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821F3A" w14:paraId="4F35048B" w14:textId="77777777" w:rsidTr="00A44EE4">
        <w:tc>
          <w:tcPr>
            <w:tcW w:w="10423" w:type="dxa"/>
            <w:gridSpan w:val="2"/>
            <w:shd w:val="clear" w:color="auto" w:fill="auto"/>
          </w:tcPr>
          <w:p w14:paraId="03D2F606" w14:textId="6687EE9F" w:rsidR="00821F3A" w:rsidRPr="00A74338" w:rsidRDefault="00821F3A" w:rsidP="00A44EE4">
            <w:pPr>
              <w:pStyle w:val="ZA"/>
              <w:framePr w:w="0" w:hRule="auto" w:wrap="auto" w:vAnchor="margin" w:hAnchor="text" w:yAlign="inline"/>
            </w:pPr>
            <w:bookmarkStart w:id="0" w:name="page1"/>
            <w:bookmarkStart w:id="1" w:name="page2"/>
            <w:r w:rsidRPr="00A74338">
              <w:rPr>
                <w:sz w:val="64"/>
              </w:rPr>
              <w:t xml:space="preserve">3GPP </w:t>
            </w:r>
            <w:bookmarkStart w:id="2" w:name="specType1"/>
            <w:r w:rsidRPr="00A74338">
              <w:rPr>
                <w:sz w:val="64"/>
              </w:rPr>
              <w:t>TS</w:t>
            </w:r>
            <w:bookmarkEnd w:id="2"/>
            <w:r w:rsidRPr="00A74338">
              <w:rPr>
                <w:sz w:val="64"/>
              </w:rPr>
              <w:t xml:space="preserve"> </w:t>
            </w:r>
            <w:bookmarkStart w:id="3" w:name="specNumber"/>
            <w:r w:rsidRPr="00A74338">
              <w:rPr>
                <w:sz w:val="64"/>
              </w:rPr>
              <w:t>36.</w:t>
            </w:r>
            <w:bookmarkEnd w:id="3"/>
            <w:r w:rsidRPr="00A74338">
              <w:rPr>
                <w:sz w:val="64"/>
              </w:rPr>
              <w:t xml:space="preserve">106 </w:t>
            </w:r>
            <w:r w:rsidRPr="00A74338">
              <w:t>V</w:t>
            </w:r>
            <w:bookmarkStart w:id="4" w:name="specVersion"/>
            <w:r w:rsidRPr="00A74338">
              <w:t>17.0.</w:t>
            </w:r>
            <w:bookmarkEnd w:id="4"/>
            <w:r w:rsidRPr="00A74338">
              <w:t xml:space="preserve">0 </w:t>
            </w:r>
            <w:r w:rsidRPr="00A74338">
              <w:rPr>
                <w:sz w:val="32"/>
              </w:rPr>
              <w:t>(</w:t>
            </w:r>
            <w:bookmarkStart w:id="5" w:name="issueDate"/>
            <w:r w:rsidRPr="00A74338">
              <w:rPr>
                <w:sz w:val="32"/>
              </w:rPr>
              <w:t>2022-</w:t>
            </w:r>
            <w:bookmarkEnd w:id="5"/>
            <w:r w:rsidRPr="00A74338">
              <w:rPr>
                <w:sz w:val="32"/>
              </w:rPr>
              <w:t>0</w:t>
            </w:r>
            <w:r w:rsidR="003D79E9">
              <w:rPr>
                <w:sz w:val="32"/>
              </w:rPr>
              <w:t>3</w:t>
            </w:r>
            <w:r w:rsidRPr="00A74338">
              <w:rPr>
                <w:sz w:val="32"/>
              </w:rPr>
              <w:t>)</w:t>
            </w:r>
          </w:p>
        </w:tc>
      </w:tr>
      <w:tr w:rsidR="00821F3A" w14:paraId="7A6F34C1" w14:textId="77777777" w:rsidTr="00A44EE4">
        <w:trPr>
          <w:trHeight w:hRule="exact" w:val="1134"/>
        </w:trPr>
        <w:tc>
          <w:tcPr>
            <w:tcW w:w="10423" w:type="dxa"/>
            <w:gridSpan w:val="2"/>
            <w:shd w:val="clear" w:color="auto" w:fill="auto"/>
          </w:tcPr>
          <w:p w14:paraId="3FFC2376" w14:textId="77777777" w:rsidR="00821F3A" w:rsidRPr="00A74338" w:rsidRDefault="00821F3A" w:rsidP="00A44EE4">
            <w:pPr>
              <w:pStyle w:val="ZB"/>
              <w:framePr w:w="0" w:hRule="auto" w:wrap="auto" w:vAnchor="margin" w:hAnchor="text" w:yAlign="inline"/>
            </w:pPr>
            <w:r w:rsidRPr="00A74338">
              <w:t xml:space="preserve">Technical </w:t>
            </w:r>
            <w:bookmarkStart w:id="6" w:name="spectype2"/>
            <w:r w:rsidRPr="00A74338">
              <w:t>Specification</w:t>
            </w:r>
            <w:bookmarkEnd w:id="6"/>
          </w:p>
          <w:p w14:paraId="46E92CF9" w14:textId="77777777" w:rsidR="00821F3A" w:rsidRPr="00A74338" w:rsidRDefault="00821F3A" w:rsidP="00A44EE4">
            <w:pPr>
              <w:pStyle w:val="Guidance"/>
            </w:pPr>
            <w:r w:rsidRPr="00A74338">
              <w:br/>
            </w:r>
            <w:r w:rsidRPr="00A74338">
              <w:br/>
            </w:r>
            <w:r w:rsidRPr="00A74338">
              <w:br/>
            </w:r>
          </w:p>
        </w:tc>
      </w:tr>
      <w:tr w:rsidR="00821F3A" w14:paraId="368D3AD9" w14:textId="77777777" w:rsidTr="00A44EE4">
        <w:trPr>
          <w:trHeight w:hRule="exact" w:val="3686"/>
        </w:trPr>
        <w:tc>
          <w:tcPr>
            <w:tcW w:w="10423" w:type="dxa"/>
            <w:gridSpan w:val="2"/>
            <w:shd w:val="clear" w:color="auto" w:fill="auto"/>
          </w:tcPr>
          <w:p w14:paraId="1747CA53" w14:textId="77777777" w:rsidR="00821F3A" w:rsidRPr="00A74338" w:rsidRDefault="00821F3A" w:rsidP="00A44EE4">
            <w:pPr>
              <w:pStyle w:val="ZT"/>
              <w:framePr w:wrap="auto" w:hAnchor="text" w:yAlign="inline"/>
            </w:pPr>
            <w:r w:rsidRPr="00A74338">
              <w:t>3rd Generation Partnership Project;</w:t>
            </w:r>
          </w:p>
          <w:p w14:paraId="38298F85" w14:textId="77777777" w:rsidR="00821F3A" w:rsidRPr="00A74338" w:rsidRDefault="00821F3A" w:rsidP="00A44EE4">
            <w:pPr>
              <w:pStyle w:val="ZT"/>
              <w:framePr w:wrap="auto" w:hAnchor="text" w:yAlign="inline"/>
            </w:pPr>
            <w:r w:rsidRPr="00A74338">
              <w:t xml:space="preserve">Technical Specification Group </w:t>
            </w:r>
            <w:bookmarkStart w:id="7" w:name="specTitle"/>
            <w:r w:rsidRPr="00A74338">
              <w:t>Radio Access Network;</w:t>
            </w:r>
          </w:p>
          <w:bookmarkEnd w:id="7"/>
          <w:p w14:paraId="2D73B217" w14:textId="77777777" w:rsidR="00821F3A" w:rsidRPr="00A74338" w:rsidRDefault="00821F3A" w:rsidP="00A44EE4">
            <w:pPr>
              <w:widowControl w:val="0"/>
              <w:spacing w:after="0" w:line="240" w:lineRule="atLeast"/>
              <w:jc w:val="right"/>
              <w:rPr>
                <w:rFonts w:ascii="Arial" w:hAnsi="Arial"/>
                <w:b/>
                <w:sz w:val="34"/>
              </w:rPr>
            </w:pPr>
            <w:r w:rsidRPr="00A74338">
              <w:rPr>
                <w:rFonts w:ascii="Arial" w:hAnsi="Arial"/>
                <w:b/>
                <w:sz w:val="34"/>
              </w:rPr>
              <w:t>Evolved Universal Terrestrial Radio Access (E-UTRA);</w:t>
            </w:r>
          </w:p>
          <w:p w14:paraId="4A83EEDA" w14:textId="77777777" w:rsidR="00821F3A" w:rsidRPr="00A74338" w:rsidRDefault="00821F3A" w:rsidP="00A44EE4">
            <w:pPr>
              <w:widowControl w:val="0"/>
              <w:spacing w:after="0" w:line="240" w:lineRule="atLeast"/>
              <w:jc w:val="right"/>
              <w:rPr>
                <w:rFonts w:ascii="Arial" w:hAnsi="Arial"/>
                <w:b/>
                <w:sz w:val="34"/>
              </w:rPr>
            </w:pPr>
            <w:r w:rsidRPr="00A74338">
              <w:rPr>
                <w:rFonts w:ascii="Arial" w:hAnsi="Arial"/>
                <w:b/>
                <w:sz w:val="34"/>
              </w:rPr>
              <w:t>FDD Repeater radio transmission and reception</w:t>
            </w:r>
          </w:p>
          <w:p w14:paraId="426EFA83" w14:textId="77777777" w:rsidR="00821F3A" w:rsidRPr="00A74338" w:rsidRDefault="00821F3A" w:rsidP="00A44EE4">
            <w:pPr>
              <w:pStyle w:val="ZT"/>
              <w:framePr w:wrap="auto" w:hAnchor="text" w:yAlign="inline"/>
              <w:rPr>
                <w:i/>
                <w:sz w:val="28"/>
              </w:rPr>
            </w:pPr>
            <w:r w:rsidRPr="00A74338">
              <w:t>(</w:t>
            </w:r>
            <w:r w:rsidRPr="00A74338">
              <w:rPr>
                <w:rStyle w:val="ZGSM"/>
              </w:rPr>
              <w:t xml:space="preserve">Release </w:t>
            </w:r>
            <w:bookmarkStart w:id="8" w:name="specRelease"/>
            <w:r w:rsidRPr="00A74338">
              <w:rPr>
                <w:rStyle w:val="ZGSM"/>
              </w:rPr>
              <w:t>17</w:t>
            </w:r>
            <w:bookmarkEnd w:id="8"/>
            <w:r w:rsidRPr="00A74338">
              <w:t>)</w:t>
            </w:r>
          </w:p>
        </w:tc>
      </w:tr>
      <w:tr w:rsidR="00821F3A" w14:paraId="13CBF95C" w14:textId="77777777" w:rsidTr="00A44EE4">
        <w:tc>
          <w:tcPr>
            <w:tcW w:w="10423" w:type="dxa"/>
            <w:gridSpan w:val="2"/>
            <w:shd w:val="clear" w:color="auto" w:fill="auto"/>
          </w:tcPr>
          <w:p w14:paraId="631766B4" w14:textId="77777777" w:rsidR="00821F3A" w:rsidRPr="00133525" w:rsidRDefault="00821F3A" w:rsidP="00A44EE4">
            <w:pPr>
              <w:pStyle w:val="ZU"/>
              <w:framePr w:w="0" w:wrap="auto" w:vAnchor="margin" w:hAnchor="text" w:yAlign="inline"/>
              <w:tabs>
                <w:tab w:val="right" w:pos="10206"/>
              </w:tabs>
              <w:jc w:val="left"/>
              <w:rPr>
                <w:color w:val="0000FF"/>
              </w:rPr>
            </w:pPr>
            <w:r w:rsidRPr="00133525">
              <w:rPr>
                <w:color w:val="0000FF"/>
              </w:rPr>
              <w:tab/>
            </w:r>
          </w:p>
        </w:tc>
      </w:tr>
      <w:tr w:rsidR="00821F3A" w14:paraId="0EBC9B0C" w14:textId="77777777" w:rsidTr="00A44EE4">
        <w:trPr>
          <w:trHeight w:hRule="exact" w:val="1531"/>
        </w:trPr>
        <w:tc>
          <w:tcPr>
            <w:tcW w:w="4883" w:type="dxa"/>
            <w:shd w:val="clear" w:color="auto" w:fill="auto"/>
          </w:tcPr>
          <w:p w14:paraId="1329FC77" w14:textId="77777777" w:rsidR="00821F3A" w:rsidRDefault="00821F3A" w:rsidP="00A44EE4">
            <w:r>
              <w:rPr>
                <w:i/>
                <w:noProof/>
              </w:rPr>
              <w:drawing>
                <wp:inline distT="0" distB="0" distL="0" distR="0" wp14:anchorId="75F2A1FD" wp14:editId="783D4C0F">
                  <wp:extent cx="1212850" cy="838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838200"/>
                          </a:xfrm>
                          <a:prstGeom prst="rect">
                            <a:avLst/>
                          </a:prstGeom>
                          <a:noFill/>
                          <a:ln>
                            <a:noFill/>
                          </a:ln>
                        </pic:spPr>
                      </pic:pic>
                    </a:graphicData>
                  </a:graphic>
                </wp:inline>
              </w:drawing>
            </w:r>
          </w:p>
        </w:tc>
        <w:tc>
          <w:tcPr>
            <w:tcW w:w="5540" w:type="dxa"/>
            <w:shd w:val="clear" w:color="auto" w:fill="auto"/>
          </w:tcPr>
          <w:p w14:paraId="4CC723FE" w14:textId="77777777" w:rsidR="00821F3A" w:rsidRDefault="00821F3A" w:rsidP="00A44EE4">
            <w:pPr>
              <w:jc w:val="right"/>
            </w:pPr>
            <w:bookmarkStart w:id="9" w:name="logos"/>
            <w:r>
              <w:rPr>
                <w:noProof/>
              </w:rPr>
              <w:drawing>
                <wp:inline distT="0" distB="0" distL="0" distR="0" wp14:anchorId="629BE40B" wp14:editId="118858EF">
                  <wp:extent cx="1619250" cy="958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958850"/>
                          </a:xfrm>
                          <a:prstGeom prst="rect">
                            <a:avLst/>
                          </a:prstGeom>
                          <a:noFill/>
                          <a:ln>
                            <a:noFill/>
                          </a:ln>
                        </pic:spPr>
                      </pic:pic>
                    </a:graphicData>
                  </a:graphic>
                </wp:inline>
              </w:drawing>
            </w:r>
            <w:bookmarkEnd w:id="9"/>
          </w:p>
        </w:tc>
      </w:tr>
      <w:tr w:rsidR="00821F3A" w14:paraId="0C3CF481" w14:textId="77777777" w:rsidTr="00A44EE4">
        <w:trPr>
          <w:trHeight w:hRule="exact" w:val="5783"/>
        </w:trPr>
        <w:tc>
          <w:tcPr>
            <w:tcW w:w="10423" w:type="dxa"/>
            <w:gridSpan w:val="2"/>
            <w:shd w:val="clear" w:color="auto" w:fill="auto"/>
          </w:tcPr>
          <w:p w14:paraId="7494D1AE" w14:textId="77777777" w:rsidR="00821F3A" w:rsidRPr="00C074DD" w:rsidRDefault="00821F3A" w:rsidP="00A44EE4">
            <w:pPr>
              <w:pStyle w:val="Guidance"/>
              <w:rPr>
                <w:b/>
              </w:rPr>
            </w:pPr>
          </w:p>
        </w:tc>
      </w:tr>
      <w:tr w:rsidR="00821F3A" w14:paraId="3DA68791" w14:textId="77777777" w:rsidTr="00A44EE4">
        <w:trPr>
          <w:cantSplit/>
          <w:trHeight w:hRule="exact" w:val="964"/>
        </w:trPr>
        <w:tc>
          <w:tcPr>
            <w:tcW w:w="10423" w:type="dxa"/>
            <w:gridSpan w:val="2"/>
            <w:shd w:val="clear" w:color="auto" w:fill="auto"/>
          </w:tcPr>
          <w:p w14:paraId="197CA8BF" w14:textId="77777777" w:rsidR="00821F3A" w:rsidRPr="00133525" w:rsidRDefault="00821F3A" w:rsidP="00A44EE4">
            <w:pPr>
              <w:rPr>
                <w:sz w:val="16"/>
              </w:rPr>
            </w:pPr>
            <w:bookmarkStart w:id="10"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10"/>
          </w:p>
          <w:p w14:paraId="5E625D7C" w14:textId="77777777" w:rsidR="00821F3A" w:rsidRPr="004D3578" w:rsidRDefault="00821F3A" w:rsidP="00A44EE4">
            <w:pPr>
              <w:pStyle w:val="ZV"/>
              <w:framePr w:w="0" w:wrap="auto" w:vAnchor="margin" w:hAnchor="text" w:yAlign="inline"/>
            </w:pPr>
          </w:p>
          <w:p w14:paraId="7EA93D6D" w14:textId="77777777" w:rsidR="00821F3A" w:rsidRPr="00133525" w:rsidRDefault="00821F3A" w:rsidP="00A44EE4">
            <w:pPr>
              <w:rPr>
                <w:sz w:val="16"/>
              </w:rPr>
            </w:pPr>
          </w:p>
        </w:tc>
      </w:tr>
      <w:bookmarkEnd w:id="0"/>
    </w:tbl>
    <w:p w14:paraId="38ABA104" w14:textId="77777777" w:rsidR="00821F3A" w:rsidRPr="004D3578" w:rsidRDefault="00821F3A" w:rsidP="00821F3A">
      <w:pPr>
        <w:sectPr w:rsidR="00821F3A"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821F3A" w14:paraId="3E558554" w14:textId="77777777" w:rsidTr="00A44EE4">
        <w:trPr>
          <w:trHeight w:hRule="exact" w:val="5670"/>
        </w:trPr>
        <w:tc>
          <w:tcPr>
            <w:tcW w:w="10423" w:type="dxa"/>
            <w:shd w:val="clear" w:color="auto" w:fill="auto"/>
          </w:tcPr>
          <w:p w14:paraId="2B4CDA0A" w14:textId="77777777" w:rsidR="00821F3A" w:rsidRDefault="00821F3A" w:rsidP="00A44EE4">
            <w:pPr>
              <w:pStyle w:val="Guidance"/>
            </w:pPr>
          </w:p>
        </w:tc>
      </w:tr>
      <w:tr w:rsidR="00821F3A" w14:paraId="022D20E1" w14:textId="77777777" w:rsidTr="00A44EE4">
        <w:trPr>
          <w:trHeight w:hRule="exact" w:val="5387"/>
        </w:trPr>
        <w:tc>
          <w:tcPr>
            <w:tcW w:w="10423" w:type="dxa"/>
            <w:shd w:val="clear" w:color="auto" w:fill="auto"/>
          </w:tcPr>
          <w:p w14:paraId="71E8BD3B" w14:textId="77777777" w:rsidR="00821F3A" w:rsidRPr="00133525" w:rsidRDefault="00821F3A" w:rsidP="00A44EE4">
            <w:pPr>
              <w:pStyle w:val="FP"/>
              <w:spacing w:after="240"/>
              <w:ind w:left="2835" w:right="2835"/>
              <w:jc w:val="center"/>
              <w:rPr>
                <w:rFonts w:ascii="Arial" w:hAnsi="Arial"/>
                <w:b/>
                <w:i/>
              </w:rPr>
            </w:pPr>
            <w:bookmarkStart w:id="11" w:name="coords3gpp"/>
            <w:r w:rsidRPr="00133525">
              <w:rPr>
                <w:rFonts w:ascii="Arial" w:hAnsi="Arial"/>
                <w:b/>
                <w:i/>
              </w:rPr>
              <w:t>3GPP</w:t>
            </w:r>
          </w:p>
          <w:p w14:paraId="08B078D9" w14:textId="77777777" w:rsidR="00821F3A" w:rsidRPr="004D3578" w:rsidRDefault="00821F3A" w:rsidP="00A44EE4">
            <w:pPr>
              <w:pStyle w:val="FP"/>
              <w:pBdr>
                <w:bottom w:val="single" w:sz="6" w:space="1" w:color="auto"/>
              </w:pBdr>
              <w:ind w:left="2835" w:right="2835"/>
              <w:jc w:val="center"/>
            </w:pPr>
            <w:r w:rsidRPr="004D3578">
              <w:t>Postal address</w:t>
            </w:r>
          </w:p>
          <w:p w14:paraId="7518CC69" w14:textId="77777777" w:rsidR="00821F3A" w:rsidRPr="00133525" w:rsidRDefault="00821F3A" w:rsidP="00A44EE4">
            <w:pPr>
              <w:pStyle w:val="FP"/>
              <w:ind w:left="2835" w:right="2835"/>
              <w:jc w:val="center"/>
              <w:rPr>
                <w:rFonts w:ascii="Arial" w:hAnsi="Arial"/>
                <w:sz w:val="18"/>
              </w:rPr>
            </w:pPr>
          </w:p>
          <w:p w14:paraId="5366BF18" w14:textId="77777777" w:rsidR="00821F3A" w:rsidRPr="004D3578" w:rsidRDefault="00821F3A" w:rsidP="00A44EE4">
            <w:pPr>
              <w:pStyle w:val="FP"/>
              <w:pBdr>
                <w:bottom w:val="single" w:sz="6" w:space="1" w:color="auto"/>
              </w:pBdr>
              <w:spacing w:before="240"/>
              <w:ind w:left="2835" w:right="2835"/>
              <w:jc w:val="center"/>
            </w:pPr>
            <w:r w:rsidRPr="004D3578">
              <w:t>3GPP support office address</w:t>
            </w:r>
          </w:p>
          <w:p w14:paraId="27BDEBBD" w14:textId="77777777" w:rsidR="00821F3A" w:rsidRPr="008E2D68" w:rsidRDefault="00821F3A" w:rsidP="00A44EE4">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3C097A57" w14:textId="77777777" w:rsidR="00821F3A" w:rsidRPr="008E2D68" w:rsidRDefault="00821F3A" w:rsidP="00A44EE4">
            <w:pPr>
              <w:pStyle w:val="FP"/>
              <w:ind w:left="2835" w:right="2835"/>
              <w:jc w:val="center"/>
              <w:rPr>
                <w:rFonts w:ascii="Arial" w:hAnsi="Arial"/>
                <w:sz w:val="18"/>
                <w:lang w:val="fr-FR"/>
              </w:rPr>
            </w:pPr>
            <w:r w:rsidRPr="008E2D68">
              <w:rPr>
                <w:rFonts w:ascii="Arial" w:hAnsi="Arial"/>
                <w:sz w:val="18"/>
                <w:lang w:val="fr-FR"/>
              </w:rPr>
              <w:t>Valbonne - FRANCE</w:t>
            </w:r>
          </w:p>
          <w:p w14:paraId="52A73CC9" w14:textId="77777777" w:rsidR="00821F3A" w:rsidRPr="00133525" w:rsidRDefault="00821F3A" w:rsidP="00A44EE4">
            <w:pPr>
              <w:pStyle w:val="FP"/>
              <w:spacing w:after="20"/>
              <w:ind w:left="2835" w:right="2835"/>
              <w:jc w:val="center"/>
              <w:rPr>
                <w:rFonts w:ascii="Arial" w:hAnsi="Arial"/>
                <w:sz w:val="18"/>
              </w:rPr>
            </w:pPr>
            <w:r w:rsidRPr="00133525">
              <w:rPr>
                <w:rFonts w:ascii="Arial" w:hAnsi="Arial"/>
                <w:sz w:val="18"/>
              </w:rPr>
              <w:t>Tel.: +33 4 92 94 42 00 Fax: +33 4 93 65 47 16</w:t>
            </w:r>
          </w:p>
          <w:p w14:paraId="74D3DB69" w14:textId="77777777" w:rsidR="00821F3A" w:rsidRPr="004D3578" w:rsidRDefault="00821F3A" w:rsidP="00A44EE4">
            <w:pPr>
              <w:pStyle w:val="FP"/>
              <w:pBdr>
                <w:bottom w:val="single" w:sz="6" w:space="1" w:color="auto"/>
              </w:pBdr>
              <w:spacing w:before="240"/>
              <w:ind w:left="2835" w:right="2835"/>
              <w:jc w:val="center"/>
            </w:pPr>
            <w:r w:rsidRPr="004D3578">
              <w:t>Internet</w:t>
            </w:r>
          </w:p>
          <w:p w14:paraId="7E9536AA" w14:textId="77777777" w:rsidR="00821F3A" w:rsidRPr="00133525" w:rsidRDefault="00821F3A" w:rsidP="00A44EE4">
            <w:pPr>
              <w:pStyle w:val="FP"/>
              <w:ind w:left="2835" w:right="2835"/>
              <w:jc w:val="center"/>
              <w:rPr>
                <w:rFonts w:ascii="Arial" w:hAnsi="Arial"/>
                <w:sz w:val="18"/>
              </w:rPr>
            </w:pPr>
            <w:r w:rsidRPr="00133525">
              <w:rPr>
                <w:rFonts w:ascii="Arial" w:hAnsi="Arial"/>
                <w:sz w:val="18"/>
              </w:rPr>
              <w:t>http://www.3gpp.org</w:t>
            </w:r>
            <w:bookmarkEnd w:id="11"/>
          </w:p>
          <w:p w14:paraId="3D5F0AC6" w14:textId="77777777" w:rsidR="00821F3A" w:rsidRDefault="00821F3A" w:rsidP="00A44EE4"/>
        </w:tc>
      </w:tr>
      <w:tr w:rsidR="00821F3A" w14:paraId="4DB00D14" w14:textId="77777777" w:rsidTr="00A44EE4">
        <w:tc>
          <w:tcPr>
            <w:tcW w:w="10423" w:type="dxa"/>
            <w:shd w:val="clear" w:color="auto" w:fill="auto"/>
            <w:vAlign w:val="bottom"/>
          </w:tcPr>
          <w:p w14:paraId="18530E24" w14:textId="77777777" w:rsidR="00821F3A" w:rsidRPr="00133525" w:rsidRDefault="00821F3A" w:rsidP="00A44EE4">
            <w:pPr>
              <w:pStyle w:val="FP"/>
              <w:pBdr>
                <w:bottom w:val="single" w:sz="6" w:space="1" w:color="auto"/>
              </w:pBdr>
              <w:spacing w:after="240"/>
              <w:jc w:val="center"/>
              <w:rPr>
                <w:rFonts w:ascii="Arial" w:hAnsi="Arial"/>
                <w:b/>
                <w:i/>
                <w:noProof/>
              </w:rPr>
            </w:pPr>
            <w:bookmarkStart w:id="12" w:name="copyrightNotification"/>
            <w:r w:rsidRPr="00133525">
              <w:rPr>
                <w:rFonts w:ascii="Arial" w:hAnsi="Arial"/>
                <w:b/>
                <w:i/>
                <w:noProof/>
              </w:rPr>
              <w:t>Copyright Notification</w:t>
            </w:r>
          </w:p>
          <w:p w14:paraId="4552299C" w14:textId="77777777" w:rsidR="00821F3A" w:rsidRPr="004D3578" w:rsidRDefault="00821F3A" w:rsidP="00A44EE4">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7C132ECB" w14:textId="77777777" w:rsidR="00821F3A" w:rsidRPr="004D3578" w:rsidRDefault="00821F3A" w:rsidP="00A44EE4">
            <w:pPr>
              <w:pStyle w:val="FP"/>
              <w:jc w:val="center"/>
              <w:rPr>
                <w:noProof/>
              </w:rPr>
            </w:pPr>
          </w:p>
          <w:p w14:paraId="06F71BE2" w14:textId="77777777" w:rsidR="00821F3A" w:rsidRPr="00133525" w:rsidRDefault="00821F3A" w:rsidP="00A44EE4">
            <w:pPr>
              <w:pStyle w:val="FP"/>
              <w:jc w:val="center"/>
              <w:rPr>
                <w:noProof/>
                <w:sz w:val="18"/>
              </w:rPr>
            </w:pPr>
            <w:r w:rsidRPr="002C05B2">
              <w:rPr>
                <w:noProof/>
                <w:sz w:val="18"/>
              </w:rPr>
              <w:t xml:space="preserve">© </w:t>
            </w:r>
            <w:bookmarkStart w:id="13" w:name="copyrightDate"/>
            <w:r w:rsidRPr="002C05B2">
              <w:rPr>
                <w:noProof/>
                <w:sz w:val="18"/>
              </w:rPr>
              <w:t>202</w:t>
            </w:r>
            <w:bookmarkEnd w:id="13"/>
            <w:r w:rsidRPr="002C05B2">
              <w:rPr>
                <w:noProof/>
                <w:sz w:val="18"/>
              </w:rPr>
              <w:t>2, 3GP</w:t>
            </w:r>
            <w:r w:rsidRPr="00133525">
              <w:rPr>
                <w:noProof/>
                <w:sz w:val="18"/>
              </w:rPr>
              <w:t>P Organizational Partners (ARIB, ATIS, CCSA, ETSI, TSDSI, TTA, TTC).</w:t>
            </w:r>
            <w:bookmarkStart w:id="14" w:name="copyrightaddon"/>
            <w:bookmarkEnd w:id="14"/>
          </w:p>
          <w:p w14:paraId="50F56393" w14:textId="77777777" w:rsidR="00821F3A" w:rsidRPr="00133525" w:rsidRDefault="00821F3A" w:rsidP="00A44EE4">
            <w:pPr>
              <w:pStyle w:val="FP"/>
              <w:jc w:val="center"/>
              <w:rPr>
                <w:noProof/>
                <w:sz w:val="18"/>
              </w:rPr>
            </w:pPr>
            <w:r w:rsidRPr="00133525">
              <w:rPr>
                <w:noProof/>
                <w:sz w:val="18"/>
              </w:rPr>
              <w:t>All rights reserved.</w:t>
            </w:r>
          </w:p>
          <w:p w14:paraId="70F9DA43" w14:textId="77777777" w:rsidR="00821F3A" w:rsidRPr="00133525" w:rsidRDefault="00821F3A" w:rsidP="00A44EE4">
            <w:pPr>
              <w:pStyle w:val="FP"/>
              <w:rPr>
                <w:noProof/>
                <w:sz w:val="18"/>
              </w:rPr>
            </w:pPr>
          </w:p>
          <w:p w14:paraId="3C3730B4" w14:textId="77777777" w:rsidR="00821F3A" w:rsidRPr="00133525" w:rsidRDefault="00821F3A" w:rsidP="00A44EE4">
            <w:pPr>
              <w:pStyle w:val="FP"/>
              <w:rPr>
                <w:noProof/>
                <w:sz w:val="18"/>
              </w:rPr>
            </w:pPr>
            <w:r w:rsidRPr="00133525">
              <w:rPr>
                <w:noProof/>
                <w:sz w:val="18"/>
              </w:rPr>
              <w:t>UMTS™ is a Trade Mark of ETSI registered for the benefit of its members</w:t>
            </w:r>
          </w:p>
          <w:p w14:paraId="2C5446AE" w14:textId="77777777" w:rsidR="00821F3A" w:rsidRPr="00133525" w:rsidRDefault="00821F3A" w:rsidP="00A44EE4">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38283A28" w14:textId="77777777" w:rsidR="00821F3A" w:rsidRPr="00133525" w:rsidRDefault="00821F3A" w:rsidP="00A44EE4">
            <w:pPr>
              <w:pStyle w:val="FP"/>
              <w:rPr>
                <w:noProof/>
                <w:sz w:val="18"/>
              </w:rPr>
            </w:pPr>
            <w:r w:rsidRPr="00133525">
              <w:rPr>
                <w:noProof/>
                <w:sz w:val="18"/>
              </w:rPr>
              <w:t>GSM® and the GSM logo are registered and owned by the GSM Association</w:t>
            </w:r>
            <w:bookmarkEnd w:id="12"/>
          </w:p>
          <w:p w14:paraId="7A4BEC2A" w14:textId="77777777" w:rsidR="00821F3A" w:rsidRDefault="00821F3A" w:rsidP="00A44EE4"/>
        </w:tc>
      </w:tr>
      <w:bookmarkEnd w:id="1"/>
    </w:tbl>
    <w:p w14:paraId="39DBBE5E" w14:textId="77777777" w:rsidR="004A3549" w:rsidRPr="0031418B" w:rsidRDefault="004A3549">
      <w:pPr>
        <w:pStyle w:val="TT"/>
      </w:pPr>
      <w:r w:rsidRPr="0031418B">
        <w:br w:type="page"/>
      </w:r>
      <w:r w:rsidRPr="0031418B">
        <w:lastRenderedPageBreak/>
        <w:t>Contents</w:t>
      </w:r>
    </w:p>
    <w:p w14:paraId="3E22EE32" w14:textId="77777777" w:rsidR="0031418B" w:rsidRDefault="0031418B">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_Toc503964226 \h </w:instrText>
      </w:r>
      <w:r>
        <w:fldChar w:fldCharType="separate"/>
      </w:r>
      <w:r>
        <w:t>5</w:t>
      </w:r>
      <w:r>
        <w:fldChar w:fldCharType="end"/>
      </w:r>
    </w:p>
    <w:p w14:paraId="5D18CA08" w14:textId="77777777" w:rsidR="0031418B" w:rsidRDefault="0031418B">
      <w:pPr>
        <w:pStyle w:val="TOC1"/>
        <w:rPr>
          <w:rFonts w:ascii="Calibri" w:eastAsia="Malgun Gothic" w:hAnsi="Calibri"/>
          <w:szCs w:val="22"/>
        </w:rPr>
      </w:pPr>
      <w:r>
        <w:t>1</w:t>
      </w:r>
      <w:r>
        <w:rPr>
          <w:rFonts w:ascii="Calibri" w:eastAsia="Malgun Gothic" w:hAnsi="Calibri"/>
          <w:szCs w:val="22"/>
        </w:rPr>
        <w:tab/>
      </w:r>
      <w:r>
        <w:t>Scope</w:t>
      </w:r>
      <w:r>
        <w:tab/>
      </w:r>
      <w:r>
        <w:fldChar w:fldCharType="begin" w:fldLock="1"/>
      </w:r>
      <w:r>
        <w:instrText xml:space="preserve"> PAGEREF _Toc503964227 \h </w:instrText>
      </w:r>
      <w:r>
        <w:fldChar w:fldCharType="separate"/>
      </w:r>
      <w:r>
        <w:t>6</w:t>
      </w:r>
      <w:r>
        <w:fldChar w:fldCharType="end"/>
      </w:r>
    </w:p>
    <w:p w14:paraId="1B0B74E4" w14:textId="77777777" w:rsidR="0031418B" w:rsidRDefault="0031418B">
      <w:pPr>
        <w:pStyle w:val="TOC1"/>
        <w:rPr>
          <w:rFonts w:ascii="Calibri" w:eastAsia="Malgun Gothic" w:hAnsi="Calibri"/>
          <w:szCs w:val="22"/>
        </w:rPr>
      </w:pPr>
      <w:r>
        <w:t>2</w:t>
      </w:r>
      <w:r>
        <w:rPr>
          <w:rFonts w:ascii="Calibri" w:eastAsia="Malgun Gothic" w:hAnsi="Calibri"/>
          <w:szCs w:val="22"/>
        </w:rPr>
        <w:tab/>
      </w:r>
      <w:r>
        <w:t>References</w:t>
      </w:r>
      <w:r>
        <w:tab/>
      </w:r>
      <w:r>
        <w:fldChar w:fldCharType="begin" w:fldLock="1"/>
      </w:r>
      <w:r>
        <w:instrText xml:space="preserve"> PAGEREF _Toc503964228 \h </w:instrText>
      </w:r>
      <w:r>
        <w:fldChar w:fldCharType="separate"/>
      </w:r>
      <w:r>
        <w:t>6</w:t>
      </w:r>
      <w:r>
        <w:fldChar w:fldCharType="end"/>
      </w:r>
    </w:p>
    <w:p w14:paraId="21901C75" w14:textId="77777777" w:rsidR="0031418B" w:rsidRDefault="0031418B">
      <w:pPr>
        <w:pStyle w:val="TOC1"/>
        <w:rPr>
          <w:rFonts w:ascii="Calibri" w:eastAsia="Malgun Gothic" w:hAnsi="Calibri"/>
          <w:szCs w:val="22"/>
        </w:rPr>
      </w:pPr>
      <w:r>
        <w:t>3</w:t>
      </w:r>
      <w:r>
        <w:rPr>
          <w:rFonts w:ascii="Calibri" w:eastAsia="Malgun Gothic" w:hAnsi="Calibri"/>
          <w:szCs w:val="22"/>
        </w:rPr>
        <w:tab/>
      </w:r>
      <w:r>
        <w:t>Definitions, symbols and abbreviations</w:t>
      </w:r>
      <w:r>
        <w:tab/>
      </w:r>
      <w:r>
        <w:fldChar w:fldCharType="begin" w:fldLock="1"/>
      </w:r>
      <w:r>
        <w:instrText xml:space="preserve"> PAGEREF _Toc503964229 \h </w:instrText>
      </w:r>
      <w:r>
        <w:fldChar w:fldCharType="separate"/>
      </w:r>
      <w:r>
        <w:t>6</w:t>
      </w:r>
      <w:r>
        <w:fldChar w:fldCharType="end"/>
      </w:r>
    </w:p>
    <w:p w14:paraId="30A06EE0" w14:textId="77777777" w:rsidR="0031418B" w:rsidRDefault="0031418B">
      <w:pPr>
        <w:pStyle w:val="TOC2"/>
        <w:rPr>
          <w:rFonts w:ascii="Calibri" w:eastAsia="Malgun Gothic" w:hAnsi="Calibri"/>
          <w:sz w:val="22"/>
          <w:szCs w:val="22"/>
        </w:rPr>
      </w:pPr>
      <w:r>
        <w:t>3.1</w:t>
      </w:r>
      <w:r>
        <w:rPr>
          <w:rFonts w:ascii="Calibri" w:eastAsia="Malgun Gothic" w:hAnsi="Calibri"/>
          <w:sz w:val="22"/>
          <w:szCs w:val="22"/>
        </w:rPr>
        <w:tab/>
      </w:r>
      <w:r>
        <w:t>Definitions</w:t>
      </w:r>
      <w:r>
        <w:tab/>
      </w:r>
      <w:r>
        <w:fldChar w:fldCharType="begin" w:fldLock="1"/>
      </w:r>
      <w:r>
        <w:instrText xml:space="preserve"> PAGEREF _Toc503964230 \h </w:instrText>
      </w:r>
      <w:r>
        <w:fldChar w:fldCharType="separate"/>
      </w:r>
      <w:r>
        <w:t>6</w:t>
      </w:r>
      <w:r>
        <w:fldChar w:fldCharType="end"/>
      </w:r>
    </w:p>
    <w:p w14:paraId="15CA4DF6" w14:textId="77777777" w:rsidR="0031418B" w:rsidRDefault="0031418B">
      <w:pPr>
        <w:pStyle w:val="TOC2"/>
        <w:rPr>
          <w:rFonts w:ascii="Calibri" w:eastAsia="Malgun Gothic" w:hAnsi="Calibri"/>
          <w:sz w:val="22"/>
          <w:szCs w:val="22"/>
        </w:rPr>
      </w:pPr>
      <w:r>
        <w:t>3.2</w:t>
      </w:r>
      <w:r>
        <w:rPr>
          <w:rFonts w:ascii="Calibri" w:eastAsia="Malgun Gothic" w:hAnsi="Calibri"/>
          <w:sz w:val="22"/>
          <w:szCs w:val="22"/>
        </w:rPr>
        <w:tab/>
      </w:r>
      <w:r>
        <w:t>Symbols</w:t>
      </w:r>
      <w:r>
        <w:tab/>
      </w:r>
      <w:r>
        <w:fldChar w:fldCharType="begin" w:fldLock="1"/>
      </w:r>
      <w:r>
        <w:instrText xml:space="preserve"> PAGEREF _Toc503964231 \h </w:instrText>
      </w:r>
      <w:r>
        <w:fldChar w:fldCharType="separate"/>
      </w:r>
      <w:r>
        <w:t>7</w:t>
      </w:r>
      <w:r>
        <w:fldChar w:fldCharType="end"/>
      </w:r>
    </w:p>
    <w:p w14:paraId="0D1D8DE4" w14:textId="77777777" w:rsidR="0031418B" w:rsidRDefault="0031418B">
      <w:pPr>
        <w:pStyle w:val="TOC2"/>
        <w:rPr>
          <w:rFonts w:ascii="Calibri" w:eastAsia="Malgun Gothic" w:hAnsi="Calibri"/>
          <w:sz w:val="22"/>
          <w:szCs w:val="22"/>
        </w:rPr>
      </w:pPr>
      <w:r>
        <w:t>3.3</w:t>
      </w:r>
      <w:r>
        <w:rPr>
          <w:rFonts w:ascii="Calibri" w:eastAsia="Malgun Gothic" w:hAnsi="Calibri"/>
          <w:sz w:val="22"/>
          <w:szCs w:val="22"/>
        </w:rPr>
        <w:tab/>
      </w:r>
      <w:r>
        <w:t>Abbreviations</w:t>
      </w:r>
      <w:r>
        <w:tab/>
      </w:r>
      <w:r>
        <w:fldChar w:fldCharType="begin" w:fldLock="1"/>
      </w:r>
      <w:r>
        <w:instrText xml:space="preserve"> PAGEREF _Toc503964232 \h </w:instrText>
      </w:r>
      <w:r>
        <w:fldChar w:fldCharType="separate"/>
      </w:r>
      <w:r>
        <w:t>8</w:t>
      </w:r>
      <w:r>
        <w:fldChar w:fldCharType="end"/>
      </w:r>
    </w:p>
    <w:p w14:paraId="41D92E28" w14:textId="77777777" w:rsidR="0031418B" w:rsidRDefault="0031418B">
      <w:pPr>
        <w:pStyle w:val="TOC1"/>
        <w:rPr>
          <w:rFonts w:ascii="Calibri" w:eastAsia="Malgun Gothic" w:hAnsi="Calibri"/>
          <w:szCs w:val="22"/>
        </w:rPr>
      </w:pPr>
      <w:r>
        <w:t>4</w:t>
      </w:r>
      <w:r>
        <w:rPr>
          <w:rFonts w:ascii="Calibri" w:eastAsia="Malgun Gothic" w:hAnsi="Calibri"/>
          <w:szCs w:val="22"/>
        </w:rPr>
        <w:tab/>
      </w:r>
      <w:r>
        <w:t>General</w:t>
      </w:r>
      <w:r>
        <w:tab/>
      </w:r>
      <w:r>
        <w:fldChar w:fldCharType="begin" w:fldLock="1"/>
      </w:r>
      <w:r>
        <w:instrText xml:space="preserve"> PAGEREF _Toc503964233 \h </w:instrText>
      </w:r>
      <w:r>
        <w:fldChar w:fldCharType="separate"/>
      </w:r>
      <w:r>
        <w:t>8</w:t>
      </w:r>
      <w:r>
        <w:fldChar w:fldCharType="end"/>
      </w:r>
    </w:p>
    <w:p w14:paraId="43CC9590" w14:textId="77777777" w:rsidR="0031418B" w:rsidRDefault="0031418B">
      <w:pPr>
        <w:pStyle w:val="TOC2"/>
        <w:rPr>
          <w:rFonts w:ascii="Calibri" w:eastAsia="Malgun Gothic" w:hAnsi="Calibri"/>
          <w:sz w:val="22"/>
          <w:szCs w:val="22"/>
        </w:rPr>
      </w:pPr>
      <w:r w:rsidRPr="0031418B">
        <w:t>4.1</w:t>
      </w:r>
      <w:r w:rsidRPr="0031418B">
        <w:rPr>
          <w:rFonts w:ascii="Calibri" w:eastAsia="Malgun Gothic" w:hAnsi="Calibri"/>
          <w:sz w:val="22"/>
          <w:szCs w:val="22"/>
        </w:rPr>
        <w:tab/>
      </w:r>
      <w:r w:rsidRPr="00F61F17">
        <w:rPr>
          <w:snapToGrid w:val="0"/>
        </w:rPr>
        <w:t>Relationship between Minimum Requirements and Test Requirements</w:t>
      </w:r>
      <w:r>
        <w:tab/>
      </w:r>
      <w:r>
        <w:fldChar w:fldCharType="begin" w:fldLock="1"/>
      </w:r>
      <w:r>
        <w:instrText xml:space="preserve"> PAGEREF _Toc503964234 \h </w:instrText>
      </w:r>
      <w:r>
        <w:fldChar w:fldCharType="separate"/>
      </w:r>
      <w:r>
        <w:t>8</w:t>
      </w:r>
      <w:r>
        <w:fldChar w:fldCharType="end"/>
      </w:r>
    </w:p>
    <w:p w14:paraId="1A9297C5" w14:textId="77777777" w:rsidR="0031418B" w:rsidRDefault="0031418B">
      <w:pPr>
        <w:pStyle w:val="TOC2"/>
        <w:rPr>
          <w:rFonts w:ascii="Calibri" w:eastAsia="Malgun Gothic" w:hAnsi="Calibri"/>
          <w:sz w:val="22"/>
          <w:szCs w:val="22"/>
        </w:rPr>
      </w:pPr>
      <w:r>
        <w:t>4.2</w:t>
      </w:r>
      <w:r>
        <w:rPr>
          <w:rFonts w:ascii="Calibri" w:eastAsia="Malgun Gothic" w:hAnsi="Calibri"/>
          <w:sz w:val="22"/>
          <w:szCs w:val="22"/>
        </w:rPr>
        <w:tab/>
      </w:r>
      <w:r>
        <w:t>Regional requirements</w:t>
      </w:r>
      <w:r>
        <w:tab/>
      </w:r>
      <w:r>
        <w:fldChar w:fldCharType="begin" w:fldLock="1"/>
      </w:r>
      <w:r>
        <w:instrText xml:space="preserve"> PAGEREF _Toc503964235 \h </w:instrText>
      </w:r>
      <w:r>
        <w:fldChar w:fldCharType="separate"/>
      </w:r>
      <w:r>
        <w:t>9</w:t>
      </w:r>
      <w:r>
        <w:fldChar w:fldCharType="end"/>
      </w:r>
    </w:p>
    <w:p w14:paraId="04D52DF9" w14:textId="77777777" w:rsidR="0031418B" w:rsidRDefault="0031418B">
      <w:pPr>
        <w:pStyle w:val="TOC1"/>
        <w:rPr>
          <w:rFonts w:ascii="Calibri" w:eastAsia="Malgun Gothic" w:hAnsi="Calibri"/>
          <w:szCs w:val="22"/>
        </w:rPr>
      </w:pPr>
      <w:r>
        <w:t>5</w:t>
      </w:r>
      <w:r>
        <w:rPr>
          <w:rFonts w:ascii="Calibri" w:eastAsia="Malgun Gothic" w:hAnsi="Calibri"/>
          <w:szCs w:val="22"/>
        </w:rPr>
        <w:tab/>
      </w:r>
      <w:r>
        <w:t>Operating bands and channel arrangement</w:t>
      </w:r>
      <w:r>
        <w:tab/>
      </w:r>
      <w:r>
        <w:fldChar w:fldCharType="begin" w:fldLock="1"/>
      </w:r>
      <w:r>
        <w:instrText xml:space="preserve"> PAGEREF _Toc503964236 \h </w:instrText>
      </w:r>
      <w:r>
        <w:fldChar w:fldCharType="separate"/>
      </w:r>
      <w:r>
        <w:t>10</w:t>
      </w:r>
      <w:r>
        <w:fldChar w:fldCharType="end"/>
      </w:r>
    </w:p>
    <w:p w14:paraId="01514EED" w14:textId="77777777" w:rsidR="0031418B" w:rsidRDefault="0031418B">
      <w:pPr>
        <w:pStyle w:val="TOC2"/>
        <w:rPr>
          <w:rFonts w:ascii="Calibri" w:eastAsia="Malgun Gothic" w:hAnsi="Calibri"/>
          <w:sz w:val="22"/>
          <w:szCs w:val="22"/>
        </w:rPr>
      </w:pPr>
      <w:r>
        <w:t>5.1</w:t>
      </w:r>
      <w:r>
        <w:rPr>
          <w:rFonts w:ascii="Calibri" w:eastAsia="Malgun Gothic" w:hAnsi="Calibri"/>
          <w:sz w:val="22"/>
          <w:szCs w:val="22"/>
        </w:rPr>
        <w:tab/>
      </w:r>
      <w:r>
        <w:t>General</w:t>
      </w:r>
      <w:r>
        <w:tab/>
      </w:r>
      <w:r>
        <w:fldChar w:fldCharType="begin" w:fldLock="1"/>
      </w:r>
      <w:r>
        <w:instrText xml:space="preserve"> PAGEREF _Toc503964237 \h </w:instrText>
      </w:r>
      <w:r>
        <w:fldChar w:fldCharType="separate"/>
      </w:r>
      <w:r>
        <w:t>10</w:t>
      </w:r>
      <w:r>
        <w:fldChar w:fldCharType="end"/>
      </w:r>
    </w:p>
    <w:p w14:paraId="274D86AF" w14:textId="77777777" w:rsidR="0031418B" w:rsidRDefault="0031418B">
      <w:pPr>
        <w:pStyle w:val="TOC2"/>
        <w:rPr>
          <w:rFonts w:ascii="Calibri" w:eastAsia="Malgun Gothic" w:hAnsi="Calibri"/>
          <w:sz w:val="22"/>
          <w:szCs w:val="22"/>
        </w:rPr>
      </w:pPr>
      <w:r>
        <w:t>5.2</w:t>
      </w:r>
      <w:r>
        <w:rPr>
          <w:rFonts w:ascii="Calibri" w:eastAsia="Malgun Gothic" w:hAnsi="Calibri"/>
          <w:sz w:val="22"/>
          <w:szCs w:val="22"/>
        </w:rPr>
        <w:tab/>
      </w:r>
      <w:r>
        <w:t>Void</w:t>
      </w:r>
      <w:r>
        <w:tab/>
      </w:r>
      <w:r>
        <w:fldChar w:fldCharType="begin" w:fldLock="1"/>
      </w:r>
      <w:r>
        <w:instrText xml:space="preserve"> PAGEREF _Toc503964238 \h </w:instrText>
      </w:r>
      <w:r>
        <w:fldChar w:fldCharType="separate"/>
      </w:r>
      <w:r>
        <w:t>11</w:t>
      </w:r>
      <w:r>
        <w:fldChar w:fldCharType="end"/>
      </w:r>
    </w:p>
    <w:p w14:paraId="64349DF9" w14:textId="77777777" w:rsidR="0031418B" w:rsidRDefault="0031418B">
      <w:pPr>
        <w:pStyle w:val="TOC2"/>
        <w:rPr>
          <w:rFonts w:ascii="Calibri" w:eastAsia="Malgun Gothic" w:hAnsi="Calibri"/>
          <w:sz w:val="22"/>
          <w:szCs w:val="22"/>
        </w:rPr>
      </w:pPr>
      <w:r>
        <w:t>5.3</w:t>
      </w:r>
      <w:r>
        <w:rPr>
          <w:rFonts w:ascii="Calibri" w:eastAsia="Malgun Gothic" w:hAnsi="Calibri"/>
          <w:sz w:val="22"/>
          <w:szCs w:val="22"/>
        </w:rPr>
        <w:tab/>
      </w:r>
      <w:r>
        <w:t>Void</w:t>
      </w:r>
      <w:r>
        <w:tab/>
      </w:r>
      <w:r>
        <w:fldChar w:fldCharType="begin" w:fldLock="1"/>
      </w:r>
      <w:r>
        <w:instrText xml:space="preserve"> PAGEREF _Toc503964239 \h </w:instrText>
      </w:r>
      <w:r>
        <w:fldChar w:fldCharType="separate"/>
      </w:r>
      <w:r>
        <w:t>11</w:t>
      </w:r>
      <w:r>
        <w:fldChar w:fldCharType="end"/>
      </w:r>
    </w:p>
    <w:p w14:paraId="519D39DA" w14:textId="77777777" w:rsidR="0031418B" w:rsidRDefault="0031418B">
      <w:pPr>
        <w:pStyle w:val="TOC2"/>
        <w:rPr>
          <w:rFonts w:ascii="Calibri" w:eastAsia="Malgun Gothic" w:hAnsi="Calibri"/>
          <w:sz w:val="22"/>
          <w:szCs w:val="22"/>
        </w:rPr>
      </w:pPr>
      <w:r>
        <w:t>5.4</w:t>
      </w:r>
      <w:r>
        <w:rPr>
          <w:rFonts w:ascii="Calibri" w:eastAsia="Malgun Gothic" w:hAnsi="Calibri"/>
          <w:sz w:val="22"/>
          <w:szCs w:val="22"/>
        </w:rPr>
        <w:tab/>
      </w:r>
      <w:r>
        <w:t>Void</w:t>
      </w:r>
      <w:r>
        <w:tab/>
      </w:r>
      <w:r>
        <w:fldChar w:fldCharType="begin" w:fldLock="1"/>
      </w:r>
      <w:r>
        <w:instrText xml:space="preserve"> PAGEREF _Toc503964240 \h </w:instrText>
      </w:r>
      <w:r>
        <w:fldChar w:fldCharType="separate"/>
      </w:r>
      <w:r>
        <w:t>11</w:t>
      </w:r>
      <w:r>
        <w:fldChar w:fldCharType="end"/>
      </w:r>
    </w:p>
    <w:p w14:paraId="17C14101" w14:textId="77777777" w:rsidR="0031418B" w:rsidRDefault="0031418B">
      <w:pPr>
        <w:pStyle w:val="TOC2"/>
        <w:rPr>
          <w:rFonts w:ascii="Calibri" w:eastAsia="Malgun Gothic" w:hAnsi="Calibri"/>
          <w:sz w:val="22"/>
          <w:szCs w:val="22"/>
        </w:rPr>
      </w:pPr>
      <w:r>
        <w:t>5.5</w:t>
      </w:r>
      <w:r>
        <w:rPr>
          <w:rFonts w:ascii="Calibri" w:eastAsia="Malgun Gothic" w:hAnsi="Calibri"/>
          <w:sz w:val="22"/>
          <w:szCs w:val="22"/>
        </w:rPr>
        <w:tab/>
      </w:r>
      <w:r>
        <w:t>Operating bands</w:t>
      </w:r>
      <w:r>
        <w:tab/>
      </w:r>
      <w:r>
        <w:fldChar w:fldCharType="begin" w:fldLock="1"/>
      </w:r>
      <w:r>
        <w:instrText xml:space="preserve"> PAGEREF _Toc503964241 \h </w:instrText>
      </w:r>
      <w:r>
        <w:fldChar w:fldCharType="separate"/>
      </w:r>
      <w:r>
        <w:t>11</w:t>
      </w:r>
      <w:r>
        <w:fldChar w:fldCharType="end"/>
      </w:r>
    </w:p>
    <w:p w14:paraId="6BE790E9" w14:textId="77777777" w:rsidR="0031418B" w:rsidRDefault="0031418B">
      <w:pPr>
        <w:pStyle w:val="TOC2"/>
        <w:rPr>
          <w:rFonts w:ascii="Calibri" w:eastAsia="Malgun Gothic" w:hAnsi="Calibri"/>
          <w:sz w:val="22"/>
          <w:szCs w:val="22"/>
        </w:rPr>
      </w:pPr>
      <w:r>
        <w:t>5.6</w:t>
      </w:r>
      <w:r>
        <w:rPr>
          <w:rFonts w:ascii="Calibri" w:eastAsia="Malgun Gothic" w:hAnsi="Calibri"/>
          <w:sz w:val="22"/>
          <w:szCs w:val="22"/>
        </w:rPr>
        <w:tab/>
      </w:r>
      <w:r>
        <w:t>Channel bandwidth</w:t>
      </w:r>
      <w:r>
        <w:tab/>
      </w:r>
      <w:r>
        <w:fldChar w:fldCharType="begin" w:fldLock="1"/>
      </w:r>
      <w:r>
        <w:instrText xml:space="preserve"> PAGEREF _Toc503964242 \h </w:instrText>
      </w:r>
      <w:r>
        <w:fldChar w:fldCharType="separate"/>
      </w:r>
      <w:r>
        <w:t>11</w:t>
      </w:r>
      <w:r>
        <w:fldChar w:fldCharType="end"/>
      </w:r>
    </w:p>
    <w:p w14:paraId="2DAF3AC6" w14:textId="77777777" w:rsidR="0031418B" w:rsidRDefault="0031418B">
      <w:pPr>
        <w:pStyle w:val="TOC2"/>
        <w:rPr>
          <w:rFonts w:ascii="Calibri" w:eastAsia="Malgun Gothic" w:hAnsi="Calibri"/>
          <w:sz w:val="22"/>
          <w:szCs w:val="22"/>
        </w:rPr>
      </w:pPr>
      <w:r>
        <w:t>5.7</w:t>
      </w:r>
      <w:r>
        <w:rPr>
          <w:rFonts w:ascii="Calibri" w:eastAsia="Malgun Gothic" w:hAnsi="Calibri"/>
          <w:sz w:val="22"/>
          <w:szCs w:val="22"/>
        </w:rPr>
        <w:tab/>
      </w:r>
      <w:r>
        <w:t>Channel arrangement</w:t>
      </w:r>
      <w:r>
        <w:tab/>
      </w:r>
      <w:r>
        <w:fldChar w:fldCharType="begin" w:fldLock="1"/>
      </w:r>
      <w:r>
        <w:instrText xml:space="preserve"> PAGEREF _Toc503964243 \h </w:instrText>
      </w:r>
      <w:r>
        <w:fldChar w:fldCharType="separate"/>
      </w:r>
      <w:r>
        <w:t>12</w:t>
      </w:r>
      <w:r>
        <w:fldChar w:fldCharType="end"/>
      </w:r>
    </w:p>
    <w:p w14:paraId="366E88C9" w14:textId="77777777" w:rsidR="0031418B" w:rsidRDefault="0031418B">
      <w:pPr>
        <w:pStyle w:val="TOC3"/>
        <w:rPr>
          <w:rFonts w:ascii="Calibri" w:eastAsia="Malgun Gothic" w:hAnsi="Calibri"/>
          <w:sz w:val="22"/>
          <w:szCs w:val="22"/>
        </w:rPr>
      </w:pPr>
      <w:r>
        <w:t>5.7.1</w:t>
      </w:r>
      <w:r>
        <w:rPr>
          <w:rFonts w:ascii="Calibri" w:eastAsia="Malgun Gothic" w:hAnsi="Calibri"/>
          <w:sz w:val="22"/>
          <w:szCs w:val="22"/>
        </w:rPr>
        <w:tab/>
      </w:r>
      <w:r>
        <w:t>Channel spacing</w:t>
      </w:r>
      <w:r>
        <w:tab/>
      </w:r>
      <w:r>
        <w:fldChar w:fldCharType="begin" w:fldLock="1"/>
      </w:r>
      <w:r>
        <w:instrText xml:space="preserve"> PAGEREF _Toc503964244 \h </w:instrText>
      </w:r>
      <w:r>
        <w:fldChar w:fldCharType="separate"/>
      </w:r>
      <w:r>
        <w:t>12</w:t>
      </w:r>
      <w:r>
        <w:fldChar w:fldCharType="end"/>
      </w:r>
    </w:p>
    <w:p w14:paraId="49824C1A" w14:textId="77777777" w:rsidR="0031418B" w:rsidRDefault="0031418B">
      <w:pPr>
        <w:pStyle w:val="TOC3"/>
        <w:rPr>
          <w:rFonts w:ascii="Calibri" w:eastAsia="Malgun Gothic" w:hAnsi="Calibri"/>
          <w:sz w:val="22"/>
          <w:szCs w:val="22"/>
        </w:rPr>
      </w:pPr>
      <w:r>
        <w:t>5.7.2</w:t>
      </w:r>
      <w:r>
        <w:rPr>
          <w:rFonts w:ascii="Calibri" w:eastAsia="Malgun Gothic" w:hAnsi="Calibri"/>
          <w:sz w:val="22"/>
          <w:szCs w:val="22"/>
        </w:rPr>
        <w:tab/>
      </w:r>
      <w:r>
        <w:t>Channel raster</w:t>
      </w:r>
      <w:r>
        <w:tab/>
      </w:r>
      <w:r>
        <w:fldChar w:fldCharType="begin" w:fldLock="1"/>
      </w:r>
      <w:r>
        <w:instrText xml:space="preserve"> PAGEREF _Toc503964245 \h </w:instrText>
      </w:r>
      <w:r>
        <w:fldChar w:fldCharType="separate"/>
      </w:r>
      <w:r>
        <w:t>12</w:t>
      </w:r>
      <w:r>
        <w:fldChar w:fldCharType="end"/>
      </w:r>
    </w:p>
    <w:p w14:paraId="26AE6D6B" w14:textId="77777777" w:rsidR="0031418B" w:rsidRDefault="0031418B">
      <w:pPr>
        <w:pStyle w:val="TOC3"/>
        <w:rPr>
          <w:rFonts w:ascii="Calibri" w:eastAsia="Malgun Gothic" w:hAnsi="Calibri"/>
          <w:sz w:val="22"/>
          <w:szCs w:val="22"/>
        </w:rPr>
      </w:pPr>
      <w:r>
        <w:t>5.7.3</w:t>
      </w:r>
      <w:r>
        <w:rPr>
          <w:rFonts w:ascii="Calibri" w:eastAsia="Malgun Gothic" w:hAnsi="Calibri"/>
          <w:sz w:val="22"/>
          <w:szCs w:val="22"/>
        </w:rPr>
        <w:tab/>
      </w:r>
      <w:r>
        <w:t>Carrier frequency and EARFCN</w:t>
      </w:r>
      <w:r>
        <w:tab/>
      </w:r>
      <w:r>
        <w:fldChar w:fldCharType="begin" w:fldLock="1"/>
      </w:r>
      <w:r>
        <w:instrText xml:space="preserve"> PAGEREF _Toc503964246 \h </w:instrText>
      </w:r>
      <w:r>
        <w:fldChar w:fldCharType="separate"/>
      </w:r>
      <w:r>
        <w:t>12</w:t>
      </w:r>
      <w:r>
        <w:fldChar w:fldCharType="end"/>
      </w:r>
    </w:p>
    <w:p w14:paraId="0CA871E6" w14:textId="77777777" w:rsidR="0031418B" w:rsidRDefault="0031418B">
      <w:pPr>
        <w:pStyle w:val="TOC1"/>
        <w:rPr>
          <w:rFonts w:ascii="Calibri" w:eastAsia="Malgun Gothic" w:hAnsi="Calibri"/>
          <w:szCs w:val="22"/>
        </w:rPr>
      </w:pPr>
      <w:r>
        <w:t>6</w:t>
      </w:r>
      <w:r>
        <w:rPr>
          <w:rFonts w:ascii="Calibri" w:eastAsia="Malgun Gothic" w:hAnsi="Calibri"/>
          <w:szCs w:val="22"/>
        </w:rPr>
        <w:tab/>
      </w:r>
      <w:r>
        <w:t>Output power</w:t>
      </w:r>
      <w:r>
        <w:tab/>
      </w:r>
      <w:r>
        <w:fldChar w:fldCharType="begin" w:fldLock="1"/>
      </w:r>
      <w:r>
        <w:instrText xml:space="preserve"> PAGEREF _Toc503964247 \h </w:instrText>
      </w:r>
      <w:r>
        <w:fldChar w:fldCharType="separate"/>
      </w:r>
      <w:r>
        <w:t>13</w:t>
      </w:r>
      <w:r>
        <w:fldChar w:fldCharType="end"/>
      </w:r>
    </w:p>
    <w:p w14:paraId="352637BB" w14:textId="77777777" w:rsidR="0031418B" w:rsidRDefault="0031418B">
      <w:pPr>
        <w:pStyle w:val="TOC2"/>
        <w:rPr>
          <w:rFonts w:ascii="Calibri" w:eastAsia="Malgun Gothic" w:hAnsi="Calibri"/>
          <w:sz w:val="22"/>
          <w:szCs w:val="22"/>
        </w:rPr>
      </w:pPr>
      <w:r>
        <w:t>6.1</w:t>
      </w:r>
      <w:r>
        <w:rPr>
          <w:rFonts w:ascii="Calibri" w:eastAsia="Malgun Gothic" w:hAnsi="Calibri"/>
          <w:sz w:val="22"/>
          <w:szCs w:val="22"/>
        </w:rPr>
        <w:tab/>
      </w:r>
      <w:r>
        <w:t>Minimum requirement</w:t>
      </w:r>
      <w:r>
        <w:tab/>
      </w:r>
      <w:r>
        <w:fldChar w:fldCharType="begin" w:fldLock="1"/>
      </w:r>
      <w:r>
        <w:instrText xml:space="preserve"> PAGEREF _Toc503964248 \h </w:instrText>
      </w:r>
      <w:r>
        <w:fldChar w:fldCharType="separate"/>
      </w:r>
      <w:r>
        <w:t>14</w:t>
      </w:r>
      <w:r>
        <w:fldChar w:fldCharType="end"/>
      </w:r>
    </w:p>
    <w:p w14:paraId="1634DD19" w14:textId="77777777" w:rsidR="0031418B" w:rsidRDefault="0031418B">
      <w:pPr>
        <w:pStyle w:val="TOC1"/>
        <w:rPr>
          <w:rFonts w:ascii="Calibri" w:eastAsia="Malgun Gothic" w:hAnsi="Calibri"/>
          <w:szCs w:val="22"/>
        </w:rPr>
      </w:pPr>
      <w:r>
        <w:t>7</w:t>
      </w:r>
      <w:r>
        <w:rPr>
          <w:rFonts w:ascii="Calibri" w:eastAsia="Malgun Gothic" w:hAnsi="Calibri"/>
          <w:szCs w:val="22"/>
        </w:rPr>
        <w:tab/>
      </w:r>
      <w:r>
        <w:t>Frequency stability</w:t>
      </w:r>
      <w:r>
        <w:tab/>
      </w:r>
      <w:r>
        <w:fldChar w:fldCharType="begin" w:fldLock="1"/>
      </w:r>
      <w:r>
        <w:instrText xml:space="preserve"> PAGEREF _Toc503964249 \h </w:instrText>
      </w:r>
      <w:r>
        <w:fldChar w:fldCharType="separate"/>
      </w:r>
      <w:r>
        <w:t>14</w:t>
      </w:r>
      <w:r>
        <w:fldChar w:fldCharType="end"/>
      </w:r>
    </w:p>
    <w:p w14:paraId="0512CB99" w14:textId="77777777" w:rsidR="0031418B" w:rsidRDefault="0031418B">
      <w:pPr>
        <w:pStyle w:val="TOC2"/>
        <w:rPr>
          <w:rFonts w:ascii="Calibri" w:eastAsia="Malgun Gothic" w:hAnsi="Calibri"/>
          <w:sz w:val="22"/>
          <w:szCs w:val="22"/>
        </w:rPr>
      </w:pPr>
      <w:r w:rsidRPr="0031418B">
        <w:t>7.1</w:t>
      </w:r>
      <w:r w:rsidRPr="0031418B">
        <w:rPr>
          <w:rFonts w:ascii="Calibri" w:eastAsia="Malgun Gothic" w:hAnsi="Calibri"/>
          <w:sz w:val="22"/>
          <w:szCs w:val="22"/>
        </w:rPr>
        <w:tab/>
      </w:r>
      <w:r w:rsidRPr="00F61F17">
        <w:rPr>
          <w:rFonts w:cs="v4.1.0"/>
        </w:rPr>
        <w:t>Minimum requirement</w:t>
      </w:r>
      <w:r>
        <w:tab/>
      </w:r>
      <w:r>
        <w:fldChar w:fldCharType="begin" w:fldLock="1"/>
      </w:r>
      <w:r>
        <w:instrText xml:space="preserve"> PAGEREF _Toc503964250 \h </w:instrText>
      </w:r>
      <w:r>
        <w:fldChar w:fldCharType="separate"/>
      </w:r>
      <w:r>
        <w:t>14</w:t>
      </w:r>
      <w:r>
        <w:fldChar w:fldCharType="end"/>
      </w:r>
    </w:p>
    <w:p w14:paraId="3D1952F2" w14:textId="77777777" w:rsidR="0031418B" w:rsidRDefault="0031418B">
      <w:pPr>
        <w:pStyle w:val="TOC1"/>
        <w:rPr>
          <w:rFonts w:ascii="Calibri" w:eastAsia="Malgun Gothic" w:hAnsi="Calibri"/>
          <w:szCs w:val="22"/>
        </w:rPr>
      </w:pPr>
      <w:r>
        <w:t>8</w:t>
      </w:r>
      <w:r>
        <w:rPr>
          <w:rFonts w:ascii="Calibri" w:eastAsia="Malgun Gothic" w:hAnsi="Calibri"/>
          <w:szCs w:val="22"/>
        </w:rPr>
        <w:tab/>
      </w:r>
      <w:r>
        <w:t>Out of band gain</w:t>
      </w:r>
      <w:r>
        <w:tab/>
      </w:r>
      <w:r>
        <w:fldChar w:fldCharType="begin" w:fldLock="1"/>
      </w:r>
      <w:r>
        <w:instrText xml:space="preserve"> PAGEREF _Toc503964251 \h </w:instrText>
      </w:r>
      <w:r>
        <w:fldChar w:fldCharType="separate"/>
      </w:r>
      <w:r>
        <w:t>14</w:t>
      </w:r>
      <w:r>
        <w:fldChar w:fldCharType="end"/>
      </w:r>
    </w:p>
    <w:p w14:paraId="0F8FE7C2" w14:textId="77777777" w:rsidR="0031418B" w:rsidRDefault="0031418B">
      <w:pPr>
        <w:pStyle w:val="TOC2"/>
        <w:rPr>
          <w:rFonts w:ascii="Calibri" w:eastAsia="Malgun Gothic" w:hAnsi="Calibri"/>
          <w:sz w:val="22"/>
          <w:szCs w:val="22"/>
        </w:rPr>
      </w:pPr>
      <w:r w:rsidRPr="0031418B">
        <w:t>8.1</w:t>
      </w:r>
      <w:r w:rsidRPr="0031418B">
        <w:rPr>
          <w:rFonts w:ascii="Calibri" w:eastAsia="Malgun Gothic" w:hAnsi="Calibri"/>
          <w:sz w:val="22"/>
          <w:szCs w:val="22"/>
        </w:rPr>
        <w:tab/>
      </w:r>
      <w:r w:rsidRPr="00F61F17">
        <w:rPr>
          <w:rFonts w:cs="v4.1.0"/>
        </w:rPr>
        <w:t>Minimum requirement</w:t>
      </w:r>
      <w:r>
        <w:tab/>
      </w:r>
      <w:r>
        <w:fldChar w:fldCharType="begin" w:fldLock="1"/>
      </w:r>
      <w:r>
        <w:instrText xml:space="preserve"> PAGEREF _Toc503964252 \h </w:instrText>
      </w:r>
      <w:r>
        <w:fldChar w:fldCharType="separate"/>
      </w:r>
      <w:r>
        <w:t>14</w:t>
      </w:r>
      <w:r>
        <w:fldChar w:fldCharType="end"/>
      </w:r>
    </w:p>
    <w:p w14:paraId="1EBAA8CA" w14:textId="77777777" w:rsidR="0031418B" w:rsidRDefault="0031418B">
      <w:pPr>
        <w:pStyle w:val="TOC1"/>
        <w:rPr>
          <w:rFonts w:ascii="Calibri" w:eastAsia="Malgun Gothic" w:hAnsi="Calibri"/>
          <w:szCs w:val="22"/>
        </w:rPr>
      </w:pPr>
      <w:r>
        <w:t>9</w:t>
      </w:r>
      <w:r>
        <w:rPr>
          <w:rFonts w:ascii="Calibri" w:eastAsia="Malgun Gothic" w:hAnsi="Calibri"/>
          <w:szCs w:val="22"/>
        </w:rPr>
        <w:tab/>
      </w:r>
      <w:r>
        <w:t>Unwanted emissions</w:t>
      </w:r>
      <w:r>
        <w:tab/>
      </w:r>
      <w:r>
        <w:fldChar w:fldCharType="begin" w:fldLock="1"/>
      </w:r>
      <w:r>
        <w:instrText xml:space="preserve"> PAGEREF _Toc503964253 \h </w:instrText>
      </w:r>
      <w:r>
        <w:fldChar w:fldCharType="separate"/>
      </w:r>
      <w:r>
        <w:t>16</w:t>
      </w:r>
      <w:r>
        <w:fldChar w:fldCharType="end"/>
      </w:r>
    </w:p>
    <w:p w14:paraId="79EA0068" w14:textId="77777777" w:rsidR="0031418B" w:rsidRDefault="0031418B">
      <w:pPr>
        <w:pStyle w:val="TOC2"/>
        <w:rPr>
          <w:rFonts w:ascii="Calibri" w:eastAsia="Malgun Gothic" w:hAnsi="Calibri"/>
          <w:sz w:val="22"/>
          <w:szCs w:val="22"/>
        </w:rPr>
      </w:pPr>
      <w:r>
        <w:t>9.1</w:t>
      </w:r>
      <w:r>
        <w:rPr>
          <w:rFonts w:ascii="Calibri" w:eastAsia="Malgun Gothic" w:hAnsi="Calibri"/>
          <w:sz w:val="22"/>
          <w:szCs w:val="22"/>
        </w:rPr>
        <w:tab/>
      </w:r>
      <w:r>
        <w:t>Operating band unwanted emissions</w:t>
      </w:r>
      <w:r>
        <w:tab/>
      </w:r>
      <w:r>
        <w:fldChar w:fldCharType="begin" w:fldLock="1"/>
      </w:r>
      <w:r>
        <w:instrText xml:space="preserve"> PAGEREF _Toc503964254 \h </w:instrText>
      </w:r>
      <w:r>
        <w:fldChar w:fldCharType="separate"/>
      </w:r>
      <w:r>
        <w:t>16</w:t>
      </w:r>
      <w:r>
        <w:fldChar w:fldCharType="end"/>
      </w:r>
    </w:p>
    <w:p w14:paraId="211E8A5F" w14:textId="77777777" w:rsidR="0031418B" w:rsidRDefault="0031418B">
      <w:pPr>
        <w:pStyle w:val="TOC3"/>
        <w:rPr>
          <w:rFonts w:ascii="Calibri" w:eastAsia="Malgun Gothic" w:hAnsi="Calibri"/>
          <w:sz w:val="22"/>
          <w:szCs w:val="22"/>
        </w:rPr>
      </w:pPr>
      <w:r>
        <w:t>9.1.1</w:t>
      </w:r>
      <w:r>
        <w:rPr>
          <w:rFonts w:ascii="Calibri" w:eastAsia="Malgun Gothic" w:hAnsi="Calibri"/>
          <w:sz w:val="22"/>
          <w:szCs w:val="22"/>
        </w:rPr>
        <w:tab/>
      </w:r>
      <w:r>
        <w:t>Operating band unwanted emissions (Category A)</w:t>
      </w:r>
      <w:r>
        <w:tab/>
      </w:r>
      <w:r>
        <w:fldChar w:fldCharType="begin" w:fldLock="1"/>
      </w:r>
      <w:r>
        <w:instrText xml:space="preserve"> PAGEREF _Toc503964255 \h </w:instrText>
      </w:r>
      <w:r>
        <w:fldChar w:fldCharType="separate"/>
      </w:r>
      <w:r>
        <w:t>16</w:t>
      </w:r>
      <w:r>
        <w:fldChar w:fldCharType="end"/>
      </w:r>
    </w:p>
    <w:p w14:paraId="2BAF2A44" w14:textId="77777777" w:rsidR="0031418B" w:rsidRDefault="0031418B">
      <w:pPr>
        <w:pStyle w:val="TOC4"/>
        <w:rPr>
          <w:rFonts w:ascii="Calibri" w:eastAsia="Malgun Gothic" w:hAnsi="Calibri"/>
          <w:sz w:val="22"/>
          <w:szCs w:val="22"/>
        </w:rPr>
      </w:pPr>
      <w:r>
        <w:t>9.1.1.1</w:t>
      </w:r>
      <w:r>
        <w:rPr>
          <w:rFonts w:ascii="Calibri" w:eastAsia="Malgun Gothic" w:hAnsi="Calibri"/>
          <w:sz w:val="22"/>
          <w:szCs w:val="22"/>
        </w:rPr>
        <w:tab/>
      </w:r>
      <w:r>
        <w:t>Minimum Requirements</w:t>
      </w:r>
      <w:r>
        <w:tab/>
      </w:r>
      <w:r>
        <w:fldChar w:fldCharType="begin" w:fldLock="1"/>
      </w:r>
      <w:r>
        <w:instrText xml:space="preserve"> PAGEREF _Toc503964256 \h </w:instrText>
      </w:r>
      <w:r>
        <w:fldChar w:fldCharType="separate"/>
      </w:r>
      <w:r>
        <w:t>16</w:t>
      </w:r>
      <w:r>
        <w:fldChar w:fldCharType="end"/>
      </w:r>
    </w:p>
    <w:p w14:paraId="79F53EAD" w14:textId="77777777" w:rsidR="0031418B" w:rsidRDefault="0031418B">
      <w:pPr>
        <w:pStyle w:val="TOC3"/>
        <w:rPr>
          <w:rFonts w:ascii="Calibri" w:eastAsia="Malgun Gothic" w:hAnsi="Calibri"/>
          <w:sz w:val="22"/>
          <w:szCs w:val="22"/>
        </w:rPr>
      </w:pPr>
      <w:r>
        <w:t>9.1.2</w:t>
      </w:r>
      <w:r>
        <w:rPr>
          <w:rFonts w:ascii="Calibri" w:eastAsia="Malgun Gothic" w:hAnsi="Calibri"/>
          <w:sz w:val="22"/>
          <w:szCs w:val="22"/>
        </w:rPr>
        <w:tab/>
      </w:r>
      <w:r>
        <w:t>Operating band unwanted emissions (Category B)</w:t>
      </w:r>
      <w:r>
        <w:tab/>
      </w:r>
      <w:r>
        <w:fldChar w:fldCharType="begin" w:fldLock="1"/>
      </w:r>
      <w:r>
        <w:instrText xml:space="preserve"> PAGEREF _Toc503964257 \h </w:instrText>
      </w:r>
      <w:r>
        <w:fldChar w:fldCharType="separate"/>
      </w:r>
      <w:r>
        <w:t>18</w:t>
      </w:r>
      <w:r>
        <w:fldChar w:fldCharType="end"/>
      </w:r>
    </w:p>
    <w:p w14:paraId="50727A18" w14:textId="77777777" w:rsidR="0031418B" w:rsidRDefault="0031418B">
      <w:pPr>
        <w:pStyle w:val="TOC4"/>
        <w:rPr>
          <w:rFonts w:ascii="Calibri" w:eastAsia="Malgun Gothic" w:hAnsi="Calibri"/>
          <w:sz w:val="22"/>
          <w:szCs w:val="22"/>
        </w:rPr>
      </w:pPr>
      <w:r>
        <w:t>9.1.2.1</w:t>
      </w:r>
      <w:r>
        <w:rPr>
          <w:rFonts w:ascii="Calibri" w:eastAsia="Malgun Gothic" w:hAnsi="Calibri"/>
          <w:sz w:val="22"/>
          <w:szCs w:val="22"/>
        </w:rPr>
        <w:tab/>
      </w:r>
      <w:r>
        <w:t>Minimum Requirement</w:t>
      </w:r>
      <w:r>
        <w:tab/>
      </w:r>
      <w:r>
        <w:fldChar w:fldCharType="begin" w:fldLock="1"/>
      </w:r>
      <w:r>
        <w:instrText xml:space="preserve"> PAGEREF _Toc503964258 \h </w:instrText>
      </w:r>
      <w:r>
        <w:fldChar w:fldCharType="separate"/>
      </w:r>
      <w:r>
        <w:t>18</w:t>
      </w:r>
      <w:r>
        <w:fldChar w:fldCharType="end"/>
      </w:r>
    </w:p>
    <w:p w14:paraId="52C2BF50" w14:textId="77777777" w:rsidR="0031418B" w:rsidRDefault="0031418B">
      <w:pPr>
        <w:pStyle w:val="TOC5"/>
        <w:rPr>
          <w:rFonts w:ascii="Calibri" w:eastAsia="Malgun Gothic" w:hAnsi="Calibri"/>
          <w:sz w:val="22"/>
          <w:szCs w:val="22"/>
        </w:rPr>
      </w:pPr>
      <w:r>
        <w:t>9.1.2.1.1</w:t>
      </w:r>
      <w:r>
        <w:rPr>
          <w:rFonts w:ascii="Calibri" w:eastAsia="Malgun Gothic" w:hAnsi="Calibri"/>
          <w:sz w:val="22"/>
          <w:szCs w:val="22"/>
        </w:rPr>
        <w:tab/>
      </w:r>
      <w:r>
        <w:t>Category B</w:t>
      </w:r>
      <w:r>
        <w:rPr>
          <w:lang w:eastAsia="zh-CN"/>
        </w:rPr>
        <w:t xml:space="preserve"> requirements (Option 1)</w:t>
      </w:r>
      <w:r>
        <w:tab/>
      </w:r>
      <w:r>
        <w:fldChar w:fldCharType="begin" w:fldLock="1"/>
      </w:r>
      <w:r>
        <w:instrText xml:space="preserve"> PAGEREF _Toc503964259 \h </w:instrText>
      </w:r>
      <w:r>
        <w:fldChar w:fldCharType="separate"/>
      </w:r>
      <w:r>
        <w:t>18</w:t>
      </w:r>
      <w:r>
        <w:fldChar w:fldCharType="end"/>
      </w:r>
    </w:p>
    <w:p w14:paraId="14323CAD" w14:textId="77777777" w:rsidR="0031418B" w:rsidRDefault="0031418B">
      <w:pPr>
        <w:pStyle w:val="TOC5"/>
        <w:rPr>
          <w:rFonts w:ascii="Calibri" w:eastAsia="Malgun Gothic" w:hAnsi="Calibri"/>
          <w:sz w:val="22"/>
          <w:szCs w:val="22"/>
        </w:rPr>
      </w:pPr>
      <w:r>
        <w:t>9.1.2.1.2</w:t>
      </w:r>
      <w:r>
        <w:rPr>
          <w:rFonts w:ascii="Calibri" w:eastAsia="Malgun Gothic" w:hAnsi="Calibri"/>
          <w:sz w:val="22"/>
          <w:szCs w:val="22"/>
        </w:rPr>
        <w:tab/>
      </w:r>
      <w:r>
        <w:t>Category B</w:t>
      </w:r>
      <w:r>
        <w:rPr>
          <w:lang w:eastAsia="zh-CN"/>
        </w:rPr>
        <w:t xml:space="preserve"> requirements (Option 2)</w:t>
      </w:r>
      <w:r>
        <w:tab/>
      </w:r>
      <w:r>
        <w:fldChar w:fldCharType="begin" w:fldLock="1"/>
      </w:r>
      <w:r>
        <w:instrText xml:space="preserve"> PAGEREF _Toc503964260 \h </w:instrText>
      </w:r>
      <w:r>
        <w:fldChar w:fldCharType="separate"/>
      </w:r>
      <w:r>
        <w:t>21</w:t>
      </w:r>
      <w:r>
        <w:fldChar w:fldCharType="end"/>
      </w:r>
    </w:p>
    <w:p w14:paraId="664E7FCE" w14:textId="77777777" w:rsidR="0031418B" w:rsidRDefault="0031418B">
      <w:pPr>
        <w:pStyle w:val="TOC3"/>
        <w:rPr>
          <w:rFonts w:ascii="Calibri" w:eastAsia="Malgun Gothic" w:hAnsi="Calibri"/>
          <w:sz w:val="22"/>
          <w:szCs w:val="22"/>
        </w:rPr>
      </w:pPr>
      <w:r>
        <w:t>9.1.3</w:t>
      </w:r>
      <w:r>
        <w:rPr>
          <w:rFonts w:ascii="Calibri" w:eastAsia="Malgun Gothic" w:hAnsi="Calibri"/>
          <w:sz w:val="22"/>
          <w:szCs w:val="22"/>
        </w:rPr>
        <w:tab/>
      </w:r>
      <w:r>
        <w:t>Additional requirements</w:t>
      </w:r>
      <w:r>
        <w:tab/>
      </w:r>
      <w:r>
        <w:fldChar w:fldCharType="begin" w:fldLock="1"/>
      </w:r>
      <w:r>
        <w:instrText xml:space="preserve"> PAGEREF _Toc503964261 \h </w:instrText>
      </w:r>
      <w:r>
        <w:fldChar w:fldCharType="separate"/>
      </w:r>
      <w:r>
        <w:t>22</w:t>
      </w:r>
      <w:r>
        <w:fldChar w:fldCharType="end"/>
      </w:r>
    </w:p>
    <w:p w14:paraId="6C89DC32" w14:textId="77777777" w:rsidR="0031418B" w:rsidRDefault="0031418B">
      <w:pPr>
        <w:pStyle w:val="TOC3"/>
        <w:rPr>
          <w:rFonts w:ascii="Calibri" w:eastAsia="Malgun Gothic" w:hAnsi="Calibri"/>
          <w:sz w:val="22"/>
          <w:szCs w:val="22"/>
        </w:rPr>
      </w:pPr>
      <w:r>
        <w:t>9.1.4.</w:t>
      </w:r>
      <w:r>
        <w:rPr>
          <w:rFonts w:ascii="Calibri" w:eastAsia="Malgun Gothic" w:hAnsi="Calibri"/>
          <w:sz w:val="22"/>
          <w:szCs w:val="22"/>
        </w:rPr>
        <w:tab/>
      </w:r>
      <w:r>
        <w:t>Protection of the BS receiver in the operating band</w:t>
      </w:r>
      <w:r>
        <w:tab/>
      </w:r>
      <w:r>
        <w:fldChar w:fldCharType="begin" w:fldLock="1"/>
      </w:r>
      <w:r>
        <w:instrText xml:space="preserve"> PAGEREF _Toc503964262 \h </w:instrText>
      </w:r>
      <w:r>
        <w:fldChar w:fldCharType="separate"/>
      </w:r>
      <w:r>
        <w:t>25</w:t>
      </w:r>
      <w:r>
        <w:fldChar w:fldCharType="end"/>
      </w:r>
    </w:p>
    <w:p w14:paraId="7FD16C9C" w14:textId="77777777" w:rsidR="0031418B" w:rsidRDefault="0031418B">
      <w:pPr>
        <w:pStyle w:val="TOC4"/>
        <w:rPr>
          <w:rFonts w:ascii="Calibri" w:eastAsia="Malgun Gothic" w:hAnsi="Calibri"/>
          <w:sz w:val="22"/>
          <w:szCs w:val="22"/>
        </w:rPr>
      </w:pPr>
      <w:r>
        <w:t>9.1.4.1</w:t>
      </w:r>
      <w:r>
        <w:rPr>
          <w:rFonts w:ascii="Calibri" w:eastAsia="Malgun Gothic" w:hAnsi="Calibri"/>
          <w:sz w:val="22"/>
          <w:szCs w:val="22"/>
        </w:rPr>
        <w:tab/>
      </w:r>
      <w:r>
        <w:t>Minimum Requirement</w:t>
      </w:r>
      <w:r>
        <w:tab/>
      </w:r>
      <w:r>
        <w:fldChar w:fldCharType="begin" w:fldLock="1"/>
      </w:r>
      <w:r>
        <w:instrText xml:space="preserve"> PAGEREF _Toc503964263 \h </w:instrText>
      </w:r>
      <w:r>
        <w:fldChar w:fldCharType="separate"/>
      </w:r>
      <w:r>
        <w:t>25</w:t>
      </w:r>
      <w:r>
        <w:fldChar w:fldCharType="end"/>
      </w:r>
    </w:p>
    <w:p w14:paraId="2040A605" w14:textId="77777777" w:rsidR="0031418B" w:rsidRDefault="0031418B">
      <w:pPr>
        <w:pStyle w:val="TOC2"/>
        <w:rPr>
          <w:rFonts w:ascii="Calibri" w:eastAsia="Malgun Gothic" w:hAnsi="Calibri"/>
          <w:sz w:val="22"/>
          <w:szCs w:val="22"/>
        </w:rPr>
      </w:pPr>
      <w:r>
        <w:t>9.2</w:t>
      </w:r>
      <w:r>
        <w:rPr>
          <w:rFonts w:ascii="Calibri" w:eastAsia="Malgun Gothic" w:hAnsi="Calibri"/>
          <w:sz w:val="22"/>
          <w:szCs w:val="22"/>
        </w:rPr>
        <w:tab/>
      </w:r>
      <w:r>
        <w:t>Spurious emissions</w:t>
      </w:r>
      <w:r>
        <w:tab/>
      </w:r>
      <w:r>
        <w:fldChar w:fldCharType="begin" w:fldLock="1"/>
      </w:r>
      <w:r>
        <w:instrText xml:space="preserve"> PAGEREF _Toc503964264 \h </w:instrText>
      </w:r>
      <w:r>
        <w:fldChar w:fldCharType="separate"/>
      </w:r>
      <w:r>
        <w:t>26</w:t>
      </w:r>
      <w:r>
        <w:fldChar w:fldCharType="end"/>
      </w:r>
    </w:p>
    <w:p w14:paraId="6B2DBF57" w14:textId="77777777" w:rsidR="0031418B" w:rsidRDefault="0031418B">
      <w:pPr>
        <w:pStyle w:val="TOC3"/>
        <w:rPr>
          <w:rFonts w:ascii="Calibri" w:eastAsia="Malgun Gothic" w:hAnsi="Calibri"/>
          <w:sz w:val="22"/>
          <w:szCs w:val="22"/>
        </w:rPr>
      </w:pPr>
      <w:r>
        <w:t>9.2.1</w:t>
      </w:r>
      <w:r>
        <w:rPr>
          <w:rFonts w:ascii="Calibri" w:eastAsia="Malgun Gothic" w:hAnsi="Calibri"/>
          <w:sz w:val="22"/>
          <w:szCs w:val="22"/>
        </w:rPr>
        <w:tab/>
      </w:r>
      <w:r>
        <w:t>Mandatory requirements</w:t>
      </w:r>
      <w:r>
        <w:tab/>
      </w:r>
      <w:r>
        <w:fldChar w:fldCharType="begin" w:fldLock="1"/>
      </w:r>
      <w:r>
        <w:instrText xml:space="preserve"> PAGEREF _Toc503964265 \h </w:instrText>
      </w:r>
      <w:r>
        <w:fldChar w:fldCharType="separate"/>
      </w:r>
      <w:r>
        <w:t>26</w:t>
      </w:r>
      <w:r>
        <w:fldChar w:fldCharType="end"/>
      </w:r>
    </w:p>
    <w:p w14:paraId="55126F48" w14:textId="77777777" w:rsidR="0031418B" w:rsidRDefault="0031418B">
      <w:pPr>
        <w:pStyle w:val="TOC4"/>
        <w:rPr>
          <w:rFonts w:ascii="Calibri" w:eastAsia="Malgun Gothic" w:hAnsi="Calibri"/>
          <w:sz w:val="22"/>
          <w:szCs w:val="22"/>
        </w:rPr>
      </w:pPr>
      <w:r>
        <w:t>9.2.1.1</w:t>
      </w:r>
      <w:r>
        <w:rPr>
          <w:rFonts w:ascii="Calibri" w:eastAsia="Malgun Gothic" w:hAnsi="Calibri"/>
          <w:sz w:val="22"/>
          <w:szCs w:val="22"/>
        </w:rPr>
        <w:tab/>
      </w:r>
      <w:r>
        <w:t>Spurious emissions (Category A)</w:t>
      </w:r>
      <w:r>
        <w:tab/>
      </w:r>
      <w:r>
        <w:fldChar w:fldCharType="begin" w:fldLock="1"/>
      </w:r>
      <w:r>
        <w:instrText xml:space="preserve"> PAGEREF _Toc503964266 \h </w:instrText>
      </w:r>
      <w:r>
        <w:fldChar w:fldCharType="separate"/>
      </w:r>
      <w:r>
        <w:t>26</w:t>
      </w:r>
      <w:r>
        <w:fldChar w:fldCharType="end"/>
      </w:r>
    </w:p>
    <w:p w14:paraId="3F43EE9B" w14:textId="77777777" w:rsidR="0031418B" w:rsidRDefault="0031418B">
      <w:pPr>
        <w:pStyle w:val="TOC5"/>
        <w:rPr>
          <w:rFonts w:ascii="Calibri" w:eastAsia="Malgun Gothic" w:hAnsi="Calibri"/>
          <w:sz w:val="22"/>
          <w:szCs w:val="22"/>
        </w:rPr>
      </w:pPr>
      <w:r>
        <w:t>9.2.1.1.1</w:t>
      </w:r>
      <w:r>
        <w:rPr>
          <w:rFonts w:ascii="Calibri" w:eastAsia="Malgun Gothic" w:hAnsi="Calibri"/>
          <w:sz w:val="22"/>
          <w:szCs w:val="22"/>
        </w:rPr>
        <w:tab/>
      </w:r>
      <w:r>
        <w:t>Minimum Requirement</w:t>
      </w:r>
      <w:r>
        <w:tab/>
      </w:r>
      <w:r>
        <w:fldChar w:fldCharType="begin" w:fldLock="1"/>
      </w:r>
      <w:r>
        <w:instrText xml:space="preserve"> PAGEREF _Toc503964267 \h </w:instrText>
      </w:r>
      <w:r>
        <w:fldChar w:fldCharType="separate"/>
      </w:r>
      <w:r>
        <w:t>26</w:t>
      </w:r>
      <w:r>
        <w:fldChar w:fldCharType="end"/>
      </w:r>
    </w:p>
    <w:p w14:paraId="2C2574CB" w14:textId="77777777" w:rsidR="0031418B" w:rsidRDefault="0031418B">
      <w:pPr>
        <w:pStyle w:val="TOC4"/>
        <w:rPr>
          <w:rFonts w:ascii="Calibri" w:eastAsia="Malgun Gothic" w:hAnsi="Calibri"/>
          <w:sz w:val="22"/>
          <w:szCs w:val="22"/>
        </w:rPr>
      </w:pPr>
      <w:r>
        <w:t>9.2.1.2</w:t>
      </w:r>
      <w:r>
        <w:rPr>
          <w:rFonts w:ascii="Calibri" w:eastAsia="Malgun Gothic" w:hAnsi="Calibri"/>
          <w:sz w:val="22"/>
          <w:szCs w:val="22"/>
        </w:rPr>
        <w:tab/>
      </w:r>
      <w:r>
        <w:t>Spurious emissions (Category B)</w:t>
      </w:r>
      <w:r>
        <w:tab/>
      </w:r>
      <w:r>
        <w:fldChar w:fldCharType="begin" w:fldLock="1"/>
      </w:r>
      <w:r>
        <w:instrText xml:space="preserve"> PAGEREF _Toc503964268 \h </w:instrText>
      </w:r>
      <w:r>
        <w:fldChar w:fldCharType="separate"/>
      </w:r>
      <w:r>
        <w:t>27</w:t>
      </w:r>
      <w:r>
        <w:fldChar w:fldCharType="end"/>
      </w:r>
    </w:p>
    <w:p w14:paraId="33FE6A56" w14:textId="77777777" w:rsidR="0031418B" w:rsidRDefault="0031418B">
      <w:pPr>
        <w:pStyle w:val="TOC5"/>
        <w:rPr>
          <w:rFonts w:ascii="Calibri" w:eastAsia="Malgun Gothic" w:hAnsi="Calibri"/>
          <w:sz w:val="22"/>
          <w:szCs w:val="22"/>
        </w:rPr>
      </w:pPr>
      <w:r>
        <w:t>9.2.1.2.1</w:t>
      </w:r>
      <w:r>
        <w:rPr>
          <w:rFonts w:ascii="Calibri" w:eastAsia="Malgun Gothic" w:hAnsi="Calibri"/>
          <w:sz w:val="22"/>
          <w:szCs w:val="22"/>
        </w:rPr>
        <w:tab/>
      </w:r>
      <w:r>
        <w:t>Minimum Requirement</w:t>
      </w:r>
      <w:r>
        <w:tab/>
      </w:r>
      <w:r>
        <w:fldChar w:fldCharType="begin" w:fldLock="1"/>
      </w:r>
      <w:r>
        <w:instrText xml:space="preserve"> PAGEREF _Toc503964269 \h </w:instrText>
      </w:r>
      <w:r>
        <w:fldChar w:fldCharType="separate"/>
      </w:r>
      <w:r>
        <w:t>27</w:t>
      </w:r>
      <w:r>
        <w:fldChar w:fldCharType="end"/>
      </w:r>
    </w:p>
    <w:p w14:paraId="42422FDF" w14:textId="77777777" w:rsidR="0031418B" w:rsidRDefault="0031418B">
      <w:pPr>
        <w:pStyle w:val="TOC3"/>
        <w:rPr>
          <w:rFonts w:ascii="Calibri" w:eastAsia="Malgun Gothic" w:hAnsi="Calibri"/>
          <w:sz w:val="22"/>
          <w:szCs w:val="22"/>
        </w:rPr>
      </w:pPr>
      <w:r>
        <w:t>9.2.2</w:t>
      </w:r>
      <w:r>
        <w:rPr>
          <w:rFonts w:ascii="Calibri" w:eastAsia="Malgun Gothic" w:hAnsi="Calibri"/>
          <w:sz w:val="22"/>
          <w:szCs w:val="22"/>
        </w:rPr>
        <w:tab/>
      </w:r>
      <w:r>
        <w:t>Co-existence with other systems in the same geographical area</w:t>
      </w:r>
      <w:r>
        <w:tab/>
      </w:r>
      <w:r>
        <w:fldChar w:fldCharType="begin" w:fldLock="1"/>
      </w:r>
      <w:r>
        <w:instrText xml:space="preserve"> PAGEREF _Toc503964270 \h </w:instrText>
      </w:r>
      <w:r>
        <w:fldChar w:fldCharType="separate"/>
      </w:r>
      <w:r>
        <w:t>27</w:t>
      </w:r>
      <w:r>
        <w:fldChar w:fldCharType="end"/>
      </w:r>
    </w:p>
    <w:p w14:paraId="0033548F" w14:textId="77777777" w:rsidR="0031418B" w:rsidRDefault="0031418B">
      <w:pPr>
        <w:pStyle w:val="TOC4"/>
        <w:rPr>
          <w:rFonts w:ascii="Calibri" w:eastAsia="Malgun Gothic" w:hAnsi="Calibri"/>
          <w:sz w:val="22"/>
          <w:szCs w:val="22"/>
        </w:rPr>
      </w:pPr>
      <w:r>
        <w:t>9.2.2.1</w:t>
      </w:r>
      <w:r>
        <w:rPr>
          <w:rFonts w:ascii="Calibri" w:eastAsia="Malgun Gothic" w:hAnsi="Calibri"/>
          <w:sz w:val="22"/>
          <w:szCs w:val="22"/>
        </w:rPr>
        <w:tab/>
      </w:r>
      <w:r>
        <w:t>Minimum requirement</w:t>
      </w:r>
      <w:r>
        <w:tab/>
      </w:r>
      <w:r>
        <w:fldChar w:fldCharType="begin" w:fldLock="1"/>
      </w:r>
      <w:r>
        <w:instrText xml:space="preserve"> PAGEREF _Toc503964271 \h </w:instrText>
      </w:r>
      <w:r>
        <w:fldChar w:fldCharType="separate"/>
      </w:r>
      <w:r>
        <w:t>27</w:t>
      </w:r>
      <w:r>
        <w:fldChar w:fldCharType="end"/>
      </w:r>
    </w:p>
    <w:p w14:paraId="4C3F9D8F" w14:textId="77777777" w:rsidR="0031418B" w:rsidRDefault="0031418B">
      <w:pPr>
        <w:pStyle w:val="TOC3"/>
        <w:rPr>
          <w:rFonts w:ascii="Calibri" w:eastAsia="Malgun Gothic" w:hAnsi="Calibri"/>
          <w:sz w:val="22"/>
          <w:szCs w:val="22"/>
        </w:rPr>
      </w:pPr>
      <w:r>
        <w:t>9.2.3</w:t>
      </w:r>
      <w:r>
        <w:rPr>
          <w:rFonts w:ascii="Calibri" w:eastAsia="Malgun Gothic" w:hAnsi="Calibri"/>
          <w:sz w:val="22"/>
          <w:szCs w:val="22"/>
        </w:rPr>
        <w:tab/>
      </w:r>
      <w:r>
        <w:t>Co-location with base stations</w:t>
      </w:r>
      <w:r>
        <w:tab/>
      </w:r>
      <w:r>
        <w:fldChar w:fldCharType="begin" w:fldLock="1"/>
      </w:r>
      <w:r>
        <w:instrText xml:space="preserve"> PAGEREF _Toc503964272 \h </w:instrText>
      </w:r>
      <w:r>
        <w:fldChar w:fldCharType="separate"/>
      </w:r>
      <w:r>
        <w:t>33</w:t>
      </w:r>
      <w:r>
        <w:fldChar w:fldCharType="end"/>
      </w:r>
    </w:p>
    <w:p w14:paraId="3F8C45DA" w14:textId="77777777" w:rsidR="0031418B" w:rsidRDefault="0031418B">
      <w:pPr>
        <w:pStyle w:val="TOC4"/>
        <w:rPr>
          <w:rFonts w:ascii="Calibri" w:eastAsia="Malgun Gothic" w:hAnsi="Calibri"/>
          <w:sz w:val="22"/>
          <w:szCs w:val="22"/>
        </w:rPr>
      </w:pPr>
      <w:r>
        <w:t>9.2.3.1</w:t>
      </w:r>
      <w:r>
        <w:rPr>
          <w:rFonts w:ascii="Calibri" w:eastAsia="Malgun Gothic" w:hAnsi="Calibri"/>
          <w:sz w:val="22"/>
          <w:szCs w:val="22"/>
        </w:rPr>
        <w:tab/>
      </w:r>
      <w:r>
        <w:t>Minimum Requirements</w:t>
      </w:r>
      <w:r>
        <w:tab/>
      </w:r>
      <w:r>
        <w:fldChar w:fldCharType="begin" w:fldLock="1"/>
      </w:r>
      <w:r>
        <w:instrText xml:space="preserve"> PAGEREF _Toc503964273 \h </w:instrText>
      </w:r>
      <w:r>
        <w:fldChar w:fldCharType="separate"/>
      </w:r>
      <w:r>
        <w:t>34</w:t>
      </w:r>
      <w:r>
        <w:fldChar w:fldCharType="end"/>
      </w:r>
    </w:p>
    <w:p w14:paraId="03608854" w14:textId="77777777" w:rsidR="0031418B" w:rsidRDefault="0031418B">
      <w:pPr>
        <w:pStyle w:val="TOC1"/>
        <w:rPr>
          <w:rFonts w:ascii="Calibri" w:eastAsia="Malgun Gothic" w:hAnsi="Calibri"/>
          <w:szCs w:val="22"/>
        </w:rPr>
      </w:pPr>
      <w:r>
        <w:t>10</w:t>
      </w:r>
      <w:r>
        <w:rPr>
          <w:rFonts w:ascii="Calibri" w:eastAsia="Malgun Gothic" w:hAnsi="Calibri"/>
          <w:szCs w:val="22"/>
        </w:rPr>
        <w:tab/>
      </w:r>
      <w:r>
        <w:t>Error Vector Magnitude</w:t>
      </w:r>
      <w:r>
        <w:tab/>
      </w:r>
      <w:r>
        <w:fldChar w:fldCharType="begin" w:fldLock="1"/>
      </w:r>
      <w:r>
        <w:instrText xml:space="preserve"> PAGEREF _Toc503964274 \h </w:instrText>
      </w:r>
      <w:r>
        <w:fldChar w:fldCharType="separate"/>
      </w:r>
      <w:r>
        <w:t>39</w:t>
      </w:r>
      <w:r>
        <w:fldChar w:fldCharType="end"/>
      </w:r>
    </w:p>
    <w:p w14:paraId="295AA09C" w14:textId="77777777" w:rsidR="0031418B" w:rsidRDefault="0031418B">
      <w:pPr>
        <w:pStyle w:val="TOC2"/>
        <w:rPr>
          <w:rFonts w:ascii="Calibri" w:eastAsia="Malgun Gothic" w:hAnsi="Calibri"/>
          <w:sz w:val="22"/>
          <w:szCs w:val="22"/>
        </w:rPr>
      </w:pPr>
      <w:r>
        <w:t>10.1</w:t>
      </w:r>
      <w:r>
        <w:rPr>
          <w:rFonts w:ascii="Calibri" w:eastAsia="Malgun Gothic" w:hAnsi="Calibri"/>
          <w:sz w:val="22"/>
          <w:szCs w:val="22"/>
        </w:rPr>
        <w:tab/>
      </w:r>
      <w:r>
        <w:t>Downlink Error Vector Magnitude</w:t>
      </w:r>
      <w:r>
        <w:tab/>
      </w:r>
      <w:r>
        <w:fldChar w:fldCharType="begin" w:fldLock="1"/>
      </w:r>
      <w:r>
        <w:instrText xml:space="preserve"> PAGEREF _Toc503964275 \h </w:instrText>
      </w:r>
      <w:r>
        <w:fldChar w:fldCharType="separate"/>
      </w:r>
      <w:r>
        <w:t>39</w:t>
      </w:r>
      <w:r>
        <w:fldChar w:fldCharType="end"/>
      </w:r>
    </w:p>
    <w:p w14:paraId="14D04CF4" w14:textId="77777777" w:rsidR="0031418B" w:rsidRDefault="0031418B">
      <w:pPr>
        <w:pStyle w:val="TOC3"/>
        <w:rPr>
          <w:rFonts w:ascii="Calibri" w:eastAsia="Malgun Gothic" w:hAnsi="Calibri"/>
          <w:sz w:val="22"/>
          <w:szCs w:val="22"/>
        </w:rPr>
      </w:pPr>
      <w:r>
        <w:t>10.1.1</w:t>
      </w:r>
      <w:r>
        <w:rPr>
          <w:rFonts w:ascii="Calibri" w:eastAsia="Malgun Gothic" w:hAnsi="Calibri"/>
          <w:sz w:val="22"/>
          <w:szCs w:val="22"/>
        </w:rPr>
        <w:tab/>
      </w:r>
      <w:r>
        <w:t>Minimum requirement</w:t>
      </w:r>
      <w:r>
        <w:tab/>
      </w:r>
      <w:r>
        <w:fldChar w:fldCharType="begin" w:fldLock="1"/>
      </w:r>
      <w:r>
        <w:instrText xml:space="preserve"> PAGEREF _Toc503964276 \h </w:instrText>
      </w:r>
      <w:r>
        <w:fldChar w:fldCharType="separate"/>
      </w:r>
      <w:r>
        <w:t>39</w:t>
      </w:r>
      <w:r>
        <w:fldChar w:fldCharType="end"/>
      </w:r>
    </w:p>
    <w:p w14:paraId="1624DCAC" w14:textId="77777777" w:rsidR="0031418B" w:rsidRDefault="0031418B">
      <w:pPr>
        <w:pStyle w:val="TOC2"/>
        <w:rPr>
          <w:rFonts w:ascii="Calibri" w:eastAsia="Malgun Gothic" w:hAnsi="Calibri"/>
          <w:sz w:val="22"/>
          <w:szCs w:val="22"/>
        </w:rPr>
      </w:pPr>
      <w:r>
        <w:t>10.2</w:t>
      </w:r>
      <w:r>
        <w:rPr>
          <w:rFonts w:ascii="Calibri" w:eastAsia="Malgun Gothic" w:hAnsi="Calibri"/>
          <w:sz w:val="22"/>
          <w:szCs w:val="22"/>
        </w:rPr>
        <w:tab/>
      </w:r>
      <w:r>
        <w:t>Uplink Error Vector Magnitude</w:t>
      </w:r>
      <w:r>
        <w:tab/>
      </w:r>
      <w:r>
        <w:fldChar w:fldCharType="begin" w:fldLock="1"/>
      </w:r>
      <w:r>
        <w:instrText xml:space="preserve"> PAGEREF _Toc503964277 \h </w:instrText>
      </w:r>
      <w:r>
        <w:fldChar w:fldCharType="separate"/>
      </w:r>
      <w:r>
        <w:t>39</w:t>
      </w:r>
      <w:r>
        <w:fldChar w:fldCharType="end"/>
      </w:r>
    </w:p>
    <w:p w14:paraId="1F327686" w14:textId="77777777" w:rsidR="0031418B" w:rsidRDefault="0031418B">
      <w:pPr>
        <w:pStyle w:val="TOC3"/>
        <w:rPr>
          <w:rFonts w:ascii="Calibri" w:eastAsia="Malgun Gothic" w:hAnsi="Calibri"/>
          <w:sz w:val="22"/>
          <w:szCs w:val="22"/>
        </w:rPr>
      </w:pPr>
      <w:r>
        <w:lastRenderedPageBreak/>
        <w:t>10.2.1</w:t>
      </w:r>
      <w:r>
        <w:rPr>
          <w:rFonts w:ascii="Calibri" w:eastAsia="Malgun Gothic" w:hAnsi="Calibri"/>
          <w:sz w:val="22"/>
          <w:szCs w:val="22"/>
        </w:rPr>
        <w:tab/>
      </w:r>
      <w:r>
        <w:t>Minimum requirement</w:t>
      </w:r>
      <w:r>
        <w:tab/>
      </w:r>
      <w:r>
        <w:fldChar w:fldCharType="begin" w:fldLock="1"/>
      </w:r>
      <w:r>
        <w:instrText xml:space="preserve"> PAGEREF _Toc503964278 \h </w:instrText>
      </w:r>
      <w:r>
        <w:fldChar w:fldCharType="separate"/>
      </w:r>
      <w:r>
        <w:t>40</w:t>
      </w:r>
      <w:r>
        <w:fldChar w:fldCharType="end"/>
      </w:r>
    </w:p>
    <w:p w14:paraId="6DF9A375" w14:textId="77777777" w:rsidR="0031418B" w:rsidRDefault="0031418B">
      <w:pPr>
        <w:pStyle w:val="TOC1"/>
        <w:rPr>
          <w:rFonts w:ascii="Calibri" w:eastAsia="Malgun Gothic" w:hAnsi="Calibri"/>
          <w:szCs w:val="22"/>
        </w:rPr>
      </w:pPr>
      <w:r>
        <w:t>11</w:t>
      </w:r>
      <w:r>
        <w:rPr>
          <w:rFonts w:ascii="Calibri" w:eastAsia="Malgun Gothic" w:hAnsi="Calibri"/>
          <w:szCs w:val="22"/>
        </w:rPr>
        <w:tab/>
      </w:r>
      <w:r>
        <w:t>Input Intermodulation</w:t>
      </w:r>
      <w:r>
        <w:tab/>
      </w:r>
      <w:r>
        <w:fldChar w:fldCharType="begin" w:fldLock="1"/>
      </w:r>
      <w:r>
        <w:instrText xml:space="preserve"> PAGEREF _Toc503964279 \h </w:instrText>
      </w:r>
      <w:r>
        <w:fldChar w:fldCharType="separate"/>
      </w:r>
      <w:r>
        <w:t>40</w:t>
      </w:r>
      <w:r>
        <w:fldChar w:fldCharType="end"/>
      </w:r>
    </w:p>
    <w:p w14:paraId="1D00A2DC" w14:textId="77777777" w:rsidR="0031418B" w:rsidRDefault="0031418B">
      <w:pPr>
        <w:pStyle w:val="TOC2"/>
        <w:rPr>
          <w:rFonts w:ascii="Calibri" w:eastAsia="Malgun Gothic" w:hAnsi="Calibri"/>
          <w:sz w:val="22"/>
          <w:szCs w:val="22"/>
        </w:rPr>
      </w:pPr>
      <w:r w:rsidRPr="0031418B">
        <w:t>11.1</w:t>
      </w:r>
      <w:r w:rsidRPr="0031418B">
        <w:rPr>
          <w:rFonts w:ascii="Calibri" w:eastAsia="Malgun Gothic" w:hAnsi="Calibri"/>
          <w:sz w:val="22"/>
          <w:szCs w:val="22"/>
        </w:rPr>
        <w:tab/>
      </w:r>
      <w:r w:rsidRPr="00F61F17">
        <w:rPr>
          <w:rFonts w:cs="v4.1.0"/>
        </w:rPr>
        <w:t>General requirement</w:t>
      </w:r>
      <w:r>
        <w:tab/>
      </w:r>
      <w:r>
        <w:fldChar w:fldCharType="begin" w:fldLock="1"/>
      </w:r>
      <w:r>
        <w:instrText xml:space="preserve"> PAGEREF _Toc503964280 \h </w:instrText>
      </w:r>
      <w:r>
        <w:fldChar w:fldCharType="separate"/>
      </w:r>
      <w:r>
        <w:t>40</w:t>
      </w:r>
      <w:r>
        <w:fldChar w:fldCharType="end"/>
      </w:r>
    </w:p>
    <w:p w14:paraId="3C74A65E" w14:textId="77777777" w:rsidR="0031418B" w:rsidRDefault="0031418B">
      <w:pPr>
        <w:pStyle w:val="TOC3"/>
        <w:rPr>
          <w:rFonts w:ascii="Calibri" w:eastAsia="Malgun Gothic" w:hAnsi="Calibri"/>
          <w:sz w:val="22"/>
          <w:szCs w:val="22"/>
        </w:rPr>
      </w:pPr>
      <w:r w:rsidRPr="0031418B">
        <w:t>11.1.1</w:t>
      </w:r>
      <w:r w:rsidRPr="0031418B">
        <w:rPr>
          <w:rFonts w:ascii="Calibri" w:eastAsia="Malgun Gothic" w:hAnsi="Calibri"/>
          <w:sz w:val="22"/>
          <w:szCs w:val="22"/>
        </w:rPr>
        <w:tab/>
      </w:r>
      <w:r w:rsidRPr="00F61F17">
        <w:rPr>
          <w:rFonts w:cs="v4.1.0"/>
        </w:rPr>
        <w:t>Minimum requirement</w:t>
      </w:r>
      <w:r>
        <w:tab/>
      </w:r>
      <w:r>
        <w:fldChar w:fldCharType="begin" w:fldLock="1"/>
      </w:r>
      <w:r>
        <w:instrText xml:space="preserve"> PAGEREF _Toc503964281 \h </w:instrText>
      </w:r>
      <w:r>
        <w:fldChar w:fldCharType="separate"/>
      </w:r>
      <w:r>
        <w:t>40</w:t>
      </w:r>
      <w:r>
        <w:fldChar w:fldCharType="end"/>
      </w:r>
    </w:p>
    <w:p w14:paraId="621F32D2" w14:textId="77777777" w:rsidR="0031418B" w:rsidRDefault="0031418B">
      <w:pPr>
        <w:pStyle w:val="TOC2"/>
        <w:rPr>
          <w:rFonts w:ascii="Calibri" w:eastAsia="Malgun Gothic" w:hAnsi="Calibri"/>
          <w:sz w:val="22"/>
          <w:szCs w:val="22"/>
        </w:rPr>
      </w:pPr>
      <w:r>
        <w:t>11.2</w:t>
      </w:r>
      <w:r>
        <w:rPr>
          <w:rFonts w:ascii="Calibri" w:eastAsia="Malgun Gothic" w:hAnsi="Calibri"/>
          <w:sz w:val="22"/>
          <w:szCs w:val="22"/>
        </w:rPr>
        <w:tab/>
      </w:r>
      <w:r>
        <w:t>Co-location with BS in other systems</w:t>
      </w:r>
      <w:r>
        <w:tab/>
      </w:r>
      <w:r>
        <w:fldChar w:fldCharType="begin" w:fldLock="1"/>
      </w:r>
      <w:r>
        <w:instrText xml:space="preserve"> PAGEREF _Toc503964282 \h </w:instrText>
      </w:r>
      <w:r>
        <w:fldChar w:fldCharType="separate"/>
      </w:r>
      <w:r>
        <w:t>40</w:t>
      </w:r>
      <w:r>
        <w:fldChar w:fldCharType="end"/>
      </w:r>
    </w:p>
    <w:p w14:paraId="61ED97DA" w14:textId="77777777" w:rsidR="0031418B" w:rsidRDefault="0031418B">
      <w:pPr>
        <w:pStyle w:val="TOC3"/>
        <w:rPr>
          <w:rFonts w:ascii="Calibri" w:eastAsia="Malgun Gothic" w:hAnsi="Calibri"/>
          <w:sz w:val="22"/>
          <w:szCs w:val="22"/>
        </w:rPr>
      </w:pPr>
      <w:r w:rsidRPr="0031418B">
        <w:t>11.2.1</w:t>
      </w:r>
      <w:r w:rsidRPr="0031418B">
        <w:rPr>
          <w:rFonts w:ascii="Calibri" w:eastAsia="Malgun Gothic" w:hAnsi="Calibri"/>
          <w:sz w:val="22"/>
          <w:szCs w:val="22"/>
        </w:rPr>
        <w:tab/>
      </w:r>
      <w:r w:rsidRPr="00F61F17">
        <w:rPr>
          <w:rFonts w:cs="v4.1.0"/>
        </w:rPr>
        <w:t>Minimum requirement</w:t>
      </w:r>
      <w:r>
        <w:tab/>
      </w:r>
      <w:r>
        <w:fldChar w:fldCharType="begin" w:fldLock="1"/>
      </w:r>
      <w:r>
        <w:instrText xml:space="preserve"> PAGEREF _Toc503964283 \h </w:instrText>
      </w:r>
      <w:r>
        <w:fldChar w:fldCharType="separate"/>
      </w:r>
      <w:r>
        <w:t>40</w:t>
      </w:r>
      <w:r>
        <w:fldChar w:fldCharType="end"/>
      </w:r>
    </w:p>
    <w:p w14:paraId="72E75FCF" w14:textId="77777777" w:rsidR="0031418B" w:rsidRDefault="0031418B">
      <w:pPr>
        <w:pStyle w:val="TOC2"/>
        <w:rPr>
          <w:rFonts w:ascii="Calibri" w:eastAsia="Malgun Gothic" w:hAnsi="Calibri"/>
          <w:sz w:val="22"/>
          <w:szCs w:val="22"/>
        </w:rPr>
      </w:pPr>
      <w:r>
        <w:t>11.3</w:t>
      </w:r>
      <w:r>
        <w:rPr>
          <w:rFonts w:ascii="Calibri" w:eastAsia="Malgun Gothic" w:hAnsi="Calibri"/>
          <w:sz w:val="22"/>
          <w:szCs w:val="22"/>
        </w:rPr>
        <w:tab/>
      </w:r>
      <w:r>
        <w:t>Co-existence with other systems</w:t>
      </w:r>
      <w:r>
        <w:tab/>
      </w:r>
      <w:r>
        <w:fldChar w:fldCharType="begin" w:fldLock="1"/>
      </w:r>
      <w:r>
        <w:instrText xml:space="preserve"> PAGEREF _Toc503964284 \h </w:instrText>
      </w:r>
      <w:r>
        <w:fldChar w:fldCharType="separate"/>
      </w:r>
      <w:r>
        <w:t>45</w:t>
      </w:r>
      <w:r>
        <w:fldChar w:fldCharType="end"/>
      </w:r>
    </w:p>
    <w:p w14:paraId="31536B55" w14:textId="77777777" w:rsidR="0031418B" w:rsidRDefault="0031418B">
      <w:pPr>
        <w:pStyle w:val="TOC3"/>
        <w:rPr>
          <w:rFonts w:ascii="Calibri" w:eastAsia="Malgun Gothic" w:hAnsi="Calibri"/>
          <w:sz w:val="22"/>
          <w:szCs w:val="22"/>
        </w:rPr>
      </w:pPr>
      <w:r w:rsidRPr="0031418B">
        <w:t>11.3.1</w:t>
      </w:r>
      <w:r w:rsidRPr="0031418B">
        <w:rPr>
          <w:rFonts w:ascii="Calibri" w:eastAsia="Malgun Gothic" w:hAnsi="Calibri"/>
          <w:sz w:val="22"/>
          <w:szCs w:val="22"/>
        </w:rPr>
        <w:tab/>
      </w:r>
      <w:r w:rsidRPr="00F61F17">
        <w:rPr>
          <w:rFonts w:cs="v4.1.0"/>
        </w:rPr>
        <w:t>Minimum requirement</w:t>
      </w:r>
      <w:r>
        <w:tab/>
      </w:r>
      <w:r>
        <w:fldChar w:fldCharType="begin" w:fldLock="1"/>
      </w:r>
      <w:r>
        <w:instrText xml:space="preserve"> PAGEREF _Toc503964285 \h </w:instrText>
      </w:r>
      <w:r>
        <w:fldChar w:fldCharType="separate"/>
      </w:r>
      <w:r>
        <w:t>45</w:t>
      </w:r>
      <w:r>
        <w:fldChar w:fldCharType="end"/>
      </w:r>
    </w:p>
    <w:p w14:paraId="68495B57" w14:textId="77777777" w:rsidR="0031418B" w:rsidRDefault="0031418B">
      <w:pPr>
        <w:pStyle w:val="TOC1"/>
        <w:rPr>
          <w:rFonts w:ascii="Calibri" w:eastAsia="Malgun Gothic" w:hAnsi="Calibri"/>
          <w:szCs w:val="22"/>
        </w:rPr>
      </w:pPr>
      <w:r>
        <w:t>12</w:t>
      </w:r>
      <w:r>
        <w:rPr>
          <w:rFonts w:ascii="Calibri" w:eastAsia="Malgun Gothic" w:hAnsi="Calibri"/>
          <w:szCs w:val="22"/>
        </w:rPr>
        <w:tab/>
      </w:r>
      <w:r>
        <w:t>Output intermodulation</w:t>
      </w:r>
      <w:r>
        <w:tab/>
      </w:r>
      <w:r>
        <w:fldChar w:fldCharType="begin" w:fldLock="1"/>
      </w:r>
      <w:r>
        <w:instrText xml:space="preserve"> PAGEREF _Toc503964286 \h </w:instrText>
      </w:r>
      <w:r>
        <w:fldChar w:fldCharType="separate"/>
      </w:r>
      <w:r>
        <w:t>49</w:t>
      </w:r>
      <w:r>
        <w:fldChar w:fldCharType="end"/>
      </w:r>
    </w:p>
    <w:p w14:paraId="61421309" w14:textId="77777777" w:rsidR="0031418B" w:rsidRDefault="0031418B">
      <w:pPr>
        <w:pStyle w:val="TOC2"/>
        <w:rPr>
          <w:rFonts w:ascii="Calibri" w:eastAsia="Malgun Gothic" w:hAnsi="Calibri"/>
          <w:sz w:val="22"/>
          <w:szCs w:val="22"/>
        </w:rPr>
      </w:pPr>
      <w:r>
        <w:t>12.1</w:t>
      </w:r>
      <w:r>
        <w:rPr>
          <w:rFonts w:ascii="Calibri" w:eastAsia="Malgun Gothic" w:hAnsi="Calibri"/>
          <w:sz w:val="22"/>
          <w:szCs w:val="22"/>
        </w:rPr>
        <w:tab/>
      </w:r>
      <w:r>
        <w:t>Minimum requirement</w:t>
      </w:r>
      <w:r>
        <w:tab/>
      </w:r>
      <w:r>
        <w:fldChar w:fldCharType="begin" w:fldLock="1"/>
      </w:r>
      <w:r>
        <w:instrText xml:space="preserve"> PAGEREF _Toc503964287 \h </w:instrText>
      </w:r>
      <w:r>
        <w:fldChar w:fldCharType="separate"/>
      </w:r>
      <w:r>
        <w:t>49</w:t>
      </w:r>
      <w:r>
        <w:fldChar w:fldCharType="end"/>
      </w:r>
    </w:p>
    <w:p w14:paraId="3EE138D4" w14:textId="77777777" w:rsidR="0031418B" w:rsidRDefault="0031418B">
      <w:pPr>
        <w:pStyle w:val="TOC1"/>
        <w:rPr>
          <w:rFonts w:ascii="Calibri" w:eastAsia="Malgun Gothic" w:hAnsi="Calibri"/>
          <w:szCs w:val="22"/>
        </w:rPr>
      </w:pPr>
      <w:r>
        <w:t>13</w:t>
      </w:r>
      <w:r>
        <w:rPr>
          <w:rFonts w:ascii="Calibri" w:eastAsia="Malgun Gothic" w:hAnsi="Calibri"/>
          <w:szCs w:val="22"/>
        </w:rPr>
        <w:tab/>
      </w:r>
      <w:r>
        <w:t>Adjacent Channel Rejection Ratio (ACRR)</w:t>
      </w:r>
      <w:r>
        <w:tab/>
      </w:r>
      <w:r>
        <w:fldChar w:fldCharType="begin" w:fldLock="1"/>
      </w:r>
      <w:r>
        <w:instrText xml:space="preserve"> PAGEREF _Toc503964288 \h </w:instrText>
      </w:r>
      <w:r>
        <w:fldChar w:fldCharType="separate"/>
      </w:r>
      <w:r>
        <w:t>51</w:t>
      </w:r>
      <w:r>
        <w:fldChar w:fldCharType="end"/>
      </w:r>
    </w:p>
    <w:p w14:paraId="614E00D2" w14:textId="77777777" w:rsidR="0031418B" w:rsidRDefault="0031418B">
      <w:pPr>
        <w:pStyle w:val="TOC2"/>
        <w:rPr>
          <w:rFonts w:ascii="Calibri" w:eastAsia="Malgun Gothic" w:hAnsi="Calibri"/>
          <w:sz w:val="22"/>
          <w:szCs w:val="22"/>
        </w:rPr>
      </w:pPr>
      <w:r w:rsidRPr="0031418B">
        <w:t>13.1</w:t>
      </w:r>
      <w:r w:rsidRPr="0031418B">
        <w:rPr>
          <w:rFonts w:ascii="Calibri" w:eastAsia="Malgun Gothic" w:hAnsi="Calibri"/>
          <w:sz w:val="22"/>
          <w:szCs w:val="22"/>
        </w:rPr>
        <w:tab/>
      </w:r>
      <w:r w:rsidRPr="00F61F17">
        <w:rPr>
          <w:rFonts w:cs="v4.2.0"/>
        </w:rPr>
        <w:t>Definitions and applicability</w:t>
      </w:r>
      <w:r>
        <w:tab/>
      </w:r>
      <w:r>
        <w:fldChar w:fldCharType="begin" w:fldLock="1"/>
      </w:r>
      <w:r>
        <w:instrText xml:space="preserve"> PAGEREF _Toc503964289 \h </w:instrText>
      </w:r>
      <w:r>
        <w:fldChar w:fldCharType="separate"/>
      </w:r>
      <w:r>
        <w:t>51</w:t>
      </w:r>
      <w:r>
        <w:fldChar w:fldCharType="end"/>
      </w:r>
    </w:p>
    <w:p w14:paraId="08825009" w14:textId="77777777" w:rsidR="0031418B" w:rsidRDefault="0031418B">
      <w:pPr>
        <w:pStyle w:val="TOC3"/>
        <w:rPr>
          <w:rFonts w:ascii="Calibri" w:eastAsia="Malgun Gothic" w:hAnsi="Calibri"/>
          <w:sz w:val="22"/>
          <w:szCs w:val="22"/>
        </w:rPr>
      </w:pPr>
      <w:r>
        <w:t>13.1.1</w:t>
      </w:r>
      <w:r>
        <w:rPr>
          <w:rFonts w:ascii="Calibri" w:eastAsia="Malgun Gothic" w:hAnsi="Calibri"/>
          <w:sz w:val="22"/>
          <w:szCs w:val="22"/>
        </w:rPr>
        <w:tab/>
      </w:r>
      <w:r>
        <w:t>Minimum Requirements</w:t>
      </w:r>
      <w:r>
        <w:tab/>
      </w:r>
      <w:r>
        <w:fldChar w:fldCharType="begin" w:fldLock="1"/>
      </w:r>
      <w:r>
        <w:instrText xml:space="preserve"> PAGEREF _Toc503964290 \h </w:instrText>
      </w:r>
      <w:r>
        <w:fldChar w:fldCharType="separate"/>
      </w:r>
      <w:r>
        <w:t>51</w:t>
      </w:r>
      <w:r>
        <w:fldChar w:fldCharType="end"/>
      </w:r>
    </w:p>
    <w:p w14:paraId="0A451149" w14:textId="77777777" w:rsidR="0031418B" w:rsidRDefault="0031418B">
      <w:pPr>
        <w:pStyle w:val="TOC2"/>
        <w:rPr>
          <w:rFonts w:ascii="Calibri" w:eastAsia="Malgun Gothic" w:hAnsi="Calibri"/>
          <w:sz w:val="22"/>
          <w:szCs w:val="22"/>
        </w:rPr>
      </w:pPr>
      <w:r>
        <w:t>13.2</w:t>
      </w:r>
      <w:r>
        <w:rPr>
          <w:rFonts w:ascii="Calibri" w:eastAsia="Malgun Gothic" w:hAnsi="Calibri"/>
          <w:sz w:val="22"/>
          <w:szCs w:val="22"/>
        </w:rPr>
        <w:tab/>
      </w:r>
      <w:r>
        <w:t>Co-existence with UTRA</w:t>
      </w:r>
      <w:r>
        <w:tab/>
      </w:r>
      <w:r>
        <w:fldChar w:fldCharType="begin" w:fldLock="1"/>
      </w:r>
      <w:r>
        <w:instrText xml:space="preserve"> PAGEREF _Toc503964291 \h </w:instrText>
      </w:r>
      <w:r>
        <w:fldChar w:fldCharType="separate"/>
      </w:r>
      <w:r>
        <w:t>51</w:t>
      </w:r>
      <w:r>
        <w:fldChar w:fldCharType="end"/>
      </w:r>
    </w:p>
    <w:p w14:paraId="16B4D0D9" w14:textId="77777777" w:rsidR="0031418B" w:rsidRDefault="0031418B">
      <w:pPr>
        <w:pStyle w:val="TOC3"/>
        <w:rPr>
          <w:rFonts w:ascii="Calibri" w:eastAsia="Malgun Gothic" w:hAnsi="Calibri"/>
          <w:sz w:val="22"/>
          <w:szCs w:val="22"/>
        </w:rPr>
      </w:pPr>
      <w:r>
        <w:t>13.2.1.</w:t>
      </w:r>
      <w:r>
        <w:rPr>
          <w:rFonts w:ascii="Calibri" w:eastAsia="Malgun Gothic" w:hAnsi="Calibri"/>
          <w:sz w:val="22"/>
          <w:szCs w:val="22"/>
        </w:rPr>
        <w:tab/>
      </w:r>
      <w:r>
        <w:t>Minimum Requirements</w:t>
      </w:r>
      <w:r>
        <w:tab/>
      </w:r>
      <w:r>
        <w:fldChar w:fldCharType="begin" w:fldLock="1"/>
      </w:r>
      <w:r>
        <w:instrText xml:space="preserve"> PAGEREF _Toc503964292 \h </w:instrText>
      </w:r>
      <w:r>
        <w:fldChar w:fldCharType="separate"/>
      </w:r>
      <w:r>
        <w:t>51</w:t>
      </w:r>
      <w:r>
        <w:fldChar w:fldCharType="end"/>
      </w:r>
    </w:p>
    <w:p w14:paraId="31BCD892" w14:textId="77777777" w:rsidR="0031418B" w:rsidRDefault="0031418B" w:rsidP="0031418B">
      <w:pPr>
        <w:pStyle w:val="TOC8"/>
        <w:rPr>
          <w:rFonts w:ascii="Calibri" w:eastAsia="Malgun Gothic" w:hAnsi="Calibri"/>
          <w:b w:val="0"/>
          <w:szCs w:val="22"/>
        </w:rPr>
      </w:pPr>
      <w:r>
        <w:t>Annex A (normative):</w:t>
      </w:r>
      <w:r>
        <w:tab/>
        <w:t>Environmental requirements for the Repeater equipment</w:t>
      </w:r>
      <w:r>
        <w:tab/>
      </w:r>
      <w:r>
        <w:fldChar w:fldCharType="begin" w:fldLock="1"/>
      </w:r>
      <w:r>
        <w:instrText xml:space="preserve"> PAGEREF _Toc503964293 \h </w:instrText>
      </w:r>
      <w:r>
        <w:fldChar w:fldCharType="separate"/>
      </w:r>
      <w:r>
        <w:t>52</w:t>
      </w:r>
      <w:r>
        <w:fldChar w:fldCharType="end"/>
      </w:r>
    </w:p>
    <w:p w14:paraId="34CD144F" w14:textId="77777777" w:rsidR="0031418B" w:rsidRDefault="0031418B" w:rsidP="0031418B">
      <w:pPr>
        <w:pStyle w:val="TOC8"/>
        <w:rPr>
          <w:rFonts w:ascii="Calibri" w:eastAsia="Malgun Gothic" w:hAnsi="Calibri"/>
          <w:b w:val="0"/>
          <w:szCs w:val="22"/>
        </w:rPr>
      </w:pPr>
      <w:r>
        <w:t>Annex B (informative):</w:t>
      </w:r>
      <w:r>
        <w:tab/>
        <w:t>Change history</w:t>
      </w:r>
      <w:r>
        <w:tab/>
      </w:r>
      <w:r>
        <w:fldChar w:fldCharType="begin" w:fldLock="1"/>
      </w:r>
      <w:r>
        <w:instrText xml:space="preserve"> PAGEREF _Toc503964294 \h </w:instrText>
      </w:r>
      <w:r>
        <w:fldChar w:fldCharType="separate"/>
      </w:r>
      <w:r>
        <w:t>53</w:t>
      </w:r>
      <w:r>
        <w:fldChar w:fldCharType="end"/>
      </w:r>
    </w:p>
    <w:p w14:paraId="3A90E82D" w14:textId="77777777" w:rsidR="004A3549" w:rsidRPr="0031418B" w:rsidRDefault="0031418B">
      <w:r>
        <w:rPr>
          <w:noProof/>
          <w:sz w:val="22"/>
          <w:lang w:val="en-US"/>
        </w:rPr>
        <w:fldChar w:fldCharType="end"/>
      </w:r>
    </w:p>
    <w:p w14:paraId="6427D924" w14:textId="77777777" w:rsidR="004A3549" w:rsidRPr="0031418B" w:rsidRDefault="004A3549">
      <w:pPr>
        <w:pStyle w:val="Heading1"/>
      </w:pPr>
      <w:r w:rsidRPr="0031418B">
        <w:br w:type="page"/>
      </w:r>
      <w:bookmarkStart w:id="15" w:name="_Toc503964226"/>
      <w:r w:rsidRPr="0031418B">
        <w:lastRenderedPageBreak/>
        <w:t>Foreword</w:t>
      </w:r>
      <w:bookmarkEnd w:id="15"/>
    </w:p>
    <w:p w14:paraId="67C22F44" w14:textId="77777777" w:rsidR="004A3549" w:rsidRPr="0031418B" w:rsidRDefault="004A3549">
      <w:r w:rsidRPr="0031418B">
        <w:t>This Technical Specification has been produced by the 3</w:t>
      </w:r>
      <w:r w:rsidRPr="0031418B">
        <w:rPr>
          <w:vertAlign w:val="superscript"/>
        </w:rPr>
        <w:t>rd</w:t>
      </w:r>
      <w:r w:rsidRPr="0031418B">
        <w:t xml:space="preserve"> Generation Partnership Project (3GPP).</w:t>
      </w:r>
    </w:p>
    <w:p w14:paraId="1F9C20D7" w14:textId="77777777" w:rsidR="004A3549" w:rsidRPr="0031418B" w:rsidRDefault="004A3549">
      <w:r w:rsidRPr="0031418B">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3A4A97A" w14:textId="77777777" w:rsidR="004A3549" w:rsidRPr="0031418B" w:rsidRDefault="004A3549">
      <w:pPr>
        <w:pStyle w:val="B1"/>
      </w:pPr>
      <w:r w:rsidRPr="0031418B">
        <w:t>Version x.y.z</w:t>
      </w:r>
    </w:p>
    <w:p w14:paraId="1F069134" w14:textId="77777777" w:rsidR="004A3549" w:rsidRPr="0031418B" w:rsidRDefault="004A3549">
      <w:pPr>
        <w:pStyle w:val="B1"/>
      </w:pPr>
      <w:r w:rsidRPr="0031418B">
        <w:t>where:</w:t>
      </w:r>
    </w:p>
    <w:p w14:paraId="59FD303C" w14:textId="77777777" w:rsidR="004A3549" w:rsidRPr="0031418B" w:rsidRDefault="004A3549">
      <w:pPr>
        <w:pStyle w:val="B2"/>
      </w:pPr>
      <w:r w:rsidRPr="0031418B">
        <w:t>x</w:t>
      </w:r>
      <w:r w:rsidRPr="0031418B">
        <w:tab/>
        <w:t>the first digit:</w:t>
      </w:r>
    </w:p>
    <w:p w14:paraId="61305E6A" w14:textId="77777777" w:rsidR="004A3549" w:rsidRPr="0031418B" w:rsidRDefault="004A3549">
      <w:pPr>
        <w:pStyle w:val="B3"/>
      </w:pPr>
      <w:r w:rsidRPr="0031418B">
        <w:t>1</w:t>
      </w:r>
      <w:r w:rsidRPr="0031418B">
        <w:tab/>
        <w:t>presented to TSG for information;</w:t>
      </w:r>
    </w:p>
    <w:p w14:paraId="17A2E293" w14:textId="77777777" w:rsidR="004A3549" w:rsidRPr="0031418B" w:rsidRDefault="004A3549">
      <w:pPr>
        <w:pStyle w:val="B3"/>
      </w:pPr>
      <w:r w:rsidRPr="0031418B">
        <w:t>2</w:t>
      </w:r>
      <w:r w:rsidRPr="0031418B">
        <w:tab/>
        <w:t>presented to TSG for approval;</w:t>
      </w:r>
    </w:p>
    <w:p w14:paraId="5EDAE19D" w14:textId="77777777" w:rsidR="004A3549" w:rsidRPr="0031418B" w:rsidRDefault="004A3549">
      <w:pPr>
        <w:pStyle w:val="B3"/>
      </w:pPr>
      <w:r w:rsidRPr="0031418B">
        <w:t>3</w:t>
      </w:r>
      <w:r w:rsidRPr="0031418B">
        <w:tab/>
        <w:t>or greater indicates TSG approved document under change control.</w:t>
      </w:r>
    </w:p>
    <w:p w14:paraId="0E0E376E" w14:textId="77777777" w:rsidR="004A3549" w:rsidRPr="0031418B" w:rsidRDefault="004A3549">
      <w:pPr>
        <w:pStyle w:val="B2"/>
      </w:pPr>
      <w:r w:rsidRPr="0031418B">
        <w:t>y</w:t>
      </w:r>
      <w:r w:rsidRPr="0031418B">
        <w:tab/>
        <w:t>the second digit is incremented for all changes of substance, i.e. technical enhancements, corrections, updates, etc.</w:t>
      </w:r>
    </w:p>
    <w:p w14:paraId="52711FF2" w14:textId="77777777" w:rsidR="004A3549" w:rsidRPr="0031418B" w:rsidRDefault="004A3549">
      <w:pPr>
        <w:pStyle w:val="B2"/>
      </w:pPr>
      <w:r w:rsidRPr="0031418B">
        <w:t>z</w:t>
      </w:r>
      <w:r w:rsidRPr="0031418B">
        <w:tab/>
        <w:t>the third digit is incremented when editorial only changes have been incorporated in the document.</w:t>
      </w:r>
    </w:p>
    <w:p w14:paraId="58E36E77" w14:textId="77777777" w:rsidR="004A3549" w:rsidRPr="0031418B" w:rsidRDefault="004A3549">
      <w:pPr>
        <w:pStyle w:val="Heading1"/>
      </w:pPr>
      <w:r w:rsidRPr="0031418B">
        <w:br w:type="page"/>
      </w:r>
      <w:bookmarkStart w:id="16" w:name="_Toc503964227"/>
      <w:r w:rsidRPr="0031418B">
        <w:lastRenderedPageBreak/>
        <w:t>1</w:t>
      </w:r>
      <w:r w:rsidRPr="0031418B">
        <w:tab/>
        <w:t>Scope</w:t>
      </w:r>
      <w:bookmarkEnd w:id="16"/>
    </w:p>
    <w:p w14:paraId="2811A61F" w14:textId="77777777" w:rsidR="008F3F29" w:rsidRPr="0031418B" w:rsidRDefault="004A3549" w:rsidP="00A04495">
      <w:pPr>
        <w:rPr>
          <w:rFonts w:cs="v5.0.0"/>
        </w:rPr>
      </w:pPr>
      <w:r w:rsidRPr="0031418B">
        <w:t xml:space="preserve">The present document </w:t>
      </w:r>
      <w:r w:rsidR="008F3F29" w:rsidRPr="0031418B">
        <w:rPr>
          <w:rFonts w:cs="v5.0.0"/>
        </w:rPr>
        <w:t xml:space="preserve">establishes the minimum RF characteristics of </w:t>
      </w:r>
      <w:r w:rsidR="00A04495" w:rsidRPr="0031418B">
        <w:rPr>
          <w:rFonts w:cs="v5.0.0"/>
        </w:rPr>
        <w:t>E-</w:t>
      </w:r>
      <w:r w:rsidR="008F3F29" w:rsidRPr="0031418B">
        <w:rPr>
          <w:rFonts w:cs="v5.0.0"/>
        </w:rPr>
        <w:t>UTRA</w:t>
      </w:r>
      <w:r w:rsidR="00610CC2" w:rsidRPr="0031418B">
        <w:rPr>
          <w:rFonts w:cs="v5.0.0"/>
        </w:rPr>
        <w:t xml:space="preserve"> </w:t>
      </w:r>
      <w:r w:rsidR="00B405AB" w:rsidRPr="0031418B">
        <w:rPr>
          <w:rFonts w:cs="v5.0.0"/>
        </w:rPr>
        <w:t xml:space="preserve">FDD </w:t>
      </w:r>
      <w:r w:rsidR="00FC3FB2" w:rsidRPr="0031418B">
        <w:rPr>
          <w:rFonts w:cs="v5.0.0"/>
        </w:rPr>
        <w:t>Repeater.</w:t>
      </w:r>
    </w:p>
    <w:p w14:paraId="481EB366" w14:textId="77777777" w:rsidR="004A3549" w:rsidRPr="0031418B" w:rsidRDefault="004A3549">
      <w:pPr>
        <w:pStyle w:val="Heading1"/>
      </w:pPr>
      <w:bookmarkStart w:id="17" w:name="_Toc503964228"/>
      <w:r w:rsidRPr="0031418B">
        <w:t>2</w:t>
      </w:r>
      <w:r w:rsidRPr="0031418B">
        <w:tab/>
        <w:t>References</w:t>
      </w:r>
      <w:bookmarkEnd w:id="17"/>
    </w:p>
    <w:p w14:paraId="5CD53C79" w14:textId="77777777" w:rsidR="004A3549" w:rsidRPr="0031418B" w:rsidRDefault="004A3549">
      <w:r w:rsidRPr="0031418B">
        <w:t>The following documents contain provisions which, through reference in this text, constitute provisions of the present document.</w:t>
      </w:r>
    </w:p>
    <w:p w14:paraId="7B7DE7CA" w14:textId="77777777" w:rsidR="004A3549" w:rsidRPr="0031418B" w:rsidRDefault="00FD1AE6" w:rsidP="00FD1AE6">
      <w:pPr>
        <w:pStyle w:val="B1"/>
      </w:pPr>
      <w:r w:rsidRPr="0031418B">
        <w:t>-</w:t>
      </w:r>
      <w:r w:rsidRPr="0031418B">
        <w:tab/>
      </w:r>
      <w:r w:rsidR="004A3549" w:rsidRPr="0031418B">
        <w:t>References are either specific (identified by date of publication, edition number, version number, etc.) or non</w:t>
      </w:r>
      <w:r w:rsidR="004A3549" w:rsidRPr="0031418B">
        <w:noBreakHyphen/>
        <w:t>specific.</w:t>
      </w:r>
    </w:p>
    <w:p w14:paraId="28321790" w14:textId="77777777" w:rsidR="004A3549" w:rsidRPr="0031418B" w:rsidRDefault="00FD1AE6" w:rsidP="00FD1AE6">
      <w:pPr>
        <w:pStyle w:val="B1"/>
      </w:pPr>
      <w:r w:rsidRPr="0031418B">
        <w:t>-</w:t>
      </w:r>
      <w:r w:rsidRPr="0031418B">
        <w:tab/>
      </w:r>
      <w:r w:rsidR="004A3549" w:rsidRPr="0031418B">
        <w:t>For a specific reference, subsequent revisions do not apply.</w:t>
      </w:r>
    </w:p>
    <w:p w14:paraId="24BEA770" w14:textId="77777777" w:rsidR="004A3549" w:rsidRPr="0031418B" w:rsidRDefault="00FD1AE6" w:rsidP="00FD1AE6">
      <w:pPr>
        <w:pStyle w:val="B1"/>
      </w:pPr>
      <w:r w:rsidRPr="0031418B">
        <w:t>-</w:t>
      </w:r>
      <w:r w:rsidRPr="0031418B">
        <w:tab/>
      </w:r>
      <w:r w:rsidR="004A3549" w:rsidRPr="0031418B">
        <w:t>For a non-specific reference, the latest version applies.</w:t>
      </w:r>
      <w:r w:rsidR="00AD2CAE" w:rsidRPr="0031418B">
        <w:t xml:space="preserve"> </w:t>
      </w:r>
      <w:r w:rsidR="004A3549" w:rsidRPr="0031418B">
        <w:t xml:space="preserve">In the case of a reference to a 3GPP document (including a GSM document), a non-specific reference implicitly refers to the latest version of that document </w:t>
      </w:r>
      <w:r w:rsidR="004A3549" w:rsidRPr="0031418B">
        <w:rPr>
          <w:i/>
          <w:iCs/>
        </w:rPr>
        <w:t>in the same Release as the present document</w:t>
      </w:r>
      <w:r w:rsidR="004A3549" w:rsidRPr="0031418B">
        <w:t>.</w:t>
      </w:r>
    </w:p>
    <w:p w14:paraId="412A2909" w14:textId="77777777" w:rsidR="00383736" w:rsidRPr="0031418B" w:rsidRDefault="004A3549">
      <w:pPr>
        <w:pStyle w:val="EX"/>
      </w:pPr>
      <w:r w:rsidRPr="0031418B">
        <w:t>[</w:t>
      </w:r>
      <w:r w:rsidR="00306FC2" w:rsidRPr="0031418B">
        <w:t>1</w:t>
      </w:r>
      <w:r w:rsidRPr="0031418B">
        <w:t>]</w:t>
      </w:r>
      <w:r w:rsidRPr="0031418B">
        <w:tab/>
      </w:r>
      <w:r w:rsidR="00383736" w:rsidRPr="0031418B">
        <w:t>3GPP TR 21.905: "Vocabulary for 3GPP Specifications".</w:t>
      </w:r>
    </w:p>
    <w:p w14:paraId="097524B3" w14:textId="77777777" w:rsidR="007C5024" w:rsidRPr="0031418B" w:rsidRDefault="007C5024" w:rsidP="007C5024">
      <w:pPr>
        <w:pStyle w:val="EX"/>
      </w:pPr>
      <w:r w:rsidRPr="0031418B">
        <w:t>[</w:t>
      </w:r>
      <w:r w:rsidR="00306FC2" w:rsidRPr="0031418B">
        <w:t>2</w:t>
      </w:r>
      <w:r w:rsidRPr="0031418B">
        <w:t>]</w:t>
      </w:r>
      <w:r w:rsidRPr="0031418B">
        <w:tab/>
        <w:t>ITU-R Recommendation SM.329, "Unwanted emissions in the spurious domain".</w:t>
      </w:r>
    </w:p>
    <w:p w14:paraId="6E0DA61D" w14:textId="77777777" w:rsidR="007C5024" w:rsidRPr="0031418B" w:rsidRDefault="007C5024" w:rsidP="007C5024">
      <w:pPr>
        <w:pStyle w:val="EX"/>
      </w:pPr>
      <w:r w:rsidRPr="0031418B">
        <w:t>[</w:t>
      </w:r>
      <w:r w:rsidR="00306FC2" w:rsidRPr="0031418B">
        <w:t>3</w:t>
      </w:r>
      <w:r w:rsidRPr="0031418B">
        <w:t>]</w:t>
      </w:r>
      <w:r w:rsidRPr="0031418B">
        <w:tab/>
        <w:t>ITU-R Recommendation M.1545: “Measurement uncertainty as it applies to test limits for the terrestrial component of International Mobile Telecommunications-2000”.</w:t>
      </w:r>
    </w:p>
    <w:p w14:paraId="1CAAA47E" w14:textId="77777777" w:rsidR="007C5024" w:rsidRPr="0031418B" w:rsidRDefault="00306FC2" w:rsidP="007C5024">
      <w:pPr>
        <w:pStyle w:val="EX"/>
      </w:pPr>
      <w:r w:rsidRPr="0031418B">
        <w:t>[4</w:t>
      </w:r>
      <w:r w:rsidR="007C5024" w:rsidRPr="0031418B">
        <w:t>]</w:t>
      </w:r>
      <w:r w:rsidR="007C5024" w:rsidRPr="0031418B">
        <w:tab/>
        <w:t>3GPP TS 36.143: “Evolved Universal Terrestrial Radio Access (E-UTRA); FDD Repeater conformance testing”</w:t>
      </w:r>
    </w:p>
    <w:p w14:paraId="59753649" w14:textId="77777777" w:rsidR="00A04495" w:rsidRPr="0031418B" w:rsidRDefault="00306FC2">
      <w:pPr>
        <w:pStyle w:val="EX"/>
      </w:pPr>
      <w:r w:rsidRPr="0031418B">
        <w:t>[5</w:t>
      </w:r>
      <w:r w:rsidR="00674AAB" w:rsidRPr="0031418B">
        <w:t>]</w:t>
      </w:r>
      <w:r w:rsidR="00674AAB" w:rsidRPr="0031418B">
        <w:tab/>
        <w:t xml:space="preserve">3GPP TR 25.942: </w:t>
      </w:r>
      <w:r w:rsidR="00674AAB" w:rsidRPr="0031418B">
        <w:rPr>
          <w:rFonts w:cs="v4.2.0"/>
        </w:rPr>
        <w:t>"RF system scenarios"</w:t>
      </w:r>
      <w:r w:rsidR="00674AAB" w:rsidRPr="0031418B">
        <w:t>.</w:t>
      </w:r>
    </w:p>
    <w:p w14:paraId="00B0776C" w14:textId="77777777" w:rsidR="00FF421F" w:rsidRPr="0031418B" w:rsidRDefault="0025304A" w:rsidP="00FF421F">
      <w:pPr>
        <w:pStyle w:val="EX"/>
      </w:pPr>
      <w:r w:rsidRPr="0031418B">
        <w:rPr>
          <w:lang w:eastAsia="ja-JP"/>
        </w:rPr>
        <w:t>[6]</w:t>
      </w:r>
      <w:r w:rsidRPr="0031418B">
        <w:tab/>
        <w:t>3GPP T</w:t>
      </w:r>
      <w:r w:rsidRPr="0031418B">
        <w:rPr>
          <w:lang w:eastAsia="ja-JP"/>
        </w:rPr>
        <w:t>S.36.104</w:t>
      </w:r>
      <w:r w:rsidRPr="0031418B">
        <w:t>: "</w:t>
      </w:r>
      <w:r w:rsidRPr="0031418B">
        <w:rPr>
          <w:lang w:eastAsia="ja-JP"/>
        </w:rPr>
        <w:t>E-UTRA Base Station (BS) radio transmission and reception</w:t>
      </w:r>
      <w:r w:rsidRPr="0031418B">
        <w:t>".</w:t>
      </w:r>
    </w:p>
    <w:p w14:paraId="0CE2291A" w14:textId="77777777" w:rsidR="00FF421F" w:rsidRPr="0031418B" w:rsidRDefault="00FF421F" w:rsidP="00FF421F">
      <w:pPr>
        <w:pStyle w:val="EX"/>
        <w:rPr>
          <w:rFonts w:cs="v4.2.0"/>
        </w:rPr>
      </w:pPr>
      <w:r w:rsidRPr="0031418B">
        <w:rPr>
          <w:rFonts w:cs="v4.2.0"/>
        </w:rPr>
        <w:t>[7]</w:t>
      </w:r>
      <w:r w:rsidRPr="0031418B">
        <w:rPr>
          <w:rFonts w:cs="v4.2.0"/>
        </w:rPr>
        <w:tab/>
        <w:t>IEC 60721-3-3 (2002): "Classification of environmental conditions - Part 3: Classification of groups of environmental parameters and their severities - Section 3: Stationary use at weather protected locations".</w:t>
      </w:r>
    </w:p>
    <w:p w14:paraId="5B4F8D22" w14:textId="77777777" w:rsidR="0025304A" w:rsidRPr="0031418B" w:rsidRDefault="00FF421F" w:rsidP="00FF421F">
      <w:pPr>
        <w:pStyle w:val="EX"/>
        <w:rPr>
          <w:rFonts w:cs="v4.2.0"/>
        </w:rPr>
      </w:pPr>
      <w:bookmarkStart w:id="18" w:name="_Ref467262590"/>
      <w:r w:rsidRPr="0031418B">
        <w:rPr>
          <w:rFonts w:cs="v4.2.0"/>
        </w:rPr>
        <w:t>[</w:t>
      </w:r>
      <w:r w:rsidRPr="0031418B">
        <w:rPr>
          <w:rFonts w:cs="v4.2.0"/>
          <w:lang w:eastAsia="ja-JP"/>
        </w:rPr>
        <w:t>8</w:t>
      </w:r>
      <w:r w:rsidRPr="0031418B">
        <w:rPr>
          <w:rFonts w:cs="v4.2.0"/>
        </w:rPr>
        <w:t>]</w:t>
      </w:r>
      <w:r w:rsidRPr="0031418B">
        <w:rPr>
          <w:rFonts w:cs="v4.2.0"/>
        </w:rPr>
        <w:tab/>
        <w:t>IEC 60721-3-4 (1995): "Classification of environmental conditions - Part 3: Classification of groups of environmental parameters and their severities - Section 4: Stationary use at non-weather protected locations</w:t>
      </w:r>
      <w:bookmarkEnd w:id="18"/>
      <w:r w:rsidRPr="0031418B">
        <w:rPr>
          <w:rFonts w:cs="v4.2.0"/>
        </w:rPr>
        <w:t>".</w:t>
      </w:r>
    </w:p>
    <w:p w14:paraId="15E629A8" w14:textId="77777777" w:rsidR="00AC6A6F" w:rsidRPr="0031418B" w:rsidRDefault="00AC6A6F" w:rsidP="00AC6A6F">
      <w:pPr>
        <w:pStyle w:val="EX"/>
        <w:rPr>
          <w:lang w:eastAsia="ja-JP"/>
        </w:rPr>
      </w:pPr>
      <w:r w:rsidRPr="0031418B">
        <w:rPr>
          <w:rFonts w:cs="v4.2.0"/>
        </w:rPr>
        <w:t>[9]</w:t>
      </w:r>
      <w:r w:rsidRPr="0031418B">
        <w:rPr>
          <w:rFonts w:cs="v4.2.0"/>
        </w:rPr>
        <w:tab/>
      </w:r>
      <w:r w:rsidRPr="0031418B">
        <w:t xml:space="preserve">CEPT ECC Decision (13)03, </w:t>
      </w:r>
      <w:r w:rsidRPr="0031418B">
        <w:rPr>
          <w:rFonts w:cs="v4.2.0"/>
        </w:rPr>
        <w:t>"</w:t>
      </w:r>
      <w:r w:rsidRPr="0031418B">
        <w:t>The harmonised use of the frequency band 1452-1492 MHz for Mobile/Fixed Communications Networks Supplemental Downlink (MFCN SDL)</w:t>
      </w:r>
      <w:r w:rsidRPr="0031418B">
        <w:rPr>
          <w:rFonts w:cs="v4.2.0"/>
        </w:rPr>
        <w:t>"</w:t>
      </w:r>
      <w:r w:rsidRPr="0031418B">
        <w:t>.</w:t>
      </w:r>
    </w:p>
    <w:p w14:paraId="39D8DB29" w14:textId="77777777" w:rsidR="004A3549" w:rsidRPr="0031418B" w:rsidRDefault="004A3549">
      <w:pPr>
        <w:pStyle w:val="Heading1"/>
      </w:pPr>
      <w:bookmarkStart w:id="19" w:name="_Toc503964229"/>
      <w:r w:rsidRPr="0031418B">
        <w:t>3</w:t>
      </w:r>
      <w:r w:rsidRPr="0031418B">
        <w:tab/>
        <w:t>Definitions, symbols and abbreviations</w:t>
      </w:r>
      <w:bookmarkEnd w:id="19"/>
    </w:p>
    <w:p w14:paraId="4F5C9886" w14:textId="77777777" w:rsidR="004A3549" w:rsidRPr="0031418B" w:rsidRDefault="004A3549">
      <w:pPr>
        <w:pStyle w:val="Heading2"/>
      </w:pPr>
      <w:bookmarkStart w:id="20" w:name="_Toc503964230"/>
      <w:r w:rsidRPr="0031418B">
        <w:t>3.1</w:t>
      </w:r>
      <w:r w:rsidRPr="0031418B">
        <w:tab/>
        <w:t>Definitions</w:t>
      </w:r>
      <w:bookmarkEnd w:id="20"/>
    </w:p>
    <w:p w14:paraId="2E542459" w14:textId="77777777" w:rsidR="004A3549" w:rsidRPr="0031418B" w:rsidRDefault="004A3549">
      <w:r w:rsidRPr="0031418B">
        <w:t xml:space="preserve">For the purposes of the present document, the terms and definitions given in </w:t>
      </w:r>
      <w:r w:rsidR="00383736" w:rsidRPr="0031418B">
        <w:t>TR</w:t>
      </w:r>
      <w:r w:rsidR="003E2780" w:rsidRPr="0031418B">
        <w:t> </w:t>
      </w:r>
      <w:r w:rsidR="00383736" w:rsidRPr="0031418B">
        <w:t>21.905</w:t>
      </w:r>
      <w:r w:rsidR="003E2780" w:rsidRPr="0031418B">
        <w:t> [</w:t>
      </w:r>
      <w:r w:rsidR="00A32E40" w:rsidRPr="0031418B">
        <w:t>1</w:t>
      </w:r>
      <w:r w:rsidR="003E2780" w:rsidRPr="0031418B">
        <w:t>]</w:t>
      </w:r>
      <w:r w:rsidR="00383736" w:rsidRPr="0031418B">
        <w:t xml:space="preserve"> </w:t>
      </w:r>
      <w:r w:rsidRPr="0031418B">
        <w:t>and the following apply.</w:t>
      </w:r>
      <w:r w:rsidR="00AD2CAE" w:rsidRPr="0031418B">
        <w:t xml:space="preserve"> </w:t>
      </w:r>
      <w:r w:rsidR="00383736" w:rsidRPr="0031418B">
        <w:t xml:space="preserve">A term defined in the present document takes precedence over the definition </w:t>
      </w:r>
      <w:r w:rsidR="003E2780" w:rsidRPr="0031418B">
        <w:t>of the same term, if any, in TR </w:t>
      </w:r>
      <w:r w:rsidR="00383736" w:rsidRPr="0031418B">
        <w:t>21.905</w:t>
      </w:r>
      <w:r w:rsidR="003E2780" w:rsidRPr="0031418B">
        <w:t> [</w:t>
      </w:r>
      <w:r w:rsidR="00A32E40" w:rsidRPr="0031418B">
        <w:t>1</w:t>
      </w:r>
      <w:r w:rsidR="003E2780" w:rsidRPr="0031418B">
        <w:t>]</w:t>
      </w:r>
      <w:r w:rsidR="00383736" w:rsidRPr="0031418B">
        <w:t>.</w:t>
      </w:r>
    </w:p>
    <w:p w14:paraId="6D0331BC" w14:textId="77777777" w:rsidR="004F2E24" w:rsidRPr="0031418B" w:rsidRDefault="004F2E24" w:rsidP="004F2E24">
      <w:pPr>
        <w:rPr>
          <w:b/>
        </w:rPr>
      </w:pPr>
      <w:r w:rsidRPr="0031418B">
        <w:rPr>
          <w:b/>
        </w:rPr>
        <w:t xml:space="preserve">Carrier: </w:t>
      </w:r>
      <w:r w:rsidRPr="0031418B">
        <w:rPr>
          <w:bCs/>
        </w:rPr>
        <w:t>The modulated waveform conveying the E-UTRA or UTRA physical channels</w:t>
      </w:r>
    </w:p>
    <w:p w14:paraId="2E97FD79" w14:textId="77777777" w:rsidR="004F2E24" w:rsidRPr="0031418B" w:rsidRDefault="004F2E24" w:rsidP="004F2E24">
      <w:r w:rsidRPr="0031418B">
        <w:rPr>
          <w:b/>
        </w:rPr>
        <w:t>Channel bandwidth:</w:t>
      </w:r>
      <w:r w:rsidRPr="0031418B">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17E3CE52" w14:textId="77777777" w:rsidR="004F2E24" w:rsidRPr="0031418B" w:rsidRDefault="004F2E24" w:rsidP="004F2E24">
      <w:pPr>
        <w:tabs>
          <w:tab w:val="left" w:pos="2448"/>
          <w:tab w:val="left" w:pos="9468"/>
        </w:tabs>
        <w:rPr>
          <w:rFonts w:cs="v5.0.0"/>
          <w:snapToGrid w:val="0"/>
        </w:rPr>
      </w:pPr>
      <w:r w:rsidRPr="0031418B">
        <w:rPr>
          <w:rFonts w:cs="v5.0.0"/>
          <w:b/>
          <w:bCs/>
        </w:rPr>
        <w:t xml:space="preserve">Channel edge: </w:t>
      </w:r>
      <w:r w:rsidRPr="0031418B">
        <w:rPr>
          <w:rFonts w:cs="v5.0.0"/>
          <w:snapToGrid w:val="0"/>
        </w:rPr>
        <w:t>The lowest and highest frequency of the E-UTRA carrier, separated by the channel bandwidth.</w:t>
      </w:r>
    </w:p>
    <w:p w14:paraId="196EDE95" w14:textId="77777777" w:rsidR="007026E5" w:rsidRPr="0031418B" w:rsidRDefault="007026E5" w:rsidP="007026E5">
      <w:r w:rsidRPr="0031418B">
        <w:rPr>
          <w:b/>
        </w:rPr>
        <w:t>Donor coupling loss:</w:t>
      </w:r>
      <w:r w:rsidRPr="0031418B">
        <w:t xml:space="preserve"> is the coupling loss between the repeater and the donor base station.</w:t>
      </w:r>
    </w:p>
    <w:p w14:paraId="4D5DB5D9" w14:textId="77777777" w:rsidR="004F2E24" w:rsidRPr="0031418B" w:rsidRDefault="004F2E24" w:rsidP="004F2E24">
      <w:pPr>
        <w:rPr>
          <w:rFonts w:cs="v4.1.0"/>
        </w:rPr>
      </w:pPr>
      <w:r w:rsidRPr="0031418B">
        <w:rPr>
          <w:rFonts w:cs="v4.1.0"/>
          <w:b/>
          <w:bCs/>
        </w:rPr>
        <w:lastRenderedPageBreak/>
        <w:t>Downlink</w:t>
      </w:r>
      <w:r w:rsidRPr="0031418B">
        <w:rPr>
          <w:rFonts w:cs="v4.1.0"/>
        </w:rPr>
        <w:t>: Signal path where base station transmits and mobile receives.</w:t>
      </w:r>
    </w:p>
    <w:p w14:paraId="1F1616C2" w14:textId="77777777" w:rsidR="00720823" w:rsidRPr="0031418B" w:rsidRDefault="00720823" w:rsidP="00720823">
      <w:pPr>
        <w:rPr>
          <w:rFonts w:cs="v5.0.0"/>
        </w:rPr>
      </w:pPr>
      <w:r w:rsidRPr="0031418B">
        <w:rPr>
          <w:rFonts w:cs="v5.0.0"/>
          <w:b/>
          <w:bCs/>
        </w:rPr>
        <w:t xml:space="preserve">Downlink operating band: </w:t>
      </w:r>
      <w:r w:rsidRPr="0031418B">
        <w:rPr>
          <w:rFonts w:cs="v5.0.0"/>
        </w:rPr>
        <w:t xml:space="preserve">The part of the operating band designated for downlink. </w:t>
      </w:r>
    </w:p>
    <w:p w14:paraId="2D73CA8C" w14:textId="77777777" w:rsidR="003C1A23" w:rsidRPr="0031418B" w:rsidRDefault="003C1A23" w:rsidP="003C1A23">
      <w:r w:rsidRPr="0031418B">
        <w:rPr>
          <w:b/>
          <w:snapToGrid w:val="0"/>
        </w:rPr>
        <w:t>Maximum output power, Pmax:</w:t>
      </w:r>
      <w:r w:rsidRPr="0031418B">
        <w:rPr>
          <w:snapToGrid w:val="0"/>
        </w:rPr>
        <w:t xml:space="preserve"> This is the mean power level per carrier measured at the antenna connector of the Repeater in specified reference condition.</w:t>
      </w:r>
    </w:p>
    <w:p w14:paraId="4E2E2DEE" w14:textId="77777777" w:rsidR="00720823" w:rsidRPr="0031418B" w:rsidRDefault="00720823" w:rsidP="00233035">
      <w:pPr>
        <w:tabs>
          <w:tab w:val="left" w:pos="2448"/>
          <w:tab w:val="left" w:pos="9468"/>
        </w:tabs>
        <w:rPr>
          <w:rFonts w:cs="v5.0.0"/>
          <w:b/>
          <w:bCs/>
        </w:rPr>
      </w:pPr>
      <w:r w:rsidRPr="0031418B">
        <w:rPr>
          <w:rFonts w:cs="v5.0.0"/>
          <w:b/>
          <w:bCs/>
        </w:rPr>
        <w:t xml:space="preserve">Operating band: </w:t>
      </w:r>
      <w:r w:rsidRPr="0031418B">
        <w:rPr>
          <w:rFonts w:cs="v5.0.0"/>
        </w:rPr>
        <w:t>A frequency range in which E-UTRA operates (paired or unpaired), that is defined with a specific set of technical requirements</w:t>
      </w:r>
      <w:r w:rsidRPr="0031418B">
        <w:rPr>
          <w:rFonts w:cs="v5.0.0"/>
          <w:bCs/>
        </w:rPr>
        <w:t>.</w:t>
      </w:r>
    </w:p>
    <w:p w14:paraId="5CA4F1D4" w14:textId="77777777" w:rsidR="00720823" w:rsidRPr="0031418B" w:rsidRDefault="00720823" w:rsidP="00720823">
      <w:pPr>
        <w:pStyle w:val="NO"/>
      </w:pPr>
      <w:r w:rsidRPr="0031418B">
        <w:t>NOTE1:</w:t>
      </w:r>
      <w:r w:rsidRPr="0031418B">
        <w:tab/>
        <w:t xml:space="preserve">The operating band(s) for an E-UTRA Repeater is declared by the manufacturer according to the designations in </w:t>
      </w:r>
      <w:r w:rsidRPr="0031418B" w:rsidDel="003616D2">
        <w:t xml:space="preserve">clause </w:t>
      </w:r>
      <w:r w:rsidR="00D80184" w:rsidRPr="0031418B">
        <w:t>5.5</w:t>
      </w:r>
      <w:r w:rsidRPr="0031418B">
        <w:t xml:space="preserve"> table </w:t>
      </w:r>
      <w:r w:rsidR="00D80184" w:rsidRPr="0031418B">
        <w:t>5.5</w:t>
      </w:r>
      <w:r w:rsidRPr="0031418B">
        <w:t>-1.</w:t>
      </w:r>
    </w:p>
    <w:p w14:paraId="3EDE4136" w14:textId="77777777" w:rsidR="00720823" w:rsidRPr="0031418B" w:rsidRDefault="00720823" w:rsidP="00720823">
      <w:pPr>
        <w:pStyle w:val="NO"/>
      </w:pPr>
      <w:r w:rsidRPr="0031418B">
        <w:t>NOTE2:</w:t>
      </w:r>
      <w:r w:rsidRPr="0031418B">
        <w:tab/>
        <w:t xml:space="preserve">Unless specified, operating band refers to the </w:t>
      </w:r>
      <w:r w:rsidRPr="0031418B">
        <w:rPr>
          <w:rFonts w:cs="v4.1.0"/>
        </w:rPr>
        <w:t>uplink operating band and downlink</w:t>
      </w:r>
      <w:r w:rsidRPr="0031418B">
        <w:t xml:space="preserve"> operating band.</w:t>
      </w:r>
    </w:p>
    <w:p w14:paraId="6F787D5F" w14:textId="77777777" w:rsidR="003C1A23" w:rsidRPr="0031418B" w:rsidRDefault="003C1A23" w:rsidP="003C1A23">
      <w:pPr>
        <w:rPr>
          <w:rFonts w:cs="v4.1.0"/>
        </w:rPr>
      </w:pPr>
      <w:r w:rsidRPr="0031418B">
        <w:rPr>
          <w:b/>
          <w:snapToGrid w:val="0"/>
        </w:rPr>
        <w:t xml:space="preserve">Output power, Pout: </w:t>
      </w:r>
      <w:r w:rsidRPr="0031418B">
        <w:rPr>
          <w:rFonts w:cs="v4.1.0"/>
        </w:rPr>
        <w:t>This is the mean power of one carrier at maximum repeater gain delivered to a load with resistance equal to the nominal load impedance of the transmitter.</w:t>
      </w:r>
    </w:p>
    <w:p w14:paraId="7C6E8DA9" w14:textId="77777777" w:rsidR="004840DE" w:rsidRPr="0031418B" w:rsidRDefault="004840DE" w:rsidP="004840DE">
      <w:pPr>
        <w:rPr>
          <w:rFonts w:cs="v4.1.0"/>
        </w:rPr>
      </w:pPr>
      <w:r w:rsidRPr="0031418B">
        <w:rPr>
          <w:rFonts w:cs="v4.1.0"/>
          <w:b/>
          <w:bCs/>
        </w:rPr>
        <w:t>Pass band:</w:t>
      </w:r>
      <w:r w:rsidRPr="0031418B">
        <w:rPr>
          <w:rFonts w:cs="v4.1.0"/>
        </w:rPr>
        <w:t xml:space="preserve"> </w:t>
      </w:r>
      <w:r w:rsidR="004B3A57" w:rsidRPr="0031418B">
        <w:rPr>
          <w:rFonts w:cs="v4.1.0"/>
        </w:rPr>
        <w:t>T</w:t>
      </w:r>
      <w:r w:rsidRPr="0031418B">
        <w:rPr>
          <w:rFonts w:cs="v4.1.0"/>
        </w:rPr>
        <w:t xml:space="preserve">he frequency range </w:t>
      </w:r>
      <w:r w:rsidR="004B3A57" w:rsidRPr="0031418B">
        <w:rPr>
          <w:rFonts w:cs="v4.1.0"/>
        </w:rPr>
        <w:t xml:space="preserve">in which </w:t>
      </w:r>
      <w:r w:rsidRPr="0031418B">
        <w:rPr>
          <w:rFonts w:cs="v4.1.0"/>
        </w:rPr>
        <w:t>the repeater operates in with operational configuration. This frequency range can correspond to one or several consecutive nominal channels. If they are not consecutive each subset of channels shall be considered as an individual pass band.</w:t>
      </w:r>
      <w:r w:rsidR="004B3A57" w:rsidRPr="0031418B">
        <w:t xml:space="preserve"> </w:t>
      </w:r>
      <w:r w:rsidR="004B3A57" w:rsidRPr="0031418B">
        <w:rPr>
          <w:rFonts w:cs="v4.1.0"/>
        </w:rPr>
        <w:t>A repeater can have one or several pass bands.</w:t>
      </w:r>
    </w:p>
    <w:p w14:paraId="383D78D1" w14:textId="77777777" w:rsidR="003C1A23" w:rsidRPr="0031418B" w:rsidRDefault="003C1A23" w:rsidP="003C1A23">
      <w:pPr>
        <w:rPr>
          <w:rFonts w:cs="v4.2.0"/>
        </w:rPr>
      </w:pPr>
      <w:r w:rsidRPr="0031418B">
        <w:rPr>
          <w:rFonts w:cs="v4.2.0"/>
          <w:b/>
          <w:bCs/>
        </w:rPr>
        <w:t xml:space="preserve">Rated output power: </w:t>
      </w:r>
      <w:r w:rsidRPr="0031418B">
        <w:rPr>
          <w:rFonts w:cs="v4.2.0"/>
          <w:snapToGrid w:val="0"/>
        </w:rPr>
        <w:t>Rated output power of the repeater is the mean power level per carrier that the manufacturer has declared to be available at the antenna connector.</w:t>
      </w:r>
    </w:p>
    <w:p w14:paraId="2950BD79" w14:textId="77777777" w:rsidR="0018412C" w:rsidRPr="0031418B" w:rsidRDefault="0018412C" w:rsidP="0018412C">
      <w:pPr>
        <w:rPr>
          <w:rFonts w:cs="v4.1.0"/>
          <w:b/>
        </w:rPr>
      </w:pPr>
      <w:r w:rsidRPr="0031418B">
        <w:rPr>
          <w:rFonts w:cs="v4.1.0"/>
          <w:b/>
          <w:bCs/>
        </w:rPr>
        <w:t>Repeater:</w:t>
      </w:r>
      <w:r w:rsidRPr="0031418B">
        <w:rPr>
          <w:rFonts w:cs="v4.1.0"/>
        </w:rPr>
        <w:t xml:space="preserve"> A device that receives, amplifies and transmits the radiated or conducted RF carrier both in the downlink direction (from the base station to the mobile area) and in the uplink direction (from the mobile to the base station)</w:t>
      </w:r>
      <w:r w:rsidR="00AC6A6F" w:rsidRPr="0031418B">
        <w:rPr>
          <w:rFonts w:cs="v4.1.0"/>
          <w:strike/>
        </w:rPr>
        <w:t xml:space="preserve"> In operating bands with one exclusive link direction, only the dedicated link direction is repeated.</w:t>
      </w:r>
    </w:p>
    <w:p w14:paraId="198192BE" w14:textId="77777777" w:rsidR="00AC6A6F" w:rsidRPr="0031418B" w:rsidRDefault="00AC6A6F" w:rsidP="004F2E24">
      <w:r w:rsidRPr="0031418B">
        <w:t>In operating bands specified with only down-link or up-link, only the up-link or down-link as specified for the operating band is repeated.</w:t>
      </w:r>
    </w:p>
    <w:p w14:paraId="1AE736F4" w14:textId="77777777" w:rsidR="004F2E24" w:rsidRPr="0031418B" w:rsidRDefault="004F2E24" w:rsidP="004F2E24">
      <w:r w:rsidRPr="0031418B">
        <w:rPr>
          <w:b/>
        </w:rPr>
        <w:t>Transmission bandwidth:</w:t>
      </w:r>
      <w:r w:rsidRPr="0031418B">
        <w:t xml:space="preserve"> Bandwidth of an instantaneous transmission from a UE or BS, measured in Resource Block units.</w:t>
      </w:r>
    </w:p>
    <w:p w14:paraId="3333DD66" w14:textId="77777777" w:rsidR="004F2E24" w:rsidRPr="0031418B" w:rsidRDefault="004F2E24" w:rsidP="004F2E24">
      <w:r w:rsidRPr="0031418B">
        <w:rPr>
          <w:b/>
        </w:rPr>
        <w:t>Transmission bandwidth configuration:</w:t>
      </w:r>
      <w:r w:rsidRPr="0031418B">
        <w:t xml:space="preserve"> The highest transmission bandwidth allowed for uplink or downlink in a given channel bandwidth, measured in Resource Block units.</w:t>
      </w:r>
    </w:p>
    <w:p w14:paraId="67C152B7" w14:textId="77777777" w:rsidR="00AB06E2" w:rsidRPr="0031418B" w:rsidRDefault="004F2E24" w:rsidP="004F2E24">
      <w:pPr>
        <w:rPr>
          <w:rFonts w:cs="v4.1.0"/>
        </w:rPr>
      </w:pPr>
      <w:r w:rsidRPr="0031418B">
        <w:rPr>
          <w:rFonts w:cs="v4.1.0"/>
          <w:b/>
          <w:bCs/>
        </w:rPr>
        <w:t>Uplink:</w:t>
      </w:r>
      <w:r w:rsidRPr="0031418B">
        <w:rPr>
          <w:rFonts w:cs="v4.1.0"/>
        </w:rPr>
        <w:t xml:space="preserve"> Signal path where mobile transmits and base station receives.</w:t>
      </w:r>
    </w:p>
    <w:p w14:paraId="7E8F2D50" w14:textId="77777777" w:rsidR="00720823" w:rsidRPr="0031418B" w:rsidRDefault="00720823" w:rsidP="00720823">
      <w:pPr>
        <w:rPr>
          <w:rFonts w:cs="v5.0.0"/>
        </w:rPr>
      </w:pPr>
      <w:r w:rsidRPr="0031418B">
        <w:rPr>
          <w:rFonts w:cs="v5.0.0"/>
          <w:b/>
          <w:bCs/>
        </w:rPr>
        <w:t xml:space="preserve">Uplink operating band: </w:t>
      </w:r>
      <w:r w:rsidRPr="0031418B">
        <w:rPr>
          <w:rFonts w:cs="v5.0.0"/>
        </w:rPr>
        <w:t>The part of the operat</w:t>
      </w:r>
      <w:r w:rsidR="0058684D" w:rsidRPr="0031418B">
        <w:rPr>
          <w:rFonts w:cs="v5.0.0"/>
        </w:rPr>
        <w:t>ing band designated for uplink.</w:t>
      </w:r>
    </w:p>
    <w:p w14:paraId="55CA5969" w14:textId="77777777" w:rsidR="004A3549" w:rsidRPr="0031418B" w:rsidRDefault="004A3549">
      <w:pPr>
        <w:pStyle w:val="Heading2"/>
      </w:pPr>
      <w:bookmarkStart w:id="21" w:name="_Toc503964231"/>
      <w:r w:rsidRPr="0031418B">
        <w:t>3.2</w:t>
      </w:r>
      <w:r w:rsidRPr="0031418B">
        <w:tab/>
        <w:t>Symbols</w:t>
      </w:r>
      <w:bookmarkEnd w:id="21"/>
    </w:p>
    <w:p w14:paraId="4ED4FB05" w14:textId="77777777" w:rsidR="004A3549" w:rsidRPr="0031418B" w:rsidRDefault="004A3549">
      <w:pPr>
        <w:keepNext/>
      </w:pPr>
      <w:r w:rsidRPr="0031418B">
        <w:t>For the purposes of the present document, the following symbols apply:</w:t>
      </w:r>
    </w:p>
    <w:p w14:paraId="5BAEBB8B" w14:textId="77777777" w:rsidR="004F2E24" w:rsidRPr="0031418B" w:rsidRDefault="004F2E24" w:rsidP="004F2E24">
      <w:pPr>
        <w:pStyle w:val="EW"/>
      </w:pPr>
      <w:r w:rsidRPr="0031418B">
        <w:t>BW</w:t>
      </w:r>
      <w:r w:rsidRPr="0031418B">
        <w:rPr>
          <w:vertAlign w:val="subscript"/>
        </w:rPr>
        <w:t>Channel</w:t>
      </w:r>
      <w:r w:rsidRPr="0031418B">
        <w:tab/>
        <w:t>Channel bandwidth</w:t>
      </w:r>
    </w:p>
    <w:p w14:paraId="595D9D55" w14:textId="77777777" w:rsidR="004F2E24" w:rsidRPr="0031418B" w:rsidRDefault="004F2E24" w:rsidP="004F2E24">
      <w:pPr>
        <w:pStyle w:val="EW"/>
      </w:pPr>
      <w:r w:rsidRPr="0031418B">
        <w:t>BW</w:t>
      </w:r>
      <w:r w:rsidRPr="0031418B">
        <w:rPr>
          <w:vertAlign w:val="subscript"/>
        </w:rPr>
        <w:t>Config</w:t>
      </w:r>
      <w:r w:rsidRPr="0031418B">
        <w:tab/>
        <w:t>Transmission bandwidth configuration, expressed in MHz, where BW</w:t>
      </w:r>
      <w:r w:rsidRPr="0031418B">
        <w:rPr>
          <w:vertAlign w:val="subscript"/>
        </w:rPr>
        <w:t>Config</w:t>
      </w:r>
      <w:r w:rsidRPr="0031418B">
        <w:t xml:space="preserve"> = </w:t>
      </w:r>
      <w:r w:rsidRPr="0031418B">
        <w:rPr>
          <w:i/>
          <w:iCs/>
        </w:rPr>
        <w:t>N</w:t>
      </w:r>
      <w:r w:rsidRPr="0031418B">
        <w:rPr>
          <w:vertAlign w:val="subscript"/>
        </w:rPr>
        <w:t>RB</w:t>
      </w:r>
      <w:r w:rsidRPr="0031418B">
        <w:t xml:space="preserve"> x 180 kHz in the uplink and BW</w:t>
      </w:r>
      <w:r w:rsidRPr="0031418B">
        <w:rPr>
          <w:vertAlign w:val="subscript"/>
        </w:rPr>
        <w:t>Config</w:t>
      </w:r>
      <w:r w:rsidRPr="0031418B">
        <w:t xml:space="preserve"> = 15 kHz + </w:t>
      </w:r>
      <w:r w:rsidRPr="0031418B">
        <w:rPr>
          <w:i/>
          <w:iCs/>
        </w:rPr>
        <w:t>N</w:t>
      </w:r>
      <w:r w:rsidRPr="0031418B">
        <w:rPr>
          <w:vertAlign w:val="subscript"/>
        </w:rPr>
        <w:t>RB</w:t>
      </w:r>
      <w:r w:rsidRPr="0031418B">
        <w:t xml:space="preserve"> x 180 kHz in the downlink.</w:t>
      </w:r>
    </w:p>
    <w:p w14:paraId="7769BDE9" w14:textId="77777777" w:rsidR="00674AAB" w:rsidRPr="0031418B" w:rsidRDefault="00674AAB" w:rsidP="00674AAB">
      <w:pPr>
        <w:pStyle w:val="EW"/>
      </w:pPr>
      <w:r w:rsidRPr="0031418B">
        <w:t>BW</w:t>
      </w:r>
      <w:r w:rsidRPr="0031418B">
        <w:rPr>
          <w:vertAlign w:val="subscript"/>
        </w:rPr>
        <w:t>Meas</w:t>
      </w:r>
      <w:r w:rsidRPr="0031418B">
        <w:tab/>
        <w:t>Measurement bandwidth</w:t>
      </w:r>
    </w:p>
    <w:p w14:paraId="2EA79366" w14:textId="77777777" w:rsidR="00674AAB" w:rsidRPr="0031418B" w:rsidRDefault="00674AAB" w:rsidP="00674AAB">
      <w:pPr>
        <w:pStyle w:val="EW"/>
      </w:pPr>
      <w:r w:rsidRPr="0031418B">
        <w:t>BW</w:t>
      </w:r>
      <w:r w:rsidRPr="0031418B">
        <w:rPr>
          <w:vertAlign w:val="subscript"/>
        </w:rPr>
        <w:t>Signal</w:t>
      </w:r>
      <w:r w:rsidRPr="0031418B">
        <w:tab/>
        <w:t>B</w:t>
      </w:r>
      <w:r w:rsidRPr="0031418B">
        <w:rPr>
          <w:rFonts w:cs="v5.0.0"/>
        </w:rPr>
        <w:t>andwidth of the repeater input signal filling the repeater pass band</w:t>
      </w:r>
    </w:p>
    <w:p w14:paraId="6DCE7E5A" w14:textId="77777777" w:rsidR="004F2E24" w:rsidRPr="0031418B" w:rsidRDefault="004F2E24" w:rsidP="004F2E24">
      <w:pPr>
        <w:pStyle w:val="EW"/>
      </w:pPr>
      <w:r w:rsidRPr="0031418B">
        <w:t>F</w:t>
      </w:r>
      <w:r w:rsidRPr="0031418B">
        <w:rPr>
          <w:vertAlign w:val="subscript"/>
        </w:rPr>
        <w:t>DL_low</w:t>
      </w:r>
      <w:r w:rsidRPr="0031418B">
        <w:rPr>
          <w:vertAlign w:val="subscript"/>
        </w:rPr>
        <w:tab/>
      </w:r>
      <w:r w:rsidRPr="0031418B">
        <w:t>The lowest frequency of the downlink operating band</w:t>
      </w:r>
    </w:p>
    <w:p w14:paraId="25D23BC8" w14:textId="77777777" w:rsidR="004F2E24" w:rsidRPr="0031418B" w:rsidRDefault="004F2E24" w:rsidP="004F2E24">
      <w:pPr>
        <w:pStyle w:val="EW"/>
      </w:pPr>
      <w:r w:rsidRPr="0031418B">
        <w:t>F</w:t>
      </w:r>
      <w:r w:rsidRPr="0031418B">
        <w:rPr>
          <w:vertAlign w:val="subscript"/>
        </w:rPr>
        <w:t>DL_high</w:t>
      </w:r>
      <w:r w:rsidRPr="0031418B">
        <w:rPr>
          <w:vertAlign w:val="subscript"/>
        </w:rPr>
        <w:tab/>
      </w:r>
      <w:r w:rsidRPr="0031418B">
        <w:t>The highest frequency of the downlink operating band</w:t>
      </w:r>
    </w:p>
    <w:p w14:paraId="0D4C2F84" w14:textId="77777777" w:rsidR="00134469" w:rsidRPr="0031418B" w:rsidRDefault="00134469" w:rsidP="00134469">
      <w:pPr>
        <w:pStyle w:val="EW"/>
      </w:pPr>
      <w:r w:rsidRPr="0031418B">
        <w:t>F</w:t>
      </w:r>
      <w:r w:rsidRPr="0031418B">
        <w:rPr>
          <w:vertAlign w:val="subscript"/>
        </w:rPr>
        <w:t>filter</w:t>
      </w:r>
      <w:r w:rsidRPr="0031418B">
        <w:tab/>
        <w:t>Filter centre frequency</w:t>
      </w:r>
    </w:p>
    <w:p w14:paraId="3EC795D9" w14:textId="77777777" w:rsidR="004F2E24" w:rsidRPr="0031418B" w:rsidRDefault="004F2E24" w:rsidP="004F2E24">
      <w:pPr>
        <w:pStyle w:val="EW"/>
      </w:pPr>
      <w:r w:rsidRPr="0031418B">
        <w:t>F</w:t>
      </w:r>
      <w:r w:rsidRPr="0031418B">
        <w:rPr>
          <w:vertAlign w:val="subscript"/>
        </w:rPr>
        <w:t>UL_low</w:t>
      </w:r>
      <w:r w:rsidRPr="0031418B">
        <w:rPr>
          <w:vertAlign w:val="subscript"/>
        </w:rPr>
        <w:tab/>
      </w:r>
      <w:r w:rsidRPr="0031418B">
        <w:t>The lowest frequency of the uplink operating band</w:t>
      </w:r>
    </w:p>
    <w:p w14:paraId="09CC76D5" w14:textId="77777777" w:rsidR="004F2E24" w:rsidRPr="0031418B" w:rsidRDefault="004F2E24" w:rsidP="004F2E24">
      <w:pPr>
        <w:pStyle w:val="EW"/>
      </w:pPr>
      <w:r w:rsidRPr="0031418B">
        <w:t>F</w:t>
      </w:r>
      <w:r w:rsidRPr="0031418B">
        <w:rPr>
          <w:vertAlign w:val="subscript"/>
        </w:rPr>
        <w:t>UL_high</w:t>
      </w:r>
      <w:r w:rsidRPr="0031418B">
        <w:rPr>
          <w:vertAlign w:val="subscript"/>
        </w:rPr>
        <w:tab/>
      </w:r>
      <w:r w:rsidRPr="0031418B">
        <w:t>The highest frequency of the uplink operating band</w:t>
      </w:r>
    </w:p>
    <w:p w14:paraId="03F78A6C" w14:textId="77777777" w:rsidR="007026E5" w:rsidRPr="0031418B" w:rsidRDefault="007026E5" w:rsidP="007026E5">
      <w:pPr>
        <w:pStyle w:val="EW"/>
      </w:pPr>
      <w:r w:rsidRPr="0031418B">
        <w:t>f_offset_PB</w:t>
      </w:r>
      <w:r w:rsidRPr="0031418B">
        <w:tab/>
      </w:r>
      <w:r w:rsidR="00674AAB" w:rsidRPr="0031418B">
        <w:t>D</w:t>
      </w:r>
      <w:r w:rsidRPr="0031418B">
        <w:t>istance from the channel edge frequency of the first or last channel in the pass band</w:t>
      </w:r>
    </w:p>
    <w:p w14:paraId="4A85F7D2" w14:textId="77777777" w:rsidR="004F2E24" w:rsidRPr="0031418B" w:rsidRDefault="004F2E24" w:rsidP="004F2E24">
      <w:pPr>
        <w:pStyle w:val="EW"/>
      </w:pPr>
      <w:r w:rsidRPr="0031418B">
        <w:t>N</w:t>
      </w:r>
      <w:r w:rsidRPr="0031418B">
        <w:rPr>
          <w:vertAlign w:val="subscript"/>
        </w:rPr>
        <w:t>DL</w:t>
      </w:r>
      <w:r w:rsidRPr="0031418B">
        <w:t xml:space="preserve"> </w:t>
      </w:r>
      <w:r w:rsidRPr="0031418B">
        <w:tab/>
        <w:t>Downlink EARFCN</w:t>
      </w:r>
    </w:p>
    <w:p w14:paraId="10812209" w14:textId="77777777" w:rsidR="004F2E24" w:rsidRPr="0031418B" w:rsidRDefault="004F2E24" w:rsidP="004F2E24">
      <w:pPr>
        <w:pStyle w:val="EW"/>
      </w:pPr>
      <w:r w:rsidRPr="0031418B">
        <w:t>N</w:t>
      </w:r>
      <w:r w:rsidRPr="0031418B">
        <w:rPr>
          <w:vertAlign w:val="subscript"/>
        </w:rPr>
        <w:t>Offs-DL</w:t>
      </w:r>
      <w:r w:rsidRPr="0031418B">
        <w:t xml:space="preserve"> </w:t>
      </w:r>
      <w:r w:rsidRPr="0031418B">
        <w:tab/>
        <w:t>Offset used for calculating downlink EARFCN</w:t>
      </w:r>
    </w:p>
    <w:p w14:paraId="45037894" w14:textId="77777777" w:rsidR="004F2E24" w:rsidRPr="0031418B" w:rsidRDefault="004F2E24" w:rsidP="004F2E24">
      <w:pPr>
        <w:pStyle w:val="EW"/>
      </w:pPr>
      <w:r w:rsidRPr="0031418B">
        <w:t>N</w:t>
      </w:r>
      <w:r w:rsidRPr="0031418B">
        <w:rPr>
          <w:vertAlign w:val="subscript"/>
        </w:rPr>
        <w:t>Offs-UL</w:t>
      </w:r>
      <w:r w:rsidRPr="0031418B">
        <w:t xml:space="preserve"> </w:t>
      </w:r>
      <w:r w:rsidRPr="0031418B">
        <w:tab/>
        <w:t>Offset used for calculating uplink EARFCN</w:t>
      </w:r>
    </w:p>
    <w:p w14:paraId="3135A048" w14:textId="77777777" w:rsidR="004F2E24" w:rsidRPr="0031418B" w:rsidRDefault="004F2E24" w:rsidP="004F2E24">
      <w:pPr>
        <w:pStyle w:val="EW"/>
      </w:pPr>
      <w:r w:rsidRPr="0031418B">
        <w:t>N</w:t>
      </w:r>
      <w:r w:rsidRPr="0031418B">
        <w:rPr>
          <w:vertAlign w:val="subscript"/>
        </w:rPr>
        <w:t>RB</w:t>
      </w:r>
      <w:r w:rsidRPr="0031418B">
        <w:tab/>
        <w:t xml:space="preserve">Transmission bandwidth configuration, expressed in units of resource blocks </w:t>
      </w:r>
    </w:p>
    <w:p w14:paraId="7152ADD0" w14:textId="77777777" w:rsidR="00AC6A6F" w:rsidRPr="0031418B" w:rsidRDefault="004F2E24" w:rsidP="00AC6A6F">
      <w:pPr>
        <w:pStyle w:val="EW"/>
      </w:pPr>
      <w:r w:rsidRPr="0031418B">
        <w:t>N</w:t>
      </w:r>
      <w:r w:rsidRPr="0031418B">
        <w:rPr>
          <w:vertAlign w:val="subscript"/>
        </w:rPr>
        <w:t>UL</w:t>
      </w:r>
      <w:r w:rsidRPr="0031418B">
        <w:t xml:space="preserve"> </w:t>
      </w:r>
      <w:r w:rsidRPr="0031418B">
        <w:tab/>
        <w:t>Uplink EARFCN</w:t>
      </w:r>
    </w:p>
    <w:p w14:paraId="0BE30598" w14:textId="77777777" w:rsidR="004F2E24" w:rsidRPr="0031418B" w:rsidRDefault="00AC6A6F" w:rsidP="00AC6A6F">
      <w:pPr>
        <w:pStyle w:val="EW"/>
      </w:pPr>
      <w:r w:rsidRPr="0031418B">
        <w:t>P</w:t>
      </w:r>
      <w:r w:rsidRPr="0031418B">
        <w:rPr>
          <w:vertAlign w:val="subscript"/>
        </w:rPr>
        <w:t>EM</w:t>
      </w:r>
      <w:r w:rsidRPr="0031418B">
        <w:rPr>
          <w:rFonts w:hint="eastAsia"/>
          <w:vertAlign w:val="subscript"/>
          <w:lang w:eastAsia="ja-JP"/>
        </w:rPr>
        <w:t>,</w:t>
      </w:r>
      <w:r w:rsidRPr="0031418B">
        <w:rPr>
          <w:vertAlign w:val="subscript"/>
        </w:rPr>
        <w:t>B32</w:t>
      </w:r>
      <w:r w:rsidRPr="0031418B">
        <w:rPr>
          <w:vertAlign w:val="subscript"/>
          <w:lang w:eastAsia="ja-JP"/>
        </w:rPr>
        <w:t>,</w:t>
      </w:r>
      <w:r w:rsidRPr="0031418B">
        <w:rPr>
          <w:rFonts w:hint="eastAsia"/>
          <w:vertAlign w:val="subscript"/>
          <w:lang w:eastAsia="ja-JP"/>
        </w:rPr>
        <w:t>ind</w:t>
      </w:r>
      <w:r w:rsidRPr="0031418B">
        <w:rPr>
          <w:vertAlign w:val="subscript"/>
          <w:lang w:eastAsia="ja-JP"/>
        </w:rPr>
        <w:tab/>
      </w:r>
      <w:r w:rsidRPr="0031418B">
        <w:t xml:space="preserve">Declared emission level in Band 32, </w:t>
      </w:r>
      <w:r w:rsidRPr="0031418B">
        <w:rPr>
          <w:rFonts w:hint="eastAsia"/>
          <w:lang w:eastAsia="ja-JP"/>
        </w:rPr>
        <w:t>ind</w:t>
      </w:r>
      <w:r w:rsidRPr="0031418B">
        <w:t>=a, b, c, d, e</w:t>
      </w:r>
    </w:p>
    <w:p w14:paraId="1F5A439B" w14:textId="77777777" w:rsidR="00134469" w:rsidRPr="0031418B" w:rsidRDefault="00134469" w:rsidP="00134469">
      <w:pPr>
        <w:pStyle w:val="EW"/>
      </w:pPr>
      <w:r w:rsidRPr="0031418B">
        <w:t>P</w:t>
      </w:r>
      <w:r w:rsidRPr="0031418B">
        <w:rPr>
          <w:vertAlign w:val="subscript"/>
        </w:rPr>
        <w:t>EM,N</w:t>
      </w:r>
      <w:r w:rsidRPr="0031418B">
        <w:tab/>
        <w:t>Declared emission level for channel N</w:t>
      </w:r>
    </w:p>
    <w:p w14:paraId="64E04B4D" w14:textId="77777777" w:rsidR="003C1A23" w:rsidRPr="0031418B" w:rsidRDefault="003C1A23" w:rsidP="003C1A23">
      <w:pPr>
        <w:pStyle w:val="EW"/>
      </w:pPr>
      <w:r w:rsidRPr="0031418B">
        <w:lastRenderedPageBreak/>
        <w:t>Pmax</w:t>
      </w:r>
      <w:r w:rsidRPr="0031418B">
        <w:tab/>
        <w:t>Maximum output power</w:t>
      </w:r>
    </w:p>
    <w:p w14:paraId="0BB5B972" w14:textId="77777777" w:rsidR="003C1A23" w:rsidRPr="0031418B" w:rsidRDefault="003C1A23" w:rsidP="003C1A23">
      <w:pPr>
        <w:pStyle w:val="EW"/>
      </w:pPr>
      <w:r w:rsidRPr="0031418B">
        <w:t>Pout</w:t>
      </w:r>
      <w:r w:rsidRPr="0031418B">
        <w:tab/>
        <w:t>Output power</w:t>
      </w:r>
    </w:p>
    <w:p w14:paraId="5597F02D" w14:textId="77777777" w:rsidR="004A3549" w:rsidRPr="0031418B" w:rsidRDefault="004A3549">
      <w:pPr>
        <w:pStyle w:val="EW"/>
      </w:pPr>
    </w:p>
    <w:p w14:paraId="40E5DD2B" w14:textId="77777777" w:rsidR="004A3549" w:rsidRPr="0031418B" w:rsidRDefault="004A3549">
      <w:pPr>
        <w:pStyle w:val="Heading2"/>
      </w:pPr>
      <w:bookmarkStart w:id="22" w:name="_Toc503964232"/>
      <w:r w:rsidRPr="0031418B">
        <w:t>3.3</w:t>
      </w:r>
      <w:r w:rsidRPr="0031418B">
        <w:tab/>
        <w:t>Abbreviations</w:t>
      </w:r>
      <w:bookmarkEnd w:id="22"/>
    </w:p>
    <w:p w14:paraId="4D6286E6" w14:textId="77777777" w:rsidR="004A3549" w:rsidRPr="0031418B" w:rsidRDefault="004A3549">
      <w:pPr>
        <w:keepNext/>
      </w:pPr>
      <w:r w:rsidRPr="0031418B">
        <w:t xml:space="preserve">For the purposes of the present document, the abbreviations </w:t>
      </w:r>
      <w:r w:rsidR="008C6DB3" w:rsidRPr="0031418B">
        <w:t>given in TR 21.905 [</w:t>
      </w:r>
      <w:r w:rsidR="00D804F0" w:rsidRPr="0031418B">
        <w:t>1</w:t>
      </w:r>
      <w:r w:rsidR="008C6DB3" w:rsidRPr="0031418B">
        <w:t xml:space="preserve">] and the following </w:t>
      </w:r>
      <w:r w:rsidRPr="0031418B">
        <w:t>apply</w:t>
      </w:r>
      <w:r w:rsidR="008C6DB3" w:rsidRPr="0031418B">
        <w:t>. An abbreviation defined in the present document takes precedence over the definition of the same abbreviation, if any, in TR 21.905 [</w:t>
      </w:r>
      <w:r w:rsidR="00D804F0" w:rsidRPr="0031418B">
        <w:t>1</w:t>
      </w:r>
      <w:r w:rsidR="008C6DB3" w:rsidRPr="0031418B">
        <w:t>].</w:t>
      </w:r>
    </w:p>
    <w:p w14:paraId="57DDFBF2" w14:textId="77777777" w:rsidR="0025304A" w:rsidRPr="0031418B" w:rsidRDefault="0025304A" w:rsidP="0025304A">
      <w:pPr>
        <w:pStyle w:val="EW"/>
      </w:pPr>
      <w:r w:rsidRPr="0031418B">
        <w:t>ACRR</w:t>
      </w:r>
      <w:r w:rsidRPr="0031418B">
        <w:tab/>
        <w:t>Adjacent Channel Rejection Ratio</w:t>
      </w:r>
    </w:p>
    <w:p w14:paraId="7A175D4F" w14:textId="77777777" w:rsidR="0025304A" w:rsidRPr="0031418B" w:rsidRDefault="0025304A" w:rsidP="0025304A">
      <w:pPr>
        <w:pStyle w:val="EW"/>
      </w:pPr>
      <w:r w:rsidRPr="0031418B">
        <w:t>BS</w:t>
      </w:r>
      <w:r w:rsidRPr="0031418B">
        <w:tab/>
        <w:t>Base Station</w:t>
      </w:r>
    </w:p>
    <w:p w14:paraId="6D639D34" w14:textId="77777777" w:rsidR="00134469" w:rsidRPr="0031418B" w:rsidRDefault="00134469" w:rsidP="00134469">
      <w:pPr>
        <w:pStyle w:val="EW"/>
        <w:rPr>
          <w:rFonts w:eastAsia="?? ??"/>
        </w:rPr>
      </w:pPr>
      <w:r w:rsidRPr="0031418B">
        <w:rPr>
          <w:rFonts w:eastAsia="?? ??"/>
        </w:rPr>
        <w:t>DTT</w:t>
      </w:r>
      <w:r w:rsidRPr="0031418B">
        <w:rPr>
          <w:rFonts w:eastAsia="?? ??"/>
        </w:rPr>
        <w:tab/>
        <w:t>Digital Terrestrial Television</w:t>
      </w:r>
    </w:p>
    <w:p w14:paraId="2192B753" w14:textId="77777777" w:rsidR="00AC6A6F" w:rsidRPr="0031418B" w:rsidRDefault="0025304A" w:rsidP="00AC6A6F">
      <w:pPr>
        <w:pStyle w:val="EW"/>
      </w:pPr>
      <w:r w:rsidRPr="0031418B">
        <w:t xml:space="preserve">EARFCN </w:t>
      </w:r>
      <w:r w:rsidRPr="0031418B">
        <w:tab/>
        <w:t>E-UTRA Absolute Radio Frequency Channel Number</w:t>
      </w:r>
    </w:p>
    <w:p w14:paraId="148FA021" w14:textId="77777777" w:rsidR="0025304A" w:rsidRPr="0031418B" w:rsidRDefault="00AC6A6F" w:rsidP="00AC6A6F">
      <w:pPr>
        <w:pStyle w:val="EW"/>
      </w:pPr>
      <w:r w:rsidRPr="0031418B">
        <w:rPr>
          <w:rFonts w:hint="eastAsia"/>
          <w:lang w:eastAsia="ja-JP"/>
        </w:rPr>
        <w:t>EIRP</w:t>
      </w:r>
      <w:r w:rsidRPr="0031418B">
        <w:rPr>
          <w:rFonts w:hint="eastAsia"/>
          <w:lang w:eastAsia="ja-JP"/>
        </w:rPr>
        <w:tab/>
        <w:t>E</w:t>
      </w:r>
      <w:r w:rsidRPr="0031418B">
        <w:t xml:space="preserve">ffective </w:t>
      </w:r>
      <w:r w:rsidRPr="0031418B">
        <w:rPr>
          <w:rFonts w:hint="eastAsia"/>
          <w:lang w:eastAsia="ja-JP"/>
        </w:rPr>
        <w:t>I</w:t>
      </w:r>
      <w:r w:rsidRPr="0031418B">
        <w:t xml:space="preserve">sotropic </w:t>
      </w:r>
      <w:r w:rsidRPr="0031418B">
        <w:rPr>
          <w:rFonts w:hint="eastAsia"/>
          <w:lang w:eastAsia="ja-JP"/>
        </w:rPr>
        <w:t>R</w:t>
      </w:r>
      <w:r w:rsidRPr="0031418B">
        <w:t xml:space="preserve">adiated </w:t>
      </w:r>
      <w:r w:rsidRPr="0031418B">
        <w:rPr>
          <w:rFonts w:hint="eastAsia"/>
          <w:lang w:eastAsia="ja-JP"/>
        </w:rPr>
        <w:t>P</w:t>
      </w:r>
      <w:r w:rsidRPr="0031418B">
        <w:t>ower</w:t>
      </w:r>
    </w:p>
    <w:p w14:paraId="64FED592" w14:textId="77777777" w:rsidR="0025304A" w:rsidRPr="0031418B" w:rsidRDefault="0025304A" w:rsidP="0025304A">
      <w:pPr>
        <w:pStyle w:val="EW"/>
      </w:pPr>
      <w:r w:rsidRPr="0031418B">
        <w:t>EVM</w:t>
      </w:r>
      <w:r w:rsidRPr="0031418B">
        <w:tab/>
        <w:t>Error Vector Magnitude</w:t>
      </w:r>
    </w:p>
    <w:p w14:paraId="1F543C19" w14:textId="77777777" w:rsidR="0025304A" w:rsidRPr="0031418B" w:rsidRDefault="0025304A" w:rsidP="0025304A">
      <w:pPr>
        <w:pStyle w:val="EW"/>
      </w:pPr>
      <w:r w:rsidRPr="0031418B">
        <w:t xml:space="preserve">IDFT </w:t>
      </w:r>
      <w:r w:rsidRPr="0031418B">
        <w:tab/>
        <w:t>Inverse Discrete Fourier Transform</w:t>
      </w:r>
    </w:p>
    <w:p w14:paraId="7D9260CC" w14:textId="77777777" w:rsidR="0025304A" w:rsidRPr="0031418B" w:rsidRDefault="0025304A" w:rsidP="0025304A">
      <w:pPr>
        <w:pStyle w:val="EW"/>
      </w:pPr>
      <w:r w:rsidRPr="0031418B">
        <w:t>PB</w:t>
      </w:r>
      <w:r w:rsidRPr="0031418B">
        <w:tab/>
        <w:t>Pass Band</w:t>
      </w:r>
    </w:p>
    <w:p w14:paraId="73986A84" w14:textId="77777777" w:rsidR="0025304A" w:rsidRPr="0031418B" w:rsidRDefault="0025304A" w:rsidP="0025304A">
      <w:pPr>
        <w:pStyle w:val="EW"/>
      </w:pPr>
      <w:r w:rsidRPr="0031418B">
        <w:t>TBD</w:t>
      </w:r>
      <w:r w:rsidRPr="0031418B">
        <w:tab/>
        <w:t>To Be Defined</w:t>
      </w:r>
    </w:p>
    <w:p w14:paraId="393B4643" w14:textId="77777777" w:rsidR="004A3549" w:rsidRPr="0031418B" w:rsidRDefault="004A3549" w:rsidP="001901EC">
      <w:pPr>
        <w:pStyle w:val="EW"/>
      </w:pPr>
    </w:p>
    <w:p w14:paraId="32033901" w14:textId="77777777" w:rsidR="00A62822" w:rsidRPr="0031418B" w:rsidRDefault="00A62822" w:rsidP="00A62822">
      <w:pPr>
        <w:pStyle w:val="Heading1"/>
      </w:pPr>
      <w:bookmarkStart w:id="23" w:name="_Toc503964233"/>
      <w:r w:rsidRPr="0031418B">
        <w:t>4</w:t>
      </w:r>
      <w:r w:rsidRPr="0031418B">
        <w:tab/>
        <w:t>General</w:t>
      </w:r>
      <w:bookmarkEnd w:id="23"/>
    </w:p>
    <w:p w14:paraId="40AEABD6" w14:textId="77777777" w:rsidR="00A62822" w:rsidRPr="0031418B" w:rsidRDefault="00A62822" w:rsidP="00A62822">
      <w:pPr>
        <w:pStyle w:val="Heading2"/>
      </w:pPr>
      <w:bookmarkStart w:id="24" w:name="_Toc503964234"/>
      <w:r w:rsidRPr="0031418B">
        <w:rPr>
          <w:snapToGrid w:val="0"/>
        </w:rPr>
        <w:t>4.1</w:t>
      </w:r>
      <w:r w:rsidRPr="0031418B">
        <w:rPr>
          <w:snapToGrid w:val="0"/>
        </w:rPr>
        <w:tab/>
        <w:t>Relationship between Minimum Requirements and Test Requirements</w:t>
      </w:r>
      <w:bookmarkEnd w:id="24"/>
    </w:p>
    <w:p w14:paraId="08030DBB" w14:textId="77777777" w:rsidR="007C5024" w:rsidRPr="0031418B" w:rsidRDefault="007C5024" w:rsidP="007C5024">
      <w:pPr>
        <w:keepNext/>
        <w:rPr>
          <w:rFonts w:cs="v5.0.0"/>
          <w:snapToGrid w:val="0"/>
        </w:rPr>
      </w:pPr>
      <w:r w:rsidRPr="0031418B">
        <w:rPr>
          <w:rFonts w:cs="v5.0.0"/>
          <w:snapToGrid w:val="0"/>
        </w:rPr>
        <w:t xml:space="preserve">The Minimum Requirements given in this specification make no allowance for measurement uncertainty. The test specification TS 36.143 [4] </w:t>
      </w:r>
      <w:r w:rsidR="00A26FD5" w:rsidRPr="0031418B">
        <w:rPr>
          <w:rFonts w:cs="v5.0.0"/>
          <w:snapToGrid w:val="0"/>
        </w:rPr>
        <w:t>Annex B</w:t>
      </w:r>
      <w:r w:rsidRPr="0031418B">
        <w:rPr>
          <w:rFonts w:cs="v5.0.0"/>
          <w:snapToGrid w:val="0"/>
        </w:rPr>
        <w:t xml:space="preserve"> defines Test Tolerances. These Test Tolerances are individually calculated for each test. The Test Tolerances are used to relax the Minimum Requirements in this specification to create Test Requirements.</w:t>
      </w:r>
    </w:p>
    <w:p w14:paraId="7832825E" w14:textId="77777777" w:rsidR="007C5024" w:rsidRPr="0031418B" w:rsidRDefault="007C5024" w:rsidP="007C5024">
      <w:pPr>
        <w:keepNext/>
        <w:rPr>
          <w:rFonts w:cs="v5.0.0"/>
          <w:snapToGrid w:val="0"/>
        </w:rPr>
      </w:pPr>
      <w:r w:rsidRPr="0031418B">
        <w:rPr>
          <w:rFonts w:cs="v5.0.0"/>
          <w:snapToGrid w:val="0"/>
        </w:rPr>
        <w:t>The measurement results returned by the Test System are compared - without any modification - against the Test Requirements as defined by the shared risk principle.</w:t>
      </w:r>
    </w:p>
    <w:p w14:paraId="44C03C45" w14:textId="77777777" w:rsidR="007C5024" w:rsidRPr="0031418B" w:rsidRDefault="007C5024" w:rsidP="007C5024">
      <w:pPr>
        <w:rPr>
          <w:rFonts w:cs="v5.0.0"/>
        </w:rPr>
      </w:pPr>
      <w:r w:rsidRPr="0031418B">
        <w:rPr>
          <w:rFonts w:cs="v5.0.0"/>
          <w:snapToGrid w:val="0"/>
        </w:rPr>
        <w:t>The Shared Risk principle is defined in ITU-R M.1545 [3].</w:t>
      </w:r>
    </w:p>
    <w:p w14:paraId="1DD5011B" w14:textId="77777777" w:rsidR="00A62822" w:rsidRPr="0031418B" w:rsidRDefault="00A62822" w:rsidP="00A62822">
      <w:pPr>
        <w:pStyle w:val="Heading2"/>
      </w:pPr>
      <w:bookmarkStart w:id="25" w:name="_Toc503964235"/>
      <w:r w:rsidRPr="0031418B">
        <w:lastRenderedPageBreak/>
        <w:t>4.</w:t>
      </w:r>
      <w:r w:rsidR="00442B19" w:rsidRPr="0031418B">
        <w:t>2</w:t>
      </w:r>
      <w:r w:rsidRPr="0031418B">
        <w:tab/>
        <w:t>Regional requirements</w:t>
      </w:r>
      <w:bookmarkEnd w:id="25"/>
    </w:p>
    <w:p w14:paraId="0F981AB7" w14:textId="77777777" w:rsidR="00134469" w:rsidRPr="0031418B" w:rsidRDefault="007C5024" w:rsidP="00134469">
      <w:pPr>
        <w:keepNext/>
        <w:rPr>
          <w:rFonts w:cs="v5.0.0"/>
        </w:rPr>
      </w:pPr>
      <w:r w:rsidRPr="0031418B">
        <w:rPr>
          <w:rFonts w:cs="v5.0.0"/>
        </w:rPr>
        <w:t>Some requirements in the present document may only apply in certain regions</w:t>
      </w:r>
      <w:r w:rsidR="00134469" w:rsidRPr="0031418B">
        <w:rPr>
          <w:rFonts w:cs="v5.0.0"/>
        </w:rPr>
        <w:t xml:space="preserve"> either as optional requirements or set by local and regional regulation as mandatory requirements. It is normally not stated in the 3GPP specifications under what exact circumstances that the requirements apply, since this is defined by local or regional regulation</w:t>
      </w:r>
      <w:r w:rsidRPr="0031418B">
        <w:rPr>
          <w:rFonts w:cs="v5.0.0"/>
        </w:rPr>
        <w:t>.</w:t>
      </w:r>
    </w:p>
    <w:p w14:paraId="594590E8" w14:textId="77777777" w:rsidR="007C5024" w:rsidRPr="0031418B" w:rsidRDefault="007C5024" w:rsidP="007C5024">
      <w:pPr>
        <w:keepNext/>
        <w:rPr>
          <w:rFonts w:cs="v5.0.0"/>
        </w:rPr>
      </w:pPr>
      <w:r w:rsidRPr="0031418B">
        <w:rPr>
          <w:rFonts w:cs="v5.0.0"/>
        </w:rPr>
        <w:t>Table 4.2-1 lists all requirements that may be applied differently in different regions.</w:t>
      </w:r>
    </w:p>
    <w:p w14:paraId="5CD4F77C" w14:textId="77777777" w:rsidR="007C5024" w:rsidRPr="0031418B" w:rsidRDefault="007C5024" w:rsidP="007C5024">
      <w:pPr>
        <w:pStyle w:val="TH"/>
        <w:rPr>
          <w:rFonts w:cs="v5.0.0"/>
        </w:rPr>
      </w:pPr>
      <w:r w:rsidRPr="0031418B">
        <w:rPr>
          <w:rFonts w:cs="v5.0.0"/>
        </w:rPr>
        <w:t>Table 4.2-1: List of regional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
        <w:gridCol w:w="2897"/>
        <w:gridCol w:w="5694"/>
      </w:tblGrid>
      <w:tr w:rsidR="007C5024" w:rsidRPr="0031418B" w14:paraId="0DE817E0" w14:textId="77777777">
        <w:trPr>
          <w:cantSplit/>
          <w:jc w:val="center"/>
        </w:trPr>
        <w:tc>
          <w:tcPr>
            <w:tcW w:w="0" w:type="auto"/>
          </w:tcPr>
          <w:p w14:paraId="71273CC4" w14:textId="77777777" w:rsidR="007C5024" w:rsidRPr="0031418B" w:rsidRDefault="007C5024" w:rsidP="00D3671D">
            <w:pPr>
              <w:pStyle w:val="TAH"/>
              <w:rPr>
                <w:rFonts w:cs="v5.0.0"/>
              </w:rPr>
            </w:pPr>
            <w:r w:rsidRPr="0031418B">
              <w:rPr>
                <w:rFonts w:cs="v5.0.0"/>
              </w:rPr>
              <w:t>Clause number</w:t>
            </w:r>
          </w:p>
        </w:tc>
        <w:tc>
          <w:tcPr>
            <w:tcW w:w="0" w:type="auto"/>
          </w:tcPr>
          <w:p w14:paraId="09531A8D" w14:textId="77777777" w:rsidR="007C5024" w:rsidRPr="0031418B" w:rsidRDefault="007C5024" w:rsidP="00D3671D">
            <w:pPr>
              <w:pStyle w:val="TAH"/>
              <w:rPr>
                <w:rFonts w:cs="v5.0.0"/>
              </w:rPr>
            </w:pPr>
            <w:r w:rsidRPr="0031418B">
              <w:rPr>
                <w:rFonts w:cs="v5.0.0"/>
              </w:rPr>
              <w:t>Requirement</w:t>
            </w:r>
          </w:p>
        </w:tc>
        <w:tc>
          <w:tcPr>
            <w:tcW w:w="0" w:type="auto"/>
          </w:tcPr>
          <w:p w14:paraId="542E43B3" w14:textId="77777777" w:rsidR="007C5024" w:rsidRPr="0031418B" w:rsidRDefault="007C5024" w:rsidP="00D3671D">
            <w:pPr>
              <w:pStyle w:val="TAH"/>
              <w:rPr>
                <w:rFonts w:cs="v5.0.0"/>
              </w:rPr>
            </w:pPr>
            <w:r w:rsidRPr="0031418B">
              <w:rPr>
                <w:rFonts w:cs="v5.0.0"/>
              </w:rPr>
              <w:t>Comments</w:t>
            </w:r>
          </w:p>
        </w:tc>
      </w:tr>
      <w:tr w:rsidR="007C5024" w:rsidRPr="0031418B" w14:paraId="78CE6875" w14:textId="77777777">
        <w:trPr>
          <w:cantSplit/>
          <w:jc w:val="center"/>
        </w:trPr>
        <w:tc>
          <w:tcPr>
            <w:tcW w:w="0" w:type="auto"/>
          </w:tcPr>
          <w:p w14:paraId="1BE8AACB" w14:textId="77777777" w:rsidR="007C5024" w:rsidRPr="0031418B" w:rsidRDefault="00D80184" w:rsidP="00D3671D">
            <w:pPr>
              <w:pStyle w:val="TAL"/>
            </w:pPr>
            <w:r w:rsidRPr="0031418B">
              <w:t>5.5</w:t>
            </w:r>
          </w:p>
        </w:tc>
        <w:tc>
          <w:tcPr>
            <w:tcW w:w="0" w:type="auto"/>
          </w:tcPr>
          <w:p w14:paraId="47ECECFC" w14:textId="77777777" w:rsidR="007C5024" w:rsidRPr="0031418B" w:rsidRDefault="00EA4E3F" w:rsidP="00D3671D">
            <w:pPr>
              <w:pStyle w:val="TAL"/>
            </w:pPr>
            <w:r w:rsidRPr="0031418B">
              <w:t xml:space="preserve">Operating </w:t>
            </w:r>
            <w:r w:rsidR="007C5024" w:rsidRPr="0031418B">
              <w:t>bands</w:t>
            </w:r>
          </w:p>
        </w:tc>
        <w:tc>
          <w:tcPr>
            <w:tcW w:w="0" w:type="auto"/>
          </w:tcPr>
          <w:p w14:paraId="674C6513" w14:textId="77777777" w:rsidR="007C5024" w:rsidRPr="0031418B" w:rsidRDefault="007C5024" w:rsidP="00D3671D">
            <w:pPr>
              <w:pStyle w:val="TAL"/>
            </w:pPr>
            <w:r w:rsidRPr="0031418B">
              <w:t>Some bands may be applied regionally.</w:t>
            </w:r>
          </w:p>
        </w:tc>
      </w:tr>
      <w:tr w:rsidR="00A26FD5" w:rsidRPr="0031418B" w14:paraId="019098F5" w14:textId="77777777">
        <w:trPr>
          <w:cantSplit/>
          <w:jc w:val="center"/>
        </w:trPr>
        <w:tc>
          <w:tcPr>
            <w:tcW w:w="0" w:type="auto"/>
          </w:tcPr>
          <w:p w14:paraId="218A598D" w14:textId="77777777" w:rsidR="00A26FD5" w:rsidRPr="0031418B" w:rsidRDefault="00A26FD5" w:rsidP="003300AD">
            <w:pPr>
              <w:pStyle w:val="TAL"/>
            </w:pPr>
            <w:r w:rsidRPr="0031418B">
              <w:t>5.6</w:t>
            </w:r>
          </w:p>
        </w:tc>
        <w:tc>
          <w:tcPr>
            <w:tcW w:w="0" w:type="auto"/>
          </w:tcPr>
          <w:p w14:paraId="539A323D" w14:textId="77777777" w:rsidR="00A26FD5" w:rsidRPr="0031418B" w:rsidRDefault="00A26FD5" w:rsidP="003300AD">
            <w:pPr>
              <w:pStyle w:val="TAL"/>
            </w:pPr>
            <w:r w:rsidRPr="0031418B">
              <w:t>Channel bandwidth</w:t>
            </w:r>
          </w:p>
        </w:tc>
        <w:tc>
          <w:tcPr>
            <w:tcW w:w="0" w:type="auto"/>
          </w:tcPr>
          <w:p w14:paraId="5D863AF4" w14:textId="77777777" w:rsidR="00A26FD5" w:rsidRPr="0031418B" w:rsidRDefault="00A26FD5" w:rsidP="003300AD">
            <w:pPr>
              <w:pStyle w:val="TAL"/>
            </w:pPr>
            <w:r w:rsidRPr="0031418B">
              <w:t>Some channel bandwidths may be applied regionally.</w:t>
            </w:r>
          </w:p>
        </w:tc>
      </w:tr>
      <w:tr w:rsidR="007C5024" w:rsidRPr="0031418B" w14:paraId="36B8587C" w14:textId="77777777">
        <w:trPr>
          <w:cantSplit/>
          <w:jc w:val="center"/>
        </w:trPr>
        <w:tc>
          <w:tcPr>
            <w:tcW w:w="0" w:type="auto"/>
          </w:tcPr>
          <w:p w14:paraId="23489B37" w14:textId="77777777" w:rsidR="007C5024" w:rsidRPr="0031418B" w:rsidRDefault="00AC098A" w:rsidP="00D3671D">
            <w:pPr>
              <w:pStyle w:val="TAL"/>
            </w:pPr>
            <w:r w:rsidRPr="0031418B">
              <w:t>5.7</w:t>
            </w:r>
          </w:p>
        </w:tc>
        <w:tc>
          <w:tcPr>
            <w:tcW w:w="0" w:type="auto"/>
          </w:tcPr>
          <w:p w14:paraId="337746E7" w14:textId="77777777" w:rsidR="007C5024" w:rsidRPr="0031418B" w:rsidRDefault="007C5024" w:rsidP="00D3671D">
            <w:pPr>
              <w:pStyle w:val="TAL"/>
            </w:pPr>
            <w:r w:rsidRPr="0031418B">
              <w:t>Channel arrangement</w:t>
            </w:r>
          </w:p>
        </w:tc>
        <w:tc>
          <w:tcPr>
            <w:tcW w:w="0" w:type="auto"/>
          </w:tcPr>
          <w:p w14:paraId="01E7DA8F" w14:textId="77777777" w:rsidR="007C5024" w:rsidRPr="0031418B" w:rsidRDefault="007C5024" w:rsidP="00D3671D">
            <w:pPr>
              <w:pStyle w:val="TAL"/>
            </w:pPr>
            <w:r w:rsidRPr="0031418B">
              <w:t xml:space="preserve">The requirement is applied according to what </w:t>
            </w:r>
            <w:r w:rsidR="00EA4E3F" w:rsidRPr="0031418B">
              <w:t xml:space="preserve">operating </w:t>
            </w:r>
            <w:r w:rsidRPr="0031418B">
              <w:t xml:space="preserve">bands in </w:t>
            </w:r>
            <w:r w:rsidR="00EA4E3F" w:rsidRPr="0031418B">
              <w:t>c</w:t>
            </w:r>
            <w:r w:rsidRPr="0031418B">
              <w:t xml:space="preserve">lause </w:t>
            </w:r>
            <w:r w:rsidR="00D80184" w:rsidRPr="0031418B">
              <w:t>5.5</w:t>
            </w:r>
            <w:r w:rsidRPr="0031418B">
              <w:t xml:space="preserve"> that are supported by the Repeater.</w:t>
            </w:r>
          </w:p>
        </w:tc>
      </w:tr>
      <w:tr w:rsidR="007C5024" w:rsidRPr="0031418B" w14:paraId="1937D696" w14:textId="77777777">
        <w:trPr>
          <w:cantSplit/>
          <w:jc w:val="center"/>
        </w:trPr>
        <w:tc>
          <w:tcPr>
            <w:tcW w:w="0" w:type="auto"/>
          </w:tcPr>
          <w:p w14:paraId="5927558B" w14:textId="77777777" w:rsidR="007C5024" w:rsidRPr="0031418B" w:rsidRDefault="007C5024" w:rsidP="00D3671D">
            <w:pPr>
              <w:pStyle w:val="TAL"/>
            </w:pPr>
            <w:r w:rsidRPr="0031418B">
              <w:t>6.1</w:t>
            </w:r>
          </w:p>
        </w:tc>
        <w:tc>
          <w:tcPr>
            <w:tcW w:w="0" w:type="auto"/>
          </w:tcPr>
          <w:p w14:paraId="5509890A" w14:textId="77777777" w:rsidR="007C5024" w:rsidRPr="0031418B" w:rsidRDefault="007C5024" w:rsidP="00D3671D">
            <w:pPr>
              <w:pStyle w:val="TAL"/>
            </w:pPr>
            <w:r w:rsidRPr="0031418B">
              <w:t>Maximum output power</w:t>
            </w:r>
          </w:p>
        </w:tc>
        <w:tc>
          <w:tcPr>
            <w:tcW w:w="0" w:type="auto"/>
          </w:tcPr>
          <w:p w14:paraId="69DB32C6" w14:textId="77777777" w:rsidR="007C5024" w:rsidRPr="0031418B" w:rsidRDefault="007C5024" w:rsidP="00D3671D">
            <w:pPr>
              <w:pStyle w:val="TAL"/>
            </w:pPr>
            <w:r w:rsidRPr="0031418B">
              <w:t>In certain regions, the minimum requirement for normal conditions may apply also for some conditions outside the range of conditions defined as normal.</w:t>
            </w:r>
          </w:p>
        </w:tc>
      </w:tr>
      <w:tr w:rsidR="007C5024" w:rsidRPr="0031418B" w14:paraId="5B16DAAB" w14:textId="77777777">
        <w:trPr>
          <w:cantSplit/>
          <w:jc w:val="center"/>
        </w:trPr>
        <w:tc>
          <w:tcPr>
            <w:tcW w:w="0" w:type="auto"/>
            <w:tcBorders>
              <w:top w:val="single" w:sz="4" w:space="0" w:color="auto"/>
              <w:left w:val="single" w:sz="4" w:space="0" w:color="auto"/>
              <w:bottom w:val="single" w:sz="4" w:space="0" w:color="auto"/>
              <w:right w:val="single" w:sz="4" w:space="0" w:color="auto"/>
            </w:tcBorders>
          </w:tcPr>
          <w:p w14:paraId="0E2FE740" w14:textId="77777777" w:rsidR="007C5024" w:rsidRPr="0031418B" w:rsidRDefault="007C5024" w:rsidP="00D3671D">
            <w:pPr>
              <w:pStyle w:val="TAL"/>
            </w:pPr>
            <w:r w:rsidRPr="0031418B">
              <w:t>9.1.1.1</w:t>
            </w:r>
          </w:p>
        </w:tc>
        <w:tc>
          <w:tcPr>
            <w:tcW w:w="0" w:type="auto"/>
            <w:tcBorders>
              <w:top w:val="single" w:sz="4" w:space="0" w:color="auto"/>
              <w:left w:val="single" w:sz="4" w:space="0" w:color="auto"/>
              <w:bottom w:val="single" w:sz="4" w:space="0" w:color="auto"/>
              <w:right w:val="single" w:sz="4" w:space="0" w:color="auto"/>
            </w:tcBorders>
          </w:tcPr>
          <w:p w14:paraId="5EC742E9" w14:textId="77777777" w:rsidR="007C5024" w:rsidRPr="0031418B" w:rsidRDefault="007C5024" w:rsidP="00D3671D">
            <w:pPr>
              <w:pStyle w:val="TAL"/>
            </w:pPr>
            <w:r w:rsidRPr="0031418B">
              <w:t>Operating band unwanted emissions (Category A)</w:t>
            </w:r>
          </w:p>
        </w:tc>
        <w:tc>
          <w:tcPr>
            <w:tcW w:w="0" w:type="auto"/>
            <w:tcBorders>
              <w:top w:val="single" w:sz="4" w:space="0" w:color="auto"/>
              <w:left w:val="single" w:sz="4" w:space="0" w:color="auto"/>
              <w:bottom w:val="single" w:sz="4" w:space="0" w:color="auto"/>
              <w:right w:val="single" w:sz="4" w:space="0" w:color="auto"/>
            </w:tcBorders>
          </w:tcPr>
          <w:p w14:paraId="1D5EDB7C" w14:textId="77777777" w:rsidR="007C5024" w:rsidRPr="0031418B" w:rsidRDefault="007C5024" w:rsidP="00D3671D">
            <w:pPr>
              <w:pStyle w:val="TAL"/>
            </w:pPr>
            <w:r w:rsidRPr="0031418B">
              <w:t>This requirement is mandatory for regions where Category A limits for spurious emissions, as defined in ITU-R Recommendation SM.329 [2] apply.</w:t>
            </w:r>
          </w:p>
        </w:tc>
      </w:tr>
      <w:tr w:rsidR="007C5024" w:rsidRPr="0031418B" w14:paraId="08D48299" w14:textId="77777777">
        <w:trPr>
          <w:cantSplit/>
          <w:jc w:val="center"/>
        </w:trPr>
        <w:tc>
          <w:tcPr>
            <w:tcW w:w="0" w:type="auto"/>
            <w:tcBorders>
              <w:top w:val="single" w:sz="4" w:space="0" w:color="auto"/>
              <w:left w:val="single" w:sz="4" w:space="0" w:color="auto"/>
              <w:bottom w:val="single" w:sz="4" w:space="0" w:color="auto"/>
              <w:right w:val="single" w:sz="4" w:space="0" w:color="auto"/>
            </w:tcBorders>
          </w:tcPr>
          <w:p w14:paraId="16CFBBEC" w14:textId="77777777" w:rsidR="007C5024" w:rsidRPr="0031418B" w:rsidRDefault="007C5024" w:rsidP="00D3671D">
            <w:pPr>
              <w:pStyle w:val="TAL"/>
            </w:pPr>
            <w:r w:rsidRPr="0031418B">
              <w:t>9.1.</w:t>
            </w:r>
            <w:r w:rsidR="003B1553" w:rsidRPr="0031418B">
              <w:t>2</w:t>
            </w:r>
            <w:r w:rsidRPr="0031418B">
              <w:t>.</w:t>
            </w:r>
            <w:r w:rsidR="003B1553" w:rsidRPr="0031418B">
              <w:t>1</w:t>
            </w:r>
          </w:p>
        </w:tc>
        <w:tc>
          <w:tcPr>
            <w:tcW w:w="0" w:type="auto"/>
            <w:tcBorders>
              <w:top w:val="single" w:sz="4" w:space="0" w:color="auto"/>
              <w:left w:val="single" w:sz="4" w:space="0" w:color="auto"/>
              <w:bottom w:val="single" w:sz="4" w:space="0" w:color="auto"/>
              <w:right w:val="single" w:sz="4" w:space="0" w:color="auto"/>
            </w:tcBorders>
          </w:tcPr>
          <w:p w14:paraId="3A69127E" w14:textId="77777777" w:rsidR="007C5024" w:rsidRPr="0031418B" w:rsidRDefault="007C5024" w:rsidP="00D3671D">
            <w:pPr>
              <w:pStyle w:val="TAL"/>
            </w:pPr>
            <w:r w:rsidRPr="0031418B">
              <w:t>Operating band unwanted emissions (Category B)</w:t>
            </w:r>
          </w:p>
        </w:tc>
        <w:tc>
          <w:tcPr>
            <w:tcW w:w="0" w:type="auto"/>
            <w:tcBorders>
              <w:top w:val="single" w:sz="4" w:space="0" w:color="auto"/>
              <w:left w:val="single" w:sz="4" w:space="0" w:color="auto"/>
              <w:bottom w:val="single" w:sz="4" w:space="0" w:color="auto"/>
              <w:right w:val="single" w:sz="4" w:space="0" w:color="auto"/>
            </w:tcBorders>
          </w:tcPr>
          <w:p w14:paraId="6BF749BB" w14:textId="77777777" w:rsidR="007C5024" w:rsidRPr="0031418B" w:rsidRDefault="007C5024" w:rsidP="00D3671D">
            <w:pPr>
              <w:pStyle w:val="TAL"/>
            </w:pPr>
            <w:r w:rsidRPr="0031418B">
              <w:t>This requirement is mandatory for regions where Category B limits for spurious emissions, as defined in ITU-R Recommendation SM.329 [2], apply.</w:t>
            </w:r>
          </w:p>
        </w:tc>
      </w:tr>
      <w:tr w:rsidR="007C5024" w:rsidRPr="0031418B" w14:paraId="27616369" w14:textId="77777777">
        <w:trPr>
          <w:cantSplit/>
          <w:jc w:val="center"/>
        </w:trPr>
        <w:tc>
          <w:tcPr>
            <w:tcW w:w="0" w:type="auto"/>
          </w:tcPr>
          <w:p w14:paraId="5BA2DE34" w14:textId="77777777" w:rsidR="007C5024" w:rsidRPr="0031418B" w:rsidRDefault="007C5024" w:rsidP="00D3671D">
            <w:pPr>
              <w:pStyle w:val="TAL"/>
            </w:pPr>
            <w:r w:rsidRPr="0031418B">
              <w:t>9.1.3</w:t>
            </w:r>
          </w:p>
        </w:tc>
        <w:tc>
          <w:tcPr>
            <w:tcW w:w="0" w:type="auto"/>
          </w:tcPr>
          <w:p w14:paraId="12335AB1" w14:textId="77777777" w:rsidR="007C5024" w:rsidRPr="0031418B" w:rsidRDefault="007C5024" w:rsidP="00D3671D">
            <w:pPr>
              <w:pStyle w:val="TAL"/>
            </w:pPr>
            <w:r w:rsidRPr="0031418B">
              <w:t>Operating band unwanted emissions : Additional requirements</w:t>
            </w:r>
          </w:p>
        </w:tc>
        <w:tc>
          <w:tcPr>
            <w:tcW w:w="0" w:type="auto"/>
          </w:tcPr>
          <w:p w14:paraId="572AFE0F" w14:textId="77777777" w:rsidR="007C5024" w:rsidRPr="0031418B" w:rsidRDefault="007C5024" w:rsidP="00D3671D">
            <w:pPr>
              <w:pStyle w:val="TAL"/>
            </w:pPr>
            <w:r w:rsidRPr="0031418B">
              <w:t>These requirements may be applied regionally for some operating bands.</w:t>
            </w:r>
          </w:p>
        </w:tc>
      </w:tr>
      <w:tr w:rsidR="007C5024" w:rsidRPr="0031418B" w14:paraId="5EF82568" w14:textId="77777777">
        <w:trPr>
          <w:cantSplit/>
          <w:jc w:val="center"/>
        </w:trPr>
        <w:tc>
          <w:tcPr>
            <w:tcW w:w="0" w:type="auto"/>
            <w:tcBorders>
              <w:top w:val="single" w:sz="4" w:space="0" w:color="auto"/>
              <w:left w:val="single" w:sz="4" w:space="0" w:color="auto"/>
              <w:bottom w:val="single" w:sz="4" w:space="0" w:color="auto"/>
              <w:right w:val="single" w:sz="4" w:space="0" w:color="auto"/>
            </w:tcBorders>
          </w:tcPr>
          <w:p w14:paraId="5E2F8471" w14:textId="77777777" w:rsidR="007C5024" w:rsidRPr="0031418B" w:rsidRDefault="007C5024" w:rsidP="00D3671D">
            <w:pPr>
              <w:pStyle w:val="TAL"/>
            </w:pPr>
            <w:r w:rsidRPr="0031418B">
              <w:t>9.2.1.1</w:t>
            </w:r>
          </w:p>
        </w:tc>
        <w:tc>
          <w:tcPr>
            <w:tcW w:w="0" w:type="auto"/>
            <w:tcBorders>
              <w:top w:val="single" w:sz="4" w:space="0" w:color="auto"/>
              <w:left w:val="single" w:sz="4" w:space="0" w:color="auto"/>
              <w:bottom w:val="single" w:sz="4" w:space="0" w:color="auto"/>
              <w:right w:val="single" w:sz="4" w:space="0" w:color="auto"/>
            </w:tcBorders>
          </w:tcPr>
          <w:p w14:paraId="5FF8BFF6" w14:textId="77777777" w:rsidR="007C5024" w:rsidRPr="0031418B" w:rsidRDefault="007C5024" w:rsidP="00D3671D">
            <w:pPr>
              <w:pStyle w:val="TAL"/>
            </w:pPr>
            <w:r w:rsidRPr="0031418B">
              <w:t>Spurious emissions (Category A)</w:t>
            </w:r>
          </w:p>
        </w:tc>
        <w:tc>
          <w:tcPr>
            <w:tcW w:w="0" w:type="auto"/>
            <w:tcBorders>
              <w:top w:val="single" w:sz="4" w:space="0" w:color="auto"/>
              <w:left w:val="single" w:sz="4" w:space="0" w:color="auto"/>
              <w:bottom w:val="single" w:sz="4" w:space="0" w:color="auto"/>
              <w:right w:val="single" w:sz="4" w:space="0" w:color="auto"/>
            </w:tcBorders>
          </w:tcPr>
          <w:p w14:paraId="64E92332" w14:textId="77777777" w:rsidR="007C5024" w:rsidRPr="0031418B" w:rsidRDefault="007C5024" w:rsidP="00D3671D">
            <w:pPr>
              <w:pStyle w:val="TAL"/>
            </w:pPr>
            <w:r w:rsidRPr="0031418B">
              <w:t>This requirement is mandatory for regions where Category A limits for spurious emissions, as defined in ITU-R Recommendation SM.329 [2] apply.</w:t>
            </w:r>
          </w:p>
        </w:tc>
      </w:tr>
      <w:tr w:rsidR="007C5024" w:rsidRPr="0031418B" w14:paraId="2D5D80D8" w14:textId="77777777">
        <w:trPr>
          <w:cantSplit/>
          <w:jc w:val="center"/>
        </w:trPr>
        <w:tc>
          <w:tcPr>
            <w:tcW w:w="0" w:type="auto"/>
            <w:tcBorders>
              <w:top w:val="single" w:sz="4" w:space="0" w:color="auto"/>
              <w:left w:val="single" w:sz="4" w:space="0" w:color="auto"/>
              <w:bottom w:val="single" w:sz="4" w:space="0" w:color="auto"/>
              <w:right w:val="single" w:sz="4" w:space="0" w:color="auto"/>
            </w:tcBorders>
          </w:tcPr>
          <w:p w14:paraId="70BFE45D" w14:textId="77777777" w:rsidR="007C5024" w:rsidRPr="0031418B" w:rsidRDefault="007C5024" w:rsidP="00D3671D">
            <w:pPr>
              <w:pStyle w:val="TAL"/>
            </w:pPr>
            <w:r w:rsidRPr="0031418B">
              <w:t>9.2.1.2</w:t>
            </w:r>
          </w:p>
        </w:tc>
        <w:tc>
          <w:tcPr>
            <w:tcW w:w="0" w:type="auto"/>
            <w:tcBorders>
              <w:top w:val="single" w:sz="4" w:space="0" w:color="auto"/>
              <w:left w:val="single" w:sz="4" w:space="0" w:color="auto"/>
              <w:bottom w:val="single" w:sz="4" w:space="0" w:color="auto"/>
              <w:right w:val="single" w:sz="4" w:space="0" w:color="auto"/>
            </w:tcBorders>
          </w:tcPr>
          <w:p w14:paraId="0CA8BEF9" w14:textId="77777777" w:rsidR="007C5024" w:rsidRPr="0031418B" w:rsidRDefault="007C5024" w:rsidP="00D3671D">
            <w:pPr>
              <w:pStyle w:val="TAL"/>
            </w:pPr>
            <w:r w:rsidRPr="0031418B">
              <w:t>Spurious emissions (Category B)</w:t>
            </w:r>
          </w:p>
        </w:tc>
        <w:tc>
          <w:tcPr>
            <w:tcW w:w="0" w:type="auto"/>
            <w:tcBorders>
              <w:top w:val="single" w:sz="4" w:space="0" w:color="auto"/>
              <w:left w:val="single" w:sz="4" w:space="0" w:color="auto"/>
              <w:bottom w:val="single" w:sz="4" w:space="0" w:color="auto"/>
              <w:right w:val="single" w:sz="4" w:space="0" w:color="auto"/>
            </w:tcBorders>
          </w:tcPr>
          <w:p w14:paraId="40B2FB3F" w14:textId="77777777" w:rsidR="007C5024" w:rsidRPr="0031418B" w:rsidRDefault="007C5024" w:rsidP="00D3671D">
            <w:pPr>
              <w:pStyle w:val="TAL"/>
            </w:pPr>
            <w:r w:rsidRPr="0031418B">
              <w:t>This requirement is mandatory for regions where Category B limits for spurious emissions, as defined in ITU-R Recommendation SM.329 [2], apply.</w:t>
            </w:r>
          </w:p>
        </w:tc>
      </w:tr>
      <w:tr w:rsidR="007C5024" w:rsidRPr="0031418B" w14:paraId="3F8E719B" w14:textId="77777777">
        <w:trPr>
          <w:cantSplit/>
          <w:jc w:val="center"/>
        </w:trPr>
        <w:tc>
          <w:tcPr>
            <w:tcW w:w="0" w:type="auto"/>
          </w:tcPr>
          <w:p w14:paraId="7724B9F4" w14:textId="77777777" w:rsidR="007C5024" w:rsidRPr="0031418B" w:rsidRDefault="007C5024" w:rsidP="00D3671D">
            <w:pPr>
              <w:pStyle w:val="TAL"/>
            </w:pPr>
            <w:r w:rsidRPr="0031418B">
              <w:t>9.2.</w:t>
            </w:r>
            <w:r w:rsidR="00680B06" w:rsidRPr="0031418B">
              <w:t>2</w:t>
            </w:r>
          </w:p>
        </w:tc>
        <w:tc>
          <w:tcPr>
            <w:tcW w:w="0" w:type="auto"/>
          </w:tcPr>
          <w:p w14:paraId="56FEBD86" w14:textId="77777777" w:rsidR="007C5024" w:rsidRPr="0031418B" w:rsidRDefault="003B1553" w:rsidP="00D3671D">
            <w:pPr>
              <w:pStyle w:val="TAL"/>
            </w:pPr>
            <w:r w:rsidRPr="0031418B">
              <w:t xml:space="preserve">Spurious emissions: </w:t>
            </w:r>
            <w:r w:rsidR="007C5024" w:rsidRPr="0031418B">
              <w:t>Co-existence with other systems in the same geographical area</w:t>
            </w:r>
          </w:p>
        </w:tc>
        <w:tc>
          <w:tcPr>
            <w:tcW w:w="0" w:type="auto"/>
          </w:tcPr>
          <w:p w14:paraId="05B9AF80" w14:textId="77777777" w:rsidR="007C5024" w:rsidRPr="0031418B" w:rsidRDefault="007C5024" w:rsidP="00D3671D">
            <w:pPr>
              <w:pStyle w:val="TAL"/>
            </w:pPr>
            <w:r w:rsidRPr="0031418B">
              <w:t xml:space="preserve">These requirements may apply in geographic areas in which both E-UTRA –FDD repeater and a system operating in another frequency band are deployed. </w:t>
            </w:r>
          </w:p>
        </w:tc>
      </w:tr>
      <w:tr w:rsidR="007C5024" w:rsidRPr="0031418B" w14:paraId="36AC8932" w14:textId="77777777">
        <w:trPr>
          <w:cantSplit/>
          <w:jc w:val="center"/>
        </w:trPr>
        <w:tc>
          <w:tcPr>
            <w:tcW w:w="0" w:type="auto"/>
          </w:tcPr>
          <w:p w14:paraId="56A91250" w14:textId="77777777" w:rsidR="007C5024" w:rsidRPr="0031418B" w:rsidRDefault="007C5024" w:rsidP="00D3671D">
            <w:pPr>
              <w:pStyle w:val="TAL"/>
            </w:pPr>
            <w:r w:rsidRPr="0031418B">
              <w:t>9.2.</w:t>
            </w:r>
            <w:r w:rsidR="00680B06" w:rsidRPr="0031418B">
              <w:t>3</w:t>
            </w:r>
          </w:p>
        </w:tc>
        <w:tc>
          <w:tcPr>
            <w:tcW w:w="0" w:type="auto"/>
          </w:tcPr>
          <w:p w14:paraId="2F305A16" w14:textId="77777777" w:rsidR="007C5024" w:rsidRPr="0031418B" w:rsidRDefault="003B1553" w:rsidP="00D3671D">
            <w:pPr>
              <w:pStyle w:val="TAL"/>
            </w:pPr>
            <w:r w:rsidRPr="0031418B">
              <w:t xml:space="preserve">Spurious emissions: </w:t>
            </w:r>
            <w:r w:rsidR="007C5024" w:rsidRPr="0031418B">
              <w:t>Co-location with base stations</w:t>
            </w:r>
          </w:p>
        </w:tc>
        <w:tc>
          <w:tcPr>
            <w:tcW w:w="0" w:type="auto"/>
          </w:tcPr>
          <w:p w14:paraId="6CFCBB5B" w14:textId="77777777" w:rsidR="007C5024" w:rsidRPr="0031418B" w:rsidRDefault="007C5024" w:rsidP="00D3671D">
            <w:pPr>
              <w:pStyle w:val="TAL"/>
            </w:pPr>
            <w:r w:rsidRPr="0031418B">
              <w:t>These requirements may be applied for the protection of other BS receivers when a BS operating in another frequency band is co-located with an E-UTRA-FDD repeater.</w:t>
            </w:r>
          </w:p>
        </w:tc>
      </w:tr>
      <w:tr w:rsidR="007C5024" w:rsidRPr="0031418B" w14:paraId="4883813B" w14:textId="77777777">
        <w:trPr>
          <w:cantSplit/>
          <w:jc w:val="center"/>
        </w:trPr>
        <w:tc>
          <w:tcPr>
            <w:tcW w:w="0" w:type="auto"/>
            <w:tcBorders>
              <w:top w:val="single" w:sz="4" w:space="0" w:color="auto"/>
              <w:left w:val="single" w:sz="4" w:space="0" w:color="auto"/>
              <w:bottom w:val="single" w:sz="4" w:space="0" w:color="auto"/>
              <w:right w:val="single" w:sz="4" w:space="0" w:color="auto"/>
            </w:tcBorders>
          </w:tcPr>
          <w:p w14:paraId="141815D0" w14:textId="77777777" w:rsidR="007C5024" w:rsidRPr="0031418B" w:rsidRDefault="007C5024" w:rsidP="00D3671D">
            <w:pPr>
              <w:pStyle w:val="TAL"/>
            </w:pPr>
            <w:r w:rsidRPr="0031418B">
              <w:t>11.2</w:t>
            </w:r>
          </w:p>
        </w:tc>
        <w:tc>
          <w:tcPr>
            <w:tcW w:w="0" w:type="auto"/>
            <w:tcBorders>
              <w:top w:val="single" w:sz="4" w:space="0" w:color="auto"/>
              <w:left w:val="single" w:sz="4" w:space="0" w:color="auto"/>
              <w:bottom w:val="single" w:sz="4" w:space="0" w:color="auto"/>
              <w:right w:val="single" w:sz="4" w:space="0" w:color="auto"/>
            </w:tcBorders>
          </w:tcPr>
          <w:p w14:paraId="7B098D72" w14:textId="77777777" w:rsidR="007C5024" w:rsidRPr="0031418B" w:rsidRDefault="007C5024" w:rsidP="00D3671D">
            <w:pPr>
              <w:pStyle w:val="TAL"/>
            </w:pPr>
            <w:r w:rsidRPr="0031418B">
              <w:t xml:space="preserve">Input Intermodulation: Co-location with </w:t>
            </w:r>
            <w:r w:rsidR="003B1553" w:rsidRPr="0031418B">
              <w:t xml:space="preserve">BS in </w:t>
            </w:r>
            <w:r w:rsidRPr="0031418B">
              <w:t>other systems</w:t>
            </w:r>
          </w:p>
        </w:tc>
        <w:tc>
          <w:tcPr>
            <w:tcW w:w="0" w:type="auto"/>
            <w:tcBorders>
              <w:top w:val="single" w:sz="4" w:space="0" w:color="auto"/>
              <w:left w:val="single" w:sz="4" w:space="0" w:color="auto"/>
              <w:bottom w:val="single" w:sz="4" w:space="0" w:color="auto"/>
              <w:right w:val="single" w:sz="4" w:space="0" w:color="auto"/>
            </w:tcBorders>
          </w:tcPr>
          <w:p w14:paraId="38845A28" w14:textId="77777777" w:rsidR="007C5024" w:rsidRPr="0031418B" w:rsidRDefault="007C5024" w:rsidP="00D3671D">
            <w:pPr>
              <w:pStyle w:val="TAL"/>
            </w:pPr>
            <w:r w:rsidRPr="0031418B">
              <w:t>These requirements may be applied for the protection of FDD Repeater input when GSM900, DCS1800, PCS1900, GSM850, UTRA FDD, UTRA TDD and/or E-UTRA BS are co-located with an E-UTRA FDD Repeater.</w:t>
            </w:r>
          </w:p>
        </w:tc>
      </w:tr>
      <w:tr w:rsidR="007C5024" w:rsidRPr="0031418B" w14:paraId="7B20BC2E" w14:textId="77777777">
        <w:trPr>
          <w:cantSplit/>
          <w:jc w:val="center"/>
        </w:trPr>
        <w:tc>
          <w:tcPr>
            <w:tcW w:w="0" w:type="auto"/>
            <w:tcBorders>
              <w:top w:val="single" w:sz="4" w:space="0" w:color="auto"/>
              <w:left w:val="single" w:sz="4" w:space="0" w:color="auto"/>
              <w:bottom w:val="single" w:sz="4" w:space="0" w:color="auto"/>
              <w:right w:val="single" w:sz="4" w:space="0" w:color="auto"/>
            </w:tcBorders>
          </w:tcPr>
          <w:p w14:paraId="78017FF5" w14:textId="77777777" w:rsidR="007C5024" w:rsidRPr="0031418B" w:rsidRDefault="007C5024" w:rsidP="00D3671D">
            <w:pPr>
              <w:pStyle w:val="TAL"/>
            </w:pPr>
            <w:r w:rsidRPr="0031418B">
              <w:t>11.3</w:t>
            </w:r>
          </w:p>
        </w:tc>
        <w:tc>
          <w:tcPr>
            <w:tcW w:w="0" w:type="auto"/>
            <w:tcBorders>
              <w:top w:val="single" w:sz="4" w:space="0" w:color="auto"/>
              <w:left w:val="single" w:sz="4" w:space="0" w:color="auto"/>
              <w:bottom w:val="single" w:sz="4" w:space="0" w:color="auto"/>
              <w:right w:val="single" w:sz="4" w:space="0" w:color="auto"/>
            </w:tcBorders>
          </w:tcPr>
          <w:p w14:paraId="6C96DDCD" w14:textId="77777777" w:rsidR="007C5024" w:rsidRPr="0031418B" w:rsidRDefault="007C5024" w:rsidP="00D3671D">
            <w:pPr>
              <w:pStyle w:val="TAL"/>
            </w:pPr>
            <w:r w:rsidRPr="0031418B">
              <w:t>Input Intermodulation: Co-existence with other systems</w:t>
            </w:r>
          </w:p>
        </w:tc>
        <w:tc>
          <w:tcPr>
            <w:tcW w:w="0" w:type="auto"/>
            <w:tcBorders>
              <w:top w:val="single" w:sz="4" w:space="0" w:color="auto"/>
              <w:left w:val="single" w:sz="4" w:space="0" w:color="auto"/>
              <w:bottom w:val="single" w:sz="4" w:space="0" w:color="auto"/>
              <w:right w:val="single" w:sz="4" w:space="0" w:color="auto"/>
            </w:tcBorders>
          </w:tcPr>
          <w:p w14:paraId="72C7EECA" w14:textId="77777777" w:rsidR="007C5024" w:rsidRPr="0031418B" w:rsidRDefault="007C5024" w:rsidP="00D3671D">
            <w:pPr>
              <w:pStyle w:val="TAL"/>
            </w:pPr>
            <w:r w:rsidRPr="0031418B">
              <w:t>These requirements may be applied when GSM900, DCS1800, PCS1900, GSM850, UTRA FDD, UTRA TDD and/or E-UTRA BS operating in another frequency band co-exist with an E-UTRA FDD Repeater</w:t>
            </w:r>
          </w:p>
        </w:tc>
      </w:tr>
    </w:tbl>
    <w:p w14:paraId="31E03A35" w14:textId="77777777" w:rsidR="007C5024" w:rsidRPr="0031418B" w:rsidRDefault="007C5024" w:rsidP="007C5024"/>
    <w:p w14:paraId="0225C2B9" w14:textId="77777777" w:rsidR="008D67F3" w:rsidRPr="0031418B" w:rsidRDefault="00CB2EFC" w:rsidP="008D67F3">
      <w:pPr>
        <w:pStyle w:val="Heading1"/>
      </w:pPr>
      <w:r w:rsidRPr="0031418B">
        <w:br w:type="page"/>
      </w:r>
      <w:bookmarkStart w:id="26" w:name="_Toc503964236"/>
      <w:r w:rsidR="00526EAA" w:rsidRPr="0031418B">
        <w:lastRenderedPageBreak/>
        <w:t>5</w:t>
      </w:r>
      <w:r w:rsidR="008D67F3" w:rsidRPr="0031418B">
        <w:tab/>
      </w:r>
      <w:r w:rsidR="00EA4E3F" w:rsidRPr="0031418B">
        <w:t xml:space="preserve">Operating </w:t>
      </w:r>
      <w:r w:rsidR="008D67F3" w:rsidRPr="0031418B">
        <w:t>bands and channel arrangement</w:t>
      </w:r>
      <w:bookmarkEnd w:id="26"/>
    </w:p>
    <w:p w14:paraId="7DABE0E9" w14:textId="77777777" w:rsidR="0037410B" w:rsidRPr="0031418B" w:rsidRDefault="0037410B" w:rsidP="0037410B">
      <w:pPr>
        <w:pStyle w:val="Heading2"/>
      </w:pPr>
      <w:bookmarkStart w:id="27" w:name="_Toc503964237"/>
      <w:r w:rsidRPr="0031418B">
        <w:t>5.1</w:t>
      </w:r>
      <w:r w:rsidRPr="0031418B">
        <w:tab/>
        <w:t>General</w:t>
      </w:r>
      <w:bookmarkEnd w:id="27"/>
    </w:p>
    <w:p w14:paraId="45E04335" w14:textId="77777777" w:rsidR="00E63C2F" w:rsidRPr="0031418B" w:rsidRDefault="00E63C2F" w:rsidP="00E63C2F">
      <w:r w:rsidRPr="0031418B">
        <w:t xml:space="preserve">The channel arrangements presented in this clause are based on the </w:t>
      </w:r>
      <w:r w:rsidR="00EA4E3F" w:rsidRPr="0031418B">
        <w:t xml:space="preserve">operating </w:t>
      </w:r>
      <w:r w:rsidRPr="0031418B">
        <w:t>bands and channel bandwidths defined in the present release of specifications.</w:t>
      </w:r>
    </w:p>
    <w:p w14:paraId="477F1CB3" w14:textId="77777777" w:rsidR="00E63C2F" w:rsidRPr="0031418B" w:rsidDel="00171A43" w:rsidRDefault="00E63C2F" w:rsidP="00E63C2F">
      <w:pPr>
        <w:pStyle w:val="NO"/>
        <w:rPr>
          <w:rFonts w:cs="v5.0.0"/>
        </w:rPr>
      </w:pPr>
      <w:r w:rsidRPr="0031418B">
        <w:t>NOTE:</w:t>
      </w:r>
      <w:r w:rsidRPr="0031418B">
        <w:tab/>
        <w:t xml:space="preserve">Other </w:t>
      </w:r>
      <w:r w:rsidR="00EA4E3F" w:rsidRPr="0031418B">
        <w:t xml:space="preserve">operating </w:t>
      </w:r>
      <w:r w:rsidRPr="0031418B">
        <w:t>bands and channel bandwidths may be considered in future releases.</w:t>
      </w:r>
    </w:p>
    <w:p w14:paraId="727CCDB3" w14:textId="77777777" w:rsidR="0074608D" w:rsidRPr="0031418B" w:rsidRDefault="0074608D" w:rsidP="0074608D">
      <w:pPr>
        <w:pStyle w:val="Heading2"/>
      </w:pPr>
      <w:bookmarkStart w:id="28" w:name="_Toc503964238"/>
      <w:r w:rsidRPr="0031418B">
        <w:lastRenderedPageBreak/>
        <w:t>5.2</w:t>
      </w:r>
      <w:r w:rsidRPr="0031418B">
        <w:tab/>
        <w:t>Void</w:t>
      </w:r>
      <w:bookmarkEnd w:id="28"/>
    </w:p>
    <w:p w14:paraId="38EC4197" w14:textId="77777777" w:rsidR="0074608D" w:rsidRPr="0031418B" w:rsidRDefault="0074608D" w:rsidP="0074608D">
      <w:pPr>
        <w:pStyle w:val="Heading2"/>
      </w:pPr>
      <w:bookmarkStart w:id="29" w:name="_Toc503964239"/>
      <w:r w:rsidRPr="0031418B">
        <w:t>5.3</w:t>
      </w:r>
      <w:r w:rsidRPr="0031418B">
        <w:tab/>
        <w:t>Void</w:t>
      </w:r>
      <w:bookmarkEnd w:id="29"/>
    </w:p>
    <w:p w14:paraId="5A9D178B" w14:textId="77777777" w:rsidR="0074608D" w:rsidRPr="0031418B" w:rsidRDefault="0074608D" w:rsidP="0037410B">
      <w:pPr>
        <w:pStyle w:val="Heading2"/>
      </w:pPr>
      <w:bookmarkStart w:id="30" w:name="_Toc503964240"/>
      <w:r w:rsidRPr="0031418B">
        <w:t>5.4</w:t>
      </w:r>
      <w:r w:rsidRPr="0031418B">
        <w:tab/>
        <w:t>Void</w:t>
      </w:r>
      <w:bookmarkEnd w:id="30"/>
    </w:p>
    <w:p w14:paraId="579D1998" w14:textId="77777777" w:rsidR="00A62822" w:rsidRPr="0031418B" w:rsidRDefault="00A62822" w:rsidP="0037410B">
      <w:pPr>
        <w:pStyle w:val="Heading2"/>
      </w:pPr>
      <w:bookmarkStart w:id="31" w:name="_Toc503964241"/>
      <w:r w:rsidRPr="0031418B">
        <w:t>5.</w:t>
      </w:r>
      <w:r w:rsidR="00D80184" w:rsidRPr="0031418B">
        <w:t>5</w:t>
      </w:r>
      <w:r w:rsidRPr="0031418B">
        <w:tab/>
      </w:r>
      <w:r w:rsidR="00EA4E3F" w:rsidRPr="0031418B">
        <w:t xml:space="preserve">Operating </w:t>
      </w:r>
      <w:r w:rsidRPr="0031418B">
        <w:t>bands</w:t>
      </w:r>
      <w:bookmarkEnd w:id="31"/>
    </w:p>
    <w:p w14:paraId="40EBBDDA" w14:textId="77777777" w:rsidR="00A226EF" w:rsidRPr="0031418B" w:rsidRDefault="00A226EF" w:rsidP="00A226EF">
      <w:pPr>
        <w:keepNext/>
        <w:keepLines/>
      </w:pPr>
      <w:r w:rsidRPr="0031418B">
        <w:t xml:space="preserve">E-UTRA </w:t>
      </w:r>
      <w:r w:rsidR="00621DBC" w:rsidRPr="0031418B">
        <w:t xml:space="preserve">FDD </w:t>
      </w:r>
      <w:r w:rsidRPr="0031418B">
        <w:t xml:space="preserve">is designed to operate in the </w:t>
      </w:r>
      <w:r w:rsidR="00EA4E3F" w:rsidRPr="0031418B">
        <w:t xml:space="preserve">operating </w:t>
      </w:r>
      <w:r w:rsidRPr="0031418B">
        <w:t>bands defined in Table </w:t>
      </w:r>
      <w:r w:rsidR="00D80184" w:rsidRPr="0031418B">
        <w:t>5.5</w:t>
      </w:r>
      <w:r w:rsidRPr="0031418B">
        <w:t>-1.</w:t>
      </w:r>
    </w:p>
    <w:p w14:paraId="2EDF21AC" w14:textId="77777777" w:rsidR="00A226EF" w:rsidRPr="0031418B" w:rsidRDefault="00A226EF" w:rsidP="00A226EF">
      <w:pPr>
        <w:pStyle w:val="TH"/>
      </w:pPr>
      <w:r w:rsidRPr="0031418B">
        <w:t xml:space="preserve">Table </w:t>
      </w:r>
      <w:r w:rsidR="00D80184" w:rsidRPr="0031418B">
        <w:t>5.5</w:t>
      </w:r>
      <w:r w:rsidRPr="0031418B">
        <w:t xml:space="preserve">-1 E-UTRA </w:t>
      </w:r>
      <w:r w:rsidR="00EA4E3F" w:rsidRPr="0031418B">
        <w:t xml:space="preserve">operating </w:t>
      </w:r>
      <w:r w:rsidRPr="0031418B">
        <w:t>bands</w:t>
      </w:r>
    </w:p>
    <w:tbl>
      <w:tblPr>
        <w:tblW w:w="7698" w:type="dxa"/>
        <w:jc w:val="center"/>
        <w:tblLook w:val="0000" w:firstRow="0" w:lastRow="0" w:firstColumn="0" w:lastColumn="0" w:noHBand="0" w:noVBand="0"/>
      </w:tblPr>
      <w:tblGrid>
        <w:gridCol w:w="37"/>
        <w:gridCol w:w="1095"/>
        <w:gridCol w:w="42"/>
        <w:gridCol w:w="1184"/>
        <w:gridCol w:w="318"/>
        <w:gridCol w:w="1149"/>
        <w:gridCol w:w="42"/>
        <w:gridCol w:w="1346"/>
        <w:gridCol w:w="318"/>
        <w:gridCol w:w="1271"/>
        <w:gridCol w:w="42"/>
        <w:gridCol w:w="806"/>
        <w:gridCol w:w="48"/>
      </w:tblGrid>
      <w:tr w:rsidR="00A226EF" w:rsidRPr="0031418B" w14:paraId="10FD0FC7" w14:textId="77777777" w:rsidTr="00A74094">
        <w:trPr>
          <w:gridAfter w:val="1"/>
          <w:wAfter w:w="48" w:type="dxa"/>
          <w:jc w:val="center"/>
        </w:trPr>
        <w:tc>
          <w:tcPr>
            <w:tcW w:w="1132" w:type="dxa"/>
            <w:gridSpan w:val="2"/>
            <w:vMerge w:val="restart"/>
            <w:tcBorders>
              <w:top w:val="single" w:sz="4" w:space="0" w:color="auto"/>
              <w:left w:val="single" w:sz="4" w:space="0" w:color="auto"/>
              <w:right w:val="single" w:sz="4" w:space="0" w:color="auto"/>
            </w:tcBorders>
          </w:tcPr>
          <w:p w14:paraId="411B9648" w14:textId="77777777" w:rsidR="00A226EF" w:rsidRPr="0031418B" w:rsidRDefault="00A226EF" w:rsidP="008F120B">
            <w:pPr>
              <w:pStyle w:val="TAH"/>
            </w:pPr>
            <w:r w:rsidRPr="0031418B">
              <w:t>E</w:t>
            </w:r>
            <w:r w:rsidRPr="0031418B">
              <w:noBreakHyphen/>
              <w:t>UTRA</w:t>
            </w:r>
            <w:r w:rsidR="00EA4E3F" w:rsidRPr="0031418B">
              <w:t xml:space="preserve"> operating</w:t>
            </w:r>
            <w:r w:rsidRPr="0031418B">
              <w:t xml:space="preserve"> </w:t>
            </w:r>
            <w:r w:rsidR="00EA4E3F" w:rsidRPr="0031418B">
              <w:t>b</w:t>
            </w:r>
            <w:r w:rsidRPr="0031418B">
              <w:t>and</w:t>
            </w:r>
          </w:p>
        </w:tc>
        <w:tc>
          <w:tcPr>
            <w:tcW w:w="2693" w:type="dxa"/>
            <w:gridSpan w:val="4"/>
            <w:tcBorders>
              <w:top w:val="single" w:sz="4" w:space="0" w:color="auto"/>
              <w:left w:val="single" w:sz="4" w:space="0" w:color="auto"/>
              <w:bottom w:val="single" w:sz="4" w:space="0" w:color="auto"/>
              <w:right w:val="single" w:sz="4" w:space="0" w:color="auto"/>
            </w:tcBorders>
          </w:tcPr>
          <w:p w14:paraId="5A6116FB" w14:textId="77777777" w:rsidR="00A226EF" w:rsidRPr="0031418B" w:rsidRDefault="00A226EF" w:rsidP="008F120B">
            <w:pPr>
              <w:pStyle w:val="TAH"/>
            </w:pPr>
            <w:r w:rsidRPr="0031418B">
              <w:t>Uplink (UL)</w:t>
            </w:r>
            <w:r w:rsidRPr="0031418B">
              <w:br/>
            </w:r>
            <w:r w:rsidR="00EA4E3F" w:rsidRPr="0031418B">
              <w:t>operating band</w:t>
            </w:r>
          </w:p>
        </w:tc>
        <w:tc>
          <w:tcPr>
            <w:tcW w:w="2977" w:type="dxa"/>
            <w:gridSpan w:val="4"/>
            <w:tcBorders>
              <w:top w:val="single" w:sz="4" w:space="0" w:color="auto"/>
              <w:left w:val="single" w:sz="4" w:space="0" w:color="auto"/>
              <w:bottom w:val="single" w:sz="4" w:space="0" w:color="auto"/>
              <w:right w:val="single" w:sz="4" w:space="0" w:color="auto"/>
            </w:tcBorders>
          </w:tcPr>
          <w:p w14:paraId="59BB7851" w14:textId="77777777" w:rsidR="00A226EF" w:rsidRPr="0031418B" w:rsidRDefault="00A226EF" w:rsidP="008F120B">
            <w:pPr>
              <w:pStyle w:val="TAH"/>
            </w:pPr>
            <w:r w:rsidRPr="0031418B">
              <w:t>Downlink (DL)</w:t>
            </w:r>
            <w:r w:rsidRPr="0031418B">
              <w:br/>
            </w:r>
            <w:r w:rsidR="00EA4E3F" w:rsidRPr="0031418B">
              <w:t>operating band</w:t>
            </w:r>
          </w:p>
        </w:tc>
        <w:tc>
          <w:tcPr>
            <w:tcW w:w="848" w:type="dxa"/>
            <w:gridSpan w:val="2"/>
            <w:vMerge w:val="restart"/>
            <w:tcBorders>
              <w:top w:val="single" w:sz="4" w:space="0" w:color="auto"/>
              <w:left w:val="single" w:sz="4" w:space="0" w:color="auto"/>
              <w:right w:val="single" w:sz="4" w:space="0" w:color="auto"/>
            </w:tcBorders>
            <w:shd w:val="clear" w:color="auto" w:fill="auto"/>
          </w:tcPr>
          <w:p w14:paraId="0803B32A" w14:textId="77777777" w:rsidR="00A226EF" w:rsidRPr="0031418B" w:rsidRDefault="00A226EF" w:rsidP="008F120B">
            <w:pPr>
              <w:pStyle w:val="TAH"/>
            </w:pPr>
            <w:r w:rsidRPr="0031418B">
              <w:t>Duplex Mode</w:t>
            </w:r>
          </w:p>
        </w:tc>
      </w:tr>
      <w:tr w:rsidR="00A226EF" w:rsidRPr="0031418B" w14:paraId="6F1F5983" w14:textId="77777777" w:rsidTr="00A74094">
        <w:trPr>
          <w:gridAfter w:val="1"/>
          <w:wAfter w:w="48" w:type="dxa"/>
          <w:jc w:val="center"/>
        </w:trPr>
        <w:tc>
          <w:tcPr>
            <w:tcW w:w="1132" w:type="dxa"/>
            <w:gridSpan w:val="2"/>
            <w:vMerge/>
            <w:tcBorders>
              <w:left w:val="single" w:sz="4" w:space="0" w:color="auto"/>
              <w:bottom w:val="single" w:sz="4" w:space="0" w:color="auto"/>
              <w:right w:val="single" w:sz="4" w:space="0" w:color="auto"/>
            </w:tcBorders>
            <w:vAlign w:val="center"/>
          </w:tcPr>
          <w:p w14:paraId="5752FDA3" w14:textId="77777777" w:rsidR="00A226EF" w:rsidRPr="0031418B" w:rsidRDefault="00A226EF" w:rsidP="008F120B">
            <w:pPr>
              <w:pStyle w:val="TableText"/>
              <w:jc w:val="left"/>
              <w:rPr>
                <w:rFonts w:ascii="Arial" w:hAnsi="Arial" w:cs="Arial"/>
                <w:sz w:val="18"/>
                <w:szCs w:val="18"/>
              </w:rPr>
            </w:pPr>
          </w:p>
        </w:tc>
        <w:tc>
          <w:tcPr>
            <w:tcW w:w="2693" w:type="dxa"/>
            <w:gridSpan w:val="4"/>
            <w:tcBorders>
              <w:top w:val="single" w:sz="4" w:space="0" w:color="auto"/>
              <w:left w:val="single" w:sz="4" w:space="0" w:color="auto"/>
              <w:bottom w:val="single" w:sz="4" w:space="0" w:color="auto"/>
              <w:right w:val="single" w:sz="4" w:space="0" w:color="auto"/>
            </w:tcBorders>
          </w:tcPr>
          <w:p w14:paraId="25D946D6" w14:textId="77777777" w:rsidR="00A226EF" w:rsidRPr="0031418B" w:rsidRDefault="00A226EF" w:rsidP="008F120B">
            <w:pPr>
              <w:pStyle w:val="TAH"/>
            </w:pPr>
            <w:r w:rsidRPr="0031418B">
              <w:t>F</w:t>
            </w:r>
            <w:r w:rsidRPr="0031418B">
              <w:rPr>
                <w:vertAlign w:val="subscript"/>
              </w:rPr>
              <w:t>UL_low</w:t>
            </w:r>
            <w:r w:rsidRPr="0031418B">
              <w:t xml:space="preserve">   –  F</w:t>
            </w:r>
            <w:r w:rsidRPr="0031418B">
              <w:rPr>
                <w:vertAlign w:val="subscript"/>
              </w:rPr>
              <w:t>UL_high</w:t>
            </w:r>
          </w:p>
        </w:tc>
        <w:tc>
          <w:tcPr>
            <w:tcW w:w="2977" w:type="dxa"/>
            <w:gridSpan w:val="4"/>
            <w:tcBorders>
              <w:top w:val="single" w:sz="4" w:space="0" w:color="auto"/>
              <w:left w:val="single" w:sz="4" w:space="0" w:color="auto"/>
              <w:bottom w:val="single" w:sz="4" w:space="0" w:color="auto"/>
              <w:right w:val="single" w:sz="4" w:space="0" w:color="auto"/>
            </w:tcBorders>
          </w:tcPr>
          <w:p w14:paraId="1B7F3372" w14:textId="77777777" w:rsidR="00A226EF" w:rsidRPr="0031418B" w:rsidRDefault="00A226EF" w:rsidP="008F120B">
            <w:pPr>
              <w:pStyle w:val="TAH"/>
            </w:pPr>
            <w:r w:rsidRPr="0031418B">
              <w:t>F</w:t>
            </w:r>
            <w:r w:rsidRPr="0031418B">
              <w:rPr>
                <w:vertAlign w:val="subscript"/>
              </w:rPr>
              <w:t>DL_low</w:t>
            </w:r>
            <w:r w:rsidRPr="0031418B">
              <w:t xml:space="preserve">   –  F</w:t>
            </w:r>
            <w:r w:rsidRPr="0031418B">
              <w:rPr>
                <w:vertAlign w:val="subscript"/>
              </w:rPr>
              <w:t>DL_high</w:t>
            </w:r>
          </w:p>
        </w:tc>
        <w:tc>
          <w:tcPr>
            <w:tcW w:w="848" w:type="dxa"/>
            <w:gridSpan w:val="2"/>
            <w:vMerge/>
            <w:tcBorders>
              <w:left w:val="single" w:sz="4" w:space="0" w:color="auto"/>
              <w:bottom w:val="single" w:sz="4" w:space="0" w:color="auto"/>
              <w:right w:val="single" w:sz="4" w:space="0" w:color="auto"/>
            </w:tcBorders>
            <w:shd w:val="clear" w:color="auto" w:fill="auto"/>
          </w:tcPr>
          <w:p w14:paraId="79E55CA0" w14:textId="77777777" w:rsidR="00A226EF" w:rsidRPr="0031418B" w:rsidRDefault="00A226EF" w:rsidP="008F120B">
            <w:pPr>
              <w:pStyle w:val="TableText"/>
              <w:rPr>
                <w:rFonts w:ascii="Arial" w:hAnsi="Arial" w:cs="Arial"/>
                <w:sz w:val="18"/>
                <w:szCs w:val="18"/>
              </w:rPr>
            </w:pPr>
          </w:p>
        </w:tc>
      </w:tr>
      <w:tr w:rsidR="00A226EF" w:rsidRPr="0031418B" w14:paraId="45150323"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0B9EC4E" w14:textId="77777777" w:rsidR="00A226EF" w:rsidRPr="0031418B" w:rsidRDefault="00A226EF" w:rsidP="00AC6A6F">
            <w:pPr>
              <w:pStyle w:val="TAC"/>
            </w:pPr>
            <w:r w:rsidRPr="0031418B">
              <w:t>1</w:t>
            </w:r>
          </w:p>
        </w:tc>
        <w:tc>
          <w:tcPr>
            <w:tcW w:w="1184" w:type="dxa"/>
            <w:tcBorders>
              <w:top w:val="single" w:sz="4" w:space="0" w:color="auto"/>
              <w:left w:val="single" w:sz="4" w:space="0" w:color="auto"/>
              <w:bottom w:val="single" w:sz="4" w:space="0" w:color="auto"/>
            </w:tcBorders>
            <w:vAlign w:val="center"/>
          </w:tcPr>
          <w:p w14:paraId="17AB2D9A" w14:textId="77777777" w:rsidR="00A226EF" w:rsidRPr="0031418B" w:rsidRDefault="00A226EF" w:rsidP="00AC6A6F">
            <w:pPr>
              <w:pStyle w:val="TAR"/>
            </w:pPr>
            <w:r w:rsidRPr="0031418B">
              <w:t xml:space="preserve">1920 MHz </w:t>
            </w:r>
          </w:p>
        </w:tc>
        <w:tc>
          <w:tcPr>
            <w:tcW w:w="318" w:type="dxa"/>
            <w:tcBorders>
              <w:top w:val="single" w:sz="4" w:space="0" w:color="auto"/>
              <w:bottom w:val="single" w:sz="4" w:space="0" w:color="auto"/>
            </w:tcBorders>
          </w:tcPr>
          <w:p w14:paraId="1D012871" w14:textId="77777777" w:rsidR="00A226EF" w:rsidRPr="0031418B" w:rsidRDefault="00A226EF" w:rsidP="00AC6A6F">
            <w:pPr>
              <w:pStyle w:val="TAC"/>
            </w:pPr>
            <w:r w:rsidRPr="0031418B">
              <w:t>–</w:t>
            </w:r>
          </w:p>
        </w:tc>
        <w:tc>
          <w:tcPr>
            <w:tcW w:w="1191" w:type="dxa"/>
            <w:gridSpan w:val="2"/>
            <w:tcBorders>
              <w:top w:val="single" w:sz="4" w:space="0" w:color="auto"/>
              <w:bottom w:val="single" w:sz="4" w:space="0" w:color="auto"/>
              <w:right w:val="single" w:sz="4" w:space="0" w:color="auto"/>
            </w:tcBorders>
            <w:vAlign w:val="center"/>
          </w:tcPr>
          <w:p w14:paraId="50793311" w14:textId="77777777" w:rsidR="00A226EF" w:rsidRPr="0031418B" w:rsidRDefault="00A226EF" w:rsidP="00AC6A6F">
            <w:pPr>
              <w:pStyle w:val="TAL"/>
            </w:pPr>
            <w:r w:rsidRPr="0031418B">
              <w:t xml:space="preserve">1980 </w:t>
            </w:r>
            <w:r w:rsidRPr="0031418B">
              <w:rPr>
                <w:lang w:eastAsia="ja-JP"/>
              </w:rPr>
              <w:t>MHz</w:t>
            </w:r>
            <w:r w:rsidRPr="0031418B">
              <w:t xml:space="preserve"> </w:t>
            </w:r>
          </w:p>
        </w:tc>
        <w:tc>
          <w:tcPr>
            <w:tcW w:w="1346" w:type="dxa"/>
            <w:tcBorders>
              <w:top w:val="single" w:sz="4" w:space="0" w:color="auto"/>
              <w:bottom w:val="single" w:sz="4" w:space="0" w:color="auto"/>
            </w:tcBorders>
            <w:vAlign w:val="center"/>
          </w:tcPr>
          <w:p w14:paraId="54A8FFF9" w14:textId="77777777" w:rsidR="00A226EF" w:rsidRPr="0031418B" w:rsidRDefault="00A226EF" w:rsidP="00AC6A6F">
            <w:pPr>
              <w:pStyle w:val="TAR"/>
            </w:pPr>
            <w:r w:rsidRPr="0031418B">
              <w:t xml:space="preserve">2110 MHz  </w:t>
            </w:r>
          </w:p>
        </w:tc>
        <w:tc>
          <w:tcPr>
            <w:tcW w:w="318" w:type="dxa"/>
            <w:tcBorders>
              <w:top w:val="single" w:sz="4" w:space="0" w:color="auto"/>
              <w:bottom w:val="single" w:sz="4" w:space="0" w:color="auto"/>
            </w:tcBorders>
          </w:tcPr>
          <w:p w14:paraId="7270C367" w14:textId="77777777" w:rsidR="00A226EF" w:rsidRPr="0031418B" w:rsidRDefault="00A226EF" w:rsidP="00AC6A6F">
            <w:pPr>
              <w:pStyle w:val="TAC"/>
            </w:pPr>
            <w:r w:rsidRPr="0031418B">
              <w:t>–</w:t>
            </w:r>
          </w:p>
        </w:tc>
        <w:tc>
          <w:tcPr>
            <w:tcW w:w="1313" w:type="dxa"/>
            <w:gridSpan w:val="2"/>
            <w:tcBorders>
              <w:top w:val="single" w:sz="4" w:space="0" w:color="auto"/>
              <w:bottom w:val="single" w:sz="4" w:space="0" w:color="auto"/>
              <w:right w:val="single" w:sz="4" w:space="0" w:color="auto"/>
            </w:tcBorders>
            <w:vAlign w:val="center"/>
          </w:tcPr>
          <w:p w14:paraId="6B053F5A" w14:textId="77777777" w:rsidR="00A226EF" w:rsidRPr="0031418B" w:rsidRDefault="00A226EF" w:rsidP="00AC6A6F">
            <w:pPr>
              <w:pStyle w:val="TAL"/>
            </w:pPr>
            <w:r w:rsidRPr="0031418B">
              <w:t>2170 MHz</w:t>
            </w:r>
          </w:p>
        </w:tc>
        <w:tc>
          <w:tcPr>
            <w:tcW w:w="854" w:type="dxa"/>
            <w:gridSpan w:val="2"/>
            <w:tcBorders>
              <w:top w:val="single" w:sz="4" w:space="0" w:color="auto"/>
              <w:left w:val="single" w:sz="4" w:space="0" w:color="auto"/>
              <w:bottom w:val="single" w:sz="4" w:space="0" w:color="auto"/>
              <w:right w:val="single" w:sz="4" w:space="0" w:color="auto"/>
            </w:tcBorders>
          </w:tcPr>
          <w:p w14:paraId="435C4021" w14:textId="77777777" w:rsidR="00A226EF" w:rsidRPr="0031418B" w:rsidRDefault="00A226EF" w:rsidP="00AC6A6F">
            <w:pPr>
              <w:pStyle w:val="TAC"/>
            </w:pPr>
            <w:r w:rsidRPr="0031418B">
              <w:t>FDD</w:t>
            </w:r>
          </w:p>
        </w:tc>
      </w:tr>
      <w:tr w:rsidR="00A226EF" w:rsidRPr="0031418B" w14:paraId="3DEE540B"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522624B0" w14:textId="77777777" w:rsidR="00A226EF" w:rsidRPr="0031418B" w:rsidRDefault="00A226EF" w:rsidP="00AC6A6F">
            <w:pPr>
              <w:pStyle w:val="TAC"/>
            </w:pPr>
            <w:r w:rsidRPr="0031418B">
              <w:t>2</w:t>
            </w:r>
          </w:p>
        </w:tc>
        <w:tc>
          <w:tcPr>
            <w:tcW w:w="1184" w:type="dxa"/>
            <w:tcBorders>
              <w:top w:val="single" w:sz="4" w:space="0" w:color="auto"/>
              <w:left w:val="single" w:sz="4" w:space="0" w:color="auto"/>
              <w:bottom w:val="single" w:sz="4" w:space="0" w:color="auto"/>
            </w:tcBorders>
            <w:vAlign w:val="center"/>
          </w:tcPr>
          <w:p w14:paraId="1C5A5F03" w14:textId="77777777" w:rsidR="00A226EF" w:rsidRPr="0031418B" w:rsidRDefault="00A226EF" w:rsidP="00AC6A6F">
            <w:pPr>
              <w:pStyle w:val="TAR"/>
            </w:pPr>
            <w:r w:rsidRPr="0031418B">
              <w:t xml:space="preserve">1850 MHz </w:t>
            </w:r>
          </w:p>
        </w:tc>
        <w:tc>
          <w:tcPr>
            <w:tcW w:w="318" w:type="dxa"/>
            <w:tcBorders>
              <w:top w:val="single" w:sz="4" w:space="0" w:color="auto"/>
              <w:bottom w:val="single" w:sz="4" w:space="0" w:color="auto"/>
            </w:tcBorders>
          </w:tcPr>
          <w:p w14:paraId="51FBBF38" w14:textId="77777777" w:rsidR="00A226EF" w:rsidRPr="0031418B" w:rsidRDefault="00A226EF" w:rsidP="00AC6A6F">
            <w:pPr>
              <w:pStyle w:val="TAC"/>
            </w:pPr>
            <w:r w:rsidRPr="0031418B">
              <w:t>–</w:t>
            </w:r>
          </w:p>
        </w:tc>
        <w:tc>
          <w:tcPr>
            <w:tcW w:w="1191" w:type="dxa"/>
            <w:gridSpan w:val="2"/>
            <w:tcBorders>
              <w:top w:val="single" w:sz="4" w:space="0" w:color="auto"/>
              <w:bottom w:val="single" w:sz="4" w:space="0" w:color="auto"/>
              <w:right w:val="single" w:sz="4" w:space="0" w:color="auto"/>
            </w:tcBorders>
            <w:vAlign w:val="center"/>
          </w:tcPr>
          <w:p w14:paraId="41E3ABF9" w14:textId="77777777" w:rsidR="00A226EF" w:rsidRPr="0031418B" w:rsidRDefault="00A226EF" w:rsidP="00AC6A6F">
            <w:pPr>
              <w:pStyle w:val="TAL"/>
            </w:pPr>
            <w:r w:rsidRPr="0031418B">
              <w:t xml:space="preserve">1910  </w:t>
            </w:r>
            <w:r w:rsidRPr="0031418B">
              <w:rPr>
                <w:lang w:eastAsia="ja-JP"/>
              </w:rPr>
              <w:t>MHz</w:t>
            </w:r>
          </w:p>
        </w:tc>
        <w:tc>
          <w:tcPr>
            <w:tcW w:w="1346" w:type="dxa"/>
            <w:tcBorders>
              <w:top w:val="single" w:sz="4" w:space="0" w:color="auto"/>
              <w:bottom w:val="single" w:sz="4" w:space="0" w:color="auto"/>
            </w:tcBorders>
            <w:vAlign w:val="center"/>
          </w:tcPr>
          <w:p w14:paraId="5649471F" w14:textId="77777777" w:rsidR="00A226EF" w:rsidRPr="0031418B" w:rsidRDefault="00A226EF" w:rsidP="00AC6A6F">
            <w:pPr>
              <w:pStyle w:val="TAR"/>
            </w:pPr>
            <w:r w:rsidRPr="0031418B">
              <w:t xml:space="preserve">1930 MHz </w:t>
            </w:r>
          </w:p>
        </w:tc>
        <w:tc>
          <w:tcPr>
            <w:tcW w:w="318" w:type="dxa"/>
            <w:tcBorders>
              <w:top w:val="single" w:sz="4" w:space="0" w:color="auto"/>
              <w:bottom w:val="single" w:sz="4" w:space="0" w:color="auto"/>
            </w:tcBorders>
          </w:tcPr>
          <w:p w14:paraId="543A5E08" w14:textId="77777777" w:rsidR="00A226EF" w:rsidRPr="0031418B" w:rsidRDefault="00A226EF" w:rsidP="00AC6A6F">
            <w:pPr>
              <w:pStyle w:val="TAC"/>
            </w:pPr>
            <w:r w:rsidRPr="0031418B">
              <w:t>–</w:t>
            </w:r>
          </w:p>
        </w:tc>
        <w:tc>
          <w:tcPr>
            <w:tcW w:w="1313" w:type="dxa"/>
            <w:gridSpan w:val="2"/>
            <w:tcBorders>
              <w:top w:val="single" w:sz="4" w:space="0" w:color="auto"/>
              <w:bottom w:val="single" w:sz="4" w:space="0" w:color="auto"/>
              <w:right w:val="single" w:sz="4" w:space="0" w:color="auto"/>
            </w:tcBorders>
            <w:vAlign w:val="center"/>
          </w:tcPr>
          <w:p w14:paraId="5E3636B7" w14:textId="77777777" w:rsidR="00A226EF" w:rsidRPr="0031418B" w:rsidRDefault="00A226EF" w:rsidP="00AC6A6F">
            <w:pPr>
              <w:pStyle w:val="TAL"/>
            </w:pPr>
            <w:r w:rsidRPr="0031418B">
              <w:t>1990 MHz</w:t>
            </w:r>
          </w:p>
        </w:tc>
        <w:tc>
          <w:tcPr>
            <w:tcW w:w="854" w:type="dxa"/>
            <w:gridSpan w:val="2"/>
            <w:tcBorders>
              <w:top w:val="single" w:sz="4" w:space="0" w:color="auto"/>
              <w:left w:val="single" w:sz="4" w:space="0" w:color="auto"/>
              <w:bottom w:val="single" w:sz="4" w:space="0" w:color="auto"/>
              <w:right w:val="single" w:sz="4" w:space="0" w:color="auto"/>
            </w:tcBorders>
          </w:tcPr>
          <w:p w14:paraId="60DDF434" w14:textId="77777777" w:rsidR="00A226EF" w:rsidRPr="0031418B" w:rsidRDefault="00A226EF" w:rsidP="00AC6A6F">
            <w:pPr>
              <w:pStyle w:val="TAC"/>
            </w:pPr>
            <w:r w:rsidRPr="0031418B">
              <w:t>FDD</w:t>
            </w:r>
          </w:p>
        </w:tc>
      </w:tr>
      <w:tr w:rsidR="00A226EF" w:rsidRPr="0031418B" w14:paraId="5FE1CBF9"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7B1B0C13" w14:textId="77777777" w:rsidR="00A226EF" w:rsidRPr="0031418B" w:rsidRDefault="00A226EF" w:rsidP="00AC6A6F">
            <w:pPr>
              <w:pStyle w:val="TAC"/>
            </w:pPr>
            <w:r w:rsidRPr="0031418B">
              <w:t>3</w:t>
            </w:r>
          </w:p>
        </w:tc>
        <w:tc>
          <w:tcPr>
            <w:tcW w:w="1184" w:type="dxa"/>
            <w:tcBorders>
              <w:top w:val="single" w:sz="4" w:space="0" w:color="auto"/>
              <w:left w:val="single" w:sz="4" w:space="0" w:color="auto"/>
              <w:bottom w:val="single" w:sz="4" w:space="0" w:color="auto"/>
            </w:tcBorders>
            <w:vAlign w:val="center"/>
          </w:tcPr>
          <w:p w14:paraId="57AB2C30" w14:textId="77777777" w:rsidR="00A226EF" w:rsidRPr="0031418B" w:rsidRDefault="00A226EF" w:rsidP="00AC6A6F">
            <w:pPr>
              <w:pStyle w:val="TAR"/>
            </w:pPr>
            <w:r w:rsidRPr="0031418B">
              <w:t xml:space="preserve">1710 MHz </w:t>
            </w:r>
          </w:p>
        </w:tc>
        <w:tc>
          <w:tcPr>
            <w:tcW w:w="318" w:type="dxa"/>
            <w:tcBorders>
              <w:top w:val="single" w:sz="4" w:space="0" w:color="auto"/>
              <w:bottom w:val="single" w:sz="4" w:space="0" w:color="auto"/>
            </w:tcBorders>
          </w:tcPr>
          <w:p w14:paraId="5CCB0DDE" w14:textId="77777777" w:rsidR="00A226EF" w:rsidRPr="0031418B" w:rsidRDefault="00A226EF" w:rsidP="00AC6A6F">
            <w:pPr>
              <w:pStyle w:val="TAC"/>
            </w:pPr>
            <w:r w:rsidRPr="0031418B">
              <w:t>–</w:t>
            </w:r>
          </w:p>
        </w:tc>
        <w:tc>
          <w:tcPr>
            <w:tcW w:w="1191" w:type="dxa"/>
            <w:gridSpan w:val="2"/>
            <w:tcBorders>
              <w:top w:val="single" w:sz="4" w:space="0" w:color="auto"/>
              <w:bottom w:val="single" w:sz="4" w:space="0" w:color="auto"/>
              <w:right w:val="single" w:sz="4" w:space="0" w:color="auto"/>
            </w:tcBorders>
            <w:vAlign w:val="center"/>
          </w:tcPr>
          <w:p w14:paraId="74DFF515" w14:textId="77777777" w:rsidR="00A226EF" w:rsidRPr="0031418B" w:rsidRDefault="00A226EF" w:rsidP="00AC6A6F">
            <w:pPr>
              <w:pStyle w:val="TAL"/>
            </w:pPr>
            <w:r w:rsidRPr="0031418B">
              <w:t xml:space="preserve">1785 </w:t>
            </w:r>
            <w:r w:rsidRPr="0031418B">
              <w:rPr>
                <w:lang w:eastAsia="ja-JP"/>
              </w:rPr>
              <w:t>MHz</w:t>
            </w:r>
          </w:p>
        </w:tc>
        <w:tc>
          <w:tcPr>
            <w:tcW w:w="1346" w:type="dxa"/>
            <w:tcBorders>
              <w:top w:val="single" w:sz="4" w:space="0" w:color="auto"/>
              <w:bottom w:val="single" w:sz="4" w:space="0" w:color="auto"/>
            </w:tcBorders>
            <w:vAlign w:val="center"/>
          </w:tcPr>
          <w:p w14:paraId="4ECA14FF" w14:textId="77777777" w:rsidR="00A226EF" w:rsidRPr="0031418B" w:rsidRDefault="00A226EF" w:rsidP="00AC6A6F">
            <w:pPr>
              <w:pStyle w:val="TAR"/>
            </w:pPr>
            <w:r w:rsidRPr="0031418B">
              <w:t xml:space="preserve">1805 MHz </w:t>
            </w:r>
          </w:p>
        </w:tc>
        <w:tc>
          <w:tcPr>
            <w:tcW w:w="318" w:type="dxa"/>
            <w:tcBorders>
              <w:top w:val="single" w:sz="4" w:space="0" w:color="auto"/>
              <w:bottom w:val="single" w:sz="4" w:space="0" w:color="auto"/>
            </w:tcBorders>
          </w:tcPr>
          <w:p w14:paraId="399469E8" w14:textId="77777777" w:rsidR="00A226EF" w:rsidRPr="0031418B" w:rsidRDefault="00A226EF" w:rsidP="00AC6A6F">
            <w:pPr>
              <w:pStyle w:val="TAC"/>
            </w:pPr>
            <w:r w:rsidRPr="0031418B">
              <w:t>–</w:t>
            </w:r>
          </w:p>
        </w:tc>
        <w:tc>
          <w:tcPr>
            <w:tcW w:w="1313" w:type="dxa"/>
            <w:gridSpan w:val="2"/>
            <w:tcBorders>
              <w:top w:val="single" w:sz="4" w:space="0" w:color="auto"/>
              <w:bottom w:val="single" w:sz="4" w:space="0" w:color="auto"/>
              <w:right w:val="single" w:sz="4" w:space="0" w:color="auto"/>
            </w:tcBorders>
            <w:vAlign w:val="center"/>
          </w:tcPr>
          <w:p w14:paraId="0DAFB902" w14:textId="77777777" w:rsidR="00A226EF" w:rsidRPr="0031418B" w:rsidRDefault="00A226EF" w:rsidP="00AC6A6F">
            <w:pPr>
              <w:pStyle w:val="TAL"/>
            </w:pPr>
            <w:r w:rsidRPr="0031418B">
              <w:t>1880 MHz</w:t>
            </w:r>
          </w:p>
        </w:tc>
        <w:tc>
          <w:tcPr>
            <w:tcW w:w="854" w:type="dxa"/>
            <w:gridSpan w:val="2"/>
            <w:tcBorders>
              <w:top w:val="single" w:sz="4" w:space="0" w:color="auto"/>
              <w:left w:val="single" w:sz="4" w:space="0" w:color="auto"/>
              <w:bottom w:val="single" w:sz="4" w:space="0" w:color="auto"/>
              <w:right w:val="single" w:sz="4" w:space="0" w:color="auto"/>
            </w:tcBorders>
          </w:tcPr>
          <w:p w14:paraId="29593F65" w14:textId="77777777" w:rsidR="00A226EF" w:rsidRPr="0031418B" w:rsidRDefault="00A226EF" w:rsidP="00AC6A6F">
            <w:pPr>
              <w:pStyle w:val="TAC"/>
            </w:pPr>
            <w:r w:rsidRPr="0031418B">
              <w:t>FDD</w:t>
            </w:r>
          </w:p>
        </w:tc>
      </w:tr>
      <w:tr w:rsidR="00A226EF" w:rsidRPr="0031418B" w14:paraId="266FC0F1"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745AF7D4" w14:textId="77777777" w:rsidR="00A226EF" w:rsidRPr="0031418B" w:rsidRDefault="00A226EF" w:rsidP="00AC6A6F">
            <w:pPr>
              <w:pStyle w:val="TAC"/>
            </w:pPr>
            <w:r w:rsidRPr="0031418B">
              <w:rPr>
                <w:lang w:eastAsia="ja-JP"/>
              </w:rPr>
              <w:t>4</w:t>
            </w:r>
          </w:p>
        </w:tc>
        <w:tc>
          <w:tcPr>
            <w:tcW w:w="1184" w:type="dxa"/>
            <w:tcBorders>
              <w:top w:val="single" w:sz="4" w:space="0" w:color="auto"/>
              <w:left w:val="single" w:sz="4" w:space="0" w:color="auto"/>
              <w:bottom w:val="single" w:sz="4" w:space="0" w:color="auto"/>
            </w:tcBorders>
          </w:tcPr>
          <w:p w14:paraId="60E28131" w14:textId="77777777" w:rsidR="00A226EF" w:rsidRPr="0031418B" w:rsidRDefault="00A226EF" w:rsidP="00AC6A6F">
            <w:pPr>
              <w:pStyle w:val="TAR"/>
            </w:pPr>
            <w:r w:rsidRPr="0031418B">
              <w:rPr>
                <w:lang w:eastAsia="ja-JP"/>
              </w:rPr>
              <w:t>1710 MHz</w:t>
            </w:r>
          </w:p>
        </w:tc>
        <w:tc>
          <w:tcPr>
            <w:tcW w:w="318" w:type="dxa"/>
            <w:tcBorders>
              <w:top w:val="single" w:sz="4" w:space="0" w:color="auto"/>
              <w:bottom w:val="single" w:sz="4" w:space="0" w:color="auto"/>
            </w:tcBorders>
          </w:tcPr>
          <w:p w14:paraId="6C831455"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7BAFF16B" w14:textId="77777777" w:rsidR="00A226EF" w:rsidRPr="0031418B" w:rsidRDefault="00A226EF" w:rsidP="00AC6A6F">
            <w:pPr>
              <w:pStyle w:val="TAL"/>
              <w:rPr>
                <w:lang w:eastAsia="ja-JP"/>
              </w:rPr>
            </w:pPr>
            <w:r w:rsidRPr="0031418B">
              <w:rPr>
                <w:lang w:eastAsia="ja-JP"/>
              </w:rPr>
              <w:t xml:space="preserve">1755 MHz </w:t>
            </w:r>
          </w:p>
        </w:tc>
        <w:tc>
          <w:tcPr>
            <w:tcW w:w="1346" w:type="dxa"/>
            <w:tcBorders>
              <w:top w:val="single" w:sz="4" w:space="0" w:color="auto"/>
              <w:bottom w:val="single" w:sz="4" w:space="0" w:color="auto"/>
            </w:tcBorders>
          </w:tcPr>
          <w:p w14:paraId="27CD8F7B" w14:textId="77777777" w:rsidR="00A226EF" w:rsidRPr="0031418B" w:rsidRDefault="00A226EF" w:rsidP="00AC6A6F">
            <w:pPr>
              <w:pStyle w:val="TAR"/>
            </w:pPr>
            <w:r w:rsidRPr="0031418B">
              <w:rPr>
                <w:lang w:eastAsia="ja-JP"/>
              </w:rPr>
              <w:t xml:space="preserve">2110 </w:t>
            </w:r>
            <w:r w:rsidRPr="0031418B">
              <w:t>MHz</w:t>
            </w:r>
            <w:r w:rsidRPr="0031418B">
              <w:rPr>
                <w:lang w:eastAsia="ja-JP"/>
              </w:rPr>
              <w:t xml:space="preserve"> </w:t>
            </w:r>
          </w:p>
        </w:tc>
        <w:tc>
          <w:tcPr>
            <w:tcW w:w="318" w:type="dxa"/>
            <w:tcBorders>
              <w:top w:val="single" w:sz="4" w:space="0" w:color="auto"/>
              <w:bottom w:val="single" w:sz="4" w:space="0" w:color="auto"/>
            </w:tcBorders>
          </w:tcPr>
          <w:p w14:paraId="14063408"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4D06E249" w14:textId="77777777" w:rsidR="00A226EF" w:rsidRPr="0031418B" w:rsidRDefault="00A226EF" w:rsidP="00AC6A6F">
            <w:pPr>
              <w:pStyle w:val="TAL"/>
            </w:pPr>
            <w:r w:rsidRPr="0031418B">
              <w:rPr>
                <w:lang w:eastAsia="ja-JP"/>
              </w:rPr>
              <w:t>2155 MHz</w:t>
            </w:r>
          </w:p>
        </w:tc>
        <w:tc>
          <w:tcPr>
            <w:tcW w:w="854" w:type="dxa"/>
            <w:gridSpan w:val="2"/>
            <w:tcBorders>
              <w:top w:val="single" w:sz="4" w:space="0" w:color="auto"/>
              <w:left w:val="single" w:sz="4" w:space="0" w:color="auto"/>
              <w:bottom w:val="single" w:sz="4" w:space="0" w:color="auto"/>
              <w:right w:val="single" w:sz="4" w:space="0" w:color="auto"/>
            </w:tcBorders>
          </w:tcPr>
          <w:p w14:paraId="1C23DA05" w14:textId="77777777" w:rsidR="00A226EF" w:rsidRPr="0031418B" w:rsidRDefault="00A226EF" w:rsidP="00AC6A6F">
            <w:pPr>
              <w:pStyle w:val="TAC"/>
            </w:pPr>
            <w:r w:rsidRPr="0031418B">
              <w:t>FDD</w:t>
            </w:r>
          </w:p>
        </w:tc>
      </w:tr>
      <w:tr w:rsidR="00A226EF" w:rsidRPr="0031418B" w14:paraId="32114DB9"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849B033" w14:textId="77777777" w:rsidR="00A226EF" w:rsidRPr="0031418B" w:rsidRDefault="00A226EF" w:rsidP="00AC6A6F">
            <w:pPr>
              <w:pStyle w:val="TAC"/>
            </w:pPr>
            <w:r w:rsidRPr="0031418B">
              <w:rPr>
                <w:lang w:eastAsia="ja-JP"/>
              </w:rPr>
              <w:t>5</w:t>
            </w:r>
          </w:p>
        </w:tc>
        <w:tc>
          <w:tcPr>
            <w:tcW w:w="1184" w:type="dxa"/>
            <w:tcBorders>
              <w:top w:val="single" w:sz="4" w:space="0" w:color="auto"/>
              <w:left w:val="single" w:sz="4" w:space="0" w:color="auto"/>
              <w:bottom w:val="single" w:sz="4" w:space="0" w:color="auto"/>
            </w:tcBorders>
          </w:tcPr>
          <w:p w14:paraId="2DF9556B" w14:textId="77777777" w:rsidR="00A226EF" w:rsidRPr="0031418B" w:rsidRDefault="00A226EF" w:rsidP="00AC6A6F">
            <w:pPr>
              <w:pStyle w:val="TAR"/>
            </w:pPr>
            <w:r w:rsidRPr="0031418B">
              <w:rPr>
                <w:lang w:eastAsia="ja-JP"/>
              </w:rPr>
              <w:t>824 MHz</w:t>
            </w:r>
          </w:p>
        </w:tc>
        <w:tc>
          <w:tcPr>
            <w:tcW w:w="318" w:type="dxa"/>
            <w:tcBorders>
              <w:top w:val="single" w:sz="4" w:space="0" w:color="auto"/>
              <w:bottom w:val="single" w:sz="4" w:space="0" w:color="auto"/>
            </w:tcBorders>
          </w:tcPr>
          <w:p w14:paraId="514EA8E3"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51B1DD16" w14:textId="77777777" w:rsidR="00A226EF" w:rsidRPr="0031418B" w:rsidRDefault="00A226EF" w:rsidP="00AC6A6F">
            <w:pPr>
              <w:pStyle w:val="TAL"/>
              <w:rPr>
                <w:lang w:eastAsia="ja-JP"/>
              </w:rPr>
            </w:pPr>
            <w:r w:rsidRPr="0031418B">
              <w:rPr>
                <w:lang w:eastAsia="ja-JP"/>
              </w:rPr>
              <w:t>849 MHz</w:t>
            </w:r>
          </w:p>
        </w:tc>
        <w:tc>
          <w:tcPr>
            <w:tcW w:w="1346" w:type="dxa"/>
            <w:tcBorders>
              <w:top w:val="single" w:sz="4" w:space="0" w:color="auto"/>
              <w:bottom w:val="single" w:sz="4" w:space="0" w:color="auto"/>
            </w:tcBorders>
          </w:tcPr>
          <w:p w14:paraId="2F7B7FEB" w14:textId="77777777" w:rsidR="00A226EF" w:rsidRPr="0031418B" w:rsidRDefault="00A226EF" w:rsidP="00AC6A6F">
            <w:pPr>
              <w:pStyle w:val="TAR"/>
            </w:pPr>
            <w:r w:rsidRPr="0031418B">
              <w:rPr>
                <w:lang w:eastAsia="ja-JP"/>
              </w:rPr>
              <w:t xml:space="preserve">869 </w:t>
            </w:r>
            <w:r w:rsidRPr="0031418B">
              <w:t>MHz</w:t>
            </w:r>
            <w:r w:rsidRPr="0031418B">
              <w:rPr>
                <w:lang w:eastAsia="ja-JP"/>
              </w:rPr>
              <w:t xml:space="preserve"> </w:t>
            </w:r>
          </w:p>
        </w:tc>
        <w:tc>
          <w:tcPr>
            <w:tcW w:w="318" w:type="dxa"/>
            <w:tcBorders>
              <w:top w:val="single" w:sz="4" w:space="0" w:color="auto"/>
              <w:bottom w:val="single" w:sz="4" w:space="0" w:color="auto"/>
            </w:tcBorders>
          </w:tcPr>
          <w:p w14:paraId="2FE71591"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4F33222F" w14:textId="77777777" w:rsidR="00A226EF" w:rsidRPr="0031418B" w:rsidRDefault="00A226EF" w:rsidP="00AC6A6F">
            <w:pPr>
              <w:pStyle w:val="TAL"/>
            </w:pPr>
            <w:r w:rsidRPr="0031418B">
              <w:rPr>
                <w:lang w:eastAsia="ja-JP"/>
              </w:rPr>
              <w:t>894MHz</w:t>
            </w:r>
          </w:p>
        </w:tc>
        <w:tc>
          <w:tcPr>
            <w:tcW w:w="854" w:type="dxa"/>
            <w:gridSpan w:val="2"/>
            <w:tcBorders>
              <w:top w:val="single" w:sz="4" w:space="0" w:color="auto"/>
              <w:left w:val="single" w:sz="4" w:space="0" w:color="auto"/>
              <w:bottom w:val="single" w:sz="4" w:space="0" w:color="auto"/>
              <w:right w:val="single" w:sz="4" w:space="0" w:color="auto"/>
            </w:tcBorders>
          </w:tcPr>
          <w:p w14:paraId="77B33BFD" w14:textId="77777777" w:rsidR="00A226EF" w:rsidRPr="0031418B" w:rsidRDefault="00A226EF" w:rsidP="00AC6A6F">
            <w:pPr>
              <w:pStyle w:val="TAC"/>
            </w:pPr>
            <w:r w:rsidRPr="0031418B">
              <w:t>FDD</w:t>
            </w:r>
          </w:p>
        </w:tc>
      </w:tr>
      <w:tr w:rsidR="00AC6A6F" w:rsidRPr="0031418B" w14:paraId="4BED479D"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5CDF92F0" w14:textId="77777777" w:rsidR="00AC6A6F" w:rsidRPr="0031418B" w:rsidRDefault="00AC6A6F" w:rsidP="00AC6A6F">
            <w:pPr>
              <w:pStyle w:val="TAC"/>
              <w:rPr>
                <w:lang w:eastAsia="ja-JP"/>
              </w:rPr>
            </w:pPr>
            <w:r w:rsidRPr="0031418B">
              <w:rPr>
                <w:lang w:eastAsia="ja-JP"/>
              </w:rPr>
              <w:t>6</w:t>
            </w:r>
            <w:r w:rsidRPr="0031418B">
              <w:rPr>
                <w:lang w:eastAsia="ja-JP"/>
              </w:rPr>
              <w:br/>
              <w:t>(NOTE 1)</w:t>
            </w:r>
          </w:p>
        </w:tc>
        <w:tc>
          <w:tcPr>
            <w:tcW w:w="1184" w:type="dxa"/>
            <w:tcBorders>
              <w:top w:val="single" w:sz="4" w:space="0" w:color="auto"/>
              <w:left w:val="single" w:sz="4" w:space="0" w:color="auto"/>
              <w:bottom w:val="single" w:sz="4" w:space="0" w:color="auto"/>
            </w:tcBorders>
            <w:vAlign w:val="center"/>
          </w:tcPr>
          <w:p w14:paraId="0814EE23" w14:textId="77777777" w:rsidR="00AC6A6F" w:rsidRPr="0031418B" w:rsidRDefault="00AC6A6F" w:rsidP="00AC6A6F">
            <w:pPr>
              <w:pStyle w:val="TAR"/>
            </w:pPr>
            <w:r w:rsidRPr="0031418B">
              <w:rPr>
                <w:lang w:eastAsia="ja-JP"/>
              </w:rPr>
              <w:t>83</w:t>
            </w:r>
            <w:r w:rsidRPr="0031418B">
              <w:t xml:space="preserve">0 </w:t>
            </w:r>
            <w:r w:rsidRPr="0031418B">
              <w:rPr>
                <w:lang w:eastAsia="ja-JP"/>
              </w:rPr>
              <w:t>MHz</w:t>
            </w:r>
          </w:p>
        </w:tc>
        <w:tc>
          <w:tcPr>
            <w:tcW w:w="318" w:type="dxa"/>
            <w:tcBorders>
              <w:top w:val="single" w:sz="4" w:space="0" w:color="auto"/>
              <w:bottom w:val="single" w:sz="4" w:space="0" w:color="auto"/>
            </w:tcBorders>
            <w:vAlign w:val="center"/>
          </w:tcPr>
          <w:p w14:paraId="26006C3D" w14:textId="77777777" w:rsidR="00AC6A6F" w:rsidRPr="0031418B" w:rsidRDefault="00AC6A6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vAlign w:val="center"/>
          </w:tcPr>
          <w:p w14:paraId="79452A7C" w14:textId="77777777" w:rsidR="00AC6A6F" w:rsidRPr="0031418B" w:rsidRDefault="00AC6A6F" w:rsidP="00AC6A6F">
            <w:pPr>
              <w:pStyle w:val="TAL"/>
              <w:rPr>
                <w:lang w:eastAsia="ja-JP"/>
              </w:rPr>
            </w:pPr>
            <w:r w:rsidRPr="0031418B">
              <w:rPr>
                <w:lang w:eastAsia="ja-JP"/>
              </w:rPr>
              <w:t>840</w:t>
            </w:r>
            <w:r w:rsidRPr="0031418B">
              <w:t xml:space="preserve"> </w:t>
            </w:r>
            <w:r w:rsidRPr="0031418B">
              <w:rPr>
                <w:lang w:eastAsia="ja-JP"/>
              </w:rPr>
              <w:t>MHz</w:t>
            </w:r>
          </w:p>
        </w:tc>
        <w:tc>
          <w:tcPr>
            <w:tcW w:w="1346" w:type="dxa"/>
            <w:tcBorders>
              <w:top w:val="single" w:sz="4" w:space="0" w:color="auto"/>
              <w:bottom w:val="single" w:sz="4" w:space="0" w:color="auto"/>
            </w:tcBorders>
            <w:vAlign w:val="center"/>
          </w:tcPr>
          <w:p w14:paraId="6D7BDE71" w14:textId="77777777" w:rsidR="00AC6A6F" w:rsidRPr="0031418B" w:rsidRDefault="00AC6A6F" w:rsidP="00AC6A6F">
            <w:pPr>
              <w:pStyle w:val="TAR"/>
            </w:pPr>
            <w:r w:rsidRPr="0031418B">
              <w:rPr>
                <w:lang w:eastAsia="ja-JP"/>
              </w:rPr>
              <w:t>87</w:t>
            </w:r>
            <w:r w:rsidRPr="0031418B">
              <w:t xml:space="preserve">5 MHz </w:t>
            </w:r>
          </w:p>
        </w:tc>
        <w:tc>
          <w:tcPr>
            <w:tcW w:w="318" w:type="dxa"/>
            <w:tcBorders>
              <w:top w:val="single" w:sz="4" w:space="0" w:color="auto"/>
              <w:bottom w:val="single" w:sz="4" w:space="0" w:color="auto"/>
            </w:tcBorders>
            <w:vAlign w:val="center"/>
          </w:tcPr>
          <w:p w14:paraId="44117795" w14:textId="77777777" w:rsidR="00AC6A6F" w:rsidRPr="0031418B" w:rsidRDefault="00AC6A6F" w:rsidP="00AC6A6F">
            <w:pPr>
              <w:pStyle w:val="TAC"/>
            </w:pPr>
            <w:r w:rsidRPr="0031418B">
              <w:rPr>
                <w:lang w:eastAsia="ja-JP"/>
              </w:rPr>
              <w:t>–</w:t>
            </w:r>
          </w:p>
        </w:tc>
        <w:tc>
          <w:tcPr>
            <w:tcW w:w="1313" w:type="dxa"/>
            <w:gridSpan w:val="2"/>
            <w:tcBorders>
              <w:top w:val="single" w:sz="4" w:space="0" w:color="auto"/>
              <w:bottom w:val="single" w:sz="4" w:space="0" w:color="auto"/>
              <w:right w:val="single" w:sz="4" w:space="0" w:color="auto"/>
            </w:tcBorders>
            <w:vAlign w:val="center"/>
          </w:tcPr>
          <w:p w14:paraId="6D256392" w14:textId="77777777" w:rsidR="00AC6A6F" w:rsidRPr="0031418B" w:rsidRDefault="00AC6A6F" w:rsidP="00AC6A6F">
            <w:pPr>
              <w:pStyle w:val="TAL"/>
            </w:pPr>
            <w:r w:rsidRPr="0031418B">
              <w:t>8</w:t>
            </w:r>
            <w:r w:rsidRPr="0031418B">
              <w:rPr>
                <w:lang w:eastAsia="ja-JP"/>
              </w:rPr>
              <w:t>85</w:t>
            </w:r>
            <w:r w:rsidRPr="0031418B">
              <w:t xml:space="preserve"> MHz</w:t>
            </w:r>
          </w:p>
        </w:tc>
        <w:tc>
          <w:tcPr>
            <w:tcW w:w="854" w:type="dxa"/>
            <w:gridSpan w:val="2"/>
            <w:tcBorders>
              <w:top w:val="single" w:sz="4" w:space="0" w:color="auto"/>
              <w:left w:val="single" w:sz="4" w:space="0" w:color="auto"/>
              <w:bottom w:val="single" w:sz="4" w:space="0" w:color="auto"/>
              <w:right w:val="single" w:sz="4" w:space="0" w:color="auto"/>
            </w:tcBorders>
          </w:tcPr>
          <w:p w14:paraId="4E69CD14" w14:textId="77777777" w:rsidR="00AC6A6F" w:rsidRPr="0031418B" w:rsidRDefault="00AC6A6F" w:rsidP="00ED7416">
            <w:pPr>
              <w:pStyle w:val="TAC"/>
            </w:pPr>
            <w:r w:rsidRPr="0031418B">
              <w:t>FDD</w:t>
            </w:r>
          </w:p>
        </w:tc>
      </w:tr>
      <w:tr w:rsidR="00A226EF" w:rsidRPr="0031418B" w14:paraId="2F67199A"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68E13995" w14:textId="77777777" w:rsidR="00A226EF" w:rsidRPr="0031418B" w:rsidRDefault="00A226EF" w:rsidP="00AC6A6F">
            <w:pPr>
              <w:pStyle w:val="TAC"/>
              <w:rPr>
                <w:lang w:eastAsia="ja-JP"/>
              </w:rPr>
            </w:pPr>
            <w:r w:rsidRPr="0031418B">
              <w:rPr>
                <w:lang w:eastAsia="ja-JP"/>
              </w:rPr>
              <w:t>7</w:t>
            </w:r>
          </w:p>
        </w:tc>
        <w:tc>
          <w:tcPr>
            <w:tcW w:w="1184" w:type="dxa"/>
            <w:tcBorders>
              <w:top w:val="single" w:sz="4" w:space="0" w:color="auto"/>
              <w:left w:val="single" w:sz="4" w:space="0" w:color="auto"/>
              <w:bottom w:val="single" w:sz="4" w:space="0" w:color="auto"/>
            </w:tcBorders>
            <w:vAlign w:val="center"/>
          </w:tcPr>
          <w:p w14:paraId="236B0A62" w14:textId="77777777" w:rsidR="00A226EF" w:rsidRPr="0031418B" w:rsidRDefault="00A226EF" w:rsidP="00AC6A6F">
            <w:pPr>
              <w:pStyle w:val="TAR"/>
              <w:rPr>
                <w:lang w:eastAsia="ja-JP"/>
              </w:rPr>
            </w:pPr>
            <w:r w:rsidRPr="0031418B">
              <w:rPr>
                <w:lang w:eastAsia="ja-JP"/>
              </w:rPr>
              <w:t>2500 MHz</w:t>
            </w:r>
          </w:p>
        </w:tc>
        <w:tc>
          <w:tcPr>
            <w:tcW w:w="318" w:type="dxa"/>
            <w:tcBorders>
              <w:top w:val="single" w:sz="4" w:space="0" w:color="auto"/>
              <w:bottom w:val="single" w:sz="4" w:space="0" w:color="auto"/>
            </w:tcBorders>
          </w:tcPr>
          <w:p w14:paraId="5C7A11BD"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vAlign w:val="center"/>
          </w:tcPr>
          <w:p w14:paraId="52076C15" w14:textId="77777777" w:rsidR="00A226EF" w:rsidRPr="0031418B" w:rsidRDefault="00A226EF" w:rsidP="00AC6A6F">
            <w:pPr>
              <w:pStyle w:val="TAL"/>
              <w:rPr>
                <w:lang w:eastAsia="ja-JP"/>
              </w:rPr>
            </w:pPr>
            <w:r w:rsidRPr="0031418B">
              <w:rPr>
                <w:lang w:eastAsia="ja-JP"/>
              </w:rPr>
              <w:t>2570 MHz</w:t>
            </w:r>
          </w:p>
        </w:tc>
        <w:tc>
          <w:tcPr>
            <w:tcW w:w="1346" w:type="dxa"/>
            <w:tcBorders>
              <w:top w:val="single" w:sz="4" w:space="0" w:color="auto"/>
              <w:bottom w:val="single" w:sz="4" w:space="0" w:color="auto"/>
            </w:tcBorders>
            <w:vAlign w:val="center"/>
          </w:tcPr>
          <w:p w14:paraId="01CA351A" w14:textId="77777777" w:rsidR="00A226EF" w:rsidRPr="0031418B" w:rsidRDefault="00A226EF" w:rsidP="00AC6A6F">
            <w:pPr>
              <w:pStyle w:val="TAR"/>
              <w:rPr>
                <w:lang w:eastAsia="ja-JP"/>
              </w:rPr>
            </w:pPr>
            <w:r w:rsidRPr="0031418B">
              <w:rPr>
                <w:lang w:eastAsia="ja-JP"/>
              </w:rPr>
              <w:t xml:space="preserve">2620 </w:t>
            </w:r>
            <w:r w:rsidRPr="0031418B">
              <w:t>MHz</w:t>
            </w:r>
            <w:r w:rsidRPr="0031418B">
              <w:rPr>
                <w:lang w:eastAsia="ja-JP"/>
              </w:rPr>
              <w:t xml:space="preserve"> </w:t>
            </w:r>
          </w:p>
        </w:tc>
        <w:tc>
          <w:tcPr>
            <w:tcW w:w="318" w:type="dxa"/>
            <w:tcBorders>
              <w:top w:val="single" w:sz="4" w:space="0" w:color="auto"/>
              <w:bottom w:val="single" w:sz="4" w:space="0" w:color="auto"/>
            </w:tcBorders>
          </w:tcPr>
          <w:p w14:paraId="4563E742"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vAlign w:val="center"/>
          </w:tcPr>
          <w:p w14:paraId="24ABAD64" w14:textId="77777777" w:rsidR="00A226EF" w:rsidRPr="0031418B" w:rsidRDefault="00A226EF" w:rsidP="00AC6A6F">
            <w:pPr>
              <w:pStyle w:val="TAL"/>
            </w:pPr>
            <w:r w:rsidRPr="0031418B">
              <w:rPr>
                <w:lang w:eastAsia="ja-JP"/>
              </w:rPr>
              <w:t>2690 MHz</w:t>
            </w:r>
          </w:p>
        </w:tc>
        <w:tc>
          <w:tcPr>
            <w:tcW w:w="854" w:type="dxa"/>
            <w:gridSpan w:val="2"/>
            <w:tcBorders>
              <w:top w:val="single" w:sz="4" w:space="0" w:color="auto"/>
              <w:left w:val="single" w:sz="4" w:space="0" w:color="auto"/>
              <w:bottom w:val="single" w:sz="4" w:space="0" w:color="auto"/>
              <w:right w:val="single" w:sz="4" w:space="0" w:color="auto"/>
            </w:tcBorders>
          </w:tcPr>
          <w:p w14:paraId="69279AB6" w14:textId="77777777" w:rsidR="00A226EF" w:rsidRPr="0031418B" w:rsidRDefault="00A226EF" w:rsidP="00AC6A6F">
            <w:pPr>
              <w:pStyle w:val="TAC"/>
            </w:pPr>
            <w:r w:rsidRPr="0031418B">
              <w:t>FDD</w:t>
            </w:r>
          </w:p>
        </w:tc>
      </w:tr>
      <w:tr w:rsidR="00A226EF" w:rsidRPr="0031418B" w14:paraId="19F609CD" w14:textId="77777777" w:rsidTr="00A74094">
        <w:trPr>
          <w:gridBefore w:val="1"/>
          <w:wBefore w:w="37" w:type="dxa"/>
          <w:trHeight w:val="221"/>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14DE87D" w14:textId="77777777" w:rsidR="00A226EF" w:rsidRPr="0031418B" w:rsidRDefault="00A226EF" w:rsidP="00AC6A6F">
            <w:pPr>
              <w:pStyle w:val="TAC"/>
              <w:rPr>
                <w:lang w:eastAsia="ja-JP"/>
              </w:rPr>
            </w:pPr>
            <w:r w:rsidRPr="0031418B">
              <w:rPr>
                <w:lang w:eastAsia="ja-JP"/>
              </w:rPr>
              <w:t>8</w:t>
            </w:r>
          </w:p>
        </w:tc>
        <w:tc>
          <w:tcPr>
            <w:tcW w:w="1184" w:type="dxa"/>
            <w:tcBorders>
              <w:top w:val="single" w:sz="4" w:space="0" w:color="auto"/>
              <w:left w:val="single" w:sz="4" w:space="0" w:color="auto"/>
              <w:bottom w:val="single" w:sz="4" w:space="0" w:color="auto"/>
            </w:tcBorders>
            <w:vAlign w:val="center"/>
          </w:tcPr>
          <w:p w14:paraId="44DCB816" w14:textId="77777777" w:rsidR="00A226EF" w:rsidRPr="0031418B" w:rsidRDefault="00A226EF" w:rsidP="00AC6A6F">
            <w:pPr>
              <w:pStyle w:val="TAR"/>
              <w:rPr>
                <w:lang w:eastAsia="ja-JP"/>
              </w:rPr>
            </w:pPr>
            <w:r w:rsidRPr="0031418B">
              <w:rPr>
                <w:lang w:eastAsia="ja-JP"/>
              </w:rPr>
              <w:t>880 MHz</w:t>
            </w:r>
          </w:p>
        </w:tc>
        <w:tc>
          <w:tcPr>
            <w:tcW w:w="318" w:type="dxa"/>
            <w:tcBorders>
              <w:top w:val="single" w:sz="4" w:space="0" w:color="auto"/>
              <w:bottom w:val="single" w:sz="4" w:space="0" w:color="auto"/>
            </w:tcBorders>
          </w:tcPr>
          <w:p w14:paraId="628EF211"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vAlign w:val="center"/>
          </w:tcPr>
          <w:p w14:paraId="20E95A5B" w14:textId="77777777" w:rsidR="00A226EF" w:rsidRPr="0031418B" w:rsidRDefault="00A226EF" w:rsidP="00AC6A6F">
            <w:pPr>
              <w:pStyle w:val="TAL"/>
              <w:rPr>
                <w:lang w:eastAsia="ja-JP"/>
              </w:rPr>
            </w:pPr>
            <w:r w:rsidRPr="0031418B">
              <w:rPr>
                <w:lang w:eastAsia="ja-JP"/>
              </w:rPr>
              <w:t>915 MHz</w:t>
            </w:r>
          </w:p>
        </w:tc>
        <w:tc>
          <w:tcPr>
            <w:tcW w:w="1346" w:type="dxa"/>
            <w:tcBorders>
              <w:top w:val="single" w:sz="4" w:space="0" w:color="auto"/>
              <w:bottom w:val="single" w:sz="4" w:space="0" w:color="auto"/>
            </w:tcBorders>
            <w:vAlign w:val="center"/>
          </w:tcPr>
          <w:p w14:paraId="333C2947" w14:textId="77777777" w:rsidR="00A226EF" w:rsidRPr="0031418B" w:rsidRDefault="00A226EF" w:rsidP="00AC6A6F">
            <w:pPr>
              <w:pStyle w:val="TAR"/>
              <w:rPr>
                <w:lang w:eastAsia="ja-JP"/>
              </w:rPr>
            </w:pPr>
            <w:r w:rsidRPr="0031418B">
              <w:rPr>
                <w:lang w:eastAsia="ja-JP"/>
              </w:rPr>
              <w:t xml:space="preserve">925 </w:t>
            </w:r>
            <w:r w:rsidRPr="0031418B">
              <w:t xml:space="preserve">MHz </w:t>
            </w:r>
            <w:r w:rsidRPr="0031418B">
              <w:rPr>
                <w:lang w:eastAsia="ja-JP"/>
              </w:rPr>
              <w:t xml:space="preserve"> </w:t>
            </w:r>
          </w:p>
        </w:tc>
        <w:tc>
          <w:tcPr>
            <w:tcW w:w="318" w:type="dxa"/>
            <w:tcBorders>
              <w:top w:val="single" w:sz="4" w:space="0" w:color="auto"/>
              <w:bottom w:val="single" w:sz="4" w:space="0" w:color="auto"/>
            </w:tcBorders>
          </w:tcPr>
          <w:p w14:paraId="260868EE"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vAlign w:val="center"/>
          </w:tcPr>
          <w:p w14:paraId="2BAE27A9" w14:textId="77777777" w:rsidR="00A226EF" w:rsidRPr="0031418B" w:rsidRDefault="00A226EF" w:rsidP="00AC6A6F">
            <w:pPr>
              <w:pStyle w:val="TAL"/>
            </w:pPr>
            <w:r w:rsidRPr="0031418B">
              <w:rPr>
                <w:lang w:eastAsia="ja-JP"/>
              </w:rPr>
              <w:t>960 MHz</w:t>
            </w:r>
          </w:p>
        </w:tc>
        <w:tc>
          <w:tcPr>
            <w:tcW w:w="854" w:type="dxa"/>
            <w:gridSpan w:val="2"/>
            <w:tcBorders>
              <w:top w:val="single" w:sz="4" w:space="0" w:color="auto"/>
              <w:left w:val="single" w:sz="4" w:space="0" w:color="auto"/>
              <w:bottom w:val="single" w:sz="4" w:space="0" w:color="auto"/>
              <w:right w:val="single" w:sz="4" w:space="0" w:color="auto"/>
            </w:tcBorders>
          </w:tcPr>
          <w:p w14:paraId="533456E2" w14:textId="77777777" w:rsidR="00A226EF" w:rsidRPr="0031418B" w:rsidRDefault="00A226EF" w:rsidP="00AC6A6F">
            <w:pPr>
              <w:pStyle w:val="TAC"/>
            </w:pPr>
            <w:r w:rsidRPr="0031418B">
              <w:t>FDD</w:t>
            </w:r>
          </w:p>
        </w:tc>
      </w:tr>
      <w:tr w:rsidR="00A226EF" w:rsidRPr="0031418B" w14:paraId="362C7D8A"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0EE2ADF4" w14:textId="77777777" w:rsidR="00A226EF" w:rsidRPr="0031418B" w:rsidRDefault="00A226EF" w:rsidP="00AC6A6F">
            <w:pPr>
              <w:pStyle w:val="TAC"/>
              <w:rPr>
                <w:lang w:eastAsia="ja-JP"/>
              </w:rPr>
            </w:pPr>
            <w:r w:rsidRPr="0031418B">
              <w:rPr>
                <w:lang w:eastAsia="ja-JP"/>
              </w:rPr>
              <w:t>9</w:t>
            </w:r>
          </w:p>
        </w:tc>
        <w:tc>
          <w:tcPr>
            <w:tcW w:w="1184" w:type="dxa"/>
            <w:tcBorders>
              <w:top w:val="single" w:sz="4" w:space="0" w:color="auto"/>
              <w:left w:val="single" w:sz="4" w:space="0" w:color="auto"/>
              <w:bottom w:val="single" w:sz="4" w:space="0" w:color="auto"/>
            </w:tcBorders>
            <w:vAlign w:val="center"/>
          </w:tcPr>
          <w:p w14:paraId="29383120" w14:textId="77777777" w:rsidR="00A226EF" w:rsidRPr="0031418B" w:rsidRDefault="00A226EF" w:rsidP="00AC6A6F">
            <w:pPr>
              <w:pStyle w:val="TAR"/>
              <w:rPr>
                <w:lang w:eastAsia="ja-JP"/>
              </w:rPr>
            </w:pPr>
            <w:r w:rsidRPr="0031418B">
              <w:rPr>
                <w:lang w:eastAsia="ja-JP"/>
              </w:rPr>
              <w:t>1749.9 MHz</w:t>
            </w:r>
          </w:p>
        </w:tc>
        <w:tc>
          <w:tcPr>
            <w:tcW w:w="318" w:type="dxa"/>
            <w:tcBorders>
              <w:top w:val="single" w:sz="4" w:space="0" w:color="auto"/>
              <w:bottom w:val="single" w:sz="4" w:space="0" w:color="auto"/>
            </w:tcBorders>
          </w:tcPr>
          <w:p w14:paraId="6BC1570A"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vAlign w:val="center"/>
          </w:tcPr>
          <w:p w14:paraId="7335003C" w14:textId="77777777" w:rsidR="00A226EF" w:rsidRPr="0031418B" w:rsidRDefault="00A226EF" w:rsidP="00AC6A6F">
            <w:pPr>
              <w:pStyle w:val="TAL"/>
              <w:rPr>
                <w:lang w:eastAsia="ja-JP"/>
              </w:rPr>
            </w:pPr>
            <w:r w:rsidRPr="0031418B">
              <w:rPr>
                <w:lang w:eastAsia="ja-JP"/>
              </w:rPr>
              <w:t>1784.9 MHz</w:t>
            </w:r>
          </w:p>
        </w:tc>
        <w:tc>
          <w:tcPr>
            <w:tcW w:w="1346" w:type="dxa"/>
            <w:tcBorders>
              <w:top w:val="single" w:sz="4" w:space="0" w:color="auto"/>
              <w:bottom w:val="single" w:sz="4" w:space="0" w:color="auto"/>
            </w:tcBorders>
            <w:vAlign w:val="center"/>
          </w:tcPr>
          <w:p w14:paraId="5356E353" w14:textId="77777777" w:rsidR="00A226EF" w:rsidRPr="0031418B" w:rsidRDefault="00A226EF" w:rsidP="00AC6A6F">
            <w:pPr>
              <w:pStyle w:val="TAR"/>
              <w:rPr>
                <w:lang w:eastAsia="ja-JP"/>
              </w:rPr>
            </w:pPr>
            <w:r w:rsidRPr="0031418B">
              <w:rPr>
                <w:lang w:eastAsia="ja-JP"/>
              </w:rPr>
              <w:t xml:space="preserve">1844.9 </w:t>
            </w:r>
            <w:r w:rsidRPr="0031418B">
              <w:t>MHz</w:t>
            </w:r>
            <w:r w:rsidRPr="0031418B">
              <w:rPr>
                <w:lang w:eastAsia="ja-JP"/>
              </w:rPr>
              <w:t xml:space="preserve">  </w:t>
            </w:r>
          </w:p>
        </w:tc>
        <w:tc>
          <w:tcPr>
            <w:tcW w:w="318" w:type="dxa"/>
            <w:tcBorders>
              <w:top w:val="single" w:sz="4" w:space="0" w:color="auto"/>
              <w:bottom w:val="single" w:sz="4" w:space="0" w:color="auto"/>
            </w:tcBorders>
          </w:tcPr>
          <w:p w14:paraId="475BC5C9"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vAlign w:val="center"/>
          </w:tcPr>
          <w:p w14:paraId="26BF99AC" w14:textId="77777777" w:rsidR="00A226EF" w:rsidRPr="0031418B" w:rsidRDefault="00A226EF" w:rsidP="00AC6A6F">
            <w:pPr>
              <w:pStyle w:val="TAL"/>
              <w:rPr>
                <w:lang w:eastAsia="ja-JP"/>
              </w:rPr>
            </w:pPr>
            <w:r w:rsidRPr="0031418B">
              <w:rPr>
                <w:lang w:eastAsia="ja-JP"/>
              </w:rPr>
              <w:t>1879.9 MHz</w:t>
            </w:r>
          </w:p>
        </w:tc>
        <w:tc>
          <w:tcPr>
            <w:tcW w:w="854" w:type="dxa"/>
            <w:gridSpan w:val="2"/>
            <w:tcBorders>
              <w:top w:val="single" w:sz="4" w:space="0" w:color="auto"/>
              <w:left w:val="single" w:sz="4" w:space="0" w:color="auto"/>
              <w:bottom w:val="single" w:sz="4" w:space="0" w:color="auto"/>
              <w:right w:val="single" w:sz="4" w:space="0" w:color="auto"/>
            </w:tcBorders>
          </w:tcPr>
          <w:p w14:paraId="1F77134F" w14:textId="77777777" w:rsidR="00A226EF" w:rsidRPr="0031418B" w:rsidRDefault="00A226EF" w:rsidP="00AC6A6F">
            <w:pPr>
              <w:pStyle w:val="TAC"/>
              <w:rPr>
                <w:lang w:eastAsia="ja-JP"/>
              </w:rPr>
            </w:pPr>
            <w:r w:rsidRPr="0031418B">
              <w:t>FDD</w:t>
            </w:r>
          </w:p>
        </w:tc>
      </w:tr>
      <w:tr w:rsidR="00A226EF" w:rsidRPr="0031418B" w14:paraId="68AA6A4B"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63D8E7AE" w14:textId="77777777" w:rsidR="00A226EF" w:rsidRPr="0031418B" w:rsidRDefault="00A226EF" w:rsidP="00AC6A6F">
            <w:pPr>
              <w:pStyle w:val="TAC"/>
              <w:rPr>
                <w:lang w:eastAsia="ja-JP"/>
              </w:rPr>
            </w:pPr>
            <w:r w:rsidRPr="0031418B">
              <w:rPr>
                <w:lang w:eastAsia="ja-JP"/>
              </w:rPr>
              <w:t>10</w:t>
            </w:r>
          </w:p>
        </w:tc>
        <w:tc>
          <w:tcPr>
            <w:tcW w:w="1184" w:type="dxa"/>
            <w:tcBorders>
              <w:top w:val="single" w:sz="4" w:space="0" w:color="auto"/>
              <w:left w:val="single" w:sz="4" w:space="0" w:color="auto"/>
              <w:bottom w:val="single" w:sz="4" w:space="0" w:color="auto"/>
            </w:tcBorders>
          </w:tcPr>
          <w:p w14:paraId="133CE22B" w14:textId="77777777" w:rsidR="00A226EF" w:rsidRPr="0031418B" w:rsidRDefault="00A226EF" w:rsidP="00AC6A6F">
            <w:pPr>
              <w:pStyle w:val="TAR"/>
              <w:rPr>
                <w:lang w:eastAsia="ja-JP"/>
              </w:rPr>
            </w:pPr>
            <w:r w:rsidRPr="0031418B">
              <w:rPr>
                <w:lang w:eastAsia="ja-JP"/>
              </w:rPr>
              <w:t>1710 MHz</w:t>
            </w:r>
          </w:p>
        </w:tc>
        <w:tc>
          <w:tcPr>
            <w:tcW w:w="318" w:type="dxa"/>
            <w:tcBorders>
              <w:top w:val="single" w:sz="4" w:space="0" w:color="auto"/>
              <w:bottom w:val="single" w:sz="4" w:space="0" w:color="auto"/>
            </w:tcBorders>
          </w:tcPr>
          <w:p w14:paraId="21BD4AF0"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75F09F51" w14:textId="77777777" w:rsidR="00A226EF" w:rsidRPr="0031418B" w:rsidRDefault="00A226EF" w:rsidP="00AC6A6F">
            <w:pPr>
              <w:pStyle w:val="TAL"/>
              <w:rPr>
                <w:lang w:eastAsia="ja-JP"/>
              </w:rPr>
            </w:pPr>
            <w:r w:rsidRPr="0031418B">
              <w:rPr>
                <w:lang w:eastAsia="ja-JP"/>
              </w:rPr>
              <w:t>1770 MHz</w:t>
            </w:r>
          </w:p>
        </w:tc>
        <w:tc>
          <w:tcPr>
            <w:tcW w:w="1346" w:type="dxa"/>
            <w:tcBorders>
              <w:top w:val="single" w:sz="4" w:space="0" w:color="auto"/>
              <w:bottom w:val="single" w:sz="4" w:space="0" w:color="auto"/>
            </w:tcBorders>
          </w:tcPr>
          <w:p w14:paraId="2B1CE73B" w14:textId="77777777" w:rsidR="00A226EF" w:rsidRPr="0031418B" w:rsidRDefault="00A226EF" w:rsidP="00AC6A6F">
            <w:pPr>
              <w:pStyle w:val="TAR"/>
              <w:rPr>
                <w:lang w:eastAsia="ja-JP"/>
              </w:rPr>
            </w:pPr>
            <w:r w:rsidRPr="0031418B">
              <w:rPr>
                <w:lang w:eastAsia="ja-JP"/>
              </w:rPr>
              <w:t xml:space="preserve">2110 </w:t>
            </w:r>
            <w:r w:rsidRPr="0031418B">
              <w:t>MHz</w:t>
            </w:r>
            <w:r w:rsidRPr="0031418B">
              <w:rPr>
                <w:lang w:eastAsia="ja-JP"/>
              </w:rPr>
              <w:t xml:space="preserve"> </w:t>
            </w:r>
          </w:p>
        </w:tc>
        <w:tc>
          <w:tcPr>
            <w:tcW w:w="318" w:type="dxa"/>
            <w:tcBorders>
              <w:top w:val="single" w:sz="4" w:space="0" w:color="auto"/>
              <w:bottom w:val="single" w:sz="4" w:space="0" w:color="auto"/>
            </w:tcBorders>
          </w:tcPr>
          <w:p w14:paraId="0EDF7F34"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2F1FAD48" w14:textId="77777777" w:rsidR="00A226EF" w:rsidRPr="0031418B" w:rsidRDefault="00A226EF" w:rsidP="00AC6A6F">
            <w:pPr>
              <w:pStyle w:val="TAL"/>
            </w:pPr>
            <w:r w:rsidRPr="0031418B">
              <w:rPr>
                <w:lang w:eastAsia="ja-JP"/>
              </w:rPr>
              <w:t>2170 MHz</w:t>
            </w:r>
          </w:p>
        </w:tc>
        <w:tc>
          <w:tcPr>
            <w:tcW w:w="854" w:type="dxa"/>
            <w:gridSpan w:val="2"/>
            <w:tcBorders>
              <w:top w:val="single" w:sz="4" w:space="0" w:color="auto"/>
              <w:left w:val="single" w:sz="4" w:space="0" w:color="auto"/>
              <w:bottom w:val="single" w:sz="4" w:space="0" w:color="auto"/>
              <w:right w:val="single" w:sz="4" w:space="0" w:color="auto"/>
            </w:tcBorders>
          </w:tcPr>
          <w:p w14:paraId="6D477041" w14:textId="77777777" w:rsidR="00A226EF" w:rsidRPr="0031418B" w:rsidRDefault="00A226EF" w:rsidP="00AC6A6F">
            <w:pPr>
              <w:pStyle w:val="TAC"/>
            </w:pPr>
            <w:r w:rsidRPr="0031418B">
              <w:t>FDD</w:t>
            </w:r>
          </w:p>
        </w:tc>
      </w:tr>
      <w:tr w:rsidR="00A226EF" w:rsidRPr="0031418B" w14:paraId="791401B0"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6CBCA2AC" w14:textId="77777777" w:rsidR="00A226EF" w:rsidRPr="0031418B" w:rsidRDefault="00A226EF" w:rsidP="00AC6A6F">
            <w:pPr>
              <w:pStyle w:val="TAC"/>
              <w:rPr>
                <w:lang w:eastAsia="ja-JP"/>
              </w:rPr>
            </w:pPr>
            <w:r w:rsidRPr="0031418B">
              <w:rPr>
                <w:lang w:eastAsia="ja-JP"/>
              </w:rPr>
              <w:t>11</w:t>
            </w:r>
          </w:p>
        </w:tc>
        <w:tc>
          <w:tcPr>
            <w:tcW w:w="1184" w:type="dxa"/>
            <w:tcBorders>
              <w:top w:val="single" w:sz="4" w:space="0" w:color="auto"/>
              <w:left w:val="single" w:sz="4" w:space="0" w:color="auto"/>
              <w:bottom w:val="single" w:sz="4" w:space="0" w:color="auto"/>
            </w:tcBorders>
          </w:tcPr>
          <w:p w14:paraId="1BB9A21D" w14:textId="77777777" w:rsidR="00A226EF" w:rsidRPr="0031418B" w:rsidRDefault="00A226EF" w:rsidP="00AC6A6F">
            <w:pPr>
              <w:pStyle w:val="TAR"/>
              <w:rPr>
                <w:lang w:eastAsia="ja-JP"/>
              </w:rPr>
            </w:pPr>
            <w:r w:rsidRPr="0031418B">
              <w:rPr>
                <w:lang w:eastAsia="ja-JP"/>
              </w:rPr>
              <w:t xml:space="preserve">1427.9 MHz </w:t>
            </w:r>
          </w:p>
        </w:tc>
        <w:tc>
          <w:tcPr>
            <w:tcW w:w="318" w:type="dxa"/>
            <w:tcBorders>
              <w:top w:val="single" w:sz="4" w:space="0" w:color="auto"/>
              <w:bottom w:val="single" w:sz="4" w:space="0" w:color="auto"/>
            </w:tcBorders>
          </w:tcPr>
          <w:p w14:paraId="3B8CEF4D"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28C542BA" w14:textId="77777777" w:rsidR="00A226EF" w:rsidRPr="0031418B" w:rsidRDefault="00A226EF" w:rsidP="00AC6A6F">
            <w:pPr>
              <w:pStyle w:val="TAL"/>
              <w:rPr>
                <w:lang w:eastAsia="ja-JP"/>
              </w:rPr>
            </w:pPr>
            <w:r w:rsidRPr="0031418B">
              <w:rPr>
                <w:lang w:eastAsia="ja-JP"/>
              </w:rPr>
              <w:t>14</w:t>
            </w:r>
            <w:r w:rsidR="005F055A" w:rsidRPr="0031418B">
              <w:rPr>
                <w:lang w:eastAsia="ja-JP"/>
              </w:rPr>
              <w:t>47</w:t>
            </w:r>
            <w:r w:rsidRPr="0031418B">
              <w:rPr>
                <w:lang w:eastAsia="ja-JP"/>
              </w:rPr>
              <w:t>.9 MHz</w:t>
            </w:r>
          </w:p>
        </w:tc>
        <w:tc>
          <w:tcPr>
            <w:tcW w:w="1346" w:type="dxa"/>
            <w:tcBorders>
              <w:top w:val="single" w:sz="4" w:space="0" w:color="auto"/>
              <w:bottom w:val="single" w:sz="4" w:space="0" w:color="auto"/>
            </w:tcBorders>
          </w:tcPr>
          <w:p w14:paraId="329DA6AC" w14:textId="77777777" w:rsidR="00A226EF" w:rsidRPr="0031418B" w:rsidRDefault="00A226EF" w:rsidP="00AC6A6F">
            <w:pPr>
              <w:pStyle w:val="TAR"/>
              <w:rPr>
                <w:lang w:eastAsia="ja-JP"/>
              </w:rPr>
            </w:pPr>
            <w:r w:rsidRPr="0031418B">
              <w:rPr>
                <w:lang w:eastAsia="ja-JP"/>
              </w:rPr>
              <w:t xml:space="preserve">1475.9 </w:t>
            </w:r>
            <w:r w:rsidRPr="0031418B">
              <w:t>MHz</w:t>
            </w:r>
            <w:r w:rsidRPr="0031418B">
              <w:rPr>
                <w:lang w:eastAsia="ja-JP"/>
              </w:rPr>
              <w:t xml:space="preserve">  </w:t>
            </w:r>
          </w:p>
        </w:tc>
        <w:tc>
          <w:tcPr>
            <w:tcW w:w="318" w:type="dxa"/>
            <w:tcBorders>
              <w:top w:val="single" w:sz="4" w:space="0" w:color="auto"/>
              <w:bottom w:val="single" w:sz="4" w:space="0" w:color="auto"/>
            </w:tcBorders>
          </w:tcPr>
          <w:p w14:paraId="650FEACD"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2EAF9DE7" w14:textId="77777777" w:rsidR="00A226EF" w:rsidRPr="0031418B" w:rsidRDefault="00A226EF" w:rsidP="00AC6A6F">
            <w:pPr>
              <w:pStyle w:val="TAL"/>
            </w:pPr>
            <w:r w:rsidRPr="0031418B">
              <w:rPr>
                <w:lang w:eastAsia="ja-JP"/>
              </w:rPr>
              <w:t>1</w:t>
            </w:r>
            <w:r w:rsidR="005F055A" w:rsidRPr="0031418B">
              <w:rPr>
                <w:lang w:eastAsia="ja-JP"/>
              </w:rPr>
              <w:t>495</w:t>
            </w:r>
            <w:r w:rsidRPr="0031418B">
              <w:rPr>
                <w:lang w:eastAsia="ja-JP"/>
              </w:rPr>
              <w:t>.9 MHz</w:t>
            </w:r>
          </w:p>
        </w:tc>
        <w:tc>
          <w:tcPr>
            <w:tcW w:w="854" w:type="dxa"/>
            <w:gridSpan w:val="2"/>
            <w:tcBorders>
              <w:top w:val="single" w:sz="4" w:space="0" w:color="auto"/>
              <w:left w:val="single" w:sz="4" w:space="0" w:color="auto"/>
              <w:bottom w:val="single" w:sz="4" w:space="0" w:color="auto"/>
              <w:right w:val="single" w:sz="4" w:space="0" w:color="auto"/>
            </w:tcBorders>
          </w:tcPr>
          <w:p w14:paraId="2249822F" w14:textId="77777777" w:rsidR="00A226EF" w:rsidRPr="0031418B" w:rsidRDefault="00A226EF" w:rsidP="00AC6A6F">
            <w:pPr>
              <w:pStyle w:val="TAC"/>
            </w:pPr>
            <w:r w:rsidRPr="0031418B">
              <w:t>FDD</w:t>
            </w:r>
          </w:p>
        </w:tc>
      </w:tr>
      <w:tr w:rsidR="00A226EF" w:rsidRPr="0031418B" w14:paraId="3C00DB86"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0F91BB1F" w14:textId="77777777" w:rsidR="00A226EF" w:rsidRPr="0031418B" w:rsidRDefault="00A226EF" w:rsidP="00AC6A6F">
            <w:pPr>
              <w:pStyle w:val="TAC"/>
              <w:rPr>
                <w:lang w:eastAsia="ja-JP"/>
              </w:rPr>
            </w:pPr>
            <w:r w:rsidRPr="0031418B">
              <w:rPr>
                <w:lang w:eastAsia="ja-JP"/>
              </w:rPr>
              <w:t>12</w:t>
            </w:r>
          </w:p>
        </w:tc>
        <w:tc>
          <w:tcPr>
            <w:tcW w:w="1184" w:type="dxa"/>
            <w:tcBorders>
              <w:top w:val="single" w:sz="4" w:space="0" w:color="auto"/>
              <w:left w:val="single" w:sz="4" w:space="0" w:color="auto"/>
              <w:bottom w:val="single" w:sz="4" w:space="0" w:color="auto"/>
            </w:tcBorders>
          </w:tcPr>
          <w:p w14:paraId="64C4433D" w14:textId="77777777" w:rsidR="00A226EF" w:rsidRPr="0031418B" w:rsidRDefault="00A226EF" w:rsidP="00AC6A6F">
            <w:pPr>
              <w:pStyle w:val="TAR"/>
              <w:rPr>
                <w:lang w:eastAsia="ja-JP"/>
              </w:rPr>
            </w:pPr>
            <w:r w:rsidRPr="0031418B">
              <w:t>698 MHz</w:t>
            </w:r>
          </w:p>
        </w:tc>
        <w:tc>
          <w:tcPr>
            <w:tcW w:w="318" w:type="dxa"/>
            <w:tcBorders>
              <w:top w:val="single" w:sz="4" w:space="0" w:color="auto"/>
              <w:bottom w:val="single" w:sz="4" w:space="0" w:color="auto"/>
            </w:tcBorders>
          </w:tcPr>
          <w:p w14:paraId="58547717"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3B6997D4" w14:textId="77777777" w:rsidR="00A226EF" w:rsidRPr="0031418B" w:rsidRDefault="00A226EF" w:rsidP="00AC6A6F">
            <w:pPr>
              <w:pStyle w:val="TAL"/>
              <w:rPr>
                <w:lang w:eastAsia="ja-JP"/>
              </w:rPr>
            </w:pPr>
            <w:r w:rsidRPr="0031418B">
              <w:t>716 MHz</w:t>
            </w:r>
          </w:p>
        </w:tc>
        <w:tc>
          <w:tcPr>
            <w:tcW w:w="1346" w:type="dxa"/>
            <w:tcBorders>
              <w:top w:val="single" w:sz="4" w:space="0" w:color="auto"/>
              <w:bottom w:val="single" w:sz="4" w:space="0" w:color="auto"/>
            </w:tcBorders>
          </w:tcPr>
          <w:p w14:paraId="5CF27E20" w14:textId="77777777" w:rsidR="00A226EF" w:rsidRPr="0031418B" w:rsidRDefault="00A226EF" w:rsidP="00AC6A6F">
            <w:pPr>
              <w:pStyle w:val="TAR"/>
              <w:rPr>
                <w:lang w:eastAsia="ja-JP"/>
              </w:rPr>
            </w:pPr>
            <w:r w:rsidRPr="0031418B">
              <w:t>728 MHz</w:t>
            </w:r>
          </w:p>
        </w:tc>
        <w:tc>
          <w:tcPr>
            <w:tcW w:w="318" w:type="dxa"/>
            <w:tcBorders>
              <w:top w:val="single" w:sz="4" w:space="0" w:color="auto"/>
              <w:bottom w:val="single" w:sz="4" w:space="0" w:color="auto"/>
            </w:tcBorders>
          </w:tcPr>
          <w:p w14:paraId="5DDD70DB"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133F7C98" w14:textId="77777777" w:rsidR="00A226EF" w:rsidRPr="0031418B" w:rsidRDefault="00A226EF" w:rsidP="00AC6A6F">
            <w:pPr>
              <w:pStyle w:val="TAL"/>
              <w:rPr>
                <w:lang w:eastAsia="ja-JP"/>
              </w:rPr>
            </w:pPr>
            <w:r w:rsidRPr="0031418B">
              <w:t>746 MHz</w:t>
            </w:r>
          </w:p>
        </w:tc>
        <w:tc>
          <w:tcPr>
            <w:tcW w:w="854" w:type="dxa"/>
            <w:gridSpan w:val="2"/>
            <w:tcBorders>
              <w:top w:val="single" w:sz="4" w:space="0" w:color="auto"/>
              <w:left w:val="single" w:sz="4" w:space="0" w:color="auto"/>
              <w:bottom w:val="single" w:sz="4" w:space="0" w:color="auto"/>
              <w:right w:val="single" w:sz="4" w:space="0" w:color="auto"/>
            </w:tcBorders>
          </w:tcPr>
          <w:p w14:paraId="059B9070" w14:textId="77777777" w:rsidR="00A226EF" w:rsidRPr="0031418B" w:rsidRDefault="00A226EF" w:rsidP="00AC6A6F">
            <w:pPr>
              <w:pStyle w:val="TAC"/>
              <w:rPr>
                <w:lang w:eastAsia="ja-JP"/>
              </w:rPr>
            </w:pPr>
            <w:r w:rsidRPr="0031418B">
              <w:rPr>
                <w:lang w:eastAsia="ja-JP"/>
              </w:rPr>
              <w:t>FDD</w:t>
            </w:r>
          </w:p>
        </w:tc>
      </w:tr>
      <w:tr w:rsidR="00A226EF" w:rsidRPr="0031418B" w14:paraId="3271F5A0"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07F27E6C" w14:textId="77777777" w:rsidR="00A226EF" w:rsidRPr="0031418B" w:rsidRDefault="00A226EF" w:rsidP="00AC6A6F">
            <w:pPr>
              <w:pStyle w:val="TAC"/>
              <w:rPr>
                <w:lang w:eastAsia="ja-JP"/>
              </w:rPr>
            </w:pPr>
            <w:r w:rsidRPr="0031418B">
              <w:rPr>
                <w:lang w:eastAsia="ja-JP"/>
              </w:rPr>
              <w:t>13</w:t>
            </w:r>
          </w:p>
        </w:tc>
        <w:tc>
          <w:tcPr>
            <w:tcW w:w="1184" w:type="dxa"/>
            <w:tcBorders>
              <w:top w:val="single" w:sz="4" w:space="0" w:color="auto"/>
              <w:left w:val="single" w:sz="4" w:space="0" w:color="auto"/>
              <w:bottom w:val="single" w:sz="4" w:space="0" w:color="auto"/>
            </w:tcBorders>
          </w:tcPr>
          <w:p w14:paraId="7CE8A76F" w14:textId="77777777" w:rsidR="00A226EF" w:rsidRPr="0031418B" w:rsidRDefault="00A226EF" w:rsidP="00AC6A6F">
            <w:pPr>
              <w:pStyle w:val="TAR"/>
              <w:rPr>
                <w:lang w:eastAsia="ja-JP"/>
              </w:rPr>
            </w:pPr>
            <w:r w:rsidRPr="0031418B">
              <w:t>777 MHz</w:t>
            </w:r>
          </w:p>
        </w:tc>
        <w:tc>
          <w:tcPr>
            <w:tcW w:w="318" w:type="dxa"/>
            <w:tcBorders>
              <w:top w:val="single" w:sz="4" w:space="0" w:color="auto"/>
              <w:bottom w:val="single" w:sz="4" w:space="0" w:color="auto"/>
            </w:tcBorders>
          </w:tcPr>
          <w:p w14:paraId="046C41FE"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482C59B5" w14:textId="77777777" w:rsidR="00A226EF" w:rsidRPr="0031418B" w:rsidRDefault="00A226EF" w:rsidP="00AC6A6F">
            <w:pPr>
              <w:pStyle w:val="TAL"/>
              <w:rPr>
                <w:lang w:eastAsia="ja-JP"/>
              </w:rPr>
            </w:pPr>
            <w:r w:rsidRPr="0031418B">
              <w:t>787 MHz</w:t>
            </w:r>
          </w:p>
        </w:tc>
        <w:tc>
          <w:tcPr>
            <w:tcW w:w="1346" w:type="dxa"/>
            <w:tcBorders>
              <w:top w:val="single" w:sz="4" w:space="0" w:color="auto"/>
              <w:bottom w:val="single" w:sz="4" w:space="0" w:color="auto"/>
            </w:tcBorders>
          </w:tcPr>
          <w:p w14:paraId="687A4394" w14:textId="77777777" w:rsidR="00A226EF" w:rsidRPr="0031418B" w:rsidRDefault="00A226EF" w:rsidP="00AC6A6F">
            <w:pPr>
              <w:pStyle w:val="TAR"/>
              <w:rPr>
                <w:lang w:eastAsia="ja-JP"/>
              </w:rPr>
            </w:pPr>
            <w:r w:rsidRPr="0031418B">
              <w:t>746 MHz</w:t>
            </w:r>
          </w:p>
        </w:tc>
        <w:tc>
          <w:tcPr>
            <w:tcW w:w="318" w:type="dxa"/>
            <w:tcBorders>
              <w:top w:val="single" w:sz="4" w:space="0" w:color="auto"/>
              <w:bottom w:val="single" w:sz="4" w:space="0" w:color="auto"/>
            </w:tcBorders>
          </w:tcPr>
          <w:p w14:paraId="357F61E7"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72DBAC4A" w14:textId="77777777" w:rsidR="00A226EF" w:rsidRPr="0031418B" w:rsidRDefault="00A226EF" w:rsidP="00AC6A6F">
            <w:pPr>
              <w:pStyle w:val="TAL"/>
              <w:rPr>
                <w:lang w:eastAsia="ja-JP"/>
              </w:rPr>
            </w:pPr>
            <w:r w:rsidRPr="0031418B">
              <w:t>756 MHz</w:t>
            </w:r>
          </w:p>
        </w:tc>
        <w:tc>
          <w:tcPr>
            <w:tcW w:w="854" w:type="dxa"/>
            <w:gridSpan w:val="2"/>
            <w:tcBorders>
              <w:top w:val="single" w:sz="4" w:space="0" w:color="auto"/>
              <w:left w:val="single" w:sz="4" w:space="0" w:color="auto"/>
              <w:bottom w:val="single" w:sz="4" w:space="0" w:color="auto"/>
              <w:right w:val="single" w:sz="4" w:space="0" w:color="auto"/>
            </w:tcBorders>
          </w:tcPr>
          <w:p w14:paraId="706D76C2" w14:textId="77777777" w:rsidR="00A226EF" w:rsidRPr="0031418B" w:rsidRDefault="00A226EF" w:rsidP="00AC6A6F">
            <w:pPr>
              <w:pStyle w:val="TAC"/>
              <w:rPr>
                <w:lang w:eastAsia="ja-JP"/>
              </w:rPr>
            </w:pPr>
            <w:r w:rsidRPr="0031418B">
              <w:rPr>
                <w:lang w:eastAsia="ja-JP"/>
              </w:rPr>
              <w:t>FDD</w:t>
            </w:r>
          </w:p>
        </w:tc>
      </w:tr>
      <w:tr w:rsidR="00A226EF" w:rsidRPr="0031418B" w14:paraId="2E1009B8"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58E8CC6C" w14:textId="77777777" w:rsidR="00A226EF" w:rsidRPr="0031418B" w:rsidRDefault="00A226EF" w:rsidP="00AC6A6F">
            <w:pPr>
              <w:pStyle w:val="TAC"/>
              <w:rPr>
                <w:lang w:eastAsia="ja-JP"/>
              </w:rPr>
            </w:pPr>
            <w:r w:rsidRPr="0031418B">
              <w:rPr>
                <w:lang w:eastAsia="ja-JP"/>
              </w:rPr>
              <w:t>14</w:t>
            </w:r>
          </w:p>
        </w:tc>
        <w:tc>
          <w:tcPr>
            <w:tcW w:w="1184" w:type="dxa"/>
            <w:tcBorders>
              <w:top w:val="single" w:sz="4" w:space="0" w:color="auto"/>
              <w:left w:val="single" w:sz="4" w:space="0" w:color="auto"/>
              <w:bottom w:val="single" w:sz="4" w:space="0" w:color="auto"/>
            </w:tcBorders>
          </w:tcPr>
          <w:p w14:paraId="75F72824" w14:textId="77777777" w:rsidR="00A226EF" w:rsidRPr="0031418B" w:rsidRDefault="00A226EF" w:rsidP="00AC6A6F">
            <w:pPr>
              <w:pStyle w:val="TAR"/>
              <w:rPr>
                <w:lang w:eastAsia="ja-JP"/>
              </w:rPr>
            </w:pPr>
            <w:r w:rsidRPr="0031418B">
              <w:t>788 MHz</w:t>
            </w:r>
          </w:p>
        </w:tc>
        <w:tc>
          <w:tcPr>
            <w:tcW w:w="318" w:type="dxa"/>
            <w:tcBorders>
              <w:top w:val="single" w:sz="4" w:space="0" w:color="auto"/>
              <w:bottom w:val="single" w:sz="4" w:space="0" w:color="auto"/>
            </w:tcBorders>
          </w:tcPr>
          <w:p w14:paraId="25CBF646" w14:textId="77777777" w:rsidR="00A226EF" w:rsidRPr="0031418B" w:rsidRDefault="00A226EF"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1CB3A563" w14:textId="77777777" w:rsidR="00A226EF" w:rsidRPr="0031418B" w:rsidRDefault="00A226EF" w:rsidP="00AC6A6F">
            <w:pPr>
              <w:pStyle w:val="TAL"/>
              <w:rPr>
                <w:lang w:eastAsia="ja-JP"/>
              </w:rPr>
            </w:pPr>
            <w:r w:rsidRPr="0031418B">
              <w:t>798 MHz</w:t>
            </w:r>
          </w:p>
        </w:tc>
        <w:tc>
          <w:tcPr>
            <w:tcW w:w="1346" w:type="dxa"/>
            <w:tcBorders>
              <w:top w:val="single" w:sz="4" w:space="0" w:color="auto"/>
              <w:bottom w:val="single" w:sz="4" w:space="0" w:color="auto"/>
            </w:tcBorders>
          </w:tcPr>
          <w:p w14:paraId="32DC8528" w14:textId="77777777" w:rsidR="00A226EF" w:rsidRPr="0031418B" w:rsidRDefault="00A226EF" w:rsidP="00AC6A6F">
            <w:pPr>
              <w:pStyle w:val="TAR"/>
              <w:rPr>
                <w:lang w:eastAsia="ja-JP"/>
              </w:rPr>
            </w:pPr>
            <w:r w:rsidRPr="0031418B">
              <w:t>758 MHz</w:t>
            </w:r>
          </w:p>
        </w:tc>
        <w:tc>
          <w:tcPr>
            <w:tcW w:w="318" w:type="dxa"/>
            <w:tcBorders>
              <w:top w:val="single" w:sz="4" w:space="0" w:color="auto"/>
              <w:bottom w:val="single" w:sz="4" w:space="0" w:color="auto"/>
            </w:tcBorders>
          </w:tcPr>
          <w:p w14:paraId="50ED203A" w14:textId="77777777" w:rsidR="00A226EF" w:rsidRPr="0031418B" w:rsidRDefault="00A226EF"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33FA42F6" w14:textId="77777777" w:rsidR="00A226EF" w:rsidRPr="0031418B" w:rsidRDefault="00A226EF" w:rsidP="00AC6A6F">
            <w:pPr>
              <w:pStyle w:val="TAL"/>
              <w:rPr>
                <w:lang w:eastAsia="ja-JP"/>
              </w:rPr>
            </w:pPr>
            <w:r w:rsidRPr="0031418B">
              <w:t>768 MHz</w:t>
            </w:r>
          </w:p>
        </w:tc>
        <w:tc>
          <w:tcPr>
            <w:tcW w:w="854" w:type="dxa"/>
            <w:gridSpan w:val="2"/>
            <w:tcBorders>
              <w:top w:val="single" w:sz="4" w:space="0" w:color="auto"/>
              <w:left w:val="single" w:sz="4" w:space="0" w:color="auto"/>
              <w:bottom w:val="single" w:sz="4" w:space="0" w:color="auto"/>
              <w:right w:val="single" w:sz="4" w:space="0" w:color="auto"/>
            </w:tcBorders>
          </w:tcPr>
          <w:p w14:paraId="22E7B4CE" w14:textId="77777777" w:rsidR="00A226EF" w:rsidRPr="0031418B" w:rsidRDefault="00A226EF" w:rsidP="00AC6A6F">
            <w:pPr>
              <w:pStyle w:val="TAC"/>
              <w:rPr>
                <w:lang w:eastAsia="ja-JP"/>
              </w:rPr>
            </w:pPr>
            <w:r w:rsidRPr="0031418B">
              <w:rPr>
                <w:lang w:eastAsia="ja-JP"/>
              </w:rPr>
              <w:t>FDD</w:t>
            </w:r>
          </w:p>
        </w:tc>
      </w:tr>
      <w:tr w:rsidR="0051610E" w:rsidRPr="0031418B" w14:paraId="0EF8F906"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3851AB3D" w14:textId="77777777" w:rsidR="0051610E" w:rsidRPr="0031418B" w:rsidRDefault="005F055A" w:rsidP="00AC6A6F">
            <w:pPr>
              <w:pStyle w:val="TAC"/>
              <w:rPr>
                <w:lang w:eastAsia="ja-JP"/>
              </w:rPr>
            </w:pPr>
            <w:r w:rsidRPr="0031418B">
              <w:rPr>
                <w:lang w:eastAsia="ja-JP"/>
              </w:rPr>
              <w:t>15</w:t>
            </w:r>
          </w:p>
        </w:tc>
        <w:tc>
          <w:tcPr>
            <w:tcW w:w="1184" w:type="dxa"/>
            <w:tcBorders>
              <w:top w:val="single" w:sz="4" w:space="0" w:color="auto"/>
              <w:left w:val="single" w:sz="4" w:space="0" w:color="auto"/>
              <w:bottom w:val="single" w:sz="4" w:space="0" w:color="auto"/>
            </w:tcBorders>
          </w:tcPr>
          <w:p w14:paraId="3023235F" w14:textId="77777777" w:rsidR="0051610E" w:rsidRPr="0031418B" w:rsidRDefault="005F055A" w:rsidP="00AC6A6F">
            <w:pPr>
              <w:pStyle w:val="TAR"/>
            </w:pPr>
            <w:r w:rsidRPr="0031418B">
              <w:t>Reserved</w:t>
            </w:r>
          </w:p>
        </w:tc>
        <w:tc>
          <w:tcPr>
            <w:tcW w:w="318" w:type="dxa"/>
            <w:tcBorders>
              <w:top w:val="single" w:sz="4" w:space="0" w:color="auto"/>
              <w:bottom w:val="single" w:sz="4" w:space="0" w:color="auto"/>
            </w:tcBorders>
          </w:tcPr>
          <w:p w14:paraId="4F10AFAE" w14:textId="77777777" w:rsidR="0051610E" w:rsidRPr="0031418B" w:rsidRDefault="0051610E" w:rsidP="00AC6A6F">
            <w:pPr>
              <w:pStyle w:val="TAC"/>
              <w:rPr>
                <w:lang w:eastAsia="ja-JP"/>
              </w:rPr>
            </w:pPr>
          </w:p>
        </w:tc>
        <w:tc>
          <w:tcPr>
            <w:tcW w:w="1191" w:type="dxa"/>
            <w:gridSpan w:val="2"/>
            <w:tcBorders>
              <w:top w:val="single" w:sz="4" w:space="0" w:color="auto"/>
              <w:bottom w:val="single" w:sz="4" w:space="0" w:color="auto"/>
              <w:right w:val="single" w:sz="4" w:space="0" w:color="auto"/>
            </w:tcBorders>
          </w:tcPr>
          <w:p w14:paraId="4E307A94" w14:textId="77777777" w:rsidR="0051610E" w:rsidRPr="0031418B" w:rsidRDefault="0051610E" w:rsidP="00AC6A6F">
            <w:pPr>
              <w:pStyle w:val="TAL"/>
            </w:pPr>
          </w:p>
        </w:tc>
        <w:tc>
          <w:tcPr>
            <w:tcW w:w="1346" w:type="dxa"/>
            <w:tcBorders>
              <w:top w:val="single" w:sz="4" w:space="0" w:color="auto"/>
              <w:bottom w:val="single" w:sz="4" w:space="0" w:color="auto"/>
            </w:tcBorders>
          </w:tcPr>
          <w:p w14:paraId="34DB6DD6" w14:textId="77777777" w:rsidR="0051610E" w:rsidRPr="0031418B" w:rsidRDefault="005F055A" w:rsidP="00AC6A6F">
            <w:pPr>
              <w:pStyle w:val="TAR"/>
            </w:pPr>
            <w:r w:rsidRPr="0031418B">
              <w:t>Reserved</w:t>
            </w:r>
          </w:p>
        </w:tc>
        <w:tc>
          <w:tcPr>
            <w:tcW w:w="318" w:type="dxa"/>
            <w:tcBorders>
              <w:top w:val="single" w:sz="4" w:space="0" w:color="auto"/>
              <w:bottom w:val="single" w:sz="4" w:space="0" w:color="auto"/>
            </w:tcBorders>
          </w:tcPr>
          <w:p w14:paraId="61117E10" w14:textId="77777777" w:rsidR="0051610E" w:rsidRPr="0031418B" w:rsidRDefault="0051610E" w:rsidP="00AC6A6F">
            <w:pPr>
              <w:pStyle w:val="TAC"/>
              <w:rPr>
                <w:lang w:eastAsia="ja-JP"/>
              </w:rPr>
            </w:pPr>
          </w:p>
        </w:tc>
        <w:tc>
          <w:tcPr>
            <w:tcW w:w="1313" w:type="dxa"/>
            <w:gridSpan w:val="2"/>
            <w:tcBorders>
              <w:top w:val="single" w:sz="4" w:space="0" w:color="auto"/>
              <w:bottom w:val="single" w:sz="4" w:space="0" w:color="auto"/>
              <w:right w:val="single" w:sz="4" w:space="0" w:color="auto"/>
            </w:tcBorders>
          </w:tcPr>
          <w:p w14:paraId="771E050D" w14:textId="77777777" w:rsidR="0051610E" w:rsidRPr="0031418B" w:rsidRDefault="0051610E" w:rsidP="00AC6A6F">
            <w:pPr>
              <w:pStyle w:val="TAL"/>
            </w:pPr>
          </w:p>
        </w:tc>
        <w:tc>
          <w:tcPr>
            <w:tcW w:w="854" w:type="dxa"/>
            <w:gridSpan w:val="2"/>
            <w:tcBorders>
              <w:top w:val="single" w:sz="4" w:space="0" w:color="auto"/>
              <w:left w:val="single" w:sz="4" w:space="0" w:color="auto"/>
              <w:bottom w:val="single" w:sz="4" w:space="0" w:color="auto"/>
              <w:right w:val="single" w:sz="4" w:space="0" w:color="auto"/>
            </w:tcBorders>
          </w:tcPr>
          <w:p w14:paraId="55B4AA60" w14:textId="77777777" w:rsidR="0051610E" w:rsidRPr="0031418B" w:rsidRDefault="0051610E" w:rsidP="00AC6A6F">
            <w:pPr>
              <w:pStyle w:val="TAC"/>
              <w:rPr>
                <w:lang w:eastAsia="ja-JP"/>
              </w:rPr>
            </w:pPr>
          </w:p>
        </w:tc>
      </w:tr>
      <w:tr w:rsidR="005F055A" w:rsidRPr="0031418B" w14:paraId="2EEC8475"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00760DFC" w14:textId="77777777" w:rsidR="005F055A" w:rsidRPr="0031418B" w:rsidRDefault="005F055A" w:rsidP="00AC6A6F">
            <w:pPr>
              <w:pStyle w:val="TAC"/>
              <w:rPr>
                <w:lang w:eastAsia="ja-JP"/>
              </w:rPr>
            </w:pPr>
            <w:r w:rsidRPr="0031418B">
              <w:rPr>
                <w:lang w:eastAsia="ja-JP"/>
              </w:rPr>
              <w:t>16</w:t>
            </w:r>
          </w:p>
        </w:tc>
        <w:tc>
          <w:tcPr>
            <w:tcW w:w="1184" w:type="dxa"/>
            <w:tcBorders>
              <w:top w:val="single" w:sz="4" w:space="0" w:color="auto"/>
              <w:left w:val="single" w:sz="4" w:space="0" w:color="auto"/>
              <w:bottom w:val="single" w:sz="4" w:space="0" w:color="auto"/>
            </w:tcBorders>
          </w:tcPr>
          <w:p w14:paraId="4C0335DE" w14:textId="77777777" w:rsidR="005F055A" w:rsidRPr="0031418B" w:rsidRDefault="005F055A" w:rsidP="00AC6A6F">
            <w:pPr>
              <w:pStyle w:val="TAR"/>
            </w:pPr>
            <w:r w:rsidRPr="0031418B">
              <w:t>Reserved</w:t>
            </w:r>
          </w:p>
        </w:tc>
        <w:tc>
          <w:tcPr>
            <w:tcW w:w="318" w:type="dxa"/>
            <w:tcBorders>
              <w:top w:val="single" w:sz="4" w:space="0" w:color="auto"/>
              <w:bottom w:val="single" w:sz="4" w:space="0" w:color="auto"/>
            </w:tcBorders>
          </w:tcPr>
          <w:p w14:paraId="32365DC4" w14:textId="77777777" w:rsidR="005F055A" w:rsidRPr="0031418B" w:rsidRDefault="005F055A" w:rsidP="00AC6A6F">
            <w:pPr>
              <w:pStyle w:val="TAC"/>
              <w:rPr>
                <w:lang w:eastAsia="ja-JP"/>
              </w:rPr>
            </w:pPr>
          </w:p>
        </w:tc>
        <w:tc>
          <w:tcPr>
            <w:tcW w:w="1191" w:type="dxa"/>
            <w:gridSpan w:val="2"/>
            <w:tcBorders>
              <w:top w:val="single" w:sz="4" w:space="0" w:color="auto"/>
              <w:bottom w:val="single" w:sz="4" w:space="0" w:color="auto"/>
              <w:right w:val="single" w:sz="4" w:space="0" w:color="auto"/>
            </w:tcBorders>
          </w:tcPr>
          <w:p w14:paraId="6AB7FE85" w14:textId="77777777" w:rsidR="005F055A" w:rsidRPr="0031418B" w:rsidRDefault="005F055A" w:rsidP="00AC6A6F">
            <w:pPr>
              <w:pStyle w:val="TAL"/>
            </w:pPr>
          </w:p>
        </w:tc>
        <w:tc>
          <w:tcPr>
            <w:tcW w:w="1346" w:type="dxa"/>
            <w:tcBorders>
              <w:top w:val="single" w:sz="4" w:space="0" w:color="auto"/>
              <w:bottom w:val="single" w:sz="4" w:space="0" w:color="auto"/>
            </w:tcBorders>
          </w:tcPr>
          <w:p w14:paraId="2FAC17BF" w14:textId="77777777" w:rsidR="005F055A" w:rsidRPr="0031418B" w:rsidRDefault="005F055A" w:rsidP="00AC6A6F">
            <w:pPr>
              <w:pStyle w:val="TAR"/>
            </w:pPr>
            <w:r w:rsidRPr="0031418B">
              <w:t>Reserved</w:t>
            </w:r>
          </w:p>
        </w:tc>
        <w:tc>
          <w:tcPr>
            <w:tcW w:w="318" w:type="dxa"/>
            <w:tcBorders>
              <w:top w:val="single" w:sz="4" w:space="0" w:color="auto"/>
              <w:bottom w:val="single" w:sz="4" w:space="0" w:color="auto"/>
            </w:tcBorders>
          </w:tcPr>
          <w:p w14:paraId="7817D5A5" w14:textId="77777777" w:rsidR="005F055A" w:rsidRPr="0031418B" w:rsidRDefault="005F055A" w:rsidP="00AC6A6F">
            <w:pPr>
              <w:pStyle w:val="TAC"/>
              <w:rPr>
                <w:lang w:eastAsia="ja-JP"/>
              </w:rPr>
            </w:pPr>
          </w:p>
        </w:tc>
        <w:tc>
          <w:tcPr>
            <w:tcW w:w="1313" w:type="dxa"/>
            <w:gridSpan w:val="2"/>
            <w:tcBorders>
              <w:top w:val="single" w:sz="4" w:space="0" w:color="auto"/>
              <w:bottom w:val="single" w:sz="4" w:space="0" w:color="auto"/>
              <w:right w:val="single" w:sz="4" w:space="0" w:color="auto"/>
            </w:tcBorders>
          </w:tcPr>
          <w:p w14:paraId="456C2449" w14:textId="77777777" w:rsidR="005F055A" w:rsidRPr="0031418B" w:rsidRDefault="005F055A" w:rsidP="00AC6A6F">
            <w:pPr>
              <w:pStyle w:val="TAL"/>
            </w:pPr>
          </w:p>
        </w:tc>
        <w:tc>
          <w:tcPr>
            <w:tcW w:w="854" w:type="dxa"/>
            <w:gridSpan w:val="2"/>
            <w:tcBorders>
              <w:top w:val="single" w:sz="4" w:space="0" w:color="auto"/>
              <w:left w:val="single" w:sz="4" w:space="0" w:color="auto"/>
              <w:bottom w:val="single" w:sz="4" w:space="0" w:color="auto"/>
              <w:right w:val="single" w:sz="4" w:space="0" w:color="auto"/>
            </w:tcBorders>
          </w:tcPr>
          <w:p w14:paraId="60B8DC69" w14:textId="77777777" w:rsidR="005F055A" w:rsidRPr="0031418B" w:rsidRDefault="005F055A" w:rsidP="00AC6A6F">
            <w:pPr>
              <w:pStyle w:val="TAC"/>
              <w:rPr>
                <w:lang w:eastAsia="ja-JP"/>
              </w:rPr>
            </w:pPr>
          </w:p>
        </w:tc>
      </w:tr>
      <w:tr w:rsidR="0051610E" w:rsidRPr="0031418B" w14:paraId="52F0C869"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42A24DF3" w14:textId="77777777" w:rsidR="0051610E" w:rsidRPr="0031418B" w:rsidRDefault="0051610E" w:rsidP="00AC6A6F">
            <w:pPr>
              <w:pStyle w:val="TAC"/>
              <w:rPr>
                <w:lang w:eastAsia="ja-JP"/>
              </w:rPr>
            </w:pPr>
            <w:r w:rsidRPr="0031418B">
              <w:rPr>
                <w:lang w:eastAsia="ja-JP"/>
              </w:rPr>
              <w:t>17</w:t>
            </w:r>
          </w:p>
        </w:tc>
        <w:tc>
          <w:tcPr>
            <w:tcW w:w="1184" w:type="dxa"/>
            <w:tcBorders>
              <w:top w:val="single" w:sz="4" w:space="0" w:color="auto"/>
              <w:left w:val="single" w:sz="4" w:space="0" w:color="auto"/>
              <w:bottom w:val="single" w:sz="4" w:space="0" w:color="auto"/>
            </w:tcBorders>
          </w:tcPr>
          <w:p w14:paraId="67954E1F" w14:textId="77777777" w:rsidR="0051610E" w:rsidRPr="0031418B" w:rsidRDefault="0051610E" w:rsidP="00AC6A6F">
            <w:pPr>
              <w:pStyle w:val="TAR"/>
              <w:rPr>
                <w:lang w:eastAsia="ja-JP"/>
              </w:rPr>
            </w:pPr>
            <w:r w:rsidRPr="0031418B">
              <w:t>704 MHz</w:t>
            </w:r>
          </w:p>
        </w:tc>
        <w:tc>
          <w:tcPr>
            <w:tcW w:w="318" w:type="dxa"/>
            <w:tcBorders>
              <w:top w:val="single" w:sz="4" w:space="0" w:color="auto"/>
              <w:bottom w:val="single" w:sz="4" w:space="0" w:color="auto"/>
            </w:tcBorders>
          </w:tcPr>
          <w:p w14:paraId="65E2FC36" w14:textId="77777777" w:rsidR="0051610E" w:rsidRPr="0031418B" w:rsidRDefault="0051610E"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4FF2949C" w14:textId="77777777" w:rsidR="0051610E" w:rsidRPr="0031418B" w:rsidRDefault="0051610E" w:rsidP="00AC6A6F">
            <w:pPr>
              <w:pStyle w:val="TAL"/>
              <w:rPr>
                <w:lang w:eastAsia="ja-JP"/>
              </w:rPr>
            </w:pPr>
            <w:r w:rsidRPr="0031418B">
              <w:t>716 MHz</w:t>
            </w:r>
          </w:p>
        </w:tc>
        <w:tc>
          <w:tcPr>
            <w:tcW w:w="1346" w:type="dxa"/>
            <w:tcBorders>
              <w:top w:val="single" w:sz="4" w:space="0" w:color="auto"/>
              <w:bottom w:val="single" w:sz="4" w:space="0" w:color="auto"/>
            </w:tcBorders>
          </w:tcPr>
          <w:p w14:paraId="283BFB37" w14:textId="77777777" w:rsidR="0051610E" w:rsidRPr="0031418B" w:rsidRDefault="0051610E" w:rsidP="00AC6A6F">
            <w:pPr>
              <w:pStyle w:val="TAR"/>
              <w:rPr>
                <w:lang w:eastAsia="ja-JP"/>
              </w:rPr>
            </w:pPr>
            <w:r w:rsidRPr="0031418B">
              <w:t>734 MHz</w:t>
            </w:r>
          </w:p>
        </w:tc>
        <w:tc>
          <w:tcPr>
            <w:tcW w:w="318" w:type="dxa"/>
            <w:tcBorders>
              <w:top w:val="single" w:sz="4" w:space="0" w:color="auto"/>
              <w:bottom w:val="single" w:sz="4" w:space="0" w:color="auto"/>
            </w:tcBorders>
          </w:tcPr>
          <w:p w14:paraId="20213EF4" w14:textId="77777777" w:rsidR="0051610E" w:rsidRPr="0031418B" w:rsidRDefault="0051610E"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3678E58B" w14:textId="77777777" w:rsidR="0051610E" w:rsidRPr="0031418B" w:rsidRDefault="0051610E" w:rsidP="00AC6A6F">
            <w:pPr>
              <w:pStyle w:val="TAL"/>
              <w:rPr>
                <w:lang w:eastAsia="ja-JP"/>
              </w:rPr>
            </w:pPr>
            <w:r w:rsidRPr="0031418B">
              <w:t>746 MHz</w:t>
            </w:r>
          </w:p>
        </w:tc>
        <w:tc>
          <w:tcPr>
            <w:tcW w:w="854" w:type="dxa"/>
            <w:gridSpan w:val="2"/>
            <w:tcBorders>
              <w:top w:val="single" w:sz="4" w:space="0" w:color="auto"/>
              <w:left w:val="single" w:sz="4" w:space="0" w:color="auto"/>
              <w:bottom w:val="single" w:sz="4" w:space="0" w:color="auto"/>
              <w:right w:val="single" w:sz="4" w:space="0" w:color="auto"/>
            </w:tcBorders>
          </w:tcPr>
          <w:p w14:paraId="570AC33C" w14:textId="77777777" w:rsidR="0051610E" w:rsidRPr="0031418B" w:rsidRDefault="0051610E" w:rsidP="00AC6A6F">
            <w:pPr>
              <w:pStyle w:val="TAC"/>
              <w:rPr>
                <w:lang w:eastAsia="ja-JP"/>
              </w:rPr>
            </w:pPr>
            <w:r w:rsidRPr="0031418B">
              <w:rPr>
                <w:lang w:eastAsia="ja-JP"/>
              </w:rPr>
              <w:t>FDD</w:t>
            </w:r>
          </w:p>
        </w:tc>
      </w:tr>
      <w:tr w:rsidR="005F055A" w:rsidRPr="0031418B" w14:paraId="7E30C39A"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7A454865" w14:textId="77777777" w:rsidR="005F055A" w:rsidRPr="0031418B" w:rsidRDefault="005F055A" w:rsidP="00AC6A6F">
            <w:pPr>
              <w:pStyle w:val="TAC"/>
              <w:rPr>
                <w:lang w:eastAsia="ja-JP"/>
              </w:rPr>
            </w:pPr>
            <w:r w:rsidRPr="0031418B">
              <w:rPr>
                <w:lang w:eastAsia="ja-JP"/>
              </w:rPr>
              <w:t>18</w:t>
            </w:r>
          </w:p>
        </w:tc>
        <w:tc>
          <w:tcPr>
            <w:tcW w:w="1184" w:type="dxa"/>
            <w:tcBorders>
              <w:top w:val="single" w:sz="4" w:space="0" w:color="auto"/>
              <w:left w:val="single" w:sz="4" w:space="0" w:color="auto"/>
              <w:bottom w:val="single" w:sz="4" w:space="0" w:color="auto"/>
            </w:tcBorders>
          </w:tcPr>
          <w:p w14:paraId="4EF74C3E" w14:textId="77777777" w:rsidR="005F055A" w:rsidRPr="0031418B" w:rsidRDefault="005F055A" w:rsidP="00AC6A6F">
            <w:pPr>
              <w:pStyle w:val="TAR"/>
            </w:pPr>
            <w:r w:rsidRPr="0031418B">
              <w:rPr>
                <w:lang w:eastAsia="ja-JP"/>
              </w:rPr>
              <w:t>815</w:t>
            </w:r>
            <w:r w:rsidRPr="0031418B">
              <w:t xml:space="preserve"> MHz</w:t>
            </w:r>
          </w:p>
        </w:tc>
        <w:tc>
          <w:tcPr>
            <w:tcW w:w="318" w:type="dxa"/>
            <w:tcBorders>
              <w:top w:val="single" w:sz="4" w:space="0" w:color="auto"/>
              <w:bottom w:val="single" w:sz="4" w:space="0" w:color="auto"/>
            </w:tcBorders>
          </w:tcPr>
          <w:p w14:paraId="0034C29D" w14:textId="77777777" w:rsidR="005F055A" w:rsidRPr="0031418B" w:rsidRDefault="005F055A"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031ABD95" w14:textId="77777777" w:rsidR="005F055A" w:rsidRPr="0031418B" w:rsidRDefault="005F055A" w:rsidP="00AC6A6F">
            <w:pPr>
              <w:pStyle w:val="TAL"/>
            </w:pPr>
            <w:r w:rsidRPr="0031418B">
              <w:t>830 MHz</w:t>
            </w:r>
          </w:p>
        </w:tc>
        <w:tc>
          <w:tcPr>
            <w:tcW w:w="1346" w:type="dxa"/>
            <w:tcBorders>
              <w:top w:val="single" w:sz="4" w:space="0" w:color="auto"/>
              <w:bottom w:val="single" w:sz="4" w:space="0" w:color="auto"/>
            </w:tcBorders>
          </w:tcPr>
          <w:p w14:paraId="33E7A79E" w14:textId="77777777" w:rsidR="005F055A" w:rsidRPr="0031418B" w:rsidRDefault="005F055A" w:rsidP="00AC6A6F">
            <w:pPr>
              <w:pStyle w:val="TAR"/>
            </w:pPr>
            <w:r w:rsidRPr="0031418B">
              <w:rPr>
                <w:lang w:eastAsia="ja-JP"/>
              </w:rPr>
              <w:t>860</w:t>
            </w:r>
            <w:r w:rsidRPr="0031418B">
              <w:t xml:space="preserve"> MHz</w:t>
            </w:r>
          </w:p>
        </w:tc>
        <w:tc>
          <w:tcPr>
            <w:tcW w:w="318" w:type="dxa"/>
            <w:tcBorders>
              <w:top w:val="single" w:sz="4" w:space="0" w:color="auto"/>
              <w:bottom w:val="single" w:sz="4" w:space="0" w:color="auto"/>
            </w:tcBorders>
          </w:tcPr>
          <w:p w14:paraId="591619DF" w14:textId="77777777" w:rsidR="005F055A" w:rsidRPr="0031418B" w:rsidRDefault="005F055A"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3FEB76E3" w14:textId="77777777" w:rsidR="005F055A" w:rsidRPr="0031418B" w:rsidRDefault="005F055A" w:rsidP="00AC6A6F">
            <w:pPr>
              <w:pStyle w:val="TAL"/>
            </w:pPr>
            <w:r w:rsidRPr="0031418B">
              <w:rPr>
                <w:lang w:eastAsia="ja-JP"/>
              </w:rPr>
              <w:t>875</w:t>
            </w:r>
            <w:r w:rsidRPr="0031418B">
              <w:t xml:space="preserve"> MHz</w:t>
            </w:r>
          </w:p>
        </w:tc>
        <w:tc>
          <w:tcPr>
            <w:tcW w:w="854" w:type="dxa"/>
            <w:gridSpan w:val="2"/>
            <w:tcBorders>
              <w:top w:val="single" w:sz="4" w:space="0" w:color="auto"/>
              <w:left w:val="single" w:sz="4" w:space="0" w:color="auto"/>
              <w:bottom w:val="single" w:sz="4" w:space="0" w:color="auto"/>
              <w:right w:val="single" w:sz="4" w:space="0" w:color="auto"/>
            </w:tcBorders>
          </w:tcPr>
          <w:p w14:paraId="473CAFCA" w14:textId="77777777" w:rsidR="005F055A" w:rsidRPr="0031418B" w:rsidRDefault="005F055A" w:rsidP="00AC6A6F">
            <w:pPr>
              <w:pStyle w:val="TAC"/>
              <w:rPr>
                <w:lang w:eastAsia="ja-JP"/>
              </w:rPr>
            </w:pPr>
            <w:r w:rsidRPr="0031418B">
              <w:rPr>
                <w:lang w:eastAsia="ja-JP"/>
              </w:rPr>
              <w:t>FDD</w:t>
            </w:r>
          </w:p>
        </w:tc>
      </w:tr>
      <w:tr w:rsidR="005F055A" w:rsidRPr="0031418B" w14:paraId="4F3ADAA6"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FCCE860" w14:textId="77777777" w:rsidR="005F055A" w:rsidRPr="0031418B" w:rsidRDefault="005F055A" w:rsidP="00AC6A6F">
            <w:pPr>
              <w:pStyle w:val="TAC"/>
              <w:rPr>
                <w:lang w:eastAsia="ja-JP"/>
              </w:rPr>
            </w:pPr>
            <w:r w:rsidRPr="0031418B">
              <w:rPr>
                <w:lang w:eastAsia="ja-JP"/>
              </w:rPr>
              <w:t>19</w:t>
            </w:r>
          </w:p>
        </w:tc>
        <w:tc>
          <w:tcPr>
            <w:tcW w:w="1184" w:type="dxa"/>
            <w:tcBorders>
              <w:top w:val="single" w:sz="4" w:space="0" w:color="auto"/>
              <w:left w:val="single" w:sz="4" w:space="0" w:color="auto"/>
              <w:bottom w:val="single" w:sz="4" w:space="0" w:color="auto"/>
            </w:tcBorders>
          </w:tcPr>
          <w:p w14:paraId="62FB8769" w14:textId="77777777" w:rsidR="005F055A" w:rsidRPr="0031418B" w:rsidRDefault="005F055A" w:rsidP="00AC6A6F">
            <w:pPr>
              <w:pStyle w:val="TAR"/>
            </w:pPr>
            <w:r w:rsidRPr="0031418B">
              <w:t>830 MHz</w:t>
            </w:r>
          </w:p>
        </w:tc>
        <w:tc>
          <w:tcPr>
            <w:tcW w:w="318" w:type="dxa"/>
            <w:tcBorders>
              <w:top w:val="single" w:sz="4" w:space="0" w:color="auto"/>
              <w:bottom w:val="single" w:sz="4" w:space="0" w:color="auto"/>
            </w:tcBorders>
          </w:tcPr>
          <w:p w14:paraId="6686AD7F" w14:textId="77777777" w:rsidR="005F055A" w:rsidRPr="0031418B" w:rsidRDefault="005F055A"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57BABF9F" w14:textId="77777777" w:rsidR="005F055A" w:rsidRPr="0031418B" w:rsidRDefault="005F055A" w:rsidP="00AC6A6F">
            <w:pPr>
              <w:pStyle w:val="TAL"/>
            </w:pPr>
            <w:r w:rsidRPr="0031418B">
              <w:t>845 MHz</w:t>
            </w:r>
          </w:p>
        </w:tc>
        <w:tc>
          <w:tcPr>
            <w:tcW w:w="1346" w:type="dxa"/>
            <w:tcBorders>
              <w:top w:val="single" w:sz="4" w:space="0" w:color="auto"/>
              <w:bottom w:val="single" w:sz="4" w:space="0" w:color="auto"/>
            </w:tcBorders>
          </w:tcPr>
          <w:p w14:paraId="3256127A" w14:textId="77777777" w:rsidR="005F055A" w:rsidRPr="0031418B" w:rsidRDefault="005F055A" w:rsidP="00AC6A6F">
            <w:pPr>
              <w:pStyle w:val="TAR"/>
            </w:pPr>
            <w:r w:rsidRPr="0031418B">
              <w:rPr>
                <w:lang w:eastAsia="ja-JP"/>
              </w:rPr>
              <w:t>875</w:t>
            </w:r>
            <w:r w:rsidRPr="0031418B">
              <w:t xml:space="preserve"> MHz</w:t>
            </w:r>
          </w:p>
        </w:tc>
        <w:tc>
          <w:tcPr>
            <w:tcW w:w="318" w:type="dxa"/>
            <w:tcBorders>
              <w:top w:val="single" w:sz="4" w:space="0" w:color="auto"/>
              <w:bottom w:val="single" w:sz="4" w:space="0" w:color="auto"/>
            </w:tcBorders>
          </w:tcPr>
          <w:p w14:paraId="2B0F9263" w14:textId="77777777" w:rsidR="005F055A" w:rsidRPr="0031418B" w:rsidRDefault="005F055A"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0F6F9F0F" w14:textId="77777777" w:rsidR="005F055A" w:rsidRPr="0031418B" w:rsidRDefault="005F055A" w:rsidP="00AC6A6F">
            <w:pPr>
              <w:pStyle w:val="TAL"/>
            </w:pPr>
            <w:r w:rsidRPr="0031418B">
              <w:rPr>
                <w:lang w:eastAsia="ja-JP"/>
              </w:rPr>
              <w:t>890</w:t>
            </w:r>
            <w:r w:rsidRPr="0031418B">
              <w:t xml:space="preserve"> MHz</w:t>
            </w:r>
          </w:p>
        </w:tc>
        <w:tc>
          <w:tcPr>
            <w:tcW w:w="854" w:type="dxa"/>
            <w:gridSpan w:val="2"/>
            <w:tcBorders>
              <w:top w:val="single" w:sz="4" w:space="0" w:color="auto"/>
              <w:left w:val="single" w:sz="4" w:space="0" w:color="auto"/>
              <w:bottom w:val="single" w:sz="4" w:space="0" w:color="auto"/>
              <w:right w:val="single" w:sz="4" w:space="0" w:color="auto"/>
            </w:tcBorders>
          </w:tcPr>
          <w:p w14:paraId="4835B3AD" w14:textId="77777777" w:rsidR="005F055A" w:rsidRPr="0031418B" w:rsidRDefault="005F055A" w:rsidP="00AC6A6F">
            <w:pPr>
              <w:pStyle w:val="TAC"/>
              <w:rPr>
                <w:lang w:eastAsia="ja-JP"/>
              </w:rPr>
            </w:pPr>
            <w:r w:rsidRPr="0031418B">
              <w:rPr>
                <w:lang w:eastAsia="ja-JP"/>
              </w:rPr>
              <w:t>FDD</w:t>
            </w:r>
          </w:p>
        </w:tc>
      </w:tr>
      <w:tr w:rsidR="005F055A" w:rsidRPr="0031418B" w14:paraId="36297AE0"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1FE2F43D" w14:textId="77777777" w:rsidR="005F055A" w:rsidRPr="0031418B" w:rsidRDefault="005F055A" w:rsidP="00AC6A6F">
            <w:pPr>
              <w:pStyle w:val="TAC"/>
              <w:rPr>
                <w:lang w:eastAsia="ja-JP"/>
              </w:rPr>
            </w:pPr>
            <w:r w:rsidRPr="0031418B">
              <w:rPr>
                <w:lang w:eastAsia="ja-JP"/>
              </w:rPr>
              <w:t>20</w:t>
            </w:r>
          </w:p>
        </w:tc>
        <w:tc>
          <w:tcPr>
            <w:tcW w:w="1184" w:type="dxa"/>
            <w:tcBorders>
              <w:top w:val="single" w:sz="4" w:space="0" w:color="auto"/>
              <w:left w:val="single" w:sz="4" w:space="0" w:color="auto"/>
              <w:bottom w:val="single" w:sz="4" w:space="0" w:color="auto"/>
            </w:tcBorders>
          </w:tcPr>
          <w:p w14:paraId="60C08B25" w14:textId="77777777" w:rsidR="005F055A" w:rsidRPr="0031418B" w:rsidRDefault="005F055A" w:rsidP="00AC6A6F">
            <w:pPr>
              <w:pStyle w:val="TAR"/>
            </w:pPr>
            <w:r w:rsidRPr="0031418B">
              <w:t>832 MHz</w:t>
            </w:r>
          </w:p>
        </w:tc>
        <w:tc>
          <w:tcPr>
            <w:tcW w:w="318" w:type="dxa"/>
            <w:tcBorders>
              <w:top w:val="single" w:sz="4" w:space="0" w:color="auto"/>
              <w:bottom w:val="single" w:sz="4" w:space="0" w:color="auto"/>
            </w:tcBorders>
          </w:tcPr>
          <w:p w14:paraId="55A6F31D" w14:textId="77777777" w:rsidR="005F055A" w:rsidRPr="0031418B" w:rsidRDefault="005F055A"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00C9963A" w14:textId="77777777" w:rsidR="005F055A" w:rsidRPr="0031418B" w:rsidRDefault="005F055A" w:rsidP="00AC6A6F">
            <w:pPr>
              <w:pStyle w:val="TAL"/>
            </w:pPr>
            <w:r w:rsidRPr="0031418B">
              <w:t>862 MHz</w:t>
            </w:r>
          </w:p>
        </w:tc>
        <w:tc>
          <w:tcPr>
            <w:tcW w:w="1346" w:type="dxa"/>
            <w:tcBorders>
              <w:top w:val="single" w:sz="4" w:space="0" w:color="auto"/>
              <w:bottom w:val="single" w:sz="4" w:space="0" w:color="auto"/>
            </w:tcBorders>
          </w:tcPr>
          <w:p w14:paraId="5094D7C1" w14:textId="77777777" w:rsidR="005F055A" w:rsidRPr="0031418B" w:rsidRDefault="005F055A" w:rsidP="00AC6A6F">
            <w:pPr>
              <w:pStyle w:val="TAR"/>
            </w:pPr>
            <w:r w:rsidRPr="0031418B">
              <w:t>791 MHz</w:t>
            </w:r>
          </w:p>
        </w:tc>
        <w:tc>
          <w:tcPr>
            <w:tcW w:w="318" w:type="dxa"/>
            <w:tcBorders>
              <w:top w:val="single" w:sz="4" w:space="0" w:color="auto"/>
              <w:bottom w:val="single" w:sz="4" w:space="0" w:color="auto"/>
            </w:tcBorders>
          </w:tcPr>
          <w:p w14:paraId="7925F927" w14:textId="77777777" w:rsidR="005F055A" w:rsidRPr="0031418B" w:rsidRDefault="005F055A"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40D44401" w14:textId="77777777" w:rsidR="005F055A" w:rsidRPr="0031418B" w:rsidRDefault="005F055A" w:rsidP="00AC6A6F">
            <w:pPr>
              <w:pStyle w:val="TAL"/>
            </w:pPr>
            <w:r w:rsidRPr="0031418B">
              <w:t>821 MHz</w:t>
            </w:r>
          </w:p>
        </w:tc>
        <w:tc>
          <w:tcPr>
            <w:tcW w:w="854" w:type="dxa"/>
            <w:gridSpan w:val="2"/>
            <w:tcBorders>
              <w:top w:val="single" w:sz="4" w:space="0" w:color="auto"/>
              <w:left w:val="single" w:sz="4" w:space="0" w:color="auto"/>
              <w:bottom w:val="single" w:sz="4" w:space="0" w:color="auto"/>
              <w:right w:val="single" w:sz="4" w:space="0" w:color="auto"/>
            </w:tcBorders>
          </w:tcPr>
          <w:p w14:paraId="2A41B780" w14:textId="77777777" w:rsidR="005F055A" w:rsidRPr="0031418B" w:rsidRDefault="005F055A" w:rsidP="00AC6A6F">
            <w:pPr>
              <w:pStyle w:val="TAC"/>
              <w:rPr>
                <w:lang w:eastAsia="ja-JP"/>
              </w:rPr>
            </w:pPr>
            <w:r w:rsidRPr="0031418B">
              <w:rPr>
                <w:lang w:eastAsia="ja-JP"/>
              </w:rPr>
              <w:t>FDD</w:t>
            </w:r>
          </w:p>
        </w:tc>
      </w:tr>
      <w:tr w:rsidR="005F055A" w:rsidRPr="0031418B" w14:paraId="7759BC4D"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705BA0E3" w14:textId="77777777" w:rsidR="005F055A" w:rsidRPr="0031418B" w:rsidRDefault="005F055A" w:rsidP="00AC6A6F">
            <w:pPr>
              <w:pStyle w:val="TAC"/>
              <w:rPr>
                <w:lang w:eastAsia="ja-JP"/>
              </w:rPr>
            </w:pPr>
            <w:r w:rsidRPr="0031418B">
              <w:rPr>
                <w:lang w:eastAsia="ja-JP"/>
              </w:rPr>
              <w:t>21</w:t>
            </w:r>
          </w:p>
        </w:tc>
        <w:tc>
          <w:tcPr>
            <w:tcW w:w="1184" w:type="dxa"/>
            <w:tcBorders>
              <w:top w:val="single" w:sz="4" w:space="0" w:color="auto"/>
              <w:left w:val="single" w:sz="4" w:space="0" w:color="auto"/>
              <w:bottom w:val="single" w:sz="4" w:space="0" w:color="auto"/>
            </w:tcBorders>
          </w:tcPr>
          <w:p w14:paraId="0638298B" w14:textId="77777777" w:rsidR="005F055A" w:rsidRPr="0031418B" w:rsidRDefault="005F055A" w:rsidP="00AC6A6F">
            <w:pPr>
              <w:pStyle w:val="TAR"/>
            </w:pPr>
            <w:r w:rsidRPr="0031418B">
              <w:t>1447.9 MHz</w:t>
            </w:r>
          </w:p>
        </w:tc>
        <w:tc>
          <w:tcPr>
            <w:tcW w:w="318" w:type="dxa"/>
            <w:tcBorders>
              <w:top w:val="single" w:sz="4" w:space="0" w:color="auto"/>
              <w:bottom w:val="single" w:sz="4" w:space="0" w:color="auto"/>
            </w:tcBorders>
          </w:tcPr>
          <w:p w14:paraId="339E5D63" w14:textId="77777777" w:rsidR="005F055A" w:rsidRPr="0031418B" w:rsidRDefault="005F055A"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5D717907" w14:textId="77777777" w:rsidR="005F055A" w:rsidRPr="0031418B" w:rsidRDefault="005F055A" w:rsidP="00AC6A6F">
            <w:pPr>
              <w:pStyle w:val="TAL"/>
            </w:pPr>
            <w:r w:rsidRPr="0031418B">
              <w:t>1462.9 MHz</w:t>
            </w:r>
          </w:p>
        </w:tc>
        <w:tc>
          <w:tcPr>
            <w:tcW w:w="1346" w:type="dxa"/>
            <w:tcBorders>
              <w:top w:val="single" w:sz="4" w:space="0" w:color="auto"/>
              <w:bottom w:val="single" w:sz="4" w:space="0" w:color="auto"/>
            </w:tcBorders>
          </w:tcPr>
          <w:p w14:paraId="653CE81E" w14:textId="77777777" w:rsidR="005F055A" w:rsidRPr="0031418B" w:rsidRDefault="005F055A" w:rsidP="00AC6A6F">
            <w:pPr>
              <w:pStyle w:val="TAR"/>
            </w:pPr>
            <w:r w:rsidRPr="0031418B">
              <w:rPr>
                <w:lang w:eastAsia="ja-JP"/>
              </w:rPr>
              <w:t>1495.9 MHz</w:t>
            </w:r>
          </w:p>
        </w:tc>
        <w:tc>
          <w:tcPr>
            <w:tcW w:w="318" w:type="dxa"/>
            <w:tcBorders>
              <w:top w:val="single" w:sz="4" w:space="0" w:color="auto"/>
              <w:bottom w:val="single" w:sz="4" w:space="0" w:color="auto"/>
            </w:tcBorders>
          </w:tcPr>
          <w:p w14:paraId="6CA1BA49" w14:textId="77777777" w:rsidR="005F055A" w:rsidRPr="0031418B" w:rsidRDefault="005F055A"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1374783C" w14:textId="77777777" w:rsidR="005F055A" w:rsidRPr="0031418B" w:rsidRDefault="005F055A" w:rsidP="00AC6A6F">
            <w:pPr>
              <w:pStyle w:val="TAL"/>
            </w:pPr>
            <w:r w:rsidRPr="0031418B">
              <w:rPr>
                <w:lang w:eastAsia="ja-JP"/>
              </w:rPr>
              <w:t>1510.9 MHz</w:t>
            </w:r>
          </w:p>
        </w:tc>
        <w:tc>
          <w:tcPr>
            <w:tcW w:w="854" w:type="dxa"/>
            <w:gridSpan w:val="2"/>
            <w:tcBorders>
              <w:top w:val="single" w:sz="4" w:space="0" w:color="auto"/>
              <w:left w:val="single" w:sz="4" w:space="0" w:color="auto"/>
              <w:bottom w:val="single" w:sz="4" w:space="0" w:color="auto"/>
              <w:right w:val="single" w:sz="4" w:space="0" w:color="auto"/>
            </w:tcBorders>
          </w:tcPr>
          <w:p w14:paraId="7635570E" w14:textId="77777777" w:rsidR="005F055A" w:rsidRPr="0031418B" w:rsidRDefault="005F055A" w:rsidP="00AC6A6F">
            <w:pPr>
              <w:pStyle w:val="TAC"/>
              <w:rPr>
                <w:lang w:eastAsia="ja-JP"/>
              </w:rPr>
            </w:pPr>
            <w:r w:rsidRPr="0031418B">
              <w:rPr>
                <w:lang w:eastAsia="ja-JP"/>
              </w:rPr>
              <w:t>FDD</w:t>
            </w:r>
          </w:p>
        </w:tc>
      </w:tr>
      <w:tr w:rsidR="00505C66" w:rsidRPr="0031418B" w14:paraId="0962859F"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4899DEDE" w14:textId="77777777" w:rsidR="00505C66" w:rsidRPr="0031418B" w:rsidRDefault="00505C66" w:rsidP="00AC6A6F">
            <w:pPr>
              <w:pStyle w:val="TAC"/>
              <w:rPr>
                <w:lang w:eastAsia="ja-JP"/>
              </w:rPr>
            </w:pPr>
            <w:r w:rsidRPr="0031418B">
              <w:rPr>
                <w:lang w:eastAsia="ja-JP"/>
              </w:rPr>
              <w:t>22</w:t>
            </w:r>
          </w:p>
        </w:tc>
        <w:tc>
          <w:tcPr>
            <w:tcW w:w="1184" w:type="dxa"/>
            <w:tcBorders>
              <w:top w:val="single" w:sz="4" w:space="0" w:color="auto"/>
              <w:left w:val="single" w:sz="4" w:space="0" w:color="auto"/>
              <w:bottom w:val="single" w:sz="4" w:space="0" w:color="auto"/>
            </w:tcBorders>
          </w:tcPr>
          <w:p w14:paraId="5207BF18" w14:textId="77777777" w:rsidR="00505C66" w:rsidRPr="0031418B" w:rsidRDefault="00505C66" w:rsidP="00AC6A6F">
            <w:pPr>
              <w:pStyle w:val="TAR"/>
            </w:pPr>
            <w:r w:rsidRPr="0031418B">
              <w:t>3410 MHz</w:t>
            </w:r>
          </w:p>
        </w:tc>
        <w:tc>
          <w:tcPr>
            <w:tcW w:w="318" w:type="dxa"/>
            <w:tcBorders>
              <w:top w:val="single" w:sz="4" w:space="0" w:color="auto"/>
              <w:bottom w:val="single" w:sz="4" w:space="0" w:color="auto"/>
            </w:tcBorders>
          </w:tcPr>
          <w:p w14:paraId="0E3ACA66" w14:textId="77777777" w:rsidR="00505C66" w:rsidRPr="0031418B" w:rsidRDefault="00505C66"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007353E5" w14:textId="77777777" w:rsidR="00505C66" w:rsidRPr="0031418B" w:rsidRDefault="00505C66" w:rsidP="00AC6A6F">
            <w:pPr>
              <w:pStyle w:val="TAL"/>
            </w:pPr>
            <w:r w:rsidRPr="0031418B">
              <w:t>3490 MHz</w:t>
            </w:r>
          </w:p>
        </w:tc>
        <w:tc>
          <w:tcPr>
            <w:tcW w:w="1346" w:type="dxa"/>
            <w:tcBorders>
              <w:top w:val="single" w:sz="4" w:space="0" w:color="auto"/>
              <w:bottom w:val="single" w:sz="4" w:space="0" w:color="auto"/>
            </w:tcBorders>
          </w:tcPr>
          <w:p w14:paraId="63662B71" w14:textId="77777777" w:rsidR="00505C66" w:rsidRPr="0031418B" w:rsidRDefault="00505C66" w:rsidP="00AC6A6F">
            <w:pPr>
              <w:pStyle w:val="TAR"/>
              <w:rPr>
                <w:lang w:eastAsia="ja-JP"/>
              </w:rPr>
            </w:pPr>
            <w:r w:rsidRPr="0031418B">
              <w:rPr>
                <w:lang w:eastAsia="ja-JP"/>
              </w:rPr>
              <w:t>3510 MHz</w:t>
            </w:r>
          </w:p>
        </w:tc>
        <w:tc>
          <w:tcPr>
            <w:tcW w:w="318" w:type="dxa"/>
            <w:tcBorders>
              <w:top w:val="single" w:sz="4" w:space="0" w:color="auto"/>
              <w:bottom w:val="single" w:sz="4" w:space="0" w:color="auto"/>
            </w:tcBorders>
          </w:tcPr>
          <w:p w14:paraId="619D712E" w14:textId="77777777" w:rsidR="00505C66" w:rsidRPr="0031418B" w:rsidRDefault="00505C66"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700BE2ED" w14:textId="77777777" w:rsidR="00505C66" w:rsidRPr="0031418B" w:rsidRDefault="00505C66" w:rsidP="00AC6A6F">
            <w:pPr>
              <w:pStyle w:val="TAL"/>
              <w:rPr>
                <w:lang w:eastAsia="ja-JP"/>
              </w:rPr>
            </w:pPr>
            <w:r w:rsidRPr="0031418B">
              <w:rPr>
                <w:lang w:eastAsia="ja-JP"/>
              </w:rPr>
              <w:t>3590 MHz</w:t>
            </w:r>
          </w:p>
        </w:tc>
        <w:tc>
          <w:tcPr>
            <w:tcW w:w="854" w:type="dxa"/>
            <w:gridSpan w:val="2"/>
            <w:tcBorders>
              <w:top w:val="single" w:sz="4" w:space="0" w:color="auto"/>
              <w:left w:val="single" w:sz="4" w:space="0" w:color="auto"/>
              <w:bottom w:val="single" w:sz="4" w:space="0" w:color="auto"/>
              <w:right w:val="single" w:sz="4" w:space="0" w:color="auto"/>
            </w:tcBorders>
          </w:tcPr>
          <w:p w14:paraId="130D898C" w14:textId="77777777" w:rsidR="00505C66" w:rsidRPr="0031418B" w:rsidRDefault="00505C66" w:rsidP="00AC6A6F">
            <w:pPr>
              <w:pStyle w:val="TAC"/>
              <w:rPr>
                <w:lang w:eastAsia="ja-JP"/>
              </w:rPr>
            </w:pPr>
            <w:r w:rsidRPr="0031418B">
              <w:rPr>
                <w:lang w:eastAsia="ja-JP"/>
              </w:rPr>
              <w:t>FDD</w:t>
            </w:r>
          </w:p>
        </w:tc>
      </w:tr>
      <w:tr w:rsidR="00F8361A" w:rsidRPr="0031418B" w14:paraId="005C99BF"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3ACDC5C" w14:textId="77777777" w:rsidR="00F8361A" w:rsidRPr="0031418B" w:rsidRDefault="00F8361A" w:rsidP="00AC6A6F">
            <w:pPr>
              <w:pStyle w:val="TAC"/>
              <w:rPr>
                <w:lang w:eastAsia="ja-JP"/>
              </w:rPr>
            </w:pPr>
            <w:r w:rsidRPr="0031418B">
              <w:rPr>
                <w:lang w:eastAsia="ja-JP"/>
              </w:rPr>
              <w:t>23</w:t>
            </w:r>
          </w:p>
        </w:tc>
        <w:tc>
          <w:tcPr>
            <w:tcW w:w="1184" w:type="dxa"/>
            <w:tcBorders>
              <w:top w:val="single" w:sz="4" w:space="0" w:color="auto"/>
              <w:left w:val="single" w:sz="4" w:space="0" w:color="auto"/>
              <w:bottom w:val="single" w:sz="4" w:space="0" w:color="auto"/>
            </w:tcBorders>
          </w:tcPr>
          <w:p w14:paraId="398E86B8" w14:textId="77777777" w:rsidR="00F8361A" w:rsidRPr="0031418B" w:rsidRDefault="00F8361A" w:rsidP="00AC6A6F">
            <w:pPr>
              <w:pStyle w:val="TAR"/>
            </w:pPr>
            <w:r w:rsidRPr="0031418B">
              <w:t>2000 MHz</w:t>
            </w:r>
          </w:p>
        </w:tc>
        <w:tc>
          <w:tcPr>
            <w:tcW w:w="318" w:type="dxa"/>
            <w:tcBorders>
              <w:top w:val="single" w:sz="4" w:space="0" w:color="auto"/>
              <w:bottom w:val="single" w:sz="4" w:space="0" w:color="auto"/>
            </w:tcBorders>
          </w:tcPr>
          <w:p w14:paraId="2BD31DC2" w14:textId="77777777" w:rsidR="00F8361A" w:rsidRPr="0031418B" w:rsidRDefault="00F8361A" w:rsidP="00AC6A6F">
            <w:pPr>
              <w:pStyle w:val="TAC"/>
              <w:rPr>
                <w:lang w:eastAsia="ja-JP"/>
              </w:rPr>
            </w:pPr>
            <w:r w:rsidRPr="0031418B">
              <w:rPr>
                <w:lang w:eastAsia="ja-JP"/>
              </w:rPr>
              <w:t>–</w:t>
            </w:r>
          </w:p>
        </w:tc>
        <w:tc>
          <w:tcPr>
            <w:tcW w:w="1191" w:type="dxa"/>
            <w:gridSpan w:val="2"/>
            <w:tcBorders>
              <w:top w:val="single" w:sz="4" w:space="0" w:color="auto"/>
              <w:bottom w:val="single" w:sz="4" w:space="0" w:color="auto"/>
              <w:right w:val="single" w:sz="4" w:space="0" w:color="auto"/>
            </w:tcBorders>
          </w:tcPr>
          <w:p w14:paraId="5D2957F1" w14:textId="77777777" w:rsidR="00F8361A" w:rsidRPr="0031418B" w:rsidRDefault="00F8361A" w:rsidP="00AC6A6F">
            <w:pPr>
              <w:pStyle w:val="TAL"/>
            </w:pPr>
            <w:r w:rsidRPr="0031418B">
              <w:t>2020 MHz</w:t>
            </w:r>
          </w:p>
        </w:tc>
        <w:tc>
          <w:tcPr>
            <w:tcW w:w="1346" w:type="dxa"/>
            <w:tcBorders>
              <w:top w:val="single" w:sz="4" w:space="0" w:color="auto"/>
              <w:bottom w:val="single" w:sz="4" w:space="0" w:color="auto"/>
            </w:tcBorders>
          </w:tcPr>
          <w:p w14:paraId="161FA8CC" w14:textId="77777777" w:rsidR="00F8361A" w:rsidRPr="0031418B" w:rsidRDefault="00F8361A" w:rsidP="00AC6A6F">
            <w:pPr>
              <w:pStyle w:val="TAR"/>
              <w:rPr>
                <w:lang w:eastAsia="ja-JP"/>
              </w:rPr>
            </w:pPr>
            <w:r w:rsidRPr="0031418B">
              <w:rPr>
                <w:lang w:eastAsia="ja-JP"/>
              </w:rPr>
              <w:t>2180 MHz</w:t>
            </w:r>
          </w:p>
        </w:tc>
        <w:tc>
          <w:tcPr>
            <w:tcW w:w="318" w:type="dxa"/>
            <w:tcBorders>
              <w:top w:val="single" w:sz="4" w:space="0" w:color="auto"/>
              <w:bottom w:val="single" w:sz="4" w:space="0" w:color="auto"/>
            </w:tcBorders>
          </w:tcPr>
          <w:p w14:paraId="579B5155" w14:textId="77777777" w:rsidR="00F8361A" w:rsidRPr="0031418B" w:rsidRDefault="00F8361A" w:rsidP="00AC6A6F">
            <w:pPr>
              <w:pStyle w:val="TAC"/>
              <w:rPr>
                <w:lang w:eastAsia="ja-JP"/>
              </w:rPr>
            </w:pPr>
            <w:r w:rsidRPr="0031418B">
              <w:rPr>
                <w:lang w:eastAsia="ja-JP"/>
              </w:rPr>
              <w:t>–</w:t>
            </w:r>
          </w:p>
        </w:tc>
        <w:tc>
          <w:tcPr>
            <w:tcW w:w="1313" w:type="dxa"/>
            <w:gridSpan w:val="2"/>
            <w:tcBorders>
              <w:top w:val="single" w:sz="4" w:space="0" w:color="auto"/>
              <w:bottom w:val="single" w:sz="4" w:space="0" w:color="auto"/>
              <w:right w:val="single" w:sz="4" w:space="0" w:color="auto"/>
            </w:tcBorders>
          </w:tcPr>
          <w:p w14:paraId="7C8BFEB2" w14:textId="77777777" w:rsidR="00F8361A" w:rsidRPr="0031418B" w:rsidRDefault="00F8361A" w:rsidP="00AC6A6F">
            <w:pPr>
              <w:pStyle w:val="TAL"/>
              <w:rPr>
                <w:lang w:eastAsia="ja-JP"/>
              </w:rPr>
            </w:pPr>
            <w:r w:rsidRPr="0031418B">
              <w:rPr>
                <w:lang w:eastAsia="ja-JP"/>
              </w:rPr>
              <w:t>2200 MHz</w:t>
            </w:r>
          </w:p>
        </w:tc>
        <w:tc>
          <w:tcPr>
            <w:tcW w:w="854" w:type="dxa"/>
            <w:gridSpan w:val="2"/>
            <w:tcBorders>
              <w:top w:val="single" w:sz="4" w:space="0" w:color="auto"/>
              <w:left w:val="single" w:sz="4" w:space="0" w:color="auto"/>
              <w:bottom w:val="single" w:sz="4" w:space="0" w:color="auto"/>
              <w:right w:val="single" w:sz="4" w:space="0" w:color="auto"/>
            </w:tcBorders>
          </w:tcPr>
          <w:p w14:paraId="21B6E42F" w14:textId="77777777" w:rsidR="00F8361A" w:rsidRPr="0031418B" w:rsidRDefault="00F8361A" w:rsidP="00AC6A6F">
            <w:pPr>
              <w:pStyle w:val="TAC"/>
              <w:rPr>
                <w:lang w:eastAsia="ja-JP"/>
              </w:rPr>
            </w:pPr>
            <w:r w:rsidRPr="0031418B">
              <w:rPr>
                <w:lang w:eastAsia="ja-JP"/>
              </w:rPr>
              <w:t>FDD</w:t>
            </w:r>
          </w:p>
        </w:tc>
      </w:tr>
      <w:tr w:rsidR="00196C64" w:rsidRPr="0031418B" w14:paraId="2D827741"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7B82F07A" w14:textId="77777777" w:rsidR="00196C64" w:rsidRPr="0031418B" w:rsidRDefault="00196C64" w:rsidP="00AC6A6F">
            <w:pPr>
              <w:pStyle w:val="TAC"/>
              <w:rPr>
                <w:lang w:eastAsia="ja-JP"/>
              </w:rPr>
            </w:pPr>
            <w:r w:rsidRPr="0031418B">
              <w:rPr>
                <w:lang w:eastAsia="ja-JP"/>
              </w:rPr>
              <w:t>24</w:t>
            </w:r>
          </w:p>
        </w:tc>
        <w:tc>
          <w:tcPr>
            <w:tcW w:w="1184" w:type="dxa"/>
            <w:tcBorders>
              <w:top w:val="single" w:sz="4" w:space="0" w:color="auto"/>
              <w:left w:val="single" w:sz="4" w:space="0" w:color="auto"/>
              <w:bottom w:val="single" w:sz="4" w:space="0" w:color="auto"/>
            </w:tcBorders>
          </w:tcPr>
          <w:p w14:paraId="69506C15" w14:textId="77777777" w:rsidR="00196C64" w:rsidRPr="0031418B" w:rsidRDefault="00196C64" w:rsidP="00AC6A6F">
            <w:pPr>
              <w:pStyle w:val="TAR"/>
            </w:pPr>
            <w:r w:rsidRPr="0031418B">
              <w:t xml:space="preserve">1626.5 </w:t>
            </w:r>
            <w:r w:rsidRPr="0031418B">
              <w:rPr>
                <w:lang w:eastAsia="ja-JP"/>
              </w:rPr>
              <w:t>MHz</w:t>
            </w:r>
          </w:p>
        </w:tc>
        <w:tc>
          <w:tcPr>
            <w:tcW w:w="318" w:type="dxa"/>
            <w:tcBorders>
              <w:top w:val="single" w:sz="4" w:space="0" w:color="auto"/>
              <w:bottom w:val="single" w:sz="4" w:space="0" w:color="auto"/>
            </w:tcBorders>
          </w:tcPr>
          <w:p w14:paraId="4D4F6248" w14:textId="77777777" w:rsidR="00196C64" w:rsidRPr="0031418B" w:rsidRDefault="00196C64" w:rsidP="00AC6A6F">
            <w:pPr>
              <w:pStyle w:val="TAC"/>
              <w:rPr>
                <w:lang w:eastAsia="ja-JP"/>
              </w:rPr>
            </w:pPr>
            <w:r w:rsidRPr="0031418B">
              <w:t>–</w:t>
            </w:r>
          </w:p>
        </w:tc>
        <w:tc>
          <w:tcPr>
            <w:tcW w:w="1191" w:type="dxa"/>
            <w:gridSpan w:val="2"/>
            <w:tcBorders>
              <w:top w:val="single" w:sz="4" w:space="0" w:color="auto"/>
              <w:bottom w:val="single" w:sz="4" w:space="0" w:color="auto"/>
              <w:right w:val="single" w:sz="4" w:space="0" w:color="auto"/>
            </w:tcBorders>
          </w:tcPr>
          <w:p w14:paraId="797A3946" w14:textId="77777777" w:rsidR="00196C64" w:rsidRPr="0031418B" w:rsidRDefault="00196C64" w:rsidP="00AC6A6F">
            <w:pPr>
              <w:pStyle w:val="TAL"/>
            </w:pPr>
            <w:r w:rsidRPr="0031418B">
              <w:t xml:space="preserve">1660.5 </w:t>
            </w:r>
            <w:r w:rsidRPr="0031418B">
              <w:rPr>
                <w:lang w:eastAsia="ja-JP"/>
              </w:rPr>
              <w:t>MHz</w:t>
            </w:r>
          </w:p>
        </w:tc>
        <w:tc>
          <w:tcPr>
            <w:tcW w:w="1346" w:type="dxa"/>
            <w:tcBorders>
              <w:top w:val="single" w:sz="4" w:space="0" w:color="auto"/>
              <w:bottom w:val="single" w:sz="4" w:space="0" w:color="auto"/>
            </w:tcBorders>
          </w:tcPr>
          <w:p w14:paraId="60F41974" w14:textId="77777777" w:rsidR="00196C64" w:rsidRPr="0031418B" w:rsidRDefault="00196C64" w:rsidP="00AC6A6F">
            <w:pPr>
              <w:pStyle w:val="TAR"/>
              <w:rPr>
                <w:lang w:eastAsia="ja-JP"/>
              </w:rPr>
            </w:pPr>
            <w:r w:rsidRPr="0031418B">
              <w:t xml:space="preserve">1525 </w:t>
            </w:r>
            <w:r w:rsidRPr="0031418B">
              <w:rPr>
                <w:lang w:eastAsia="ja-JP"/>
              </w:rPr>
              <w:t>MHz</w:t>
            </w:r>
          </w:p>
        </w:tc>
        <w:tc>
          <w:tcPr>
            <w:tcW w:w="318" w:type="dxa"/>
            <w:tcBorders>
              <w:top w:val="single" w:sz="4" w:space="0" w:color="auto"/>
              <w:bottom w:val="single" w:sz="4" w:space="0" w:color="auto"/>
            </w:tcBorders>
          </w:tcPr>
          <w:p w14:paraId="0F816E0E" w14:textId="77777777" w:rsidR="00196C64" w:rsidRPr="0031418B" w:rsidRDefault="00196C64" w:rsidP="00AC6A6F">
            <w:pPr>
              <w:pStyle w:val="TAC"/>
              <w:rPr>
                <w:lang w:eastAsia="ja-JP"/>
              </w:rPr>
            </w:pPr>
            <w:r w:rsidRPr="0031418B">
              <w:t>–</w:t>
            </w:r>
          </w:p>
        </w:tc>
        <w:tc>
          <w:tcPr>
            <w:tcW w:w="1313" w:type="dxa"/>
            <w:gridSpan w:val="2"/>
            <w:tcBorders>
              <w:top w:val="single" w:sz="4" w:space="0" w:color="auto"/>
              <w:bottom w:val="single" w:sz="4" w:space="0" w:color="auto"/>
              <w:right w:val="single" w:sz="4" w:space="0" w:color="auto"/>
            </w:tcBorders>
          </w:tcPr>
          <w:p w14:paraId="7367CCAD" w14:textId="77777777" w:rsidR="00196C64" w:rsidRPr="0031418B" w:rsidRDefault="00196C64" w:rsidP="00AC6A6F">
            <w:pPr>
              <w:pStyle w:val="TAL"/>
              <w:rPr>
                <w:lang w:eastAsia="ja-JP"/>
              </w:rPr>
            </w:pPr>
            <w:r w:rsidRPr="0031418B">
              <w:t xml:space="preserve">1559 </w:t>
            </w:r>
            <w:r w:rsidRPr="0031418B">
              <w:rPr>
                <w:lang w:eastAsia="ja-JP"/>
              </w:rPr>
              <w:t>MHz</w:t>
            </w:r>
          </w:p>
        </w:tc>
        <w:tc>
          <w:tcPr>
            <w:tcW w:w="854" w:type="dxa"/>
            <w:gridSpan w:val="2"/>
            <w:tcBorders>
              <w:top w:val="single" w:sz="4" w:space="0" w:color="auto"/>
              <w:left w:val="single" w:sz="4" w:space="0" w:color="auto"/>
              <w:bottom w:val="single" w:sz="4" w:space="0" w:color="auto"/>
              <w:right w:val="single" w:sz="4" w:space="0" w:color="auto"/>
            </w:tcBorders>
          </w:tcPr>
          <w:p w14:paraId="7023EE86" w14:textId="77777777" w:rsidR="00196C64" w:rsidRPr="0031418B" w:rsidRDefault="00196C64" w:rsidP="00AC6A6F">
            <w:pPr>
              <w:pStyle w:val="TAC"/>
              <w:rPr>
                <w:lang w:eastAsia="ja-JP"/>
              </w:rPr>
            </w:pPr>
            <w:r w:rsidRPr="0031418B">
              <w:rPr>
                <w:lang w:eastAsia="ja-JP"/>
              </w:rPr>
              <w:t>FDD</w:t>
            </w:r>
          </w:p>
        </w:tc>
      </w:tr>
      <w:tr w:rsidR="00F8361A" w:rsidRPr="0031418B" w14:paraId="27F2A8B9"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0125B3BC" w14:textId="77777777" w:rsidR="00F8361A" w:rsidRPr="0031418B" w:rsidRDefault="00F8361A" w:rsidP="00AC6A6F">
            <w:pPr>
              <w:pStyle w:val="TAC"/>
              <w:rPr>
                <w:lang w:eastAsia="ja-JP"/>
              </w:rPr>
            </w:pPr>
            <w:r w:rsidRPr="0031418B">
              <w:rPr>
                <w:lang w:eastAsia="ja-JP"/>
              </w:rPr>
              <w:t>25</w:t>
            </w:r>
          </w:p>
        </w:tc>
        <w:tc>
          <w:tcPr>
            <w:tcW w:w="1184" w:type="dxa"/>
            <w:tcBorders>
              <w:top w:val="single" w:sz="4" w:space="0" w:color="auto"/>
              <w:left w:val="single" w:sz="4" w:space="0" w:color="auto"/>
              <w:bottom w:val="single" w:sz="4" w:space="0" w:color="auto"/>
            </w:tcBorders>
          </w:tcPr>
          <w:p w14:paraId="1E6CF2D7" w14:textId="77777777" w:rsidR="00F8361A" w:rsidRPr="0031418B" w:rsidRDefault="00F8361A" w:rsidP="00AC6A6F">
            <w:pPr>
              <w:pStyle w:val="TAR"/>
            </w:pPr>
            <w:r w:rsidRPr="0031418B">
              <w:t>1850 MHz</w:t>
            </w:r>
          </w:p>
        </w:tc>
        <w:tc>
          <w:tcPr>
            <w:tcW w:w="318" w:type="dxa"/>
            <w:tcBorders>
              <w:top w:val="single" w:sz="4" w:space="0" w:color="auto"/>
              <w:bottom w:val="single" w:sz="4" w:space="0" w:color="auto"/>
            </w:tcBorders>
          </w:tcPr>
          <w:p w14:paraId="54ACD6C8" w14:textId="77777777" w:rsidR="00F8361A" w:rsidRPr="0031418B" w:rsidRDefault="00F8361A" w:rsidP="00AC6A6F">
            <w:pPr>
              <w:pStyle w:val="TAC"/>
            </w:pPr>
            <w:r w:rsidRPr="0031418B">
              <w:t>–</w:t>
            </w:r>
          </w:p>
        </w:tc>
        <w:tc>
          <w:tcPr>
            <w:tcW w:w="1191" w:type="dxa"/>
            <w:gridSpan w:val="2"/>
            <w:tcBorders>
              <w:top w:val="single" w:sz="4" w:space="0" w:color="auto"/>
              <w:bottom w:val="single" w:sz="4" w:space="0" w:color="auto"/>
              <w:right w:val="single" w:sz="4" w:space="0" w:color="auto"/>
            </w:tcBorders>
          </w:tcPr>
          <w:p w14:paraId="05B8903D" w14:textId="77777777" w:rsidR="00F8361A" w:rsidRPr="0031418B" w:rsidRDefault="00F8361A" w:rsidP="00AC6A6F">
            <w:pPr>
              <w:pStyle w:val="TAL"/>
            </w:pPr>
            <w:r w:rsidRPr="0031418B">
              <w:t>1915  MHz</w:t>
            </w:r>
          </w:p>
        </w:tc>
        <w:tc>
          <w:tcPr>
            <w:tcW w:w="1346" w:type="dxa"/>
            <w:tcBorders>
              <w:top w:val="single" w:sz="4" w:space="0" w:color="auto"/>
              <w:bottom w:val="single" w:sz="4" w:space="0" w:color="auto"/>
            </w:tcBorders>
          </w:tcPr>
          <w:p w14:paraId="14821A3A" w14:textId="77777777" w:rsidR="00F8361A" w:rsidRPr="0031418B" w:rsidRDefault="00F8361A" w:rsidP="00AC6A6F">
            <w:pPr>
              <w:pStyle w:val="TAR"/>
            </w:pPr>
            <w:r w:rsidRPr="0031418B">
              <w:t>1930 MHz</w:t>
            </w:r>
          </w:p>
        </w:tc>
        <w:tc>
          <w:tcPr>
            <w:tcW w:w="318" w:type="dxa"/>
            <w:tcBorders>
              <w:top w:val="single" w:sz="4" w:space="0" w:color="auto"/>
              <w:bottom w:val="single" w:sz="4" w:space="0" w:color="auto"/>
            </w:tcBorders>
          </w:tcPr>
          <w:p w14:paraId="5E34E109" w14:textId="77777777" w:rsidR="00F8361A" w:rsidRPr="0031418B" w:rsidRDefault="00F8361A" w:rsidP="00AC6A6F">
            <w:pPr>
              <w:pStyle w:val="TAC"/>
            </w:pPr>
            <w:r w:rsidRPr="0031418B">
              <w:t>–</w:t>
            </w:r>
          </w:p>
        </w:tc>
        <w:tc>
          <w:tcPr>
            <w:tcW w:w="1313" w:type="dxa"/>
            <w:gridSpan w:val="2"/>
            <w:tcBorders>
              <w:top w:val="single" w:sz="4" w:space="0" w:color="auto"/>
              <w:bottom w:val="single" w:sz="4" w:space="0" w:color="auto"/>
              <w:right w:val="single" w:sz="4" w:space="0" w:color="auto"/>
            </w:tcBorders>
          </w:tcPr>
          <w:p w14:paraId="2DA9F86D" w14:textId="77777777" w:rsidR="00F8361A" w:rsidRPr="0031418B" w:rsidRDefault="00F8361A" w:rsidP="00AC6A6F">
            <w:pPr>
              <w:pStyle w:val="TAL"/>
            </w:pPr>
            <w:r w:rsidRPr="0031418B">
              <w:t>1995 MHz</w:t>
            </w:r>
          </w:p>
        </w:tc>
        <w:tc>
          <w:tcPr>
            <w:tcW w:w="854" w:type="dxa"/>
            <w:gridSpan w:val="2"/>
            <w:tcBorders>
              <w:top w:val="single" w:sz="4" w:space="0" w:color="auto"/>
              <w:left w:val="single" w:sz="4" w:space="0" w:color="auto"/>
              <w:bottom w:val="single" w:sz="4" w:space="0" w:color="auto"/>
              <w:right w:val="single" w:sz="4" w:space="0" w:color="auto"/>
            </w:tcBorders>
          </w:tcPr>
          <w:p w14:paraId="6CAC457C" w14:textId="77777777" w:rsidR="00F8361A" w:rsidRPr="0031418B" w:rsidRDefault="00F8361A" w:rsidP="00AC6A6F">
            <w:pPr>
              <w:pStyle w:val="TAC"/>
              <w:rPr>
                <w:lang w:eastAsia="ja-JP"/>
              </w:rPr>
            </w:pPr>
            <w:r w:rsidRPr="0031418B">
              <w:rPr>
                <w:lang w:eastAsia="ja-JP"/>
              </w:rPr>
              <w:t>FDD</w:t>
            </w:r>
          </w:p>
        </w:tc>
      </w:tr>
      <w:tr w:rsidR="00AC6A6F" w:rsidRPr="0031418B" w14:paraId="7667BD7B"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33F92A8" w14:textId="77777777" w:rsidR="00AC6A6F" w:rsidRPr="0031418B" w:rsidRDefault="00AC6A6F" w:rsidP="00AC6A6F">
            <w:pPr>
              <w:pStyle w:val="TAC"/>
              <w:rPr>
                <w:lang w:eastAsia="ja-JP"/>
              </w:rPr>
            </w:pPr>
            <w:r w:rsidRPr="0031418B">
              <w:t>26</w:t>
            </w:r>
          </w:p>
        </w:tc>
        <w:tc>
          <w:tcPr>
            <w:tcW w:w="1184" w:type="dxa"/>
            <w:tcBorders>
              <w:top w:val="single" w:sz="4" w:space="0" w:color="auto"/>
              <w:left w:val="single" w:sz="4" w:space="0" w:color="auto"/>
              <w:bottom w:val="single" w:sz="4" w:space="0" w:color="auto"/>
            </w:tcBorders>
          </w:tcPr>
          <w:p w14:paraId="58E9FB84" w14:textId="77777777" w:rsidR="00AC6A6F" w:rsidRPr="0031418B" w:rsidRDefault="00AC6A6F" w:rsidP="00AC6A6F">
            <w:pPr>
              <w:pStyle w:val="TAR"/>
            </w:pPr>
            <w:r w:rsidRPr="0031418B">
              <w:t>814 MHz</w:t>
            </w:r>
          </w:p>
        </w:tc>
        <w:tc>
          <w:tcPr>
            <w:tcW w:w="318" w:type="dxa"/>
            <w:tcBorders>
              <w:top w:val="single" w:sz="4" w:space="0" w:color="auto"/>
              <w:bottom w:val="single" w:sz="4" w:space="0" w:color="auto"/>
            </w:tcBorders>
          </w:tcPr>
          <w:p w14:paraId="2362D18B" w14:textId="77777777" w:rsidR="00AC6A6F" w:rsidRPr="0031418B" w:rsidRDefault="00AC6A6F" w:rsidP="00AC6A6F">
            <w:pPr>
              <w:pStyle w:val="TAC"/>
            </w:pPr>
            <w:r w:rsidRPr="0031418B">
              <w:rPr>
                <w:lang w:val="fr-FR"/>
              </w:rPr>
              <w:t>–</w:t>
            </w:r>
          </w:p>
        </w:tc>
        <w:tc>
          <w:tcPr>
            <w:tcW w:w="1191" w:type="dxa"/>
            <w:gridSpan w:val="2"/>
            <w:tcBorders>
              <w:top w:val="single" w:sz="4" w:space="0" w:color="auto"/>
              <w:bottom w:val="single" w:sz="4" w:space="0" w:color="auto"/>
              <w:right w:val="single" w:sz="4" w:space="0" w:color="auto"/>
            </w:tcBorders>
          </w:tcPr>
          <w:p w14:paraId="210D8C20" w14:textId="77777777" w:rsidR="00AC6A6F" w:rsidRPr="0031418B" w:rsidRDefault="00AC6A6F" w:rsidP="00AC6A6F">
            <w:pPr>
              <w:pStyle w:val="TAL"/>
            </w:pPr>
            <w:r w:rsidRPr="0031418B">
              <w:t>849 MHz</w:t>
            </w:r>
          </w:p>
        </w:tc>
        <w:tc>
          <w:tcPr>
            <w:tcW w:w="1346" w:type="dxa"/>
            <w:tcBorders>
              <w:top w:val="single" w:sz="4" w:space="0" w:color="auto"/>
              <w:bottom w:val="single" w:sz="4" w:space="0" w:color="auto"/>
            </w:tcBorders>
          </w:tcPr>
          <w:p w14:paraId="1FC57E2B" w14:textId="77777777" w:rsidR="00AC6A6F" w:rsidRPr="0031418B" w:rsidRDefault="00AC6A6F" w:rsidP="00AC6A6F">
            <w:pPr>
              <w:pStyle w:val="TAR"/>
            </w:pPr>
            <w:r w:rsidRPr="0031418B">
              <w:t>859 MHz</w:t>
            </w:r>
          </w:p>
        </w:tc>
        <w:tc>
          <w:tcPr>
            <w:tcW w:w="318" w:type="dxa"/>
            <w:tcBorders>
              <w:top w:val="single" w:sz="4" w:space="0" w:color="auto"/>
              <w:bottom w:val="single" w:sz="4" w:space="0" w:color="auto"/>
            </w:tcBorders>
          </w:tcPr>
          <w:p w14:paraId="76860997" w14:textId="77777777" w:rsidR="00AC6A6F" w:rsidRPr="0031418B" w:rsidRDefault="00AC6A6F" w:rsidP="00AC6A6F">
            <w:pPr>
              <w:pStyle w:val="TAC"/>
            </w:pPr>
            <w:r w:rsidRPr="0031418B">
              <w:rPr>
                <w:lang w:val="fr-FR"/>
              </w:rPr>
              <w:t>–</w:t>
            </w:r>
          </w:p>
        </w:tc>
        <w:tc>
          <w:tcPr>
            <w:tcW w:w="1313" w:type="dxa"/>
            <w:gridSpan w:val="2"/>
            <w:tcBorders>
              <w:top w:val="single" w:sz="4" w:space="0" w:color="auto"/>
              <w:bottom w:val="single" w:sz="4" w:space="0" w:color="auto"/>
              <w:right w:val="single" w:sz="4" w:space="0" w:color="auto"/>
            </w:tcBorders>
          </w:tcPr>
          <w:p w14:paraId="0F2ADB1F" w14:textId="77777777" w:rsidR="00AC6A6F" w:rsidRPr="0031418B" w:rsidRDefault="00AC6A6F" w:rsidP="00AC6A6F">
            <w:pPr>
              <w:pStyle w:val="TAL"/>
            </w:pPr>
            <w:r w:rsidRPr="0031418B">
              <w:rPr>
                <w:lang w:val="fr-FR"/>
              </w:rPr>
              <w:t>894 MHz</w:t>
            </w:r>
          </w:p>
        </w:tc>
        <w:tc>
          <w:tcPr>
            <w:tcW w:w="854" w:type="dxa"/>
            <w:gridSpan w:val="2"/>
            <w:tcBorders>
              <w:top w:val="single" w:sz="4" w:space="0" w:color="auto"/>
              <w:left w:val="single" w:sz="4" w:space="0" w:color="auto"/>
              <w:bottom w:val="single" w:sz="4" w:space="0" w:color="auto"/>
              <w:right w:val="single" w:sz="4" w:space="0" w:color="auto"/>
            </w:tcBorders>
          </w:tcPr>
          <w:p w14:paraId="7A24F213" w14:textId="77777777" w:rsidR="00AC6A6F" w:rsidRPr="0031418B" w:rsidRDefault="00AC6A6F" w:rsidP="00AC6A6F">
            <w:pPr>
              <w:pStyle w:val="TAC"/>
              <w:rPr>
                <w:lang w:eastAsia="ja-JP"/>
              </w:rPr>
            </w:pPr>
            <w:r w:rsidRPr="0031418B">
              <w:rPr>
                <w:lang w:val="fr-FR"/>
              </w:rPr>
              <w:t>FDD</w:t>
            </w:r>
          </w:p>
        </w:tc>
      </w:tr>
      <w:tr w:rsidR="00AC6A6F" w:rsidRPr="0031418B" w14:paraId="6256832E"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04DD1E2F" w14:textId="77777777" w:rsidR="00AC6A6F" w:rsidRPr="0031418B" w:rsidRDefault="00AC6A6F" w:rsidP="00AC6A6F">
            <w:pPr>
              <w:pStyle w:val="TAC"/>
              <w:rPr>
                <w:lang w:eastAsia="ja-JP"/>
              </w:rPr>
            </w:pPr>
            <w:r w:rsidRPr="0031418B">
              <w:t>27</w:t>
            </w:r>
          </w:p>
        </w:tc>
        <w:tc>
          <w:tcPr>
            <w:tcW w:w="1184" w:type="dxa"/>
            <w:tcBorders>
              <w:top w:val="single" w:sz="4" w:space="0" w:color="auto"/>
              <w:left w:val="single" w:sz="4" w:space="0" w:color="auto"/>
              <w:bottom w:val="single" w:sz="4" w:space="0" w:color="auto"/>
            </w:tcBorders>
          </w:tcPr>
          <w:p w14:paraId="31DBA659" w14:textId="77777777" w:rsidR="00AC6A6F" w:rsidRPr="0031418B" w:rsidRDefault="00AC6A6F" w:rsidP="00AC6A6F">
            <w:pPr>
              <w:pStyle w:val="TAR"/>
            </w:pPr>
            <w:r w:rsidRPr="0031418B">
              <w:t xml:space="preserve">807 MHz </w:t>
            </w:r>
          </w:p>
        </w:tc>
        <w:tc>
          <w:tcPr>
            <w:tcW w:w="318" w:type="dxa"/>
            <w:tcBorders>
              <w:top w:val="single" w:sz="4" w:space="0" w:color="auto"/>
              <w:bottom w:val="single" w:sz="4" w:space="0" w:color="auto"/>
            </w:tcBorders>
          </w:tcPr>
          <w:p w14:paraId="528983CA" w14:textId="77777777" w:rsidR="00AC6A6F" w:rsidRPr="0031418B" w:rsidRDefault="00AC6A6F" w:rsidP="00AC6A6F">
            <w:pPr>
              <w:pStyle w:val="TAC"/>
            </w:pPr>
            <w:r w:rsidRPr="0031418B">
              <w:t>–</w:t>
            </w:r>
          </w:p>
        </w:tc>
        <w:tc>
          <w:tcPr>
            <w:tcW w:w="1191" w:type="dxa"/>
            <w:gridSpan w:val="2"/>
            <w:tcBorders>
              <w:top w:val="single" w:sz="4" w:space="0" w:color="auto"/>
              <w:bottom w:val="single" w:sz="4" w:space="0" w:color="auto"/>
              <w:right w:val="single" w:sz="4" w:space="0" w:color="auto"/>
            </w:tcBorders>
          </w:tcPr>
          <w:p w14:paraId="0091C5F6" w14:textId="77777777" w:rsidR="00AC6A6F" w:rsidRPr="0031418B" w:rsidRDefault="00AC6A6F" w:rsidP="00AC6A6F">
            <w:pPr>
              <w:pStyle w:val="TAL"/>
            </w:pPr>
            <w:r w:rsidRPr="0031418B">
              <w:t>824 MHz</w:t>
            </w:r>
          </w:p>
        </w:tc>
        <w:tc>
          <w:tcPr>
            <w:tcW w:w="1346" w:type="dxa"/>
            <w:tcBorders>
              <w:top w:val="single" w:sz="4" w:space="0" w:color="auto"/>
              <w:bottom w:val="single" w:sz="4" w:space="0" w:color="auto"/>
            </w:tcBorders>
          </w:tcPr>
          <w:p w14:paraId="73641F38" w14:textId="77777777" w:rsidR="00AC6A6F" w:rsidRPr="0031418B" w:rsidRDefault="00AC6A6F" w:rsidP="00AC6A6F">
            <w:pPr>
              <w:pStyle w:val="TAR"/>
            </w:pPr>
            <w:r w:rsidRPr="0031418B">
              <w:t>852 MHz</w:t>
            </w:r>
          </w:p>
        </w:tc>
        <w:tc>
          <w:tcPr>
            <w:tcW w:w="318" w:type="dxa"/>
            <w:tcBorders>
              <w:top w:val="single" w:sz="4" w:space="0" w:color="auto"/>
              <w:bottom w:val="single" w:sz="4" w:space="0" w:color="auto"/>
            </w:tcBorders>
          </w:tcPr>
          <w:p w14:paraId="630E91AB" w14:textId="77777777" w:rsidR="00AC6A6F" w:rsidRPr="0031418B" w:rsidRDefault="00AC6A6F" w:rsidP="00AC6A6F">
            <w:pPr>
              <w:pStyle w:val="TAC"/>
            </w:pPr>
            <w:r w:rsidRPr="0031418B">
              <w:t>–</w:t>
            </w:r>
          </w:p>
        </w:tc>
        <w:tc>
          <w:tcPr>
            <w:tcW w:w="1313" w:type="dxa"/>
            <w:gridSpan w:val="2"/>
            <w:tcBorders>
              <w:top w:val="single" w:sz="4" w:space="0" w:color="auto"/>
              <w:bottom w:val="single" w:sz="4" w:space="0" w:color="auto"/>
              <w:right w:val="single" w:sz="4" w:space="0" w:color="auto"/>
            </w:tcBorders>
          </w:tcPr>
          <w:p w14:paraId="40F728E9" w14:textId="77777777" w:rsidR="00AC6A6F" w:rsidRPr="0031418B" w:rsidRDefault="00AC6A6F" w:rsidP="00AC6A6F">
            <w:pPr>
              <w:pStyle w:val="TAL"/>
            </w:pPr>
            <w:r w:rsidRPr="0031418B">
              <w:t>869 MHz</w:t>
            </w:r>
          </w:p>
        </w:tc>
        <w:tc>
          <w:tcPr>
            <w:tcW w:w="854" w:type="dxa"/>
            <w:gridSpan w:val="2"/>
            <w:tcBorders>
              <w:top w:val="single" w:sz="4" w:space="0" w:color="auto"/>
              <w:left w:val="single" w:sz="4" w:space="0" w:color="auto"/>
              <w:bottom w:val="single" w:sz="4" w:space="0" w:color="auto"/>
              <w:right w:val="single" w:sz="4" w:space="0" w:color="auto"/>
            </w:tcBorders>
          </w:tcPr>
          <w:p w14:paraId="64E939AD" w14:textId="77777777" w:rsidR="00AC6A6F" w:rsidRPr="0031418B" w:rsidRDefault="00AC6A6F" w:rsidP="00AC6A6F">
            <w:pPr>
              <w:pStyle w:val="TAC"/>
              <w:rPr>
                <w:lang w:eastAsia="ja-JP"/>
              </w:rPr>
            </w:pPr>
            <w:r w:rsidRPr="0031418B">
              <w:t>FDD</w:t>
            </w:r>
          </w:p>
        </w:tc>
      </w:tr>
      <w:tr w:rsidR="00AC6A6F" w:rsidRPr="0031418B" w14:paraId="407B830C"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BF353AE" w14:textId="77777777" w:rsidR="00AC6A6F" w:rsidRPr="0031418B" w:rsidRDefault="00AC6A6F" w:rsidP="00AC6A6F">
            <w:pPr>
              <w:pStyle w:val="TAC"/>
              <w:rPr>
                <w:lang w:eastAsia="ja-JP"/>
              </w:rPr>
            </w:pPr>
            <w:r w:rsidRPr="0031418B">
              <w:rPr>
                <w:rFonts w:hint="eastAsia"/>
              </w:rPr>
              <w:t>28</w:t>
            </w:r>
          </w:p>
        </w:tc>
        <w:tc>
          <w:tcPr>
            <w:tcW w:w="1184" w:type="dxa"/>
            <w:tcBorders>
              <w:top w:val="single" w:sz="4" w:space="0" w:color="auto"/>
              <w:left w:val="single" w:sz="4" w:space="0" w:color="auto"/>
              <w:bottom w:val="single" w:sz="4" w:space="0" w:color="auto"/>
            </w:tcBorders>
          </w:tcPr>
          <w:p w14:paraId="30DDF721" w14:textId="77777777" w:rsidR="00AC6A6F" w:rsidRPr="0031418B" w:rsidRDefault="00AC6A6F" w:rsidP="00AC6A6F">
            <w:pPr>
              <w:pStyle w:val="TAR"/>
            </w:pPr>
            <w:r w:rsidRPr="0031418B">
              <w:rPr>
                <w:rFonts w:hint="eastAsia"/>
              </w:rPr>
              <w:t>703 MHz</w:t>
            </w:r>
          </w:p>
        </w:tc>
        <w:tc>
          <w:tcPr>
            <w:tcW w:w="318" w:type="dxa"/>
            <w:tcBorders>
              <w:top w:val="single" w:sz="4" w:space="0" w:color="auto"/>
              <w:bottom w:val="single" w:sz="4" w:space="0" w:color="auto"/>
            </w:tcBorders>
          </w:tcPr>
          <w:p w14:paraId="4E5E7A50" w14:textId="77777777" w:rsidR="00AC6A6F" w:rsidRPr="0031418B" w:rsidRDefault="00AC6A6F" w:rsidP="00AC6A6F">
            <w:pPr>
              <w:pStyle w:val="TAC"/>
            </w:pPr>
            <w:r w:rsidRPr="0031418B">
              <w:rPr>
                <w:lang w:val="fr-FR"/>
              </w:rPr>
              <w:t>–</w:t>
            </w:r>
          </w:p>
        </w:tc>
        <w:tc>
          <w:tcPr>
            <w:tcW w:w="1191" w:type="dxa"/>
            <w:gridSpan w:val="2"/>
            <w:tcBorders>
              <w:top w:val="single" w:sz="4" w:space="0" w:color="auto"/>
              <w:bottom w:val="single" w:sz="4" w:space="0" w:color="auto"/>
              <w:right w:val="single" w:sz="4" w:space="0" w:color="auto"/>
            </w:tcBorders>
          </w:tcPr>
          <w:p w14:paraId="19873A4A" w14:textId="77777777" w:rsidR="00AC6A6F" w:rsidRPr="0031418B" w:rsidRDefault="00AC6A6F" w:rsidP="00AC6A6F">
            <w:pPr>
              <w:pStyle w:val="TAL"/>
            </w:pPr>
            <w:r w:rsidRPr="0031418B">
              <w:rPr>
                <w:rFonts w:hint="eastAsia"/>
              </w:rPr>
              <w:t>748 MHz</w:t>
            </w:r>
          </w:p>
        </w:tc>
        <w:tc>
          <w:tcPr>
            <w:tcW w:w="1346" w:type="dxa"/>
            <w:tcBorders>
              <w:top w:val="single" w:sz="4" w:space="0" w:color="auto"/>
              <w:bottom w:val="single" w:sz="4" w:space="0" w:color="auto"/>
            </w:tcBorders>
          </w:tcPr>
          <w:p w14:paraId="73D3D995" w14:textId="77777777" w:rsidR="00AC6A6F" w:rsidRPr="0031418B" w:rsidRDefault="00AC6A6F" w:rsidP="00AC6A6F">
            <w:pPr>
              <w:pStyle w:val="TAR"/>
            </w:pPr>
            <w:r w:rsidRPr="0031418B">
              <w:rPr>
                <w:rFonts w:hint="eastAsia"/>
              </w:rPr>
              <w:t>758 MHz</w:t>
            </w:r>
          </w:p>
        </w:tc>
        <w:tc>
          <w:tcPr>
            <w:tcW w:w="318" w:type="dxa"/>
            <w:tcBorders>
              <w:top w:val="single" w:sz="4" w:space="0" w:color="auto"/>
              <w:bottom w:val="single" w:sz="4" w:space="0" w:color="auto"/>
            </w:tcBorders>
          </w:tcPr>
          <w:p w14:paraId="214F2BE2" w14:textId="77777777" w:rsidR="00AC6A6F" w:rsidRPr="0031418B" w:rsidRDefault="00AC6A6F" w:rsidP="00AC6A6F">
            <w:pPr>
              <w:pStyle w:val="TAC"/>
            </w:pPr>
            <w:r w:rsidRPr="0031418B">
              <w:rPr>
                <w:lang w:val="fr-FR"/>
              </w:rPr>
              <w:t>–</w:t>
            </w:r>
          </w:p>
        </w:tc>
        <w:tc>
          <w:tcPr>
            <w:tcW w:w="1313" w:type="dxa"/>
            <w:gridSpan w:val="2"/>
            <w:tcBorders>
              <w:top w:val="single" w:sz="4" w:space="0" w:color="auto"/>
              <w:bottom w:val="single" w:sz="4" w:space="0" w:color="auto"/>
              <w:right w:val="single" w:sz="4" w:space="0" w:color="auto"/>
            </w:tcBorders>
          </w:tcPr>
          <w:p w14:paraId="75532F3A" w14:textId="77777777" w:rsidR="00AC6A6F" w:rsidRPr="0031418B" w:rsidRDefault="00AC6A6F" w:rsidP="00AC6A6F">
            <w:pPr>
              <w:pStyle w:val="TAL"/>
            </w:pPr>
            <w:r w:rsidRPr="0031418B">
              <w:rPr>
                <w:rFonts w:hint="eastAsia"/>
                <w:lang w:val="fr-FR"/>
              </w:rPr>
              <w:t>803 MHz</w:t>
            </w:r>
          </w:p>
        </w:tc>
        <w:tc>
          <w:tcPr>
            <w:tcW w:w="854" w:type="dxa"/>
            <w:gridSpan w:val="2"/>
            <w:tcBorders>
              <w:top w:val="single" w:sz="4" w:space="0" w:color="auto"/>
              <w:left w:val="single" w:sz="4" w:space="0" w:color="auto"/>
              <w:bottom w:val="single" w:sz="4" w:space="0" w:color="auto"/>
              <w:right w:val="single" w:sz="4" w:space="0" w:color="auto"/>
            </w:tcBorders>
          </w:tcPr>
          <w:p w14:paraId="1347B1C5" w14:textId="77777777" w:rsidR="00AC6A6F" w:rsidRPr="0031418B" w:rsidRDefault="00AC6A6F" w:rsidP="00AC6A6F">
            <w:pPr>
              <w:pStyle w:val="TAC"/>
              <w:rPr>
                <w:lang w:eastAsia="ja-JP"/>
              </w:rPr>
            </w:pPr>
            <w:r w:rsidRPr="0031418B">
              <w:rPr>
                <w:rFonts w:hint="eastAsia"/>
                <w:lang w:val="fr-FR"/>
              </w:rPr>
              <w:t>FDD</w:t>
            </w:r>
          </w:p>
        </w:tc>
      </w:tr>
      <w:tr w:rsidR="00AC6A6F" w:rsidRPr="0031418B" w14:paraId="507C8C62"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5D5F2AD7" w14:textId="77777777" w:rsidR="00AC6A6F" w:rsidRPr="0031418B" w:rsidRDefault="00AC6A6F" w:rsidP="00AC6A6F">
            <w:pPr>
              <w:pStyle w:val="TAC"/>
              <w:rPr>
                <w:lang w:eastAsia="ja-JP"/>
              </w:rPr>
            </w:pPr>
            <w:r w:rsidRPr="0031418B">
              <w:rPr>
                <w:lang w:eastAsia="ja-JP"/>
              </w:rPr>
              <w:t>29</w:t>
            </w:r>
          </w:p>
        </w:tc>
        <w:tc>
          <w:tcPr>
            <w:tcW w:w="2693" w:type="dxa"/>
            <w:gridSpan w:val="4"/>
            <w:tcBorders>
              <w:top w:val="single" w:sz="4" w:space="0" w:color="auto"/>
              <w:left w:val="single" w:sz="4" w:space="0" w:color="auto"/>
              <w:bottom w:val="single" w:sz="4" w:space="0" w:color="auto"/>
              <w:right w:val="single" w:sz="4" w:space="0" w:color="auto"/>
            </w:tcBorders>
          </w:tcPr>
          <w:p w14:paraId="26FB5EE3" w14:textId="77777777" w:rsidR="00AC6A6F" w:rsidRPr="0031418B" w:rsidRDefault="00AC6A6F" w:rsidP="00AC6A6F">
            <w:pPr>
              <w:pStyle w:val="TAC"/>
            </w:pPr>
            <w:r w:rsidRPr="0031418B">
              <w:t>N/A</w:t>
            </w:r>
          </w:p>
        </w:tc>
        <w:tc>
          <w:tcPr>
            <w:tcW w:w="1346" w:type="dxa"/>
            <w:tcBorders>
              <w:top w:val="single" w:sz="4" w:space="0" w:color="auto"/>
              <w:bottom w:val="single" w:sz="4" w:space="0" w:color="auto"/>
            </w:tcBorders>
          </w:tcPr>
          <w:p w14:paraId="1473E9B5" w14:textId="77777777" w:rsidR="00AC6A6F" w:rsidRPr="0031418B" w:rsidRDefault="00AC6A6F" w:rsidP="00AC6A6F">
            <w:pPr>
              <w:pStyle w:val="TAR"/>
            </w:pPr>
            <w:r w:rsidRPr="0031418B">
              <w:rPr>
                <w:lang w:eastAsia="zh-CN"/>
              </w:rPr>
              <w:t>717 MHz</w:t>
            </w:r>
          </w:p>
        </w:tc>
        <w:tc>
          <w:tcPr>
            <w:tcW w:w="318" w:type="dxa"/>
            <w:tcBorders>
              <w:top w:val="single" w:sz="4" w:space="0" w:color="auto"/>
              <w:bottom w:val="single" w:sz="4" w:space="0" w:color="auto"/>
            </w:tcBorders>
          </w:tcPr>
          <w:p w14:paraId="3DD983EB" w14:textId="77777777" w:rsidR="00AC6A6F" w:rsidRPr="0031418B" w:rsidRDefault="00AC6A6F" w:rsidP="00AC6A6F">
            <w:pPr>
              <w:pStyle w:val="TAC"/>
            </w:pPr>
            <w:r w:rsidRPr="0031418B">
              <w:t>–</w:t>
            </w:r>
          </w:p>
        </w:tc>
        <w:tc>
          <w:tcPr>
            <w:tcW w:w="1313" w:type="dxa"/>
            <w:gridSpan w:val="2"/>
            <w:tcBorders>
              <w:top w:val="single" w:sz="4" w:space="0" w:color="auto"/>
              <w:bottom w:val="single" w:sz="4" w:space="0" w:color="auto"/>
              <w:right w:val="single" w:sz="4" w:space="0" w:color="auto"/>
            </w:tcBorders>
          </w:tcPr>
          <w:p w14:paraId="5CA6ACEE" w14:textId="77777777" w:rsidR="00AC6A6F" w:rsidRPr="0031418B" w:rsidRDefault="00AC6A6F" w:rsidP="00AC6A6F">
            <w:pPr>
              <w:pStyle w:val="TAL"/>
            </w:pPr>
            <w:r w:rsidRPr="0031418B">
              <w:rPr>
                <w:lang w:eastAsia="zh-CN"/>
              </w:rPr>
              <w:t>728 MHz</w:t>
            </w:r>
          </w:p>
        </w:tc>
        <w:tc>
          <w:tcPr>
            <w:tcW w:w="854" w:type="dxa"/>
            <w:gridSpan w:val="2"/>
            <w:tcBorders>
              <w:top w:val="single" w:sz="4" w:space="0" w:color="auto"/>
              <w:left w:val="single" w:sz="4" w:space="0" w:color="auto"/>
              <w:bottom w:val="single" w:sz="4" w:space="0" w:color="auto"/>
              <w:right w:val="single" w:sz="4" w:space="0" w:color="auto"/>
            </w:tcBorders>
          </w:tcPr>
          <w:p w14:paraId="01450925" w14:textId="77777777" w:rsidR="00AC6A6F" w:rsidRPr="0031418B" w:rsidRDefault="00AC6A6F" w:rsidP="00AC6A6F">
            <w:pPr>
              <w:pStyle w:val="TAC"/>
              <w:rPr>
                <w:lang w:eastAsia="ja-JP"/>
              </w:rPr>
            </w:pPr>
            <w:r w:rsidRPr="0031418B">
              <w:rPr>
                <w:rFonts w:hint="eastAsia"/>
                <w:lang w:val="fr-FR"/>
              </w:rPr>
              <w:t>FDD</w:t>
            </w:r>
          </w:p>
        </w:tc>
      </w:tr>
      <w:tr w:rsidR="00AC6A6F" w:rsidRPr="0031418B" w14:paraId="07FAE162"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5522716E" w14:textId="77777777" w:rsidR="00AC6A6F" w:rsidRPr="0031418B" w:rsidRDefault="00AC6A6F" w:rsidP="00AC6A6F">
            <w:pPr>
              <w:pStyle w:val="TAC"/>
              <w:rPr>
                <w:lang w:eastAsia="ja-JP"/>
              </w:rPr>
            </w:pPr>
            <w:r w:rsidRPr="0031418B">
              <w:t>30</w:t>
            </w:r>
          </w:p>
        </w:tc>
        <w:tc>
          <w:tcPr>
            <w:tcW w:w="1184" w:type="dxa"/>
            <w:tcBorders>
              <w:top w:val="single" w:sz="4" w:space="0" w:color="auto"/>
              <w:left w:val="single" w:sz="4" w:space="0" w:color="auto"/>
              <w:bottom w:val="single" w:sz="4" w:space="0" w:color="auto"/>
            </w:tcBorders>
          </w:tcPr>
          <w:p w14:paraId="2566687F" w14:textId="77777777" w:rsidR="00AC6A6F" w:rsidRPr="0031418B" w:rsidRDefault="00AC6A6F" w:rsidP="00AC6A6F">
            <w:pPr>
              <w:pStyle w:val="TAR"/>
            </w:pPr>
            <w:r w:rsidRPr="0031418B">
              <w:t>2305</w:t>
            </w:r>
            <w:r w:rsidRPr="0031418B">
              <w:rPr>
                <w:rFonts w:hint="eastAsia"/>
              </w:rPr>
              <w:t xml:space="preserve"> MHz</w:t>
            </w:r>
          </w:p>
        </w:tc>
        <w:tc>
          <w:tcPr>
            <w:tcW w:w="318" w:type="dxa"/>
            <w:tcBorders>
              <w:top w:val="single" w:sz="4" w:space="0" w:color="auto"/>
              <w:bottom w:val="single" w:sz="4" w:space="0" w:color="auto"/>
            </w:tcBorders>
          </w:tcPr>
          <w:p w14:paraId="64C39A50" w14:textId="77777777" w:rsidR="00AC6A6F" w:rsidRPr="0031418B" w:rsidRDefault="00AC6A6F" w:rsidP="00AC6A6F">
            <w:pPr>
              <w:pStyle w:val="TAC"/>
            </w:pPr>
            <w:r w:rsidRPr="0031418B">
              <w:rPr>
                <w:lang w:val="fr-FR"/>
              </w:rPr>
              <w:t>–</w:t>
            </w:r>
          </w:p>
        </w:tc>
        <w:tc>
          <w:tcPr>
            <w:tcW w:w="1191" w:type="dxa"/>
            <w:gridSpan w:val="2"/>
            <w:tcBorders>
              <w:top w:val="single" w:sz="4" w:space="0" w:color="auto"/>
              <w:bottom w:val="single" w:sz="4" w:space="0" w:color="auto"/>
              <w:right w:val="single" w:sz="4" w:space="0" w:color="auto"/>
            </w:tcBorders>
          </w:tcPr>
          <w:p w14:paraId="3F03E886" w14:textId="77777777" w:rsidR="00AC6A6F" w:rsidRPr="0031418B" w:rsidRDefault="00AC6A6F" w:rsidP="00AC6A6F">
            <w:pPr>
              <w:pStyle w:val="TAL"/>
            </w:pPr>
            <w:r w:rsidRPr="0031418B">
              <w:t>2315</w:t>
            </w:r>
            <w:r w:rsidRPr="0031418B">
              <w:rPr>
                <w:rFonts w:hint="eastAsia"/>
              </w:rPr>
              <w:t xml:space="preserve"> MHz</w:t>
            </w:r>
          </w:p>
        </w:tc>
        <w:tc>
          <w:tcPr>
            <w:tcW w:w="1346" w:type="dxa"/>
            <w:tcBorders>
              <w:top w:val="single" w:sz="4" w:space="0" w:color="auto"/>
              <w:bottom w:val="single" w:sz="4" w:space="0" w:color="auto"/>
            </w:tcBorders>
          </w:tcPr>
          <w:p w14:paraId="13FC2104" w14:textId="77777777" w:rsidR="00AC6A6F" w:rsidRPr="0031418B" w:rsidRDefault="00AC6A6F" w:rsidP="00AC6A6F">
            <w:pPr>
              <w:pStyle w:val="TAR"/>
            </w:pPr>
            <w:r w:rsidRPr="0031418B">
              <w:t>2350</w:t>
            </w:r>
            <w:r w:rsidRPr="0031418B">
              <w:rPr>
                <w:rFonts w:hint="eastAsia"/>
              </w:rPr>
              <w:t xml:space="preserve"> MHz</w:t>
            </w:r>
          </w:p>
        </w:tc>
        <w:tc>
          <w:tcPr>
            <w:tcW w:w="318" w:type="dxa"/>
            <w:tcBorders>
              <w:top w:val="single" w:sz="4" w:space="0" w:color="auto"/>
              <w:bottom w:val="single" w:sz="4" w:space="0" w:color="auto"/>
            </w:tcBorders>
          </w:tcPr>
          <w:p w14:paraId="4A8B631B" w14:textId="77777777" w:rsidR="00AC6A6F" w:rsidRPr="0031418B" w:rsidRDefault="00AC6A6F" w:rsidP="00AC6A6F">
            <w:pPr>
              <w:pStyle w:val="TAC"/>
            </w:pPr>
            <w:r w:rsidRPr="0031418B">
              <w:rPr>
                <w:lang w:val="fr-FR"/>
              </w:rPr>
              <w:t>–</w:t>
            </w:r>
          </w:p>
        </w:tc>
        <w:tc>
          <w:tcPr>
            <w:tcW w:w="1313" w:type="dxa"/>
            <w:gridSpan w:val="2"/>
            <w:tcBorders>
              <w:top w:val="single" w:sz="4" w:space="0" w:color="auto"/>
              <w:bottom w:val="single" w:sz="4" w:space="0" w:color="auto"/>
              <w:right w:val="single" w:sz="4" w:space="0" w:color="auto"/>
            </w:tcBorders>
          </w:tcPr>
          <w:p w14:paraId="6065D5AD" w14:textId="77777777" w:rsidR="00AC6A6F" w:rsidRPr="0031418B" w:rsidRDefault="00AC6A6F" w:rsidP="00AC6A6F">
            <w:pPr>
              <w:pStyle w:val="TAL"/>
            </w:pPr>
            <w:r w:rsidRPr="0031418B">
              <w:rPr>
                <w:lang w:val="fr-FR"/>
              </w:rPr>
              <w:t>2360</w:t>
            </w:r>
            <w:r w:rsidRPr="0031418B">
              <w:rPr>
                <w:rFonts w:hint="eastAsia"/>
                <w:lang w:val="fr-FR"/>
              </w:rPr>
              <w:t xml:space="preserve"> MHz</w:t>
            </w:r>
          </w:p>
        </w:tc>
        <w:tc>
          <w:tcPr>
            <w:tcW w:w="854" w:type="dxa"/>
            <w:gridSpan w:val="2"/>
            <w:tcBorders>
              <w:top w:val="single" w:sz="4" w:space="0" w:color="auto"/>
              <w:left w:val="single" w:sz="4" w:space="0" w:color="auto"/>
              <w:bottom w:val="single" w:sz="4" w:space="0" w:color="auto"/>
              <w:right w:val="single" w:sz="4" w:space="0" w:color="auto"/>
            </w:tcBorders>
          </w:tcPr>
          <w:p w14:paraId="3DC34A01" w14:textId="77777777" w:rsidR="00AC6A6F" w:rsidRPr="0031418B" w:rsidRDefault="00AC6A6F" w:rsidP="00AC6A6F">
            <w:pPr>
              <w:pStyle w:val="TAC"/>
              <w:rPr>
                <w:lang w:eastAsia="ja-JP"/>
              </w:rPr>
            </w:pPr>
            <w:r w:rsidRPr="0031418B">
              <w:rPr>
                <w:rFonts w:hint="eastAsia"/>
                <w:lang w:val="fr-FR"/>
              </w:rPr>
              <w:t>FDD</w:t>
            </w:r>
          </w:p>
        </w:tc>
      </w:tr>
      <w:tr w:rsidR="00AC6A6F" w:rsidRPr="0031418B" w14:paraId="72BABEB4"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3EA517FC" w14:textId="77777777" w:rsidR="00AC6A6F" w:rsidRPr="0031418B" w:rsidRDefault="00AC6A6F" w:rsidP="00AC6A6F">
            <w:pPr>
              <w:pStyle w:val="TAC"/>
              <w:rPr>
                <w:lang w:eastAsia="ja-JP"/>
              </w:rPr>
            </w:pPr>
            <w:r w:rsidRPr="0031418B">
              <w:rPr>
                <w:rFonts w:hint="eastAsia"/>
                <w:lang w:eastAsia="zh-CN"/>
              </w:rPr>
              <w:t>31</w:t>
            </w:r>
          </w:p>
        </w:tc>
        <w:tc>
          <w:tcPr>
            <w:tcW w:w="1184" w:type="dxa"/>
            <w:tcBorders>
              <w:top w:val="single" w:sz="4" w:space="0" w:color="auto"/>
              <w:left w:val="single" w:sz="4" w:space="0" w:color="auto"/>
              <w:bottom w:val="single" w:sz="4" w:space="0" w:color="auto"/>
            </w:tcBorders>
          </w:tcPr>
          <w:p w14:paraId="5E95FEE7" w14:textId="77777777" w:rsidR="00AC6A6F" w:rsidRPr="0031418B" w:rsidRDefault="00AC6A6F" w:rsidP="00AC6A6F">
            <w:pPr>
              <w:pStyle w:val="TAR"/>
            </w:pPr>
            <w:r w:rsidRPr="0031418B">
              <w:rPr>
                <w:rFonts w:hint="eastAsia"/>
                <w:lang w:eastAsia="zh-CN"/>
              </w:rPr>
              <w:t>452.5 MHz</w:t>
            </w:r>
          </w:p>
        </w:tc>
        <w:tc>
          <w:tcPr>
            <w:tcW w:w="318" w:type="dxa"/>
            <w:tcBorders>
              <w:top w:val="single" w:sz="4" w:space="0" w:color="auto"/>
              <w:bottom w:val="single" w:sz="4" w:space="0" w:color="auto"/>
            </w:tcBorders>
          </w:tcPr>
          <w:p w14:paraId="3B60D463" w14:textId="77777777" w:rsidR="00AC6A6F" w:rsidRPr="0031418B" w:rsidRDefault="00AC6A6F" w:rsidP="00AC6A6F">
            <w:pPr>
              <w:pStyle w:val="TAC"/>
            </w:pPr>
            <w:r w:rsidRPr="0031418B">
              <w:rPr>
                <w:lang w:val="fr-FR"/>
              </w:rPr>
              <w:t>–</w:t>
            </w:r>
          </w:p>
        </w:tc>
        <w:tc>
          <w:tcPr>
            <w:tcW w:w="1191" w:type="dxa"/>
            <w:gridSpan w:val="2"/>
            <w:tcBorders>
              <w:top w:val="single" w:sz="4" w:space="0" w:color="auto"/>
              <w:bottom w:val="single" w:sz="4" w:space="0" w:color="auto"/>
              <w:right w:val="single" w:sz="4" w:space="0" w:color="auto"/>
            </w:tcBorders>
          </w:tcPr>
          <w:p w14:paraId="0CC0A618" w14:textId="77777777" w:rsidR="00AC6A6F" w:rsidRPr="0031418B" w:rsidRDefault="00AC6A6F" w:rsidP="00AC6A6F">
            <w:pPr>
              <w:pStyle w:val="TAL"/>
            </w:pPr>
            <w:r w:rsidRPr="0031418B">
              <w:rPr>
                <w:rFonts w:hint="eastAsia"/>
                <w:lang w:eastAsia="zh-CN"/>
              </w:rPr>
              <w:t>457.5 MHz</w:t>
            </w:r>
          </w:p>
        </w:tc>
        <w:tc>
          <w:tcPr>
            <w:tcW w:w="1346" w:type="dxa"/>
            <w:tcBorders>
              <w:top w:val="single" w:sz="4" w:space="0" w:color="auto"/>
              <w:bottom w:val="single" w:sz="4" w:space="0" w:color="auto"/>
            </w:tcBorders>
          </w:tcPr>
          <w:p w14:paraId="55B0AF2C" w14:textId="77777777" w:rsidR="00AC6A6F" w:rsidRPr="0031418B" w:rsidRDefault="00AC6A6F" w:rsidP="00AC6A6F">
            <w:pPr>
              <w:pStyle w:val="TAR"/>
            </w:pPr>
            <w:r w:rsidRPr="0031418B">
              <w:rPr>
                <w:rFonts w:hint="eastAsia"/>
                <w:lang w:eastAsia="zh-CN"/>
              </w:rPr>
              <w:t>462.5 MHz</w:t>
            </w:r>
          </w:p>
        </w:tc>
        <w:tc>
          <w:tcPr>
            <w:tcW w:w="318" w:type="dxa"/>
            <w:tcBorders>
              <w:top w:val="single" w:sz="4" w:space="0" w:color="auto"/>
              <w:bottom w:val="single" w:sz="4" w:space="0" w:color="auto"/>
            </w:tcBorders>
          </w:tcPr>
          <w:p w14:paraId="763D1D9F" w14:textId="77777777" w:rsidR="00AC6A6F" w:rsidRPr="0031418B" w:rsidRDefault="00AC6A6F" w:rsidP="00AC6A6F">
            <w:pPr>
              <w:pStyle w:val="TAC"/>
            </w:pPr>
            <w:r w:rsidRPr="0031418B">
              <w:rPr>
                <w:lang w:val="fr-FR"/>
              </w:rPr>
              <w:t>–</w:t>
            </w:r>
          </w:p>
        </w:tc>
        <w:tc>
          <w:tcPr>
            <w:tcW w:w="1313" w:type="dxa"/>
            <w:gridSpan w:val="2"/>
            <w:tcBorders>
              <w:top w:val="single" w:sz="4" w:space="0" w:color="auto"/>
              <w:bottom w:val="single" w:sz="4" w:space="0" w:color="auto"/>
              <w:right w:val="single" w:sz="4" w:space="0" w:color="auto"/>
            </w:tcBorders>
          </w:tcPr>
          <w:p w14:paraId="21A65985" w14:textId="77777777" w:rsidR="00AC6A6F" w:rsidRPr="0031418B" w:rsidRDefault="00AC6A6F" w:rsidP="00AC6A6F">
            <w:pPr>
              <w:pStyle w:val="TAL"/>
            </w:pPr>
            <w:r w:rsidRPr="0031418B">
              <w:rPr>
                <w:rFonts w:hint="eastAsia"/>
                <w:lang w:eastAsia="zh-CN"/>
              </w:rPr>
              <w:t>467.5 MHz</w:t>
            </w:r>
          </w:p>
        </w:tc>
        <w:tc>
          <w:tcPr>
            <w:tcW w:w="854" w:type="dxa"/>
            <w:gridSpan w:val="2"/>
            <w:tcBorders>
              <w:top w:val="single" w:sz="4" w:space="0" w:color="auto"/>
              <w:left w:val="single" w:sz="4" w:space="0" w:color="auto"/>
              <w:bottom w:val="single" w:sz="4" w:space="0" w:color="auto"/>
              <w:right w:val="single" w:sz="4" w:space="0" w:color="auto"/>
            </w:tcBorders>
          </w:tcPr>
          <w:p w14:paraId="05C5076E" w14:textId="77777777" w:rsidR="00AC6A6F" w:rsidRPr="0031418B" w:rsidRDefault="00AC6A6F" w:rsidP="00AC6A6F">
            <w:pPr>
              <w:pStyle w:val="TAC"/>
              <w:rPr>
                <w:lang w:eastAsia="ja-JP"/>
              </w:rPr>
            </w:pPr>
            <w:r w:rsidRPr="0031418B">
              <w:rPr>
                <w:rFonts w:hint="eastAsia"/>
                <w:lang w:eastAsia="zh-CN"/>
              </w:rPr>
              <w:t>FDD</w:t>
            </w:r>
          </w:p>
        </w:tc>
      </w:tr>
      <w:tr w:rsidR="00AC6A6F" w:rsidRPr="0031418B" w14:paraId="43EE734F" w14:textId="77777777" w:rsidTr="00A74094">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013304FE" w14:textId="77777777" w:rsidR="00AC6A6F" w:rsidRPr="0031418B" w:rsidRDefault="00AC6A6F" w:rsidP="00AC6A6F">
            <w:pPr>
              <w:pStyle w:val="TAC"/>
              <w:rPr>
                <w:lang w:eastAsia="ja-JP"/>
              </w:rPr>
            </w:pPr>
            <w:r w:rsidRPr="0031418B">
              <w:rPr>
                <w:lang w:eastAsia="ja-JP"/>
              </w:rPr>
              <w:t>32</w:t>
            </w:r>
          </w:p>
        </w:tc>
        <w:tc>
          <w:tcPr>
            <w:tcW w:w="2693" w:type="dxa"/>
            <w:gridSpan w:val="4"/>
            <w:tcBorders>
              <w:top w:val="single" w:sz="4" w:space="0" w:color="auto"/>
              <w:left w:val="single" w:sz="4" w:space="0" w:color="auto"/>
              <w:bottom w:val="single" w:sz="4" w:space="0" w:color="auto"/>
              <w:right w:val="single" w:sz="4" w:space="0" w:color="auto"/>
            </w:tcBorders>
          </w:tcPr>
          <w:p w14:paraId="1D5332A8" w14:textId="77777777" w:rsidR="00AC6A6F" w:rsidRPr="0031418B" w:rsidRDefault="00AC6A6F" w:rsidP="00AC6A6F">
            <w:pPr>
              <w:pStyle w:val="TAC"/>
            </w:pPr>
            <w:r w:rsidRPr="0031418B">
              <w:t>N/A</w:t>
            </w:r>
          </w:p>
        </w:tc>
        <w:tc>
          <w:tcPr>
            <w:tcW w:w="1346" w:type="dxa"/>
            <w:tcBorders>
              <w:top w:val="single" w:sz="4" w:space="0" w:color="auto"/>
              <w:bottom w:val="single" w:sz="4" w:space="0" w:color="auto"/>
            </w:tcBorders>
          </w:tcPr>
          <w:p w14:paraId="1BCB1B38" w14:textId="77777777" w:rsidR="00AC6A6F" w:rsidRPr="0031418B" w:rsidRDefault="00AC6A6F" w:rsidP="00AC6A6F">
            <w:pPr>
              <w:pStyle w:val="TAR"/>
            </w:pPr>
            <w:r w:rsidRPr="0031418B">
              <w:rPr>
                <w:rFonts w:hint="eastAsia"/>
                <w:lang w:eastAsia="ja-JP"/>
              </w:rPr>
              <w:t>1452</w:t>
            </w:r>
            <w:r w:rsidRPr="0031418B">
              <w:rPr>
                <w:rFonts w:hint="eastAsia"/>
              </w:rPr>
              <w:t xml:space="preserve"> MHz</w:t>
            </w:r>
          </w:p>
        </w:tc>
        <w:tc>
          <w:tcPr>
            <w:tcW w:w="318" w:type="dxa"/>
            <w:tcBorders>
              <w:top w:val="single" w:sz="4" w:space="0" w:color="auto"/>
              <w:bottom w:val="single" w:sz="4" w:space="0" w:color="auto"/>
            </w:tcBorders>
          </w:tcPr>
          <w:p w14:paraId="59DFFD8F" w14:textId="77777777" w:rsidR="00AC6A6F" w:rsidRPr="0031418B" w:rsidRDefault="00AC6A6F" w:rsidP="00CE6A01">
            <w:pPr>
              <w:keepNext/>
              <w:keepLines/>
              <w:spacing w:after="0"/>
              <w:jc w:val="center"/>
              <w:rPr>
                <w:rFonts w:ascii="Arial" w:hAnsi="Arial"/>
                <w:sz w:val="18"/>
              </w:rPr>
            </w:pPr>
            <w:r w:rsidRPr="0031418B">
              <w:rPr>
                <w:lang w:val="fr-FR"/>
              </w:rPr>
              <w:t>–</w:t>
            </w:r>
          </w:p>
        </w:tc>
        <w:tc>
          <w:tcPr>
            <w:tcW w:w="1313" w:type="dxa"/>
            <w:gridSpan w:val="2"/>
            <w:tcBorders>
              <w:top w:val="single" w:sz="4" w:space="0" w:color="auto"/>
              <w:bottom w:val="single" w:sz="4" w:space="0" w:color="auto"/>
              <w:right w:val="single" w:sz="4" w:space="0" w:color="auto"/>
            </w:tcBorders>
          </w:tcPr>
          <w:p w14:paraId="010F40B7" w14:textId="77777777" w:rsidR="00AC6A6F" w:rsidRPr="0031418B" w:rsidRDefault="00AC6A6F" w:rsidP="00AC6A6F">
            <w:pPr>
              <w:pStyle w:val="TAL"/>
            </w:pPr>
            <w:r w:rsidRPr="0031418B">
              <w:rPr>
                <w:rFonts w:hint="eastAsia"/>
                <w:lang w:val="fr-FR" w:eastAsia="ja-JP"/>
              </w:rPr>
              <w:t>1496</w:t>
            </w:r>
            <w:r w:rsidRPr="0031418B">
              <w:rPr>
                <w:rFonts w:hint="eastAsia"/>
                <w:lang w:val="fr-FR"/>
              </w:rPr>
              <w:t xml:space="preserve"> MHz</w:t>
            </w:r>
          </w:p>
        </w:tc>
        <w:tc>
          <w:tcPr>
            <w:tcW w:w="854" w:type="dxa"/>
            <w:gridSpan w:val="2"/>
            <w:tcBorders>
              <w:top w:val="single" w:sz="4" w:space="0" w:color="auto"/>
              <w:left w:val="single" w:sz="4" w:space="0" w:color="auto"/>
              <w:bottom w:val="single" w:sz="4" w:space="0" w:color="auto"/>
              <w:right w:val="single" w:sz="4" w:space="0" w:color="auto"/>
            </w:tcBorders>
          </w:tcPr>
          <w:p w14:paraId="41325B89" w14:textId="77777777" w:rsidR="00AC6A6F" w:rsidRPr="0031418B" w:rsidRDefault="00AC6A6F" w:rsidP="00AC6A6F">
            <w:pPr>
              <w:pStyle w:val="TAC"/>
              <w:rPr>
                <w:lang w:eastAsia="ja-JP"/>
              </w:rPr>
            </w:pPr>
            <w:r w:rsidRPr="0031418B">
              <w:rPr>
                <w:rFonts w:hint="eastAsia"/>
                <w:lang w:eastAsia="zh-CN"/>
              </w:rPr>
              <w:t>FDD</w:t>
            </w:r>
          </w:p>
        </w:tc>
      </w:tr>
      <w:tr w:rsidR="00A74094" w:rsidRPr="0031418B" w14:paraId="11DC18FA" w14:textId="77777777" w:rsidTr="002D51EF">
        <w:trPr>
          <w:gridBefore w:val="1"/>
          <w:wBefore w:w="37" w:type="dxa"/>
          <w:jc w:val="center"/>
        </w:trPr>
        <w:tc>
          <w:tcPr>
            <w:tcW w:w="1137" w:type="dxa"/>
            <w:gridSpan w:val="2"/>
            <w:tcBorders>
              <w:top w:val="single" w:sz="4" w:space="0" w:color="auto"/>
              <w:left w:val="single" w:sz="4" w:space="0" w:color="auto"/>
              <w:bottom w:val="single" w:sz="4" w:space="0" w:color="auto"/>
              <w:right w:val="single" w:sz="4" w:space="0" w:color="auto"/>
            </w:tcBorders>
            <w:vAlign w:val="center"/>
          </w:tcPr>
          <w:p w14:paraId="2DCA6927" w14:textId="77777777" w:rsidR="00A74094" w:rsidRPr="0031418B" w:rsidRDefault="00A74094" w:rsidP="002D51EF">
            <w:pPr>
              <w:pStyle w:val="TAC"/>
              <w:rPr>
                <w:lang w:eastAsia="ja-JP"/>
              </w:rPr>
            </w:pPr>
            <w:r w:rsidRPr="0031418B">
              <w:rPr>
                <w:lang w:eastAsia="ja-JP"/>
              </w:rPr>
              <w:t>72</w:t>
            </w:r>
          </w:p>
        </w:tc>
        <w:tc>
          <w:tcPr>
            <w:tcW w:w="1184" w:type="dxa"/>
            <w:tcBorders>
              <w:top w:val="single" w:sz="4" w:space="0" w:color="auto"/>
              <w:left w:val="single" w:sz="4" w:space="0" w:color="auto"/>
              <w:bottom w:val="single" w:sz="4" w:space="0" w:color="auto"/>
            </w:tcBorders>
          </w:tcPr>
          <w:p w14:paraId="4930D3A3" w14:textId="77777777" w:rsidR="00A74094" w:rsidRPr="0031418B" w:rsidRDefault="00A74094" w:rsidP="002D51EF">
            <w:pPr>
              <w:pStyle w:val="TAR"/>
            </w:pPr>
            <w:r w:rsidRPr="0031418B">
              <w:rPr>
                <w:rFonts w:hint="eastAsia"/>
                <w:lang w:eastAsia="zh-CN"/>
              </w:rPr>
              <w:t>45</w:t>
            </w:r>
            <w:r w:rsidRPr="0031418B">
              <w:rPr>
                <w:lang w:eastAsia="zh-CN"/>
              </w:rPr>
              <w:t>1</w:t>
            </w:r>
            <w:r w:rsidRPr="0031418B">
              <w:rPr>
                <w:rFonts w:hint="eastAsia"/>
                <w:lang w:eastAsia="zh-CN"/>
              </w:rPr>
              <w:t xml:space="preserve"> MHz</w:t>
            </w:r>
          </w:p>
        </w:tc>
        <w:tc>
          <w:tcPr>
            <w:tcW w:w="318" w:type="dxa"/>
            <w:tcBorders>
              <w:top w:val="single" w:sz="4" w:space="0" w:color="auto"/>
              <w:bottom w:val="single" w:sz="4" w:space="0" w:color="auto"/>
            </w:tcBorders>
          </w:tcPr>
          <w:p w14:paraId="7133DF37" w14:textId="77777777" w:rsidR="00A74094" w:rsidRPr="0031418B" w:rsidRDefault="00A74094" w:rsidP="002D51EF">
            <w:pPr>
              <w:pStyle w:val="TAC"/>
            </w:pPr>
            <w:r w:rsidRPr="0031418B">
              <w:rPr>
                <w:lang w:val="fr-FR"/>
              </w:rPr>
              <w:t>–</w:t>
            </w:r>
          </w:p>
        </w:tc>
        <w:tc>
          <w:tcPr>
            <w:tcW w:w="1191" w:type="dxa"/>
            <w:gridSpan w:val="2"/>
            <w:tcBorders>
              <w:top w:val="single" w:sz="4" w:space="0" w:color="auto"/>
              <w:bottom w:val="single" w:sz="4" w:space="0" w:color="auto"/>
              <w:right w:val="single" w:sz="4" w:space="0" w:color="auto"/>
            </w:tcBorders>
          </w:tcPr>
          <w:p w14:paraId="6E073A5D" w14:textId="77777777" w:rsidR="00A74094" w:rsidRPr="0031418B" w:rsidRDefault="00A74094" w:rsidP="002D51EF">
            <w:pPr>
              <w:pStyle w:val="TAL"/>
            </w:pPr>
            <w:r w:rsidRPr="0031418B">
              <w:rPr>
                <w:rFonts w:hint="eastAsia"/>
                <w:lang w:eastAsia="zh-CN"/>
              </w:rPr>
              <w:t>45</w:t>
            </w:r>
            <w:r w:rsidRPr="0031418B">
              <w:rPr>
                <w:lang w:eastAsia="zh-CN"/>
              </w:rPr>
              <w:t>6</w:t>
            </w:r>
            <w:r w:rsidRPr="0031418B">
              <w:rPr>
                <w:rFonts w:hint="eastAsia"/>
                <w:lang w:eastAsia="zh-CN"/>
              </w:rPr>
              <w:t xml:space="preserve"> MHz</w:t>
            </w:r>
          </w:p>
        </w:tc>
        <w:tc>
          <w:tcPr>
            <w:tcW w:w="1346" w:type="dxa"/>
            <w:tcBorders>
              <w:top w:val="single" w:sz="4" w:space="0" w:color="auto"/>
              <w:bottom w:val="single" w:sz="4" w:space="0" w:color="auto"/>
            </w:tcBorders>
          </w:tcPr>
          <w:p w14:paraId="2656E584" w14:textId="77777777" w:rsidR="00A74094" w:rsidRPr="0031418B" w:rsidRDefault="00A74094" w:rsidP="002D51EF">
            <w:pPr>
              <w:pStyle w:val="TAR"/>
            </w:pPr>
            <w:r w:rsidRPr="0031418B">
              <w:rPr>
                <w:rFonts w:hint="eastAsia"/>
                <w:lang w:eastAsia="zh-CN"/>
              </w:rPr>
              <w:t>46</w:t>
            </w:r>
            <w:r w:rsidRPr="0031418B">
              <w:rPr>
                <w:lang w:eastAsia="zh-CN"/>
              </w:rPr>
              <w:t>1</w:t>
            </w:r>
            <w:r w:rsidRPr="0031418B">
              <w:rPr>
                <w:rFonts w:hint="eastAsia"/>
                <w:lang w:eastAsia="zh-CN"/>
              </w:rPr>
              <w:t xml:space="preserve"> MHz</w:t>
            </w:r>
          </w:p>
        </w:tc>
        <w:tc>
          <w:tcPr>
            <w:tcW w:w="318" w:type="dxa"/>
            <w:tcBorders>
              <w:top w:val="single" w:sz="4" w:space="0" w:color="auto"/>
              <w:bottom w:val="single" w:sz="4" w:space="0" w:color="auto"/>
            </w:tcBorders>
          </w:tcPr>
          <w:p w14:paraId="6EAFC9CC" w14:textId="77777777" w:rsidR="00A74094" w:rsidRPr="0031418B" w:rsidRDefault="00A74094" w:rsidP="002D51EF">
            <w:pPr>
              <w:pStyle w:val="TAC"/>
            </w:pPr>
            <w:r w:rsidRPr="0031418B">
              <w:rPr>
                <w:lang w:val="fr-FR"/>
              </w:rPr>
              <w:t>–</w:t>
            </w:r>
          </w:p>
        </w:tc>
        <w:tc>
          <w:tcPr>
            <w:tcW w:w="1313" w:type="dxa"/>
            <w:gridSpan w:val="2"/>
            <w:tcBorders>
              <w:top w:val="single" w:sz="4" w:space="0" w:color="auto"/>
              <w:bottom w:val="single" w:sz="4" w:space="0" w:color="auto"/>
              <w:right w:val="single" w:sz="4" w:space="0" w:color="auto"/>
            </w:tcBorders>
          </w:tcPr>
          <w:p w14:paraId="68DD96EF" w14:textId="77777777" w:rsidR="00A74094" w:rsidRPr="0031418B" w:rsidRDefault="00A74094" w:rsidP="002D51EF">
            <w:pPr>
              <w:pStyle w:val="TAL"/>
            </w:pPr>
            <w:r w:rsidRPr="0031418B">
              <w:rPr>
                <w:rFonts w:hint="eastAsia"/>
                <w:lang w:eastAsia="zh-CN"/>
              </w:rPr>
              <w:t>46</w:t>
            </w:r>
            <w:r w:rsidRPr="0031418B">
              <w:rPr>
                <w:lang w:eastAsia="zh-CN"/>
              </w:rPr>
              <w:t>6</w:t>
            </w:r>
            <w:r w:rsidRPr="0031418B">
              <w:rPr>
                <w:rFonts w:hint="eastAsia"/>
                <w:lang w:eastAsia="zh-CN"/>
              </w:rPr>
              <w:t xml:space="preserve"> MHz</w:t>
            </w:r>
          </w:p>
        </w:tc>
        <w:tc>
          <w:tcPr>
            <w:tcW w:w="854" w:type="dxa"/>
            <w:gridSpan w:val="2"/>
            <w:tcBorders>
              <w:top w:val="single" w:sz="4" w:space="0" w:color="auto"/>
              <w:left w:val="single" w:sz="4" w:space="0" w:color="auto"/>
              <w:bottom w:val="single" w:sz="4" w:space="0" w:color="auto"/>
              <w:right w:val="single" w:sz="4" w:space="0" w:color="auto"/>
            </w:tcBorders>
          </w:tcPr>
          <w:p w14:paraId="17F44A89" w14:textId="77777777" w:rsidR="00A74094" w:rsidRPr="0031418B" w:rsidRDefault="00A74094" w:rsidP="002D51EF">
            <w:pPr>
              <w:pStyle w:val="TAC"/>
              <w:rPr>
                <w:lang w:eastAsia="ja-JP"/>
              </w:rPr>
            </w:pPr>
            <w:r w:rsidRPr="0031418B">
              <w:rPr>
                <w:rFonts w:hint="eastAsia"/>
                <w:lang w:eastAsia="zh-CN"/>
              </w:rPr>
              <w:t>FDD</w:t>
            </w:r>
          </w:p>
        </w:tc>
      </w:tr>
      <w:tr w:rsidR="00A74094" w:rsidRPr="0031418B" w14:paraId="5C927292" w14:textId="77777777" w:rsidTr="00AC6A6F">
        <w:trPr>
          <w:gridBefore w:val="1"/>
          <w:wBefore w:w="37" w:type="dxa"/>
          <w:jc w:val="center"/>
        </w:trPr>
        <w:tc>
          <w:tcPr>
            <w:tcW w:w="7661"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3B6F2EE" w14:textId="77777777" w:rsidR="00A74094" w:rsidRPr="0031418B" w:rsidRDefault="00A74094" w:rsidP="00792919">
            <w:pPr>
              <w:pStyle w:val="TAN"/>
              <w:rPr>
                <w:lang w:eastAsia="ja-JP"/>
              </w:rPr>
            </w:pPr>
            <w:r w:rsidRPr="0031418B">
              <w:rPr>
                <w:lang w:eastAsia="ja-JP"/>
              </w:rPr>
              <w:t>Note 1:</w:t>
            </w:r>
            <w:r w:rsidRPr="0031418B">
              <w:tab/>
            </w:r>
            <w:r w:rsidRPr="0031418B">
              <w:rPr>
                <w:lang w:eastAsia="ja-JP"/>
              </w:rPr>
              <w:t>Band 6 is not applicable.</w:t>
            </w:r>
          </w:p>
        </w:tc>
      </w:tr>
    </w:tbl>
    <w:p w14:paraId="79422A45" w14:textId="77777777" w:rsidR="003A6EE9" w:rsidRPr="0031418B" w:rsidRDefault="003A6EE9" w:rsidP="003A6EE9"/>
    <w:p w14:paraId="7A5C9418" w14:textId="77777777" w:rsidR="00B82695" w:rsidRPr="0031418B" w:rsidRDefault="00B82695" w:rsidP="00B82695">
      <w:pPr>
        <w:pStyle w:val="Heading2"/>
      </w:pPr>
      <w:bookmarkStart w:id="32" w:name="_Toc503964242"/>
      <w:r w:rsidRPr="0031418B">
        <w:t>5.</w:t>
      </w:r>
      <w:r w:rsidR="00380FAF" w:rsidRPr="0031418B">
        <w:t>6</w:t>
      </w:r>
      <w:r w:rsidRPr="0031418B">
        <w:tab/>
        <w:t>Channel bandwidth</w:t>
      </w:r>
      <w:bookmarkEnd w:id="32"/>
    </w:p>
    <w:p w14:paraId="4CAA66D0" w14:textId="77777777" w:rsidR="00B82695" w:rsidRPr="0031418B" w:rsidRDefault="00B82695" w:rsidP="00B82695">
      <w:pPr>
        <w:rPr>
          <w:rFonts w:eastAsia="SimSun"/>
          <w:kern w:val="2"/>
        </w:rPr>
      </w:pPr>
      <w:r w:rsidRPr="0031418B">
        <w:rPr>
          <w:rFonts w:eastAsia="SimSun"/>
          <w:kern w:val="2"/>
        </w:rPr>
        <w:t>Requirements in present document are specified for the channel bandwidths listed in Table 5.</w:t>
      </w:r>
      <w:r w:rsidR="00380FAF" w:rsidRPr="0031418B">
        <w:rPr>
          <w:rFonts w:eastAsia="SimSun"/>
          <w:kern w:val="2"/>
        </w:rPr>
        <w:t>6</w:t>
      </w:r>
      <w:r w:rsidRPr="0031418B">
        <w:rPr>
          <w:rFonts w:eastAsia="SimSun"/>
          <w:kern w:val="2"/>
        </w:rPr>
        <w:t>-1.</w:t>
      </w:r>
    </w:p>
    <w:p w14:paraId="40370A69" w14:textId="77777777" w:rsidR="00B82695" w:rsidRPr="0031418B" w:rsidRDefault="00B82695" w:rsidP="00B82695">
      <w:pPr>
        <w:pStyle w:val="TH"/>
      </w:pPr>
      <w:r w:rsidRPr="0031418B">
        <w:lastRenderedPageBreak/>
        <w:t xml:space="preserve">Table </w:t>
      </w:r>
      <w:r w:rsidR="0027020E" w:rsidRPr="0031418B">
        <w:t>5.6</w:t>
      </w:r>
      <w:r w:rsidRPr="0031418B">
        <w:t xml:space="preserve">-1 Transmission bandwidth configuration </w:t>
      </w:r>
      <w:r w:rsidRPr="0031418B">
        <w:rPr>
          <w:rFonts w:ascii="Times New Roman" w:hAnsi="Times New Roman"/>
          <w:i/>
          <w:iCs/>
        </w:rPr>
        <w:t>N</w:t>
      </w:r>
      <w:r w:rsidRPr="0031418B">
        <w:rPr>
          <w:rFonts w:ascii="Times New Roman" w:hAnsi="Times New Roman"/>
          <w:vertAlign w:val="subscript"/>
        </w:rPr>
        <w:t>RB</w:t>
      </w:r>
      <w:r w:rsidRPr="0031418B">
        <w:t xml:space="preserve"> in E-UTRA channel bandwidths</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B82695" w:rsidRPr="0031418B" w14:paraId="15502877" w14:textId="77777777" w:rsidTr="00371F62">
        <w:trPr>
          <w:trHeight w:val="578"/>
          <w:jc w:val="center"/>
        </w:trPr>
        <w:tc>
          <w:tcPr>
            <w:tcW w:w="2337" w:type="dxa"/>
            <w:vAlign w:val="center"/>
          </w:tcPr>
          <w:p w14:paraId="1A97379D" w14:textId="77777777" w:rsidR="00B82695" w:rsidRPr="0031418B" w:rsidRDefault="00B82695" w:rsidP="001901EC">
            <w:pPr>
              <w:pStyle w:val="TAH"/>
            </w:pPr>
            <w:r w:rsidRPr="0031418B">
              <w:t xml:space="preserve">Channel bandwidth </w:t>
            </w:r>
            <w:r w:rsidRPr="0031418B">
              <w:rPr>
                <w:rFonts w:ascii="Times New Roman" w:hAnsi="Times New Roman"/>
              </w:rPr>
              <w:t>BW</w:t>
            </w:r>
            <w:r w:rsidRPr="0031418B">
              <w:rPr>
                <w:rFonts w:ascii="Times New Roman" w:hAnsi="Times New Roman"/>
                <w:vertAlign w:val="subscript"/>
              </w:rPr>
              <w:t>Channel</w:t>
            </w:r>
            <w:r w:rsidRPr="0031418B">
              <w:rPr>
                <w:rFonts w:ascii="Times New Roman" w:eastAsia="SimSun" w:hAnsi="Times New Roman"/>
                <w:kern w:val="2"/>
              </w:rPr>
              <w:t xml:space="preserve"> </w:t>
            </w:r>
            <w:r w:rsidRPr="0031418B">
              <w:t>[MHz]</w:t>
            </w:r>
          </w:p>
        </w:tc>
        <w:tc>
          <w:tcPr>
            <w:tcW w:w="804" w:type="dxa"/>
            <w:vAlign w:val="center"/>
          </w:tcPr>
          <w:p w14:paraId="363D30DE" w14:textId="77777777" w:rsidR="00B82695" w:rsidRPr="0031418B" w:rsidRDefault="00B82695" w:rsidP="001901EC">
            <w:pPr>
              <w:pStyle w:val="TAH"/>
            </w:pPr>
            <w:r w:rsidRPr="0031418B">
              <w:t>1.4</w:t>
            </w:r>
          </w:p>
        </w:tc>
        <w:tc>
          <w:tcPr>
            <w:tcW w:w="746" w:type="dxa"/>
            <w:shd w:val="clear" w:color="auto" w:fill="auto"/>
            <w:vAlign w:val="center"/>
          </w:tcPr>
          <w:p w14:paraId="64887C47" w14:textId="77777777" w:rsidR="00B82695" w:rsidRPr="0031418B" w:rsidRDefault="00B82695" w:rsidP="001901EC">
            <w:pPr>
              <w:pStyle w:val="TAH"/>
            </w:pPr>
            <w:r w:rsidRPr="0031418B">
              <w:t xml:space="preserve">3 </w:t>
            </w:r>
          </w:p>
        </w:tc>
        <w:tc>
          <w:tcPr>
            <w:tcW w:w="708" w:type="dxa"/>
            <w:vAlign w:val="center"/>
          </w:tcPr>
          <w:p w14:paraId="6314A282" w14:textId="77777777" w:rsidR="00B82695" w:rsidRPr="0031418B" w:rsidRDefault="00B82695" w:rsidP="001901EC">
            <w:pPr>
              <w:pStyle w:val="TAH"/>
            </w:pPr>
            <w:r w:rsidRPr="0031418B">
              <w:t>5</w:t>
            </w:r>
          </w:p>
        </w:tc>
        <w:tc>
          <w:tcPr>
            <w:tcW w:w="709" w:type="dxa"/>
            <w:vAlign w:val="center"/>
          </w:tcPr>
          <w:p w14:paraId="29AB3297" w14:textId="77777777" w:rsidR="00B82695" w:rsidRPr="0031418B" w:rsidRDefault="00B82695" w:rsidP="001901EC">
            <w:pPr>
              <w:pStyle w:val="TAH"/>
            </w:pPr>
            <w:r w:rsidRPr="0031418B">
              <w:t>10</w:t>
            </w:r>
          </w:p>
        </w:tc>
        <w:tc>
          <w:tcPr>
            <w:tcW w:w="709" w:type="dxa"/>
            <w:vAlign w:val="center"/>
          </w:tcPr>
          <w:p w14:paraId="27C08AC5" w14:textId="77777777" w:rsidR="00B82695" w:rsidRPr="0031418B" w:rsidRDefault="00B82695" w:rsidP="001901EC">
            <w:pPr>
              <w:pStyle w:val="TAH"/>
            </w:pPr>
            <w:r w:rsidRPr="0031418B">
              <w:t>15</w:t>
            </w:r>
          </w:p>
        </w:tc>
        <w:tc>
          <w:tcPr>
            <w:tcW w:w="731" w:type="dxa"/>
            <w:vAlign w:val="center"/>
          </w:tcPr>
          <w:p w14:paraId="20987F16" w14:textId="77777777" w:rsidR="00B82695" w:rsidRPr="0031418B" w:rsidRDefault="00B82695" w:rsidP="001901EC">
            <w:pPr>
              <w:pStyle w:val="TAH"/>
            </w:pPr>
            <w:r w:rsidRPr="0031418B">
              <w:t>20</w:t>
            </w:r>
          </w:p>
        </w:tc>
      </w:tr>
      <w:tr w:rsidR="00B82695" w:rsidRPr="0031418B" w14:paraId="169791AB" w14:textId="77777777" w:rsidTr="00371F62">
        <w:trPr>
          <w:trHeight w:val="590"/>
          <w:jc w:val="center"/>
        </w:trPr>
        <w:tc>
          <w:tcPr>
            <w:tcW w:w="2337" w:type="dxa"/>
            <w:vAlign w:val="center"/>
          </w:tcPr>
          <w:p w14:paraId="3F2D1CEB" w14:textId="77777777" w:rsidR="00B82695" w:rsidRPr="0031418B" w:rsidRDefault="00B82695" w:rsidP="003300AD">
            <w:pPr>
              <w:pStyle w:val="TAC"/>
            </w:pPr>
            <w:r w:rsidRPr="0031418B">
              <w:t xml:space="preserve">Transmission bandwidth configuration </w:t>
            </w:r>
            <w:r w:rsidRPr="0031418B">
              <w:rPr>
                <w:rFonts w:ascii="Times New Roman" w:hAnsi="Times New Roman"/>
                <w:i/>
                <w:iCs/>
              </w:rPr>
              <w:t>N</w:t>
            </w:r>
            <w:r w:rsidRPr="0031418B">
              <w:rPr>
                <w:rFonts w:ascii="Times New Roman" w:hAnsi="Times New Roman"/>
                <w:vertAlign w:val="subscript"/>
              </w:rPr>
              <w:t>RB</w:t>
            </w:r>
          </w:p>
        </w:tc>
        <w:tc>
          <w:tcPr>
            <w:tcW w:w="804" w:type="dxa"/>
            <w:vAlign w:val="center"/>
          </w:tcPr>
          <w:p w14:paraId="40BB4C59" w14:textId="77777777" w:rsidR="00B82695" w:rsidRPr="0031418B" w:rsidRDefault="00B82695" w:rsidP="003300AD">
            <w:pPr>
              <w:pStyle w:val="TAC"/>
            </w:pPr>
            <w:r w:rsidRPr="0031418B">
              <w:t>6</w:t>
            </w:r>
          </w:p>
        </w:tc>
        <w:tc>
          <w:tcPr>
            <w:tcW w:w="746" w:type="dxa"/>
            <w:shd w:val="clear" w:color="auto" w:fill="auto"/>
            <w:vAlign w:val="center"/>
          </w:tcPr>
          <w:p w14:paraId="6C6CB82A" w14:textId="77777777" w:rsidR="00B82695" w:rsidRPr="0031418B" w:rsidRDefault="00B82695" w:rsidP="003300AD">
            <w:pPr>
              <w:pStyle w:val="TAC"/>
            </w:pPr>
            <w:r w:rsidRPr="0031418B">
              <w:t xml:space="preserve">15 </w:t>
            </w:r>
          </w:p>
        </w:tc>
        <w:tc>
          <w:tcPr>
            <w:tcW w:w="708" w:type="dxa"/>
            <w:vAlign w:val="center"/>
          </w:tcPr>
          <w:p w14:paraId="21E20830" w14:textId="77777777" w:rsidR="00B82695" w:rsidRPr="0031418B" w:rsidRDefault="00B82695" w:rsidP="003300AD">
            <w:pPr>
              <w:pStyle w:val="TAC"/>
            </w:pPr>
            <w:r w:rsidRPr="0031418B">
              <w:t>25</w:t>
            </w:r>
          </w:p>
        </w:tc>
        <w:tc>
          <w:tcPr>
            <w:tcW w:w="709" w:type="dxa"/>
            <w:vAlign w:val="center"/>
          </w:tcPr>
          <w:p w14:paraId="7760E6AF" w14:textId="77777777" w:rsidR="00B82695" w:rsidRPr="0031418B" w:rsidRDefault="00B82695" w:rsidP="003300AD">
            <w:pPr>
              <w:pStyle w:val="TAC"/>
            </w:pPr>
            <w:r w:rsidRPr="0031418B">
              <w:t>50</w:t>
            </w:r>
          </w:p>
        </w:tc>
        <w:tc>
          <w:tcPr>
            <w:tcW w:w="709" w:type="dxa"/>
            <w:vAlign w:val="center"/>
          </w:tcPr>
          <w:p w14:paraId="5B7ED231" w14:textId="77777777" w:rsidR="00B82695" w:rsidRPr="0031418B" w:rsidRDefault="00B82695" w:rsidP="003300AD">
            <w:pPr>
              <w:pStyle w:val="TAC"/>
            </w:pPr>
            <w:r w:rsidRPr="0031418B">
              <w:t>75</w:t>
            </w:r>
          </w:p>
        </w:tc>
        <w:tc>
          <w:tcPr>
            <w:tcW w:w="731" w:type="dxa"/>
            <w:vAlign w:val="center"/>
          </w:tcPr>
          <w:p w14:paraId="2B527D24" w14:textId="77777777" w:rsidR="00B82695" w:rsidRPr="0031418B" w:rsidRDefault="00B82695" w:rsidP="003300AD">
            <w:pPr>
              <w:pStyle w:val="TAC"/>
            </w:pPr>
            <w:r w:rsidRPr="0031418B">
              <w:t>100</w:t>
            </w:r>
          </w:p>
        </w:tc>
      </w:tr>
    </w:tbl>
    <w:p w14:paraId="4FBBFA74" w14:textId="77777777" w:rsidR="00B82695" w:rsidRPr="0031418B" w:rsidRDefault="00B82695" w:rsidP="00B82695"/>
    <w:p w14:paraId="798409DB" w14:textId="77777777" w:rsidR="00233035" w:rsidRPr="0031418B" w:rsidRDefault="00B82695" w:rsidP="00B82695">
      <w:pPr>
        <w:rPr>
          <w:rFonts w:cs="v5.0.0"/>
          <w:snapToGrid w:val="0"/>
        </w:rPr>
      </w:pPr>
      <w:r w:rsidRPr="0031418B">
        <w:t>Figure 5.</w:t>
      </w:r>
      <w:r w:rsidR="00380FAF" w:rsidRPr="0031418B">
        <w:t>6</w:t>
      </w:r>
      <w:r w:rsidRPr="0031418B">
        <w:t>-1 shows the relation between the Channel bandwidth (BW</w:t>
      </w:r>
      <w:r w:rsidRPr="0031418B">
        <w:rPr>
          <w:vertAlign w:val="subscript"/>
        </w:rPr>
        <w:t>Channel</w:t>
      </w:r>
      <w:r w:rsidRPr="0031418B">
        <w:t>) and the Transmission bandwidth configuration (N</w:t>
      </w:r>
      <w:r w:rsidRPr="0031418B">
        <w:rPr>
          <w:vertAlign w:val="subscript"/>
        </w:rPr>
        <w:t>RB</w:t>
      </w:r>
      <w:r w:rsidRPr="0031418B">
        <w:t>). The channel edges are defined as the lowest and highest frequencies of the carrier separated by the channel bandwidth, i.e. at F</w:t>
      </w:r>
      <w:r w:rsidRPr="0031418B">
        <w:rPr>
          <w:vertAlign w:val="subscript"/>
        </w:rPr>
        <w:t>C</w:t>
      </w:r>
      <w:r w:rsidRPr="0031418B">
        <w:t xml:space="preserve"> +/- BW</w:t>
      </w:r>
      <w:r w:rsidRPr="0031418B">
        <w:rPr>
          <w:vertAlign w:val="subscript"/>
        </w:rPr>
        <w:t>Channel</w:t>
      </w:r>
      <w:r w:rsidRPr="0031418B">
        <w:t xml:space="preserve"> /2.</w:t>
      </w:r>
    </w:p>
    <w:p w14:paraId="597B0EF8" w14:textId="118B9230" w:rsidR="00B82695" w:rsidRPr="0031418B" w:rsidRDefault="003D7BA1" w:rsidP="006C429B">
      <w:pPr>
        <w:pStyle w:val="TH"/>
      </w:pPr>
      <w:r w:rsidRPr="0031418B">
        <w:rPr>
          <w:noProof/>
        </w:rPr>
        <w:drawing>
          <wp:inline distT="0" distB="0" distL="0" distR="0" wp14:anchorId="5779B858" wp14:editId="33B3BDF8">
            <wp:extent cx="6121400" cy="2698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1400" cy="2698750"/>
                    </a:xfrm>
                    <a:prstGeom prst="rect">
                      <a:avLst/>
                    </a:prstGeom>
                    <a:noFill/>
                    <a:ln>
                      <a:noFill/>
                    </a:ln>
                  </pic:spPr>
                </pic:pic>
              </a:graphicData>
            </a:graphic>
          </wp:inline>
        </w:drawing>
      </w:r>
    </w:p>
    <w:p w14:paraId="60FA1609" w14:textId="77777777" w:rsidR="00B82695" w:rsidRPr="0031418B" w:rsidRDefault="00B82695" w:rsidP="00B82695">
      <w:pPr>
        <w:pStyle w:val="TF"/>
      </w:pPr>
      <w:r w:rsidRPr="0031418B">
        <w:t>Figure 5.</w:t>
      </w:r>
      <w:r w:rsidR="00380FAF" w:rsidRPr="0031418B">
        <w:t>6</w:t>
      </w:r>
      <w:r w:rsidRPr="0031418B">
        <w:t>-1 Definition of Channel Bandwidth and Transmission Bandwidth Configuration for one E</w:t>
      </w:r>
      <w:r w:rsidRPr="0031418B">
        <w:noBreakHyphen/>
        <w:t>UTRA carrier</w:t>
      </w:r>
    </w:p>
    <w:p w14:paraId="752C3E38" w14:textId="77777777" w:rsidR="00A62822" w:rsidRPr="0031418B" w:rsidRDefault="00A62822" w:rsidP="0037410B">
      <w:pPr>
        <w:pStyle w:val="Heading2"/>
      </w:pPr>
      <w:bookmarkStart w:id="33" w:name="_Toc503964243"/>
      <w:r w:rsidRPr="0031418B">
        <w:t>5.</w:t>
      </w:r>
      <w:r w:rsidR="00AC098A" w:rsidRPr="0031418B">
        <w:t>7</w:t>
      </w:r>
      <w:r w:rsidRPr="0031418B">
        <w:tab/>
        <w:t>Channel arrangement</w:t>
      </w:r>
      <w:bookmarkEnd w:id="33"/>
    </w:p>
    <w:p w14:paraId="3D5BDA36" w14:textId="77777777" w:rsidR="00A226EF" w:rsidRPr="0031418B" w:rsidRDefault="00A226EF" w:rsidP="00A226EF">
      <w:pPr>
        <w:pStyle w:val="Heading3"/>
      </w:pPr>
      <w:bookmarkStart w:id="34" w:name="_Toc503964244"/>
      <w:r w:rsidRPr="0031418B">
        <w:t>5.</w:t>
      </w:r>
      <w:r w:rsidR="00AC098A" w:rsidRPr="0031418B">
        <w:t>7</w:t>
      </w:r>
      <w:r w:rsidRPr="0031418B">
        <w:t>.1</w:t>
      </w:r>
      <w:r w:rsidRPr="0031418B">
        <w:tab/>
        <w:t>Channel spacing</w:t>
      </w:r>
      <w:bookmarkEnd w:id="34"/>
    </w:p>
    <w:p w14:paraId="07CF2ACE" w14:textId="77777777" w:rsidR="00A226EF" w:rsidRPr="0031418B" w:rsidRDefault="00A226EF" w:rsidP="00A226EF">
      <w:r w:rsidRPr="0031418B">
        <w:t>The spacing between carriers will depend on the deployment scenario, the size of the frequency block available and the channel bandwidths. The nominal channel spacing between two adjacent E-UTRA carriers is defined as following:</w:t>
      </w:r>
    </w:p>
    <w:p w14:paraId="31A9C481" w14:textId="77777777" w:rsidR="00A226EF" w:rsidRPr="0031418B" w:rsidRDefault="00A226EF" w:rsidP="00A226EF">
      <w:pPr>
        <w:pStyle w:val="EQ"/>
        <w:jc w:val="center"/>
      </w:pPr>
      <w:r w:rsidRPr="0031418B">
        <w:t>Nominal Channel spacing = (BW</w:t>
      </w:r>
      <w:r w:rsidRPr="0031418B">
        <w:rPr>
          <w:vertAlign w:val="subscript"/>
        </w:rPr>
        <w:t>Channel(1)</w:t>
      </w:r>
      <w:r w:rsidRPr="0031418B">
        <w:t xml:space="preserve"> + BW</w:t>
      </w:r>
      <w:r w:rsidRPr="0031418B">
        <w:rPr>
          <w:vertAlign w:val="subscript"/>
        </w:rPr>
        <w:t>Channel(2)</w:t>
      </w:r>
      <w:r w:rsidRPr="0031418B">
        <w:t>)/2</w:t>
      </w:r>
    </w:p>
    <w:p w14:paraId="58E44E05" w14:textId="77777777" w:rsidR="00A226EF" w:rsidRPr="0031418B" w:rsidRDefault="00A226EF" w:rsidP="00A226EF">
      <w:r w:rsidRPr="0031418B">
        <w:t>where BW</w:t>
      </w:r>
      <w:r w:rsidRPr="0031418B">
        <w:rPr>
          <w:vertAlign w:val="subscript"/>
        </w:rPr>
        <w:t>Channel(1)</w:t>
      </w:r>
      <w:r w:rsidRPr="0031418B">
        <w:t xml:space="preserve"> and BW</w:t>
      </w:r>
      <w:r w:rsidRPr="0031418B">
        <w:rPr>
          <w:vertAlign w:val="subscript"/>
        </w:rPr>
        <w:t>Channel(2)</w:t>
      </w:r>
      <w:r w:rsidRPr="0031418B">
        <w:t xml:space="preserve"> are the channel bandwidths of the two respective E-UTRA carriers. The channel spacing can be adjusted to optimize performance in a particular deployment scenario.</w:t>
      </w:r>
    </w:p>
    <w:p w14:paraId="499208C2" w14:textId="77777777" w:rsidR="00A226EF" w:rsidRPr="0031418B" w:rsidRDefault="00A226EF" w:rsidP="00A226EF">
      <w:pPr>
        <w:pStyle w:val="Heading3"/>
      </w:pPr>
      <w:bookmarkStart w:id="35" w:name="_Toc503964245"/>
      <w:r w:rsidRPr="0031418B">
        <w:t>5.</w:t>
      </w:r>
      <w:r w:rsidR="00AC098A" w:rsidRPr="0031418B">
        <w:t>7</w:t>
      </w:r>
      <w:r w:rsidRPr="0031418B">
        <w:t>.2</w:t>
      </w:r>
      <w:r w:rsidRPr="0031418B">
        <w:tab/>
        <w:t>Channel raster</w:t>
      </w:r>
      <w:bookmarkEnd w:id="35"/>
    </w:p>
    <w:p w14:paraId="0266C662" w14:textId="77777777" w:rsidR="00A226EF" w:rsidRPr="0031418B" w:rsidRDefault="00A226EF" w:rsidP="00A226EF">
      <w:r w:rsidRPr="0031418B">
        <w:t>The channel raster is 100 kHz for all bands, which means that the carrier centre frequency must be a</w:t>
      </w:r>
      <w:r w:rsidR="001901EC" w:rsidRPr="0031418B">
        <w:t>n integer multiple of 100 kHz.</w:t>
      </w:r>
    </w:p>
    <w:p w14:paraId="3BD55127" w14:textId="77777777" w:rsidR="00A226EF" w:rsidRPr="0031418B" w:rsidRDefault="00A226EF" w:rsidP="00A226EF">
      <w:pPr>
        <w:pStyle w:val="Heading3"/>
      </w:pPr>
      <w:bookmarkStart w:id="36" w:name="_Toc503964246"/>
      <w:r w:rsidRPr="0031418B">
        <w:t>5.</w:t>
      </w:r>
      <w:r w:rsidR="00AC098A" w:rsidRPr="0031418B">
        <w:t>7</w:t>
      </w:r>
      <w:r w:rsidRPr="0031418B">
        <w:t>.3</w:t>
      </w:r>
      <w:r w:rsidRPr="0031418B">
        <w:tab/>
      </w:r>
      <w:r w:rsidR="003A3F28" w:rsidRPr="0031418B">
        <w:t>Carrier frequency and EARFCN</w:t>
      </w:r>
      <w:bookmarkEnd w:id="36"/>
    </w:p>
    <w:p w14:paraId="01971DD1" w14:textId="77777777" w:rsidR="00A226EF" w:rsidRPr="0031418B" w:rsidRDefault="00A226EF" w:rsidP="00A226EF">
      <w:r w:rsidRPr="0031418B">
        <w:rPr>
          <w:rFonts w:cs="v5.0.0"/>
        </w:rPr>
        <w:t>The carrier frequency in the uplink and downlink is designated by the E-UTRA Absolute Radio Frequency Channel Number (EARFCN)</w:t>
      </w:r>
      <w:r w:rsidR="00EA4E3F" w:rsidRPr="0031418B">
        <w:rPr>
          <w:rFonts w:cs="v5.0.0"/>
        </w:rPr>
        <w:t xml:space="preserve"> in the range 0 - 65535</w:t>
      </w:r>
      <w:r w:rsidRPr="0031418B">
        <w:rPr>
          <w:rFonts w:cs="v5.0.0"/>
        </w:rPr>
        <w:t xml:space="preserve">. </w:t>
      </w:r>
      <w:r w:rsidRPr="0031418B">
        <w:t xml:space="preserve">The </w:t>
      </w:r>
      <w:bookmarkStart w:id="37" w:name="OLE_LINK1"/>
      <w:r w:rsidRPr="0031418B">
        <w:t>relation between EARFCN and the</w:t>
      </w:r>
      <w:bookmarkEnd w:id="37"/>
      <w:r w:rsidRPr="0031418B">
        <w:t xml:space="preserve"> carrier frequency in MHz for the downlink is given by the following equation, where F</w:t>
      </w:r>
      <w:r w:rsidRPr="0031418B">
        <w:rPr>
          <w:vertAlign w:val="subscript"/>
        </w:rPr>
        <w:t>DL_low</w:t>
      </w:r>
      <w:r w:rsidRPr="0031418B">
        <w:t xml:space="preserve"> and N</w:t>
      </w:r>
      <w:r w:rsidRPr="0031418B">
        <w:rPr>
          <w:vertAlign w:val="subscript"/>
        </w:rPr>
        <w:t>Offs-DL</w:t>
      </w:r>
      <w:r w:rsidRPr="0031418B">
        <w:t xml:space="preserve"> are given in table </w:t>
      </w:r>
      <w:r w:rsidR="00AC098A" w:rsidRPr="0031418B">
        <w:t>5.7</w:t>
      </w:r>
      <w:r w:rsidRPr="0031418B">
        <w:t>.3-1 and N</w:t>
      </w:r>
      <w:r w:rsidRPr="0031418B">
        <w:rPr>
          <w:vertAlign w:val="subscript"/>
        </w:rPr>
        <w:t>DL</w:t>
      </w:r>
      <w:r w:rsidRPr="0031418B">
        <w:t xml:space="preserve"> is the downlink EARFCN.</w:t>
      </w:r>
    </w:p>
    <w:p w14:paraId="1D5F7A79" w14:textId="77777777" w:rsidR="00A226EF" w:rsidRPr="0031418B" w:rsidRDefault="00A226EF" w:rsidP="00A226EF">
      <w:pPr>
        <w:pStyle w:val="EQ"/>
        <w:jc w:val="center"/>
      </w:pPr>
      <w:r w:rsidRPr="0031418B">
        <w:lastRenderedPageBreak/>
        <w:t>F</w:t>
      </w:r>
      <w:r w:rsidRPr="0031418B">
        <w:rPr>
          <w:vertAlign w:val="subscript"/>
        </w:rPr>
        <w:t>DL</w:t>
      </w:r>
      <w:r w:rsidRPr="0031418B">
        <w:t xml:space="preserve"> = F</w:t>
      </w:r>
      <w:r w:rsidRPr="0031418B">
        <w:rPr>
          <w:vertAlign w:val="subscript"/>
        </w:rPr>
        <w:t>DL_low</w:t>
      </w:r>
      <w:r w:rsidRPr="0031418B">
        <w:t xml:space="preserve"> + 0.1(N</w:t>
      </w:r>
      <w:r w:rsidRPr="0031418B">
        <w:rPr>
          <w:vertAlign w:val="subscript"/>
        </w:rPr>
        <w:t>DL</w:t>
      </w:r>
      <w:r w:rsidRPr="0031418B">
        <w:t xml:space="preserve"> – N</w:t>
      </w:r>
      <w:r w:rsidRPr="0031418B">
        <w:rPr>
          <w:vertAlign w:val="subscript"/>
        </w:rPr>
        <w:t>Offs-DL</w:t>
      </w:r>
      <w:r w:rsidRPr="0031418B">
        <w:t>)</w:t>
      </w:r>
    </w:p>
    <w:p w14:paraId="72EA397D" w14:textId="77777777" w:rsidR="00A226EF" w:rsidRPr="0031418B" w:rsidRDefault="00A226EF" w:rsidP="00A226EF">
      <w:r w:rsidRPr="0031418B">
        <w:t>The relation between EARFCN and the carrier frequency in MHz for the uplink is given by the following equation where F</w:t>
      </w:r>
      <w:r w:rsidRPr="0031418B">
        <w:rPr>
          <w:vertAlign w:val="subscript"/>
        </w:rPr>
        <w:t>UL_low</w:t>
      </w:r>
      <w:r w:rsidRPr="0031418B">
        <w:t xml:space="preserve"> and N</w:t>
      </w:r>
      <w:r w:rsidRPr="0031418B">
        <w:rPr>
          <w:vertAlign w:val="subscript"/>
        </w:rPr>
        <w:t>Offs-UL</w:t>
      </w:r>
      <w:r w:rsidRPr="0031418B">
        <w:t xml:space="preserve"> are given in table </w:t>
      </w:r>
      <w:r w:rsidR="00AC098A" w:rsidRPr="0031418B">
        <w:t>5.7</w:t>
      </w:r>
      <w:r w:rsidRPr="0031418B">
        <w:t>.3-1 and N</w:t>
      </w:r>
      <w:r w:rsidRPr="0031418B">
        <w:rPr>
          <w:vertAlign w:val="subscript"/>
        </w:rPr>
        <w:t>UL</w:t>
      </w:r>
      <w:r w:rsidRPr="0031418B">
        <w:t xml:space="preserve"> is the uplink EARFCN.</w:t>
      </w:r>
    </w:p>
    <w:p w14:paraId="1EAC6B55" w14:textId="77777777" w:rsidR="00A226EF" w:rsidRPr="0031418B" w:rsidRDefault="00A226EF" w:rsidP="00A226EF">
      <w:pPr>
        <w:pStyle w:val="EQ"/>
        <w:jc w:val="center"/>
      </w:pPr>
      <w:r w:rsidRPr="0031418B">
        <w:t>F</w:t>
      </w:r>
      <w:r w:rsidRPr="0031418B">
        <w:rPr>
          <w:vertAlign w:val="subscript"/>
        </w:rPr>
        <w:t>UL</w:t>
      </w:r>
      <w:r w:rsidRPr="0031418B">
        <w:t xml:space="preserve"> = F</w:t>
      </w:r>
      <w:r w:rsidRPr="0031418B">
        <w:rPr>
          <w:vertAlign w:val="subscript"/>
        </w:rPr>
        <w:t>UL_low</w:t>
      </w:r>
      <w:r w:rsidRPr="0031418B">
        <w:t xml:space="preserve"> + 0.1(N</w:t>
      </w:r>
      <w:r w:rsidRPr="0031418B">
        <w:rPr>
          <w:vertAlign w:val="subscript"/>
        </w:rPr>
        <w:t>UL</w:t>
      </w:r>
      <w:r w:rsidRPr="0031418B">
        <w:t xml:space="preserve"> – N</w:t>
      </w:r>
      <w:r w:rsidRPr="0031418B">
        <w:rPr>
          <w:vertAlign w:val="subscript"/>
        </w:rPr>
        <w:t>Offs-UL</w:t>
      </w:r>
      <w:r w:rsidRPr="0031418B">
        <w:t>)</w:t>
      </w:r>
    </w:p>
    <w:p w14:paraId="579E61F0" w14:textId="77777777" w:rsidR="00A226EF" w:rsidRPr="0031418B" w:rsidRDefault="00A226EF" w:rsidP="00A226EF">
      <w:pPr>
        <w:pStyle w:val="TH"/>
      </w:pPr>
      <w:r w:rsidRPr="0031418B">
        <w:t xml:space="preserve">Table </w:t>
      </w:r>
      <w:r w:rsidR="00AC098A" w:rsidRPr="0031418B">
        <w:t>5.7</w:t>
      </w:r>
      <w:r w:rsidRPr="0031418B">
        <w:t>.3-1 E-UTRA channel numbers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8"/>
        <w:gridCol w:w="1361"/>
        <w:gridCol w:w="1249"/>
        <w:gridCol w:w="1576"/>
        <w:gridCol w:w="1513"/>
        <w:gridCol w:w="1392"/>
        <w:gridCol w:w="1502"/>
      </w:tblGrid>
      <w:tr w:rsidR="00A226EF" w:rsidRPr="0031418B" w14:paraId="6734385F" w14:textId="77777777" w:rsidTr="00371F62">
        <w:tc>
          <w:tcPr>
            <w:tcW w:w="1037" w:type="dxa"/>
            <w:vMerge w:val="restart"/>
            <w:shd w:val="clear" w:color="auto" w:fill="auto"/>
            <w:vAlign w:val="bottom"/>
          </w:tcPr>
          <w:p w14:paraId="722007A8" w14:textId="77777777" w:rsidR="00A226EF" w:rsidRPr="0031418B" w:rsidRDefault="00A226EF" w:rsidP="008F120B">
            <w:pPr>
              <w:pStyle w:val="TAH"/>
            </w:pPr>
            <w:r w:rsidRPr="0031418B">
              <w:t>E</w:t>
            </w:r>
            <w:r w:rsidRPr="0031418B">
              <w:noBreakHyphen/>
              <w:t>UTRA</w:t>
            </w:r>
            <w:r w:rsidR="001B42C8" w:rsidRPr="0031418B">
              <w:t xml:space="preserve"> operating</w:t>
            </w:r>
            <w:r w:rsidRPr="0031418B">
              <w:t xml:space="preserve"> </w:t>
            </w:r>
            <w:r w:rsidR="001B42C8" w:rsidRPr="0031418B">
              <w:t>b</w:t>
            </w:r>
            <w:r w:rsidRPr="0031418B">
              <w:t>and</w:t>
            </w:r>
          </w:p>
        </w:tc>
        <w:tc>
          <w:tcPr>
            <w:tcW w:w="4190" w:type="dxa"/>
            <w:gridSpan w:val="3"/>
          </w:tcPr>
          <w:p w14:paraId="51D29F35" w14:textId="77777777" w:rsidR="00A226EF" w:rsidRPr="0031418B" w:rsidRDefault="00A226EF" w:rsidP="008F120B">
            <w:pPr>
              <w:pStyle w:val="TAH"/>
            </w:pPr>
            <w:r w:rsidRPr="0031418B">
              <w:t>Downlink</w:t>
            </w:r>
          </w:p>
        </w:tc>
        <w:tc>
          <w:tcPr>
            <w:tcW w:w="4413" w:type="dxa"/>
            <w:gridSpan w:val="3"/>
          </w:tcPr>
          <w:p w14:paraId="183292BE" w14:textId="77777777" w:rsidR="00A226EF" w:rsidRPr="0031418B" w:rsidRDefault="00A226EF" w:rsidP="008F120B">
            <w:pPr>
              <w:pStyle w:val="TAH"/>
            </w:pPr>
            <w:r w:rsidRPr="0031418B">
              <w:t>Uplink</w:t>
            </w:r>
          </w:p>
        </w:tc>
      </w:tr>
      <w:tr w:rsidR="00A226EF" w:rsidRPr="0031418B" w14:paraId="376F7BE0" w14:textId="77777777" w:rsidTr="00371F62">
        <w:tc>
          <w:tcPr>
            <w:tcW w:w="1037" w:type="dxa"/>
            <w:vMerge/>
            <w:shd w:val="clear" w:color="auto" w:fill="auto"/>
          </w:tcPr>
          <w:p w14:paraId="59637AF0" w14:textId="77777777" w:rsidR="00A226EF" w:rsidRPr="0031418B" w:rsidRDefault="00A226EF" w:rsidP="008F120B">
            <w:pPr>
              <w:pStyle w:val="TAH"/>
            </w:pPr>
          </w:p>
        </w:tc>
        <w:tc>
          <w:tcPr>
            <w:tcW w:w="1362" w:type="dxa"/>
          </w:tcPr>
          <w:p w14:paraId="58702EA4" w14:textId="77777777" w:rsidR="00A226EF" w:rsidRPr="0031418B" w:rsidRDefault="00A226EF" w:rsidP="008F120B">
            <w:pPr>
              <w:pStyle w:val="TAH"/>
            </w:pPr>
            <w:r w:rsidRPr="0031418B">
              <w:t>F</w:t>
            </w:r>
            <w:r w:rsidRPr="0031418B">
              <w:rPr>
                <w:vertAlign w:val="subscript"/>
              </w:rPr>
              <w:t>DL_low</w:t>
            </w:r>
            <w:r w:rsidRPr="0031418B">
              <w:rPr>
                <w:b w:val="0"/>
                <w:bCs/>
              </w:rPr>
              <w:t xml:space="preserve"> [MHz]</w:t>
            </w:r>
          </w:p>
        </w:tc>
        <w:tc>
          <w:tcPr>
            <w:tcW w:w="1251" w:type="dxa"/>
          </w:tcPr>
          <w:p w14:paraId="62BA212B" w14:textId="77777777" w:rsidR="00A226EF" w:rsidRPr="0031418B" w:rsidRDefault="00A226EF" w:rsidP="008F120B">
            <w:pPr>
              <w:pStyle w:val="TAH"/>
            </w:pPr>
            <w:r w:rsidRPr="0031418B">
              <w:t>N</w:t>
            </w:r>
            <w:r w:rsidRPr="0031418B">
              <w:rPr>
                <w:vertAlign w:val="subscript"/>
              </w:rPr>
              <w:t>Offs-DL</w:t>
            </w:r>
          </w:p>
        </w:tc>
        <w:tc>
          <w:tcPr>
            <w:tcW w:w="1577" w:type="dxa"/>
          </w:tcPr>
          <w:p w14:paraId="1997556D" w14:textId="77777777" w:rsidR="00A226EF" w:rsidRPr="0031418B" w:rsidRDefault="00A226EF" w:rsidP="008F120B">
            <w:pPr>
              <w:pStyle w:val="TAH"/>
            </w:pPr>
            <w:smartTag w:uri="urn:schemas-microsoft-com:office:smarttags" w:element="place">
              <w:smartTag w:uri="urn:schemas-microsoft-com:office:smarttags" w:element="PlaceType">
                <w:smartTag w:uri="urn:schemas-microsoft-com:office:smarttags" w:element="Street">
                  <w:r w:rsidRPr="0031418B">
                    <w:t>Range</w:t>
                  </w:r>
                </w:smartTag>
              </w:smartTag>
              <w:r w:rsidRPr="0031418B">
                <w:t xml:space="preserve"> of </w:t>
              </w:r>
              <w:smartTag w:uri="urn:schemas-microsoft-com:office:smarttags" w:element="PlaceName">
                <w:smartTag w:uri="urn:schemas-microsoft-com:office:smarttags" w:element="City">
                  <w:r w:rsidRPr="0031418B">
                    <w:t>N</w:t>
                  </w:r>
                  <w:r w:rsidRPr="0031418B">
                    <w:rPr>
                      <w:vertAlign w:val="subscript"/>
                    </w:rPr>
                    <w:t>DL</w:t>
                  </w:r>
                </w:smartTag>
              </w:smartTag>
            </w:smartTag>
          </w:p>
        </w:tc>
        <w:tc>
          <w:tcPr>
            <w:tcW w:w="1515" w:type="dxa"/>
          </w:tcPr>
          <w:p w14:paraId="5DB4F22A" w14:textId="77777777" w:rsidR="00A226EF" w:rsidRPr="0031418B" w:rsidRDefault="00A226EF" w:rsidP="008F120B">
            <w:pPr>
              <w:pStyle w:val="TAH"/>
            </w:pPr>
            <w:r w:rsidRPr="0031418B">
              <w:t>F</w:t>
            </w:r>
            <w:r w:rsidRPr="0031418B">
              <w:rPr>
                <w:vertAlign w:val="subscript"/>
              </w:rPr>
              <w:t>UL_low</w:t>
            </w:r>
            <w:r w:rsidRPr="0031418B">
              <w:rPr>
                <w:b w:val="0"/>
                <w:bCs/>
              </w:rPr>
              <w:t xml:space="preserve"> [MHz]</w:t>
            </w:r>
          </w:p>
        </w:tc>
        <w:tc>
          <w:tcPr>
            <w:tcW w:w="1394" w:type="dxa"/>
          </w:tcPr>
          <w:p w14:paraId="01BB1E9C" w14:textId="77777777" w:rsidR="00A226EF" w:rsidRPr="0031418B" w:rsidRDefault="00A226EF" w:rsidP="008F120B">
            <w:pPr>
              <w:pStyle w:val="TAH"/>
            </w:pPr>
            <w:r w:rsidRPr="0031418B">
              <w:t>N</w:t>
            </w:r>
            <w:r w:rsidRPr="0031418B">
              <w:rPr>
                <w:vertAlign w:val="subscript"/>
              </w:rPr>
              <w:t>Offs-UL</w:t>
            </w:r>
          </w:p>
        </w:tc>
        <w:tc>
          <w:tcPr>
            <w:tcW w:w="1504" w:type="dxa"/>
          </w:tcPr>
          <w:p w14:paraId="029208FD" w14:textId="77777777" w:rsidR="00A226EF" w:rsidRPr="0031418B" w:rsidRDefault="00A226EF" w:rsidP="008F120B">
            <w:pPr>
              <w:pStyle w:val="TAH"/>
            </w:pPr>
            <w:smartTag w:uri="urn:schemas-microsoft-com:office:smarttags" w:element="place">
              <w:smartTag w:uri="urn:schemas-microsoft-com:office:smarttags" w:element="PlaceType">
                <w:smartTag w:uri="urn:schemas-microsoft-com:office:smarttags" w:element="Street">
                  <w:r w:rsidRPr="0031418B">
                    <w:t>Range</w:t>
                  </w:r>
                </w:smartTag>
              </w:smartTag>
              <w:r w:rsidRPr="0031418B">
                <w:t xml:space="preserve"> of </w:t>
              </w:r>
              <w:smartTag w:uri="urn:schemas-microsoft-com:office:smarttags" w:element="PlaceName">
                <w:smartTag w:uri="urn:schemas-microsoft-com:office:smarttags" w:element="City">
                  <w:r w:rsidRPr="0031418B">
                    <w:t>N</w:t>
                  </w:r>
                  <w:r w:rsidRPr="0031418B">
                    <w:rPr>
                      <w:vertAlign w:val="subscript"/>
                    </w:rPr>
                    <w:t>UL</w:t>
                  </w:r>
                </w:smartTag>
              </w:smartTag>
            </w:smartTag>
          </w:p>
        </w:tc>
      </w:tr>
      <w:tr w:rsidR="00A226EF" w:rsidRPr="0031418B" w14:paraId="07576A29" w14:textId="77777777" w:rsidTr="00371F62">
        <w:tc>
          <w:tcPr>
            <w:tcW w:w="1037" w:type="dxa"/>
          </w:tcPr>
          <w:p w14:paraId="4AF0000F" w14:textId="77777777" w:rsidR="00A226EF" w:rsidRPr="0031418B" w:rsidRDefault="00A226EF" w:rsidP="008524B3">
            <w:pPr>
              <w:pStyle w:val="TAC"/>
            </w:pPr>
            <w:r w:rsidRPr="0031418B">
              <w:t>1</w:t>
            </w:r>
          </w:p>
        </w:tc>
        <w:tc>
          <w:tcPr>
            <w:tcW w:w="1362" w:type="dxa"/>
          </w:tcPr>
          <w:p w14:paraId="743F20C7" w14:textId="77777777" w:rsidR="00A226EF" w:rsidRPr="0031418B" w:rsidRDefault="00A226EF" w:rsidP="008524B3">
            <w:pPr>
              <w:pStyle w:val="TAC"/>
            </w:pPr>
            <w:r w:rsidRPr="0031418B">
              <w:t>2110</w:t>
            </w:r>
          </w:p>
        </w:tc>
        <w:tc>
          <w:tcPr>
            <w:tcW w:w="1251" w:type="dxa"/>
          </w:tcPr>
          <w:p w14:paraId="34D970A0" w14:textId="77777777" w:rsidR="00A226EF" w:rsidRPr="0031418B" w:rsidRDefault="00A226EF" w:rsidP="008524B3">
            <w:pPr>
              <w:pStyle w:val="TAC"/>
            </w:pPr>
            <w:r w:rsidRPr="0031418B">
              <w:t>0</w:t>
            </w:r>
          </w:p>
        </w:tc>
        <w:tc>
          <w:tcPr>
            <w:tcW w:w="1577" w:type="dxa"/>
          </w:tcPr>
          <w:p w14:paraId="14C26732" w14:textId="77777777" w:rsidR="00A226EF" w:rsidRPr="0031418B" w:rsidRDefault="00A226EF" w:rsidP="008524B3">
            <w:pPr>
              <w:pStyle w:val="TAC"/>
            </w:pPr>
            <w:r w:rsidRPr="0031418B">
              <w:t>0 – 599</w:t>
            </w:r>
          </w:p>
        </w:tc>
        <w:tc>
          <w:tcPr>
            <w:tcW w:w="1515" w:type="dxa"/>
          </w:tcPr>
          <w:p w14:paraId="00FD9E11" w14:textId="77777777" w:rsidR="00A226EF" w:rsidRPr="0031418B" w:rsidRDefault="00A226EF" w:rsidP="008524B3">
            <w:pPr>
              <w:pStyle w:val="TAC"/>
            </w:pPr>
            <w:r w:rsidRPr="0031418B">
              <w:t>1920</w:t>
            </w:r>
          </w:p>
        </w:tc>
        <w:tc>
          <w:tcPr>
            <w:tcW w:w="1394" w:type="dxa"/>
          </w:tcPr>
          <w:p w14:paraId="1CA5AECC" w14:textId="77777777" w:rsidR="00A226EF" w:rsidRPr="0031418B" w:rsidRDefault="00717BCD" w:rsidP="008524B3">
            <w:pPr>
              <w:pStyle w:val="TAC"/>
            </w:pPr>
            <w:r w:rsidRPr="0031418B">
              <w:t>18</w:t>
            </w:r>
            <w:r w:rsidR="00A226EF" w:rsidRPr="0031418B">
              <w:t>000</w:t>
            </w:r>
          </w:p>
        </w:tc>
        <w:tc>
          <w:tcPr>
            <w:tcW w:w="1504" w:type="dxa"/>
          </w:tcPr>
          <w:p w14:paraId="1B2F7991" w14:textId="77777777" w:rsidR="00A226EF" w:rsidRPr="0031418B" w:rsidRDefault="00717BCD" w:rsidP="008524B3">
            <w:pPr>
              <w:pStyle w:val="TAC"/>
            </w:pPr>
            <w:r w:rsidRPr="0031418B">
              <w:t>18</w:t>
            </w:r>
            <w:r w:rsidR="00A226EF" w:rsidRPr="0031418B">
              <w:t xml:space="preserve">000 – </w:t>
            </w:r>
            <w:r w:rsidRPr="0031418B">
              <w:t>18</w:t>
            </w:r>
            <w:r w:rsidR="00A226EF" w:rsidRPr="0031418B">
              <w:t>599</w:t>
            </w:r>
          </w:p>
        </w:tc>
      </w:tr>
      <w:tr w:rsidR="00A226EF" w:rsidRPr="0031418B" w14:paraId="03591782" w14:textId="77777777" w:rsidTr="00371F62">
        <w:tc>
          <w:tcPr>
            <w:tcW w:w="1037" w:type="dxa"/>
          </w:tcPr>
          <w:p w14:paraId="3F9064C0" w14:textId="77777777" w:rsidR="00A226EF" w:rsidRPr="0031418B" w:rsidRDefault="00A226EF" w:rsidP="008524B3">
            <w:pPr>
              <w:pStyle w:val="TAC"/>
            </w:pPr>
            <w:r w:rsidRPr="0031418B">
              <w:t>2</w:t>
            </w:r>
          </w:p>
        </w:tc>
        <w:tc>
          <w:tcPr>
            <w:tcW w:w="1362" w:type="dxa"/>
          </w:tcPr>
          <w:p w14:paraId="2175DE46" w14:textId="77777777" w:rsidR="00A226EF" w:rsidRPr="0031418B" w:rsidRDefault="00A226EF" w:rsidP="008524B3">
            <w:pPr>
              <w:pStyle w:val="TAC"/>
            </w:pPr>
            <w:r w:rsidRPr="0031418B">
              <w:t>1930</w:t>
            </w:r>
          </w:p>
        </w:tc>
        <w:tc>
          <w:tcPr>
            <w:tcW w:w="1251" w:type="dxa"/>
          </w:tcPr>
          <w:p w14:paraId="41DCEE5C" w14:textId="77777777" w:rsidR="00A226EF" w:rsidRPr="0031418B" w:rsidRDefault="00A226EF" w:rsidP="008524B3">
            <w:pPr>
              <w:pStyle w:val="TAC"/>
            </w:pPr>
            <w:r w:rsidRPr="0031418B">
              <w:t>600</w:t>
            </w:r>
          </w:p>
        </w:tc>
        <w:tc>
          <w:tcPr>
            <w:tcW w:w="1577" w:type="dxa"/>
          </w:tcPr>
          <w:p w14:paraId="53B10B79" w14:textId="77777777" w:rsidR="00A226EF" w:rsidRPr="0031418B" w:rsidRDefault="00A226EF" w:rsidP="008524B3">
            <w:pPr>
              <w:pStyle w:val="TAC"/>
            </w:pPr>
            <w:r w:rsidRPr="0031418B">
              <w:t>600</w:t>
            </w:r>
            <w:r w:rsidRPr="0031418B">
              <w:rPr>
                <w:rFonts w:ascii="Symbol" w:hAnsi="Symbol"/>
              </w:rPr>
              <w:t></w:t>
            </w:r>
            <w:r w:rsidRPr="0031418B">
              <w:rPr>
                <w:rFonts w:ascii="Symbol" w:hAnsi="Symbol"/>
              </w:rPr>
              <w:t></w:t>
            </w:r>
            <w:r w:rsidRPr="0031418B">
              <w:rPr>
                <w:rFonts w:ascii="Symbol" w:hAnsi="Symbol"/>
              </w:rPr>
              <w:t></w:t>
            </w:r>
            <w:r w:rsidRPr="0031418B">
              <w:t>1199</w:t>
            </w:r>
          </w:p>
        </w:tc>
        <w:tc>
          <w:tcPr>
            <w:tcW w:w="1515" w:type="dxa"/>
          </w:tcPr>
          <w:p w14:paraId="4A1208CF" w14:textId="77777777" w:rsidR="00A226EF" w:rsidRPr="0031418B" w:rsidRDefault="00A226EF" w:rsidP="008524B3">
            <w:pPr>
              <w:pStyle w:val="TAC"/>
            </w:pPr>
            <w:r w:rsidRPr="0031418B">
              <w:t>1850</w:t>
            </w:r>
          </w:p>
        </w:tc>
        <w:tc>
          <w:tcPr>
            <w:tcW w:w="1394" w:type="dxa"/>
          </w:tcPr>
          <w:p w14:paraId="30E8BD99" w14:textId="77777777" w:rsidR="00A226EF" w:rsidRPr="0031418B" w:rsidRDefault="00717BCD" w:rsidP="008524B3">
            <w:pPr>
              <w:pStyle w:val="TAC"/>
            </w:pPr>
            <w:r w:rsidRPr="0031418B">
              <w:t>18</w:t>
            </w:r>
            <w:r w:rsidR="00A226EF" w:rsidRPr="0031418B">
              <w:t>600</w:t>
            </w:r>
          </w:p>
        </w:tc>
        <w:tc>
          <w:tcPr>
            <w:tcW w:w="1504" w:type="dxa"/>
          </w:tcPr>
          <w:p w14:paraId="6BBE6C99" w14:textId="77777777" w:rsidR="00A226EF" w:rsidRPr="0031418B" w:rsidRDefault="00717BCD" w:rsidP="008524B3">
            <w:pPr>
              <w:pStyle w:val="TAC"/>
            </w:pPr>
            <w:r w:rsidRPr="0031418B">
              <w:t>18</w:t>
            </w:r>
            <w:r w:rsidR="00A226EF" w:rsidRPr="0031418B">
              <w:t xml:space="preserve">600 – </w:t>
            </w:r>
            <w:r w:rsidRPr="0031418B">
              <w:t>19</w:t>
            </w:r>
            <w:r w:rsidR="00A226EF" w:rsidRPr="0031418B">
              <w:t>199</w:t>
            </w:r>
          </w:p>
        </w:tc>
      </w:tr>
      <w:tr w:rsidR="00A226EF" w:rsidRPr="0031418B" w14:paraId="34C54A17" w14:textId="77777777" w:rsidTr="00371F62">
        <w:tc>
          <w:tcPr>
            <w:tcW w:w="1037" w:type="dxa"/>
          </w:tcPr>
          <w:p w14:paraId="0BE77553" w14:textId="77777777" w:rsidR="00A226EF" w:rsidRPr="0031418B" w:rsidRDefault="00A226EF" w:rsidP="008524B3">
            <w:pPr>
              <w:pStyle w:val="TAC"/>
            </w:pPr>
            <w:r w:rsidRPr="0031418B">
              <w:t>3</w:t>
            </w:r>
          </w:p>
        </w:tc>
        <w:tc>
          <w:tcPr>
            <w:tcW w:w="1362" w:type="dxa"/>
          </w:tcPr>
          <w:p w14:paraId="498CB33D" w14:textId="77777777" w:rsidR="00A226EF" w:rsidRPr="0031418B" w:rsidRDefault="00A226EF" w:rsidP="008524B3">
            <w:pPr>
              <w:pStyle w:val="TAC"/>
            </w:pPr>
            <w:r w:rsidRPr="0031418B">
              <w:t>1805</w:t>
            </w:r>
          </w:p>
        </w:tc>
        <w:tc>
          <w:tcPr>
            <w:tcW w:w="1251" w:type="dxa"/>
          </w:tcPr>
          <w:p w14:paraId="35C50CF1" w14:textId="77777777" w:rsidR="00A226EF" w:rsidRPr="0031418B" w:rsidRDefault="00A226EF" w:rsidP="008524B3">
            <w:pPr>
              <w:pStyle w:val="TAC"/>
            </w:pPr>
            <w:r w:rsidRPr="0031418B">
              <w:t>1200</w:t>
            </w:r>
          </w:p>
        </w:tc>
        <w:tc>
          <w:tcPr>
            <w:tcW w:w="1577" w:type="dxa"/>
          </w:tcPr>
          <w:p w14:paraId="638E54F6" w14:textId="77777777" w:rsidR="00A226EF" w:rsidRPr="0031418B" w:rsidRDefault="00A226EF" w:rsidP="008524B3">
            <w:pPr>
              <w:pStyle w:val="TAC"/>
            </w:pPr>
            <w:r w:rsidRPr="0031418B">
              <w:t>1200 – 1949</w:t>
            </w:r>
          </w:p>
        </w:tc>
        <w:tc>
          <w:tcPr>
            <w:tcW w:w="1515" w:type="dxa"/>
          </w:tcPr>
          <w:p w14:paraId="665E5248" w14:textId="77777777" w:rsidR="00A226EF" w:rsidRPr="0031418B" w:rsidRDefault="00A226EF" w:rsidP="008524B3">
            <w:pPr>
              <w:pStyle w:val="TAC"/>
            </w:pPr>
            <w:r w:rsidRPr="0031418B">
              <w:t>1710</w:t>
            </w:r>
          </w:p>
        </w:tc>
        <w:tc>
          <w:tcPr>
            <w:tcW w:w="1394" w:type="dxa"/>
          </w:tcPr>
          <w:p w14:paraId="4B878A18" w14:textId="77777777" w:rsidR="00A226EF" w:rsidRPr="0031418B" w:rsidRDefault="00717BCD" w:rsidP="008524B3">
            <w:pPr>
              <w:pStyle w:val="TAC"/>
            </w:pPr>
            <w:r w:rsidRPr="0031418B">
              <w:t>19</w:t>
            </w:r>
            <w:r w:rsidR="00A226EF" w:rsidRPr="0031418B">
              <w:t>200</w:t>
            </w:r>
          </w:p>
        </w:tc>
        <w:tc>
          <w:tcPr>
            <w:tcW w:w="1504" w:type="dxa"/>
          </w:tcPr>
          <w:p w14:paraId="29C990D0" w14:textId="77777777" w:rsidR="00A226EF" w:rsidRPr="0031418B" w:rsidRDefault="00717BCD" w:rsidP="008524B3">
            <w:pPr>
              <w:pStyle w:val="TAC"/>
            </w:pPr>
            <w:r w:rsidRPr="0031418B">
              <w:t>19</w:t>
            </w:r>
            <w:r w:rsidR="00A226EF" w:rsidRPr="0031418B">
              <w:t xml:space="preserve">200 – </w:t>
            </w:r>
            <w:r w:rsidRPr="0031418B">
              <w:t>19</w:t>
            </w:r>
            <w:r w:rsidR="00A226EF" w:rsidRPr="0031418B">
              <w:t>949</w:t>
            </w:r>
          </w:p>
        </w:tc>
      </w:tr>
      <w:tr w:rsidR="00A226EF" w:rsidRPr="0031418B" w14:paraId="6937D6BB" w14:textId="77777777" w:rsidTr="00371F62">
        <w:tc>
          <w:tcPr>
            <w:tcW w:w="1037" w:type="dxa"/>
          </w:tcPr>
          <w:p w14:paraId="0FB8159F" w14:textId="77777777" w:rsidR="00A226EF" w:rsidRPr="0031418B" w:rsidRDefault="00A226EF" w:rsidP="008524B3">
            <w:pPr>
              <w:pStyle w:val="TAC"/>
            </w:pPr>
            <w:r w:rsidRPr="0031418B">
              <w:t>4</w:t>
            </w:r>
          </w:p>
        </w:tc>
        <w:tc>
          <w:tcPr>
            <w:tcW w:w="1362" w:type="dxa"/>
          </w:tcPr>
          <w:p w14:paraId="24223042" w14:textId="77777777" w:rsidR="00A226EF" w:rsidRPr="0031418B" w:rsidRDefault="00A226EF" w:rsidP="008524B3">
            <w:pPr>
              <w:pStyle w:val="TAC"/>
            </w:pPr>
            <w:r w:rsidRPr="0031418B">
              <w:t>2110</w:t>
            </w:r>
          </w:p>
        </w:tc>
        <w:tc>
          <w:tcPr>
            <w:tcW w:w="1251" w:type="dxa"/>
          </w:tcPr>
          <w:p w14:paraId="4EA20FFE" w14:textId="77777777" w:rsidR="00A226EF" w:rsidRPr="0031418B" w:rsidRDefault="00A226EF" w:rsidP="008524B3">
            <w:pPr>
              <w:pStyle w:val="TAC"/>
            </w:pPr>
            <w:r w:rsidRPr="0031418B">
              <w:t>1950</w:t>
            </w:r>
          </w:p>
        </w:tc>
        <w:tc>
          <w:tcPr>
            <w:tcW w:w="1577" w:type="dxa"/>
          </w:tcPr>
          <w:p w14:paraId="3A4C7012" w14:textId="77777777" w:rsidR="00A226EF" w:rsidRPr="0031418B" w:rsidRDefault="00A226EF" w:rsidP="008524B3">
            <w:pPr>
              <w:pStyle w:val="TAC"/>
            </w:pPr>
            <w:r w:rsidRPr="0031418B">
              <w:t>1950 – 2399</w:t>
            </w:r>
          </w:p>
        </w:tc>
        <w:tc>
          <w:tcPr>
            <w:tcW w:w="1515" w:type="dxa"/>
          </w:tcPr>
          <w:p w14:paraId="2174327D" w14:textId="77777777" w:rsidR="00A226EF" w:rsidRPr="0031418B" w:rsidRDefault="00A226EF" w:rsidP="008524B3">
            <w:pPr>
              <w:pStyle w:val="TAC"/>
            </w:pPr>
            <w:r w:rsidRPr="0031418B">
              <w:t>1710</w:t>
            </w:r>
          </w:p>
        </w:tc>
        <w:tc>
          <w:tcPr>
            <w:tcW w:w="1394" w:type="dxa"/>
          </w:tcPr>
          <w:p w14:paraId="01C1B7FC" w14:textId="77777777" w:rsidR="00A226EF" w:rsidRPr="0031418B" w:rsidRDefault="00717BCD" w:rsidP="008524B3">
            <w:pPr>
              <w:pStyle w:val="TAC"/>
            </w:pPr>
            <w:r w:rsidRPr="0031418B">
              <w:t>19</w:t>
            </w:r>
            <w:r w:rsidR="00A226EF" w:rsidRPr="0031418B">
              <w:t>950</w:t>
            </w:r>
          </w:p>
        </w:tc>
        <w:tc>
          <w:tcPr>
            <w:tcW w:w="1504" w:type="dxa"/>
          </w:tcPr>
          <w:p w14:paraId="7FBBF876" w14:textId="77777777" w:rsidR="00A226EF" w:rsidRPr="0031418B" w:rsidRDefault="00717BCD" w:rsidP="008524B3">
            <w:pPr>
              <w:pStyle w:val="TAC"/>
            </w:pPr>
            <w:r w:rsidRPr="0031418B">
              <w:t>19</w:t>
            </w:r>
            <w:r w:rsidR="00A226EF" w:rsidRPr="0031418B">
              <w:t xml:space="preserve">950 – </w:t>
            </w:r>
            <w:r w:rsidRPr="0031418B">
              <w:t>20</w:t>
            </w:r>
            <w:r w:rsidR="00A226EF" w:rsidRPr="0031418B">
              <w:t>399</w:t>
            </w:r>
          </w:p>
        </w:tc>
      </w:tr>
      <w:tr w:rsidR="00A226EF" w:rsidRPr="0031418B" w14:paraId="2E5238B3" w14:textId="77777777" w:rsidTr="00371F62">
        <w:tc>
          <w:tcPr>
            <w:tcW w:w="1037" w:type="dxa"/>
          </w:tcPr>
          <w:p w14:paraId="1E35AB43" w14:textId="77777777" w:rsidR="00A226EF" w:rsidRPr="0031418B" w:rsidRDefault="00A226EF" w:rsidP="008524B3">
            <w:pPr>
              <w:pStyle w:val="TAC"/>
            </w:pPr>
            <w:r w:rsidRPr="0031418B">
              <w:t>5</w:t>
            </w:r>
          </w:p>
        </w:tc>
        <w:tc>
          <w:tcPr>
            <w:tcW w:w="1362" w:type="dxa"/>
          </w:tcPr>
          <w:p w14:paraId="0BF7EF54" w14:textId="77777777" w:rsidR="00A226EF" w:rsidRPr="0031418B" w:rsidRDefault="00A226EF" w:rsidP="008524B3">
            <w:pPr>
              <w:pStyle w:val="TAC"/>
            </w:pPr>
            <w:r w:rsidRPr="0031418B">
              <w:t>869</w:t>
            </w:r>
          </w:p>
        </w:tc>
        <w:tc>
          <w:tcPr>
            <w:tcW w:w="1251" w:type="dxa"/>
          </w:tcPr>
          <w:p w14:paraId="41A50FA8" w14:textId="77777777" w:rsidR="00A226EF" w:rsidRPr="0031418B" w:rsidRDefault="00A226EF" w:rsidP="008524B3">
            <w:pPr>
              <w:pStyle w:val="TAC"/>
            </w:pPr>
            <w:r w:rsidRPr="0031418B">
              <w:t>2400</w:t>
            </w:r>
          </w:p>
        </w:tc>
        <w:tc>
          <w:tcPr>
            <w:tcW w:w="1577" w:type="dxa"/>
          </w:tcPr>
          <w:p w14:paraId="745664F6" w14:textId="77777777" w:rsidR="00A226EF" w:rsidRPr="0031418B" w:rsidRDefault="00A226EF" w:rsidP="008524B3">
            <w:pPr>
              <w:pStyle w:val="TAC"/>
            </w:pPr>
            <w:r w:rsidRPr="0031418B">
              <w:t>2400 – 2649</w:t>
            </w:r>
          </w:p>
        </w:tc>
        <w:tc>
          <w:tcPr>
            <w:tcW w:w="1515" w:type="dxa"/>
          </w:tcPr>
          <w:p w14:paraId="316C35C4" w14:textId="77777777" w:rsidR="00A226EF" w:rsidRPr="0031418B" w:rsidRDefault="00A226EF" w:rsidP="008524B3">
            <w:pPr>
              <w:pStyle w:val="TAC"/>
            </w:pPr>
            <w:r w:rsidRPr="0031418B">
              <w:t>824</w:t>
            </w:r>
          </w:p>
        </w:tc>
        <w:tc>
          <w:tcPr>
            <w:tcW w:w="1394" w:type="dxa"/>
          </w:tcPr>
          <w:p w14:paraId="1F57788C" w14:textId="77777777" w:rsidR="00A226EF" w:rsidRPr="0031418B" w:rsidRDefault="00717BCD" w:rsidP="008524B3">
            <w:pPr>
              <w:pStyle w:val="TAC"/>
            </w:pPr>
            <w:r w:rsidRPr="0031418B">
              <w:t>20</w:t>
            </w:r>
            <w:r w:rsidR="00A226EF" w:rsidRPr="0031418B">
              <w:t>400</w:t>
            </w:r>
          </w:p>
        </w:tc>
        <w:tc>
          <w:tcPr>
            <w:tcW w:w="1504" w:type="dxa"/>
          </w:tcPr>
          <w:p w14:paraId="79B84C40" w14:textId="77777777" w:rsidR="00A226EF" w:rsidRPr="0031418B" w:rsidRDefault="00717BCD" w:rsidP="008524B3">
            <w:pPr>
              <w:pStyle w:val="TAC"/>
            </w:pPr>
            <w:r w:rsidRPr="0031418B">
              <w:t>20</w:t>
            </w:r>
            <w:r w:rsidR="00A226EF" w:rsidRPr="0031418B">
              <w:t xml:space="preserve">400 – </w:t>
            </w:r>
            <w:r w:rsidRPr="0031418B">
              <w:t>20</w:t>
            </w:r>
            <w:r w:rsidR="00A226EF" w:rsidRPr="0031418B">
              <w:t>649</w:t>
            </w:r>
          </w:p>
        </w:tc>
      </w:tr>
      <w:tr w:rsidR="00A226EF" w:rsidRPr="0031418B" w14:paraId="4EF18326" w14:textId="77777777" w:rsidTr="00371F62">
        <w:tc>
          <w:tcPr>
            <w:tcW w:w="1037" w:type="dxa"/>
          </w:tcPr>
          <w:p w14:paraId="2355F1D6" w14:textId="77777777" w:rsidR="00A226EF" w:rsidRPr="0031418B" w:rsidRDefault="00A226EF" w:rsidP="008524B3">
            <w:pPr>
              <w:pStyle w:val="TAC"/>
            </w:pPr>
            <w:r w:rsidRPr="0031418B">
              <w:t>6</w:t>
            </w:r>
          </w:p>
        </w:tc>
        <w:tc>
          <w:tcPr>
            <w:tcW w:w="1362" w:type="dxa"/>
          </w:tcPr>
          <w:p w14:paraId="332B6B2C" w14:textId="77777777" w:rsidR="00A226EF" w:rsidRPr="0031418B" w:rsidRDefault="00A226EF" w:rsidP="008524B3">
            <w:pPr>
              <w:pStyle w:val="TAC"/>
            </w:pPr>
            <w:r w:rsidRPr="0031418B">
              <w:t>875</w:t>
            </w:r>
          </w:p>
        </w:tc>
        <w:tc>
          <w:tcPr>
            <w:tcW w:w="1251" w:type="dxa"/>
          </w:tcPr>
          <w:p w14:paraId="23BB34F4" w14:textId="77777777" w:rsidR="00A226EF" w:rsidRPr="0031418B" w:rsidRDefault="00A226EF" w:rsidP="008524B3">
            <w:pPr>
              <w:pStyle w:val="TAC"/>
            </w:pPr>
            <w:r w:rsidRPr="0031418B">
              <w:t>2650</w:t>
            </w:r>
          </w:p>
        </w:tc>
        <w:tc>
          <w:tcPr>
            <w:tcW w:w="1577" w:type="dxa"/>
          </w:tcPr>
          <w:p w14:paraId="5FEB306F" w14:textId="77777777" w:rsidR="00A226EF" w:rsidRPr="0031418B" w:rsidRDefault="00A226EF" w:rsidP="008524B3">
            <w:pPr>
              <w:pStyle w:val="TAC"/>
            </w:pPr>
            <w:r w:rsidRPr="0031418B">
              <w:t>2650 – 2749</w:t>
            </w:r>
          </w:p>
        </w:tc>
        <w:tc>
          <w:tcPr>
            <w:tcW w:w="1515" w:type="dxa"/>
          </w:tcPr>
          <w:p w14:paraId="5CADEA37" w14:textId="77777777" w:rsidR="00A226EF" w:rsidRPr="0031418B" w:rsidRDefault="00A226EF" w:rsidP="008524B3">
            <w:pPr>
              <w:pStyle w:val="TAC"/>
            </w:pPr>
            <w:r w:rsidRPr="0031418B">
              <w:t>830</w:t>
            </w:r>
          </w:p>
        </w:tc>
        <w:tc>
          <w:tcPr>
            <w:tcW w:w="1394" w:type="dxa"/>
          </w:tcPr>
          <w:p w14:paraId="16FF1C4C" w14:textId="77777777" w:rsidR="00A226EF" w:rsidRPr="0031418B" w:rsidRDefault="00717BCD" w:rsidP="008524B3">
            <w:pPr>
              <w:pStyle w:val="TAC"/>
            </w:pPr>
            <w:r w:rsidRPr="0031418B">
              <w:t>20</w:t>
            </w:r>
            <w:r w:rsidR="00A226EF" w:rsidRPr="0031418B">
              <w:t>650</w:t>
            </w:r>
          </w:p>
        </w:tc>
        <w:tc>
          <w:tcPr>
            <w:tcW w:w="1504" w:type="dxa"/>
          </w:tcPr>
          <w:p w14:paraId="53ED3AB1" w14:textId="77777777" w:rsidR="00A226EF" w:rsidRPr="0031418B" w:rsidRDefault="00717BCD" w:rsidP="008524B3">
            <w:pPr>
              <w:pStyle w:val="TAC"/>
            </w:pPr>
            <w:r w:rsidRPr="0031418B">
              <w:t>20</w:t>
            </w:r>
            <w:r w:rsidR="00A226EF" w:rsidRPr="0031418B">
              <w:t xml:space="preserve">650 – </w:t>
            </w:r>
            <w:r w:rsidRPr="0031418B">
              <w:t>20</w:t>
            </w:r>
            <w:r w:rsidR="00A226EF" w:rsidRPr="0031418B">
              <w:t>749</w:t>
            </w:r>
          </w:p>
        </w:tc>
      </w:tr>
      <w:tr w:rsidR="00A226EF" w:rsidRPr="0031418B" w14:paraId="7115B12B" w14:textId="77777777" w:rsidTr="00371F62">
        <w:tc>
          <w:tcPr>
            <w:tcW w:w="1037" w:type="dxa"/>
          </w:tcPr>
          <w:p w14:paraId="22412365" w14:textId="77777777" w:rsidR="00A226EF" w:rsidRPr="0031418B" w:rsidRDefault="00A226EF" w:rsidP="008524B3">
            <w:pPr>
              <w:pStyle w:val="TAC"/>
            </w:pPr>
            <w:r w:rsidRPr="0031418B">
              <w:t>7</w:t>
            </w:r>
          </w:p>
        </w:tc>
        <w:tc>
          <w:tcPr>
            <w:tcW w:w="1362" w:type="dxa"/>
          </w:tcPr>
          <w:p w14:paraId="37F7A452" w14:textId="77777777" w:rsidR="00A226EF" w:rsidRPr="0031418B" w:rsidRDefault="00A226EF" w:rsidP="008524B3">
            <w:pPr>
              <w:pStyle w:val="TAC"/>
            </w:pPr>
            <w:r w:rsidRPr="0031418B">
              <w:t>2620</w:t>
            </w:r>
          </w:p>
        </w:tc>
        <w:tc>
          <w:tcPr>
            <w:tcW w:w="1251" w:type="dxa"/>
          </w:tcPr>
          <w:p w14:paraId="3267B455" w14:textId="77777777" w:rsidR="00A226EF" w:rsidRPr="0031418B" w:rsidRDefault="00A226EF" w:rsidP="008524B3">
            <w:pPr>
              <w:pStyle w:val="TAC"/>
            </w:pPr>
            <w:r w:rsidRPr="0031418B">
              <w:t>2750</w:t>
            </w:r>
          </w:p>
        </w:tc>
        <w:tc>
          <w:tcPr>
            <w:tcW w:w="1577" w:type="dxa"/>
          </w:tcPr>
          <w:p w14:paraId="4F7DF2DA" w14:textId="77777777" w:rsidR="00A226EF" w:rsidRPr="0031418B" w:rsidRDefault="00A226EF" w:rsidP="008524B3">
            <w:pPr>
              <w:pStyle w:val="TAC"/>
            </w:pPr>
            <w:r w:rsidRPr="0031418B">
              <w:t>2750 – 3449</w:t>
            </w:r>
          </w:p>
        </w:tc>
        <w:tc>
          <w:tcPr>
            <w:tcW w:w="1515" w:type="dxa"/>
          </w:tcPr>
          <w:p w14:paraId="2DDA6419" w14:textId="77777777" w:rsidR="00A226EF" w:rsidRPr="0031418B" w:rsidRDefault="00A226EF" w:rsidP="008524B3">
            <w:pPr>
              <w:pStyle w:val="TAC"/>
            </w:pPr>
            <w:r w:rsidRPr="0031418B">
              <w:t>2500</w:t>
            </w:r>
          </w:p>
        </w:tc>
        <w:tc>
          <w:tcPr>
            <w:tcW w:w="1394" w:type="dxa"/>
          </w:tcPr>
          <w:p w14:paraId="2E3ED0D3" w14:textId="77777777" w:rsidR="00A226EF" w:rsidRPr="0031418B" w:rsidRDefault="00717BCD" w:rsidP="008524B3">
            <w:pPr>
              <w:pStyle w:val="TAC"/>
            </w:pPr>
            <w:r w:rsidRPr="0031418B">
              <w:t>20</w:t>
            </w:r>
            <w:r w:rsidR="00A226EF" w:rsidRPr="0031418B">
              <w:t>750</w:t>
            </w:r>
          </w:p>
        </w:tc>
        <w:tc>
          <w:tcPr>
            <w:tcW w:w="1504" w:type="dxa"/>
          </w:tcPr>
          <w:p w14:paraId="3ADDFBE7" w14:textId="77777777" w:rsidR="00A226EF" w:rsidRPr="0031418B" w:rsidRDefault="00717BCD" w:rsidP="008524B3">
            <w:pPr>
              <w:pStyle w:val="TAC"/>
            </w:pPr>
            <w:r w:rsidRPr="0031418B">
              <w:t>20</w:t>
            </w:r>
            <w:r w:rsidR="00A226EF" w:rsidRPr="0031418B">
              <w:t xml:space="preserve">750 – </w:t>
            </w:r>
            <w:r w:rsidRPr="0031418B">
              <w:t>21</w:t>
            </w:r>
            <w:r w:rsidR="00A226EF" w:rsidRPr="0031418B">
              <w:t>449</w:t>
            </w:r>
          </w:p>
        </w:tc>
      </w:tr>
      <w:tr w:rsidR="00A226EF" w:rsidRPr="0031418B" w14:paraId="7E53DA7B" w14:textId="77777777" w:rsidTr="00371F62">
        <w:tc>
          <w:tcPr>
            <w:tcW w:w="1037" w:type="dxa"/>
          </w:tcPr>
          <w:p w14:paraId="683AC02C" w14:textId="77777777" w:rsidR="00A226EF" w:rsidRPr="0031418B" w:rsidRDefault="00A226EF" w:rsidP="008524B3">
            <w:pPr>
              <w:pStyle w:val="TAC"/>
            </w:pPr>
            <w:r w:rsidRPr="0031418B">
              <w:t>8</w:t>
            </w:r>
          </w:p>
        </w:tc>
        <w:tc>
          <w:tcPr>
            <w:tcW w:w="1362" w:type="dxa"/>
          </w:tcPr>
          <w:p w14:paraId="30EB3413" w14:textId="77777777" w:rsidR="00A226EF" w:rsidRPr="0031418B" w:rsidRDefault="00A226EF" w:rsidP="008524B3">
            <w:pPr>
              <w:pStyle w:val="TAC"/>
            </w:pPr>
            <w:r w:rsidRPr="0031418B">
              <w:t>925</w:t>
            </w:r>
          </w:p>
        </w:tc>
        <w:tc>
          <w:tcPr>
            <w:tcW w:w="1251" w:type="dxa"/>
          </w:tcPr>
          <w:p w14:paraId="4A397972" w14:textId="77777777" w:rsidR="00A226EF" w:rsidRPr="0031418B" w:rsidRDefault="00A226EF" w:rsidP="008524B3">
            <w:pPr>
              <w:pStyle w:val="TAC"/>
            </w:pPr>
            <w:r w:rsidRPr="0031418B">
              <w:t>3450</w:t>
            </w:r>
          </w:p>
        </w:tc>
        <w:tc>
          <w:tcPr>
            <w:tcW w:w="1577" w:type="dxa"/>
          </w:tcPr>
          <w:p w14:paraId="19F4DB44" w14:textId="77777777" w:rsidR="00A226EF" w:rsidRPr="0031418B" w:rsidRDefault="00A226EF" w:rsidP="008524B3">
            <w:pPr>
              <w:pStyle w:val="TAC"/>
            </w:pPr>
            <w:r w:rsidRPr="0031418B">
              <w:t>3450 – 3799</w:t>
            </w:r>
          </w:p>
        </w:tc>
        <w:tc>
          <w:tcPr>
            <w:tcW w:w="1515" w:type="dxa"/>
          </w:tcPr>
          <w:p w14:paraId="618C72CD" w14:textId="77777777" w:rsidR="00A226EF" w:rsidRPr="0031418B" w:rsidRDefault="00A226EF" w:rsidP="008524B3">
            <w:pPr>
              <w:pStyle w:val="TAC"/>
            </w:pPr>
            <w:r w:rsidRPr="0031418B">
              <w:t>880</w:t>
            </w:r>
          </w:p>
        </w:tc>
        <w:tc>
          <w:tcPr>
            <w:tcW w:w="1394" w:type="dxa"/>
          </w:tcPr>
          <w:p w14:paraId="641D1E07" w14:textId="77777777" w:rsidR="00A226EF" w:rsidRPr="0031418B" w:rsidRDefault="00717BCD" w:rsidP="008524B3">
            <w:pPr>
              <w:pStyle w:val="TAC"/>
            </w:pPr>
            <w:r w:rsidRPr="0031418B">
              <w:t>21</w:t>
            </w:r>
            <w:r w:rsidR="00A226EF" w:rsidRPr="0031418B">
              <w:t>450</w:t>
            </w:r>
          </w:p>
        </w:tc>
        <w:tc>
          <w:tcPr>
            <w:tcW w:w="1504" w:type="dxa"/>
          </w:tcPr>
          <w:p w14:paraId="4C15E08A" w14:textId="77777777" w:rsidR="00A226EF" w:rsidRPr="0031418B" w:rsidRDefault="00717BCD" w:rsidP="008524B3">
            <w:pPr>
              <w:pStyle w:val="TAC"/>
            </w:pPr>
            <w:r w:rsidRPr="0031418B">
              <w:t>21</w:t>
            </w:r>
            <w:r w:rsidR="00A226EF" w:rsidRPr="0031418B">
              <w:t xml:space="preserve">450 – </w:t>
            </w:r>
            <w:r w:rsidRPr="0031418B">
              <w:t>21</w:t>
            </w:r>
            <w:r w:rsidR="00A226EF" w:rsidRPr="0031418B">
              <w:t>799</w:t>
            </w:r>
          </w:p>
        </w:tc>
      </w:tr>
      <w:tr w:rsidR="00A226EF" w:rsidRPr="0031418B" w14:paraId="1658EFA2" w14:textId="77777777" w:rsidTr="00371F62">
        <w:tc>
          <w:tcPr>
            <w:tcW w:w="1037" w:type="dxa"/>
          </w:tcPr>
          <w:p w14:paraId="71F1A468" w14:textId="77777777" w:rsidR="00A226EF" w:rsidRPr="0031418B" w:rsidRDefault="00A226EF" w:rsidP="008524B3">
            <w:pPr>
              <w:pStyle w:val="TAC"/>
            </w:pPr>
            <w:r w:rsidRPr="0031418B">
              <w:t>9</w:t>
            </w:r>
          </w:p>
        </w:tc>
        <w:tc>
          <w:tcPr>
            <w:tcW w:w="1362" w:type="dxa"/>
          </w:tcPr>
          <w:p w14:paraId="5E3D1035" w14:textId="77777777" w:rsidR="00A226EF" w:rsidRPr="0031418B" w:rsidRDefault="00A226EF" w:rsidP="008524B3">
            <w:pPr>
              <w:pStyle w:val="TAC"/>
            </w:pPr>
            <w:r w:rsidRPr="0031418B">
              <w:t>1844.9</w:t>
            </w:r>
          </w:p>
        </w:tc>
        <w:tc>
          <w:tcPr>
            <w:tcW w:w="1251" w:type="dxa"/>
          </w:tcPr>
          <w:p w14:paraId="67A3A6C8" w14:textId="77777777" w:rsidR="00A226EF" w:rsidRPr="0031418B" w:rsidRDefault="00A226EF" w:rsidP="008524B3">
            <w:pPr>
              <w:pStyle w:val="TAC"/>
            </w:pPr>
            <w:r w:rsidRPr="0031418B">
              <w:t>3800</w:t>
            </w:r>
          </w:p>
        </w:tc>
        <w:tc>
          <w:tcPr>
            <w:tcW w:w="1577" w:type="dxa"/>
          </w:tcPr>
          <w:p w14:paraId="0C422538" w14:textId="77777777" w:rsidR="00A226EF" w:rsidRPr="0031418B" w:rsidRDefault="00A226EF" w:rsidP="008524B3">
            <w:pPr>
              <w:pStyle w:val="TAC"/>
            </w:pPr>
            <w:r w:rsidRPr="0031418B">
              <w:t>3800 – 4149</w:t>
            </w:r>
          </w:p>
        </w:tc>
        <w:tc>
          <w:tcPr>
            <w:tcW w:w="1515" w:type="dxa"/>
          </w:tcPr>
          <w:p w14:paraId="609A91A9" w14:textId="77777777" w:rsidR="00A226EF" w:rsidRPr="0031418B" w:rsidRDefault="00A226EF" w:rsidP="008524B3">
            <w:pPr>
              <w:pStyle w:val="TAC"/>
            </w:pPr>
            <w:r w:rsidRPr="0031418B">
              <w:t>1749.9</w:t>
            </w:r>
          </w:p>
        </w:tc>
        <w:tc>
          <w:tcPr>
            <w:tcW w:w="1394" w:type="dxa"/>
          </w:tcPr>
          <w:p w14:paraId="24D2E2B4" w14:textId="77777777" w:rsidR="00A226EF" w:rsidRPr="0031418B" w:rsidRDefault="00717BCD" w:rsidP="008524B3">
            <w:pPr>
              <w:pStyle w:val="TAC"/>
            </w:pPr>
            <w:r w:rsidRPr="0031418B">
              <w:t>21</w:t>
            </w:r>
            <w:r w:rsidR="00A226EF" w:rsidRPr="0031418B">
              <w:t>800</w:t>
            </w:r>
          </w:p>
        </w:tc>
        <w:tc>
          <w:tcPr>
            <w:tcW w:w="1504" w:type="dxa"/>
          </w:tcPr>
          <w:p w14:paraId="494FD2DB" w14:textId="77777777" w:rsidR="00A226EF" w:rsidRPr="0031418B" w:rsidRDefault="00717BCD" w:rsidP="008524B3">
            <w:pPr>
              <w:pStyle w:val="TAC"/>
            </w:pPr>
            <w:r w:rsidRPr="0031418B">
              <w:t>21</w:t>
            </w:r>
            <w:r w:rsidR="00A226EF" w:rsidRPr="0031418B">
              <w:t xml:space="preserve">800 – </w:t>
            </w:r>
            <w:r w:rsidR="0067108C" w:rsidRPr="0031418B">
              <w:t>22</w:t>
            </w:r>
            <w:r w:rsidR="00A226EF" w:rsidRPr="0031418B">
              <w:t>149</w:t>
            </w:r>
          </w:p>
        </w:tc>
      </w:tr>
      <w:tr w:rsidR="00A226EF" w:rsidRPr="0031418B" w14:paraId="6830E282" w14:textId="77777777" w:rsidTr="00371F62">
        <w:tc>
          <w:tcPr>
            <w:tcW w:w="1037" w:type="dxa"/>
          </w:tcPr>
          <w:p w14:paraId="6CEDC5AF" w14:textId="77777777" w:rsidR="00A226EF" w:rsidRPr="0031418B" w:rsidRDefault="00A226EF" w:rsidP="008524B3">
            <w:pPr>
              <w:pStyle w:val="TAC"/>
            </w:pPr>
            <w:r w:rsidRPr="0031418B">
              <w:t>10</w:t>
            </w:r>
          </w:p>
        </w:tc>
        <w:tc>
          <w:tcPr>
            <w:tcW w:w="1362" w:type="dxa"/>
          </w:tcPr>
          <w:p w14:paraId="78C5AE60" w14:textId="77777777" w:rsidR="00A226EF" w:rsidRPr="0031418B" w:rsidRDefault="00A226EF" w:rsidP="008524B3">
            <w:pPr>
              <w:pStyle w:val="TAC"/>
            </w:pPr>
            <w:r w:rsidRPr="0031418B">
              <w:t>2110</w:t>
            </w:r>
          </w:p>
        </w:tc>
        <w:tc>
          <w:tcPr>
            <w:tcW w:w="1251" w:type="dxa"/>
          </w:tcPr>
          <w:p w14:paraId="52BF96FA" w14:textId="77777777" w:rsidR="00A226EF" w:rsidRPr="0031418B" w:rsidRDefault="00A226EF" w:rsidP="008524B3">
            <w:pPr>
              <w:pStyle w:val="TAC"/>
            </w:pPr>
            <w:r w:rsidRPr="0031418B">
              <w:t>4150</w:t>
            </w:r>
          </w:p>
        </w:tc>
        <w:tc>
          <w:tcPr>
            <w:tcW w:w="1577" w:type="dxa"/>
          </w:tcPr>
          <w:p w14:paraId="1B0FE9A3" w14:textId="77777777" w:rsidR="00A226EF" w:rsidRPr="0031418B" w:rsidRDefault="00A226EF" w:rsidP="008524B3">
            <w:pPr>
              <w:pStyle w:val="TAC"/>
            </w:pPr>
            <w:r w:rsidRPr="0031418B">
              <w:t>4150 – 4749</w:t>
            </w:r>
          </w:p>
        </w:tc>
        <w:tc>
          <w:tcPr>
            <w:tcW w:w="1515" w:type="dxa"/>
          </w:tcPr>
          <w:p w14:paraId="4C82CC82" w14:textId="77777777" w:rsidR="00A226EF" w:rsidRPr="0031418B" w:rsidRDefault="00A226EF" w:rsidP="008524B3">
            <w:pPr>
              <w:pStyle w:val="TAC"/>
            </w:pPr>
            <w:r w:rsidRPr="0031418B">
              <w:t>1710</w:t>
            </w:r>
          </w:p>
        </w:tc>
        <w:tc>
          <w:tcPr>
            <w:tcW w:w="1394" w:type="dxa"/>
          </w:tcPr>
          <w:p w14:paraId="50EC7D34" w14:textId="77777777" w:rsidR="00A226EF" w:rsidRPr="0031418B" w:rsidRDefault="0067108C" w:rsidP="008524B3">
            <w:pPr>
              <w:pStyle w:val="TAC"/>
            </w:pPr>
            <w:r w:rsidRPr="0031418B">
              <w:t>22</w:t>
            </w:r>
            <w:r w:rsidR="00A226EF" w:rsidRPr="0031418B">
              <w:t>150</w:t>
            </w:r>
          </w:p>
        </w:tc>
        <w:tc>
          <w:tcPr>
            <w:tcW w:w="1504" w:type="dxa"/>
          </w:tcPr>
          <w:p w14:paraId="1B8C15E6" w14:textId="77777777" w:rsidR="00A226EF" w:rsidRPr="0031418B" w:rsidRDefault="0067108C" w:rsidP="008524B3">
            <w:pPr>
              <w:pStyle w:val="TAC"/>
            </w:pPr>
            <w:r w:rsidRPr="0031418B">
              <w:t>22</w:t>
            </w:r>
            <w:r w:rsidR="00A226EF" w:rsidRPr="0031418B">
              <w:t xml:space="preserve">150 – </w:t>
            </w:r>
            <w:r w:rsidRPr="0031418B">
              <w:t>22</w:t>
            </w:r>
            <w:r w:rsidR="00A226EF" w:rsidRPr="0031418B">
              <w:t>749</w:t>
            </w:r>
          </w:p>
        </w:tc>
      </w:tr>
      <w:tr w:rsidR="00A226EF" w:rsidRPr="0031418B" w14:paraId="148720CF" w14:textId="77777777" w:rsidTr="00371F62">
        <w:tc>
          <w:tcPr>
            <w:tcW w:w="1037" w:type="dxa"/>
          </w:tcPr>
          <w:p w14:paraId="366E79C8" w14:textId="77777777" w:rsidR="00A226EF" w:rsidRPr="0031418B" w:rsidRDefault="00A226EF" w:rsidP="008524B3">
            <w:pPr>
              <w:pStyle w:val="TAC"/>
            </w:pPr>
            <w:r w:rsidRPr="0031418B">
              <w:t>11</w:t>
            </w:r>
          </w:p>
        </w:tc>
        <w:tc>
          <w:tcPr>
            <w:tcW w:w="1362" w:type="dxa"/>
          </w:tcPr>
          <w:p w14:paraId="4742BE5B" w14:textId="77777777" w:rsidR="00A226EF" w:rsidRPr="0031418B" w:rsidRDefault="00A226EF" w:rsidP="008524B3">
            <w:pPr>
              <w:pStyle w:val="TAC"/>
            </w:pPr>
            <w:r w:rsidRPr="0031418B">
              <w:t>1475.9</w:t>
            </w:r>
          </w:p>
        </w:tc>
        <w:tc>
          <w:tcPr>
            <w:tcW w:w="1251" w:type="dxa"/>
          </w:tcPr>
          <w:p w14:paraId="668D7496" w14:textId="77777777" w:rsidR="00A226EF" w:rsidRPr="0031418B" w:rsidRDefault="00A226EF" w:rsidP="008524B3">
            <w:pPr>
              <w:pStyle w:val="TAC"/>
            </w:pPr>
            <w:r w:rsidRPr="0031418B">
              <w:t>4750</w:t>
            </w:r>
          </w:p>
        </w:tc>
        <w:tc>
          <w:tcPr>
            <w:tcW w:w="1577" w:type="dxa"/>
          </w:tcPr>
          <w:p w14:paraId="5BBE7BED" w14:textId="77777777" w:rsidR="00A226EF" w:rsidRPr="0031418B" w:rsidRDefault="00A226EF" w:rsidP="008524B3">
            <w:pPr>
              <w:pStyle w:val="TAC"/>
            </w:pPr>
            <w:r w:rsidRPr="0031418B">
              <w:t>4750 – 4999</w:t>
            </w:r>
          </w:p>
        </w:tc>
        <w:tc>
          <w:tcPr>
            <w:tcW w:w="1515" w:type="dxa"/>
          </w:tcPr>
          <w:p w14:paraId="35A52058" w14:textId="77777777" w:rsidR="00A226EF" w:rsidRPr="0031418B" w:rsidRDefault="00A226EF" w:rsidP="008524B3">
            <w:pPr>
              <w:pStyle w:val="TAC"/>
            </w:pPr>
            <w:r w:rsidRPr="0031418B">
              <w:t>1427.9</w:t>
            </w:r>
          </w:p>
        </w:tc>
        <w:tc>
          <w:tcPr>
            <w:tcW w:w="1394" w:type="dxa"/>
          </w:tcPr>
          <w:p w14:paraId="1AD6A35E" w14:textId="77777777" w:rsidR="00A226EF" w:rsidRPr="0031418B" w:rsidRDefault="0067108C" w:rsidP="008524B3">
            <w:pPr>
              <w:pStyle w:val="TAC"/>
            </w:pPr>
            <w:r w:rsidRPr="0031418B">
              <w:t>22</w:t>
            </w:r>
            <w:r w:rsidR="00A226EF" w:rsidRPr="0031418B">
              <w:t>750</w:t>
            </w:r>
          </w:p>
        </w:tc>
        <w:tc>
          <w:tcPr>
            <w:tcW w:w="1504" w:type="dxa"/>
          </w:tcPr>
          <w:p w14:paraId="374606FE" w14:textId="77777777" w:rsidR="00A226EF" w:rsidRPr="0031418B" w:rsidRDefault="0067108C" w:rsidP="008524B3">
            <w:pPr>
              <w:pStyle w:val="TAC"/>
            </w:pPr>
            <w:r w:rsidRPr="0031418B">
              <w:t>22</w:t>
            </w:r>
            <w:r w:rsidR="00A226EF" w:rsidRPr="0031418B">
              <w:t xml:space="preserve">750 – </w:t>
            </w:r>
            <w:r w:rsidRPr="0031418B">
              <w:t>22</w:t>
            </w:r>
            <w:r w:rsidR="00A226EF" w:rsidRPr="0031418B">
              <w:t>999</w:t>
            </w:r>
          </w:p>
        </w:tc>
      </w:tr>
      <w:tr w:rsidR="00A226EF" w:rsidRPr="0031418B" w14:paraId="732F125A" w14:textId="77777777" w:rsidTr="00371F62">
        <w:tc>
          <w:tcPr>
            <w:tcW w:w="1037" w:type="dxa"/>
          </w:tcPr>
          <w:p w14:paraId="1F025335" w14:textId="77777777" w:rsidR="00A226EF" w:rsidRPr="0031418B" w:rsidRDefault="00A226EF" w:rsidP="008524B3">
            <w:pPr>
              <w:pStyle w:val="TAC"/>
            </w:pPr>
            <w:r w:rsidRPr="0031418B">
              <w:t>12</w:t>
            </w:r>
          </w:p>
        </w:tc>
        <w:tc>
          <w:tcPr>
            <w:tcW w:w="1362" w:type="dxa"/>
          </w:tcPr>
          <w:p w14:paraId="373EDFF6" w14:textId="77777777" w:rsidR="00A226EF" w:rsidRPr="0031418B" w:rsidRDefault="00A226EF" w:rsidP="008524B3">
            <w:pPr>
              <w:pStyle w:val="TAC"/>
            </w:pPr>
            <w:r w:rsidRPr="0031418B">
              <w:t>728</w:t>
            </w:r>
          </w:p>
        </w:tc>
        <w:tc>
          <w:tcPr>
            <w:tcW w:w="1251" w:type="dxa"/>
          </w:tcPr>
          <w:p w14:paraId="0222B3B1" w14:textId="77777777" w:rsidR="00A226EF" w:rsidRPr="0031418B" w:rsidRDefault="00A226EF" w:rsidP="008524B3">
            <w:pPr>
              <w:pStyle w:val="TAC"/>
            </w:pPr>
            <w:r w:rsidRPr="0031418B">
              <w:t>5000</w:t>
            </w:r>
          </w:p>
        </w:tc>
        <w:tc>
          <w:tcPr>
            <w:tcW w:w="1577" w:type="dxa"/>
          </w:tcPr>
          <w:p w14:paraId="0854402E" w14:textId="77777777" w:rsidR="00A226EF" w:rsidRPr="0031418B" w:rsidRDefault="00A226EF" w:rsidP="008524B3">
            <w:pPr>
              <w:pStyle w:val="TAC"/>
            </w:pPr>
            <w:r w:rsidRPr="0031418B">
              <w:t>5000 – 5179</w:t>
            </w:r>
          </w:p>
        </w:tc>
        <w:tc>
          <w:tcPr>
            <w:tcW w:w="1515" w:type="dxa"/>
          </w:tcPr>
          <w:p w14:paraId="232EE501" w14:textId="77777777" w:rsidR="00A226EF" w:rsidRPr="0031418B" w:rsidRDefault="00A226EF" w:rsidP="008524B3">
            <w:pPr>
              <w:pStyle w:val="TAC"/>
            </w:pPr>
            <w:r w:rsidRPr="0031418B">
              <w:t>698</w:t>
            </w:r>
          </w:p>
        </w:tc>
        <w:tc>
          <w:tcPr>
            <w:tcW w:w="1394" w:type="dxa"/>
          </w:tcPr>
          <w:p w14:paraId="59141BFD" w14:textId="77777777" w:rsidR="00A226EF" w:rsidRPr="0031418B" w:rsidRDefault="0067108C" w:rsidP="008524B3">
            <w:pPr>
              <w:pStyle w:val="TAC"/>
            </w:pPr>
            <w:r w:rsidRPr="0031418B">
              <w:t>23</w:t>
            </w:r>
            <w:r w:rsidR="00A226EF" w:rsidRPr="0031418B">
              <w:t>000</w:t>
            </w:r>
          </w:p>
        </w:tc>
        <w:tc>
          <w:tcPr>
            <w:tcW w:w="1504" w:type="dxa"/>
          </w:tcPr>
          <w:p w14:paraId="7382922F" w14:textId="77777777" w:rsidR="00A226EF" w:rsidRPr="0031418B" w:rsidRDefault="0067108C" w:rsidP="008524B3">
            <w:pPr>
              <w:pStyle w:val="TAC"/>
            </w:pPr>
            <w:r w:rsidRPr="0031418B">
              <w:t>23</w:t>
            </w:r>
            <w:r w:rsidR="00A226EF" w:rsidRPr="0031418B">
              <w:t xml:space="preserve">000 – </w:t>
            </w:r>
            <w:r w:rsidRPr="0031418B">
              <w:t>23</w:t>
            </w:r>
            <w:r w:rsidR="00A226EF" w:rsidRPr="0031418B">
              <w:t>179</w:t>
            </w:r>
          </w:p>
        </w:tc>
      </w:tr>
      <w:tr w:rsidR="00A226EF" w:rsidRPr="0031418B" w14:paraId="07CE9A0C" w14:textId="77777777" w:rsidTr="00371F62">
        <w:tc>
          <w:tcPr>
            <w:tcW w:w="1037" w:type="dxa"/>
          </w:tcPr>
          <w:p w14:paraId="6FDFFB82" w14:textId="77777777" w:rsidR="00A226EF" w:rsidRPr="0031418B" w:rsidRDefault="00A226EF" w:rsidP="008524B3">
            <w:pPr>
              <w:pStyle w:val="TAC"/>
            </w:pPr>
            <w:r w:rsidRPr="0031418B">
              <w:t>13</w:t>
            </w:r>
          </w:p>
        </w:tc>
        <w:tc>
          <w:tcPr>
            <w:tcW w:w="1362" w:type="dxa"/>
          </w:tcPr>
          <w:p w14:paraId="7EC08AF5" w14:textId="77777777" w:rsidR="00A226EF" w:rsidRPr="0031418B" w:rsidRDefault="00A226EF" w:rsidP="008524B3">
            <w:pPr>
              <w:pStyle w:val="TAC"/>
            </w:pPr>
            <w:r w:rsidRPr="0031418B">
              <w:t>746</w:t>
            </w:r>
          </w:p>
        </w:tc>
        <w:tc>
          <w:tcPr>
            <w:tcW w:w="1251" w:type="dxa"/>
          </w:tcPr>
          <w:p w14:paraId="3B9FC606" w14:textId="77777777" w:rsidR="00A226EF" w:rsidRPr="0031418B" w:rsidRDefault="00A226EF" w:rsidP="008524B3">
            <w:pPr>
              <w:pStyle w:val="TAC"/>
            </w:pPr>
            <w:r w:rsidRPr="0031418B">
              <w:t>5180</w:t>
            </w:r>
          </w:p>
        </w:tc>
        <w:tc>
          <w:tcPr>
            <w:tcW w:w="1577" w:type="dxa"/>
          </w:tcPr>
          <w:p w14:paraId="7B7CB91B" w14:textId="77777777" w:rsidR="00A226EF" w:rsidRPr="0031418B" w:rsidRDefault="00A226EF" w:rsidP="008524B3">
            <w:pPr>
              <w:pStyle w:val="TAC"/>
            </w:pPr>
            <w:r w:rsidRPr="0031418B">
              <w:t>5180 – 5279</w:t>
            </w:r>
          </w:p>
        </w:tc>
        <w:tc>
          <w:tcPr>
            <w:tcW w:w="1515" w:type="dxa"/>
          </w:tcPr>
          <w:p w14:paraId="7AD63458" w14:textId="77777777" w:rsidR="00A226EF" w:rsidRPr="0031418B" w:rsidRDefault="00A226EF" w:rsidP="008524B3">
            <w:pPr>
              <w:pStyle w:val="TAC"/>
            </w:pPr>
            <w:r w:rsidRPr="0031418B">
              <w:t>777</w:t>
            </w:r>
          </w:p>
        </w:tc>
        <w:tc>
          <w:tcPr>
            <w:tcW w:w="1394" w:type="dxa"/>
          </w:tcPr>
          <w:p w14:paraId="06A317C5" w14:textId="77777777" w:rsidR="00A226EF" w:rsidRPr="0031418B" w:rsidRDefault="0067108C" w:rsidP="008524B3">
            <w:pPr>
              <w:pStyle w:val="TAC"/>
            </w:pPr>
            <w:r w:rsidRPr="0031418B">
              <w:t>23</w:t>
            </w:r>
            <w:r w:rsidR="00A226EF" w:rsidRPr="0031418B">
              <w:t>180</w:t>
            </w:r>
          </w:p>
        </w:tc>
        <w:tc>
          <w:tcPr>
            <w:tcW w:w="1504" w:type="dxa"/>
          </w:tcPr>
          <w:p w14:paraId="39D3A786" w14:textId="77777777" w:rsidR="00A226EF" w:rsidRPr="0031418B" w:rsidRDefault="0067108C" w:rsidP="008524B3">
            <w:pPr>
              <w:pStyle w:val="TAC"/>
            </w:pPr>
            <w:r w:rsidRPr="0031418B">
              <w:t>23</w:t>
            </w:r>
            <w:r w:rsidR="00A226EF" w:rsidRPr="0031418B">
              <w:t xml:space="preserve">180 – </w:t>
            </w:r>
            <w:r w:rsidRPr="0031418B">
              <w:t>23</w:t>
            </w:r>
            <w:r w:rsidR="00A226EF" w:rsidRPr="0031418B">
              <w:t>279</w:t>
            </w:r>
          </w:p>
        </w:tc>
      </w:tr>
      <w:tr w:rsidR="00A226EF" w:rsidRPr="0031418B" w14:paraId="4D48D1A7" w14:textId="77777777" w:rsidTr="00371F62">
        <w:tc>
          <w:tcPr>
            <w:tcW w:w="1037" w:type="dxa"/>
          </w:tcPr>
          <w:p w14:paraId="1BF87416" w14:textId="77777777" w:rsidR="00A226EF" w:rsidRPr="0031418B" w:rsidRDefault="00A226EF" w:rsidP="008524B3">
            <w:pPr>
              <w:pStyle w:val="TAC"/>
            </w:pPr>
            <w:r w:rsidRPr="0031418B">
              <w:t>14</w:t>
            </w:r>
          </w:p>
        </w:tc>
        <w:tc>
          <w:tcPr>
            <w:tcW w:w="1362" w:type="dxa"/>
          </w:tcPr>
          <w:p w14:paraId="258A2C89" w14:textId="77777777" w:rsidR="00A226EF" w:rsidRPr="0031418B" w:rsidRDefault="00A226EF" w:rsidP="008524B3">
            <w:pPr>
              <w:pStyle w:val="TAC"/>
            </w:pPr>
            <w:r w:rsidRPr="0031418B">
              <w:t>758</w:t>
            </w:r>
          </w:p>
        </w:tc>
        <w:tc>
          <w:tcPr>
            <w:tcW w:w="1251" w:type="dxa"/>
          </w:tcPr>
          <w:p w14:paraId="40DB549E" w14:textId="77777777" w:rsidR="00A226EF" w:rsidRPr="0031418B" w:rsidRDefault="00A226EF" w:rsidP="008524B3">
            <w:pPr>
              <w:pStyle w:val="TAC"/>
            </w:pPr>
            <w:r w:rsidRPr="0031418B">
              <w:t>5280</w:t>
            </w:r>
          </w:p>
        </w:tc>
        <w:tc>
          <w:tcPr>
            <w:tcW w:w="1577" w:type="dxa"/>
          </w:tcPr>
          <w:p w14:paraId="394A0ADD" w14:textId="77777777" w:rsidR="00A226EF" w:rsidRPr="0031418B" w:rsidRDefault="00A226EF" w:rsidP="008524B3">
            <w:pPr>
              <w:pStyle w:val="TAC"/>
            </w:pPr>
            <w:r w:rsidRPr="0031418B">
              <w:t>5280 – 5379</w:t>
            </w:r>
          </w:p>
        </w:tc>
        <w:tc>
          <w:tcPr>
            <w:tcW w:w="1515" w:type="dxa"/>
          </w:tcPr>
          <w:p w14:paraId="688F957A" w14:textId="77777777" w:rsidR="00A226EF" w:rsidRPr="0031418B" w:rsidRDefault="00A226EF" w:rsidP="008524B3">
            <w:pPr>
              <w:pStyle w:val="TAC"/>
            </w:pPr>
            <w:r w:rsidRPr="0031418B">
              <w:t>788</w:t>
            </w:r>
          </w:p>
        </w:tc>
        <w:tc>
          <w:tcPr>
            <w:tcW w:w="1394" w:type="dxa"/>
          </w:tcPr>
          <w:p w14:paraId="67665750" w14:textId="77777777" w:rsidR="00A226EF" w:rsidRPr="0031418B" w:rsidRDefault="0067108C" w:rsidP="008524B3">
            <w:pPr>
              <w:pStyle w:val="TAC"/>
            </w:pPr>
            <w:r w:rsidRPr="0031418B">
              <w:t>23</w:t>
            </w:r>
            <w:r w:rsidR="00A226EF" w:rsidRPr="0031418B">
              <w:t>280</w:t>
            </w:r>
          </w:p>
        </w:tc>
        <w:tc>
          <w:tcPr>
            <w:tcW w:w="1504" w:type="dxa"/>
          </w:tcPr>
          <w:p w14:paraId="5C308AC7" w14:textId="77777777" w:rsidR="00A226EF" w:rsidRPr="0031418B" w:rsidRDefault="0067108C" w:rsidP="008524B3">
            <w:pPr>
              <w:pStyle w:val="TAC"/>
            </w:pPr>
            <w:r w:rsidRPr="0031418B">
              <w:t>23</w:t>
            </w:r>
            <w:r w:rsidR="00A226EF" w:rsidRPr="0031418B">
              <w:t xml:space="preserve">280 – </w:t>
            </w:r>
            <w:r w:rsidRPr="0031418B">
              <w:t>23</w:t>
            </w:r>
            <w:r w:rsidR="00A226EF" w:rsidRPr="0031418B">
              <w:t>379</w:t>
            </w:r>
          </w:p>
        </w:tc>
      </w:tr>
      <w:tr w:rsidR="0051610E" w:rsidRPr="0031418B" w14:paraId="3E421FAD" w14:textId="77777777" w:rsidTr="00371F62">
        <w:tc>
          <w:tcPr>
            <w:tcW w:w="1037" w:type="dxa"/>
          </w:tcPr>
          <w:p w14:paraId="7D9FD9F1" w14:textId="77777777" w:rsidR="0051610E" w:rsidRPr="0031418B" w:rsidRDefault="005F055A" w:rsidP="008524B3">
            <w:pPr>
              <w:pStyle w:val="TAC"/>
            </w:pPr>
            <w:r w:rsidRPr="0031418B">
              <w:t>15</w:t>
            </w:r>
          </w:p>
        </w:tc>
        <w:tc>
          <w:tcPr>
            <w:tcW w:w="1362" w:type="dxa"/>
          </w:tcPr>
          <w:p w14:paraId="7878F06D" w14:textId="77777777" w:rsidR="0051610E" w:rsidRPr="0031418B" w:rsidRDefault="005F055A" w:rsidP="008524B3">
            <w:pPr>
              <w:pStyle w:val="TAC"/>
            </w:pPr>
            <w:r w:rsidRPr="0031418B">
              <w:t>Reserved</w:t>
            </w:r>
          </w:p>
        </w:tc>
        <w:tc>
          <w:tcPr>
            <w:tcW w:w="1251" w:type="dxa"/>
          </w:tcPr>
          <w:p w14:paraId="52AC8BCB" w14:textId="77777777" w:rsidR="0051610E" w:rsidRPr="0031418B" w:rsidRDefault="0051610E" w:rsidP="008524B3">
            <w:pPr>
              <w:pStyle w:val="TAC"/>
            </w:pPr>
          </w:p>
        </w:tc>
        <w:tc>
          <w:tcPr>
            <w:tcW w:w="1577" w:type="dxa"/>
          </w:tcPr>
          <w:p w14:paraId="407BD0E0" w14:textId="77777777" w:rsidR="0051610E" w:rsidRPr="0031418B" w:rsidRDefault="0051610E" w:rsidP="008524B3">
            <w:pPr>
              <w:pStyle w:val="TAC"/>
            </w:pPr>
          </w:p>
        </w:tc>
        <w:tc>
          <w:tcPr>
            <w:tcW w:w="1515" w:type="dxa"/>
          </w:tcPr>
          <w:p w14:paraId="6908EAF4" w14:textId="77777777" w:rsidR="0051610E" w:rsidRPr="0031418B" w:rsidRDefault="005F055A" w:rsidP="008524B3">
            <w:pPr>
              <w:pStyle w:val="TAC"/>
            </w:pPr>
            <w:r w:rsidRPr="0031418B">
              <w:t>Reserved</w:t>
            </w:r>
          </w:p>
        </w:tc>
        <w:tc>
          <w:tcPr>
            <w:tcW w:w="1394" w:type="dxa"/>
          </w:tcPr>
          <w:p w14:paraId="162A7AB8" w14:textId="77777777" w:rsidR="0051610E" w:rsidRPr="0031418B" w:rsidRDefault="0051610E" w:rsidP="008524B3">
            <w:pPr>
              <w:pStyle w:val="TAC"/>
            </w:pPr>
          </w:p>
        </w:tc>
        <w:tc>
          <w:tcPr>
            <w:tcW w:w="1504" w:type="dxa"/>
          </w:tcPr>
          <w:p w14:paraId="76B2A3C8" w14:textId="77777777" w:rsidR="0051610E" w:rsidRPr="0031418B" w:rsidRDefault="0051610E" w:rsidP="008524B3">
            <w:pPr>
              <w:pStyle w:val="TAC"/>
            </w:pPr>
          </w:p>
        </w:tc>
      </w:tr>
      <w:tr w:rsidR="005F055A" w:rsidRPr="0031418B" w14:paraId="723C061D" w14:textId="77777777" w:rsidTr="00371F62">
        <w:tc>
          <w:tcPr>
            <w:tcW w:w="1037" w:type="dxa"/>
          </w:tcPr>
          <w:p w14:paraId="09C5F89B" w14:textId="77777777" w:rsidR="005F055A" w:rsidRPr="0031418B" w:rsidRDefault="005F055A" w:rsidP="008524B3">
            <w:pPr>
              <w:pStyle w:val="TAC"/>
            </w:pPr>
            <w:r w:rsidRPr="0031418B">
              <w:t>16</w:t>
            </w:r>
          </w:p>
        </w:tc>
        <w:tc>
          <w:tcPr>
            <w:tcW w:w="1362" w:type="dxa"/>
          </w:tcPr>
          <w:p w14:paraId="0ADF1419" w14:textId="77777777" w:rsidR="005F055A" w:rsidRPr="0031418B" w:rsidRDefault="005F055A" w:rsidP="008524B3">
            <w:pPr>
              <w:pStyle w:val="TAC"/>
            </w:pPr>
            <w:r w:rsidRPr="0031418B">
              <w:t>Reserved</w:t>
            </w:r>
          </w:p>
        </w:tc>
        <w:tc>
          <w:tcPr>
            <w:tcW w:w="1251" w:type="dxa"/>
          </w:tcPr>
          <w:p w14:paraId="2B12C8FE" w14:textId="77777777" w:rsidR="005F055A" w:rsidRPr="0031418B" w:rsidRDefault="005F055A" w:rsidP="008524B3">
            <w:pPr>
              <w:pStyle w:val="TAC"/>
            </w:pPr>
          </w:p>
        </w:tc>
        <w:tc>
          <w:tcPr>
            <w:tcW w:w="1577" w:type="dxa"/>
          </w:tcPr>
          <w:p w14:paraId="0AB57DCF" w14:textId="77777777" w:rsidR="005F055A" w:rsidRPr="0031418B" w:rsidRDefault="005F055A" w:rsidP="008524B3">
            <w:pPr>
              <w:pStyle w:val="TAC"/>
            </w:pPr>
          </w:p>
        </w:tc>
        <w:tc>
          <w:tcPr>
            <w:tcW w:w="1515" w:type="dxa"/>
          </w:tcPr>
          <w:p w14:paraId="6FA83740" w14:textId="77777777" w:rsidR="005F055A" w:rsidRPr="0031418B" w:rsidRDefault="005F055A" w:rsidP="008524B3">
            <w:pPr>
              <w:pStyle w:val="TAC"/>
            </w:pPr>
            <w:r w:rsidRPr="0031418B">
              <w:t>Reserved</w:t>
            </w:r>
          </w:p>
        </w:tc>
        <w:tc>
          <w:tcPr>
            <w:tcW w:w="1394" w:type="dxa"/>
          </w:tcPr>
          <w:p w14:paraId="235C9647" w14:textId="77777777" w:rsidR="005F055A" w:rsidRPr="0031418B" w:rsidRDefault="005F055A" w:rsidP="008524B3">
            <w:pPr>
              <w:pStyle w:val="TAC"/>
            </w:pPr>
          </w:p>
        </w:tc>
        <w:tc>
          <w:tcPr>
            <w:tcW w:w="1504" w:type="dxa"/>
          </w:tcPr>
          <w:p w14:paraId="31FDD75E" w14:textId="77777777" w:rsidR="005F055A" w:rsidRPr="0031418B" w:rsidRDefault="005F055A" w:rsidP="008524B3">
            <w:pPr>
              <w:pStyle w:val="TAC"/>
            </w:pPr>
          </w:p>
        </w:tc>
      </w:tr>
      <w:tr w:rsidR="0051610E" w:rsidRPr="0031418B" w14:paraId="2F868CD6" w14:textId="77777777" w:rsidTr="00371F62">
        <w:tc>
          <w:tcPr>
            <w:tcW w:w="1037" w:type="dxa"/>
          </w:tcPr>
          <w:p w14:paraId="03C385FE" w14:textId="77777777" w:rsidR="0051610E" w:rsidRPr="0031418B" w:rsidRDefault="0051610E" w:rsidP="008524B3">
            <w:pPr>
              <w:pStyle w:val="TAC"/>
            </w:pPr>
            <w:r w:rsidRPr="0031418B">
              <w:t>17</w:t>
            </w:r>
          </w:p>
        </w:tc>
        <w:tc>
          <w:tcPr>
            <w:tcW w:w="1362" w:type="dxa"/>
          </w:tcPr>
          <w:p w14:paraId="7EF813B2" w14:textId="77777777" w:rsidR="0051610E" w:rsidRPr="0031418B" w:rsidRDefault="0051610E" w:rsidP="008524B3">
            <w:pPr>
              <w:pStyle w:val="TAC"/>
            </w:pPr>
            <w:r w:rsidRPr="0031418B">
              <w:t>734</w:t>
            </w:r>
          </w:p>
        </w:tc>
        <w:tc>
          <w:tcPr>
            <w:tcW w:w="1251" w:type="dxa"/>
          </w:tcPr>
          <w:p w14:paraId="0E189D3C" w14:textId="77777777" w:rsidR="0051610E" w:rsidRPr="0031418B" w:rsidRDefault="0051610E" w:rsidP="008524B3">
            <w:pPr>
              <w:pStyle w:val="TAC"/>
            </w:pPr>
            <w:r w:rsidRPr="0031418B">
              <w:t>5730</w:t>
            </w:r>
          </w:p>
        </w:tc>
        <w:tc>
          <w:tcPr>
            <w:tcW w:w="1577" w:type="dxa"/>
          </w:tcPr>
          <w:p w14:paraId="6154CD27" w14:textId="77777777" w:rsidR="0051610E" w:rsidRPr="0031418B" w:rsidRDefault="0051610E" w:rsidP="008524B3">
            <w:pPr>
              <w:pStyle w:val="TAC"/>
            </w:pPr>
            <w:r w:rsidRPr="0031418B">
              <w:t>5730 – 5849</w:t>
            </w:r>
          </w:p>
        </w:tc>
        <w:tc>
          <w:tcPr>
            <w:tcW w:w="1515" w:type="dxa"/>
          </w:tcPr>
          <w:p w14:paraId="0D4F4084" w14:textId="77777777" w:rsidR="0051610E" w:rsidRPr="0031418B" w:rsidRDefault="0051610E" w:rsidP="008524B3">
            <w:pPr>
              <w:pStyle w:val="TAC"/>
            </w:pPr>
            <w:r w:rsidRPr="0031418B">
              <w:t>704</w:t>
            </w:r>
          </w:p>
        </w:tc>
        <w:tc>
          <w:tcPr>
            <w:tcW w:w="1394" w:type="dxa"/>
          </w:tcPr>
          <w:p w14:paraId="346AB848" w14:textId="77777777" w:rsidR="0051610E" w:rsidRPr="0031418B" w:rsidRDefault="0051610E" w:rsidP="008524B3">
            <w:pPr>
              <w:pStyle w:val="TAC"/>
            </w:pPr>
            <w:r w:rsidRPr="0031418B">
              <w:t>23730</w:t>
            </w:r>
          </w:p>
        </w:tc>
        <w:tc>
          <w:tcPr>
            <w:tcW w:w="1504" w:type="dxa"/>
          </w:tcPr>
          <w:p w14:paraId="7D2C8210" w14:textId="77777777" w:rsidR="0051610E" w:rsidRPr="0031418B" w:rsidRDefault="0051610E" w:rsidP="008524B3">
            <w:pPr>
              <w:pStyle w:val="TAC"/>
            </w:pPr>
            <w:r w:rsidRPr="0031418B">
              <w:t>23730 – 23849</w:t>
            </w:r>
          </w:p>
        </w:tc>
      </w:tr>
      <w:tr w:rsidR="005F055A" w:rsidRPr="0031418B" w14:paraId="7446A79E" w14:textId="77777777" w:rsidTr="00371F62">
        <w:tc>
          <w:tcPr>
            <w:tcW w:w="1037" w:type="dxa"/>
          </w:tcPr>
          <w:p w14:paraId="57D5AC4E" w14:textId="77777777" w:rsidR="005F055A" w:rsidRPr="0031418B" w:rsidRDefault="005F055A" w:rsidP="008524B3">
            <w:pPr>
              <w:pStyle w:val="TAC"/>
            </w:pPr>
            <w:r w:rsidRPr="0031418B">
              <w:t>18</w:t>
            </w:r>
          </w:p>
        </w:tc>
        <w:tc>
          <w:tcPr>
            <w:tcW w:w="1362" w:type="dxa"/>
          </w:tcPr>
          <w:p w14:paraId="3B401FE0" w14:textId="77777777" w:rsidR="005F055A" w:rsidRPr="0031418B" w:rsidRDefault="005F055A" w:rsidP="008524B3">
            <w:pPr>
              <w:pStyle w:val="TAC"/>
            </w:pPr>
            <w:r w:rsidRPr="0031418B">
              <w:t>860</w:t>
            </w:r>
          </w:p>
        </w:tc>
        <w:tc>
          <w:tcPr>
            <w:tcW w:w="1251" w:type="dxa"/>
          </w:tcPr>
          <w:p w14:paraId="2613B1AA" w14:textId="77777777" w:rsidR="005F055A" w:rsidRPr="0031418B" w:rsidRDefault="005F055A" w:rsidP="008524B3">
            <w:pPr>
              <w:pStyle w:val="TAC"/>
            </w:pPr>
            <w:r w:rsidRPr="0031418B">
              <w:t>5850</w:t>
            </w:r>
          </w:p>
        </w:tc>
        <w:tc>
          <w:tcPr>
            <w:tcW w:w="1577" w:type="dxa"/>
          </w:tcPr>
          <w:p w14:paraId="5C937FB4" w14:textId="77777777" w:rsidR="005F055A" w:rsidRPr="0031418B" w:rsidRDefault="005F055A" w:rsidP="008524B3">
            <w:pPr>
              <w:pStyle w:val="TAC"/>
            </w:pPr>
            <w:r w:rsidRPr="0031418B">
              <w:t>5</w:t>
            </w:r>
            <w:r w:rsidRPr="0031418B">
              <w:rPr>
                <w:lang w:eastAsia="ja-JP"/>
              </w:rPr>
              <w:t>85</w:t>
            </w:r>
            <w:r w:rsidRPr="0031418B">
              <w:t>0 – 5</w:t>
            </w:r>
            <w:r w:rsidRPr="0031418B">
              <w:rPr>
                <w:lang w:eastAsia="ja-JP"/>
              </w:rPr>
              <w:t>99</w:t>
            </w:r>
            <w:r w:rsidRPr="0031418B">
              <w:t>9</w:t>
            </w:r>
          </w:p>
        </w:tc>
        <w:tc>
          <w:tcPr>
            <w:tcW w:w="1515" w:type="dxa"/>
          </w:tcPr>
          <w:p w14:paraId="2196F808" w14:textId="77777777" w:rsidR="005F055A" w:rsidRPr="0031418B" w:rsidRDefault="005F055A" w:rsidP="008524B3">
            <w:pPr>
              <w:pStyle w:val="TAC"/>
            </w:pPr>
            <w:r w:rsidRPr="0031418B">
              <w:t>815</w:t>
            </w:r>
          </w:p>
        </w:tc>
        <w:tc>
          <w:tcPr>
            <w:tcW w:w="1394" w:type="dxa"/>
          </w:tcPr>
          <w:p w14:paraId="37B60401" w14:textId="77777777" w:rsidR="005F055A" w:rsidRPr="0031418B" w:rsidRDefault="005F055A" w:rsidP="008524B3">
            <w:pPr>
              <w:pStyle w:val="TAC"/>
            </w:pPr>
            <w:r w:rsidRPr="0031418B">
              <w:t>23850</w:t>
            </w:r>
          </w:p>
        </w:tc>
        <w:tc>
          <w:tcPr>
            <w:tcW w:w="1504" w:type="dxa"/>
          </w:tcPr>
          <w:p w14:paraId="5CC45D93" w14:textId="77777777" w:rsidR="005F055A" w:rsidRPr="0031418B" w:rsidRDefault="005F055A" w:rsidP="008524B3">
            <w:pPr>
              <w:pStyle w:val="TAC"/>
            </w:pPr>
            <w:r w:rsidRPr="0031418B">
              <w:t>23</w:t>
            </w:r>
            <w:r w:rsidRPr="0031418B">
              <w:rPr>
                <w:lang w:eastAsia="ja-JP"/>
              </w:rPr>
              <w:t>85</w:t>
            </w:r>
            <w:r w:rsidRPr="0031418B">
              <w:t>0 – 23</w:t>
            </w:r>
            <w:r w:rsidRPr="0031418B">
              <w:rPr>
                <w:lang w:eastAsia="ja-JP"/>
              </w:rPr>
              <w:t>99</w:t>
            </w:r>
            <w:r w:rsidRPr="0031418B">
              <w:t>9</w:t>
            </w:r>
          </w:p>
        </w:tc>
      </w:tr>
      <w:tr w:rsidR="005F055A" w:rsidRPr="0031418B" w14:paraId="13540942" w14:textId="77777777" w:rsidTr="00371F62">
        <w:tc>
          <w:tcPr>
            <w:tcW w:w="1037" w:type="dxa"/>
          </w:tcPr>
          <w:p w14:paraId="559942B8" w14:textId="77777777" w:rsidR="005F055A" w:rsidRPr="0031418B" w:rsidRDefault="005F055A" w:rsidP="008524B3">
            <w:pPr>
              <w:pStyle w:val="TAC"/>
            </w:pPr>
            <w:r w:rsidRPr="0031418B">
              <w:t>19</w:t>
            </w:r>
          </w:p>
        </w:tc>
        <w:tc>
          <w:tcPr>
            <w:tcW w:w="1362" w:type="dxa"/>
          </w:tcPr>
          <w:p w14:paraId="73A18374" w14:textId="77777777" w:rsidR="005F055A" w:rsidRPr="0031418B" w:rsidRDefault="005F055A" w:rsidP="008524B3">
            <w:pPr>
              <w:pStyle w:val="TAC"/>
            </w:pPr>
            <w:r w:rsidRPr="0031418B">
              <w:t>875</w:t>
            </w:r>
          </w:p>
        </w:tc>
        <w:tc>
          <w:tcPr>
            <w:tcW w:w="1251" w:type="dxa"/>
          </w:tcPr>
          <w:p w14:paraId="163CE796" w14:textId="77777777" w:rsidR="005F055A" w:rsidRPr="0031418B" w:rsidRDefault="005F055A" w:rsidP="008524B3">
            <w:pPr>
              <w:pStyle w:val="TAC"/>
            </w:pPr>
            <w:r w:rsidRPr="0031418B">
              <w:t>6000</w:t>
            </w:r>
          </w:p>
        </w:tc>
        <w:tc>
          <w:tcPr>
            <w:tcW w:w="1577" w:type="dxa"/>
          </w:tcPr>
          <w:p w14:paraId="398D3571" w14:textId="77777777" w:rsidR="005F055A" w:rsidRPr="0031418B" w:rsidRDefault="005F055A" w:rsidP="008524B3">
            <w:pPr>
              <w:pStyle w:val="TAC"/>
            </w:pPr>
            <w:r w:rsidRPr="0031418B">
              <w:rPr>
                <w:lang w:eastAsia="ja-JP"/>
              </w:rPr>
              <w:t>600</w:t>
            </w:r>
            <w:r w:rsidRPr="0031418B">
              <w:t xml:space="preserve">0 – </w:t>
            </w:r>
            <w:r w:rsidRPr="0031418B">
              <w:rPr>
                <w:lang w:eastAsia="ja-JP"/>
              </w:rPr>
              <w:t>6149</w:t>
            </w:r>
          </w:p>
        </w:tc>
        <w:tc>
          <w:tcPr>
            <w:tcW w:w="1515" w:type="dxa"/>
          </w:tcPr>
          <w:p w14:paraId="7948029E" w14:textId="77777777" w:rsidR="005F055A" w:rsidRPr="0031418B" w:rsidRDefault="005F055A" w:rsidP="008524B3">
            <w:pPr>
              <w:pStyle w:val="TAC"/>
            </w:pPr>
            <w:r w:rsidRPr="0031418B">
              <w:t>830</w:t>
            </w:r>
          </w:p>
        </w:tc>
        <w:tc>
          <w:tcPr>
            <w:tcW w:w="1394" w:type="dxa"/>
          </w:tcPr>
          <w:p w14:paraId="5A996E0B" w14:textId="77777777" w:rsidR="005F055A" w:rsidRPr="0031418B" w:rsidRDefault="005F055A" w:rsidP="008524B3">
            <w:pPr>
              <w:pStyle w:val="TAC"/>
            </w:pPr>
            <w:r w:rsidRPr="0031418B">
              <w:t>24000</w:t>
            </w:r>
          </w:p>
        </w:tc>
        <w:tc>
          <w:tcPr>
            <w:tcW w:w="1504" w:type="dxa"/>
          </w:tcPr>
          <w:p w14:paraId="4B1F8592" w14:textId="77777777" w:rsidR="005F055A" w:rsidRPr="0031418B" w:rsidRDefault="005F055A" w:rsidP="008524B3">
            <w:pPr>
              <w:pStyle w:val="TAC"/>
            </w:pPr>
            <w:r w:rsidRPr="0031418B">
              <w:t>2</w:t>
            </w:r>
            <w:r w:rsidRPr="0031418B">
              <w:rPr>
                <w:lang w:eastAsia="ja-JP"/>
              </w:rPr>
              <w:t>400</w:t>
            </w:r>
            <w:r w:rsidRPr="0031418B">
              <w:t>0 – 2</w:t>
            </w:r>
            <w:r w:rsidRPr="0031418B">
              <w:rPr>
                <w:lang w:eastAsia="ja-JP"/>
              </w:rPr>
              <w:t>414</w:t>
            </w:r>
            <w:r w:rsidRPr="0031418B">
              <w:t>9</w:t>
            </w:r>
          </w:p>
        </w:tc>
      </w:tr>
      <w:tr w:rsidR="005F055A" w:rsidRPr="0031418B" w14:paraId="0B71AA15" w14:textId="77777777" w:rsidTr="00371F62">
        <w:tc>
          <w:tcPr>
            <w:tcW w:w="1037" w:type="dxa"/>
          </w:tcPr>
          <w:p w14:paraId="19F3ECF0" w14:textId="77777777" w:rsidR="005F055A" w:rsidRPr="0031418B" w:rsidRDefault="005F055A" w:rsidP="008524B3">
            <w:pPr>
              <w:pStyle w:val="TAC"/>
            </w:pPr>
            <w:r w:rsidRPr="0031418B">
              <w:t>20</w:t>
            </w:r>
          </w:p>
        </w:tc>
        <w:tc>
          <w:tcPr>
            <w:tcW w:w="1362" w:type="dxa"/>
          </w:tcPr>
          <w:p w14:paraId="3DD5835C" w14:textId="77777777" w:rsidR="005F055A" w:rsidRPr="0031418B" w:rsidRDefault="005F055A" w:rsidP="008524B3">
            <w:pPr>
              <w:pStyle w:val="TAC"/>
            </w:pPr>
            <w:r w:rsidRPr="0031418B">
              <w:t>791</w:t>
            </w:r>
          </w:p>
        </w:tc>
        <w:tc>
          <w:tcPr>
            <w:tcW w:w="1251" w:type="dxa"/>
          </w:tcPr>
          <w:p w14:paraId="431D47E6" w14:textId="77777777" w:rsidR="005F055A" w:rsidRPr="0031418B" w:rsidRDefault="005F055A" w:rsidP="008524B3">
            <w:pPr>
              <w:pStyle w:val="TAC"/>
            </w:pPr>
            <w:r w:rsidRPr="0031418B">
              <w:t>6150</w:t>
            </w:r>
          </w:p>
        </w:tc>
        <w:tc>
          <w:tcPr>
            <w:tcW w:w="1577" w:type="dxa"/>
          </w:tcPr>
          <w:p w14:paraId="555C1679" w14:textId="77777777" w:rsidR="005F055A" w:rsidRPr="0031418B" w:rsidRDefault="005F055A" w:rsidP="008524B3">
            <w:pPr>
              <w:pStyle w:val="TAC"/>
            </w:pPr>
            <w:r w:rsidRPr="0031418B">
              <w:t>6150 - 6449</w:t>
            </w:r>
          </w:p>
        </w:tc>
        <w:tc>
          <w:tcPr>
            <w:tcW w:w="1515" w:type="dxa"/>
          </w:tcPr>
          <w:p w14:paraId="48D70A94" w14:textId="77777777" w:rsidR="005F055A" w:rsidRPr="0031418B" w:rsidRDefault="005F055A" w:rsidP="008524B3">
            <w:pPr>
              <w:pStyle w:val="TAC"/>
            </w:pPr>
            <w:r w:rsidRPr="0031418B">
              <w:t>832</w:t>
            </w:r>
          </w:p>
        </w:tc>
        <w:tc>
          <w:tcPr>
            <w:tcW w:w="1394" w:type="dxa"/>
          </w:tcPr>
          <w:p w14:paraId="7CBDBBCF" w14:textId="77777777" w:rsidR="005F055A" w:rsidRPr="0031418B" w:rsidRDefault="005F055A" w:rsidP="008524B3">
            <w:pPr>
              <w:pStyle w:val="TAC"/>
            </w:pPr>
            <w:r w:rsidRPr="0031418B">
              <w:t>24150</w:t>
            </w:r>
          </w:p>
        </w:tc>
        <w:tc>
          <w:tcPr>
            <w:tcW w:w="1504" w:type="dxa"/>
          </w:tcPr>
          <w:p w14:paraId="15DAF18F" w14:textId="77777777" w:rsidR="005F055A" w:rsidRPr="0031418B" w:rsidRDefault="005F055A" w:rsidP="008524B3">
            <w:pPr>
              <w:pStyle w:val="TAC"/>
            </w:pPr>
            <w:r w:rsidRPr="0031418B">
              <w:t>24150 - 24449</w:t>
            </w:r>
          </w:p>
        </w:tc>
      </w:tr>
      <w:tr w:rsidR="005F055A" w:rsidRPr="0031418B" w14:paraId="125DC9B6" w14:textId="77777777" w:rsidTr="00371F62">
        <w:tc>
          <w:tcPr>
            <w:tcW w:w="1037" w:type="dxa"/>
          </w:tcPr>
          <w:p w14:paraId="2296A4C6" w14:textId="77777777" w:rsidR="005F055A" w:rsidRPr="0031418B" w:rsidRDefault="005F055A" w:rsidP="008524B3">
            <w:pPr>
              <w:pStyle w:val="TAC"/>
            </w:pPr>
            <w:r w:rsidRPr="0031418B">
              <w:t>21</w:t>
            </w:r>
          </w:p>
        </w:tc>
        <w:tc>
          <w:tcPr>
            <w:tcW w:w="1362" w:type="dxa"/>
          </w:tcPr>
          <w:p w14:paraId="083BFBCD" w14:textId="77777777" w:rsidR="005F055A" w:rsidRPr="0031418B" w:rsidRDefault="005F055A" w:rsidP="008524B3">
            <w:pPr>
              <w:pStyle w:val="TAC"/>
            </w:pPr>
            <w:r w:rsidRPr="0031418B">
              <w:t>1495.9</w:t>
            </w:r>
          </w:p>
        </w:tc>
        <w:tc>
          <w:tcPr>
            <w:tcW w:w="1251" w:type="dxa"/>
          </w:tcPr>
          <w:p w14:paraId="00379FF9" w14:textId="77777777" w:rsidR="005F055A" w:rsidRPr="0031418B" w:rsidRDefault="005F055A" w:rsidP="008524B3">
            <w:pPr>
              <w:pStyle w:val="TAC"/>
            </w:pPr>
            <w:r w:rsidRPr="0031418B">
              <w:t>6450</w:t>
            </w:r>
          </w:p>
        </w:tc>
        <w:tc>
          <w:tcPr>
            <w:tcW w:w="1577" w:type="dxa"/>
          </w:tcPr>
          <w:p w14:paraId="7100C548" w14:textId="77777777" w:rsidR="005F055A" w:rsidRPr="0031418B" w:rsidRDefault="005F055A" w:rsidP="008524B3">
            <w:pPr>
              <w:pStyle w:val="TAC"/>
            </w:pPr>
            <w:r w:rsidRPr="0031418B">
              <w:rPr>
                <w:lang w:eastAsia="ja-JP"/>
              </w:rPr>
              <w:t>6450</w:t>
            </w:r>
            <w:r w:rsidRPr="0031418B">
              <w:t xml:space="preserve"> – </w:t>
            </w:r>
            <w:r w:rsidRPr="0031418B">
              <w:rPr>
                <w:lang w:eastAsia="ja-JP"/>
              </w:rPr>
              <w:t>6599</w:t>
            </w:r>
          </w:p>
        </w:tc>
        <w:tc>
          <w:tcPr>
            <w:tcW w:w="1515" w:type="dxa"/>
          </w:tcPr>
          <w:p w14:paraId="459D5358" w14:textId="77777777" w:rsidR="005F055A" w:rsidRPr="0031418B" w:rsidRDefault="005F055A" w:rsidP="008524B3">
            <w:pPr>
              <w:pStyle w:val="TAC"/>
            </w:pPr>
            <w:r w:rsidRPr="0031418B">
              <w:t>1447.9</w:t>
            </w:r>
          </w:p>
        </w:tc>
        <w:tc>
          <w:tcPr>
            <w:tcW w:w="1394" w:type="dxa"/>
          </w:tcPr>
          <w:p w14:paraId="3F932651" w14:textId="77777777" w:rsidR="005F055A" w:rsidRPr="0031418B" w:rsidRDefault="005F055A" w:rsidP="008524B3">
            <w:pPr>
              <w:pStyle w:val="TAC"/>
            </w:pPr>
            <w:r w:rsidRPr="0031418B">
              <w:t>24450</w:t>
            </w:r>
          </w:p>
        </w:tc>
        <w:tc>
          <w:tcPr>
            <w:tcW w:w="1504" w:type="dxa"/>
          </w:tcPr>
          <w:p w14:paraId="0B31D8FB" w14:textId="77777777" w:rsidR="005F055A" w:rsidRPr="0031418B" w:rsidRDefault="005F055A" w:rsidP="008524B3">
            <w:pPr>
              <w:pStyle w:val="TAC"/>
            </w:pPr>
            <w:r w:rsidRPr="0031418B">
              <w:rPr>
                <w:lang w:eastAsia="ja-JP"/>
              </w:rPr>
              <w:t>24450</w:t>
            </w:r>
            <w:r w:rsidRPr="0031418B">
              <w:t xml:space="preserve"> –</w:t>
            </w:r>
            <w:r w:rsidRPr="0031418B">
              <w:rPr>
                <w:lang w:eastAsia="ja-JP"/>
              </w:rPr>
              <w:t xml:space="preserve"> 24599</w:t>
            </w:r>
          </w:p>
        </w:tc>
      </w:tr>
      <w:tr w:rsidR="00505C66" w:rsidRPr="0031418B" w14:paraId="1CBFB9D8" w14:textId="77777777" w:rsidTr="00371F62">
        <w:tc>
          <w:tcPr>
            <w:tcW w:w="1037" w:type="dxa"/>
          </w:tcPr>
          <w:p w14:paraId="33100B42" w14:textId="77777777" w:rsidR="00505C66" w:rsidRPr="0031418B" w:rsidRDefault="00505C66" w:rsidP="008524B3">
            <w:pPr>
              <w:pStyle w:val="TAC"/>
            </w:pPr>
            <w:r w:rsidRPr="0031418B">
              <w:t>22</w:t>
            </w:r>
          </w:p>
        </w:tc>
        <w:tc>
          <w:tcPr>
            <w:tcW w:w="1362" w:type="dxa"/>
          </w:tcPr>
          <w:p w14:paraId="098CA90A" w14:textId="77777777" w:rsidR="00505C66" w:rsidRPr="0031418B" w:rsidRDefault="00505C66" w:rsidP="008524B3">
            <w:pPr>
              <w:pStyle w:val="TAC"/>
            </w:pPr>
            <w:r w:rsidRPr="0031418B">
              <w:t>3510</w:t>
            </w:r>
          </w:p>
        </w:tc>
        <w:tc>
          <w:tcPr>
            <w:tcW w:w="1251" w:type="dxa"/>
          </w:tcPr>
          <w:p w14:paraId="743D91BD" w14:textId="77777777" w:rsidR="00505C66" w:rsidRPr="0031418B" w:rsidRDefault="00505C66" w:rsidP="008524B3">
            <w:pPr>
              <w:pStyle w:val="TAC"/>
            </w:pPr>
            <w:r w:rsidRPr="0031418B">
              <w:t>6600</w:t>
            </w:r>
          </w:p>
        </w:tc>
        <w:tc>
          <w:tcPr>
            <w:tcW w:w="1577" w:type="dxa"/>
          </w:tcPr>
          <w:p w14:paraId="790CE6D5" w14:textId="77777777" w:rsidR="00505C66" w:rsidRPr="0031418B" w:rsidRDefault="00505C66" w:rsidP="008524B3">
            <w:pPr>
              <w:pStyle w:val="TAC"/>
              <w:rPr>
                <w:lang w:eastAsia="ja-JP"/>
              </w:rPr>
            </w:pPr>
            <w:r w:rsidRPr="0031418B">
              <w:rPr>
                <w:lang w:eastAsia="ja-JP"/>
              </w:rPr>
              <w:t xml:space="preserve">6600 </w:t>
            </w:r>
            <w:r w:rsidRPr="0031418B">
              <w:t>–</w:t>
            </w:r>
            <w:r w:rsidRPr="0031418B">
              <w:rPr>
                <w:lang w:eastAsia="ja-JP"/>
              </w:rPr>
              <w:t xml:space="preserve"> 7399</w:t>
            </w:r>
          </w:p>
        </w:tc>
        <w:tc>
          <w:tcPr>
            <w:tcW w:w="1515" w:type="dxa"/>
          </w:tcPr>
          <w:p w14:paraId="7F007E39" w14:textId="77777777" w:rsidR="00505C66" w:rsidRPr="0031418B" w:rsidRDefault="00505C66" w:rsidP="008524B3">
            <w:pPr>
              <w:pStyle w:val="TAC"/>
            </w:pPr>
            <w:r w:rsidRPr="0031418B">
              <w:t>3410</w:t>
            </w:r>
          </w:p>
        </w:tc>
        <w:tc>
          <w:tcPr>
            <w:tcW w:w="1394" w:type="dxa"/>
          </w:tcPr>
          <w:p w14:paraId="50F752DB" w14:textId="77777777" w:rsidR="00505C66" w:rsidRPr="0031418B" w:rsidRDefault="00505C66" w:rsidP="008524B3">
            <w:pPr>
              <w:pStyle w:val="TAC"/>
            </w:pPr>
            <w:r w:rsidRPr="0031418B">
              <w:t>24600</w:t>
            </w:r>
          </w:p>
        </w:tc>
        <w:tc>
          <w:tcPr>
            <w:tcW w:w="1504" w:type="dxa"/>
          </w:tcPr>
          <w:p w14:paraId="3B328908" w14:textId="77777777" w:rsidR="00505C66" w:rsidRPr="0031418B" w:rsidRDefault="00505C66" w:rsidP="008524B3">
            <w:pPr>
              <w:pStyle w:val="TAC"/>
              <w:rPr>
                <w:lang w:eastAsia="ja-JP"/>
              </w:rPr>
            </w:pPr>
            <w:r w:rsidRPr="0031418B">
              <w:rPr>
                <w:lang w:eastAsia="ja-JP"/>
              </w:rPr>
              <w:t xml:space="preserve">24600 </w:t>
            </w:r>
            <w:r w:rsidRPr="0031418B">
              <w:t>–</w:t>
            </w:r>
            <w:r w:rsidRPr="0031418B">
              <w:rPr>
                <w:lang w:eastAsia="ja-JP"/>
              </w:rPr>
              <w:t xml:space="preserve"> 25399</w:t>
            </w:r>
          </w:p>
        </w:tc>
      </w:tr>
      <w:tr w:rsidR="00F8361A" w:rsidRPr="0031418B" w14:paraId="05EC8AD3" w14:textId="77777777" w:rsidTr="00371F62">
        <w:tc>
          <w:tcPr>
            <w:tcW w:w="1037" w:type="dxa"/>
          </w:tcPr>
          <w:p w14:paraId="02496751" w14:textId="77777777" w:rsidR="00F8361A" w:rsidRPr="0031418B" w:rsidRDefault="00F8361A" w:rsidP="008524B3">
            <w:pPr>
              <w:pStyle w:val="TAC"/>
            </w:pPr>
            <w:r w:rsidRPr="0031418B">
              <w:t>23</w:t>
            </w:r>
          </w:p>
        </w:tc>
        <w:tc>
          <w:tcPr>
            <w:tcW w:w="1362" w:type="dxa"/>
          </w:tcPr>
          <w:p w14:paraId="550D4BB7" w14:textId="77777777" w:rsidR="00F8361A" w:rsidRPr="0031418B" w:rsidRDefault="00F8361A" w:rsidP="008524B3">
            <w:pPr>
              <w:pStyle w:val="TAC"/>
            </w:pPr>
            <w:r w:rsidRPr="0031418B">
              <w:t>2180</w:t>
            </w:r>
          </w:p>
        </w:tc>
        <w:tc>
          <w:tcPr>
            <w:tcW w:w="1251" w:type="dxa"/>
          </w:tcPr>
          <w:p w14:paraId="7A1E9BA6" w14:textId="77777777" w:rsidR="00F8361A" w:rsidRPr="0031418B" w:rsidRDefault="00F8361A" w:rsidP="008524B3">
            <w:pPr>
              <w:pStyle w:val="TAC"/>
            </w:pPr>
            <w:r w:rsidRPr="0031418B">
              <w:t>7500</w:t>
            </w:r>
          </w:p>
        </w:tc>
        <w:tc>
          <w:tcPr>
            <w:tcW w:w="1577" w:type="dxa"/>
          </w:tcPr>
          <w:p w14:paraId="03461CEE" w14:textId="77777777" w:rsidR="00F8361A" w:rsidRPr="0031418B" w:rsidRDefault="00F8361A" w:rsidP="008524B3">
            <w:pPr>
              <w:pStyle w:val="TAC"/>
            </w:pPr>
            <w:r w:rsidRPr="0031418B">
              <w:t>7500 – 7699</w:t>
            </w:r>
          </w:p>
        </w:tc>
        <w:tc>
          <w:tcPr>
            <w:tcW w:w="1515" w:type="dxa"/>
          </w:tcPr>
          <w:p w14:paraId="33D0800C" w14:textId="77777777" w:rsidR="00F8361A" w:rsidRPr="0031418B" w:rsidRDefault="00F8361A" w:rsidP="008524B3">
            <w:pPr>
              <w:pStyle w:val="TAC"/>
            </w:pPr>
            <w:r w:rsidRPr="0031418B">
              <w:t>2000</w:t>
            </w:r>
          </w:p>
        </w:tc>
        <w:tc>
          <w:tcPr>
            <w:tcW w:w="1394" w:type="dxa"/>
          </w:tcPr>
          <w:p w14:paraId="60CD1EEE" w14:textId="77777777" w:rsidR="00F8361A" w:rsidRPr="0031418B" w:rsidRDefault="00F8361A" w:rsidP="008524B3">
            <w:pPr>
              <w:pStyle w:val="TAC"/>
            </w:pPr>
            <w:r w:rsidRPr="0031418B">
              <w:t>25500</w:t>
            </w:r>
          </w:p>
        </w:tc>
        <w:tc>
          <w:tcPr>
            <w:tcW w:w="1504" w:type="dxa"/>
          </w:tcPr>
          <w:p w14:paraId="382887BF" w14:textId="77777777" w:rsidR="00F8361A" w:rsidRPr="0031418B" w:rsidRDefault="00F8361A" w:rsidP="008524B3">
            <w:pPr>
              <w:pStyle w:val="TAC"/>
            </w:pPr>
            <w:r w:rsidRPr="0031418B">
              <w:t>25500 – 25699</w:t>
            </w:r>
          </w:p>
        </w:tc>
      </w:tr>
      <w:tr w:rsidR="00280E2C" w:rsidRPr="0031418B" w14:paraId="7200AEE3" w14:textId="77777777" w:rsidTr="00371F62">
        <w:tc>
          <w:tcPr>
            <w:tcW w:w="1037" w:type="dxa"/>
          </w:tcPr>
          <w:p w14:paraId="5E966B5C" w14:textId="77777777" w:rsidR="00280E2C" w:rsidRPr="0031418B" w:rsidRDefault="00280E2C" w:rsidP="008524B3">
            <w:pPr>
              <w:pStyle w:val="TAC"/>
            </w:pPr>
            <w:r w:rsidRPr="0031418B">
              <w:t>24</w:t>
            </w:r>
          </w:p>
        </w:tc>
        <w:tc>
          <w:tcPr>
            <w:tcW w:w="1362" w:type="dxa"/>
          </w:tcPr>
          <w:p w14:paraId="4BA196CA" w14:textId="77777777" w:rsidR="00280E2C" w:rsidRPr="0031418B" w:rsidRDefault="00280E2C" w:rsidP="008524B3">
            <w:pPr>
              <w:pStyle w:val="TAC"/>
            </w:pPr>
            <w:r w:rsidRPr="0031418B">
              <w:rPr>
                <w:rFonts w:eastAsia="MS Mincho" w:cs="Vrinda"/>
                <w:lang w:eastAsia="ja-JP" w:bidi="bn-IN"/>
              </w:rPr>
              <w:t>1525</w:t>
            </w:r>
          </w:p>
        </w:tc>
        <w:tc>
          <w:tcPr>
            <w:tcW w:w="1251" w:type="dxa"/>
          </w:tcPr>
          <w:p w14:paraId="1122B294" w14:textId="77777777" w:rsidR="00280E2C" w:rsidRPr="0031418B" w:rsidRDefault="00280E2C" w:rsidP="008524B3">
            <w:pPr>
              <w:pStyle w:val="TAC"/>
            </w:pPr>
            <w:r w:rsidRPr="0031418B">
              <w:rPr>
                <w:rFonts w:eastAsia="MS Mincho" w:cs="Vrinda"/>
                <w:lang w:eastAsia="ja-JP" w:bidi="bn-IN"/>
              </w:rPr>
              <w:t>7700</w:t>
            </w:r>
          </w:p>
        </w:tc>
        <w:tc>
          <w:tcPr>
            <w:tcW w:w="1577" w:type="dxa"/>
          </w:tcPr>
          <w:p w14:paraId="7B29A085" w14:textId="77777777" w:rsidR="00280E2C" w:rsidRPr="0031418B" w:rsidRDefault="00280E2C" w:rsidP="008524B3">
            <w:pPr>
              <w:pStyle w:val="TAC"/>
              <w:rPr>
                <w:lang w:eastAsia="ja-JP"/>
              </w:rPr>
            </w:pPr>
            <w:r w:rsidRPr="0031418B">
              <w:rPr>
                <w:rFonts w:eastAsia="MS Mincho" w:cs="Vrinda"/>
                <w:lang w:eastAsia="ja-JP" w:bidi="bn-IN"/>
              </w:rPr>
              <w:t>7700 – 8039</w:t>
            </w:r>
          </w:p>
        </w:tc>
        <w:tc>
          <w:tcPr>
            <w:tcW w:w="1515" w:type="dxa"/>
          </w:tcPr>
          <w:p w14:paraId="06FFF678" w14:textId="77777777" w:rsidR="00280E2C" w:rsidRPr="0031418B" w:rsidRDefault="00280E2C" w:rsidP="008524B3">
            <w:pPr>
              <w:pStyle w:val="TAC"/>
            </w:pPr>
            <w:r w:rsidRPr="0031418B">
              <w:rPr>
                <w:rFonts w:eastAsia="MS Mincho" w:cs="Vrinda"/>
                <w:lang w:eastAsia="ja-JP" w:bidi="bn-IN"/>
              </w:rPr>
              <w:t>1626.5</w:t>
            </w:r>
          </w:p>
        </w:tc>
        <w:tc>
          <w:tcPr>
            <w:tcW w:w="1394" w:type="dxa"/>
          </w:tcPr>
          <w:p w14:paraId="249F1FA7" w14:textId="77777777" w:rsidR="00280E2C" w:rsidRPr="0031418B" w:rsidRDefault="00280E2C" w:rsidP="008524B3">
            <w:pPr>
              <w:pStyle w:val="TAC"/>
            </w:pPr>
            <w:r w:rsidRPr="0031418B">
              <w:rPr>
                <w:rFonts w:eastAsia="MS Mincho" w:cs="Vrinda"/>
                <w:lang w:eastAsia="ja-JP" w:bidi="bn-IN"/>
              </w:rPr>
              <w:t>25700</w:t>
            </w:r>
          </w:p>
        </w:tc>
        <w:tc>
          <w:tcPr>
            <w:tcW w:w="1504" w:type="dxa"/>
          </w:tcPr>
          <w:p w14:paraId="078E1D24" w14:textId="77777777" w:rsidR="00280E2C" w:rsidRPr="0031418B" w:rsidRDefault="00280E2C" w:rsidP="008524B3">
            <w:pPr>
              <w:pStyle w:val="TAC"/>
              <w:rPr>
                <w:lang w:eastAsia="ja-JP"/>
              </w:rPr>
            </w:pPr>
            <w:r w:rsidRPr="0031418B">
              <w:rPr>
                <w:rFonts w:eastAsia="MS Mincho" w:cs="Vrinda"/>
                <w:lang w:eastAsia="ja-JP" w:bidi="bn-IN"/>
              </w:rPr>
              <w:t>25700 – 26039</w:t>
            </w:r>
          </w:p>
        </w:tc>
      </w:tr>
      <w:tr w:rsidR="00F8361A" w:rsidRPr="0031418B" w14:paraId="75B5F6E4" w14:textId="77777777" w:rsidTr="00371F62">
        <w:tc>
          <w:tcPr>
            <w:tcW w:w="1037" w:type="dxa"/>
          </w:tcPr>
          <w:p w14:paraId="1F423F3D" w14:textId="77777777" w:rsidR="00F8361A" w:rsidRPr="0031418B" w:rsidRDefault="00F8361A" w:rsidP="008524B3">
            <w:pPr>
              <w:pStyle w:val="TAC"/>
            </w:pPr>
            <w:r w:rsidRPr="0031418B">
              <w:t>25</w:t>
            </w:r>
          </w:p>
        </w:tc>
        <w:tc>
          <w:tcPr>
            <w:tcW w:w="1362" w:type="dxa"/>
          </w:tcPr>
          <w:p w14:paraId="4B80DBE7" w14:textId="77777777" w:rsidR="00F8361A" w:rsidRPr="0031418B" w:rsidRDefault="00F8361A" w:rsidP="008524B3">
            <w:pPr>
              <w:pStyle w:val="TAC"/>
            </w:pPr>
            <w:r w:rsidRPr="0031418B">
              <w:t>1930</w:t>
            </w:r>
          </w:p>
        </w:tc>
        <w:tc>
          <w:tcPr>
            <w:tcW w:w="1251" w:type="dxa"/>
          </w:tcPr>
          <w:p w14:paraId="29811778" w14:textId="77777777" w:rsidR="00F8361A" w:rsidRPr="0031418B" w:rsidRDefault="00F8361A" w:rsidP="008524B3">
            <w:pPr>
              <w:pStyle w:val="TAC"/>
            </w:pPr>
            <w:r w:rsidRPr="0031418B">
              <w:t>8040</w:t>
            </w:r>
          </w:p>
        </w:tc>
        <w:tc>
          <w:tcPr>
            <w:tcW w:w="1577" w:type="dxa"/>
          </w:tcPr>
          <w:p w14:paraId="586E154F" w14:textId="77777777" w:rsidR="00F8361A" w:rsidRPr="0031418B" w:rsidRDefault="00F8361A" w:rsidP="008524B3">
            <w:pPr>
              <w:pStyle w:val="TAC"/>
            </w:pPr>
            <w:r w:rsidRPr="0031418B">
              <w:t>8040 – 8689</w:t>
            </w:r>
          </w:p>
        </w:tc>
        <w:tc>
          <w:tcPr>
            <w:tcW w:w="1515" w:type="dxa"/>
          </w:tcPr>
          <w:p w14:paraId="123452D1" w14:textId="77777777" w:rsidR="00F8361A" w:rsidRPr="0031418B" w:rsidRDefault="00F8361A" w:rsidP="008524B3">
            <w:pPr>
              <w:pStyle w:val="TAC"/>
            </w:pPr>
            <w:r w:rsidRPr="0031418B">
              <w:t>1850</w:t>
            </w:r>
          </w:p>
        </w:tc>
        <w:tc>
          <w:tcPr>
            <w:tcW w:w="1394" w:type="dxa"/>
          </w:tcPr>
          <w:p w14:paraId="7C59CA9A" w14:textId="77777777" w:rsidR="00F8361A" w:rsidRPr="0031418B" w:rsidRDefault="00F8361A" w:rsidP="008524B3">
            <w:pPr>
              <w:pStyle w:val="TAC"/>
            </w:pPr>
            <w:r w:rsidRPr="0031418B">
              <w:t>26040</w:t>
            </w:r>
          </w:p>
        </w:tc>
        <w:tc>
          <w:tcPr>
            <w:tcW w:w="1504" w:type="dxa"/>
          </w:tcPr>
          <w:p w14:paraId="1BBE7C5F" w14:textId="77777777" w:rsidR="00F8361A" w:rsidRPr="0031418B" w:rsidRDefault="00F8361A" w:rsidP="008524B3">
            <w:pPr>
              <w:pStyle w:val="TAC"/>
            </w:pPr>
            <w:r w:rsidRPr="0031418B">
              <w:t>26040 – 26689</w:t>
            </w:r>
          </w:p>
        </w:tc>
      </w:tr>
      <w:tr w:rsidR="008524B3" w:rsidRPr="0031418B" w14:paraId="40D97CCC" w14:textId="77777777" w:rsidTr="00371F62">
        <w:tc>
          <w:tcPr>
            <w:tcW w:w="1037" w:type="dxa"/>
          </w:tcPr>
          <w:p w14:paraId="60CD7360" w14:textId="77777777" w:rsidR="008524B3" w:rsidRPr="0031418B" w:rsidRDefault="008524B3" w:rsidP="008524B3">
            <w:pPr>
              <w:pStyle w:val="TAC"/>
            </w:pPr>
            <w:r w:rsidRPr="0031418B">
              <w:t>26</w:t>
            </w:r>
          </w:p>
        </w:tc>
        <w:tc>
          <w:tcPr>
            <w:tcW w:w="1362" w:type="dxa"/>
          </w:tcPr>
          <w:p w14:paraId="44D00F1A" w14:textId="77777777" w:rsidR="008524B3" w:rsidRPr="0031418B" w:rsidRDefault="008524B3" w:rsidP="008524B3">
            <w:pPr>
              <w:pStyle w:val="TAC"/>
            </w:pPr>
            <w:r w:rsidRPr="0031418B">
              <w:t>859</w:t>
            </w:r>
          </w:p>
        </w:tc>
        <w:tc>
          <w:tcPr>
            <w:tcW w:w="1251" w:type="dxa"/>
          </w:tcPr>
          <w:p w14:paraId="7CE0417E" w14:textId="77777777" w:rsidR="008524B3" w:rsidRPr="0031418B" w:rsidRDefault="008524B3" w:rsidP="008524B3">
            <w:pPr>
              <w:pStyle w:val="TAC"/>
            </w:pPr>
            <w:r w:rsidRPr="0031418B">
              <w:t>8690</w:t>
            </w:r>
          </w:p>
        </w:tc>
        <w:tc>
          <w:tcPr>
            <w:tcW w:w="1577" w:type="dxa"/>
          </w:tcPr>
          <w:p w14:paraId="423D71F0" w14:textId="77777777" w:rsidR="008524B3" w:rsidRPr="0031418B" w:rsidRDefault="008524B3" w:rsidP="008524B3">
            <w:pPr>
              <w:pStyle w:val="TAC"/>
            </w:pPr>
            <w:r w:rsidRPr="0031418B">
              <w:rPr>
                <w:lang w:val="pt-BR"/>
              </w:rPr>
              <w:t>8690 – 9039</w:t>
            </w:r>
          </w:p>
        </w:tc>
        <w:tc>
          <w:tcPr>
            <w:tcW w:w="1515" w:type="dxa"/>
          </w:tcPr>
          <w:p w14:paraId="4A48E512" w14:textId="77777777" w:rsidR="008524B3" w:rsidRPr="0031418B" w:rsidRDefault="008524B3" w:rsidP="008524B3">
            <w:pPr>
              <w:pStyle w:val="TAC"/>
            </w:pPr>
            <w:r w:rsidRPr="0031418B">
              <w:rPr>
                <w:lang w:val="pt-BR"/>
              </w:rPr>
              <w:t>814</w:t>
            </w:r>
          </w:p>
        </w:tc>
        <w:tc>
          <w:tcPr>
            <w:tcW w:w="1394" w:type="dxa"/>
          </w:tcPr>
          <w:p w14:paraId="6988B80E" w14:textId="77777777" w:rsidR="008524B3" w:rsidRPr="0031418B" w:rsidRDefault="008524B3" w:rsidP="008524B3">
            <w:pPr>
              <w:pStyle w:val="TAC"/>
            </w:pPr>
            <w:r w:rsidRPr="0031418B">
              <w:t>26690</w:t>
            </w:r>
          </w:p>
        </w:tc>
        <w:tc>
          <w:tcPr>
            <w:tcW w:w="1504" w:type="dxa"/>
          </w:tcPr>
          <w:p w14:paraId="3D09ED18" w14:textId="77777777" w:rsidR="008524B3" w:rsidRPr="0031418B" w:rsidRDefault="008524B3" w:rsidP="008524B3">
            <w:pPr>
              <w:pStyle w:val="TAC"/>
            </w:pPr>
            <w:r w:rsidRPr="0031418B">
              <w:t>26690 - 27039</w:t>
            </w:r>
          </w:p>
        </w:tc>
      </w:tr>
      <w:tr w:rsidR="008524B3" w:rsidRPr="0031418B" w14:paraId="6177328E" w14:textId="77777777" w:rsidTr="00371F62">
        <w:tc>
          <w:tcPr>
            <w:tcW w:w="1037" w:type="dxa"/>
          </w:tcPr>
          <w:p w14:paraId="72957818" w14:textId="77777777" w:rsidR="008524B3" w:rsidRPr="0031418B" w:rsidRDefault="008524B3" w:rsidP="008524B3">
            <w:pPr>
              <w:pStyle w:val="TAC"/>
            </w:pPr>
            <w:r w:rsidRPr="0031418B">
              <w:t>27</w:t>
            </w:r>
          </w:p>
        </w:tc>
        <w:tc>
          <w:tcPr>
            <w:tcW w:w="1362" w:type="dxa"/>
          </w:tcPr>
          <w:p w14:paraId="6B2D36B0" w14:textId="77777777" w:rsidR="008524B3" w:rsidRPr="0031418B" w:rsidRDefault="008524B3" w:rsidP="008524B3">
            <w:pPr>
              <w:pStyle w:val="TAC"/>
            </w:pPr>
            <w:r w:rsidRPr="0031418B">
              <w:t>852</w:t>
            </w:r>
          </w:p>
        </w:tc>
        <w:tc>
          <w:tcPr>
            <w:tcW w:w="1251" w:type="dxa"/>
          </w:tcPr>
          <w:p w14:paraId="4097F573" w14:textId="77777777" w:rsidR="008524B3" w:rsidRPr="0031418B" w:rsidRDefault="008524B3" w:rsidP="008524B3">
            <w:pPr>
              <w:pStyle w:val="TAC"/>
            </w:pPr>
            <w:r w:rsidRPr="0031418B">
              <w:t>9040</w:t>
            </w:r>
          </w:p>
        </w:tc>
        <w:tc>
          <w:tcPr>
            <w:tcW w:w="1577" w:type="dxa"/>
          </w:tcPr>
          <w:p w14:paraId="20B00BD4" w14:textId="77777777" w:rsidR="008524B3" w:rsidRPr="0031418B" w:rsidRDefault="008524B3" w:rsidP="008524B3">
            <w:pPr>
              <w:pStyle w:val="TAC"/>
            </w:pPr>
            <w:r w:rsidRPr="0031418B">
              <w:t>9040 – 9209</w:t>
            </w:r>
          </w:p>
        </w:tc>
        <w:tc>
          <w:tcPr>
            <w:tcW w:w="1515" w:type="dxa"/>
          </w:tcPr>
          <w:p w14:paraId="1CC28FB2" w14:textId="77777777" w:rsidR="008524B3" w:rsidRPr="0031418B" w:rsidRDefault="008524B3" w:rsidP="008524B3">
            <w:pPr>
              <w:pStyle w:val="TAC"/>
            </w:pPr>
            <w:r w:rsidRPr="0031418B">
              <w:t>807</w:t>
            </w:r>
          </w:p>
        </w:tc>
        <w:tc>
          <w:tcPr>
            <w:tcW w:w="1394" w:type="dxa"/>
          </w:tcPr>
          <w:p w14:paraId="6F0F64AC" w14:textId="77777777" w:rsidR="008524B3" w:rsidRPr="0031418B" w:rsidRDefault="008524B3" w:rsidP="008524B3">
            <w:pPr>
              <w:pStyle w:val="TAC"/>
            </w:pPr>
            <w:r w:rsidRPr="0031418B">
              <w:t>27040</w:t>
            </w:r>
          </w:p>
        </w:tc>
        <w:tc>
          <w:tcPr>
            <w:tcW w:w="1504" w:type="dxa"/>
          </w:tcPr>
          <w:p w14:paraId="3C95FF7D" w14:textId="77777777" w:rsidR="008524B3" w:rsidRPr="0031418B" w:rsidRDefault="008524B3" w:rsidP="008524B3">
            <w:pPr>
              <w:pStyle w:val="TAC"/>
            </w:pPr>
            <w:r w:rsidRPr="0031418B">
              <w:t>27040 – 27209</w:t>
            </w:r>
          </w:p>
        </w:tc>
      </w:tr>
      <w:tr w:rsidR="008524B3" w:rsidRPr="0031418B" w14:paraId="6426EC0A" w14:textId="77777777" w:rsidTr="00371F62">
        <w:tc>
          <w:tcPr>
            <w:tcW w:w="1037" w:type="dxa"/>
          </w:tcPr>
          <w:p w14:paraId="34DB4AC0" w14:textId="77777777" w:rsidR="008524B3" w:rsidRPr="0031418B" w:rsidRDefault="008524B3" w:rsidP="008524B3">
            <w:pPr>
              <w:pStyle w:val="TAC"/>
            </w:pPr>
            <w:r w:rsidRPr="0031418B">
              <w:rPr>
                <w:rFonts w:hint="eastAsia"/>
              </w:rPr>
              <w:t>28</w:t>
            </w:r>
          </w:p>
        </w:tc>
        <w:tc>
          <w:tcPr>
            <w:tcW w:w="1362" w:type="dxa"/>
          </w:tcPr>
          <w:p w14:paraId="5BCF876F" w14:textId="77777777" w:rsidR="008524B3" w:rsidRPr="0031418B" w:rsidRDefault="008524B3" w:rsidP="008524B3">
            <w:pPr>
              <w:pStyle w:val="TAC"/>
            </w:pPr>
            <w:r w:rsidRPr="0031418B">
              <w:rPr>
                <w:rFonts w:hint="eastAsia"/>
              </w:rPr>
              <w:t>758</w:t>
            </w:r>
          </w:p>
        </w:tc>
        <w:tc>
          <w:tcPr>
            <w:tcW w:w="1251" w:type="dxa"/>
          </w:tcPr>
          <w:p w14:paraId="438B8571" w14:textId="77777777" w:rsidR="008524B3" w:rsidRPr="0031418B" w:rsidRDefault="008524B3" w:rsidP="008524B3">
            <w:pPr>
              <w:pStyle w:val="TAC"/>
            </w:pPr>
            <w:r w:rsidRPr="0031418B">
              <w:t>9</w:t>
            </w:r>
            <w:r w:rsidRPr="0031418B">
              <w:rPr>
                <w:rFonts w:hint="eastAsia"/>
              </w:rPr>
              <w:t>210</w:t>
            </w:r>
          </w:p>
        </w:tc>
        <w:tc>
          <w:tcPr>
            <w:tcW w:w="1577" w:type="dxa"/>
          </w:tcPr>
          <w:p w14:paraId="5A8B0AE7" w14:textId="77777777" w:rsidR="008524B3" w:rsidRPr="0031418B" w:rsidRDefault="008524B3" w:rsidP="008524B3">
            <w:pPr>
              <w:pStyle w:val="TAC"/>
            </w:pPr>
            <w:r w:rsidRPr="0031418B">
              <w:t>9</w:t>
            </w:r>
            <w:r w:rsidRPr="0031418B">
              <w:rPr>
                <w:rFonts w:hint="eastAsia"/>
              </w:rPr>
              <w:t>210</w:t>
            </w:r>
            <w:r w:rsidRPr="0031418B">
              <w:t xml:space="preserve"> – </w:t>
            </w:r>
            <w:r w:rsidRPr="0031418B">
              <w:rPr>
                <w:rFonts w:hint="eastAsia"/>
              </w:rPr>
              <w:t>9659</w:t>
            </w:r>
          </w:p>
        </w:tc>
        <w:tc>
          <w:tcPr>
            <w:tcW w:w="1515" w:type="dxa"/>
          </w:tcPr>
          <w:p w14:paraId="232E2B5E" w14:textId="77777777" w:rsidR="008524B3" w:rsidRPr="0031418B" w:rsidRDefault="008524B3" w:rsidP="008524B3">
            <w:pPr>
              <w:pStyle w:val="TAC"/>
            </w:pPr>
            <w:r w:rsidRPr="0031418B">
              <w:rPr>
                <w:rFonts w:hint="eastAsia"/>
              </w:rPr>
              <w:t>703</w:t>
            </w:r>
          </w:p>
        </w:tc>
        <w:tc>
          <w:tcPr>
            <w:tcW w:w="1394" w:type="dxa"/>
          </w:tcPr>
          <w:p w14:paraId="3D427AC2" w14:textId="77777777" w:rsidR="008524B3" w:rsidRPr="0031418B" w:rsidRDefault="008524B3" w:rsidP="008524B3">
            <w:pPr>
              <w:pStyle w:val="TAC"/>
            </w:pPr>
            <w:r w:rsidRPr="0031418B">
              <w:t>27</w:t>
            </w:r>
            <w:r w:rsidRPr="0031418B">
              <w:rPr>
                <w:rFonts w:hint="eastAsia"/>
              </w:rPr>
              <w:t>210</w:t>
            </w:r>
          </w:p>
        </w:tc>
        <w:tc>
          <w:tcPr>
            <w:tcW w:w="1504" w:type="dxa"/>
          </w:tcPr>
          <w:p w14:paraId="3A6C3480" w14:textId="77777777" w:rsidR="008524B3" w:rsidRPr="0031418B" w:rsidRDefault="008524B3" w:rsidP="008524B3">
            <w:pPr>
              <w:pStyle w:val="TAC"/>
            </w:pPr>
            <w:r w:rsidRPr="0031418B">
              <w:t>27</w:t>
            </w:r>
            <w:r w:rsidRPr="0031418B">
              <w:rPr>
                <w:rFonts w:hint="eastAsia"/>
              </w:rPr>
              <w:t>210</w:t>
            </w:r>
            <w:r w:rsidRPr="0031418B">
              <w:t xml:space="preserve"> – </w:t>
            </w:r>
            <w:r w:rsidRPr="0031418B">
              <w:rPr>
                <w:rFonts w:hint="eastAsia"/>
              </w:rPr>
              <w:t>27659</w:t>
            </w:r>
          </w:p>
        </w:tc>
      </w:tr>
      <w:tr w:rsidR="008524B3" w:rsidRPr="0031418B" w14:paraId="13BA37F3" w14:textId="77777777" w:rsidTr="00371F62">
        <w:tc>
          <w:tcPr>
            <w:tcW w:w="1037" w:type="dxa"/>
          </w:tcPr>
          <w:p w14:paraId="443A17CB" w14:textId="77777777" w:rsidR="008524B3" w:rsidRPr="0031418B" w:rsidRDefault="008524B3" w:rsidP="008524B3">
            <w:pPr>
              <w:pStyle w:val="TAC"/>
            </w:pPr>
            <w:r w:rsidRPr="0031418B">
              <w:rPr>
                <w:rFonts w:cs="Tahoma"/>
                <w:szCs w:val="16"/>
              </w:rPr>
              <w:t>29</w:t>
            </w:r>
          </w:p>
        </w:tc>
        <w:tc>
          <w:tcPr>
            <w:tcW w:w="1362" w:type="dxa"/>
          </w:tcPr>
          <w:p w14:paraId="03AFB0A0" w14:textId="77777777" w:rsidR="008524B3" w:rsidRPr="0031418B" w:rsidRDefault="008524B3" w:rsidP="008524B3">
            <w:pPr>
              <w:pStyle w:val="TAC"/>
            </w:pPr>
            <w:r w:rsidRPr="0031418B">
              <w:t>717</w:t>
            </w:r>
          </w:p>
        </w:tc>
        <w:tc>
          <w:tcPr>
            <w:tcW w:w="1251" w:type="dxa"/>
          </w:tcPr>
          <w:p w14:paraId="0617907E" w14:textId="77777777" w:rsidR="008524B3" w:rsidRPr="0031418B" w:rsidRDefault="008524B3" w:rsidP="008524B3">
            <w:pPr>
              <w:pStyle w:val="TAC"/>
            </w:pPr>
            <w:r w:rsidRPr="0031418B">
              <w:t>9660</w:t>
            </w:r>
          </w:p>
        </w:tc>
        <w:tc>
          <w:tcPr>
            <w:tcW w:w="1577" w:type="dxa"/>
          </w:tcPr>
          <w:p w14:paraId="510EE540" w14:textId="77777777" w:rsidR="008524B3" w:rsidRPr="0031418B" w:rsidRDefault="008524B3" w:rsidP="008524B3">
            <w:pPr>
              <w:pStyle w:val="TAC"/>
            </w:pPr>
            <w:r w:rsidRPr="0031418B">
              <w:t>9660 – 9769</w:t>
            </w:r>
          </w:p>
        </w:tc>
        <w:tc>
          <w:tcPr>
            <w:tcW w:w="1515" w:type="dxa"/>
          </w:tcPr>
          <w:p w14:paraId="437D99EC" w14:textId="77777777" w:rsidR="008524B3" w:rsidRPr="0031418B" w:rsidRDefault="008524B3" w:rsidP="008524B3">
            <w:pPr>
              <w:pStyle w:val="TAC"/>
            </w:pPr>
            <w:r w:rsidRPr="0031418B">
              <w:t>N/A</w:t>
            </w:r>
          </w:p>
        </w:tc>
        <w:tc>
          <w:tcPr>
            <w:tcW w:w="1394" w:type="dxa"/>
          </w:tcPr>
          <w:p w14:paraId="4486CC20" w14:textId="77777777" w:rsidR="008524B3" w:rsidRPr="0031418B" w:rsidRDefault="008524B3" w:rsidP="008524B3">
            <w:pPr>
              <w:pStyle w:val="TAC"/>
            </w:pPr>
          </w:p>
        </w:tc>
        <w:tc>
          <w:tcPr>
            <w:tcW w:w="1504" w:type="dxa"/>
          </w:tcPr>
          <w:p w14:paraId="0251B5DB" w14:textId="77777777" w:rsidR="008524B3" w:rsidRPr="0031418B" w:rsidRDefault="008524B3" w:rsidP="008524B3">
            <w:pPr>
              <w:pStyle w:val="TAC"/>
            </w:pPr>
          </w:p>
        </w:tc>
      </w:tr>
      <w:tr w:rsidR="008524B3" w:rsidRPr="0031418B" w14:paraId="2DABB5EB" w14:textId="77777777" w:rsidTr="00371F62">
        <w:tc>
          <w:tcPr>
            <w:tcW w:w="1037" w:type="dxa"/>
          </w:tcPr>
          <w:p w14:paraId="6A013141" w14:textId="77777777" w:rsidR="008524B3" w:rsidRPr="0031418B" w:rsidRDefault="008524B3" w:rsidP="008524B3">
            <w:pPr>
              <w:pStyle w:val="TAC"/>
            </w:pPr>
            <w:r w:rsidRPr="0031418B">
              <w:t>30</w:t>
            </w:r>
          </w:p>
        </w:tc>
        <w:tc>
          <w:tcPr>
            <w:tcW w:w="1362" w:type="dxa"/>
          </w:tcPr>
          <w:p w14:paraId="4ACB8280" w14:textId="77777777" w:rsidR="008524B3" w:rsidRPr="0031418B" w:rsidRDefault="008524B3" w:rsidP="008524B3">
            <w:pPr>
              <w:pStyle w:val="TAC"/>
            </w:pPr>
            <w:r w:rsidRPr="0031418B">
              <w:t>2350</w:t>
            </w:r>
          </w:p>
        </w:tc>
        <w:tc>
          <w:tcPr>
            <w:tcW w:w="1251" w:type="dxa"/>
          </w:tcPr>
          <w:p w14:paraId="7C5A33F3" w14:textId="77777777" w:rsidR="008524B3" w:rsidRPr="0031418B" w:rsidRDefault="008524B3" w:rsidP="008524B3">
            <w:pPr>
              <w:pStyle w:val="TAC"/>
            </w:pPr>
            <w:r w:rsidRPr="0031418B">
              <w:t>9770</w:t>
            </w:r>
          </w:p>
        </w:tc>
        <w:tc>
          <w:tcPr>
            <w:tcW w:w="1577" w:type="dxa"/>
          </w:tcPr>
          <w:p w14:paraId="2B87EE1C" w14:textId="77777777" w:rsidR="008524B3" w:rsidRPr="0031418B" w:rsidRDefault="008524B3" w:rsidP="008524B3">
            <w:pPr>
              <w:pStyle w:val="TAC"/>
            </w:pPr>
            <w:r w:rsidRPr="0031418B">
              <w:t>9770 – 9869</w:t>
            </w:r>
          </w:p>
        </w:tc>
        <w:tc>
          <w:tcPr>
            <w:tcW w:w="1515" w:type="dxa"/>
          </w:tcPr>
          <w:p w14:paraId="18C67354" w14:textId="77777777" w:rsidR="008524B3" w:rsidRPr="0031418B" w:rsidRDefault="008524B3" w:rsidP="008524B3">
            <w:pPr>
              <w:pStyle w:val="TAC"/>
            </w:pPr>
            <w:r w:rsidRPr="0031418B">
              <w:t>2305</w:t>
            </w:r>
          </w:p>
        </w:tc>
        <w:tc>
          <w:tcPr>
            <w:tcW w:w="1394" w:type="dxa"/>
          </w:tcPr>
          <w:p w14:paraId="1043181D" w14:textId="77777777" w:rsidR="008524B3" w:rsidRPr="0031418B" w:rsidRDefault="008524B3" w:rsidP="008524B3">
            <w:pPr>
              <w:pStyle w:val="TAC"/>
            </w:pPr>
            <w:r w:rsidRPr="0031418B">
              <w:t>27660</w:t>
            </w:r>
          </w:p>
        </w:tc>
        <w:tc>
          <w:tcPr>
            <w:tcW w:w="1504" w:type="dxa"/>
          </w:tcPr>
          <w:p w14:paraId="7900C5A8" w14:textId="77777777" w:rsidR="008524B3" w:rsidRPr="0031418B" w:rsidRDefault="008524B3" w:rsidP="008524B3">
            <w:pPr>
              <w:pStyle w:val="TAC"/>
            </w:pPr>
            <w:r w:rsidRPr="0031418B">
              <w:t>27660 – 27759</w:t>
            </w:r>
          </w:p>
        </w:tc>
      </w:tr>
      <w:tr w:rsidR="008524B3" w:rsidRPr="0031418B" w14:paraId="662464AC" w14:textId="77777777" w:rsidTr="00371F62">
        <w:tc>
          <w:tcPr>
            <w:tcW w:w="1037" w:type="dxa"/>
          </w:tcPr>
          <w:p w14:paraId="2F6EC3D3" w14:textId="77777777" w:rsidR="008524B3" w:rsidRPr="0031418B" w:rsidRDefault="008524B3" w:rsidP="008524B3">
            <w:pPr>
              <w:pStyle w:val="TAC"/>
            </w:pPr>
            <w:r w:rsidRPr="0031418B">
              <w:t>31</w:t>
            </w:r>
          </w:p>
        </w:tc>
        <w:tc>
          <w:tcPr>
            <w:tcW w:w="1362" w:type="dxa"/>
          </w:tcPr>
          <w:p w14:paraId="475B4C1F" w14:textId="77777777" w:rsidR="008524B3" w:rsidRPr="0031418B" w:rsidRDefault="008524B3" w:rsidP="008524B3">
            <w:pPr>
              <w:pStyle w:val="TAC"/>
            </w:pPr>
            <w:r w:rsidRPr="0031418B">
              <w:t>462.5</w:t>
            </w:r>
          </w:p>
        </w:tc>
        <w:tc>
          <w:tcPr>
            <w:tcW w:w="1251" w:type="dxa"/>
          </w:tcPr>
          <w:p w14:paraId="14840C45" w14:textId="77777777" w:rsidR="008524B3" w:rsidRPr="0031418B" w:rsidRDefault="008524B3" w:rsidP="008524B3">
            <w:pPr>
              <w:pStyle w:val="TAC"/>
            </w:pPr>
            <w:r w:rsidRPr="0031418B">
              <w:t>9870</w:t>
            </w:r>
          </w:p>
        </w:tc>
        <w:tc>
          <w:tcPr>
            <w:tcW w:w="1577" w:type="dxa"/>
          </w:tcPr>
          <w:p w14:paraId="28D75FBA" w14:textId="77777777" w:rsidR="008524B3" w:rsidRPr="0031418B" w:rsidRDefault="008524B3" w:rsidP="008524B3">
            <w:pPr>
              <w:pStyle w:val="TAC"/>
            </w:pPr>
            <w:r w:rsidRPr="0031418B">
              <w:t>9870 – 9919</w:t>
            </w:r>
          </w:p>
        </w:tc>
        <w:tc>
          <w:tcPr>
            <w:tcW w:w="1515" w:type="dxa"/>
          </w:tcPr>
          <w:p w14:paraId="69801FEF" w14:textId="77777777" w:rsidR="008524B3" w:rsidRPr="0031418B" w:rsidRDefault="008524B3" w:rsidP="008524B3">
            <w:pPr>
              <w:pStyle w:val="TAC"/>
            </w:pPr>
            <w:r w:rsidRPr="0031418B">
              <w:t>452.5</w:t>
            </w:r>
          </w:p>
        </w:tc>
        <w:tc>
          <w:tcPr>
            <w:tcW w:w="1394" w:type="dxa"/>
          </w:tcPr>
          <w:p w14:paraId="73560AF5" w14:textId="77777777" w:rsidR="008524B3" w:rsidRPr="0031418B" w:rsidRDefault="008524B3" w:rsidP="008524B3">
            <w:pPr>
              <w:pStyle w:val="TAC"/>
            </w:pPr>
            <w:r w:rsidRPr="0031418B">
              <w:t>27760</w:t>
            </w:r>
          </w:p>
        </w:tc>
        <w:tc>
          <w:tcPr>
            <w:tcW w:w="1504" w:type="dxa"/>
          </w:tcPr>
          <w:p w14:paraId="46EF51DD" w14:textId="77777777" w:rsidR="008524B3" w:rsidRPr="0031418B" w:rsidRDefault="008524B3" w:rsidP="008524B3">
            <w:pPr>
              <w:pStyle w:val="TAC"/>
            </w:pPr>
            <w:r w:rsidRPr="0031418B">
              <w:t>27760 – 27809</w:t>
            </w:r>
          </w:p>
        </w:tc>
      </w:tr>
      <w:tr w:rsidR="008524B3" w:rsidRPr="0031418B" w14:paraId="5633FAC3" w14:textId="77777777" w:rsidTr="00371F62">
        <w:tc>
          <w:tcPr>
            <w:tcW w:w="1037" w:type="dxa"/>
          </w:tcPr>
          <w:p w14:paraId="1D370F13" w14:textId="77777777" w:rsidR="008524B3" w:rsidRPr="0031418B" w:rsidRDefault="008524B3" w:rsidP="008524B3">
            <w:pPr>
              <w:pStyle w:val="TAC"/>
            </w:pPr>
            <w:r w:rsidRPr="0031418B">
              <w:rPr>
                <w:rFonts w:hint="eastAsia"/>
                <w:lang w:eastAsia="ja-JP"/>
              </w:rPr>
              <w:t>32</w:t>
            </w:r>
          </w:p>
        </w:tc>
        <w:tc>
          <w:tcPr>
            <w:tcW w:w="1362" w:type="dxa"/>
          </w:tcPr>
          <w:p w14:paraId="644A17A7" w14:textId="77777777" w:rsidR="008524B3" w:rsidRPr="0031418B" w:rsidRDefault="008524B3" w:rsidP="008524B3">
            <w:pPr>
              <w:pStyle w:val="TAC"/>
            </w:pPr>
            <w:r w:rsidRPr="0031418B">
              <w:rPr>
                <w:rFonts w:hint="eastAsia"/>
                <w:lang w:eastAsia="ja-JP"/>
              </w:rPr>
              <w:t>1452</w:t>
            </w:r>
          </w:p>
        </w:tc>
        <w:tc>
          <w:tcPr>
            <w:tcW w:w="1251" w:type="dxa"/>
          </w:tcPr>
          <w:p w14:paraId="097A5403" w14:textId="77777777" w:rsidR="008524B3" w:rsidRPr="0031418B" w:rsidRDefault="008524B3" w:rsidP="008524B3">
            <w:pPr>
              <w:pStyle w:val="TAC"/>
            </w:pPr>
            <w:r w:rsidRPr="0031418B">
              <w:rPr>
                <w:rFonts w:hint="eastAsia"/>
                <w:lang w:eastAsia="ja-JP"/>
              </w:rPr>
              <w:t>9920</w:t>
            </w:r>
          </w:p>
        </w:tc>
        <w:tc>
          <w:tcPr>
            <w:tcW w:w="1577" w:type="dxa"/>
          </w:tcPr>
          <w:p w14:paraId="34F5B19C" w14:textId="77777777" w:rsidR="008524B3" w:rsidRPr="0031418B" w:rsidRDefault="008524B3" w:rsidP="008524B3">
            <w:pPr>
              <w:pStyle w:val="TAC"/>
            </w:pPr>
            <w:r w:rsidRPr="0031418B">
              <w:t>9</w:t>
            </w:r>
            <w:r w:rsidRPr="0031418B">
              <w:rPr>
                <w:rFonts w:hint="eastAsia"/>
                <w:lang w:eastAsia="ja-JP"/>
              </w:rPr>
              <w:t>920</w:t>
            </w:r>
            <w:r w:rsidRPr="0031418B">
              <w:t xml:space="preserve"> – </w:t>
            </w:r>
            <w:r w:rsidRPr="0031418B">
              <w:rPr>
                <w:rFonts w:hint="eastAsia"/>
                <w:lang w:eastAsia="ja-JP"/>
              </w:rPr>
              <w:t>10359</w:t>
            </w:r>
          </w:p>
        </w:tc>
        <w:tc>
          <w:tcPr>
            <w:tcW w:w="1515" w:type="dxa"/>
          </w:tcPr>
          <w:p w14:paraId="50AB8231" w14:textId="77777777" w:rsidR="008524B3" w:rsidRPr="0031418B" w:rsidRDefault="008524B3" w:rsidP="008524B3">
            <w:pPr>
              <w:pStyle w:val="TAC"/>
            </w:pPr>
            <w:r w:rsidRPr="0031418B">
              <w:rPr>
                <w:rFonts w:hint="eastAsia"/>
                <w:lang w:eastAsia="ja-JP"/>
              </w:rPr>
              <w:t>N/A</w:t>
            </w:r>
          </w:p>
        </w:tc>
        <w:tc>
          <w:tcPr>
            <w:tcW w:w="1394" w:type="dxa"/>
          </w:tcPr>
          <w:p w14:paraId="5EAE6771" w14:textId="77777777" w:rsidR="008524B3" w:rsidRPr="0031418B" w:rsidRDefault="008524B3" w:rsidP="008524B3">
            <w:pPr>
              <w:pStyle w:val="TAC"/>
            </w:pPr>
          </w:p>
        </w:tc>
        <w:tc>
          <w:tcPr>
            <w:tcW w:w="1504" w:type="dxa"/>
          </w:tcPr>
          <w:p w14:paraId="63C34B7E" w14:textId="77777777" w:rsidR="008524B3" w:rsidRPr="0031418B" w:rsidRDefault="008524B3" w:rsidP="008524B3">
            <w:pPr>
              <w:pStyle w:val="TAC"/>
            </w:pPr>
          </w:p>
        </w:tc>
      </w:tr>
      <w:tr w:rsidR="00A74094" w:rsidRPr="0031418B" w14:paraId="547EA4C2" w14:textId="77777777" w:rsidTr="002D51EF">
        <w:tc>
          <w:tcPr>
            <w:tcW w:w="1037" w:type="dxa"/>
          </w:tcPr>
          <w:p w14:paraId="2327EA73" w14:textId="77777777" w:rsidR="00A74094" w:rsidRPr="0031418B" w:rsidRDefault="00A74094" w:rsidP="002D51EF">
            <w:pPr>
              <w:pStyle w:val="TAC"/>
            </w:pPr>
            <w:r w:rsidRPr="0031418B">
              <w:t>72</w:t>
            </w:r>
          </w:p>
        </w:tc>
        <w:tc>
          <w:tcPr>
            <w:tcW w:w="1362" w:type="dxa"/>
          </w:tcPr>
          <w:p w14:paraId="4D5A0EED" w14:textId="77777777" w:rsidR="00A74094" w:rsidRPr="0031418B" w:rsidRDefault="00A74094" w:rsidP="002D51EF">
            <w:pPr>
              <w:pStyle w:val="TAC"/>
            </w:pPr>
            <w:r w:rsidRPr="0031418B">
              <w:rPr>
                <w:rFonts w:cs="Arial"/>
                <w:lang w:val="en-US"/>
              </w:rPr>
              <w:t>4</w:t>
            </w:r>
            <w:r w:rsidRPr="0031418B">
              <w:rPr>
                <w:rFonts w:cs="Arial"/>
              </w:rPr>
              <w:t>61</w:t>
            </w:r>
          </w:p>
        </w:tc>
        <w:tc>
          <w:tcPr>
            <w:tcW w:w="1251" w:type="dxa"/>
          </w:tcPr>
          <w:p w14:paraId="12FB6913" w14:textId="77777777" w:rsidR="00A74094" w:rsidRPr="0031418B" w:rsidRDefault="00A74094" w:rsidP="002D51EF">
            <w:pPr>
              <w:pStyle w:val="TAC"/>
            </w:pPr>
            <w:r w:rsidRPr="0031418B">
              <w:rPr>
                <w:rFonts w:cs="Arial"/>
              </w:rPr>
              <w:t>68936</w:t>
            </w:r>
          </w:p>
        </w:tc>
        <w:tc>
          <w:tcPr>
            <w:tcW w:w="1577" w:type="dxa"/>
          </w:tcPr>
          <w:p w14:paraId="51FAC29C" w14:textId="77777777" w:rsidR="00A74094" w:rsidRPr="0031418B" w:rsidRDefault="00A74094" w:rsidP="002D51EF">
            <w:pPr>
              <w:pStyle w:val="TAC"/>
            </w:pPr>
            <w:r w:rsidRPr="0031418B">
              <w:rPr>
                <w:rFonts w:cs="Arial"/>
              </w:rPr>
              <w:t>68936-68985</w:t>
            </w:r>
          </w:p>
        </w:tc>
        <w:tc>
          <w:tcPr>
            <w:tcW w:w="1515" w:type="dxa"/>
          </w:tcPr>
          <w:p w14:paraId="1C08CA2B" w14:textId="77777777" w:rsidR="00A74094" w:rsidRPr="0031418B" w:rsidRDefault="00A74094" w:rsidP="002D51EF">
            <w:pPr>
              <w:pStyle w:val="TAC"/>
            </w:pPr>
            <w:r w:rsidRPr="0031418B">
              <w:rPr>
                <w:rFonts w:cs="Arial"/>
                <w:lang w:val="en-US"/>
              </w:rPr>
              <w:t>451</w:t>
            </w:r>
          </w:p>
        </w:tc>
        <w:tc>
          <w:tcPr>
            <w:tcW w:w="1394" w:type="dxa"/>
          </w:tcPr>
          <w:p w14:paraId="184091E4" w14:textId="77777777" w:rsidR="00A74094" w:rsidRPr="0031418B" w:rsidRDefault="00A74094" w:rsidP="002D51EF">
            <w:pPr>
              <w:pStyle w:val="TAC"/>
            </w:pPr>
            <w:r w:rsidRPr="0031418B">
              <w:rPr>
                <w:rFonts w:cs="Arial"/>
              </w:rPr>
              <w:t>133472</w:t>
            </w:r>
          </w:p>
        </w:tc>
        <w:tc>
          <w:tcPr>
            <w:tcW w:w="1504" w:type="dxa"/>
          </w:tcPr>
          <w:p w14:paraId="00298923" w14:textId="77777777" w:rsidR="00A74094" w:rsidRPr="0031418B" w:rsidRDefault="00A74094" w:rsidP="002D51EF">
            <w:pPr>
              <w:pStyle w:val="TAC"/>
            </w:pPr>
            <w:r w:rsidRPr="0031418B">
              <w:rPr>
                <w:rFonts w:cs="Arial"/>
              </w:rPr>
              <w:t>133472-133521</w:t>
            </w:r>
          </w:p>
        </w:tc>
      </w:tr>
      <w:tr w:rsidR="0025304A" w:rsidRPr="0031418B" w14:paraId="6576DCA1" w14:textId="77777777" w:rsidTr="00371F62">
        <w:tc>
          <w:tcPr>
            <w:tcW w:w="9640" w:type="dxa"/>
            <w:gridSpan w:val="7"/>
          </w:tcPr>
          <w:p w14:paraId="1983844A" w14:textId="77777777" w:rsidR="0025304A" w:rsidRPr="0031418B" w:rsidRDefault="0025304A" w:rsidP="004B3A57">
            <w:pPr>
              <w:pStyle w:val="TAN"/>
            </w:pPr>
            <w:r w:rsidRPr="0031418B">
              <w:t xml:space="preserve">NOTE: </w:t>
            </w:r>
            <w:r w:rsidRPr="0031418B">
              <w:tab/>
              <w:t>The channel numbers that designate carrier frequencies so close to the operating band edges that the carrier extends beyond the operating band edge shall not be used. This implies that the first 7, 15, 25, 50, 75 and 100 channel numbers at the lower operating band edge and the last 6, 14, 24, 49, 74 and 99 channel numbers at the upper operating band edge shall not be used for channel bandwidths of 1.4, 3, 5, 10, 15 and 20 MHz respectively.</w:t>
            </w:r>
          </w:p>
        </w:tc>
      </w:tr>
    </w:tbl>
    <w:p w14:paraId="1BFAECD9" w14:textId="77777777" w:rsidR="00A62822" w:rsidRPr="0031418B" w:rsidRDefault="00A62822" w:rsidP="00A62822"/>
    <w:p w14:paraId="045D0AF1" w14:textId="77777777" w:rsidR="00A62822" w:rsidRPr="0031418B" w:rsidRDefault="00A62822" w:rsidP="00A62822">
      <w:pPr>
        <w:pStyle w:val="Heading1"/>
      </w:pPr>
      <w:bookmarkStart w:id="38" w:name="_Toc503964247"/>
      <w:r w:rsidRPr="0031418B">
        <w:t>6</w:t>
      </w:r>
      <w:r w:rsidRPr="0031418B">
        <w:tab/>
      </w:r>
      <w:r w:rsidR="00442B19" w:rsidRPr="0031418B">
        <w:t>Output power</w:t>
      </w:r>
      <w:bookmarkEnd w:id="38"/>
    </w:p>
    <w:p w14:paraId="00796552" w14:textId="77777777" w:rsidR="004840DE" w:rsidRPr="0031418B" w:rsidRDefault="004840DE" w:rsidP="004840DE">
      <w:pPr>
        <w:rPr>
          <w:rFonts w:cs="v4.1.0"/>
        </w:rPr>
      </w:pPr>
      <w:r w:rsidRPr="0031418B">
        <w:rPr>
          <w:rFonts w:cs="v4.1.0"/>
        </w:rPr>
        <w:t>Output power, Pout, of the repeater is the mean power of one carrier at maximum repeater gain delivered to a load with resistance equal to the nominal load impedance of the transmitter.</w:t>
      </w:r>
    </w:p>
    <w:p w14:paraId="4C309CE2" w14:textId="77777777" w:rsidR="004840DE" w:rsidRPr="0031418B" w:rsidRDefault="004840DE" w:rsidP="004840DE">
      <w:pPr>
        <w:rPr>
          <w:rFonts w:cs="v4.1.0"/>
          <w:snapToGrid w:val="0"/>
        </w:rPr>
      </w:pPr>
      <w:r w:rsidRPr="0031418B">
        <w:rPr>
          <w:rFonts w:cs="v4.1.0"/>
          <w:snapToGrid w:val="0"/>
        </w:rPr>
        <w:t>Maximum output power, Pmax, of the repeater is the mean power level per carrier measured at the antenna connector in a specified reference condition.</w:t>
      </w:r>
    </w:p>
    <w:p w14:paraId="7FFF5660" w14:textId="77777777" w:rsidR="004840DE" w:rsidRPr="0031418B" w:rsidRDefault="004840DE" w:rsidP="004840DE">
      <w:pPr>
        <w:pStyle w:val="Heading2"/>
      </w:pPr>
      <w:bookmarkStart w:id="39" w:name="_Toc503964248"/>
      <w:r w:rsidRPr="0031418B">
        <w:lastRenderedPageBreak/>
        <w:t>6.1</w:t>
      </w:r>
      <w:r w:rsidRPr="0031418B">
        <w:tab/>
        <w:t>Minimum requirement</w:t>
      </w:r>
      <w:bookmarkEnd w:id="39"/>
    </w:p>
    <w:p w14:paraId="01A1A919" w14:textId="77777777" w:rsidR="004840DE" w:rsidRPr="0031418B" w:rsidRDefault="004840DE" w:rsidP="004840DE">
      <w:pPr>
        <w:rPr>
          <w:rFonts w:cs="v4.1.0"/>
        </w:rPr>
      </w:pPr>
      <w:r w:rsidRPr="0031418B">
        <w:rPr>
          <w:rFonts w:cs="v4.1.0"/>
        </w:rPr>
        <w:t xml:space="preserve">The requirements shall apply at maximum gain, with E-UTRA signals in the pass band of the repeater, at levels that produce the maximum rated output power per channel. </w:t>
      </w:r>
    </w:p>
    <w:p w14:paraId="31E0E040" w14:textId="77777777" w:rsidR="004840DE" w:rsidRPr="0031418B" w:rsidRDefault="004840DE" w:rsidP="004840DE">
      <w:pPr>
        <w:rPr>
          <w:rFonts w:cs="v4.1.0"/>
        </w:rPr>
      </w:pPr>
      <w:r w:rsidRPr="0031418B">
        <w:rPr>
          <w:rFonts w:cs="v4.1.0"/>
        </w:rPr>
        <w:t>When the power of all signals is increased by 10 dB, compared to the power level that produce the maximum rated output power, the requirements shall still be met.</w:t>
      </w:r>
    </w:p>
    <w:p w14:paraId="1B07CB9F" w14:textId="77777777" w:rsidR="004840DE" w:rsidRPr="0031418B" w:rsidRDefault="004840DE" w:rsidP="004840DE">
      <w:pPr>
        <w:rPr>
          <w:rFonts w:cs="v4.1.0"/>
        </w:rPr>
      </w:pPr>
      <w:r w:rsidRPr="0031418B">
        <w:rPr>
          <w:rFonts w:cs="v4.1.0"/>
        </w:rPr>
        <w:t>In normal conditions, the Repeater maximum output power shall remain within limits specified in Table 6.1-1 relative to the manufacturer's rated output power.</w:t>
      </w:r>
    </w:p>
    <w:p w14:paraId="151B65F9" w14:textId="77777777" w:rsidR="004840DE" w:rsidRPr="0031418B" w:rsidRDefault="004840DE" w:rsidP="004840DE">
      <w:pPr>
        <w:pStyle w:val="TH"/>
        <w:outlineLvl w:val="0"/>
        <w:rPr>
          <w:rFonts w:cs="v4.1.0"/>
        </w:rPr>
      </w:pPr>
      <w:r w:rsidRPr="0031418B">
        <w:rPr>
          <w:rFonts w:cs="v4.1.0"/>
        </w:rPr>
        <w:t>Table 6.1-1</w:t>
      </w:r>
      <w:r w:rsidRPr="0031418B">
        <w:rPr>
          <w:rFonts w:cs="v4.1.0"/>
          <w:noProof/>
        </w:rPr>
        <w:t>: Repeater output power; normal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0"/>
        <w:gridCol w:w="2371"/>
      </w:tblGrid>
      <w:tr w:rsidR="004840DE" w:rsidRPr="0031418B" w14:paraId="039AF0B4" w14:textId="77777777">
        <w:trPr>
          <w:jc w:val="center"/>
        </w:trPr>
        <w:tc>
          <w:tcPr>
            <w:tcW w:w="3180" w:type="dxa"/>
          </w:tcPr>
          <w:p w14:paraId="5723BD10" w14:textId="77777777" w:rsidR="004840DE" w:rsidRPr="0031418B" w:rsidRDefault="004840DE" w:rsidP="001901EC">
            <w:pPr>
              <w:pStyle w:val="TAH"/>
            </w:pPr>
            <w:r w:rsidRPr="0031418B">
              <w:t>Rated output power</w:t>
            </w:r>
          </w:p>
        </w:tc>
        <w:tc>
          <w:tcPr>
            <w:tcW w:w="2371" w:type="dxa"/>
          </w:tcPr>
          <w:p w14:paraId="1118E878" w14:textId="77777777" w:rsidR="004840DE" w:rsidRPr="0031418B" w:rsidRDefault="004840DE" w:rsidP="001901EC">
            <w:pPr>
              <w:pStyle w:val="TAH"/>
            </w:pPr>
            <w:r w:rsidRPr="0031418B">
              <w:t>Limit</w:t>
            </w:r>
          </w:p>
        </w:tc>
      </w:tr>
      <w:tr w:rsidR="004840DE" w:rsidRPr="0031418B" w14:paraId="5CB97DB7" w14:textId="77777777">
        <w:trPr>
          <w:jc w:val="center"/>
        </w:trPr>
        <w:tc>
          <w:tcPr>
            <w:tcW w:w="3180" w:type="dxa"/>
          </w:tcPr>
          <w:p w14:paraId="6A10EA34" w14:textId="77777777" w:rsidR="004840DE" w:rsidRPr="0031418B" w:rsidRDefault="004840DE" w:rsidP="001901EC">
            <w:pPr>
              <w:pStyle w:val="TAC"/>
            </w:pPr>
            <w:r w:rsidRPr="0031418B">
              <w:t xml:space="preserve">P </w:t>
            </w:r>
            <w:r w:rsidRPr="0031418B">
              <w:sym w:font="Symbol" w:char="F0B3"/>
            </w:r>
            <w:r w:rsidRPr="0031418B">
              <w:t xml:space="preserve"> 31 dBm</w:t>
            </w:r>
          </w:p>
        </w:tc>
        <w:tc>
          <w:tcPr>
            <w:tcW w:w="2371" w:type="dxa"/>
          </w:tcPr>
          <w:p w14:paraId="25F5AB4D" w14:textId="77777777" w:rsidR="004840DE" w:rsidRPr="0031418B" w:rsidRDefault="004840DE" w:rsidP="001901EC">
            <w:pPr>
              <w:pStyle w:val="TAC"/>
            </w:pPr>
            <w:r w:rsidRPr="0031418B">
              <w:t>+2 dB and -2 dB</w:t>
            </w:r>
          </w:p>
        </w:tc>
      </w:tr>
      <w:tr w:rsidR="004840DE" w:rsidRPr="0031418B" w14:paraId="4529FBE0" w14:textId="77777777">
        <w:trPr>
          <w:jc w:val="center"/>
        </w:trPr>
        <w:tc>
          <w:tcPr>
            <w:tcW w:w="3180" w:type="dxa"/>
          </w:tcPr>
          <w:p w14:paraId="5318C007" w14:textId="77777777" w:rsidR="004840DE" w:rsidRPr="0031418B" w:rsidRDefault="004840DE" w:rsidP="001901EC">
            <w:pPr>
              <w:pStyle w:val="TAC"/>
            </w:pPr>
            <w:r w:rsidRPr="0031418B">
              <w:rPr>
                <w:noProof/>
              </w:rPr>
              <w:t>P &lt; 31</w:t>
            </w:r>
            <w:r w:rsidRPr="0031418B">
              <w:t xml:space="preserve"> dBm</w:t>
            </w:r>
          </w:p>
        </w:tc>
        <w:tc>
          <w:tcPr>
            <w:tcW w:w="2371" w:type="dxa"/>
          </w:tcPr>
          <w:p w14:paraId="778BB19E" w14:textId="77777777" w:rsidR="004840DE" w:rsidRPr="0031418B" w:rsidRDefault="004840DE" w:rsidP="001901EC">
            <w:pPr>
              <w:pStyle w:val="TAC"/>
            </w:pPr>
            <w:r w:rsidRPr="0031418B">
              <w:t>+3 dB and -3 dB</w:t>
            </w:r>
          </w:p>
        </w:tc>
      </w:tr>
    </w:tbl>
    <w:p w14:paraId="76B0956A" w14:textId="77777777" w:rsidR="004840DE" w:rsidRPr="0031418B" w:rsidRDefault="004840DE" w:rsidP="004840DE">
      <w:pPr>
        <w:rPr>
          <w:rFonts w:cs="v4.1.0"/>
        </w:rPr>
      </w:pPr>
    </w:p>
    <w:p w14:paraId="6F6109ED" w14:textId="77777777" w:rsidR="004840DE" w:rsidRPr="0031418B" w:rsidRDefault="004840DE" w:rsidP="004840DE">
      <w:pPr>
        <w:rPr>
          <w:rFonts w:cs="v4.1.0"/>
        </w:rPr>
      </w:pPr>
      <w:r w:rsidRPr="0031418B">
        <w:rPr>
          <w:rFonts w:cs="v4.1.0"/>
        </w:rPr>
        <w:t>In extreme conditions, the Repeater maximum output power shall remain within the limits specified in Table 6.1-2 relative to the manufacturer's rated output power.</w:t>
      </w:r>
    </w:p>
    <w:p w14:paraId="78C6C434" w14:textId="77777777" w:rsidR="004840DE" w:rsidRPr="0031418B" w:rsidRDefault="004840DE" w:rsidP="004840DE">
      <w:pPr>
        <w:pStyle w:val="TH"/>
        <w:outlineLvl w:val="0"/>
        <w:rPr>
          <w:rFonts w:cs="v4.1.0"/>
        </w:rPr>
      </w:pPr>
      <w:r w:rsidRPr="0031418B">
        <w:rPr>
          <w:rFonts w:cs="v4.1.0"/>
        </w:rPr>
        <w:t>Table 6.1-2</w:t>
      </w:r>
      <w:r w:rsidRPr="0031418B">
        <w:rPr>
          <w:rFonts w:cs="v4.1.0"/>
          <w:noProof/>
        </w:rPr>
        <w:t>: Repeater output power; extreme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2"/>
        <w:gridCol w:w="2409"/>
      </w:tblGrid>
      <w:tr w:rsidR="004840DE" w:rsidRPr="0031418B" w14:paraId="13CE4E28" w14:textId="77777777">
        <w:trPr>
          <w:jc w:val="center"/>
        </w:trPr>
        <w:tc>
          <w:tcPr>
            <w:tcW w:w="3142" w:type="dxa"/>
          </w:tcPr>
          <w:p w14:paraId="7C61E983" w14:textId="77777777" w:rsidR="004840DE" w:rsidRPr="0031418B" w:rsidRDefault="004840DE" w:rsidP="001901EC">
            <w:pPr>
              <w:pStyle w:val="TAH"/>
            </w:pPr>
            <w:r w:rsidRPr="0031418B">
              <w:t>Rated output power</w:t>
            </w:r>
          </w:p>
        </w:tc>
        <w:tc>
          <w:tcPr>
            <w:tcW w:w="2409" w:type="dxa"/>
          </w:tcPr>
          <w:p w14:paraId="534832B6" w14:textId="77777777" w:rsidR="004840DE" w:rsidRPr="0031418B" w:rsidRDefault="004840DE" w:rsidP="001901EC">
            <w:pPr>
              <w:pStyle w:val="TAH"/>
            </w:pPr>
            <w:r w:rsidRPr="0031418B">
              <w:t>Limit</w:t>
            </w:r>
          </w:p>
        </w:tc>
      </w:tr>
      <w:tr w:rsidR="004840DE" w:rsidRPr="0031418B" w14:paraId="0C9CA0D2" w14:textId="77777777">
        <w:trPr>
          <w:jc w:val="center"/>
        </w:trPr>
        <w:tc>
          <w:tcPr>
            <w:tcW w:w="3142" w:type="dxa"/>
          </w:tcPr>
          <w:p w14:paraId="6C99066E" w14:textId="77777777" w:rsidR="004840DE" w:rsidRPr="0031418B" w:rsidRDefault="004840DE" w:rsidP="008F120B">
            <w:pPr>
              <w:pStyle w:val="TAC"/>
              <w:rPr>
                <w:rFonts w:cs="v4.1.0"/>
              </w:rPr>
            </w:pPr>
            <w:r w:rsidRPr="0031418B">
              <w:rPr>
                <w:rFonts w:cs="v4.1.0"/>
              </w:rPr>
              <w:t xml:space="preserve">P </w:t>
            </w:r>
            <w:r w:rsidRPr="0031418B">
              <w:rPr>
                <w:rFonts w:cs="v4.1.0"/>
              </w:rPr>
              <w:sym w:font="Symbol" w:char="F0B3"/>
            </w:r>
            <w:r w:rsidRPr="0031418B">
              <w:rPr>
                <w:rFonts w:cs="v4.1.0"/>
              </w:rPr>
              <w:t xml:space="preserve"> 31 dBm</w:t>
            </w:r>
          </w:p>
        </w:tc>
        <w:tc>
          <w:tcPr>
            <w:tcW w:w="2409" w:type="dxa"/>
          </w:tcPr>
          <w:p w14:paraId="4598A91D" w14:textId="77777777" w:rsidR="004840DE" w:rsidRPr="0031418B" w:rsidRDefault="004840DE" w:rsidP="008F120B">
            <w:pPr>
              <w:pStyle w:val="TAC"/>
            </w:pPr>
            <w:r w:rsidRPr="0031418B">
              <w:t>+2,5 dB and -2,5 dB</w:t>
            </w:r>
          </w:p>
        </w:tc>
      </w:tr>
      <w:tr w:rsidR="004840DE" w:rsidRPr="0031418B" w14:paraId="4F2EAA19" w14:textId="77777777">
        <w:trPr>
          <w:jc w:val="center"/>
        </w:trPr>
        <w:tc>
          <w:tcPr>
            <w:tcW w:w="3142" w:type="dxa"/>
          </w:tcPr>
          <w:p w14:paraId="6FD23F40" w14:textId="77777777" w:rsidR="004840DE" w:rsidRPr="0031418B" w:rsidRDefault="004840DE" w:rsidP="008F120B">
            <w:pPr>
              <w:pStyle w:val="TAC"/>
              <w:rPr>
                <w:rFonts w:cs="v4.1.0"/>
              </w:rPr>
            </w:pPr>
            <w:r w:rsidRPr="0031418B">
              <w:rPr>
                <w:rFonts w:cs="v4.1.0"/>
                <w:noProof/>
              </w:rPr>
              <w:t>P &lt; 31</w:t>
            </w:r>
            <w:r w:rsidRPr="0031418B">
              <w:rPr>
                <w:rFonts w:cs="v4.1.0"/>
              </w:rPr>
              <w:t xml:space="preserve"> dBm</w:t>
            </w:r>
          </w:p>
        </w:tc>
        <w:tc>
          <w:tcPr>
            <w:tcW w:w="2409" w:type="dxa"/>
          </w:tcPr>
          <w:p w14:paraId="6FD16578" w14:textId="77777777" w:rsidR="004840DE" w:rsidRPr="0031418B" w:rsidRDefault="004840DE" w:rsidP="008F120B">
            <w:pPr>
              <w:pStyle w:val="TAC"/>
            </w:pPr>
            <w:r w:rsidRPr="0031418B">
              <w:t>+4 dB and -4 dB</w:t>
            </w:r>
          </w:p>
        </w:tc>
      </w:tr>
    </w:tbl>
    <w:p w14:paraId="4C406483" w14:textId="77777777" w:rsidR="004840DE" w:rsidRPr="0031418B" w:rsidRDefault="004840DE" w:rsidP="004840DE">
      <w:pPr>
        <w:rPr>
          <w:rFonts w:cs="v4.1.0"/>
        </w:rPr>
      </w:pPr>
    </w:p>
    <w:p w14:paraId="5D5CD0DA" w14:textId="77777777" w:rsidR="004840DE" w:rsidRPr="0031418B" w:rsidRDefault="004840DE" w:rsidP="004840DE">
      <w:pPr>
        <w:rPr>
          <w:rFonts w:cs="v4.1.0"/>
        </w:rPr>
      </w:pPr>
      <w:r w:rsidRPr="0031418B">
        <w:rPr>
          <w:rFonts w:cs="v4.1.0"/>
        </w:rPr>
        <w:t>In certain regions, the minimum requirement for normal conditions may apply also for some conditions outside the ranges o</w:t>
      </w:r>
      <w:r w:rsidR="001901EC" w:rsidRPr="0031418B">
        <w:rPr>
          <w:rFonts w:cs="v4.1.0"/>
        </w:rPr>
        <w:t>f conditions defined as normal.</w:t>
      </w:r>
    </w:p>
    <w:p w14:paraId="4CC51E2D" w14:textId="77777777" w:rsidR="0037410B" w:rsidRPr="0031418B" w:rsidRDefault="00442B19" w:rsidP="00442B19">
      <w:pPr>
        <w:pStyle w:val="Heading1"/>
      </w:pPr>
      <w:bookmarkStart w:id="40" w:name="_Toc503964249"/>
      <w:r w:rsidRPr="0031418B">
        <w:t>7</w:t>
      </w:r>
      <w:r w:rsidR="0037410B" w:rsidRPr="0031418B">
        <w:tab/>
      </w:r>
      <w:r w:rsidR="00712545" w:rsidRPr="0031418B">
        <w:t>Frequency stability</w:t>
      </w:r>
      <w:bookmarkEnd w:id="40"/>
    </w:p>
    <w:p w14:paraId="41237C2A" w14:textId="77777777" w:rsidR="00E01152" w:rsidRPr="0031418B" w:rsidRDefault="00E01152" w:rsidP="00E01152">
      <w:pPr>
        <w:keepNext/>
        <w:keepLines/>
        <w:spacing w:before="60" w:after="60"/>
        <w:rPr>
          <w:rFonts w:cs="v4.1.0"/>
        </w:rPr>
      </w:pPr>
      <w:r w:rsidRPr="0031418B">
        <w:rPr>
          <w:rFonts w:cs="v4.1.0"/>
        </w:rPr>
        <w:t>Frequency stability is the ability to maintain the same frequency on the output signal with respect to the input signal.</w:t>
      </w:r>
    </w:p>
    <w:p w14:paraId="095F2C9B" w14:textId="77777777" w:rsidR="00E01152" w:rsidRPr="0031418B" w:rsidRDefault="00E01152" w:rsidP="00E01152">
      <w:pPr>
        <w:pStyle w:val="Heading2"/>
        <w:rPr>
          <w:rFonts w:cs="v4.1.0"/>
        </w:rPr>
      </w:pPr>
      <w:bookmarkStart w:id="41" w:name="_Toc503964250"/>
      <w:r w:rsidRPr="0031418B">
        <w:rPr>
          <w:rFonts w:cs="v4.1.0"/>
        </w:rPr>
        <w:t>7.1</w:t>
      </w:r>
      <w:r w:rsidRPr="0031418B">
        <w:rPr>
          <w:rFonts w:cs="v4.1.0"/>
        </w:rPr>
        <w:tab/>
        <w:t>Minimum requirement</w:t>
      </w:r>
      <w:bookmarkEnd w:id="41"/>
    </w:p>
    <w:p w14:paraId="233EE584" w14:textId="77777777" w:rsidR="00E01152" w:rsidRPr="0031418B" w:rsidRDefault="00E01152" w:rsidP="00E01152">
      <w:pPr>
        <w:spacing w:before="60" w:after="60"/>
        <w:rPr>
          <w:rFonts w:cs="v4.1.0"/>
        </w:rPr>
      </w:pPr>
      <w:r w:rsidRPr="0031418B">
        <w:rPr>
          <w:rFonts w:cs="v4.1.0"/>
        </w:rPr>
        <w:t>The frequency deviation of the output signal with respect to the input s</w:t>
      </w:r>
      <w:r w:rsidR="00C75CBE" w:rsidRPr="0031418B">
        <w:rPr>
          <w:rFonts w:cs="v4.1.0"/>
        </w:rPr>
        <w:t>ignal shall be no more than ±0,</w:t>
      </w:r>
      <w:r w:rsidRPr="0031418B">
        <w:rPr>
          <w:rFonts w:cs="v4.1.0"/>
        </w:rPr>
        <w:t xml:space="preserve">01 </w:t>
      </w:r>
      <w:r w:rsidR="00046C47" w:rsidRPr="0031418B">
        <w:rPr>
          <w:rFonts w:cs="v4.1.0"/>
        </w:rPr>
        <w:t>PPM</w:t>
      </w:r>
      <w:r w:rsidRPr="0031418B">
        <w:rPr>
          <w:rFonts w:cs="v4.1.0"/>
        </w:rPr>
        <w:t>.</w:t>
      </w:r>
    </w:p>
    <w:p w14:paraId="3EF7BD10" w14:textId="77777777" w:rsidR="00712545" w:rsidRPr="0031418B" w:rsidRDefault="00712545" w:rsidP="00712545">
      <w:pPr>
        <w:pStyle w:val="Heading1"/>
      </w:pPr>
      <w:bookmarkStart w:id="42" w:name="_Toc503964251"/>
      <w:r w:rsidRPr="0031418B">
        <w:t>8</w:t>
      </w:r>
      <w:r w:rsidRPr="0031418B">
        <w:tab/>
        <w:t>Out of band gain</w:t>
      </w:r>
      <w:bookmarkEnd w:id="42"/>
    </w:p>
    <w:p w14:paraId="411CECEC" w14:textId="77777777" w:rsidR="000057C8" w:rsidRPr="0031418B" w:rsidRDefault="000057C8" w:rsidP="000057C8">
      <w:pPr>
        <w:rPr>
          <w:rFonts w:cs="v4.1.0"/>
        </w:rPr>
      </w:pPr>
      <w:r w:rsidRPr="0031418B">
        <w:rPr>
          <w:rFonts w:cs="v4.1.0"/>
        </w:rPr>
        <w:t>Out of band gain refers to the gain of the repeater outside the pass band.</w:t>
      </w:r>
    </w:p>
    <w:p w14:paraId="0DB9F8F9" w14:textId="77777777" w:rsidR="000057C8" w:rsidRPr="0031418B" w:rsidRDefault="000057C8" w:rsidP="000057C8">
      <w:pPr>
        <w:pStyle w:val="Heading2"/>
        <w:rPr>
          <w:rFonts w:cs="v4.1.0"/>
        </w:rPr>
      </w:pPr>
      <w:bookmarkStart w:id="43" w:name="_Toc503964252"/>
      <w:r w:rsidRPr="0031418B">
        <w:rPr>
          <w:rFonts w:cs="v4.1.0"/>
        </w:rPr>
        <w:t>8.1</w:t>
      </w:r>
      <w:r w:rsidRPr="0031418B">
        <w:rPr>
          <w:rFonts w:cs="v4.1.0"/>
        </w:rPr>
        <w:tab/>
        <w:t>Minimum requirement</w:t>
      </w:r>
      <w:bookmarkEnd w:id="43"/>
    </w:p>
    <w:p w14:paraId="329116C4" w14:textId="77777777" w:rsidR="000057C8" w:rsidRPr="0031418B" w:rsidRDefault="000057C8" w:rsidP="000057C8">
      <w:pPr>
        <w:spacing w:after="0"/>
      </w:pPr>
      <w:r w:rsidRPr="0031418B">
        <w:t>The intended use of a repeater in a system is to amplify the in band signals and not to amplify the out of band emission of the donor base station.</w:t>
      </w:r>
    </w:p>
    <w:p w14:paraId="03231A6C" w14:textId="77777777" w:rsidR="000057C8" w:rsidRPr="0031418B" w:rsidRDefault="000057C8" w:rsidP="000057C8">
      <w:pPr>
        <w:spacing w:after="0"/>
      </w:pPr>
      <w:r w:rsidRPr="0031418B">
        <w:t>In the intended application of the repeater, the out of band gain is less than the donor coupling loss.</w:t>
      </w:r>
    </w:p>
    <w:p w14:paraId="74B96411" w14:textId="77777777" w:rsidR="000057C8" w:rsidRPr="0031418B" w:rsidRDefault="000057C8" w:rsidP="000057C8">
      <w:r w:rsidRPr="0031418B">
        <w:t>The repeater minimum donor coupling loss shall be declared by the manufacturer. This is the minimum required attenuation between the donor BS and the repeater for proper repeater operation.</w:t>
      </w:r>
    </w:p>
    <w:p w14:paraId="0740E149" w14:textId="77777777" w:rsidR="000057C8" w:rsidRPr="0031418B" w:rsidRDefault="000057C8" w:rsidP="000057C8">
      <w:pPr>
        <w:rPr>
          <w:rFonts w:cs="v4.1.0"/>
        </w:rPr>
      </w:pPr>
      <w:r w:rsidRPr="0031418B">
        <w:rPr>
          <w:rFonts w:cs="v4.1.0"/>
        </w:rPr>
        <w:t>The gain outside the pass band shall not exceed the maximum level specified in table 8.1-1, where:</w:t>
      </w:r>
    </w:p>
    <w:p w14:paraId="5F0F505C" w14:textId="77777777" w:rsidR="00C127BF" w:rsidRPr="0031418B" w:rsidRDefault="0031418B" w:rsidP="0031418B">
      <w:pPr>
        <w:pStyle w:val="B1"/>
      </w:pPr>
      <w:r>
        <w:rPr>
          <w:rFonts w:eastAsia="Malgun Gothic" w:hint="eastAsia"/>
        </w:rPr>
        <w:t>-</w:t>
      </w:r>
      <w:r>
        <w:rPr>
          <w:rFonts w:eastAsia="Malgun Gothic" w:hint="eastAsia"/>
        </w:rPr>
        <w:tab/>
      </w:r>
      <w:r w:rsidR="00C127BF" w:rsidRPr="0031418B">
        <w:t>f_offset_CW is the offset between the outer channel edge frequency of the outer channel in the pass band and a CW signal.</w:t>
      </w:r>
    </w:p>
    <w:p w14:paraId="698AC504" w14:textId="77777777" w:rsidR="000057C8" w:rsidRPr="0031418B" w:rsidRDefault="000057C8" w:rsidP="000057C8">
      <w:pPr>
        <w:pStyle w:val="TH"/>
        <w:outlineLvl w:val="0"/>
        <w:rPr>
          <w:rFonts w:cs="v4.1.0"/>
        </w:rPr>
      </w:pPr>
      <w:r w:rsidRPr="0031418B">
        <w:rPr>
          <w:rFonts w:cs="v4.1.0"/>
        </w:rPr>
        <w:lastRenderedPageBreak/>
        <w:t>Table 8.1-1</w:t>
      </w:r>
      <w:r w:rsidRPr="0031418B">
        <w:rPr>
          <w:rFonts w:cs="v4.1.0"/>
          <w:noProof/>
        </w:rPr>
        <w:t>: Out of band gain limits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2"/>
        <w:gridCol w:w="1633"/>
      </w:tblGrid>
      <w:tr w:rsidR="00C127BF" w:rsidRPr="0031418B" w14:paraId="33CE53F7" w14:textId="77777777">
        <w:trPr>
          <w:jc w:val="center"/>
        </w:trPr>
        <w:tc>
          <w:tcPr>
            <w:tcW w:w="3142" w:type="dxa"/>
          </w:tcPr>
          <w:p w14:paraId="0BB5245D" w14:textId="77777777" w:rsidR="00C127BF" w:rsidRPr="0031418B" w:rsidRDefault="00C127BF" w:rsidP="00357219">
            <w:pPr>
              <w:pStyle w:val="TAH"/>
            </w:pPr>
            <w:r w:rsidRPr="0031418B">
              <w:t>Frequency offset, f_offset_CW</w:t>
            </w:r>
          </w:p>
        </w:tc>
        <w:tc>
          <w:tcPr>
            <w:tcW w:w="1633" w:type="dxa"/>
          </w:tcPr>
          <w:p w14:paraId="3F40CB91" w14:textId="77777777" w:rsidR="00C127BF" w:rsidRPr="0031418B" w:rsidRDefault="00C127BF" w:rsidP="00357219">
            <w:pPr>
              <w:pStyle w:val="TAH"/>
            </w:pPr>
            <w:r w:rsidRPr="0031418B">
              <w:t>Maximum gain</w:t>
            </w:r>
          </w:p>
        </w:tc>
      </w:tr>
      <w:tr w:rsidR="00C127BF" w:rsidRPr="0031418B" w14:paraId="2409DE66" w14:textId="77777777">
        <w:trPr>
          <w:jc w:val="center"/>
        </w:trPr>
        <w:tc>
          <w:tcPr>
            <w:tcW w:w="3142" w:type="dxa"/>
          </w:tcPr>
          <w:p w14:paraId="0D77FFDA" w14:textId="77777777" w:rsidR="00C127BF" w:rsidRPr="0031418B" w:rsidRDefault="00C127BF" w:rsidP="00357219">
            <w:pPr>
              <w:pStyle w:val="TAC"/>
              <w:rPr>
                <w:rFonts w:cs="v4.1.0"/>
              </w:rPr>
            </w:pPr>
            <w:r w:rsidRPr="0031418B">
              <w:rPr>
                <w:rFonts w:cs="v4.1.0"/>
              </w:rPr>
              <w:t xml:space="preserve">0,2 </w:t>
            </w:r>
            <w:r w:rsidRPr="0031418B">
              <w:rPr>
                <w:rFonts w:cs="v4.1.0"/>
              </w:rPr>
              <w:sym w:font="Symbol" w:char="F0A3"/>
            </w:r>
            <w:r w:rsidRPr="0031418B">
              <w:rPr>
                <w:rFonts w:cs="v4.1.0"/>
              </w:rPr>
              <w:t xml:space="preserve"> f_offset_CW &lt; 1,0 MHz</w:t>
            </w:r>
          </w:p>
        </w:tc>
        <w:tc>
          <w:tcPr>
            <w:tcW w:w="1633" w:type="dxa"/>
          </w:tcPr>
          <w:p w14:paraId="4F9F0EDC" w14:textId="77777777" w:rsidR="00C127BF" w:rsidRPr="0031418B" w:rsidRDefault="00C127BF" w:rsidP="00357219">
            <w:pPr>
              <w:pStyle w:val="TAC"/>
            </w:pPr>
            <w:r w:rsidRPr="0031418B">
              <w:t>60 dB</w:t>
            </w:r>
          </w:p>
        </w:tc>
      </w:tr>
      <w:tr w:rsidR="00C127BF" w:rsidRPr="0031418B" w14:paraId="54E4F110" w14:textId="77777777">
        <w:trPr>
          <w:jc w:val="center"/>
        </w:trPr>
        <w:tc>
          <w:tcPr>
            <w:tcW w:w="3142" w:type="dxa"/>
          </w:tcPr>
          <w:p w14:paraId="29A5A5AE" w14:textId="77777777" w:rsidR="00C127BF" w:rsidRPr="0031418B" w:rsidRDefault="00C127BF" w:rsidP="00357219">
            <w:pPr>
              <w:pStyle w:val="TAC"/>
              <w:rPr>
                <w:rFonts w:cs="v4.1.0"/>
              </w:rPr>
            </w:pPr>
            <w:r w:rsidRPr="0031418B">
              <w:rPr>
                <w:rFonts w:cs="v4.1.0"/>
              </w:rPr>
              <w:t xml:space="preserve">1,0 </w:t>
            </w:r>
            <w:r w:rsidRPr="0031418B">
              <w:rPr>
                <w:rFonts w:cs="v4.1.0"/>
              </w:rPr>
              <w:sym w:font="Symbol" w:char="F0A3"/>
            </w:r>
            <w:r w:rsidRPr="0031418B">
              <w:rPr>
                <w:rFonts w:cs="v4.1.0"/>
              </w:rPr>
              <w:t xml:space="preserve"> f_offset_CW &lt; 5,0 MHz</w:t>
            </w:r>
          </w:p>
        </w:tc>
        <w:tc>
          <w:tcPr>
            <w:tcW w:w="1633" w:type="dxa"/>
          </w:tcPr>
          <w:p w14:paraId="52D1C7A5" w14:textId="77777777" w:rsidR="00C127BF" w:rsidRPr="0031418B" w:rsidRDefault="00C127BF" w:rsidP="00357219">
            <w:pPr>
              <w:pStyle w:val="TAC"/>
            </w:pPr>
            <w:r w:rsidRPr="0031418B">
              <w:t>45 dB</w:t>
            </w:r>
          </w:p>
        </w:tc>
      </w:tr>
      <w:tr w:rsidR="00C127BF" w:rsidRPr="0031418B" w14:paraId="7046470E" w14:textId="77777777">
        <w:trPr>
          <w:jc w:val="center"/>
        </w:trPr>
        <w:tc>
          <w:tcPr>
            <w:tcW w:w="3142" w:type="dxa"/>
          </w:tcPr>
          <w:p w14:paraId="6E00D0C5" w14:textId="77777777" w:rsidR="00C127BF" w:rsidRPr="0031418B" w:rsidRDefault="00C127BF" w:rsidP="00357219">
            <w:pPr>
              <w:pStyle w:val="TAC"/>
              <w:rPr>
                <w:rFonts w:cs="v4.1.0"/>
              </w:rPr>
            </w:pPr>
            <w:r w:rsidRPr="0031418B">
              <w:rPr>
                <w:rFonts w:cs="v4.1.0"/>
              </w:rPr>
              <w:t xml:space="preserve">5,0 </w:t>
            </w:r>
            <w:r w:rsidRPr="0031418B">
              <w:rPr>
                <w:rFonts w:cs="v4.1.0"/>
              </w:rPr>
              <w:sym w:font="Symbol" w:char="F0A3"/>
            </w:r>
            <w:r w:rsidRPr="0031418B">
              <w:rPr>
                <w:rFonts w:cs="v4.1.0"/>
              </w:rPr>
              <w:t xml:space="preserve"> f_offset_CW &lt; 10,0 MHz</w:t>
            </w:r>
          </w:p>
        </w:tc>
        <w:tc>
          <w:tcPr>
            <w:tcW w:w="1633" w:type="dxa"/>
          </w:tcPr>
          <w:p w14:paraId="30560D3A" w14:textId="77777777" w:rsidR="00C127BF" w:rsidRPr="0031418B" w:rsidRDefault="00C127BF" w:rsidP="00357219">
            <w:pPr>
              <w:pStyle w:val="TAC"/>
            </w:pPr>
            <w:r w:rsidRPr="0031418B">
              <w:t>45 dB</w:t>
            </w:r>
          </w:p>
        </w:tc>
      </w:tr>
      <w:tr w:rsidR="00C127BF" w:rsidRPr="0031418B" w14:paraId="5C2ABFAA" w14:textId="77777777">
        <w:trPr>
          <w:jc w:val="center"/>
        </w:trPr>
        <w:tc>
          <w:tcPr>
            <w:tcW w:w="3142" w:type="dxa"/>
          </w:tcPr>
          <w:p w14:paraId="5320CDE2" w14:textId="77777777" w:rsidR="00C127BF" w:rsidRPr="0031418B" w:rsidRDefault="00C127BF" w:rsidP="00357219">
            <w:pPr>
              <w:pStyle w:val="TAC"/>
              <w:rPr>
                <w:rFonts w:cs="v4.1.0"/>
              </w:rPr>
            </w:pPr>
            <w:r w:rsidRPr="0031418B">
              <w:rPr>
                <w:rFonts w:cs="v4.1.0"/>
              </w:rPr>
              <w:t xml:space="preserve">10,0 MHz </w:t>
            </w:r>
            <w:r w:rsidRPr="0031418B">
              <w:rPr>
                <w:rFonts w:cs="v4.1.0"/>
              </w:rPr>
              <w:sym w:font="Symbol" w:char="F0A3"/>
            </w:r>
            <w:r w:rsidRPr="0031418B">
              <w:rPr>
                <w:rFonts w:cs="v4.1.0"/>
              </w:rPr>
              <w:t xml:space="preserve"> f_offset_CW</w:t>
            </w:r>
          </w:p>
        </w:tc>
        <w:tc>
          <w:tcPr>
            <w:tcW w:w="1633" w:type="dxa"/>
          </w:tcPr>
          <w:p w14:paraId="2C874339" w14:textId="77777777" w:rsidR="00C127BF" w:rsidRPr="0031418B" w:rsidRDefault="00C127BF" w:rsidP="00357219">
            <w:pPr>
              <w:pStyle w:val="TAC"/>
            </w:pPr>
            <w:r w:rsidRPr="0031418B">
              <w:t>35 dB</w:t>
            </w:r>
          </w:p>
        </w:tc>
      </w:tr>
    </w:tbl>
    <w:p w14:paraId="6F07D46A" w14:textId="77777777" w:rsidR="000057C8" w:rsidRPr="0031418B" w:rsidRDefault="000057C8" w:rsidP="000057C8">
      <w:pPr>
        <w:rPr>
          <w:rFonts w:cs="v4.1.0"/>
        </w:rPr>
      </w:pPr>
    </w:p>
    <w:p w14:paraId="1A6CE9C9" w14:textId="77777777" w:rsidR="000057C8" w:rsidRPr="0031418B" w:rsidRDefault="000057C8" w:rsidP="000057C8">
      <w:r w:rsidRPr="0031418B">
        <w:t xml:space="preserve">For 10,0 MHz </w:t>
      </w:r>
      <w:r w:rsidRPr="0031418B">
        <w:sym w:font="Symbol" w:char="F0A3"/>
      </w:r>
      <w:r w:rsidR="00C127BF" w:rsidRPr="0031418B">
        <w:t xml:space="preserve"> f_offset_CW</w:t>
      </w:r>
      <w:r w:rsidRPr="0031418B">
        <w:t xml:space="preserve"> the out of band gain shall not exceed the maximum gain of table 8.1-2 or the maximum gain stated in table 8.1-1 whichever is lower.</w:t>
      </w:r>
    </w:p>
    <w:p w14:paraId="5F51807C" w14:textId="77777777" w:rsidR="000057C8" w:rsidRPr="0031418B" w:rsidRDefault="000057C8" w:rsidP="000057C8">
      <w:pPr>
        <w:pStyle w:val="TH"/>
      </w:pPr>
      <w:r w:rsidRPr="0031418B">
        <w:t>Table 8.1-2: Out of band gain limits 2</w:t>
      </w:r>
    </w:p>
    <w:tbl>
      <w:tblPr>
        <w:tblW w:w="7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1"/>
        <w:gridCol w:w="4914"/>
      </w:tblGrid>
      <w:tr w:rsidR="009E153E" w:rsidRPr="0031418B" w14:paraId="55926169" w14:textId="77777777">
        <w:trPr>
          <w:jc w:val="center"/>
        </w:trPr>
        <w:tc>
          <w:tcPr>
            <w:tcW w:w="2801" w:type="dxa"/>
          </w:tcPr>
          <w:p w14:paraId="54BB054A" w14:textId="77777777" w:rsidR="009E153E" w:rsidRPr="0031418B" w:rsidRDefault="009E153E" w:rsidP="000B470E">
            <w:pPr>
              <w:pStyle w:val="TAH"/>
            </w:pPr>
            <w:r w:rsidRPr="0031418B">
              <w:rPr>
                <w:rFonts w:cs="v4.2.0"/>
              </w:rPr>
              <w:t>Frequency offset, f_offset_CW</w:t>
            </w:r>
          </w:p>
        </w:tc>
        <w:tc>
          <w:tcPr>
            <w:tcW w:w="4914" w:type="dxa"/>
          </w:tcPr>
          <w:p w14:paraId="25C6C578" w14:textId="77777777" w:rsidR="009E153E" w:rsidRPr="0031418B" w:rsidRDefault="009E153E" w:rsidP="000B470E">
            <w:pPr>
              <w:pStyle w:val="TAH"/>
            </w:pPr>
            <w:r w:rsidRPr="0031418B">
              <w:t>Maximum gain</w:t>
            </w:r>
          </w:p>
        </w:tc>
      </w:tr>
      <w:tr w:rsidR="009E153E" w:rsidRPr="0031418B" w14:paraId="2693F656" w14:textId="77777777">
        <w:trPr>
          <w:jc w:val="center"/>
        </w:trPr>
        <w:tc>
          <w:tcPr>
            <w:tcW w:w="2801" w:type="dxa"/>
          </w:tcPr>
          <w:p w14:paraId="6BAFEAA9" w14:textId="77777777" w:rsidR="009E153E" w:rsidRPr="0031418B" w:rsidRDefault="009E153E" w:rsidP="000B470E">
            <w:pPr>
              <w:pStyle w:val="TAC"/>
            </w:pPr>
            <w:r w:rsidRPr="0031418B">
              <w:rPr>
                <w:rFonts w:cs="v4.2.0"/>
              </w:rPr>
              <w:t xml:space="preserve">10 MHz </w:t>
            </w:r>
            <w:r w:rsidRPr="0031418B">
              <w:rPr>
                <w:rFonts w:cs="v4.2.0"/>
              </w:rPr>
              <w:sym w:font="Symbol" w:char="F0A3"/>
            </w:r>
            <w:r w:rsidRPr="0031418B">
              <w:rPr>
                <w:rFonts w:cs="v4.2.0"/>
              </w:rPr>
              <w:t xml:space="preserve"> f_offset_CW</w:t>
            </w:r>
          </w:p>
        </w:tc>
        <w:tc>
          <w:tcPr>
            <w:tcW w:w="4914" w:type="dxa"/>
          </w:tcPr>
          <w:p w14:paraId="56CA365A" w14:textId="77777777" w:rsidR="009E153E" w:rsidRPr="0031418B" w:rsidRDefault="009E153E" w:rsidP="000B470E">
            <w:pPr>
              <w:pStyle w:val="TAC"/>
            </w:pPr>
            <w:r w:rsidRPr="0031418B">
              <w:t xml:space="preserve">Out of band gain </w:t>
            </w:r>
            <w:r w:rsidRPr="0031418B">
              <w:sym w:font="Symbol" w:char="F0A3"/>
            </w:r>
            <w:r w:rsidRPr="0031418B">
              <w:t xml:space="preserve"> minimum donor coupling loss</w:t>
            </w:r>
          </w:p>
        </w:tc>
      </w:tr>
    </w:tbl>
    <w:p w14:paraId="155DFA57" w14:textId="77777777" w:rsidR="000057C8" w:rsidRPr="0031418B" w:rsidRDefault="000057C8" w:rsidP="000057C8"/>
    <w:p w14:paraId="51599ED1" w14:textId="77777777" w:rsidR="00785ABE" w:rsidRPr="0031418B" w:rsidRDefault="00CB2EFC" w:rsidP="00442B19">
      <w:pPr>
        <w:pStyle w:val="Heading1"/>
      </w:pPr>
      <w:r w:rsidRPr="0031418B">
        <w:br w:type="page"/>
      </w:r>
      <w:bookmarkStart w:id="44" w:name="_Toc503964253"/>
      <w:r w:rsidR="00712545" w:rsidRPr="0031418B">
        <w:lastRenderedPageBreak/>
        <w:t>9</w:t>
      </w:r>
      <w:r w:rsidR="00785ABE" w:rsidRPr="0031418B">
        <w:tab/>
      </w:r>
      <w:r w:rsidR="00CB220D" w:rsidRPr="0031418B">
        <w:t>Unwanted</w:t>
      </w:r>
      <w:r w:rsidR="00785ABE" w:rsidRPr="0031418B">
        <w:t xml:space="preserve"> emissions</w:t>
      </w:r>
      <w:bookmarkEnd w:id="44"/>
    </w:p>
    <w:p w14:paraId="762E8F24" w14:textId="77777777" w:rsidR="00674AAB" w:rsidRPr="0031418B" w:rsidRDefault="00674AAB" w:rsidP="00674AAB">
      <w:r w:rsidRPr="0031418B">
        <w:t xml:space="preserve">Unwanted emissions consist of out-of-band emissions and spurious emissions [2]. Out of band emissions are unwanted emissions immediately outside the </w:t>
      </w:r>
      <w:r w:rsidR="00777D5F" w:rsidRPr="0031418B">
        <w:t>pass band</w:t>
      </w:r>
      <w:r w:rsidR="00A0763A" w:rsidRPr="0031418B">
        <w:t xml:space="preserve"> </w:t>
      </w:r>
      <w:r w:rsidRPr="0031418B">
        <w:t xml:space="preserve">bandwidth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 </w:t>
      </w:r>
    </w:p>
    <w:p w14:paraId="73364266" w14:textId="77777777" w:rsidR="00674AAB" w:rsidRPr="0031418B" w:rsidRDefault="00674AAB" w:rsidP="00674AAB">
      <w:r w:rsidRPr="0031418B">
        <w:t xml:space="preserve">The out-of-band emissions requirement for repeater is specified </w:t>
      </w:r>
      <w:r w:rsidR="00A0763A" w:rsidRPr="0031418B">
        <w:rPr>
          <w:rFonts w:cs="v5.0.0"/>
        </w:rPr>
        <w:t xml:space="preserve">both in terms </w:t>
      </w:r>
      <w:r w:rsidRPr="0031418B">
        <w:t>operating band unwanted emissions</w:t>
      </w:r>
      <w:r w:rsidR="00A0763A" w:rsidRPr="0031418B">
        <w:t xml:space="preserve"> and protection of the BS receiver in the </w:t>
      </w:r>
      <w:r w:rsidR="00DF2A48" w:rsidRPr="0031418B">
        <w:t xml:space="preserve">uplink </w:t>
      </w:r>
      <w:r w:rsidR="00A0763A" w:rsidRPr="0031418B">
        <w:t>operating band</w:t>
      </w:r>
      <w:r w:rsidRPr="0031418B">
        <w:t xml:space="preserve">. The Operating band unwanted emissions define all unwanted emissions in the repeater operating band plus the frequency ranges 10 MHz above and 10 MHz below </w:t>
      </w:r>
      <w:r w:rsidR="00A0763A" w:rsidRPr="0031418B">
        <w:t xml:space="preserve">that </w:t>
      </w:r>
      <w:r w:rsidRPr="0031418B">
        <w:t>band. Unwanted emissions outside of this frequency range are limited by a spurious emissions requirement.</w:t>
      </w:r>
    </w:p>
    <w:p w14:paraId="039E39AC" w14:textId="77777777" w:rsidR="00785ABE" w:rsidRPr="0031418B" w:rsidRDefault="00712545" w:rsidP="00442B19">
      <w:pPr>
        <w:pStyle w:val="Heading2"/>
      </w:pPr>
      <w:bookmarkStart w:id="45" w:name="_Toc503964254"/>
      <w:r w:rsidRPr="0031418B">
        <w:t>9</w:t>
      </w:r>
      <w:r w:rsidR="00CC5C34" w:rsidRPr="0031418B">
        <w:t>.</w:t>
      </w:r>
      <w:r w:rsidR="00442B19" w:rsidRPr="0031418B">
        <w:t>1</w:t>
      </w:r>
      <w:r w:rsidR="00785ABE" w:rsidRPr="0031418B">
        <w:tab/>
      </w:r>
      <w:r w:rsidR="00CC5C34" w:rsidRPr="0031418B">
        <w:t>Operating band unwanted emissions</w:t>
      </w:r>
      <w:bookmarkEnd w:id="45"/>
    </w:p>
    <w:p w14:paraId="68171D46" w14:textId="77777777" w:rsidR="008559DD" w:rsidRPr="0031418B" w:rsidRDefault="008559DD" w:rsidP="008559DD">
      <w:r w:rsidRPr="0031418B">
        <w:t xml:space="preserve">The Operating band unwanted emission limits are defined from 10 MHz below the lowest frequency of the repeater operating band up to 10 MHz above the highest frequency of the repeater operating band. </w:t>
      </w:r>
    </w:p>
    <w:p w14:paraId="59CB038F" w14:textId="77777777" w:rsidR="008559DD" w:rsidRPr="0031418B" w:rsidRDefault="008559DD" w:rsidP="008559DD">
      <w:pPr>
        <w:keepNext/>
        <w:rPr>
          <w:rFonts w:cs="v5.0.0"/>
        </w:rPr>
      </w:pPr>
      <w:r w:rsidRPr="0031418B">
        <w:t>The requirements shall apply whatever the type of repeater considered (single carrier or multi-carrier) and for all configurations foreseen by the manufacturer's specification</w:t>
      </w:r>
      <w:r w:rsidRPr="0031418B">
        <w:rPr>
          <w:rFonts w:cs="v5.0.0"/>
        </w:rPr>
        <w:t xml:space="preserve">. </w:t>
      </w:r>
    </w:p>
    <w:p w14:paraId="5C546BD3" w14:textId="77777777" w:rsidR="008559DD" w:rsidRPr="0031418B" w:rsidRDefault="008559DD" w:rsidP="008559DD">
      <w:pPr>
        <w:keepNext/>
        <w:rPr>
          <w:rFonts w:cs="v5.0.0"/>
        </w:rPr>
      </w:pPr>
      <w:r w:rsidRPr="0031418B">
        <w:rPr>
          <w:rFonts w:cs="v5.0.0"/>
        </w:rPr>
        <w:t>Emissions shall not exceed the maximum levels specified in the tables below, where:</w:t>
      </w:r>
    </w:p>
    <w:p w14:paraId="2DB9668E" w14:textId="77777777" w:rsidR="008559DD" w:rsidRPr="0031418B" w:rsidRDefault="008559DD" w:rsidP="008559DD">
      <w:pPr>
        <w:pStyle w:val="B1"/>
        <w:keepNext/>
        <w:rPr>
          <w:rFonts w:cs="v5.0.0"/>
        </w:rPr>
      </w:pPr>
      <w:r w:rsidRPr="0031418B">
        <w:rPr>
          <w:rFonts w:cs="v5.0.0"/>
        </w:rPr>
        <w:t>-</w:t>
      </w:r>
      <w:r w:rsidRPr="0031418B">
        <w:rPr>
          <w:rFonts w:cs="v5.0.0"/>
        </w:rPr>
        <w:tab/>
      </w:r>
      <w:r w:rsidRPr="0031418B">
        <w:rPr>
          <w:rFonts w:cs="v5.0.0"/>
        </w:rPr>
        <w:sym w:font="Symbol" w:char="F044"/>
      </w:r>
      <w:r w:rsidRPr="0031418B">
        <w:rPr>
          <w:rFonts w:cs="v5.0.0"/>
        </w:rPr>
        <w:t xml:space="preserve">f is the separation between the </w:t>
      </w:r>
      <w:r w:rsidR="00993171" w:rsidRPr="0031418B">
        <w:rPr>
          <w:rFonts w:cs="v5.0.0"/>
        </w:rPr>
        <w:t xml:space="preserve">nominal </w:t>
      </w:r>
      <w:r w:rsidR="00993171" w:rsidRPr="0031418B">
        <w:t xml:space="preserve">pass band </w:t>
      </w:r>
      <w:r w:rsidRPr="0031418B">
        <w:rPr>
          <w:rFonts w:cs="v5.0.0"/>
        </w:rPr>
        <w:t>edge</w:t>
      </w:r>
      <w:r w:rsidRPr="0031418B">
        <w:t xml:space="preserve"> </w:t>
      </w:r>
      <w:r w:rsidRPr="0031418B">
        <w:rPr>
          <w:rFonts w:cs="v5.0.0"/>
        </w:rPr>
        <w:t>frequency and the nominal -3dB point of the measuring filter closest to the carrier frequency.</w:t>
      </w:r>
    </w:p>
    <w:p w14:paraId="3CA01474" w14:textId="77777777" w:rsidR="008559DD" w:rsidRPr="0031418B" w:rsidRDefault="008559DD" w:rsidP="008559DD">
      <w:pPr>
        <w:pStyle w:val="B1"/>
        <w:keepNext/>
        <w:rPr>
          <w:rFonts w:cs="v5.0.0"/>
        </w:rPr>
      </w:pPr>
      <w:r w:rsidRPr="0031418B">
        <w:rPr>
          <w:rFonts w:cs="v5.0.0"/>
        </w:rPr>
        <w:t>-</w:t>
      </w:r>
      <w:r w:rsidRPr="0031418B">
        <w:rPr>
          <w:rFonts w:cs="v5.0.0"/>
        </w:rPr>
        <w:tab/>
        <w:t>BW</w:t>
      </w:r>
      <w:r w:rsidR="00C02AEC" w:rsidRPr="0031418B">
        <w:rPr>
          <w:rFonts w:cs="v5.0.0"/>
          <w:vertAlign w:val="subscript"/>
        </w:rPr>
        <w:t>M</w:t>
      </w:r>
      <w:r w:rsidRPr="0031418B">
        <w:rPr>
          <w:rFonts w:cs="v5.0.0"/>
          <w:vertAlign w:val="subscript"/>
        </w:rPr>
        <w:t>eas</w:t>
      </w:r>
      <w:r w:rsidRPr="0031418B">
        <w:rPr>
          <w:rFonts w:cs="v5.0.0"/>
        </w:rPr>
        <w:t xml:space="preserve"> is the measurement bandwidth.</w:t>
      </w:r>
    </w:p>
    <w:p w14:paraId="643D68D3" w14:textId="77777777" w:rsidR="008559DD" w:rsidRPr="0031418B" w:rsidRDefault="008559DD" w:rsidP="008559DD">
      <w:pPr>
        <w:pStyle w:val="B1"/>
        <w:keepNext/>
        <w:rPr>
          <w:rFonts w:cs="v5.0.0"/>
        </w:rPr>
      </w:pPr>
      <w:r w:rsidRPr="0031418B">
        <w:rPr>
          <w:rFonts w:cs="v5.0.0"/>
        </w:rPr>
        <w:t>-</w:t>
      </w:r>
      <w:r w:rsidRPr="0031418B">
        <w:rPr>
          <w:rFonts w:cs="v5.0.0"/>
        </w:rPr>
        <w:tab/>
        <w:t>BW</w:t>
      </w:r>
      <w:r w:rsidR="00993171" w:rsidRPr="0031418B">
        <w:rPr>
          <w:rFonts w:cs="v5.0.0"/>
          <w:vertAlign w:val="subscript"/>
        </w:rPr>
        <w:t>Pass band</w:t>
      </w:r>
      <w:r w:rsidRPr="0031418B">
        <w:rPr>
          <w:rFonts w:cs="v5.0.0"/>
        </w:rPr>
        <w:t xml:space="preserve"> is the bandwidth of the repeater</w:t>
      </w:r>
      <w:r w:rsidR="00993171" w:rsidRPr="0031418B">
        <w:rPr>
          <w:rFonts w:cs="v5.0.0"/>
        </w:rPr>
        <w:t>’ s</w:t>
      </w:r>
      <w:r w:rsidRPr="0031418B">
        <w:rPr>
          <w:rFonts w:cs="v5.0.0"/>
        </w:rPr>
        <w:t xml:space="preserve"> pass band.</w:t>
      </w:r>
    </w:p>
    <w:p w14:paraId="22EB59D2" w14:textId="77777777" w:rsidR="008559DD" w:rsidRPr="0031418B" w:rsidRDefault="008559DD" w:rsidP="008559DD">
      <w:pPr>
        <w:pStyle w:val="B1"/>
        <w:keepNext/>
        <w:rPr>
          <w:rFonts w:cs="v5.0.0"/>
        </w:rPr>
      </w:pPr>
      <w:r w:rsidRPr="0031418B">
        <w:rPr>
          <w:rFonts w:cs="v5.0.0"/>
        </w:rPr>
        <w:t>-</w:t>
      </w:r>
      <w:r w:rsidRPr="0031418B">
        <w:rPr>
          <w:rFonts w:cs="v5.0.0"/>
        </w:rPr>
        <w:tab/>
        <w:t xml:space="preserve">f_offset is the separation between the </w:t>
      </w:r>
      <w:r w:rsidR="00993171" w:rsidRPr="0031418B">
        <w:rPr>
          <w:rFonts w:cs="v5.0.0"/>
        </w:rPr>
        <w:t xml:space="preserve">nominal </w:t>
      </w:r>
      <w:r w:rsidR="00993171" w:rsidRPr="0031418B">
        <w:t xml:space="preserve">pass band </w:t>
      </w:r>
      <w:r w:rsidRPr="0031418B">
        <w:rPr>
          <w:rFonts w:cs="v5.0.0"/>
        </w:rPr>
        <w:t>edge</w:t>
      </w:r>
      <w:r w:rsidRPr="0031418B">
        <w:t xml:space="preserve"> </w:t>
      </w:r>
      <w:r w:rsidRPr="0031418B">
        <w:rPr>
          <w:rFonts w:cs="v5.0.0"/>
        </w:rPr>
        <w:t>frequency and the centre of the measuring filter.</w:t>
      </w:r>
    </w:p>
    <w:p w14:paraId="39E187BC" w14:textId="77777777" w:rsidR="008559DD" w:rsidRPr="0031418B" w:rsidRDefault="008559DD" w:rsidP="008559DD">
      <w:pPr>
        <w:pStyle w:val="B1"/>
        <w:keepNext/>
        <w:rPr>
          <w:rFonts w:cs="v5.0.0"/>
        </w:rPr>
      </w:pPr>
      <w:r w:rsidRPr="0031418B">
        <w:rPr>
          <w:rFonts w:cs="v5.0.0"/>
        </w:rPr>
        <w:t>-</w:t>
      </w:r>
      <w:r w:rsidRPr="0031418B">
        <w:rPr>
          <w:rFonts w:cs="v5.0.0"/>
        </w:rPr>
        <w:tab/>
        <w:t>f_offset</w:t>
      </w:r>
      <w:r w:rsidRPr="0031418B">
        <w:rPr>
          <w:rFonts w:cs="v5.0.0"/>
          <w:vertAlign w:val="subscript"/>
        </w:rPr>
        <w:t>max</w:t>
      </w:r>
      <w:r w:rsidRPr="0031418B">
        <w:rPr>
          <w:rFonts w:cs="v5.0.0"/>
        </w:rPr>
        <w:t xml:space="preserve"> is the offset to the frequency 10 MHz outside the repeater operating band.</w:t>
      </w:r>
    </w:p>
    <w:p w14:paraId="1C2104DA" w14:textId="77777777" w:rsidR="008559DD" w:rsidRPr="0031418B" w:rsidRDefault="008559DD" w:rsidP="008559DD">
      <w:pPr>
        <w:pStyle w:val="B1"/>
        <w:rPr>
          <w:rFonts w:cs="v5.0.0"/>
        </w:rPr>
      </w:pPr>
      <w:r w:rsidRPr="0031418B">
        <w:rPr>
          <w:rFonts w:cs="v5.0.0"/>
        </w:rPr>
        <w:t>-</w:t>
      </w:r>
      <w:r w:rsidRPr="0031418B">
        <w:rPr>
          <w:rFonts w:cs="v5.0.0"/>
        </w:rPr>
        <w:tab/>
      </w:r>
      <w:r w:rsidRPr="0031418B">
        <w:rPr>
          <w:rFonts w:cs="v5.0.0"/>
        </w:rPr>
        <w:sym w:font="Symbol" w:char="F044"/>
      </w:r>
      <w:r w:rsidRPr="0031418B">
        <w:rPr>
          <w:rFonts w:cs="v5.0.0"/>
        </w:rPr>
        <w:t>f</w:t>
      </w:r>
      <w:r w:rsidRPr="0031418B">
        <w:rPr>
          <w:rFonts w:cs="v5.0.0"/>
          <w:vertAlign w:val="subscript"/>
        </w:rPr>
        <w:t>max</w:t>
      </w:r>
      <w:r w:rsidRPr="0031418B">
        <w:rPr>
          <w:rFonts w:cs="v5.0.0"/>
        </w:rPr>
        <w:t xml:space="preserve"> is equal to f_offset</w:t>
      </w:r>
      <w:r w:rsidRPr="0031418B">
        <w:rPr>
          <w:rFonts w:cs="v5.0.0"/>
          <w:vertAlign w:val="subscript"/>
        </w:rPr>
        <w:t>max</w:t>
      </w:r>
      <w:r w:rsidRPr="0031418B">
        <w:rPr>
          <w:rFonts w:cs="v5.0.0"/>
        </w:rPr>
        <w:t xml:space="preserve"> minus half of the bandwidth of the measuring filter.</w:t>
      </w:r>
    </w:p>
    <w:p w14:paraId="39C3D299" w14:textId="77777777" w:rsidR="00993171" w:rsidRPr="0031418B" w:rsidRDefault="00993171" w:rsidP="00993171">
      <w:pPr>
        <w:keepNext/>
        <w:rPr>
          <w:rFonts w:cs="v5.0.0"/>
        </w:rPr>
      </w:pPr>
      <w:r w:rsidRPr="0031418B">
        <w:rPr>
          <w:rFonts w:cs="v5.0.0"/>
        </w:rPr>
        <w:t xml:space="preserve">The requirements of either subclause </w:t>
      </w:r>
      <w:r w:rsidRPr="0031418B">
        <w:t>9.1.1</w:t>
      </w:r>
      <w:r w:rsidRPr="0031418B">
        <w:rPr>
          <w:rFonts w:cs="v5.0.0"/>
        </w:rPr>
        <w:t xml:space="preserve"> (Category A limits) or subclause </w:t>
      </w:r>
      <w:r w:rsidRPr="0031418B">
        <w:t>9.1.2</w:t>
      </w:r>
      <w:r w:rsidRPr="0031418B">
        <w:rPr>
          <w:rFonts w:cs="v5.0.0"/>
        </w:rPr>
        <w:t xml:space="preserve"> (Category B limits) shall apply. </w:t>
      </w:r>
      <w:r w:rsidR="00134469" w:rsidRPr="0031418B">
        <w:rPr>
          <w:rFonts w:cs="v5.0.0"/>
        </w:rPr>
        <w:br/>
      </w:r>
      <w:r w:rsidRPr="0031418B">
        <w:rPr>
          <w:rFonts w:cs="v5.0.0"/>
        </w:rPr>
        <w:t>The application of either Category A or Category B limits shall be the same as for spurious emissions (Mandatory Requirements) in subclause 9.2.1.</w:t>
      </w:r>
    </w:p>
    <w:p w14:paraId="2873024A" w14:textId="77777777" w:rsidR="008559DD" w:rsidRPr="0031418B" w:rsidRDefault="008559DD" w:rsidP="008559DD">
      <w:pPr>
        <w:keepNext/>
        <w:rPr>
          <w:rFonts w:cs="v5.0.0"/>
        </w:rPr>
      </w:pPr>
      <w:r w:rsidRPr="0031418B">
        <w:rPr>
          <w:rFonts w:cs="v5.0.0"/>
        </w:rPr>
        <w:t>The Additional operating band unwanted emission limits defined in subclause 9.1.3 below may be mandatory in certain regions. In other regions it may not apply.</w:t>
      </w:r>
    </w:p>
    <w:p w14:paraId="5F2B8807" w14:textId="77777777" w:rsidR="008559DD" w:rsidRPr="0031418B" w:rsidRDefault="008559DD" w:rsidP="008559DD">
      <w:pPr>
        <w:rPr>
          <w:rFonts w:cs="v5.0.0"/>
        </w:rPr>
      </w:pPr>
      <w:r w:rsidRPr="0031418B">
        <w:rPr>
          <w:rFonts w:cs="v5.0.0"/>
        </w:rPr>
        <w:t>Unless otherwise stated, all requirements are measured as mean power (RMS).</w:t>
      </w:r>
    </w:p>
    <w:p w14:paraId="240E68C2" w14:textId="77777777" w:rsidR="008559DD" w:rsidRPr="0031418B" w:rsidRDefault="008559DD" w:rsidP="008559DD">
      <w:pPr>
        <w:pStyle w:val="Heading3"/>
      </w:pPr>
      <w:bookmarkStart w:id="46" w:name="_Toc503964255"/>
      <w:r w:rsidRPr="0031418B">
        <w:t>9.1.1</w:t>
      </w:r>
      <w:r w:rsidRPr="0031418B">
        <w:tab/>
        <w:t>Operating band unwanted emissions (Category A)</w:t>
      </w:r>
      <w:bookmarkEnd w:id="46"/>
    </w:p>
    <w:p w14:paraId="57D5A9C0" w14:textId="77777777" w:rsidR="008559DD" w:rsidRPr="0031418B" w:rsidRDefault="008559DD" w:rsidP="008559DD">
      <w:pPr>
        <w:pStyle w:val="Heading4"/>
      </w:pPr>
      <w:bookmarkStart w:id="47" w:name="_Toc503964256"/>
      <w:r w:rsidRPr="0031418B">
        <w:t>9.1.1.1</w:t>
      </w:r>
      <w:r w:rsidRPr="0031418B">
        <w:tab/>
        <w:t>Minimum Requirements</w:t>
      </w:r>
      <w:bookmarkEnd w:id="47"/>
    </w:p>
    <w:p w14:paraId="3ADE0B55" w14:textId="77777777" w:rsidR="008559DD" w:rsidRPr="0031418B" w:rsidRDefault="008559DD" w:rsidP="008559DD">
      <w:pPr>
        <w:keepNext/>
        <w:rPr>
          <w:rFonts w:cs="v4.1.0"/>
        </w:rPr>
      </w:pPr>
      <w:r w:rsidRPr="0031418B">
        <w:rPr>
          <w:rFonts w:cs="v5.0.0"/>
        </w:rPr>
        <w:t xml:space="preserve">This requirement applies </w:t>
      </w:r>
      <w:r w:rsidRPr="0031418B">
        <w:rPr>
          <w:rFonts w:cs="v4.1.0"/>
        </w:rPr>
        <w:t>to the uplink and downlink of the repeater,</w:t>
      </w:r>
      <w:r w:rsidRPr="0031418B">
        <w:rPr>
          <w:rFonts w:cs="v5.0.0"/>
        </w:rPr>
        <w:t xml:space="preserve"> a</w:t>
      </w:r>
      <w:r w:rsidRPr="0031418B">
        <w:rPr>
          <w:rFonts w:cs="v4.1.0"/>
        </w:rPr>
        <w:t>t maximum gain, and with the following input signals:</w:t>
      </w:r>
    </w:p>
    <w:p w14:paraId="73659AE3" w14:textId="77777777" w:rsidR="008559DD" w:rsidRPr="0031418B" w:rsidRDefault="006C429B" w:rsidP="006C429B">
      <w:pPr>
        <w:pStyle w:val="B1"/>
      </w:pPr>
      <w:r w:rsidRPr="0031418B">
        <w:t>-</w:t>
      </w:r>
      <w:r w:rsidRPr="0031418B">
        <w:tab/>
      </w:r>
      <w:r w:rsidR="008559DD" w:rsidRPr="0031418B">
        <w:t xml:space="preserve">without </w:t>
      </w:r>
      <w:r w:rsidR="008559DD" w:rsidRPr="0031418B">
        <w:rPr>
          <w:rFonts w:cs="v4.1.0"/>
        </w:rPr>
        <w:t>E</w:t>
      </w:r>
      <w:r w:rsidR="008559DD" w:rsidRPr="0031418B">
        <w:rPr>
          <w:rFonts w:cs="v4.1.0"/>
        </w:rPr>
        <w:noBreakHyphen/>
        <w:t xml:space="preserve">UTRA </w:t>
      </w:r>
      <w:r w:rsidR="008559DD" w:rsidRPr="0031418B">
        <w:t>input signal</w:t>
      </w:r>
    </w:p>
    <w:p w14:paraId="1BF3DC98" w14:textId="77777777" w:rsidR="008559DD" w:rsidRPr="0031418B" w:rsidRDefault="006C429B" w:rsidP="006C429B">
      <w:pPr>
        <w:pStyle w:val="B1"/>
        <w:rPr>
          <w:rFonts w:cs="v5.0.0"/>
        </w:rPr>
      </w:pPr>
      <w:r w:rsidRPr="0031418B">
        <w:t>-</w:t>
      </w:r>
      <w:r w:rsidRPr="0031418B">
        <w:tab/>
      </w:r>
      <w:r w:rsidR="008559DD" w:rsidRPr="0031418B">
        <w:t>with E</w:t>
      </w:r>
      <w:r w:rsidR="008559DD" w:rsidRPr="0031418B">
        <w:noBreakHyphen/>
        <w:t>UTRA input signals in the pass band of the repeater, at levels that produce the maximum rated power output per channel</w:t>
      </w:r>
    </w:p>
    <w:p w14:paraId="75627CDF" w14:textId="77777777" w:rsidR="008559DD" w:rsidRPr="0031418B" w:rsidRDefault="006C429B" w:rsidP="006C429B">
      <w:pPr>
        <w:pStyle w:val="B1"/>
        <w:rPr>
          <w:rFonts w:cs="v5.0.0"/>
        </w:rPr>
      </w:pPr>
      <w:r w:rsidRPr="0031418B">
        <w:t>-</w:t>
      </w:r>
      <w:r w:rsidRPr="0031418B">
        <w:tab/>
      </w:r>
      <w:r w:rsidR="008559DD" w:rsidRPr="0031418B">
        <w:t>with 10 dB increased E</w:t>
      </w:r>
      <w:r w:rsidR="008559DD" w:rsidRPr="0031418B">
        <w:noBreakHyphen/>
        <w:t>UTRA input signals in all channels in the pass band, compared to the input level producing the maximum rated output power.</w:t>
      </w:r>
    </w:p>
    <w:p w14:paraId="5E5D660E" w14:textId="77777777" w:rsidR="008559DD" w:rsidRPr="0031418B" w:rsidRDefault="008559DD" w:rsidP="008559DD">
      <w:pPr>
        <w:keepNext/>
        <w:rPr>
          <w:rFonts w:cs="v5.0.0"/>
        </w:rPr>
      </w:pPr>
      <w:r w:rsidRPr="0031418B">
        <w:lastRenderedPageBreak/>
        <w:t>For E-UTRA FDD repeater operating in Bands 5, 6, 8, 12, 13, 14</w:t>
      </w:r>
      <w:r w:rsidR="005F055A" w:rsidRPr="0031418B">
        <w:t>,</w:t>
      </w:r>
      <w:r w:rsidR="0051610E" w:rsidRPr="0031418B">
        <w:t xml:space="preserve"> 17</w:t>
      </w:r>
      <w:r w:rsidR="005F055A" w:rsidRPr="0031418B">
        <w:t>, 18</w:t>
      </w:r>
      <w:r w:rsidR="008524B3" w:rsidRPr="0031418B">
        <w:t>,</w:t>
      </w:r>
      <w:r w:rsidR="005F055A" w:rsidRPr="0031418B">
        <w:t xml:space="preserve"> 19</w:t>
      </w:r>
      <w:r w:rsidR="008524B3" w:rsidRPr="0031418B">
        <w:t>,</w:t>
      </w:r>
      <w:r w:rsidRPr="0031418B">
        <w:t xml:space="preserve"> </w:t>
      </w:r>
      <w:r w:rsidR="008524B3" w:rsidRPr="0031418B">
        <w:rPr>
          <w:rFonts w:cs="v5.0.0"/>
        </w:rPr>
        <w:t>26</w:t>
      </w:r>
      <w:r w:rsidR="008524B3" w:rsidRPr="0031418B">
        <w:rPr>
          <w:rFonts w:cs="v5.0.0" w:hint="eastAsia"/>
        </w:rPr>
        <w:t xml:space="preserve">, </w:t>
      </w:r>
      <w:r w:rsidR="008524B3" w:rsidRPr="0031418B">
        <w:rPr>
          <w:rFonts w:cs="v5.0.0"/>
        </w:rPr>
        <w:t xml:space="preserve">27, </w:t>
      </w:r>
      <w:r w:rsidR="008524B3" w:rsidRPr="0031418B">
        <w:rPr>
          <w:rFonts w:cs="v5.0.0" w:hint="eastAsia"/>
        </w:rPr>
        <w:t>28</w:t>
      </w:r>
      <w:r w:rsidR="008524B3" w:rsidRPr="0031418B">
        <w:rPr>
          <w:rFonts w:cs="v5.0.0"/>
        </w:rPr>
        <w:t>, 29, 31</w:t>
      </w:r>
      <w:r w:rsidR="00A74094" w:rsidRPr="0031418B">
        <w:rPr>
          <w:rFonts w:cs="v5.0.0"/>
        </w:rPr>
        <w:t xml:space="preserve"> and 72</w:t>
      </w:r>
      <w:r w:rsidR="008524B3" w:rsidRPr="0031418B">
        <w:rPr>
          <w:rFonts w:cs="v5.0.0"/>
        </w:rPr>
        <w:t xml:space="preserve"> </w:t>
      </w:r>
      <w:r w:rsidRPr="0031418B">
        <w:t>emissions shall not exceed the maximum levels specified in Tables 9.1.1.1-1 and 9.1.1.1-2.</w:t>
      </w:r>
    </w:p>
    <w:p w14:paraId="4021086B" w14:textId="77777777" w:rsidR="008559DD" w:rsidRPr="0031418B" w:rsidRDefault="008559DD" w:rsidP="008559DD">
      <w:pPr>
        <w:pStyle w:val="TH"/>
      </w:pPr>
      <w:r w:rsidRPr="0031418B">
        <w:t xml:space="preserve">Table 9.1.1.1-1: General operating band unwanted emission limits for repeater </w:t>
      </w:r>
      <w:r w:rsidR="00993171" w:rsidRPr="0031418B">
        <w:t xml:space="preserve">pass band </w:t>
      </w:r>
      <w:r w:rsidRPr="0031418B">
        <w:t>bandwidth lower than 5 MHz (E</w:t>
      </w:r>
      <w:r w:rsidRPr="0031418B">
        <w:noBreakHyphen/>
        <w:t>UTRA bands &lt;1GHz)</w:t>
      </w:r>
      <w:r w:rsidRPr="0031418B">
        <w:rPr>
          <w:lang w:eastAsia="ja-JP"/>
        </w:rPr>
        <w:t xml:space="preserve"> for Category A</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2027"/>
        <w:gridCol w:w="5217"/>
        <w:gridCol w:w="1161"/>
      </w:tblGrid>
      <w:tr w:rsidR="008559DD" w:rsidRPr="0031418B" w14:paraId="0E9FFF10" w14:textId="77777777">
        <w:trPr>
          <w:cantSplit/>
          <w:trHeight w:val="633"/>
          <w:jc w:val="center"/>
        </w:trPr>
        <w:tc>
          <w:tcPr>
            <w:tcW w:w="1687" w:type="dxa"/>
          </w:tcPr>
          <w:p w14:paraId="4E4CC8D6"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027" w:type="dxa"/>
          </w:tcPr>
          <w:p w14:paraId="72C19D05"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5217" w:type="dxa"/>
          </w:tcPr>
          <w:p w14:paraId="08B1BC82" w14:textId="77777777" w:rsidR="008559DD" w:rsidRPr="0031418B" w:rsidRDefault="008559DD" w:rsidP="0045193A">
            <w:pPr>
              <w:pStyle w:val="TAH"/>
              <w:rPr>
                <w:rFonts w:cs="v5.0.0"/>
              </w:rPr>
            </w:pPr>
            <w:r w:rsidRPr="0031418B">
              <w:rPr>
                <w:rFonts w:cs="v5.0.0"/>
              </w:rPr>
              <w:t>Minimum requirement</w:t>
            </w:r>
          </w:p>
        </w:tc>
        <w:tc>
          <w:tcPr>
            <w:tcW w:w="1161" w:type="dxa"/>
          </w:tcPr>
          <w:p w14:paraId="25998C16" w14:textId="77777777" w:rsidR="008559DD" w:rsidRPr="0031418B" w:rsidRDefault="008559DD" w:rsidP="0045193A">
            <w:pPr>
              <w:pStyle w:val="TAH"/>
              <w:rPr>
                <w:rFonts w:cs="v5.0.0"/>
              </w:rPr>
            </w:pPr>
            <w:r w:rsidRPr="0031418B">
              <w:rPr>
                <w:rFonts w:cs="v5.0.0"/>
              </w:rPr>
              <w:t xml:space="preserve">Measure-ment bandwidth </w:t>
            </w:r>
          </w:p>
        </w:tc>
      </w:tr>
      <w:tr w:rsidR="008559DD" w:rsidRPr="0031418B" w14:paraId="00998056" w14:textId="77777777">
        <w:trPr>
          <w:cantSplit/>
          <w:trHeight w:val="588"/>
          <w:jc w:val="center"/>
        </w:trPr>
        <w:tc>
          <w:tcPr>
            <w:tcW w:w="1687" w:type="dxa"/>
            <w:vAlign w:val="center"/>
          </w:tcPr>
          <w:p w14:paraId="2B08BED6"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BW</w:t>
            </w:r>
            <w:r w:rsidR="00993171" w:rsidRPr="0031418B">
              <w:rPr>
                <w:rFonts w:cs="v5.0.0"/>
                <w:vertAlign w:val="subscript"/>
              </w:rPr>
              <w:t>Pass band</w:t>
            </w:r>
          </w:p>
        </w:tc>
        <w:tc>
          <w:tcPr>
            <w:tcW w:w="2027" w:type="dxa"/>
          </w:tcPr>
          <w:p w14:paraId="098DF029" w14:textId="77777777" w:rsidR="008559DD" w:rsidRPr="0031418B" w:rsidRDefault="008559DD" w:rsidP="0045193A">
            <w:pPr>
              <w:pStyle w:val="TAC"/>
            </w:pPr>
            <w:r w:rsidRPr="0031418B">
              <w:rPr>
                <w:rFonts w:cs="v5.0.0"/>
              </w:rPr>
              <w:t>BW</w:t>
            </w:r>
            <w:r w:rsidR="00C02AEC"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BW</w:t>
            </w:r>
            <w:r w:rsidR="00993171" w:rsidRPr="0031418B">
              <w:rPr>
                <w:rFonts w:cs="v5.0.0"/>
                <w:vertAlign w:val="subscript"/>
              </w:rPr>
              <w:t>Pass band</w:t>
            </w:r>
            <w:r w:rsidRPr="0031418B">
              <w:rPr>
                <w:rFonts w:cs="v5.0.0"/>
              </w:rPr>
              <w:t xml:space="preserve"> + BW</w:t>
            </w:r>
            <w:r w:rsidR="00C02AEC" w:rsidRPr="0031418B">
              <w:rPr>
                <w:rFonts w:cs="v5.0.0"/>
                <w:vertAlign w:val="subscript"/>
              </w:rPr>
              <w:t>M</w:t>
            </w:r>
            <w:r w:rsidRPr="0031418B">
              <w:rPr>
                <w:rFonts w:cs="v5.0.0"/>
                <w:vertAlign w:val="subscript"/>
              </w:rPr>
              <w:t>eas</w:t>
            </w:r>
            <w:r w:rsidRPr="0031418B">
              <w:rPr>
                <w:rFonts w:cs="v5.0.0"/>
              </w:rPr>
              <w:t>/2</w:t>
            </w:r>
          </w:p>
        </w:tc>
        <w:tc>
          <w:tcPr>
            <w:tcW w:w="5217" w:type="dxa"/>
            <w:vAlign w:val="center"/>
          </w:tcPr>
          <w:p w14:paraId="25431543" w14:textId="77777777" w:rsidR="009755D9" w:rsidRPr="0031418B" w:rsidRDefault="009755D9" w:rsidP="0045193A">
            <w:pPr>
              <w:pStyle w:val="TAC"/>
            </w:pPr>
            <w:r w:rsidRPr="0031418B">
              <w:rPr>
                <w:position w:val="-12"/>
              </w:rPr>
              <w:object w:dxaOrig="6460" w:dyaOrig="360" w14:anchorId="73A1F8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pt;height:15.5pt" o:ole="">
                  <v:imagedata r:id="rId11" o:title=""/>
                </v:shape>
                <o:OLEObject Type="Embed" ProgID="Equation.3" ShapeID="_x0000_i1025" DrawAspect="Content" ObjectID="_1710576942" r:id="rId12"/>
              </w:object>
            </w:r>
          </w:p>
          <w:p w14:paraId="19935FF1" w14:textId="77777777" w:rsidR="008559DD" w:rsidRPr="0031418B" w:rsidRDefault="009755D9" w:rsidP="0045193A">
            <w:pPr>
              <w:pStyle w:val="TAC"/>
            </w:pPr>
            <w:r w:rsidRPr="0031418B">
              <w:rPr>
                <w:position w:val="-36"/>
              </w:rPr>
              <w:object w:dxaOrig="5200" w:dyaOrig="840" w14:anchorId="27D30C2B">
                <v:shape id="_x0000_i1026" type="#_x0000_t75" style="width:221.5pt;height:36pt" o:ole="">
                  <v:imagedata r:id="rId13" o:title=""/>
                </v:shape>
                <o:OLEObject Type="Embed" ProgID="Equation.3" ShapeID="_x0000_i1026" DrawAspect="Content" ObjectID="_1710576943" r:id="rId14"/>
              </w:object>
            </w:r>
          </w:p>
        </w:tc>
        <w:tc>
          <w:tcPr>
            <w:tcW w:w="1161" w:type="dxa"/>
          </w:tcPr>
          <w:p w14:paraId="45D467A8" w14:textId="77777777" w:rsidR="008559DD" w:rsidRPr="0031418B" w:rsidRDefault="008559DD" w:rsidP="0045193A">
            <w:pPr>
              <w:pStyle w:val="TAC"/>
            </w:pPr>
            <w:r w:rsidRPr="0031418B">
              <w:t xml:space="preserve">100 kHz </w:t>
            </w:r>
          </w:p>
        </w:tc>
      </w:tr>
      <w:tr w:rsidR="008559DD" w:rsidRPr="0031418B" w14:paraId="53ED139D" w14:textId="77777777">
        <w:trPr>
          <w:cantSplit/>
          <w:trHeight w:val="668"/>
          <w:jc w:val="center"/>
        </w:trPr>
        <w:tc>
          <w:tcPr>
            <w:tcW w:w="1687" w:type="dxa"/>
          </w:tcPr>
          <w:p w14:paraId="1BDD10BA" w14:textId="77777777" w:rsidR="008559DD" w:rsidRPr="0031418B" w:rsidRDefault="008559DD" w:rsidP="0045193A">
            <w:pPr>
              <w:pStyle w:val="TAC"/>
              <w:rPr>
                <w:rFonts w:cs="v5.0.0"/>
              </w:rPr>
            </w:pPr>
            <w:r w:rsidRPr="0031418B">
              <w:rPr>
                <w:rFonts w:cs="v5.0.0"/>
              </w:rPr>
              <w:t>BW</w:t>
            </w:r>
            <w:r w:rsidR="00993171" w:rsidRPr="0031418B">
              <w:rPr>
                <w:rFonts w:cs="v5.0.0"/>
                <w:vertAlign w:val="subscript"/>
              </w:rPr>
              <w:t>Pass band</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2*BW</w:t>
            </w:r>
            <w:r w:rsidR="00993171" w:rsidRPr="0031418B">
              <w:rPr>
                <w:rFonts w:cs="v5.0.0"/>
                <w:vertAlign w:val="subscript"/>
              </w:rPr>
              <w:t>Pass band</w:t>
            </w:r>
          </w:p>
        </w:tc>
        <w:tc>
          <w:tcPr>
            <w:tcW w:w="2027" w:type="dxa"/>
          </w:tcPr>
          <w:p w14:paraId="0AD76CDE" w14:textId="77777777" w:rsidR="008559DD" w:rsidRPr="0031418B" w:rsidRDefault="008559DD" w:rsidP="0045193A">
            <w:pPr>
              <w:pStyle w:val="TAC"/>
              <w:rPr>
                <w:rStyle w:val="TACChar"/>
              </w:rPr>
            </w:pPr>
            <w:r w:rsidRPr="0031418B">
              <w:t>BW</w:t>
            </w:r>
            <w:r w:rsidR="00993171" w:rsidRPr="0031418B">
              <w:rPr>
                <w:vertAlign w:val="subscript"/>
              </w:rPr>
              <w:t>Pass band</w:t>
            </w:r>
            <w:r w:rsidRPr="0031418B">
              <w:t xml:space="preserve"> + </w:t>
            </w:r>
            <w:r w:rsidRPr="0031418B">
              <w:rPr>
                <w:rFonts w:cs="v5.0.0"/>
              </w:rPr>
              <w:t>BW</w:t>
            </w:r>
            <w:r w:rsidR="00C02AEC" w:rsidRPr="0031418B">
              <w:rPr>
                <w:rFonts w:cs="v5.0.0"/>
                <w:vertAlign w:val="subscript"/>
              </w:rPr>
              <w:t>M</w:t>
            </w:r>
            <w:r w:rsidRPr="0031418B">
              <w:rPr>
                <w:rFonts w:cs="v5.0.0"/>
                <w:vertAlign w:val="subscript"/>
              </w:rPr>
              <w:t>eas</w:t>
            </w:r>
            <w:r w:rsidRPr="0031418B">
              <w:rPr>
                <w:rFonts w:cs="v5.0.0"/>
              </w:rPr>
              <w:t xml:space="preserve">/2 </w:t>
            </w:r>
            <w:r w:rsidRPr="0031418B">
              <w:sym w:font="Symbol" w:char="F0A3"/>
            </w:r>
            <w:r w:rsidRPr="0031418B">
              <w:t xml:space="preserve"> f_offset &lt; </w:t>
            </w:r>
            <w:r w:rsidRPr="0031418B">
              <w:br/>
              <w:t>2* BW</w:t>
            </w:r>
            <w:r w:rsidR="00993171" w:rsidRPr="0031418B">
              <w:rPr>
                <w:vertAlign w:val="subscript"/>
              </w:rPr>
              <w:t>Pass band</w:t>
            </w:r>
            <w:r w:rsidRPr="0031418B">
              <w:t xml:space="preserve"> + </w:t>
            </w:r>
            <w:r w:rsidRPr="0031418B">
              <w:rPr>
                <w:rFonts w:cs="v5.0.0"/>
              </w:rPr>
              <w:t>BW</w:t>
            </w:r>
            <w:r w:rsidR="00C02AEC" w:rsidRPr="0031418B">
              <w:rPr>
                <w:rFonts w:cs="v5.0.0"/>
                <w:vertAlign w:val="subscript"/>
              </w:rPr>
              <w:t>M</w:t>
            </w:r>
            <w:r w:rsidRPr="0031418B">
              <w:rPr>
                <w:rFonts w:cs="v5.0.0"/>
                <w:vertAlign w:val="subscript"/>
              </w:rPr>
              <w:t>eas</w:t>
            </w:r>
            <w:r w:rsidRPr="0031418B">
              <w:rPr>
                <w:rFonts w:cs="v5.0.0"/>
              </w:rPr>
              <w:t>/2</w:t>
            </w:r>
          </w:p>
        </w:tc>
        <w:tc>
          <w:tcPr>
            <w:tcW w:w="5217" w:type="dxa"/>
          </w:tcPr>
          <w:p w14:paraId="05782F98" w14:textId="77777777" w:rsidR="008559DD" w:rsidRPr="0031418B" w:rsidRDefault="009755D9" w:rsidP="0045193A">
            <w:pPr>
              <w:jc w:val="center"/>
            </w:pPr>
            <w:r w:rsidRPr="0031418B">
              <w:rPr>
                <w:position w:val="-12"/>
              </w:rPr>
              <w:object w:dxaOrig="5700" w:dyaOrig="360" w14:anchorId="6686A7E8">
                <v:shape id="_x0000_i1027" type="#_x0000_t75" style="width:245.5pt;height:15.5pt" o:ole="">
                  <v:imagedata r:id="rId15" o:title=""/>
                </v:shape>
                <o:OLEObject Type="Embed" ProgID="Equation.3" ShapeID="_x0000_i1027" DrawAspect="Content" ObjectID="_1710576944" r:id="rId16"/>
              </w:object>
            </w:r>
          </w:p>
        </w:tc>
        <w:tc>
          <w:tcPr>
            <w:tcW w:w="1161" w:type="dxa"/>
          </w:tcPr>
          <w:p w14:paraId="6EC6991E" w14:textId="77777777" w:rsidR="008559DD" w:rsidRPr="0031418B" w:rsidRDefault="008559DD" w:rsidP="0045193A">
            <w:pPr>
              <w:pStyle w:val="TAC"/>
            </w:pPr>
            <w:r w:rsidRPr="0031418B">
              <w:t xml:space="preserve">100 kHz </w:t>
            </w:r>
          </w:p>
        </w:tc>
      </w:tr>
      <w:tr w:rsidR="008559DD" w:rsidRPr="0031418B" w14:paraId="21A2191C" w14:textId="77777777">
        <w:trPr>
          <w:cantSplit/>
          <w:trHeight w:val="226"/>
          <w:jc w:val="center"/>
        </w:trPr>
        <w:tc>
          <w:tcPr>
            <w:tcW w:w="1687" w:type="dxa"/>
          </w:tcPr>
          <w:p w14:paraId="49164C12" w14:textId="77777777" w:rsidR="008559DD" w:rsidRPr="0031418B" w:rsidRDefault="008559DD" w:rsidP="0045193A">
            <w:pPr>
              <w:pStyle w:val="TAC"/>
              <w:rPr>
                <w:rFonts w:cs="v5.0.0"/>
              </w:rPr>
            </w:pPr>
            <w:r w:rsidRPr="0031418B">
              <w:rPr>
                <w:rFonts w:cs="v5.0.0"/>
              </w:rPr>
              <w:t>2*BW</w:t>
            </w:r>
            <w:r w:rsidR="00993171" w:rsidRPr="0031418B">
              <w:rPr>
                <w:rFonts w:cs="v5.0.0"/>
                <w:vertAlign w:val="subscript"/>
              </w:rPr>
              <w:t>Pass band</w:t>
            </w:r>
            <w:r w:rsidRPr="0031418B">
              <w:rPr>
                <w:rFonts w:cs="v5.0.0"/>
              </w:rPr>
              <w:t xml:space="preserve">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027" w:type="dxa"/>
          </w:tcPr>
          <w:p w14:paraId="777126CD" w14:textId="77777777" w:rsidR="008559DD" w:rsidRPr="0031418B" w:rsidRDefault="008559DD" w:rsidP="0045193A">
            <w:pPr>
              <w:pStyle w:val="TAC"/>
            </w:pPr>
            <w:r w:rsidRPr="0031418B">
              <w:rPr>
                <w:rFonts w:cs="v5.0.0"/>
              </w:rPr>
              <w:t>2* BW</w:t>
            </w:r>
            <w:r w:rsidR="00993171" w:rsidRPr="0031418B">
              <w:rPr>
                <w:rFonts w:cs="v5.0.0"/>
                <w:vertAlign w:val="subscript"/>
              </w:rPr>
              <w:t>Pass band</w:t>
            </w:r>
            <w:r w:rsidRPr="0031418B">
              <w:rPr>
                <w:rFonts w:cs="v5.0.0"/>
              </w:rPr>
              <w:t xml:space="preserve"> + BW</w:t>
            </w:r>
            <w:r w:rsidR="00C02AEC"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5217" w:type="dxa"/>
          </w:tcPr>
          <w:p w14:paraId="4AEA85A0" w14:textId="77777777" w:rsidR="008559DD" w:rsidRPr="0031418B" w:rsidRDefault="008559DD" w:rsidP="0045193A">
            <w:pPr>
              <w:pStyle w:val="TAC"/>
            </w:pPr>
            <w:r w:rsidRPr="0031418B">
              <w:t>-13 dBm</w:t>
            </w:r>
          </w:p>
        </w:tc>
        <w:tc>
          <w:tcPr>
            <w:tcW w:w="1161" w:type="dxa"/>
          </w:tcPr>
          <w:p w14:paraId="22152E68" w14:textId="77777777" w:rsidR="008559DD" w:rsidRPr="0031418B" w:rsidRDefault="00EA4309" w:rsidP="0045193A">
            <w:pPr>
              <w:pStyle w:val="TAC"/>
            </w:pPr>
            <w:r w:rsidRPr="0031418B">
              <w:t>100 kHz</w:t>
            </w:r>
          </w:p>
        </w:tc>
      </w:tr>
      <w:tr w:rsidR="00993171" w:rsidRPr="0031418B" w14:paraId="309C65F9" w14:textId="77777777">
        <w:trPr>
          <w:cantSplit/>
          <w:trHeight w:val="226"/>
          <w:jc w:val="center"/>
        </w:trPr>
        <w:tc>
          <w:tcPr>
            <w:tcW w:w="10092" w:type="dxa"/>
            <w:gridSpan w:val="4"/>
          </w:tcPr>
          <w:p w14:paraId="62AA0C07" w14:textId="77777777" w:rsidR="00993171" w:rsidRPr="0031418B" w:rsidRDefault="00993171" w:rsidP="00993171">
            <w:pPr>
              <w:pStyle w:val="TAN"/>
            </w:pPr>
            <w:r w:rsidRPr="0031418B">
              <w:t xml:space="preserve">Note: </w:t>
            </w:r>
            <w:r w:rsidRPr="0031418B">
              <w:tab/>
              <w:t>Frequencies and bandwidth are given in MHz.</w:t>
            </w:r>
          </w:p>
        </w:tc>
      </w:tr>
    </w:tbl>
    <w:p w14:paraId="7B00DDD7" w14:textId="77777777" w:rsidR="008559DD" w:rsidRPr="0031418B" w:rsidRDefault="008559DD" w:rsidP="008559DD"/>
    <w:p w14:paraId="6B4B7FE2" w14:textId="77777777" w:rsidR="008559DD" w:rsidRPr="0031418B" w:rsidRDefault="008559DD" w:rsidP="008559DD">
      <w:pPr>
        <w:pStyle w:val="TH"/>
        <w:rPr>
          <w:rFonts w:cs="v5.0.0"/>
        </w:rPr>
      </w:pPr>
      <w:r w:rsidRPr="0031418B">
        <w:t xml:space="preserve">Table 9.1.1.1-2: General operating band unwanted emission limits for repeater </w:t>
      </w:r>
      <w:r w:rsidR="00993171" w:rsidRPr="0031418B">
        <w:t>pass band</w:t>
      </w:r>
      <w:r w:rsidRPr="0031418B">
        <w:t xml:space="preserve"> bandwidth 5 MHz and above (E-UTRA bands &lt;1GHz)</w:t>
      </w:r>
      <w:r w:rsidRPr="0031418B">
        <w:rPr>
          <w:lang w:eastAsia="ja-JP"/>
        </w:rPr>
        <w:t xml:space="preserve"> for Category 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8559DD" w:rsidRPr="0031418B" w14:paraId="3BA00832" w14:textId="77777777">
        <w:trPr>
          <w:cantSplit/>
          <w:jc w:val="center"/>
        </w:trPr>
        <w:tc>
          <w:tcPr>
            <w:tcW w:w="2127" w:type="dxa"/>
          </w:tcPr>
          <w:p w14:paraId="4A75E7D4"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6" w:type="dxa"/>
          </w:tcPr>
          <w:p w14:paraId="284B8B0E"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3455" w:type="dxa"/>
          </w:tcPr>
          <w:p w14:paraId="75226629" w14:textId="77777777" w:rsidR="008559DD" w:rsidRPr="0031418B" w:rsidRDefault="008559DD" w:rsidP="0045193A">
            <w:pPr>
              <w:pStyle w:val="TAH"/>
              <w:rPr>
                <w:rFonts w:cs="v5.0.0"/>
              </w:rPr>
            </w:pPr>
            <w:r w:rsidRPr="0031418B">
              <w:rPr>
                <w:rFonts w:cs="v5.0.0"/>
              </w:rPr>
              <w:t>Minimum requirement</w:t>
            </w:r>
          </w:p>
        </w:tc>
        <w:tc>
          <w:tcPr>
            <w:tcW w:w="1430" w:type="dxa"/>
          </w:tcPr>
          <w:p w14:paraId="43B61713" w14:textId="77777777" w:rsidR="008559DD" w:rsidRPr="0031418B" w:rsidRDefault="008559DD" w:rsidP="0045193A">
            <w:pPr>
              <w:pStyle w:val="TAH"/>
              <w:rPr>
                <w:rFonts w:cs="v5.0.0"/>
              </w:rPr>
            </w:pPr>
            <w:r w:rsidRPr="0031418B">
              <w:rPr>
                <w:rFonts w:cs="v5.0.0"/>
              </w:rPr>
              <w:t xml:space="preserve">Measurement bandwidth </w:t>
            </w:r>
            <w:r w:rsidRPr="0031418B">
              <w:t>(Note 1)</w:t>
            </w:r>
          </w:p>
        </w:tc>
      </w:tr>
      <w:tr w:rsidR="008559DD" w:rsidRPr="0031418B" w14:paraId="4234DED4" w14:textId="77777777">
        <w:trPr>
          <w:cantSplit/>
          <w:jc w:val="center"/>
        </w:trPr>
        <w:tc>
          <w:tcPr>
            <w:tcW w:w="2127" w:type="dxa"/>
          </w:tcPr>
          <w:p w14:paraId="05674D45"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5 MHz</w:t>
            </w:r>
          </w:p>
        </w:tc>
        <w:tc>
          <w:tcPr>
            <w:tcW w:w="2976" w:type="dxa"/>
          </w:tcPr>
          <w:p w14:paraId="670C0124"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5.05 MHz</w:t>
            </w:r>
          </w:p>
        </w:tc>
        <w:tc>
          <w:tcPr>
            <w:tcW w:w="3455" w:type="dxa"/>
            <w:vAlign w:val="center"/>
          </w:tcPr>
          <w:p w14:paraId="5294C14E" w14:textId="13F103EF" w:rsidR="008559DD" w:rsidRPr="0031418B" w:rsidRDefault="003D7BA1" w:rsidP="0045193A">
            <w:pPr>
              <w:pStyle w:val="TAC"/>
            </w:pPr>
            <w:r w:rsidRPr="0031418B">
              <w:rPr>
                <w:noProof/>
                <w:position w:val="-30"/>
              </w:rPr>
              <w:drawing>
                <wp:inline distT="0" distB="0" distL="0" distR="0" wp14:anchorId="56E46AC3" wp14:editId="0720E4AA">
                  <wp:extent cx="1809750" cy="374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374650"/>
                          </a:xfrm>
                          <a:prstGeom prst="rect">
                            <a:avLst/>
                          </a:prstGeom>
                          <a:noFill/>
                          <a:ln>
                            <a:noFill/>
                          </a:ln>
                        </pic:spPr>
                      </pic:pic>
                    </a:graphicData>
                  </a:graphic>
                </wp:inline>
              </w:drawing>
            </w:r>
          </w:p>
        </w:tc>
        <w:tc>
          <w:tcPr>
            <w:tcW w:w="1430" w:type="dxa"/>
          </w:tcPr>
          <w:p w14:paraId="2FC8B783" w14:textId="77777777" w:rsidR="008559DD" w:rsidRPr="0031418B" w:rsidRDefault="008559DD" w:rsidP="0045193A">
            <w:pPr>
              <w:pStyle w:val="TAC"/>
            </w:pPr>
            <w:r w:rsidRPr="0031418B">
              <w:t xml:space="preserve">100 kHz </w:t>
            </w:r>
          </w:p>
        </w:tc>
      </w:tr>
      <w:tr w:rsidR="008559DD" w:rsidRPr="0031418B" w14:paraId="66045986" w14:textId="77777777">
        <w:trPr>
          <w:cantSplit/>
          <w:jc w:val="center"/>
        </w:trPr>
        <w:tc>
          <w:tcPr>
            <w:tcW w:w="2127" w:type="dxa"/>
          </w:tcPr>
          <w:p w14:paraId="01553460" w14:textId="77777777" w:rsidR="008559DD" w:rsidRPr="0031418B" w:rsidRDefault="008559DD" w:rsidP="0045193A">
            <w:pPr>
              <w:pStyle w:val="TAC"/>
              <w:rPr>
                <w:rFonts w:cs="v5.0.0"/>
              </w:rPr>
            </w:pPr>
            <w:r w:rsidRPr="0031418B">
              <w:rPr>
                <w:rFonts w:cs="v5.0.0"/>
              </w:rPr>
              <w:t xml:space="preserve">5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 MHz</w:t>
            </w:r>
          </w:p>
        </w:tc>
        <w:tc>
          <w:tcPr>
            <w:tcW w:w="2976" w:type="dxa"/>
          </w:tcPr>
          <w:p w14:paraId="3CC6F3AF" w14:textId="77777777" w:rsidR="008559DD" w:rsidRPr="0031418B" w:rsidRDefault="008559DD" w:rsidP="0045193A">
            <w:pPr>
              <w:pStyle w:val="TAC"/>
              <w:rPr>
                <w:rFonts w:cs="v5.0.0"/>
              </w:rPr>
            </w:pPr>
            <w:r w:rsidRPr="0031418B">
              <w:rPr>
                <w:rFonts w:cs="v5.0.0"/>
              </w:rPr>
              <w:t xml:space="preserve">5.05 MHz </w:t>
            </w:r>
            <w:r w:rsidRPr="0031418B">
              <w:rPr>
                <w:rFonts w:cs="v5.0.0"/>
              </w:rPr>
              <w:sym w:font="Symbol" w:char="F0A3"/>
            </w:r>
            <w:r w:rsidRPr="0031418B">
              <w:rPr>
                <w:rFonts w:cs="v5.0.0"/>
              </w:rPr>
              <w:t xml:space="preserve"> f_offset &lt; 10.05 MHz</w:t>
            </w:r>
          </w:p>
        </w:tc>
        <w:tc>
          <w:tcPr>
            <w:tcW w:w="3455" w:type="dxa"/>
          </w:tcPr>
          <w:p w14:paraId="377F4BE1" w14:textId="77777777" w:rsidR="008559DD" w:rsidRPr="0031418B" w:rsidRDefault="008559DD" w:rsidP="0045193A">
            <w:pPr>
              <w:pStyle w:val="TAC"/>
            </w:pPr>
            <w:r w:rsidRPr="0031418B">
              <w:t>-14 dBm</w:t>
            </w:r>
          </w:p>
        </w:tc>
        <w:tc>
          <w:tcPr>
            <w:tcW w:w="1430" w:type="dxa"/>
          </w:tcPr>
          <w:p w14:paraId="298ECABC" w14:textId="77777777" w:rsidR="008559DD" w:rsidRPr="0031418B" w:rsidRDefault="008559DD" w:rsidP="0045193A">
            <w:pPr>
              <w:pStyle w:val="TAC"/>
            </w:pPr>
            <w:r w:rsidRPr="0031418B">
              <w:t xml:space="preserve">100 kHz </w:t>
            </w:r>
          </w:p>
        </w:tc>
      </w:tr>
      <w:tr w:rsidR="008559DD" w:rsidRPr="0031418B" w14:paraId="10CF1AA7" w14:textId="77777777">
        <w:trPr>
          <w:cantSplit/>
          <w:jc w:val="center"/>
        </w:trPr>
        <w:tc>
          <w:tcPr>
            <w:tcW w:w="2127" w:type="dxa"/>
          </w:tcPr>
          <w:p w14:paraId="4FEB519B" w14:textId="77777777" w:rsidR="008559DD" w:rsidRPr="0031418B" w:rsidRDefault="008559DD" w:rsidP="0045193A">
            <w:pPr>
              <w:pStyle w:val="TAC"/>
              <w:rPr>
                <w:rFonts w:cs="v5.0.0"/>
              </w:rPr>
            </w:pPr>
            <w:r w:rsidRPr="0031418B">
              <w:rPr>
                <w:rFonts w:cs="v5.0.0"/>
              </w:rPr>
              <w:t xml:space="preserve">10 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976" w:type="dxa"/>
          </w:tcPr>
          <w:p w14:paraId="11A67EAE" w14:textId="77777777" w:rsidR="008559DD" w:rsidRPr="0031418B" w:rsidRDefault="008559DD" w:rsidP="0045193A">
            <w:pPr>
              <w:pStyle w:val="TAC"/>
              <w:rPr>
                <w:rFonts w:cs="v5.0.0"/>
              </w:rPr>
            </w:pPr>
            <w:r w:rsidRPr="0031418B">
              <w:rPr>
                <w:rFonts w:cs="v5.0.0"/>
              </w:rPr>
              <w:t xml:space="preserve">10.05 MHz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3455" w:type="dxa"/>
          </w:tcPr>
          <w:p w14:paraId="3B5684BF" w14:textId="77777777" w:rsidR="008559DD" w:rsidRPr="0031418B" w:rsidRDefault="008559DD" w:rsidP="0045193A">
            <w:pPr>
              <w:pStyle w:val="TAC"/>
            </w:pPr>
            <w:r w:rsidRPr="0031418B">
              <w:t>-13 dBm</w:t>
            </w:r>
          </w:p>
        </w:tc>
        <w:tc>
          <w:tcPr>
            <w:tcW w:w="1430" w:type="dxa"/>
          </w:tcPr>
          <w:p w14:paraId="012F5B52" w14:textId="77777777" w:rsidR="008559DD" w:rsidRPr="0031418B" w:rsidRDefault="008559DD" w:rsidP="0045193A">
            <w:pPr>
              <w:pStyle w:val="TAC"/>
            </w:pPr>
            <w:r w:rsidRPr="0031418B">
              <w:t xml:space="preserve">100 kHz </w:t>
            </w:r>
          </w:p>
        </w:tc>
      </w:tr>
      <w:tr w:rsidR="00993171" w:rsidRPr="0031418B" w14:paraId="13FED8C7" w14:textId="77777777">
        <w:trPr>
          <w:cantSplit/>
          <w:jc w:val="center"/>
        </w:trPr>
        <w:tc>
          <w:tcPr>
            <w:tcW w:w="9988" w:type="dxa"/>
            <w:gridSpan w:val="4"/>
          </w:tcPr>
          <w:p w14:paraId="743E458B" w14:textId="77777777" w:rsidR="00993171" w:rsidRPr="0031418B" w:rsidRDefault="00993171" w:rsidP="00993171">
            <w:pPr>
              <w:pStyle w:val="TAN"/>
            </w:pPr>
            <w:r w:rsidRPr="0031418B">
              <w:t xml:space="preserve">Note: </w:t>
            </w:r>
            <w:r w:rsidRPr="0031418B">
              <w:tab/>
              <w:t>Frequencies and bandwidth are given in MHz.</w:t>
            </w:r>
          </w:p>
        </w:tc>
      </w:tr>
    </w:tbl>
    <w:p w14:paraId="32CEFC1F" w14:textId="77777777" w:rsidR="008559DD" w:rsidRPr="0031418B" w:rsidRDefault="008559DD" w:rsidP="008559DD"/>
    <w:p w14:paraId="49AB0315" w14:textId="77777777" w:rsidR="008559DD" w:rsidRPr="0031418B" w:rsidRDefault="008559DD" w:rsidP="008559DD">
      <w:pPr>
        <w:keepNext/>
        <w:rPr>
          <w:rFonts w:cs="v5.0.0"/>
        </w:rPr>
      </w:pPr>
      <w:r w:rsidRPr="0031418B">
        <w:rPr>
          <w:rFonts w:cs="v5.0.0"/>
        </w:rPr>
        <w:t>For E-UTRA FDD repeaters operating in Bands 1, 2, 3, 4, 7, 9, 10</w:t>
      </w:r>
      <w:r w:rsidR="005F055A" w:rsidRPr="0031418B">
        <w:rPr>
          <w:rFonts w:cs="v5.0.0"/>
        </w:rPr>
        <w:t>,</w:t>
      </w:r>
      <w:r w:rsidRPr="0031418B">
        <w:rPr>
          <w:rFonts w:cs="v5.0.0"/>
        </w:rPr>
        <w:t xml:space="preserve"> 11</w:t>
      </w:r>
      <w:r w:rsidR="00280E2C" w:rsidRPr="0031418B">
        <w:rPr>
          <w:rFonts w:cs="v5.0.0"/>
        </w:rPr>
        <w:t xml:space="preserve">, </w:t>
      </w:r>
      <w:r w:rsidR="005F055A" w:rsidRPr="0031418B">
        <w:rPr>
          <w:rFonts w:cs="v5.0.0"/>
        </w:rPr>
        <w:t>21</w:t>
      </w:r>
      <w:r w:rsidR="00280E2C" w:rsidRPr="0031418B">
        <w:rPr>
          <w:rFonts w:cs="v5.0.0"/>
        </w:rPr>
        <w:t>,</w:t>
      </w:r>
      <w:r w:rsidR="00505C66" w:rsidRPr="0031418B">
        <w:rPr>
          <w:rFonts w:cs="v5.0.0"/>
        </w:rPr>
        <w:t xml:space="preserve"> 22</w:t>
      </w:r>
      <w:r w:rsidR="00F8361A" w:rsidRPr="0031418B">
        <w:rPr>
          <w:rFonts w:cs="v5.0.0"/>
        </w:rPr>
        <w:t>, 23, 24</w:t>
      </w:r>
      <w:r w:rsidR="008524B3" w:rsidRPr="0031418B">
        <w:rPr>
          <w:rFonts w:cs="v5.0.0"/>
        </w:rPr>
        <w:t>,</w:t>
      </w:r>
      <w:r w:rsidR="00280E2C" w:rsidRPr="0031418B">
        <w:rPr>
          <w:rFonts w:cs="v5.0.0"/>
        </w:rPr>
        <w:t xml:space="preserve"> 2</w:t>
      </w:r>
      <w:r w:rsidR="00F8361A" w:rsidRPr="0031418B">
        <w:rPr>
          <w:rFonts w:cs="v5.0.0"/>
        </w:rPr>
        <w:t>5</w:t>
      </w:r>
      <w:r w:rsidR="008524B3" w:rsidRPr="0031418B">
        <w:rPr>
          <w:rFonts w:cs="v5.0.0"/>
        </w:rPr>
        <w:t>, 30, and 32,</w:t>
      </w:r>
      <w:r w:rsidR="005F055A" w:rsidRPr="0031418B">
        <w:rPr>
          <w:rFonts w:cs="v5.0.0"/>
        </w:rPr>
        <w:t xml:space="preserve"> </w:t>
      </w:r>
      <w:r w:rsidRPr="0031418B">
        <w:rPr>
          <w:rFonts w:cs="v5.0.0"/>
        </w:rPr>
        <w:t>emissions shall not exceed the maximum levels specified in Tables 9.1.1.1-3 and 9.1.1.1-4:</w:t>
      </w:r>
    </w:p>
    <w:p w14:paraId="40A223F5" w14:textId="77777777" w:rsidR="008559DD" w:rsidRPr="0031418B" w:rsidRDefault="008559DD" w:rsidP="008559DD">
      <w:pPr>
        <w:pStyle w:val="TH"/>
      </w:pPr>
      <w:r w:rsidRPr="0031418B">
        <w:t xml:space="preserve">Table 9.1.1.1-3: General operating band unwanted emission limits for repeater </w:t>
      </w:r>
      <w:r w:rsidR="00993171" w:rsidRPr="0031418B">
        <w:t>pass band</w:t>
      </w:r>
      <w:r w:rsidRPr="0031418B">
        <w:t xml:space="preserve"> bandwidth lower than 5 MHz (E</w:t>
      </w:r>
      <w:r w:rsidRPr="0031418B">
        <w:noBreakHyphen/>
        <w:t>UTRA bands &gt;1GHz)</w:t>
      </w:r>
      <w:r w:rsidRPr="0031418B">
        <w:rPr>
          <w:lang w:eastAsia="ja-JP"/>
        </w:rPr>
        <w:t xml:space="preserve"> for Category A</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2027"/>
        <w:gridCol w:w="5217"/>
        <w:gridCol w:w="1161"/>
      </w:tblGrid>
      <w:tr w:rsidR="008559DD" w:rsidRPr="0031418B" w14:paraId="6161ED42" w14:textId="77777777">
        <w:trPr>
          <w:cantSplit/>
          <w:trHeight w:val="633"/>
          <w:jc w:val="center"/>
        </w:trPr>
        <w:tc>
          <w:tcPr>
            <w:tcW w:w="1687" w:type="dxa"/>
          </w:tcPr>
          <w:p w14:paraId="274A33FD"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027" w:type="dxa"/>
          </w:tcPr>
          <w:p w14:paraId="64B93D69"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5217" w:type="dxa"/>
          </w:tcPr>
          <w:p w14:paraId="3175D071" w14:textId="77777777" w:rsidR="008559DD" w:rsidRPr="0031418B" w:rsidRDefault="008559DD" w:rsidP="0045193A">
            <w:pPr>
              <w:pStyle w:val="TAH"/>
              <w:rPr>
                <w:rFonts w:cs="v5.0.0"/>
              </w:rPr>
            </w:pPr>
            <w:r w:rsidRPr="0031418B">
              <w:rPr>
                <w:rFonts w:cs="v5.0.0"/>
              </w:rPr>
              <w:t>Minimum requirement</w:t>
            </w:r>
          </w:p>
        </w:tc>
        <w:tc>
          <w:tcPr>
            <w:tcW w:w="1161" w:type="dxa"/>
          </w:tcPr>
          <w:p w14:paraId="0FCA5D17" w14:textId="77777777" w:rsidR="008559DD" w:rsidRPr="0031418B" w:rsidRDefault="008559DD" w:rsidP="0045193A">
            <w:pPr>
              <w:pStyle w:val="TAH"/>
              <w:rPr>
                <w:rFonts w:cs="v5.0.0"/>
              </w:rPr>
            </w:pPr>
            <w:r w:rsidRPr="0031418B">
              <w:rPr>
                <w:rFonts w:cs="v5.0.0"/>
              </w:rPr>
              <w:t xml:space="preserve">Measure-ment bandwidth </w:t>
            </w:r>
          </w:p>
        </w:tc>
      </w:tr>
      <w:tr w:rsidR="008559DD" w:rsidRPr="0031418B" w14:paraId="69CCFF29" w14:textId="77777777">
        <w:trPr>
          <w:cantSplit/>
          <w:trHeight w:val="588"/>
          <w:jc w:val="center"/>
        </w:trPr>
        <w:tc>
          <w:tcPr>
            <w:tcW w:w="1687" w:type="dxa"/>
            <w:vAlign w:val="center"/>
          </w:tcPr>
          <w:p w14:paraId="04D7D5C5"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BW</w:t>
            </w:r>
            <w:r w:rsidR="00993171" w:rsidRPr="0031418B">
              <w:rPr>
                <w:rFonts w:cs="v5.0.0"/>
                <w:vertAlign w:val="subscript"/>
              </w:rPr>
              <w:t>Pass band</w:t>
            </w:r>
          </w:p>
        </w:tc>
        <w:tc>
          <w:tcPr>
            <w:tcW w:w="2027" w:type="dxa"/>
          </w:tcPr>
          <w:p w14:paraId="6730A368" w14:textId="77777777" w:rsidR="008559DD" w:rsidRPr="0031418B" w:rsidRDefault="008559DD" w:rsidP="0045193A">
            <w:pPr>
              <w:pStyle w:val="TAC"/>
            </w:pPr>
            <w:r w:rsidRPr="0031418B">
              <w:rPr>
                <w:rFonts w:cs="v5.0.0"/>
              </w:rPr>
              <w:t>BW</w:t>
            </w:r>
            <w:r w:rsidR="00C02AEC"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BW</w:t>
            </w:r>
            <w:r w:rsidR="00993171" w:rsidRPr="0031418B">
              <w:rPr>
                <w:rFonts w:cs="v5.0.0"/>
                <w:vertAlign w:val="subscript"/>
              </w:rPr>
              <w:t>Pass band</w:t>
            </w:r>
            <w:r w:rsidRPr="0031418B">
              <w:rPr>
                <w:rFonts w:cs="v5.0.0"/>
              </w:rPr>
              <w:t xml:space="preserve"> + BW</w:t>
            </w:r>
            <w:r w:rsidR="00C02AEC" w:rsidRPr="0031418B">
              <w:rPr>
                <w:rFonts w:cs="v5.0.0"/>
                <w:vertAlign w:val="subscript"/>
              </w:rPr>
              <w:t>M</w:t>
            </w:r>
            <w:r w:rsidRPr="0031418B">
              <w:rPr>
                <w:rFonts w:cs="v5.0.0"/>
                <w:vertAlign w:val="subscript"/>
              </w:rPr>
              <w:t>eas</w:t>
            </w:r>
            <w:r w:rsidRPr="0031418B">
              <w:rPr>
                <w:rFonts w:cs="v5.0.0"/>
              </w:rPr>
              <w:t>/2</w:t>
            </w:r>
          </w:p>
        </w:tc>
        <w:tc>
          <w:tcPr>
            <w:tcW w:w="5217" w:type="dxa"/>
            <w:vAlign w:val="center"/>
          </w:tcPr>
          <w:p w14:paraId="4FF9B980" w14:textId="77777777" w:rsidR="008559DD" w:rsidRPr="0031418B" w:rsidRDefault="009755D9" w:rsidP="0045193A">
            <w:pPr>
              <w:pStyle w:val="TAC"/>
            </w:pPr>
            <w:r w:rsidRPr="0031418B">
              <w:rPr>
                <w:position w:val="-12"/>
              </w:rPr>
              <w:object w:dxaOrig="5140" w:dyaOrig="360" w14:anchorId="13E0A1DF">
                <v:shape id="_x0000_i1028" type="#_x0000_t75" style="width:219pt;height:15.5pt" o:ole="">
                  <v:imagedata r:id="rId18" o:title=""/>
                </v:shape>
                <o:OLEObject Type="Embed" ProgID="Equation.3" ShapeID="_x0000_i1028" DrawAspect="Content" ObjectID="_1710576945" r:id="rId19"/>
              </w:object>
            </w:r>
            <w:r w:rsidR="006E02A5" w:rsidRPr="0031418B">
              <w:br/>
            </w:r>
            <w:r w:rsidRPr="0031418B">
              <w:rPr>
                <w:position w:val="-36"/>
              </w:rPr>
              <w:object w:dxaOrig="5800" w:dyaOrig="840" w14:anchorId="2BAE921F">
                <v:shape id="_x0000_i1029" type="#_x0000_t75" style="width:247pt;height:36pt" o:ole="">
                  <v:imagedata r:id="rId20" o:title=""/>
                </v:shape>
                <o:OLEObject Type="Embed" ProgID="Equation.3" ShapeID="_x0000_i1029" DrawAspect="Content" ObjectID="_1710576946" r:id="rId21"/>
              </w:object>
            </w:r>
          </w:p>
        </w:tc>
        <w:tc>
          <w:tcPr>
            <w:tcW w:w="1161" w:type="dxa"/>
          </w:tcPr>
          <w:p w14:paraId="3A4E52D8" w14:textId="77777777" w:rsidR="008559DD" w:rsidRPr="0031418B" w:rsidRDefault="008559DD" w:rsidP="0045193A">
            <w:pPr>
              <w:pStyle w:val="TAC"/>
            </w:pPr>
            <w:r w:rsidRPr="0031418B">
              <w:t xml:space="preserve">100 kHz </w:t>
            </w:r>
          </w:p>
        </w:tc>
      </w:tr>
      <w:tr w:rsidR="008559DD" w:rsidRPr="0031418B" w14:paraId="0C0D6BD6" w14:textId="77777777">
        <w:trPr>
          <w:cantSplit/>
          <w:trHeight w:val="668"/>
          <w:jc w:val="center"/>
        </w:trPr>
        <w:tc>
          <w:tcPr>
            <w:tcW w:w="1687" w:type="dxa"/>
          </w:tcPr>
          <w:p w14:paraId="7865A7CD" w14:textId="77777777" w:rsidR="008559DD" w:rsidRPr="0031418B" w:rsidRDefault="008559DD" w:rsidP="0045193A">
            <w:pPr>
              <w:pStyle w:val="TAC"/>
              <w:rPr>
                <w:rFonts w:cs="v5.0.0"/>
              </w:rPr>
            </w:pPr>
            <w:r w:rsidRPr="0031418B">
              <w:rPr>
                <w:rFonts w:cs="v5.0.0"/>
              </w:rPr>
              <w:t>BW</w:t>
            </w:r>
            <w:r w:rsidR="00993171" w:rsidRPr="0031418B">
              <w:rPr>
                <w:rFonts w:cs="v5.0.0"/>
                <w:vertAlign w:val="subscript"/>
              </w:rPr>
              <w:t>Pass band</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2*BW</w:t>
            </w:r>
            <w:r w:rsidR="00993171" w:rsidRPr="0031418B">
              <w:rPr>
                <w:rFonts w:cs="v5.0.0"/>
                <w:vertAlign w:val="subscript"/>
              </w:rPr>
              <w:t>Pass band</w:t>
            </w:r>
          </w:p>
        </w:tc>
        <w:tc>
          <w:tcPr>
            <w:tcW w:w="2027" w:type="dxa"/>
          </w:tcPr>
          <w:p w14:paraId="6EE3507E" w14:textId="77777777" w:rsidR="008559DD" w:rsidRPr="0031418B" w:rsidRDefault="008559DD" w:rsidP="0045193A">
            <w:pPr>
              <w:pStyle w:val="TAC"/>
              <w:rPr>
                <w:rStyle w:val="TACChar"/>
              </w:rPr>
            </w:pPr>
            <w:r w:rsidRPr="0031418B">
              <w:t>BW</w:t>
            </w:r>
            <w:r w:rsidR="00993171" w:rsidRPr="0031418B">
              <w:rPr>
                <w:vertAlign w:val="subscript"/>
              </w:rPr>
              <w:t>Pass band</w:t>
            </w:r>
            <w:r w:rsidRPr="0031418B">
              <w:t xml:space="preserve"> + </w:t>
            </w:r>
            <w:r w:rsidRPr="0031418B">
              <w:rPr>
                <w:rFonts w:cs="v5.0.0"/>
              </w:rPr>
              <w:t>BW</w:t>
            </w:r>
            <w:r w:rsidR="00C02AEC" w:rsidRPr="0031418B">
              <w:rPr>
                <w:rFonts w:cs="v5.0.0"/>
                <w:vertAlign w:val="subscript"/>
              </w:rPr>
              <w:t>M</w:t>
            </w:r>
            <w:r w:rsidRPr="0031418B">
              <w:rPr>
                <w:rFonts w:cs="v5.0.0"/>
                <w:vertAlign w:val="subscript"/>
              </w:rPr>
              <w:t>eas</w:t>
            </w:r>
            <w:r w:rsidRPr="0031418B">
              <w:rPr>
                <w:rFonts w:cs="v5.0.0"/>
              </w:rPr>
              <w:t xml:space="preserve">/2 </w:t>
            </w:r>
            <w:r w:rsidRPr="0031418B">
              <w:sym w:font="Symbol" w:char="F0A3"/>
            </w:r>
            <w:r w:rsidRPr="0031418B">
              <w:t xml:space="preserve"> f_offset &lt; </w:t>
            </w:r>
            <w:r w:rsidRPr="0031418B">
              <w:br/>
              <w:t>2* BW</w:t>
            </w:r>
            <w:r w:rsidR="00993171" w:rsidRPr="0031418B">
              <w:rPr>
                <w:vertAlign w:val="subscript"/>
              </w:rPr>
              <w:t>Pass band</w:t>
            </w:r>
            <w:r w:rsidRPr="0031418B">
              <w:t xml:space="preserve"> + </w:t>
            </w:r>
            <w:r w:rsidRPr="0031418B">
              <w:rPr>
                <w:rFonts w:cs="v5.0.0"/>
              </w:rPr>
              <w:t>BW</w:t>
            </w:r>
            <w:r w:rsidR="00C02AEC" w:rsidRPr="0031418B">
              <w:rPr>
                <w:rFonts w:cs="v5.0.0"/>
                <w:vertAlign w:val="subscript"/>
              </w:rPr>
              <w:t>M</w:t>
            </w:r>
            <w:r w:rsidRPr="0031418B">
              <w:rPr>
                <w:rFonts w:cs="v5.0.0"/>
                <w:vertAlign w:val="subscript"/>
              </w:rPr>
              <w:t>eas</w:t>
            </w:r>
            <w:r w:rsidRPr="0031418B">
              <w:rPr>
                <w:rFonts w:cs="v5.0.0"/>
              </w:rPr>
              <w:t>/2</w:t>
            </w:r>
          </w:p>
        </w:tc>
        <w:tc>
          <w:tcPr>
            <w:tcW w:w="5217" w:type="dxa"/>
          </w:tcPr>
          <w:p w14:paraId="2193D6B4" w14:textId="77777777" w:rsidR="008559DD" w:rsidRPr="0031418B" w:rsidRDefault="009755D9" w:rsidP="0045193A">
            <w:pPr>
              <w:jc w:val="center"/>
            </w:pPr>
            <w:r w:rsidRPr="0031418B">
              <w:rPr>
                <w:position w:val="-12"/>
              </w:rPr>
              <w:object w:dxaOrig="5240" w:dyaOrig="360" w14:anchorId="63288C3F">
                <v:shape id="_x0000_i1030" type="#_x0000_t75" style="width:225.5pt;height:15.5pt" o:ole="">
                  <v:imagedata r:id="rId22" o:title=""/>
                </v:shape>
                <o:OLEObject Type="Embed" ProgID="Equation.3" ShapeID="_x0000_i1030" DrawAspect="Content" ObjectID="_1710576947" r:id="rId23"/>
              </w:object>
            </w:r>
          </w:p>
        </w:tc>
        <w:tc>
          <w:tcPr>
            <w:tcW w:w="1161" w:type="dxa"/>
          </w:tcPr>
          <w:p w14:paraId="3FA084A4" w14:textId="77777777" w:rsidR="008559DD" w:rsidRPr="0031418B" w:rsidRDefault="008559DD" w:rsidP="0045193A">
            <w:pPr>
              <w:pStyle w:val="TAC"/>
            </w:pPr>
            <w:r w:rsidRPr="0031418B">
              <w:t xml:space="preserve">100 kHz </w:t>
            </w:r>
          </w:p>
        </w:tc>
      </w:tr>
      <w:tr w:rsidR="008559DD" w:rsidRPr="0031418B" w14:paraId="0A8A0D10" w14:textId="77777777">
        <w:trPr>
          <w:cantSplit/>
          <w:trHeight w:val="226"/>
          <w:jc w:val="center"/>
        </w:trPr>
        <w:tc>
          <w:tcPr>
            <w:tcW w:w="1687" w:type="dxa"/>
          </w:tcPr>
          <w:p w14:paraId="79EEA590" w14:textId="77777777" w:rsidR="008559DD" w:rsidRPr="0031418B" w:rsidRDefault="008559DD" w:rsidP="0045193A">
            <w:pPr>
              <w:pStyle w:val="TAC"/>
              <w:rPr>
                <w:rFonts w:cs="v5.0.0"/>
              </w:rPr>
            </w:pPr>
            <w:r w:rsidRPr="0031418B">
              <w:rPr>
                <w:rFonts w:cs="v5.0.0"/>
              </w:rPr>
              <w:t>2*BW</w:t>
            </w:r>
            <w:r w:rsidR="00993171" w:rsidRPr="0031418B">
              <w:rPr>
                <w:rFonts w:cs="v5.0.0"/>
                <w:vertAlign w:val="subscript"/>
              </w:rPr>
              <w:t>Pass band</w:t>
            </w:r>
            <w:r w:rsidRPr="0031418B">
              <w:rPr>
                <w:rFonts w:cs="v5.0.0"/>
              </w:rPr>
              <w:t xml:space="preserve">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027" w:type="dxa"/>
          </w:tcPr>
          <w:p w14:paraId="535287B0" w14:textId="77777777" w:rsidR="008559DD" w:rsidRPr="0031418B" w:rsidRDefault="008559DD" w:rsidP="0045193A">
            <w:pPr>
              <w:pStyle w:val="TAC"/>
            </w:pPr>
            <w:r w:rsidRPr="0031418B">
              <w:rPr>
                <w:rFonts w:cs="v5.0.0"/>
              </w:rPr>
              <w:t>2* BW</w:t>
            </w:r>
            <w:r w:rsidR="00993171" w:rsidRPr="0031418B">
              <w:rPr>
                <w:rFonts w:cs="v5.0.0"/>
                <w:vertAlign w:val="subscript"/>
              </w:rPr>
              <w:t>Pass band</w:t>
            </w:r>
            <w:r w:rsidRPr="0031418B">
              <w:rPr>
                <w:rFonts w:cs="v5.0.0"/>
              </w:rPr>
              <w:t xml:space="preserve"> + BW</w:t>
            </w:r>
            <w:r w:rsidR="002C4CCA"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5217" w:type="dxa"/>
          </w:tcPr>
          <w:p w14:paraId="202C46E0" w14:textId="77777777" w:rsidR="008559DD" w:rsidRPr="0031418B" w:rsidRDefault="008559DD" w:rsidP="0045193A">
            <w:pPr>
              <w:pStyle w:val="TAC"/>
            </w:pPr>
            <w:r w:rsidRPr="0031418B">
              <w:t>-13 dBm</w:t>
            </w:r>
          </w:p>
        </w:tc>
        <w:tc>
          <w:tcPr>
            <w:tcW w:w="1161" w:type="dxa"/>
          </w:tcPr>
          <w:p w14:paraId="5DA7D458" w14:textId="77777777" w:rsidR="008559DD" w:rsidRPr="0031418B" w:rsidRDefault="008559DD" w:rsidP="0045193A">
            <w:pPr>
              <w:pStyle w:val="TAC"/>
            </w:pPr>
            <w:r w:rsidRPr="0031418B">
              <w:t>1MHz</w:t>
            </w:r>
          </w:p>
        </w:tc>
      </w:tr>
      <w:tr w:rsidR="00993171" w:rsidRPr="0031418B" w14:paraId="121C147F" w14:textId="77777777">
        <w:trPr>
          <w:cantSplit/>
          <w:trHeight w:val="226"/>
          <w:jc w:val="center"/>
        </w:trPr>
        <w:tc>
          <w:tcPr>
            <w:tcW w:w="10092" w:type="dxa"/>
            <w:gridSpan w:val="4"/>
          </w:tcPr>
          <w:p w14:paraId="6D23D129" w14:textId="77777777" w:rsidR="00993171" w:rsidRPr="0031418B" w:rsidRDefault="00993171" w:rsidP="00993171">
            <w:pPr>
              <w:pStyle w:val="TAN"/>
            </w:pPr>
            <w:r w:rsidRPr="0031418B">
              <w:t xml:space="preserve">Note: </w:t>
            </w:r>
            <w:r w:rsidRPr="0031418B">
              <w:tab/>
              <w:t>Frequencies and bandwidth are given in MHz.</w:t>
            </w:r>
          </w:p>
        </w:tc>
      </w:tr>
    </w:tbl>
    <w:p w14:paraId="5A4B16B0" w14:textId="77777777" w:rsidR="008559DD" w:rsidRPr="0031418B" w:rsidRDefault="008559DD" w:rsidP="008559DD"/>
    <w:p w14:paraId="0DB253E1" w14:textId="77777777" w:rsidR="008559DD" w:rsidRPr="0031418B" w:rsidRDefault="008559DD" w:rsidP="008559DD">
      <w:pPr>
        <w:pStyle w:val="TH"/>
        <w:rPr>
          <w:rFonts w:cs="v5.0.0"/>
        </w:rPr>
      </w:pPr>
      <w:r w:rsidRPr="0031418B">
        <w:lastRenderedPageBreak/>
        <w:t xml:space="preserve">Table 9.1.1.1-4: General operating band unwanted emission limits for repeater </w:t>
      </w:r>
      <w:r w:rsidR="00993171" w:rsidRPr="0031418B">
        <w:t>pass band</w:t>
      </w:r>
      <w:r w:rsidRPr="0031418B">
        <w:t xml:space="preserve"> bandwidth 5 MHz and above (E-UTRA bands &gt;1GHz)</w:t>
      </w:r>
      <w:r w:rsidRPr="0031418B">
        <w:rPr>
          <w:lang w:eastAsia="ja-JP"/>
        </w:rPr>
        <w:t xml:space="preserve"> for Category 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8559DD" w:rsidRPr="0031418B" w14:paraId="6A5DBE4C" w14:textId="77777777">
        <w:trPr>
          <w:cantSplit/>
          <w:jc w:val="center"/>
        </w:trPr>
        <w:tc>
          <w:tcPr>
            <w:tcW w:w="2127" w:type="dxa"/>
          </w:tcPr>
          <w:p w14:paraId="0D488E79"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6" w:type="dxa"/>
          </w:tcPr>
          <w:p w14:paraId="338E601F"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3455" w:type="dxa"/>
          </w:tcPr>
          <w:p w14:paraId="780A4685" w14:textId="77777777" w:rsidR="008559DD" w:rsidRPr="0031418B" w:rsidRDefault="008559DD" w:rsidP="0045193A">
            <w:pPr>
              <w:pStyle w:val="TAH"/>
              <w:rPr>
                <w:rFonts w:cs="v5.0.0"/>
              </w:rPr>
            </w:pPr>
            <w:r w:rsidRPr="0031418B">
              <w:rPr>
                <w:rFonts w:cs="v5.0.0"/>
              </w:rPr>
              <w:t>Minimum requirement</w:t>
            </w:r>
          </w:p>
        </w:tc>
        <w:tc>
          <w:tcPr>
            <w:tcW w:w="1430" w:type="dxa"/>
          </w:tcPr>
          <w:p w14:paraId="3D406489" w14:textId="77777777" w:rsidR="008559DD" w:rsidRPr="0031418B" w:rsidRDefault="008559DD" w:rsidP="0045193A">
            <w:pPr>
              <w:pStyle w:val="TAH"/>
              <w:rPr>
                <w:rFonts w:cs="v5.0.0"/>
              </w:rPr>
            </w:pPr>
            <w:r w:rsidRPr="0031418B">
              <w:rPr>
                <w:rFonts w:cs="v5.0.0"/>
              </w:rPr>
              <w:t xml:space="preserve">Measurement bandwidth </w:t>
            </w:r>
            <w:r w:rsidRPr="0031418B">
              <w:t>(Note 1)</w:t>
            </w:r>
          </w:p>
        </w:tc>
      </w:tr>
      <w:tr w:rsidR="008559DD" w:rsidRPr="0031418B" w14:paraId="01D9F794" w14:textId="77777777">
        <w:trPr>
          <w:cantSplit/>
          <w:jc w:val="center"/>
        </w:trPr>
        <w:tc>
          <w:tcPr>
            <w:tcW w:w="2127" w:type="dxa"/>
          </w:tcPr>
          <w:p w14:paraId="295A6458"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5 MHz</w:t>
            </w:r>
          </w:p>
        </w:tc>
        <w:tc>
          <w:tcPr>
            <w:tcW w:w="2976" w:type="dxa"/>
          </w:tcPr>
          <w:p w14:paraId="0BC84BAE"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5.05 MHz</w:t>
            </w:r>
          </w:p>
        </w:tc>
        <w:tc>
          <w:tcPr>
            <w:tcW w:w="3455" w:type="dxa"/>
            <w:vAlign w:val="center"/>
          </w:tcPr>
          <w:p w14:paraId="1E0BFF2C" w14:textId="46DC0920" w:rsidR="008559DD" w:rsidRPr="0031418B" w:rsidRDefault="003D7BA1" w:rsidP="0045193A">
            <w:pPr>
              <w:pStyle w:val="TAC"/>
            </w:pPr>
            <w:r w:rsidRPr="0031418B">
              <w:rPr>
                <w:noProof/>
                <w:position w:val="-30"/>
              </w:rPr>
              <w:drawing>
                <wp:inline distT="0" distB="0" distL="0" distR="0" wp14:anchorId="259936B0" wp14:editId="628942FF">
                  <wp:extent cx="1809750" cy="3746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374650"/>
                          </a:xfrm>
                          <a:prstGeom prst="rect">
                            <a:avLst/>
                          </a:prstGeom>
                          <a:noFill/>
                          <a:ln>
                            <a:noFill/>
                          </a:ln>
                        </pic:spPr>
                      </pic:pic>
                    </a:graphicData>
                  </a:graphic>
                </wp:inline>
              </w:drawing>
            </w:r>
          </w:p>
        </w:tc>
        <w:tc>
          <w:tcPr>
            <w:tcW w:w="1430" w:type="dxa"/>
          </w:tcPr>
          <w:p w14:paraId="4D48EDDC" w14:textId="77777777" w:rsidR="008559DD" w:rsidRPr="0031418B" w:rsidRDefault="008559DD" w:rsidP="0045193A">
            <w:pPr>
              <w:pStyle w:val="TAC"/>
            </w:pPr>
            <w:r w:rsidRPr="0031418B">
              <w:t xml:space="preserve">100 kHz </w:t>
            </w:r>
          </w:p>
        </w:tc>
      </w:tr>
      <w:tr w:rsidR="008559DD" w:rsidRPr="0031418B" w14:paraId="4ACB2D0B" w14:textId="77777777">
        <w:trPr>
          <w:cantSplit/>
          <w:jc w:val="center"/>
        </w:trPr>
        <w:tc>
          <w:tcPr>
            <w:tcW w:w="2127" w:type="dxa"/>
          </w:tcPr>
          <w:p w14:paraId="21FB9666" w14:textId="77777777" w:rsidR="008559DD" w:rsidRPr="0031418B" w:rsidRDefault="008559DD" w:rsidP="0045193A">
            <w:pPr>
              <w:pStyle w:val="TAC"/>
              <w:rPr>
                <w:rFonts w:cs="v5.0.0"/>
              </w:rPr>
            </w:pPr>
            <w:r w:rsidRPr="0031418B">
              <w:rPr>
                <w:rFonts w:cs="v5.0.0"/>
              </w:rPr>
              <w:t xml:space="preserve">5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 MHz</w:t>
            </w:r>
          </w:p>
        </w:tc>
        <w:tc>
          <w:tcPr>
            <w:tcW w:w="2976" w:type="dxa"/>
          </w:tcPr>
          <w:p w14:paraId="4BC59249" w14:textId="77777777" w:rsidR="008559DD" w:rsidRPr="0031418B" w:rsidRDefault="008559DD" w:rsidP="0045193A">
            <w:pPr>
              <w:pStyle w:val="TAC"/>
              <w:rPr>
                <w:rFonts w:cs="v5.0.0"/>
              </w:rPr>
            </w:pPr>
            <w:r w:rsidRPr="0031418B">
              <w:rPr>
                <w:rFonts w:cs="v5.0.0"/>
              </w:rPr>
              <w:t xml:space="preserve">5.05 MHz </w:t>
            </w:r>
            <w:r w:rsidRPr="0031418B">
              <w:rPr>
                <w:rFonts w:cs="v5.0.0"/>
              </w:rPr>
              <w:sym w:font="Symbol" w:char="F0A3"/>
            </w:r>
            <w:r w:rsidRPr="0031418B">
              <w:rPr>
                <w:rFonts w:cs="v5.0.0"/>
              </w:rPr>
              <w:t xml:space="preserve"> f_offset &lt; 10.05 MHz</w:t>
            </w:r>
          </w:p>
        </w:tc>
        <w:tc>
          <w:tcPr>
            <w:tcW w:w="3455" w:type="dxa"/>
          </w:tcPr>
          <w:p w14:paraId="7589D315" w14:textId="77777777" w:rsidR="008559DD" w:rsidRPr="0031418B" w:rsidRDefault="008559DD" w:rsidP="0045193A">
            <w:pPr>
              <w:pStyle w:val="TAC"/>
            </w:pPr>
            <w:r w:rsidRPr="0031418B">
              <w:t>-14 dBm</w:t>
            </w:r>
          </w:p>
        </w:tc>
        <w:tc>
          <w:tcPr>
            <w:tcW w:w="1430" w:type="dxa"/>
          </w:tcPr>
          <w:p w14:paraId="4373C14B" w14:textId="77777777" w:rsidR="008559DD" w:rsidRPr="0031418B" w:rsidRDefault="008559DD" w:rsidP="0045193A">
            <w:pPr>
              <w:pStyle w:val="TAC"/>
            </w:pPr>
            <w:r w:rsidRPr="0031418B">
              <w:t xml:space="preserve">100 kHz </w:t>
            </w:r>
          </w:p>
        </w:tc>
      </w:tr>
      <w:tr w:rsidR="008559DD" w:rsidRPr="0031418B" w14:paraId="2B692E0F" w14:textId="77777777">
        <w:trPr>
          <w:cantSplit/>
          <w:jc w:val="center"/>
        </w:trPr>
        <w:tc>
          <w:tcPr>
            <w:tcW w:w="2127" w:type="dxa"/>
          </w:tcPr>
          <w:p w14:paraId="6F8BCDD1" w14:textId="77777777" w:rsidR="008559DD" w:rsidRPr="0031418B" w:rsidRDefault="008559DD" w:rsidP="0045193A">
            <w:pPr>
              <w:pStyle w:val="TAC"/>
              <w:rPr>
                <w:rFonts w:cs="v5.0.0"/>
              </w:rPr>
            </w:pPr>
            <w:r w:rsidRPr="0031418B">
              <w:rPr>
                <w:rFonts w:cs="v5.0.0"/>
              </w:rPr>
              <w:t xml:space="preserve">10 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976" w:type="dxa"/>
          </w:tcPr>
          <w:p w14:paraId="6163CE6C" w14:textId="77777777" w:rsidR="008559DD" w:rsidRPr="0031418B" w:rsidRDefault="008559DD" w:rsidP="0045193A">
            <w:pPr>
              <w:pStyle w:val="TAC"/>
              <w:rPr>
                <w:rFonts w:cs="v5.0.0"/>
              </w:rPr>
            </w:pPr>
            <w:r w:rsidRPr="0031418B">
              <w:rPr>
                <w:rFonts w:cs="v5.0.0"/>
              </w:rPr>
              <w:t xml:space="preserve">10.5 MHz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3455" w:type="dxa"/>
          </w:tcPr>
          <w:p w14:paraId="4CF2FD0B" w14:textId="77777777" w:rsidR="008559DD" w:rsidRPr="0031418B" w:rsidRDefault="008559DD" w:rsidP="0045193A">
            <w:pPr>
              <w:pStyle w:val="TAC"/>
            </w:pPr>
            <w:r w:rsidRPr="0031418B">
              <w:t>-13 dBm</w:t>
            </w:r>
          </w:p>
        </w:tc>
        <w:tc>
          <w:tcPr>
            <w:tcW w:w="1430" w:type="dxa"/>
          </w:tcPr>
          <w:p w14:paraId="20E279D9" w14:textId="77777777" w:rsidR="008559DD" w:rsidRPr="0031418B" w:rsidRDefault="008559DD" w:rsidP="0045193A">
            <w:pPr>
              <w:pStyle w:val="TAC"/>
            </w:pPr>
            <w:r w:rsidRPr="0031418B">
              <w:t xml:space="preserve">1MHz </w:t>
            </w:r>
          </w:p>
        </w:tc>
      </w:tr>
      <w:tr w:rsidR="00993171" w:rsidRPr="0031418B" w14:paraId="398D95CF" w14:textId="77777777">
        <w:trPr>
          <w:cantSplit/>
          <w:jc w:val="center"/>
        </w:trPr>
        <w:tc>
          <w:tcPr>
            <w:tcW w:w="9988" w:type="dxa"/>
            <w:gridSpan w:val="4"/>
          </w:tcPr>
          <w:p w14:paraId="7D18C013" w14:textId="77777777" w:rsidR="00993171" w:rsidRPr="0031418B" w:rsidRDefault="00993171" w:rsidP="00993171">
            <w:pPr>
              <w:pStyle w:val="TAN"/>
            </w:pPr>
            <w:r w:rsidRPr="0031418B">
              <w:t xml:space="preserve">Note: </w:t>
            </w:r>
            <w:r w:rsidRPr="0031418B">
              <w:tab/>
              <w:t>Frequencies and bandwidth are given in MHz.</w:t>
            </w:r>
          </w:p>
        </w:tc>
      </w:tr>
    </w:tbl>
    <w:p w14:paraId="07B8F840" w14:textId="77777777" w:rsidR="008559DD" w:rsidRPr="0031418B" w:rsidRDefault="008559DD" w:rsidP="008559DD"/>
    <w:p w14:paraId="5E185EC1" w14:textId="77777777" w:rsidR="008559DD" w:rsidRPr="0031418B" w:rsidRDefault="008559DD" w:rsidP="008559DD">
      <w:pPr>
        <w:pStyle w:val="Heading3"/>
      </w:pPr>
      <w:bookmarkStart w:id="48" w:name="_Toc503964257"/>
      <w:r w:rsidRPr="0031418B">
        <w:t>9.1.2</w:t>
      </w:r>
      <w:r w:rsidRPr="0031418B">
        <w:tab/>
        <w:t>Operating band unwanted emissions (Category B)</w:t>
      </w:r>
      <w:bookmarkEnd w:id="48"/>
    </w:p>
    <w:p w14:paraId="67F7F218" w14:textId="77777777" w:rsidR="008559DD" w:rsidRPr="0031418B" w:rsidRDefault="008559DD" w:rsidP="008559DD">
      <w:pPr>
        <w:pStyle w:val="Heading4"/>
      </w:pPr>
      <w:bookmarkStart w:id="49" w:name="_Toc503964258"/>
      <w:r w:rsidRPr="0031418B">
        <w:t>9.1.2.1</w:t>
      </w:r>
      <w:r w:rsidRPr="0031418B">
        <w:tab/>
        <w:t>Minimum Requirement</w:t>
      </w:r>
      <w:bookmarkEnd w:id="49"/>
    </w:p>
    <w:p w14:paraId="2E0F76B6" w14:textId="77777777" w:rsidR="00134469" w:rsidRPr="0031418B" w:rsidRDefault="00134469" w:rsidP="00134469">
      <w:pPr>
        <w:keepNext/>
        <w:rPr>
          <w:rFonts w:cs="v5.0.0"/>
        </w:rPr>
      </w:pPr>
      <w:r w:rsidRPr="0031418B">
        <w:rPr>
          <w:rFonts w:cs="v5.0.0"/>
        </w:rPr>
        <w:t xml:space="preserve">For Category B Operating band unwanted emissions, there are two options for the limits that may be applied regionally. Either the limits in subclause </w:t>
      </w:r>
      <w:r w:rsidRPr="0031418B">
        <w:t>9.1.2.1.1</w:t>
      </w:r>
      <w:r w:rsidRPr="0031418B">
        <w:rPr>
          <w:rFonts w:cs="v5.0.0"/>
        </w:rPr>
        <w:t xml:space="preserve"> or subclause </w:t>
      </w:r>
      <w:r w:rsidRPr="0031418B">
        <w:t>9.1.2.1.2</w:t>
      </w:r>
      <w:r w:rsidRPr="0031418B">
        <w:rPr>
          <w:rFonts w:cs="v5.0.0"/>
        </w:rPr>
        <w:t xml:space="preserve"> shall be applied.</w:t>
      </w:r>
    </w:p>
    <w:p w14:paraId="2249DE7D" w14:textId="77777777" w:rsidR="008559DD" w:rsidRPr="0031418B" w:rsidRDefault="008559DD" w:rsidP="008559DD">
      <w:pPr>
        <w:keepNext/>
        <w:rPr>
          <w:rFonts w:cs="v4.1.0"/>
        </w:rPr>
      </w:pPr>
      <w:r w:rsidRPr="0031418B">
        <w:rPr>
          <w:rFonts w:cs="v5.0.0"/>
        </w:rPr>
        <w:t xml:space="preserve">This requirement applies </w:t>
      </w:r>
      <w:r w:rsidRPr="0031418B">
        <w:rPr>
          <w:rFonts w:cs="v4.1.0"/>
        </w:rPr>
        <w:t>to the uplink and downlink of the repeater,</w:t>
      </w:r>
      <w:r w:rsidRPr="0031418B">
        <w:rPr>
          <w:rFonts w:cs="v5.0.0"/>
        </w:rPr>
        <w:t xml:space="preserve"> a</w:t>
      </w:r>
      <w:r w:rsidRPr="0031418B">
        <w:rPr>
          <w:rFonts w:cs="v4.1.0"/>
        </w:rPr>
        <w:t>t maximum gain, and with the following input signals:</w:t>
      </w:r>
    </w:p>
    <w:p w14:paraId="06E927FF" w14:textId="77777777" w:rsidR="008559DD" w:rsidRPr="0031418B" w:rsidRDefault="006C429B" w:rsidP="006C429B">
      <w:pPr>
        <w:pStyle w:val="B1"/>
      </w:pPr>
      <w:r w:rsidRPr="0031418B">
        <w:t>-</w:t>
      </w:r>
      <w:r w:rsidRPr="0031418B">
        <w:tab/>
      </w:r>
      <w:r w:rsidR="008559DD" w:rsidRPr="0031418B">
        <w:t xml:space="preserve">without </w:t>
      </w:r>
      <w:r w:rsidR="008559DD" w:rsidRPr="0031418B">
        <w:rPr>
          <w:rFonts w:cs="v4.1.0"/>
        </w:rPr>
        <w:t>E</w:t>
      </w:r>
      <w:r w:rsidR="008559DD" w:rsidRPr="0031418B">
        <w:rPr>
          <w:rFonts w:cs="v4.1.0"/>
        </w:rPr>
        <w:noBreakHyphen/>
        <w:t xml:space="preserve">UTRA </w:t>
      </w:r>
      <w:r w:rsidR="008559DD" w:rsidRPr="0031418B">
        <w:t>input signal</w:t>
      </w:r>
    </w:p>
    <w:p w14:paraId="39B01929" w14:textId="77777777" w:rsidR="008559DD" w:rsidRPr="0031418B" w:rsidRDefault="006C429B" w:rsidP="006C429B">
      <w:pPr>
        <w:pStyle w:val="B1"/>
        <w:rPr>
          <w:rFonts w:cs="v5.0.0"/>
        </w:rPr>
      </w:pPr>
      <w:r w:rsidRPr="0031418B">
        <w:t>-</w:t>
      </w:r>
      <w:r w:rsidRPr="0031418B">
        <w:tab/>
      </w:r>
      <w:r w:rsidR="008559DD" w:rsidRPr="0031418B">
        <w:t>with E</w:t>
      </w:r>
      <w:r w:rsidR="008559DD" w:rsidRPr="0031418B">
        <w:noBreakHyphen/>
        <w:t>UTRA input signals in the pass band of the repeater, at levels that produce the maximum rated power output per channel</w:t>
      </w:r>
    </w:p>
    <w:p w14:paraId="33C20439" w14:textId="77777777" w:rsidR="008559DD" w:rsidRPr="0031418B" w:rsidRDefault="006C429B" w:rsidP="006C429B">
      <w:pPr>
        <w:pStyle w:val="B1"/>
        <w:rPr>
          <w:rFonts w:cs="v5.0.0"/>
        </w:rPr>
      </w:pPr>
      <w:r w:rsidRPr="0031418B">
        <w:t>-</w:t>
      </w:r>
      <w:r w:rsidRPr="0031418B">
        <w:tab/>
      </w:r>
      <w:r w:rsidR="008559DD" w:rsidRPr="0031418B">
        <w:t>with 10 dB increased E</w:t>
      </w:r>
      <w:r w:rsidR="008559DD" w:rsidRPr="0031418B">
        <w:noBreakHyphen/>
        <w:t>UTRA input signals in all channels in the pass band, compared to the input level producing the maximum rated output power.</w:t>
      </w:r>
    </w:p>
    <w:p w14:paraId="3528DFBD" w14:textId="77777777" w:rsidR="00993171" w:rsidRPr="0031418B" w:rsidRDefault="00993171" w:rsidP="00993171">
      <w:pPr>
        <w:pStyle w:val="Heading5"/>
        <w:rPr>
          <w:rFonts w:cs="v5.0.0"/>
        </w:rPr>
      </w:pPr>
      <w:bookmarkStart w:id="50" w:name="_Toc503964259"/>
      <w:r w:rsidRPr="0031418B">
        <w:t>9.1.2.1.1</w:t>
      </w:r>
      <w:r w:rsidRPr="0031418B">
        <w:tab/>
        <w:t>Category B</w:t>
      </w:r>
      <w:r w:rsidRPr="0031418B">
        <w:rPr>
          <w:lang w:eastAsia="zh-CN"/>
        </w:rPr>
        <w:t xml:space="preserve"> requirements (Option 1)</w:t>
      </w:r>
      <w:bookmarkEnd w:id="50"/>
    </w:p>
    <w:p w14:paraId="7C1C381D" w14:textId="77777777" w:rsidR="008559DD" w:rsidRPr="0031418B" w:rsidRDefault="008559DD" w:rsidP="008559DD">
      <w:pPr>
        <w:keepNext/>
        <w:rPr>
          <w:rFonts w:cs="v5.0.0"/>
        </w:rPr>
      </w:pPr>
      <w:r w:rsidRPr="0031418B">
        <w:rPr>
          <w:rFonts w:cs="v5.0.0"/>
        </w:rPr>
        <w:t>For E-UTRA FDD repeater operating in Bands 5, 6, 8, 12, 13</w:t>
      </w:r>
      <w:r w:rsidR="0051610E" w:rsidRPr="0031418B">
        <w:rPr>
          <w:rFonts w:cs="v5.0.0"/>
        </w:rPr>
        <w:t>,</w:t>
      </w:r>
      <w:r w:rsidRPr="0031418B">
        <w:rPr>
          <w:rFonts w:cs="v5.0.0"/>
        </w:rPr>
        <w:t xml:space="preserve"> 14</w:t>
      </w:r>
      <w:r w:rsidR="006C2A52" w:rsidRPr="0031418B">
        <w:rPr>
          <w:rFonts w:cs="v5.0.0"/>
        </w:rPr>
        <w:t>,</w:t>
      </w:r>
      <w:r w:rsidRPr="0031418B">
        <w:rPr>
          <w:rFonts w:cs="v5.0.0"/>
        </w:rPr>
        <w:t xml:space="preserve"> </w:t>
      </w:r>
      <w:r w:rsidR="0051610E" w:rsidRPr="0031418B">
        <w:rPr>
          <w:rFonts w:cs="v5.0.0"/>
        </w:rPr>
        <w:t>17</w:t>
      </w:r>
      <w:r w:rsidR="008524B3" w:rsidRPr="0031418B">
        <w:rPr>
          <w:rFonts w:cs="v5.0.0"/>
        </w:rPr>
        <w:t>,</w:t>
      </w:r>
      <w:r w:rsidR="0051610E" w:rsidRPr="0031418B">
        <w:rPr>
          <w:rFonts w:cs="v5.0.0"/>
        </w:rPr>
        <w:t xml:space="preserve"> </w:t>
      </w:r>
      <w:r w:rsidR="006C2A52" w:rsidRPr="0031418B">
        <w:rPr>
          <w:rFonts w:cs="v5.0.0"/>
        </w:rPr>
        <w:t>20</w:t>
      </w:r>
      <w:r w:rsidR="008524B3" w:rsidRPr="0031418B">
        <w:rPr>
          <w:rFonts w:cs="v5.0.0"/>
        </w:rPr>
        <w:t>,</w:t>
      </w:r>
      <w:r w:rsidR="006C2A52" w:rsidRPr="0031418B">
        <w:rPr>
          <w:rFonts w:cs="v5.0.0"/>
        </w:rPr>
        <w:t xml:space="preserve"> </w:t>
      </w:r>
      <w:r w:rsidR="008524B3" w:rsidRPr="0031418B">
        <w:rPr>
          <w:rFonts w:cs="v5.0.0"/>
        </w:rPr>
        <w:t>26</w:t>
      </w:r>
      <w:r w:rsidR="008524B3" w:rsidRPr="0031418B">
        <w:rPr>
          <w:rFonts w:cs="v5.0.0" w:hint="eastAsia"/>
        </w:rPr>
        <w:t xml:space="preserve">, </w:t>
      </w:r>
      <w:r w:rsidR="008524B3" w:rsidRPr="0031418B">
        <w:rPr>
          <w:rFonts w:cs="v5.0.0"/>
        </w:rPr>
        <w:t xml:space="preserve">27, </w:t>
      </w:r>
      <w:r w:rsidR="008524B3" w:rsidRPr="0031418B">
        <w:rPr>
          <w:rFonts w:cs="v5.0.0" w:hint="eastAsia"/>
        </w:rPr>
        <w:t>28</w:t>
      </w:r>
      <w:r w:rsidR="008524B3" w:rsidRPr="0031418B">
        <w:rPr>
          <w:rFonts w:cs="v5.0.0"/>
        </w:rPr>
        <w:t>, 29, 31</w:t>
      </w:r>
      <w:r w:rsidR="00A74094" w:rsidRPr="0031418B">
        <w:rPr>
          <w:rFonts w:cs="v5.0.0"/>
        </w:rPr>
        <w:t xml:space="preserve"> and 72</w:t>
      </w:r>
      <w:r w:rsidR="008524B3" w:rsidRPr="0031418B">
        <w:rPr>
          <w:rFonts w:cs="v5.0.0"/>
        </w:rPr>
        <w:t xml:space="preserve"> </w:t>
      </w:r>
      <w:r w:rsidRPr="0031418B">
        <w:rPr>
          <w:rFonts w:cs="v5.0.0"/>
        </w:rPr>
        <w:t>emissions shall not exceed the maximum levels specified in Tables 9.1.2.1</w:t>
      </w:r>
      <w:r w:rsidR="00993171" w:rsidRPr="0031418B">
        <w:rPr>
          <w:rFonts w:cs="v5.0.0"/>
        </w:rPr>
        <w:t>.1</w:t>
      </w:r>
      <w:r w:rsidRPr="0031418B">
        <w:rPr>
          <w:rFonts w:cs="v5.0.0"/>
        </w:rPr>
        <w:t>-1 and 9.1.2.1</w:t>
      </w:r>
      <w:r w:rsidR="00993171" w:rsidRPr="0031418B">
        <w:rPr>
          <w:rFonts w:cs="v5.0.0"/>
        </w:rPr>
        <w:t>.1</w:t>
      </w:r>
      <w:r w:rsidRPr="0031418B">
        <w:rPr>
          <w:rFonts w:cs="v5.0.0"/>
        </w:rPr>
        <w:t>-2:</w:t>
      </w:r>
    </w:p>
    <w:p w14:paraId="61A1A44C" w14:textId="77777777" w:rsidR="008559DD" w:rsidRPr="0031418B" w:rsidRDefault="008559DD" w:rsidP="008559DD">
      <w:pPr>
        <w:pStyle w:val="TH"/>
      </w:pPr>
      <w:r w:rsidRPr="0031418B">
        <w:t>Table 9.1.2.1</w:t>
      </w:r>
      <w:r w:rsidR="00993171" w:rsidRPr="0031418B">
        <w:t>.1</w:t>
      </w:r>
      <w:r w:rsidRPr="0031418B">
        <w:t xml:space="preserve">-1: General operating band unwanted emission limits for repeater </w:t>
      </w:r>
      <w:r w:rsidR="00993171" w:rsidRPr="0031418B">
        <w:t>pass band</w:t>
      </w:r>
      <w:r w:rsidRPr="0031418B">
        <w:t xml:space="preserve"> bandwidth lower than 5 MHz (E</w:t>
      </w:r>
      <w:r w:rsidRPr="0031418B">
        <w:noBreakHyphen/>
        <w:t>UTRA bands &lt;1GHz)</w:t>
      </w:r>
      <w:r w:rsidRPr="0031418B">
        <w:rPr>
          <w:lang w:eastAsia="ja-JP"/>
        </w:rPr>
        <w:t xml:space="preserve"> for Category B</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2027"/>
        <w:gridCol w:w="5217"/>
        <w:gridCol w:w="1161"/>
      </w:tblGrid>
      <w:tr w:rsidR="008559DD" w:rsidRPr="0031418B" w14:paraId="2F9ED4E1" w14:textId="77777777">
        <w:trPr>
          <w:cantSplit/>
          <w:trHeight w:val="633"/>
          <w:jc w:val="center"/>
        </w:trPr>
        <w:tc>
          <w:tcPr>
            <w:tcW w:w="1687" w:type="dxa"/>
          </w:tcPr>
          <w:p w14:paraId="1128E9E1"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027" w:type="dxa"/>
          </w:tcPr>
          <w:p w14:paraId="69A11049"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5217" w:type="dxa"/>
          </w:tcPr>
          <w:p w14:paraId="62FABF85" w14:textId="77777777" w:rsidR="008559DD" w:rsidRPr="0031418B" w:rsidRDefault="008559DD" w:rsidP="0045193A">
            <w:pPr>
              <w:pStyle w:val="TAH"/>
              <w:rPr>
                <w:rFonts w:cs="v5.0.0"/>
              </w:rPr>
            </w:pPr>
            <w:r w:rsidRPr="0031418B">
              <w:rPr>
                <w:rFonts w:cs="v5.0.0"/>
              </w:rPr>
              <w:t>Minimum requirement</w:t>
            </w:r>
          </w:p>
        </w:tc>
        <w:tc>
          <w:tcPr>
            <w:tcW w:w="1161" w:type="dxa"/>
          </w:tcPr>
          <w:p w14:paraId="48924CF3" w14:textId="77777777" w:rsidR="008559DD" w:rsidRPr="0031418B" w:rsidRDefault="008559DD" w:rsidP="0045193A">
            <w:pPr>
              <w:pStyle w:val="TAH"/>
              <w:rPr>
                <w:rFonts w:cs="v5.0.0"/>
              </w:rPr>
            </w:pPr>
            <w:r w:rsidRPr="0031418B">
              <w:rPr>
                <w:rFonts w:cs="v5.0.0"/>
              </w:rPr>
              <w:t xml:space="preserve">Measure-ment bandwidth </w:t>
            </w:r>
          </w:p>
        </w:tc>
      </w:tr>
      <w:tr w:rsidR="008559DD" w:rsidRPr="0031418B" w14:paraId="14C6AEB5" w14:textId="77777777">
        <w:trPr>
          <w:cantSplit/>
          <w:trHeight w:val="588"/>
          <w:jc w:val="center"/>
        </w:trPr>
        <w:tc>
          <w:tcPr>
            <w:tcW w:w="1687" w:type="dxa"/>
            <w:vAlign w:val="center"/>
          </w:tcPr>
          <w:p w14:paraId="7B5983F7"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BW</w:t>
            </w:r>
            <w:r w:rsidR="00993171" w:rsidRPr="0031418B">
              <w:rPr>
                <w:rFonts w:cs="v5.0.0"/>
                <w:vertAlign w:val="subscript"/>
              </w:rPr>
              <w:t>Pass band</w:t>
            </w:r>
          </w:p>
        </w:tc>
        <w:tc>
          <w:tcPr>
            <w:tcW w:w="2027" w:type="dxa"/>
          </w:tcPr>
          <w:p w14:paraId="34289ED5" w14:textId="77777777" w:rsidR="008559DD" w:rsidRPr="0031418B" w:rsidRDefault="008559DD" w:rsidP="0045193A">
            <w:pPr>
              <w:pStyle w:val="TAC"/>
            </w:pPr>
            <w:r w:rsidRPr="0031418B">
              <w:rPr>
                <w:rFonts w:cs="v5.0.0"/>
              </w:rPr>
              <w:t>BW</w:t>
            </w:r>
            <w:r w:rsidR="002C4CCA"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BW</w:t>
            </w:r>
            <w:r w:rsidR="00993171" w:rsidRPr="0031418B">
              <w:rPr>
                <w:rFonts w:cs="v5.0.0"/>
                <w:vertAlign w:val="subscript"/>
              </w:rPr>
              <w:t>Pass band</w:t>
            </w:r>
            <w:r w:rsidRPr="0031418B">
              <w:rPr>
                <w:rFonts w:cs="v5.0.0"/>
              </w:rPr>
              <w:t xml:space="preserve"> + BW</w:t>
            </w:r>
            <w:r w:rsidR="002C4CCA" w:rsidRPr="0031418B">
              <w:rPr>
                <w:rFonts w:cs="v5.0.0"/>
                <w:vertAlign w:val="subscript"/>
              </w:rPr>
              <w:t>M</w:t>
            </w:r>
            <w:r w:rsidRPr="0031418B">
              <w:rPr>
                <w:rFonts w:cs="v5.0.0"/>
                <w:vertAlign w:val="subscript"/>
              </w:rPr>
              <w:t>eas</w:t>
            </w:r>
            <w:r w:rsidRPr="0031418B">
              <w:rPr>
                <w:rFonts w:cs="v5.0.0"/>
              </w:rPr>
              <w:t>/2</w:t>
            </w:r>
          </w:p>
        </w:tc>
        <w:tc>
          <w:tcPr>
            <w:tcW w:w="5217" w:type="dxa"/>
            <w:vAlign w:val="center"/>
          </w:tcPr>
          <w:p w14:paraId="15620DD9" w14:textId="77777777" w:rsidR="008559DD" w:rsidRPr="0031418B" w:rsidRDefault="009755D9" w:rsidP="0045193A">
            <w:pPr>
              <w:pStyle w:val="TAC"/>
            </w:pPr>
            <w:r w:rsidRPr="0031418B">
              <w:rPr>
                <w:position w:val="-12"/>
              </w:rPr>
              <w:object w:dxaOrig="5140" w:dyaOrig="360" w14:anchorId="01D3C3B3">
                <v:shape id="_x0000_i1031" type="#_x0000_t75" style="width:219pt;height:15.5pt" o:ole="">
                  <v:imagedata r:id="rId24" o:title=""/>
                </v:shape>
                <o:OLEObject Type="Embed" ProgID="Equation.3" ShapeID="_x0000_i1031" DrawAspect="Content" ObjectID="_1710576948" r:id="rId25"/>
              </w:object>
            </w:r>
            <w:r w:rsidR="00251C54" w:rsidRPr="0031418B">
              <w:rPr>
                <w:position w:val="-14"/>
              </w:rPr>
              <w:br/>
            </w:r>
            <w:r w:rsidRPr="0031418B">
              <w:rPr>
                <w:position w:val="-36"/>
              </w:rPr>
              <w:object w:dxaOrig="5800" w:dyaOrig="840" w14:anchorId="340761A0">
                <v:shape id="_x0000_i1032" type="#_x0000_t75" style="width:247pt;height:36pt" o:ole="">
                  <v:imagedata r:id="rId26" o:title=""/>
                </v:shape>
                <o:OLEObject Type="Embed" ProgID="Equation.3" ShapeID="_x0000_i1032" DrawAspect="Content" ObjectID="_1710576949" r:id="rId27"/>
              </w:object>
            </w:r>
          </w:p>
        </w:tc>
        <w:tc>
          <w:tcPr>
            <w:tcW w:w="1161" w:type="dxa"/>
          </w:tcPr>
          <w:p w14:paraId="6DBA07B5" w14:textId="77777777" w:rsidR="008559DD" w:rsidRPr="0031418B" w:rsidRDefault="008559DD" w:rsidP="0045193A">
            <w:pPr>
              <w:pStyle w:val="TAC"/>
            </w:pPr>
            <w:r w:rsidRPr="0031418B">
              <w:t xml:space="preserve">100 kHz </w:t>
            </w:r>
          </w:p>
        </w:tc>
      </w:tr>
      <w:tr w:rsidR="008559DD" w:rsidRPr="0031418B" w14:paraId="10F40E84" w14:textId="77777777">
        <w:trPr>
          <w:cantSplit/>
          <w:trHeight w:val="668"/>
          <w:jc w:val="center"/>
        </w:trPr>
        <w:tc>
          <w:tcPr>
            <w:tcW w:w="1687" w:type="dxa"/>
          </w:tcPr>
          <w:p w14:paraId="25290449" w14:textId="77777777" w:rsidR="008559DD" w:rsidRPr="0031418B" w:rsidRDefault="008559DD" w:rsidP="0045193A">
            <w:pPr>
              <w:pStyle w:val="TAC"/>
              <w:rPr>
                <w:rFonts w:cs="v5.0.0"/>
              </w:rPr>
            </w:pPr>
            <w:r w:rsidRPr="0031418B">
              <w:rPr>
                <w:rFonts w:cs="v5.0.0"/>
              </w:rPr>
              <w:t>BW</w:t>
            </w:r>
            <w:r w:rsidR="00993171" w:rsidRPr="0031418B">
              <w:rPr>
                <w:rFonts w:cs="v5.0.0"/>
                <w:vertAlign w:val="subscript"/>
              </w:rPr>
              <w:t>Pass band</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2*BW</w:t>
            </w:r>
            <w:r w:rsidR="00993171" w:rsidRPr="0031418B">
              <w:rPr>
                <w:rFonts w:cs="v5.0.0"/>
                <w:vertAlign w:val="subscript"/>
              </w:rPr>
              <w:t>Pass band</w:t>
            </w:r>
          </w:p>
        </w:tc>
        <w:tc>
          <w:tcPr>
            <w:tcW w:w="2027" w:type="dxa"/>
          </w:tcPr>
          <w:p w14:paraId="319636A4" w14:textId="77777777" w:rsidR="008559DD" w:rsidRPr="0031418B" w:rsidRDefault="008559DD" w:rsidP="0045193A">
            <w:pPr>
              <w:pStyle w:val="TAC"/>
              <w:rPr>
                <w:rStyle w:val="TACChar"/>
              </w:rPr>
            </w:pPr>
            <w:r w:rsidRPr="0031418B">
              <w:t>BW</w:t>
            </w:r>
            <w:r w:rsidR="00993171" w:rsidRPr="0031418B">
              <w:rPr>
                <w:vertAlign w:val="subscript"/>
              </w:rPr>
              <w:t>Pass band</w:t>
            </w:r>
            <w:r w:rsidRPr="0031418B">
              <w:t xml:space="preserve"> + </w:t>
            </w:r>
            <w:r w:rsidRPr="0031418B">
              <w:rPr>
                <w:rFonts w:cs="v5.0.0"/>
              </w:rPr>
              <w:t>BW</w:t>
            </w:r>
            <w:r w:rsidR="002C4CCA" w:rsidRPr="0031418B">
              <w:rPr>
                <w:rFonts w:cs="v5.0.0"/>
                <w:vertAlign w:val="subscript"/>
              </w:rPr>
              <w:t>M</w:t>
            </w:r>
            <w:r w:rsidRPr="0031418B">
              <w:rPr>
                <w:rFonts w:cs="v5.0.0"/>
                <w:vertAlign w:val="subscript"/>
              </w:rPr>
              <w:t>eas</w:t>
            </w:r>
            <w:r w:rsidRPr="0031418B">
              <w:rPr>
                <w:rFonts w:cs="v5.0.0"/>
              </w:rPr>
              <w:t xml:space="preserve">/2 </w:t>
            </w:r>
            <w:r w:rsidRPr="0031418B">
              <w:sym w:font="Symbol" w:char="F0A3"/>
            </w:r>
            <w:r w:rsidRPr="0031418B">
              <w:t xml:space="preserve"> f_offset &lt; </w:t>
            </w:r>
            <w:r w:rsidRPr="0031418B">
              <w:br/>
              <w:t>2* BW</w:t>
            </w:r>
            <w:r w:rsidR="00993171" w:rsidRPr="0031418B">
              <w:rPr>
                <w:vertAlign w:val="subscript"/>
              </w:rPr>
              <w:t>Pass band</w:t>
            </w:r>
            <w:r w:rsidRPr="0031418B">
              <w:t xml:space="preserve"> + </w:t>
            </w:r>
            <w:r w:rsidRPr="0031418B">
              <w:rPr>
                <w:rFonts w:cs="v5.0.0"/>
              </w:rPr>
              <w:t>BW</w:t>
            </w:r>
            <w:r w:rsidR="002C4CCA" w:rsidRPr="0031418B">
              <w:rPr>
                <w:rFonts w:cs="v5.0.0"/>
                <w:vertAlign w:val="subscript"/>
              </w:rPr>
              <w:t>M</w:t>
            </w:r>
            <w:r w:rsidRPr="0031418B">
              <w:rPr>
                <w:rFonts w:cs="v5.0.0"/>
                <w:vertAlign w:val="subscript"/>
              </w:rPr>
              <w:t>eas</w:t>
            </w:r>
            <w:r w:rsidRPr="0031418B">
              <w:rPr>
                <w:rFonts w:cs="v5.0.0"/>
              </w:rPr>
              <w:t>/2</w:t>
            </w:r>
          </w:p>
        </w:tc>
        <w:tc>
          <w:tcPr>
            <w:tcW w:w="5217" w:type="dxa"/>
          </w:tcPr>
          <w:p w14:paraId="6ABB0E69" w14:textId="77777777" w:rsidR="008559DD" w:rsidRPr="0031418B" w:rsidRDefault="009755D9" w:rsidP="0045193A">
            <w:pPr>
              <w:jc w:val="center"/>
            </w:pPr>
            <w:r w:rsidRPr="0031418B">
              <w:rPr>
                <w:position w:val="-12"/>
              </w:rPr>
              <w:object w:dxaOrig="5240" w:dyaOrig="360" w14:anchorId="1A39086D">
                <v:shape id="_x0000_i1033" type="#_x0000_t75" style="width:225.5pt;height:15.5pt" o:ole="">
                  <v:imagedata r:id="rId28" o:title=""/>
                </v:shape>
                <o:OLEObject Type="Embed" ProgID="Equation.3" ShapeID="_x0000_i1033" DrawAspect="Content" ObjectID="_1710576950" r:id="rId29"/>
              </w:object>
            </w:r>
          </w:p>
        </w:tc>
        <w:tc>
          <w:tcPr>
            <w:tcW w:w="1161" w:type="dxa"/>
          </w:tcPr>
          <w:p w14:paraId="2524D45F" w14:textId="77777777" w:rsidR="008559DD" w:rsidRPr="0031418B" w:rsidRDefault="008559DD" w:rsidP="0045193A">
            <w:pPr>
              <w:pStyle w:val="TAC"/>
            </w:pPr>
            <w:r w:rsidRPr="0031418B">
              <w:t xml:space="preserve">100 kHz </w:t>
            </w:r>
          </w:p>
        </w:tc>
      </w:tr>
      <w:tr w:rsidR="008559DD" w:rsidRPr="0031418B" w14:paraId="550790FF" w14:textId="77777777">
        <w:trPr>
          <w:cantSplit/>
          <w:trHeight w:val="226"/>
          <w:jc w:val="center"/>
        </w:trPr>
        <w:tc>
          <w:tcPr>
            <w:tcW w:w="1687" w:type="dxa"/>
          </w:tcPr>
          <w:p w14:paraId="7DDD94CC" w14:textId="77777777" w:rsidR="008559DD" w:rsidRPr="0031418B" w:rsidRDefault="008559DD" w:rsidP="0045193A">
            <w:pPr>
              <w:pStyle w:val="TAC"/>
              <w:rPr>
                <w:rFonts w:cs="v5.0.0"/>
              </w:rPr>
            </w:pPr>
            <w:r w:rsidRPr="0031418B">
              <w:rPr>
                <w:rFonts w:cs="v5.0.0"/>
              </w:rPr>
              <w:t>2*BW</w:t>
            </w:r>
            <w:r w:rsidR="00993171" w:rsidRPr="0031418B">
              <w:rPr>
                <w:rFonts w:cs="v5.0.0"/>
                <w:vertAlign w:val="subscript"/>
              </w:rPr>
              <w:t>Pass band</w:t>
            </w:r>
            <w:r w:rsidRPr="0031418B">
              <w:rPr>
                <w:rFonts w:cs="v5.0.0"/>
              </w:rPr>
              <w:t xml:space="preserve">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027" w:type="dxa"/>
          </w:tcPr>
          <w:p w14:paraId="38A254D0" w14:textId="77777777" w:rsidR="008559DD" w:rsidRPr="0031418B" w:rsidRDefault="008559DD" w:rsidP="002C4CCA">
            <w:pPr>
              <w:pStyle w:val="TAC"/>
              <w:rPr>
                <w:rFonts w:cs="v5.0.0"/>
                <w:vertAlign w:val="subscript"/>
              </w:rPr>
            </w:pPr>
            <w:r w:rsidRPr="0031418B">
              <w:rPr>
                <w:rFonts w:cs="v5.0.0"/>
              </w:rPr>
              <w:t>2* BW</w:t>
            </w:r>
            <w:r w:rsidR="00993171" w:rsidRPr="0031418B">
              <w:rPr>
                <w:rFonts w:cs="v5.0.0"/>
                <w:vertAlign w:val="subscript"/>
              </w:rPr>
              <w:t>Pass band</w:t>
            </w:r>
            <w:r w:rsidRPr="0031418B">
              <w:rPr>
                <w:rFonts w:cs="v5.0.0"/>
              </w:rPr>
              <w:t xml:space="preserve"> + BW</w:t>
            </w:r>
            <w:r w:rsidR="002C4CCA"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5217" w:type="dxa"/>
          </w:tcPr>
          <w:p w14:paraId="469C8F65" w14:textId="77777777" w:rsidR="008559DD" w:rsidRPr="0031418B" w:rsidRDefault="008559DD" w:rsidP="0045193A">
            <w:pPr>
              <w:pStyle w:val="TAC"/>
            </w:pPr>
            <w:r w:rsidRPr="0031418B">
              <w:t>-16 dBm</w:t>
            </w:r>
          </w:p>
        </w:tc>
        <w:tc>
          <w:tcPr>
            <w:tcW w:w="1161" w:type="dxa"/>
          </w:tcPr>
          <w:p w14:paraId="7F35FBBD" w14:textId="77777777" w:rsidR="008559DD" w:rsidRPr="0031418B" w:rsidRDefault="00251C54" w:rsidP="0045193A">
            <w:pPr>
              <w:pStyle w:val="TAC"/>
            </w:pPr>
            <w:r w:rsidRPr="0031418B">
              <w:t>100 kHz</w:t>
            </w:r>
          </w:p>
        </w:tc>
      </w:tr>
      <w:tr w:rsidR="00993171" w:rsidRPr="0031418B" w14:paraId="310B7FDD" w14:textId="77777777">
        <w:trPr>
          <w:cantSplit/>
          <w:trHeight w:val="226"/>
          <w:jc w:val="center"/>
        </w:trPr>
        <w:tc>
          <w:tcPr>
            <w:tcW w:w="10092" w:type="dxa"/>
            <w:gridSpan w:val="4"/>
          </w:tcPr>
          <w:p w14:paraId="1E5272E9" w14:textId="77777777" w:rsidR="00993171" w:rsidRPr="0031418B" w:rsidRDefault="00993171" w:rsidP="00993171">
            <w:pPr>
              <w:pStyle w:val="TAN"/>
            </w:pPr>
            <w:r w:rsidRPr="0031418B">
              <w:t xml:space="preserve">NOTE 1: </w:t>
            </w:r>
            <w:r w:rsidRPr="0031418B">
              <w:tab/>
              <w:t>Frequencies and bandwidth are given in MHz.</w:t>
            </w:r>
          </w:p>
          <w:p w14:paraId="5C0F1A2D" w14:textId="77777777" w:rsidR="00993171" w:rsidRPr="0031418B" w:rsidRDefault="00993171" w:rsidP="00993171">
            <w:pPr>
              <w:pStyle w:val="TAN"/>
            </w:pPr>
            <w:r w:rsidRPr="0031418B">
              <w:t xml:space="preserve">NOTE 2: </w:t>
            </w:r>
            <w:r w:rsidRPr="0031418B">
              <w:tab/>
              <w:t xml:space="preserve">If the repeater input signal consists of E-UTRA signals with a channel bandwidth of 1.4 MHz placed so that the channel edge is less than 200 kHz from the pass band edge, the requirements in Table 9.1.2.1.1-3 </w:t>
            </w:r>
            <w:r w:rsidR="00505C66" w:rsidRPr="0031418B">
              <w:t>supersedes</w:t>
            </w:r>
            <w:r w:rsidRPr="0031418B">
              <w:t xml:space="preserve"> Table 9.1.2.1.1-1 and Table 9.1.2.1.1-2 for applicable frequency offsets.</w:t>
            </w:r>
          </w:p>
          <w:p w14:paraId="4A6C1FC4" w14:textId="77777777" w:rsidR="00993171" w:rsidRPr="0031418B" w:rsidRDefault="00993171" w:rsidP="00993171">
            <w:pPr>
              <w:pStyle w:val="TAN"/>
            </w:pPr>
            <w:r w:rsidRPr="0031418B">
              <w:t xml:space="preserve">NOTE 3: </w:t>
            </w:r>
            <w:r w:rsidRPr="0031418B">
              <w:tab/>
              <w:t xml:space="preserve">If the repeater input signal consists of E-UTRA signals with a channel bandwidth of 3 MHz placed so that the channel edge is less than 200 kHz from the pass band edge, the requirements in Table 9.1.2.1.1-4 </w:t>
            </w:r>
            <w:r w:rsidR="00CA426D" w:rsidRPr="0031418B">
              <w:t>supersedes</w:t>
            </w:r>
            <w:r w:rsidRPr="0031418B">
              <w:t xml:space="preserve"> Table 9.1.2.1.1-1 and Table 9.1.2.1.1-2 for applicable frequency offsets.</w:t>
            </w:r>
          </w:p>
        </w:tc>
      </w:tr>
    </w:tbl>
    <w:p w14:paraId="21351D13" w14:textId="77777777" w:rsidR="008559DD" w:rsidRPr="0031418B" w:rsidRDefault="008559DD" w:rsidP="00993171"/>
    <w:p w14:paraId="0DA928F0" w14:textId="77777777" w:rsidR="008559DD" w:rsidRPr="0031418B" w:rsidRDefault="008559DD" w:rsidP="008559DD">
      <w:pPr>
        <w:pStyle w:val="TH"/>
        <w:rPr>
          <w:rFonts w:cs="v5.0.0"/>
        </w:rPr>
      </w:pPr>
      <w:r w:rsidRPr="0031418B">
        <w:lastRenderedPageBreak/>
        <w:t>Table 9.1.2.1</w:t>
      </w:r>
      <w:r w:rsidR="00993171" w:rsidRPr="0031418B">
        <w:t>.1</w:t>
      </w:r>
      <w:r w:rsidRPr="0031418B">
        <w:t xml:space="preserve">-2: General operating band unwanted emission limits for repeater </w:t>
      </w:r>
      <w:r w:rsidR="00993171" w:rsidRPr="0031418B">
        <w:t>pass band</w:t>
      </w:r>
      <w:r w:rsidRPr="0031418B">
        <w:t xml:space="preserve"> bandwidth 5 MHz and above (E-UTRA bands &lt;1GHz)</w:t>
      </w:r>
      <w:r w:rsidRPr="0031418B">
        <w:rPr>
          <w:lang w:eastAsia="ja-JP"/>
        </w:rPr>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8559DD" w:rsidRPr="0031418B" w14:paraId="27C83263" w14:textId="77777777">
        <w:trPr>
          <w:cantSplit/>
          <w:jc w:val="center"/>
        </w:trPr>
        <w:tc>
          <w:tcPr>
            <w:tcW w:w="2127" w:type="dxa"/>
          </w:tcPr>
          <w:p w14:paraId="2D943A28"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6" w:type="dxa"/>
          </w:tcPr>
          <w:p w14:paraId="2A87E880"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3455" w:type="dxa"/>
          </w:tcPr>
          <w:p w14:paraId="3AEF336B" w14:textId="77777777" w:rsidR="008559DD" w:rsidRPr="0031418B" w:rsidRDefault="008559DD" w:rsidP="0045193A">
            <w:pPr>
              <w:pStyle w:val="TAH"/>
              <w:rPr>
                <w:rFonts w:cs="v5.0.0"/>
              </w:rPr>
            </w:pPr>
            <w:r w:rsidRPr="0031418B">
              <w:rPr>
                <w:rFonts w:cs="v5.0.0"/>
              </w:rPr>
              <w:t>Minimum requirement</w:t>
            </w:r>
          </w:p>
        </w:tc>
        <w:tc>
          <w:tcPr>
            <w:tcW w:w="1430" w:type="dxa"/>
          </w:tcPr>
          <w:p w14:paraId="05945D33" w14:textId="77777777" w:rsidR="008559DD" w:rsidRPr="0031418B" w:rsidRDefault="008559DD" w:rsidP="0045193A">
            <w:pPr>
              <w:pStyle w:val="TAH"/>
              <w:rPr>
                <w:rFonts w:cs="v5.0.0"/>
              </w:rPr>
            </w:pPr>
            <w:r w:rsidRPr="0031418B">
              <w:rPr>
                <w:rFonts w:cs="v5.0.0"/>
              </w:rPr>
              <w:t xml:space="preserve">Measurement bandwidth </w:t>
            </w:r>
            <w:r w:rsidRPr="0031418B">
              <w:t>(Note 1)</w:t>
            </w:r>
          </w:p>
        </w:tc>
      </w:tr>
      <w:tr w:rsidR="008559DD" w:rsidRPr="0031418B" w14:paraId="7639E139" w14:textId="77777777">
        <w:trPr>
          <w:cantSplit/>
          <w:jc w:val="center"/>
        </w:trPr>
        <w:tc>
          <w:tcPr>
            <w:tcW w:w="2127" w:type="dxa"/>
          </w:tcPr>
          <w:p w14:paraId="4641D708"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5 MHz</w:t>
            </w:r>
          </w:p>
        </w:tc>
        <w:tc>
          <w:tcPr>
            <w:tcW w:w="2976" w:type="dxa"/>
          </w:tcPr>
          <w:p w14:paraId="66E32A4A"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5.05 MHz</w:t>
            </w:r>
          </w:p>
        </w:tc>
        <w:tc>
          <w:tcPr>
            <w:tcW w:w="3455" w:type="dxa"/>
            <w:vAlign w:val="center"/>
          </w:tcPr>
          <w:p w14:paraId="33DA57AA" w14:textId="5E276387" w:rsidR="008559DD" w:rsidRPr="0031418B" w:rsidRDefault="003D7BA1" w:rsidP="0045193A">
            <w:pPr>
              <w:pStyle w:val="TAC"/>
            </w:pPr>
            <w:r w:rsidRPr="0031418B">
              <w:rPr>
                <w:noProof/>
                <w:position w:val="-30"/>
              </w:rPr>
              <w:drawing>
                <wp:inline distT="0" distB="0" distL="0" distR="0" wp14:anchorId="19050B27" wp14:editId="226A2C04">
                  <wp:extent cx="1809750" cy="3746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374650"/>
                          </a:xfrm>
                          <a:prstGeom prst="rect">
                            <a:avLst/>
                          </a:prstGeom>
                          <a:noFill/>
                          <a:ln>
                            <a:noFill/>
                          </a:ln>
                        </pic:spPr>
                      </pic:pic>
                    </a:graphicData>
                  </a:graphic>
                </wp:inline>
              </w:drawing>
            </w:r>
          </w:p>
        </w:tc>
        <w:tc>
          <w:tcPr>
            <w:tcW w:w="1430" w:type="dxa"/>
          </w:tcPr>
          <w:p w14:paraId="5A61D51F" w14:textId="77777777" w:rsidR="008559DD" w:rsidRPr="0031418B" w:rsidRDefault="008559DD" w:rsidP="0045193A">
            <w:pPr>
              <w:pStyle w:val="TAC"/>
            </w:pPr>
            <w:r w:rsidRPr="0031418B">
              <w:t xml:space="preserve">100 kHz </w:t>
            </w:r>
          </w:p>
        </w:tc>
      </w:tr>
      <w:tr w:rsidR="008559DD" w:rsidRPr="0031418B" w14:paraId="7E79C0F2" w14:textId="77777777">
        <w:trPr>
          <w:cantSplit/>
          <w:jc w:val="center"/>
        </w:trPr>
        <w:tc>
          <w:tcPr>
            <w:tcW w:w="2127" w:type="dxa"/>
          </w:tcPr>
          <w:p w14:paraId="2582352E" w14:textId="77777777" w:rsidR="008559DD" w:rsidRPr="0031418B" w:rsidRDefault="008559DD" w:rsidP="0045193A">
            <w:pPr>
              <w:pStyle w:val="TAC"/>
              <w:rPr>
                <w:rFonts w:cs="v5.0.0"/>
              </w:rPr>
            </w:pPr>
            <w:r w:rsidRPr="0031418B">
              <w:rPr>
                <w:rFonts w:cs="v5.0.0"/>
              </w:rPr>
              <w:t xml:space="preserve">5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 MHz</w:t>
            </w:r>
          </w:p>
        </w:tc>
        <w:tc>
          <w:tcPr>
            <w:tcW w:w="2976" w:type="dxa"/>
          </w:tcPr>
          <w:p w14:paraId="0F3EE7BA" w14:textId="77777777" w:rsidR="008559DD" w:rsidRPr="0031418B" w:rsidRDefault="008559DD" w:rsidP="0045193A">
            <w:pPr>
              <w:pStyle w:val="TAC"/>
              <w:rPr>
                <w:rFonts w:cs="v5.0.0"/>
              </w:rPr>
            </w:pPr>
            <w:r w:rsidRPr="0031418B">
              <w:rPr>
                <w:rFonts w:cs="v5.0.0"/>
              </w:rPr>
              <w:t xml:space="preserve">5.05 MHz </w:t>
            </w:r>
            <w:r w:rsidRPr="0031418B">
              <w:rPr>
                <w:rFonts w:cs="v5.0.0"/>
              </w:rPr>
              <w:sym w:font="Symbol" w:char="F0A3"/>
            </w:r>
            <w:r w:rsidRPr="0031418B">
              <w:rPr>
                <w:rFonts w:cs="v5.0.0"/>
              </w:rPr>
              <w:t xml:space="preserve"> f_offset &lt; 10.05 MHz</w:t>
            </w:r>
          </w:p>
        </w:tc>
        <w:tc>
          <w:tcPr>
            <w:tcW w:w="3455" w:type="dxa"/>
          </w:tcPr>
          <w:p w14:paraId="7B4C7F04" w14:textId="77777777" w:rsidR="008559DD" w:rsidRPr="0031418B" w:rsidRDefault="008559DD" w:rsidP="0045193A">
            <w:pPr>
              <w:pStyle w:val="TAC"/>
            </w:pPr>
            <w:r w:rsidRPr="0031418B">
              <w:t>-14 dBm</w:t>
            </w:r>
          </w:p>
        </w:tc>
        <w:tc>
          <w:tcPr>
            <w:tcW w:w="1430" w:type="dxa"/>
          </w:tcPr>
          <w:p w14:paraId="40B1C25A" w14:textId="77777777" w:rsidR="008559DD" w:rsidRPr="0031418B" w:rsidRDefault="008559DD" w:rsidP="0045193A">
            <w:pPr>
              <w:pStyle w:val="TAC"/>
            </w:pPr>
            <w:r w:rsidRPr="0031418B">
              <w:t xml:space="preserve">100 kHz </w:t>
            </w:r>
          </w:p>
        </w:tc>
      </w:tr>
      <w:tr w:rsidR="008559DD" w:rsidRPr="0031418B" w14:paraId="22E6E3B4" w14:textId="77777777">
        <w:trPr>
          <w:cantSplit/>
          <w:jc w:val="center"/>
        </w:trPr>
        <w:tc>
          <w:tcPr>
            <w:tcW w:w="2127" w:type="dxa"/>
          </w:tcPr>
          <w:p w14:paraId="1FEC0458" w14:textId="77777777" w:rsidR="008559DD" w:rsidRPr="0031418B" w:rsidRDefault="008559DD" w:rsidP="0045193A">
            <w:pPr>
              <w:pStyle w:val="TAC"/>
              <w:rPr>
                <w:rFonts w:cs="v5.0.0"/>
              </w:rPr>
            </w:pPr>
            <w:r w:rsidRPr="0031418B">
              <w:rPr>
                <w:rFonts w:cs="v5.0.0"/>
              </w:rPr>
              <w:t xml:space="preserve">10 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976" w:type="dxa"/>
          </w:tcPr>
          <w:p w14:paraId="3C6F6455" w14:textId="77777777" w:rsidR="008559DD" w:rsidRPr="0031418B" w:rsidRDefault="008559DD" w:rsidP="0045193A">
            <w:pPr>
              <w:pStyle w:val="TAC"/>
              <w:rPr>
                <w:rFonts w:cs="v5.0.0"/>
              </w:rPr>
            </w:pPr>
            <w:r w:rsidRPr="0031418B">
              <w:rPr>
                <w:rFonts w:cs="v5.0.0"/>
              </w:rPr>
              <w:t xml:space="preserve">10.05 MHz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3455" w:type="dxa"/>
          </w:tcPr>
          <w:p w14:paraId="1868EBD8" w14:textId="77777777" w:rsidR="008559DD" w:rsidRPr="0031418B" w:rsidRDefault="008559DD" w:rsidP="0045193A">
            <w:pPr>
              <w:pStyle w:val="TAC"/>
            </w:pPr>
            <w:r w:rsidRPr="0031418B">
              <w:t>-16 dBm</w:t>
            </w:r>
          </w:p>
        </w:tc>
        <w:tc>
          <w:tcPr>
            <w:tcW w:w="1430" w:type="dxa"/>
          </w:tcPr>
          <w:p w14:paraId="0C2C8494" w14:textId="77777777" w:rsidR="008559DD" w:rsidRPr="0031418B" w:rsidRDefault="008559DD" w:rsidP="0045193A">
            <w:pPr>
              <w:pStyle w:val="TAC"/>
            </w:pPr>
            <w:r w:rsidRPr="0031418B">
              <w:t xml:space="preserve">100 kHz </w:t>
            </w:r>
          </w:p>
        </w:tc>
      </w:tr>
      <w:tr w:rsidR="00993171" w:rsidRPr="0031418B" w14:paraId="1496B689" w14:textId="77777777">
        <w:trPr>
          <w:cantSplit/>
          <w:jc w:val="center"/>
        </w:trPr>
        <w:tc>
          <w:tcPr>
            <w:tcW w:w="9988" w:type="dxa"/>
            <w:gridSpan w:val="4"/>
          </w:tcPr>
          <w:p w14:paraId="0EBA443D" w14:textId="77777777" w:rsidR="00993171" w:rsidRPr="0031418B" w:rsidRDefault="00993171" w:rsidP="00993171">
            <w:pPr>
              <w:pStyle w:val="TAN"/>
            </w:pPr>
            <w:r w:rsidRPr="0031418B">
              <w:t xml:space="preserve">NOTE 1: </w:t>
            </w:r>
            <w:r w:rsidRPr="0031418B">
              <w:tab/>
              <w:t>Frequencies and bandwidth are given in MHz.</w:t>
            </w:r>
          </w:p>
          <w:p w14:paraId="1AD89574" w14:textId="77777777" w:rsidR="00993171" w:rsidRPr="0031418B" w:rsidRDefault="00993171" w:rsidP="00993171">
            <w:pPr>
              <w:pStyle w:val="TAN"/>
            </w:pPr>
            <w:r w:rsidRPr="0031418B">
              <w:t xml:space="preserve">NOTE 2: </w:t>
            </w:r>
            <w:r w:rsidRPr="0031418B">
              <w:tab/>
              <w:t xml:space="preserve">If the repeater input signal consists of E-UTRA signals with a channel bandwidth of 1.4 MHz placed so that the channel edge is less than 200 kHz from the pass band edge, the requirements in Table 9.1.2.1.1-3 </w:t>
            </w:r>
            <w:r w:rsidR="00CA426D" w:rsidRPr="0031418B">
              <w:t>supersedes</w:t>
            </w:r>
            <w:r w:rsidRPr="0031418B">
              <w:t xml:space="preserve"> Table 9.1.2.1.1-1 and Table 9.1.2.1.1-2 for applicable frequency offsets.</w:t>
            </w:r>
          </w:p>
          <w:p w14:paraId="01EA4CF3" w14:textId="77777777" w:rsidR="00993171" w:rsidRPr="0031418B" w:rsidRDefault="00993171" w:rsidP="00993171">
            <w:pPr>
              <w:pStyle w:val="TAN"/>
            </w:pPr>
            <w:r w:rsidRPr="0031418B">
              <w:t xml:space="preserve">NOTE 3: </w:t>
            </w:r>
            <w:r w:rsidRPr="0031418B">
              <w:tab/>
              <w:t xml:space="preserve">If the repeater input signal consists of E-UTRA signals with a channel bandwidth of 3 MHz placed so that the channel edge is less than 200 kHz from the pass band edge, the requirements in Table 9.1.2.1.1-4 </w:t>
            </w:r>
            <w:r w:rsidR="00CA426D" w:rsidRPr="0031418B">
              <w:t>supersedes</w:t>
            </w:r>
            <w:r w:rsidRPr="0031418B">
              <w:t xml:space="preserve"> Table 9.1.2.1.1-1 and Table 9.1.2.1.1-2 for applicable frequency offsets.</w:t>
            </w:r>
          </w:p>
        </w:tc>
      </w:tr>
    </w:tbl>
    <w:p w14:paraId="74E55858" w14:textId="77777777" w:rsidR="008559DD" w:rsidRPr="0031418B" w:rsidRDefault="008559DD" w:rsidP="008559DD"/>
    <w:p w14:paraId="1D7B301E" w14:textId="77777777" w:rsidR="00993171" w:rsidRPr="0031418B" w:rsidRDefault="00993171" w:rsidP="00993171">
      <w:pPr>
        <w:pStyle w:val="TH"/>
      </w:pPr>
      <w:r w:rsidRPr="0031418B">
        <w:t xml:space="preserve">Table 9.1.2.1.1-3: Conditional operating band unwanted emission limits </w:t>
      </w:r>
      <w:r w:rsidRPr="0031418B">
        <w:br/>
        <w:t>for repeater input signal bandwidth of 1.4 MHz</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993171" w:rsidRPr="0031418B" w14:paraId="14C10132" w14:textId="77777777">
        <w:trPr>
          <w:cantSplit/>
          <w:jc w:val="center"/>
        </w:trPr>
        <w:tc>
          <w:tcPr>
            <w:tcW w:w="2127" w:type="dxa"/>
          </w:tcPr>
          <w:p w14:paraId="19F1A406" w14:textId="77777777" w:rsidR="00993171" w:rsidRPr="0031418B" w:rsidRDefault="00993171" w:rsidP="00B859BE">
            <w:pPr>
              <w:pStyle w:val="TAH"/>
            </w:pPr>
            <w:r w:rsidRPr="0031418B">
              <w:t xml:space="preserve">Frequency offset of measurement filter </w:t>
            </w:r>
            <w:r w:rsidRPr="0031418B">
              <w:noBreakHyphen/>
              <w:t xml:space="preserve">3dB point, </w:t>
            </w:r>
            <w:r w:rsidRPr="0031418B">
              <w:sym w:font="Symbol" w:char="F044"/>
            </w:r>
            <w:r w:rsidRPr="0031418B">
              <w:t>f</w:t>
            </w:r>
          </w:p>
        </w:tc>
        <w:tc>
          <w:tcPr>
            <w:tcW w:w="2976" w:type="dxa"/>
          </w:tcPr>
          <w:p w14:paraId="662E4BB3" w14:textId="77777777" w:rsidR="00993171" w:rsidRPr="0031418B" w:rsidRDefault="00993171" w:rsidP="00B859BE">
            <w:pPr>
              <w:pStyle w:val="TAH"/>
            </w:pPr>
            <w:r w:rsidRPr="0031418B">
              <w:t>Frequency offset of measurement filter centre frequency, f_offset</w:t>
            </w:r>
          </w:p>
        </w:tc>
        <w:tc>
          <w:tcPr>
            <w:tcW w:w="3455" w:type="dxa"/>
          </w:tcPr>
          <w:p w14:paraId="191B03D9" w14:textId="77777777" w:rsidR="00993171" w:rsidRPr="0031418B" w:rsidRDefault="00CE6CC9" w:rsidP="00B859BE">
            <w:pPr>
              <w:pStyle w:val="TAH"/>
            </w:pPr>
            <w:r w:rsidRPr="0031418B">
              <w:t>Minimum</w:t>
            </w:r>
            <w:r w:rsidR="00993171" w:rsidRPr="0031418B">
              <w:t xml:space="preserve"> requirement</w:t>
            </w:r>
          </w:p>
        </w:tc>
        <w:tc>
          <w:tcPr>
            <w:tcW w:w="1430" w:type="dxa"/>
          </w:tcPr>
          <w:p w14:paraId="3C6F4BF0" w14:textId="77777777" w:rsidR="00993171" w:rsidRPr="0031418B" w:rsidRDefault="00993171" w:rsidP="00B859BE">
            <w:pPr>
              <w:pStyle w:val="TAH"/>
            </w:pPr>
            <w:r w:rsidRPr="0031418B">
              <w:t>Measurement bandwidth</w:t>
            </w:r>
          </w:p>
        </w:tc>
      </w:tr>
      <w:tr w:rsidR="00993171" w:rsidRPr="0031418B" w14:paraId="088CEFC1" w14:textId="77777777">
        <w:trPr>
          <w:cantSplit/>
          <w:jc w:val="center"/>
        </w:trPr>
        <w:tc>
          <w:tcPr>
            <w:tcW w:w="2127" w:type="dxa"/>
            <w:vAlign w:val="center"/>
          </w:tcPr>
          <w:p w14:paraId="4B5787D2" w14:textId="77777777" w:rsidR="00993171" w:rsidRPr="0031418B" w:rsidRDefault="00993171" w:rsidP="00B859BE">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1.05 MHz</w:t>
            </w:r>
          </w:p>
        </w:tc>
        <w:tc>
          <w:tcPr>
            <w:tcW w:w="2976" w:type="dxa"/>
            <w:vAlign w:val="center"/>
          </w:tcPr>
          <w:p w14:paraId="78026704" w14:textId="77777777" w:rsidR="00993171" w:rsidRPr="0031418B" w:rsidRDefault="00993171" w:rsidP="00B859BE">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1.1 MHz</w:t>
            </w:r>
          </w:p>
        </w:tc>
        <w:tc>
          <w:tcPr>
            <w:tcW w:w="3455" w:type="dxa"/>
            <w:vAlign w:val="center"/>
          </w:tcPr>
          <w:p w14:paraId="0F36FB98" w14:textId="77777777" w:rsidR="00993171" w:rsidRPr="0031418B" w:rsidRDefault="00993171" w:rsidP="00B859BE">
            <w:pPr>
              <w:pStyle w:val="TAC"/>
            </w:pPr>
            <w:r w:rsidRPr="0031418B">
              <w:rPr>
                <w:position w:val="-28"/>
              </w:rPr>
              <w:object w:dxaOrig="3540" w:dyaOrig="680" w14:anchorId="71898A91">
                <v:shape id="_x0000_i1034" type="#_x0000_t75" style="width:135pt;height:27.5pt" o:ole="" fillcolor="window">
                  <v:imagedata r:id="rId30" o:title=""/>
                </v:shape>
                <o:OLEObject Type="Embed" ProgID="Equation.3" ShapeID="_x0000_i1034" DrawAspect="Content" ObjectID="_1710576951" r:id="rId31"/>
              </w:object>
            </w:r>
          </w:p>
        </w:tc>
        <w:tc>
          <w:tcPr>
            <w:tcW w:w="1430" w:type="dxa"/>
          </w:tcPr>
          <w:p w14:paraId="4B5EA280" w14:textId="77777777" w:rsidR="00993171" w:rsidRPr="0031418B" w:rsidRDefault="00993171" w:rsidP="00B859BE">
            <w:pPr>
              <w:pStyle w:val="TAC"/>
            </w:pPr>
            <w:r w:rsidRPr="0031418B">
              <w:t xml:space="preserve">100 kHz </w:t>
            </w:r>
          </w:p>
        </w:tc>
      </w:tr>
      <w:tr w:rsidR="00993171" w:rsidRPr="0031418B" w14:paraId="3CB1889D" w14:textId="77777777">
        <w:trPr>
          <w:cantSplit/>
          <w:jc w:val="center"/>
        </w:trPr>
        <w:tc>
          <w:tcPr>
            <w:tcW w:w="9988" w:type="dxa"/>
            <w:gridSpan w:val="4"/>
            <w:vAlign w:val="center"/>
          </w:tcPr>
          <w:p w14:paraId="21D67E21" w14:textId="77777777" w:rsidR="00993171" w:rsidRPr="0031418B" w:rsidRDefault="00993171" w:rsidP="00B859BE">
            <w:pPr>
              <w:pStyle w:val="TAN"/>
            </w:pPr>
            <w:r w:rsidRPr="0031418B">
              <w:t xml:space="preserve">Note: </w:t>
            </w:r>
            <w:r w:rsidRPr="0031418B">
              <w:tab/>
              <w:t>Frequencies and bandwidth are given in MHz</w:t>
            </w:r>
          </w:p>
        </w:tc>
      </w:tr>
    </w:tbl>
    <w:p w14:paraId="01D2B399" w14:textId="77777777" w:rsidR="00993171" w:rsidRPr="0031418B" w:rsidRDefault="00993171" w:rsidP="00993171"/>
    <w:p w14:paraId="0B40AFC7" w14:textId="77777777" w:rsidR="00993171" w:rsidRPr="0031418B" w:rsidRDefault="00993171" w:rsidP="00993171">
      <w:pPr>
        <w:pStyle w:val="TH"/>
        <w:rPr>
          <w:lang w:eastAsia="ja-JP"/>
        </w:rPr>
      </w:pPr>
      <w:r w:rsidRPr="0031418B">
        <w:rPr>
          <w:lang w:eastAsia="ja-JP"/>
        </w:rPr>
        <w:t xml:space="preserve">Table </w:t>
      </w:r>
      <w:r w:rsidRPr="0031418B">
        <w:t>9.1.2.1.1</w:t>
      </w:r>
      <w:r w:rsidRPr="0031418B">
        <w:rPr>
          <w:lang w:eastAsia="ja-JP"/>
        </w:rPr>
        <w:t xml:space="preserve">-4: Conditional operating band unwanted emission limits </w:t>
      </w:r>
      <w:r w:rsidRPr="0031418B">
        <w:rPr>
          <w:lang w:eastAsia="ja-JP"/>
        </w:rPr>
        <w:br/>
        <w:t>for repeater input signal bandwidth of 3 MHz</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993171" w:rsidRPr="0031418B" w14:paraId="68BF7682" w14:textId="77777777">
        <w:trPr>
          <w:cantSplit/>
          <w:jc w:val="center"/>
        </w:trPr>
        <w:tc>
          <w:tcPr>
            <w:tcW w:w="2127" w:type="dxa"/>
          </w:tcPr>
          <w:p w14:paraId="4BA42BCD" w14:textId="77777777" w:rsidR="00993171" w:rsidRPr="0031418B" w:rsidRDefault="00993171" w:rsidP="00B859BE">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6" w:type="dxa"/>
          </w:tcPr>
          <w:p w14:paraId="74314561" w14:textId="77777777" w:rsidR="00993171" w:rsidRPr="0031418B" w:rsidRDefault="00993171" w:rsidP="00B859BE">
            <w:pPr>
              <w:pStyle w:val="TAH"/>
              <w:rPr>
                <w:rFonts w:cs="v5.0.0"/>
              </w:rPr>
            </w:pPr>
            <w:r w:rsidRPr="0031418B">
              <w:rPr>
                <w:rFonts w:cs="v5.0.0"/>
              </w:rPr>
              <w:t>Frequency offset of measurement filter centre frequency, f_offset</w:t>
            </w:r>
          </w:p>
        </w:tc>
        <w:tc>
          <w:tcPr>
            <w:tcW w:w="3455" w:type="dxa"/>
          </w:tcPr>
          <w:p w14:paraId="213F9D11" w14:textId="77777777" w:rsidR="00993171" w:rsidRPr="0031418B" w:rsidRDefault="00CE6CC9" w:rsidP="00B859BE">
            <w:pPr>
              <w:pStyle w:val="TAH"/>
              <w:rPr>
                <w:rFonts w:cs="v5.0.0"/>
              </w:rPr>
            </w:pPr>
            <w:r w:rsidRPr="0031418B">
              <w:t>Minimum</w:t>
            </w:r>
            <w:r w:rsidR="00993171" w:rsidRPr="0031418B">
              <w:t xml:space="preserve"> </w:t>
            </w:r>
            <w:r w:rsidR="00993171" w:rsidRPr="0031418B">
              <w:rPr>
                <w:rFonts w:cs="v5.0.0"/>
              </w:rPr>
              <w:t>requirement</w:t>
            </w:r>
          </w:p>
        </w:tc>
        <w:tc>
          <w:tcPr>
            <w:tcW w:w="1430" w:type="dxa"/>
          </w:tcPr>
          <w:p w14:paraId="20794E59" w14:textId="77777777" w:rsidR="00993171" w:rsidRPr="0031418B" w:rsidRDefault="00993171" w:rsidP="00B859BE">
            <w:pPr>
              <w:pStyle w:val="TAH"/>
              <w:rPr>
                <w:rFonts w:cs="v5.0.0"/>
              </w:rPr>
            </w:pPr>
            <w:r w:rsidRPr="0031418B">
              <w:rPr>
                <w:rFonts w:cs="v5.0.0"/>
              </w:rPr>
              <w:t>Measurement bandwidth</w:t>
            </w:r>
          </w:p>
        </w:tc>
      </w:tr>
      <w:tr w:rsidR="00993171" w:rsidRPr="0031418B" w14:paraId="3F9EDC71" w14:textId="77777777">
        <w:trPr>
          <w:cantSplit/>
          <w:jc w:val="center"/>
        </w:trPr>
        <w:tc>
          <w:tcPr>
            <w:tcW w:w="2127" w:type="dxa"/>
            <w:vAlign w:val="center"/>
          </w:tcPr>
          <w:p w14:paraId="143252B0" w14:textId="77777777" w:rsidR="00993171" w:rsidRPr="0031418B" w:rsidRDefault="00993171" w:rsidP="00B859BE">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1.05 MHz</w:t>
            </w:r>
          </w:p>
        </w:tc>
        <w:tc>
          <w:tcPr>
            <w:tcW w:w="2976" w:type="dxa"/>
            <w:vAlign w:val="center"/>
          </w:tcPr>
          <w:p w14:paraId="699AEE45" w14:textId="77777777" w:rsidR="00993171" w:rsidRPr="0031418B" w:rsidRDefault="00993171" w:rsidP="00B859BE">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1.1 MHz</w:t>
            </w:r>
          </w:p>
        </w:tc>
        <w:tc>
          <w:tcPr>
            <w:tcW w:w="3455" w:type="dxa"/>
            <w:vAlign w:val="center"/>
          </w:tcPr>
          <w:p w14:paraId="77B3C014" w14:textId="77777777" w:rsidR="00993171" w:rsidRPr="0031418B" w:rsidRDefault="00993171" w:rsidP="00B859BE">
            <w:pPr>
              <w:pStyle w:val="TAC"/>
            </w:pPr>
            <w:r w:rsidRPr="0031418B">
              <w:rPr>
                <w:position w:val="-28"/>
              </w:rPr>
              <w:object w:dxaOrig="3540" w:dyaOrig="680" w14:anchorId="4495CDBE">
                <v:shape id="_x0000_i1035" type="#_x0000_t75" style="width:130pt;height:27.5pt" o:ole="" fillcolor="window">
                  <v:imagedata r:id="rId32" o:title=""/>
                </v:shape>
                <o:OLEObject Type="Embed" ProgID="Equation.3" ShapeID="_x0000_i1035" DrawAspect="Content" ObjectID="_1710576952" r:id="rId33"/>
              </w:object>
            </w:r>
          </w:p>
        </w:tc>
        <w:tc>
          <w:tcPr>
            <w:tcW w:w="1430" w:type="dxa"/>
          </w:tcPr>
          <w:p w14:paraId="45DCB880" w14:textId="77777777" w:rsidR="00993171" w:rsidRPr="0031418B" w:rsidRDefault="00993171" w:rsidP="00B859BE">
            <w:pPr>
              <w:pStyle w:val="TAC"/>
            </w:pPr>
            <w:r w:rsidRPr="0031418B">
              <w:t xml:space="preserve">100 kHz </w:t>
            </w:r>
          </w:p>
        </w:tc>
      </w:tr>
      <w:tr w:rsidR="00993171" w:rsidRPr="0031418B" w14:paraId="42CE69DE" w14:textId="77777777">
        <w:trPr>
          <w:cantSplit/>
          <w:jc w:val="center"/>
        </w:trPr>
        <w:tc>
          <w:tcPr>
            <w:tcW w:w="9988" w:type="dxa"/>
            <w:gridSpan w:val="4"/>
            <w:vAlign w:val="center"/>
          </w:tcPr>
          <w:p w14:paraId="4C7BC200" w14:textId="77777777" w:rsidR="00993171" w:rsidRPr="0031418B" w:rsidRDefault="00993171" w:rsidP="00B859BE">
            <w:pPr>
              <w:pStyle w:val="TAN"/>
            </w:pPr>
            <w:r w:rsidRPr="0031418B">
              <w:t xml:space="preserve">Note: </w:t>
            </w:r>
            <w:r w:rsidRPr="0031418B">
              <w:tab/>
              <w:t>Frequencies and bandwidth are given in MHz</w:t>
            </w:r>
          </w:p>
        </w:tc>
      </w:tr>
    </w:tbl>
    <w:p w14:paraId="03C04AC2" w14:textId="77777777" w:rsidR="00993171" w:rsidRPr="0031418B" w:rsidRDefault="00993171" w:rsidP="00993171">
      <w:pPr>
        <w:rPr>
          <w:rFonts w:cs="v5.0.0"/>
        </w:rPr>
      </w:pPr>
    </w:p>
    <w:p w14:paraId="0300B78B" w14:textId="77777777" w:rsidR="008559DD" w:rsidRPr="0031418B" w:rsidRDefault="008559DD" w:rsidP="008559DD">
      <w:pPr>
        <w:keepNext/>
        <w:rPr>
          <w:rFonts w:cs="v5.0.0"/>
        </w:rPr>
      </w:pPr>
      <w:r w:rsidRPr="0031418B">
        <w:rPr>
          <w:rFonts w:cs="v5.0.0"/>
        </w:rPr>
        <w:lastRenderedPageBreak/>
        <w:t>For E-UTRA FDD repeater operating in Bands 1, 2, 3, 4, 7, 9, 10</w:t>
      </w:r>
      <w:r w:rsidR="00F8361A" w:rsidRPr="0031418B">
        <w:rPr>
          <w:rFonts w:cs="v5.0.0"/>
        </w:rPr>
        <w:t>, 22</w:t>
      </w:r>
      <w:r w:rsidR="008524B3" w:rsidRPr="0031418B">
        <w:rPr>
          <w:rFonts w:cs="v5.0.0"/>
        </w:rPr>
        <w:t>,</w:t>
      </w:r>
      <w:r w:rsidR="00CA426D" w:rsidRPr="0031418B">
        <w:rPr>
          <w:rFonts w:cs="v5.0.0"/>
        </w:rPr>
        <w:t xml:space="preserve"> 2</w:t>
      </w:r>
      <w:r w:rsidR="00F8361A" w:rsidRPr="0031418B">
        <w:rPr>
          <w:rFonts w:cs="v5.0.0"/>
        </w:rPr>
        <w:t>5</w:t>
      </w:r>
      <w:r w:rsidR="008524B3" w:rsidRPr="0031418B">
        <w:rPr>
          <w:rFonts w:cs="v5.0.0"/>
        </w:rPr>
        <w:t>, and 30</w:t>
      </w:r>
      <w:r w:rsidRPr="0031418B">
        <w:rPr>
          <w:rFonts w:cs="v5.0.0"/>
        </w:rPr>
        <w:t xml:space="preserve"> emissions shall not exceed the maximum levels specified in Tables 9.1</w:t>
      </w:r>
      <w:r w:rsidR="00DF2A48" w:rsidRPr="0031418B">
        <w:rPr>
          <w:rFonts w:cs="v5.0.0"/>
        </w:rPr>
        <w:t>.</w:t>
      </w:r>
      <w:r w:rsidRPr="0031418B">
        <w:rPr>
          <w:rFonts w:cs="v5.0.0"/>
        </w:rPr>
        <w:t>2.1</w:t>
      </w:r>
      <w:r w:rsidR="00993171" w:rsidRPr="0031418B">
        <w:rPr>
          <w:rFonts w:cs="v5.0.0"/>
        </w:rPr>
        <w:t>.1</w:t>
      </w:r>
      <w:r w:rsidRPr="0031418B">
        <w:rPr>
          <w:rFonts w:cs="v5.0.0"/>
        </w:rPr>
        <w:t>-</w:t>
      </w:r>
      <w:r w:rsidR="00993171" w:rsidRPr="0031418B">
        <w:rPr>
          <w:rFonts w:cs="v5.0.0"/>
        </w:rPr>
        <w:t>5</w:t>
      </w:r>
      <w:r w:rsidRPr="0031418B">
        <w:rPr>
          <w:rFonts w:cs="v5.0.0"/>
        </w:rPr>
        <w:t xml:space="preserve"> and 9.1.2.1</w:t>
      </w:r>
      <w:r w:rsidR="00993171" w:rsidRPr="0031418B">
        <w:rPr>
          <w:rFonts w:cs="v5.0.0"/>
        </w:rPr>
        <w:t>.1</w:t>
      </w:r>
      <w:r w:rsidRPr="0031418B">
        <w:rPr>
          <w:rFonts w:cs="v5.0.0"/>
        </w:rPr>
        <w:t>-</w:t>
      </w:r>
      <w:r w:rsidR="00993171" w:rsidRPr="0031418B">
        <w:rPr>
          <w:rFonts w:cs="v5.0.0"/>
        </w:rPr>
        <w:t>6</w:t>
      </w:r>
      <w:r w:rsidRPr="0031418B">
        <w:rPr>
          <w:rFonts w:cs="v5.0.0"/>
        </w:rPr>
        <w:t>:</w:t>
      </w:r>
    </w:p>
    <w:p w14:paraId="4D8DF26A" w14:textId="77777777" w:rsidR="008559DD" w:rsidRPr="0031418B" w:rsidRDefault="008559DD" w:rsidP="008559DD">
      <w:pPr>
        <w:pStyle w:val="TH"/>
      </w:pPr>
      <w:r w:rsidRPr="0031418B">
        <w:t>Table 9.1.2.1</w:t>
      </w:r>
      <w:r w:rsidR="00993171" w:rsidRPr="0031418B">
        <w:t>.1</w:t>
      </w:r>
      <w:r w:rsidRPr="0031418B">
        <w:t>-</w:t>
      </w:r>
      <w:r w:rsidR="00993171" w:rsidRPr="0031418B">
        <w:t>5</w:t>
      </w:r>
      <w:r w:rsidRPr="0031418B">
        <w:t xml:space="preserve">: General operating band unwanted emission limits for repeater </w:t>
      </w:r>
      <w:r w:rsidR="00993171" w:rsidRPr="0031418B">
        <w:t>pass band</w:t>
      </w:r>
      <w:r w:rsidRPr="0031418B">
        <w:t xml:space="preserve"> bandwidth lower than 5 MHz (E</w:t>
      </w:r>
      <w:r w:rsidRPr="0031418B">
        <w:noBreakHyphen/>
        <w:t>UTRA bands &gt;1GHz)</w:t>
      </w:r>
      <w:r w:rsidRPr="0031418B">
        <w:rPr>
          <w:lang w:eastAsia="ja-JP"/>
        </w:rPr>
        <w:t xml:space="preserve"> for Category B</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2027"/>
        <w:gridCol w:w="5217"/>
        <w:gridCol w:w="1161"/>
      </w:tblGrid>
      <w:tr w:rsidR="008559DD" w:rsidRPr="0031418B" w14:paraId="2683BD31" w14:textId="77777777">
        <w:trPr>
          <w:cantSplit/>
          <w:trHeight w:val="633"/>
          <w:jc w:val="center"/>
        </w:trPr>
        <w:tc>
          <w:tcPr>
            <w:tcW w:w="1687" w:type="dxa"/>
          </w:tcPr>
          <w:p w14:paraId="599998B6"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027" w:type="dxa"/>
          </w:tcPr>
          <w:p w14:paraId="7484648B"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5217" w:type="dxa"/>
          </w:tcPr>
          <w:p w14:paraId="16120DF4" w14:textId="77777777" w:rsidR="008559DD" w:rsidRPr="0031418B" w:rsidRDefault="008559DD" w:rsidP="0045193A">
            <w:pPr>
              <w:pStyle w:val="TAH"/>
              <w:rPr>
                <w:rFonts w:cs="v5.0.0"/>
              </w:rPr>
            </w:pPr>
            <w:r w:rsidRPr="0031418B">
              <w:rPr>
                <w:rFonts w:cs="v5.0.0"/>
              </w:rPr>
              <w:t>Minimum requirement</w:t>
            </w:r>
          </w:p>
        </w:tc>
        <w:tc>
          <w:tcPr>
            <w:tcW w:w="1161" w:type="dxa"/>
          </w:tcPr>
          <w:p w14:paraId="4DADFB05" w14:textId="77777777" w:rsidR="008559DD" w:rsidRPr="0031418B" w:rsidRDefault="008559DD" w:rsidP="0045193A">
            <w:pPr>
              <w:pStyle w:val="TAH"/>
              <w:rPr>
                <w:rFonts w:cs="v5.0.0"/>
              </w:rPr>
            </w:pPr>
            <w:r w:rsidRPr="0031418B">
              <w:rPr>
                <w:rFonts w:cs="v5.0.0"/>
              </w:rPr>
              <w:t xml:space="preserve">Measure-ment bandwidth </w:t>
            </w:r>
          </w:p>
        </w:tc>
      </w:tr>
      <w:tr w:rsidR="008559DD" w:rsidRPr="0031418B" w14:paraId="11CCFBB9" w14:textId="77777777">
        <w:trPr>
          <w:cantSplit/>
          <w:trHeight w:val="588"/>
          <w:jc w:val="center"/>
        </w:trPr>
        <w:tc>
          <w:tcPr>
            <w:tcW w:w="1687" w:type="dxa"/>
            <w:vAlign w:val="center"/>
          </w:tcPr>
          <w:p w14:paraId="26FDDA7E"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BW</w:t>
            </w:r>
            <w:r w:rsidR="00993171" w:rsidRPr="0031418B">
              <w:rPr>
                <w:rFonts w:cs="v5.0.0"/>
                <w:vertAlign w:val="subscript"/>
              </w:rPr>
              <w:t>Pass band</w:t>
            </w:r>
          </w:p>
        </w:tc>
        <w:tc>
          <w:tcPr>
            <w:tcW w:w="2027" w:type="dxa"/>
          </w:tcPr>
          <w:p w14:paraId="73B3D781" w14:textId="77777777" w:rsidR="008559DD" w:rsidRPr="0031418B" w:rsidRDefault="008559DD" w:rsidP="0045193A">
            <w:pPr>
              <w:pStyle w:val="TAC"/>
            </w:pPr>
            <w:r w:rsidRPr="0031418B">
              <w:rPr>
                <w:rFonts w:cs="v5.0.0"/>
              </w:rPr>
              <w:t>BW</w:t>
            </w:r>
            <w:r w:rsidR="002C4CCA"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BW</w:t>
            </w:r>
            <w:r w:rsidR="00993171" w:rsidRPr="0031418B">
              <w:rPr>
                <w:rFonts w:cs="v5.0.0"/>
                <w:vertAlign w:val="subscript"/>
              </w:rPr>
              <w:t>Pass band</w:t>
            </w:r>
            <w:r w:rsidRPr="0031418B">
              <w:rPr>
                <w:rFonts w:cs="v5.0.0"/>
              </w:rPr>
              <w:t xml:space="preserve"> + BW</w:t>
            </w:r>
            <w:r w:rsidR="002C4CCA" w:rsidRPr="0031418B">
              <w:rPr>
                <w:rFonts w:cs="v5.0.0"/>
                <w:vertAlign w:val="subscript"/>
              </w:rPr>
              <w:t>M</w:t>
            </w:r>
            <w:r w:rsidRPr="0031418B">
              <w:rPr>
                <w:rFonts w:cs="v5.0.0"/>
                <w:vertAlign w:val="subscript"/>
              </w:rPr>
              <w:t>eas</w:t>
            </w:r>
            <w:r w:rsidRPr="0031418B">
              <w:rPr>
                <w:rFonts w:cs="v5.0.0"/>
              </w:rPr>
              <w:t>/2</w:t>
            </w:r>
          </w:p>
        </w:tc>
        <w:tc>
          <w:tcPr>
            <w:tcW w:w="5217" w:type="dxa"/>
            <w:vAlign w:val="center"/>
          </w:tcPr>
          <w:p w14:paraId="555F77DB" w14:textId="77777777" w:rsidR="008559DD" w:rsidRPr="0031418B" w:rsidRDefault="009755D9" w:rsidP="0045193A">
            <w:pPr>
              <w:pStyle w:val="TAC"/>
            </w:pPr>
            <w:r w:rsidRPr="0031418B">
              <w:rPr>
                <w:position w:val="-12"/>
              </w:rPr>
              <w:object w:dxaOrig="5140" w:dyaOrig="360" w14:anchorId="4202CF9C">
                <v:shape id="_x0000_i1036" type="#_x0000_t75" style="width:219pt;height:15.5pt" o:ole="">
                  <v:imagedata r:id="rId34" o:title=""/>
                </v:shape>
                <o:OLEObject Type="Embed" ProgID="Equation.3" ShapeID="_x0000_i1036" DrawAspect="Content" ObjectID="_1710576953" r:id="rId35"/>
              </w:object>
            </w:r>
            <w:r w:rsidR="003F2CB3" w:rsidRPr="0031418B">
              <w:br/>
            </w:r>
            <w:r w:rsidRPr="0031418B">
              <w:rPr>
                <w:position w:val="-36"/>
              </w:rPr>
              <w:object w:dxaOrig="5800" w:dyaOrig="840" w14:anchorId="00E3687F">
                <v:shape id="_x0000_i1037" type="#_x0000_t75" style="width:247pt;height:36pt" o:ole="">
                  <v:imagedata r:id="rId36" o:title=""/>
                </v:shape>
                <o:OLEObject Type="Embed" ProgID="Equation.3" ShapeID="_x0000_i1037" DrawAspect="Content" ObjectID="_1710576954" r:id="rId37"/>
              </w:object>
            </w:r>
          </w:p>
        </w:tc>
        <w:tc>
          <w:tcPr>
            <w:tcW w:w="1161" w:type="dxa"/>
          </w:tcPr>
          <w:p w14:paraId="4A860079" w14:textId="77777777" w:rsidR="008559DD" w:rsidRPr="0031418B" w:rsidRDefault="008559DD" w:rsidP="0045193A">
            <w:pPr>
              <w:pStyle w:val="TAC"/>
            </w:pPr>
            <w:r w:rsidRPr="0031418B">
              <w:t xml:space="preserve">100 kHz </w:t>
            </w:r>
          </w:p>
        </w:tc>
      </w:tr>
      <w:tr w:rsidR="008559DD" w:rsidRPr="0031418B" w14:paraId="094C9DF6" w14:textId="77777777">
        <w:trPr>
          <w:cantSplit/>
          <w:trHeight w:val="668"/>
          <w:jc w:val="center"/>
        </w:trPr>
        <w:tc>
          <w:tcPr>
            <w:tcW w:w="1687" w:type="dxa"/>
          </w:tcPr>
          <w:p w14:paraId="7FE1B2E8" w14:textId="77777777" w:rsidR="008559DD" w:rsidRPr="0031418B" w:rsidRDefault="008559DD" w:rsidP="0045193A">
            <w:pPr>
              <w:pStyle w:val="TAC"/>
              <w:rPr>
                <w:rFonts w:cs="v5.0.0"/>
              </w:rPr>
            </w:pPr>
            <w:r w:rsidRPr="0031418B">
              <w:rPr>
                <w:rFonts w:cs="v5.0.0"/>
              </w:rPr>
              <w:t>BW</w:t>
            </w:r>
            <w:r w:rsidR="00993171" w:rsidRPr="0031418B">
              <w:rPr>
                <w:rFonts w:cs="v5.0.0"/>
                <w:vertAlign w:val="subscript"/>
              </w:rPr>
              <w:t>Pass band</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2*BW</w:t>
            </w:r>
            <w:r w:rsidR="00993171" w:rsidRPr="0031418B">
              <w:rPr>
                <w:rFonts w:cs="v5.0.0"/>
                <w:vertAlign w:val="subscript"/>
              </w:rPr>
              <w:t>Pass band</w:t>
            </w:r>
          </w:p>
        </w:tc>
        <w:tc>
          <w:tcPr>
            <w:tcW w:w="2027" w:type="dxa"/>
          </w:tcPr>
          <w:p w14:paraId="10997229" w14:textId="77777777" w:rsidR="008559DD" w:rsidRPr="0031418B" w:rsidRDefault="008559DD" w:rsidP="0045193A">
            <w:pPr>
              <w:pStyle w:val="TAC"/>
              <w:rPr>
                <w:rStyle w:val="TACChar"/>
              </w:rPr>
            </w:pPr>
            <w:r w:rsidRPr="0031418B">
              <w:t>BW</w:t>
            </w:r>
            <w:r w:rsidR="00993171" w:rsidRPr="0031418B">
              <w:rPr>
                <w:vertAlign w:val="subscript"/>
              </w:rPr>
              <w:t>Pass band</w:t>
            </w:r>
            <w:r w:rsidRPr="0031418B">
              <w:t xml:space="preserve"> + </w:t>
            </w:r>
            <w:r w:rsidRPr="0031418B">
              <w:rPr>
                <w:rFonts w:cs="v5.0.0"/>
              </w:rPr>
              <w:t>BW</w:t>
            </w:r>
            <w:r w:rsidR="002C4CCA" w:rsidRPr="0031418B">
              <w:rPr>
                <w:rFonts w:cs="v5.0.0"/>
                <w:vertAlign w:val="subscript"/>
              </w:rPr>
              <w:t>M</w:t>
            </w:r>
            <w:r w:rsidRPr="0031418B">
              <w:rPr>
                <w:rFonts w:cs="v5.0.0"/>
                <w:vertAlign w:val="subscript"/>
              </w:rPr>
              <w:t>eas</w:t>
            </w:r>
            <w:r w:rsidRPr="0031418B">
              <w:rPr>
                <w:rFonts w:cs="v5.0.0"/>
              </w:rPr>
              <w:t xml:space="preserve">/2 </w:t>
            </w:r>
            <w:r w:rsidRPr="0031418B">
              <w:sym w:font="Symbol" w:char="F0A3"/>
            </w:r>
            <w:r w:rsidRPr="0031418B">
              <w:t xml:space="preserve"> f_offset &lt; </w:t>
            </w:r>
            <w:r w:rsidRPr="0031418B">
              <w:br/>
              <w:t>2* BW</w:t>
            </w:r>
            <w:r w:rsidR="00993171" w:rsidRPr="0031418B">
              <w:rPr>
                <w:vertAlign w:val="subscript"/>
              </w:rPr>
              <w:t>Pass band</w:t>
            </w:r>
            <w:r w:rsidRPr="0031418B">
              <w:t xml:space="preserve"> + </w:t>
            </w:r>
            <w:r w:rsidRPr="0031418B">
              <w:rPr>
                <w:rFonts w:cs="v5.0.0"/>
              </w:rPr>
              <w:t>BW</w:t>
            </w:r>
            <w:r w:rsidR="002C4CCA" w:rsidRPr="0031418B">
              <w:rPr>
                <w:rFonts w:cs="v5.0.0"/>
                <w:vertAlign w:val="subscript"/>
              </w:rPr>
              <w:t>M</w:t>
            </w:r>
            <w:r w:rsidRPr="0031418B">
              <w:rPr>
                <w:rFonts w:cs="v5.0.0"/>
                <w:vertAlign w:val="subscript"/>
              </w:rPr>
              <w:t>eas</w:t>
            </w:r>
            <w:r w:rsidRPr="0031418B">
              <w:rPr>
                <w:rFonts w:cs="v5.0.0"/>
              </w:rPr>
              <w:t>/2</w:t>
            </w:r>
          </w:p>
        </w:tc>
        <w:tc>
          <w:tcPr>
            <w:tcW w:w="5217" w:type="dxa"/>
          </w:tcPr>
          <w:p w14:paraId="69BD3661" w14:textId="77777777" w:rsidR="008559DD" w:rsidRPr="0031418B" w:rsidRDefault="009755D9" w:rsidP="0045193A">
            <w:pPr>
              <w:jc w:val="center"/>
            </w:pPr>
            <w:r w:rsidRPr="0031418B">
              <w:rPr>
                <w:position w:val="-12"/>
              </w:rPr>
              <w:object w:dxaOrig="5240" w:dyaOrig="360" w14:anchorId="2F2C74EE">
                <v:shape id="_x0000_i1038" type="#_x0000_t75" style="width:225.5pt;height:15.5pt" o:ole="">
                  <v:imagedata r:id="rId38" o:title=""/>
                </v:shape>
                <o:OLEObject Type="Embed" ProgID="Equation.3" ShapeID="_x0000_i1038" DrawAspect="Content" ObjectID="_1710576955" r:id="rId39"/>
              </w:object>
            </w:r>
          </w:p>
        </w:tc>
        <w:tc>
          <w:tcPr>
            <w:tcW w:w="1161" w:type="dxa"/>
          </w:tcPr>
          <w:p w14:paraId="1ADC1CE1" w14:textId="77777777" w:rsidR="008559DD" w:rsidRPr="0031418B" w:rsidRDefault="008559DD" w:rsidP="0045193A">
            <w:pPr>
              <w:pStyle w:val="TAC"/>
            </w:pPr>
            <w:r w:rsidRPr="0031418B">
              <w:t xml:space="preserve">100 kHz </w:t>
            </w:r>
          </w:p>
        </w:tc>
      </w:tr>
      <w:tr w:rsidR="008559DD" w:rsidRPr="0031418B" w14:paraId="6AA5DC80" w14:textId="77777777">
        <w:trPr>
          <w:cantSplit/>
          <w:trHeight w:val="226"/>
          <w:jc w:val="center"/>
        </w:trPr>
        <w:tc>
          <w:tcPr>
            <w:tcW w:w="1687" w:type="dxa"/>
          </w:tcPr>
          <w:p w14:paraId="5B549F03" w14:textId="77777777" w:rsidR="008559DD" w:rsidRPr="0031418B" w:rsidRDefault="008559DD" w:rsidP="0045193A">
            <w:pPr>
              <w:pStyle w:val="TAC"/>
              <w:rPr>
                <w:rFonts w:cs="v5.0.0"/>
              </w:rPr>
            </w:pPr>
            <w:r w:rsidRPr="0031418B">
              <w:rPr>
                <w:rFonts w:cs="v5.0.0"/>
              </w:rPr>
              <w:t>2*BW</w:t>
            </w:r>
            <w:r w:rsidR="00993171" w:rsidRPr="0031418B">
              <w:rPr>
                <w:rFonts w:cs="v5.0.0"/>
                <w:vertAlign w:val="subscript"/>
              </w:rPr>
              <w:t>Pass band</w:t>
            </w:r>
            <w:r w:rsidRPr="0031418B">
              <w:rPr>
                <w:rFonts w:cs="v5.0.0"/>
              </w:rPr>
              <w:t xml:space="preserve">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027" w:type="dxa"/>
          </w:tcPr>
          <w:p w14:paraId="58651C37" w14:textId="77777777" w:rsidR="008559DD" w:rsidRPr="0031418B" w:rsidRDefault="008559DD" w:rsidP="0045193A">
            <w:pPr>
              <w:pStyle w:val="TAC"/>
            </w:pPr>
            <w:r w:rsidRPr="0031418B">
              <w:rPr>
                <w:rFonts w:cs="v5.0.0"/>
              </w:rPr>
              <w:t>2* BW</w:t>
            </w:r>
            <w:r w:rsidR="00993171" w:rsidRPr="0031418B">
              <w:rPr>
                <w:rFonts w:cs="v5.0.0"/>
                <w:vertAlign w:val="subscript"/>
              </w:rPr>
              <w:t>Pass band</w:t>
            </w:r>
            <w:r w:rsidRPr="0031418B">
              <w:rPr>
                <w:rFonts w:cs="v5.0.0"/>
              </w:rPr>
              <w:t xml:space="preserve"> + BW</w:t>
            </w:r>
            <w:r w:rsidR="002C4CCA" w:rsidRPr="0031418B">
              <w:rPr>
                <w:rFonts w:cs="v5.0.0"/>
                <w:vertAlign w:val="subscript"/>
              </w:rPr>
              <w:t>M</w:t>
            </w:r>
            <w:r w:rsidRPr="0031418B">
              <w:rPr>
                <w:rFonts w:cs="v5.0.0"/>
                <w:vertAlign w:val="subscript"/>
              </w:rPr>
              <w:t>eas</w:t>
            </w:r>
            <w:r w:rsidRPr="0031418B">
              <w:rPr>
                <w:rFonts w:cs="v5.0.0"/>
              </w:rPr>
              <w:t xml:space="preserve">/2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5217" w:type="dxa"/>
          </w:tcPr>
          <w:p w14:paraId="39F859ED" w14:textId="77777777" w:rsidR="008559DD" w:rsidRPr="0031418B" w:rsidRDefault="008559DD" w:rsidP="0045193A">
            <w:pPr>
              <w:pStyle w:val="TAC"/>
            </w:pPr>
            <w:r w:rsidRPr="0031418B">
              <w:t>-15 dBm</w:t>
            </w:r>
          </w:p>
        </w:tc>
        <w:tc>
          <w:tcPr>
            <w:tcW w:w="1161" w:type="dxa"/>
          </w:tcPr>
          <w:p w14:paraId="079E9AD0" w14:textId="77777777" w:rsidR="008559DD" w:rsidRPr="0031418B" w:rsidRDefault="008559DD" w:rsidP="0045193A">
            <w:pPr>
              <w:pStyle w:val="TAC"/>
            </w:pPr>
            <w:r w:rsidRPr="0031418B">
              <w:t>1MHz</w:t>
            </w:r>
          </w:p>
        </w:tc>
      </w:tr>
      <w:tr w:rsidR="00993171" w:rsidRPr="0031418B" w14:paraId="7535750F" w14:textId="77777777">
        <w:trPr>
          <w:cantSplit/>
          <w:trHeight w:val="226"/>
          <w:jc w:val="center"/>
        </w:trPr>
        <w:tc>
          <w:tcPr>
            <w:tcW w:w="10092" w:type="dxa"/>
            <w:gridSpan w:val="4"/>
          </w:tcPr>
          <w:p w14:paraId="78090A84" w14:textId="77777777" w:rsidR="00993171" w:rsidRPr="0031418B" w:rsidRDefault="00993171" w:rsidP="00993171">
            <w:pPr>
              <w:pStyle w:val="TAN"/>
            </w:pPr>
            <w:r w:rsidRPr="0031418B">
              <w:t xml:space="preserve">NOTE 1: </w:t>
            </w:r>
            <w:r w:rsidRPr="0031418B">
              <w:tab/>
              <w:t>Frequencies and bandwidth are given in MHz.</w:t>
            </w:r>
          </w:p>
          <w:p w14:paraId="0DE55900" w14:textId="77777777" w:rsidR="00993171" w:rsidRPr="0031418B" w:rsidRDefault="00993171" w:rsidP="00993171">
            <w:pPr>
              <w:pStyle w:val="TAN"/>
            </w:pPr>
            <w:r w:rsidRPr="0031418B">
              <w:t xml:space="preserve">NOTE 2: </w:t>
            </w:r>
            <w:r w:rsidRPr="0031418B">
              <w:tab/>
              <w:t xml:space="preserve">If the repeater input signal consists of E-UTRA signals with a channel bandwidth of 1.4 MHz placed so that the channel edge is less than 200 kHz from the pass band edge, the requirements in Table 9.1.2.1.1-7 </w:t>
            </w:r>
            <w:r w:rsidR="00CA426D" w:rsidRPr="0031418B">
              <w:t>supersedes</w:t>
            </w:r>
            <w:r w:rsidRPr="0031418B">
              <w:t xml:space="preserve"> Table 9.1.2.1.1-5 and Table 9.1.2.1.1-6 for applicable frequency offsets.</w:t>
            </w:r>
          </w:p>
          <w:p w14:paraId="32940FF8" w14:textId="77777777" w:rsidR="00993171" w:rsidRPr="0031418B" w:rsidRDefault="00993171" w:rsidP="00993171">
            <w:pPr>
              <w:pStyle w:val="TAN"/>
            </w:pPr>
            <w:r w:rsidRPr="0031418B">
              <w:t xml:space="preserve">NOTE 3: </w:t>
            </w:r>
            <w:r w:rsidRPr="0031418B">
              <w:tab/>
              <w:t xml:space="preserve">If the repeater input signal consists of E-UTRA signals with a channel bandwidth of 3 MHz placed so that the channel edge is less than 200 kHz from the pass band edge, the requirements in Table 9.1.2.1.1-8 </w:t>
            </w:r>
            <w:r w:rsidR="00CA426D" w:rsidRPr="0031418B">
              <w:t>supersedes</w:t>
            </w:r>
            <w:r w:rsidRPr="0031418B">
              <w:t xml:space="preserve"> Table 9.1.2.1.1-5 and Table 9.1.2.1.1-6 for applicable frequency offsets.</w:t>
            </w:r>
          </w:p>
        </w:tc>
      </w:tr>
    </w:tbl>
    <w:p w14:paraId="1ED8A3BB" w14:textId="77777777" w:rsidR="008559DD" w:rsidRPr="0031418B" w:rsidRDefault="008559DD" w:rsidP="008559DD"/>
    <w:p w14:paraId="780E0A55" w14:textId="77777777" w:rsidR="008559DD" w:rsidRPr="0031418B" w:rsidRDefault="008559DD" w:rsidP="008559DD">
      <w:pPr>
        <w:pStyle w:val="TH"/>
        <w:rPr>
          <w:rFonts w:cs="v5.0.0"/>
        </w:rPr>
      </w:pPr>
      <w:r w:rsidRPr="0031418B">
        <w:t>Table 9.1.2.1</w:t>
      </w:r>
      <w:r w:rsidR="00D90C4F" w:rsidRPr="0031418B">
        <w:t>.1</w:t>
      </w:r>
      <w:r w:rsidRPr="0031418B">
        <w:t>-</w:t>
      </w:r>
      <w:r w:rsidR="00D90C4F" w:rsidRPr="0031418B">
        <w:t>6</w:t>
      </w:r>
      <w:r w:rsidRPr="0031418B">
        <w:t xml:space="preserve">: General operating band unwanted emission limits for repeater </w:t>
      </w:r>
      <w:r w:rsidR="00D90C4F" w:rsidRPr="0031418B">
        <w:t>pass band</w:t>
      </w:r>
      <w:r w:rsidRPr="0031418B">
        <w:t xml:space="preserve"> bandwidth 5 MHz and above (E-UTRA bands &gt;1GHz)</w:t>
      </w:r>
      <w:r w:rsidRPr="0031418B">
        <w:rPr>
          <w:lang w:eastAsia="ja-JP"/>
        </w:rPr>
        <w:t xml:space="preserve"> for Category B</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8559DD" w:rsidRPr="0031418B" w14:paraId="29650FD8" w14:textId="77777777">
        <w:trPr>
          <w:cantSplit/>
          <w:jc w:val="center"/>
        </w:trPr>
        <w:tc>
          <w:tcPr>
            <w:tcW w:w="2127" w:type="dxa"/>
          </w:tcPr>
          <w:p w14:paraId="4DAF5112"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6" w:type="dxa"/>
          </w:tcPr>
          <w:p w14:paraId="59C5F27C"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3455" w:type="dxa"/>
          </w:tcPr>
          <w:p w14:paraId="19F45BD0" w14:textId="77777777" w:rsidR="008559DD" w:rsidRPr="0031418B" w:rsidRDefault="008559DD" w:rsidP="0045193A">
            <w:pPr>
              <w:pStyle w:val="TAH"/>
              <w:rPr>
                <w:rFonts w:cs="v5.0.0"/>
              </w:rPr>
            </w:pPr>
            <w:r w:rsidRPr="0031418B">
              <w:rPr>
                <w:rFonts w:cs="v5.0.0"/>
              </w:rPr>
              <w:t>Minimum requirement</w:t>
            </w:r>
          </w:p>
        </w:tc>
        <w:tc>
          <w:tcPr>
            <w:tcW w:w="1430" w:type="dxa"/>
          </w:tcPr>
          <w:p w14:paraId="4E72E918" w14:textId="77777777" w:rsidR="008559DD" w:rsidRPr="0031418B" w:rsidRDefault="008559DD" w:rsidP="0045193A">
            <w:pPr>
              <w:pStyle w:val="TAH"/>
              <w:rPr>
                <w:rFonts w:cs="v5.0.0"/>
              </w:rPr>
            </w:pPr>
            <w:r w:rsidRPr="0031418B">
              <w:rPr>
                <w:rFonts w:cs="v5.0.0"/>
              </w:rPr>
              <w:t xml:space="preserve">Measurement bandwidth </w:t>
            </w:r>
            <w:r w:rsidRPr="0031418B">
              <w:t>(Note 1)</w:t>
            </w:r>
          </w:p>
        </w:tc>
      </w:tr>
      <w:tr w:rsidR="008559DD" w:rsidRPr="0031418B" w14:paraId="1E4FBCE7" w14:textId="77777777">
        <w:trPr>
          <w:cantSplit/>
          <w:jc w:val="center"/>
        </w:trPr>
        <w:tc>
          <w:tcPr>
            <w:tcW w:w="2127" w:type="dxa"/>
          </w:tcPr>
          <w:p w14:paraId="251D87F2"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5 MHz</w:t>
            </w:r>
          </w:p>
        </w:tc>
        <w:tc>
          <w:tcPr>
            <w:tcW w:w="2976" w:type="dxa"/>
          </w:tcPr>
          <w:p w14:paraId="78F50469"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5.05 MHz</w:t>
            </w:r>
          </w:p>
        </w:tc>
        <w:tc>
          <w:tcPr>
            <w:tcW w:w="3455" w:type="dxa"/>
            <w:vAlign w:val="center"/>
          </w:tcPr>
          <w:p w14:paraId="6AB72482" w14:textId="1CE0E4AA" w:rsidR="008559DD" w:rsidRPr="0031418B" w:rsidRDefault="003D7BA1" w:rsidP="0045193A">
            <w:pPr>
              <w:pStyle w:val="TAC"/>
            </w:pPr>
            <w:r w:rsidRPr="0031418B">
              <w:rPr>
                <w:noProof/>
                <w:position w:val="-30"/>
              </w:rPr>
              <w:drawing>
                <wp:inline distT="0" distB="0" distL="0" distR="0" wp14:anchorId="578E890E" wp14:editId="69D148C0">
                  <wp:extent cx="1809750" cy="3746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374650"/>
                          </a:xfrm>
                          <a:prstGeom prst="rect">
                            <a:avLst/>
                          </a:prstGeom>
                          <a:noFill/>
                          <a:ln>
                            <a:noFill/>
                          </a:ln>
                        </pic:spPr>
                      </pic:pic>
                    </a:graphicData>
                  </a:graphic>
                </wp:inline>
              </w:drawing>
            </w:r>
          </w:p>
        </w:tc>
        <w:tc>
          <w:tcPr>
            <w:tcW w:w="1430" w:type="dxa"/>
          </w:tcPr>
          <w:p w14:paraId="0F006C84" w14:textId="77777777" w:rsidR="008559DD" w:rsidRPr="0031418B" w:rsidRDefault="008559DD" w:rsidP="0045193A">
            <w:pPr>
              <w:pStyle w:val="TAC"/>
            </w:pPr>
            <w:r w:rsidRPr="0031418B">
              <w:t xml:space="preserve">100 kHz </w:t>
            </w:r>
          </w:p>
        </w:tc>
      </w:tr>
      <w:tr w:rsidR="008559DD" w:rsidRPr="0031418B" w14:paraId="145A55BE" w14:textId="77777777">
        <w:trPr>
          <w:cantSplit/>
          <w:jc w:val="center"/>
        </w:trPr>
        <w:tc>
          <w:tcPr>
            <w:tcW w:w="2127" w:type="dxa"/>
          </w:tcPr>
          <w:p w14:paraId="740E9F30" w14:textId="77777777" w:rsidR="008559DD" w:rsidRPr="0031418B" w:rsidRDefault="008559DD" w:rsidP="0045193A">
            <w:pPr>
              <w:pStyle w:val="TAC"/>
              <w:rPr>
                <w:rFonts w:cs="v5.0.0"/>
              </w:rPr>
            </w:pPr>
            <w:r w:rsidRPr="0031418B">
              <w:rPr>
                <w:rFonts w:cs="v5.0.0"/>
              </w:rPr>
              <w:t xml:space="preserve">5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 MHz</w:t>
            </w:r>
          </w:p>
        </w:tc>
        <w:tc>
          <w:tcPr>
            <w:tcW w:w="2976" w:type="dxa"/>
          </w:tcPr>
          <w:p w14:paraId="6FFDFA42" w14:textId="77777777" w:rsidR="008559DD" w:rsidRPr="0031418B" w:rsidRDefault="008559DD" w:rsidP="0045193A">
            <w:pPr>
              <w:pStyle w:val="TAC"/>
              <w:rPr>
                <w:rFonts w:cs="v5.0.0"/>
              </w:rPr>
            </w:pPr>
            <w:r w:rsidRPr="0031418B">
              <w:rPr>
                <w:rFonts w:cs="v5.0.0"/>
              </w:rPr>
              <w:t xml:space="preserve">5.05 MHz </w:t>
            </w:r>
            <w:r w:rsidRPr="0031418B">
              <w:rPr>
                <w:rFonts w:cs="v5.0.0"/>
              </w:rPr>
              <w:sym w:font="Symbol" w:char="F0A3"/>
            </w:r>
            <w:r w:rsidRPr="0031418B">
              <w:rPr>
                <w:rFonts w:cs="v5.0.0"/>
              </w:rPr>
              <w:t xml:space="preserve"> f_offset &lt; 10.05 MHz</w:t>
            </w:r>
          </w:p>
        </w:tc>
        <w:tc>
          <w:tcPr>
            <w:tcW w:w="3455" w:type="dxa"/>
          </w:tcPr>
          <w:p w14:paraId="7D769FB2" w14:textId="77777777" w:rsidR="008559DD" w:rsidRPr="0031418B" w:rsidRDefault="008559DD" w:rsidP="0045193A">
            <w:pPr>
              <w:pStyle w:val="TAC"/>
            </w:pPr>
            <w:r w:rsidRPr="0031418B">
              <w:t>-14 dBm</w:t>
            </w:r>
          </w:p>
        </w:tc>
        <w:tc>
          <w:tcPr>
            <w:tcW w:w="1430" w:type="dxa"/>
          </w:tcPr>
          <w:p w14:paraId="4AD97B41" w14:textId="77777777" w:rsidR="008559DD" w:rsidRPr="0031418B" w:rsidRDefault="008559DD" w:rsidP="0045193A">
            <w:pPr>
              <w:pStyle w:val="TAC"/>
            </w:pPr>
            <w:r w:rsidRPr="0031418B">
              <w:t xml:space="preserve">100 kHz </w:t>
            </w:r>
          </w:p>
        </w:tc>
      </w:tr>
      <w:tr w:rsidR="008559DD" w:rsidRPr="0031418B" w14:paraId="0901AF50" w14:textId="77777777">
        <w:trPr>
          <w:cantSplit/>
          <w:jc w:val="center"/>
        </w:trPr>
        <w:tc>
          <w:tcPr>
            <w:tcW w:w="2127" w:type="dxa"/>
          </w:tcPr>
          <w:p w14:paraId="6898076E" w14:textId="77777777" w:rsidR="008559DD" w:rsidRPr="0031418B" w:rsidRDefault="008559DD" w:rsidP="0045193A">
            <w:pPr>
              <w:pStyle w:val="TAC"/>
              <w:rPr>
                <w:rFonts w:cs="v5.0.0"/>
              </w:rPr>
            </w:pPr>
            <w:r w:rsidRPr="0031418B">
              <w:rPr>
                <w:rFonts w:cs="v5.0.0"/>
              </w:rPr>
              <w:t xml:space="preserve">10 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976" w:type="dxa"/>
          </w:tcPr>
          <w:p w14:paraId="2B61E3A6" w14:textId="77777777" w:rsidR="008559DD" w:rsidRPr="0031418B" w:rsidRDefault="008559DD" w:rsidP="0045193A">
            <w:pPr>
              <w:pStyle w:val="TAC"/>
              <w:rPr>
                <w:rFonts w:cs="v5.0.0"/>
              </w:rPr>
            </w:pPr>
            <w:r w:rsidRPr="0031418B">
              <w:rPr>
                <w:rFonts w:cs="v5.0.0"/>
              </w:rPr>
              <w:t xml:space="preserve">10.5 MHz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3455" w:type="dxa"/>
          </w:tcPr>
          <w:p w14:paraId="6567253A" w14:textId="77777777" w:rsidR="008559DD" w:rsidRPr="0031418B" w:rsidRDefault="008559DD" w:rsidP="0045193A">
            <w:pPr>
              <w:pStyle w:val="TAC"/>
            </w:pPr>
            <w:r w:rsidRPr="0031418B">
              <w:t>-15 dBm</w:t>
            </w:r>
          </w:p>
        </w:tc>
        <w:tc>
          <w:tcPr>
            <w:tcW w:w="1430" w:type="dxa"/>
          </w:tcPr>
          <w:p w14:paraId="410C1EAD" w14:textId="77777777" w:rsidR="008559DD" w:rsidRPr="0031418B" w:rsidRDefault="008559DD" w:rsidP="0045193A">
            <w:pPr>
              <w:pStyle w:val="TAC"/>
            </w:pPr>
            <w:r w:rsidRPr="0031418B">
              <w:t xml:space="preserve">1MHz </w:t>
            </w:r>
          </w:p>
        </w:tc>
      </w:tr>
      <w:tr w:rsidR="00D90C4F" w:rsidRPr="0031418B" w14:paraId="7D2A8C5F" w14:textId="77777777">
        <w:trPr>
          <w:cantSplit/>
          <w:jc w:val="center"/>
        </w:trPr>
        <w:tc>
          <w:tcPr>
            <w:tcW w:w="9988" w:type="dxa"/>
            <w:gridSpan w:val="4"/>
          </w:tcPr>
          <w:p w14:paraId="20AF4916" w14:textId="77777777" w:rsidR="00D90C4F" w:rsidRPr="0031418B" w:rsidRDefault="00D90C4F" w:rsidP="00D90C4F">
            <w:pPr>
              <w:pStyle w:val="TAN"/>
            </w:pPr>
            <w:r w:rsidRPr="0031418B">
              <w:t xml:space="preserve">NOTE 1: </w:t>
            </w:r>
            <w:r w:rsidRPr="0031418B">
              <w:tab/>
              <w:t>Frequencies and bandwidth are given in MHz.</w:t>
            </w:r>
          </w:p>
          <w:p w14:paraId="7F938D3B" w14:textId="77777777" w:rsidR="00D90C4F" w:rsidRPr="0031418B" w:rsidRDefault="00D90C4F" w:rsidP="00D90C4F">
            <w:pPr>
              <w:pStyle w:val="TAN"/>
            </w:pPr>
            <w:r w:rsidRPr="0031418B">
              <w:t xml:space="preserve">NOTE 2: </w:t>
            </w:r>
            <w:r w:rsidRPr="0031418B">
              <w:tab/>
              <w:t xml:space="preserve">If the repeater input signal consists of E-UTRA signals with a channel bandwidth of 1.4 MHz placed so that the channel edge is less than 200 kHz from the pass band edge, the requirements in Table 9.1.2.1.1-7 </w:t>
            </w:r>
            <w:r w:rsidR="00CA426D" w:rsidRPr="0031418B">
              <w:t>supersedes</w:t>
            </w:r>
            <w:r w:rsidRPr="0031418B">
              <w:t xml:space="preserve"> Table 9.1.2.1.1-5 and Table 9.1.2.1.1-6 for applicable frequency offsets.</w:t>
            </w:r>
          </w:p>
          <w:p w14:paraId="5A9E1222" w14:textId="77777777" w:rsidR="00D90C4F" w:rsidRPr="0031418B" w:rsidRDefault="00D90C4F" w:rsidP="00D90C4F">
            <w:pPr>
              <w:pStyle w:val="TAN"/>
            </w:pPr>
            <w:r w:rsidRPr="0031418B">
              <w:t xml:space="preserve">NOTE 3: </w:t>
            </w:r>
            <w:r w:rsidRPr="0031418B">
              <w:tab/>
              <w:t xml:space="preserve">If the repeater input signal consists of E-UTRA signals with a channel bandwidth of 3 MHz placed so that the channel edge is less than 200 kHz from the pass band edge, the requirements in Table 9.1.2.1.1-8 </w:t>
            </w:r>
            <w:r w:rsidR="00CA426D" w:rsidRPr="0031418B">
              <w:t>supersedes</w:t>
            </w:r>
            <w:r w:rsidRPr="0031418B">
              <w:t xml:space="preserve"> Table 9.1.2.1.1-5 and Table 9.1.2.1.1-6 for applicable frequency offsets.</w:t>
            </w:r>
          </w:p>
        </w:tc>
      </w:tr>
    </w:tbl>
    <w:p w14:paraId="64581989" w14:textId="77777777" w:rsidR="008559DD" w:rsidRPr="0031418B" w:rsidRDefault="008559DD" w:rsidP="008559DD"/>
    <w:p w14:paraId="22D894E2" w14:textId="77777777" w:rsidR="00D90C4F" w:rsidRPr="0031418B" w:rsidRDefault="00D90C4F" w:rsidP="00D90C4F">
      <w:pPr>
        <w:pStyle w:val="TH"/>
      </w:pPr>
      <w:r w:rsidRPr="0031418B">
        <w:t xml:space="preserve">Table 9.1.2.1.1-7: Conditional operating band unwanted emission limits </w:t>
      </w:r>
      <w:r w:rsidRPr="0031418B">
        <w:br/>
        <w:t>for repeater input signal bandwidth of 1.4 MHz</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D90C4F" w:rsidRPr="0031418B" w14:paraId="1245E9A2" w14:textId="77777777">
        <w:trPr>
          <w:cantSplit/>
          <w:jc w:val="center"/>
        </w:trPr>
        <w:tc>
          <w:tcPr>
            <w:tcW w:w="2127" w:type="dxa"/>
          </w:tcPr>
          <w:p w14:paraId="69D45C18" w14:textId="77777777" w:rsidR="00D90C4F" w:rsidRPr="0031418B" w:rsidRDefault="00D90C4F" w:rsidP="00B859BE">
            <w:pPr>
              <w:pStyle w:val="TAH"/>
            </w:pPr>
            <w:r w:rsidRPr="0031418B">
              <w:t xml:space="preserve">Frequency offset of measurement filter </w:t>
            </w:r>
            <w:r w:rsidRPr="0031418B">
              <w:noBreakHyphen/>
              <w:t xml:space="preserve">3dB point, </w:t>
            </w:r>
            <w:r w:rsidRPr="0031418B">
              <w:sym w:font="Symbol" w:char="F044"/>
            </w:r>
            <w:r w:rsidRPr="0031418B">
              <w:t>f</w:t>
            </w:r>
          </w:p>
        </w:tc>
        <w:tc>
          <w:tcPr>
            <w:tcW w:w="2976" w:type="dxa"/>
          </w:tcPr>
          <w:p w14:paraId="12DDF530" w14:textId="77777777" w:rsidR="00D90C4F" w:rsidRPr="0031418B" w:rsidRDefault="00D90C4F" w:rsidP="00B859BE">
            <w:pPr>
              <w:pStyle w:val="TAH"/>
            </w:pPr>
            <w:r w:rsidRPr="0031418B">
              <w:t>Frequency offset of measurement filter centre frequency, f_offset</w:t>
            </w:r>
          </w:p>
        </w:tc>
        <w:tc>
          <w:tcPr>
            <w:tcW w:w="3455" w:type="dxa"/>
          </w:tcPr>
          <w:p w14:paraId="6813FE90" w14:textId="77777777" w:rsidR="00D90C4F" w:rsidRPr="0031418B" w:rsidRDefault="00CE6CC9" w:rsidP="00B859BE">
            <w:pPr>
              <w:pStyle w:val="TAH"/>
            </w:pPr>
            <w:r w:rsidRPr="0031418B">
              <w:t>Minimum</w:t>
            </w:r>
            <w:r w:rsidR="00D90C4F" w:rsidRPr="0031418B">
              <w:t xml:space="preserve"> requirement</w:t>
            </w:r>
          </w:p>
        </w:tc>
        <w:tc>
          <w:tcPr>
            <w:tcW w:w="1430" w:type="dxa"/>
          </w:tcPr>
          <w:p w14:paraId="6219C921" w14:textId="77777777" w:rsidR="00D90C4F" w:rsidRPr="0031418B" w:rsidRDefault="00D90C4F" w:rsidP="00B859BE">
            <w:pPr>
              <w:pStyle w:val="TAH"/>
            </w:pPr>
            <w:r w:rsidRPr="0031418B">
              <w:t>Measurement bandwidth</w:t>
            </w:r>
          </w:p>
        </w:tc>
      </w:tr>
      <w:tr w:rsidR="00D90C4F" w:rsidRPr="0031418B" w14:paraId="6DAA7B4D" w14:textId="77777777">
        <w:trPr>
          <w:cantSplit/>
          <w:jc w:val="center"/>
        </w:trPr>
        <w:tc>
          <w:tcPr>
            <w:tcW w:w="2127" w:type="dxa"/>
            <w:vAlign w:val="center"/>
          </w:tcPr>
          <w:p w14:paraId="1F209BE2" w14:textId="77777777" w:rsidR="00D90C4F" w:rsidRPr="0031418B" w:rsidRDefault="00D90C4F" w:rsidP="00B859BE">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1.05 MHz</w:t>
            </w:r>
          </w:p>
        </w:tc>
        <w:tc>
          <w:tcPr>
            <w:tcW w:w="2976" w:type="dxa"/>
            <w:vAlign w:val="center"/>
          </w:tcPr>
          <w:p w14:paraId="4108F123" w14:textId="77777777" w:rsidR="00D90C4F" w:rsidRPr="0031418B" w:rsidRDefault="00D90C4F" w:rsidP="00B859BE">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1.1 MHz</w:t>
            </w:r>
          </w:p>
        </w:tc>
        <w:tc>
          <w:tcPr>
            <w:tcW w:w="3455" w:type="dxa"/>
            <w:vAlign w:val="center"/>
          </w:tcPr>
          <w:p w14:paraId="0F17A2DC" w14:textId="77777777" w:rsidR="00D90C4F" w:rsidRPr="0031418B" w:rsidRDefault="00D90C4F" w:rsidP="00B859BE">
            <w:pPr>
              <w:pStyle w:val="TAC"/>
            </w:pPr>
            <w:r w:rsidRPr="0031418B">
              <w:rPr>
                <w:position w:val="-28"/>
              </w:rPr>
              <w:object w:dxaOrig="3540" w:dyaOrig="680" w14:anchorId="122CC514">
                <v:shape id="_x0000_i1039" type="#_x0000_t75" style="width:135pt;height:27.5pt" o:ole="" fillcolor="window">
                  <v:imagedata r:id="rId40" o:title=""/>
                </v:shape>
                <o:OLEObject Type="Embed" ProgID="Equation.3" ShapeID="_x0000_i1039" DrawAspect="Content" ObjectID="_1710576956" r:id="rId41"/>
              </w:object>
            </w:r>
          </w:p>
        </w:tc>
        <w:tc>
          <w:tcPr>
            <w:tcW w:w="1430" w:type="dxa"/>
          </w:tcPr>
          <w:p w14:paraId="18CF8EEB" w14:textId="77777777" w:rsidR="00D90C4F" w:rsidRPr="0031418B" w:rsidRDefault="00D90C4F" w:rsidP="00B859BE">
            <w:pPr>
              <w:pStyle w:val="TAC"/>
            </w:pPr>
            <w:r w:rsidRPr="0031418B">
              <w:t xml:space="preserve">100 kHz </w:t>
            </w:r>
          </w:p>
        </w:tc>
      </w:tr>
      <w:tr w:rsidR="00D90C4F" w:rsidRPr="0031418B" w14:paraId="50605058" w14:textId="77777777">
        <w:trPr>
          <w:cantSplit/>
          <w:jc w:val="center"/>
        </w:trPr>
        <w:tc>
          <w:tcPr>
            <w:tcW w:w="9988" w:type="dxa"/>
            <w:gridSpan w:val="4"/>
            <w:vAlign w:val="center"/>
          </w:tcPr>
          <w:p w14:paraId="40492013" w14:textId="77777777" w:rsidR="00D90C4F" w:rsidRPr="0031418B" w:rsidRDefault="00D90C4F" w:rsidP="00B859BE">
            <w:pPr>
              <w:pStyle w:val="TAN"/>
            </w:pPr>
            <w:r w:rsidRPr="0031418B">
              <w:t xml:space="preserve">Note: </w:t>
            </w:r>
            <w:r w:rsidRPr="0031418B">
              <w:tab/>
              <w:t>Frequencies and bandwidth are given in MHz</w:t>
            </w:r>
          </w:p>
        </w:tc>
      </w:tr>
    </w:tbl>
    <w:p w14:paraId="19F718D6" w14:textId="77777777" w:rsidR="00D90C4F" w:rsidRPr="0031418B" w:rsidRDefault="00D90C4F" w:rsidP="00D90C4F"/>
    <w:p w14:paraId="37808D8E" w14:textId="77777777" w:rsidR="00D90C4F" w:rsidRPr="0031418B" w:rsidRDefault="00D90C4F" w:rsidP="00D90C4F">
      <w:pPr>
        <w:pStyle w:val="TH"/>
        <w:rPr>
          <w:lang w:eastAsia="ja-JP"/>
        </w:rPr>
      </w:pPr>
      <w:r w:rsidRPr="0031418B">
        <w:rPr>
          <w:lang w:eastAsia="ja-JP"/>
        </w:rPr>
        <w:lastRenderedPageBreak/>
        <w:t xml:space="preserve">Table </w:t>
      </w:r>
      <w:r w:rsidRPr="0031418B">
        <w:t>9.1.2.1.1</w:t>
      </w:r>
      <w:r w:rsidRPr="0031418B">
        <w:rPr>
          <w:lang w:eastAsia="ja-JP"/>
        </w:rPr>
        <w:t xml:space="preserve">-8: Conditional operating band unwanted emission limits </w:t>
      </w:r>
      <w:r w:rsidRPr="0031418B">
        <w:rPr>
          <w:lang w:eastAsia="ja-JP"/>
        </w:rPr>
        <w:br/>
        <w:t>for repeater input signal bandwidth of 3 MHz</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D90C4F" w:rsidRPr="0031418B" w14:paraId="1669FB88" w14:textId="77777777">
        <w:trPr>
          <w:cantSplit/>
          <w:jc w:val="center"/>
        </w:trPr>
        <w:tc>
          <w:tcPr>
            <w:tcW w:w="2127" w:type="dxa"/>
          </w:tcPr>
          <w:p w14:paraId="59C342D2" w14:textId="77777777" w:rsidR="00D90C4F" w:rsidRPr="0031418B" w:rsidRDefault="00D90C4F" w:rsidP="00B859BE">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6" w:type="dxa"/>
          </w:tcPr>
          <w:p w14:paraId="32E76202" w14:textId="77777777" w:rsidR="00D90C4F" w:rsidRPr="0031418B" w:rsidRDefault="00D90C4F" w:rsidP="00B859BE">
            <w:pPr>
              <w:pStyle w:val="TAH"/>
              <w:rPr>
                <w:rFonts w:cs="v5.0.0"/>
              </w:rPr>
            </w:pPr>
            <w:r w:rsidRPr="0031418B">
              <w:rPr>
                <w:rFonts w:cs="v5.0.0"/>
              </w:rPr>
              <w:t>Frequency offset of measurement filter centre frequency, f_offset</w:t>
            </w:r>
          </w:p>
        </w:tc>
        <w:tc>
          <w:tcPr>
            <w:tcW w:w="3455" w:type="dxa"/>
          </w:tcPr>
          <w:p w14:paraId="71A7B9E5" w14:textId="77777777" w:rsidR="00D90C4F" w:rsidRPr="0031418B" w:rsidRDefault="00CE6CC9" w:rsidP="00B859BE">
            <w:pPr>
              <w:pStyle w:val="TAH"/>
              <w:rPr>
                <w:rFonts w:cs="v5.0.0"/>
              </w:rPr>
            </w:pPr>
            <w:r w:rsidRPr="0031418B">
              <w:t>Minimum</w:t>
            </w:r>
            <w:r w:rsidR="00D90C4F" w:rsidRPr="0031418B">
              <w:t xml:space="preserve"> </w:t>
            </w:r>
            <w:r w:rsidR="00D90C4F" w:rsidRPr="0031418B">
              <w:rPr>
                <w:rFonts w:cs="v5.0.0"/>
              </w:rPr>
              <w:t>requirement</w:t>
            </w:r>
          </w:p>
        </w:tc>
        <w:tc>
          <w:tcPr>
            <w:tcW w:w="1430" w:type="dxa"/>
          </w:tcPr>
          <w:p w14:paraId="4A9377DB" w14:textId="77777777" w:rsidR="00D90C4F" w:rsidRPr="0031418B" w:rsidRDefault="00D90C4F" w:rsidP="00B859BE">
            <w:pPr>
              <w:pStyle w:val="TAH"/>
              <w:rPr>
                <w:rFonts w:cs="v5.0.0"/>
              </w:rPr>
            </w:pPr>
            <w:r w:rsidRPr="0031418B">
              <w:rPr>
                <w:rFonts w:cs="v5.0.0"/>
              </w:rPr>
              <w:t>Measurement bandwidth</w:t>
            </w:r>
          </w:p>
        </w:tc>
      </w:tr>
      <w:tr w:rsidR="00D90C4F" w:rsidRPr="0031418B" w14:paraId="10DC26D1" w14:textId="77777777">
        <w:trPr>
          <w:cantSplit/>
          <w:jc w:val="center"/>
        </w:trPr>
        <w:tc>
          <w:tcPr>
            <w:tcW w:w="2127" w:type="dxa"/>
            <w:vAlign w:val="center"/>
          </w:tcPr>
          <w:p w14:paraId="7AE34441" w14:textId="77777777" w:rsidR="00D90C4F" w:rsidRPr="0031418B" w:rsidRDefault="00D90C4F" w:rsidP="00B859BE">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1.05 MHz</w:t>
            </w:r>
          </w:p>
        </w:tc>
        <w:tc>
          <w:tcPr>
            <w:tcW w:w="2976" w:type="dxa"/>
            <w:vAlign w:val="center"/>
          </w:tcPr>
          <w:p w14:paraId="7BBE6620" w14:textId="77777777" w:rsidR="00D90C4F" w:rsidRPr="0031418B" w:rsidRDefault="00D90C4F" w:rsidP="00B859BE">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1.1 MHz</w:t>
            </w:r>
          </w:p>
        </w:tc>
        <w:tc>
          <w:tcPr>
            <w:tcW w:w="3455" w:type="dxa"/>
            <w:vAlign w:val="center"/>
          </w:tcPr>
          <w:p w14:paraId="5260C4D9" w14:textId="77777777" w:rsidR="00D90C4F" w:rsidRPr="0031418B" w:rsidRDefault="00D90C4F" w:rsidP="00B859BE">
            <w:pPr>
              <w:pStyle w:val="TAC"/>
            </w:pPr>
            <w:r w:rsidRPr="0031418B">
              <w:rPr>
                <w:position w:val="-28"/>
              </w:rPr>
              <w:object w:dxaOrig="3540" w:dyaOrig="680" w14:anchorId="5A914A1C">
                <v:shape id="_x0000_i1040" type="#_x0000_t75" style="width:130pt;height:27.5pt" o:ole="" fillcolor="window">
                  <v:imagedata r:id="rId42" o:title=""/>
                </v:shape>
                <o:OLEObject Type="Embed" ProgID="Equation.3" ShapeID="_x0000_i1040" DrawAspect="Content" ObjectID="_1710576957" r:id="rId43"/>
              </w:object>
            </w:r>
          </w:p>
        </w:tc>
        <w:tc>
          <w:tcPr>
            <w:tcW w:w="1430" w:type="dxa"/>
          </w:tcPr>
          <w:p w14:paraId="656C8FF9" w14:textId="77777777" w:rsidR="00D90C4F" w:rsidRPr="0031418B" w:rsidRDefault="00D90C4F" w:rsidP="00B859BE">
            <w:pPr>
              <w:pStyle w:val="TAC"/>
            </w:pPr>
            <w:r w:rsidRPr="0031418B">
              <w:t xml:space="preserve">100 kHz </w:t>
            </w:r>
          </w:p>
        </w:tc>
      </w:tr>
      <w:tr w:rsidR="00D90C4F" w:rsidRPr="0031418B" w14:paraId="20EB31AA" w14:textId="77777777">
        <w:trPr>
          <w:cantSplit/>
          <w:jc w:val="center"/>
        </w:trPr>
        <w:tc>
          <w:tcPr>
            <w:tcW w:w="9988" w:type="dxa"/>
            <w:gridSpan w:val="4"/>
            <w:vAlign w:val="center"/>
          </w:tcPr>
          <w:p w14:paraId="68C9CDDB" w14:textId="77777777" w:rsidR="00D90C4F" w:rsidRPr="0031418B" w:rsidRDefault="00D90C4F" w:rsidP="00B859BE">
            <w:pPr>
              <w:pStyle w:val="TAN"/>
            </w:pPr>
            <w:r w:rsidRPr="0031418B">
              <w:t xml:space="preserve">Note: </w:t>
            </w:r>
            <w:r w:rsidRPr="0031418B">
              <w:tab/>
              <w:t>Frequencies and bandwidth are given in MHz</w:t>
            </w:r>
          </w:p>
        </w:tc>
      </w:tr>
    </w:tbl>
    <w:p w14:paraId="79DCF7D5" w14:textId="77777777" w:rsidR="00D90C4F" w:rsidRPr="0031418B" w:rsidRDefault="00D90C4F" w:rsidP="00D90C4F"/>
    <w:p w14:paraId="2D1CA59C" w14:textId="77777777" w:rsidR="00D90C4F" w:rsidRPr="0031418B" w:rsidRDefault="00D90C4F" w:rsidP="00D90C4F">
      <w:pPr>
        <w:pStyle w:val="Heading5"/>
        <w:rPr>
          <w:rFonts w:cs="v5.0.0"/>
        </w:rPr>
      </w:pPr>
      <w:bookmarkStart w:id="51" w:name="_Toc503964260"/>
      <w:r w:rsidRPr="0031418B">
        <w:t>9.1.2.</w:t>
      </w:r>
      <w:r w:rsidR="00134469" w:rsidRPr="0031418B">
        <w:t>1</w:t>
      </w:r>
      <w:r w:rsidRPr="0031418B">
        <w:t>.2</w:t>
      </w:r>
      <w:r w:rsidRPr="0031418B">
        <w:tab/>
        <w:t>Category B</w:t>
      </w:r>
      <w:r w:rsidRPr="0031418B">
        <w:rPr>
          <w:lang w:eastAsia="zh-CN"/>
        </w:rPr>
        <w:t xml:space="preserve"> requirements (Option 2)</w:t>
      </w:r>
      <w:bookmarkEnd w:id="51"/>
    </w:p>
    <w:p w14:paraId="3F0A15A2" w14:textId="77777777" w:rsidR="00D90C4F" w:rsidRPr="0031418B" w:rsidRDefault="00D90C4F" w:rsidP="00D90C4F">
      <w:pPr>
        <w:keepNext/>
        <w:rPr>
          <w:rFonts w:cs="v5.0.0"/>
        </w:rPr>
      </w:pPr>
      <w:r w:rsidRPr="0031418B">
        <w:rPr>
          <w:rFonts w:cs="v5.0.0"/>
        </w:rPr>
        <w:t xml:space="preserve">The limits in this subclause are intended for </w:t>
      </w:r>
      <w:smartTag w:uri="urn:schemas-microsoft-com:office:smarttags" w:element="place">
        <w:r w:rsidRPr="0031418B">
          <w:rPr>
            <w:rFonts w:cs="v5.0.0"/>
          </w:rPr>
          <w:t>Europe</w:t>
        </w:r>
      </w:smartTag>
      <w:r w:rsidRPr="0031418B">
        <w:rPr>
          <w:rFonts w:cs="v5.0.0"/>
        </w:rPr>
        <w:t xml:space="preserve"> and may be applied regionally for E-UTRA FDD Repeater operating in band </w:t>
      </w:r>
      <w:r w:rsidR="008524B3" w:rsidRPr="0031418B">
        <w:rPr>
          <w:rFonts w:cs="v5.0.0"/>
        </w:rPr>
        <w:t xml:space="preserve">1, </w:t>
      </w:r>
      <w:r w:rsidRPr="0031418B">
        <w:rPr>
          <w:rFonts w:cs="v5.0.0"/>
        </w:rPr>
        <w:t>3</w:t>
      </w:r>
      <w:r w:rsidR="008524B3" w:rsidRPr="0031418B">
        <w:rPr>
          <w:rFonts w:cs="v5.0.0"/>
        </w:rPr>
        <w:t>,</w:t>
      </w:r>
      <w:r w:rsidRPr="0031418B">
        <w:rPr>
          <w:rFonts w:cs="v5.0.0"/>
        </w:rPr>
        <w:t xml:space="preserve"> 8</w:t>
      </w:r>
      <w:r w:rsidR="008524B3" w:rsidRPr="0031418B">
        <w:rPr>
          <w:rFonts w:cs="v5.0.0"/>
        </w:rPr>
        <w:t>, and 32</w:t>
      </w:r>
      <w:r w:rsidRPr="0031418B">
        <w:rPr>
          <w:rFonts w:cs="v5.0.0"/>
        </w:rPr>
        <w:t>.</w:t>
      </w:r>
    </w:p>
    <w:p w14:paraId="00ECB807" w14:textId="77777777" w:rsidR="00D90C4F" w:rsidRPr="0031418B" w:rsidRDefault="00D90C4F" w:rsidP="00D90C4F">
      <w:pPr>
        <w:keepNext/>
        <w:keepLines/>
        <w:rPr>
          <w:rFonts w:cs="v4.2.0"/>
        </w:rPr>
      </w:pPr>
      <w:r w:rsidRPr="0031418B">
        <w:rPr>
          <w:rFonts w:cs="v5.0.0"/>
        </w:rPr>
        <w:t xml:space="preserve">For E-UTRA FDD repeater operating in Bands </w:t>
      </w:r>
      <w:r w:rsidR="008524B3" w:rsidRPr="0031418B">
        <w:rPr>
          <w:rFonts w:cs="v5.0.0"/>
        </w:rPr>
        <w:t xml:space="preserve">1, </w:t>
      </w:r>
      <w:r w:rsidRPr="0031418B">
        <w:rPr>
          <w:rFonts w:cs="v5.0.0"/>
        </w:rPr>
        <w:t>3</w:t>
      </w:r>
      <w:r w:rsidR="008524B3" w:rsidRPr="0031418B">
        <w:rPr>
          <w:rFonts w:cs="v5.0.0"/>
        </w:rPr>
        <w:t>,</w:t>
      </w:r>
      <w:r w:rsidRPr="0031418B">
        <w:rPr>
          <w:rFonts w:cs="v5.0.0"/>
        </w:rPr>
        <w:t xml:space="preserve"> 8</w:t>
      </w:r>
      <w:r w:rsidR="008524B3" w:rsidRPr="0031418B">
        <w:rPr>
          <w:rFonts w:cs="v5.0.0"/>
        </w:rPr>
        <w:t>, and 32,</w:t>
      </w:r>
      <w:r w:rsidRPr="0031418B">
        <w:rPr>
          <w:rFonts w:cs="v5.0.0"/>
        </w:rPr>
        <w:t xml:space="preserve"> emissions shall not exceed the maximum levels specified in Tables 9.1.2.</w:t>
      </w:r>
      <w:r w:rsidR="00134469" w:rsidRPr="0031418B">
        <w:rPr>
          <w:rFonts w:cs="v5.0.0"/>
        </w:rPr>
        <w:t>1</w:t>
      </w:r>
      <w:r w:rsidRPr="0031418B">
        <w:rPr>
          <w:rFonts w:cs="v5.0.0"/>
        </w:rPr>
        <w:t>.2-1 and 9.1.2.</w:t>
      </w:r>
      <w:r w:rsidR="00134469" w:rsidRPr="0031418B">
        <w:rPr>
          <w:rFonts w:cs="v5.0.0"/>
        </w:rPr>
        <w:t>1</w:t>
      </w:r>
      <w:r w:rsidR="001901EC" w:rsidRPr="0031418B">
        <w:rPr>
          <w:rFonts w:cs="v5.0.0"/>
        </w:rPr>
        <w:t>.2-2:</w:t>
      </w:r>
    </w:p>
    <w:p w14:paraId="145CA5A9" w14:textId="77777777" w:rsidR="00D90C4F" w:rsidRPr="0031418B" w:rsidRDefault="00D90C4F" w:rsidP="00D90C4F">
      <w:pPr>
        <w:pStyle w:val="TH"/>
        <w:rPr>
          <w:rFonts w:cs="v5.0.0"/>
        </w:rPr>
      </w:pPr>
      <w:r w:rsidRPr="0031418B">
        <w:t>Table 9.1.2.</w:t>
      </w:r>
      <w:r w:rsidR="00134469" w:rsidRPr="0031418B">
        <w:t>1</w:t>
      </w:r>
      <w:r w:rsidRPr="0031418B">
        <w:t xml:space="preserve">.2-1: General operating band unwanted emission limits for repeater pass band </w:t>
      </w:r>
      <w:r w:rsidRPr="0031418B">
        <w:br/>
        <w:t>lower than 5 MHz</w:t>
      </w:r>
    </w:p>
    <w:tbl>
      <w:tblPr>
        <w:tblW w:w="10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1766"/>
        <w:gridCol w:w="2000"/>
        <w:gridCol w:w="4604"/>
        <w:gridCol w:w="1161"/>
        <w:gridCol w:w="561"/>
      </w:tblGrid>
      <w:tr w:rsidR="00D90C4F" w:rsidRPr="0031418B" w14:paraId="39373AC0" w14:textId="77777777">
        <w:trPr>
          <w:gridAfter w:val="1"/>
          <w:wAfter w:w="561" w:type="dxa"/>
          <w:cantSplit/>
          <w:trHeight w:val="633"/>
          <w:jc w:val="center"/>
        </w:trPr>
        <w:tc>
          <w:tcPr>
            <w:tcW w:w="2327" w:type="dxa"/>
            <w:gridSpan w:val="2"/>
          </w:tcPr>
          <w:p w14:paraId="414BF1F4" w14:textId="77777777" w:rsidR="00D90C4F" w:rsidRPr="0031418B" w:rsidRDefault="00D90C4F" w:rsidP="00B859BE">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000" w:type="dxa"/>
          </w:tcPr>
          <w:p w14:paraId="198DED68" w14:textId="77777777" w:rsidR="00D90C4F" w:rsidRPr="0031418B" w:rsidRDefault="00D90C4F" w:rsidP="00B859BE">
            <w:pPr>
              <w:pStyle w:val="TAH"/>
              <w:rPr>
                <w:rFonts w:cs="v5.0.0"/>
              </w:rPr>
            </w:pPr>
            <w:r w:rsidRPr="0031418B">
              <w:rPr>
                <w:rFonts w:cs="v5.0.0"/>
              </w:rPr>
              <w:t>Frequency offset of measurement filter centre frequency, f_offset</w:t>
            </w:r>
          </w:p>
        </w:tc>
        <w:tc>
          <w:tcPr>
            <w:tcW w:w="4604" w:type="dxa"/>
          </w:tcPr>
          <w:p w14:paraId="74D95CC9" w14:textId="77777777" w:rsidR="00D90C4F" w:rsidRPr="0031418B" w:rsidRDefault="00CE6CC9" w:rsidP="00B859BE">
            <w:pPr>
              <w:pStyle w:val="TAH"/>
              <w:rPr>
                <w:rFonts w:cs="v5.0.0"/>
              </w:rPr>
            </w:pPr>
            <w:r w:rsidRPr="0031418B">
              <w:t>Minimum</w:t>
            </w:r>
            <w:r w:rsidR="00D90C4F" w:rsidRPr="0031418B">
              <w:rPr>
                <w:rFonts w:cs="v5.0.0"/>
              </w:rPr>
              <w:t xml:space="preserve"> requirement</w:t>
            </w:r>
          </w:p>
        </w:tc>
        <w:tc>
          <w:tcPr>
            <w:tcW w:w="1161" w:type="dxa"/>
          </w:tcPr>
          <w:p w14:paraId="51C97917" w14:textId="77777777" w:rsidR="00D90C4F" w:rsidRPr="0031418B" w:rsidRDefault="00D90C4F" w:rsidP="00B859BE">
            <w:pPr>
              <w:pStyle w:val="TAH"/>
              <w:rPr>
                <w:rFonts w:cs="v5.0.0"/>
              </w:rPr>
            </w:pPr>
            <w:r w:rsidRPr="0031418B">
              <w:rPr>
                <w:rFonts w:cs="v5.0.0"/>
              </w:rPr>
              <w:t xml:space="preserve">Measure-ment bandwidth </w:t>
            </w:r>
          </w:p>
        </w:tc>
      </w:tr>
      <w:tr w:rsidR="00D90C4F" w:rsidRPr="0031418B" w14:paraId="19058E58" w14:textId="77777777">
        <w:trPr>
          <w:gridAfter w:val="1"/>
          <w:wAfter w:w="561" w:type="dxa"/>
          <w:cantSplit/>
          <w:trHeight w:val="588"/>
          <w:jc w:val="center"/>
        </w:trPr>
        <w:tc>
          <w:tcPr>
            <w:tcW w:w="2327" w:type="dxa"/>
            <w:gridSpan w:val="2"/>
          </w:tcPr>
          <w:p w14:paraId="16D5B7F6" w14:textId="77777777" w:rsidR="00D90C4F" w:rsidRPr="0031418B" w:rsidRDefault="00D90C4F" w:rsidP="00B859BE">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0.2 MHz</w:t>
            </w:r>
          </w:p>
        </w:tc>
        <w:tc>
          <w:tcPr>
            <w:tcW w:w="2000" w:type="dxa"/>
          </w:tcPr>
          <w:p w14:paraId="1FFF1489" w14:textId="77777777" w:rsidR="00D90C4F" w:rsidRPr="0031418B" w:rsidRDefault="00D90C4F" w:rsidP="00B859BE">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0.215 MHz</w:t>
            </w:r>
          </w:p>
        </w:tc>
        <w:tc>
          <w:tcPr>
            <w:tcW w:w="4604" w:type="dxa"/>
          </w:tcPr>
          <w:p w14:paraId="17C3A024" w14:textId="77777777" w:rsidR="00D90C4F" w:rsidRPr="0031418B" w:rsidRDefault="00D90C4F" w:rsidP="00B859BE">
            <w:pPr>
              <w:pStyle w:val="TAC"/>
            </w:pPr>
            <w:r w:rsidRPr="0031418B">
              <w:t>-14 dBm</w:t>
            </w:r>
          </w:p>
        </w:tc>
        <w:tc>
          <w:tcPr>
            <w:tcW w:w="1161" w:type="dxa"/>
          </w:tcPr>
          <w:p w14:paraId="46E34CC9" w14:textId="77777777" w:rsidR="00D90C4F" w:rsidRPr="0031418B" w:rsidRDefault="00D90C4F" w:rsidP="00B859BE">
            <w:pPr>
              <w:pStyle w:val="TAC"/>
            </w:pPr>
            <w:r w:rsidRPr="0031418B">
              <w:t>30 kHz</w:t>
            </w:r>
          </w:p>
        </w:tc>
      </w:tr>
      <w:tr w:rsidR="00D90C4F" w:rsidRPr="0031418B" w14:paraId="0FA277B1" w14:textId="77777777">
        <w:trPr>
          <w:gridAfter w:val="1"/>
          <w:wAfter w:w="561" w:type="dxa"/>
          <w:cantSplit/>
          <w:trHeight w:val="588"/>
          <w:jc w:val="center"/>
        </w:trPr>
        <w:tc>
          <w:tcPr>
            <w:tcW w:w="2327" w:type="dxa"/>
            <w:gridSpan w:val="2"/>
          </w:tcPr>
          <w:p w14:paraId="053278D9" w14:textId="77777777" w:rsidR="00D90C4F" w:rsidRPr="0031418B" w:rsidRDefault="00D90C4F" w:rsidP="00B859BE">
            <w:pPr>
              <w:pStyle w:val="TAC"/>
              <w:rPr>
                <w:rFonts w:cs="v5.0.0"/>
              </w:rPr>
            </w:pPr>
            <w:r w:rsidRPr="0031418B">
              <w:rPr>
                <w:rFonts w:cs="v5.0.0"/>
              </w:rPr>
              <w:t xml:space="preserve">0.2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000" w:type="dxa"/>
          </w:tcPr>
          <w:p w14:paraId="7C52DD1E" w14:textId="77777777" w:rsidR="00D90C4F" w:rsidRPr="0031418B" w:rsidRDefault="00D90C4F" w:rsidP="00B859BE">
            <w:pPr>
              <w:pStyle w:val="TAC"/>
              <w:rPr>
                <w:rFonts w:cs="v5.0.0"/>
              </w:rPr>
            </w:pPr>
            <w:r w:rsidRPr="0031418B">
              <w:rPr>
                <w:rFonts w:cs="v5.0.0"/>
              </w:rPr>
              <w:t xml:space="preserve">0.215 MHz </w:t>
            </w:r>
            <w:r w:rsidRPr="0031418B">
              <w:rPr>
                <w:rFonts w:cs="v5.0.0"/>
              </w:rPr>
              <w:sym w:font="Symbol" w:char="F0A3"/>
            </w:r>
            <w:r w:rsidRPr="0031418B">
              <w:rPr>
                <w:rFonts w:cs="v5.0.0"/>
              </w:rPr>
              <w:t xml:space="preserve"> f_offset &lt; 1.015 MHz</w:t>
            </w:r>
          </w:p>
        </w:tc>
        <w:tc>
          <w:tcPr>
            <w:tcW w:w="4604" w:type="dxa"/>
          </w:tcPr>
          <w:p w14:paraId="11F9C242" w14:textId="77777777" w:rsidR="00D90C4F" w:rsidRPr="0031418B" w:rsidRDefault="00D90C4F" w:rsidP="00B859BE">
            <w:pPr>
              <w:pStyle w:val="TAC"/>
            </w:pPr>
            <w:r w:rsidRPr="0031418B">
              <w:rPr>
                <w:position w:val="-28"/>
              </w:rPr>
              <w:object w:dxaOrig="3700" w:dyaOrig="680" w14:anchorId="12D4F6B5">
                <v:shape id="_x0000_i1041" type="#_x0000_t75" style="width:157.5pt;height:29pt" o:ole="">
                  <v:imagedata r:id="rId44" o:title=""/>
                </v:shape>
                <o:OLEObject Type="Embed" ProgID="Equation.3" ShapeID="_x0000_i1041" DrawAspect="Content" ObjectID="_1710576958" r:id="rId45"/>
              </w:object>
            </w:r>
          </w:p>
        </w:tc>
        <w:tc>
          <w:tcPr>
            <w:tcW w:w="1161" w:type="dxa"/>
          </w:tcPr>
          <w:p w14:paraId="359E2948" w14:textId="77777777" w:rsidR="00D90C4F" w:rsidRPr="0031418B" w:rsidRDefault="00D90C4F" w:rsidP="00B859BE">
            <w:pPr>
              <w:pStyle w:val="TAC"/>
            </w:pPr>
            <w:r w:rsidRPr="0031418B">
              <w:t xml:space="preserve">30 kHz </w:t>
            </w:r>
          </w:p>
        </w:tc>
      </w:tr>
      <w:tr w:rsidR="00D90C4F" w:rsidRPr="0031418B" w14:paraId="3B7BADB1" w14:textId="77777777">
        <w:trPr>
          <w:gridAfter w:val="1"/>
          <w:wAfter w:w="561" w:type="dxa"/>
          <w:cantSplit/>
          <w:trHeight w:val="588"/>
          <w:jc w:val="center"/>
        </w:trPr>
        <w:tc>
          <w:tcPr>
            <w:tcW w:w="2327" w:type="dxa"/>
            <w:gridSpan w:val="2"/>
          </w:tcPr>
          <w:p w14:paraId="66D66E2E" w14:textId="77777777" w:rsidR="00D90C4F" w:rsidRPr="0031418B" w:rsidRDefault="00D90C4F" w:rsidP="00B859BE">
            <w:pPr>
              <w:pStyle w:val="TAC"/>
              <w:rPr>
                <w:rFonts w:cs="v5.0.0"/>
              </w:rPr>
            </w:pPr>
            <w:r w:rsidRPr="0031418B">
              <w:rPr>
                <w:rFonts w:cs="v5.0.0"/>
              </w:rPr>
              <w:t>(Note 3)</w:t>
            </w:r>
          </w:p>
        </w:tc>
        <w:tc>
          <w:tcPr>
            <w:tcW w:w="2000" w:type="dxa"/>
          </w:tcPr>
          <w:p w14:paraId="4B4DD358" w14:textId="77777777" w:rsidR="00D90C4F" w:rsidRPr="0031418B" w:rsidRDefault="00D90C4F" w:rsidP="00B859BE">
            <w:pPr>
              <w:pStyle w:val="TAC"/>
              <w:rPr>
                <w:rFonts w:cs="v5.0.0"/>
              </w:rPr>
            </w:pPr>
            <w:r w:rsidRPr="0031418B">
              <w:rPr>
                <w:rFonts w:cs="v5.0.0"/>
              </w:rPr>
              <w:t xml:space="preserve">1.015 MHz </w:t>
            </w:r>
            <w:r w:rsidRPr="0031418B">
              <w:rPr>
                <w:rFonts w:cs="v5.0.0"/>
              </w:rPr>
              <w:sym w:font="Symbol" w:char="F0A3"/>
            </w:r>
            <w:r w:rsidRPr="0031418B">
              <w:rPr>
                <w:rFonts w:cs="v5.0.0"/>
              </w:rPr>
              <w:t xml:space="preserve"> f_offset &lt; 1.5 MHz</w:t>
            </w:r>
          </w:p>
        </w:tc>
        <w:tc>
          <w:tcPr>
            <w:tcW w:w="4604" w:type="dxa"/>
          </w:tcPr>
          <w:p w14:paraId="03B1C1BF" w14:textId="77777777" w:rsidR="00D90C4F" w:rsidRPr="0031418B" w:rsidRDefault="00D90C4F" w:rsidP="00B859BE">
            <w:pPr>
              <w:pStyle w:val="TAC"/>
            </w:pPr>
            <w:r w:rsidRPr="0031418B">
              <w:t>-26 dBm</w:t>
            </w:r>
          </w:p>
        </w:tc>
        <w:tc>
          <w:tcPr>
            <w:tcW w:w="1161" w:type="dxa"/>
          </w:tcPr>
          <w:p w14:paraId="556269A4" w14:textId="77777777" w:rsidR="00D90C4F" w:rsidRPr="0031418B" w:rsidRDefault="00D90C4F" w:rsidP="00B859BE">
            <w:pPr>
              <w:pStyle w:val="TAC"/>
            </w:pPr>
            <w:r w:rsidRPr="0031418B">
              <w:t>30 kHz</w:t>
            </w:r>
          </w:p>
        </w:tc>
      </w:tr>
      <w:tr w:rsidR="00D90C4F" w:rsidRPr="0031418B" w14:paraId="4F6A3815" w14:textId="77777777">
        <w:trPr>
          <w:gridAfter w:val="1"/>
          <w:wAfter w:w="561" w:type="dxa"/>
          <w:cantSplit/>
          <w:trHeight w:val="668"/>
          <w:jc w:val="center"/>
        </w:trPr>
        <w:tc>
          <w:tcPr>
            <w:tcW w:w="2327" w:type="dxa"/>
            <w:gridSpan w:val="2"/>
          </w:tcPr>
          <w:p w14:paraId="12C33579" w14:textId="77777777" w:rsidR="00D90C4F" w:rsidRPr="0031418B" w:rsidRDefault="00D90C4F" w:rsidP="00B859BE">
            <w:pPr>
              <w:pStyle w:val="TAC"/>
              <w:rPr>
                <w:rFonts w:cs="v5.0.0"/>
              </w:rPr>
            </w:pPr>
            <w:r w:rsidRPr="0031418B">
              <w:rPr>
                <w:rFonts w:cs="v5.0.0"/>
              </w:rPr>
              <w:t>1 MHz</w:t>
            </w:r>
            <w:r w:rsidRPr="0031418B">
              <w:rPr>
                <w:rFonts w:cs="v5.0.0"/>
                <w:vertAlign w:val="subscript"/>
              </w:rPr>
              <w:t xml:space="preserve">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2*BW</w:t>
            </w:r>
            <w:r w:rsidRPr="0031418B">
              <w:rPr>
                <w:rFonts w:cs="v5.0.0"/>
                <w:vertAlign w:val="subscript"/>
              </w:rPr>
              <w:t>Pass band</w:t>
            </w:r>
          </w:p>
        </w:tc>
        <w:tc>
          <w:tcPr>
            <w:tcW w:w="2000" w:type="dxa"/>
          </w:tcPr>
          <w:p w14:paraId="65E71216" w14:textId="77777777" w:rsidR="00D90C4F" w:rsidRPr="0031418B" w:rsidRDefault="00D90C4F" w:rsidP="00B859BE">
            <w:pPr>
              <w:pStyle w:val="TAC"/>
              <w:rPr>
                <w:rStyle w:val="TACChar"/>
              </w:rPr>
            </w:pPr>
            <w:r w:rsidRPr="0031418B">
              <w:t>1.5 MHz</w:t>
            </w:r>
            <w:r w:rsidRPr="0031418B">
              <w:rPr>
                <w:rFonts w:cs="v5.0.0"/>
              </w:rPr>
              <w:t xml:space="preserve"> </w:t>
            </w:r>
            <w:r w:rsidRPr="0031418B">
              <w:sym w:font="Symbol" w:char="F0A3"/>
            </w:r>
            <w:r w:rsidRPr="0031418B">
              <w:t xml:space="preserve"> f_offset &lt; </w:t>
            </w:r>
            <w:r w:rsidRPr="0031418B">
              <w:br/>
              <w:t>2* BW</w:t>
            </w:r>
            <w:r w:rsidRPr="0031418B">
              <w:rPr>
                <w:vertAlign w:val="subscript"/>
              </w:rPr>
              <w:t>Pass band</w:t>
            </w:r>
            <w:r w:rsidRPr="0031418B">
              <w:t xml:space="preserve"> + </w:t>
            </w:r>
            <w:r w:rsidRPr="0031418B">
              <w:rPr>
                <w:rFonts w:cs="v5.0.0"/>
              </w:rPr>
              <w:t>0.5 MHz</w:t>
            </w:r>
          </w:p>
        </w:tc>
        <w:tc>
          <w:tcPr>
            <w:tcW w:w="4604" w:type="dxa"/>
          </w:tcPr>
          <w:p w14:paraId="6CADB97F" w14:textId="77777777" w:rsidR="00D90C4F" w:rsidRPr="0031418B" w:rsidRDefault="00D90C4F" w:rsidP="00B859BE">
            <w:pPr>
              <w:pStyle w:val="TAC"/>
            </w:pPr>
            <w:r w:rsidRPr="0031418B">
              <w:t>-13 dBm</w:t>
            </w:r>
          </w:p>
        </w:tc>
        <w:tc>
          <w:tcPr>
            <w:tcW w:w="1161" w:type="dxa"/>
          </w:tcPr>
          <w:p w14:paraId="5FB21F5E" w14:textId="77777777" w:rsidR="00D90C4F" w:rsidRPr="0031418B" w:rsidRDefault="00D90C4F" w:rsidP="00B859BE">
            <w:pPr>
              <w:pStyle w:val="TAC"/>
            </w:pPr>
            <w:r w:rsidRPr="0031418B">
              <w:t xml:space="preserve">1 MHz </w:t>
            </w:r>
          </w:p>
        </w:tc>
      </w:tr>
      <w:tr w:rsidR="00D90C4F" w:rsidRPr="0031418B" w14:paraId="003EBADF" w14:textId="77777777">
        <w:trPr>
          <w:gridAfter w:val="1"/>
          <w:wAfter w:w="561" w:type="dxa"/>
          <w:cantSplit/>
          <w:trHeight w:val="226"/>
          <w:jc w:val="center"/>
        </w:trPr>
        <w:tc>
          <w:tcPr>
            <w:tcW w:w="2327" w:type="dxa"/>
            <w:gridSpan w:val="2"/>
          </w:tcPr>
          <w:p w14:paraId="38F65CCA" w14:textId="77777777" w:rsidR="00D90C4F" w:rsidRPr="0031418B" w:rsidRDefault="00D90C4F" w:rsidP="00B859BE">
            <w:pPr>
              <w:pStyle w:val="TAC"/>
              <w:rPr>
                <w:rFonts w:cs="v5.0.0"/>
              </w:rPr>
            </w:pPr>
            <w:r w:rsidRPr="0031418B">
              <w:rPr>
                <w:rFonts w:cs="v5.0.0"/>
              </w:rPr>
              <w:t>2*BW</w:t>
            </w:r>
            <w:r w:rsidRPr="0031418B">
              <w:rPr>
                <w:rFonts w:cs="v5.0.0"/>
                <w:vertAlign w:val="subscript"/>
              </w:rPr>
              <w:t>Pass band</w:t>
            </w:r>
            <w:r w:rsidRPr="0031418B">
              <w:rPr>
                <w:rFonts w:cs="v5.0.0"/>
              </w:rPr>
              <w:t xml:space="preserve">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000" w:type="dxa"/>
          </w:tcPr>
          <w:p w14:paraId="5E527F15" w14:textId="77777777" w:rsidR="00D90C4F" w:rsidRPr="0031418B" w:rsidRDefault="00D90C4F" w:rsidP="00B859BE">
            <w:pPr>
              <w:pStyle w:val="TAC"/>
            </w:pPr>
            <w:r w:rsidRPr="0031418B">
              <w:rPr>
                <w:rFonts w:cs="v5.0.0"/>
              </w:rPr>
              <w:t>2* BW</w:t>
            </w:r>
            <w:r w:rsidRPr="0031418B">
              <w:rPr>
                <w:rFonts w:cs="v5.0.0"/>
                <w:vertAlign w:val="subscript"/>
              </w:rPr>
              <w:t>Pass band</w:t>
            </w:r>
            <w:r w:rsidRPr="0031418B">
              <w:rPr>
                <w:rFonts w:cs="v5.0.0"/>
              </w:rPr>
              <w:t xml:space="preserve"> + 0.5 MHz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4604" w:type="dxa"/>
          </w:tcPr>
          <w:p w14:paraId="1DE23055" w14:textId="77777777" w:rsidR="00D90C4F" w:rsidRPr="0031418B" w:rsidRDefault="00D90C4F" w:rsidP="00B859BE">
            <w:pPr>
              <w:pStyle w:val="TAC"/>
            </w:pPr>
            <w:r w:rsidRPr="0031418B">
              <w:t>-15 dBm</w:t>
            </w:r>
          </w:p>
        </w:tc>
        <w:tc>
          <w:tcPr>
            <w:tcW w:w="1161" w:type="dxa"/>
          </w:tcPr>
          <w:p w14:paraId="0964EF58" w14:textId="77777777" w:rsidR="00D90C4F" w:rsidRPr="0031418B" w:rsidRDefault="00D90C4F" w:rsidP="00B859BE">
            <w:pPr>
              <w:pStyle w:val="TAC"/>
            </w:pPr>
            <w:r w:rsidRPr="0031418B">
              <w:t>1 MHz</w:t>
            </w:r>
          </w:p>
        </w:tc>
      </w:tr>
      <w:tr w:rsidR="00D90C4F" w:rsidRPr="0031418B" w14:paraId="4F682B3B" w14:textId="77777777">
        <w:tblPrEx>
          <w:tblCellMar>
            <w:left w:w="28" w:type="dxa"/>
          </w:tblCellMar>
        </w:tblPrEx>
        <w:trPr>
          <w:gridBefore w:val="1"/>
          <w:wBefore w:w="561" w:type="dxa"/>
          <w:cantSplit/>
          <w:jc w:val="center"/>
        </w:trPr>
        <w:tc>
          <w:tcPr>
            <w:tcW w:w="10092" w:type="dxa"/>
            <w:gridSpan w:val="5"/>
          </w:tcPr>
          <w:p w14:paraId="01939D76" w14:textId="77777777" w:rsidR="00D90C4F" w:rsidRPr="0031418B" w:rsidRDefault="00D90C4F" w:rsidP="00B859BE">
            <w:pPr>
              <w:pStyle w:val="TAN"/>
            </w:pPr>
            <w:r w:rsidRPr="0031418B">
              <w:t xml:space="preserve">NOTE 1: </w:t>
            </w:r>
            <w:r w:rsidRPr="0031418B">
              <w:tab/>
              <w:t>Frequencies and bandwidth are given in MHz.</w:t>
            </w:r>
          </w:p>
          <w:p w14:paraId="170C5DEF" w14:textId="77777777" w:rsidR="00D90C4F" w:rsidRPr="0031418B" w:rsidRDefault="00D90C4F" w:rsidP="00B859BE">
            <w:pPr>
              <w:pStyle w:val="TAN"/>
            </w:pPr>
            <w:r w:rsidRPr="0031418B">
              <w:t xml:space="preserve">NOTE 2: </w:t>
            </w:r>
            <w:r w:rsidRPr="0031418B">
              <w:tab/>
              <w:t>If the repeater input signal consists of E-UTRA signals with a channel bandwidth of 1.4 MHz or 3 MHz placed so that the channel edge is less than 200 kHz from the pass band edge, the requirements in Table 9.1.2.</w:t>
            </w:r>
            <w:r w:rsidR="00134469" w:rsidRPr="0031418B">
              <w:t>1</w:t>
            </w:r>
            <w:r w:rsidRPr="0031418B">
              <w:t xml:space="preserve">.2-3 </w:t>
            </w:r>
            <w:r w:rsidR="00CA426D" w:rsidRPr="0031418B">
              <w:t>supersedes</w:t>
            </w:r>
            <w:r w:rsidRPr="0031418B">
              <w:t xml:space="preserve"> Table 9.1.2.</w:t>
            </w:r>
            <w:r w:rsidR="00134469" w:rsidRPr="0031418B">
              <w:t>1</w:t>
            </w:r>
            <w:r w:rsidRPr="0031418B">
              <w:t>.2-1 for applicable frequency offsets.</w:t>
            </w:r>
          </w:p>
          <w:p w14:paraId="507C662A" w14:textId="77777777" w:rsidR="00D90C4F" w:rsidRPr="0031418B" w:rsidRDefault="00D90C4F" w:rsidP="00B859BE">
            <w:pPr>
              <w:pStyle w:val="TAN"/>
            </w:pPr>
            <w:r w:rsidRPr="0031418B">
              <w:t>NOTE 3:</w:t>
            </w:r>
            <w:r w:rsidRPr="0031418B">
              <w:tab/>
              <w:t>This frequency range ensures that the range of values of f_offset is continuous</w:t>
            </w:r>
          </w:p>
        </w:tc>
      </w:tr>
    </w:tbl>
    <w:p w14:paraId="6A4F4555" w14:textId="77777777" w:rsidR="00D90C4F" w:rsidRPr="0031418B" w:rsidRDefault="00D90C4F" w:rsidP="006C429B"/>
    <w:p w14:paraId="7E23B1FB" w14:textId="77777777" w:rsidR="00D90C4F" w:rsidRPr="0031418B" w:rsidRDefault="00D90C4F" w:rsidP="00D90C4F">
      <w:pPr>
        <w:pStyle w:val="TH"/>
        <w:rPr>
          <w:rFonts w:cs="v5.0.0"/>
        </w:rPr>
      </w:pPr>
      <w:r w:rsidRPr="0031418B">
        <w:lastRenderedPageBreak/>
        <w:t>Table 9.1.2.</w:t>
      </w:r>
      <w:r w:rsidR="00134469" w:rsidRPr="0031418B">
        <w:t>1</w:t>
      </w:r>
      <w:r w:rsidRPr="0031418B">
        <w:t xml:space="preserve">.2-2: General operating band unwanted emission limits for repeater pass band </w:t>
      </w:r>
      <w:r w:rsidRPr="0031418B">
        <w:br/>
        <w:t>5 MHz and above</w:t>
      </w:r>
    </w:p>
    <w:tbl>
      <w:tblPr>
        <w:tblW w:w="10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1766"/>
        <w:gridCol w:w="2000"/>
        <w:gridCol w:w="4604"/>
        <w:gridCol w:w="1161"/>
        <w:gridCol w:w="561"/>
      </w:tblGrid>
      <w:tr w:rsidR="00D90C4F" w:rsidRPr="0031418B" w14:paraId="4CA53879" w14:textId="77777777">
        <w:trPr>
          <w:gridAfter w:val="1"/>
          <w:wAfter w:w="561" w:type="dxa"/>
          <w:cantSplit/>
          <w:trHeight w:val="633"/>
          <w:jc w:val="center"/>
        </w:trPr>
        <w:tc>
          <w:tcPr>
            <w:tcW w:w="2327" w:type="dxa"/>
            <w:gridSpan w:val="2"/>
          </w:tcPr>
          <w:p w14:paraId="3A6FDDCC" w14:textId="77777777" w:rsidR="00D90C4F" w:rsidRPr="0031418B" w:rsidRDefault="00D90C4F" w:rsidP="00B859BE">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000" w:type="dxa"/>
          </w:tcPr>
          <w:p w14:paraId="709CBF70" w14:textId="77777777" w:rsidR="00D90C4F" w:rsidRPr="0031418B" w:rsidRDefault="00D90C4F" w:rsidP="00B859BE">
            <w:pPr>
              <w:pStyle w:val="TAH"/>
              <w:rPr>
                <w:rFonts w:cs="v5.0.0"/>
              </w:rPr>
            </w:pPr>
            <w:r w:rsidRPr="0031418B">
              <w:rPr>
                <w:rFonts w:cs="v5.0.0"/>
              </w:rPr>
              <w:t>Frequency offset of measurement filter centre frequency, f_offset</w:t>
            </w:r>
          </w:p>
        </w:tc>
        <w:tc>
          <w:tcPr>
            <w:tcW w:w="4604" w:type="dxa"/>
          </w:tcPr>
          <w:p w14:paraId="48690DD8" w14:textId="77777777" w:rsidR="00D90C4F" w:rsidRPr="0031418B" w:rsidRDefault="00CE6CC9" w:rsidP="00B859BE">
            <w:pPr>
              <w:pStyle w:val="TAH"/>
              <w:rPr>
                <w:rFonts w:cs="v5.0.0"/>
              </w:rPr>
            </w:pPr>
            <w:r w:rsidRPr="0031418B">
              <w:t>Minimum</w:t>
            </w:r>
            <w:r w:rsidR="00D90C4F" w:rsidRPr="0031418B">
              <w:rPr>
                <w:rFonts w:cs="v5.0.0"/>
              </w:rPr>
              <w:t xml:space="preserve"> requirement</w:t>
            </w:r>
          </w:p>
        </w:tc>
        <w:tc>
          <w:tcPr>
            <w:tcW w:w="1161" w:type="dxa"/>
          </w:tcPr>
          <w:p w14:paraId="0144EF83" w14:textId="77777777" w:rsidR="00D90C4F" w:rsidRPr="0031418B" w:rsidRDefault="00D90C4F" w:rsidP="00B859BE">
            <w:pPr>
              <w:pStyle w:val="TAH"/>
              <w:rPr>
                <w:rFonts w:cs="v5.0.0"/>
              </w:rPr>
            </w:pPr>
            <w:r w:rsidRPr="0031418B">
              <w:rPr>
                <w:rFonts w:cs="v5.0.0"/>
              </w:rPr>
              <w:t xml:space="preserve">Measure-ment bandwidth </w:t>
            </w:r>
          </w:p>
        </w:tc>
      </w:tr>
      <w:tr w:rsidR="00D90C4F" w:rsidRPr="0031418B" w14:paraId="7E9A352A" w14:textId="77777777">
        <w:trPr>
          <w:gridAfter w:val="1"/>
          <w:wAfter w:w="561" w:type="dxa"/>
          <w:cantSplit/>
          <w:trHeight w:val="588"/>
          <w:jc w:val="center"/>
        </w:trPr>
        <w:tc>
          <w:tcPr>
            <w:tcW w:w="2327" w:type="dxa"/>
            <w:gridSpan w:val="2"/>
          </w:tcPr>
          <w:p w14:paraId="79746986" w14:textId="77777777" w:rsidR="00D90C4F" w:rsidRPr="0031418B" w:rsidRDefault="00D90C4F" w:rsidP="00B859BE">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0.2 MHz</w:t>
            </w:r>
          </w:p>
        </w:tc>
        <w:tc>
          <w:tcPr>
            <w:tcW w:w="2000" w:type="dxa"/>
          </w:tcPr>
          <w:p w14:paraId="020130BF" w14:textId="77777777" w:rsidR="00D90C4F" w:rsidRPr="0031418B" w:rsidRDefault="00D90C4F" w:rsidP="00B859BE">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0.215 MHz</w:t>
            </w:r>
          </w:p>
        </w:tc>
        <w:tc>
          <w:tcPr>
            <w:tcW w:w="4604" w:type="dxa"/>
          </w:tcPr>
          <w:p w14:paraId="02B7B4A1" w14:textId="77777777" w:rsidR="00D90C4F" w:rsidRPr="0031418B" w:rsidRDefault="00D90C4F" w:rsidP="00B859BE">
            <w:pPr>
              <w:pStyle w:val="TAC"/>
            </w:pPr>
            <w:r w:rsidRPr="0031418B">
              <w:t>-14 dBm</w:t>
            </w:r>
          </w:p>
        </w:tc>
        <w:tc>
          <w:tcPr>
            <w:tcW w:w="1161" w:type="dxa"/>
          </w:tcPr>
          <w:p w14:paraId="5C994288" w14:textId="77777777" w:rsidR="00D90C4F" w:rsidRPr="0031418B" w:rsidRDefault="00D90C4F" w:rsidP="00B859BE">
            <w:pPr>
              <w:pStyle w:val="TAC"/>
            </w:pPr>
            <w:r w:rsidRPr="0031418B">
              <w:t>30 kHz</w:t>
            </w:r>
          </w:p>
        </w:tc>
      </w:tr>
      <w:tr w:rsidR="00D90C4F" w:rsidRPr="0031418B" w14:paraId="44736EF4" w14:textId="77777777">
        <w:trPr>
          <w:gridAfter w:val="1"/>
          <w:wAfter w:w="561" w:type="dxa"/>
          <w:cantSplit/>
          <w:trHeight w:val="588"/>
          <w:jc w:val="center"/>
        </w:trPr>
        <w:tc>
          <w:tcPr>
            <w:tcW w:w="2327" w:type="dxa"/>
            <w:gridSpan w:val="2"/>
          </w:tcPr>
          <w:p w14:paraId="7CF675AE" w14:textId="77777777" w:rsidR="00D90C4F" w:rsidRPr="0031418B" w:rsidRDefault="00D90C4F" w:rsidP="00B859BE">
            <w:pPr>
              <w:pStyle w:val="TAC"/>
              <w:rPr>
                <w:rFonts w:cs="v5.0.0"/>
              </w:rPr>
            </w:pPr>
            <w:r w:rsidRPr="0031418B">
              <w:rPr>
                <w:rFonts w:cs="v5.0.0"/>
              </w:rPr>
              <w:t xml:space="preserve">0.2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000" w:type="dxa"/>
          </w:tcPr>
          <w:p w14:paraId="160D83EF" w14:textId="77777777" w:rsidR="00D90C4F" w:rsidRPr="0031418B" w:rsidRDefault="00D90C4F" w:rsidP="00B859BE">
            <w:pPr>
              <w:pStyle w:val="TAC"/>
              <w:rPr>
                <w:rFonts w:cs="v5.0.0"/>
              </w:rPr>
            </w:pPr>
            <w:r w:rsidRPr="0031418B">
              <w:rPr>
                <w:rFonts w:cs="v5.0.0"/>
              </w:rPr>
              <w:t xml:space="preserve">0.215 MHz </w:t>
            </w:r>
            <w:r w:rsidRPr="0031418B">
              <w:rPr>
                <w:rFonts w:cs="v5.0.0"/>
              </w:rPr>
              <w:sym w:font="Symbol" w:char="F0A3"/>
            </w:r>
            <w:r w:rsidRPr="0031418B">
              <w:rPr>
                <w:rFonts w:cs="v5.0.0"/>
              </w:rPr>
              <w:t xml:space="preserve"> f_offset &lt; 1.015 MHz</w:t>
            </w:r>
          </w:p>
        </w:tc>
        <w:tc>
          <w:tcPr>
            <w:tcW w:w="4604" w:type="dxa"/>
          </w:tcPr>
          <w:p w14:paraId="1F8B14B5" w14:textId="77777777" w:rsidR="00D90C4F" w:rsidRPr="0031418B" w:rsidRDefault="00D90C4F" w:rsidP="00B859BE">
            <w:pPr>
              <w:pStyle w:val="TAC"/>
            </w:pPr>
            <w:r w:rsidRPr="0031418B">
              <w:rPr>
                <w:position w:val="-28"/>
              </w:rPr>
              <w:object w:dxaOrig="3700" w:dyaOrig="680" w14:anchorId="0F092BC3">
                <v:shape id="_x0000_i1042" type="#_x0000_t75" style="width:157.5pt;height:29pt" o:ole="">
                  <v:imagedata r:id="rId46" o:title=""/>
                </v:shape>
                <o:OLEObject Type="Embed" ProgID="Equation.3" ShapeID="_x0000_i1042" DrawAspect="Content" ObjectID="_1710576959" r:id="rId47"/>
              </w:object>
            </w:r>
          </w:p>
        </w:tc>
        <w:tc>
          <w:tcPr>
            <w:tcW w:w="1161" w:type="dxa"/>
          </w:tcPr>
          <w:p w14:paraId="35A63607" w14:textId="77777777" w:rsidR="00D90C4F" w:rsidRPr="0031418B" w:rsidRDefault="00D90C4F" w:rsidP="00B859BE">
            <w:pPr>
              <w:pStyle w:val="TAC"/>
            </w:pPr>
            <w:r w:rsidRPr="0031418B">
              <w:t xml:space="preserve">30 kHz </w:t>
            </w:r>
          </w:p>
        </w:tc>
      </w:tr>
      <w:tr w:rsidR="00D90C4F" w:rsidRPr="0031418B" w14:paraId="0BE2BC91" w14:textId="77777777">
        <w:trPr>
          <w:gridAfter w:val="1"/>
          <w:wAfter w:w="561" w:type="dxa"/>
          <w:cantSplit/>
          <w:trHeight w:val="588"/>
          <w:jc w:val="center"/>
        </w:trPr>
        <w:tc>
          <w:tcPr>
            <w:tcW w:w="2327" w:type="dxa"/>
            <w:gridSpan w:val="2"/>
          </w:tcPr>
          <w:p w14:paraId="1B745A43" w14:textId="77777777" w:rsidR="00D90C4F" w:rsidRPr="0031418B" w:rsidRDefault="00D90C4F" w:rsidP="00B859BE">
            <w:pPr>
              <w:pStyle w:val="TAC"/>
              <w:rPr>
                <w:rFonts w:cs="v5.0.0"/>
              </w:rPr>
            </w:pPr>
            <w:r w:rsidRPr="0031418B">
              <w:rPr>
                <w:rFonts w:cs="v5.0.0"/>
              </w:rPr>
              <w:t>(Note 3)</w:t>
            </w:r>
          </w:p>
        </w:tc>
        <w:tc>
          <w:tcPr>
            <w:tcW w:w="2000" w:type="dxa"/>
          </w:tcPr>
          <w:p w14:paraId="59B78B17" w14:textId="77777777" w:rsidR="00D90C4F" w:rsidRPr="0031418B" w:rsidRDefault="00D90C4F" w:rsidP="00B859BE">
            <w:pPr>
              <w:pStyle w:val="TAC"/>
              <w:rPr>
                <w:rFonts w:cs="v5.0.0"/>
              </w:rPr>
            </w:pPr>
            <w:r w:rsidRPr="0031418B">
              <w:rPr>
                <w:rFonts w:cs="v5.0.0"/>
              </w:rPr>
              <w:t xml:space="preserve">1.015 MHz </w:t>
            </w:r>
            <w:r w:rsidRPr="0031418B">
              <w:rPr>
                <w:rFonts w:cs="v5.0.0"/>
              </w:rPr>
              <w:sym w:font="Symbol" w:char="F0A3"/>
            </w:r>
            <w:r w:rsidRPr="0031418B">
              <w:rPr>
                <w:rFonts w:cs="v5.0.0"/>
              </w:rPr>
              <w:t xml:space="preserve"> f_offset &lt; 1.5 MHz</w:t>
            </w:r>
          </w:p>
        </w:tc>
        <w:tc>
          <w:tcPr>
            <w:tcW w:w="4604" w:type="dxa"/>
          </w:tcPr>
          <w:p w14:paraId="715FC785" w14:textId="77777777" w:rsidR="00D90C4F" w:rsidRPr="0031418B" w:rsidRDefault="00D90C4F" w:rsidP="00B859BE">
            <w:pPr>
              <w:pStyle w:val="TAC"/>
            </w:pPr>
            <w:r w:rsidRPr="0031418B">
              <w:t>-26 dBm</w:t>
            </w:r>
          </w:p>
        </w:tc>
        <w:tc>
          <w:tcPr>
            <w:tcW w:w="1161" w:type="dxa"/>
          </w:tcPr>
          <w:p w14:paraId="0276352D" w14:textId="77777777" w:rsidR="00D90C4F" w:rsidRPr="0031418B" w:rsidRDefault="00D90C4F" w:rsidP="00B859BE">
            <w:pPr>
              <w:pStyle w:val="TAC"/>
            </w:pPr>
            <w:r w:rsidRPr="0031418B">
              <w:t>30 kHz</w:t>
            </w:r>
          </w:p>
        </w:tc>
      </w:tr>
      <w:tr w:rsidR="00D90C4F" w:rsidRPr="0031418B" w14:paraId="6DC9E1A4" w14:textId="77777777">
        <w:trPr>
          <w:gridAfter w:val="1"/>
          <w:wAfter w:w="561" w:type="dxa"/>
          <w:cantSplit/>
          <w:trHeight w:val="668"/>
          <w:jc w:val="center"/>
        </w:trPr>
        <w:tc>
          <w:tcPr>
            <w:tcW w:w="2327" w:type="dxa"/>
            <w:gridSpan w:val="2"/>
          </w:tcPr>
          <w:p w14:paraId="1468C984" w14:textId="77777777" w:rsidR="00D90C4F" w:rsidRPr="0031418B" w:rsidRDefault="00D90C4F" w:rsidP="00B859BE">
            <w:pPr>
              <w:pStyle w:val="TAC"/>
              <w:rPr>
                <w:rFonts w:cs="v5.0.0"/>
              </w:rPr>
            </w:pPr>
            <w:r w:rsidRPr="0031418B">
              <w:rPr>
                <w:rFonts w:cs="v5.0.0"/>
              </w:rPr>
              <w:t>1 MHz</w:t>
            </w:r>
            <w:r w:rsidRPr="0031418B">
              <w:rPr>
                <w:rFonts w:cs="v5.0.0"/>
                <w:vertAlign w:val="subscript"/>
              </w:rPr>
              <w:t xml:space="preserve">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 MHz</w:t>
            </w:r>
          </w:p>
        </w:tc>
        <w:tc>
          <w:tcPr>
            <w:tcW w:w="2000" w:type="dxa"/>
          </w:tcPr>
          <w:p w14:paraId="13079853" w14:textId="77777777" w:rsidR="00D90C4F" w:rsidRPr="0031418B" w:rsidRDefault="00D90C4F" w:rsidP="00B859BE">
            <w:pPr>
              <w:pStyle w:val="TAC"/>
              <w:rPr>
                <w:rStyle w:val="TACChar"/>
              </w:rPr>
            </w:pPr>
            <w:r w:rsidRPr="0031418B">
              <w:t>1.5 MHz</w:t>
            </w:r>
            <w:r w:rsidRPr="0031418B">
              <w:rPr>
                <w:rFonts w:cs="v5.0.0"/>
              </w:rPr>
              <w:t xml:space="preserve"> </w:t>
            </w:r>
            <w:r w:rsidRPr="0031418B">
              <w:sym w:font="Symbol" w:char="F0A3"/>
            </w:r>
            <w:r w:rsidRPr="0031418B">
              <w:t xml:space="preserve"> f_offset &lt; </w:t>
            </w:r>
            <w:r w:rsidRPr="0031418B">
              <w:br/>
              <w:t>10.</w:t>
            </w:r>
            <w:r w:rsidRPr="0031418B">
              <w:rPr>
                <w:rFonts w:cs="v5.0.0"/>
              </w:rPr>
              <w:t>5 MHz</w:t>
            </w:r>
          </w:p>
        </w:tc>
        <w:tc>
          <w:tcPr>
            <w:tcW w:w="4604" w:type="dxa"/>
          </w:tcPr>
          <w:p w14:paraId="256B6868" w14:textId="77777777" w:rsidR="00D90C4F" w:rsidRPr="0031418B" w:rsidRDefault="00D90C4F" w:rsidP="00B859BE">
            <w:pPr>
              <w:pStyle w:val="TAC"/>
            </w:pPr>
            <w:r w:rsidRPr="0031418B">
              <w:t>-13 dBm</w:t>
            </w:r>
          </w:p>
        </w:tc>
        <w:tc>
          <w:tcPr>
            <w:tcW w:w="1161" w:type="dxa"/>
          </w:tcPr>
          <w:p w14:paraId="24911B1D" w14:textId="77777777" w:rsidR="00D90C4F" w:rsidRPr="0031418B" w:rsidRDefault="00D90C4F" w:rsidP="00B859BE">
            <w:pPr>
              <w:pStyle w:val="TAC"/>
            </w:pPr>
            <w:r w:rsidRPr="0031418B">
              <w:t xml:space="preserve">1 MHz </w:t>
            </w:r>
          </w:p>
        </w:tc>
      </w:tr>
      <w:tr w:rsidR="00D90C4F" w:rsidRPr="0031418B" w14:paraId="17AEEE33" w14:textId="77777777">
        <w:trPr>
          <w:gridAfter w:val="1"/>
          <w:wAfter w:w="561" w:type="dxa"/>
          <w:cantSplit/>
          <w:trHeight w:val="226"/>
          <w:jc w:val="center"/>
        </w:trPr>
        <w:tc>
          <w:tcPr>
            <w:tcW w:w="2327" w:type="dxa"/>
            <w:gridSpan w:val="2"/>
          </w:tcPr>
          <w:p w14:paraId="74E23850" w14:textId="77777777" w:rsidR="00D90C4F" w:rsidRPr="0031418B" w:rsidRDefault="00D90C4F" w:rsidP="00B859BE">
            <w:pPr>
              <w:pStyle w:val="TAC"/>
              <w:rPr>
                <w:rFonts w:cs="v5.0.0"/>
              </w:rPr>
            </w:pPr>
            <w:r w:rsidRPr="0031418B">
              <w:rPr>
                <w:rFonts w:cs="v5.0.0"/>
              </w:rPr>
              <w:t xml:space="preserve">10 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w:t>
            </w:r>
            <w:r w:rsidRPr="0031418B">
              <w:sym w:font="Symbol" w:char="F0A3"/>
            </w:r>
            <w:r w:rsidRPr="0031418B">
              <w:t xml:space="preserve"> </w:t>
            </w:r>
            <w:r w:rsidRPr="0031418B">
              <w:sym w:font="Symbol" w:char="F044"/>
            </w:r>
            <w:r w:rsidRPr="0031418B">
              <w:t>f</w:t>
            </w:r>
            <w:r w:rsidRPr="0031418B">
              <w:rPr>
                <w:vertAlign w:val="subscript"/>
              </w:rPr>
              <w:t>max</w:t>
            </w:r>
          </w:p>
        </w:tc>
        <w:tc>
          <w:tcPr>
            <w:tcW w:w="2000" w:type="dxa"/>
          </w:tcPr>
          <w:p w14:paraId="259754AB" w14:textId="77777777" w:rsidR="00D90C4F" w:rsidRPr="0031418B" w:rsidRDefault="00D90C4F" w:rsidP="00B859BE">
            <w:pPr>
              <w:pStyle w:val="TAC"/>
            </w:pPr>
            <w:r w:rsidRPr="0031418B">
              <w:rPr>
                <w:rFonts w:cs="v5.0.0"/>
              </w:rPr>
              <w:t xml:space="preserve">10.5 MHz </w:t>
            </w:r>
            <w:r w:rsidRPr="0031418B">
              <w:rPr>
                <w:rFonts w:cs="v5.0.0"/>
              </w:rPr>
              <w:sym w:font="Symbol" w:char="F0A3"/>
            </w:r>
            <w:r w:rsidRPr="0031418B">
              <w:rPr>
                <w:rFonts w:cs="v5.0.0"/>
              </w:rPr>
              <w:t xml:space="preserve"> f_offset &lt; f_offset</w:t>
            </w:r>
            <w:r w:rsidRPr="0031418B">
              <w:rPr>
                <w:rFonts w:cs="v5.0.0"/>
                <w:vertAlign w:val="subscript"/>
              </w:rPr>
              <w:t>max</w:t>
            </w:r>
            <w:r w:rsidRPr="0031418B">
              <w:rPr>
                <w:rFonts w:cs="v5.0.0"/>
              </w:rPr>
              <w:t xml:space="preserve"> </w:t>
            </w:r>
          </w:p>
        </w:tc>
        <w:tc>
          <w:tcPr>
            <w:tcW w:w="4604" w:type="dxa"/>
          </w:tcPr>
          <w:p w14:paraId="3997E47C" w14:textId="77777777" w:rsidR="00D90C4F" w:rsidRPr="0031418B" w:rsidRDefault="00D90C4F" w:rsidP="00B859BE">
            <w:pPr>
              <w:pStyle w:val="TAC"/>
            </w:pPr>
            <w:r w:rsidRPr="0031418B">
              <w:t>-15 dBm</w:t>
            </w:r>
          </w:p>
        </w:tc>
        <w:tc>
          <w:tcPr>
            <w:tcW w:w="1161" w:type="dxa"/>
          </w:tcPr>
          <w:p w14:paraId="13254403" w14:textId="77777777" w:rsidR="00D90C4F" w:rsidRPr="0031418B" w:rsidRDefault="00D90C4F" w:rsidP="00B859BE">
            <w:pPr>
              <w:pStyle w:val="TAC"/>
            </w:pPr>
            <w:r w:rsidRPr="0031418B">
              <w:t>1 MHz</w:t>
            </w:r>
          </w:p>
        </w:tc>
      </w:tr>
      <w:tr w:rsidR="00D90C4F" w:rsidRPr="0031418B" w14:paraId="4B4180C1" w14:textId="77777777">
        <w:tblPrEx>
          <w:tblCellMar>
            <w:left w:w="28" w:type="dxa"/>
          </w:tblCellMar>
        </w:tblPrEx>
        <w:trPr>
          <w:gridBefore w:val="1"/>
          <w:wBefore w:w="561" w:type="dxa"/>
          <w:cantSplit/>
          <w:jc w:val="center"/>
        </w:trPr>
        <w:tc>
          <w:tcPr>
            <w:tcW w:w="10092" w:type="dxa"/>
            <w:gridSpan w:val="5"/>
          </w:tcPr>
          <w:p w14:paraId="2CF4DC77" w14:textId="77777777" w:rsidR="00D90C4F" w:rsidRPr="0031418B" w:rsidRDefault="00D90C4F" w:rsidP="00B859BE">
            <w:pPr>
              <w:pStyle w:val="TAN"/>
            </w:pPr>
            <w:r w:rsidRPr="0031418B">
              <w:t xml:space="preserve">NOTE 1: </w:t>
            </w:r>
            <w:r w:rsidRPr="0031418B">
              <w:tab/>
              <w:t>Frequencies and bandwidth are given in MHz.</w:t>
            </w:r>
          </w:p>
          <w:p w14:paraId="48BA9513" w14:textId="77777777" w:rsidR="00D90C4F" w:rsidRPr="0031418B" w:rsidRDefault="00D90C4F" w:rsidP="00B859BE">
            <w:pPr>
              <w:pStyle w:val="TAN"/>
            </w:pPr>
            <w:r w:rsidRPr="0031418B">
              <w:t xml:space="preserve">NOTE 2: </w:t>
            </w:r>
            <w:r w:rsidRPr="0031418B">
              <w:tab/>
              <w:t>If the repeater input signal consists of E-UTRA signals with a channel bandwidth of 1.4 MHz or 3 MHz placed so that the channel edge is less than 200 kHz from the pass band edge, the requirements in Table 9.1.2.</w:t>
            </w:r>
            <w:r w:rsidR="00134469" w:rsidRPr="0031418B">
              <w:t>1</w:t>
            </w:r>
            <w:r w:rsidRPr="0031418B">
              <w:t xml:space="preserve">.2-3 </w:t>
            </w:r>
            <w:r w:rsidR="00CA426D" w:rsidRPr="0031418B">
              <w:t>supersedes</w:t>
            </w:r>
            <w:r w:rsidRPr="0031418B">
              <w:t xml:space="preserve"> Table 9.1.2.</w:t>
            </w:r>
            <w:r w:rsidR="00134469" w:rsidRPr="0031418B">
              <w:t>1</w:t>
            </w:r>
            <w:r w:rsidRPr="0031418B">
              <w:t>.2-2 for applicable frequency offsets.</w:t>
            </w:r>
          </w:p>
          <w:p w14:paraId="38F5DD8F" w14:textId="77777777" w:rsidR="00D90C4F" w:rsidRPr="0031418B" w:rsidRDefault="00D90C4F" w:rsidP="00B859BE">
            <w:pPr>
              <w:pStyle w:val="TAN"/>
            </w:pPr>
            <w:r w:rsidRPr="0031418B">
              <w:t>NOTE 3:</w:t>
            </w:r>
            <w:r w:rsidRPr="0031418B">
              <w:tab/>
              <w:t>This frequency range ensures that the range of values of f_offset is continuous</w:t>
            </w:r>
          </w:p>
        </w:tc>
      </w:tr>
    </w:tbl>
    <w:p w14:paraId="2AF542BB" w14:textId="77777777" w:rsidR="00D90C4F" w:rsidRPr="0031418B" w:rsidRDefault="00D90C4F" w:rsidP="006C429B"/>
    <w:p w14:paraId="1E0DD8E0" w14:textId="77777777" w:rsidR="00D90C4F" w:rsidRPr="0031418B" w:rsidRDefault="00D90C4F" w:rsidP="00D90C4F">
      <w:pPr>
        <w:pStyle w:val="TH"/>
        <w:rPr>
          <w:rFonts w:cs="v5.0.0"/>
        </w:rPr>
      </w:pPr>
      <w:r w:rsidRPr="0031418B">
        <w:t>Table 9.1.2.</w:t>
      </w:r>
      <w:r w:rsidR="00134469" w:rsidRPr="0031418B">
        <w:t>1</w:t>
      </w:r>
      <w:r w:rsidRPr="0031418B">
        <w:t>.2-3: Conditional operating band unwanted emission limits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275"/>
        <w:gridCol w:w="2000"/>
        <w:gridCol w:w="4283"/>
        <w:gridCol w:w="1430"/>
      </w:tblGrid>
      <w:tr w:rsidR="00D90C4F" w:rsidRPr="0031418B" w14:paraId="41E4D66F" w14:textId="77777777">
        <w:trPr>
          <w:cantSplit/>
          <w:jc w:val="center"/>
        </w:trPr>
        <w:tc>
          <w:tcPr>
            <w:tcW w:w="2275" w:type="dxa"/>
          </w:tcPr>
          <w:p w14:paraId="1445D428" w14:textId="77777777" w:rsidR="00D90C4F" w:rsidRPr="0031418B" w:rsidRDefault="00D90C4F" w:rsidP="00B859BE">
            <w:pPr>
              <w:pStyle w:val="TAH"/>
            </w:pPr>
            <w:r w:rsidRPr="0031418B">
              <w:t xml:space="preserve">Frequency offset of measurement filter </w:t>
            </w:r>
            <w:r w:rsidRPr="0031418B">
              <w:noBreakHyphen/>
              <w:t xml:space="preserve">3 dB point, </w:t>
            </w:r>
            <w:r w:rsidRPr="0031418B">
              <w:sym w:font="Symbol" w:char="F044"/>
            </w:r>
            <w:r w:rsidRPr="0031418B">
              <w:t>f</w:t>
            </w:r>
          </w:p>
        </w:tc>
        <w:tc>
          <w:tcPr>
            <w:tcW w:w="2000" w:type="dxa"/>
          </w:tcPr>
          <w:p w14:paraId="55E8C0A5" w14:textId="77777777" w:rsidR="00D90C4F" w:rsidRPr="0031418B" w:rsidRDefault="00D90C4F" w:rsidP="00B859BE">
            <w:pPr>
              <w:pStyle w:val="TAH"/>
            </w:pPr>
            <w:r w:rsidRPr="0031418B">
              <w:t>Frequency offset of measurement filter centre frequency, f_offset</w:t>
            </w:r>
          </w:p>
        </w:tc>
        <w:tc>
          <w:tcPr>
            <w:tcW w:w="4283" w:type="dxa"/>
          </w:tcPr>
          <w:p w14:paraId="5D336A08" w14:textId="77777777" w:rsidR="00D90C4F" w:rsidRPr="0031418B" w:rsidRDefault="00CE6CC9" w:rsidP="00B859BE">
            <w:pPr>
              <w:pStyle w:val="TAH"/>
            </w:pPr>
            <w:r w:rsidRPr="0031418B">
              <w:t>Minimum</w:t>
            </w:r>
            <w:r w:rsidR="00D90C4F" w:rsidRPr="0031418B">
              <w:t xml:space="preserve"> requirement</w:t>
            </w:r>
          </w:p>
        </w:tc>
        <w:tc>
          <w:tcPr>
            <w:tcW w:w="1430" w:type="dxa"/>
          </w:tcPr>
          <w:p w14:paraId="1877AAEC" w14:textId="77777777" w:rsidR="00D90C4F" w:rsidRPr="0031418B" w:rsidRDefault="00D90C4F" w:rsidP="00B859BE">
            <w:pPr>
              <w:pStyle w:val="TAH"/>
              <w:rPr>
                <w:rFonts w:cs="v5.0.0"/>
              </w:rPr>
            </w:pPr>
            <w:r w:rsidRPr="0031418B">
              <w:t>Measurement bandwidth</w:t>
            </w:r>
          </w:p>
        </w:tc>
      </w:tr>
      <w:tr w:rsidR="00D90C4F" w:rsidRPr="0031418B" w14:paraId="5AA2DB45" w14:textId="77777777">
        <w:trPr>
          <w:cantSplit/>
          <w:jc w:val="center"/>
        </w:trPr>
        <w:tc>
          <w:tcPr>
            <w:tcW w:w="2275" w:type="dxa"/>
          </w:tcPr>
          <w:p w14:paraId="03032ABB" w14:textId="77777777" w:rsidR="00D90C4F" w:rsidRPr="0031418B" w:rsidRDefault="00D90C4F" w:rsidP="00B859BE">
            <w:pPr>
              <w:pStyle w:val="TAC"/>
              <w:rPr>
                <w:rFonts w:cs="v5.0.0"/>
              </w:rPr>
            </w:pPr>
            <w:r w:rsidRPr="0031418B">
              <w:rPr>
                <w:rFonts w:cs="v5.0.0"/>
              </w:rPr>
              <w:t xml:space="preserve">0 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0.05 MHz</w:t>
            </w:r>
          </w:p>
        </w:tc>
        <w:tc>
          <w:tcPr>
            <w:tcW w:w="2000" w:type="dxa"/>
          </w:tcPr>
          <w:p w14:paraId="2B8B0993" w14:textId="77777777" w:rsidR="00D90C4F" w:rsidRPr="0031418B" w:rsidRDefault="00D90C4F" w:rsidP="00B859BE">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0.065 MHz </w:t>
            </w:r>
          </w:p>
        </w:tc>
        <w:tc>
          <w:tcPr>
            <w:tcW w:w="4283" w:type="dxa"/>
          </w:tcPr>
          <w:p w14:paraId="0FFB0461" w14:textId="77777777" w:rsidR="00D90C4F" w:rsidRPr="0031418B" w:rsidRDefault="00D90C4F" w:rsidP="00B859BE">
            <w:pPr>
              <w:pStyle w:val="TAC"/>
            </w:pPr>
            <w:r w:rsidRPr="0031418B">
              <w:rPr>
                <w:position w:val="-30"/>
              </w:rPr>
              <w:object w:dxaOrig="3400" w:dyaOrig="720" w14:anchorId="6DE09F8B">
                <v:shape id="_x0000_i1043" type="#_x0000_t75" style="width:142.5pt;height:29.5pt" o:ole="" fillcolor="window">
                  <v:imagedata r:id="rId48" o:title=""/>
                </v:shape>
                <o:OLEObject Type="Embed" ProgID="Equation.3" ShapeID="_x0000_i1043" DrawAspect="Content" ObjectID="_1710576960" r:id="rId49"/>
              </w:object>
            </w:r>
          </w:p>
        </w:tc>
        <w:tc>
          <w:tcPr>
            <w:tcW w:w="1430" w:type="dxa"/>
          </w:tcPr>
          <w:p w14:paraId="2BE3BBA8" w14:textId="77777777" w:rsidR="00D90C4F" w:rsidRPr="0031418B" w:rsidRDefault="00D90C4F" w:rsidP="00B859BE">
            <w:pPr>
              <w:pStyle w:val="TAC"/>
            </w:pPr>
            <w:r w:rsidRPr="0031418B">
              <w:t xml:space="preserve">30 kHz </w:t>
            </w:r>
          </w:p>
        </w:tc>
      </w:tr>
      <w:tr w:rsidR="00D90C4F" w:rsidRPr="0031418B" w14:paraId="498C90AB" w14:textId="77777777">
        <w:trPr>
          <w:cantSplit/>
          <w:jc w:val="center"/>
        </w:trPr>
        <w:tc>
          <w:tcPr>
            <w:tcW w:w="2275" w:type="dxa"/>
          </w:tcPr>
          <w:p w14:paraId="34C2CB98" w14:textId="77777777" w:rsidR="00D90C4F" w:rsidRPr="0031418B" w:rsidRDefault="00D90C4F" w:rsidP="00B859BE">
            <w:pPr>
              <w:pStyle w:val="TAC"/>
              <w:rPr>
                <w:rFonts w:cs="v5.0.0"/>
              </w:rPr>
            </w:pPr>
            <w:r w:rsidRPr="0031418B">
              <w:rPr>
                <w:rFonts w:cs="v5.0.0"/>
              </w:rPr>
              <w:t xml:space="preserve">0.05 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0.15 MHz</w:t>
            </w:r>
          </w:p>
        </w:tc>
        <w:tc>
          <w:tcPr>
            <w:tcW w:w="2000" w:type="dxa"/>
          </w:tcPr>
          <w:p w14:paraId="300964C8" w14:textId="77777777" w:rsidR="00D90C4F" w:rsidRPr="0031418B" w:rsidRDefault="00D90C4F" w:rsidP="00B859BE">
            <w:pPr>
              <w:pStyle w:val="TAC"/>
              <w:rPr>
                <w:rFonts w:cs="v5.0.0"/>
              </w:rPr>
            </w:pPr>
            <w:r w:rsidRPr="0031418B">
              <w:rPr>
                <w:rFonts w:cs="v5.0.0"/>
              </w:rPr>
              <w:t xml:space="preserve">0.065 MHz </w:t>
            </w:r>
            <w:r w:rsidRPr="0031418B">
              <w:rPr>
                <w:rFonts w:cs="v5.0.0"/>
              </w:rPr>
              <w:sym w:font="Symbol" w:char="F0A3"/>
            </w:r>
            <w:r w:rsidRPr="0031418B">
              <w:rPr>
                <w:rFonts w:cs="v5.0.0"/>
              </w:rPr>
              <w:t xml:space="preserve"> f_offset &lt; 0.165 MHz </w:t>
            </w:r>
          </w:p>
        </w:tc>
        <w:tc>
          <w:tcPr>
            <w:tcW w:w="4283" w:type="dxa"/>
          </w:tcPr>
          <w:p w14:paraId="736C08F9" w14:textId="77777777" w:rsidR="00D90C4F" w:rsidRPr="0031418B" w:rsidRDefault="00D90C4F" w:rsidP="00B859BE">
            <w:pPr>
              <w:pStyle w:val="TAC"/>
            </w:pPr>
            <w:r w:rsidRPr="0031418B">
              <w:rPr>
                <w:position w:val="-28"/>
              </w:rPr>
              <w:object w:dxaOrig="3500" w:dyaOrig="680" w14:anchorId="5D55912E">
                <v:shape id="_x0000_i1044" type="#_x0000_t75" style="width:146.5pt;height:28pt" o:ole="" fillcolor="window">
                  <v:imagedata r:id="rId50" o:title=""/>
                </v:shape>
                <o:OLEObject Type="Embed" ProgID="Equation.3" ShapeID="_x0000_i1044" DrawAspect="Content" ObjectID="_1710576961" r:id="rId51"/>
              </w:object>
            </w:r>
          </w:p>
        </w:tc>
        <w:tc>
          <w:tcPr>
            <w:tcW w:w="1430" w:type="dxa"/>
          </w:tcPr>
          <w:p w14:paraId="12A11AC4" w14:textId="77777777" w:rsidR="00D90C4F" w:rsidRPr="0031418B" w:rsidRDefault="00D90C4F" w:rsidP="00B859BE">
            <w:pPr>
              <w:pStyle w:val="TAC"/>
            </w:pPr>
            <w:r w:rsidRPr="0031418B">
              <w:t xml:space="preserve">30 kHz </w:t>
            </w:r>
          </w:p>
        </w:tc>
      </w:tr>
      <w:tr w:rsidR="00D90C4F" w:rsidRPr="0031418B" w14:paraId="4210631F" w14:textId="77777777">
        <w:trPr>
          <w:cantSplit/>
          <w:jc w:val="center"/>
        </w:trPr>
        <w:tc>
          <w:tcPr>
            <w:tcW w:w="2275" w:type="dxa"/>
          </w:tcPr>
          <w:p w14:paraId="3096C431" w14:textId="77777777" w:rsidR="00D90C4F" w:rsidRPr="0031418B" w:rsidRDefault="00D90C4F" w:rsidP="00B859BE">
            <w:pPr>
              <w:pStyle w:val="TAC"/>
              <w:rPr>
                <w:rFonts w:cs="v5.0.0"/>
              </w:rPr>
            </w:pPr>
            <w:r w:rsidRPr="0031418B">
              <w:rPr>
                <w:rFonts w:cs="v5.0.0"/>
              </w:rPr>
              <w:t xml:space="preserve">0.15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0.2 MHz</w:t>
            </w:r>
          </w:p>
        </w:tc>
        <w:tc>
          <w:tcPr>
            <w:tcW w:w="2000" w:type="dxa"/>
          </w:tcPr>
          <w:p w14:paraId="22F15E00" w14:textId="77777777" w:rsidR="00D90C4F" w:rsidRPr="0031418B" w:rsidRDefault="00D90C4F" w:rsidP="00B859BE">
            <w:pPr>
              <w:pStyle w:val="TAC"/>
              <w:rPr>
                <w:rFonts w:cs="v5.0.0"/>
              </w:rPr>
            </w:pPr>
            <w:r w:rsidRPr="0031418B">
              <w:rPr>
                <w:rFonts w:cs="v5.0.0"/>
              </w:rPr>
              <w:t xml:space="preserve">0.165 MHz  </w:t>
            </w:r>
            <w:r w:rsidRPr="0031418B">
              <w:rPr>
                <w:rFonts w:cs="v5.0.0"/>
              </w:rPr>
              <w:sym w:font="Symbol" w:char="F0A3"/>
            </w:r>
            <w:r w:rsidRPr="0031418B">
              <w:rPr>
                <w:rFonts w:cs="v5.0.0"/>
              </w:rPr>
              <w:t xml:space="preserve"> f_offset &lt; 0.215 MHz</w:t>
            </w:r>
          </w:p>
        </w:tc>
        <w:tc>
          <w:tcPr>
            <w:tcW w:w="4283" w:type="dxa"/>
          </w:tcPr>
          <w:p w14:paraId="20AFE372" w14:textId="77777777" w:rsidR="00D90C4F" w:rsidRPr="0031418B" w:rsidRDefault="00D90C4F" w:rsidP="00B859BE">
            <w:pPr>
              <w:pStyle w:val="TAC"/>
            </w:pPr>
            <w:r w:rsidRPr="0031418B">
              <w:t>-14 dBm</w:t>
            </w:r>
          </w:p>
        </w:tc>
        <w:tc>
          <w:tcPr>
            <w:tcW w:w="1430" w:type="dxa"/>
          </w:tcPr>
          <w:p w14:paraId="16B53DCB" w14:textId="77777777" w:rsidR="00D90C4F" w:rsidRPr="0031418B" w:rsidRDefault="00D90C4F" w:rsidP="00B859BE">
            <w:pPr>
              <w:pStyle w:val="TAC"/>
            </w:pPr>
            <w:r w:rsidRPr="0031418B">
              <w:t xml:space="preserve">30 kHz </w:t>
            </w:r>
          </w:p>
        </w:tc>
      </w:tr>
      <w:tr w:rsidR="00D90C4F" w:rsidRPr="0031418B" w14:paraId="5E34D560" w14:textId="77777777">
        <w:trPr>
          <w:cantSplit/>
          <w:jc w:val="center"/>
        </w:trPr>
        <w:tc>
          <w:tcPr>
            <w:tcW w:w="9988" w:type="dxa"/>
            <w:gridSpan w:val="4"/>
          </w:tcPr>
          <w:p w14:paraId="09B775F4" w14:textId="77777777" w:rsidR="00D90C4F" w:rsidRPr="0031418B" w:rsidRDefault="00D90C4F" w:rsidP="00B859BE">
            <w:pPr>
              <w:pStyle w:val="TAN"/>
            </w:pPr>
            <w:r w:rsidRPr="0031418B">
              <w:t xml:space="preserve">NOTE: </w:t>
            </w:r>
            <w:r w:rsidRPr="0031418B">
              <w:tab/>
              <w:t>Frequencies and bandwidth are given in MHz.</w:t>
            </w:r>
          </w:p>
        </w:tc>
      </w:tr>
    </w:tbl>
    <w:p w14:paraId="2BEAA582" w14:textId="77777777" w:rsidR="00D90C4F" w:rsidRPr="0031418B" w:rsidRDefault="00D90C4F" w:rsidP="006C429B"/>
    <w:p w14:paraId="63DC39B3" w14:textId="77777777" w:rsidR="008559DD" w:rsidRPr="0031418B" w:rsidRDefault="008559DD" w:rsidP="006C2A52">
      <w:pPr>
        <w:pStyle w:val="Heading3"/>
      </w:pPr>
      <w:bookmarkStart w:id="52" w:name="_Toc503964261"/>
      <w:r w:rsidRPr="0031418B">
        <w:t>9.1.3</w:t>
      </w:r>
      <w:r w:rsidRPr="0031418B">
        <w:tab/>
        <w:t>Additional requirements</w:t>
      </w:r>
      <w:bookmarkEnd w:id="52"/>
    </w:p>
    <w:p w14:paraId="129E8131" w14:textId="77777777" w:rsidR="006C2A52" w:rsidRPr="0031418B" w:rsidRDefault="006C2A52" w:rsidP="006C2A52">
      <w:r w:rsidRPr="0031418B">
        <w:t xml:space="preserve">These requirements may be applied for the protection of other systems operating inside or near the E-UTRA </w:t>
      </w:r>
      <w:r w:rsidR="00134469" w:rsidRPr="0031418B">
        <w:t xml:space="preserve">Repeater </w:t>
      </w:r>
      <w:r w:rsidRPr="0031418B">
        <w:t>downlink operating band. The limits may apply as an optional protection of such systems that are deployed in the same geographical area as the E-UTRA, or they may be set by local or regional regulation as a mandatory requirement for an E-UTRA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4.2.</w:t>
      </w:r>
    </w:p>
    <w:p w14:paraId="65CEDD43" w14:textId="77777777" w:rsidR="008559DD" w:rsidRPr="0031418B" w:rsidRDefault="008559DD" w:rsidP="006C2A52">
      <w:r w:rsidRPr="0031418B">
        <w:t xml:space="preserve">In certain regions the following requirement may apply. For E-UTRA FDD repeaters operating in Band 5, </w:t>
      </w:r>
      <w:r w:rsidR="008524B3" w:rsidRPr="0031418B">
        <w:t xml:space="preserve">26, 27 or 28, </w:t>
      </w:r>
      <w:r w:rsidRPr="0031418B">
        <w:t>emissions shall not exceed the maximum levels specified in Table 9.1.3-1.</w:t>
      </w:r>
    </w:p>
    <w:p w14:paraId="4C0B307A" w14:textId="77777777" w:rsidR="008559DD" w:rsidRPr="0031418B" w:rsidRDefault="008559DD" w:rsidP="008559DD">
      <w:pPr>
        <w:pStyle w:val="TH"/>
        <w:rPr>
          <w:rFonts w:cs="v5.0.0"/>
        </w:rPr>
      </w:pPr>
      <w:r w:rsidRPr="0031418B">
        <w:lastRenderedPageBreak/>
        <w:t>Table 9.1.3-1: Additional operating band unwanted emission limits for E-UTRA bands &lt;1GHz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8559DD" w:rsidRPr="0031418B" w14:paraId="7616D888" w14:textId="77777777" w:rsidTr="00371F62">
        <w:trPr>
          <w:jc w:val="center"/>
        </w:trPr>
        <w:tc>
          <w:tcPr>
            <w:tcW w:w="1191" w:type="dxa"/>
          </w:tcPr>
          <w:p w14:paraId="644F89B1" w14:textId="77777777" w:rsidR="008559DD" w:rsidRPr="0031418B" w:rsidRDefault="008559DD" w:rsidP="0045193A">
            <w:pPr>
              <w:pStyle w:val="TAH"/>
            </w:pPr>
            <w:r w:rsidRPr="0031418B">
              <w:t>Input signal bandwidth</w:t>
            </w:r>
          </w:p>
        </w:tc>
        <w:tc>
          <w:tcPr>
            <w:tcW w:w="2126" w:type="dxa"/>
          </w:tcPr>
          <w:p w14:paraId="5A622F2E"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7" w:type="dxa"/>
          </w:tcPr>
          <w:p w14:paraId="03B8D66D"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1285" w:type="dxa"/>
          </w:tcPr>
          <w:p w14:paraId="6506B77D" w14:textId="77777777" w:rsidR="008559DD" w:rsidRPr="0031418B" w:rsidRDefault="008559DD" w:rsidP="0045193A">
            <w:pPr>
              <w:pStyle w:val="TAH"/>
              <w:rPr>
                <w:rFonts w:cs="v5.0.0"/>
              </w:rPr>
            </w:pPr>
            <w:r w:rsidRPr="0031418B">
              <w:rPr>
                <w:rFonts w:cs="v5.0.0"/>
              </w:rPr>
              <w:t>Minimum requirement</w:t>
            </w:r>
          </w:p>
        </w:tc>
        <w:tc>
          <w:tcPr>
            <w:tcW w:w="1418" w:type="dxa"/>
          </w:tcPr>
          <w:p w14:paraId="4DBA1079" w14:textId="77777777" w:rsidR="008559DD" w:rsidRPr="0031418B" w:rsidRDefault="008559DD" w:rsidP="0045193A">
            <w:pPr>
              <w:pStyle w:val="TAH"/>
              <w:rPr>
                <w:rFonts w:cs="v5.0.0"/>
              </w:rPr>
            </w:pPr>
            <w:r w:rsidRPr="0031418B">
              <w:rPr>
                <w:rFonts w:cs="v5.0.0"/>
              </w:rPr>
              <w:t xml:space="preserve">Measurement bandwidth </w:t>
            </w:r>
            <w:r w:rsidRPr="0031418B">
              <w:t>(Note 1)</w:t>
            </w:r>
          </w:p>
        </w:tc>
      </w:tr>
      <w:tr w:rsidR="008559DD" w:rsidRPr="0031418B" w14:paraId="6666496C" w14:textId="77777777" w:rsidTr="00371F62">
        <w:trPr>
          <w:jc w:val="center"/>
        </w:trPr>
        <w:tc>
          <w:tcPr>
            <w:tcW w:w="1191" w:type="dxa"/>
            <w:shd w:val="clear" w:color="auto" w:fill="auto"/>
            <w:vAlign w:val="center"/>
          </w:tcPr>
          <w:p w14:paraId="657DCCCB" w14:textId="77777777" w:rsidR="008559DD" w:rsidRPr="0031418B" w:rsidRDefault="008559DD" w:rsidP="0045193A">
            <w:pPr>
              <w:pStyle w:val="TAC"/>
            </w:pPr>
            <w:r w:rsidRPr="0031418B">
              <w:t>1.4 MHz</w:t>
            </w:r>
          </w:p>
        </w:tc>
        <w:tc>
          <w:tcPr>
            <w:tcW w:w="2126" w:type="dxa"/>
            <w:vAlign w:val="center"/>
          </w:tcPr>
          <w:p w14:paraId="26267D76"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2DA7D90E" w14:textId="77777777" w:rsidR="008559DD" w:rsidRPr="0031418B" w:rsidRDefault="008559DD" w:rsidP="0045193A">
            <w:pPr>
              <w:pStyle w:val="TAC"/>
              <w:rPr>
                <w:rFonts w:cs="v5.0.0"/>
              </w:rPr>
            </w:pPr>
            <w:r w:rsidRPr="0031418B">
              <w:rPr>
                <w:rFonts w:cs="v5.0.0"/>
              </w:rPr>
              <w:t xml:space="preserve">0.005 MHz </w:t>
            </w:r>
            <w:r w:rsidRPr="0031418B">
              <w:rPr>
                <w:rFonts w:cs="v5.0.0"/>
              </w:rPr>
              <w:sym w:font="Symbol" w:char="F0A3"/>
            </w:r>
            <w:r w:rsidRPr="0031418B">
              <w:rPr>
                <w:rFonts w:cs="v5.0.0"/>
              </w:rPr>
              <w:t xml:space="preserve"> f_offset &lt; 0.995 MHz</w:t>
            </w:r>
          </w:p>
        </w:tc>
        <w:tc>
          <w:tcPr>
            <w:tcW w:w="1285" w:type="dxa"/>
            <w:vAlign w:val="center"/>
          </w:tcPr>
          <w:p w14:paraId="1B3EC8FA" w14:textId="77777777" w:rsidR="008559DD" w:rsidRPr="0031418B" w:rsidRDefault="008559DD" w:rsidP="0045193A">
            <w:pPr>
              <w:pStyle w:val="TAC"/>
            </w:pPr>
            <w:r w:rsidRPr="0031418B">
              <w:t>-14 dBm</w:t>
            </w:r>
          </w:p>
        </w:tc>
        <w:tc>
          <w:tcPr>
            <w:tcW w:w="1418" w:type="dxa"/>
            <w:vAlign w:val="center"/>
          </w:tcPr>
          <w:p w14:paraId="52B0DEF5" w14:textId="77777777" w:rsidR="008559DD" w:rsidRPr="0031418B" w:rsidRDefault="008559DD" w:rsidP="0045193A">
            <w:pPr>
              <w:pStyle w:val="TAC"/>
            </w:pPr>
            <w:r w:rsidRPr="0031418B">
              <w:t xml:space="preserve">10 kHz </w:t>
            </w:r>
          </w:p>
        </w:tc>
      </w:tr>
      <w:tr w:rsidR="008559DD" w:rsidRPr="0031418B" w14:paraId="15FC59DA" w14:textId="77777777" w:rsidTr="00371F62">
        <w:trPr>
          <w:jc w:val="center"/>
        </w:trPr>
        <w:tc>
          <w:tcPr>
            <w:tcW w:w="1191" w:type="dxa"/>
            <w:shd w:val="clear" w:color="auto" w:fill="auto"/>
            <w:vAlign w:val="center"/>
          </w:tcPr>
          <w:p w14:paraId="7D1BAE10" w14:textId="77777777" w:rsidR="008559DD" w:rsidRPr="0031418B" w:rsidRDefault="008559DD" w:rsidP="0045193A">
            <w:pPr>
              <w:pStyle w:val="TAC"/>
            </w:pPr>
            <w:r w:rsidRPr="0031418B">
              <w:t>3 MHz</w:t>
            </w:r>
          </w:p>
        </w:tc>
        <w:tc>
          <w:tcPr>
            <w:tcW w:w="2126" w:type="dxa"/>
            <w:vAlign w:val="center"/>
          </w:tcPr>
          <w:p w14:paraId="29F1A95B"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36FAC02E" w14:textId="77777777" w:rsidR="008559DD" w:rsidRPr="0031418B" w:rsidRDefault="008559DD" w:rsidP="0045193A">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0.985 MHz</w:t>
            </w:r>
          </w:p>
        </w:tc>
        <w:tc>
          <w:tcPr>
            <w:tcW w:w="1285" w:type="dxa"/>
            <w:vAlign w:val="center"/>
          </w:tcPr>
          <w:p w14:paraId="4CAB806C" w14:textId="77777777" w:rsidR="008559DD" w:rsidRPr="0031418B" w:rsidRDefault="008559DD" w:rsidP="0045193A">
            <w:pPr>
              <w:pStyle w:val="TAC"/>
            </w:pPr>
            <w:r w:rsidRPr="0031418B">
              <w:t>-13 dBm</w:t>
            </w:r>
          </w:p>
        </w:tc>
        <w:tc>
          <w:tcPr>
            <w:tcW w:w="1418" w:type="dxa"/>
            <w:vAlign w:val="center"/>
          </w:tcPr>
          <w:p w14:paraId="6A6A95A9" w14:textId="77777777" w:rsidR="008559DD" w:rsidRPr="0031418B" w:rsidRDefault="008559DD" w:rsidP="0045193A">
            <w:pPr>
              <w:pStyle w:val="TAC"/>
            </w:pPr>
            <w:r w:rsidRPr="0031418B">
              <w:t xml:space="preserve">30 kHz </w:t>
            </w:r>
          </w:p>
        </w:tc>
      </w:tr>
      <w:tr w:rsidR="008559DD" w:rsidRPr="0031418B" w14:paraId="4BC3C40C" w14:textId="77777777" w:rsidTr="00371F62">
        <w:trPr>
          <w:jc w:val="center"/>
        </w:trPr>
        <w:tc>
          <w:tcPr>
            <w:tcW w:w="1191" w:type="dxa"/>
            <w:shd w:val="clear" w:color="auto" w:fill="auto"/>
            <w:vAlign w:val="center"/>
          </w:tcPr>
          <w:p w14:paraId="0D0FB16D" w14:textId="77777777" w:rsidR="008559DD" w:rsidRPr="0031418B" w:rsidRDefault="008559DD" w:rsidP="0045193A">
            <w:pPr>
              <w:pStyle w:val="TAC"/>
            </w:pPr>
            <w:r w:rsidRPr="0031418B">
              <w:t>5 MHz</w:t>
            </w:r>
          </w:p>
        </w:tc>
        <w:tc>
          <w:tcPr>
            <w:tcW w:w="2126" w:type="dxa"/>
            <w:vAlign w:val="center"/>
          </w:tcPr>
          <w:p w14:paraId="2E16630A"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2BE23234" w14:textId="77777777" w:rsidR="008559DD" w:rsidRPr="0031418B" w:rsidRDefault="008559DD" w:rsidP="0045193A">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0.985 MHz</w:t>
            </w:r>
          </w:p>
        </w:tc>
        <w:tc>
          <w:tcPr>
            <w:tcW w:w="1285" w:type="dxa"/>
            <w:vAlign w:val="center"/>
          </w:tcPr>
          <w:p w14:paraId="1FACB7E1" w14:textId="77777777" w:rsidR="008559DD" w:rsidRPr="0031418B" w:rsidRDefault="008559DD" w:rsidP="0045193A">
            <w:pPr>
              <w:pStyle w:val="TAC"/>
            </w:pPr>
            <w:r w:rsidRPr="0031418B">
              <w:t>-15 dBm</w:t>
            </w:r>
          </w:p>
        </w:tc>
        <w:tc>
          <w:tcPr>
            <w:tcW w:w="1418" w:type="dxa"/>
            <w:vAlign w:val="center"/>
          </w:tcPr>
          <w:p w14:paraId="4016F50D" w14:textId="77777777" w:rsidR="008559DD" w:rsidRPr="0031418B" w:rsidRDefault="008559DD" w:rsidP="0045193A">
            <w:pPr>
              <w:pStyle w:val="TAC"/>
            </w:pPr>
            <w:r w:rsidRPr="0031418B">
              <w:t xml:space="preserve">30 kHz </w:t>
            </w:r>
          </w:p>
        </w:tc>
      </w:tr>
      <w:tr w:rsidR="008559DD" w:rsidRPr="0031418B" w14:paraId="257BC7C5" w14:textId="77777777" w:rsidTr="00371F62">
        <w:trPr>
          <w:jc w:val="center"/>
        </w:trPr>
        <w:tc>
          <w:tcPr>
            <w:tcW w:w="1191" w:type="dxa"/>
            <w:shd w:val="clear" w:color="auto" w:fill="auto"/>
            <w:vAlign w:val="center"/>
          </w:tcPr>
          <w:p w14:paraId="3044CF69" w14:textId="77777777" w:rsidR="008559DD" w:rsidRPr="0031418B" w:rsidRDefault="008559DD" w:rsidP="0045193A">
            <w:pPr>
              <w:pStyle w:val="TAC"/>
            </w:pPr>
            <w:r w:rsidRPr="0031418B">
              <w:t>10 MHz</w:t>
            </w:r>
          </w:p>
        </w:tc>
        <w:tc>
          <w:tcPr>
            <w:tcW w:w="2126" w:type="dxa"/>
            <w:vAlign w:val="center"/>
          </w:tcPr>
          <w:p w14:paraId="5AD5BAD2"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546CF5A9"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0.95 MHz</w:t>
            </w:r>
          </w:p>
        </w:tc>
        <w:tc>
          <w:tcPr>
            <w:tcW w:w="1285" w:type="dxa"/>
            <w:vAlign w:val="center"/>
          </w:tcPr>
          <w:p w14:paraId="73193965" w14:textId="77777777" w:rsidR="008559DD" w:rsidRPr="0031418B" w:rsidRDefault="008559DD" w:rsidP="0045193A">
            <w:pPr>
              <w:pStyle w:val="TAC"/>
            </w:pPr>
            <w:r w:rsidRPr="0031418B">
              <w:t>-13 dBm</w:t>
            </w:r>
          </w:p>
        </w:tc>
        <w:tc>
          <w:tcPr>
            <w:tcW w:w="1418" w:type="dxa"/>
            <w:vAlign w:val="center"/>
          </w:tcPr>
          <w:p w14:paraId="29BBD233" w14:textId="77777777" w:rsidR="008559DD" w:rsidRPr="0031418B" w:rsidRDefault="008559DD" w:rsidP="0045193A">
            <w:pPr>
              <w:pStyle w:val="TAC"/>
            </w:pPr>
            <w:r w:rsidRPr="0031418B">
              <w:t xml:space="preserve">100 kHz </w:t>
            </w:r>
          </w:p>
        </w:tc>
      </w:tr>
      <w:tr w:rsidR="008559DD" w:rsidRPr="0031418B" w14:paraId="0FE5F831" w14:textId="77777777" w:rsidTr="00371F62">
        <w:trPr>
          <w:jc w:val="center"/>
        </w:trPr>
        <w:tc>
          <w:tcPr>
            <w:tcW w:w="1191" w:type="dxa"/>
            <w:shd w:val="clear" w:color="auto" w:fill="auto"/>
            <w:vAlign w:val="center"/>
          </w:tcPr>
          <w:p w14:paraId="18AB90DC" w14:textId="77777777" w:rsidR="008559DD" w:rsidRPr="0031418B" w:rsidRDefault="008559DD" w:rsidP="0045193A">
            <w:pPr>
              <w:pStyle w:val="TAC"/>
            </w:pPr>
            <w:r w:rsidRPr="0031418B">
              <w:t>15 MHz</w:t>
            </w:r>
          </w:p>
        </w:tc>
        <w:tc>
          <w:tcPr>
            <w:tcW w:w="2126" w:type="dxa"/>
            <w:vAlign w:val="center"/>
          </w:tcPr>
          <w:p w14:paraId="08E0F58F"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393913D1"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0.95 MHz</w:t>
            </w:r>
          </w:p>
        </w:tc>
        <w:tc>
          <w:tcPr>
            <w:tcW w:w="1285" w:type="dxa"/>
            <w:vAlign w:val="center"/>
          </w:tcPr>
          <w:p w14:paraId="5DB9FA7D" w14:textId="77777777" w:rsidR="008559DD" w:rsidRPr="0031418B" w:rsidRDefault="008559DD" w:rsidP="0045193A">
            <w:pPr>
              <w:pStyle w:val="TAC"/>
            </w:pPr>
            <w:r w:rsidRPr="0031418B">
              <w:t>-13 dBm</w:t>
            </w:r>
          </w:p>
        </w:tc>
        <w:tc>
          <w:tcPr>
            <w:tcW w:w="1418" w:type="dxa"/>
            <w:vAlign w:val="center"/>
          </w:tcPr>
          <w:p w14:paraId="42CB64C7" w14:textId="77777777" w:rsidR="008559DD" w:rsidRPr="0031418B" w:rsidRDefault="008559DD" w:rsidP="0045193A">
            <w:pPr>
              <w:pStyle w:val="TAC"/>
            </w:pPr>
            <w:r w:rsidRPr="0031418B">
              <w:t xml:space="preserve">100 kHz </w:t>
            </w:r>
          </w:p>
        </w:tc>
      </w:tr>
      <w:tr w:rsidR="008559DD" w:rsidRPr="0031418B" w14:paraId="4C771B31" w14:textId="77777777" w:rsidTr="00371F62">
        <w:trPr>
          <w:jc w:val="center"/>
        </w:trPr>
        <w:tc>
          <w:tcPr>
            <w:tcW w:w="1191" w:type="dxa"/>
            <w:shd w:val="clear" w:color="auto" w:fill="auto"/>
            <w:vAlign w:val="center"/>
          </w:tcPr>
          <w:p w14:paraId="046F37BC" w14:textId="77777777" w:rsidR="008559DD" w:rsidRPr="0031418B" w:rsidRDefault="008559DD" w:rsidP="0045193A">
            <w:pPr>
              <w:pStyle w:val="TAC"/>
            </w:pPr>
            <w:r w:rsidRPr="0031418B">
              <w:t>20 MHz</w:t>
            </w:r>
          </w:p>
        </w:tc>
        <w:tc>
          <w:tcPr>
            <w:tcW w:w="2126" w:type="dxa"/>
            <w:vAlign w:val="center"/>
          </w:tcPr>
          <w:p w14:paraId="39B9E929"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2C3296C6"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0.95 MHz</w:t>
            </w:r>
          </w:p>
        </w:tc>
        <w:tc>
          <w:tcPr>
            <w:tcW w:w="1285" w:type="dxa"/>
            <w:vAlign w:val="center"/>
          </w:tcPr>
          <w:p w14:paraId="2BCEEB58" w14:textId="77777777" w:rsidR="008559DD" w:rsidRPr="0031418B" w:rsidRDefault="008559DD" w:rsidP="0045193A">
            <w:pPr>
              <w:pStyle w:val="TAC"/>
            </w:pPr>
            <w:r w:rsidRPr="0031418B">
              <w:t>-13 dBm</w:t>
            </w:r>
          </w:p>
        </w:tc>
        <w:tc>
          <w:tcPr>
            <w:tcW w:w="1418" w:type="dxa"/>
            <w:vAlign w:val="center"/>
          </w:tcPr>
          <w:p w14:paraId="3C275866" w14:textId="77777777" w:rsidR="008559DD" w:rsidRPr="0031418B" w:rsidRDefault="008559DD" w:rsidP="0045193A">
            <w:pPr>
              <w:pStyle w:val="TAC"/>
            </w:pPr>
            <w:r w:rsidRPr="0031418B">
              <w:t xml:space="preserve">100 kHz </w:t>
            </w:r>
          </w:p>
        </w:tc>
      </w:tr>
      <w:tr w:rsidR="008559DD" w:rsidRPr="0031418B" w14:paraId="4A9AB93A" w14:textId="77777777" w:rsidTr="00371F62">
        <w:trPr>
          <w:jc w:val="center"/>
        </w:trPr>
        <w:tc>
          <w:tcPr>
            <w:tcW w:w="1191" w:type="dxa"/>
            <w:tcBorders>
              <w:bottom w:val="single" w:sz="4" w:space="0" w:color="auto"/>
            </w:tcBorders>
            <w:shd w:val="clear" w:color="auto" w:fill="auto"/>
            <w:vAlign w:val="center"/>
          </w:tcPr>
          <w:p w14:paraId="105B1459" w14:textId="77777777" w:rsidR="008559DD" w:rsidRPr="0031418B" w:rsidRDefault="008559DD" w:rsidP="0045193A">
            <w:pPr>
              <w:pStyle w:val="TAC"/>
            </w:pPr>
            <w:r w:rsidRPr="0031418B">
              <w:t>All</w:t>
            </w:r>
          </w:p>
        </w:tc>
        <w:tc>
          <w:tcPr>
            <w:tcW w:w="2126" w:type="dxa"/>
            <w:tcBorders>
              <w:bottom w:val="single" w:sz="4" w:space="0" w:color="auto"/>
            </w:tcBorders>
            <w:vAlign w:val="center"/>
          </w:tcPr>
          <w:p w14:paraId="1128633E" w14:textId="77777777" w:rsidR="008559DD" w:rsidRPr="0031418B" w:rsidRDefault="008559DD" w:rsidP="0045193A">
            <w:pPr>
              <w:pStyle w:val="TAC"/>
              <w:rPr>
                <w:rFonts w:cs="v5.0.0"/>
              </w:rPr>
            </w:pPr>
            <w:r w:rsidRPr="0031418B">
              <w:rPr>
                <w:rFonts w:cs="v5.0.0"/>
              </w:rPr>
              <w:t xml:space="preserve">1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&lt; </w:t>
            </w:r>
            <w:r w:rsidRPr="0031418B">
              <w:sym w:font="Symbol" w:char="F044"/>
            </w:r>
            <w:r w:rsidRPr="0031418B">
              <w:t>f</w:t>
            </w:r>
            <w:r w:rsidRPr="0031418B">
              <w:rPr>
                <w:vertAlign w:val="subscript"/>
              </w:rPr>
              <w:t>max</w:t>
            </w:r>
            <w:r w:rsidRPr="0031418B">
              <w:rPr>
                <w:rFonts w:cs="v5.0.0"/>
              </w:rPr>
              <w:t xml:space="preserve"> </w:t>
            </w:r>
          </w:p>
        </w:tc>
        <w:tc>
          <w:tcPr>
            <w:tcW w:w="2977" w:type="dxa"/>
            <w:tcBorders>
              <w:bottom w:val="single" w:sz="4" w:space="0" w:color="auto"/>
            </w:tcBorders>
            <w:vAlign w:val="center"/>
          </w:tcPr>
          <w:p w14:paraId="5573EAE2" w14:textId="77777777" w:rsidR="008559DD" w:rsidRPr="0031418B" w:rsidRDefault="008559DD" w:rsidP="0045193A">
            <w:pPr>
              <w:pStyle w:val="TAC"/>
              <w:rPr>
                <w:rFonts w:cs="v5.0.0"/>
              </w:rPr>
            </w:pPr>
            <w:r w:rsidRPr="0031418B">
              <w:rPr>
                <w:rFonts w:cs="v5.0.0"/>
              </w:rPr>
              <w:t xml:space="preserve">1.05 MHz </w:t>
            </w:r>
            <w:r w:rsidRPr="0031418B">
              <w:rPr>
                <w:rFonts w:cs="v5.0.0"/>
              </w:rPr>
              <w:sym w:font="Symbol" w:char="F0A3"/>
            </w:r>
            <w:r w:rsidRPr="0031418B">
              <w:rPr>
                <w:rFonts w:cs="v5.0.0"/>
              </w:rPr>
              <w:t xml:space="preserve"> f_offset &lt; f_offset</w:t>
            </w:r>
            <w:r w:rsidRPr="0031418B">
              <w:rPr>
                <w:rFonts w:cs="v5.0.0"/>
                <w:vertAlign w:val="subscript"/>
              </w:rPr>
              <w:t xml:space="preserve">max </w:t>
            </w:r>
          </w:p>
        </w:tc>
        <w:tc>
          <w:tcPr>
            <w:tcW w:w="1285" w:type="dxa"/>
            <w:tcBorders>
              <w:bottom w:val="single" w:sz="4" w:space="0" w:color="auto"/>
            </w:tcBorders>
            <w:vAlign w:val="center"/>
          </w:tcPr>
          <w:p w14:paraId="5B06C421" w14:textId="77777777" w:rsidR="008559DD" w:rsidRPr="0031418B" w:rsidRDefault="008559DD" w:rsidP="0045193A">
            <w:pPr>
              <w:pStyle w:val="TAC"/>
            </w:pPr>
            <w:r w:rsidRPr="0031418B">
              <w:t>-13 dBm</w:t>
            </w:r>
          </w:p>
        </w:tc>
        <w:tc>
          <w:tcPr>
            <w:tcW w:w="1418" w:type="dxa"/>
            <w:tcBorders>
              <w:bottom w:val="single" w:sz="4" w:space="0" w:color="auto"/>
            </w:tcBorders>
            <w:vAlign w:val="center"/>
          </w:tcPr>
          <w:p w14:paraId="2D9F12A3" w14:textId="77777777" w:rsidR="008559DD" w:rsidRPr="0031418B" w:rsidRDefault="008559DD" w:rsidP="0045193A">
            <w:pPr>
              <w:pStyle w:val="TAC"/>
            </w:pPr>
            <w:r w:rsidRPr="0031418B">
              <w:t>100 kHz</w:t>
            </w:r>
          </w:p>
        </w:tc>
      </w:tr>
    </w:tbl>
    <w:p w14:paraId="2CC0C0E3" w14:textId="77777777" w:rsidR="008559DD" w:rsidRPr="0031418B" w:rsidRDefault="008559DD" w:rsidP="008559DD"/>
    <w:p w14:paraId="79B47DA2" w14:textId="77777777" w:rsidR="008559DD" w:rsidRPr="0031418B" w:rsidRDefault="008559DD" w:rsidP="008559DD">
      <w:pPr>
        <w:keepNext/>
        <w:rPr>
          <w:rFonts w:cs="v5.0.0"/>
        </w:rPr>
      </w:pPr>
      <w:r w:rsidRPr="0031418B">
        <w:rPr>
          <w:rFonts w:cs="v5.0.0"/>
        </w:rPr>
        <w:t>In certain regions the following requirement may apply. For E-UTRA FDD repeaters operating in Bands 2, 4, 10</w:t>
      </w:r>
      <w:r w:rsidR="004B3A57" w:rsidRPr="0031418B">
        <w:rPr>
          <w:rFonts w:cs="v5.0.0"/>
        </w:rPr>
        <w:t>, 23, 25</w:t>
      </w:r>
      <w:r w:rsidR="008524B3" w:rsidRPr="0031418B">
        <w:rPr>
          <w:rFonts w:cs="v5.0.0"/>
        </w:rPr>
        <w:t>, and 30,</w:t>
      </w:r>
      <w:r w:rsidRPr="0031418B">
        <w:rPr>
          <w:rFonts w:cs="v5.0.0"/>
        </w:rPr>
        <w:t xml:space="preserve"> emissions shall not exceed the maximum levels specified in Table 9.1.3-2.</w:t>
      </w:r>
    </w:p>
    <w:p w14:paraId="1C44A065" w14:textId="77777777" w:rsidR="008559DD" w:rsidRPr="0031418B" w:rsidRDefault="008559DD" w:rsidP="008559DD">
      <w:pPr>
        <w:pStyle w:val="TH"/>
        <w:rPr>
          <w:rFonts w:cs="v5.0.0"/>
        </w:rPr>
      </w:pPr>
      <w:r w:rsidRPr="0031418B">
        <w:t>Table 9.1.3-2: Additional operating band unwanted emission limits for E-UTRA bands&gt;1GHz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8559DD" w:rsidRPr="0031418B" w14:paraId="71B53F24" w14:textId="77777777" w:rsidTr="00371F62">
        <w:trPr>
          <w:jc w:val="center"/>
        </w:trPr>
        <w:tc>
          <w:tcPr>
            <w:tcW w:w="1191" w:type="dxa"/>
          </w:tcPr>
          <w:p w14:paraId="0FCA15F1" w14:textId="77777777" w:rsidR="008559DD" w:rsidRPr="0031418B" w:rsidRDefault="008559DD" w:rsidP="0045193A">
            <w:pPr>
              <w:pStyle w:val="TAH"/>
            </w:pPr>
            <w:r w:rsidRPr="0031418B">
              <w:t>Input signal bandwidth</w:t>
            </w:r>
          </w:p>
        </w:tc>
        <w:tc>
          <w:tcPr>
            <w:tcW w:w="2126" w:type="dxa"/>
          </w:tcPr>
          <w:p w14:paraId="56B86A75"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7" w:type="dxa"/>
          </w:tcPr>
          <w:p w14:paraId="7BD8F546"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1285" w:type="dxa"/>
          </w:tcPr>
          <w:p w14:paraId="4D46786A" w14:textId="77777777" w:rsidR="008559DD" w:rsidRPr="0031418B" w:rsidRDefault="008559DD" w:rsidP="0045193A">
            <w:pPr>
              <w:pStyle w:val="TAH"/>
              <w:rPr>
                <w:rFonts w:cs="v5.0.0"/>
              </w:rPr>
            </w:pPr>
            <w:r w:rsidRPr="0031418B">
              <w:rPr>
                <w:rFonts w:cs="v5.0.0"/>
              </w:rPr>
              <w:t>Minimum requirement</w:t>
            </w:r>
          </w:p>
        </w:tc>
        <w:tc>
          <w:tcPr>
            <w:tcW w:w="1418" w:type="dxa"/>
          </w:tcPr>
          <w:p w14:paraId="23864942" w14:textId="77777777" w:rsidR="008559DD" w:rsidRPr="0031418B" w:rsidRDefault="008559DD" w:rsidP="0045193A">
            <w:pPr>
              <w:pStyle w:val="TAH"/>
              <w:rPr>
                <w:rFonts w:cs="v5.0.0"/>
              </w:rPr>
            </w:pPr>
            <w:r w:rsidRPr="0031418B">
              <w:rPr>
                <w:rFonts w:cs="v5.0.0"/>
              </w:rPr>
              <w:t xml:space="preserve">Measurement bandwidth </w:t>
            </w:r>
            <w:r w:rsidRPr="0031418B">
              <w:t>(Note 1)</w:t>
            </w:r>
          </w:p>
        </w:tc>
      </w:tr>
      <w:tr w:rsidR="008559DD" w:rsidRPr="0031418B" w14:paraId="470D6E75" w14:textId="77777777" w:rsidTr="00371F62">
        <w:trPr>
          <w:jc w:val="center"/>
        </w:trPr>
        <w:tc>
          <w:tcPr>
            <w:tcW w:w="1191" w:type="dxa"/>
            <w:shd w:val="clear" w:color="auto" w:fill="auto"/>
            <w:vAlign w:val="center"/>
          </w:tcPr>
          <w:p w14:paraId="514443EF" w14:textId="77777777" w:rsidR="008559DD" w:rsidRPr="0031418B" w:rsidRDefault="008559DD" w:rsidP="0045193A">
            <w:pPr>
              <w:pStyle w:val="TAC"/>
            </w:pPr>
            <w:r w:rsidRPr="0031418B">
              <w:t>1.4 MHz</w:t>
            </w:r>
          </w:p>
        </w:tc>
        <w:tc>
          <w:tcPr>
            <w:tcW w:w="2126" w:type="dxa"/>
            <w:vAlign w:val="center"/>
          </w:tcPr>
          <w:p w14:paraId="42EF0B67"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6795579D" w14:textId="77777777" w:rsidR="008559DD" w:rsidRPr="0031418B" w:rsidRDefault="008559DD" w:rsidP="0045193A">
            <w:pPr>
              <w:pStyle w:val="TAC"/>
              <w:rPr>
                <w:rFonts w:cs="v5.0.0"/>
              </w:rPr>
            </w:pPr>
            <w:r w:rsidRPr="0031418B">
              <w:rPr>
                <w:rFonts w:cs="v5.0.0"/>
              </w:rPr>
              <w:t xml:space="preserve">0.005 MHz </w:t>
            </w:r>
            <w:r w:rsidRPr="0031418B">
              <w:rPr>
                <w:rFonts w:cs="v5.0.0"/>
              </w:rPr>
              <w:sym w:font="Symbol" w:char="F0A3"/>
            </w:r>
            <w:r w:rsidRPr="0031418B">
              <w:rPr>
                <w:rFonts w:cs="v5.0.0"/>
              </w:rPr>
              <w:t xml:space="preserve"> f_offset &lt; 0.995 MHz</w:t>
            </w:r>
          </w:p>
        </w:tc>
        <w:tc>
          <w:tcPr>
            <w:tcW w:w="1285" w:type="dxa"/>
            <w:vAlign w:val="center"/>
          </w:tcPr>
          <w:p w14:paraId="674F2322" w14:textId="77777777" w:rsidR="008559DD" w:rsidRPr="0031418B" w:rsidRDefault="008559DD" w:rsidP="0045193A">
            <w:pPr>
              <w:pStyle w:val="TAC"/>
            </w:pPr>
            <w:r w:rsidRPr="0031418B">
              <w:t>-14 dBm</w:t>
            </w:r>
          </w:p>
        </w:tc>
        <w:tc>
          <w:tcPr>
            <w:tcW w:w="1418" w:type="dxa"/>
            <w:vAlign w:val="center"/>
          </w:tcPr>
          <w:p w14:paraId="6203CE47" w14:textId="77777777" w:rsidR="008559DD" w:rsidRPr="0031418B" w:rsidRDefault="008559DD" w:rsidP="0045193A">
            <w:pPr>
              <w:pStyle w:val="TAC"/>
            </w:pPr>
            <w:r w:rsidRPr="0031418B">
              <w:t xml:space="preserve">10 kHz </w:t>
            </w:r>
          </w:p>
        </w:tc>
      </w:tr>
      <w:tr w:rsidR="008559DD" w:rsidRPr="0031418B" w14:paraId="1A428A5D" w14:textId="77777777" w:rsidTr="00371F62">
        <w:trPr>
          <w:jc w:val="center"/>
        </w:trPr>
        <w:tc>
          <w:tcPr>
            <w:tcW w:w="1191" w:type="dxa"/>
            <w:shd w:val="clear" w:color="auto" w:fill="auto"/>
            <w:vAlign w:val="center"/>
          </w:tcPr>
          <w:p w14:paraId="69535139" w14:textId="77777777" w:rsidR="008559DD" w:rsidRPr="0031418B" w:rsidRDefault="008559DD" w:rsidP="0045193A">
            <w:pPr>
              <w:pStyle w:val="TAC"/>
            </w:pPr>
            <w:r w:rsidRPr="0031418B">
              <w:t>3 MHz</w:t>
            </w:r>
          </w:p>
        </w:tc>
        <w:tc>
          <w:tcPr>
            <w:tcW w:w="2126" w:type="dxa"/>
            <w:vAlign w:val="center"/>
          </w:tcPr>
          <w:p w14:paraId="3C5FE5ED"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4604965B" w14:textId="77777777" w:rsidR="008559DD" w:rsidRPr="0031418B" w:rsidRDefault="008559DD" w:rsidP="0045193A">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0.985 MHz</w:t>
            </w:r>
          </w:p>
        </w:tc>
        <w:tc>
          <w:tcPr>
            <w:tcW w:w="1285" w:type="dxa"/>
            <w:vAlign w:val="center"/>
          </w:tcPr>
          <w:p w14:paraId="3908F20F" w14:textId="77777777" w:rsidR="008559DD" w:rsidRPr="0031418B" w:rsidRDefault="008559DD" w:rsidP="0045193A">
            <w:pPr>
              <w:pStyle w:val="TAC"/>
            </w:pPr>
            <w:r w:rsidRPr="0031418B">
              <w:t>-13 dBm</w:t>
            </w:r>
          </w:p>
        </w:tc>
        <w:tc>
          <w:tcPr>
            <w:tcW w:w="1418" w:type="dxa"/>
            <w:vAlign w:val="center"/>
          </w:tcPr>
          <w:p w14:paraId="273AEA7D" w14:textId="77777777" w:rsidR="008559DD" w:rsidRPr="0031418B" w:rsidRDefault="008559DD" w:rsidP="0045193A">
            <w:pPr>
              <w:pStyle w:val="TAC"/>
            </w:pPr>
            <w:r w:rsidRPr="0031418B">
              <w:t xml:space="preserve">30 kHz </w:t>
            </w:r>
          </w:p>
        </w:tc>
      </w:tr>
      <w:tr w:rsidR="008559DD" w:rsidRPr="0031418B" w14:paraId="3986B314" w14:textId="77777777" w:rsidTr="00371F62">
        <w:trPr>
          <w:jc w:val="center"/>
        </w:trPr>
        <w:tc>
          <w:tcPr>
            <w:tcW w:w="1191" w:type="dxa"/>
            <w:shd w:val="clear" w:color="auto" w:fill="auto"/>
            <w:vAlign w:val="center"/>
          </w:tcPr>
          <w:p w14:paraId="05C2DA2B" w14:textId="77777777" w:rsidR="008559DD" w:rsidRPr="0031418B" w:rsidRDefault="008559DD" w:rsidP="0045193A">
            <w:pPr>
              <w:pStyle w:val="TAC"/>
            </w:pPr>
            <w:r w:rsidRPr="0031418B">
              <w:t>5 MHz</w:t>
            </w:r>
          </w:p>
        </w:tc>
        <w:tc>
          <w:tcPr>
            <w:tcW w:w="2126" w:type="dxa"/>
            <w:vAlign w:val="center"/>
          </w:tcPr>
          <w:p w14:paraId="1F3868EF"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521E4CF9" w14:textId="77777777" w:rsidR="008559DD" w:rsidRPr="0031418B" w:rsidRDefault="008559DD" w:rsidP="0045193A">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0.985 MHz</w:t>
            </w:r>
          </w:p>
        </w:tc>
        <w:tc>
          <w:tcPr>
            <w:tcW w:w="1285" w:type="dxa"/>
            <w:vAlign w:val="center"/>
          </w:tcPr>
          <w:p w14:paraId="6F7BD67A" w14:textId="77777777" w:rsidR="008559DD" w:rsidRPr="0031418B" w:rsidRDefault="008559DD" w:rsidP="0045193A">
            <w:pPr>
              <w:pStyle w:val="TAC"/>
            </w:pPr>
            <w:r w:rsidRPr="0031418B">
              <w:t>-15 dBm</w:t>
            </w:r>
          </w:p>
        </w:tc>
        <w:tc>
          <w:tcPr>
            <w:tcW w:w="1418" w:type="dxa"/>
            <w:vAlign w:val="center"/>
          </w:tcPr>
          <w:p w14:paraId="7CE00758" w14:textId="77777777" w:rsidR="008559DD" w:rsidRPr="0031418B" w:rsidRDefault="008559DD" w:rsidP="0045193A">
            <w:pPr>
              <w:pStyle w:val="TAC"/>
            </w:pPr>
            <w:r w:rsidRPr="0031418B">
              <w:t xml:space="preserve">30 kHz </w:t>
            </w:r>
          </w:p>
        </w:tc>
      </w:tr>
      <w:tr w:rsidR="008559DD" w:rsidRPr="0031418B" w14:paraId="606F4C10" w14:textId="77777777" w:rsidTr="00371F62">
        <w:trPr>
          <w:jc w:val="center"/>
        </w:trPr>
        <w:tc>
          <w:tcPr>
            <w:tcW w:w="1191" w:type="dxa"/>
            <w:shd w:val="clear" w:color="auto" w:fill="auto"/>
            <w:vAlign w:val="center"/>
          </w:tcPr>
          <w:p w14:paraId="7F90E6B2" w14:textId="77777777" w:rsidR="008559DD" w:rsidRPr="0031418B" w:rsidRDefault="008559DD" w:rsidP="0045193A">
            <w:pPr>
              <w:pStyle w:val="TAC"/>
            </w:pPr>
            <w:r w:rsidRPr="0031418B">
              <w:t>10 MHz</w:t>
            </w:r>
          </w:p>
        </w:tc>
        <w:tc>
          <w:tcPr>
            <w:tcW w:w="2126" w:type="dxa"/>
            <w:vAlign w:val="center"/>
          </w:tcPr>
          <w:p w14:paraId="74EF3219"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1761D79B"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0.95 MHz</w:t>
            </w:r>
          </w:p>
        </w:tc>
        <w:tc>
          <w:tcPr>
            <w:tcW w:w="1285" w:type="dxa"/>
            <w:vAlign w:val="center"/>
          </w:tcPr>
          <w:p w14:paraId="1F9905CA" w14:textId="77777777" w:rsidR="008559DD" w:rsidRPr="0031418B" w:rsidRDefault="008559DD" w:rsidP="0045193A">
            <w:pPr>
              <w:pStyle w:val="TAC"/>
            </w:pPr>
            <w:r w:rsidRPr="0031418B">
              <w:t>-13 dBm</w:t>
            </w:r>
          </w:p>
        </w:tc>
        <w:tc>
          <w:tcPr>
            <w:tcW w:w="1418" w:type="dxa"/>
            <w:vAlign w:val="center"/>
          </w:tcPr>
          <w:p w14:paraId="4C7FDDDD" w14:textId="77777777" w:rsidR="008559DD" w:rsidRPr="0031418B" w:rsidRDefault="008559DD" w:rsidP="0045193A">
            <w:pPr>
              <w:pStyle w:val="TAC"/>
            </w:pPr>
            <w:r w:rsidRPr="0031418B">
              <w:t xml:space="preserve">100 kHz </w:t>
            </w:r>
          </w:p>
        </w:tc>
      </w:tr>
      <w:tr w:rsidR="008559DD" w:rsidRPr="0031418B" w14:paraId="030FFAED" w14:textId="77777777" w:rsidTr="00371F62">
        <w:trPr>
          <w:jc w:val="center"/>
        </w:trPr>
        <w:tc>
          <w:tcPr>
            <w:tcW w:w="1191" w:type="dxa"/>
            <w:shd w:val="clear" w:color="auto" w:fill="auto"/>
            <w:vAlign w:val="center"/>
          </w:tcPr>
          <w:p w14:paraId="28C5E76B" w14:textId="77777777" w:rsidR="008559DD" w:rsidRPr="0031418B" w:rsidRDefault="008559DD" w:rsidP="0045193A">
            <w:pPr>
              <w:pStyle w:val="TAC"/>
            </w:pPr>
            <w:r w:rsidRPr="0031418B">
              <w:t>15 MHz</w:t>
            </w:r>
          </w:p>
        </w:tc>
        <w:tc>
          <w:tcPr>
            <w:tcW w:w="2126" w:type="dxa"/>
            <w:vAlign w:val="center"/>
          </w:tcPr>
          <w:p w14:paraId="4B4BB309"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32203ED5"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0.95 MHz</w:t>
            </w:r>
          </w:p>
        </w:tc>
        <w:tc>
          <w:tcPr>
            <w:tcW w:w="1285" w:type="dxa"/>
            <w:vAlign w:val="center"/>
          </w:tcPr>
          <w:p w14:paraId="1A172DB3" w14:textId="77777777" w:rsidR="008559DD" w:rsidRPr="0031418B" w:rsidRDefault="008559DD" w:rsidP="0045193A">
            <w:pPr>
              <w:pStyle w:val="TAC"/>
            </w:pPr>
            <w:r w:rsidRPr="0031418B">
              <w:t>-15 dBm</w:t>
            </w:r>
          </w:p>
        </w:tc>
        <w:tc>
          <w:tcPr>
            <w:tcW w:w="1418" w:type="dxa"/>
            <w:vAlign w:val="center"/>
          </w:tcPr>
          <w:p w14:paraId="0640E7F9" w14:textId="77777777" w:rsidR="008559DD" w:rsidRPr="0031418B" w:rsidRDefault="008559DD" w:rsidP="0045193A">
            <w:pPr>
              <w:pStyle w:val="TAC"/>
            </w:pPr>
            <w:r w:rsidRPr="0031418B">
              <w:t xml:space="preserve">100 kHz </w:t>
            </w:r>
          </w:p>
        </w:tc>
      </w:tr>
      <w:tr w:rsidR="008559DD" w:rsidRPr="0031418B" w14:paraId="622AD49F" w14:textId="77777777" w:rsidTr="00371F62">
        <w:trPr>
          <w:jc w:val="center"/>
        </w:trPr>
        <w:tc>
          <w:tcPr>
            <w:tcW w:w="1191" w:type="dxa"/>
            <w:shd w:val="clear" w:color="auto" w:fill="auto"/>
            <w:vAlign w:val="center"/>
          </w:tcPr>
          <w:p w14:paraId="171A03CF" w14:textId="77777777" w:rsidR="008559DD" w:rsidRPr="0031418B" w:rsidRDefault="008559DD" w:rsidP="0045193A">
            <w:pPr>
              <w:pStyle w:val="TAC"/>
            </w:pPr>
            <w:r w:rsidRPr="0031418B">
              <w:t>20 MHz</w:t>
            </w:r>
          </w:p>
        </w:tc>
        <w:tc>
          <w:tcPr>
            <w:tcW w:w="2126" w:type="dxa"/>
            <w:vAlign w:val="center"/>
          </w:tcPr>
          <w:p w14:paraId="5C10C809"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 MHz</w:t>
            </w:r>
          </w:p>
        </w:tc>
        <w:tc>
          <w:tcPr>
            <w:tcW w:w="2977" w:type="dxa"/>
            <w:vAlign w:val="center"/>
          </w:tcPr>
          <w:p w14:paraId="0AD6D5B8" w14:textId="77777777" w:rsidR="008559DD" w:rsidRPr="0031418B" w:rsidRDefault="008559DD" w:rsidP="0045193A">
            <w:pPr>
              <w:pStyle w:val="TAC"/>
              <w:rPr>
                <w:rFonts w:cs="v5.0.0"/>
              </w:rPr>
            </w:pPr>
            <w:r w:rsidRPr="0031418B">
              <w:rPr>
                <w:rFonts w:cs="v5.0.0"/>
              </w:rPr>
              <w:t xml:space="preserve">0.05 MHz </w:t>
            </w:r>
            <w:r w:rsidRPr="0031418B">
              <w:rPr>
                <w:rFonts w:cs="v5.0.0"/>
              </w:rPr>
              <w:sym w:font="Symbol" w:char="F0A3"/>
            </w:r>
            <w:r w:rsidRPr="0031418B">
              <w:rPr>
                <w:rFonts w:cs="v5.0.0"/>
              </w:rPr>
              <w:t xml:space="preserve"> f_offset &lt; 0.95 MHz</w:t>
            </w:r>
          </w:p>
        </w:tc>
        <w:tc>
          <w:tcPr>
            <w:tcW w:w="1285" w:type="dxa"/>
            <w:vAlign w:val="center"/>
          </w:tcPr>
          <w:p w14:paraId="6ED19C27" w14:textId="77777777" w:rsidR="008559DD" w:rsidRPr="0031418B" w:rsidRDefault="008559DD" w:rsidP="0045193A">
            <w:pPr>
              <w:pStyle w:val="TAC"/>
            </w:pPr>
            <w:r w:rsidRPr="0031418B">
              <w:t>-16 dBm</w:t>
            </w:r>
          </w:p>
        </w:tc>
        <w:tc>
          <w:tcPr>
            <w:tcW w:w="1418" w:type="dxa"/>
            <w:vAlign w:val="center"/>
          </w:tcPr>
          <w:p w14:paraId="7A6079BA" w14:textId="77777777" w:rsidR="008559DD" w:rsidRPr="0031418B" w:rsidRDefault="008559DD" w:rsidP="0045193A">
            <w:pPr>
              <w:pStyle w:val="TAC"/>
            </w:pPr>
            <w:r w:rsidRPr="0031418B">
              <w:t xml:space="preserve">100 kHz </w:t>
            </w:r>
          </w:p>
        </w:tc>
      </w:tr>
      <w:tr w:rsidR="008559DD" w:rsidRPr="0031418B" w14:paraId="33FD722F" w14:textId="77777777" w:rsidTr="00371F62">
        <w:trPr>
          <w:jc w:val="center"/>
        </w:trPr>
        <w:tc>
          <w:tcPr>
            <w:tcW w:w="1191" w:type="dxa"/>
            <w:tcBorders>
              <w:bottom w:val="single" w:sz="4" w:space="0" w:color="auto"/>
            </w:tcBorders>
            <w:shd w:val="clear" w:color="auto" w:fill="auto"/>
            <w:vAlign w:val="center"/>
          </w:tcPr>
          <w:p w14:paraId="202BC1F0" w14:textId="77777777" w:rsidR="008559DD" w:rsidRPr="0031418B" w:rsidRDefault="008559DD" w:rsidP="0045193A">
            <w:pPr>
              <w:pStyle w:val="TAC"/>
            </w:pPr>
            <w:r w:rsidRPr="0031418B">
              <w:t>All</w:t>
            </w:r>
          </w:p>
        </w:tc>
        <w:tc>
          <w:tcPr>
            <w:tcW w:w="2126" w:type="dxa"/>
            <w:tcBorders>
              <w:bottom w:val="single" w:sz="4" w:space="0" w:color="auto"/>
            </w:tcBorders>
            <w:vAlign w:val="center"/>
          </w:tcPr>
          <w:p w14:paraId="49BBD66D" w14:textId="77777777" w:rsidR="008559DD" w:rsidRPr="0031418B" w:rsidRDefault="008559DD" w:rsidP="0045193A">
            <w:pPr>
              <w:pStyle w:val="TAC"/>
              <w:rPr>
                <w:rFonts w:cs="v5.0.0"/>
              </w:rPr>
            </w:pPr>
            <w:r w:rsidRPr="0031418B">
              <w:rPr>
                <w:rFonts w:cs="v5.0.0"/>
              </w:rPr>
              <w:t xml:space="preserve">1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&lt; </w:t>
            </w:r>
            <w:r w:rsidRPr="0031418B">
              <w:sym w:font="Symbol" w:char="F044"/>
            </w:r>
            <w:r w:rsidRPr="0031418B">
              <w:t>f</w:t>
            </w:r>
            <w:r w:rsidRPr="0031418B">
              <w:rPr>
                <w:vertAlign w:val="subscript"/>
              </w:rPr>
              <w:t>max</w:t>
            </w:r>
            <w:r w:rsidRPr="0031418B">
              <w:rPr>
                <w:rFonts w:cs="v5.0.0"/>
              </w:rPr>
              <w:t xml:space="preserve"> </w:t>
            </w:r>
          </w:p>
        </w:tc>
        <w:tc>
          <w:tcPr>
            <w:tcW w:w="2977" w:type="dxa"/>
            <w:tcBorders>
              <w:bottom w:val="single" w:sz="4" w:space="0" w:color="auto"/>
            </w:tcBorders>
            <w:vAlign w:val="center"/>
          </w:tcPr>
          <w:p w14:paraId="461DDCF4" w14:textId="77777777" w:rsidR="008559DD" w:rsidRPr="0031418B" w:rsidRDefault="008559DD" w:rsidP="0045193A">
            <w:pPr>
              <w:pStyle w:val="TAC"/>
              <w:rPr>
                <w:rFonts w:cs="v5.0.0"/>
              </w:rPr>
            </w:pPr>
            <w:r w:rsidRPr="0031418B">
              <w:rPr>
                <w:rFonts w:cs="v5.0.0"/>
              </w:rPr>
              <w:t xml:space="preserve">1.5 MHz </w:t>
            </w:r>
            <w:r w:rsidRPr="0031418B">
              <w:rPr>
                <w:rFonts w:cs="v5.0.0"/>
              </w:rPr>
              <w:sym w:font="Symbol" w:char="F0A3"/>
            </w:r>
            <w:r w:rsidRPr="0031418B">
              <w:rPr>
                <w:rFonts w:cs="v5.0.0"/>
              </w:rPr>
              <w:t xml:space="preserve"> f_offset &lt; f_offset</w:t>
            </w:r>
            <w:r w:rsidRPr="0031418B">
              <w:rPr>
                <w:rFonts w:cs="v5.0.0"/>
                <w:vertAlign w:val="subscript"/>
              </w:rPr>
              <w:t xml:space="preserve">max </w:t>
            </w:r>
          </w:p>
        </w:tc>
        <w:tc>
          <w:tcPr>
            <w:tcW w:w="1285" w:type="dxa"/>
            <w:tcBorders>
              <w:bottom w:val="single" w:sz="4" w:space="0" w:color="auto"/>
            </w:tcBorders>
            <w:vAlign w:val="center"/>
          </w:tcPr>
          <w:p w14:paraId="02B24FD1" w14:textId="77777777" w:rsidR="008559DD" w:rsidRPr="0031418B" w:rsidRDefault="008559DD" w:rsidP="0045193A">
            <w:pPr>
              <w:pStyle w:val="TAC"/>
            </w:pPr>
            <w:r w:rsidRPr="0031418B">
              <w:t>-13 dBm</w:t>
            </w:r>
          </w:p>
        </w:tc>
        <w:tc>
          <w:tcPr>
            <w:tcW w:w="1418" w:type="dxa"/>
            <w:tcBorders>
              <w:bottom w:val="single" w:sz="4" w:space="0" w:color="auto"/>
            </w:tcBorders>
            <w:vAlign w:val="center"/>
          </w:tcPr>
          <w:p w14:paraId="0DACA9DE" w14:textId="77777777" w:rsidR="008559DD" w:rsidRPr="0031418B" w:rsidRDefault="008559DD" w:rsidP="0045193A">
            <w:pPr>
              <w:pStyle w:val="TAC"/>
            </w:pPr>
            <w:r w:rsidRPr="0031418B">
              <w:t>1 MHz</w:t>
            </w:r>
          </w:p>
        </w:tc>
      </w:tr>
    </w:tbl>
    <w:p w14:paraId="1D1238F6" w14:textId="77777777" w:rsidR="008559DD" w:rsidRPr="0031418B" w:rsidRDefault="008559DD" w:rsidP="008559DD">
      <w:pPr>
        <w:rPr>
          <w:rFonts w:cs="v5.0.0"/>
        </w:rPr>
      </w:pPr>
    </w:p>
    <w:p w14:paraId="5F1FFE92" w14:textId="77777777" w:rsidR="008559DD" w:rsidRPr="0031418B" w:rsidRDefault="008559DD" w:rsidP="008559DD">
      <w:pPr>
        <w:keepNext/>
        <w:rPr>
          <w:rFonts w:cs="v5.0.0"/>
        </w:rPr>
      </w:pPr>
      <w:r w:rsidRPr="0031418B">
        <w:rPr>
          <w:rFonts w:cs="v5.0.0"/>
        </w:rPr>
        <w:t>In certain regions the following requirement may apply. For E-UTRA FDD repeaters operating in Bands 12, 13, 14</w:t>
      </w:r>
      <w:r w:rsidR="008524B3" w:rsidRPr="0031418B">
        <w:rPr>
          <w:rFonts w:cs="v5.0.0"/>
        </w:rPr>
        <w:t>,</w:t>
      </w:r>
      <w:r w:rsidRPr="0031418B">
        <w:rPr>
          <w:rFonts w:cs="v5.0.0"/>
        </w:rPr>
        <w:t xml:space="preserve"> </w:t>
      </w:r>
      <w:r w:rsidR="0051610E" w:rsidRPr="0031418B">
        <w:rPr>
          <w:rFonts w:cs="v5.0.0"/>
        </w:rPr>
        <w:t>17</w:t>
      </w:r>
      <w:r w:rsidR="008524B3" w:rsidRPr="0031418B">
        <w:rPr>
          <w:rFonts w:cs="v5.0.0"/>
        </w:rPr>
        <w:t>, and 29,</w:t>
      </w:r>
      <w:r w:rsidR="0051610E" w:rsidRPr="0031418B">
        <w:rPr>
          <w:rFonts w:cs="v5.0.0"/>
        </w:rPr>
        <w:t xml:space="preserve"> </w:t>
      </w:r>
      <w:r w:rsidRPr="0031418B">
        <w:rPr>
          <w:rFonts w:cs="v5.0.0"/>
        </w:rPr>
        <w:t>emissions shall not exceed the maximum levels specified in Table 9.1.3-3.</w:t>
      </w:r>
    </w:p>
    <w:p w14:paraId="697612A2" w14:textId="77777777" w:rsidR="008559DD" w:rsidRPr="0031418B" w:rsidRDefault="008559DD" w:rsidP="008559DD">
      <w:pPr>
        <w:pStyle w:val="TH"/>
        <w:rPr>
          <w:rFonts w:cs="v5.0.0"/>
        </w:rPr>
      </w:pPr>
      <w:r w:rsidRPr="0031418B">
        <w:t>Table 9.1.3-3: Additional operating band unwanted emission limits for E-UTRA (bands 12, 13</w:t>
      </w:r>
      <w:r w:rsidR="0051610E" w:rsidRPr="0031418B">
        <w:t>,</w:t>
      </w:r>
      <w:r w:rsidRPr="0031418B">
        <w:t xml:space="preserve"> 14</w:t>
      </w:r>
      <w:r w:rsidR="008524B3" w:rsidRPr="0031418B">
        <w:t>,</w:t>
      </w:r>
      <w:r w:rsidR="0051610E" w:rsidRPr="0031418B">
        <w:t xml:space="preserve"> 17</w:t>
      </w:r>
      <w:r w:rsidR="008524B3" w:rsidRPr="0031418B">
        <w:t>, and 29</w:t>
      </w:r>
      <w:r w:rsidRPr="0031418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8559DD" w:rsidRPr="0031418B" w14:paraId="12C3734F" w14:textId="77777777" w:rsidTr="00371F62">
        <w:trPr>
          <w:jc w:val="center"/>
        </w:trPr>
        <w:tc>
          <w:tcPr>
            <w:tcW w:w="1191" w:type="dxa"/>
          </w:tcPr>
          <w:p w14:paraId="71B5CAC2" w14:textId="77777777" w:rsidR="008559DD" w:rsidRPr="0031418B" w:rsidRDefault="008559DD" w:rsidP="0045193A">
            <w:pPr>
              <w:pStyle w:val="TAH"/>
            </w:pPr>
            <w:r w:rsidRPr="0031418B">
              <w:t>Input signal bandwidth</w:t>
            </w:r>
          </w:p>
        </w:tc>
        <w:tc>
          <w:tcPr>
            <w:tcW w:w="2126" w:type="dxa"/>
          </w:tcPr>
          <w:p w14:paraId="6630629F" w14:textId="77777777" w:rsidR="008559DD" w:rsidRPr="0031418B" w:rsidRDefault="008559DD" w:rsidP="0045193A">
            <w:pPr>
              <w:pStyle w:val="TAH"/>
              <w:rPr>
                <w:rFonts w:cs="v5.0.0"/>
              </w:rPr>
            </w:pPr>
            <w:r w:rsidRPr="0031418B">
              <w:rPr>
                <w:rFonts w:cs="v5.0.0"/>
              </w:rPr>
              <w:t xml:space="preserve">Frequency offset of measurement filter </w:t>
            </w:r>
            <w:r w:rsidRPr="0031418B">
              <w:rPr>
                <w:rFonts w:cs="v5.0.0"/>
              </w:rPr>
              <w:noBreakHyphen/>
              <w:t xml:space="preserve">3dB point, </w:t>
            </w:r>
            <w:r w:rsidRPr="0031418B">
              <w:rPr>
                <w:rFonts w:cs="v5.0.0"/>
              </w:rPr>
              <w:sym w:font="Symbol" w:char="F044"/>
            </w:r>
            <w:r w:rsidRPr="0031418B">
              <w:rPr>
                <w:rFonts w:cs="v5.0.0"/>
              </w:rPr>
              <w:t>f</w:t>
            </w:r>
          </w:p>
        </w:tc>
        <w:tc>
          <w:tcPr>
            <w:tcW w:w="2977" w:type="dxa"/>
          </w:tcPr>
          <w:p w14:paraId="69444833" w14:textId="77777777" w:rsidR="008559DD" w:rsidRPr="0031418B" w:rsidRDefault="008559DD" w:rsidP="0045193A">
            <w:pPr>
              <w:pStyle w:val="TAH"/>
              <w:rPr>
                <w:rFonts w:cs="v5.0.0"/>
              </w:rPr>
            </w:pPr>
            <w:r w:rsidRPr="0031418B">
              <w:rPr>
                <w:rFonts w:cs="v5.0.0"/>
              </w:rPr>
              <w:t>Frequency offset of measurement filter centre frequency, f_offset</w:t>
            </w:r>
          </w:p>
        </w:tc>
        <w:tc>
          <w:tcPr>
            <w:tcW w:w="1285" w:type="dxa"/>
          </w:tcPr>
          <w:p w14:paraId="7B92AF94" w14:textId="77777777" w:rsidR="008559DD" w:rsidRPr="0031418B" w:rsidRDefault="008559DD" w:rsidP="0045193A">
            <w:pPr>
              <w:pStyle w:val="TAH"/>
              <w:rPr>
                <w:rFonts w:cs="v5.0.0"/>
              </w:rPr>
            </w:pPr>
            <w:r w:rsidRPr="0031418B">
              <w:rPr>
                <w:rFonts w:cs="v5.0.0"/>
              </w:rPr>
              <w:t>Minimum requirement</w:t>
            </w:r>
          </w:p>
        </w:tc>
        <w:tc>
          <w:tcPr>
            <w:tcW w:w="1418" w:type="dxa"/>
          </w:tcPr>
          <w:p w14:paraId="4566C5EA" w14:textId="77777777" w:rsidR="008559DD" w:rsidRPr="0031418B" w:rsidRDefault="008559DD" w:rsidP="0045193A">
            <w:pPr>
              <w:pStyle w:val="TAH"/>
              <w:rPr>
                <w:rFonts w:cs="v5.0.0"/>
              </w:rPr>
            </w:pPr>
            <w:r w:rsidRPr="0031418B">
              <w:rPr>
                <w:rFonts w:cs="v5.0.0"/>
              </w:rPr>
              <w:t xml:space="preserve">Measurement bandwidth </w:t>
            </w:r>
            <w:r w:rsidRPr="0031418B">
              <w:t>(Note 1)</w:t>
            </w:r>
          </w:p>
        </w:tc>
      </w:tr>
      <w:tr w:rsidR="008559DD" w:rsidRPr="0031418B" w14:paraId="3B9C98EC" w14:textId="77777777" w:rsidTr="00371F62">
        <w:trPr>
          <w:jc w:val="center"/>
        </w:trPr>
        <w:tc>
          <w:tcPr>
            <w:tcW w:w="1191" w:type="dxa"/>
            <w:shd w:val="clear" w:color="auto" w:fill="auto"/>
            <w:vAlign w:val="center"/>
          </w:tcPr>
          <w:p w14:paraId="6F2B543F" w14:textId="77777777" w:rsidR="008559DD" w:rsidRPr="0031418B" w:rsidRDefault="008559DD" w:rsidP="0045193A">
            <w:pPr>
              <w:pStyle w:val="TAC"/>
            </w:pPr>
            <w:r w:rsidRPr="0031418B">
              <w:t>All</w:t>
            </w:r>
          </w:p>
        </w:tc>
        <w:tc>
          <w:tcPr>
            <w:tcW w:w="2126" w:type="dxa"/>
            <w:vAlign w:val="center"/>
          </w:tcPr>
          <w:p w14:paraId="6C4BD7B7" w14:textId="77777777" w:rsidR="008559DD" w:rsidRPr="0031418B" w:rsidRDefault="008559DD" w:rsidP="0045193A">
            <w:pPr>
              <w:pStyle w:val="TAC"/>
              <w:rPr>
                <w:rFonts w:cs="v5.0.0"/>
              </w:rPr>
            </w:pPr>
            <w:r w:rsidRPr="0031418B">
              <w:rPr>
                <w:rFonts w:cs="v5.0.0"/>
              </w:rPr>
              <w:t xml:space="preserve">0 </w:t>
            </w:r>
            <w:r w:rsidRPr="0031418B">
              <w:t xml:space="preserve">MHz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f &lt; 100 kHz</w:t>
            </w:r>
          </w:p>
        </w:tc>
        <w:tc>
          <w:tcPr>
            <w:tcW w:w="2977" w:type="dxa"/>
            <w:vAlign w:val="center"/>
          </w:tcPr>
          <w:p w14:paraId="349F77CD" w14:textId="77777777" w:rsidR="008559DD" w:rsidRPr="0031418B" w:rsidRDefault="008559DD" w:rsidP="0045193A">
            <w:pPr>
              <w:pStyle w:val="TAC"/>
              <w:rPr>
                <w:rFonts w:cs="v5.0.0"/>
              </w:rPr>
            </w:pPr>
            <w:r w:rsidRPr="0031418B">
              <w:rPr>
                <w:rFonts w:cs="v5.0.0"/>
              </w:rPr>
              <w:t xml:space="preserve">0.015 MHz </w:t>
            </w:r>
            <w:r w:rsidRPr="0031418B">
              <w:rPr>
                <w:rFonts w:cs="v5.0.0"/>
              </w:rPr>
              <w:sym w:font="Symbol" w:char="F0A3"/>
            </w:r>
            <w:r w:rsidRPr="0031418B">
              <w:rPr>
                <w:rFonts w:cs="v5.0.0"/>
              </w:rPr>
              <w:t xml:space="preserve"> f_offset &lt; 0.085 MHz</w:t>
            </w:r>
          </w:p>
        </w:tc>
        <w:tc>
          <w:tcPr>
            <w:tcW w:w="1285" w:type="dxa"/>
            <w:vAlign w:val="center"/>
          </w:tcPr>
          <w:p w14:paraId="64C3B1BC" w14:textId="77777777" w:rsidR="008559DD" w:rsidRPr="0031418B" w:rsidRDefault="008559DD" w:rsidP="0045193A">
            <w:pPr>
              <w:pStyle w:val="TAC"/>
            </w:pPr>
            <w:r w:rsidRPr="0031418B">
              <w:t>-13 dBm</w:t>
            </w:r>
          </w:p>
        </w:tc>
        <w:tc>
          <w:tcPr>
            <w:tcW w:w="1418" w:type="dxa"/>
            <w:vAlign w:val="center"/>
          </w:tcPr>
          <w:p w14:paraId="42867754" w14:textId="77777777" w:rsidR="008559DD" w:rsidRPr="0031418B" w:rsidRDefault="008559DD" w:rsidP="0045193A">
            <w:pPr>
              <w:pStyle w:val="TAC"/>
            </w:pPr>
            <w:r w:rsidRPr="0031418B">
              <w:t xml:space="preserve">30 kHz </w:t>
            </w:r>
          </w:p>
        </w:tc>
      </w:tr>
      <w:tr w:rsidR="008559DD" w:rsidRPr="0031418B" w14:paraId="640BC14C" w14:textId="77777777" w:rsidTr="00371F62">
        <w:trPr>
          <w:jc w:val="center"/>
        </w:trPr>
        <w:tc>
          <w:tcPr>
            <w:tcW w:w="1191" w:type="dxa"/>
            <w:tcBorders>
              <w:bottom w:val="single" w:sz="4" w:space="0" w:color="auto"/>
            </w:tcBorders>
            <w:shd w:val="clear" w:color="auto" w:fill="auto"/>
            <w:vAlign w:val="center"/>
          </w:tcPr>
          <w:p w14:paraId="01A3738C" w14:textId="77777777" w:rsidR="008559DD" w:rsidRPr="0031418B" w:rsidRDefault="008559DD" w:rsidP="0045193A">
            <w:pPr>
              <w:pStyle w:val="TAC"/>
            </w:pPr>
            <w:r w:rsidRPr="0031418B">
              <w:t>All</w:t>
            </w:r>
          </w:p>
        </w:tc>
        <w:tc>
          <w:tcPr>
            <w:tcW w:w="2126" w:type="dxa"/>
            <w:tcBorders>
              <w:bottom w:val="single" w:sz="4" w:space="0" w:color="auto"/>
            </w:tcBorders>
            <w:vAlign w:val="center"/>
          </w:tcPr>
          <w:p w14:paraId="76948538" w14:textId="77777777" w:rsidR="008559DD" w:rsidRPr="0031418B" w:rsidRDefault="008559DD" w:rsidP="0045193A">
            <w:pPr>
              <w:pStyle w:val="TAC"/>
              <w:rPr>
                <w:rFonts w:cs="v5.0.0"/>
              </w:rPr>
            </w:pPr>
            <w:r w:rsidRPr="0031418B">
              <w:rPr>
                <w:rFonts w:cs="v5.0.0"/>
              </w:rPr>
              <w:t>100  k</w:t>
            </w:r>
            <w:r w:rsidRPr="0031418B">
              <w:t xml:space="preserve">Hz </w:t>
            </w:r>
            <w:r w:rsidRPr="0031418B">
              <w:rPr>
                <w:rFonts w:cs="v5.0.0"/>
              </w:rPr>
              <w:sym w:font="Symbol" w:char="F0A3"/>
            </w:r>
            <w:r w:rsidRPr="0031418B">
              <w:rPr>
                <w:rFonts w:cs="v5.0.0"/>
              </w:rPr>
              <w:t xml:space="preserve"> </w:t>
            </w:r>
            <w:r w:rsidRPr="0031418B">
              <w:rPr>
                <w:rFonts w:cs="v5.0.0"/>
              </w:rPr>
              <w:sym w:font="Symbol" w:char="F044"/>
            </w:r>
            <w:r w:rsidRPr="0031418B">
              <w:rPr>
                <w:rFonts w:cs="v5.0.0"/>
              </w:rPr>
              <w:t xml:space="preserve">f &lt; </w:t>
            </w:r>
            <w:r w:rsidRPr="0031418B">
              <w:sym w:font="Symbol" w:char="F044"/>
            </w:r>
            <w:r w:rsidRPr="0031418B">
              <w:t>f</w:t>
            </w:r>
            <w:r w:rsidRPr="0031418B">
              <w:rPr>
                <w:vertAlign w:val="subscript"/>
              </w:rPr>
              <w:t>max</w:t>
            </w:r>
            <w:r w:rsidRPr="0031418B">
              <w:rPr>
                <w:rFonts w:cs="v5.0.0"/>
              </w:rPr>
              <w:t xml:space="preserve"> </w:t>
            </w:r>
          </w:p>
        </w:tc>
        <w:tc>
          <w:tcPr>
            <w:tcW w:w="2977" w:type="dxa"/>
            <w:tcBorders>
              <w:bottom w:val="single" w:sz="4" w:space="0" w:color="auto"/>
            </w:tcBorders>
            <w:vAlign w:val="center"/>
          </w:tcPr>
          <w:p w14:paraId="3AC79A80" w14:textId="77777777" w:rsidR="008559DD" w:rsidRPr="0031418B" w:rsidRDefault="008559DD" w:rsidP="0045193A">
            <w:pPr>
              <w:pStyle w:val="TAC"/>
              <w:rPr>
                <w:rFonts w:cs="v5.0.0"/>
              </w:rPr>
            </w:pPr>
            <w:r w:rsidRPr="0031418B">
              <w:rPr>
                <w:rFonts w:cs="v5.0.0"/>
              </w:rPr>
              <w:t xml:space="preserve">150 kHz </w:t>
            </w:r>
            <w:r w:rsidRPr="0031418B">
              <w:rPr>
                <w:rFonts w:cs="v5.0.0"/>
              </w:rPr>
              <w:sym w:font="Symbol" w:char="F0A3"/>
            </w:r>
            <w:r w:rsidRPr="0031418B">
              <w:rPr>
                <w:rFonts w:cs="v5.0.0"/>
              </w:rPr>
              <w:t xml:space="preserve"> f_offset &lt; f_offset</w:t>
            </w:r>
            <w:r w:rsidRPr="0031418B">
              <w:rPr>
                <w:rFonts w:cs="v5.0.0"/>
                <w:vertAlign w:val="subscript"/>
              </w:rPr>
              <w:t xml:space="preserve">max </w:t>
            </w:r>
          </w:p>
        </w:tc>
        <w:tc>
          <w:tcPr>
            <w:tcW w:w="1285" w:type="dxa"/>
            <w:tcBorders>
              <w:bottom w:val="single" w:sz="4" w:space="0" w:color="auto"/>
            </w:tcBorders>
            <w:vAlign w:val="center"/>
          </w:tcPr>
          <w:p w14:paraId="167EE7C2" w14:textId="77777777" w:rsidR="008559DD" w:rsidRPr="0031418B" w:rsidRDefault="008559DD" w:rsidP="0045193A">
            <w:pPr>
              <w:pStyle w:val="TAC"/>
            </w:pPr>
            <w:r w:rsidRPr="0031418B">
              <w:t>-13 dBm</w:t>
            </w:r>
          </w:p>
        </w:tc>
        <w:tc>
          <w:tcPr>
            <w:tcW w:w="1418" w:type="dxa"/>
            <w:tcBorders>
              <w:bottom w:val="single" w:sz="4" w:space="0" w:color="auto"/>
            </w:tcBorders>
            <w:vAlign w:val="center"/>
          </w:tcPr>
          <w:p w14:paraId="1D8DCD5A" w14:textId="77777777" w:rsidR="008559DD" w:rsidRPr="0031418B" w:rsidRDefault="008559DD" w:rsidP="0045193A">
            <w:pPr>
              <w:pStyle w:val="TAC"/>
            </w:pPr>
            <w:r w:rsidRPr="0031418B">
              <w:t>100 kHz</w:t>
            </w:r>
          </w:p>
        </w:tc>
      </w:tr>
    </w:tbl>
    <w:p w14:paraId="32036504" w14:textId="77777777" w:rsidR="008559DD" w:rsidRPr="0031418B" w:rsidRDefault="008559DD" w:rsidP="008559DD"/>
    <w:p w14:paraId="47470D37" w14:textId="77777777" w:rsidR="006C2A52" w:rsidRPr="0031418B" w:rsidRDefault="006C2A52" w:rsidP="006C2A52">
      <w:r w:rsidRPr="0031418B">
        <w:rPr>
          <w:rFonts w:cs="v5.0.0"/>
        </w:rPr>
        <w:t xml:space="preserve">In certain regions the following requirement may apply for protection of DTT. For E-UTRA Repeater operating in Band 20, the </w:t>
      </w:r>
      <w:r w:rsidRPr="0031418B">
        <w:t>level of emissions in the band 470-790 MHz, measured in an 8MHz filter bandwidth on centre frequencies F</w:t>
      </w:r>
      <w:r w:rsidRPr="0031418B">
        <w:rPr>
          <w:vertAlign w:val="subscript"/>
        </w:rPr>
        <w:t>filter</w:t>
      </w:r>
      <w:r w:rsidRPr="0031418B">
        <w:t xml:space="preserve"> according to Table 9.1.3-3-4, shall not exceed the maximum emission level P</w:t>
      </w:r>
      <w:r w:rsidRPr="0031418B">
        <w:rPr>
          <w:vertAlign w:val="subscript"/>
        </w:rPr>
        <w:t>EM,N</w:t>
      </w:r>
      <w:r w:rsidRPr="0031418B">
        <w:t xml:space="preserve"> declared by the manufacturer. This requirement applies in the frequency range 470-790 MHz even though part of the range falls in the spurious domain.</w:t>
      </w:r>
    </w:p>
    <w:p w14:paraId="0BD2CAC1" w14:textId="77777777" w:rsidR="006C2A52" w:rsidRPr="0031418B" w:rsidRDefault="006C2A52" w:rsidP="006C2A52">
      <w:pPr>
        <w:pStyle w:val="TH"/>
      </w:pPr>
      <w:r w:rsidRPr="0031418B">
        <w:t>Table 9.1.3-4: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6C2A52" w:rsidRPr="0031418B" w14:paraId="33D12341" w14:textId="77777777" w:rsidTr="00371F62">
        <w:trPr>
          <w:jc w:val="center"/>
        </w:trPr>
        <w:tc>
          <w:tcPr>
            <w:tcW w:w="2410" w:type="dxa"/>
          </w:tcPr>
          <w:p w14:paraId="30B90470" w14:textId="77777777" w:rsidR="006C2A52" w:rsidRPr="0031418B" w:rsidRDefault="006C2A52" w:rsidP="00792919">
            <w:pPr>
              <w:pStyle w:val="TAH"/>
            </w:pPr>
            <w:r w:rsidRPr="0031418B">
              <w:t xml:space="preserve">Filter </w:t>
            </w:r>
            <w:r w:rsidRPr="0031418B">
              <w:rPr>
                <w:rFonts w:cs="v5.0.0"/>
              </w:rPr>
              <w:t xml:space="preserve">centre frequency, </w:t>
            </w:r>
            <w:r w:rsidRPr="0031418B">
              <w:t>F</w:t>
            </w:r>
            <w:r w:rsidRPr="0031418B">
              <w:rPr>
                <w:vertAlign w:val="subscript"/>
              </w:rPr>
              <w:t>filter</w:t>
            </w:r>
          </w:p>
        </w:tc>
        <w:tc>
          <w:tcPr>
            <w:tcW w:w="2268" w:type="dxa"/>
          </w:tcPr>
          <w:p w14:paraId="44EC0A9D" w14:textId="77777777" w:rsidR="006C2A52" w:rsidRPr="0031418B" w:rsidRDefault="006C2A52" w:rsidP="00792919">
            <w:pPr>
              <w:pStyle w:val="TAH"/>
            </w:pPr>
            <w:r w:rsidRPr="0031418B">
              <w:t>Measurement bandwidth</w:t>
            </w:r>
          </w:p>
        </w:tc>
        <w:tc>
          <w:tcPr>
            <w:tcW w:w="2268" w:type="dxa"/>
          </w:tcPr>
          <w:p w14:paraId="2E5FFF47" w14:textId="77777777" w:rsidR="006C2A52" w:rsidRPr="0031418B" w:rsidRDefault="006C2A52" w:rsidP="00792919">
            <w:pPr>
              <w:pStyle w:val="TAH"/>
            </w:pPr>
            <w:r w:rsidRPr="0031418B">
              <w:t>Declared emission level [dBm]</w:t>
            </w:r>
          </w:p>
        </w:tc>
      </w:tr>
      <w:tr w:rsidR="006C2A52" w:rsidRPr="0031418B" w14:paraId="0F6E92E0" w14:textId="77777777" w:rsidTr="00371F62">
        <w:trPr>
          <w:jc w:val="center"/>
        </w:trPr>
        <w:tc>
          <w:tcPr>
            <w:tcW w:w="2410" w:type="dxa"/>
          </w:tcPr>
          <w:p w14:paraId="794253FE" w14:textId="77777777" w:rsidR="006C2A52" w:rsidRPr="0031418B" w:rsidRDefault="006C2A52" w:rsidP="00792919">
            <w:pPr>
              <w:pStyle w:val="TAC"/>
            </w:pPr>
            <w:r w:rsidRPr="0031418B">
              <w:t>F</w:t>
            </w:r>
            <w:r w:rsidRPr="0031418B">
              <w:rPr>
                <w:vertAlign w:val="subscript"/>
              </w:rPr>
              <w:t>filter</w:t>
            </w:r>
            <w:r w:rsidRPr="0031418B">
              <w:t xml:space="preserve"> = 8*N + 306 (MHz); </w:t>
            </w:r>
            <w:r w:rsidRPr="0031418B">
              <w:br/>
              <w:t>21 ≤ N ≤ 60</w:t>
            </w:r>
          </w:p>
        </w:tc>
        <w:tc>
          <w:tcPr>
            <w:tcW w:w="2268" w:type="dxa"/>
          </w:tcPr>
          <w:p w14:paraId="009D403F" w14:textId="77777777" w:rsidR="006C2A52" w:rsidRPr="0031418B" w:rsidRDefault="006C2A52" w:rsidP="00792919">
            <w:pPr>
              <w:pStyle w:val="TAC"/>
            </w:pPr>
            <w:r w:rsidRPr="0031418B">
              <w:t>8 MHz</w:t>
            </w:r>
          </w:p>
        </w:tc>
        <w:tc>
          <w:tcPr>
            <w:tcW w:w="2268" w:type="dxa"/>
          </w:tcPr>
          <w:p w14:paraId="2BB665DD" w14:textId="77777777" w:rsidR="006C2A52" w:rsidRPr="0031418B" w:rsidRDefault="006C2A52" w:rsidP="00792919">
            <w:pPr>
              <w:pStyle w:val="TAC"/>
            </w:pPr>
            <w:r w:rsidRPr="0031418B">
              <w:t>P</w:t>
            </w:r>
            <w:r w:rsidRPr="0031418B">
              <w:rPr>
                <w:vertAlign w:val="subscript"/>
              </w:rPr>
              <w:t>EM,N</w:t>
            </w:r>
          </w:p>
        </w:tc>
      </w:tr>
    </w:tbl>
    <w:p w14:paraId="20055436" w14:textId="77777777" w:rsidR="006C2A52" w:rsidRPr="0031418B" w:rsidRDefault="006C2A52" w:rsidP="006C2A52"/>
    <w:p w14:paraId="077C59A0" w14:textId="77777777" w:rsidR="008524B3" w:rsidRPr="0031418B" w:rsidRDefault="008524B3" w:rsidP="008524B3">
      <w:pPr>
        <w:pStyle w:val="NO"/>
      </w:pPr>
      <w:r w:rsidRPr="0031418B">
        <w:t xml:space="preserve">Note: </w:t>
      </w:r>
      <w:r w:rsidRPr="0031418B">
        <w:tab/>
        <w:t>The regional requirement is defined in terms of EIRP (effective isotropic radiated power), which is dependent on both the repeater emissions at the antenna connector and the deployment (including antenna gain and feeder loss). The requirement defined above provides the characteristics of the repeater needed to verify compliance with the regional requirement. Compliance with the regional requirement can be determined using the method outlined in T</w:t>
      </w:r>
      <w:r w:rsidRPr="0031418B">
        <w:rPr>
          <w:lang w:eastAsia="ja-JP"/>
        </w:rPr>
        <w:t xml:space="preserve">S.36.104 [6] </w:t>
      </w:r>
      <w:r w:rsidRPr="0031418B">
        <w:t>Annex G.</w:t>
      </w:r>
    </w:p>
    <w:p w14:paraId="4886FB38" w14:textId="77777777" w:rsidR="00134469" w:rsidRPr="0031418B" w:rsidRDefault="00134469" w:rsidP="00134469">
      <w:r w:rsidRPr="0031418B">
        <w:lastRenderedPageBreak/>
        <w:t>This requirement may be applied for the protection in bands adjacent to bands 1, as defined in clause 5</w:t>
      </w:r>
      <w:r w:rsidRPr="0031418B">
        <w:rPr>
          <w:rFonts w:eastAsia="MS Mincho"/>
          <w:lang w:eastAsia="ja-JP"/>
        </w:rPr>
        <w:t>.5</w:t>
      </w:r>
      <w:r w:rsidRPr="0031418B">
        <w:t xml:space="preserve"> in geographic areas in which both an adjacent band service and E-UTRA are deployed.</w:t>
      </w:r>
    </w:p>
    <w:p w14:paraId="7D607C5A" w14:textId="77777777" w:rsidR="00134469" w:rsidRPr="0031418B" w:rsidRDefault="00134469" w:rsidP="00134469">
      <w:r w:rsidRPr="0031418B">
        <w:rPr>
          <w:rFonts w:cs="v4.1.0"/>
        </w:rPr>
        <w:t>The requirement applies only to the down-link direction of the repeater.</w:t>
      </w:r>
    </w:p>
    <w:p w14:paraId="798F8B84" w14:textId="77777777" w:rsidR="00134469" w:rsidRPr="0031418B" w:rsidRDefault="00134469" w:rsidP="00134469">
      <w:r w:rsidRPr="0031418B">
        <w:t>The power of any spurious emission shall not exceed:</w:t>
      </w:r>
    </w:p>
    <w:p w14:paraId="12E84CDA" w14:textId="77777777" w:rsidR="00134469" w:rsidRPr="0031418B" w:rsidRDefault="00134469" w:rsidP="00134469">
      <w:pPr>
        <w:pStyle w:val="TH"/>
      </w:pPr>
      <w:r w:rsidRPr="0031418B">
        <w:t xml:space="preserve">Table </w:t>
      </w:r>
      <w:r w:rsidRPr="0031418B">
        <w:rPr>
          <w:rFonts w:cs="v5.0.0"/>
        </w:rPr>
        <w:t>9.1.3-</w:t>
      </w:r>
      <w:r w:rsidRPr="0031418B">
        <w:t>5 E-UTRA Repeater down-link spurious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2"/>
        <w:gridCol w:w="2023"/>
        <w:gridCol w:w="2853"/>
        <w:gridCol w:w="1642"/>
        <w:gridCol w:w="1289"/>
      </w:tblGrid>
      <w:tr w:rsidR="00134469" w:rsidRPr="0031418B" w14:paraId="6F426A33" w14:textId="77777777">
        <w:trPr>
          <w:cantSplit/>
          <w:jc w:val="center"/>
        </w:trPr>
        <w:tc>
          <w:tcPr>
            <w:tcW w:w="1492" w:type="dxa"/>
          </w:tcPr>
          <w:p w14:paraId="74D91172" w14:textId="77777777" w:rsidR="00134469" w:rsidRPr="0031418B" w:rsidRDefault="00134469" w:rsidP="006C2607">
            <w:pPr>
              <w:pStyle w:val="TAH"/>
            </w:pPr>
            <w:r w:rsidRPr="0031418B">
              <w:t>Operating Band</w:t>
            </w:r>
          </w:p>
        </w:tc>
        <w:tc>
          <w:tcPr>
            <w:tcW w:w="2023" w:type="dxa"/>
          </w:tcPr>
          <w:p w14:paraId="467F42D7" w14:textId="77777777" w:rsidR="00134469" w:rsidRPr="0031418B" w:rsidRDefault="00134469" w:rsidP="006C2607">
            <w:pPr>
              <w:pStyle w:val="TAH"/>
            </w:pPr>
            <w:r w:rsidRPr="0031418B">
              <w:t>Band</w:t>
            </w:r>
          </w:p>
        </w:tc>
        <w:tc>
          <w:tcPr>
            <w:tcW w:w="2853" w:type="dxa"/>
          </w:tcPr>
          <w:p w14:paraId="1B3418D6" w14:textId="77777777" w:rsidR="00134469" w:rsidRPr="0031418B" w:rsidRDefault="00134469" w:rsidP="006C2607">
            <w:pPr>
              <w:pStyle w:val="TAH"/>
            </w:pPr>
            <w:r w:rsidRPr="0031418B">
              <w:t>Maximum Level</w:t>
            </w:r>
          </w:p>
        </w:tc>
        <w:tc>
          <w:tcPr>
            <w:tcW w:w="1642" w:type="dxa"/>
          </w:tcPr>
          <w:p w14:paraId="38A97E58" w14:textId="77777777" w:rsidR="00134469" w:rsidRPr="0031418B" w:rsidRDefault="00134469" w:rsidP="006C2607">
            <w:pPr>
              <w:pStyle w:val="TAH"/>
            </w:pPr>
            <w:r w:rsidRPr="0031418B">
              <w:t>Measurement Bandwidth</w:t>
            </w:r>
          </w:p>
        </w:tc>
        <w:tc>
          <w:tcPr>
            <w:tcW w:w="1289" w:type="dxa"/>
          </w:tcPr>
          <w:p w14:paraId="5960BD13" w14:textId="77777777" w:rsidR="00134469" w:rsidRPr="0031418B" w:rsidRDefault="00134469" w:rsidP="006C2607">
            <w:pPr>
              <w:pStyle w:val="TAH"/>
            </w:pPr>
            <w:r w:rsidRPr="0031418B">
              <w:t>Note</w:t>
            </w:r>
          </w:p>
        </w:tc>
      </w:tr>
      <w:tr w:rsidR="00134469" w:rsidRPr="0031418B" w14:paraId="3360E6C3" w14:textId="77777777">
        <w:trPr>
          <w:cantSplit/>
          <w:jc w:val="center"/>
        </w:trPr>
        <w:tc>
          <w:tcPr>
            <w:tcW w:w="1492" w:type="dxa"/>
            <w:vMerge w:val="restart"/>
          </w:tcPr>
          <w:p w14:paraId="61F120BC" w14:textId="77777777" w:rsidR="00134469" w:rsidRPr="0031418B" w:rsidRDefault="00134469" w:rsidP="006C2607">
            <w:pPr>
              <w:pStyle w:val="TAC"/>
            </w:pPr>
            <w:r w:rsidRPr="0031418B">
              <w:t>I</w:t>
            </w:r>
          </w:p>
        </w:tc>
        <w:tc>
          <w:tcPr>
            <w:tcW w:w="2023" w:type="dxa"/>
          </w:tcPr>
          <w:p w14:paraId="7A81B006" w14:textId="77777777" w:rsidR="00134469" w:rsidRPr="0031418B" w:rsidRDefault="00134469" w:rsidP="006C2607">
            <w:pPr>
              <w:pStyle w:val="TAC"/>
            </w:pPr>
            <w:r w:rsidRPr="0031418B">
              <w:t>2100-2105 MHz</w:t>
            </w:r>
          </w:p>
        </w:tc>
        <w:tc>
          <w:tcPr>
            <w:tcW w:w="2853" w:type="dxa"/>
          </w:tcPr>
          <w:p w14:paraId="5C4ACD50" w14:textId="77777777" w:rsidR="00134469" w:rsidRPr="0031418B" w:rsidRDefault="00134469" w:rsidP="006C2607">
            <w:pPr>
              <w:pStyle w:val="TAC"/>
            </w:pPr>
            <w:r w:rsidRPr="0031418B">
              <w:t>-30 + 3.4 (f - 2100 MHz) dBm</w:t>
            </w:r>
          </w:p>
        </w:tc>
        <w:tc>
          <w:tcPr>
            <w:tcW w:w="1642" w:type="dxa"/>
          </w:tcPr>
          <w:p w14:paraId="3CB36F12" w14:textId="77777777" w:rsidR="00134469" w:rsidRPr="0031418B" w:rsidRDefault="00134469" w:rsidP="006C2607">
            <w:pPr>
              <w:pStyle w:val="TAC"/>
            </w:pPr>
            <w:r w:rsidRPr="0031418B">
              <w:t xml:space="preserve">1 MHz </w:t>
            </w:r>
          </w:p>
        </w:tc>
        <w:tc>
          <w:tcPr>
            <w:tcW w:w="1289" w:type="dxa"/>
          </w:tcPr>
          <w:p w14:paraId="4AB8ECCA" w14:textId="77777777" w:rsidR="00134469" w:rsidRPr="0031418B" w:rsidRDefault="00134469" w:rsidP="006C2607">
            <w:pPr>
              <w:pStyle w:val="TAC"/>
            </w:pPr>
          </w:p>
        </w:tc>
      </w:tr>
      <w:tr w:rsidR="00134469" w:rsidRPr="0031418B" w14:paraId="3D7F5899" w14:textId="77777777">
        <w:trPr>
          <w:cantSplit/>
          <w:jc w:val="center"/>
        </w:trPr>
        <w:tc>
          <w:tcPr>
            <w:tcW w:w="1492" w:type="dxa"/>
            <w:vMerge/>
          </w:tcPr>
          <w:p w14:paraId="27819777" w14:textId="77777777" w:rsidR="00134469" w:rsidRPr="0031418B" w:rsidRDefault="00134469" w:rsidP="006C2607">
            <w:pPr>
              <w:pStyle w:val="TAC"/>
            </w:pPr>
          </w:p>
        </w:tc>
        <w:tc>
          <w:tcPr>
            <w:tcW w:w="2023" w:type="dxa"/>
          </w:tcPr>
          <w:p w14:paraId="319C74CB" w14:textId="77777777" w:rsidR="00134469" w:rsidRPr="0031418B" w:rsidRDefault="00134469" w:rsidP="006C2607">
            <w:pPr>
              <w:pStyle w:val="TAC"/>
            </w:pPr>
            <w:r w:rsidRPr="0031418B">
              <w:t>2175-2180 MHz</w:t>
            </w:r>
          </w:p>
        </w:tc>
        <w:tc>
          <w:tcPr>
            <w:tcW w:w="2853" w:type="dxa"/>
          </w:tcPr>
          <w:p w14:paraId="5A394AF0" w14:textId="77777777" w:rsidR="00134469" w:rsidRPr="0031418B" w:rsidRDefault="00134469" w:rsidP="006C2607">
            <w:pPr>
              <w:pStyle w:val="TAC"/>
            </w:pPr>
            <w:r w:rsidRPr="0031418B">
              <w:t>-30 + 3.4 (2180 MHz - f) dBm</w:t>
            </w:r>
          </w:p>
        </w:tc>
        <w:tc>
          <w:tcPr>
            <w:tcW w:w="1642" w:type="dxa"/>
          </w:tcPr>
          <w:p w14:paraId="62FCC60E" w14:textId="77777777" w:rsidR="00134469" w:rsidRPr="0031418B" w:rsidRDefault="00134469" w:rsidP="006C2607">
            <w:pPr>
              <w:pStyle w:val="TAC"/>
            </w:pPr>
            <w:r w:rsidRPr="0031418B">
              <w:t>1 MHz</w:t>
            </w:r>
          </w:p>
        </w:tc>
        <w:tc>
          <w:tcPr>
            <w:tcW w:w="1289" w:type="dxa"/>
          </w:tcPr>
          <w:p w14:paraId="1647045E" w14:textId="77777777" w:rsidR="00134469" w:rsidRPr="0031418B" w:rsidRDefault="00134469" w:rsidP="006C2607">
            <w:pPr>
              <w:pStyle w:val="TAC"/>
            </w:pPr>
          </w:p>
        </w:tc>
      </w:tr>
    </w:tbl>
    <w:p w14:paraId="5976C63D" w14:textId="77777777" w:rsidR="00134469" w:rsidRPr="0031418B" w:rsidRDefault="00134469" w:rsidP="006C2A52"/>
    <w:p w14:paraId="3C9FF823" w14:textId="77777777" w:rsidR="00280E2C" w:rsidRPr="0031418B" w:rsidRDefault="00280E2C" w:rsidP="00280E2C">
      <w:pPr>
        <w:rPr>
          <w:rFonts w:cs="v5.0.0"/>
          <w:lang w:eastAsia="ja-JP"/>
        </w:rPr>
      </w:pPr>
      <w:r w:rsidRPr="0031418B">
        <w:t xml:space="preserve">In regions where FCC regulation applies, requirements for protection of GPS according to FCC Order DA 10-534 applies for operation in Band 24. The following normative requirement covers the Repeater to be used together with other information about the site installation to verify compliance with the requirement in FCC Order DA 10-534. The requirement applies </w:t>
      </w:r>
      <w:r w:rsidRPr="0031418B">
        <w:rPr>
          <w:rFonts w:cs="v5.0.0"/>
          <w:lang w:eastAsia="ja-JP"/>
        </w:rPr>
        <w:t>to repeater operating in Band 24 to ensure that appropriate interference protection is provided to the 1559 – 1610 MHz band.</w:t>
      </w:r>
      <w:r w:rsidRPr="0031418B">
        <w:rPr>
          <w:rFonts w:cs="v3.8.0"/>
        </w:rPr>
        <w:t xml:space="preserve"> </w:t>
      </w:r>
      <w:r w:rsidRPr="0031418B">
        <w:t>This requirement applies to the frequency range 1559-1610 MHz even though part of this range falls within the operating band unwanted emissions domain.</w:t>
      </w:r>
    </w:p>
    <w:p w14:paraId="5FFF38B8" w14:textId="77777777" w:rsidR="00280E2C" w:rsidRPr="0031418B" w:rsidRDefault="00280E2C" w:rsidP="00280E2C">
      <w:pPr>
        <w:rPr>
          <w:rFonts w:cs="v5.0.0"/>
          <w:lang w:eastAsia="ja-JP"/>
        </w:rPr>
      </w:pPr>
      <w:r w:rsidRPr="0031418B">
        <w:rPr>
          <w:rFonts w:cs="v5.0.0"/>
        </w:rPr>
        <w:t xml:space="preserve">The </w:t>
      </w:r>
      <w:r w:rsidRPr="0031418B">
        <w:t xml:space="preserve">level of emissions </w:t>
      </w:r>
      <w:r w:rsidRPr="0031418B">
        <w:rPr>
          <w:rFonts w:cs="v5.0.0"/>
          <w:lang w:eastAsia="ja-JP"/>
        </w:rPr>
        <w:t>in the 1559 – 1610 MHz band</w:t>
      </w:r>
      <w:r w:rsidRPr="0031418B">
        <w:t xml:space="preserve">, measured in measurement bandwidth according to </w:t>
      </w:r>
      <w:r w:rsidRPr="0031418B">
        <w:rPr>
          <w:rFonts w:cs="v5.0.0"/>
        </w:rPr>
        <w:t>Table 6.6.4.3.1-4</w:t>
      </w:r>
      <w:r w:rsidRPr="0031418B">
        <w:t xml:space="preserve"> shall not exceed the maximum emission levels P</w:t>
      </w:r>
      <w:r w:rsidRPr="0031418B">
        <w:rPr>
          <w:vertAlign w:val="subscript"/>
        </w:rPr>
        <w:t>E_1MHz</w:t>
      </w:r>
      <w:r w:rsidRPr="0031418B">
        <w:t xml:space="preserve"> and P</w:t>
      </w:r>
      <w:r w:rsidRPr="0031418B">
        <w:rPr>
          <w:vertAlign w:val="subscript"/>
        </w:rPr>
        <w:t>E_1kHz</w:t>
      </w:r>
      <w:r w:rsidRPr="0031418B">
        <w:t xml:space="preserve"> declared by the manufacturer.</w:t>
      </w:r>
    </w:p>
    <w:p w14:paraId="5D2FDB29" w14:textId="77777777" w:rsidR="00280E2C" w:rsidRPr="0031418B" w:rsidRDefault="00280E2C" w:rsidP="00280E2C">
      <w:pPr>
        <w:pStyle w:val="TH"/>
        <w:rPr>
          <w:rFonts w:cs="v5.0.0"/>
        </w:rPr>
      </w:pPr>
      <w:r w:rsidRPr="0031418B">
        <w:rPr>
          <w:rFonts w:cs="v5.0.0"/>
        </w:rPr>
        <w:t xml:space="preserve">Table 9.1.3-5A: </w:t>
      </w:r>
      <w:r w:rsidRPr="0031418B">
        <w:t>Declared emissions levels for protection of the 1559-1610 MHz band</w:t>
      </w:r>
    </w:p>
    <w:tbl>
      <w:tblPr>
        <w:tblW w:w="76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tblGrid>
      <w:tr w:rsidR="00280E2C" w:rsidRPr="0031418B" w14:paraId="116BF5B2" w14:textId="77777777" w:rsidTr="00DB423E">
        <w:trPr>
          <w:cantSplit/>
          <w:jc w:val="center"/>
        </w:trPr>
        <w:tc>
          <w:tcPr>
            <w:tcW w:w="1743" w:type="dxa"/>
          </w:tcPr>
          <w:p w14:paraId="0FF79874" w14:textId="77777777" w:rsidR="00280E2C" w:rsidRPr="0031418B" w:rsidRDefault="00280E2C" w:rsidP="00DB423E">
            <w:pPr>
              <w:pStyle w:val="TAH"/>
              <w:rPr>
                <w:rFonts w:cs="v5.0.0"/>
              </w:rPr>
            </w:pPr>
            <w:r w:rsidRPr="0031418B">
              <w:rPr>
                <w:rFonts w:cs="v5.0.0"/>
              </w:rPr>
              <w:t>Operating Band</w:t>
            </w:r>
          </w:p>
        </w:tc>
        <w:tc>
          <w:tcPr>
            <w:tcW w:w="1956" w:type="dxa"/>
          </w:tcPr>
          <w:p w14:paraId="28A0447A" w14:textId="77777777" w:rsidR="00280E2C" w:rsidRPr="0031418B" w:rsidRDefault="00280E2C" w:rsidP="00DB423E">
            <w:pPr>
              <w:pStyle w:val="TAH"/>
              <w:rPr>
                <w:rFonts w:cs="v5.0.0"/>
              </w:rPr>
            </w:pPr>
            <w:r w:rsidRPr="0031418B">
              <w:rPr>
                <w:rFonts w:cs="v5.0.0"/>
              </w:rPr>
              <w:t>Frequency range</w:t>
            </w:r>
          </w:p>
        </w:tc>
        <w:tc>
          <w:tcPr>
            <w:tcW w:w="1956" w:type="dxa"/>
          </w:tcPr>
          <w:p w14:paraId="276FC7DA" w14:textId="77777777" w:rsidR="00280E2C" w:rsidRPr="0031418B" w:rsidRDefault="00280E2C" w:rsidP="00DB423E">
            <w:pPr>
              <w:pStyle w:val="TAH"/>
              <w:rPr>
                <w:rFonts w:cs="v5.0.0"/>
              </w:rPr>
            </w:pPr>
            <w:r w:rsidRPr="0031418B">
              <w:t>Declared emission level [</w:t>
            </w:r>
            <w:r w:rsidRPr="0031418B">
              <w:rPr>
                <w:rFonts w:cs="v5.0.0"/>
              </w:rPr>
              <w:t xml:space="preserve">dBW] </w:t>
            </w:r>
          </w:p>
          <w:p w14:paraId="0652AD45" w14:textId="77777777" w:rsidR="00280E2C" w:rsidRPr="0031418B" w:rsidRDefault="00280E2C" w:rsidP="00DB423E">
            <w:pPr>
              <w:pStyle w:val="TAC"/>
              <w:rPr>
                <w:rFonts w:cs="v5.0.0"/>
              </w:rPr>
            </w:pPr>
            <w:r w:rsidRPr="0031418B">
              <w:rPr>
                <w:rFonts w:cs="v5.0.0"/>
              </w:rPr>
              <w:t>(Measurement bandwidth = 1 MHz)</w:t>
            </w:r>
          </w:p>
        </w:tc>
        <w:tc>
          <w:tcPr>
            <w:tcW w:w="1956" w:type="dxa"/>
          </w:tcPr>
          <w:p w14:paraId="2CCDF6F3" w14:textId="77777777" w:rsidR="00280E2C" w:rsidRPr="0031418B" w:rsidRDefault="00280E2C" w:rsidP="00DB423E">
            <w:pPr>
              <w:pStyle w:val="TAH"/>
              <w:rPr>
                <w:rFonts w:cs="v5.0.0"/>
              </w:rPr>
            </w:pPr>
            <w:r w:rsidRPr="0031418B">
              <w:t>Declared emission level [</w:t>
            </w:r>
            <w:r w:rsidRPr="0031418B">
              <w:rPr>
                <w:rFonts w:cs="v5.0.0"/>
              </w:rPr>
              <w:t>dBW] of discrete emissions of less than 700 Hz bandwidth</w:t>
            </w:r>
          </w:p>
          <w:p w14:paraId="74879BAB" w14:textId="77777777" w:rsidR="00280E2C" w:rsidRPr="0031418B" w:rsidRDefault="00280E2C" w:rsidP="00DB423E">
            <w:pPr>
              <w:pStyle w:val="TAC"/>
              <w:rPr>
                <w:rFonts w:cs="v5.0.0"/>
              </w:rPr>
            </w:pPr>
            <w:r w:rsidRPr="0031418B">
              <w:rPr>
                <w:rFonts w:cs="v5.0.0"/>
              </w:rPr>
              <w:t>(Measurement bandwidth = 1 kHz)</w:t>
            </w:r>
          </w:p>
        </w:tc>
      </w:tr>
      <w:tr w:rsidR="00280E2C" w:rsidRPr="0031418B" w14:paraId="65F7638B" w14:textId="77777777" w:rsidTr="00DB423E">
        <w:trPr>
          <w:cantSplit/>
          <w:jc w:val="center"/>
        </w:trPr>
        <w:tc>
          <w:tcPr>
            <w:tcW w:w="1743" w:type="dxa"/>
          </w:tcPr>
          <w:p w14:paraId="75BD69D4" w14:textId="77777777" w:rsidR="00280E2C" w:rsidRPr="0031418B" w:rsidRDefault="00280E2C" w:rsidP="00DB423E">
            <w:pPr>
              <w:pStyle w:val="TAC"/>
              <w:rPr>
                <w:rFonts w:cs="v5.0.0"/>
              </w:rPr>
            </w:pPr>
            <w:r w:rsidRPr="0031418B">
              <w:rPr>
                <w:rFonts w:cs="v5.0.0"/>
              </w:rPr>
              <w:t>24</w:t>
            </w:r>
          </w:p>
        </w:tc>
        <w:tc>
          <w:tcPr>
            <w:tcW w:w="1956" w:type="dxa"/>
          </w:tcPr>
          <w:p w14:paraId="7E91E4BF" w14:textId="77777777" w:rsidR="00280E2C" w:rsidRPr="0031418B" w:rsidRDefault="00280E2C" w:rsidP="00DB423E">
            <w:pPr>
              <w:pStyle w:val="TAC"/>
              <w:rPr>
                <w:rFonts w:cs="v5.0.0"/>
              </w:rPr>
            </w:pPr>
            <w:r w:rsidRPr="0031418B">
              <w:rPr>
                <w:rFonts w:cs="v5.0.0"/>
              </w:rPr>
              <w:t>1559 - 1610 MHz</w:t>
            </w:r>
          </w:p>
        </w:tc>
        <w:tc>
          <w:tcPr>
            <w:tcW w:w="1956" w:type="dxa"/>
          </w:tcPr>
          <w:p w14:paraId="3E01619B" w14:textId="77777777" w:rsidR="00280E2C" w:rsidRPr="0031418B" w:rsidRDefault="00280E2C" w:rsidP="00DB423E">
            <w:pPr>
              <w:pStyle w:val="TAC"/>
              <w:rPr>
                <w:rFonts w:cs="v5.0.0"/>
              </w:rPr>
            </w:pPr>
            <w:r w:rsidRPr="0031418B">
              <w:t>P</w:t>
            </w:r>
            <w:r w:rsidRPr="0031418B">
              <w:rPr>
                <w:vertAlign w:val="subscript"/>
              </w:rPr>
              <w:t>E_1MHz</w:t>
            </w:r>
          </w:p>
        </w:tc>
        <w:tc>
          <w:tcPr>
            <w:tcW w:w="1956" w:type="dxa"/>
          </w:tcPr>
          <w:p w14:paraId="560A58A4" w14:textId="77777777" w:rsidR="00280E2C" w:rsidRPr="0031418B" w:rsidRDefault="00280E2C" w:rsidP="00DB423E">
            <w:pPr>
              <w:pStyle w:val="TAC"/>
              <w:rPr>
                <w:rFonts w:cs="v5.0.0"/>
              </w:rPr>
            </w:pPr>
            <w:r w:rsidRPr="0031418B">
              <w:t>P</w:t>
            </w:r>
            <w:r w:rsidRPr="0031418B">
              <w:rPr>
                <w:vertAlign w:val="subscript"/>
              </w:rPr>
              <w:t>E_1kHz</w:t>
            </w:r>
          </w:p>
        </w:tc>
      </w:tr>
    </w:tbl>
    <w:p w14:paraId="5EB2AEC6" w14:textId="77777777" w:rsidR="00280E2C" w:rsidRPr="0031418B" w:rsidRDefault="00280E2C" w:rsidP="00280E2C"/>
    <w:p w14:paraId="07E7D59F" w14:textId="77777777" w:rsidR="00280E2C" w:rsidRPr="0031418B" w:rsidRDefault="00280E2C" w:rsidP="00280E2C">
      <w:pPr>
        <w:pStyle w:val="NO"/>
      </w:pPr>
      <w:r w:rsidRPr="0031418B">
        <w:t xml:space="preserve">Note: </w:t>
      </w:r>
      <w:r w:rsidRPr="0031418B">
        <w:tab/>
        <w:t>The regional requirement in FCC Order DA 10-534 is defined in terms of EIRP (effective isotropic radiated power), which is dependent on both the repeater emissions at the antenna connector and the deployment (including antenna gain and feeder loss). The EIRP level is calculated using: P</w:t>
      </w:r>
      <w:r w:rsidRPr="0031418B">
        <w:rPr>
          <w:vertAlign w:val="subscript"/>
        </w:rPr>
        <w:t>EIRP</w:t>
      </w:r>
      <w:r w:rsidRPr="0031418B">
        <w:t xml:space="preserve"> = P</w:t>
      </w:r>
      <w:r w:rsidRPr="0031418B">
        <w:rPr>
          <w:vertAlign w:val="subscript"/>
        </w:rPr>
        <w:t>E</w:t>
      </w:r>
      <w:r w:rsidRPr="0031418B">
        <w:t xml:space="preserve"> + G</w:t>
      </w:r>
      <w:r w:rsidRPr="0031418B">
        <w:rPr>
          <w:vertAlign w:val="subscript"/>
        </w:rPr>
        <w:t>ant</w:t>
      </w:r>
      <w:r w:rsidRPr="0031418B">
        <w:t xml:space="preserve"> where P</w:t>
      </w:r>
      <w:r w:rsidRPr="0031418B">
        <w:rPr>
          <w:vertAlign w:val="subscript"/>
        </w:rPr>
        <w:t>E</w:t>
      </w:r>
      <w:r w:rsidRPr="0031418B">
        <w:t xml:space="preserve"> denotes the Repeater unwanted emission level at the antenna connector, G</w:t>
      </w:r>
      <w:r w:rsidRPr="0031418B">
        <w:rPr>
          <w:vertAlign w:val="subscript"/>
        </w:rPr>
        <w:t>ant</w:t>
      </w:r>
      <w:r w:rsidRPr="0031418B">
        <w:t xml:space="preserve"> equals the Repeater antenna gain minus feeder loss. The requirement defined above provides the characteristics of the Repeater needed to verify compliance with the regional requirement.</w:t>
      </w:r>
    </w:p>
    <w:p w14:paraId="63FAF99E" w14:textId="77777777" w:rsidR="008524B3" w:rsidRPr="0031418B" w:rsidRDefault="008524B3" w:rsidP="008524B3">
      <w:r w:rsidRPr="0031418B">
        <w:t>In certain regions, the following requirements may apply to E-UTRA repeaters operating in Band 32 within 1452</w:t>
      </w:r>
      <w:r w:rsidRPr="0031418B">
        <w:rPr>
          <w:rFonts w:hint="eastAsia"/>
          <w:lang w:eastAsia="ja-JP"/>
        </w:rPr>
        <w:t>-</w:t>
      </w:r>
      <w:r w:rsidRPr="0031418B">
        <w:t>1492 MHz</w:t>
      </w:r>
      <w:r w:rsidRPr="0031418B">
        <w:rPr>
          <w:rFonts w:hint="eastAsia"/>
          <w:lang w:eastAsia="ja-JP"/>
        </w:rPr>
        <w:t>.</w:t>
      </w:r>
      <w:r w:rsidRPr="0031418B">
        <w:t xml:space="preserve"> </w:t>
      </w:r>
      <w:r w:rsidRPr="0031418B">
        <w:rPr>
          <w:rFonts w:cs="v5.0.0"/>
        </w:rPr>
        <w:t xml:space="preserve">The </w:t>
      </w:r>
      <w:r w:rsidRPr="0031418B">
        <w:t>level of unwanted emissions, measured on centre frequencies f_offset</w:t>
      </w:r>
      <w:r w:rsidRPr="0031418B">
        <w:rPr>
          <w:rFonts w:hint="eastAsia"/>
          <w:lang w:eastAsia="ja-JP"/>
        </w:rPr>
        <w:t xml:space="preserve"> with filter bandwidth</w:t>
      </w:r>
      <w:r w:rsidRPr="0031418B">
        <w:t>, according to Table 9.1.3-6 shall neither exceed the maximum emission level 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,a</w:t>
      </w:r>
      <w:r w:rsidRPr="0031418B">
        <w:rPr>
          <w:vertAlign w:val="subscript"/>
        </w:rPr>
        <w:t xml:space="preserve"> ,  </w:t>
      </w:r>
      <w:r w:rsidRPr="0031418B">
        <w:t>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,b</w:t>
      </w:r>
      <w:r w:rsidRPr="0031418B">
        <w:rPr>
          <w:vertAlign w:val="subscript"/>
        </w:rPr>
        <w:t xml:space="preserve"> </w:t>
      </w:r>
      <w:r w:rsidRPr="0031418B">
        <w:t>nor 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,c</w:t>
      </w:r>
      <w:r w:rsidRPr="0031418B">
        <w:t xml:space="preserve"> declared by the manufacturer.</w:t>
      </w:r>
    </w:p>
    <w:p w14:paraId="2E471FD4" w14:textId="77777777" w:rsidR="008524B3" w:rsidRPr="0031418B" w:rsidRDefault="008524B3" w:rsidP="008524B3">
      <w:pPr>
        <w:pStyle w:val="TH"/>
      </w:pPr>
      <w:r w:rsidRPr="0031418B">
        <w:t>Table 9.1.3-6: Declared operating band 32 unwanted emission within 1452</w:t>
      </w:r>
      <w:r w:rsidRPr="0031418B">
        <w:rPr>
          <w:rFonts w:hint="eastAsia"/>
          <w:lang w:eastAsia="ja-JP"/>
        </w:rPr>
        <w:t>-</w:t>
      </w:r>
      <w:r w:rsidRPr="0031418B">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019"/>
        <w:gridCol w:w="1843"/>
      </w:tblGrid>
      <w:tr w:rsidR="008524B3" w:rsidRPr="0031418B" w14:paraId="225463C6" w14:textId="77777777" w:rsidTr="008524B3">
        <w:trPr>
          <w:jc w:val="center"/>
        </w:trPr>
        <w:tc>
          <w:tcPr>
            <w:tcW w:w="3192" w:type="dxa"/>
          </w:tcPr>
          <w:p w14:paraId="799CE466" w14:textId="77777777" w:rsidR="008524B3" w:rsidRPr="0031418B" w:rsidRDefault="008524B3" w:rsidP="008524B3">
            <w:pPr>
              <w:pStyle w:val="TAH"/>
              <w:rPr>
                <w:noProof/>
              </w:rPr>
            </w:pPr>
            <w:r w:rsidRPr="0031418B">
              <w:rPr>
                <w:noProof/>
              </w:rPr>
              <w:t>Frequency offset of measurement filter centre frequency, f_offset</w:t>
            </w:r>
          </w:p>
        </w:tc>
        <w:tc>
          <w:tcPr>
            <w:tcW w:w="2019" w:type="dxa"/>
          </w:tcPr>
          <w:p w14:paraId="12F31BD6" w14:textId="77777777" w:rsidR="008524B3" w:rsidRPr="0031418B" w:rsidRDefault="008524B3" w:rsidP="008524B3">
            <w:pPr>
              <w:pStyle w:val="TAH"/>
              <w:rPr>
                <w:noProof/>
              </w:rPr>
            </w:pPr>
            <w:r w:rsidRPr="0031418B">
              <w:rPr>
                <w:noProof/>
              </w:rPr>
              <w:t>Declared emission level [dBm]</w:t>
            </w:r>
          </w:p>
        </w:tc>
        <w:tc>
          <w:tcPr>
            <w:tcW w:w="1843" w:type="dxa"/>
          </w:tcPr>
          <w:p w14:paraId="137FA11C" w14:textId="77777777" w:rsidR="008524B3" w:rsidRPr="0031418B" w:rsidRDefault="008524B3" w:rsidP="008524B3">
            <w:pPr>
              <w:pStyle w:val="TAH"/>
              <w:rPr>
                <w:noProof/>
              </w:rPr>
            </w:pPr>
            <w:r w:rsidRPr="0031418B">
              <w:rPr>
                <w:noProof/>
              </w:rPr>
              <w:t xml:space="preserve">Measurement bandwidth </w:t>
            </w:r>
          </w:p>
        </w:tc>
      </w:tr>
      <w:tr w:rsidR="008524B3" w:rsidRPr="0031418B" w14:paraId="361640C2" w14:textId="77777777" w:rsidTr="008524B3">
        <w:trPr>
          <w:jc w:val="center"/>
        </w:trPr>
        <w:tc>
          <w:tcPr>
            <w:tcW w:w="3192" w:type="dxa"/>
            <w:vAlign w:val="center"/>
          </w:tcPr>
          <w:p w14:paraId="1A846A0A" w14:textId="77777777" w:rsidR="008524B3" w:rsidRPr="0031418B" w:rsidRDefault="008524B3" w:rsidP="008524B3">
            <w:pPr>
              <w:pStyle w:val="TAC"/>
              <w:rPr>
                <w:noProof/>
              </w:rPr>
            </w:pPr>
            <w:r w:rsidRPr="0031418B">
              <w:rPr>
                <w:noProof/>
                <w:lang w:eastAsia="zh-CN"/>
              </w:rPr>
              <w:t>2.5</w:t>
            </w:r>
            <w:r w:rsidRPr="0031418B">
              <w:rPr>
                <w:noProof/>
              </w:rPr>
              <w:t xml:space="preserve"> MHz</w:t>
            </w:r>
          </w:p>
        </w:tc>
        <w:tc>
          <w:tcPr>
            <w:tcW w:w="2019" w:type="dxa"/>
            <w:vAlign w:val="center"/>
          </w:tcPr>
          <w:p w14:paraId="64E4C391" w14:textId="77777777" w:rsidR="008524B3" w:rsidRPr="0031418B" w:rsidRDefault="008524B3" w:rsidP="008524B3">
            <w:pPr>
              <w:pStyle w:val="TAC"/>
              <w:rPr>
                <w:noProof/>
                <w:lang w:eastAsia="ja-JP"/>
              </w:rPr>
            </w:pPr>
            <w:r w:rsidRPr="0031418B">
              <w:rPr>
                <w:noProof/>
              </w:rPr>
              <w:t>P</w:t>
            </w:r>
            <w:r w:rsidRPr="0031418B">
              <w:rPr>
                <w:noProof/>
                <w:vertAlign w:val="subscript"/>
              </w:rPr>
              <w:t>EM</w:t>
            </w:r>
            <w:r w:rsidRPr="0031418B">
              <w:rPr>
                <w:rFonts w:hint="eastAsia"/>
                <w:noProof/>
                <w:vertAlign w:val="subscript"/>
                <w:lang w:eastAsia="ja-JP"/>
              </w:rPr>
              <w:t>,</w:t>
            </w:r>
            <w:r w:rsidRPr="0031418B">
              <w:rPr>
                <w:noProof/>
                <w:vertAlign w:val="subscript"/>
              </w:rPr>
              <w:t>B32,a</w:t>
            </w:r>
          </w:p>
        </w:tc>
        <w:tc>
          <w:tcPr>
            <w:tcW w:w="1843" w:type="dxa"/>
            <w:vAlign w:val="center"/>
          </w:tcPr>
          <w:p w14:paraId="372F8BE2" w14:textId="77777777" w:rsidR="008524B3" w:rsidRPr="0031418B" w:rsidRDefault="008524B3" w:rsidP="008524B3">
            <w:pPr>
              <w:pStyle w:val="TAC"/>
              <w:rPr>
                <w:noProof/>
              </w:rPr>
            </w:pPr>
            <w:r w:rsidRPr="0031418B">
              <w:rPr>
                <w:noProof/>
              </w:rPr>
              <w:t>5</w:t>
            </w:r>
            <w:r w:rsidRPr="0031418B">
              <w:rPr>
                <w:noProof/>
                <w:lang w:eastAsia="zh-CN"/>
              </w:rPr>
              <w:t xml:space="preserve"> M</w:t>
            </w:r>
            <w:r w:rsidRPr="0031418B">
              <w:rPr>
                <w:noProof/>
              </w:rPr>
              <w:t xml:space="preserve">Hz </w:t>
            </w:r>
          </w:p>
        </w:tc>
      </w:tr>
      <w:tr w:rsidR="008524B3" w:rsidRPr="0031418B" w14:paraId="0B8055CB" w14:textId="77777777" w:rsidTr="008524B3">
        <w:trPr>
          <w:jc w:val="center"/>
        </w:trPr>
        <w:tc>
          <w:tcPr>
            <w:tcW w:w="3192" w:type="dxa"/>
            <w:vAlign w:val="center"/>
          </w:tcPr>
          <w:p w14:paraId="0EBF1C49" w14:textId="77777777" w:rsidR="008524B3" w:rsidRPr="0031418B" w:rsidRDefault="008524B3" w:rsidP="008524B3">
            <w:pPr>
              <w:pStyle w:val="TAC"/>
              <w:rPr>
                <w:noProof/>
              </w:rPr>
            </w:pPr>
            <w:r w:rsidRPr="0031418B">
              <w:rPr>
                <w:noProof/>
                <w:lang w:eastAsia="zh-CN"/>
              </w:rPr>
              <w:t>7.5</w:t>
            </w:r>
            <w:r w:rsidRPr="0031418B">
              <w:rPr>
                <w:noProof/>
              </w:rPr>
              <w:t xml:space="preserve"> MHz</w:t>
            </w:r>
          </w:p>
        </w:tc>
        <w:tc>
          <w:tcPr>
            <w:tcW w:w="2019" w:type="dxa"/>
            <w:vAlign w:val="center"/>
          </w:tcPr>
          <w:p w14:paraId="54ACCCC6" w14:textId="77777777" w:rsidR="008524B3" w:rsidRPr="0031418B" w:rsidRDefault="008524B3" w:rsidP="008524B3">
            <w:pPr>
              <w:pStyle w:val="TAC"/>
              <w:rPr>
                <w:noProof/>
                <w:lang w:eastAsia="ja-JP"/>
              </w:rPr>
            </w:pPr>
            <w:r w:rsidRPr="0031418B">
              <w:rPr>
                <w:noProof/>
              </w:rPr>
              <w:t>P</w:t>
            </w:r>
            <w:r w:rsidRPr="0031418B">
              <w:rPr>
                <w:noProof/>
                <w:vertAlign w:val="subscript"/>
              </w:rPr>
              <w:t>EM</w:t>
            </w:r>
            <w:r w:rsidRPr="0031418B">
              <w:rPr>
                <w:rFonts w:hint="eastAsia"/>
                <w:noProof/>
                <w:vertAlign w:val="subscript"/>
                <w:lang w:eastAsia="ja-JP"/>
              </w:rPr>
              <w:t>,</w:t>
            </w:r>
            <w:r w:rsidRPr="0031418B">
              <w:rPr>
                <w:noProof/>
                <w:vertAlign w:val="subscript"/>
              </w:rPr>
              <w:t>B32,</w:t>
            </w:r>
            <w:r w:rsidRPr="0031418B">
              <w:rPr>
                <w:noProof/>
                <w:vertAlign w:val="subscript"/>
                <w:lang w:eastAsia="ja-JP"/>
              </w:rPr>
              <w:t>b</w:t>
            </w:r>
          </w:p>
        </w:tc>
        <w:tc>
          <w:tcPr>
            <w:tcW w:w="1843" w:type="dxa"/>
            <w:vAlign w:val="center"/>
          </w:tcPr>
          <w:p w14:paraId="0438A0E0" w14:textId="77777777" w:rsidR="008524B3" w:rsidRPr="0031418B" w:rsidRDefault="008524B3" w:rsidP="008524B3">
            <w:pPr>
              <w:pStyle w:val="TAC"/>
              <w:rPr>
                <w:noProof/>
              </w:rPr>
            </w:pPr>
            <w:r w:rsidRPr="0031418B">
              <w:rPr>
                <w:noProof/>
              </w:rPr>
              <w:t>5</w:t>
            </w:r>
            <w:r w:rsidRPr="0031418B">
              <w:rPr>
                <w:noProof/>
                <w:lang w:eastAsia="zh-CN"/>
              </w:rPr>
              <w:t xml:space="preserve"> M</w:t>
            </w:r>
            <w:r w:rsidRPr="0031418B">
              <w:rPr>
                <w:noProof/>
              </w:rPr>
              <w:t xml:space="preserve">Hz </w:t>
            </w:r>
          </w:p>
        </w:tc>
      </w:tr>
      <w:tr w:rsidR="008524B3" w:rsidRPr="0031418B" w14:paraId="70B14181" w14:textId="77777777" w:rsidTr="008524B3">
        <w:trPr>
          <w:jc w:val="center"/>
        </w:trPr>
        <w:tc>
          <w:tcPr>
            <w:tcW w:w="3192" w:type="dxa"/>
            <w:vAlign w:val="center"/>
          </w:tcPr>
          <w:p w14:paraId="55680ADC" w14:textId="77777777" w:rsidR="008524B3" w:rsidRPr="0031418B" w:rsidRDefault="008524B3" w:rsidP="008524B3">
            <w:pPr>
              <w:pStyle w:val="TAC"/>
              <w:rPr>
                <w:noProof/>
                <w:lang w:eastAsia="zh-CN"/>
              </w:rPr>
            </w:pPr>
            <w:r w:rsidRPr="0031418B">
              <w:rPr>
                <w:noProof/>
                <w:lang w:eastAsia="zh-CN"/>
              </w:rPr>
              <w:t>12.5</w:t>
            </w:r>
            <w:r w:rsidRPr="0031418B">
              <w:rPr>
                <w:noProof/>
              </w:rPr>
              <w:t xml:space="preserve"> MHz ≤ </w:t>
            </w:r>
            <w:r w:rsidRPr="0031418B">
              <w:rPr>
                <w:noProof/>
                <w:lang w:eastAsia="zh-CN"/>
              </w:rPr>
              <w:t>f_offset</w:t>
            </w:r>
            <w:r w:rsidRPr="0031418B">
              <w:rPr>
                <w:noProof/>
              </w:rPr>
              <w:t xml:space="preserve"> ≤ f_offset</w:t>
            </w:r>
            <w:r w:rsidRPr="0031418B">
              <w:rPr>
                <w:noProof/>
                <w:vertAlign w:val="subscript"/>
              </w:rPr>
              <w:t>max, B32</w:t>
            </w:r>
            <w:r w:rsidRPr="0031418B">
              <w:rPr>
                <w:noProof/>
              </w:rPr>
              <w:t xml:space="preserve">   </w:t>
            </w:r>
          </w:p>
        </w:tc>
        <w:tc>
          <w:tcPr>
            <w:tcW w:w="2019" w:type="dxa"/>
            <w:vAlign w:val="center"/>
          </w:tcPr>
          <w:p w14:paraId="13758A05" w14:textId="77777777" w:rsidR="008524B3" w:rsidRPr="0031418B" w:rsidRDefault="008524B3" w:rsidP="008524B3">
            <w:pPr>
              <w:pStyle w:val="TAC"/>
              <w:rPr>
                <w:noProof/>
                <w:lang w:eastAsia="ja-JP"/>
              </w:rPr>
            </w:pPr>
            <w:r w:rsidRPr="0031418B">
              <w:rPr>
                <w:noProof/>
              </w:rPr>
              <w:t>P</w:t>
            </w:r>
            <w:r w:rsidRPr="0031418B">
              <w:rPr>
                <w:noProof/>
                <w:vertAlign w:val="subscript"/>
              </w:rPr>
              <w:t>EM</w:t>
            </w:r>
            <w:r w:rsidRPr="0031418B">
              <w:rPr>
                <w:rFonts w:hint="eastAsia"/>
                <w:noProof/>
                <w:vertAlign w:val="subscript"/>
                <w:lang w:eastAsia="ja-JP"/>
              </w:rPr>
              <w:t>,</w:t>
            </w:r>
            <w:r w:rsidRPr="0031418B">
              <w:rPr>
                <w:noProof/>
                <w:vertAlign w:val="subscript"/>
              </w:rPr>
              <w:t>B32,c</w:t>
            </w:r>
          </w:p>
        </w:tc>
        <w:tc>
          <w:tcPr>
            <w:tcW w:w="1843" w:type="dxa"/>
            <w:vAlign w:val="center"/>
          </w:tcPr>
          <w:p w14:paraId="1F3C8B1B" w14:textId="77777777" w:rsidR="008524B3" w:rsidRPr="0031418B" w:rsidRDefault="008524B3" w:rsidP="008524B3">
            <w:pPr>
              <w:pStyle w:val="TAC"/>
              <w:rPr>
                <w:noProof/>
              </w:rPr>
            </w:pPr>
            <w:r w:rsidRPr="0031418B">
              <w:rPr>
                <w:noProof/>
              </w:rPr>
              <w:t>5 MHz</w:t>
            </w:r>
          </w:p>
        </w:tc>
      </w:tr>
      <w:tr w:rsidR="008524B3" w:rsidRPr="0031418B" w14:paraId="17452291" w14:textId="77777777" w:rsidTr="008524B3">
        <w:trPr>
          <w:jc w:val="center"/>
        </w:trPr>
        <w:tc>
          <w:tcPr>
            <w:tcW w:w="7054" w:type="dxa"/>
            <w:gridSpan w:val="3"/>
          </w:tcPr>
          <w:p w14:paraId="5B2AE2A1" w14:textId="77777777" w:rsidR="008524B3" w:rsidRPr="0031418B" w:rsidRDefault="008524B3" w:rsidP="008524B3">
            <w:pPr>
              <w:pStyle w:val="TAN"/>
              <w:rPr>
                <w:noProof/>
                <w:lang w:val="en-US"/>
              </w:rPr>
            </w:pPr>
            <w:r w:rsidRPr="0031418B">
              <w:rPr>
                <w:noProof/>
              </w:rPr>
              <w:t>NOTE:</w:t>
            </w:r>
            <w:r w:rsidRPr="0031418B">
              <w:rPr>
                <w:noProof/>
              </w:rPr>
              <w:tab/>
              <w:t>f_offset</w:t>
            </w:r>
            <w:r w:rsidRPr="0031418B">
              <w:rPr>
                <w:noProof/>
                <w:vertAlign w:val="subscript"/>
              </w:rPr>
              <w:t>max, B32</w:t>
            </w:r>
            <w:r w:rsidRPr="0031418B">
              <w:rPr>
                <w:noProof/>
              </w:rPr>
              <w:t xml:space="preserve">  denotes the frequency difference between the lower pass band edge frequency and 1454.5 MHz, and the frequency difference between the upper pass band edge frequency and 1489.5 MHz for the set channel position.</w:t>
            </w:r>
          </w:p>
        </w:tc>
      </w:tr>
    </w:tbl>
    <w:p w14:paraId="524BD39D" w14:textId="77777777" w:rsidR="008524B3" w:rsidRPr="0031418B" w:rsidRDefault="008524B3" w:rsidP="008524B3">
      <w:pPr>
        <w:rPr>
          <w:lang w:val="en-US"/>
        </w:rPr>
      </w:pPr>
    </w:p>
    <w:p w14:paraId="42021E0E" w14:textId="77777777" w:rsidR="008524B3" w:rsidRPr="0031418B" w:rsidRDefault="008524B3" w:rsidP="008524B3">
      <w:pPr>
        <w:pStyle w:val="NO"/>
      </w:pPr>
      <w:r w:rsidRPr="0031418B">
        <w:lastRenderedPageBreak/>
        <w:t xml:space="preserve">NOTE: </w:t>
      </w:r>
      <w:r w:rsidRPr="0031418B">
        <w:tab/>
        <w:t>The regional requirement</w:t>
      </w:r>
      <w:r w:rsidRPr="0031418B">
        <w:rPr>
          <w:rFonts w:hint="eastAsia"/>
          <w:lang w:eastAsia="ja-JP"/>
        </w:rPr>
        <w:t>,</w:t>
      </w:r>
      <w:r w:rsidRPr="0031418B">
        <w:t xml:space="preserve"> included in </w:t>
      </w:r>
      <w:r w:rsidRPr="0031418B">
        <w:rPr>
          <w:rFonts w:hint="eastAsia"/>
          <w:lang w:eastAsia="ja-JP"/>
        </w:rPr>
        <w:t>[</w:t>
      </w:r>
      <w:r w:rsidRPr="0031418B">
        <w:rPr>
          <w:lang w:eastAsia="ja-JP"/>
        </w:rPr>
        <w:t>9</w:t>
      </w:r>
      <w:r w:rsidRPr="0031418B">
        <w:rPr>
          <w:rFonts w:hint="eastAsia"/>
          <w:lang w:eastAsia="ja-JP"/>
        </w:rPr>
        <w:t>],</w:t>
      </w:r>
      <w:r w:rsidRPr="0031418B">
        <w:t xml:space="preserve"> is defined in terms of EIRP per antenna, which is dependent on both the repeater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TS36.104 [6].</w:t>
      </w:r>
    </w:p>
    <w:p w14:paraId="6647C7C4" w14:textId="77777777" w:rsidR="008524B3" w:rsidRPr="0031418B" w:rsidRDefault="008524B3" w:rsidP="008524B3">
      <w:r w:rsidRPr="0031418B">
        <w:rPr>
          <w:rFonts w:hint="eastAsia"/>
          <w:lang w:eastAsia="ja-JP"/>
        </w:rPr>
        <w:t>In certain regions, t</w:t>
      </w:r>
      <w:r w:rsidRPr="0031418B">
        <w:t xml:space="preserve">he following requirement may apply </w:t>
      </w:r>
      <w:r w:rsidRPr="0031418B">
        <w:rPr>
          <w:rFonts w:hint="eastAsia"/>
          <w:lang w:eastAsia="ja-JP"/>
        </w:rPr>
        <w:t xml:space="preserve">to </w:t>
      </w:r>
      <w:r w:rsidRPr="0031418B">
        <w:rPr>
          <w:lang w:eastAsia="ja-JP"/>
        </w:rPr>
        <w:t>E-</w:t>
      </w:r>
      <w:r w:rsidRPr="0031418B">
        <w:rPr>
          <w:rFonts w:hint="eastAsia"/>
          <w:lang w:eastAsia="ja-JP"/>
        </w:rPr>
        <w:t xml:space="preserve">UTRA </w:t>
      </w:r>
      <w:r w:rsidRPr="0031418B">
        <w:rPr>
          <w:lang w:eastAsia="ja-JP"/>
        </w:rPr>
        <w:t>repeaters</w:t>
      </w:r>
      <w:r w:rsidRPr="0031418B">
        <w:rPr>
          <w:rFonts w:hint="eastAsia"/>
          <w:lang w:eastAsia="ja-JP"/>
        </w:rPr>
        <w:t xml:space="preserve"> operating in Band </w:t>
      </w:r>
      <w:r w:rsidRPr="0031418B">
        <w:rPr>
          <w:lang w:eastAsia="ja-JP"/>
        </w:rPr>
        <w:t>32</w:t>
      </w:r>
      <w:r w:rsidRPr="0031418B">
        <w:rPr>
          <w:rFonts w:hint="eastAsia"/>
          <w:lang w:eastAsia="ja-JP"/>
        </w:rPr>
        <w:t xml:space="preserve"> within 1452-1492</w:t>
      </w:r>
      <w:r w:rsidRPr="0031418B">
        <w:rPr>
          <w:lang w:eastAsia="ja-JP"/>
        </w:rPr>
        <w:t xml:space="preserve">  </w:t>
      </w:r>
      <w:r w:rsidRPr="0031418B">
        <w:rPr>
          <w:rFonts w:hint="eastAsia"/>
          <w:lang w:eastAsia="ja-JP"/>
        </w:rPr>
        <w:t xml:space="preserve">MHz </w:t>
      </w:r>
      <w:r w:rsidRPr="0031418B">
        <w:t xml:space="preserve">for </w:t>
      </w:r>
      <w:r w:rsidRPr="0031418B">
        <w:rPr>
          <w:rFonts w:hint="eastAsia"/>
          <w:lang w:eastAsia="ja-JP"/>
        </w:rPr>
        <w:t xml:space="preserve">the </w:t>
      </w:r>
      <w:r w:rsidRPr="0031418B">
        <w:t>protection of services in spectrum adjacent to</w:t>
      </w:r>
      <w:r w:rsidRPr="0031418B">
        <w:rPr>
          <w:rFonts w:hint="eastAsia"/>
          <w:lang w:eastAsia="ja-JP"/>
        </w:rPr>
        <w:t xml:space="preserve"> the frequency range 1452-1492 MHz</w:t>
      </w:r>
      <w:r w:rsidRPr="0031418B">
        <w:t xml:space="preserve">. </w:t>
      </w:r>
      <w:r w:rsidRPr="0031418B">
        <w:rPr>
          <w:rFonts w:hint="eastAsia"/>
          <w:lang w:eastAsia="ja-JP"/>
        </w:rPr>
        <w:t>T</w:t>
      </w:r>
      <w:r w:rsidRPr="0031418B">
        <w:t>he level of emissions, measured on centre frequencies F</w:t>
      </w:r>
      <w:r w:rsidRPr="0031418B">
        <w:rPr>
          <w:vertAlign w:val="subscript"/>
        </w:rPr>
        <w:t>filter</w:t>
      </w:r>
      <w:r w:rsidRPr="0031418B">
        <w:t xml:space="preserve"> </w:t>
      </w:r>
      <w:r w:rsidRPr="0031418B">
        <w:rPr>
          <w:rFonts w:hint="eastAsia"/>
          <w:lang w:eastAsia="ja-JP"/>
        </w:rPr>
        <w:t xml:space="preserve">with filter bandwidth </w:t>
      </w:r>
      <w:r w:rsidRPr="0031418B">
        <w:t>according to Table 9.1.3-7 shall neither exceed the maximum emission level 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,d</w:t>
      </w:r>
      <w:r w:rsidRPr="0031418B">
        <w:rPr>
          <w:vertAlign w:val="subscript"/>
        </w:rPr>
        <w:t xml:space="preserve"> </w:t>
      </w:r>
      <w:r w:rsidRPr="0031418B">
        <w:t>nor 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,e</w:t>
      </w:r>
      <w:r w:rsidRPr="0031418B">
        <w:t xml:space="preserve"> declared by the manufacturer. This requirement applies in the frequency range 1429-1518 MHz even though part of the range falls in the spurious domain.</w:t>
      </w:r>
    </w:p>
    <w:p w14:paraId="6AC78B62" w14:textId="77777777" w:rsidR="008524B3" w:rsidRPr="0031418B" w:rsidRDefault="00ED7416" w:rsidP="00ED7416">
      <w:pPr>
        <w:pStyle w:val="TH"/>
      </w:pPr>
      <w:r w:rsidRPr="0031418B">
        <w:t>Table 9.1.3-7: Operating band 32 declared emission outside 1452</w:t>
      </w:r>
      <w:r w:rsidRPr="0031418B">
        <w:rPr>
          <w:rFonts w:hint="eastAsia"/>
          <w:lang w:eastAsia="ja-JP"/>
        </w:rPr>
        <w:t>-</w:t>
      </w:r>
      <w:r w:rsidRPr="0031418B">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ED7416" w:rsidRPr="0031418B" w14:paraId="2BC9FAFE" w14:textId="77777777" w:rsidTr="00ED7416">
        <w:trPr>
          <w:tblHeader/>
          <w:jc w:val="center"/>
        </w:trPr>
        <w:tc>
          <w:tcPr>
            <w:tcW w:w="3023" w:type="dxa"/>
          </w:tcPr>
          <w:p w14:paraId="043B1EFF" w14:textId="77777777" w:rsidR="00ED7416" w:rsidRPr="0031418B" w:rsidRDefault="00ED7416" w:rsidP="00ED7416">
            <w:pPr>
              <w:pStyle w:val="TAH"/>
            </w:pPr>
            <w:r w:rsidRPr="0031418B">
              <w:t>Filter centre frequency, F</w:t>
            </w:r>
            <w:r w:rsidRPr="0031418B">
              <w:rPr>
                <w:vertAlign w:val="subscript"/>
              </w:rPr>
              <w:t>filter</w:t>
            </w:r>
          </w:p>
        </w:tc>
        <w:tc>
          <w:tcPr>
            <w:tcW w:w="1939" w:type="dxa"/>
          </w:tcPr>
          <w:p w14:paraId="6B20E1CB" w14:textId="77777777" w:rsidR="00ED7416" w:rsidRPr="0031418B" w:rsidRDefault="00ED7416" w:rsidP="00ED7416">
            <w:pPr>
              <w:pStyle w:val="TAH"/>
            </w:pPr>
            <w:r w:rsidRPr="0031418B">
              <w:t>Declared emission level [dBm]</w:t>
            </w:r>
          </w:p>
        </w:tc>
        <w:tc>
          <w:tcPr>
            <w:tcW w:w="1939" w:type="dxa"/>
          </w:tcPr>
          <w:p w14:paraId="67831BAF" w14:textId="77777777" w:rsidR="00ED7416" w:rsidRPr="0031418B" w:rsidRDefault="00ED7416" w:rsidP="00ED7416">
            <w:pPr>
              <w:pStyle w:val="TAH"/>
            </w:pPr>
            <w:r w:rsidRPr="0031418B">
              <w:t>Measurement bandwidth</w:t>
            </w:r>
          </w:p>
        </w:tc>
      </w:tr>
      <w:tr w:rsidR="00ED7416" w:rsidRPr="0031418B" w14:paraId="0A959E24" w14:textId="77777777" w:rsidTr="00ED7416">
        <w:trPr>
          <w:tblHeader/>
          <w:jc w:val="center"/>
        </w:trPr>
        <w:tc>
          <w:tcPr>
            <w:tcW w:w="3023" w:type="dxa"/>
          </w:tcPr>
          <w:p w14:paraId="7EAEA3C2" w14:textId="77777777" w:rsidR="00ED7416" w:rsidRPr="0031418B" w:rsidRDefault="00ED7416" w:rsidP="00ED7416">
            <w:pPr>
              <w:pStyle w:val="TAC"/>
            </w:pPr>
            <w:r w:rsidRPr="0031418B">
              <w:t>1429.5 MHz ≤ F</w:t>
            </w:r>
            <w:r w:rsidRPr="0031418B">
              <w:rPr>
                <w:vertAlign w:val="subscript"/>
              </w:rPr>
              <w:t>filter</w:t>
            </w:r>
            <w:r w:rsidRPr="0031418B">
              <w:t xml:space="preserve"> ≤ 1448.5 MHz</w:t>
            </w:r>
          </w:p>
        </w:tc>
        <w:tc>
          <w:tcPr>
            <w:tcW w:w="1939" w:type="dxa"/>
          </w:tcPr>
          <w:p w14:paraId="0CCD403E" w14:textId="77777777" w:rsidR="00ED7416" w:rsidRPr="0031418B" w:rsidRDefault="00ED7416" w:rsidP="00ED7416">
            <w:pPr>
              <w:pStyle w:val="TAC"/>
            </w:pPr>
            <w:r w:rsidRPr="0031418B">
              <w:t>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,d</w:t>
            </w:r>
          </w:p>
        </w:tc>
        <w:tc>
          <w:tcPr>
            <w:tcW w:w="1939" w:type="dxa"/>
          </w:tcPr>
          <w:p w14:paraId="39263A41" w14:textId="77777777" w:rsidR="00ED7416" w:rsidRPr="0031418B" w:rsidRDefault="00ED7416" w:rsidP="00ED7416">
            <w:pPr>
              <w:pStyle w:val="TAC"/>
            </w:pPr>
            <w:r w:rsidRPr="0031418B">
              <w:t>1 MHz</w:t>
            </w:r>
          </w:p>
        </w:tc>
      </w:tr>
      <w:tr w:rsidR="00ED7416" w:rsidRPr="0031418B" w14:paraId="5B5249AE" w14:textId="77777777" w:rsidTr="00ED7416">
        <w:trPr>
          <w:tblHeader/>
          <w:jc w:val="center"/>
        </w:trPr>
        <w:tc>
          <w:tcPr>
            <w:tcW w:w="3023" w:type="dxa"/>
          </w:tcPr>
          <w:p w14:paraId="28E08C58" w14:textId="77777777" w:rsidR="00ED7416" w:rsidRPr="0031418B" w:rsidRDefault="00ED7416" w:rsidP="00ED7416">
            <w:pPr>
              <w:pStyle w:val="TAC"/>
            </w:pPr>
            <w:r w:rsidRPr="0031418B">
              <w:t>F</w:t>
            </w:r>
            <w:r w:rsidRPr="0031418B">
              <w:rPr>
                <w:vertAlign w:val="subscript"/>
              </w:rPr>
              <w:t>filter</w:t>
            </w:r>
            <w:r w:rsidRPr="0031418B">
              <w:t xml:space="preserve"> =  1450.5 MHz</w:t>
            </w:r>
          </w:p>
        </w:tc>
        <w:tc>
          <w:tcPr>
            <w:tcW w:w="1939" w:type="dxa"/>
          </w:tcPr>
          <w:p w14:paraId="4974C776" w14:textId="77777777" w:rsidR="00ED7416" w:rsidRPr="0031418B" w:rsidRDefault="00ED7416" w:rsidP="00ED7416">
            <w:pPr>
              <w:pStyle w:val="TAC"/>
              <w:rPr>
                <w:lang w:eastAsia="ja-JP"/>
              </w:rPr>
            </w:pPr>
            <w:r w:rsidRPr="0031418B">
              <w:t>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,e</w:t>
            </w:r>
          </w:p>
        </w:tc>
        <w:tc>
          <w:tcPr>
            <w:tcW w:w="1939" w:type="dxa"/>
          </w:tcPr>
          <w:p w14:paraId="2014DC40" w14:textId="77777777" w:rsidR="00ED7416" w:rsidRPr="0031418B" w:rsidRDefault="00ED7416" w:rsidP="00ED7416">
            <w:pPr>
              <w:pStyle w:val="TAC"/>
            </w:pPr>
            <w:r w:rsidRPr="0031418B">
              <w:t>3 MHz</w:t>
            </w:r>
          </w:p>
        </w:tc>
      </w:tr>
      <w:tr w:rsidR="00ED7416" w:rsidRPr="0031418B" w14:paraId="73B26AA5" w14:textId="77777777" w:rsidTr="00ED7416">
        <w:trPr>
          <w:tblHeader/>
          <w:jc w:val="center"/>
        </w:trPr>
        <w:tc>
          <w:tcPr>
            <w:tcW w:w="3023" w:type="dxa"/>
          </w:tcPr>
          <w:p w14:paraId="7EE18E85" w14:textId="77777777" w:rsidR="00ED7416" w:rsidRPr="0031418B" w:rsidRDefault="00ED7416" w:rsidP="00ED7416">
            <w:pPr>
              <w:pStyle w:val="TAC"/>
            </w:pPr>
            <w:r w:rsidRPr="0031418B">
              <w:t>F</w:t>
            </w:r>
            <w:r w:rsidRPr="0031418B">
              <w:rPr>
                <w:vertAlign w:val="subscript"/>
              </w:rPr>
              <w:t>filter</w:t>
            </w:r>
            <w:r w:rsidRPr="0031418B">
              <w:t xml:space="preserve">  = 1493.5 MHz</w:t>
            </w:r>
          </w:p>
        </w:tc>
        <w:tc>
          <w:tcPr>
            <w:tcW w:w="1939" w:type="dxa"/>
          </w:tcPr>
          <w:p w14:paraId="2E257D41" w14:textId="77777777" w:rsidR="00ED7416" w:rsidRPr="0031418B" w:rsidRDefault="00ED7416" w:rsidP="00ED7416">
            <w:pPr>
              <w:pStyle w:val="TAC"/>
            </w:pPr>
            <w:r w:rsidRPr="0031418B">
              <w:t>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,e</w:t>
            </w:r>
          </w:p>
        </w:tc>
        <w:tc>
          <w:tcPr>
            <w:tcW w:w="1939" w:type="dxa"/>
          </w:tcPr>
          <w:p w14:paraId="6F42E0AE" w14:textId="77777777" w:rsidR="00ED7416" w:rsidRPr="0031418B" w:rsidRDefault="00ED7416" w:rsidP="00ED7416">
            <w:pPr>
              <w:pStyle w:val="TAC"/>
            </w:pPr>
            <w:r w:rsidRPr="0031418B">
              <w:t>3 MHz</w:t>
            </w:r>
          </w:p>
        </w:tc>
      </w:tr>
      <w:tr w:rsidR="00ED7416" w:rsidRPr="0031418B" w14:paraId="6110CA5C" w14:textId="77777777" w:rsidTr="00ED7416">
        <w:trPr>
          <w:tblHeader/>
          <w:jc w:val="center"/>
        </w:trPr>
        <w:tc>
          <w:tcPr>
            <w:tcW w:w="3023" w:type="dxa"/>
          </w:tcPr>
          <w:p w14:paraId="1EB22A77" w14:textId="77777777" w:rsidR="00ED7416" w:rsidRPr="0031418B" w:rsidRDefault="00ED7416" w:rsidP="00ED7416">
            <w:pPr>
              <w:pStyle w:val="TAC"/>
            </w:pPr>
            <w:r w:rsidRPr="0031418B">
              <w:t>1495.5 MHz ≤  F</w:t>
            </w:r>
            <w:r w:rsidRPr="0031418B">
              <w:rPr>
                <w:vertAlign w:val="subscript"/>
              </w:rPr>
              <w:t>filter</w:t>
            </w:r>
            <w:r w:rsidRPr="0031418B">
              <w:t xml:space="preserve">  ≤ 1517.5 MHz  </w:t>
            </w:r>
          </w:p>
        </w:tc>
        <w:tc>
          <w:tcPr>
            <w:tcW w:w="1939" w:type="dxa"/>
          </w:tcPr>
          <w:p w14:paraId="3413C7B6" w14:textId="77777777" w:rsidR="00ED7416" w:rsidRPr="0031418B" w:rsidRDefault="00ED7416" w:rsidP="00ED7416">
            <w:pPr>
              <w:pStyle w:val="TAC"/>
            </w:pPr>
            <w:r w:rsidRPr="0031418B">
              <w:t>P</w:t>
            </w:r>
            <w:r w:rsidRPr="0031418B">
              <w:rPr>
                <w:vertAlign w:val="subscript"/>
              </w:rPr>
              <w:t>EM</w:t>
            </w:r>
            <w:r w:rsidRPr="0031418B">
              <w:rPr>
                <w:rFonts w:hint="eastAsia"/>
                <w:vertAlign w:val="subscript"/>
                <w:lang w:eastAsia="ja-JP"/>
              </w:rPr>
              <w:t>,</w:t>
            </w:r>
            <w:r w:rsidRPr="0031418B">
              <w:rPr>
                <w:vertAlign w:val="subscript"/>
              </w:rPr>
              <w:t>B32</w:t>
            </w:r>
            <w:r w:rsidRPr="0031418B">
              <w:rPr>
                <w:rFonts w:hint="eastAsia"/>
                <w:vertAlign w:val="subscript"/>
                <w:lang w:eastAsia="ja-JP"/>
              </w:rPr>
              <w:t>,d</w:t>
            </w:r>
          </w:p>
        </w:tc>
        <w:tc>
          <w:tcPr>
            <w:tcW w:w="1939" w:type="dxa"/>
          </w:tcPr>
          <w:p w14:paraId="75E15899" w14:textId="77777777" w:rsidR="00ED7416" w:rsidRPr="0031418B" w:rsidRDefault="00ED7416" w:rsidP="00ED7416">
            <w:pPr>
              <w:pStyle w:val="TAC"/>
            </w:pPr>
            <w:r w:rsidRPr="0031418B">
              <w:t>1 MHz</w:t>
            </w:r>
          </w:p>
        </w:tc>
      </w:tr>
    </w:tbl>
    <w:p w14:paraId="5C301119" w14:textId="77777777" w:rsidR="00ED7416" w:rsidRPr="0031418B" w:rsidRDefault="00ED7416" w:rsidP="00ED7416">
      <w:pPr>
        <w:rPr>
          <w:lang w:val="en-US"/>
        </w:rPr>
      </w:pPr>
    </w:p>
    <w:p w14:paraId="3B0CD894" w14:textId="77777777" w:rsidR="00ED7416" w:rsidRPr="0031418B" w:rsidRDefault="00ED7416" w:rsidP="00ED7416">
      <w:pPr>
        <w:pStyle w:val="NO"/>
        <w:rPr>
          <w:lang w:eastAsia="ja-JP"/>
        </w:rPr>
      </w:pPr>
      <w:r w:rsidRPr="0031418B">
        <w:t xml:space="preserve">NOTE: </w:t>
      </w:r>
      <w:r w:rsidRPr="0031418B">
        <w:tab/>
        <w:t>The regional requirement</w:t>
      </w:r>
      <w:r w:rsidRPr="0031418B">
        <w:rPr>
          <w:rFonts w:hint="eastAsia"/>
          <w:lang w:eastAsia="ja-JP"/>
        </w:rPr>
        <w:t>,</w:t>
      </w:r>
      <w:r w:rsidRPr="0031418B">
        <w:t xml:space="preserve"> included in </w:t>
      </w:r>
      <w:r w:rsidRPr="0031418B">
        <w:rPr>
          <w:rFonts w:hint="eastAsia"/>
          <w:lang w:eastAsia="ja-JP"/>
        </w:rPr>
        <w:t>[</w:t>
      </w:r>
      <w:r w:rsidRPr="0031418B">
        <w:rPr>
          <w:lang w:eastAsia="ja-JP"/>
        </w:rPr>
        <w:t>9</w:t>
      </w:r>
      <w:r w:rsidRPr="0031418B">
        <w:rPr>
          <w:rFonts w:hint="eastAsia"/>
          <w:lang w:eastAsia="ja-JP"/>
        </w:rPr>
        <w:t>],</w:t>
      </w:r>
      <w:r w:rsidRPr="0031418B">
        <w:t xml:space="preserve"> is defined in terms of EIRP, which is dependent on both the repeater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TS36.104 [6].</w:t>
      </w:r>
    </w:p>
    <w:p w14:paraId="76DD8033" w14:textId="77777777" w:rsidR="00ED7416" w:rsidRPr="0031418B" w:rsidRDefault="00ED7416" w:rsidP="00ED7416">
      <w:r w:rsidRPr="0031418B">
        <w:t>The following notes are common to all subclauses in 9.1.3</w:t>
      </w:r>
    </w:p>
    <w:p w14:paraId="2A8C2DF3" w14:textId="77777777" w:rsidR="00ED7416" w:rsidRPr="0031418B" w:rsidRDefault="00ED7416" w:rsidP="00ED7416">
      <w:pPr>
        <w:pStyle w:val="NO"/>
      </w:pPr>
      <w:r w:rsidRPr="0031418B">
        <w:t>NOTE 1:</w:t>
      </w:r>
      <w:r w:rsidRPr="0031418B">
        <w:tab/>
        <w:t>As a general rule for the requirements in Clause 9.1.3,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5ECB7BD9" w14:textId="77777777" w:rsidR="00ED7416" w:rsidRPr="0031418B" w:rsidRDefault="00ED7416" w:rsidP="00ED7416">
      <w:pPr>
        <w:pStyle w:val="NO"/>
        <w:rPr>
          <w:lang w:val="en-US"/>
        </w:rPr>
      </w:pPr>
      <w:r w:rsidRPr="0031418B">
        <w:t>NOTE 2:</w:t>
      </w:r>
      <w:r w:rsidRPr="0031418B">
        <w:tab/>
        <w:t>For signal bandwidths between the values given in Table's 9.1.3-1 and 9.1.3-2, the requirements can be calculated by linearly interpolating between the requirements closest to the wanted signal bandwidth.</w:t>
      </w:r>
    </w:p>
    <w:p w14:paraId="3F5B12FE" w14:textId="77777777" w:rsidR="00C06935" w:rsidRPr="0031418B" w:rsidRDefault="00C06935" w:rsidP="00B307E4">
      <w:pPr>
        <w:pStyle w:val="Heading3"/>
      </w:pPr>
      <w:bookmarkStart w:id="53" w:name="_Toc503964262"/>
      <w:r w:rsidRPr="0031418B">
        <w:t>9.1.4.</w:t>
      </w:r>
      <w:r w:rsidRPr="0031418B">
        <w:tab/>
        <w:t>Protection of the BS receiver in the operating band</w:t>
      </w:r>
      <w:bookmarkEnd w:id="53"/>
    </w:p>
    <w:p w14:paraId="23F467FA" w14:textId="77777777" w:rsidR="00C06935" w:rsidRPr="0031418B" w:rsidRDefault="00C06935" w:rsidP="00C06935">
      <w:pPr>
        <w:rPr>
          <w:rFonts w:cs="v5.0.0"/>
        </w:rPr>
      </w:pPr>
      <w:r w:rsidRPr="0031418B">
        <w:rPr>
          <w:rFonts w:cs="v5.0.0"/>
        </w:rPr>
        <w:t xml:space="preserve">This requirement shall be applied for the protection of E-UTRA FDD BS receiver </w:t>
      </w:r>
      <w:r w:rsidRPr="0031418B">
        <w:t>in geographic areas in which E-UTRA-FDD Repeater and E-UTRA-FDD BS are deployed</w:t>
      </w:r>
      <w:r w:rsidR="001901EC" w:rsidRPr="0031418B">
        <w:rPr>
          <w:rFonts w:cs="v5.0.0"/>
        </w:rPr>
        <w:t>.</w:t>
      </w:r>
    </w:p>
    <w:p w14:paraId="7245A328" w14:textId="77777777" w:rsidR="00C06935" w:rsidRPr="0031418B" w:rsidRDefault="00C06935" w:rsidP="00C06935">
      <w:pPr>
        <w:rPr>
          <w:rFonts w:cs="v4.1.0"/>
        </w:rPr>
      </w:pPr>
      <w:r w:rsidRPr="0031418B">
        <w:rPr>
          <w:rFonts w:cs="v4.1.0"/>
        </w:rPr>
        <w:t>The requirement applies at frequencies that are more than 10 MHz below or more than 10 MHz above the repeater pass band.</w:t>
      </w:r>
    </w:p>
    <w:p w14:paraId="74911E5A" w14:textId="77777777" w:rsidR="00C06935" w:rsidRPr="0031418B" w:rsidRDefault="00C06935" w:rsidP="00B307E4">
      <w:pPr>
        <w:pStyle w:val="Heading4"/>
      </w:pPr>
      <w:bookmarkStart w:id="54" w:name="_Toc503964263"/>
      <w:r w:rsidRPr="0031418B">
        <w:t>9.1.4.1</w:t>
      </w:r>
      <w:r w:rsidRPr="0031418B">
        <w:tab/>
        <w:t>Minimum Requirement</w:t>
      </w:r>
      <w:bookmarkEnd w:id="54"/>
    </w:p>
    <w:p w14:paraId="7E466764" w14:textId="77777777" w:rsidR="00C06935" w:rsidRPr="0031418B" w:rsidRDefault="00C06935" w:rsidP="00C06935">
      <w:pPr>
        <w:rPr>
          <w:rFonts w:cs="v5.0.0"/>
        </w:rPr>
      </w:pPr>
      <w:r w:rsidRPr="0031418B">
        <w:rPr>
          <w:rFonts w:cs="v5.0.0"/>
        </w:rPr>
        <w:t>This requirement applies to the uplink of the repeater, at maximum gain.</w:t>
      </w:r>
    </w:p>
    <w:p w14:paraId="6DF95B8A" w14:textId="77777777" w:rsidR="00C06935" w:rsidRPr="0031418B" w:rsidRDefault="00C06935" w:rsidP="00C06935">
      <w:pPr>
        <w:keepNext/>
        <w:rPr>
          <w:rFonts w:cs="v5.0.0"/>
        </w:rPr>
      </w:pPr>
      <w:r w:rsidRPr="0031418B">
        <w:t>T</w:t>
      </w:r>
      <w:r w:rsidRPr="0031418B">
        <w:rPr>
          <w:rFonts w:cs="v5.0.0"/>
        </w:rPr>
        <w:t>he power of any operating band unwanted emission shall not exceed the limits in Table 9.1.4.1-1.</w:t>
      </w:r>
    </w:p>
    <w:p w14:paraId="1239B2D9" w14:textId="77777777" w:rsidR="00C06935" w:rsidRPr="0031418B" w:rsidRDefault="00C06935" w:rsidP="00C06935">
      <w:pPr>
        <w:pStyle w:val="TH"/>
        <w:rPr>
          <w:rFonts w:cs="v5.0.0"/>
        </w:rPr>
      </w:pPr>
      <w:r w:rsidRPr="0031418B">
        <w:rPr>
          <w:rFonts w:cs="v5.0.0"/>
        </w:rPr>
        <w:t>Table 9.1.4.1-1: Uplink operating band unwanted emissions limits for protection of the BS receiver</w:t>
      </w:r>
    </w:p>
    <w:tbl>
      <w:tblPr>
        <w:tblW w:w="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418"/>
        <w:gridCol w:w="1956"/>
      </w:tblGrid>
      <w:tr w:rsidR="00C06935" w:rsidRPr="0031418B" w14:paraId="05BC0475" w14:textId="77777777">
        <w:trPr>
          <w:cantSplit/>
          <w:jc w:val="center"/>
        </w:trPr>
        <w:tc>
          <w:tcPr>
            <w:tcW w:w="1276" w:type="dxa"/>
          </w:tcPr>
          <w:p w14:paraId="4A8EF018" w14:textId="77777777" w:rsidR="00C06935" w:rsidRPr="0031418B" w:rsidRDefault="00C06935" w:rsidP="00D759A8">
            <w:pPr>
              <w:pStyle w:val="TAH"/>
            </w:pPr>
            <w:r w:rsidRPr="0031418B">
              <w:t>Maximum Level</w:t>
            </w:r>
          </w:p>
        </w:tc>
        <w:tc>
          <w:tcPr>
            <w:tcW w:w="1418" w:type="dxa"/>
          </w:tcPr>
          <w:p w14:paraId="689DAA93" w14:textId="77777777" w:rsidR="00C06935" w:rsidRPr="0031418B" w:rsidRDefault="00C06935" w:rsidP="00D759A8">
            <w:pPr>
              <w:pStyle w:val="TAH"/>
            </w:pPr>
            <w:r w:rsidRPr="0031418B">
              <w:t>Measurement Bandwidth</w:t>
            </w:r>
          </w:p>
        </w:tc>
        <w:tc>
          <w:tcPr>
            <w:tcW w:w="1956" w:type="dxa"/>
          </w:tcPr>
          <w:p w14:paraId="03A5ABCA" w14:textId="77777777" w:rsidR="00C06935" w:rsidRPr="0031418B" w:rsidRDefault="00C06935" w:rsidP="00D759A8">
            <w:pPr>
              <w:pStyle w:val="TAH"/>
            </w:pPr>
            <w:r w:rsidRPr="0031418B">
              <w:t>Note</w:t>
            </w:r>
          </w:p>
        </w:tc>
      </w:tr>
      <w:tr w:rsidR="00C06935" w:rsidRPr="0031418B" w14:paraId="514368BD" w14:textId="77777777">
        <w:trPr>
          <w:cantSplit/>
          <w:jc w:val="center"/>
        </w:trPr>
        <w:tc>
          <w:tcPr>
            <w:tcW w:w="1276" w:type="dxa"/>
          </w:tcPr>
          <w:p w14:paraId="1903A618" w14:textId="77777777" w:rsidR="00C06935" w:rsidRPr="0031418B" w:rsidRDefault="00C06935" w:rsidP="00D759A8">
            <w:pPr>
              <w:pStyle w:val="TAC"/>
            </w:pPr>
            <w:r w:rsidRPr="0031418B">
              <w:t>-53 dBm</w:t>
            </w:r>
          </w:p>
        </w:tc>
        <w:tc>
          <w:tcPr>
            <w:tcW w:w="1418" w:type="dxa"/>
          </w:tcPr>
          <w:p w14:paraId="3C0792ED" w14:textId="77777777" w:rsidR="00C06935" w:rsidRPr="0031418B" w:rsidRDefault="00C06935" w:rsidP="00D759A8">
            <w:pPr>
              <w:pStyle w:val="TAC"/>
            </w:pPr>
            <w:r w:rsidRPr="0031418B">
              <w:t>100 kHz</w:t>
            </w:r>
          </w:p>
        </w:tc>
        <w:tc>
          <w:tcPr>
            <w:tcW w:w="1956" w:type="dxa"/>
          </w:tcPr>
          <w:p w14:paraId="099C6E62" w14:textId="77777777" w:rsidR="00C06935" w:rsidRPr="0031418B" w:rsidRDefault="00C06935" w:rsidP="00D759A8">
            <w:pPr>
              <w:pStyle w:val="TAC"/>
            </w:pPr>
          </w:p>
        </w:tc>
      </w:tr>
    </w:tbl>
    <w:p w14:paraId="2215EAE9" w14:textId="77777777" w:rsidR="00C06935" w:rsidRPr="0031418B" w:rsidRDefault="00C06935" w:rsidP="00C06935"/>
    <w:p w14:paraId="3DE1B4BA" w14:textId="77777777" w:rsidR="00C06935" w:rsidRPr="0031418B" w:rsidRDefault="00C06935" w:rsidP="00C06935">
      <w:pPr>
        <w:pStyle w:val="NO"/>
      </w:pPr>
      <w:r w:rsidRPr="0031418B">
        <w:lastRenderedPageBreak/>
        <w:t>NOTE 1:</w:t>
      </w:r>
      <w:r w:rsidRPr="0031418B">
        <w:tab/>
        <w:t xml:space="preserve">These requirements in Table </w:t>
      </w:r>
      <w:r w:rsidRPr="0031418B">
        <w:rPr>
          <w:rFonts w:cs="v5.0.0"/>
        </w:rPr>
        <w:t>9.1.4.1-1:</w:t>
      </w:r>
      <w:r w:rsidRPr="0031418B">
        <w:t xml:space="preserve"> for the uplink direction of the Repeater reflect what can be achieved with present state of the art technology and are based on a coupling loss of 73 dB between a Repeater and an E-UTRA FDD BS receiver.</w:t>
      </w:r>
    </w:p>
    <w:p w14:paraId="16DF135F" w14:textId="77777777" w:rsidR="00C06935" w:rsidRPr="0031418B" w:rsidRDefault="00C06935" w:rsidP="00C06935">
      <w:pPr>
        <w:pStyle w:val="NO"/>
      </w:pPr>
      <w:r w:rsidRPr="0031418B">
        <w:t>NOTE 2:</w:t>
      </w:r>
      <w:r w:rsidRPr="0031418B">
        <w:tab/>
        <w:t>The requirements shall be reconsidered when the state of the art technology progresses.</w:t>
      </w:r>
    </w:p>
    <w:p w14:paraId="06F6E826" w14:textId="77777777" w:rsidR="00EA4309" w:rsidRPr="0031418B" w:rsidRDefault="00EA4309" w:rsidP="006C429B">
      <w:pPr>
        <w:pStyle w:val="NO"/>
      </w:pPr>
      <w:r w:rsidRPr="0031418B">
        <w:t>NOTE 3:</w:t>
      </w:r>
      <w:r w:rsidRPr="0031418B">
        <w:tab/>
        <w:t>The protection of R-GSM is for further study.</w:t>
      </w:r>
    </w:p>
    <w:p w14:paraId="4934BBF7" w14:textId="77777777" w:rsidR="00785ABE" w:rsidRPr="0031418B" w:rsidRDefault="00712545" w:rsidP="00442B19">
      <w:pPr>
        <w:pStyle w:val="Heading2"/>
      </w:pPr>
      <w:bookmarkStart w:id="55" w:name="_Toc503964264"/>
      <w:r w:rsidRPr="0031418B">
        <w:t>9</w:t>
      </w:r>
      <w:r w:rsidR="00442B19" w:rsidRPr="0031418B">
        <w:t>.2</w:t>
      </w:r>
      <w:r w:rsidR="00785ABE" w:rsidRPr="0031418B">
        <w:tab/>
      </w:r>
      <w:r w:rsidR="00442B19" w:rsidRPr="0031418B">
        <w:t>S</w:t>
      </w:r>
      <w:r w:rsidR="00785ABE" w:rsidRPr="0031418B">
        <w:t>purious emissions</w:t>
      </w:r>
      <w:bookmarkEnd w:id="55"/>
    </w:p>
    <w:p w14:paraId="071BDB7C" w14:textId="77777777" w:rsidR="0045193A" w:rsidRPr="0031418B" w:rsidRDefault="0045193A" w:rsidP="0045193A">
      <w:pPr>
        <w:rPr>
          <w:rFonts w:cs="v3.8.0"/>
        </w:rPr>
      </w:pPr>
      <w:r w:rsidRPr="0031418B">
        <w:rPr>
          <w:rFonts w:cs="v3.8.0"/>
        </w:rPr>
        <w:t>The spurious emission limits apply from 9 </w:t>
      </w:r>
      <w:r w:rsidR="00C87098" w:rsidRPr="0031418B">
        <w:rPr>
          <w:rFonts w:cs="v3.8.0"/>
        </w:rPr>
        <w:t>kHz</w:t>
      </w:r>
      <w:r w:rsidRPr="0031418B">
        <w:rPr>
          <w:rFonts w:cs="v3.8.0"/>
        </w:rPr>
        <w:t xml:space="preserve"> to 12.75 GHz, </w:t>
      </w:r>
      <w:r w:rsidR="00F0264B" w:rsidRPr="0031418B">
        <w:rPr>
          <w:rFonts w:cs="v3.8.0"/>
        </w:rPr>
        <w:t xml:space="preserve">(or above, as indicated in Table 9.2.1.1.1-1 and </w:t>
      </w:r>
      <w:r w:rsidR="00F0264B" w:rsidRPr="0031418B">
        <w:rPr>
          <w:rFonts w:cs="v5.0.0"/>
        </w:rPr>
        <w:t>9.2.1.2.1-1</w:t>
      </w:r>
      <w:r w:rsidR="00F0264B" w:rsidRPr="0031418B">
        <w:rPr>
          <w:rFonts w:cs="v3.8.0"/>
        </w:rPr>
        <w:t>)</w:t>
      </w:r>
      <w:r w:rsidR="004B3A57" w:rsidRPr="0031418B">
        <w:rPr>
          <w:rFonts w:cs="v3.8.0"/>
        </w:rPr>
        <w:t xml:space="preserve">, </w:t>
      </w:r>
      <w:r w:rsidRPr="0031418B">
        <w:rPr>
          <w:rFonts w:cs="v3.8.0"/>
        </w:rPr>
        <w:t>excluding the frequency range from 10 MHz below the lowest frequency of the repeaters operating band up to 10 MHz above the highest frequency of the repeaters operating band. Exceptions are the requirement in Table 9.2.</w:t>
      </w:r>
      <w:r w:rsidR="00680B06" w:rsidRPr="0031418B">
        <w:rPr>
          <w:rFonts w:cs="v3.8.0"/>
        </w:rPr>
        <w:t>2.1-2</w:t>
      </w:r>
      <w:r w:rsidRPr="0031418B">
        <w:rPr>
          <w:rFonts w:cs="v3.8.0"/>
        </w:rPr>
        <w:t xml:space="preserve"> and 9.2.</w:t>
      </w:r>
      <w:r w:rsidR="00680B06" w:rsidRPr="0031418B">
        <w:rPr>
          <w:rFonts w:cs="v3.8.0"/>
        </w:rPr>
        <w:t>2.1-3</w:t>
      </w:r>
      <w:r w:rsidRPr="0031418B">
        <w:rPr>
          <w:rFonts w:cs="v3.8.0"/>
        </w:rPr>
        <w:t xml:space="preserve"> that apply also closer than 10 MHz from repeaters operating band.</w:t>
      </w:r>
    </w:p>
    <w:p w14:paraId="52BFD4F9" w14:textId="77777777" w:rsidR="0045193A" w:rsidRPr="0031418B" w:rsidRDefault="0045193A" w:rsidP="0045193A">
      <w:pPr>
        <w:rPr>
          <w:rFonts w:cs="v4.2.0"/>
        </w:rPr>
      </w:pPr>
      <w:r w:rsidRPr="0031418B">
        <w:rPr>
          <w:rFonts w:cs="v4.2.0"/>
        </w:rPr>
        <w:t>The requirements shall apply whatever the type of repeater considered (one or several pass bands). It applies for all configurations foreseen by th</w:t>
      </w:r>
      <w:r w:rsidR="001901EC" w:rsidRPr="0031418B">
        <w:rPr>
          <w:rFonts w:cs="v4.2.0"/>
        </w:rPr>
        <w:t>e manufacturer's specification.</w:t>
      </w:r>
    </w:p>
    <w:p w14:paraId="245A45C0" w14:textId="77777777" w:rsidR="0045193A" w:rsidRPr="0031418B" w:rsidRDefault="0045193A" w:rsidP="0045193A">
      <w:pPr>
        <w:rPr>
          <w:rFonts w:cs="v5.0.0"/>
        </w:rPr>
      </w:pPr>
      <w:r w:rsidRPr="0031418B">
        <w:rPr>
          <w:rFonts w:cs="v5.0.0"/>
        </w:rPr>
        <w:t>Unless otherwise stated, all requirements are measured as mean power (RMS).</w:t>
      </w:r>
    </w:p>
    <w:p w14:paraId="3632A2CE" w14:textId="77777777" w:rsidR="00785ABE" w:rsidRPr="0031418B" w:rsidRDefault="00712545" w:rsidP="00442B19">
      <w:pPr>
        <w:pStyle w:val="Heading3"/>
      </w:pPr>
      <w:bookmarkStart w:id="56" w:name="_Toc503964265"/>
      <w:r w:rsidRPr="0031418B">
        <w:t>9</w:t>
      </w:r>
      <w:r w:rsidR="00442B19" w:rsidRPr="0031418B">
        <w:t>.2.1</w:t>
      </w:r>
      <w:r w:rsidR="00785ABE" w:rsidRPr="0031418B">
        <w:tab/>
        <w:t xml:space="preserve">Mandatory </w:t>
      </w:r>
      <w:r w:rsidR="00D03B00" w:rsidRPr="0031418B">
        <w:t>r</w:t>
      </w:r>
      <w:r w:rsidR="00785ABE" w:rsidRPr="0031418B">
        <w:t>equirements</w:t>
      </w:r>
      <w:bookmarkEnd w:id="56"/>
    </w:p>
    <w:p w14:paraId="4F9C7A53" w14:textId="77777777" w:rsidR="00134469" w:rsidRPr="0031418B" w:rsidRDefault="00134469" w:rsidP="00134469">
      <w:pPr>
        <w:keepNext/>
        <w:rPr>
          <w:rFonts w:cs="v5.0.0"/>
        </w:rPr>
      </w:pPr>
      <w:r w:rsidRPr="0031418B">
        <w:rPr>
          <w:rFonts w:cs="v5.0.0"/>
        </w:rPr>
        <w:t>The requirements of either subclause 9.2.1.1 (Category A limits) or subclause 9.2.1.2 (Category B limits) shall apply. The application of either Category A or Category B limits shall be the same as for Operating band unwanted emissions in subclause 9.1.</w:t>
      </w:r>
    </w:p>
    <w:p w14:paraId="410D928D" w14:textId="77777777" w:rsidR="0045193A" w:rsidRPr="0031418B" w:rsidRDefault="0045193A" w:rsidP="0045193A">
      <w:pPr>
        <w:keepNext/>
        <w:rPr>
          <w:rFonts w:cs="v4.1.0"/>
        </w:rPr>
      </w:pPr>
      <w:r w:rsidRPr="0031418B">
        <w:rPr>
          <w:rFonts w:cs="v5.0.0"/>
        </w:rPr>
        <w:t xml:space="preserve">The requirements of either subclause 9.2.1.1 or subclause 9.2.1.2 apply </w:t>
      </w:r>
      <w:r w:rsidRPr="0031418B">
        <w:rPr>
          <w:rFonts w:cs="v4.1.0"/>
        </w:rPr>
        <w:t>to the uplink and downlink of the repeater,</w:t>
      </w:r>
      <w:r w:rsidRPr="0031418B">
        <w:rPr>
          <w:rFonts w:cs="v5.0.0"/>
        </w:rPr>
        <w:t xml:space="preserve"> a</w:t>
      </w:r>
      <w:r w:rsidRPr="0031418B">
        <w:rPr>
          <w:rFonts w:cs="v4.1.0"/>
        </w:rPr>
        <w:t>t maximum gain, and with the following input signals:</w:t>
      </w:r>
    </w:p>
    <w:p w14:paraId="40BC013E" w14:textId="77777777" w:rsidR="0045193A" w:rsidRPr="0031418B" w:rsidRDefault="006C429B" w:rsidP="006C429B">
      <w:pPr>
        <w:pStyle w:val="B1"/>
      </w:pPr>
      <w:r w:rsidRPr="0031418B">
        <w:t>-</w:t>
      </w:r>
      <w:r w:rsidRPr="0031418B">
        <w:tab/>
      </w:r>
      <w:r w:rsidR="0045193A" w:rsidRPr="0031418B">
        <w:t xml:space="preserve">without </w:t>
      </w:r>
      <w:r w:rsidR="0045193A" w:rsidRPr="0031418B">
        <w:rPr>
          <w:rFonts w:cs="v4.1.0"/>
        </w:rPr>
        <w:t>E</w:t>
      </w:r>
      <w:r w:rsidR="0045193A" w:rsidRPr="0031418B">
        <w:rPr>
          <w:rFonts w:cs="v4.1.0"/>
        </w:rPr>
        <w:noBreakHyphen/>
        <w:t xml:space="preserve">UTRA </w:t>
      </w:r>
      <w:r w:rsidR="0045193A" w:rsidRPr="0031418B">
        <w:t>input signal</w:t>
      </w:r>
    </w:p>
    <w:p w14:paraId="07886F15" w14:textId="77777777" w:rsidR="0045193A" w:rsidRPr="0031418B" w:rsidRDefault="006C429B" w:rsidP="006C429B">
      <w:pPr>
        <w:pStyle w:val="B1"/>
        <w:rPr>
          <w:rFonts w:cs="v5.0.0"/>
        </w:rPr>
      </w:pPr>
      <w:r w:rsidRPr="0031418B">
        <w:t>-</w:t>
      </w:r>
      <w:r w:rsidRPr="0031418B">
        <w:tab/>
      </w:r>
      <w:r w:rsidR="0045193A" w:rsidRPr="0031418B">
        <w:t>with E</w:t>
      </w:r>
      <w:r w:rsidR="0045193A" w:rsidRPr="0031418B">
        <w:noBreakHyphen/>
        <w:t>UTRA input signals in the pass band of the repeater, at levels that produce the maximum rated power output per channel</w:t>
      </w:r>
    </w:p>
    <w:p w14:paraId="181A3E04" w14:textId="77777777" w:rsidR="0045193A" w:rsidRPr="0031418B" w:rsidRDefault="006C429B" w:rsidP="006C429B">
      <w:pPr>
        <w:pStyle w:val="B1"/>
        <w:rPr>
          <w:rFonts w:cs="v5.0.0"/>
        </w:rPr>
      </w:pPr>
      <w:r w:rsidRPr="0031418B">
        <w:t>-</w:t>
      </w:r>
      <w:r w:rsidRPr="0031418B">
        <w:tab/>
      </w:r>
      <w:r w:rsidR="0045193A" w:rsidRPr="0031418B">
        <w:t>with 10 dB increased E</w:t>
      </w:r>
      <w:r w:rsidR="0045193A" w:rsidRPr="0031418B">
        <w:noBreakHyphen/>
        <w:t>UTRA input signals in all channels in the pass band, compared to the input level producing the maximum rated output power.</w:t>
      </w:r>
    </w:p>
    <w:p w14:paraId="41C9DA92" w14:textId="77777777" w:rsidR="00785ABE" w:rsidRPr="0031418B" w:rsidRDefault="00712545" w:rsidP="00DC0953">
      <w:pPr>
        <w:pStyle w:val="Heading4"/>
      </w:pPr>
      <w:bookmarkStart w:id="57" w:name="_Toc503964266"/>
      <w:r w:rsidRPr="0031418B">
        <w:t>9</w:t>
      </w:r>
      <w:r w:rsidR="00442B19" w:rsidRPr="0031418B">
        <w:t>.2.</w:t>
      </w:r>
      <w:r w:rsidR="00DC0953" w:rsidRPr="0031418B">
        <w:t>1.1</w:t>
      </w:r>
      <w:r w:rsidR="00785ABE" w:rsidRPr="0031418B">
        <w:tab/>
        <w:t>Spurious emissions (Category A)</w:t>
      </w:r>
      <w:bookmarkEnd w:id="57"/>
    </w:p>
    <w:p w14:paraId="77D2F8F0" w14:textId="77777777" w:rsidR="0045193A" w:rsidRPr="0031418B" w:rsidRDefault="0045193A" w:rsidP="0045193A">
      <w:pPr>
        <w:pStyle w:val="Heading5"/>
      </w:pPr>
      <w:bookmarkStart w:id="58" w:name="_Toc503964267"/>
      <w:r w:rsidRPr="0031418B">
        <w:t>9.2.1.1.1</w:t>
      </w:r>
      <w:r w:rsidRPr="0031418B">
        <w:tab/>
        <w:t>Minimum Requirement</w:t>
      </w:r>
      <w:bookmarkEnd w:id="58"/>
    </w:p>
    <w:p w14:paraId="73A51096" w14:textId="77777777" w:rsidR="0045193A" w:rsidRPr="0031418B" w:rsidRDefault="0045193A" w:rsidP="0045193A">
      <w:pPr>
        <w:keepNext/>
        <w:rPr>
          <w:rFonts w:cs="v5.0.0"/>
        </w:rPr>
      </w:pPr>
      <w:r w:rsidRPr="0031418B">
        <w:rPr>
          <w:rFonts w:cs="v4.1.0"/>
        </w:rPr>
        <w:t>T</w:t>
      </w:r>
      <w:r w:rsidRPr="0031418B">
        <w:rPr>
          <w:rFonts w:cs="v5.0.0"/>
        </w:rPr>
        <w:t>he power of any spurious emission shall not exceed the limits in Table 9.2.1.1.1-1.</w:t>
      </w:r>
    </w:p>
    <w:p w14:paraId="1E7A3F02" w14:textId="77777777" w:rsidR="0045193A" w:rsidRPr="0031418B" w:rsidRDefault="0045193A" w:rsidP="0045193A">
      <w:pPr>
        <w:pStyle w:val="TH"/>
        <w:rPr>
          <w:rFonts w:cs="v5.0.0"/>
        </w:rPr>
      </w:pPr>
      <w:r w:rsidRPr="0031418B">
        <w:rPr>
          <w:rFonts w:cs="v5.0.0"/>
        </w:rPr>
        <w:t>Table 9.2.1.1.1-1: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45193A" w:rsidRPr="0031418B" w14:paraId="42B9E5C2" w14:textId="77777777">
        <w:trPr>
          <w:cantSplit/>
          <w:jc w:val="center"/>
        </w:trPr>
        <w:tc>
          <w:tcPr>
            <w:tcW w:w="2376" w:type="dxa"/>
          </w:tcPr>
          <w:p w14:paraId="52CFF496" w14:textId="77777777" w:rsidR="0045193A" w:rsidRPr="0031418B" w:rsidRDefault="00540A96" w:rsidP="0045193A">
            <w:pPr>
              <w:pStyle w:val="TAH"/>
              <w:rPr>
                <w:rFonts w:cs="v5.0.0"/>
              </w:rPr>
            </w:pPr>
            <w:r w:rsidRPr="0031418B">
              <w:rPr>
                <w:rFonts w:cs="v5.0.0"/>
              </w:rPr>
              <w:t>Frequency range</w:t>
            </w:r>
          </w:p>
        </w:tc>
        <w:tc>
          <w:tcPr>
            <w:tcW w:w="2052" w:type="dxa"/>
          </w:tcPr>
          <w:p w14:paraId="0EE6F590" w14:textId="77777777" w:rsidR="0045193A" w:rsidRPr="0031418B" w:rsidRDefault="0045193A" w:rsidP="0045193A">
            <w:pPr>
              <w:pStyle w:val="TAH"/>
              <w:rPr>
                <w:rFonts w:cs="v5.0.0"/>
              </w:rPr>
            </w:pPr>
            <w:r w:rsidRPr="0031418B">
              <w:rPr>
                <w:rFonts w:cs="v5.0.0"/>
              </w:rPr>
              <w:t>Maximum level</w:t>
            </w:r>
          </w:p>
        </w:tc>
        <w:tc>
          <w:tcPr>
            <w:tcW w:w="1440" w:type="dxa"/>
          </w:tcPr>
          <w:p w14:paraId="4D674B56" w14:textId="77777777" w:rsidR="0045193A" w:rsidRPr="0031418B" w:rsidRDefault="0045193A" w:rsidP="0045193A">
            <w:pPr>
              <w:pStyle w:val="TAH"/>
              <w:rPr>
                <w:rFonts w:cs="v5.0.0"/>
              </w:rPr>
            </w:pPr>
            <w:r w:rsidRPr="0031418B">
              <w:rPr>
                <w:rFonts w:cs="v5.0.0"/>
              </w:rPr>
              <w:t>Measurement Bandwidth</w:t>
            </w:r>
          </w:p>
        </w:tc>
        <w:tc>
          <w:tcPr>
            <w:tcW w:w="2604" w:type="dxa"/>
          </w:tcPr>
          <w:p w14:paraId="0EC1FAA9" w14:textId="77777777" w:rsidR="0045193A" w:rsidRPr="0031418B" w:rsidRDefault="0045193A" w:rsidP="0045193A">
            <w:pPr>
              <w:pStyle w:val="TAH"/>
              <w:rPr>
                <w:rFonts w:cs="v5.0.0"/>
              </w:rPr>
            </w:pPr>
            <w:r w:rsidRPr="0031418B">
              <w:rPr>
                <w:rFonts w:cs="v5.0.0"/>
              </w:rPr>
              <w:t>Note</w:t>
            </w:r>
          </w:p>
        </w:tc>
      </w:tr>
      <w:tr w:rsidR="00CA426D" w:rsidRPr="0031418B" w14:paraId="383ADD41" w14:textId="77777777">
        <w:trPr>
          <w:cantSplit/>
          <w:jc w:val="center"/>
        </w:trPr>
        <w:tc>
          <w:tcPr>
            <w:tcW w:w="2376" w:type="dxa"/>
          </w:tcPr>
          <w:p w14:paraId="70B01E70" w14:textId="77777777" w:rsidR="00CA426D" w:rsidRPr="0031418B" w:rsidRDefault="00CA426D" w:rsidP="009F169A">
            <w:pPr>
              <w:pStyle w:val="TAC"/>
            </w:pPr>
            <w:r w:rsidRPr="0031418B">
              <w:t xml:space="preserve">9kHz </w:t>
            </w:r>
            <w:r w:rsidRPr="0031418B">
              <w:noBreakHyphen/>
              <w:t xml:space="preserve"> 150kHz</w:t>
            </w:r>
          </w:p>
        </w:tc>
        <w:tc>
          <w:tcPr>
            <w:tcW w:w="2052" w:type="dxa"/>
            <w:vMerge w:val="restart"/>
            <w:vAlign w:val="center"/>
          </w:tcPr>
          <w:p w14:paraId="2F8C9C29" w14:textId="77777777" w:rsidR="00CA426D" w:rsidRPr="0031418B" w:rsidRDefault="00CA426D" w:rsidP="0045193A">
            <w:pPr>
              <w:pStyle w:val="TAC"/>
              <w:rPr>
                <w:rFonts w:cs="v5.0.0"/>
              </w:rPr>
            </w:pPr>
            <w:r w:rsidRPr="0031418B">
              <w:rPr>
                <w:rFonts w:cs="v5.0.0"/>
              </w:rPr>
              <w:t>-13 dBm</w:t>
            </w:r>
          </w:p>
        </w:tc>
        <w:tc>
          <w:tcPr>
            <w:tcW w:w="1440" w:type="dxa"/>
          </w:tcPr>
          <w:p w14:paraId="404F92E8" w14:textId="77777777" w:rsidR="00CA426D" w:rsidRPr="0031418B" w:rsidRDefault="00CA426D" w:rsidP="0045193A">
            <w:pPr>
              <w:pStyle w:val="TAC"/>
              <w:rPr>
                <w:rFonts w:cs="v5.0.0"/>
              </w:rPr>
            </w:pPr>
            <w:r w:rsidRPr="0031418B">
              <w:rPr>
                <w:rFonts w:cs="v5.0.0"/>
              </w:rPr>
              <w:t xml:space="preserve">1 kHz </w:t>
            </w:r>
          </w:p>
        </w:tc>
        <w:tc>
          <w:tcPr>
            <w:tcW w:w="2604" w:type="dxa"/>
          </w:tcPr>
          <w:p w14:paraId="47C3A918" w14:textId="77777777" w:rsidR="00CA426D" w:rsidRPr="0031418B" w:rsidRDefault="00CA426D" w:rsidP="0045193A">
            <w:pPr>
              <w:pStyle w:val="TAC"/>
            </w:pPr>
            <w:r w:rsidRPr="0031418B">
              <w:t>Note 1</w:t>
            </w:r>
          </w:p>
        </w:tc>
      </w:tr>
      <w:tr w:rsidR="00CA426D" w:rsidRPr="0031418B" w14:paraId="72B06547" w14:textId="77777777">
        <w:trPr>
          <w:cantSplit/>
          <w:jc w:val="center"/>
        </w:trPr>
        <w:tc>
          <w:tcPr>
            <w:tcW w:w="2376" w:type="dxa"/>
          </w:tcPr>
          <w:p w14:paraId="4546D0CB" w14:textId="77777777" w:rsidR="00CA426D" w:rsidRPr="0031418B" w:rsidRDefault="00CA426D" w:rsidP="009F169A">
            <w:pPr>
              <w:pStyle w:val="TAC"/>
            </w:pPr>
            <w:r w:rsidRPr="0031418B">
              <w:t xml:space="preserve">150kHz </w:t>
            </w:r>
            <w:r w:rsidRPr="0031418B">
              <w:noBreakHyphen/>
              <w:t xml:space="preserve"> 30MHz</w:t>
            </w:r>
          </w:p>
        </w:tc>
        <w:tc>
          <w:tcPr>
            <w:tcW w:w="2052" w:type="dxa"/>
            <w:vMerge/>
          </w:tcPr>
          <w:p w14:paraId="48C4CED7" w14:textId="77777777" w:rsidR="00CA426D" w:rsidRPr="0031418B" w:rsidRDefault="00CA426D" w:rsidP="0045193A">
            <w:pPr>
              <w:pStyle w:val="TAC"/>
              <w:rPr>
                <w:rFonts w:cs="v5.0.0"/>
              </w:rPr>
            </w:pPr>
          </w:p>
        </w:tc>
        <w:tc>
          <w:tcPr>
            <w:tcW w:w="1440" w:type="dxa"/>
          </w:tcPr>
          <w:p w14:paraId="413FF8CE" w14:textId="77777777" w:rsidR="00CA426D" w:rsidRPr="0031418B" w:rsidRDefault="00CA426D" w:rsidP="0045193A">
            <w:pPr>
              <w:pStyle w:val="TAC"/>
              <w:rPr>
                <w:rFonts w:cs="v5.0.0"/>
              </w:rPr>
            </w:pPr>
            <w:r w:rsidRPr="0031418B">
              <w:rPr>
                <w:rFonts w:cs="v5.0.0"/>
              </w:rPr>
              <w:t xml:space="preserve">10 kHz </w:t>
            </w:r>
          </w:p>
        </w:tc>
        <w:tc>
          <w:tcPr>
            <w:tcW w:w="2604" w:type="dxa"/>
          </w:tcPr>
          <w:p w14:paraId="4E38C37D" w14:textId="77777777" w:rsidR="00CA426D" w:rsidRPr="0031418B" w:rsidRDefault="00CA426D" w:rsidP="0045193A">
            <w:pPr>
              <w:pStyle w:val="TAC"/>
            </w:pPr>
            <w:r w:rsidRPr="0031418B">
              <w:t>Note 1</w:t>
            </w:r>
          </w:p>
        </w:tc>
      </w:tr>
      <w:tr w:rsidR="00CA426D" w:rsidRPr="0031418B" w14:paraId="121B980D" w14:textId="77777777">
        <w:trPr>
          <w:cantSplit/>
          <w:jc w:val="center"/>
        </w:trPr>
        <w:tc>
          <w:tcPr>
            <w:tcW w:w="2376" w:type="dxa"/>
          </w:tcPr>
          <w:p w14:paraId="742A50F2" w14:textId="77777777" w:rsidR="00CA426D" w:rsidRPr="0031418B" w:rsidRDefault="00CA426D" w:rsidP="009F169A">
            <w:pPr>
              <w:pStyle w:val="TAC"/>
            </w:pPr>
            <w:r w:rsidRPr="0031418B">
              <w:t xml:space="preserve">30MHz </w:t>
            </w:r>
            <w:r w:rsidRPr="0031418B">
              <w:noBreakHyphen/>
              <w:t xml:space="preserve"> 1GHz</w:t>
            </w:r>
          </w:p>
        </w:tc>
        <w:tc>
          <w:tcPr>
            <w:tcW w:w="2052" w:type="dxa"/>
            <w:vMerge/>
          </w:tcPr>
          <w:p w14:paraId="1670535F" w14:textId="77777777" w:rsidR="00CA426D" w:rsidRPr="0031418B" w:rsidRDefault="00CA426D" w:rsidP="0045193A">
            <w:pPr>
              <w:pStyle w:val="TAC"/>
              <w:rPr>
                <w:rFonts w:cs="v5.0.0"/>
              </w:rPr>
            </w:pPr>
          </w:p>
        </w:tc>
        <w:tc>
          <w:tcPr>
            <w:tcW w:w="1440" w:type="dxa"/>
          </w:tcPr>
          <w:p w14:paraId="6E3B15F0" w14:textId="77777777" w:rsidR="00CA426D" w:rsidRPr="0031418B" w:rsidRDefault="00CA426D" w:rsidP="0045193A">
            <w:pPr>
              <w:pStyle w:val="TAC"/>
              <w:rPr>
                <w:rFonts w:cs="v5.0.0"/>
              </w:rPr>
            </w:pPr>
            <w:r w:rsidRPr="0031418B">
              <w:rPr>
                <w:rFonts w:cs="v5.0.0"/>
              </w:rPr>
              <w:t>100 kHz</w:t>
            </w:r>
          </w:p>
        </w:tc>
        <w:tc>
          <w:tcPr>
            <w:tcW w:w="2604" w:type="dxa"/>
          </w:tcPr>
          <w:p w14:paraId="6BC57B64" w14:textId="77777777" w:rsidR="00CA426D" w:rsidRPr="0031418B" w:rsidRDefault="00CA426D" w:rsidP="0045193A">
            <w:pPr>
              <w:pStyle w:val="TAC"/>
            </w:pPr>
            <w:r w:rsidRPr="0031418B">
              <w:t>Note 1</w:t>
            </w:r>
          </w:p>
        </w:tc>
      </w:tr>
      <w:tr w:rsidR="00CA426D" w:rsidRPr="0031418B" w14:paraId="1026859C" w14:textId="77777777">
        <w:trPr>
          <w:cantSplit/>
          <w:jc w:val="center"/>
        </w:trPr>
        <w:tc>
          <w:tcPr>
            <w:tcW w:w="2376" w:type="dxa"/>
          </w:tcPr>
          <w:p w14:paraId="47A4F3C7" w14:textId="77777777" w:rsidR="00CA426D" w:rsidRPr="0031418B" w:rsidRDefault="00CA426D" w:rsidP="009F169A">
            <w:pPr>
              <w:pStyle w:val="TAC"/>
            </w:pPr>
            <w:r w:rsidRPr="0031418B">
              <w:t xml:space="preserve">1GHz </w:t>
            </w:r>
            <w:r w:rsidRPr="0031418B">
              <w:noBreakHyphen/>
              <w:t xml:space="preserve"> 12.75 GHz</w:t>
            </w:r>
          </w:p>
        </w:tc>
        <w:tc>
          <w:tcPr>
            <w:tcW w:w="2052" w:type="dxa"/>
            <w:vMerge/>
          </w:tcPr>
          <w:p w14:paraId="1E28F6F5" w14:textId="77777777" w:rsidR="00CA426D" w:rsidRPr="0031418B" w:rsidRDefault="00CA426D" w:rsidP="0045193A">
            <w:pPr>
              <w:pStyle w:val="TAC"/>
              <w:rPr>
                <w:rFonts w:cs="v5.0.0"/>
              </w:rPr>
            </w:pPr>
          </w:p>
        </w:tc>
        <w:tc>
          <w:tcPr>
            <w:tcW w:w="1440" w:type="dxa"/>
          </w:tcPr>
          <w:p w14:paraId="2496CA6E" w14:textId="77777777" w:rsidR="00CA426D" w:rsidRPr="0031418B" w:rsidRDefault="00CA426D" w:rsidP="0045193A">
            <w:pPr>
              <w:pStyle w:val="TAC"/>
              <w:rPr>
                <w:rFonts w:cs="v5.0.0"/>
              </w:rPr>
            </w:pPr>
            <w:r w:rsidRPr="0031418B">
              <w:rPr>
                <w:rFonts w:cs="v5.0.0"/>
              </w:rPr>
              <w:t>1 MHz</w:t>
            </w:r>
          </w:p>
        </w:tc>
        <w:tc>
          <w:tcPr>
            <w:tcW w:w="2604" w:type="dxa"/>
          </w:tcPr>
          <w:p w14:paraId="47E0A4FE" w14:textId="77777777" w:rsidR="00CA426D" w:rsidRPr="0031418B" w:rsidRDefault="00CA426D" w:rsidP="0045193A">
            <w:pPr>
              <w:pStyle w:val="TAC"/>
            </w:pPr>
            <w:r w:rsidRPr="0031418B">
              <w:t>Note 2</w:t>
            </w:r>
          </w:p>
        </w:tc>
      </w:tr>
      <w:tr w:rsidR="00CA426D" w:rsidRPr="0031418B" w14:paraId="7244247E" w14:textId="77777777">
        <w:trPr>
          <w:cantSplit/>
          <w:jc w:val="center"/>
        </w:trPr>
        <w:tc>
          <w:tcPr>
            <w:tcW w:w="2376" w:type="dxa"/>
          </w:tcPr>
          <w:p w14:paraId="30E06347" w14:textId="77777777" w:rsidR="00CA426D" w:rsidRPr="0031418B" w:rsidRDefault="00CA426D" w:rsidP="009F169A">
            <w:pPr>
              <w:pStyle w:val="TAC"/>
            </w:pPr>
            <w:r w:rsidRPr="0031418B">
              <w:t xml:space="preserve">12.75 GHz – </w:t>
            </w:r>
            <w:r w:rsidR="009F169A" w:rsidRPr="0031418B">
              <w:t>5</w:t>
            </w:r>
            <w:r w:rsidR="009F169A" w:rsidRPr="0031418B">
              <w:rPr>
                <w:vertAlign w:val="superscript"/>
              </w:rPr>
              <w:t>th</w:t>
            </w:r>
            <w:r w:rsidR="009F169A" w:rsidRPr="0031418B">
              <w:t xml:space="preserve"> harmonic of the upper frequency edge of the DL </w:t>
            </w:r>
            <w:r w:rsidR="00F0264B" w:rsidRPr="0031418B">
              <w:t xml:space="preserve">or UL </w:t>
            </w:r>
            <w:r w:rsidR="009F169A" w:rsidRPr="0031418B">
              <w:t>operating band</w:t>
            </w:r>
            <w:r w:rsidR="00F0264B" w:rsidRPr="0031418B">
              <w:rPr>
                <w:rFonts w:cs="v4.1.0"/>
              </w:rPr>
              <w:t xml:space="preserve"> for DL or UL spurious emissions, respectively</w:t>
            </w:r>
          </w:p>
        </w:tc>
        <w:tc>
          <w:tcPr>
            <w:tcW w:w="2052" w:type="dxa"/>
            <w:vMerge/>
          </w:tcPr>
          <w:p w14:paraId="2B4D57B6" w14:textId="77777777" w:rsidR="00CA426D" w:rsidRPr="0031418B" w:rsidRDefault="00CA426D" w:rsidP="0045193A">
            <w:pPr>
              <w:pStyle w:val="TAC"/>
              <w:rPr>
                <w:rFonts w:cs="v5.0.0"/>
              </w:rPr>
            </w:pPr>
          </w:p>
        </w:tc>
        <w:tc>
          <w:tcPr>
            <w:tcW w:w="1440" w:type="dxa"/>
          </w:tcPr>
          <w:p w14:paraId="512AAE71" w14:textId="77777777" w:rsidR="00CA426D" w:rsidRPr="0031418B" w:rsidRDefault="00CA426D" w:rsidP="0045193A">
            <w:pPr>
              <w:pStyle w:val="TAC"/>
              <w:rPr>
                <w:rFonts w:cs="v5.0.0"/>
              </w:rPr>
            </w:pPr>
            <w:r w:rsidRPr="0031418B">
              <w:rPr>
                <w:rFonts w:cs="v5.0.0"/>
              </w:rPr>
              <w:t>1 MHz</w:t>
            </w:r>
          </w:p>
        </w:tc>
        <w:tc>
          <w:tcPr>
            <w:tcW w:w="2604" w:type="dxa"/>
          </w:tcPr>
          <w:p w14:paraId="6D731045" w14:textId="77777777" w:rsidR="00CA426D" w:rsidRPr="0031418B" w:rsidRDefault="00CA426D" w:rsidP="0045193A">
            <w:pPr>
              <w:pStyle w:val="TAC"/>
            </w:pPr>
            <w:r w:rsidRPr="0031418B">
              <w:t>Note 2, Note 3</w:t>
            </w:r>
          </w:p>
        </w:tc>
      </w:tr>
      <w:tr w:rsidR="0045193A" w:rsidRPr="0031418B" w14:paraId="58850AAC" w14:textId="77777777">
        <w:trPr>
          <w:cantSplit/>
          <w:jc w:val="center"/>
        </w:trPr>
        <w:tc>
          <w:tcPr>
            <w:tcW w:w="8472" w:type="dxa"/>
            <w:gridSpan w:val="4"/>
          </w:tcPr>
          <w:p w14:paraId="3B38F8AC" w14:textId="77777777" w:rsidR="0045193A" w:rsidRPr="0031418B" w:rsidRDefault="0045193A" w:rsidP="0045193A">
            <w:pPr>
              <w:pStyle w:val="TAN"/>
            </w:pPr>
            <w:r w:rsidRPr="0031418B">
              <w:t>NOTE 1:</w:t>
            </w:r>
            <w:r w:rsidRPr="0031418B">
              <w:tab/>
              <w:t>Bandwidth as in ITU-R SM.329 [2], s4.1</w:t>
            </w:r>
          </w:p>
          <w:p w14:paraId="13A8C4EA" w14:textId="77777777" w:rsidR="0045193A" w:rsidRPr="0031418B" w:rsidRDefault="0045193A" w:rsidP="0045193A">
            <w:pPr>
              <w:pStyle w:val="TAN"/>
            </w:pPr>
            <w:r w:rsidRPr="0031418B">
              <w:t>NOTE 2:</w:t>
            </w:r>
            <w:r w:rsidRPr="0031418B">
              <w:tab/>
              <w:t xml:space="preserve">Bandwidth as in ITU-R SM.329 </w:t>
            </w:r>
            <w:r w:rsidRPr="0031418B">
              <w:rPr>
                <w:rFonts w:cs="v5.0.0"/>
              </w:rPr>
              <w:t>[2]</w:t>
            </w:r>
            <w:r w:rsidRPr="0031418B">
              <w:t>, s4.1. Upper frequency as in ITU-R SM.329 [2], s2.5 table 1</w:t>
            </w:r>
          </w:p>
          <w:p w14:paraId="4C970419" w14:textId="77777777" w:rsidR="00CA426D" w:rsidRPr="0031418B" w:rsidRDefault="00CA426D" w:rsidP="0045193A">
            <w:pPr>
              <w:pStyle w:val="TAN"/>
            </w:pPr>
            <w:r w:rsidRPr="0031418B">
              <w:t xml:space="preserve">NOTE 3: </w:t>
            </w:r>
            <w:r w:rsidRPr="0031418B">
              <w:tab/>
              <w:t>Applies only for Bands 22.</w:t>
            </w:r>
          </w:p>
        </w:tc>
      </w:tr>
    </w:tbl>
    <w:p w14:paraId="02F74F4A" w14:textId="77777777" w:rsidR="0045193A" w:rsidRPr="0031418B" w:rsidRDefault="0045193A" w:rsidP="0045193A"/>
    <w:p w14:paraId="64A98573" w14:textId="77777777" w:rsidR="00785ABE" w:rsidRPr="0031418B" w:rsidRDefault="00712545" w:rsidP="00DC0953">
      <w:pPr>
        <w:pStyle w:val="Heading4"/>
      </w:pPr>
      <w:bookmarkStart w:id="59" w:name="_Toc503964268"/>
      <w:r w:rsidRPr="0031418B">
        <w:lastRenderedPageBreak/>
        <w:t>9</w:t>
      </w:r>
      <w:r w:rsidR="00442B19" w:rsidRPr="0031418B">
        <w:t>.2.</w:t>
      </w:r>
      <w:r w:rsidR="00DC0953" w:rsidRPr="0031418B">
        <w:t>1.2</w:t>
      </w:r>
      <w:r w:rsidR="00785ABE" w:rsidRPr="0031418B">
        <w:tab/>
        <w:t>Spurious emissions (Category B)</w:t>
      </w:r>
      <w:bookmarkEnd w:id="59"/>
    </w:p>
    <w:p w14:paraId="56717621" w14:textId="77777777" w:rsidR="0045193A" w:rsidRPr="0031418B" w:rsidRDefault="0045193A" w:rsidP="0045193A">
      <w:pPr>
        <w:pStyle w:val="Heading5"/>
      </w:pPr>
      <w:bookmarkStart w:id="60" w:name="_Toc503964269"/>
      <w:r w:rsidRPr="0031418B">
        <w:t>9.2.1.2.1</w:t>
      </w:r>
      <w:r w:rsidRPr="0031418B">
        <w:tab/>
        <w:t>Minimum Requirement</w:t>
      </w:r>
      <w:bookmarkEnd w:id="60"/>
    </w:p>
    <w:p w14:paraId="59CDA94D" w14:textId="77777777" w:rsidR="0045193A" w:rsidRPr="0031418B" w:rsidRDefault="0045193A" w:rsidP="0045193A">
      <w:pPr>
        <w:keepNext/>
        <w:rPr>
          <w:rFonts w:cs="v5.0.0"/>
        </w:rPr>
      </w:pPr>
      <w:r w:rsidRPr="0031418B">
        <w:rPr>
          <w:rFonts w:cs="v4.1.0"/>
        </w:rPr>
        <w:t>T</w:t>
      </w:r>
      <w:r w:rsidRPr="0031418B">
        <w:rPr>
          <w:rFonts w:cs="v5.0.0"/>
        </w:rPr>
        <w:t>he power of any spurious emission shall not exceed the limits in Table 9.2.1.2.1-1.</w:t>
      </w:r>
    </w:p>
    <w:p w14:paraId="41E4DC98" w14:textId="77777777" w:rsidR="0045193A" w:rsidRPr="0031418B" w:rsidRDefault="0045193A" w:rsidP="0045193A">
      <w:pPr>
        <w:pStyle w:val="TH"/>
        <w:rPr>
          <w:rFonts w:cs="v5.0.0"/>
        </w:rPr>
      </w:pPr>
      <w:r w:rsidRPr="0031418B">
        <w:rPr>
          <w:rFonts w:cs="v5.0.0"/>
        </w:rPr>
        <w:t>Table 9.2.1.2.1-1: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45193A" w:rsidRPr="0031418B" w14:paraId="58779CDE" w14:textId="77777777">
        <w:trPr>
          <w:cantSplit/>
          <w:jc w:val="center"/>
        </w:trPr>
        <w:tc>
          <w:tcPr>
            <w:tcW w:w="2976" w:type="dxa"/>
          </w:tcPr>
          <w:p w14:paraId="03EF8319" w14:textId="77777777" w:rsidR="0045193A" w:rsidRPr="0031418B" w:rsidRDefault="00540A96" w:rsidP="0045193A">
            <w:pPr>
              <w:pStyle w:val="TAH"/>
            </w:pPr>
            <w:r w:rsidRPr="0031418B">
              <w:rPr>
                <w:rFonts w:cs="v5.0.0"/>
              </w:rPr>
              <w:t>Frequency range</w:t>
            </w:r>
          </w:p>
        </w:tc>
        <w:tc>
          <w:tcPr>
            <w:tcW w:w="1276" w:type="dxa"/>
          </w:tcPr>
          <w:p w14:paraId="1684FB53" w14:textId="77777777" w:rsidR="0045193A" w:rsidRPr="0031418B" w:rsidRDefault="0045193A" w:rsidP="0045193A">
            <w:pPr>
              <w:pStyle w:val="TAH"/>
            </w:pPr>
            <w:r w:rsidRPr="0031418B">
              <w:t>Maximum Level</w:t>
            </w:r>
          </w:p>
        </w:tc>
        <w:tc>
          <w:tcPr>
            <w:tcW w:w="1418" w:type="dxa"/>
          </w:tcPr>
          <w:p w14:paraId="06AA5D32" w14:textId="77777777" w:rsidR="0045193A" w:rsidRPr="0031418B" w:rsidRDefault="0045193A" w:rsidP="0045193A">
            <w:pPr>
              <w:pStyle w:val="TAH"/>
            </w:pPr>
            <w:r w:rsidRPr="0031418B">
              <w:t>Measurement Bandwidth</w:t>
            </w:r>
          </w:p>
        </w:tc>
        <w:tc>
          <w:tcPr>
            <w:tcW w:w="2519" w:type="dxa"/>
          </w:tcPr>
          <w:p w14:paraId="50C609ED" w14:textId="77777777" w:rsidR="0045193A" w:rsidRPr="0031418B" w:rsidRDefault="0045193A" w:rsidP="0045193A">
            <w:pPr>
              <w:pStyle w:val="TAH"/>
            </w:pPr>
            <w:r w:rsidRPr="0031418B">
              <w:t>Note</w:t>
            </w:r>
          </w:p>
        </w:tc>
      </w:tr>
      <w:tr w:rsidR="0045193A" w:rsidRPr="0031418B" w14:paraId="668DC1A4" w14:textId="77777777">
        <w:trPr>
          <w:cantSplit/>
          <w:jc w:val="center"/>
        </w:trPr>
        <w:tc>
          <w:tcPr>
            <w:tcW w:w="2976" w:type="dxa"/>
          </w:tcPr>
          <w:p w14:paraId="7FC9CD55" w14:textId="77777777" w:rsidR="0045193A" w:rsidRPr="0031418B" w:rsidRDefault="0045193A" w:rsidP="0045193A">
            <w:pPr>
              <w:pStyle w:val="TAC"/>
            </w:pPr>
            <w:r w:rsidRPr="0031418B">
              <w:t xml:space="preserve">9 kHz </w:t>
            </w:r>
            <w:r w:rsidRPr="0031418B">
              <w:sym w:font="Symbol" w:char="F0AB"/>
            </w:r>
            <w:r w:rsidRPr="0031418B">
              <w:t xml:space="preserve"> 150 kHz</w:t>
            </w:r>
          </w:p>
        </w:tc>
        <w:tc>
          <w:tcPr>
            <w:tcW w:w="1276" w:type="dxa"/>
          </w:tcPr>
          <w:p w14:paraId="7BD72A2A" w14:textId="77777777" w:rsidR="0045193A" w:rsidRPr="0031418B" w:rsidRDefault="0045193A" w:rsidP="0045193A">
            <w:pPr>
              <w:pStyle w:val="TAC"/>
            </w:pPr>
            <w:r w:rsidRPr="0031418B">
              <w:t>-36 dBm</w:t>
            </w:r>
          </w:p>
        </w:tc>
        <w:tc>
          <w:tcPr>
            <w:tcW w:w="1418" w:type="dxa"/>
          </w:tcPr>
          <w:p w14:paraId="087989DE" w14:textId="77777777" w:rsidR="0045193A" w:rsidRPr="0031418B" w:rsidRDefault="0045193A" w:rsidP="0045193A">
            <w:pPr>
              <w:pStyle w:val="TAC"/>
            </w:pPr>
            <w:r w:rsidRPr="0031418B">
              <w:t xml:space="preserve">1 kHz </w:t>
            </w:r>
          </w:p>
        </w:tc>
        <w:tc>
          <w:tcPr>
            <w:tcW w:w="2519" w:type="dxa"/>
          </w:tcPr>
          <w:p w14:paraId="39AABFD3" w14:textId="77777777" w:rsidR="0045193A" w:rsidRPr="0031418B" w:rsidRDefault="0045193A" w:rsidP="0045193A">
            <w:pPr>
              <w:pStyle w:val="TAC"/>
            </w:pPr>
            <w:r w:rsidRPr="0031418B">
              <w:t xml:space="preserve">Note 1 </w:t>
            </w:r>
          </w:p>
        </w:tc>
      </w:tr>
      <w:tr w:rsidR="0045193A" w:rsidRPr="0031418B" w14:paraId="17B485EF" w14:textId="77777777">
        <w:trPr>
          <w:cantSplit/>
          <w:jc w:val="center"/>
        </w:trPr>
        <w:tc>
          <w:tcPr>
            <w:tcW w:w="2976" w:type="dxa"/>
          </w:tcPr>
          <w:p w14:paraId="674A8F10" w14:textId="77777777" w:rsidR="0045193A" w:rsidRPr="0031418B" w:rsidRDefault="0045193A" w:rsidP="0045193A">
            <w:pPr>
              <w:pStyle w:val="TAC"/>
            </w:pPr>
            <w:r w:rsidRPr="0031418B">
              <w:t xml:space="preserve">150 kHz </w:t>
            </w:r>
            <w:r w:rsidRPr="0031418B">
              <w:sym w:font="Symbol" w:char="F0AB"/>
            </w:r>
            <w:r w:rsidRPr="0031418B">
              <w:t xml:space="preserve"> 30 MHz</w:t>
            </w:r>
          </w:p>
        </w:tc>
        <w:tc>
          <w:tcPr>
            <w:tcW w:w="1276" w:type="dxa"/>
          </w:tcPr>
          <w:p w14:paraId="325F3487" w14:textId="77777777" w:rsidR="0045193A" w:rsidRPr="0031418B" w:rsidRDefault="0045193A" w:rsidP="0045193A">
            <w:pPr>
              <w:pStyle w:val="TAC"/>
            </w:pPr>
            <w:r w:rsidRPr="0031418B">
              <w:t>-36 dBm</w:t>
            </w:r>
          </w:p>
        </w:tc>
        <w:tc>
          <w:tcPr>
            <w:tcW w:w="1418" w:type="dxa"/>
          </w:tcPr>
          <w:p w14:paraId="096EDF1C" w14:textId="77777777" w:rsidR="0045193A" w:rsidRPr="0031418B" w:rsidRDefault="0045193A" w:rsidP="0045193A">
            <w:pPr>
              <w:pStyle w:val="TAC"/>
            </w:pPr>
            <w:r w:rsidRPr="0031418B">
              <w:t xml:space="preserve">10 kHz </w:t>
            </w:r>
          </w:p>
        </w:tc>
        <w:tc>
          <w:tcPr>
            <w:tcW w:w="2519" w:type="dxa"/>
          </w:tcPr>
          <w:p w14:paraId="7D71F442" w14:textId="77777777" w:rsidR="0045193A" w:rsidRPr="0031418B" w:rsidRDefault="0045193A" w:rsidP="0045193A">
            <w:pPr>
              <w:pStyle w:val="TAC"/>
            </w:pPr>
            <w:r w:rsidRPr="0031418B">
              <w:t>Note 1</w:t>
            </w:r>
          </w:p>
        </w:tc>
      </w:tr>
      <w:tr w:rsidR="0045193A" w:rsidRPr="0031418B" w14:paraId="2B68CFC5" w14:textId="77777777">
        <w:trPr>
          <w:cantSplit/>
          <w:jc w:val="center"/>
        </w:trPr>
        <w:tc>
          <w:tcPr>
            <w:tcW w:w="2976" w:type="dxa"/>
          </w:tcPr>
          <w:p w14:paraId="0382E257" w14:textId="77777777" w:rsidR="0045193A" w:rsidRPr="0031418B" w:rsidRDefault="0045193A" w:rsidP="0045193A">
            <w:pPr>
              <w:pStyle w:val="TAC"/>
            </w:pPr>
            <w:r w:rsidRPr="0031418B">
              <w:t xml:space="preserve">30 MHz </w:t>
            </w:r>
            <w:r w:rsidRPr="0031418B">
              <w:sym w:font="Symbol" w:char="F0AB"/>
            </w:r>
            <w:r w:rsidRPr="0031418B">
              <w:t xml:space="preserve"> 1 GHz</w:t>
            </w:r>
          </w:p>
        </w:tc>
        <w:tc>
          <w:tcPr>
            <w:tcW w:w="1276" w:type="dxa"/>
          </w:tcPr>
          <w:p w14:paraId="4F31E624" w14:textId="77777777" w:rsidR="0045193A" w:rsidRPr="0031418B" w:rsidRDefault="0045193A" w:rsidP="0045193A">
            <w:pPr>
              <w:pStyle w:val="TAC"/>
            </w:pPr>
            <w:r w:rsidRPr="0031418B">
              <w:t>-36 dBm</w:t>
            </w:r>
          </w:p>
        </w:tc>
        <w:tc>
          <w:tcPr>
            <w:tcW w:w="1418" w:type="dxa"/>
          </w:tcPr>
          <w:p w14:paraId="4856D84E" w14:textId="77777777" w:rsidR="0045193A" w:rsidRPr="0031418B" w:rsidRDefault="0045193A" w:rsidP="0045193A">
            <w:pPr>
              <w:pStyle w:val="TAC"/>
            </w:pPr>
            <w:r w:rsidRPr="0031418B">
              <w:t>100 kHz</w:t>
            </w:r>
          </w:p>
        </w:tc>
        <w:tc>
          <w:tcPr>
            <w:tcW w:w="2519" w:type="dxa"/>
          </w:tcPr>
          <w:p w14:paraId="46B51163" w14:textId="77777777" w:rsidR="0045193A" w:rsidRPr="0031418B" w:rsidRDefault="0045193A" w:rsidP="0045193A">
            <w:pPr>
              <w:pStyle w:val="TAC"/>
            </w:pPr>
            <w:r w:rsidRPr="0031418B">
              <w:t>Note 1</w:t>
            </w:r>
          </w:p>
        </w:tc>
      </w:tr>
      <w:tr w:rsidR="0045193A" w:rsidRPr="0031418B" w14:paraId="2A6097E3" w14:textId="77777777">
        <w:trPr>
          <w:cantSplit/>
          <w:jc w:val="center"/>
        </w:trPr>
        <w:tc>
          <w:tcPr>
            <w:tcW w:w="2976" w:type="dxa"/>
          </w:tcPr>
          <w:p w14:paraId="6EF77302" w14:textId="77777777" w:rsidR="0045193A" w:rsidRPr="0031418B" w:rsidRDefault="0045193A" w:rsidP="0045193A">
            <w:pPr>
              <w:pStyle w:val="TAC"/>
            </w:pPr>
            <w:r w:rsidRPr="0031418B">
              <w:t xml:space="preserve">1 GHz </w:t>
            </w:r>
            <w:r w:rsidRPr="0031418B">
              <w:sym w:font="Symbol" w:char="F0AB"/>
            </w:r>
            <w:r w:rsidRPr="0031418B">
              <w:t xml:space="preserve"> 12.75 GHz</w:t>
            </w:r>
          </w:p>
        </w:tc>
        <w:tc>
          <w:tcPr>
            <w:tcW w:w="1276" w:type="dxa"/>
          </w:tcPr>
          <w:p w14:paraId="260407A4" w14:textId="77777777" w:rsidR="0045193A" w:rsidRPr="0031418B" w:rsidRDefault="0045193A" w:rsidP="0045193A">
            <w:pPr>
              <w:pStyle w:val="TAC"/>
            </w:pPr>
            <w:r w:rsidRPr="0031418B">
              <w:t>-30 dBm</w:t>
            </w:r>
          </w:p>
        </w:tc>
        <w:tc>
          <w:tcPr>
            <w:tcW w:w="1418" w:type="dxa"/>
          </w:tcPr>
          <w:p w14:paraId="03A5F86C" w14:textId="77777777" w:rsidR="0045193A" w:rsidRPr="0031418B" w:rsidRDefault="0045193A" w:rsidP="0045193A">
            <w:pPr>
              <w:pStyle w:val="TAC"/>
            </w:pPr>
            <w:r w:rsidRPr="0031418B">
              <w:t>1 MHz</w:t>
            </w:r>
          </w:p>
        </w:tc>
        <w:tc>
          <w:tcPr>
            <w:tcW w:w="2519" w:type="dxa"/>
          </w:tcPr>
          <w:p w14:paraId="1137F28C" w14:textId="77777777" w:rsidR="0045193A" w:rsidRPr="0031418B" w:rsidRDefault="0045193A" w:rsidP="0045193A">
            <w:pPr>
              <w:pStyle w:val="TAC"/>
            </w:pPr>
            <w:r w:rsidRPr="0031418B">
              <w:t>Note 2</w:t>
            </w:r>
          </w:p>
        </w:tc>
      </w:tr>
      <w:tr w:rsidR="00CA426D" w:rsidRPr="0031418B" w14:paraId="36B6932F" w14:textId="77777777">
        <w:trPr>
          <w:cantSplit/>
          <w:jc w:val="center"/>
        </w:trPr>
        <w:tc>
          <w:tcPr>
            <w:tcW w:w="2976" w:type="dxa"/>
          </w:tcPr>
          <w:p w14:paraId="56AFADB0" w14:textId="77777777" w:rsidR="00CA426D" w:rsidRPr="0031418B" w:rsidRDefault="00CA426D" w:rsidP="0045193A">
            <w:pPr>
              <w:pStyle w:val="TAC"/>
            </w:pPr>
            <w:r w:rsidRPr="0031418B">
              <w:rPr>
                <w:rFonts w:cs="v5.0.0"/>
              </w:rPr>
              <w:t xml:space="preserve">12.75 GHz – </w:t>
            </w:r>
            <w:r w:rsidR="009F169A" w:rsidRPr="0031418B">
              <w:rPr>
                <w:rFonts w:cs="v5.0.0"/>
              </w:rPr>
              <w:t>5</w:t>
            </w:r>
            <w:r w:rsidR="009F169A" w:rsidRPr="0031418B">
              <w:rPr>
                <w:rFonts w:cs="v5.0.0"/>
                <w:vertAlign w:val="superscript"/>
              </w:rPr>
              <w:t>th</w:t>
            </w:r>
            <w:r w:rsidR="009F169A" w:rsidRPr="0031418B">
              <w:rPr>
                <w:rFonts w:cs="v5.0.0"/>
              </w:rPr>
              <w:t xml:space="preserve"> harmonic of the upper frequency edge of the DL</w:t>
            </w:r>
            <w:r w:rsidR="00F0264B" w:rsidRPr="0031418B">
              <w:rPr>
                <w:rFonts w:cs="v5.0.0"/>
              </w:rPr>
              <w:t xml:space="preserve"> or UL</w:t>
            </w:r>
            <w:r w:rsidR="009F169A" w:rsidRPr="0031418B">
              <w:rPr>
                <w:rFonts w:cs="v5.0.0"/>
              </w:rPr>
              <w:t xml:space="preserve"> operating band</w:t>
            </w:r>
            <w:r w:rsidR="00F0264B" w:rsidRPr="0031418B">
              <w:rPr>
                <w:rFonts w:cs="v4.1.0"/>
              </w:rPr>
              <w:t xml:space="preserve"> for DL or UL spurious emissions, respectively</w:t>
            </w:r>
          </w:p>
        </w:tc>
        <w:tc>
          <w:tcPr>
            <w:tcW w:w="1276" w:type="dxa"/>
          </w:tcPr>
          <w:p w14:paraId="2CA72B0E" w14:textId="77777777" w:rsidR="00CA426D" w:rsidRPr="0031418B" w:rsidRDefault="00CA426D" w:rsidP="0045193A">
            <w:pPr>
              <w:pStyle w:val="TAC"/>
            </w:pPr>
            <w:r w:rsidRPr="0031418B">
              <w:t>-30 dBm</w:t>
            </w:r>
          </w:p>
        </w:tc>
        <w:tc>
          <w:tcPr>
            <w:tcW w:w="1418" w:type="dxa"/>
          </w:tcPr>
          <w:p w14:paraId="242B8411" w14:textId="77777777" w:rsidR="00CA426D" w:rsidRPr="0031418B" w:rsidRDefault="00CA426D" w:rsidP="0045193A">
            <w:pPr>
              <w:pStyle w:val="TAC"/>
            </w:pPr>
            <w:r w:rsidRPr="0031418B">
              <w:t>1 MHz</w:t>
            </w:r>
          </w:p>
        </w:tc>
        <w:tc>
          <w:tcPr>
            <w:tcW w:w="2519" w:type="dxa"/>
          </w:tcPr>
          <w:p w14:paraId="34763AB2" w14:textId="77777777" w:rsidR="00CA426D" w:rsidRPr="0031418B" w:rsidRDefault="00CA426D" w:rsidP="0045193A">
            <w:pPr>
              <w:pStyle w:val="TAC"/>
            </w:pPr>
            <w:r w:rsidRPr="0031418B">
              <w:t>Note 2, Note 3</w:t>
            </w:r>
          </w:p>
        </w:tc>
      </w:tr>
      <w:tr w:rsidR="0045193A" w:rsidRPr="0031418B" w14:paraId="54C6FBD1" w14:textId="77777777">
        <w:trPr>
          <w:cantSplit/>
          <w:jc w:val="center"/>
        </w:trPr>
        <w:tc>
          <w:tcPr>
            <w:tcW w:w="8189" w:type="dxa"/>
            <w:gridSpan w:val="4"/>
          </w:tcPr>
          <w:p w14:paraId="153947B8" w14:textId="77777777" w:rsidR="0045193A" w:rsidRPr="0031418B" w:rsidRDefault="0045193A" w:rsidP="0045193A">
            <w:pPr>
              <w:pStyle w:val="TAN"/>
            </w:pPr>
            <w:r w:rsidRPr="0031418B">
              <w:t>NOTE 1:</w:t>
            </w:r>
            <w:r w:rsidRPr="0031418B">
              <w:tab/>
              <w:t xml:space="preserve">Bandwidth as in ITU-R SM.329 </w:t>
            </w:r>
            <w:r w:rsidRPr="0031418B">
              <w:rPr>
                <w:rFonts w:cs="v5.0.0"/>
              </w:rPr>
              <w:t>[2],</w:t>
            </w:r>
            <w:r w:rsidRPr="0031418B">
              <w:t xml:space="preserve"> s4.1</w:t>
            </w:r>
          </w:p>
          <w:p w14:paraId="518128EC" w14:textId="77777777" w:rsidR="0045193A" w:rsidRPr="0031418B" w:rsidRDefault="0045193A" w:rsidP="0045193A">
            <w:pPr>
              <w:pStyle w:val="TAN"/>
              <w:rPr>
                <w:rFonts w:cs="v3.8.0"/>
              </w:rPr>
            </w:pPr>
            <w:r w:rsidRPr="0031418B">
              <w:t>NOTE 2:</w:t>
            </w:r>
            <w:r w:rsidRPr="0031418B">
              <w:tab/>
              <w:t xml:space="preserve">Bandwidth as in ITU-R SM.329 </w:t>
            </w:r>
            <w:r w:rsidRPr="0031418B">
              <w:rPr>
                <w:rFonts w:cs="v5.0.0"/>
              </w:rPr>
              <w:t>[2],</w:t>
            </w:r>
            <w:r w:rsidRPr="0031418B">
              <w:t xml:space="preserve"> s4.1. Upper frequency as in ITU-R </w:t>
            </w:r>
            <w:r w:rsidRPr="0031418B">
              <w:rPr>
                <w:rFonts w:cs="v3.8.0"/>
              </w:rPr>
              <w:t xml:space="preserve">SM.329 </w:t>
            </w:r>
            <w:r w:rsidRPr="0031418B">
              <w:rPr>
                <w:rFonts w:cs="v5.0.0"/>
              </w:rPr>
              <w:t>[2],</w:t>
            </w:r>
            <w:r w:rsidRPr="0031418B">
              <w:rPr>
                <w:rFonts w:cs="v3.8.0"/>
              </w:rPr>
              <w:t xml:space="preserve"> s2.5 table 1</w:t>
            </w:r>
          </w:p>
          <w:p w14:paraId="630BBFB9" w14:textId="77777777" w:rsidR="00CA426D" w:rsidRPr="0031418B" w:rsidRDefault="00CA426D" w:rsidP="0045193A">
            <w:pPr>
              <w:pStyle w:val="TAN"/>
            </w:pPr>
            <w:r w:rsidRPr="0031418B">
              <w:t xml:space="preserve">NOTE 3: </w:t>
            </w:r>
            <w:r w:rsidRPr="0031418B">
              <w:tab/>
              <w:t>Applies only for Bands 22.</w:t>
            </w:r>
          </w:p>
        </w:tc>
      </w:tr>
    </w:tbl>
    <w:p w14:paraId="70B75212" w14:textId="77777777" w:rsidR="0045193A" w:rsidRPr="0031418B" w:rsidRDefault="0045193A" w:rsidP="0045193A"/>
    <w:p w14:paraId="43D471E0" w14:textId="77777777" w:rsidR="00785ABE" w:rsidRPr="0031418B" w:rsidRDefault="00712545" w:rsidP="00DC0953">
      <w:pPr>
        <w:pStyle w:val="Heading3"/>
      </w:pPr>
      <w:bookmarkStart w:id="61" w:name="_Toc503964270"/>
      <w:r w:rsidRPr="0031418B">
        <w:t>9</w:t>
      </w:r>
      <w:r w:rsidR="00DC0953" w:rsidRPr="0031418B">
        <w:t>.2.</w:t>
      </w:r>
      <w:r w:rsidR="00992438" w:rsidRPr="0031418B">
        <w:t>2</w:t>
      </w:r>
      <w:r w:rsidR="00785ABE" w:rsidRPr="0031418B">
        <w:tab/>
        <w:t>Co-existence with other systems in the same geographical area</w:t>
      </w:r>
      <w:bookmarkEnd w:id="61"/>
    </w:p>
    <w:p w14:paraId="48218999" w14:textId="77777777" w:rsidR="00134469" w:rsidRPr="0031418B" w:rsidRDefault="00134469" w:rsidP="00134469">
      <w:r w:rsidRPr="0031418B">
        <w:t>These requirements may be applied for the protection of system operating in frequency ranges other than the E-UTRA Repeater operating band. The limits may apply as an optional protection of such systems that are deployed in the same geographical area as the E-UTRA Repeater, or they may be set by local or regional regulation as a mandatory requirement for an E-UTRA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Clause 4.2.</w:t>
      </w:r>
    </w:p>
    <w:p w14:paraId="49A889A6" w14:textId="77777777" w:rsidR="0045193A" w:rsidRPr="0031418B" w:rsidRDefault="00134469" w:rsidP="00134469">
      <w:pPr>
        <w:rPr>
          <w:rFonts w:cs="v5.0.0"/>
        </w:rPr>
      </w:pPr>
      <w:r w:rsidRPr="0031418B">
        <w:t>Some requirements may apply for the protection of specific equipment (</w:t>
      </w:r>
      <w:smartTag w:uri="urn:schemas-microsoft-com:office:smarttags" w:element="place">
        <w:smartTag w:uri="urn:schemas-microsoft-com:office:smarttags" w:element="City">
          <w:r w:rsidRPr="0031418B">
            <w:t>UE</w:t>
          </w:r>
        </w:smartTag>
        <w:r w:rsidRPr="0031418B">
          <w:t xml:space="preserve">, </w:t>
        </w:r>
        <w:smartTag w:uri="urn:schemas-microsoft-com:office:smarttags" w:element="State">
          <w:r w:rsidRPr="0031418B">
            <w:t>MS</w:t>
          </w:r>
        </w:smartTag>
      </w:smartTag>
      <w:r w:rsidRPr="0031418B">
        <w:t xml:space="preserve"> and/or BS) or equipment operating in specific systems (GSM, UTRA, E-UTRA, etc.) as listed below.</w:t>
      </w:r>
    </w:p>
    <w:p w14:paraId="61B581B1" w14:textId="77777777" w:rsidR="0045193A" w:rsidRPr="0031418B" w:rsidRDefault="0045193A" w:rsidP="0045193A">
      <w:pPr>
        <w:pStyle w:val="Heading4"/>
      </w:pPr>
      <w:bookmarkStart w:id="62" w:name="_Toc503964271"/>
      <w:r w:rsidRPr="0031418B">
        <w:t>9.2.</w:t>
      </w:r>
      <w:r w:rsidR="00992438" w:rsidRPr="0031418B">
        <w:t>2</w:t>
      </w:r>
      <w:r w:rsidRPr="0031418B">
        <w:t>.1</w:t>
      </w:r>
      <w:r w:rsidRPr="0031418B">
        <w:tab/>
        <w:t>Minimum requirement</w:t>
      </w:r>
      <w:bookmarkEnd w:id="62"/>
    </w:p>
    <w:p w14:paraId="0B3D3BB8" w14:textId="77777777" w:rsidR="0045193A" w:rsidRPr="0031418B" w:rsidRDefault="0045193A" w:rsidP="0045193A">
      <w:pPr>
        <w:keepNext/>
        <w:keepLines/>
        <w:rPr>
          <w:rFonts w:cs="v5.0.0"/>
        </w:rPr>
      </w:pPr>
      <w:r w:rsidRPr="0031418B">
        <w:rPr>
          <w:rFonts w:cs="v5.0.0"/>
        </w:rPr>
        <w:t>Unless otherwise stated this requirement applies to the uplink and downlink of the repeater, at maximum gain.</w:t>
      </w:r>
    </w:p>
    <w:p w14:paraId="4728C235" w14:textId="77777777" w:rsidR="0045193A" w:rsidRPr="0031418B" w:rsidRDefault="0045193A" w:rsidP="00043B4B">
      <w:r w:rsidRPr="0031418B">
        <w:t>The power of any spurious emission shall not exceed the limits of Table 9.2.</w:t>
      </w:r>
      <w:r w:rsidR="00992438" w:rsidRPr="0031418B">
        <w:t>2</w:t>
      </w:r>
      <w:r w:rsidRPr="0031418B">
        <w:t>.1-1 for an E-UTRA Repeater where requirements for co-existence with the system listed in the first column apply.</w:t>
      </w:r>
    </w:p>
    <w:p w14:paraId="01AF4639" w14:textId="77777777" w:rsidR="0045193A" w:rsidRPr="0031418B" w:rsidRDefault="0045193A" w:rsidP="0045193A">
      <w:pPr>
        <w:pStyle w:val="TH"/>
      </w:pPr>
      <w:r w:rsidRPr="0031418B">
        <w:lastRenderedPageBreak/>
        <w:t>Table 9.2.</w:t>
      </w:r>
      <w:r w:rsidR="00992438" w:rsidRPr="0031418B">
        <w:t>2</w:t>
      </w:r>
      <w:r w:rsidRPr="0031418B">
        <w:t>.1-1: Spurious emissions limits for E-UTRA-FDD repeater in geographic coverage area of systems operating in other frequency bands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489"/>
        <w:gridCol w:w="985"/>
        <w:gridCol w:w="489"/>
        <w:gridCol w:w="1040"/>
        <w:gridCol w:w="489"/>
        <w:gridCol w:w="533"/>
        <w:gridCol w:w="489"/>
        <w:gridCol w:w="757"/>
        <w:gridCol w:w="489"/>
        <w:gridCol w:w="3933"/>
        <w:gridCol w:w="489"/>
      </w:tblGrid>
      <w:tr w:rsidR="0045193A" w:rsidRPr="0031418B" w14:paraId="6E47B827" w14:textId="77777777" w:rsidTr="00A74094">
        <w:trPr>
          <w:gridAfter w:val="1"/>
          <w:wAfter w:w="489" w:type="dxa"/>
          <w:cantSplit/>
          <w:trHeight w:val="113"/>
          <w:jc w:val="center"/>
        </w:trPr>
        <w:tc>
          <w:tcPr>
            <w:tcW w:w="1474" w:type="dxa"/>
            <w:gridSpan w:val="2"/>
            <w:shd w:val="clear" w:color="auto" w:fill="auto"/>
          </w:tcPr>
          <w:p w14:paraId="3C259974" w14:textId="77777777" w:rsidR="0045193A" w:rsidRPr="0031418B" w:rsidRDefault="0045193A" w:rsidP="0045193A">
            <w:pPr>
              <w:pStyle w:val="TAH"/>
            </w:pPr>
            <w:r w:rsidRPr="0031418B">
              <w:lastRenderedPageBreak/>
              <w:t>System type operating in the same geographical area</w:t>
            </w:r>
          </w:p>
        </w:tc>
        <w:tc>
          <w:tcPr>
            <w:tcW w:w="1529" w:type="dxa"/>
            <w:gridSpan w:val="2"/>
            <w:shd w:val="clear" w:color="auto" w:fill="auto"/>
          </w:tcPr>
          <w:p w14:paraId="097CB915" w14:textId="77777777" w:rsidR="0045193A" w:rsidRPr="0031418B" w:rsidRDefault="00DF2A48" w:rsidP="0045193A">
            <w:pPr>
              <w:pStyle w:val="TAH"/>
            </w:pPr>
            <w:r w:rsidRPr="0031418B">
              <w:t xml:space="preserve">Frequency range </w:t>
            </w:r>
            <w:r w:rsidR="0045193A" w:rsidRPr="0031418B">
              <w:t>for co-existence requirement</w:t>
            </w:r>
          </w:p>
        </w:tc>
        <w:tc>
          <w:tcPr>
            <w:tcW w:w="1022" w:type="dxa"/>
            <w:gridSpan w:val="2"/>
            <w:shd w:val="clear" w:color="auto" w:fill="auto"/>
          </w:tcPr>
          <w:p w14:paraId="10D51F1E" w14:textId="77777777" w:rsidR="0045193A" w:rsidRPr="0031418B" w:rsidRDefault="0045193A" w:rsidP="0045193A">
            <w:pPr>
              <w:pStyle w:val="TAH"/>
            </w:pPr>
            <w:r w:rsidRPr="0031418B">
              <w:t>Maximum Level</w:t>
            </w:r>
          </w:p>
        </w:tc>
        <w:tc>
          <w:tcPr>
            <w:tcW w:w="1246" w:type="dxa"/>
            <w:gridSpan w:val="2"/>
            <w:shd w:val="clear" w:color="auto" w:fill="auto"/>
          </w:tcPr>
          <w:p w14:paraId="5B17761F" w14:textId="77777777" w:rsidR="0045193A" w:rsidRPr="0031418B" w:rsidRDefault="0045193A" w:rsidP="0045193A">
            <w:pPr>
              <w:pStyle w:val="TAH"/>
            </w:pPr>
            <w:r w:rsidRPr="0031418B">
              <w:t>Measurement Bandwidth</w:t>
            </w:r>
          </w:p>
        </w:tc>
        <w:tc>
          <w:tcPr>
            <w:tcW w:w="4422" w:type="dxa"/>
            <w:gridSpan w:val="2"/>
            <w:shd w:val="clear" w:color="auto" w:fill="auto"/>
          </w:tcPr>
          <w:p w14:paraId="2E1B7441" w14:textId="77777777" w:rsidR="0045193A" w:rsidRPr="0031418B" w:rsidRDefault="0045193A" w:rsidP="0045193A">
            <w:pPr>
              <w:pStyle w:val="TAH"/>
            </w:pPr>
            <w:r w:rsidRPr="0031418B">
              <w:t>Note</w:t>
            </w:r>
          </w:p>
        </w:tc>
      </w:tr>
      <w:tr w:rsidR="0045193A" w:rsidRPr="0031418B" w14:paraId="72173E83" w14:textId="77777777" w:rsidTr="00A74094">
        <w:trPr>
          <w:gridAfter w:val="1"/>
          <w:wAfter w:w="489" w:type="dxa"/>
          <w:cantSplit/>
          <w:trHeight w:val="113"/>
          <w:jc w:val="center"/>
        </w:trPr>
        <w:tc>
          <w:tcPr>
            <w:tcW w:w="1474" w:type="dxa"/>
            <w:gridSpan w:val="2"/>
            <w:vMerge w:val="restart"/>
            <w:shd w:val="clear" w:color="auto" w:fill="auto"/>
            <w:vAlign w:val="center"/>
          </w:tcPr>
          <w:p w14:paraId="5070A881" w14:textId="77777777" w:rsidR="0045193A" w:rsidRPr="0031418B" w:rsidRDefault="0045193A" w:rsidP="0045193A">
            <w:pPr>
              <w:pStyle w:val="TAC"/>
            </w:pPr>
            <w:r w:rsidRPr="0031418B">
              <w:t>GSM900</w:t>
            </w:r>
          </w:p>
        </w:tc>
        <w:tc>
          <w:tcPr>
            <w:tcW w:w="1529" w:type="dxa"/>
            <w:gridSpan w:val="2"/>
            <w:shd w:val="clear" w:color="auto" w:fill="auto"/>
            <w:vAlign w:val="center"/>
          </w:tcPr>
          <w:p w14:paraId="0CFD2BEB" w14:textId="77777777" w:rsidR="0045193A" w:rsidRPr="0031418B" w:rsidRDefault="0045193A" w:rsidP="0045193A">
            <w:pPr>
              <w:pStyle w:val="TAC"/>
            </w:pPr>
            <w:r w:rsidRPr="0031418B">
              <w:rPr>
                <w:rFonts w:cs="v5.0.0"/>
              </w:rPr>
              <w:t xml:space="preserve">921 </w:t>
            </w:r>
            <w:r w:rsidRPr="0031418B">
              <w:rPr>
                <w:rFonts w:cs="v5.0.0"/>
              </w:rPr>
              <w:noBreakHyphen/>
              <w:t xml:space="preserve"> 960 MHz</w:t>
            </w:r>
          </w:p>
        </w:tc>
        <w:tc>
          <w:tcPr>
            <w:tcW w:w="1022" w:type="dxa"/>
            <w:gridSpan w:val="2"/>
            <w:shd w:val="clear" w:color="auto" w:fill="auto"/>
            <w:vAlign w:val="center"/>
          </w:tcPr>
          <w:p w14:paraId="678A7BAF" w14:textId="77777777" w:rsidR="0045193A" w:rsidRPr="0031418B" w:rsidRDefault="0045193A" w:rsidP="0045193A">
            <w:pPr>
              <w:pStyle w:val="TAC"/>
            </w:pPr>
            <w:r w:rsidRPr="0031418B">
              <w:rPr>
                <w:rFonts w:cs="v5.0.0"/>
              </w:rPr>
              <w:t>-57 dBm</w:t>
            </w:r>
          </w:p>
        </w:tc>
        <w:tc>
          <w:tcPr>
            <w:tcW w:w="1246" w:type="dxa"/>
            <w:gridSpan w:val="2"/>
            <w:shd w:val="clear" w:color="auto" w:fill="auto"/>
            <w:vAlign w:val="center"/>
          </w:tcPr>
          <w:p w14:paraId="46B7D3F2" w14:textId="77777777" w:rsidR="0045193A" w:rsidRPr="0031418B" w:rsidRDefault="0045193A" w:rsidP="0045193A">
            <w:pPr>
              <w:pStyle w:val="TAC"/>
            </w:pPr>
            <w:r w:rsidRPr="0031418B">
              <w:rPr>
                <w:rFonts w:cs="v5.0.0"/>
              </w:rPr>
              <w:t>100 kHz</w:t>
            </w:r>
          </w:p>
        </w:tc>
        <w:tc>
          <w:tcPr>
            <w:tcW w:w="4422" w:type="dxa"/>
            <w:gridSpan w:val="2"/>
            <w:shd w:val="clear" w:color="auto" w:fill="auto"/>
          </w:tcPr>
          <w:p w14:paraId="154ACFEC" w14:textId="77777777" w:rsidR="0045193A" w:rsidRPr="0031418B" w:rsidRDefault="0045193A" w:rsidP="006B2560">
            <w:pPr>
              <w:pStyle w:val="TAL"/>
            </w:pPr>
            <w:r w:rsidRPr="0031418B">
              <w:t>This requirement does not apply to E-UTRA FDD Repeater operating in band 8.</w:t>
            </w:r>
          </w:p>
        </w:tc>
      </w:tr>
      <w:tr w:rsidR="0045193A" w:rsidRPr="0031418B" w14:paraId="1AC07DCB" w14:textId="77777777" w:rsidTr="00A74094">
        <w:trPr>
          <w:gridAfter w:val="1"/>
          <w:wAfter w:w="489" w:type="dxa"/>
          <w:cantSplit/>
          <w:trHeight w:val="113"/>
          <w:jc w:val="center"/>
        </w:trPr>
        <w:tc>
          <w:tcPr>
            <w:tcW w:w="1474" w:type="dxa"/>
            <w:gridSpan w:val="2"/>
            <w:vMerge/>
            <w:shd w:val="clear" w:color="auto" w:fill="auto"/>
            <w:vAlign w:val="center"/>
          </w:tcPr>
          <w:p w14:paraId="00C6271F" w14:textId="77777777" w:rsidR="0045193A" w:rsidRPr="0031418B" w:rsidRDefault="0045193A" w:rsidP="0045193A">
            <w:pPr>
              <w:pStyle w:val="TAC"/>
            </w:pPr>
          </w:p>
        </w:tc>
        <w:tc>
          <w:tcPr>
            <w:tcW w:w="1529" w:type="dxa"/>
            <w:gridSpan w:val="2"/>
            <w:shd w:val="clear" w:color="auto" w:fill="auto"/>
            <w:vAlign w:val="center"/>
          </w:tcPr>
          <w:p w14:paraId="4CD789BB" w14:textId="77777777" w:rsidR="0045193A" w:rsidRPr="0031418B" w:rsidRDefault="0045193A" w:rsidP="0045193A">
            <w:pPr>
              <w:pStyle w:val="TAC"/>
              <w:rPr>
                <w:rFonts w:cs="v5.0.0"/>
              </w:rPr>
            </w:pPr>
            <w:r w:rsidRPr="0031418B">
              <w:t>876 - 915 MHz</w:t>
            </w:r>
          </w:p>
        </w:tc>
        <w:tc>
          <w:tcPr>
            <w:tcW w:w="1022" w:type="dxa"/>
            <w:gridSpan w:val="2"/>
            <w:shd w:val="clear" w:color="auto" w:fill="auto"/>
            <w:vAlign w:val="center"/>
          </w:tcPr>
          <w:p w14:paraId="03CBB0FE" w14:textId="77777777" w:rsidR="0045193A" w:rsidRPr="0031418B" w:rsidRDefault="0045193A" w:rsidP="0045193A">
            <w:pPr>
              <w:pStyle w:val="TAC"/>
              <w:rPr>
                <w:rFonts w:cs="v5.0.0"/>
              </w:rPr>
            </w:pPr>
            <w:r w:rsidRPr="0031418B">
              <w:t>-61 dBm</w:t>
            </w:r>
          </w:p>
        </w:tc>
        <w:tc>
          <w:tcPr>
            <w:tcW w:w="1246" w:type="dxa"/>
            <w:gridSpan w:val="2"/>
            <w:shd w:val="clear" w:color="auto" w:fill="auto"/>
            <w:vAlign w:val="center"/>
          </w:tcPr>
          <w:p w14:paraId="3851A7FC" w14:textId="77777777" w:rsidR="0045193A" w:rsidRPr="0031418B" w:rsidRDefault="0045193A" w:rsidP="0045193A">
            <w:pPr>
              <w:pStyle w:val="TAC"/>
              <w:rPr>
                <w:rFonts w:cs="v5.0.0"/>
              </w:rPr>
            </w:pPr>
            <w:r w:rsidRPr="0031418B">
              <w:t>100 kHz</w:t>
            </w:r>
          </w:p>
        </w:tc>
        <w:tc>
          <w:tcPr>
            <w:tcW w:w="4422" w:type="dxa"/>
            <w:gridSpan w:val="2"/>
            <w:shd w:val="clear" w:color="auto" w:fill="auto"/>
          </w:tcPr>
          <w:p w14:paraId="2FA652BA" w14:textId="77777777" w:rsidR="0045193A" w:rsidRPr="0031418B" w:rsidDel="00813974" w:rsidRDefault="00981591" w:rsidP="006B2560">
            <w:pPr>
              <w:pStyle w:val="TAL"/>
            </w:pPr>
            <w:r w:rsidRPr="0031418B">
              <w:rPr>
                <w:rFonts w:cs="v5.0.0"/>
              </w:rPr>
              <w:t>T</w:t>
            </w:r>
            <w:r w:rsidR="0045193A" w:rsidRPr="0031418B">
              <w:rPr>
                <w:rFonts w:cs="v5.0.0"/>
              </w:rPr>
              <w:t>his requirement does not apply to the uplink of E-UTRA FDD Repeater operating in band 8, since it is already covered by the requirement in sub-clause 9.</w:t>
            </w:r>
            <w:r w:rsidR="006F5CFB" w:rsidRPr="0031418B">
              <w:rPr>
                <w:rFonts w:cs="v5.0.0"/>
              </w:rPr>
              <w:t>1.4</w:t>
            </w:r>
          </w:p>
        </w:tc>
      </w:tr>
      <w:tr w:rsidR="0045193A" w:rsidRPr="0031418B" w14:paraId="15DDE1FE" w14:textId="77777777" w:rsidTr="00A74094">
        <w:trPr>
          <w:gridAfter w:val="1"/>
          <w:wAfter w:w="489" w:type="dxa"/>
          <w:cantSplit/>
          <w:trHeight w:val="113"/>
          <w:jc w:val="center"/>
        </w:trPr>
        <w:tc>
          <w:tcPr>
            <w:tcW w:w="1474" w:type="dxa"/>
            <w:gridSpan w:val="2"/>
            <w:vMerge w:val="restart"/>
            <w:shd w:val="clear" w:color="auto" w:fill="auto"/>
            <w:vAlign w:val="center"/>
          </w:tcPr>
          <w:p w14:paraId="65A68E84" w14:textId="77777777" w:rsidR="0045193A" w:rsidRPr="0031418B" w:rsidRDefault="0045193A" w:rsidP="0045193A">
            <w:pPr>
              <w:pStyle w:val="TAC"/>
            </w:pPr>
            <w:r w:rsidRPr="0031418B">
              <w:t>DCS1800</w:t>
            </w:r>
          </w:p>
        </w:tc>
        <w:tc>
          <w:tcPr>
            <w:tcW w:w="1529" w:type="dxa"/>
            <w:gridSpan w:val="2"/>
            <w:shd w:val="clear" w:color="auto" w:fill="auto"/>
            <w:vAlign w:val="center"/>
          </w:tcPr>
          <w:p w14:paraId="41B63984" w14:textId="77777777" w:rsidR="0045193A" w:rsidRPr="0031418B" w:rsidRDefault="0045193A" w:rsidP="0045193A">
            <w:pPr>
              <w:pStyle w:val="TAC"/>
              <w:rPr>
                <w:lang w:eastAsia="zh-CN"/>
              </w:rPr>
            </w:pPr>
            <w:r w:rsidRPr="0031418B">
              <w:rPr>
                <w:rFonts w:cs="v5.0.0"/>
              </w:rPr>
              <w:t xml:space="preserve">1805 </w:t>
            </w:r>
            <w:r w:rsidRPr="0031418B">
              <w:rPr>
                <w:rFonts w:cs="v5.0.0"/>
              </w:rPr>
              <w:noBreakHyphen/>
              <w:t xml:space="preserve"> 1880 MHz</w:t>
            </w:r>
          </w:p>
        </w:tc>
        <w:tc>
          <w:tcPr>
            <w:tcW w:w="1022" w:type="dxa"/>
            <w:gridSpan w:val="2"/>
            <w:shd w:val="clear" w:color="auto" w:fill="auto"/>
            <w:vAlign w:val="center"/>
          </w:tcPr>
          <w:p w14:paraId="06C95572" w14:textId="77777777" w:rsidR="0045193A" w:rsidRPr="0031418B" w:rsidRDefault="0045193A" w:rsidP="0045193A">
            <w:pPr>
              <w:pStyle w:val="TAC"/>
            </w:pPr>
            <w:r w:rsidRPr="0031418B">
              <w:rPr>
                <w:rFonts w:cs="v5.0.0"/>
              </w:rPr>
              <w:t>-47 dBm</w:t>
            </w:r>
          </w:p>
        </w:tc>
        <w:tc>
          <w:tcPr>
            <w:tcW w:w="1246" w:type="dxa"/>
            <w:gridSpan w:val="2"/>
            <w:shd w:val="clear" w:color="auto" w:fill="auto"/>
            <w:vAlign w:val="center"/>
          </w:tcPr>
          <w:p w14:paraId="74DFBDBE" w14:textId="77777777" w:rsidR="0045193A" w:rsidRPr="0031418B" w:rsidRDefault="0045193A" w:rsidP="0045193A">
            <w:pPr>
              <w:pStyle w:val="TAC"/>
            </w:pPr>
            <w:r w:rsidRPr="0031418B">
              <w:rPr>
                <w:rFonts w:cs="v5.0.0"/>
              </w:rPr>
              <w:t>100 kHz</w:t>
            </w:r>
          </w:p>
        </w:tc>
        <w:tc>
          <w:tcPr>
            <w:tcW w:w="4422" w:type="dxa"/>
            <w:gridSpan w:val="2"/>
            <w:shd w:val="clear" w:color="auto" w:fill="auto"/>
          </w:tcPr>
          <w:p w14:paraId="467F1F3B" w14:textId="77777777" w:rsidR="0045193A" w:rsidRPr="0031418B" w:rsidRDefault="0045193A" w:rsidP="006B2560">
            <w:pPr>
              <w:pStyle w:val="TAL"/>
              <w:rPr>
                <w:lang w:eastAsia="zh-CN"/>
              </w:rPr>
            </w:pPr>
            <w:r w:rsidRPr="0031418B">
              <w:rPr>
                <w:rFonts w:cs="v5.0.0"/>
              </w:rPr>
              <w:t>This requirement does not apply to E-UTRA FDD Repeater operating in band 3</w:t>
            </w:r>
            <w:r w:rsidRPr="0031418B">
              <w:t>.</w:t>
            </w:r>
            <w:r w:rsidRPr="0031418B">
              <w:rPr>
                <w:rFonts w:cs="v5.0.0"/>
              </w:rPr>
              <w:t xml:space="preserve"> </w:t>
            </w:r>
          </w:p>
        </w:tc>
      </w:tr>
      <w:tr w:rsidR="0045193A" w:rsidRPr="0031418B" w14:paraId="08DBED9A" w14:textId="77777777" w:rsidTr="00A74094">
        <w:trPr>
          <w:gridAfter w:val="1"/>
          <w:wAfter w:w="489" w:type="dxa"/>
          <w:cantSplit/>
          <w:trHeight w:val="113"/>
          <w:jc w:val="center"/>
        </w:trPr>
        <w:tc>
          <w:tcPr>
            <w:tcW w:w="1474" w:type="dxa"/>
            <w:gridSpan w:val="2"/>
            <w:vMerge/>
            <w:shd w:val="clear" w:color="auto" w:fill="auto"/>
            <w:vAlign w:val="center"/>
          </w:tcPr>
          <w:p w14:paraId="7C3392A7" w14:textId="77777777" w:rsidR="0045193A" w:rsidRPr="0031418B" w:rsidRDefault="0045193A" w:rsidP="0045193A">
            <w:pPr>
              <w:pStyle w:val="TAC"/>
            </w:pPr>
          </w:p>
        </w:tc>
        <w:tc>
          <w:tcPr>
            <w:tcW w:w="1529" w:type="dxa"/>
            <w:gridSpan w:val="2"/>
            <w:shd w:val="clear" w:color="auto" w:fill="auto"/>
            <w:vAlign w:val="center"/>
          </w:tcPr>
          <w:p w14:paraId="618E1883" w14:textId="77777777" w:rsidR="0045193A" w:rsidRPr="0031418B" w:rsidRDefault="0045193A" w:rsidP="0045193A">
            <w:pPr>
              <w:pStyle w:val="TAC"/>
            </w:pPr>
            <w:r w:rsidRPr="0031418B">
              <w:t>1710 - 1785 MHz</w:t>
            </w:r>
          </w:p>
        </w:tc>
        <w:tc>
          <w:tcPr>
            <w:tcW w:w="1022" w:type="dxa"/>
            <w:gridSpan w:val="2"/>
            <w:shd w:val="clear" w:color="auto" w:fill="auto"/>
            <w:vAlign w:val="center"/>
          </w:tcPr>
          <w:p w14:paraId="234F3F92" w14:textId="77777777" w:rsidR="0045193A" w:rsidRPr="0031418B" w:rsidRDefault="0045193A" w:rsidP="0045193A">
            <w:pPr>
              <w:pStyle w:val="TAC"/>
            </w:pPr>
            <w:r w:rsidRPr="0031418B">
              <w:t>-61 dBm</w:t>
            </w:r>
          </w:p>
        </w:tc>
        <w:tc>
          <w:tcPr>
            <w:tcW w:w="1246" w:type="dxa"/>
            <w:gridSpan w:val="2"/>
            <w:shd w:val="clear" w:color="auto" w:fill="auto"/>
            <w:vAlign w:val="center"/>
          </w:tcPr>
          <w:p w14:paraId="32467FAF" w14:textId="77777777" w:rsidR="0045193A" w:rsidRPr="0031418B" w:rsidRDefault="0045193A" w:rsidP="0045193A">
            <w:pPr>
              <w:pStyle w:val="TAC"/>
            </w:pPr>
            <w:r w:rsidRPr="0031418B">
              <w:t>100 kHz</w:t>
            </w:r>
          </w:p>
        </w:tc>
        <w:tc>
          <w:tcPr>
            <w:tcW w:w="4422" w:type="dxa"/>
            <w:gridSpan w:val="2"/>
            <w:shd w:val="clear" w:color="auto" w:fill="auto"/>
          </w:tcPr>
          <w:p w14:paraId="559D2687" w14:textId="77777777" w:rsidR="0045193A" w:rsidRPr="0031418B" w:rsidRDefault="0045193A" w:rsidP="006B2560">
            <w:pPr>
              <w:pStyle w:val="TAL"/>
            </w:pPr>
            <w:r w:rsidRPr="0031418B">
              <w:rPr>
                <w:rFonts w:cs="v5.0.0"/>
              </w:rPr>
              <w:t>This requirement does not apply to the uplink of E-UTRA FDD Repeater operating in band 3, since it is already covered by the requirement in sub-clause 9.</w:t>
            </w:r>
            <w:r w:rsidR="00095ED4" w:rsidRPr="0031418B">
              <w:rPr>
                <w:rFonts w:cs="v5.0.0"/>
              </w:rPr>
              <w:t>1.4</w:t>
            </w:r>
            <w:r w:rsidRPr="0031418B">
              <w:rPr>
                <w:rFonts w:cs="v5.0.0"/>
              </w:rPr>
              <w:t>.</w:t>
            </w:r>
          </w:p>
        </w:tc>
      </w:tr>
      <w:tr w:rsidR="0045193A" w:rsidRPr="0031418B" w14:paraId="57EB904B" w14:textId="77777777" w:rsidTr="00A74094">
        <w:trPr>
          <w:gridAfter w:val="1"/>
          <w:wAfter w:w="489" w:type="dxa"/>
          <w:cantSplit/>
          <w:trHeight w:val="113"/>
          <w:jc w:val="center"/>
        </w:trPr>
        <w:tc>
          <w:tcPr>
            <w:tcW w:w="1474" w:type="dxa"/>
            <w:gridSpan w:val="2"/>
            <w:vMerge w:val="restart"/>
            <w:shd w:val="clear" w:color="auto" w:fill="auto"/>
            <w:vAlign w:val="center"/>
          </w:tcPr>
          <w:p w14:paraId="7836D747" w14:textId="77777777" w:rsidR="0045193A" w:rsidRPr="0031418B" w:rsidRDefault="0045193A" w:rsidP="0045193A">
            <w:pPr>
              <w:pStyle w:val="TAC"/>
            </w:pPr>
            <w:r w:rsidRPr="0031418B">
              <w:t>PCS1900</w:t>
            </w:r>
          </w:p>
        </w:tc>
        <w:tc>
          <w:tcPr>
            <w:tcW w:w="1529" w:type="dxa"/>
            <w:gridSpan w:val="2"/>
            <w:shd w:val="clear" w:color="auto" w:fill="auto"/>
            <w:vAlign w:val="center"/>
          </w:tcPr>
          <w:p w14:paraId="6AEDB0AF" w14:textId="77777777" w:rsidR="0045193A" w:rsidRPr="0031418B" w:rsidRDefault="0045193A" w:rsidP="0045193A">
            <w:pPr>
              <w:pStyle w:val="TAC"/>
              <w:rPr>
                <w:lang w:eastAsia="zh-CN"/>
              </w:rPr>
            </w:pPr>
            <w:r w:rsidRPr="0031418B">
              <w:rPr>
                <w:rFonts w:cs="v5.0.0"/>
              </w:rPr>
              <w:t xml:space="preserve">1930 </w:t>
            </w:r>
            <w:r w:rsidRPr="0031418B">
              <w:rPr>
                <w:rFonts w:cs="v5.0.0"/>
              </w:rPr>
              <w:noBreakHyphen/>
              <w:t xml:space="preserve"> 1990 MHz</w:t>
            </w:r>
          </w:p>
        </w:tc>
        <w:tc>
          <w:tcPr>
            <w:tcW w:w="1022" w:type="dxa"/>
            <w:gridSpan w:val="2"/>
            <w:shd w:val="clear" w:color="auto" w:fill="auto"/>
            <w:vAlign w:val="center"/>
          </w:tcPr>
          <w:p w14:paraId="3BA00703" w14:textId="77777777" w:rsidR="0045193A" w:rsidRPr="0031418B" w:rsidRDefault="0045193A" w:rsidP="0045193A">
            <w:pPr>
              <w:pStyle w:val="TAC"/>
            </w:pPr>
            <w:r w:rsidRPr="0031418B">
              <w:rPr>
                <w:rFonts w:cs="v5.0.0"/>
              </w:rPr>
              <w:t>-47 dBm</w:t>
            </w:r>
          </w:p>
        </w:tc>
        <w:tc>
          <w:tcPr>
            <w:tcW w:w="1246" w:type="dxa"/>
            <w:gridSpan w:val="2"/>
            <w:shd w:val="clear" w:color="auto" w:fill="auto"/>
            <w:vAlign w:val="center"/>
          </w:tcPr>
          <w:p w14:paraId="0539C50D" w14:textId="77777777" w:rsidR="0045193A" w:rsidRPr="0031418B" w:rsidRDefault="0045193A" w:rsidP="0045193A">
            <w:pPr>
              <w:pStyle w:val="TAC"/>
            </w:pPr>
            <w:r w:rsidRPr="0031418B">
              <w:rPr>
                <w:rFonts w:cs="v5.0.0"/>
              </w:rPr>
              <w:t>100 kHz</w:t>
            </w:r>
          </w:p>
        </w:tc>
        <w:tc>
          <w:tcPr>
            <w:tcW w:w="4422" w:type="dxa"/>
            <w:gridSpan w:val="2"/>
            <w:shd w:val="clear" w:color="auto" w:fill="auto"/>
          </w:tcPr>
          <w:p w14:paraId="144937BA" w14:textId="77777777" w:rsidR="0045193A" w:rsidRPr="0031418B" w:rsidRDefault="0045193A" w:rsidP="006B2560">
            <w:pPr>
              <w:pStyle w:val="TAL"/>
            </w:pPr>
            <w:r w:rsidRPr="0031418B">
              <w:rPr>
                <w:rFonts w:cs="v5.0.0"/>
              </w:rPr>
              <w:t>This requirement does not apply to E-UTRA FDD Repeater operating in band 2</w:t>
            </w:r>
            <w:r w:rsidR="00F8361A" w:rsidRPr="0031418B">
              <w:rPr>
                <w:rFonts w:cs="v5.0.0"/>
              </w:rPr>
              <w:t xml:space="preserve"> or band 25.</w:t>
            </w:r>
          </w:p>
        </w:tc>
      </w:tr>
      <w:tr w:rsidR="0045193A" w:rsidRPr="0031418B" w14:paraId="2C59287C" w14:textId="77777777" w:rsidTr="00A74094">
        <w:trPr>
          <w:gridAfter w:val="1"/>
          <w:wAfter w:w="489" w:type="dxa"/>
          <w:cantSplit/>
          <w:trHeight w:val="113"/>
          <w:jc w:val="center"/>
        </w:trPr>
        <w:tc>
          <w:tcPr>
            <w:tcW w:w="1474" w:type="dxa"/>
            <w:gridSpan w:val="2"/>
            <w:vMerge/>
            <w:shd w:val="clear" w:color="auto" w:fill="auto"/>
            <w:vAlign w:val="center"/>
          </w:tcPr>
          <w:p w14:paraId="030B7028" w14:textId="77777777" w:rsidR="0045193A" w:rsidRPr="0031418B" w:rsidRDefault="0045193A" w:rsidP="0045193A">
            <w:pPr>
              <w:pStyle w:val="TAC"/>
            </w:pPr>
          </w:p>
        </w:tc>
        <w:tc>
          <w:tcPr>
            <w:tcW w:w="1529" w:type="dxa"/>
            <w:gridSpan w:val="2"/>
            <w:shd w:val="clear" w:color="auto" w:fill="auto"/>
            <w:vAlign w:val="center"/>
          </w:tcPr>
          <w:p w14:paraId="68DA5903" w14:textId="77777777" w:rsidR="0045193A" w:rsidRPr="0031418B" w:rsidRDefault="0045193A" w:rsidP="0045193A">
            <w:pPr>
              <w:pStyle w:val="TAC"/>
              <w:rPr>
                <w:lang w:eastAsia="zh-CN"/>
              </w:rPr>
            </w:pPr>
            <w:r w:rsidRPr="0031418B">
              <w:rPr>
                <w:rFonts w:cs="v5.0.0"/>
              </w:rPr>
              <w:t xml:space="preserve">1850 </w:t>
            </w:r>
            <w:r w:rsidRPr="0031418B">
              <w:rPr>
                <w:rFonts w:cs="v5.0.0"/>
              </w:rPr>
              <w:noBreakHyphen/>
              <w:t xml:space="preserve"> 1910 MHz</w:t>
            </w:r>
          </w:p>
        </w:tc>
        <w:tc>
          <w:tcPr>
            <w:tcW w:w="1022" w:type="dxa"/>
            <w:gridSpan w:val="2"/>
            <w:shd w:val="clear" w:color="auto" w:fill="auto"/>
            <w:vAlign w:val="center"/>
          </w:tcPr>
          <w:p w14:paraId="1B95C7EC" w14:textId="77777777" w:rsidR="0045193A" w:rsidRPr="0031418B" w:rsidRDefault="0045193A" w:rsidP="0045193A">
            <w:pPr>
              <w:pStyle w:val="TAC"/>
            </w:pPr>
            <w:r w:rsidRPr="0031418B">
              <w:rPr>
                <w:rFonts w:cs="v5.0.0"/>
              </w:rPr>
              <w:t>-61 dBm</w:t>
            </w:r>
          </w:p>
        </w:tc>
        <w:tc>
          <w:tcPr>
            <w:tcW w:w="1246" w:type="dxa"/>
            <w:gridSpan w:val="2"/>
            <w:shd w:val="clear" w:color="auto" w:fill="auto"/>
            <w:vAlign w:val="center"/>
          </w:tcPr>
          <w:p w14:paraId="5C236E91" w14:textId="77777777" w:rsidR="0045193A" w:rsidRPr="0031418B" w:rsidRDefault="0045193A" w:rsidP="0045193A">
            <w:pPr>
              <w:pStyle w:val="TAC"/>
            </w:pPr>
            <w:r w:rsidRPr="0031418B">
              <w:rPr>
                <w:rFonts w:cs="v5.0.0"/>
              </w:rPr>
              <w:t>100 kHz</w:t>
            </w:r>
          </w:p>
        </w:tc>
        <w:tc>
          <w:tcPr>
            <w:tcW w:w="4422" w:type="dxa"/>
            <w:gridSpan w:val="2"/>
            <w:shd w:val="clear" w:color="auto" w:fill="auto"/>
          </w:tcPr>
          <w:p w14:paraId="5655959A" w14:textId="77777777" w:rsidR="0045193A" w:rsidRPr="0031418B" w:rsidRDefault="0045193A" w:rsidP="006B2560">
            <w:pPr>
              <w:pStyle w:val="TAL"/>
            </w:pPr>
            <w:r w:rsidRPr="0031418B">
              <w:rPr>
                <w:rFonts w:cs="v5.0.0"/>
              </w:rPr>
              <w:t>This requirement does not apply to the uplink of E-UTRA FDD Repeater operating in band 2</w:t>
            </w:r>
            <w:r w:rsidR="00F8361A" w:rsidRPr="0031418B">
              <w:rPr>
                <w:rFonts w:cs="v5.0.0"/>
              </w:rPr>
              <w:t xml:space="preserve"> or band 25</w:t>
            </w:r>
            <w:r w:rsidRPr="0031418B">
              <w:rPr>
                <w:rFonts w:cs="v5.0.0"/>
              </w:rPr>
              <w:t>, since it is already covered by the requirement in sub-clause 9.</w:t>
            </w:r>
            <w:r w:rsidR="00095ED4" w:rsidRPr="0031418B">
              <w:rPr>
                <w:rFonts w:cs="v5.0.0"/>
              </w:rPr>
              <w:t>1.4</w:t>
            </w:r>
            <w:r w:rsidRPr="0031418B">
              <w:rPr>
                <w:rFonts w:cs="v5.0.0"/>
              </w:rPr>
              <w:t>.</w:t>
            </w:r>
          </w:p>
        </w:tc>
      </w:tr>
      <w:tr w:rsidR="0045193A" w:rsidRPr="0031418B" w14:paraId="1FC33EDB" w14:textId="77777777" w:rsidTr="00A74094">
        <w:trPr>
          <w:gridAfter w:val="1"/>
          <w:wAfter w:w="489" w:type="dxa"/>
          <w:cantSplit/>
          <w:trHeight w:val="113"/>
          <w:jc w:val="center"/>
        </w:trPr>
        <w:tc>
          <w:tcPr>
            <w:tcW w:w="1474" w:type="dxa"/>
            <w:gridSpan w:val="2"/>
            <w:vMerge w:val="restart"/>
            <w:shd w:val="clear" w:color="auto" w:fill="auto"/>
            <w:vAlign w:val="center"/>
          </w:tcPr>
          <w:p w14:paraId="7372FA54" w14:textId="77777777" w:rsidR="0045193A" w:rsidRPr="0031418B" w:rsidRDefault="0045193A" w:rsidP="0045193A">
            <w:pPr>
              <w:pStyle w:val="TAC"/>
            </w:pPr>
            <w:r w:rsidRPr="0031418B">
              <w:t>GSM850</w:t>
            </w:r>
            <w:r w:rsidR="00134469" w:rsidRPr="0031418B">
              <w:t xml:space="preserve"> or CDMA850</w:t>
            </w:r>
          </w:p>
        </w:tc>
        <w:tc>
          <w:tcPr>
            <w:tcW w:w="1529" w:type="dxa"/>
            <w:gridSpan w:val="2"/>
            <w:shd w:val="clear" w:color="auto" w:fill="auto"/>
            <w:vAlign w:val="center"/>
          </w:tcPr>
          <w:p w14:paraId="1CFA6E31" w14:textId="77777777" w:rsidR="0045193A" w:rsidRPr="0031418B" w:rsidRDefault="0045193A" w:rsidP="0045193A">
            <w:pPr>
              <w:pStyle w:val="TAC"/>
            </w:pPr>
            <w:r w:rsidRPr="0031418B">
              <w:rPr>
                <w:rFonts w:cs="v5.0.0"/>
              </w:rPr>
              <w:t>869 - 894 MHz</w:t>
            </w:r>
          </w:p>
        </w:tc>
        <w:tc>
          <w:tcPr>
            <w:tcW w:w="1022" w:type="dxa"/>
            <w:gridSpan w:val="2"/>
            <w:shd w:val="clear" w:color="auto" w:fill="auto"/>
            <w:vAlign w:val="center"/>
          </w:tcPr>
          <w:p w14:paraId="4E620313" w14:textId="77777777" w:rsidR="0045193A" w:rsidRPr="0031418B" w:rsidRDefault="0045193A" w:rsidP="0045193A">
            <w:pPr>
              <w:pStyle w:val="TAC"/>
            </w:pPr>
            <w:r w:rsidRPr="0031418B">
              <w:rPr>
                <w:rFonts w:cs="v5.0.0"/>
              </w:rPr>
              <w:t>-57 dBm</w:t>
            </w:r>
          </w:p>
        </w:tc>
        <w:tc>
          <w:tcPr>
            <w:tcW w:w="1246" w:type="dxa"/>
            <w:gridSpan w:val="2"/>
            <w:shd w:val="clear" w:color="auto" w:fill="auto"/>
            <w:vAlign w:val="center"/>
          </w:tcPr>
          <w:p w14:paraId="211CCF5D" w14:textId="77777777" w:rsidR="0045193A" w:rsidRPr="0031418B" w:rsidRDefault="0045193A" w:rsidP="0045193A">
            <w:pPr>
              <w:pStyle w:val="TAC"/>
            </w:pPr>
            <w:r w:rsidRPr="0031418B">
              <w:rPr>
                <w:rFonts w:cs="v5.0.0"/>
              </w:rPr>
              <w:t>100 kHz</w:t>
            </w:r>
          </w:p>
        </w:tc>
        <w:tc>
          <w:tcPr>
            <w:tcW w:w="4422" w:type="dxa"/>
            <w:gridSpan w:val="2"/>
            <w:shd w:val="clear" w:color="auto" w:fill="auto"/>
          </w:tcPr>
          <w:p w14:paraId="694BE5FE" w14:textId="77777777" w:rsidR="0045193A" w:rsidRPr="0031418B" w:rsidRDefault="0045193A" w:rsidP="006B2560">
            <w:pPr>
              <w:pStyle w:val="TAL"/>
            </w:pPr>
            <w:r w:rsidRPr="0031418B">
              <w:rPr>
                <w:rFonts w:cs="v5.0.0"/>
              </w:rPr>
              <w:t xml:space="preserve">This requirement does not apply to E-UTRA FDD Repeater operating in band 5 </w:t>
            </w:r>
            <w:r w:rsidR="00ED7416" w:rsidRPr="0031418B">
              <w:rPr>
                <w:rFonts w:cs="v5.0.0"/>
              </w:rPr>
              <w:t>or 26.</w:t>
            </w:r>
            <w:r w:rsidR="00ED7416" w:rsidRPr="0031418B">
              <w:t xml:space="preserve"> This requirement applies to E-UTRA Repeater operating in Band 27 for the frequency range 879-894 MHz.</w:t>
            </w:r>
          </w:p>
        </w:tc>
      </w:tr>
      <w:tr w:rsidR="0045193A" w:rsidRPr="0031418B" w14:paraId="53A347C1" w14:textId="77777777" w:rsidTr="00A74094">
        <w:trPr>
          <w:gridAfter w:val="1"/>
          <w:wAfter w:w="489" w:type="dxa"/>
          <w:cantSplit/>
          <w:trHeight w:val="113"/>
          <w:jc w:val="center"/>
        </w:trPr>
        <w:tc>
          <w:tcPr>
            <w:tcW w:w="1474" w:type="dxa"/>
            <w:gridSpan w:val="2"/>
            <w:vMerge/>
            <w:shd w:val="clear" w:color="auto" w:fill="auto"/>
            <w:vAlign w:val="center"/>
          </w:tcPr>
          <w:p w14:paraId="204F1B85" w14:textId="77777777" w:rsidR="0045193A" w:rsidRPr="0031418B" w:rsidRDefault="0045193A" w:rsidP="0045193A">
            <w:pPr>
              <w:pStyle w:val="TAC"/>
            </w:pPr>
          </w:p>
        </w:tc>
        <w:tc>
          <w:tcPr>
            <w:tcW w:w="1529" w:type="dxa"/>
            <w:gridSpan w:val="2"/>
            <w:shd w:val="clear" w:color="auto" w:fill="auto"/>
            <w:vAlign w:val="center"/>
          </w:tcPr>
          <w:p w14:paraId="15DF8D7E" w14:textId="77777777" w:rsidR="0045193A" w:rsidRPr="0031418B" w:rsidRDefault="0045193A" w:rsidP="0045193A">
            <w:pPr>
              <w:pStyle w:val="TAC"/>
              <w:rPr>
                <w:rFonts w:cs="v5.0.0"/>
              </w:rPr>
            </w:pPr>
            <w:r w:rsidRPr="0031418B">
              <w:rPr>
                <w:rFonts w:cs="v5.0.0"/>
              </w:rPr>
              <w:t xml:space="preserve">824 </w:t>
            </w:r>
            <w:r w:rsidRPr="0031418B">
              <w:rPr>
                <w:rFonts w:cs="v5.0.0"/>
              </w:rPr>
              <w:noBreakHyphen/>
              <w:t xml:space="preserve"> 849 MHz</w:t>
            </w:r>
          </w:p>
        </w:tc>
        <w:tc>
          <w:tcPr>
            <w:tcW w:w="1022" w:type="dxa"/>
            <w:gridSpan w:val="2"/>
            <w:shd w:val="clear" w:color="auto" w:fill="auto"/>
            <w:vAlign w:val="center"/>
          </w:tcPr>
          <w:p w14:paraId="3C43DBE3" w14:textId="77777777" w:rsidR="0045193A" w:rsidRPr="0031418B" w:rsidRDefault="0045193A" w:rsidP="0045193A">
            <w:pPr>
              <w:pStyle w:val="TAC"/>
              <w:rPr>
                <w:rFonts w:cs="v5.0.0"/>
              </w:rPr>
            </w:pPr>
            <w:r w:rsidRPr="0031418B">
              <w:rPr>
                <w:rFonts w:cs="v5.0.0"/>
              </w:rPr>
              <w:t>-61 dBm</w:t>
            </w:r>
          </w:p>
        </w:tc>
        <w:tc>
          <w:tcPr>
            <w:tcW w:w="1246" w:type="dxa"/>
            <w:gridSpan w:val="2"/>
            <w:shd w:val="clear" w:color="auto" w:fill="auto"/>
            <w:vAlign w:val="center"/>
          </w:tcPr>
          <w:p w14:paraId="12576763" w14:textId="77777777" w:rsidR="0045193A" w:rsidRPr="0031418B" w:rsidRDefault="0045193A" w:rsidP="0045193A">
            <w:pPr>
              <w:pStyle w:val="TAC"/>
              <w:rPr>
                <w:rFonts w:cs="v5.0.0"/>
              </w:rPr>
            </w:pPr>
            <w:r w:rsidRPr="0031418B">
              <w:rPr>
                <w:rFonts w:cs="v5.0.0"/>
              </w:rPr>
              <w:t>100 kHz</w:t>
            </w:r>
          </w:p>
        </w:tc>
        <w:tc>
          <w:tcPr>
            <w:tcW w:w="4422" w:type="dxa"/>
            <w:gridSpan w:val="2"/>
            <w:shd w:val="clear" w:color="auto" w:fill="auto"/>
          </w:tcPr>
          <w:p w14:paraId="3E26053A" w14:textId="77777777" w:rsidR="0045193A" w:rsidRPr="0031418B" w:rsidRDefault="0045193A" w:rsidP="006B2560">
            <w:pPr>
              <w:pStyle w:val="TAL"/>
              <w:rPr>
                <w:rFonts w:cs="v5.0.0"/>
              </w:rPr>
            </w:pPr>
            <w:r w:rsidRPr="0031418B">
              <w:rPr>
                <w:rFonts w:cs="v5.0.0"/>
              </w:rPr>
              <w:t>This requirement does not apply to the uplink of E-UTRA FDD Repeater operating in band 5</w:t>
            </w:r>
            <w:r w:rsidR="00ED7416" w:rsidRPr="0031418B">
              <w:rPr>
                <w:rFonts w:cs="v5.0.0"/>
              </w:rPr>
              <w:t xml:space="preserve"> or 26</w:t>
            </w:r>
            <w:r w:rsidRPr="0031418B">
              <w:rPr>
                <w:rFonts w:cs="v5.0.0"/>
              </w:rPr>
              <w:t>, since it is already covered by the requirement in sub-clause 9.</w:t>
            </w:r>
            <w:r w:rsidR="00095ED4" w:rsidRPr="0031418B">
              <w:rPr>
                <w:rFonts w:cs="v5.0.0"/>
              </w:rPr>
              <w:t>1.4</w:t>
            </w:r>
            <w:r w:rsidRPr="0031418B">
              <w:rPr>
                <w:rFonts w:cs="v5.0.0"/>
              </w:rPr>
              <w:t>.</w:t>
            </w:r>
            <w:r w:rsidR="00ED7416" w:rsidRPr="0031418B">
              <w:t xml:space="preserve"> For E</w:t>
            </w:r>
            <w:r w:rsidR="00ED7416" w:rsidRPr="0031418B">
              <w:noBreakHyphen/>
              <w:t>UTRA Repeater operating in Band 27, it</w:t>
            </w:r>
            <w:r w:rsidR="00ED7416" w:rsidRPr="0031418B">
              <w:rPr>
                <w:rFonts w:eastAsia="MS PGothic"/>
                <w:kern w:val="24"/>
                <w:szCs w:val="22"/>
              </w:rPr>
              <w:t xml:space="preserve"> applies 3 MHz below the Band 27 downlink operating band.</w:t>
            </w:r>
          </w:p>
        </w:tc>
      </w:tr>
      <w:tr w:rsidR="0045193A" w:rsidRPr="0031418B" w14:paraId="28B36887" w14:textId="77777777" w:rsidTr="00A74094">
        <w:trPr>
          <w:gridAfter w:val="1"/>
          <w:wAfter w:w="489" w:type="dxa"/>
          <w:cantSplit/>
          <w:trHeight w:val="113"/>
          <w:jc w:val="center"/>
        </w:trPr>
        <w:tc>
          <w:tcPr>
            <w:tcW w:w="1474" w:type="dxa"/>
            <w:gridSpan w:val="2"/>
            <w:vMerge w:val="restart"/>
            <w:shd w:val="clear" w:color="auto" w:fill="auto"/>
            <w:vAlign w:val="center"/>
          </w:tcPr>
          <w:p w14:paraId="3A048E1B" w14:textId="77777777" w:rsidR="0045193A" w:rsidRPr="0031418B" w:rsidRDefault="0045193A" w:rsidP="0045193A">
            <w:pPr>
              <w:pStyle w:val="TAC"/>
            </w:pPr>
            <w:r w:rsidRPr="0031418B">
              <w:t xml:space="preserve">UTRA FDD Band I or </w:t>
            </w:r>
            <w:r w:rsidRPr="0031418B">
              <w:br/>
              <w:t xml:space="preserve">E-UTRA Band 1 </w:t>
            </w:r>
          </w:p>
        </w:tc>
        <w:tc>
          <w:tcPr>
            <w:tcW w:w="1529" w:type="dxa"/>
            <w:gridSpan w:val="2"/>
            <w:shd w:val="clear" w:color="auto" w:fill="auto"/>
            <w:vAlign w:val="center"/>
          </w:tcPr>
          <w:p w14:paraId="5BCC773A" w14:textId="77777777" w:rsidR="0045193A" w:rsidRPr="0031418B" w:rsidRDefault="0045193A" w:rsidP="0045193A">
            <w:pPr>
              <w:pStyle w:val="TAC"/>
            </w:pPr>
            <w:r w:rsidRPr="0031418B">
              <w:t>2110 - 2170 MHz</w:t>
            </w:r>
          </w:p>
        </w:tc>
        <w:tc>
          <w:tcPr>
            <w:tcW w:w="1022" w:type="dxa"/>
            <w:gridSpan w:val="2"/>
            <w:shd w:val="clear" w:color="auto" w:fill="auto"/>
            <w:vAlign w:val="center"/>
          </w:tcPr>
          <w:p w14:paraId="4E06C89B" w14:textId="77777777" w:rsidR="0045193A" w:rsidRPr="0031418B" w:rsidRDefault="0045193A" w:rsidP="0045193A">
            <w:pPr>
              <w:pStyle w:val="TAC"/>
            </w:pPr>
            <w:r w:rsidRPr="0031418B">
              <w:t>-52 dBm</w:t>
            </w:r>
          </w:p>
        </w:tc>
        <w:tc>
          <w:tcPr>
            <w:tcW w:w="1246" w:type="dxa"/>
            <w:gridSpan w:val="2"/>
            <w:shd w:val="clear" w:color="auto" w:fill="auto"/>
            <w:vAlign w:val="center"/>
          </w:tcPr>
          <w:p w14:paraId="754AC8A8" w14:textId="77777777" w:rsidR="0045193A" w:rsidRPr="0031418B" w:rsidRDefault="0045193A" w:rsidP="0045193A">
            <w:pPr>
              <w:pStyle w:val="TAC"/>
            </w:pPr>
            <w:r w:rsidRPr="0031418B">
              <w:t>1 MHz</w:t>
            </w:r>
          </w:p>
        </w:tc>
        <w:tc>
          <w:tcPr>
            <w:tcW w:w="4422" w:type="dxa"/>
            <w:gridSpan w:val="2"/>
            <w:shd w:val="clear" w:color="auto" w:fill="auto"/>
          </w:tcPr>
          <w:p w14:paraId="5100D9E1" w14:textId="77777777" w:rsidR="0045193A" w:rsidRPr="0031418B" w:rsidRDefault="0045193A" w:rsidP="006B2560">
            <w:pPr>
              <w:pStyle w:val="TAL"/>
            </w:pPr>
            <w:r w:rsidRPr="0031418B">
              <w:t>This requirement does not apply to E-UTRA FDD Repeater operating in band 1</w:t>
            </w:r>
          </w:p>
        </w:tc>
      </w:tr>
      <w:tr w:rsidR="0045193A" w:rsidRPr="0031418B" w14:paraId="23AFD0B7" w14:textId="77777777" w:rsidTr="00A74094">
        <w:trPr>
          <w:gridAfter w:val="1"/>
          <w:wAfter w:w="489" w:type="dxa"/>
          <w:cantSplit/>
          <w:trHeight w:val="113"/>
          <w:jc w:val="center"/>
        </w:trPr>
        <w:tc>
          <w:tcPr>
            <w:tcW w:w="1474" w:type="dxa"/>
            <w:gridSpan w:val="2"/>
            <w:vMerge/>
            <w:shd w:val="clear" w:color="auto" w:fill="auto"/>
            <w:vAlign w:val="center"/>
          </w:tcPr>
          <w:p w14:paraId="05BDCA14" w14:textId="77777777" w:rsidR="0045193A" w:rsidRPr="0031418B" w:rsidRDefault="0045193A" w:rsidP="0045193A">
            <w:pPr>
              <w:pStyle w:val="TAC"/>
            </w:pPr>
          </w:p>
        </w:tc>
        <w:tc>
          <w:tcPr>
            <w:tcW w:w="1529" w:type="dxa"/>
            <w:gridSpan w:val="2"/>
            <w:shd w:val="clear" w:color="auto" w:fill="auto"/>
            <w:vAlign w:val="center"/>
          </w:tcPr>
          <w:p w14:paraId="5CFE1C3C" w14:textId="77777777" w:rsidR="0045193A" w:rsidRPr="0031418B" w:rsidRDefault="0045193A" w:rsidP="0045193A">
            <w:pPr>
              <w:pStyle w:val="TAC"/>
              <w:rPr>
                <w:lang w:eastAsia="zh-CN"/>
              </w:rPr>
            </w:pPr>
            <w:r w:rsidRPr="0031418B">
              <w:t>1920 - 1980 MHz</w:t>
            </w:r>
          </w:p>
        </w:tc>
        <w:tc>
          <w:tcPr>
            <w:tcW w:w="1022" w:type="dxa"/>
            <w:gridSpan w:val="2"/>
            <w:shd w:val="clear" w:color="auto" w:fill="auto"/>
            <w:vAlign w:val="center"/>
          </w:tcPr>
          <w:p w14:paraId="1B8E01C4" w14:textId="77777777" w:rsidR="0045193A" w:rsidRPr="0031418B" w:rsidRDefault="0045193A" w:rsidP="0045193A">
            <w:pPr>
              <w:pStyle w:val="TAC"/>
            </w:pPr>
            <w:r w:rsidRPr="0031418B">
              <w:t>-49 dBm</w:t>
            </w:r>
          </w:p>
        </w:tc>
        <w:tc>
          <w:tcPr>
            <w:tcW w:w="1246" w:type="dxa"/>
            <w:gridSpan w:val="2"/>
            <w:shd w:val="clear" w:color="auto" w:fill="auto"/>
            <w:vAlign w:val="center"/>
          </w:tcPr>
          <w:p w14:paraId="31E6791F" w14:textId="77777777" w:rsidR="0045193A" w:rsidRPr="0031418B" w:rsidRDefault="0045193A" w:rsidP="0045193A">
            <w:pPr>
              <w:pStyle w:val="TAC"/>
            </w:pPr>
            <w:r w:rsidRPr="0031418B">
              <w:t>1 MHz</w:t>
            </w:r>
          </w:p>
        </w:tc>
        <w:tc>
          <w:tcPr>
            <w:tcW w:w="4422" w:type="dxa"/>
            <w:gridSpan w:val="2"/>
            <w:shd w:val="clear" w:color="auto" w:fill="auto"/>
          </w:tcPr>
          <w:p w14:paraId="71C16796" w14:textId="77777777" w:rsidR="0045193A" w:rsidRPr="0031418B" w:rsidRDefault="0045193A" w:rsidP="006B2560">
            <w:pPr>
              <w:pStyle w:val="TAL"/>
            </w:pPr>
            <w:r w:rsidRPr="0031418B">
              <w:t>This requirement does not apply to the uplink of E-UTRA FDD Repeater operating in band 1,</w:t>
            </w:r>
            <w:r w:rsidRPr="0031418B">
              <w:rPr>
                <w:rFonts w:cs="v5.0.0"/>
              </w:rPr>
              <w:t xml:space="preserve"> since it is already covered by the requirement in sub-clause 9.</w:t>
            </w:r>
            <w:r w:rsidR="00095ED4" w:rsidRPr="0031418B">
              <w:rPr>
                <w:rFonts w:cs="v5.0.0"/>
              </w:rPr>
              <w:t>1.4</w:t>
            </w:r>
            <w:r w:rsidRPr="0031418B">
              <w:rPr>
                <w:rFonts w:cs="v5.0.0"/>
              </w:rPr>
              <w:t>.</w:t>
            </w:r>
          </w:p>
        </w:tc>
      </w:tr>
      <w:tr w:rsidR="0045193A" w:rsidRPr="0031418B" w14:paraId="5818780C" w14:textId="77777777" w:rsidTr="00A74094">
        <w:trPr>
          <w:gridAfter w:val="1"/>
          <w:wAfter w:w="489" w:type="dxa"/>
          <w:cantSplit/>
          <w:trHeight w:val="113"/>
          <w:jc w:val="center"/>
        </w:trPr>
        <w:tc>
          <w:tcPr>
            <w:tcW w:w="1474" w:type="dxa"/>
            <w:gridSpan w:val="2"/>
            <w:vMerge w:val="restart"/>
            <w:shd w:val="clear" w:color="auto" w:fill="auto"/>
            <w:vAlign w:val="center"/>
          </w:tcPr>
          <w:p w14:paraId="2AE6D3A0" w14:textId="77777777" w:rsidR="0045193A" w:rsidRPr="0031418B" w:rsidRDefault="0045193A" w:rsidP="0045193A">
            <w:pPr>
              <w:pStyle w:val="TAC"/>
            </w:pPr>
            <w:r w:rsidRPr="0031418B">
              <w:t xml:space="preserve">UTRA FDD Band II or </w:t>
            </w:r>
            <w:r w:rsidRPr="0031418B">
              <w:br/>
              <w:t>E-UTRA Band 2</w:t>
            </w:r>
          </w:p>
        </w:tc>
        <w:tc>
          <w:tcPr>
            <w:tcW w:w="1529" w:type="dxa"/>
            <w:gridSpan w:val="2"/>
            <w:shd w:val="clear" w:color="auto" w:fill="auto"/>
            <w:vAlign w:val="center"/>
          </w:tcPr>
          <w:p w14:paraId="74515E1D" w14:textId="77777777" w:rsidR="0045193A" w:rsidRPr="0031418B" w:rsidRDefault="0045193A" w:rsidP="0045193A">
            <w:pPr>
              <w:pStyle w:val="TAC"/>
              <w:rPr>
                <w:lang w:eastAsia="zh-CN"/>
              </w:rPr>
            </w:pPr>
            <w:r w:rsidRPr="0031418B">
              <w:t>1930 - 1990 MHz</w:t>
            </w:r>
          </w:p>
        </w:tc>
        <w:tc>
          <w:tcPr>
            <w:tcW w:w="1022" w:type="dxa"/>
            <w:gridSpan w:val="2"/>
            <w:shd w:val="clear" w:color="auto" w:fill="auto"/>
            <w:vAlign w:val="center"/>
          </w:tcPr>
          <w:p w14:paraId="70947931" w14:textId="77777777" w:rsidR="0045193A" w:rsidRPr="0031418B" w:rsidRDefault="0045193A" w:rsidP="0045193A">
            <w:pPr>
              <w:pStyle w:val="TAC"/>
            </w:pPr>
            <w:r w:rsidRPr="0031418B">
              <w:t>-52 dBm</w:t>
            </w:r>
          </w:p>
        </w:tc>
        <w:tc>
          <w:tcPr>
            <w:tcW w:w="1246" w:type="dxa"/>
            <w:gridSpan w:val="2"/>
            <w:shd w:val="clear" w:color="auto" w:fill="auto"/>
            <w:vAlign w:val="center"/>
          </w:tcPr>
          <w:p w14:paraId="0AFA33FB" w14:textId="77777777" w:rsidR="0045193A" w:rsidRPr="0031418B" w:rsidRDefault="0045193A" w:rsidP="0045193A">
            <w:pPr>
              <w:pStyle w:val="TAC"/>
            </w:pPr>
            <w:r w:rsidRPr="0031418B">
              <w:t>1 MHz</w:t>
            </w:r>
          </w:p>
        </w:tc>
        <w:tc>
          <w:tcPr>
            <w:tcW w:w="4422" w:type="dxa"/>
            <w:gridSpan w:val="2"/>
            <w:shd w:val="clear" w:color="auto" w:fill="auto"/>
          </w:tcPr>
          <w:p w14:paraId="3BA8DC4E" w14:textId="77777777" w:rsidR="0045193A" w:rsidRPr="0031418B" w:rsidRDefault="0045193A" w:rsidP="006B2560">
            <w:pPr>
              <w:pStyle w:val="TAL"/>
            </w:pPr>
            <w:r w:rsidRPr="0031418B">
              <w:t>This requirement does not apply to E-UTRA FDD Repeater operating in band 2</w:t>
            </w:r>
            <w:r w:rsidR="00F8361A" w:rsidRPr="0031418B">
              <w:rPr>
                <w:rFonts w:cs="v5.0.0"/>
              </w:rPr>
              <w:t xml:space="preserve"> or band 25</w:t>
            </w:r>
            <w:r w:rsidRPr="0031418B">
              <w:t xml:space="preserve">.  </w:t>
            </w:r>
          </w:p>
        </w:tc>
      </w:tr>
      <w:tr w:rsidR="0045193A" w:rsidRPr="0031418B" w14:paraId="6CA2F200" w14:textId="77777777" w:rsidTr="00A74094">
        <w:trPr>
          <w:gridAfter w:val="1"/>
          <w:wAfter w:w="489" w:type="dxa"/>
          <w:cantSplit/>
          <w:trHeight w:val="113"/>
          <w:jc w:val="center"/>
        </w:trPr>
        <w:tc>
          <w:tcPr>
            <w:tcW w:w="1474" w:type="dxa"/>
            <w:gridSpan w:val="2"/>
            <w:vMerge/>
            <w:shd w:val="clear" w:color="auto" w:fill="auto"/>
            <w:vAlign w:val="center"/>
          </w:tcPr>
          <w:p w14:paraId="3DC24AC9" w14:textId="77777777" w:rsidR="0045193A" w:rsidRPr="0031418B" w:rsidRDefault="0045193A" w:rsidP="0045193A">
            <w:pPr>
              <w:pStyle w:val="TAC"/>
            </w:pPr>
          </w:p>
        </w:tc>
        <w:tc>
          <w:tcPr>
            <w:tcW w:w="1529" w:type="dxa"/>
            <w:gridSpan w:val="2"/>
            <w:shd w:val="clear" w:color="auto" w:fill="auto"/>
            <w:vAlign w:val="center"/>
          </w:tcPr>
          <w:p w14:paraId="61BBE679" w14:textId="77777777" w:rsidR="0045193A" w:rsidRPr="0031418B" w:rsidRDefault="0045193A" w:rsidP="0045193A">
            <w:pPr>
              <w:pStyle w:val="TAC"/>
              <w:rPr>
                <w:lang w:eastAsia="zh-CN"/>
              </w:rPr>
            </w:pPr>
            <w:r w:rsidRPr="0031418B">
              <w:t>1850 - 1910 MHz</w:t>
            </w:r>
          </w:p>
        </w:tc>
        <w:tc>
          <w:tcPr>
            <w:tcW w:w="1022" w:type="dxa"/>
            <w:gridSpan w:val="2"/>
            <w:shd w:val="clear" w:color="auto" w:fill="auto"/>
            <w:vAlign w:val="center"/>
          </w:tcPr>
          <w:p w14:paraId="0085878D" w14:textId="77777777" w:rsidR="0045193A" w:rsidRPr="0031418B" w:rsidRDefault="0045193A" w:rsidP="0045193A">
            <w:pPr>
              <w:pStyle w:val="TAC"/>
            </w:pPr>
            <w:r w:rsidRPr="0031418B">
              <w:t>-49 dBm</w:t>
            </w:r>
          </w:p>
        </w:tc>
        <w:tc>
          <w:tcPr>
            <w:tcW w:w="1246" w:type="dxa"/>
            <w:gridSpan w:val="2"/>
            <w:shd w:val="clear" w:color="auto" w:fill="auto"/>
            <w:vAlign w:val="center"/>
          </w:tcPr>
          <w:p w14:paraId="1DADECAA" w14:textId="77777777" w:rsidR="0045193A" w:rsidRPr="0031418B" w:rsidRDefault="0045193A" w:rsidP="0045193A">
            <w:pPr>
              <w:pStyle w:val="TAC"/>
            </w:pPr>
            <w:r w:rsidRPr="0031418B">
              <w:t>1 MHz</w:t>
            </w:r>
          </w:p>
        </w:tc>
        <w:tc>
          <w:tcPr>
            <w:tcW w:w="4422" w:type="dxa"/>
            <w:gridSpan w:val="2"/>
            <w:shd w:val="clear" w:color="auto" w:fill="auto"/>
          </w:tcPr>
          <w:p w14:paraId="345CF154" w14:textId="77777777" w:rsidR="0045193A" w:rsidRPr="0031418B" w:rsidRDefault="0045193A" w:rsidP="006B2560">
            <w:pPr>
              <w:pStyle w:val="TAL"/>
            </w:pPr>
            <w:r w:rsidRPr="0031418B">
              <w:t>This requirement does not apply to the uplink of E-UTRA FDD Repeater operating in band 2</w:t>
            </w:r>
            <w:r w:rsidR="00F8361A" w:rsidRPr="0031418B">
              <w:rPr>
                <w:rFonts w:cs="v5.0.0"/>
              </w:rPr>
              <w:t xml:space="preserve"> or band 25</w:t>
            </w:r>
            <w:r w:rsidRPr="0031418B">
              <w:t xml:space="preserve">, </w:t>
            </w:r>
            <w:r w:rsidRPr="0031418B">
              <w:rPr>
                <w:rFonts w:cs="v5.0.0"/>
              </w:rPr>
              <w:t>since it is already covered by the requirement in sub-clause 9.</w:t>
            </w:r>
            <w:r w:rsidR="00095ED4" w:rsidRPr="0031418B">
              <w:rPr>
                <w:rFonts w:cs="v5.0.0"/>
              </w:rPr>
              <w:t>1.4</w:t>
            </w:r>
          </w:p>
        </w:tc>
      </w:tr>
      <w:tr w:rsidR="0045193A" w:rsidRPr="0031418B" w14:paraId="107ABA29" w14:textId="77777777" w:rsidTr="00A74094">
        <w:trPr>
          <w:gridAfter w:val="1"/>
          <w:wAfter w:w="489" w:type="dxa"/>
          <w:cantSplit/>
          <w:trHeight w:val="474"/>
          <w:jc w:val="center"/>
        </w:trPr>
        <w:tc>
          <w:tcPr>
            <w:tcW w:w="1474" w:type="dxa"/>
            <w:gridSpan w:val="2"/>
            <w:vMerge w:val="restart"/>
            <w:shd w:val="clear" w:color="auto" w:fill="auto"/>
            <w:vAlign w:val="center"/>
          </w:tcPr>
          <w:p w14:paraId="422AE153" w14:textId="77777777" w:rsidR="0045193A" w:rsidRPr="0031418B" w:rsidRDefault="0045193A" w:rsidP="0045193A">
            <w:pPr>
              <w:pStyle w:val="TAC"/>
            </w:pPr>
            <w:r w:rsidRPr="0031418B">
              <w:t xml:space="preserve">UTRA FDD Band III or </w:t>
            </w:r>
            <w:r w:rsidRPr="0031418B">
              <w:br/>
              <w:t>E-UTRA Band 3</w:t>
            </w:r>
          </w:p>
        </w:tc>
        <w:tc>
          <w:tcPr>
            <w:tcW w:w="1529" w:type="dxa"/>
            <w:gridSpan w:val="2"/>
            <w:shd w:val="clear" w:color="auto" w:fill="auto"/>
            <w:vAlign w:val="center"/>
          </w:tcPr>
          <w:p w14:paraId="0212FE01" w14:textId="77777777" w:rsidR="0045193A" w:rsidRPr="0031418B" w:rsidRDefault="0045193A" w:rsidP="0045193A">
            <w:pPr>
              <w:pStyle w:val="TAC"/>
              <w:rPr>
                <w:lang w:eastAsia="zh-CN"/>
              </w:rPr>
            </w:pPr>
            <w:r w:rsidRPr="0031418B">
              <w:t>1805 - 1880 MHz</w:t>
            </w:r>
          </w:p>
        </w:tc>
        <w:tc>
          <w:tcPr>
            <w:tcW w:w="1022" w:type="dxa"/>
            <w:gridSpan w:val="2"/>
            <w:shd w:val="clear" w:color="auto" w:fill="auto"/>
            <w:vAlign w:val="center"/>
          </w:tcPr>
          <w:p w14:paraId="2DA71F77" w14:textId="77777777" w:rsidR="0045193A" w:rsidRPr="0031418B" w:rsidRDefault="0045193A" w:rsidP="0045193A">
            <w:pPr>
              <w:pStyle w:val="TAC"/>
            </w:pPr>
            <w:r w:rsidRPr="0031418B">
              <w:t>-52 dBm</w:t>
            </w:r>
          </w:p>
        </w:tc>
        <w:tc>
          <w:tcPr>
            <w:tcW w:w="1246" w:type="dxa"/>
            <w:gridSpan w:val="2"/>
            <w:shd w:val="clear" w:color="auto" w:fill="auto"/>
            <w:vAlign w:val="center"/>
          </w:tcPr>
          <w:p w14:paraId="7F6EED6C" w14:textId="77777777" w:rsidR="0045193A" w:rsidRPr="0031418B" w:rsidRDefault="0045193A" w:rsidP="0045193A">
            <w:pPr>
              <w:pStyle w:val="TAC"/>
            </w:pPr>
            <w:r w:rsidRPr="0031418B">
              <w:t>1 MHz</w:t>
            </w:r>
          </w:p>
        </w:tc>
        <w:tc>
          <w:tcPr>
            <w:tcW w:w="4422" w:type="dxa"/>
            <w:gridSpan w:val="2"/>
            <w:shd w:val="clear" w:color="auto" w:fill="auto"/>
          </w:tcPr>
          <w:p w14:paraId="5D974D3B" w14:textId="77777777" w:rsidR="0045193A" w:rsidRPr="0031418B" w:rsidRDefault="0045193A" w:rsidP="006B2560">
            <w:pPr>
              <w:pStyle w:val="TAL"/>
            </w:pPr>
            <w:r w:rsidRPr="0031418B">
              <w:t>This requirement does not apply to E-UTRA FDD Repeater operating in band 3</w:t>
            </w:r>
            <w:r w:rsidR="002E0D17" w:rsidRPr="0031418B">
              <w:t xml:space="preserve"> or band 9</w:t>
            </w:r>
            <w:r w:rsidRPr="0031418B">
              <w:t>.</w:t>
            </w:r>
          </w:p>
        </w:tc>
      </w:tr>
      <w:tr w:rsidR="0045193A" w:rsidRPr="0031418B" w14:paraId="1086F2D9" w14:textId="77777777" w:rsidTr="00A74094">
        <w:trPr>
          <w:gridAfter w:val="1"/>
          <w:wAfter w:w="489" w:type="dxa"/>
          <w:cantSplit/>
          <w:trHeight w:val="113"/>
          <w:jc w:val="center"/>
        </w:trPr>
        <w:tc>
          <w:tcPr>
            <w:tcW w:w="1474" w:type="dxa"/>
            <w:gridSpan w:val="2"/>
            <w:vMerge/>
            <w:shd w:val="clear" w:color="auto" w:fill="auto"/>
            <w:vAlign w:val="center"/>
          </w:tcPr>
          <w:p w14:paraId="4F4475AF" w14:textId="77777777" w:rsidR="0045193A" w:rsidRPr="0031418B" w:rsidRDefault="0045193A" w:rsidP="0045193A">
            <w:pPr>
              <w:pStyle w:val="TAC"/>
            </w:pPr>
          </w:p>
        </w:tc>
        <w:tc>
          <w:tcPr>
            <w:tcW w:w="1529" w:type="dxa"/>
            <w:gridSpan w:val="2"/>
            <w:shd w:val="clear" w:color="auto" w:fill="auto"/>
            <w:vAlign w:val="center"/>
          </w:tcPr>
          <w:p w14:paraId="10639CA9" w14:textId="77777777" w:rsidR="0045193A" w:rsidRPr="0031418B" w:rsidRDefault="0045193A" w:rsidP="0045193A">
            <w:pPr>
              <w:pStyle w:val="TAC"/>
            </w:pPr>
            <w:r w:rsidRPr="0031418B">
              <w:t>1710 - 1785 MHz</w:t>
            </w:r>
          </w:p>
        </w:tc>
        <w:tc>
          <w:tcPr>
            <w:tcW w:w="1022" w:type="dxa"/>
            <w:gridSpan w:val="2"/>
            <w:shd w:val="clear" w:color="auto" w:fill="auto"/>
            <w:vAlign w:val="center"/>
          </w:tcPr>
          <w:p w14:paraId="587DA9F4" w14:textId="77777777" w:rsidR="0045193A" w:rsidRPr="0031418B" w:rsidRDefault="0045193A" w:rsidP="0045193A">
            <w:pPr>
              <w:pStyle w:val="TAC"/>
            </w:pPr>
            <w:r w:rsidRPr="0031418B">
              <w:t>-49 dBm</w:t>
            </w:r>
          </w:p>
        </w:tc>
        <w:tc>
          <w:tcPr>
            <w:tcW w:w="1246" w:type="dxa"/>
            <w:gridSpan w:val="2"/>
            <w:shd w:val="clear" w:color="auto" w:fill="auto"/>
            <w:vAlign w:val="center"/>
          </w:tcPr>
          <w:p w14:paraId="67EDD612" w14:textId="77777777" w:rsidR="0045193A" w:rsidRPr="0031418B" w:rsidRDefault="0045193A" w:rsidP="0045193A">
            <w:pPr>
              <w:pStyle w:val="TAC"/>
            </w:pPr>
            <w:r w:rsidRPr="0031418B">
              <w:t>1 MHz</w:t>
            </w:r>
          </w:p>
        </w:tc>
        <w:tc>
          <w:tcPr>
            <w:tcW w:w="4422" w:type="dxa"/>
            <w:gridSpan w:val="2"/>
            <w:shd w:val="clear" w:color="auto" w:fill="auto"/>
          </w:tcPr>
          <w:p w14:paraId="2A3A67FA" w14:textId="77777777" w:rsidR="006C202B" w:rsidRPr="0031418B" w:rsidRDefault="0045193A" w:rsidP="006B2560">
            <w:pPr>
              <w:pStyle w:val="TAL"/>
              <w:rPr>
                <w:rFonts w:cs="v5.0.0"/>
              </w:rPr>
            </w:pPr>
            <w:r w:rsidRPr="0031418B">
              <w:t xml:space="preserve">This requirement does not apply to the uplink of E-UTRA FDD Repeater operating in band 3, </w:t>
            </w:r>
            <w:r w:rsidRPr="0031418B">
              <w:rPr>
                <w:rFonts w:cs="v5.0.0"/>
              </w:rPr>
              <w:t>since it is already covered by the requirement in sub-clause 9.</w:t>
            </w:r>
            <w:r w:rsidR="00095ED4" w:rsidRPr="0031418B">
              <w:rPr>
                <w:rFonts w:cs="v5.0.0"/>
              </w:rPr>
              <w:t>1.4</w:t>
            </w:r>
            <w:r w:rsidRPr="0031418B">
              <w:rPr>
                <w:rFonts w:cs="v5.0.0"/>
              </w:rPr>
              <w:t>.</w:t>
            </w:r>
          </w:p>
          <w:p w14:paraId="1DB3A9D4" w14:textId="77777777" w:rsidR="0045193A" w:rsidRPr="0031418B" w:rsidRDefault="006C202B" w:rsidP="006B2560">
            <w:pPr>
              <w:pStyle w:val="TAL"/>
              <w:rPr>
                <w:rFonts w:cs="v5.0.0"/>
              </w:rPr>
            </w:pPr>
            <w:r w:rsidRPr="0031418B">
              <w:rPr>
                <w:rFonts w:cs="v5.0.0"/>
              </w:rPr>
              <w:t xml:space="preserve">This requirement does not apply to the uplink of E-UTRA FDD Repeater operating in band 9 in the </w:t>
            </w:r>
            <w:smartTag w:uri="urn:schemas-microsoft-com:office:smarttags" w:element="place">
              <w:smartTag w:uri="urn:schemas-microsoft-com:office:smarttags" w:element="PlaceName">
                <w:r w:rsidRPr="0031418B">
                  <w:rPr>
                    <w:rFonts w:cs="v5.0.0"/>
                  </w:rPr>
                  <w:t>frequency</w:t>
                </w:r>
              </w:smartTag>
              <w:r w:rsidRPr="0031418B">
                <w:rPr>
                  <w:rFonts w:cs="v5.0.0"/>
                </w:rPr>
                <w:t xml:space="preserve"> </w:t>
              </w:r>
              <w:smartTag w:uri="urn:schemas-microsoft-com:office:smarttags" w:element="PlaceType">
                <w:smartTag w:uri="urn:schemas-microsoft-com:office:smarttags" w:element="Street">
                  <w:r w:rsidRPr="0031418B">
                    <w:rPr>
                      <w:rFonts w:cs="v5.0.0"/>
                    </w:rPr>
                    <w:t>Range</w:t>
                  </w:r>
                </w:smartTag>
              </w:smartTag>
            </w:smartTag>
            <w:r w:rsidRPr="0031418B">
              <w:rPr>
                <w:rFonts w:cs="v5.0.0"/>
              </w:rPr>
              <w:t xml:space="preserve"> from 1749,9 MHz to 1784,9 MHz, since it is already covered by the requirement in clause 9.1.4.</w:t>
            </w:r>
          </w:p>
        </w:tc>
      </w:tr>
      <w:tr w:rsidR="0045193A" w:rsidRPr="0031418B" w14:paraId="5D84F592" w14:textId="77777777" w:rsidTr="00A74094">
        <w:trPr>
          <w:gridAfter w:val="1"/>
          <w:wAfter w:w="489" w:type="dxa"/>
          <w:cantSplit/>
          <w:trHeight w:val="113"/>
          <w:jc w:val="center"/>
        </w:trPr>
        <w:tc>
          <w:tcPr>
            <w:tcW w:w="1474" w:type="dxa"/>
            <w:gridSpan w:val="2"/>
            <w:vMerge w:val="restart"/>
            <w:shd w:val="clear" w:color="auto" w:fill="auto"/>
            <w:vAlign w:val="center"/>
          </w:tcPr>
          <w:p w14:paraId="241F3797" w14:textId="77777777" w:rsidR="0045193A" w:rsidRPr="0031418B" w:rsidRDefault="0045193A" w:rsidP="0045193A">
            <w:pPr>
              <w:pStyle w:val="TAC"/>
            </w:pPr>
            <w:r w:rsidRPr="0031418B">
              <w:t xml:space="preserve">UTRA FDD Band IV or </w:t>
            </w:r>
            <w:r w:rsidRPr="0031418B">
              <w:br/>
              <w:t>E-UTRA Band 4</w:t>
            </w:r>
          </w:p>
        </w:tc>
        <w:tc>
          <w:tcPr>
            <w:tcW w:w="1529" w:type="dxa"/>
            <w:gridSpan w:val="2"/>
            <w:shd w:val="clear" w:color="auto" w:fill="auto"/>
            <w:vAlign w:val="center"/>
          </w:tcPr>
          <w:p w14:paraId="5CA45DA4" w14:textId="77777777" w:rsidR="0045193A" w:rsidRPr="0031418B" w:rsidRDefault="0045193A" w:rsidP="0045193A">
            <w:pPr>
              <w:pStyle w:val="TAC"/>
            </w:pPr>
            <w:r w:rsidRPr="0031418B">
              <w:t>2110 - 2155 MHz</w:t>
            </w:r>
          </w:p>
        </w:tc>
        <w:tc>
          <w:tcPr>
            <w:tcW w:w="1022" w:type="dxa"/>
            <w:gridSpan w:val="2"/>
            <w:shd w:val="clear" w:color="auto" w:fill="auto"/>
            <w:vAlign w:val="center"/>
          </w:tcPr>
          <w:p w14:paraId="28A948DA" w14:textId="77777777" w:rsidR="0045193A" w:rsidRPr="0031418B" w:rsidRDefault="0045193A" w:rsidP="0045193A">
            <w:pPr>
              <w:pStyle w:val="TAC"/>
            </w:pPr>
            <w:r w:rsidRPr="0031418B">
              <w:t>-52 dBm</w:t>
            </w:r>
          </w:p>
        </w:tc>
        <w:tc>
          <w:tcPr>
            <w:tcW w:w="1246" w:type="dxa"/>
            <w:gridSpan w:val="2"/>
            <w:shd w:val="clear" w:color="auto" w:fill="auto"/>
            <w:vAlign w:val="center"/>
          </w:tcPr>
          <w:p w14:paraId="015C98BC" w14:textId="77777777" w:rsidR="0045193A" w:rsidRPr="0031418B" w:rsidRDefault="0045193A" w:rsidP="0045193A">
            <w:pPr>
              <w:pStyle w:val="TAC"/>
            </w:pPr>
            <w:r w:rsidRPr="0031418B">
              <w:t>1 MHz</w:t>
            </w:r>
          </w:p>
        </w:tc>
        <w:tc>
          <w:tcPr>
            <w:tcW w:w="4422" w:type="dxa"/>
            <w:gridSpan w:val="2"/>
            <w:shd w:val="clear" w:color="auto" w:fill="auto"/>
          </w:tcPr>
          <w:p w14:paraId="585C06FD" w14:textId="77777777" w:rsidR="0045193A" w:rsidRPr="0031418B" w:rsidRDefault="0045193A" w:rsidP="006B2560">
            <w:pPr>
              <w:pStyle w:val="TAL"/>
            </w:pPr>
            <w:r w:rsidRPr="0031418B">
              <w:t>This requirement does not apply to E-UTRA FDD Repeater operating in band 4</w:t>
            </w:r>
            <w:r w:rsidR="002E0D17" w:rsidRPr="0031418B">
              <w:t xml:space="preserve"> or band 10.</w:t>
            </w:r>
          </w:p>
        </w:tc>
      </w:tr>
      <w:tr w:rsidR="0045193A" w:rsidRPr="0031418B" w14:paraId="38AD60DB" w14:textId="77777777" w:rsidTr="00A74094">
        <w:trPr>
          <w:gridAfter w:val="1"/>
          <w:wAfter w:w="489" w:type="dxa"/>
          <w:cantSplit/>
          <w:trHeight w:val="113"/>
          <w:jc w:val="center"/>
        </w:trPr>
        <w:tc>
          <w:tcPr>
            <w:tcW w:w="1474" w:type="dxa"/>
            <w:gridSpan w:val="2"/>
            <w:vMerge/>
            <w:shd w:val="clear" w:color="auto" w:fill="auto"/>
            <w:vAlign w:val="center"/>
          </w:tcPr>
          <w:p w14:paraId="50CDC94A" w14:textId="77777777" w:rsidR="0045193A" w:rsidRPr="0031418B" w:rsidRDefault="0045193A" w:rsidP="0045193A">
            <w:pPr>
              <w:pStyle w:val="TAC"/>
            </w:pPr>
          </w:p>
        </w:tc>
        <w:tc>
          <w:tcPr>
            <w:tcW w:w="1529" w:type="dxa"/>
            <w:gridSpan w:val="2"/>
            <w:shd w:val="clear" w:color="auto" w:fill="auto"/>
            <w:vAlign w:val="center"/>
          </w:tcPr>
          <w:p w14:paraId="01B00144" w14:textId="77777777" w:rsidR="0045193A" w:rsidRPr="0031418B" w:rsidRDefault="0045193A" w:rsidP="0045193A">
            <w:pPr>
              <w:pStyle w:val="TAC"/>
            </w:pPr>
            <w:r w:rsidRPr="0031418B">
              <w:t>1710 - 1755 MHz</w:t>
            </w:r>
          </w:p>
        </w:tc>
        <w:tc>
          <w:tcPr>
            <w:tcW w:w="1022" w:type="dxa"/>
            <w:gridSpan w:val="2"/>
            <w:shd w:val="clear" w:color="auto" w:fill="auto"/>
            <w:vAlign w:val="center"/>
          </w:tcPr>
          <w:p w14:paraId="582D37F6" w14:textId="77777777" w:rsidR="0045193A" w:rsidRPr="0031418B" w:rsidRDefault="0045193A" w:rsidP="0045193A">
            <w:pPr>
              <w:pStyle w:val="TAC"/>
            </w:pPr>
            <w:r w:rsidRPr="0031418B">
              <w:t>-49 dBm</w:t>
            </w:r>
          </w:p>
        </w:tc>
        <w:tc>
          <w:tcPr>
            <w:tcW w:w="1246" w:type="dxa"/>
            <w:gridSpan w:val="2"/>
            <w:shd w:val="clear" w:color="auto" w:fill="auto"/>
            <w:vAlign w:val="center"/>
          </w:tcPr>
          <w:p w14:paraId="59C8C34A" w14:textId="77777777" w:rsidR="0045193A" w:rsidRPr="0031418B" w:rsidRDefault="0045193A" w:rsidP="0045193A">
            <w:pPr>
              <w:pStyle w:val="TAC"/>
            </w:pPr>
            <w:r w:rsidRPr="0031418B">
              <w:t>1 MHz</w:t>
            </w:r>
          </w:p>
        </w:tc>
        <w:tc>
          <w:tcPr>
            <w:tcW w:w="4422" w:type="dxa"/>
            <w:gridSpan w:val="2"/>
            <w:shd w:val="clear" w:color="auto" w:fill="auto"/>
          </w:tcPr>
          <w:p w14:paraId="05F8E672" w14:textId="77777777" w:rsidR="0045193A" w:rsidRPr="0031418B" w:rsidRDefault="0045193A" w:rsidP="006B2560">
            <w:pPr>
              <w:pStyle w:val="TAL"/>
            </w:pPr>
            <w:r w:rsidRPr="0031418B">
              <w:t>This requirement does not apply to the uplink of E-UTRA FDD Repeater operating in band 4</w:t>
            </w:r>
            <w:r w:rsidR="002E0D17" w:rsidRPr="0031418B">
              <w:t xml:space="preserve"> or band 10</w:t>
            </w:r>
            <w:r w:rsidRPr="0031418B">
              <w:t xml:space="preserve">, </w:t>
            </w:r>
            <w:r w:rsidRPr="0031418B">
              <w:rPr>
                <w:rFonts w:cs="v5.0.0"/>
              </w:rPr>
              <w:t>since it is already covered by the requirement in sub-clause 9.</w:t>
            </w:r>
            <w:r w:rsidR="00095ED4" w:rsidRPr="0031418B">
              <w:rPr>
                <w:rFonts w:cs="v5.0.0"/>
              </w:rPr>
              <w:t>1.4</w:t>
            </w:r>
            <w:r w:rsidRPr="0031418B">
              <w:rPr>
                <w:rFonts w:cs="v5.0.0"/>
              </w:rPr>
              <w:t>.</w:t>
            </w:r>
          </w:p>
        </w:tc>
      </w:tr>
      <w:tr w:rsidR="0045193A" w:rsidRPr="0031418B" w14:paraId="582E3975" w14:textId="77777777" w:rsidTr="00A74094">
        <w:trPr>
          <w:gridAfter w:val="1"/>
          <w:wAfter w:w="489" w:type="dxa"/>
          <w:cantSplit/>
          <w:trHeight w:val="113"/>
          <w:jc w:val="center"/>
        </w:trPr>
        <w:tc>
          <w:tcPr>
            <w:tcW w:w="1474" w:type="dxa"/>
            <w:gridSpan w:val="2"/>
            <w:vMerge w:val="restart"/>
            <w:shd w:val="clear" w:color="auto" w:fill="auto"/>
            <w:vAlign w:val="center"/>
          </w:tcPr>
          <w:p w14:paraId="6E69894C" w14:textId="77777777" w:rsidR="0045193A" w:rsidRPr="0031418B" w:rsidRDefault="0045193A" w:rsidP="0045193A">
            <w:pPr>
              <w:pStyle w:val="TAC"/>
            </w:pPr>
            <w:r w:rsidRPr="0031418B">
              <w:t xml:space="preserve">UTRA FDD Band V or </w:t>
            </w:r>
            <w:r w:rsidRPr="0031418B">
              <w:br/>
              <w:t>E-UTRA Band 5</w:t>
            </w:r>
          </w:p>
        </w:tc>
        <w:tc>
          <w:tcPr>
            <w:tcW w:w="1529" w:type="dxa"/>
            <w:gridSpan w:val="2"/>
            <w:shd w:val="clear" w:color="auto" w:fill="auto"/>
            <w:vAlign w:val="center"/>
          </w:tcPr>
          <w:p w14:paraId="61C51D59" w14:textId="77777777" w:rsidR="0045193A" w:rsidRPr="0031418B" w:rsidRDefault="0045193A" w:rsidP="0045193A">
            <w:pPr>
              <w:pStyle w:val="TAC"/>
            </w:pPr>
            <w:r w:rsidRPr="0031418B">
              <w:t>869 – 894 MHz</w:t>
            </w:r>
          </w:p>
        </w:tc>
        <w:tc>
          <w:tcPr>
            <w:tcW w:w="1022" w:type="dxa"/>
            <w:gridSpan w:val="2"/>
            <w:shd w:val="clear" w:color="auto" w:fill="auto"/>
            <w:vAlign w:val="center"/>
          </w:tcPr>
          <w:p w14:paraId="6203B92B" w14:textId="77777777" w:rsidR="0045193A" w:rsidRPr="0031418B" w:rsidRDefault="0045193A" w:rsidP="0045193A">
            <w:pPr>
              <w:pStyle w:val="TAC"/>
            </w:pPr>
            <w:r w:rsidRPr="0031418B">
              <w:t>-52 dBm</w:t>
            </w:r>
          </w:p>
        </w:tc>
        <w:tc>
          <w:tcPr>
            <w:tcW w:w="1246" w:type="dxa"/>
            <w:gridSpan w:val="2"/>
            <w:shd w:val="clear" w:color="auto" w:fill="auto"/>
            <w:vAlign w:val="center"/>
          </w:tcPr>
          <w:p w14:paraId="43E39EA8" w14:textId="77777777" w:rsidR="0045193A" w:rsidRPr="0031418B" w:rsidRDefault="0045193A" w:rsidP="0045193A">
            <w:pPr>
              <w:pStyle w:val="TAC"/>
            </w:pPr>
            <w:r w:rsidRPr="0031418B">
              <w:t>1 MHz</w:t>
            </w:r>
          </w:p>
        </w:tc>
        <w:tc>
          <w:tcPr>
            <w:tcW w:w="4422" w:type="dxa"/>
            <w:gridSpan w:val="2"/>
            <w:shd w:val="clear" w:color="auto" w:fill="auto"/>
          </w:tcPr>
          <w:p w14:paraId="0E4A6C6D" w14:textId="77777777" w:rsidR="0045193A" w:rsidRPr="0031418B" w:rsidRDefault="0045193A" w:rsidP="00ED7416">
            <w:pPr>
              <w:pStyle w:val="TAL"/>
            </w:pPr>
            <w:r w:rsidRPr="0031418B">
              <w:t>This requirement does not apply to E-UTRA FDD Repeater operating in band 5</w:t>
            </w:r>
            <w:r w:rsidR="00ED7416" w:rsidRPr="0031418B">
              <w:rPr>
                <w:rFonts w:ascii="Times New Roman" w:hAnsi="Times New Roman"/>
                <w:sz w:val="20"/>
              </w:rPr>
              <w:t xml:space="preserve"> or 26. This requirement applies for the frequency range 879-894 MHz to E-UTRA</w:t>
            </w:r>
            <w:r w:rsidR="00ED7416" w:rsidRPr="0031418B">
              <w:t xml:space="preserve"> FDD repeater operating in Band 27.</w:t>
            </w:r>
          </w:p>
        </w:tc>
      </w:tr>
      <w:tr w:rsidR="0045193A" w:rsidRPr="0031418B" w14:paraId="16954A2C" w14:textId="77777777" w:rsidTr="00A74094">
        <w:trPr>
          <w:gridAfter w:val="1"/>
          <w:wAfter w:w="489" w:type="dxa"/>
          <w:cantSplit/>
          <w:trHeight w:val="113"/>
          <w:jc w:val="center"/>
        </w:trPr>
        <w:tc>
          <w:tcPr>
            <w:tcW w:w="1474" w:type="dxa"/>
            <w:gridSpan w:val="2"/>
            <w:vMerge/>
            <w:shd w:val="clear" w:color="auto" w:fill="auto"/>
            <w:vAlign w:val="center"/>
          </w:tcPr>
          <w:p w14:paraId="005F2FA0" w14:textId="77777777" w:rsidR="0045193A" w:rsidRPr="0031418B" w:rsidRDefault="0045193A" w:rsidP="0045193A">
            <w:pPr>
              <w:pStyle w:val="TAC"/>
            </w:pPr>
          </w:p>
        </w:tc>
        <w:tc>
          <w:tcPr>
            <w:tcW w:w="1529" w:type="dxa"/>
            <w:gridSpan w:val="2"/>
            <w:shd w:val="clear" w:color="auto" w:fill="auto"/>
            <w:vAlign w:val="center"/>
          </w:tcPr>
          <w:p w14:paraId="5EB2B2BD" w14:textId="77777777" w:rsidR="0045193A" w:rsidRPr="0031418B" w:rsidRDefault="0045193A" w:rsidP="0045193A">
            <w:pPr>
              <w:pStyle w:val="TAC"/>
            </w:pPr>
            <w:r w:rsidRPr="0031418B">
              <w:t>824 – 849 MHz</w:t>
            </w:r>
          </w:p>
        </w:tc>
        <w:tc>
          <w:tcPr>
            <w:tcW w:w="1022" w:type="dxa"/>
            <w:gridSpan w:val="2"/>
            <w:shd w:val="clear" w:color="auto" w:fill="auto"/>
            <w:vAlign w:val="center"/>
          </w:tcPr>
          <w:p w14:paraId="087FDD8C" w14:textId="77777777" w:rsidR="0045193A" w:rsidRPr="0031418B" w:rsidRDefault="0045193A" w:rsidP="0045193A">
            <w:pPr>
              <w:pStyle w:val="TAC"/>
            </w:pPr>
            <w:r w:rsidRPr="0031418B">
              <w:t>-49 dBm</w:t>
            </w:r>
          </w:p>
        </w:tc>
        <w:tc>
          <w:tcPr>
            <w:tcW w:w="1246" w:type="dxa"/>
            <w:gridSpan w:val="2"/>
            <w:shd w:val="clear" w:color="auto" w:fill="auto"/>
            <w:vAlign w:val="center"/>
          </w:tcPr>
          <w:p w14:paraId="2C630067" w14:textId="77777777" w:rsidR="0045193A" w:rsidRPr="0031418B" w:rsidRDefault="0045193A" w:rsidP="0045193A">
            <w:pPr>
              <w:pStyle w:val="TAC"/>
            </w:pPr>
            <w:r w:rsidRPr="0031418B">
              <w:t>1 MHz</w:t>
            </w:r>
          </w:p>
        </w:tc>
        <w:tc>
          <w:tcPr>
            <w:tcW w:w="4422" w:type="dxa"/>
            <w:gridSpan w:val="2"/>
            <w:shd w:val="clear" w:color="auto" w:fill="auto"/>
          </w:tcPr>
          <w:p w14:paraId="6D134043" w14:textId="77777777" w:rsidR="0045193A" w:rsidRPr="0031418B" w:rsidRDefault="0045193A" w:rsidP="006B2560">
            <w:pPr>
              <w:pStyle w:val="TAL"/>
            </w:pPr>
            <w:r w:rsidRPr="0031418B">
              <w:t>This requirement does not apply to the uplink of E-UTRA FDD Repeater operating in band 5</w:t>
            </w:r>
            <w:r w:rsidR="00ED7416" w:rsidRPr="0031418B">
              <w:t xml:space="preserve"> or 26</w:t>
            </w:r>
            <w:r w:rsidRPr="0031418B">
              <w:t xml:space="preserve">, </w:t>
            </w:r>
            <w:r w:rsidRPr="0031418B">
              <w:rPr>
                <w:rFonts w:cs="v5.0.0"/>
              </w:rPr>
              <w:t>since it is already covered by the requirement in sub-clause 9.</w:t>
            </w:r>
            <w:r w:rsidR="00095ED4" w:rsidRPr="0031418B">
              <w:rPr>
                <w:rFonts w:cs="v5.0.0"/>
              </w:rPr>
              <w:t>1.4</w:t>
            </w:r>
            <w:r w:rsidRPr="0031418B">
              <w:rPr>
                <w:rFonts w:cs="v5.0.0"/>
              </w:rPr>
              <w:t>.</w:t>
            </w:r>
            <w:r w:rsidR="00ED7416" w:rsidRPr="0031418B">
              <w:rPr>
                <w:rFonts w:cs="v5.0.0"/>
              </w:rPr>
              <w:t xml:space="preserve"> </w:t>
            </w:r>
            <w:r w:rsidR="00ED7416" w:rsidRPr="0031418B">
              <w:t>For E</w:t>
            </w:r>
            <w:r w:rsidR="00ED7416" w:rsidRPr="0031418B">
              <w:noBreakHyphen/>
              <w:t>UTRA FDD repeater operating in Band 27, it</w:t>
            </w:r>
            <w:r w:rsidR="00ED7416" w:rsidRPr="0031418B">
              <w:rPr>
                <w:rFonts w:eastAsia="MS PGothic"/>
                <w:kern w:val="24"/>
                <w:szCs w:val="22"/>
              </w:rPr>
              <w:t xml:space="preserve"> applies 3 MHz below the Band 27 downlink operating band.</w:t>
            </w:r>
          </w:p>
        </w:tc>
      </w:tr>
      <w:tr w:rsidR="002E0D17" w:rsidRPr="0031418B" w14:paraId="49730F28" w14:textId="77777777" w:rsidTr="00A74094">
        <w:trPr>
          <w:gridAfter w:val="1"/>
          <w:wAfter w:w="489" w:type="dxa"/>
          <w:cantSplit/>
          <w:trHeight w:val="113"/>
          <w:jc w:val="center"/>
        </w:trPr>
        <w:tc>
          <w:tcPr>
            <w:tcW w:w="1474" w:type="dxa"/>
            <w:gridSpan w:val="2"/>
            <w:vMerge w:val="restart"/>
            <w:shd w:val="clear" w:color="auto" w:fill="auto"/>
            <w:vAlign w:val="center"/>
          </w:tcPr>
          <w:p w14:paraId="784B28F6" w14:textId="77777777" w:rsidR="002E0D17" w:rsidRPr="0031418B" w:rsidRDefault="002E0D17" w:rsidP="0045193A">
            <w:pPr>
              <w:pStyle w:val="TAC"/>
            </w:pPr>
            <w:r w:rsidRPr="0031418B">
              <w:t xml:space="preserve">UTRA FDD Band VI, XIX or </w:t>
            </w:r>
            <w:r w:rsidRPr="0031418B">
              <w:br/>
              <w:t>E-UTRA Band 6, 18, 19</w:t>
            </w:r>
          </w:p>
        </w:tc>
        <w:tc>
          <w:tcPr>
            <w:tcW w:w="1529" w:type="dxa"/>
            <w:gridSpan w:val="2"/>
            <w:shd w:val="clear" w:color="auto" w:fill="auto"/>
            <w:vAlign w:val="center"/>
          </w:tcPr>
          <w:p w14:paraId="766F614C" w14:textId="77777777" w:rsidR="002E0D17" w:rsidRPr="0031418B" w:rsidRDefault="002E0D17" w:rsidP="0045193A">
            <w:pPr>
              <w:pStyle w:val="TAC"/>
            </w:pPr>
            <w:r w:rsidRPr="0031418B">
              <w:rPr>
                <w:lang w:eastAsia="ja-JP"/>
              </w:rPr>
              <w:t xml:space="preserve">860 – </w:t>
            </w:r>
            <w:r w:rsidR="00E03D93" w:rsidRPr="0031418B">
              <w:rPr>
                <w:lang w:eastAsia="ja-JP"/>
              </w:rPr>
              <w:t>890</w:t>
            </w:r>
            <w:r w:rsidRPr="0031418B">
              <w:rPr>
                <w:lang w:eastAsia="ja-JP"/>
              </w:rPr>
              <w:t xml:space="preserve"> MHz </w:t>
            </w:r>
          </w:p>
        </w:tc>
        <w:tc>
          <w:tcPr>
            <w:tcW w:w="1022" w:type="dxa"/>
            <w:gridSpan w:val="2"/>
            <w:shd w:val="clear" w:color="auto" w:fill="auto"/>
            <w:vAlign w:val="center"/>
          </w:tcPr>
          <w:p w14:paraId="29F48B3C" w14:textId="77777777" w:rsidR="002E0D17" w:rsidRPr="0031418B" w:rsidRDefault="002E0D17" w:rsidP="0045193A">
            <w:pPr>
              <w:pStyle w:val="TAC"/>
            </w:pPr>
            <w:r w:rsidRPr="0031418B">
              <w:t>-52 dBm</w:t>
            </w:r>
          </w:p>
        </w:tc>
        <w:tc>
          <w:tcPr>
            <w:tcW w:w="1246" w:type="dxa"/>
            <w:gridSpan w:val="2"/>
            <w:shd w:val="clear" w:color="auto" w:fill="auto"/>
            <w:vAlign w:val="center"/>
          </w:tcPr>
          <w:p w14:paraId="258E428F" w14:textId="77777777" w:rsidR="002E0D17" w:rsidRPr="0031418B" w:rsidRDefault="002E0D17" w:rsidP="0045193A">
            <w:pPr>
              <w:pStyle w:val="TAC"/>
            </w:pPr>
            <w:r w:rsidRPr="0031418B">
              <w:t>1 MHz</w:t>
            </w:r>
          </w:p>
        </w:tc>
        <w:tc>
          <w:tcPr>
            <w:tcW w:w="4422" w:type="dxa"/>
            <w:gridSpan w:val="2"/>
            <w:shd w:val="clear" w:color="auto" w:fill="auto"/>
          </w:tcPr>
          <w:p w14:paraId="5D9C1F8B" w14:textId="77777777" w:rsidR="002E0D17" w:rsidRPr="0031418B" w:rsidRDefault="002E0D17" w:rsidP="006B2560">
            <w:pPr>
              <w:pStyle w:val="TAL"/>
            </w:pPr>
            <w:r w:rsidRPr="0031418B">
              <w:t xml:space="preserve">This requirement does not apply to E-UTRA FDD Repeater operating in band </w:t>
            </w:r>
            <w:r w:rsidR="00981591" w:rsidRPr="0031418B">
              <w:t xml:space="preserve">5, </w:t>
            </w:r>
            <w:r w:rsidRPr="0031418B">
              <w:t>6, 18</w:t>
            </w:r>
            <w:r w:rsidR="00981591" w:rsidRPr="0031418B">
              <w:t>,</w:t>
            </w:r>
            <w:r w:rsidRPr="0031418B">
              <w:t xml:space="preserve"> 19</w:t>
            </w:r>
            <w:r w:rsidR="00ED7416" w:rsidRPr="0031418B">
              <w:t>,</w:t>
            </w:r>
            <w:r w:rsidR="00981591" w:rsidRPr="0031418B">
              <w:t xml:space="preserve"> 20</w:t>
            </w:r>
            <w:r w:rsidR="00ED7416" w:rsidRPr="0031418B">
              <w:t>, 26 or 27</w:t>
            </w:r>
            <w:r w:rsidRPr="0031418B">
              <w:t>.</w:t>
            </w:r>
          </w:p>
        </w:tc>
      </w:tr>
      <w:tr w:rsidR="002E0D17" w:rsidRPr="0031418B" w14:paraId="0013371F" w14:textId="77777777" w:rsidTr="00A74094">
        <w:trPr>
          <w:gridAfter w:val="1"/>
          <w:wAfter w:w="489" w:type="dxa"/>
          <w:cantSplit/>
          <w:trHeight w:val="113"/>
          <w:jc w:val="center"/>
        </w:trPr>
        <w:tc>
          <w:tcPr>
            <w:tcW w:w="1474" w:type="dxa"/>
            <w:gridSpan w:val="2"/>
            <w:vMerge/>
            <w:shd w:val="clear" w:color="auto" w:fill="auto"/>
            <w:vAlign w:val="center"/>
          </w:tcPr>
          <w:p w14:paraId="5E194E71" w14:textId="77777777" w:rsidR="002E0D17" w:rsidRPr="0031418B" w:rsidRDefault="002E0D17" w:rsidP="0045193A">
            <w:pPr>
              <w:pStyle w:val="TAC"/>
            </w:pPr>
          </w:p>
        </w:tc>
        <w:tc>
          <w:tcPr>
            <w:tcW w:w="1529" w:type="dxa"/>
            <w:gridSpan w:val="2"/>
            <w:shd w:val="clear" w:color="auto" w:fill="auto"/>
            <w:vAlign w:val="center"/>
          </w:tcPr>
          <w:p w14:paraId="0BE327E2" w14:textId="77777777" w:rsidR="002E0D17" w:rsidRPr="0031418B" w:rsidRDefault="002E0D17" w:rsidP="0045193A">
            <w:pPr>
              <w:pStyle w:val="TAC"/>
            </w:pPr>
            <w:r w:rsidRPr="0031418B">
              <w:rPr>
                <w:lang w:eastAsia="ja-JP"/>
              </w:rPr>
              <w:t xml:space="preserve">815 – 830 MHz </w:t>
            </w:r>
          </w:p>
        </w:tc>
        <w:tc>
          <w:tcPr>
            <w:tcW w:w="1022" w:type="dxa"/>
            <w:gridSpan w:val="2"/>
            <w:shd w:val="clear" w:color="auto" w:fill="auto"/>
            <w:vAlign w:val="center"/>
          </w:tcPr>
          <w:p w14:paraId="247DD2FC" w14:textId="77777777" w:rsidR="002E0D17" w:rsidRPr="0031418B" w:rsidRDefault="002E0D17" w:rsidP="0045193A">
            <w:pPr>
              <w:pStyle w:val="TAC"/>
            </w:pPr>
            <w:r w:rsidRPr="0031418B">
              <w:t>-49 dBm</w:t>
            </w:r>
          </w:p>
        </w:tc>
        <w:tc>
          <w:tcPr>
            <w:tcW w:w="1246" w:type="dxa"/>
            <w:gridSpan w:val="2"/>
            <w:shd w:val="clear" w:color="auto" w:fill="auto"/>
            <w:vAlign w:val="center"/>
          </w:tcPr>
          <w:p w14:paraId="0A13C4C6" w14:textId="77777777" w:rsidR="002E0D17" w:rsidRPr="0031418B" w:rsidRDefault="002E0D17" w:rsidP="0045193A">
            <w:pPr>
              <w:pStyle w:val="TAC"/>
            </w:pPr>
            <w:r w:rsidRPr="0031418B">
              <w:t>1 MHz</w:t>
            </w:r>
          </w:p>
        </w:tc>
        <w:tc>
          <w:tcPr>
            <w:tcW w:w="4422" w:type="dxa"/>
            <w:gridSpan w:val="2"/>
            <w:shd w:val="clear" w:color="auto" w:fill="auto"/>
          </w:tcPr>
          <w:p w14:paraId="33708E63" w14:textId="77777777" w:rsidR="002E0D17" w:rsidRPr="0031418B" w:rsidRDefault="002E0D17" w:rsidP="006B2560">
            <w:pPr>
              <w:pStyle w:val="TAL"/>
            </w:pPr>
            <w:r w:rsidRPr="0031418B">
              <w:t>This requirement does not apply to the uplink of E-UTRA FDD Repeater operating in band 18</w:t>
            </w:r>
            <w:r w:rsidR="00981591" w:rsidRPr="0031418B">
              <w:t>,</w:t>
            </w:r>
            <w:r w:rsidRPr="0031418B">
              <w:t xml:space="preserve"> since it is already covered by the requirement in sub-clause 9.1.4.</w:t>
            </w:r>
            <w:r w:rsidR="00221D40" w:rsidRPr="0031418B">
              <w:t xml:space="preserve"> This requirement does not apply to the uplink of E-UTRA FDD Repeater operating in band 5, 6, 19</w:t>
            </w:r>
            <w:r w:rsidR="00ED7416" w:rsidRPr="0031418B">
              <w:t>,</w:t>
            </w:r>
            <w:r w:rsidR="00221D40" w:rsidRPr="0031418B">
              <w:t xml:space="preserve"> 20</w:t>
            </w:r>
            <w:r w:rsidR="00ED7416" w:rsidRPr="0031418B">
              <w:t>, 26 or 27</w:t>
            </w:r>
            <w:r w:rsidR="00221D40" w:rsidRPr="0031418B">
              <w:t>.</w:t>
            </w:r>
          </w:p>
        </w:tc>
      </w:tr>
      <w:tr w:rsidR="002E0D17" w:rsidRPr="0031418B" w14:paraId="621C7032" w14:textId="77777777" w:rsidTr="00A74094">
        <w:trPr>
          <w:gridAfter w:val="1"/>
          <w:wAfter w:w="489" w:type="dxa"/>
          <w:cantSplit/>
          <w:trHeight w:val="113"/>
          <w:jc w:val="center"/>
        </w:trPr>
        <w:tc>
          <w:tcPr>
            <w:tcW w:w="1474" w:type="dxa"/>
            <w:gridSpan w:val="2"/>
            <w:vMerge/>
            <w:shd w:val="clear" w:color="auto" w:fill="auto"/>
            <w:vAlign w:val="center"/>
          </w:tcPr>
          <w:p w14:paraId="7C365ADA" w14:textId="77777777" w:rsidR="002E0D17" w:rsidRPr="0031418B" w:rsidRDefault="002E0D17" w:rsidP="0045193A">
            <w:pPr>
              <w:pStyle w:val="TAC"/>
            </w:pPr>
          </w:p>
        </w:tc>
        <w:tc>
          <w:tcPr>
            <w:tcW w:w="1529" w:type="dxa"/>
            <w:gridSpan w:val="2"/>
            <w:shd w:val="clear" w:color="auto" w:fill="auto"/>
            <w:vAlign w:val="center"/>
          </w:tcPr>
          <w:p w14:paraId="4C485F0C" w14:textId="77777777" w:rsidR="002E0D17" w:rsidRPr="0031418B" w:rsidRDefault="002E0D17" w:rsidP="0045193A">
            <w:pPr>
              <w:pStyle w:val="TAC"/>
              <w:rPr>
                <w:lang w:eastAsia="ja-JP"/>
              </w:rPr>
            </w:pPr>
            <w:r w:rsidRPr="0031418B">
              <w:rPr>
                <w:lang w:eastAsia="ja-JP"/>
              </w:rPr>
              <w:t>830 –</w:t>
            </w:r>
            <w:r w:rsidR="006C202B" w:rsidRPr="0031418B">
              <w:rPr>
                <w:lang w:eastAsia="ja-JP"/>
              </w:rPr>
              <w:t xml:space="preserve"> 845</w:t>
            </w:r>
            <w:r w:rsidRPr="0031418B">
              <w:rPr>
                <w:lang w:eastAsia="ja-JP"/>
              </w:rPr>
              <w:t xml:space="preserve"> MHz</w:t>
            </w:r>
          </w:p>
        </w:tc>
        <w:tc>
          <w:tcPr>
            <w:tcW w:w="1022" w:type="dxa"/>
            <w:gridSpan w:val="2"/>
            <w:shd w:val="clear" w:color="auto" w:fill="auto"/>
            <w:vAlign w:val="center"/>
          </w:tcPr>
          <w:p w14:paraId="0F732E99" w14:textId="77777777" w:rsidR="002E0D17" w:rsidRPr="0031418B" w:rsidRDefault="002E0D17" w:rsidP="0045193A">
            <w:pPr>
              <w:pStyle w:val="TAC"/>
            </w:pPr>
            <w:r w:rsidRPr="0031418B">
              <w:t>-49 dBm</w:t>
            </w:r>
          </w:p>
        </w:tc>
        <w:tc>
          <w:tcPr>
            <w:tcW w:w="1246" w:type="dxa"/>
            <w:gridSpan w:val="2"/>
            <w:shd w:val="clear" w:color="auto" w:fill="auto"/>
            <w:vAlign w:val="center"/>
          </w:tcPr>
          <w:p w14:paraId="50CF51E3" w14:textId="77777777" w:rsidR="002E0D17" w:rsidRPr="0031418B" w:rsidRDefault="002E0D17" w:rsidP="0045193A">
            <w:pPr>
              <w:pStyle w:val="TAC"/>
            </w:pPr>
            <w:r w:rsidRPr="0031418B">
              <w:t>1 MHz</w:t>
            </w:r>
          </w:p>
        </w:tc>
        <w:tc>
          <w:tcPr>
            <w:tcW w:w="4422" w:type="dxa"/>
            <w:gridSpan w:val="2"/>
            <w:shd w:val="clear" w:color="auto" w:fill="auto"/>
          </w:tcPr>
          <w:p w14:paraId="3C85550C" w14:textId="77777777" w:rsidR="002E0D17" w:rsidRPr="0031418B" w:rsidRDefault="002E0D17" w:rsidP="006B2560">
            <w:pPr>
              <w:pStyle w:val="TAL"/>
            </w:pPr>
            <w:r w:rsidRPr="0031418B">
              <w:t>This requirement does not apply to the uplink of E-UTRA FDD Repeater operating in band 619, since it is already covered by the requirement in sub-clause 9.1.4.</w:t>
            </w:r>
            <w:r w:rsidR="006C202B" w:rsidRPr="0031418B">
              <w:t xml:space="preserve"> This requirement does not apply to the uplink of E-UTRA FDD Repeater operating in band 5, 18</w:t>
            </w:r>
            <w:r w:rsidR="00ED7416" w:rsidRPr="0031418B">
              <w:t>,</w:t>
            </w:r>
            <w:r w:rsidR="006C202B" w:rsidRPr="0031418B">
              <w:t xml:space="preserve"> 20</w:t>
            </w:r>
            <w:r w:rsidR="00ED7416" w:rsidRPr="0031418B">
              <w:t>, 26 or 27</w:t>
            </w:r>
            <w:r w:rsidR="006C202B" w:rsidRPr="0031418B">
              <w:t>.</w:t>
            </w:r>
          </w:p>
        </w:tc>
      </w:tr>
      <w:tr w:rsidR="0045193A" w:rsidRPr="0031418B" w14:paraId="3CAADD37" w14:textId="77777777" w:rsidTr="00A74094">
        <w:trPr>
          <w:gridAfter w:val="1"/>
          <w:wAfter w:w="489" w:type="dxa"/>
          <w:cantSplit/>
          <w:trHeight w:val="113"/>
          <w:jc w:val="center"/>
        </w:trPr>
        <w:tc>
          <w:tcPr>
            <w:tcW w:w="1474" w:type="dxa"/>
            <w:gridSpan w:val="2"/>
            <w:vMerge w:val="restart"/>
            <w:shd w:val="clear" w:color="auto" w:fill="auto"/>
            <w:vAlign w:val="center"/>
          </w:tcPr>
          <w:p w14:paraId="780908E6" w14:textId="77777777" w:rsidR="0045193A" w:rsidRPr="0031418B" w:rsidRDefault="0045193A" w:rsidP="0045193A">
            <w:pPr>
              <w:pStyle w:val="TAC"/>
            </w:pPr>
            <w:r w:rsidRPr="0031418B">
              <w:t xml:space="preserve">UTRA FDD Band VII or </w:t>
            </w:r>
            <w:r w:rsidRPr="0031418B">
              <w:br/>
              <w:t>E-UTRA Band 7</w:t>
            </w:r>
          </w:p>
        </w:tc>
        <w:tc>
          <w:tcPr>
            <w:tcW w:w="1529" w:type="dxa"/>
            <w:gridSpan w:val="2"/>
            <w:shd w:val="clear" w:color="auto" w:fill="auto"/>
            <w:vAlign w:val="center"/>
          </w:tcPr>
          <w:p w14:paraId="0DA75E7D" w14:textId="77777777" w:rsidR="0045193A" w:rsidRPr="0031418B" w:rsidRDefault="0045193A" w:rsidP="0045193A">
            <w:pPr>
              <w:pStyle w:val="TAC"/>
            </w:pPr>
            <w:r w:rsidRPr="0031418B">
              <w:t>2620 - 2690 MHz</w:t>
            </w:r>
          </w:p>
        </w:tc>
        <w:tc>
          <w:tcPr>
            <w:tcW w:w="1022" w:type="dxa"/>
            <w:gridSpan w:val="2"/>
            <w:shd w:val="clear" w:color="auto" w:fill="auto"/>
            <w:vAlign w:val="center"/>
          </w:tcPr>
          <w:p w14:paraId="68E0897F" w14:textId="77777777" w:rsidR="0045193A" w:rsidRPr="0031418B" w:rsidRDefault="0045193A" w:rsidP="0045193A">
            <w:pPr>
              <w:pStyle w:val="TAC"/>
            </w:pPr>
            <w:r w:rsidRPr="0031418B">
              <w:t>-52 dBm</w:t>
            </w:r>
          </w:p>
        </w:tc>
        <w:tc>
          <w:tcPr>
            <w:tcW w:w="1246" w:type="dxa"/>
            <w:gridSpan w:val="2"/>
            <w:shd w:val="clear" w:color="auto" w:fill="auto"/>
            <w:vAlign w:val="center"/>
          </w:tcPr>
          <w:p w14:paraId="0907ADCC" w14:textId="77777777" w:rsidR="0045193A" w:rsidRPr="0031418B" w:rsidRDefault="0045193A" w:rsidP="0045193A">
            <w:pPr>
              <w:pStyle w:val="TAC"/>
            </w:pPr>
            <w:r w:rsidRPr="0031418B">
              <w:t>1 MHz</w:t>
            </w:r>
          </w:p>
        </w:tc>
        <w:tc>
          <w:tcPr>
            <w:tcW w:w="4422" w:type="dxa"/>
            <w:gridSpan w:val="2"/>
            <w:shd w:val="clear" w:color="auto" w:fill="auto"/>
          </w:tcPr>
          <w:p w14:paraId="06A32ABA" w14:textId="77777777" w:rsidR="0045193A" w:rsidRPr="0031418B" w:rsidRDefault="0045193A" w:rsidP="006B2560">
            <w:pPr>
              <w:pStyle w:val="TAL"/>
            </w:pPr>
            <w:r w:rsidRPr="0031418B">
              <w:t>This requirement does not apply to E-UTRA FDD Repeater operating in band 7.</w:t>
            </w:r>
          </w:p>
        </w:tc>
      </w:tr>
      <w:tr w:rsidR="0045193A" w:rsidRPr="0031418B" w14:paraId="4B1E63D6" w14:textId="77777777" w:rsidTr="00A74094">
        <w:trPr>
          <w:gridAfter w:val="1"/>
          <w:wAfter w:w="489" w:type="dxa"/>
          <w:cantSplit/>
          <w:trHeight w:val="113"/>
          <w:jc w:val="center"/>
        </w:trPr>
        <w:tc>
          <w:tcPr>
            <w:tcW w:w="1474" w:type="dxa"/>
            <w:gridSpan w:val="2"/>
            <w:vMerge/>
            <w:shd w:val="clear" w:color="auto" w:fill="auto"/>
            <w:vAlign w:val="center"/>
          </w:tcPr>
          <w:p w14:paraId="01F550F0" w14:textId="77777777" w:rsidR="0045193A" w:rsidRPr="0031418B" w:rsidRDefault="0045193A" w:rsidP="0045193A">
            <w:pPr>
              <w:pStyle w:val="TAC"/>
            </w:pPr>
          </w:p>
        </w:tc>
        <w:tc>
          <w:tcPr>
            <w:tcW w:w="1529" w:type="dxa"/>
            <w:gridSpan w:val="2"/>
            <w:shd w:val="clear" w:color="auto" w:fill="auto"/>
            <w:vAlign w:val="center"/>
          </w:tcPr>
          <w:p w14:paraId="3B2EC561" w14:textId="77777777" w:rsidR="0045193A" w:rsidRPr="0031418B" w:rsidRDefault="0045193A" w:rsidP="0045193A">
            <w:pPr>
              <w:pStyle w:val="TAC"/>
            </w:pPr>
            <w:r w:rsidRPr="0031418B">
              <w:t>2500 - 2570 MHz</w:t>
            </w:r>
          </w:p>
        </w:tc>
        <w:tc>
          <w:tcPr>
            <w:tcW w:w="1022" w:type="dxa"/>
            <w:gridSpan w:val="2"/>
            <w:shd w:val="clear" w:color="auto" w:fill="auto"/>
            <w:vAlign w:val="center"/>
          </w:tcPr>
          <w:p w14:paraId="0C56EAF1" w14:textId="77777777" w:rsidR="0045193A" w:rsidRPr="0031418B" w:rsidRDefault="0045193A" w:rsidP="0045193A">
            <w:pPr>
              <w:pStyle w:val="TAC"/>
            </w:pPr>
            <w:r w:rsidRPr="0031418B">
              <w:t>-49 dBm</w:t>
            </w:r>
          </w:p>
        </w:tc>
        <w:tc>
          <w:tcPr>
            <w:tcW w:w="1246" w:type="dxa"/>
            <w:gridSpan w:val="2"/>
            <w:shd w:val="clear" w:color="auto" w:fill="auto"/>
            <w:vAlign w:val="center"/>
          </w:tcPr>
          <w:p w14:paraId="7D7FDBB7" w14:textId="77777777" w:rsidR="0045193A" w:rsidRPr="0031418B" w:rsidRDefault="0045193A" w:rsidP="0045193A">
            <w:pPr>
              <w:pStyle w:val="TAC"/>
            </w:pPr>
            <w:r w:rsidRPr="0031418B">
              <w:t>1 MHz</w:t>
            </w:r>
          </w:p>
        </w:tc>
        <w:tc>
          <w:tcPr>
            <w:tcW w:w="4422" w:type="dxa"/>
            <w:gridSpan w:val="2"/>
            <w:shd w:val="clear" w:color="auto" w:fill="auto"/>
          </w:tcPr>
          <w:p w14:paraId="2D1CF637" w14:textId="77777777" w:rsidR="0045193A" w:rsidRPr="0031418B" w:rsidRDefault="0045193A" w:rsidP="006B2560">
            <w:pPr>
              <w:pStyle w:val="TAL"/>
            </w:pPr>
            <w:r w:rsidRPr="0031418B">
              <w:t>This requirement does not apply to the uplink of E-UTRA FDD Repeater operating in band 7,</w:t>
            </w:r>
            <w:r w:rsidRPr="0031418B">
              <w:rPr>
                <w:rFonts w:cs="v5.0.0"/>
              </w:rPr>
              <w:t xml:space="preserve"> since it is already covered by the requirement in sub-clause 9.</w:t>
            </w:r>
            <w:r w:rsidR="00095ED4" w:rsidRPr="0031418B">
              <w:rPr>
                <w:rFonts w:cs="v5.0.0"/>
              </w:rPr>
              <w:t>1.4</w:t>
            </w:r>
            <w:r w:rsidRPr="0031418B">
              <w:rPr>
                <w:rFonts w:cs="v5.0.0"/>
              </w:rPr>
              <w:t>.</w:t>
            </w:r>
          </w:p>
        </w:tc>
      </w:tr>
      <w:tr w:rsidR="0045193A" w:rsidRPr="0031418B" w14:paraId="6C2FE48D" w14:textId="77777777" w:rsidTr="00A74094">
        <w:trPr>
          <w:gridAfter w:val="1"/>
          <w:wAfter w:w="489" w:type="dxa"/>
          <w:cantSplit/>
          <w:trHeight w:val="442"/>
          <w:jc w:val="center"/>
        </w:trPr>
        <w:tc>
          <w:tcPr>
            <w:tcW w:w="1474" w:type="dxa"/>
            <w:gridSpan w:val="2"/>
            <w:vMerge w:val="restart"/>
            <w:shd w:val="clear" w:color="auto" w:fill="auto"/>
            <w:vAlign w:val="center"/>
          </w:tcPr>
          <w:p w14:paraId="67E8E9FF" w14:textId="77777777" w:rsidR="0045193A" w:rsidRPr="0031418B" w:rsidRDefault="0045193A" w:rsidP="0045193A">
            <w:pPr>
              <w:pStyle w:val="TAC"/>
            </w:pPr>
            <w:r w:rsidRPr="0031418B">
              <w:t xml:space="preserve">UTRA FDD Band VIII or </w:t>
            </w:r>
            <w:r w:rsidRPr="0031418B">
              <w:br/>
              <w:t>E-UTRA Band 8</w:t>
            </w:r>
          </w:p>
        </w:tc>
        <w:tc>
          <w:tcPr>
            <w:tcW w:w="1529" w:type="dxa"/>
            <w:gridSpan w:val="2"/>
            <w:shd w:val="clear" w:color="auto" w:fill="auto"/>
            <w:vAlign w:val="center"/>
          </w:tcPr>
          <w:p w14:paraId="6D65D2FF" w14:textId="77777777" w:rsidR="0045193A" w:rsidRPr="0031418B" w:rsidRDefault="0045193A" w:rsidP="0045193A">
            <w:pPr>
              <w:pStyle w:val="TAC"/>
            </w:pPr>
            <w:r w:rsidRPr="0031418B">
              <w:t>925 – 960 MHz</w:t>
            </w:r>
          </w:p>
        </w:tc>
        <w:tc>
          <w:tcPr>
            <w:tcW w:w="1022" w:type="dxa"/>
            <w:gridSpan w:val="2"/>
            <w:shd w:val="clear" w:color="auto" w:fill="auto"/>
            <w:vAlign w:val="center"/>
          </w:tcPr>
          <w:p w14:paraId="765C6809" w14:textId="77777777" w:rsidR="0045193A" w:rsidRPr="0031418B" w:rsidRDefault="0045193A" w:rsidP="0045193A">
            <w:pPr>
              <w:pStyle w:val="TAC"/>
            </w:pPr>
            <w:r w:rsidRPr="0031418B">
              <w:t>-52 dBm</w:t>
            </w:r>
          </w:p>
        </w:tc>
        <w:tc>
          <w:tcPr>
            <w:tcW w:w="1246" w:type="dxa"/>
            <w:gridSpan w:val="2"/>
            <w:shd w:val="clear" w:color="auto" w:fill="auto"/>
            <w:vAlign w:val="center"/>
          </w:tcPr>
          <w:p w14:paraId="52101495" w14:textId="77777777" w:rsidR="0045193A" w:rsidRPr="0031418B" w:rsidRDefault="0045193A" w:rsidP="0045193A">
            <w:pPr>
              <w:pStyle w:val="TAC"/>
            </w:pPr>
            <w:r w:rsidRPr="0031418B">
              <w:t>1 MHz</w:t>
            </w:r>
          </w:p>
        </w:tc>
        <w:tc>
          <w:tcPr>
            <w:tcW w:w="4422" w:type="dxa"/>
            <w:gridSpan w:val="2"/>
            <w:shd w:val="clear" w:color="auto" w:fill="auto"/>
          </w:tcPr>
          <w:p w14:paraId="4DF286F3" w14:textId="77777777" w:rsidR="0045193A" w:rsidRPr="0031418B" w:rsidRDefault="0045193A" w:rsidP="006B2560">
            <w:pPr>
              <w:pStyle w:val="TAL"/>
            </w:pPr>
            <w:r w:rsidRPr="0031418B">
              <w:t>This requirement does not apply to E-UTRA FDD Repeater operating in band 8.</w:t>
            </w:r>
          </w:p>
        </w:tc>
      </w:tr>
      <w:tr w:rsidR="0045193A" w:rsidRPr="0031418B" w14:paraId="63C50896" w14:textId="77777777" w:rsidTr="00A74094">
        <w:trPr>
          <w:gridAfter w:val="1"/>
          <w:wAfter w:w="489" w:type="dxa"/>
          <w:cantSplit/>
          <w:trHeight w:val="113"/>
          <w:jc w:val="center"/>
        </w:trPr>
        <w:tc>
          <w:tcPr>
            <w:tcW w:w="1474" w:type="dxa"/>
            <w:gridSpan w:val="2"/>
            <w:vMerge/>
            <w:shd w:val="clear" w:color="auto" w:fill="auto"/>
            <w:vAlign w:val="center"/>
          </w:tcPr>
          <w:p w14:paraId="045FF1FB" w14:textId="77777777" w:rsidR="0045193A" w:rsidRPr="0031418B" w:rsidRDefault="0045193A" w:rsidP="0045193A">
            <w:pPr>
              <w:pStyle w:val="TAC"/>
            </w:pPr>
          </w:p>
        </w:tc>
        <w:tc>
          <w:tcPr>
            <w:tcW w:w="1529" w:type="dxa"/>
            <w:gridSpan w:val="2"/>
            <w:shd w:val="clear" w:color="auto" w:fill="auto"/>
            <w:vAlign w:val="center"/>
          </w:tcPr>
          <w:p w14:paraId="6FD2EE4A" w14:textId="77777777" w:rsidR="0045193A" w:rsidRPr="0031418B" w:rsidRDefault="0045193A" w:rsidP="0045193A">
            <w:pPr>
              <w:pStyle w:val="TAC"/>
            </w:pPr>
            <w:r w:rsidRPr="0031418B">
              <w:t>880 – 915 MHz</w:t>
            </w:r>
          </w:p>
        </w:tc>
        <w:tc>
          <w:tcPr>
            <w:tcW w:w="1022" w:type="dxa"/>
            <w:gridSpan w:val="2"/>
            <w:shd w:val="clear" w:color="auto" w:fill="auto"/>
            <w:vAlign w:val="center"/>
          </w:tcPr>
          <w:p w14:paraId="0A0C915C" w14:textId="77777777" w:rsidR="0045193A" w:rsidRPr="0031418B" w:rsidRDefault="0045193A" w:rsidP="0045193A">
            <w:pPr>
              <w:pStyle w:val="TAC"/>
            </w:pPr>
            <w:r w:rsidRPr="0031418B">
              <w:t>-49 dBm</w:t>
            </w:r>
          </w:p>
        </w:tc>
        <w:tc>
          <w:tcPr>
            <w:tcW w:w="1246" w:type="dxa"/>
            <w:gridSpan w:val="2"/>
            <w:shd w:val="clear" w:color="auto" w:fill="auto"/>
            <w:vAlign w:val="center"/>
          </w:tcPr>
          <w:p w14:paraId="1F312F4B" w14:textId="77777777" w:rsidR="0045193A" w:rsidRPr="0031418B" w:rsidRDefault="0045193A" w:rsidP="0045193A">
            <w:pPr>
              <w:pStyle w:val="TAC"/>
            </w:pPr>
            <w:r w:rsidRPr="0031418B">
              <w:t>1 MHz</w:t>
            </w:r>
          </w:p>
        </w:tc>
        <w:tc>
          <w:tcPr>
            <w:tcW w:w="4422" w:type="dxa"/>
            <w:gridSpan w:val="2"/>
            <w:shd w:val="clear" w:color="auto" w:fill="auto"/>
          </w:tcPr>
          <w:p w14:paraId="3CF024EA" w14:textId="77777777" w:rsidR="0045193A" w:rsidRPr="0031418B" w:rsidRDefault="0045193A" w:rsidP="006B2560">
            <w:pPr>
              <w:pStyle w:val="TAL"/>
            </w:pPr>
            <w:r w:rsidRPr="0031418B">
              <w:t>This requirement does not apply to the uplink of E-UTRA FDD Repeater operating in band 8,</w:t>
            </w:r>
            <w:r w:rsidRPr="0031418B">
              <w:rPr>
                <w:rFonts w:cs="v5.0.0"/>
              </w:rPr>
              <w:t xml:space="preserve"> since it is already covered by the requirement in sub-clause 9.</w:t>
            </w:r>
            <w:r w:rsidR="00095ED4" w:rsidRPr="0031418B">
              <w:rPr>
                <w:rFonts w:cs="v5.0.0"/>
              </w:rPr>
              <w:t>1.4</w:t>
            </w:r>
            <w:r w:rsidRPr="0031418B">
              <w:rPr>
                <w:rFonts w:cs="v5.0.0"/>
              </w:rPr>
              <w:t>.</w:t>
            </w:r>
          </w:p>
        </w:tc>
      </w:tr>
      <w:tr w:rsidR="0045193A" w:rsidRPr="0031418B" w14:paraId="28F3A34D" w14:textId="77777777" w:rsidTr="00A74094">
        <w:trPr>
          <w:gridAfter w:val="1"/>
          <w:wAfter w:w="489" w:type="dxa"/>
          <w:cantSplit/>
          <w:trHeight w:val="113"/>
          <w:jc w:val="center"/>
        </w:trPr>
        <w:tc>
          <w:tcPr>
            <w:tcW w:w="1474" w:type="dxa"/>
            <w:gridSpan w:val="2"/>
            <w:vMerge w:val="restart"/>
            <w:shd w:val="clear" w:color="auto" w:fill="auto"/>
            <w:vAlign w:val="center"/>
          </w:tcPr>
          <w:p w14:paraId="18E74BB2" w14:textId="77777777" w:rsidR="0045193A" w:rsidRPr="0031418B" w:rsidRDefault="0045193A" w:rsidP="0045193A">
            <w:pPr>
              <w:pStyle w:val="TAC"/>
              <w:rPr>
                <w:lang w:eastAsia="ja-JP"/>
              </w:rPr>
            </w:pPr>
            <w:r w:rsidRPr="0031418B">
              <w:t xml:space="preserve">UTRA FDD Band IX or </w:t>
            </w:r>
            <w:r w:rsidRPr="0031418B">
              <w:br/>
              <w:t>E-UTRA Band 9</w:t>
            </w:r>
          </w:p>
        </w:tc>
        <w:tc>
          <w:tcPr>
            <w:tcW w:w="1529" w:type="dxa"/>
            <w:gridSpan w:val="2"/>
            <w:shd w:val="clear" w:color="auto" w:fill="auto"/>
            <w:vAlign w:val="center"/>
          </w:tcPr>
          <w:p w14:paraId="7C4FA009" w14:textId="77777777" w:rsidR="0045193A" w:rsidRPr="0031418B" w:rsidRDefault="0045193A" w:rsidP="0045193A">
            <w:pPr>
              <w:pStyle w:val="TAC"/>
              <w:rPr>
                <w:lang w:eastAsia="zh-CN"/>
              </w:rPr>
            </w:pPr>
            <w:r w:rsidRPr="0031418B">
              <w:t>1844.9 - 1879.</w:t>
            </w:r>
            <w:r w:rsidRPr="0031418B">
              <w:rPr>
                <w:lang w:eastAsia="ja-JP"/>
              </w:rPr>
              <w:t>9</w:t>
            </w:r>
            <w:r w:rsidRPr="0031418B">
              <w:t xml:space="preserve"> MHz</w:t>
            </w:r>
          </w:p>
        </w:tc>
        <w:tc>
          <w:tcPr>
            <w:tcW w:w="1022" w:type="dxa"/>
            <w:gridSpan w:val="2"/>
            <w:shd w:val="clear" w:color="auto" w:fill="auto"/>
            <w:vAlign w:val="center"/>
          </w:tcPr>
          <w:p w14:paraId="15BB7833" w14:textId="77777777" w:rsidR="0045193A" w:rsidRPr="0031418B" w:rsidRDefault="0045193A" w:rsidP="0045193A">
            <w:pPr>
              <w:pStyle w:val="TAC"/>
            </w:pPr>
            <w:r w:rsidRPr="0031418B">
              <w:t>-52 dBm</w:t>
            </w:r>
          </w:p>
        </w:tc>
        <w:tc>
          <w:tcPr>
            <w:tcW w:w="1246" w:type="dxa"/>
            <w:gridSpan w:val="2"/>
            <w:shd w:val="clear" w:color="auto" w:fill="auto"/>
            <w:vAlign w:val="center"/>
          </w:tcPr>
          <w:p w14:paraId="53FF0AFA" w14:textId="77777777" w:rsidR="0045193A" w:rsidRPr="0031418B" w:rsidRDefault="0045193A" w:rsidP="0045193A">
            <w:pPr>
              <w:pStyle w:val="TAC"/>
            </w:pPr>
            <w:r w:rsidRPr="0031418B">
              <w:t>1 MHz</w:t>
            </w:r>
          </w:p>
        </w:tc>
        <w:tc>
          <w:tcPr>
            <w:tcW w:w="4422" w:type="dxa"/>
            <w:gridSpan w:val="2"/>
            <w:shd w:val="clear" w:color="auto" w:fill="auto"/>
          </w:tcPr>
          <w:p w14:paraId="7A54F979" w14:textId="77777777" w:rsidR="0045193A" w:rsidRPr="0031418B" w:rsidRDefault="0045193A" w:rsidP="006B2560">
            <w:pPr>
              <w:pStyle w:val="TAL"/>
              <w:rPr>
                <w:lang w:eastAsia="ja-JP"/>
              </w:rPr>
            </w:pPr>
            <w:r w:rsidRPr="0031418B">
              <w:t xml:space="preserve">This requirement does not apply to E-UTRA FDD Repeater operating in band </w:t>
            </w:r>
            <w:r w:rsidR="002E0D17" w:rsidRPr="0031418B">
              <w:t xml:space="preserve">3 or band </w:t>
            </w:r>
            <w:r w:rsidRPr="0031418B">
              <w:t>9.</w:t>
            </w:r>
          </w:p>
        </w:tc>
      </w:tr>
      <w:tr w:rsidR="0045193A" w:rsidRPr="0031418B" w14:paraId="7648B6EB" w14:textId="77777777" w:rsidTr="00A74094">
        <w:trPr>
          <w:gridAfter w:val="1"/>
          <w:wAfter w:w="489" w:type="dxa"/>
          <w:cantSplit/>
          <w:trHeight w:val="113"/>
          <w:jc w:val="center"/>
        </w:trPr>
        <w:tc>
          <w:tcPr>
            <w:tcW w:w="1474" w:type="dxa"/>
            <w:gridSpan w:val="2"/>
            <w:vMerge/>
            <w:shd w:val="clear" w:color="auto" w:fill="auto"/>
            <w:vAlign w:val="center"/>
          </w:tcPr>
          <w:p w14:paraId="25CC7CB1" w14:textId="77777777" w:rsidR="0045193A" w:rsidRPr="0031418B" w:rsidRDefault="0045193A" w:rsidP="0045193A">
            <w:pPr>
              <w:pStyle w:val="TAC"/>
            </w:pPr>
          </w:p>
        </w:tc>
        <w:tc>
          <w:tcPr>
            <w:tcW w:w="1529" w:type="dxa"/>
            <w:gridSpan w:val="2"/>
            <w:shd w:val="clear" w:color="auto" w:fill="auto"/>
            <w:vAlign w:val="center"/>
          </w:tcPr>
          <w:p w14:paraId="30D86339" w14:textId="77777777" w:rsidR="0045193A" w:rsidRPr="0031418B" w:rsidRDefault="0045193A" w:rsidP="0045193A">
            <w:pPr>
              <w:pStyle w:val="TAC"/>
            </w:pPr>
            <w:r w:rsidRPr="0031418B">
              <w:t>1749.9 - 1784.</w:t>
            </w:r>
            <w:r w:rsidRPr="0031418B">
              <w:rPr>
                <w:lang w:eastAsia="ja-JP"/>
              </w:rPr>
              <w:t>9</w:t>
            </w:r>
            <w:r w:rsidRPr="0031418B">
              <w:t xml:space="preserve"> MHz</w:t>
            </w:r>
          </w:p>
        </w:tc>
        <w:tc>
          <w:tcPr>
            <w:tcW w:w="1022" w:type="dxa"/>
            <w:gridSpan w:val="2"/>
            <w:shd w:val="clear" w:color="auto" w:fill="auto"/>
            <w:vAlign w:val="center"/>
          </w:tcPr>
          <w:p w14:paraId="78636223" w14:textId="77777777" w:rsidR="0045193A" w:rsidRPr="0031418B" w:rsidRDefault="0045193A" w:rsidP="0045193A">
            <w:pPr>
              <w:pStyle w:val="TAC"/>
            </w:pPr>
            <w:r w:rsidRPr="0031418B">
              <w:t>-49 dBm</w:t>
            </w:r>
          </w:p>
        </w:tc>
        <w:tc>
          <w:tcPr>
            <w:tcW w:w="1246" w:type="dxa"/>
            <w:gridSpan w:val="2"/>
            <w:shd w:val="clear" w:color="auto" w:fill="auto"/>
            <w:vAlign w:val="center"/>
          </w:tcPr>
          <w:p w14:paraId="17B8D027" w14:textId="77777777" w:rsidR="0045193A" w:rsidRPr="0031418B" w:rsidRDefault="0045193A" w:rsidP="0045193A">
            <w:pPr>
              <w:pStyle w:val="TAC"/>
            </w:pPr>
            <w:r w:rsidRPr="0031418B">
              <w:t>1 MHz</w:t>
            </w:r>
          </w:p>
        </w:tc>
        <w:tc>
          <w:tcPr>
            <w:tcW w:w="4422" w:type="dxa"/>
            <w:gridSpan w:val="2"/>
            <w:shd w:val="clear" w:color="auto" w:fill="auto"/>
          </w:tcPr>
          <w:p w14:paraId="28163053" w14:textId="77777777" w:rsidR="0045193A" w:rsidRPr="0031418B" w:rsidRDefault="0045193A" w:rsidP="006B2560">
            <w:pPr>
              <w:pStyle w:val="TAL"/>
            </w:pPr>
            <w:r w:rsidRPr="0031418B">
              <w:t xml:space="preserve">This requirement does not apply to the uplink of E-UTRA FDD Repeater operating in band </w:t>
            </w:r>
            <w:r w:rsidR="002E0D17" w:rsidRPr="0031418B">
              <w:t xml:space="preserve">3 or band </w:t>
            </w:r>
            <w:r w:rsidRPr="0031418B">
              <w:t>9,</w:t>
            </w:r>
            <w:r w:rsidRPr="0031418B">
              <w:rPr>
                <w:rFonts w:cs="v5.0.0"/>
              </w:rPr>
              <w:t xml:space="preserve"> since it is already covered by the requirement in sub-clause 9.</w:t>
            </w:r>
            <w:r w:rsidR="00095ED4" w:rsidRPr="0031418B">
              <w:rPr>
                <w:rFonts w:cs="v5.0.0"/>
              </w:rPr>
              <w:t>1.4</w:t>
            </w:r>
            <w:r w:rsidRPr="0031418B">
              <w:rPr>
                <w:rFonts w:cs="v5.0.0"/>
              </w:rPr>
              <w:t>.</w:t>
            </w:r>
          </w:p>
        </w:tc>
      </w:tr>
      <w:tr w:rsidR="0045193A" w:rsidRPr="0031418B" w14:paraId="294FA317" w14:textId="77777777" w:rsidTr="00A74094">
        <w:trPr>
          <w:gridAfter w:val="1"/>
          <w:wAfter w:w="489" w:type="dxa"/>
          <w:cantSplit/>
          <w:trHeight w:val="113"/>
          <w:jc w:val="center"/>
        </w:trPr>
        <w:tc>
          <w:tcPr>
            <w:tcW w:w="1474" w:type="dxa"/>
            <w:gridSpan w:val="2"/>
            <w:vMerge w:val="restart"/>
            <w:shd w:val="clear" w:color="auto" w:fill="auto"/>
            <w:vAlign w:val="center"/>
          </w:tcPr>
          <w:p w14:paraId="5E9E3C3F" w14:textId="77777777" w:rsidR="0045193A" w:rsidRPr="0031418B" w:rsidRDefault="0045193A" w:rsidP="0045193A">
            <w:pPr>
              <w:pStyle w:val="TAC"/>
            </w:pPr>
            <w:r w:rsidRPr="0031418B">
              <w:t xml:space="preserve">UTRA FDD Band X or </w:t>
            </w:r>
            <w:r w:rsidRPr="0031418B">
              <w:br/>
              <w:t>E-UTRA Band 10</w:t>
            </w:r>
          </w:p>
        </w:tc>
        <w:tc>
          <w:tcPr>
            <w:tcW w:w="1529" w:type="dxa"/>
            <w:gridSpan w:val="2"/>
            <w:shd w:val="clear" w:color="auto" w:fill="auto"/>
            <w:vAlign w:val="center"/>
          </w:tcPr>
          <w:p w14:paraId="777A25DC" w14:textId="77777777" w:rsidR="0045193A" w:rsidRPr="0031418B" w:rsidRDefault="0045193A" w:rsidP="0045193A">
            <w:pPr>
              <w:pStyle w:val="TAC"/>
            </w:pPr>
            <w:r w:rsidRPr="0031418B">
              <w:t>2110 - 2170 MHz</w:t>
            </w:r>
          </w:p>
        </w:tc>
        <w:tc>
          <w:tcPr>
            <w:tcW w:w="1022" w:type="dxa"/>
            <w:gridSpan w:val="2"/>
            <w:shd w:val="clear" w:color="auto" w:fill="auto"/>
            <w:vAlign w:val="center"/>
          </w:tcPr>
          <w:p w14:paraId="240B551F" w14:textId="77777777" w:rsidR="0045193A" w:rsidRPr="0031418B" w:rsidRDefault="0045193A" w:rsidP="0045193A">
            <w:pPr>
              <w:pStyle w:val="TAC"/>
            </w:pPr>
            <w:r w:rsidRPr="0031418B">
              <w:t>-52 dBm</w:t>
            </w:r>
          </w:p>
        </w:tc>
        <w:tc>
          <w:tcPr>
            <w:tcW w:w="1246" w:type="dxa"/>
            <w:gridSpan w:val="2"/>
            <w:shd w:val="clear" w:color="auto" w:fill="auto"/>
            <w:vAlign w:val="center"/>
          </w:tcPr>
          <w:p w14:paraId="61CD44D3" w14:textId="77777777" w:rsidR="0045193A" w:rsidRPr="0031418B" w:rsidRDefault="0045193A" w:rsidP="0045193A">
            <w:pPr>
              <w:pStyle w:val="TAC"/>
            </w:pPr>
            <w:r w:rsidRPr="0031418B">
              <w:t>1 MHz</w:t>
            </w:r>
          </w:p>
        </w:tc>
        <w:tc>
          <w:tcPr>
            <w:tcW w:w="4422" w:type="dxa"/>
            <w:gridSpan w:val="2"/>
            <w:shd w:val="clear" w:color="auto" w:fill="auto"/>
          </w:tcPr>
          <w:p w14:paraId="1AD64632" w14:textId="77777777" w:rsidR="0045193A" w:rsidRPr="0031418B" w:rsidRDefault="0045193A" w:rsidP="006B2560">
            <w:pPr>
              <w:pStyle w:val="TAL"/>
            </w:pPr>
            <w:r w:rsidRPr="0031418B">
              <w:t xml:space="preserve">This requirement does not apply to E-UTRA FDD Repeater operating in band </w:t>
            </w:r>
            <w:r w:rsidR="002E0D17" w:rsidRPr="0031418B">
              <w:t xml:space="preserve">4 or band </w:t>
            </w:r>
            <w:r w:rsidRPr="0031418B">
              <w:t>10</w:t>
            </w:r>
          </w:p>
        </w:tc>
      </w:tr>
      <w:tr w:rsidR="0045193A" w:rsidRPr="0031418B" w14:paraId="692DCBB0" w14:textId="77777777" w:rsidTr="00A74094">
        <w:trPr>
          <w:gridAfter w:val="1"/>
          <w:wAfter w:w="489" w:type="dxa"/>
          <w:cantSplit/>
          <w:trHeight w:val="113"/>
          <w:jc w:val="center"/>
        </w:trPr>
        <w:tc>
          <w:tcPr>
            <w:tcW w:w="1474" w:type="dxa"/>
            <w:gridSpan w:val="2"/>
            <w:vMerge/>
            <w:tcBorders>
              <w:bottom w:val="single" w:sz="4" w:space="0" w:color="auto"/>
            </w:tcBorders>
            <w:shd w:val="clear" w:color="auto" w:fill="auto"/>
            <w:vAlign w:val="center"/>
          </w:tcPr>
          <w:p w14:paraId="6F30624C" w14:textId="77777777" w:rsidR="0045193A" w:rsidRPr="0031418B" w:rsidRDefault="0045193A" w:rsidP="0045193A">
            <w:pPr>
              <w:pStyle w:val="TAC"/>
            </w:pPr>
          </w:p>
        </w:tc>
        <w:tc>
          <w:tcPr>
            <w:tcW w:w="1529" w:type="dxa"/>
            <w:gridSpan w:val="2"/>
            <w:shd w:val="clear" w:color="auto" w:fill="auto"/>
            <w:vAlign w:val="center"/>
          </w:tcPr>
          <w:p w14:paraId="2E37FF9D" w14:textId="77777777" w:rsidR="0045193A" w:rsidRPr="0031418B" w:rsidRDefault="0045193A" w:rsidP="0045193A">
            <w:pPr>
              <w:pStyle w:val="TAC"/>
            </w:pPr>
            <w:r w:rsidRPr="0031418B">
              <w:t>1710 - 1770 MHz</w:t>
            </w:r>
          </w:p>
        </w:tc>
        <w:tc>
          <w:tcPr>
            <w:tcW w:w="1022" w:type="dxa"/>
            <w:gridSpan w:val="2"/>
            <w:shd w:val="clear" w:color="auto" w:fill="auto"/>
            <w:vAlign w:val="center"/>
          </w:tcPr>
          <w:p w14:paraId="3555E335" w14:textId="77777777" w:rsidR="0045193A" w:rsidRPr="0031418B" w:rsidRDefault="0045193A" w:rsidP="0045193A">
            <w:pPr>
              <w:pStyle w:val="TAC"/>
            </w:pPr>
            <w:r w:rsidRPr="0031418B">
              <w:t>-49 dBm</w:t>
            </w:r>
          </w:p>
        </w:tc>
        <w:tc>
          <w:tcPr>
            <w:tcW w:w="1246" w:type="dxa"/>
            <w:gridSpan w:val="2"/>
            <w:shd w:val="clear" w:color="auto" w:fill="auto"/>
            <w:vAlign w:val="center"/>
          </w:tcPr>
          <w:p w14:paraId="3AFA326F" w14:textId="77777777" w:rsidR="0045193A" w:rsidRPr="0031418B" w:rsidRDefault="0045193A" w:rsidP="0045193A">
            <w:pPr>
              <w:pStyle w:val="TAC"/>
            </w:pPr>
            <w:r w:rsidRPr="0031418B">
              <w:t>1 MHz</w:t>
            </w:r>
          </w:p>
        </w:tc>
        <w:tc>
          <w:tcPr>
            <w:tcW w:w="4422" w:type="dxa"/>
            <w:gridSpan w:val="2"/>
            <w:shd w:val="clear" w:color="auto" w:fill="auto"/>
          </w:tcPr>
          <w:p w14:paraId="2B6D9F6C" w14:textId="77777777" w:rsidR="006C202B" w:rsidRPr="0031418B" w:rsidRDefault="0045193A" w:rsidP="006B2560">
            <w:pPr>
              <w:pStyle w:val="TAL"/>
              <w:rPr>
                <w:rFonts w:cs="v5.0.0"/>
              </w:rPr>
            </w:pPr>
            <w:r w:rsidRPr="0031418B">
              <w:t xml:space="preserve">This requirement does not apply to the uplink of E-UTRA FDD Repeater operating in </w:t>
            </w:r>
            <w:r w:rsidR="00981591" w:rsidRPr="0031418B">
              <w:t xml:space="preserve">band </w:t>
            </w:r>
            <w:r w:rsidRPr="0031418B">
              <w:t xml:space="preserve">10, </w:t>
            </w:r>
            <w:r w:rsidRPr="0031418B">
              <w:rPr>
                <w:rFonts w:cs="v5.0.0"/>
              </w:rPr>
              <w:t>since it is already covered by the requirement in sub-clause 9.</w:t>
            </w:r>
            <w:r w:rsidR="00095ED4" w:rsidRPr="0031418B">
              <w:rPr>
                <w:rFonts w:cs="v5.0.0"/>
              </w:rPr>
              <w:t>1.4</w:t>
            </w:r>
            <w:r w:rsidRPr="0031418B">
              <w:rPr>
                <w:rFonts w:cs="v5.0.0"/>
              </w:rPr>
              <w:t>.</w:t>
            </w:r>
          </w:p>
          <w:p w14:paraId="2789B692" w14:textId="77777777" w:rsidR="0045193A" w:rsidRPr="0031418B" w:rsidRDefault="006C202B" w:rsidP="006B2560">
            <w:pPr>
              <w:pStyle w:val="TAL"/>
              <w:rPr>
                <w:rFonts w:cs="v5.0.0"/>
              </w:rPr>
            </w:pPr>
            <w:r w:rsidRPr="0031418B">
              <w:rPr>
                <w:rFonts w:cs="v5.0.0"/>
              </w:rPr>
              <w:t xml:space="preserve">This requirement does not apply to the uplink of E-UTRA FDD Repeater operating in band 4 in the </w:t>
            </w:r>
            <w:smartTag w:uri="urn:schemas-microsoft-com:office:smarttags" w:element="place">
              <w:smartTag w:uri="urn:schemas-microsoft-com:office:smarttags" w:element="PlaceName">
                <w:r w:rsidRPr="0031418B">
                  <w:rPr>
                    <w:rFonts w:cs="v5.0.0"/>
                  </w:rPr>
                  <w:t>frequency</w:t>
                </w:r>
              </w:smartTag>
              <w:r w:rsidRPr="0031418B">
                <w:rPr>
                  <w:rFonts w:cs="v5.0.0"/>
                </w:rPr>
                <w:t xml:space="preserve"> </w:t>
              </w:r>
              <w:smartTag w:uri="urn:schemas-microsoft-com:office:smarttags" w:element="PlaceType">
                <w:smartTag w:uri="urn:schemas-microsoft-com:office:smarttags" w:element="Street">
                  <w:r w:rsidRPr="0031418B">
                    <w:rPr>
                      <w:rFonts w:cs="v5.0.0"/>
                    </w:rPr>
                    <w:t>Range</w:t>
                  </w:r>
                </w:smartTag>
              </w:smartTag>
            </w:smartTag>
            <w:r w:rsidRPr="0031418B">
              <w:rPr>
                <w:rFonts w:cs="v5.0.0"/>
              </w:rPr>
              <w:t xml:space="preserve"> from 1710 MHz to 1755 MHz, since it is already covered by the requirement in clause 9.1.4.</w:t>
            </w:r>
          </w:p>
        </w:tc>
      </w:tr>
      <w:tr w:rsidR="00350213" w:rsidRPr="0031418B" w14:paraId="0C24EB0A" w14:textId="77777777" w:rsidTr="00A74094">
        <w:trPr>
          <w:gridAfter w:val="1"/>
          <w:wAfter w:w="489" w:type="dxa"/>
          <w:cantSplit/>
          <w:trHeight w:val="113"/>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1CEC182D" w14:textId="77777777" w:rsidR="00350213" w:rsidRPr="0031418B" w:rsidRDefault="00350213" w:rsidP="0045193A">
            <w:pPr>
              <w:pStyle w:val="TAC"/>
            </w:pPr>
            <w:r w:rsidRPr="0031418B">
              <w:t xml:space="preserve">UTRA FDD Band XI or XXI or </w:t>
            </w:r>
            <w:r w:rsidRPr="0031418B">
              <w:br/>
              <w:t>E-UTRA Band 11 or 21</w:t>
            </w:r>
          </w:p>
        </w:tc>
        <w:tc>
          <w:tcPr>
            <w:tcW w:w="1529" w:type="dxa"/>
            <w:gridSpan w:val="2"/>
            <w:tcBorders>
              <w:left w:val="single" w:sz="4" w:space="0" w:color="auto"/>
            </w:tcBorders>
            <w:shd w:val="clear" w:color="auto" w:fill="auto"/>
            <w:vAlign w:val="center"/>
          </w:tcPr>
          <w:p w14:paraId="286825C7" w14:textId="77777777" w:rsidR="00350213" w:rsidRPr="0031418B" w:rsidRDefault="00350213" w:rsidP="0045193A">
            <w:pPr>
              <w:pStyle w:val="TAC"/>
            </w:pPr>
            <w:r w:rsidRPr="0031418B">
              <w:rPr>
                <w:lang w:eastAsia="ja-JP"/>
              </w:rPr>
              <w:t>1475.9 - 1510.9 MHz</w:t>
            </w:r>
          </w:p>
        </w:tc>
        <w:tc>
          <w:tcPr>
            <w:tcW w:w="1022" w:type="dxa"/>
            <w:gridSpan w:val="2"/>
            <w:shd w:val="clear" w:color="auto" w:fill="auto"/>
            <w:vAlign w:val="center"/>
          </w:tcPr>
          <w:p w14:paraId="3E7E1C4F" w14:textId="77777777" w:rsidR="00350213" w:rsidRPr="0031418B" w:rsidRDefault="00350213" w:rsidP="0045193A">
            <w:pPr>
              <w:pStyle w:val="TAC"/>
            </w:pPr>
            <w:r w:rsidRPr="0031418B">
              <w:t>-52 dBm</w:t>
            </w:r>
          </w:p>
        </w:tc>
        <w:tc>
          <w:tcPr>
            <w:tcW w:w="1246" w:type="dxa"/>
            <w:gridSpan w:val="2"/>
            <w:shd w:val="clear" w:color="auto" w:fill="auto"/>
            <w:vAlign w:val="center"/>
          </w:tcPr>
          <w:p w14:paraId="0710D473" w14:textId="77777777" w:rsidR="00350213" w:rsidRPr="0031418B" w:rsidRDefault="00350213" w:rsidP="0045193A">
            <w:pPr>
              <w:pStyle w:val="TAC"/>
            </w:pPr>
            <w:r w:rsidRPr="0031418B">
              <w:t>1 MHz</w:t>
            </w:r>
          </w:p>
        </w:tc>
        <w:tc>
          <w:tcPr>
            <w:tcW w:w="4422" w:type="dxa"/>
            <w:gridSpan w:val="2"/>
            <w:shd w:val="clear" w:color="auto" w:fill="auto"/>
          </w:tcPr>
          <w:p w14:paraId="2BB2F9C6" w14:textId="77777777" w:rsidR="00350213" w:rsidRPr="0031418B" w:rsidRDefault="00350213" w:rsidP="006B2560">
            <w:pPr>
              <w:pStyle w:val="TAL"/>
            </w:pPr>
            <w:r w:rsidRPr="0031418B">
              <w:t>This requirement does not apply to E-UTRA FDD Repeater operating in band 11</w:t>
            </w:r>
            <w:r w:rsidR="00ED7416" w:rsidRPr="0031418B">
              <w:t>,</w:t>
            </w:r>
            <w:r w:rsidRPr="0031418B">
              <w:t xml:space="preserve"> 21</w:t>
            </w:r>
            <w:r w:rsidR="00ED7416" w:rsidRPr="0031418B">
              <w:t>, or 32</w:t>
            </w:r>
          </w:p>
        </w:tc>
      </w:tr>
      <w:tr w:rsidR="00350213" w:rsidRPr="0031418B" w14:paraId="37CF4540" w14:textId="77777777" w:rsidTr="00A74094">
        <w:trPr>
          <w:gridAfter w:val="1"/>
          <w:wAfter w:w="489" w:type="dxa"/>
          <w:cantSplit/>
          <w:trHeight w:val="113"/>
          <w:jc w:val="center"/>
        </w:trPr>
        <w:tc>
          <w:tcPr>
            <w:tcW w:w="1474" w:type="dxa"/>
            <w:gridSpan w:val="2"/>
            <w:vMerge/>
            <w:tcBorders>
              <w:left w:val="single" w:sz="4" w:space="0" w:color="auto"/>
              <w:right w:val="single" w:sz="4" w:space="0" w:color="auto"/>
            </w:tcBorders>
            <w:shd w:val="clear" w:color="auto" w:fill="auto"/>
            <w:vAlign w:val="center"/>
          </w:tcPr>
          <w:p w14:paraId="7F598465" w14:textId="77777777" w:rsidR="00350213" w:rsidRPr="0031418B" w:rsidRDefault="00350213" w:rsidP="0045193A">
            <w:pPr>
              <w:pStyle w:val="TAC"/>
            </w:pPr>
          </w:p>
        </w:tc>
        <w:tc>
          <w:tcPr>
            <w:tcW w:w="1529" w:type="dxa"/>
            <w:gridSpan w:val="2"/>
            <w:tcBorders>
              <w:left w:val="single" w:sz="4" w:space="0" w:color="auto"/>
            </w:tcBorders>
            <w:shd w:val="clear" w:color="auto" w:fill="auto"/>
            <w:vAlign w:val="center"/>
          </w:tcPr>
          <w:p w14:paraId="28390583" w14:textId="77777777" w:rsidR="00350213" w:rsidRPr="0031418B" w:rsidRDefault="00350213" w:rsidP="0045193A">
            <w:pPr>
              <w:pStyle w:val="TAC"/>
            </w:pPr>
            <w:r w:rsidRPr="0031418B">
              <w:rPr>
                <w:lang w:eastAsia="ja-JP"/>
              </w:rPr>
              <w:t xml:space="preserve">1427.9 - 1447.9 MHz </w:t>
            </w:r>
          </w:p>
        </w:tc>
        <w:tc>
          <w:tcPr>
            <w:tcW w:w="1022" w:type="dxa"/>
            <w:gridSpan w:val="2"/>
            <w:shd w:val="clear" w:color="auto" w:fill="auto"/>
            <w:vAlign w:val="center"/>
          </w:tcPr>
          <w:p w14:paraId="2E953EF1" w14:textId="77777777" w:rsidR="00350213" w:rsidRPr="0031418B" w:rsidRDefault="00350213" w:rsidP="0045193A">
            <w:pPr>
              <w:pStyle w:val="TAC"/>
            </w:pPr>
            <w:r w:rsidRPr="0031418B">
              <w:t>-49 dBm</w:t>
            </w:r>
          </w:p>
        </w:tc>
        <w:tc>
          <w:tcPr>
            <w:tcW w:w="1246" w:type="dxa"/>
            <w:gridSpan w:val="2"/>
            <w:shd w:val="clear" w:color="auto" w:fill="auto"/>
            <w:vAlign w:val="center"/>
          </w:tcPr>
          <w:p w14:paraId="2E9C80EA" w14:textId="77777777" w:rsidR="00350213" w:rsidRPr="0031418B" w:rsidRDefault="00350213" w:rsidP="0045193A">
            <w:pPr>
              <w:pStyle w:val="TAC"/>
            </w:pPr>
            <w:r w:rsidRPr="0031418B">
              <w:t>1 MHz</w:t>
            </w:r>
          </w:p>
        </w:tc>
        <w:tc>
          <w:tcPr>
            <w:tcW w:w="4422" w:type="dxa"/>
            <w:gridSpan w:val="2"/>
            <w:shd w:val="clear" w:color="auto" w:fill="auto"/>
          </w:tcPr>
          <w:p w14:paraId="450A50EC" w14:textId="77777777" w:rsidR="00350213" w:rsidRPr="0031418B" w:rsidRDefault="00350213" w:rsidP="006B2560">
            <w:pPr>
              <w:pStyle w:val="TAL"/>
            </w:pPr>
            <w:r w:rsidRPr="0031418B">
              <w:t xml:space="preserve">This requirement does not apply to the uplink of E-UTRA FDD Repeater operating in band 11, </w:t>
            </w:r>
            <w:r w:rsidRPr="0031418B">
              <w:rPr>
                <w:rFonts w:cs="v5.0.0"/>
              </w:rPr>
              <w:t>since it is already covered by the requirement in sub-clause 9.1.4.</w:t>
            </w:r>
            <w:r w:rsidR="00ED7416" w:rsidRPr="0031418B">
              <w:rPr>
                <w:rFonts w:cs="v5.0.0"/>
                <w:lang w:eastAsia="ja-JP"/>
              </w:rPr>
              <w:t xml:space="preserve"> For E-UTRA FDD repeater operating in band 32, this requirement applies for operation within 1475.9MHz and 1495.9MHz.</w:t>
            </w:r>
          </w:p>
        </w:tc>
      </w:tr>
      <w:tr w:rsidR="00350213" w:rsidRPr="0031418B" w14:paraId="751430CF"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25A08816" w14:textId="77777777" w:rsidR="00350213" w:rsidRPr="0031418B" w:rsidRDefault="00350213" w:rsidP="0045193A">
            <w:pPr>
              <w:pStyle w:val="TAC"/>
            </w:pPr>
          </w:p>
        </w:tc>
        <w:tc>
          <w:tcPr>
            <w:tcW w:w="1529" w:type="dxa"/>
            <w:gridSpan w:val="2"/>
            <w:tcBorders>
              <w:left w:val="single" w:sz="4" w:space="0" w:color="auto"/>
            </w:tcBorders>
            <w:shd w:val="clear" w:color="auto" w:fill="auto"/>
            <w:vAlign w:val="center"/>
          </w:tcPr>
          <w:p w14:paraId="1A9173AF" w14:textId="77777777" w:rsidR="00350213" w:rsidRPr="0031418B" w:rsidRDefault="00350213" w:rsidP="0045193A">
            <w:pPr>
              <w:pStyle w:val="TAC"/>
              <w:rPr>
                <w:lang w:eastAsia="ja-JP"/>
              </w:rPr>
            </w:pPr>
            <w:r w:rsidRPr="0031418B">
              <w:rPr>
                <w:lang w:eastAsia="ja-JP"/>
              </w:rPr>
              <w:t>1447.9 - 1462.9 MHz</w:t>
            </w:r>
          </w:p>
        </w:tc>
        <w:tc>
          <w:tcPr>
            <w:tcW w:w="1022" w:type="dxa"/>
            <w:gridSpan w:val="2"/>
            <w:shd w:val="clear" w:color="auto" w:fill="auto"/>
            <w:vAlign w:val="center"/>
          </w:tcPr>
          <w:p w14:paraId="590FC32F" w14:textId="77777777" w:rsidR="00350213" w:rsidRPr="0031418B" w:rsidRDefault="00350213" w:rsidP="0045193A">
            <w:pPr>
              <w:pStyle w:val="TAC"/>
            </w:pPr>
            <w:r w:rsidRPr="0031418B">
              <w:t>-49 dBm</w:t>
            </w:r>
          </w:p>
        </w:tc>
        <w:tc>
          <w:tcPr>
            <w:tcW w:w="1246" w:type="dxa"/>
            <w:gridSpan w:val="2"/>
            <w:shd w:val="clear" w:color="auto" w:fill="auto"/>
            <w:vAlign w:val="center"/>
          </w:tcPr>
          <w:p w14:paraId="4CBFCE45" w14:textId="77777777" w:rsidR="00350213" w:rsidRPr="0031418B" w:rsidRDefault="00350213" w:rsidP="0045193A">
            <w:pPr>
              <w:pStyle w:val="TAC"/>
            </w:pPr>
            <w:r w:rsidRPr="0031418B">
              <w:t>1MHz</w:t>
            </w:r>
          </w:p>
        </w:tc>
        <w:tc>
          <w:tcPr>
            <w:tcW w:w="4422" w:type="dxa"/>
            <w:gridSpan w:val="2"/>
            <w:shd w:val="clear" w:color="auto" w:fill="auto"/>
          </w:tcPr>
          <w:p w14:paraId="755911FE" w14:textId="77777777" w:rsidR="00350213" w:rsidRPr="0031418B" w:rsidRDefault="00350213" w:rsidP="006B2560">
            <w:pPr>
              <w:pStyle w:val="TAL"/>
            </w:pPr>
            <w:r w:rsidRPr="0031418B">
              <w:t xml:space="preserve">This requirement does not apply to the uplink of E-UTRA FDD Repeater operating in band 21, </w:t>
            </w:r>
            <w:r w:rsidRPr="0031418B">
              <w:rPr>
                <w:rFonts w:cs="v5.0.0"/>
              </w:rPr>
              <w:t>since it is already covered by the requirement in sub-clause 9.1.4.</w:t>
            </w:r>
            <w:r w:rsidR="00ED7416" w:rsidRPr="0031418B">
              <w:rPr>
                <w:rFonts w:cs="v5.0.0"/>
              </w:rPr>
              <w:t xml:space="preserve"> </w:t>
            </w:r>
            <w:r w:rsidR="00ED7416" w:rsidRPr="0031418B">
              <w:rPr>
                <w:rFonts w:cs="v5.0.0"/>
                <w:lang w:eastAsia="ja-JP"/>
              </w:rPr>
              <w:t>For E-UTRA FDD repeater operating in band 32, this requirement applies for operation within 1475.9MHz and 1495.9MHz.</w:t>
            </w:r>
          </w:p>
        </w:tc>
      </w:tr>
      <w:tr w:rsidR="0045193A" w:rsidRPr="0031418B" w14:paraId="0BDCC33F" w14:textId="77777777" w:rsidTr="00A74094">
        <w:trPr>
          <w:gridAfter w:val="1"/>
          <w:wAfter w:w="489" w:type="dxa"/>
          <w:cantSplit/>
          <w:trHeight w:val="113"/>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22A17900" w14:textId="77777777" w:rsidR="0045193A" w:rsidRPr="0031418B" w:rsidRDefault="0045193A" w:rsidP="0045193A">
            <w:pPr>
              <w:pStyle w:val="TAC"/>
            </w:pPr>
            <w:r w:rsidRPr="0031418B">
              <w:t xml:space="preserve">UTRA FDD Band XII or </w:t>
            </w:r>
            <w:r w:rsidRPr="0031418B">
              <w:br/>
              <w:t>E-UTRA Band 12</w:t>
            </w:r>
          </w:p>
        </w:tc>
        <w:tc>
          <w:tcPr>
            <w:tcW w:w="1529" w:type="dxa"/>
            <w:gridSpan w:val="2"/>
            <w:tcBorders>
              <w:left w:val="single" w:sz="4" w:space="0" w:color="auto"/>
            </w:tcBorders>
            <w:shd w:val="clear" w:color="auto" w:fill="auto"/>
            <w:vAlign w:val="center"/>
          </w:tcPr>
          <w:p w14:paraId="27ABBBF5" w14:textId="77777777" w:rsidR="0045193A" w:rsidRPr="0031418B" w:rsidRDefault="0045193A" w:rsidP="0045193A">
            <w:pPr>
              <w:pStyle w:val="TAC"/>
              <w:rPr>
                <w:lang w:eastAsia="ja-JP"/>
              </w:rPr>
            </w:pPr>
            <w:r w:rsidRPr="0031418B">
              <w:t>728 - 746 MHz</w:t>
            </w:r>
          </w:p>
        </w:tc>
        <w:tc>
          <w:tcPr>
            <w:tcW w:w="1022" w:type="dxa"/>
            <w:gridSpan w:val="2"/>
            <w:shd w:val="clear" w:color="auto" w:fill="auto"/>
            <w:vAlign w:val="center"/>
          </w:tcPr>
          <w:p w14:paraId="0256805F" w14:textId="77777777" w:rsidR="0045193A" w:rsidRPr="0031418B" w:rsidRDefault="0045193A" w:rsidP="0045193A">
            <w:pPr>
              <w:pStyle w:val="TAC"/>
            </w:pPr>
            <w:r w:rsidRPr="0031418B">
              <w:t>-52 dBm</w:t>
            </w:r>
          </w:p>
        </w:tc>
        <w:tc>
          <w:tcPr>
            <w:tcW w:w="1246" w:type="dxa"/>
            <w:gridSpan w:val="2"/>
            <w:shd w:val="clear" w:color="auto" w:fill="auto"/>
            <w:vAlign w:val="center"/>
          </w:tcPr>
          <w:p w14:paraId="4B87723C" w14:textId="77777777" w:rsidR="0045193A" w:rsidRPr="0031418B" w:rsidRDefault="0045193A" w:rsidP="0045193A">
            <w:pPr>
              <w:pStyle w:val="TAC"/>
            </w:pPr>
            <w:r w:rsidRPr="0031418B">
              <w:t>1 MHz</w:t>
            </w:r>
          </w:p>
        </w:tc>
        <w:tc>
          <w:tcPr>
            <w:tcW w:w="4422" w:type="dxa"/>
            <w:gridSpan w:val="2"/>
            <w:shd w:val="clear" w:color="auto" w:fill="auto"/>
          </w:tcPr>
          <w:p w14:paraId="26364AB5" w14:textId="77777777" w:rsidR="0045193A" w:rsidRPr="0031418B" w:rsidRDefault="0045193A" w:rsidP="006B2560">
            <w:pPr>
              <w:pStyle w:val="TAL"/>
            </w:pPr>
            <w:r w:rsidRPr="0031418B">
              <w:t>This requirement does not apply to E-UTRA FDD Repeater operating in band 12</w:t>
            </w:r>
            <w:r w:rsidR="00ED7416" w:rsidRPr="0031418B">
              <w:t>, 28 or 29</w:t>
            </w:r>
            <w:r w:rsidRPr="0031418B">
              <w:t>.</w:t>
            </w:r>
          </w:p>
        </w:tc>
      </w:tr>
      <w:tr w:rsidR="0045193A" w:rsidRPr="0031418B" w14:paraId="3B7007E4"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2F3AF1EC" w14:textId="77777777" w:rsidR="0045193A" w:rsidRPr="0031418B" w:rsidRDefault="0045193A" w:rsidP="0045193A">
            <w:pPr>
              <w:pStyle w:val="TAC"/>
            </w:pPr>
          </w:p>
        </w:tc>
        <w:tc>
          <w:tcPr>
            <w:tcW w:w="1529" w:type="dxa"/>
            <w:gridSpan w:val="2"/>
            <w:tcBorders>
              <w:left w:val="single" w:sz="4" w:space="0" w:color="auto"/>
            </w:tcBorders>
            <w:shd w:val="clear" w:color="auto" w:fill="auto"/>
            <w:vAlign w:val="center"/>
          </w:tcPr>
          <w:p w14:paraId="035FC0C2" w14:textId="77777777" w:rsidR="0045193A" w:rsidRPr="0031418B" w:rsidRDefault="0045193A" w:rsidP="0045193A">
            <w:pPr>
              <w:pStyle w:val="TAC"/>
              <w:rPr>
                <w:lang w:eastAsia="ja-JP"/>
              </w:rPr>
            </w:pPr>
            <w:r w:rsidRPr="0031418B">
              <w:t>698 - 716 MHz</w:t>
            </w:r>
          </w:p>
        </w:tc>
        <w:tc>
          <w:tcPr>
            <w:tcW w:w="1022" w:type="dxa"/>
            <w:gridSpan w:val="2"/>
            <w:shd w:val="clear" w:color="auto" w:fill="auto"/>
            <w:vAlign w:val="center"/>
          </w:tcPr>
          <w:p w14:paraId="0B7273AC" w14:textId="77777777" w:rsidR="0045193A" w:rsidRPr="0031418B" w:rsidRDefault="0045193A" w:rsidP="0045193A">
            <w:pPr>
              <w:pStyle w:val="TAC"/>
            </w:pPr>
            <w:r w:rsidRPr="0031418B">
              <w:t>-49 dBm</w:t>
            </w:r>
          </w:p>
        </w:tc>
        <w:tc>
          <w:tcPr>
            <w:tcW w:w="1246" w:type="dxa"/>
            <w:gridSpan w:val="2"/>
            <w:shd w:val="clear" w:color="auto" w:fill="auto"/>
            <w:vAlign w:val="center"/>
          </w:tcPr>
          <w:p w14:paraId="40CC52DE" w14:textId="77777777" w:rsidR="0045193A" w:rsidRPr="0031418B" w:rsidRDefault="0045193A" w:rsidP="0045193A">
            <w:pPr>
              <w:pStyle w:val="TAC"/>
            </w:pPr>
            <w:r w:rsidRPr="0031418B">
              <w:t>1 MHz</w:t>
            </w:r>
          </w:p>
        </w:tc>
        <w:tc>
          <w:tcPr>
            <w:tcW w:w="4422" w:type="dxa"/>
            <w:gridSpan w:val="2"/>
            <w:shd w:val="clear" w:color="auto" w:fill="auto"/>
          </w:tcPr>
          <w:p w14:paraId="7993F021" w14:textId="77777777" w:rsidR="0045193A" w:rsidRPr="0031418B" w:rsidRDefault="0045193A" w:rsidP="006B2560">
            <w:pPr>
              <w:pStyle w:val="TAL"/>
            </w:pPr>
            <w:r w:rsidRPr="0031418B">
              <w:t>This requirement does not apply to the uplink of E-UTRA FDD Repeater operating in band 12</w:t>
            </w:r>
            <w:r w:rsidR="00ED7416" w:rsidRPr="0031418B">
              <w:t xml:space="preserve"> or 28</w:t>
            </w:r>
            <w:r w:rsidRPr="0031418B">
              <w:t>,</w:t>
            </w:r>
            <w:r w:rsidRPr="0031418B">
              <w:rPr>
                <w:rFonts w:cs="v5.0.0"/>
              </w:rPr>
              <w:t xml:space="preserve"> since it is already covered by the requirement in sub-clause 9.</w:t>
            </w:r>
            <w:r w:rsidR="00095ED4" w:rsidRPr="0031418B">
              <w:rPr>
                <w:rFonts w:cs="v5.0.0"/>
              </w:rPr>
              <w:t>1.4</w:t>
            </w:r>
            <w:r w:rsidR="00ED7416" w:rsidRPr="0031418B">
              <w:rPr>
                <w:rFonts w:cs="v5.0.0"/>
              </w:rPr>
              <w:t>.</w:t>
            </w:r>
            <w:r w:rsidR="00ED7416" w:rsidRPr="0031418B">
              <w:t xml:space="preserve"> For E</w:t>
            </w:r>
            <w:r w:rsidR="00ED7416" w:rsidRPr="0031418B">
              <w:noBreakHyphen/>
              <w:t>UTRA BS operating in Band 29, it</w:t>
            </w:r>
            <w:r w:rsidR="00ED7416" w:rsidRPr="0031418B">
              <w:rPr>
                <w:rFonts w:eastAsia="MS PGothic"/>
                <w:kern w:val="24"/>
                <w:szCs w:val="22"/>
              </w:rPr>
              <w:t xml:space="preserve"> applies 1 MHz below the Band 29 downlink operating band</w:t>
            </w:r>
            <w:r w:rsidRPr="0031418B">
              <w:rPr>
                <w:rFonts w:cs="v5.0.0"/>
              </w:rPr>
              <w:t>.</w:t>
            </w:r>
          </w:p>
        </w:tc>
      </w:tr>
      <w:tr w:rsidR="0045193A" w:rsidRPr="0031418B" w14:paraId="238FB8D1" w14:textId="77777777" w:rsidTr="00A74094">
        <w:trPr>
          <w:gridAfter w:val="1"/>
          <w:wAfter w:w="489" w:type="dxa"/>
          <w:cantSplit/>
          <w:trHeight w:val="113"/>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53EB90DD" w14:textId="77777777" w:rsidR="0045193A" w:rsidRPr="0031418B" w:rsidRDefault="0045193A" w:rsidP="0045193A">
            <w:pPr>
              <w:pStyle w:val="TAC"/>
            </w:pPr>
            <w:r w:rsidRPr="0031418B">
              <w:t xml:space="preserve">UTRA FDD Band XIII or </w:t>
            </w:r>
            <w:r w:rsidRPr="0031418B">
              <w:br/>
              <w:t>E-UTRA Band 13</w:t>
            </w:r>
          </w:p>
        </w:tc>
        <w:tc>
          <w:tcPr>
            <w:tcW w:w="1529" w:type="dxa"/>
            <w:gridSpan w:val="2"/>
            <w:tcBorders>
              <w:left w:val="single" w:sz="4" w:space="0" w:color="auto"/>
            </w:tcBorders>
            <w:shd w:val="clear" w:color="auto" w:fill="auto"/>
            <w:vAlign w:val="center"/>
          </w:tcPr>
          <w:p w14:paraId="0F2162BA" w14:textId="77777777" w:rsidR="0045193A" w:rsidRPr="0031418B" w:rsidRDefault="0045193A" w:rsidP="0045193A">
            <w:pPr>
              <w:pStyle w:val="TAC"/>
              <w:rPr>
                <w:lang w:eastAsia="ja-JP"/>
              </w:rPr>
            </w:pPr>
            <w:r w:rsidRPr="0031418B">
              <w:t>746 - 756 MHz</w:t>
            </w:r>
          </w:p>
        </w:tc>
        <w:tc>
          <w:tcPr>
            <w:tcW w:w="1022" w:type="dxa"/>
            <w:gridSpan w:val="2"/>
            <w:shd w:val="clear" w:color="auto" w:fill="auto"/>
            <w:vAlign w:val="center"/>
          </w:tcPr>
          <w:p w14:paraId="0ED53764" w14:textId="77777777" w:rsidR="0045193A" w:rsidRPr="0031418B" w:rsidRDefault="0045193A" w:rsidP="0045193A">
            <w:pPr>
              <w:pStyle w:val="TAC"/>
            </w:pPr>
            <w:r w:rsidRPr="0031418B">
              <w:t>-52 dBm</w:t>
            </w:r>
          </w:p>
        </w:tc>
        <w:tc>
          <w:tcPr>
            <w:tcW w:w="1246" w:type="dxa"/>
            <w:gridSpan w:val="2"/>
            <w:shd w:val="clear" w:color="auto" w:fill="auto"/>
            <w:vAlign w:val="center"/>
          </w:tcPr>
          <w:p w14:paraId="24BAA530" w14:textId="77777777" w:rsidR="0045193A" w:rsidRPr="0031418B" w:rsidRDefault="0045193A" w:rsidP="0045193A">
            <w:pPr>
              <w:pStyle w:val="TAC"/>
            </w:pPr>
            <w:r w:rsidRPr="0031418B">
              <w:t>1 MHz</w:t>
            </w:r>
          </w:p>
        </w:tc>
        <w:tc>
          <w:tcPr>
            <w:tcW w:w="4422" w:type="dxa"/>
            <w:gridSpan w:val="2"/>
            <w:shd w:val="clear" w:color="auto" w:fill="auto"/>
          </w:tcPr>
          <w:p w14:paraId="275FDC36" w14:textId="77777777" w:rsidR="0045193A" w:rsidRPr="0031418B" w:rsidRDefault="0045193A" w:rsidP="006B2560">
            <w:pPr>
              <w:pStyle w:val="TAL"/>
            </w:pPr>
            <w:r w:rsidRPr="0031418B">
              <w:t>This requirement does not apply to E-UTRA FDD Repeater operating in band 13.</w:t>
            </w:r>
          </w:p>
        </w:tc>
      </w:tr>
      <w:tr w:rsidR="0045193A" w:rsidRPr="0031418B" w14:paraId="37F4AD25"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5BB2026A" w14:textId="77777777" w:rsidR="0045193A" w:rsidRPr="0031418B" w:rsidRDefault="0045193A" w:rsidP="0045193A">
            <w:pPr>
              <w:pStyle w:val="TAC"/>
            </w:pPr>
          </w:p>
        </w:tc>
        <w:tc>
          <w:tcPr>
            <w:tcW w:w="1529" w:type="dxa"/>
            <w:gridSpan w:val="2"/>
            <w:tcBorders>
              <w:left w:val="single" w:sz="4" w:space="0" w:color="auto"/>
            </w:tcBorders>
            <w:shd w:val="clear" w:color="auto" w:fill="auto"/>
            <w:vAlign w:val="center"/>
          </w:tcPr>
          <w:p w14:paraId="57138A34" w14:textId="77777777" w:rsidR="0045193A" w:rsidRPr="0031418B" w:rsidRDefault="0045193A" w:rsidP="0045193A">
            <w:pPr>
              <w:pStyle w:val="TAC"/>
              <w:rPr>
                <w:lang w:eastAsia="ja-JP"/>
              </w:rPr>
            </w:pPr>
            <w:r w:rsidRPr="0031418B">
              <w:t>777 - 787 MHz</w:t>
            </w:r>
          </w:p>
        </w:tc>
        <w:tc>
          <w:tcPr>
            <w:tcW w:w="1022" w:type="dxa"/>
            <w:gridSpan w:val="2"/>
            <w:shd w:val="clear" w:color="auto" w:fill="auto"/>
            <w:vAlign w:val="center"/>
          </w:tcPr>
          <w:p w14:paraId="23A9C3BC" w14:textId="77777777" w:rsidR="0045193A" w:rsidRPr="0031418B" w:rsidRDefault="0045193A" w:rsidP="0045193A">
            <w:pPr>
              <w:pStyle w:val="TAC"/>
            </w:pPr>
            <w:r w:rsidRPr="0031418B">
              <w:t>-49 dBm</w:t>
            </w:r>
          </w:p>
        </w:tc>
        <w:tc>
          <w:tcPr>
            <w:tcW w:w="1246" w:type="dxa"/>
            <w:gridSpan w:val="2"/>
            <w:shd w:val="clear" w:color="auto" w:fill="auto"/>
            <w:vAlign w:val="center"/>
          </w:tcPr>
          <w:p w14:paraId="42C6CAC7" w14:textId="77777777" w:rsidR="0045193A" w:rsidRPr="0031418B" w:rsidRDefault="0045193A" w:rsidP="0045193A">
            <w:pPr>
              <w:pStyle w:val="TAC"/>
            </w:pPr>
            <w:r w:rsidRPr="0031418B">
              <w:t>1 MHz</w:t>
            </w:r>
          </w:p>
        </w:tc>
        <w:tc>
          <w:tcPr>
            <w:tcW w:w="4422" w:type="dxa"/>
            <w:gridSpan w:val="2"/>
            <w:shd w:val="clear" w:color="auto" w:fill="auto"/>
          </w:tcPr>
          <w:p w14:paraId="5F5E1912" w14:textId="77777777" w:rsidR="0045193A" w:rsidRPr="0031418B" w:rsidRDefault="0045193A" w:rsidP="006B2560">
            <w:pPr>
              <w:pStyle w:val="TAL"/>
            </w:pPr>
            <w:r w:rsidRPr="0031418B">
              <w:t>This requirement does not apply to the uplink of E-UTRA FDD Repeater operating in band 13,</w:t>
            </w:r>
            <w:r w:rsidRPr="0031418B">
              <w:rPr>
                <w:rFonts w:cs="v5.0.0"/>
              </w:rPr>
              <w:t xml:space="preserve"> since it is already covered by the requirement in sub-clause 9.</w:t>
            </w:r>
            <w:r w:rsidR="00095ED4" w:rsidRPr="0031418B">
              <w:rPr>
                <w:rFonts w:cs="v5.0.0"/>
              </w:rPr>
              <w:t>1.4</w:t>
            </w:r>
            <w:r w:rsidRPr="0031418B">
              <w:rPr>
                <w:rFonts w:cs="v5.0.0"/>
              </w:rPr>
              <w:t>.</w:t>
            </w:r>
          </w:p>
        </w:tc>
      </w:tr>
      <w:tr w:rsidR="0045193A" w:rsidRPr="0031418B" w14:paraId="04F472F9" w14:textId="77777777" w:rsidTr="00A74094">
        <w:trPr>
          <w:gridAfter w:val="1"/>
          <w:wAfter w:w="489" w:type="dxa"/>
          <w:cantSplit/>
          <w:trHeight w:val="113"/>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40A3239B" w14:textId="77777777" w:rsidR="0045193A" w:rsidRPr="0031418B" w:rsidRDefault="0045193A" w:rsidP="0045193A">
            <w:pPr>
              <w:pStyle w:val="TAC"/>
            </w:pPr>
            <w:r w:rsidRPr="0031418B">
              <w:t xml:space="preserve">UTRA FDD Band XIV or </w:t>
            </w:r>
            <w:r w:rsidRPr="0031418B">
              <w:br/>
              <w:t>E-UTRA Band 14</w:t>
            </w:r>
          </w:p>
        </w:tc>
        <w:tc>
          <w:tcPr>
            <w:tcW w:w="1529" w:type="dxa"/>
            <w:gridSpan w:val="2"/>
            <w:tcBorders>
              <w:left w:val="single" w:sz="4" w:space="0" w:color="auto"/>
            </w:tcBorders>
            <w:shd w:val="clear" w:color="auto" w:fill="auto"/>
            <w:vAlign w:val="center"/>
          </w:tcPr>
          <w:p w14:paraId="4D99CFDE" w14:textId="77777777" w:rsidR="0045193A" w:rsidRPr="0031418B" w:rsidRDefault="0045193A" w:rsidP="0045193A">
            <w:pPr>
              <w:pStyle w:val="TAC"/>
              <w:rPr>
                <w:lang w:eastAsia="ja-JP"/>
              </w:rPr>
            </w:pPr>
            <w:r w:rsidRPr="0031418B">
              <w:t>758 - 768 MHz</w:t>
            </w:r>
          </w:p>
        </w:tc>
        <w:tc>
          <w:tcPr>
            <w:tcW w:w="1022" w:type="dxa"/>
            <w:gridSpan w:val="2"/>
            <w:shd w:val="clear" w:color="auto" w:fill="auto"/>
            <w:vAlign w:val="center"/>
          </w:tcPr>
          <w:p w14:paraId="20C85A55" w14:textId="77777777" w:rsidR="0045193A" w:rsidRPr="0031418B" w:rsidRDefault="0045193A" w:rsidP="0045193A">
            <w:pPr>
              <w:pStyle w:val="TAC"/>
            </w:pPr>
            <w:r w:rsidRPr="0031418B">
              <w:t>-52 dBm</w:t>
            </w:r>
          </w:p>
        </w:tc>
        <w:tc>
          <w:tcPr>
            <w:tcW w:w="1246" w:type="dxa"/>
            <w:gridSpan w:val="2"/>
            <w:shd w:val="clear" w:color="auto" w:fill="auto"/>
            <w:vAlign w:val="center"/>
          </w:tcPr>
          <w:p w14:paraId="413E2AD2" w14:textId="77777777" w:rsidR="0045193A" w:rsidRPr="0031418B" w:rsidRDefault="0045193A" w:rsidP="0045193A">
            <w:pPr>
              <w:pStyle w:val="TAC"/>
            </w:pPr>
            <w:r w:rsidRPr="0031418B">
              <w:t>1 MHz</w:t>
            </w:r>
          </w:p>
        </w:tc>
        <w:tc>
          <w:tcPr>
            <w:tcW w:w="4422" w:type="dxa"/>
            <w:gridSpan w:val="2"/>
            <w:shd w:val="clear" w:color="auto" w:fill="auto"/>
          </w:tcPr>
          <w:p w14:paraId="08FDA01F" w14:textId="77777777" w:rsidR="0045193A" w:rsidRPr="0031418B" w:rsidRDefault="0045193A" w:rsidP="006B2560">
            <w:pPr>
              <w:pStyle w:val="TAL"/>
            </w:pPr>
            <w:r w:rsidRPr="0031418B">
              <w:t>This requirement does not apply to E-UTRA FDD Repeater operating in band 14.</w:t>
            </w:r>
          </w:p>
        </w:tc>
      </w:tr>
      <w:tr w:rsidR="0045193A" w:rsidRPr="0031418B" w14:paraId="1ABF96D0"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30EB664B" w14:textId="77777777" w:rsidR="0045193A" w:rsidRPr="0031418B" w:rsidRDefault="0045193A" w:rsidP="0045193A">
            <w:pPr>
              <w:pStyle w:val="TAC"/>
            </w:pPr>
          </w:p>
        </w:tc>
        <w:tc>
          <w:tcPr>
            <w:tcW w:w="1529" w:type="dxa"/>
            <w:gridSpan w:val="2"/>
            <w:tcBorders>
              <w:left w:val="single" w:sz="4" w:space="0" w:color="auto"/>
            </w:tcBorders>
            <w:shd w:val="clear" w:color="auto" w:fill="auto"/>
            <w:vAlign w:val="center"/>
          </w:tcPr>
          <w:p w14:paraId="51C008B0" w14:textId="77777777" w:rsidR="0045193A" w:rsidRPr="0031418B" w:rsidRDefault="0045193A" w:rsidP="0045193A">
            <w:pPr>
              <w:pStyle w:val="TAC"/>
              <w:rPr>
                <w:lang w:eastAsia="ja-JP"/>
              </w:rPr>
            </w:pPr>
            <w:r w:rsidRPr="0031418B">
              <w:t>788 - 798 MHz</w:t>
            </w:r>
          </w:p>
        </w:tc>
        <w:tc>
          <w:tcPr>
            <w:tcW w:w="1022" w:type="dxa"/>
            <w:gridSpan w:val="2"/>
            <w:shd w:val="clear" w:color="auto" w:fill="auto"/>
            <w:vAlign w:val="center"/>
          </w:tcPr>
          <w:p w14:paraId="4F1A1FAE" w14:textId="77777777" w:rsidR="0045193A" w:rsidRPr="0031418B" w:rsidRDefault="0045193A" w:rsidP="0045193A">
            <w:pPr>
              <w:pStyle w:val="TAC"/>
            </w:pPr>
            <w:r w:rsidRPr="0031418B">
              <w:t>-49 dBm</w:t>
            </w:r>
          </w:p>
        </w:tc>
        <w:tc>
          <w:tcPr>
            <w:tcW w:w="1246" w:type="dxa"/>
            <w:gridSpan w:val="2"/>
            <w:shd w:val="clear" w:color="auto" w:fill="auto"/>
            <w:vAlign w:val="center"/>
          </w:tcPr>
          <w:p w14:paraId="383E2496" w14:textId="77777777" w:rsidR="0045193A" w:rsidRPr="0031418B" w:rsidRDefault="0045193A" w:rsidP="0045193A">
            <w:pPr>
              <w:pStyle w:val="TAC"/>
            </w:pPr>
            <w:r w:rsidRPr="0031418B">
              <w:t>1 MHz</w:t>
            </w:r>
          </w:p>
        </w:tc>
        <w:tc>
          <w:tcPr>
            <w:tcW w:w="4422" w:type="dxa"/>
            <w:gridSpan w:val="2"/>
            <w:shd w:val="clear" w:color="auto" w:fill="auto"/>
          </w:tcPr>
          <w:p w14:paraId="430E682E" w14:textId="77777777" w:rsidR="0045193A" w:rsidRPr="0031418B" w:rsidRDefault="0045193A" w:rsidP="006B2560">
            <w:pPr>
              <w:pStyle w:val="TAL"/>
            </w:pPr>
            <w:r w:rsidRPr="0031418B">
              <w:t>This requirement does not apply to the uplink of E-UTRA FDD Repeater operating in band 14,</w:t>
            </w:r>
            <w:r w:rsidRPr="0031418B">
              <w:rPr>
                <w:rFonts w:cs="v5.0.0"/>
              </w:rPr>
              <w:t xml:space="preserve"> since it is already covered by the requirement in sub-clause 9.</w:t>
            </w:r>
            <w:r w:rsidR="00095ED4" w:rsidRPr="0031418B">
              <w:rPr>
                <w:rFonts w:cs="v5.0.0"/>
              </w:rPr>
              <w:t>1.4</w:t>
            </w:r>
            <w:r w:rsidRPr="0031418B">
              <w:rPr>
                <w:rFonts w:cs="v5.0.0"/>
              </w:rPr>
              <w:t>.</w:t>
            </w:r>
          </w:p>
        </w:tc>
      </w:tr>
      <w:tr w:rsidR="0051610E" w:rsidRPr="0031418B" w14:paraId="7DB19D9B" w14:textId="77777777" w:rsidTr="00A74094">
        <w:trPr>
          <w:gridAfter w:val="1"/>
          <w:wAfter w:w="489" w:type="dxa"/>
          <w:cantSplit/>
          <w:trHeight w:val="113"/>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430964D5" w14:textId="77777777" w:rsidR="0051610E" w:rsidRPr="0031418B" w:rsidRDefault="0051610E" w:rsidP="007035AB">
            <w:pPr>
              <w:pStyle w:val="TAC"/>
            </w:pPr>
            <w:r w:rsidRPr="0031418B">
              <w:t>E-UTRA Band 17</w:t>
            </w:r>
          </w:p>
        </w:tc>
        <w:tc>
          <w:tcPr>
            <w:tcW w:w="1529" w:type="dxa"/>
            <w:gridSpan w:val="2"/>
            <w:tcBorders>
              <w:left w:val="single" w:sz="4" w:space="0" w:color="auto"/>
            </w:tcBorders>
            <w:shd w:val="clear" w:color="auto" w:fill="auto"/>
            <w:vAlign w:val="center"/>
          </w:tcPr>
          <w:p w14:paraId="5A6E0CDA" w14:textId="77777777" w:rsidR="0051610E" w:rsidRPr="0031418B" w:rsidRDefault="0051610E" w:rsidP="007035AB">
            <w:pPr>
              <w:pStyle w:val="TAC"/>
              <w:rPr>
                <w:lang w:eastAsia="ja-JP"/>
              </w:rPr>
            </w:pPr>
            <w:r w:rsidRPr="0031418B">
              <w:t>734 – 746 MHz</w:t>
            </w:r>
          </w:p>
        </w:tc>
        <w:tc>
          <w:tcPr>
            <w:tcW w:w="1022" w:type="dxa"/>
            <w:gridSpan w:val="2"/>
            <w:shd w:val="clear" w:color="auto" w:fill="auto"/>
            <w:vAlign w:val="center"/>
          </w:tcPr>
          <w:p w14:paraId="4AF0005B" w14:textId="77777777" w:rsidR="0051610E" w:rsidRPr="0031418B" w:rsidRDefault="0051610E" w:rsidP="007035AB">
            <w:pPr>
              <w:pStyle w:val="TAC"/>
            </w:pPr>
            <w:r w:rsidRPr="0031418B">
              <w:t>-52 dBm</w:t>
            </w:r>
          </w:p>
        </w:tc>
        <w:tc>
          <w:tcPr>
            <w:tcW w:w="1246" w:type="dxa"/>
            <w:gridSpan w:val="2"/>
            <w:shd w:val="clear" w:color="auto" w:fill="auto"/>
            <w:vAlign w:val="center"/>
          </w:tcPr>
          <w:p w14:paraId="744A71E1" w14:textId="77777777" w:rsidR="0051610E" w:rsidRPr="0031418B" w:rsidRDefault="0051610E" w:rsidP="007035AB">
            <w:pPr>
              <w:pStyle w:val="TAC"/>
            </w:pPr>
            <w:r w:rsidRPr="0031418B">
              <w:t>1 MHz</w:t>
            </w:r>
          </w:p>
        </w:tc>
        <w:tc>
          <w:tcPr>
            <w:tcW w:w="4422" w:type="dxa"/>
            <w:gridSpan w:val="2"/>
            <w:shd w:val="clear" w:color="auto" w:fill="auto"/>
          </w:tcPr>
          <w:p w14:paraId="66FFC83C" w14:textId="77777777" w:rsidR="0051610E" w:rsidRPr="0031418B" w:rsidRDefault="0051610E" w:rsidP="006B2560">
            <w:pPr>
              <w:pStyle w:val="TAL"/>
            </w:pPr>
            <w:r w:rsidRPr="0031418B">
              <w:t>This requirement does not apply to E-UTRA FDD Repeater operating in band 17.</w:t>
            </w:r>
          </w:p>
        </w:tc>
      </w:tr>
      <w:tr w:rsidR="0051610E" w:rsidRPr="0031418B" w14:paraId="3B3CBBA1"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21F82E29" w14:textId="77777777" w:rsidR="0051610E" w:rsidRPr="0031418B" w:rsidRDefault="0051610E" w:rsidP="007035AB">
            <w:pPr>
              <w:pStyle w:val="TAC"/>
            </w:pPr>
          </w:p>
        </w:tc>
        <w:tc>
          <w:tcPr>
            <w:tcW w:w="1529" w:type="dxa"/>
            <w:gridSpan w:val="2"/>
            <w:tcBorders>
              <w:left w:val="single" w:sz="4" w:space="0" w:color="auto"/>
            </w:tcBorders>
            <w:shd w:val="clear" w:color="auto" w:fill="auto"/>
            <w:vAlign w:val="center"/>
          </w:tcPr>
          <w:p w14:paraId="490F8F45" w14:textId="77777777" w:rsidR="0051610E" w:rsidRPr="0031418B" w:rsidRDefault="0051610E" w:rsidP="007035AB">
            <w:pPr>
              <w:pStyle w:val="TAC"/>
              <w:rPr>
                <w:lang w:eastAsia="ja-JP"/>
              </w:rPr>
            </w:pPr>
            <w:r w:rsidRPr="0031418B">
              <w:t>704 - 716 MHz</w:t>
            </w:r>
          </w:p>
        </w:tc>
        <w:tc>
          <w:tcPr>
            <w:tcW w:w="1022" w:type="dxa"/>
            <w:gridSpan w:val="2"/>
            <w:shd w:val="clear" w:color="auto" w:fill="auto"/>
            <w:vAlign w:val="center"/>
          </w:tcPr>
          <w:p w14:paraId="74F822A1" w14:textId="77777777" w:rsidR="0051610E" w:rsidRPr="0031418B" w:rsidRDefault="0051610E" w:rsidP="007035AB">
            <w:pPr>
              <w:pStyle w:val="TAC"/>
            </w:pPr>
            <w:r w:rsidRPr="0031418B">
              <w:t>-49 dBm</w:t>
            </w:r>
          </w:p>
        </w:tc>
        <w:tc>
          <w:tcPr>
            <w:tcW w:w="1246" w:type="dxa"/>
            <w:gridSpan w:val="2"/>
            <w:shd w:val="clear" w:color="auto" w:fill="auto"/>
            <w:vAlign w:val="center"/>
          </w:tcPr>
          <w:p w14:paraId="6E556F26" w14:textId="77777777" w:rsidR="0051610E" w:rsidRPr="0031418B" w:rsidRDefault="0051610E" w:rsidP="007035AB">
            <w:pPr>
              <w:pStyle w:val="TAC"/>
            </w:pPr>
            <w:r w:rsidRPr="0031418B">
              <w:t>1 MHz</w:t>
            </w:r>
          </w:p>
        </w:tc>
        <w:tc>
          <w:tcPr>
            <w:tcW w:w="4422" w:type="dxa"/>
            <w:gridSpan w:val="2"/>
            <w:shd w:val="clear" w:color="auto" w:fill="auto"/>
          </w:tcPr>
          <w:p w14:paraId="5E95FDF6" w14:textId="77777777" w:rsidR="0051610E" w:rsidRPr="0031418B" w:rsidRDefault="0051610E" w:rsidP="006B2560">
            <w:pPr>
              <w:pStyle w:val="TAL"/>
            </w:pPr>
            <w:r w:rsidRPr="0031418B">
              <w:t>This requirement does not apply to the uplink of E-UTRA FDD Repeater operating in band 17,</w:t>
            </w:r>
            <w:r w:rsidRPr="0031418B">
              <w:rPr>
                <w:rFonts w:cs="v5.0.0"/>
              </w:rPr>
              <w:t xml:space="preserve"> since it is already covered by the requirement in sub-clause 9.1.4.</w:t>
            </w:r>
          </w:p>
        </w:tc>
      </w:tr>
      <w:tr w:rsidR="006C2A52" w:rsidRPr="0031418B" w14:paraId="261D75F4" w14:textId="77777777" w:rsidTr="00A74094">
        <w:trPr>
          <w:gridAfter w:val="1"/>
          <w:wAfter w:w="489" w:type="dxa"/>
          <w:cantSplit/>
          <w:trHeight w:val="113"/>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23F6F398" w14:textId="77777777" w:rsidR="006C2A52" w:rsidRPr="0031418B" w:rsidRDefault="00350213" w:rsidP="006C2A52">
            <w:pPr>
              <w:pStyle w:val="TAC"/>
            </w:pPr>
            <w:r w:rsidRPr="0031418B">
              <w:t>UTRA FDD Band XX or</w:t>
            </w:r>
            <w:r w:rsidRPr="0031418B">
              <w:br/>
            </w:r>
            <w:r w:rsidR="006C2A52" w:rsidRPr="0031418B">
              <w:t>E-UTRA Band 20</w:t>
            </w:r>
          </w:p>
        </w:tc>
        <w:tc>
          <w:tcPr>
            <w:tcW w:w="1529" w:type="dxa"/>
            <w:gridSpan w:val="2"/>
            <w:tcBorders>
              <w:left w:val="single" w:sz="4" w:space="0" w:color="auto"/>
            </w:tcBorders>
            <w:shd w:val="clear" w:color="auto" w:fill="auto"/>
            <w:vAlign w:val="center"/>
          </w:tcPr>
          <w:p w14:paraId="53EBDB78" w14:textId="77777777" w:rsidR="006C2A52" w:rsidRPr="0031418B" w:rsidRDefault="006C2A52" w:rsidP="006C2A52">
            <w:pPr>
              <w:pStyle w:val="TAC"/>
              <w:rPr>
                <w:lang w:eastAsia="ja-JP"/>
              </w:rPr>
            </w:pPr>
            <w:r w:rsidRPr="0031418B">
              <w:t>791 – 821 MHz</w:t>
            </w:r>
          </w:p>
        </w:tc>
        <w:tc>
          <w:tcPr>
            <w:tcW w:w="1022" w:type="dxa"/>
            <w:gridSpan w:val="2"/>
            <w:shd w:val="clear" w:color="auto" w:fill="auto"/>
            <w:vAlign w:val="center"/>
          </w:tcPr>
          <w:p w14:paraId="1A4F6EDA" w14:textId="77777777" w:rsidR="006C2A52" w:rsidRPr="0031418B" w:rsidRDefault="006C2A52" w:rsidP="006C2A52">
            <w:pPr>
              <w:pStyle w:val="TAC"/>
            </w:pPr>
            <w:r w:rsidRPr="0031418B">
              <w:t>-52 dBm</w:t>
            </w:r>
          </w:p>
        </w:tc>
        <w:tc>
          <w:tcPr>
            <w:tcW w:w="1246" w:type="dxa"/>
            <w:gridSpan w:val="2"/>
            <w:shd w:val="clear" w:color="auto" w:fill="auto"/>
            <w:vAlign w:val="center"/>
          </w:tcPr>
          <w:p w14:paraId="745C5604" w14:textId="77777777" w:rsidR="006C2A52" w:rsidRPr="0031418B" w:rsidRDefault="006C2A52" w:rsidP="006C2A52">
            <w:pPr>
              <w:pStyle w:val="TAC"/>
            </w:pPr>
            <w:r w:rsidRPr="0031418B">
              <w:t>1 MHz</w:t>
            </w:r>
          </w:p>
        </w:tc>
        <w:tc>
          <w:tcPr>
            <w:tcW w:w="4422" w:type="dxa"/>
            <w:gridSpan w:val="2"/>
            <w:shd w:val="clear" w:color="auto" w:fill="auto"/>
          </w:tcPr>
          <w:p w14:paraId="155CD9D5" w14:textId="77777777" w:rsidR="006C2A52" w:rsidRPr="0031418B" w:rsidRDefault="006C2A52" w:rsidP="006B2560">
            <w:pPr>
              <w:pStyle w:val="TAL"/>
            </w:pPr>
            <w:r w:rsidRPr="0031418B">
              <w:t>This requirement does not apply to E-UTRA FDD Repeater operating in band 20.</w:t>
            </w:r>
          </w:p>
        </w:tc>
      </w:tr>
      <w:tr w:rsidR="006C2A52" w:rsidRPr="0031418B" w14:paraId="7DE14CF4"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5342E69C" w14:textId="77777777" w:rsidR="006C2A52" w:rsidRPr="0031418B" w:rsidRDefault="006C2A52" w:rsidP="006C2A52">
            <w:pPr>
              <w:pStyle w:val="TAC"/>
            </w:pPr>
          </w:p>
        </w:tc>
        <w:tc>
          <w:tcPr>
            <w:tcW w:w="1529" w:type="dxa"/>
            <w:gridSpan w:val="2"/>
            <w:tcBorders>
              <w:left w:val="single" w:sz="4" w:space="0" w:color="auto"/>
            </w:tcBorders>
            <w:shd w:val="clear" w:color="auto" w:fill="auto"/>
            <w:vAlign w:val="center"/>
          </w:tcPr>
          <w:p w14:paraId="4895C7C3" w14:textId="77777777" w:rsidR="006C2A52" w:rsidRPr="0031418B" w:rsidRDefault="006C2A52" w:rsidP="006C2A52">
            <w:pPr>
              <w:pStyle w:val="TAC"/>
              <w:rPr>
                <w:lang w:eastAsia="ja-JP"/>
              </w:rPr>
            </w:pPr>
            <w:r w:rsidRPr="0031418B">
              <w:t>832 - 862 MHz</w:t>
            </w:r>
          </w:p>
        </w:tc>
        <w:tc>
          <w:tcPr>
            <w:tcW w:w="1022" w:type="dxa"/>
            <w:gridSpan w:val="2"/>
            <w:shd w:val="clear" w:color="auto" w:fill="auto"/>
            <w:vAlign w:val="center"/>
          </w:tcPr>
          <w:p w14:paraId="351D5C8E" w14:textId="77777777" w:rsidR="006C2A52" w:rsidRPr="0031418B" w:rsidRDefault="006C2A52" w:rsidP="006C2A52">
            <w:pPr>
              <w:pStyle w:val="TAC"/>
            </w:pPr>
            <w:r w:rsidRPr="0031418B">
              <w:t>-49 dBm</w:t>
            </w:r>
          </w:p>
        </w:tc>
        <w:tc>
          <w:tcPr>
            <w:tcW w:w="1246" w:type="dxa"/>
            <w:gridSpan w:val="2"/>
            <w:shd w:val="clear" w:color="auto" w:fill="auto"/>
            <w:vAlign w:val="center"/>
          </w:tcPr>
          <w:p w14:paraId="42748FD3" w14:textId="77777777" w:rsidR="006C2A52" w:rsidRPr="0031418B" w:rsidRDefault="006C2A52" w:rsidP="006C2A52">
            <w:pPr>
              <w:pStyle w:val="TAC"/>
            </w:pPr>
            <w:r w:rsidRPr="0031418B">
              <w:t>1 MHz</w:t>
            </w:r>
          </w:p>
        </w:tc>
        <w:tc>
          <w:tcPr>
            <w:tcW w:w="4422" w:type="dxa"/>
            <w:gridSpan w:val="2"/>
            <w:shd w:val="clear" w:color="auto" w:fill="auto"/>
          </w:tcPr>
          <w:p w14:paraId="0CBE5C22" w14:textId="77777777" w:rsidR="006C2A52" w:rsidRPr="0031418B" w:rsidRDefault="006C2A52" w:rsidP="006B2560">
            <w:pPr>
              <w:pStyle w:val="TAL"/>
            </w:pPr>
            <w:r w:rsidRPr="0031418B">
              <w:t>This requirement does not apply to the uplink of E-UTRA FDD Repeater operating in band 20,</w:t>
            </w:r>
            <w:r w:rsidRPr="0031418B">
              <w:rPr>
                <w:rFonts w:cs="v5.0.0"/>
              </w:rPr>
              <w:t xml:space="preserve"> since it is already covered by the requirement in sub-clause 9.1.4.</w:t>
            </w:r>
          </w:p>
        </w:tc>
      </w:tr>
      <w:tr w:rsidR="00CA426D" w:rsidRPr="0031418B" w14:paraId="7A2D6781"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vAlign w:val="center"/>
          </w:tcPr>
          <w:p w14:paraId="47522D38" w14:textId="77777777" w:rsidR="00CA426D" w:rsidRPr="0031418B" w:rsidRDefault="00CA426D" w:rsidP="006C2A52">
            <w:pPr>
              <w:pStyle w:val="TAC"/>
            </w:pPr>
            <w:r w:rsidRPr="0031418B">
              <w:rPr>
                <w:lang w:val="sv-SE"/>
              </w:rPr>
              <w:t>UTRA FDD Band XXII or</w:t>
            </w:r>
            <w:r w:rsidR="00F8361A" w:rsidRPr="0031418B">
              <w:rPr>
                <w:lang w:val="sv-SE"/>
              </w:rPr>
              <w:br/>
            </w:r>
            <w:r w:rsidRPr="0031418B">
              <w:rPr>
                <w:lang w:val="sv-SE"/>
              </w:rPr>
              <w:t>E-UTRA Band 22</w:t>
            </w:r>
          </w:p>
        </w:tc>
        <w:tc>
          <w:tcPr>
            <w:tcW w:w="1529" w:type="dxa"/>
            <w:gridSpan w:val="2"/>
            <w:tcBorders>
              <w:left w:val="single" w:sz="4" w:space="0" w:color="auto"/>
            </w:tcBorders>
            <w:shd w:val="clear" w:color="auto" w:fill="auto"/>
            <w:vAlign w:val="center"/>
          </w:tcPr>
          <w:p w14:paraId="369D8B7F" w14:textId="77777777" w:rsidR="00CA426D" w:rsidRPr="0031418B" w:rsidRDefault="00CA426D" w:rsidP="006C2A52">
            <w:pPr>
              <w:pStyle w:val="TAC"/>
            </w:pPr>
            <w:r w:rsidRPr="0031418B">
              <w:t>3510-3590 MHz</w:t>
            </w:r>
          </w:p>
        </w:tc>
        <w:tc>
          <w:tcPr>
            <w:tcW w:w="1022" w:type="dxa"/>
            <w:gridSpan w:val="2"/>
            <w:shd w:val="clear" w:color="auto" w:fill="auto"/>
            <w:vAlign w:val="center"/>
          </w:tcPr>
          <w:p w14:paraId="54FD4BEC" w14:textId="77777777" w:rsidR="00CA426D" w:rsidRPr="0031418B" w:rsidRDefault="00CA426D" w:rsidP="006C2A52">
            <w:pPr>
              <w:pStyle w:val="TAC"/>
            </w:pPr>
            <w:r w:rsidRPr="0031418B">
              <w:t>-52 dBm</w:t>
            </w:r>
          </w:p>
        </w:tc>
        <w:tc>
          <w:tcPr>
            <w:tcW w:w="1246" w:type="dxa"/>
            <w:gridSpan w:val="2"/>
            <w:shd w:val="clear" w:color="auto" w:fill="auto"/>
            <w:vAlign w:val="center"/>
          </w:tcPr>
          <w:p w14:paraId="14566CD6" w14:textId="77777777" w:rsidR="00CA426D" w:rsidRPr="0031418B" w:rsidRDefault="00CA426D" w:rsidP="006C2A52">
            <w:pPr>
              <w:pStyle w:val="TAC"/>
            </w:pPr>
            <w:r w:rsidRPr="0031418B">
              <w:t>1 MHz</w:t>
            </w:r>
          </w:p>
        </w:tc>
        <w:tc>
          <w:tcPr>
            <w:tcW w:w="4422" w:type="dxa"/>
            <w:gridSpan w:val="2"/>
            <w:shd w:val="clear" w:color="auto" w:fill="auto"/>
          </w:tcPr>
          <w:p w14:paraId="529A07E3" w14:textId="77777777" w:rsidR="00CA426D" w:rsidRPr="0031418B" w:rsidRDefault="00CA426D" w:rsidP="006B2560">
            <w:pPr>
              <w:pStyle w:val="TAL"/>
            </w:pPr>
            <w:r w:rsidRPr="0031418B">
              <w:t>This requirement does not apply to E-UTRA FDD Repeater operating in band 22.</w:t>
            </w:r>
          </w:p>
        </w:tc>
      </w:tr>
      <w:tr w:rsidR="00CA426D" w:rsidRPr="0031418B" w14:paraId="60A75BE5"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3AE8AA1D" w14:textId="77777777" w:rsidR="00CA426D" w:rsidRPr="0031418B" w:rsidRDefault="00CA426D" w:rsidP="006C2A52">
            <w:pPr>
              <w:pStyle w:val="TAC"/>
            </w:pPr>
          </w:p>
        </w:tc>
        <w:tc>
          <w:tcPr>
            <w:tcW w:w="1529" w:type="dxa"/>
            <w:gridSpan w:val="2"/>
            <w:tcBorders>
              <w:left w:val="single" w:sz="4" w:space="0" w:color="auto"/>
            </w:tcBorders>
            <w:shd w:val="clear" w:color="auto" w:fill="auto"/>
            <w:vAlign w:val="center"/>
          </w:tcPr>
          <w:p w14:paraId="0AD2E3E5" w14:textId="77777777" w:rsidR="00CA426D" w:rsidRPr="0031418B" w:rsidRDefault="00CA426D" w:rsidP="006C2A52">
            <w:pPr>
              <w:pStyle w:val="TAC"/>
            </w:pPr>
            <w:r w:rsidRPr="0031418B">
              <w:t>3410 – 3490 MHz</w:t>
            </w:r>
          </w:p>
        </w:tc>
        <w:tc>
          <w:tcPr>
            <w:tcW w:w="1022" w:type="dxa"/>
            <w:gridSpan w:val="2"/>
            <w:shd w:val="clear" w:color="auto" w:fill="auto"/>
            <w:vAlign w:val="center"/>
          </w:tcPr>
          <w:p w14:paraId="577D74FF" w14:textId="77777777" w:rsidR="00CA426D" w:rsidRPr="0031418B" w:rsidRDefault="00CA426D" w:rsidP="006C2A52">
            <w:pPr>
              <w:pStyle w:val="TAC"/>
            </w:pPr>
            <w:r w:rsidRPr="0031418B">
              <w:t>-49 dBm</w:t>
            </w:r>
          </w:p>
        </w:tc>
        <w:tc>
          <w:tcPr>
            <w:tcW w:w="1246" w:type="dxa"/>
            <w:gridSpan w:val="2"/>
            <w:shd w:val="clear" w:color="auto" w:fill="auto"/>
            <w:vAlign w:val="center"/>
          </w:tcPr>
          <w:p w14:paraId="02FE4C4F" w14:textId="77777777" w:rsidR="00CA426D" w:rsidRPr="0031418B" w:rsidRDefault="00CA426D" w:rsidP="006C2A52">
            <w:pPr>
              <w:pStyle w:val="TAC"/>
            </w:pPr>
            <w:r w:rsidRPr="0031418B">
              <w:t>1 MHz</w:t>
            </w:r>
          </w:p>
        </w:tc>
        <w:tc>
          <w:tcPr>
            <w:tcW w:w="4422" w:type="dxa"/>
            <w:gridSpan w:val="2"/>
            <w:shd w:val="clear" w:color="auto" w:fill="auto"/>
          </w:tcPr>
          <w:p w14:paraId="70C214DD" w14:textId="77777777" w:rsidR="00CA426D" w:rsidRPr="0031418B" w:rsidRDefault="00CA426D" w:rsidP="006B2560">
            <w:pPr>
              <w:pStyle w:val="TAL"/>
            </w:pPr>
            <w:r w:rsidRPr="0031418B">
              <w:t>This requirement does not apply to the uplink of E-UTRA FDD Repeater operating in band 22 since it is already covered by the requirement in sub-clause 9.1.4.</w:t>
            </w:r>
          </w:p>
        </w:tc>
      </w:tr>
      <w:tr w:rsidR="00F8361A" w:rsidRPr="0031418B" w14:paraId="66A26523"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vAlign w:val="center"/>
          </w:tcPr>
          <w:p w14:paraId="0F7D4978" w14:textId="77777777" w:rsidR="00F8361A" w:rsidRPr="0031418B" w:rsidRDefault="00F8361A" w:rsidP="006C2A52">
            <w:pPr>
              <w:pStyle w:val="TAC"/>
            </w:pPr>
            <w:r w:rsidRPr="0031418B">
              <w:t>E-UTRA Band 23</w:t>
            </w:r>
          </w:p>
        </w:tc>
        <w:tc>
          <w:tcPr>
            <w:tcW w:w="1529" w:type="dxa"/>
            <w:gridSpan w:val="2"/>
            <w:tcBorders>
              <w:left w:val="single" w:sz="4" w:space="0" w:color="auto"/>
            </w:tcBorders>
            <w:shd w:val="clear" w:color="auto" w:fill="auto"/>
            <w:vAlign w:val="center"/>
          </w:tcPr>
          <w:p w14:paraId="54783BF0" w14:textId="77777777" w:rsidR="00F8361A" w:rsidRPr="0031418B" w:rsidRDefault="00F8361A" w:rsidP="006C2A52">
            <w:pPr>
              <w:pStyle w:val="TAC"/>
            </w:pPr>
            <w:r w:rsidRPr="0031418B">
              <w:t>2180 – 2200 MHz</w:t>
            </w:r>
          </w:p>
        </w:tc>
        <w:tc>
          <w:tcPr>
            <w:tcW w:w="1022" w:type="dxa"/>
            <w:gridSpan w:val="2"/>
            <w:shd w:val="clear" w:color="auto" w:fill="auto"/>
            <w:vAlign w:val="center"/>
          </w:tcPr>
          <w:p w14:paraId="23A03AA2" w14:textId="77777777" w:rsidR="00F8361A" w:rsidRPr="0031418B" w:rsidRDefault="00F8361A" w:rsidP="006C2A52">
            <w:pPr>
              <w:pStyle w:val="TAC"/>
            </w:pPr>
            <w:r w:rsidRPr="0031418B">
              <w:t>-52 dBm</w:t>
            </w:r>
          </w:p>
        </w:tc>
        <w:tc>
          <w:tcPr>
            <w:tcW w:w="1246" w:type="dxa"/>
            <w:gridSpan w:val="2"/>
            <w:shd w:val="clear" w:color="auto" w:fill="auto"/>
            <w:vAlign w:val="center"/>
          </w:tcPr>
          <w:p w14:paraId="54F62786" w14:textId="77777777" w:rsidR="00F8361A" w:rsidRPr="0031418B" w:rsidRDefault="00F8361A" w:rsidP="006C2A52">
            <w:pPr>
              <w:pStyle w:val="TAC"/>
            </w:pPr>
            <w:r w:rsidRPr="0031418B">
              <w:t>1 MHz</w:t>
            </w:r>
          </w:p>
        </w:tc>
        <w:tc>
          <w:tcPr>
            <w:tcW w:w="4422" w:type="dxa"/>
            <w:gridSpan w:val="2"/>
            <w:shd w:val="clear" w:color="auto" w:fill="auto"/>
          </w:tcPr>
          <w:p w14:paraId="0257353F" w14:textId="77777777" w:rsidR="00F8361A" w:rsidRPr="0031418B" w:rsidRDefault="00F8361A" w:rsidP="006B2560">
            <w:pPr>
              <w:pStyle w:val="TAL"/>
            </w:pPr>
            <w:r w:rsidRPr="0031418B">
              <w:t>This requirement does not apply to E-UTRA FDD Repeater operating in band 23.</w:t>
            </w:r>
          </w:p>
        </w:tc>
      </w:tr>
      <w:tr w:rsidR="00F8361A" w:rsidRPr="0031418B" w14:paraId="5C923E3D" w14:textId="77777777" w:rsidTr="00A74094">
        <w:trPr>
          <w:gridAfter w:val="1"/>
          <w:wAfter w:w="489" w:type="dxa"/>
          <w:cantSplit/>
          <w:trHeight w:val="113"/>
          <w:jc w:val="center"/>
        </w:trPr>
        <w:tc>
          <w:tcPr>
            <w:tcW w:w="1474" w:type="dxa"/>
            <w:gridSpan w:val="2"/>
            <w:vMerge/>
            <w:tcBorders>
              <w:left w:val="single" w:sz="4" w:space="0" w:color="auto"/>
              <w:right w:val="single" w:sz="4" w:space="0" w:color="auto"/>
            </w:tcBorders>
            <w:shd w:val="clear" w:color="auto" w:fill="auto"/>
            <w:vAlign w:val="center"/>
          </w:tcPr>
          <w:p w14:paraId="7F0ED2D8" w14:textId="77777777" w:rsidR="00F8361A" w:rsidRPr="0031418B" w:rsidRDefault="00F8361A" w:rsidP="006C2A52">
            <w:pPr>
              <w:pStyle w:val="TAC"/>
            </w:pPr>
          </w:p>
        </w:tc>
        <w:tc>
          <w:tcPr>
            <w:tcW w:w="1529" w:type="dxa"/>
            <w:gridSpan w:val="2"/>
            <w:tcBorders>
              <w:left w:val="single" w:sz="4" w:space="0" w:color="auto"/>
            </w:tcBorders>
            <w:shd w:val="clear" w:color="auto" w:fill="auto"/>
            <w:vAlign w:val="center"/>
          </w:tcPr>
          <w:p w14:paraId="76BBA539" w14:textId="77777777" w:rsidR="00F8361A" w:rsidRPr="0031418B" w:rsidRDefault="00F8361A" w:rsidP="006C2A52">
            <w:pPr>
              <w:pStyle w:val="TAC"/>
            </w:pPr>
            <w:r w:rsidRPr="0031418B">
              <w:t>2000 - 2020 MHz</w:t>
            </w:r>
          </w:p>
        </w:tc>
        <w:tc>
          <w:tcPr>
            <w:tcW w:w="1022" w:type="dxa"/>
            <w:gridSpan w:val="2"/>
            <w:shd w:val="clear" w:color="auto" w:fill="auto"/>
            <w:vAlign w:val="center"/>
          </w:tcPr>
          <w:p w14:paraId="17BE662F" w14:textId="77777777" w:rsidR="00F8361A" w:rsidRPr="0031418B" w:rsidRDefault="00F8361A" w:rsidP="006C2A52">
            <w:pPr>
              <w:pStyle w:val="TAC"/>
            </w:pPr>
            <w:r w:rsidRPr="0031418B">
              <w:t>-49 dBm</w:t>
            </w:r>
          </w:p>
        </w:tc>
        <w:tc>
          <w:tcPr>
            <w:tcW w:w="1246" w:type="dxa"/>
            <w:gridSpan w:val="2"/>
            <w:shd w:val="clear" w:color="auto" w:fill="auto"/>
            <w:vAlign w:val="center"/>
          </w:tcPr>
          <w:p w14:paraId="7E62D0E4" w14:textId="77777777" w:rsidR="00F8361A" w:rsidRPr="0031418B" w:rsidRDefault="00F8361A" w:rsidP="006C2A52">
            <w:pPr>
              <w:pStyle w:val="TAC"/>
            </w:pPr>
            <w:r w:rsidRPr="0031418B">
              <w:t>1 MHz</w:t>
            </w:r>
          </w:p>
        </w:tc>
        <w:tc>
          <w:tcPr>
            <w:tcW w:w="4422" w:type="dxa"/>
            <w:gridSpan w:val="2"/>
            <w:shd w:val="clear" w:color="auto" w:fill="auto"/>
          </w:tcPr>
          <w:p w14:paraId="2FF4C765" w14:textId="77777777" w:rsidR="00F8361A" w:rsidRPr="0031418B" w:rsidRDefault="00F8361A" w:rsidP="006B2560">
            <w:pPr>
              <w:pStyle w:val="TAL"/>
            </w:pPr>
            <w:r w:rsidRPr="0031418B">
              <w:t xml:space="preserve">This requirement does not apply to the uplink of E-UTRA FDD Repeater operating in band 23 since it is already covered by the requirement in sub-clause 9.1.4. </w:t>
            </w:r>
            <w:r w:rsidRPr="0031418B">
              <w:rPr>
                <w:rFonts w:cs="v5.0.0"/>
              </w:rPr>
              <w:t xml:space="preserve">This requirement does not apply to </w:t>
            </w:r>
            <w:r w:rsidRPr="0031418B">
              <w:rPr>
                <w:rFonts w:eastAsia="MS PGothic"/>
                <w:kern w:val="24"/>
                <w:szCs w:val="22"/>
              </w:rPr>
              <w:t>E-UTRA FDD Repeater</w:t>
            </w:r>
            <w:r w:rsidRPr="0031418B">
              <w:rPr>
                <w:rFonts w:cs="v5.0.0"/>
              </w:rPr>
              <w:t xml:space="preserve"> operating in band 2 or band 25, where the limits are defined separately.</w:t>
            </w:r>
          </w:p>
        </w:tc>
      </w:tr>
      <w:tr w:rsidR="00F8361A" w:rsidRPr="0031418B" w14:paraId="7F21C193" w14:textId="77777777" w:rsidTr="00A74094">
        <w:trPr>
          <w:gridAfter w:val="1"/>
          <w:wAfter w:w="489" w:type="dxa"/>
          <w:cantSplit/>
          <w:trHeight w:val="113"/>
          <w:jc w:val="center"/>
        </w:trPr>
        <w:tc>
          <w:tcPr>
            <w:tcW w:w="1474" w:type="dxa"/>
            <w:gridSpan w:val="2"/>
            <w:vMerge/>
            <w:tcBorders>
              <w:left w:val="single" w:sz="4" w:space="0" w:color="auto"/>
              <w:right w:val="single" w:sz="4" w:space="0" w:color="auto"/>
            </w:tcBorders>
            <w:shd w:val="clear" w:color="auto" w:fill="auto"/>
            <w:vAlign w:val="center"/>
          </w:tcPr>
          <w:p w14:paraId="716A8E1D" w14:textId="77777777" w:rsidR="00F8361A" w:rsidRPr="0031418B" w:rsidRDefault="00F8361A" w:rsidP="006C2A52">
            <w:pPr>
              <w:pStyle w:val="TAC"/>
            </w:pPr>
          </w:p>
        </w:tc>
        <w:tc>
          <w:tcPr>
            <w:tcW w:w="1529" w:type="dxa"/>
            <w:gridSpan w:val="2"/>
            <w:tcBorders>
              <w:left w:val="single" w:sz="4" w:space="0" w:color="auto"/>
            </w:tcBorders>
            <w:shd w:val="clear" w:color="auto" w:fill="auto"/>
            <w:vAlign w:val="center"/>
          </w:tcPr>
          <w:p w14:paraId="1FDAD437" w14:textId="77777777" w:rsidR="00F8361A" w:rsidRPr="0031418B" w:rsidRDefault="00F8361A" w:rsidP="006C2A52">
            <w:pPr>
              <w:pStyle w:val="TAC"/>
            </w:pPr>
            <w:r w:rsidRPr="0031418B">
              <w:t>2000 – 2010 MHz</w:t>
            </w:r>
          </w:p>
        </w:tc>
        <w:tc>
          <w:tcPr>
            <w:tcW w:w="1022" w:type="dxa"/>
            <w:gridSpan w:val="2"/>
            <w:shd w:val="clear" w:color="auto" w:fill="auto"/>
            <w:vAlign w:val="center"/>
          </w:tcPr>
          <w:p w14:paraId="290C0831" w14:textId="77777777" w:rsidR="00F8361A" w:rsidRPr="0031418B" w:rsidRDefault="00F8361A" w:rsidP="006C2A52">
            <w:pPr>
              <w:pStyle w:val="TAC"/>
            </w:pPr>
            <w:r w:rsidRPr="0031418B">
              <w:t>-30 dBm</w:t>
            </w:r>
          </w:p>
        </w:tc>
        <w:tc>
          <w:tcPr>
            <w:tcW w:w="1246" w:type="dxa"/>
            <w:gridSpan w:val="2"/>
            <w:shd w:val="clear" w:color="auto" w:fill="auto"/>
            <w:vAlign w:val="center"/>
          </w:tcPr>
          <w:p w14:paraId="4DA2FAD8" w14:textId="77777777" w:rsidR="00F8361A" w:rsidRPr="0031418B" w:rsidRDefault="00F8361A" w:rsidP="006C2A52">
            <w:pPr>
              <w:pStyle w:val="TAC"/>
            </w:pPr>
            <w:r w:rsidRPr="0031418B">
              <w:t>1 MHz</w:t>
            </w:r>
          </w:p>
        </w:tc>
        <w:tc>
          <w:tcPr>
            <w:tcW w:w="4422" w:type="dxa"/>
            <w:gridSpan w:val="2"/>
            <w:vMerge w:val="restart"/>
            <w:shd w:val="clear" w:color="auto" w:fill="auto"/>
          </w:tcPr>
          <w:p w14:paraId="007E0F68" w14:textId="77777777" w:rsidR="00F8361A" w:rsidRPr="0031418B" w:rsidRDefault="00F8361A" w:rsidP="006B2560">
            <w:pPr>
              <w:pStyle w:val="TAL"/>
            </w:pPr>
            <w:r w:rsidRPr="0031418B">
              <w:rPr>
                <w:rFonts w:eastAsia="MS PGothic"/>
                <w:kern w:val="24"/>
                <w:szCs w:val="22"/>
              </w:rPr>
              <w:t xml:space="preserve">This requirement only applies to </w:t>
            </w:r>
            <w:r w:rsidRPr="0031418B">
              <w:t xml:space="preserve">to the uplink </w:t>
            </w:r>
            <w:r w:rsidRPr="0031418B">
              <w:rPr>
                <w:rFonts w:eastAsia="MS PGothic"/>
                <w:kern w:val="24"/>
                <w:szCs w:val="22"/>
              </w:rPr>
              <w:t>E-UTRA FDD Repeater operating in band 2 or band 25. This requirement applies starting 5 MHz above the band 25 downlink operating band.</w:t>
            </w:r>
          </w:p>
        </w:tc>
      </w:tr>
      <w:tr w:rsidR="00F8361A" w:rsidRPr="0031418B" w14:paraId="0B81BBDB"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4D0C1878" w14:textId="77777777" w:rsidR="00F8361A" w:rsidRPr="0031418B" w:rsidRDefault="00F8361A" w:rsidP="006C2A52">
            <w:pPr>
              <w:pStyle w:val="TAC"/>
            </w:pPr>
          </w:p>
        </w:tc>
        <w:tc>
          <w:tcPr>
            <w:tcW w:w="1529" w:type="dxa"/>
            <w:gridSpan w:val="2"/>
            <w:tcBorders>
              <w:left w:val="single" w:sz="4" w:space="0" w:color="auto"/>
            </w:tcBorders>
            <w:shd w:val="clear" w:color="auto" w:fill="auto"/>
            <w:vAlign w:val="center"/>
          </w:tcPr>
          <w:p w14:paraId="6413808B" w14:textId="77777777" w:rsidR="00F8361A" w:rsidRPr="0031418B" w:rsidRDefault="00F8361A" w:rsidP="006C2A52">
            <w:pPr>
              <w:pStyle w:val="TAC"/>
            </w:pPr>
            <w:r w:rsidRPr="0031418B">
              <w:t>2010 – 2020 MHz</w:t>
            </w:r>
          </w:p>
        </w:tc>
        <w:tc>
          <w:tcPr>
            <w:tcW w:w="1022" w:type="dxa"/>
            <w:gridSpan w:val="2"/>
            <w:shd w:val="clear" w:color="auto" w:fill="auto"/>
            <w:vAlign w:val="center"/>
          </w:tcPr>
          <w:p w14:paraId="5B37433D" w14:textId="77777777" w:rsidR="00F8361A" w:rsidRPr="0031418B" w:rsidRDefault="00F8361A" w:rsidP="006C2A52">
            <w:pPr>
              <w:pStyle w:val="TAC"/>
            </w:pPr>
            <w:r w:rsidRPr="0031418B">
              <w:t>-49 dBm</w:t>
            </w:r>
          </w:p>
        </w:tc>
        <w:tc>
          <w:tcPr>
            <w:tcW w:w="1246" w:type="dxa"/>
            <w:gridSpan w:val="2"/>
            <w:shd w:val="clear" w:color="auto" w:fill="auto"/>
            <w:vAlign w:val="center"/>
          </w:tcPr>
          <w:p w14:paraId="721B66D4" w14:textId="77777777" w:rsidR="00F8361A" w:rsidRPr="0031418B" w:rsidRDefault="00F8361A" w:rsidP="006C2A52">
            <w:pPr>
              <w:pStyle w:val="TAC"/>
            </w:pPr>
            <w:r w:rsidRPr="0031418B">
              <w:t>1 MHz</w:t>
            </w:r>
          </w:p>
        </w:tc>
        <w:tc>
          <w:tcPr>
            <w:tcW w:w="4422" w:type="dxa"/>
            <w:gridSpan w:val="2"/>
            <w:vMerge/>
            <w:shd w:val="clear" w:color="auto" w:fill="auto"/>
          </w:tcPr>
          <w:p w14:paraId="2044D3E5" w14:textId="77777777" w:rsidR="00F8361A" w:rsidRPr="0031418B" w:rsidRDefault="00F8361A" w:rsidP="006B2560">
            <w:pPr>
              <w:pStyle w:val="TAL"/>
            </w:pPr>
          </w:p>
        </w:tc>
      </w:tr>
      <w:tr w:rsidR="00280E2C" w:rsidRPr="0031418B" w14:paraId="7450DD4E"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vAlign w:val="center"/>
          </w:tcPr>
          <w:p w14:paraId="0B1074DD" w14:textId="77777777" w:rsidR="00280E2C" w:rsidRPr="0031418B" w:rsidRDefault="00280E2C" w:rsidP="006C2A52">
            <w:pPr>
              <w:pStyle w:val="TAC"/>
            </w:pPr>
            <w:r w:rsidRPr="0031418B">
              <w:t>E-UTRA Band 24</w:t>
            </w:r>
          </w:p>
        </w:tc>
        <w:tc>
          <w:tcPr>
            <w:tcW w:w="1529" w:type="dxa"/>
            <w:gridSpan w:val="2"/>
            <w:tcBorders>
              <w:left w:val="single" w:sz="4" w:space="0" w:color="auto"/>
            </w:tcBorders>
            <w:shd w:val="clear" w:color="auto" w:fill="auto"/>
            <w:vAlign w:val="center"/>
          </w:tcPr>
          <w:p w14:paraId="115FED86" w14:textId="77777777" w:rsidR="00280E2C" w:rsidRPr="0031418B" w:rsidRDefault="00280E2C" w:rsidP="006C2A52">
            <w:pPr>
              <w:pStyle w:val="TAC"/>
            </w:pPr>
            <w:r w:rsidRPr="0031418B">
              <w:t>1525 – 1559 MHz</w:t>
            </w:r>
          </w:p>
        </w:tc>
        <w:tc>
          <w:tcPr>
            <w:tcW w:w="1022" w:type="dxa"/>
            <w:gridSpan w:val="2"/>
            <w:shd w:val="clear" w:color="auto" w:fill="auto"/>
            <w:vAlign w:val="center"/>
          </w:tcPr>
          <w:p w14:paraId="2827D9BD" w14:textId="77777777" w:rsidR="00280E2C" w:rsidRPr="0031418B" w:rsidRDefault="00280E2C" w:rsidP="006C2A52">
            <w:pPr>
              <w:pStyle w:val="TAC"/>
            </w:pPr>
            <w:r w:rsidRPr="0031418B">
              <w:t>-52 dBm</w:t>
            </w:r>
          </w:p>
        </w:tc>
        <w:tc>
          <w:tcPr>
            <w:tcW w:w="1246" w:type="dxa"/>
            <w:gridSpan w:val="2"/>
            <w:shd w:val="clear" w:color="auto" w:fill="auto"/>
            <w:vAlign w:val="center"/>
          </w:tcPr>
          <w:p w14:paraId="1BD8FA02" w14:textId="77777777" w:rsidR="00280E2C" w:rsidRPr="0031418B" w:rsidRDefault="00280E2C" w:rsidP="006C2A52">
            <w:pPr>
              <w:pStyle w:val="TAC"/>
            </w:pPr>
            <w:r w:rsidRPr="0031418B">
              <w:t>1 MHz</w:t>
            </w:r>
          </w:p>
        </w:tc>
        <w:tc>
          <w:tcPr>
            <w:tcW w:w="4422" w:type="dxa"/>
            <w:gridSpan w:val="2"/>
            <w:shd w:val="clear" w:color="auto" w:fill="auto"/>
          </w:tcPr>
          <w:p w14:paraId="6DFBEA1A" w14:textId="77777777" w:rsidR="00280E2C" w:rsidRPr="0031418B" w:rsidRDefault="00280E2C" w:rsidP="006B2560">
            <w:pPr>
              <w:pStyle w:val="TAL"/>
            </w:pPr>
            <w:r w:rsidRPr="0031418B">
              <w:t>This requirement does not apply to E-</w:t>
            </w:r>
            <w:r w:rsidRPr="0031418B">
              <w:rPr>
                <w:rFonts w:cs="v5.0.0"/>
              </w:rPr>
              <w:t xml:space="preserve">UTRA </w:t>
            </w:r>
            <w:r w:rsidRPr="0031418B">
              <w:t>Repeaters operating in band 24.</w:t>
            </w:r>
          </w:p>
        </w:tc>
      </w:tr>
      <w:tr w:rsidR="00280E2C" w:rsidRPr="0031418B" w14:paraId="5B060C6A"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5D46EEE6" w14:textId="77777777" w:rsidR="00280E2C" w:rsidRPr="0031418B" w:rsidRDefault="00280E2C" w:rsidP="006C2A52">
            <w:pPr>
              <w:pStyle w:val="TAC"/>
            </w:pPr>
          </w:p>
        </w:tc>
        <w:tc>
          <w:tcPr>
            <w:tcW w:w="1529" w:type="dxa"/>
            <w:gridSpan w:val="2"/>
            <w:tcBorders>
              <w:left w:val="single" w:sz="4" w:space="0" w:color="auto"/>
            </w:tcBorders>
            <w:shd w:val="clear" w:color="auto" w:fill="auto"/>
            <w:vAlign w:val="center"/>
          </w:tcPr>
          <w:p w14:paraId="0547C73F" w14:textId="77777777" w:rsidR="00280E2C" w:rsidRPr="0031418B" w:rsidRDefault="00280E2C" w:rsidP="006C2A52">
            <w:pPr>
              <w:pStyle w:val="TAC"/>
            </w:pPr>
            <w:r w:rsidRPr="0031418B">
              <w:t>1626.5 – 1660.5 MHz</w:t>
            </w:r>
          </w:p>
        </w:tc>
        <w:tc>
          <w:tcPr>
            <w:tcW w:w="1022" w:type="dxa"/>
            <w:gridSpan w:val="2"/>
            <w:shd w:val="clear" w:color="auto" w:fill="auto"/>
            <w:vAlign w:val="center"/>
          </w:tcPr>
          <w:p w14:paraId="2DB37FA0" w14:textId="77777777" w:rsidR="00280E2C" w:rsidRPr="0031418B" w:rsidRDefault="00280E2C" w:rsidP="006C2A52">
            <w:pPr>
              <w:pStyle w:val="TAC"/>
            </w:pPr>
            <w:r w:rsidRPr="0031418B">
              <w:t>-49 dBm</w:t>
            </w:r>
          </w:p>
        </w:tc>
        <w:tc>
          <w:tcPr>
            <w:tcW w:w="1246" w:type="dxa"/>
            <w:gridSpan w:val="2"/>
            <w:shd w:val="clear" w:color="auto" w:fill="auto"/>
            <w:vAlign w:val="center"/>
          </w:tcPr>
          <w:p w14:paraId="5A33D864" w14:textId="77777777" w:rsidR="00280E2C" w:rsidRPr="0031418B" w:rsidRDefault="00280E2C" w:rsidP="006C2A52">
            <w:pPr>
              <w:pStyle w:val="TAC"/>
            </w:pPr>
            <w:r w:rsidRPr="0031418B">
              <w:t>1 MHz</w:t>
            </w:r>
          </w:p>
        </w:tc>
        <w:tc>
          <w:tcPr>
            <w:tcW w:w="4422" w:type="dxa"/>
            <w:gridSpan w:val="2"/>
            <w:shd w:val="clear" w:color="auto" w:fill="auto"/>
          </w:tcPr>
          <w:p w14:paraId="1201682C" w14:textId="77777777" w:rsidR="00280E2C" w:rsidRPr="0031418B" w:rsidRDefault="00280E2C" w:rsidP="006B2560">
            <w:pPr>
              <w:pStyle w:val="TAL"/>
            </w:pPr>
            <w:r w:rsidRPr="0031418B">
              <w:t>This requirement does not apply to E-</w:t>
            </w:r>
            <w:r w:rsidRPr="0031418B">
              <w:rPr>
                <w:rFonts w:cs="v5.0.0"/>
              </w:rPr>
              <w:t xml:space="preserve">UTRA </w:t>
            </w:r>
            <w:r w:rsidRPr="0031418B">
              <w:t>Repeater operating in band 24,</w:t>
            </w:r>
            <w:r w:rsidRPr="0031418B">
              <w:rPr>
                <w:rFonts w:cs="v5.0.0"/>
              </w:rPr>
              <w:t xml:space="preserve"> since it is already covered by the requirement in subclause 9.1.4.</w:t>
            </w:r>
          </w:p>
        </w:tc>
      </w:tr>
      <w:tr w:rsidR="00F8361A" w:rsidRPr="0031418B" w14:paraId="71EA403F"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vAlign w:val="center"/>
          </w:tcPr>
          <w:p w14:paraId="121733B3" w14:textId="77777777" w:rsidR="00F8361A" w:rsidRPr="0031418B" w:rsidRDefault="003B1553" w:rsidP="006C2A52">
            <w:pPr>
              <w:pStyle w:val="TAC"/>
            </w:pPr>
            <w:r w:rsidRPr="0031418B">
              <w:rPr>
                <w:lang w:val="sv-SE"/>
              </w:rPr>
              <w:t>UTRA FDD Band XXV or</w:t>
            </w:r>
            <w:r w:rsidRPr="0031418B">
              <w:rPr>
                <w:lang w:val="sv-SE"/>
              </w:rPr>
              <w:br/>
            </w:r>
            <w:r w:rsidRPr="0031418B">
              <w:t>E-UTRA Band 25</w:t>
            </w:r>
          </w:p>
        </w:tc>
        <w:tc>
          <w:tcPr>
            <w:tcW w:w="1529" w:type="dxa"/>
            <w:gridSpan w:val="2"/>
            <w:tcBorders>
              <w:left w:val="single" w:sz="4" w:space="0" w:color="auto"/>
            </w:tcBorders>
            <w:shd w:val="clear" w:color="auto" w:fill="auto"/>
            <w:vAlign w:val="center"/>
          </w:tcPr>
          <w:p w14:paraId="1F2710CD" w14:textId="77777777" w:rsidR="00F8361A" w:rsidRPr="0031418B" w:rsidRDefault="003B1553" w:rsidP="006C2A52">
            <w:pPr>
              <w:pStyle w:val="TAC"/>
            </w:pPr>
            <w:r w:rsidRPr="0031418B">
              <w:t>1930 – 1995 MHz</w:t>
            </w:r>
          </w:p>
        </w:tc>
        <w:tc>
          <w:tcPr>
            <w:tcW w:w="1022" w:type="dxa"/>
            <w:gridSpan w:val="2"/>
            <w:shd w:val="clear" w:color="auto" w:fill="auto"/>
            <w:vAlign w:val="center"/>
          </w:tcPr>
          <w:p w14:paraId="38BC59D8" w14:textId="77777777" w:rsidR="00F8361A" w:rsidRPr="0031418B" w:rsidRDefault="003B1553" w:rsidP="006C2A52">
            <w:pPr>
              <w:pStyle w:val="TAC"/>
            </w:pPr>
            <w:r w:rsidRPr="0031418B">
              <w:t>-52 dBm</w:t>
            </w:r>
          </w:p>
        </w:tc>
        <w:tc>
          <w:tcPr>
            <w:tcW w:w="1246" w:type="dxa"/>
            <w:gridSpan w:val="2"/>
            <w:shd w:val="clear" w:color="auto" w:fill="auto"/>
            <w:vAlign w:val="center"/>
          </w:tcPr>
          <w:p w14:paraId="2CCF975A" w14:textId="77777777" w:rsidR="00F8361A" w:rsidRPr="0031418B" w:rsidRDefault="003B1553" w:rsidP="006C2A52">
            <w:pPr>
              <w:pStyle w:val="TAC"/>
            </w:pPr>
            <w:r w:rsidRPr="0031418B">
              <w:t>1 MHz</w:t>
            </w:r>
          </w:p>
        </w:tc>
        <w:tc>
          <w:tcPr>
            <w:tcW w:w="4422" w:type="dxa"/>
            <w:gridSpan w:val="2"/>
            <w:shd w:val="clear" w:color="auto" w:fill="auto"/>
          </w:tcPr>
          <w:p w14:paraId="32EE100B" w14:textId="77777777" w:rsidR="00F8361A" w:rsidRPr="0031418B" w:rsidRDefault="003B1553" w:rsidP="006B2560">
            <w:pPr>
              <w:pStyle w:val="TAL"/>
            </w:pPr>
            <w:r w:rsidRPr="0031418B">
              <w:t>This requirement does not apply to E-UTRA FDD Repeater operating in band 2 or band 25.</w:t>
            </w:r>
          </w:p>
        </w:tc>
      </w:tr>
      <w:tr w:rsidR="00F8361A" w:rsidRPr="0031418B" w14:paraId="3B2642C1"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42AFB150" w14:textId="77777777" w:rsidR="00F8361A" w:rsidRPr="0031418B" w:rsidRDefault="00F8361A" w:rsidP="006C2A52">
            <w:pPr>
              <w:pStyle w:val="TAC"/>
            </w:pPr>
          </w:p>
        </w:tc>
        <w:tc>
          <w:tcPr>
            <w:tcW w:w="1529" w:type="dxa"/>
            <w:gridSpan w:val="2"/>
            <w:tcBorders>
              <w:left w:val="single" w:sz="4" w:space="0" w:color="auto"/>
            </w:tcBorders>
            <w:shd w:val="clear" w:color="auto" w:fill="auto"/>
            <w:vAlign w:val="center"/>
          </w:tcPr>
          <w:p w14:paraId="693230C9" w14:textId="77777777" w:rsidR="00F8361A" w:rsidRPr="0031418B" w:rsidRDefault="003B1553" w:rsidP="006C2A52">
            <w:pPr>
              <w:pStyle w:val="TAC"/>
            </w:pPr>
            <w:r w:rsidRPr="0031418B">
              <w:t>1850 – 1915 MHz</w:t>
            </w:r>
          </w:p>
        </w:tc>
        <w:tc>
          <w:tcPr>
            <w:tcW w:w="1022" w:type="dxa"/>
            <w:gridSpan w:val="2"/>
            <w:shd w:val="clear" w:color="auto" w:fill="auto"/>
            <w:vAlign w:val="center"/>
          </w:tcPr>
          <w:p w14:paraId="45869059" w14:textId="77777777" w:rsidR="00F8361A" w:rsidRPr="0031418B" w:rsidRDefault="003B1553" w:rsidP="006C2A52">
            <w:pPr>
              <w:pStyle w:val="TAC"/>
            </w:pPr>
            <w:r w:rsidRPr="0031418B">
              <w:t>-49 dBm</w:t>
            </w:r>
          </w:p>
        </w:tc>
        <w:tc>
          <w:tcPr>
            <w:tcW w:w="1246" w:type="dxa"/>
            <w:gridSpan w:val="2"/>
            <w:shd w:val="clear" w:color="auto" w:fill="auto"/>
            <w:vAlign w:val="center"/>
          </w:tcPr>
          <w:p w14:paraId="565C6D70" w14:textId="77777777" w:rsidR="00F8361A" w:rsidRPr="0031418B" w:rsidRDefault="003B1553" w:rsidP="006C2A52">
            <w:pPr>
              <w:pStyle w:val="TAC"/>
            </w:pPr>
            <w:r w:rsidRPr="0031418B">
              <w:t>1 MHz</w:t>
            </w:r>
          </w:p>
        </w:tc>
        <w:tc>
          <w:tcPr>
            <w:tcW w:w="4422" w:type="dxa"/>
            <w:gridSpan w:val="2"/>
            <w:shd w:val="clear" w:color="auto" w:fill="auto"/>
          </w:tcPr>
          <w:p w14:paraId="32DF49FD" w14:textId="77777777" w:rsidR="00F8361A" w:rsidRPr="0031418B" w:rsidRDefault="003B1553" w:rsidP="006B2560">
            <w:pPr>
              <w:pStyle w:val="TAL"/>
            </w:pPr>
            <w:r w:rsidRPr="0031418B">
              <w:t>This requirement does not apply to the uplink of E-UTRA FDD Repeater operating in band 25 since it is already covered by the requirement in sub-clause 9.1.4. For E-UTRA FDD Repeater operating in band 2, it applies for 1910 MHz to 1915 MHz, while the rest is covered in sub-clause 9.1.4</w:t>
            </w:r>
          </w:p>
        </w:tc>
      </w:tr>
      <w:tr w:rsidR="009F4760" w:rsidRPr="0031418B" w14:paraId="2FA15B4F"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vAlign w:val="center"/>
          </w:tcPr>
          <w:p w14:paraId="45DBC9C5" w14:textId="77777777" w:rsidR="009F4760" w:rsidRPr="0031418B" w:rsidRDefault="009F4760" w:rsidP="009F4760">
            <w:pPr>
              <w:pStyle w:val="TAC"/>
            </w:pPr>
            <w:r w:rsidRPr="0031418B">
              <w:t>UTRA FDD Band XXVI or</w:t>
            </w:r>
          </w:p>
          <w:p w14:paraId="1BD85460" w14:textId="77777777" w:rsidR="009F4760" w:rsidRPr="0031418B" w:rsidRDefault="009F4760" w:rsidP="009F4760">
            <w:pPr>
              <w:pStyle w:val="TAC"/>
            </w:pPr>
            <w:r w:rsidRPr="0031418B">
              <w:t>E-UTRA Band 26</w:t>
            </w:r>
          </w:p>
        </w:tc>
        <w:tc>
          <w:tcPr>
            <w:tcW w:w="1529" w:type="dxa"/>
            <w:gridSpan w:val="2"/>
            <w:tcBorders>
              <w:left w:val="single" w:sz="4" w:space="0" w:color="auto"/>
            </w:tcBorders>
            <w:shd w:val="clear" w:color="auto" w:fill="auto"/>
          </w:tcPr>
          <w:p w14:paraId="55299721" w14:textId="77777777" w:rsidR="009F4760" w:rsidRPr="0031418B" w:rsidRDefault="009F4760" w:rsidP="009F4760">
            <w:pPr>
              <w:pStyle w:val="TAC"/>
            </w:pPr>
            <w:r w:rsidRPr="0031418B">
              <w:t>859 - 894 MHz</w:t>
            </w:r>
          </w:p>
        </w:tc>
        <w:tc>
          <w:tcPr>
            <w:tcW w:w="1022" w:type="dxa"/>
            <w:gridSpan w:val="2"/>
            <w:shd w:val="clear" w:color="auto" w:fill="auto"/>
          </w:tcPr>
          <w:p w14:paraId="3797A5EE" w14:textId="77777777" w:rsidR="009F4760" w:rsidRPr="0031418B" w:rsidRDefault="009F4760" w:rsidP="009F4760">
            <w:pPr>
              <w:pStyle w:val="TAC"/>
            </w:pPr>
            <w:r w:rsidRPr="0031418B">
              <w:t>-52 dBm</w:t>
            </w:r>
          </w:p>
        </w:tc>
        <w:tc>
          <w:tcPr>
            <w:tcW w:w="1246" w:type="dxa"/>
            <w:gridSpan w:val="2"/>
            <w:shd w:val="clear" w:color="auto" w:fill="auto"/>
          </w:tcPr>
          <w:p w14:paraId="4FC5663D" w14:textId="77777777" w:rsidR="009F4760" w:rsidRPr="0031418B" w:rsidRDefault="009F4760" w:rsidP="009F4760">
            <w:pPr>
              <w:pStyle w:val="TAC"/>
            </w:pPr>
            <w:r w:rsidRPr="0031418B">
              <w:t>1 MHz</w:t>
            </w:r>
          </w:p>
        </w:tc>
        <w:tc>
          <w:tcPr>
            <w:tcW w:w="4422" w:type="dxa"/>
            <w:gridSpan w:val="2"/>
            <w:shd w:val="clear" w:color="auto" w:fill="auto"/>
          </w:tcPr>
          <w:p w14:paraId="62F016A3" w14:textId="77777777" w:rsidR="009F4760" w:rsidRPr="0031418B" w:rsidRDefault="009F4760" w:rsidP="009F4760">
            <w:pPr>
              <w:pStyle w:val="TAL"/>
            </w:pPr>
            <w:r w:rsidRPr="0031418B">
              <w:t>This requirement does not apply to E-</w:t>
            </w:r>
            <w:r w:rsidRPr="0031418B">
              <w:rPr>
                <w:rFonts w:cs="v5.0.0"/>
              </w:rPr>
              <w:t xml:space="preserve">UTRA </w:t>
            </w:r>
            <w:r w:rsidRPr="0031418B">
              <w:t>FDD repeater operating in band 5 or 26. This requirement applies to E-UTRA FDD repeater operating in Band 27 for the frequency range 879-894 MHz.</w:t>
            </w:r>
          </w:p>
        </w:tc>
      </w:tr>
      <w:tr w:rsidR="009F4760" w:rsidRPr="0031418B" w14:paraId="2E07147D"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5C38B559" w14:textId="77777777" w:rsidR="009F4760" w:rsidRPr="0031418B" w:rsidRDefault="009F4760" w:rsidP="006C2A52">
            <w:pPr>
              <w:pStyle w:val="TAC"/>
            </w:pPr>
          </w:p>
        </w:tc>
        <w:tc>
          <w:tcPr>
            <w:tcW w:w="1529" w:type="dxa"/>
            <w:gridSpan w:val="2"/>
            <w:tcBorders>
              <w:left w:val="single" w:sz="4" w:space="0" w:color="auto"/>
            </w:tcBorders>
            <w:shd w:val="clear" w:color="auto" w:fill="auto"/>
          </w:tcPr>
          <w:p w14:paraId="0691F466" w14:textId="77777777" w:rsidR="009F4760" w:rsidRPr="0031418B" w:rsidRDefault="009F4760" w:rsidP="009F4760">
            <w:pPr>
              <w:pStyle w:val="TAC"/>
            </w:pPr>
            <w:r w:rsidRPr="0031418B">
              <w:t>814 - 849 MHz</w:t>
            </w:r>
          </w:p>
        </w:tc>
        <w:tc>
          <w:tcPr>
            <w:tcW w:w="1022" w:type="dxa"/>
            <w:gridSpan w:val="2"/>
            <w:shd w:val="clear" w:color="auto" w:fill="auto"/>
          </w:tcPr>
          <w:p w14:paraId="28599119" w14:textId="77777777" w:rsidR="009F4760" w:rsidRPr="0031418B" w:rsidRDefault="009F4760" w:rsidP="009F4760">
            <w:pPr>
              <w:pStyle w:val="TAC"/>
            </w:pPr>
            <w:r w:rsidRPr="0031418B">
              <w:t>-49 dBm</w:t>
            </w:r>
          </w:p>
        </w:tc>
        <w:tc>
          <w:tcPr>
            <w:tcW w:w="1246" w:type="dxa"/>
            <w:gridSpan w:val="2"/>
            <w:shd w:val="clear" w:color="auto" w:fill="auto"/>
          </w:tcPr>
          <w:p w14:paraId="0F202DB9" w14:textId="77777777" w:rsidR="009F4760" w:rsidRPr="0031418B" w:rsidRDefault="009F4760" w:rsidP="009F4760">
            <w:pPr>
              <w:pStyle w:val="TAC"/>
            </w:pPr>
            <w:r w:rsidRPr="0031418B">
              <w:t>1 MHz</w:t>
            </w:r>
          </w:p>
        </w:tc>
        <w:tc>
          <w:tcPr>
            <w:tcW w:w="4422" w:type="dxa"/>
            <w:gridSpan w:val="2"/>
            <w:shd w:val="clear" w:color="auto" w:fill="auto"/>
          </w:tcPr>
          <w:p w14:paraId="6086CA2D" w14:textId="77777777" w:rsidR="009F4760" w:rsidRPr="0031418B" w:rsidRDefault="009F4760" w:rsidP="009F4760">
            <w:pPr>
              <w:pStyle w:val="TAL"/>
            </w:pPr>
            <w:r w:rsidRPr="0031418B">
              <w:t>This requirement does not apply to E-</w:t>
            </w:r>
            <w:r w:rsidRPr="0031418B">
              <w:rPr>
                <w:rFonts w:cs="v5.0.0"/>
              </w:rPr>
              <w:t xml:space="preserve">UTRA </w:t>
            </w:r>
            <w:r w:rsidRPr="0031418B">
              <w:t>FDD repeater operating in band 26,</w:t>
            </w:r>
            <w:r w:rsidRPr="0031418B">
              <w:rPr>
                <w:rFonts w:cs="v5.0.0"/>
              </w:rPr>
              <w:t xml:space="preserve"> since it is already covered by the requirement in subclause 9.1.4. </w:t>
            </w:r>
            <w:r w:rsidRPr="0031418B">
              <w:t>For E-UTRA FDD repater operating in Band 5, it applies for 814 MHz to 824 MHz, while the rest is covered in sub-clause 9.1.4.  For E</w:t>
            </w:r>
            <w:r w:rsidRPr="0031418B">
              <w:noBreakHyphen/>
              <w:t>UTRA FDD repeater operating in Band 27, it</w:t>
            </w:r>
            <w:r w:rsidRPr="0031418B">
              <w:rPr>
                <w:rFonts w:eastAsia="MS PGothic"/>
                <w:kern w:val="24"/>
                <w:szCs w:val="22"/>
              </w:rPr>
              <w:t xml:space="preserve"> applies 3 MHz below the Band 27 downlink operating band.</w:t>
            </w:r>
          </w:p>
        </w:tc>
      </w:tr>
      <w:tr w:rsidR="00ED7416" w:rsidRPr="0031418B" w14:paraId="40725730"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vAlign w:val="center"/>
          </w:tcPr>
          <w:p w14:paraId="60A9C7B7" w14:textId="77777777" w:rsidR="00ED7416" w:rsidRPr="0031418B" w:rsidRDefault="00ED7416" w:rsidP="00ED7416">
            <w:pPr>
              <w:pStyle w:val="TAC"/>
            </w:pPr>
            <w:r w:rsidRPr="0031418B">
              <w:rPr>
                <w:lang w:val="sv-SE"/>
              </w:rPr>
              <w:t>E-UTRA Band 27</w:t>
            </w:r>
          </w:p>
        </w:tc>
        <w:tc>
          <w:tcPr>
            <w:tcW w:w="1529" w:type="dxa"/>
            <w:gridSpan w:val="2"/>
            <w:tcBorders>
              <w:left w:val="single" w:sz="4" w:space="0" w:color="auto"/>
            </w:tcBorders>
            <w:shd w:val="clear" w:color="auto" w:fill="auto"/>
          </w:tcPr>
          <w:p w14:paraId="6C5F9C2F" w14:textId="77777777" w:rsidR="00ED7416" w:rsidRPr="0031418B" w:rsidRDefault="00ED7416" w:rsidP="00ED7416">
            <w:pPr>
              <w:pStyle w:val="TAC"/>
            </w:pPr>
            <w:r w:rsidRPr="0031418B">
              <w:t>852 - 869 MHz</w:t>
            </w:r>
          </w:p>
        </w:tc>
        <w:tc>
          <w:tcPr>
            <w:tcW w:w="1022" w:type="dxa"/>
            <w:gridSpan w:val="2"/>
            <w:shd w:val="clear" w:color="auto" w:fill="auto"/>
          </w:tcPr>
          <w:p w14:paraId="2AF795B6" w14:textId="77777777" w:rsidR="00ED7416" w:rsidRPr="0031418B" w:rsidRDefault="00ED7416" w:rsidP="00ED7416">
            <w:pPr>
              <w:pStyle w:val="TAC"/>
            </w:pPr>
            <w:r w:rsidRPr="0031418B">
              <w:t>-52 dBm</w:t>
            </w:r>
          </w:p>
        </w:tc>
        <w:tc>
          <w:tcPr>
            <w:tcW w:w="1246" w:type="dxa"/>
            <w:gridSpan w:val="2"/>
            <w:shd w:val="clear" w:color="auto" w:fill="auto"/>
          </w:tcPr>
          <w:p w14:paraId="77372A7A" w14:textId="77777777" w:rsidR="00ED7416" w:rsidRPr="0031418B" w:rsidRDefault="00ED7416" w:rsidP="00ED7416">
            <w:pPr>
              <w:pStyle w:val="TAC"/>
            </w:pPr>
            <w:r w:rsidRPr="0031418B">
              <w:t>1 MHz</w:t>
            </w:r>
          </w:p>
        </w:tc>
        <w:tc>
          <w:tcPr>
            <w:tcW w:w="4422" w:type="dxa"/>
            <w:gridSpan w:val="2"/>
            <w:shd w:val="clear" w:color="auto" w:fill="auto"/>
          </w:tcPr>
          <w:p w14:paraId="1A656F7A" w14:textId="77777777" w:rsidR="00ED7416" w:rsidRPr="0031418B" w:rsidRDefault="00ED7416" w:rsidP="00ED7416">
            <w:pPr>
              <w:pStyle w:val="TAL"/>
            </w:pPr>
            <w:r w:rsidRPr="0031418B">
              <w:t>This requirement does not apply to E-</w:t>
            </w:r>
            <w:r w:rsidRPr="0031418B">
              <w:rPr>
                <w:rFonts w:cs="v5.0.0"/>
              </w:rPr>
              <w:t xml:space="preserve">UTRA </w:t>
            </w:r>
            <w:r w:rsidRPr="0031418B">
              <w:t>FDD repeater operating in Band 5, 26 or 27.</w:t>
            </w:r>
          </w:p>
        </w:tc>
      </w:tr>
      <w:tr w:rsidR="00ED7416" w:rsidRPr="0031418B" w14:paraId="335EDBAC"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7D87AB4B" w14:textId="77777777" w:rsidR="00ED7416" w:rsidRPr="0031418B" w:rsidRDefault="00ED7416" w:rsidP="00ED7416">
            <w:pPr>
              <w:pStyle w:val="TAC"/>
            </w:pPr>
          </w:p>
        </w:tc>
        <w:tc>
          <w:tcPr>
            <w:tcW w:w="1529" w:type="dxa"/>
            <w:gridSpan w:val="2"/>
            <w:tcBorders>
              <w:left w:val="single" w:sz="4" w:space="0" w:color="auto"/>
            </w:tcBorders>
            <w:shd w:val="clear" w:color="auto" w:fill="auto"/>
          </w:tcPr>
          <w:p w14:paraId="58C35ACC" w14:textId="77777777" w:rsidR="00ED7416" w:rsidRPr="0031418B" w:rsidRDefault="00ED7416" w:rsidP="00ED7416">
            <w:pPr>
              <w:pStyle w:val="TAC"/>
            </w:pPr>
            <w:r w:rsidRPr="0031418B">
              <w:t>807 - 824 MHz</w:t>
            </w:r>
          </w:p>
        </w:tc>
        <w:tc>
          <w:tcPr>
            <w:tcW w:w="1022" w:type="dxa"/>
            <w:gridSpan w:val="2"/>
            <w:shd w:val="clear" w:color="auto" w:fill="auto"/>
          </w:tcPr>
          <w:p w14:paraId="597F3C5E" w14:textId="77777777" w:rsidR="00ED7416" w:rsidRPr="0031418B" w:rsidRDefault="00ED7416" w:rsidP="00ED7416">
            <w:pPr>
              <w:pStyle w:val="TAC"/>
            </w:pPr>
            <w:r w:rsidRPr="0031418B">
              <w:t>-49 dBm</w:t>
            </w:r>
          </w:p>
        </w:tc>
        <w:tc>
          <w:tcPr>
            <w:tcW w:w="1246" w:type="dxa"/>
            <w:gridSpan w:val="2"/>
            <w:shd w:val="clear" w:color="auto" w:fill="auto"/>
          </w:tcPr>
          <w:p w14:paraId="013BD072" w14:textId="77777777" w:rsidR="00ED7416" w:rsidRPr="0031418B" w:rsidRDefault="00ED7416" w:rsidP="00ED7416">
            <w:pPr>
              <w:pStyle w:val="TAC"/>
            </w:pPr>
            <w:r w:rsidRPr="0031418B">
              <w:t>1 MHz</w:t>
            </w:r>
          </w:p>
        </w:tc>
        <w:tc>
          <w:tcPr>
            <w:tcW w:w="4422" w:type="dxa"/>
            <w:gridSpan w:val="2"/>
            <w:shd w:val="clear" w:color="auto" w:fill="auto"/>
          </w:tcPr>
          <w:p w14:paraId="6EB86746" w14:textId="77777777" w:rsidR="00ED7416" w:rsidRPr="0031418B" w:rsidRDefault="00ED7416" w:rsidP="00ED7416">
            <w:pPr>
              <w:pStyle w:val="TAL"/>
            </w:pPr>
            <w:r w:rsidRPr="0031418B">
              <w:t>This requirement does not apply to E-</w:t>
            </w:r>
            <w:r w:rsidRPr="0031418B">
              <w:rPr>
                <w:rFonts w:cs="v5.0.0"/>
              </w:rPr>
              <w:t xml:space="preserve">UTRA </w:t>
            </w:r>
            <w:r w:rsidRPr="0031418B">
              <w:t>FDD repeater operating in Band 27,</w:t>
            </w:r>
            <w:r w:rsidRPr="0031418B">
              <w:rPr>
                <w:rFonts w:cs="v5.0.0"/>
              </w:rPr>
              <w:t xml:space="preserve"> since it is already covered by the requirement in subclause 9.1.4.  </w:t>
            </w:r>
            <w:r w:rsidRPr="0031418B">
              <w:t>For E-UTRA FDD repeater operating in Band 26, it applies for 807 MHz to 814 MHz, while the rest is covered in sub-clause 9.1.4.  This requirement also applies to E-UTRA FDD repeater operating in Band 28, starting 4 MHz above the Band 28 downlink operating band .</w:t>
            </w:r>
          </w:p>
        </w:tc>
      </w:tr>
      <w:tr w:rsidR="00ED7416" w:rsidRPr="0031418B" w14:paraId="100D0EB4"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vAlign w:val="center"/>
          </w:tcPr>
          <w:p w14:paraId="591E226F" w14:textId="77777777" w:rsidR="00ED7416" w:rsidRPr="0031418B" w:rsidRDefault="00ED7416" w:rsidP="00ED7416">
            <w:pPr>
              <w:pStyle w:val="TAC"/>
            </w:pPr>
            <w:r w:rsidRPr="0031418B">
              <w:rPr>
                <w:lang w:val="sv-SE"/>
              </w:rPr>
              <w:t>E-UTRA Band 28</w:t>
            </w:r>
          </w:p>
        </w:tc>
        <w:tc>
          <w:tcPr>
            <w:tcW w:w="1529" w:type="dxa"/>
            <w:gridSpan w:val="2"/>
            <w:tcBorders>
              <w:left w:val="single" w:sz="4" w:space="0" w:color="auto"/>
            </w:tcBorders>
            <w:shd w:val="clear" w:color="auto" w:fill="auto"/>
          </w:tcPr>
          <w:p w14:paraId="741BEB11" w14:textId="77777777" w:rsidR="00ED7416" w:rsidRPr="0031418B" w:rsidRDefault="00ED7416" w:rsidP="00ED7416">
            <w:pPr>
              <w:pStyle w:val="TAC"/>
            </w:pPr>
            <w:r w:rsidRPr="0031418B">
              <w:t>758 - 803 MHz</w:t>
            </w:r>
          </w:p>
        </w:tc>
        <w:tc>
          <w:tcPr>
            <w:tcW w:w="1022" w:type="dxa"/>
            <w:gridSpan w:val="2"/>
            <w:shd w:val="clear" w:color="auto" w:fill="auto"/>
          </w:tcPr>
          <w:p w14:paraId="6E15D6D8" w14:textId="77777777" w:rsidR="00ED7416" w:rsidRPr="0031418B" w:rsidRDefault="00ED7416" w:rsidP="00ED7416">
            <w:pPr>
              <w:pStyle w:val="TAC"/>
            </w:pPr>
            <w:r w:rsidRPr="0031418B">
              <w:t>-52 dBm</w:t>
            </w:r>
          </w:p>
        </w:tc>
        <w:tc>
          <w:tcPr>
            <w:tcW w:w="1246" w:type="dxa"/>
            <w:gridSpan w:val="2"/>
            <w:shd w:val="clear" w:color="auto" w:fill="auto"/>
          </w:tcPr>
          <w:p w14:paraId="56E01D6B" w14:textId="77777777" w:rsidR="00ED7416" w:rsidRPr="0031418B" w:rsidRDefault="00ED7416" w:rsidP="00ED7416">
            <w:pPr>
              <w:pStyle w:val="TAC"/>
            </w:pPr>
            <w:r w:rsidRPr="0031418B">
              <w:t>1 MHz</w:t>
            </w:r>
          </w:p>
        </w:tc>
        <w:tc>
          <w:tcPr>
            <w:tcW w:w="4422" w:type="dxa"/>
            <w:gridSpan w:val="2"/>
            <w:shd w:val="clear" w:color="auto" w:fill="auto"/>
          </w:tcPr>
          <w:p w14:paraId="6ED582EF" w14:textId="77777777" w:rsidR="00ED7416" w:rsidRPr="0031418B" w:rsidRDefault="00ED7416" w:rsidP="00ED7416">
            <w:pPr>
              <w:pStyle w:val="TAL"/>
            </w:pPr>
            <w:r w:rsidRPr="0031418B">
              <w:t>This requirement does not apply to E-</w:t>
            </w:r>
            <w:r w:rsidRPr="0031418B">
              <w:rPr>
                <w:rFonts w:cs="v5.0.0"/>
              </w:rPr>
              <w:t xml:space="preserve">UTRA </w:t>
            </w:r>
            <w:r w:rsidRPr="0031418B">
              <w:t xml:space="preserve">FDD repeater operating in band </w:t>
            </w:r>
            <w:r w:rsidRPr="0031418B">
              <w:rPr>
                <w:rFonts w:hint="eastAsia"/>
              </w:rPr>
              <w:t>28</w:t>
            </w:r>
            <w:r w:rsidRPr="0031418B">
              <w:t>. .  This requirement also applies to E-UTRA FDD repeater operating in Band 27, starting 4 MHz below the Band 27 uplink operating band .</w:t>
            </w:r>
          </w:p>
        </w:tc>
      </w:tr>
      <w:tr w:rsidR="00ED7416" w:rsidRPr="0031418B" w14:paraId="33AA9380"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5FF9B6E0" w14:textId="77777777" w:rsidR="00ED7416" w:rsidRPr="0031418B" w:rsidRDefault="00ED7416" w:rsidP="00ED7416">
            <w:pPr>
              <w:pStyle w:val="TAC"/>
            </w:pPr>
          </w:p>
        </w:tc>
        <w:tc>
          <w:tcPr>
            <w:tcW w:w="1529" w:type="dxa"/>
            <w:gridSpan w:val="2"/>
            <w:tcBorders>
              <w:left w:val="single" w:sz="4" w:space="0" w:color="auto"/>
            </w:tcBorders>
            <w:shd w:val="clear" w:color="auto" w:fill="auto"/>
          </w:tcPr>
          <w:p w14:paraId="09E9A504" w14:textId="77777777" w:rsidR="00ED7416" w:rsidRPr="0031418B" w:rsidRDefault="00ED7416" w:rsidP="00ED7416">
            <w:pPr>
              <w:pStyle w:val="TAC"/>
            </w:pPr>
            <w:r w:rsidRPr="0031418B">
              <w:t>703 - 748 MHz</w:t>
            </w:r>
          </w:p>
        </w:tc>
        <w:tc>
          <w:tcPr>
            <w:tcW w:w="1022" w:type="dxa"/>
            <w:gridSpan w:val="2"/>
            <w:shd w:val="clear" w:color="auto" w:fill="auto"/>
          </w:tcPr>
          <w:p w14:paraId="636C44AC" w14:textId="77777777" w:rsidR="00ED7416" w:rsidRPr="0031418B" w:rsidRDefault="00ED7416" w:rsidP="00ED7416">
            <w:pPr>
              <w:pStyle w:val="TAC"/>
            </w:pPr>
            <w:r w:rsidRPr="0031418B">
              <w:t>-49 dBm</w:t>
            </w:r>
          </w:p>
        </w:tc>
        <w:tc>
          <w:tcPr>
            <w:tcW w:w="1246" w:type="dxa"/>
            <w:gridSpan w:val="2"/>
            <w:shd w:val="clear" w:color="auto" w:fill="auto"/>
          </w:tcPr>
          <w:p w14:paraId="4B93597E" w14:textId="77777777" w:rsidR="00ED7416" w:rsidRPr="0031418B" w:rsidRDefault="00ED7416" w:rsidP="00ED7416">
            <w:pPr>
              <w:pStyle w:val="TAC"/>
            </w:pPr>
            <w:r w:rsidRPr="0031418B">
              <w:t>1 MHz</w:t>
            </w:r>
          </w:p>
        </w:tc>
        <w:tc>
          <w:tcPr>
            <w:tcW w:w="4422" w:type="dxa"/>
            <w:gridSpan w:val="2"/>
            <w:shd w:val="clear" w:color="auto" w:fill="auto"/>
          </w:tcPr>
          <w:p w14:paraId="6EDD1CE6" w14:textId="77777777" w:rsidR="00ED7416" w:rsidRPr="0031418B" w:rsidRDefault="00ED7416" w:rsidP="00ED7416">
            <w:pPr>
              <w:pStyle w:val="TAL"/>
            </w:pPr>
            <w:r w:rsidRPr="0031418B">
              <w:t xml:space="preserve">This requirement does not apply to E-UTRA FDD repeater operating in band </w:t>
            </w:r>
            <w:r w:rsidRPr="0031418B">
              <w:rPr>
                <w:rFonts w:hint="eastAsia"/>
              </w:rPr>
              <w:t>28</w:t>
            </w:r>
            <w:r w:rsidRPr="0031418B">
              <w:t xml:space="preserve">, since it is already covered by the requirement in subclause 9.1.4. </w:t>
            </w:r>
          </w:p>
        </w:tc>
      </w:tr>
      <w:tr w:rsidR="00ED7416" w:rsidRPr="0031418B" w14:paraId="448A4A7D" w14:textId="77777777" w:rsidTr="00A74094">
        <w:trPr>
          <w:gridAfter w:val="1"/>
          <w:wAfter w:w="489" w:type="dxa"/>
          <w:cantSplit/>
          <w:trHeight w:val="113"/>
          <w:jc w:val="center"/>
        </w:trPr>
        <w:tc>
          <w:tcPr>
            <w:tcW w:w="1474" w:type="dxa"/>
            <w:gridSpan w:val="2"/>
            <w:tcBorders>
              <w:left w:val="single" w:sz="4" w:space="0" w:color="auto"/>
              <w:bottom w:val="single" w:sz="4" w:space="0" w:color="auto"/>
              <w:right w:val="single" w:sz="4" w:space="0" w:color="auto"/>
            </w:tcBorders>
            <w:shd w:val="clear" w:color="auto" w:fill="auto"/>
          </w:tcPr>
          <w:p w14:paraId="31E9575D" w14:textId="77777777" w:rsidR="00ED7416" w:rsidRPr="0031418B" w:rsidRDefault="00ED7416" w:rsidP="00ED7416">
            <w:pPr>
              <w:pStyle w:val="TAC"/>
            </w:pPr>
            <w:r w:rsidRPr="0031418B">
              <w:rPr>
                <w:lang w:val="sv-SE"/>
              </w:rPr>
              <w:t>E-UTRA Band 29</w:t>
            </w:r>
          </w:p>
        </w:tc>
        <w:tc>
          <w:tcPr>
            <w:tcW w:w="1529" w:type="dxa"/>
            <w:gridSpan w:val="2"/>
            <w:tcBorders>
              <w:left w:val="single" w:sz="4" w:space="0" w:color="auto"/>
            </w:tcBorders>
            <w:shd w:val="clear" w:color="auto" w:fill="auto"/>
          </w:tcPr>
          <w:p w14:paraId="5FC957A9" w14:textId="77777777" w:rsidR="00ED7416" w:rsidRPr="0031418B" w:rsidRDefault="00ED7416" w:rsidP="00ED7416">
            <w:pPr>
              <w:pStyle w:val="TAC"/>
            </w:pPr>
            <w:r w:rsidRPr="0031418B">
              <w:t>717 – 728 MHz</w:t>
            </w:r>
          </w:p>
        </w:tc>
        <w:tc>
          <w:tcPr>
            <w:tcW w:w="1022" w:type="dxa"/>
            <w:gridSpan w:val="2"/>
            <w:shd w:val="clear" w:color="auto" w:fill="auto"/>
          </w:tcPr>
          <w:p w14:paraId="4A34D62B" w14:textId="77777777" w:rsidR="00ED7416" w:rsidRPr="0031418B" w:rsidRDefault="00ED7416" w:rsidP="00ED7416">
            <w:pPr>
              <w:pStyle w:val="TAC"/>
            </w:pPr>
            <w:r w:rsidRPr="0031418B">
              <w:t>-52 dBm</w:t>
            </w:r>
          </w:p>
        </w:tc>
        <w:tc>
          <w:tcPr>
            <w:tcW w:w="1246" w:type="dxa"/>
            <w:gridSpan w:val="2"/>
            <w:shd w:val="clear" w:color="auto" w:fill="auto"/>
          </w:tcPr>
          <w:p w14:paraId="68091F69" w14:textId="77777777" w:rsidR="00ED7416" w:rsidRPr="0031418B" w:rsidRDefault="00ED7416" w:rsidP="00ED7416">
            <w:pPr>
              <w:pStyle w:val="TAC"/>
            </w:pPr>
            <w:r w:rsidRPr="0031418B">
              <w:t>1 MHz</w:t>
            </w:r>
          </w:p>
        </w:tc>
        <w:tc>
          <w:tcPr>
            <w:tcW w:w="4422" w:type="dxa"/>
            <w:gridSpan w:val="2"/>
            <w:shd w:val="clear" w:color="auto" w:fill="auto"/>
          </w:tcPr>
          <w:p w14:paraId="4106FFA6" w14:textId="77777777" w:rsidR="00ED7416" w:rsidRPr="0031418B" w:rsidRDefault="00ED7416" w:rsidP="00ED7416">
            <w:pPr>
              <w:pStyle w:val="TAL"/>
            </w:pPr>
            <w:r w:rsidRPr="0031418B">
              <w:t>This requirement does not apply to E-UTRA FDD repeater operating in Band 29.</w:t>
            </w:r>
          </w:p>
        </w:tc>
      </w:tr>
      <w:tr w:rsidR="00ED7416" w:rsidRPr="0031418B" w14:paraId="720E4A79"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tcPr>
          <w:p w14:paraId="08586652" w14:textId="77777777" w:rsidR="00ED7416" w:rsidRPr="0031418B" w:rsidRDefault="00ED7416" w:rsidP="00ED7416">
            <w:pPr>
              <w:pStyle w:val="TAC"/>
              <w:rPr>
                <w:lang w:val="sv-SE"/>
              </w:rPr>
            </w:pPr>
            <w:r w:rsidRPr="0031418B">
              <w:rPr>
                <w:lang w:val="sv-SE"/>
              </w:rPr>
              <w:t>E-UTRA Band 30</w:t>
            </w:r>
          </w:p>
        </w:tc>
        <w:tc>
          <w:tcPr>
            <w:tcW w:w="1529" w:type="dxa"/>
            <w:gridSpan w:val="2"/>
            <w:tcBorders>
              <w:left w:val="single" w:sz="4" w:space="0" w:color="auto"/>
            </w:tcBorders>
            <w:shd w:val="clear" w:color="auto" w:fill="auto"/>
          </w:tcPr>
          <w:p w14:paraId="425A0126" w14:textId="77777777" w:rsidR="00ED7416" w:rsidRPr="0031418B" w:rsidRDefault="00ED7416" w:rsidP="00ED7416">
            <w:pPr>
              <w:pStyle w:val="TAC"/>
            </w:pPr>
            <w:r w:rsidRPr="0031418B">
              <w:t>2350 - 2360 MHz</w:t>
            </w:r>
          </w:p>
        </w:tc>
        <w:tc>
          <w:tcPr>
            <w:tcW w:w="1022" w:type="dxa"/>
            <w:gridSpan w:val="2"/>
            <w:shd w:val="clear" w:color="auto" w:fill="auto"/>
          </w:tcPr>
          <w:p w14:paraId="11EAF2D6" w14:textId="77777777" w:rsidR="00ED7416" w:rsidRPr="0031418B" w:rsidRDefault="00ED7416" w:rsidP="00ED7416">
            <w:pPr>
              <w:pStyle w:val="TAC"/>
            </w:pPr>
            <w:r w:rsidRPr="0031418B">
              <w:t>-52 dBm</w:t>
            </w:r>
          </w:p>
        </w:tc>
        <w:tc>
          <w:tcPr>
            <w:tcW w:w="1246" w:type="dxa"/>
            <w:gridSpan w:val="2"/>
            <w:shd w:val="clear" w:color="auto" w:fill="auto"/>
          </w:tcPr>
          <w:p w14:paraId="7D72C206" w14:textId="77777777" w:rsidR="00ED7416" w:rsidRPr="0031418B" w:rsidRDefault="00ED7416" w:rsidP="00ED7416">
            <w:pPr>
              <w:pStyle w:val="TAC"/>
            </w:pPr>
            <w:r w:rsidRPr="0031418B">
              <w:t>1 MHz</w:t>
            </w:r>
          </w:p>
        </w:tc>
        <w:tc>
          <w:tcPr>
            <w:tcW w:w="4422" w:type="dxa"/>
            <w:gridSpan w:val="2"/>
            <w:shd w:val="clear" w:color="auto" w:fill="auto"/>
          </w:tcPr>
          <w:p w14:paraId="368A488E" w14:textId="77777777" w:rsidR="00ED7416" w:rsidRPr="0031418B" w:rsidRDefault="00ED7416" w:rsidP="00ED7416">
            <w:pPr>
              <w:pStyle w:val="TAL"/>
            </w:pPr>
            <w:r w:rsidRPr="0031418B">
              <w:t>This requirement does not apply to E-UTRA FDD repeater operating in band 30.</w:t>
            </w:r>
          </w:p>
        </w:tc>
      </w:tr>
      <w:tr w:rsidR="00ED7416" w:rsidRPr="0031418B" w14:paraId="27A4460E"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tcPr>
          <w:p w14:paraId="294BEA76" w14:textId="77777777" w:rsidR="00ED7416" w:rsidRPr="0031418B" w:rsidRDefault="00ED7416" w:rsidP="00ED7416">
            <w:pPr>
              <w:pStyle w:val="TAC"/>
              <w:rPr>
                <w:lang w:val="sv-SE"/>
              </w:rPr>
            </w:pPr>
          </w:p>
        </w:tc>
        <w:tc>
          <w:tcPr>
            <w:tcW w:w="1529" w:type="dxa"/>
            <w:gridSpan w:val="2"/>
            <w:tcBorders>
              <w:left w:val="single" w:sz="4" w:space="0" w:color="auto"/>
            </w:tcBorders>
            <w:shd w:val="clear" w:color="auto" w:fill="auto"/>
          </w:tcPr>
          <w:p w14:paraId="606E76EC" w14:textId="77777777" w:rsidR="00ED7416" w:rsidRPr="0031418B" w:rsidRDefault="00ED7416" w:rsidP="00ED7416">
            <w:pPr>
              <w:pStyle w:val="TAC"/>
            </w:pPr>
            <w:r w:rsidRPr="0031418B">
              <w:t>2305 - 2315 MHz</w:t>
            </w:r>
          </w:p>
        </w:tc>
        <w:tc>
          <w:tcPr>
            <w:tcW w:w="1022" w:type="dxa"/>
            <w:gridSpan w:val="2"/>
            <w:shd w:val="clear" w:color="auto" w:fill="auto"/>
          </w:tcPr>
          <w:p w14:paraId="08D53592" w14:textId="77777777" w:rsidR="00ED7416" w:rsidRPr="0031418B" w:rsidRDefault="00ED7416" w:rsidP="00ED7416">
            <w:pPr>
              <w:pStyle w:val="TAC"/>
            </w:pPr>
            <w:r w:rsidRPr="0031418B">
              <w:t>-49 dBm</w:t>
            </w:r>
          </w:p>
        </w:tc>
        <w:tc>
          <w:tcPr>
            <w:tcW w:w="1246" w:type="dxa"/>
            <w:gridSpan w:val="2"/>
            <w:shd w:val="clear" w:color="auto" w:fill="auto"/>
          </w:tcPr>
          <w:p w14:paraId="7674E2D9" w14:textId="77777777" w:rsidR="00ED7416" w:rsidRPr="0031418B" w:rsidRDefault="00ED7416" w:rsidP="00ED7416">
            <w:pPr>
              <w:pStyle w:val="TAC"/>
            </w:pPr>
            <w:r w:rsidRPr="0031418B">
              <w:t>1 MHz</w:t>
            </w:r>
          </w:p>
        </w:tc>
        <w:tc>
          <w:tcPr>
            <w:tcW w:w="4422" w:type="dxa"/>
            <w:gridSpan w:val="2"/>
            <w:shd w:val="clear" w:color="auto" w:fill="auto"/>
          </w:tcPr>
          <w:p w14:paraId="7D2FA39A" w14:textId="77777777" w:rsidR="00ED7416" w:rsidRPr="0031418B" w:rsidRDefault="00ED7416" w:rsidP="00ED7416">
            <w:pPr>
              <w:pStyle w:val="TAL"/>
            </w:pPr>
            <w:r w:rsidRPr="0031418B">
              <w:t xml:space="preserve">This requirement does not apply to E-UTRA FDD repeater operating in band 30, since it is already covered by the requirement in subclause 9.1.4. </w:t>
            </w:r>
          </w:p>
        </w:tc>
      </w:tr>
      <w:tr w:rsidR="00ED7416" w:rsidRPr="0031418B" w14:paraId="718E775B" w14:textId="77777777" w:rsidTr="00A74094">
        <w:trPr>
          <w:gridAfter w:val="1"/>
          <w:wAfter w:w="489" w:type="dxa"/>
          <w:cantSplit/>
          <w:trHeight w:val="113"/>
          <w:jc w:val="center"/>
        </w:trPr>
        <w:tc>
          <w:tcPr>
            <w:tcW w:w="1474" w:type="dxa"/>
            <w:gridSpan w:val="2"/>
            <w:vMerge w:val="restart"/>
            <w:tcBorders>
              <w:left w:val="single" w:sz="4" w:space="0" w:color="auto"/>
              <w:right w:val="single" w:sz="4" w:space="0" w:color="auto"/>
            </w:tcBorders>
            <w:shd w:val="clear" w:color="auto" w:fill="auto"/>
          </w:tcPr>
          <w:p w14:paraId="64204B58" w14:textId="77777777" w:rsidR="00ED7416" w:rsidRPr="0031418B" w:rsidRDefault="00ED7416" w:rsidP="00ED7416">
            <w:pPr>
              <w:pStyle w:val="TAC"/>
              <w:rPr>
                <w:lang w:val="sv-SE"/>
              </w:rPr>
            </w:pPr>
            <w:r w:rsidRPr="0031418B">
              <w:rPr>
                <w:lang w:val="sv-SE"/>
              </w:rPr>
              <w:t>E-UTRA Band 31</w:t>
            </w:r>
          </w:p>
        </w:tc>
        <w:tc>
          <w:tcPr>
            <w:tcW w:w="1529" w:type="dxa"/>
            <w:gridSpan w:val="2"/>
            <w:tcBorders>
              <w:left w:val="single" w:sz="4" w:space="0" w:color="auto"/>
            </w:tcBorders>
            <w:shd w:val="clear" w:color="auto" w:fill="auto"/>
          </w:tcPr>
          <w:p w14:paraId="45F75B04" w14:textId="77777777" w:rsidR="00ED7416" w:rsidRPr="0031418B" w:rsidRDefault="00ED7416" w:rsidP="00ED7416">
            <w:pPr>
              <w:pStyle w:val="TAC"/>
            </w:pPr>
            <w:r w:rsidRPr="0031418B">
              <w:t>462.5 – 467.5 MHz</w:t>
            </w:r>
          </w:p>
        </w:tc>
        <w:tc>
          <w:tcPr>
            <w:tcW w:w="1022" w:type="dxa"/>
            <w:gridSpan w:val="2"/>
            <w:shd w:val="clear" w:color="auto" w:fill="auto"/>
          </w:tcPr>
          <w:p w14:paraId="3D6B7F72" w14:textId="77777777" w:rsidR="00ED7416" w:rsidRPr="0031418B" w:rsidRDefault="00ED7416" w:rsidP="00ED7416">
            <w:pPr>
              <w:pStyle w:val="TAC"/>
            </w:pPr>
            <w:r w:rsidRPr="0031418B">
              <w:t>-52 dBm</w:t>
            </w:r>
          </w:p>
        </w:tc>
        <w:tc>
          <w:tcPr>
            <w:tcW w:w="1246" w:type="dxa"/>
            <w:gridSpan w:val="2"/>
            <w:shd w:val="clear" w:color="auto" w:fill="auto"/>
          </w:tcPr>
          <w:p w14:paraId="60050DD5" w14:textId="77777777" w:rsidR="00ED7416" w:rsidRPr="0031418B" w:rsidRDefault="00ED7416" w:rsidP="00ED7416">
            <w:pPr>
              <w:pStyle w:val="TAC"/>
            </w:pPr>
            <w:r w:rsidRPr="0031418B">
              <w:t>1 MHz</w:t>
            </w:r>
          </w:p>
        </w:tc>
        <w:tc>
          <w:tcPr>
            <w:tcW w:w="4422" w:type="dxa"/>
            <w:gridSpan w:val="2"/>
            <w:shd w:val="clear" w:color="auto" w:fill="auto"/>
          </w:tcPr>
          <w:p w14:paraId="3CF080EA" w14:textId="77777777" w:rsidR="00ED7416" w:rsidRPr="0031418B" w:rsidRDefault="00ED7416" w:rsidP="00ED7416">
            <w:pPr>
              <w:pStyle w:val="TAL"/>
            </w:pPr>
            <w:r w:rsidRPr="0031418B">
              <w:t>This requirement does not apply to E-UTRA FDD repeater operating in band</w:t>
            </w:r>
            <w:r w:rsidRPr="0031418B">
              <w:rPr>
                <w:rFonts w:hint="eastAsia"/>
                <w:lang w:eastAsia="zh-CN"/>
              </w:rPr>
              <w:t xml:space="preserve"> 31</w:t>
            </w:r>
            <w:r w:rsidR="00A74094" w:rsidRPr="0031418B">
              <w:rPr>
                <w:lang w:eastAsia="zh-CN"/>
              </w:rPr>
              <w:t xml:space="preserve"> or 72</w:t>
            </w:r>
            <w:r w:rsidRPr="0031418B">
              <w:rPr>
                <w:rFonts w:hint="eastAsia"/>
                <w:lang w:eastAsia="zh-CN"/>
              </w:rPr>
              <w:t>.</w:t>
            </w:r>
          </w:p>
        </w:tc>
      </w:tr>
      <w:tr w:rsidR="00ED7416" w:rsidRPr="0031418B" w14:paraId="58AB76D1" w14:textId="77777777" w:rsidTr="00A74094">
        <w:trPr>
          <w:gridAfter w:val="1"/>
          <w:wAfter w:w="489" w:type="dxa"/>
          <w:cantSplit/>
          <w:trHeight w:val="113"/>
          <w:jc w:val="center"/>
        </w:trPr>
        <w:tc>
          <w:tcPr>
            <w:tcW w:w="1474" w:type="dxa"/>
            <w:gridSpan w:val="2"/>
            <w:vMerge/>
            <w:tcBorders>
              <w:left w:val="single" w:sz="4" w:space="0" w:color="auto"/>
              <w:bottom w:val="single" w:sz="4" w:space="0" w:color="auto"/>
              <w:right w:val="single" w:sz="4" w:space="0" w:color="auto"/>
            </w:tcBorders>
            <w:shd w:val="clear" w:color="auto" w:fill="auto"/>
          </w:tcPr>
          <w:p w14:paraId="0185E2E9" w14:textId="77777777" w:rsidR="00ED7416" w:rsidRPr="0031418B" w:rsidRDefault="00ED7416" w:rsidP="00ED7416">
            <w:pPr>
              <w:pStyle w:val="TAC"/>
              <w:rPr>
                <w:lang w:val="sv-SE"/>
              </w:rPr>
            </w:pPr>
          </w:p>
        </w:tc>
        <w:tc>
          <w:tcPr>
            <w:tcW w:w="1529" w:type="dxa"/>
            <w:gridSpan w:val="2"/>
            <w:tcBorders>
              <w:left w:val="single" w:sz="4" w:space="0" w:color="auto"/>
            </w:tcBorders>
            <w:shd w:val="clear" w:color="auto" w:fill="auto"/>
          </w:tcPr>
          <w:p w14:paraId="085EBA12" w14:textId="77777777" w:rsidR="00ED7416" w:rsidRPr="0031418B" w:rsidRDefault="00ED7416" w:rsidP="00ED7416">
            <w:pPr>
              <w:pStyle w:val="TAC"/>
            </w:pPr>
            <w:r w:rsidRPr="0031418B">
              <w:t>452.5 – 457.5 MHz</w:t>
            </w:r>
          </w:p>
        </w:tc>
        <w:tc>
          <w:tcPr>
            <w:tcW w:w="1022" w:type="dxa"/>
            <w:gridSpan w:val="2"/>
            <w:shd w:val="clear" w:color="auto" w:fill="auto"/>
          </w:tcPr>
          <w:p w14:paraId="35150B93" w14:textId="77777777" w:rsidR="00ED7416" w:rsidRPr="0031418B" w:rsidRDefault="00ED7416" w:rsidP="00ED7416">
            <w:pPr>
              <w:pStyle w:val="TAC"/>
            </w:pPr>
            <w:r w:rsidRPr="0031418B">
              <w:t>-49 dBm</w:t>
            </w:r>
          </w:p>
        </w:tc>
        <w:tc>
          <w:tcPr>
            <w:tcW w:w="1246" w:type="dxa"/>
            <w:gridSpan w:val="2"/>
            <w:shd w:val="clear" w:color="auto" w:fill="auto"/>
          </w:tcPr>
          <w:p w14:paraId="0369CCE0" w14:textId="77777777" w:rsidR="00ED7416" w:rsidRPr="0031418B" w:rsidRDefault="00ED7416" w:rsidP="00ED7416">
            <w:pPr>
              <w:pStyle w:val="TAC"/>
            </w:pPr>
            <w:r w:rsidRPr="0031418B">
              <w:t>1 MHz</w:t>
            </w:r>
          </w:p>
        </w:tc>
        <w:tc>
          <w:tcPr>
            <w:tcW w:w="4422" w:type="dxa"/>
            <w:gridSpan w:val="2"/>
            <w:shd w:val="clear" w:color="auto" w:fill="auto"/>
          </w:tcPr>
          <w:p w14:paraId="0CE56DA1" w14:textId="77777777" w:rsidR="00ED7416" w:rsidRPr="0031418B" w:rsidRDefault="00ED7416" w:rsidP="00ED7416">
            <w:pPr>
              <w:pStyle w:val="TAL"/>
            </w:pPr>
            <w:r w:rsidRPr="0031418B">
              <w:t xml:space="preserve">This requirement does not apply to E-UTRA FDD repeater operating in band </w:t>
            </w:r>
            <w:r w:rsidRPr="0031418B">
              <w:rPr>
                <w:rFonts w:hint="eastAsia"/>
                <w:lang w:eastAsia="zh-CN"/>
              </w:rPr>
              <w:t>31</w:t>
            </w:r>
            <w:r w:rsidR="00A74094" w:rsidRPr="0031418B">
              <w:rPr>
                <w:lang w:eastAsia="zh-CN"/>
              </w:rPr>
              <w:t xml:space="preserve"> or 72</w:t>
            </w:r>
            <w:r w:rsidRPr="0031418B">
              <w:t>, since it is already covered by the requirement in subclause 9.1.4.</w:t>
            </w:r>
          </w:p>
        </w:tc>
      </w:tr>
      <w:tr w:rsidR="00ED7416" w:rsidRPr="0031418B" w14:paraId="4344A511" w14:textId="77777777" w:rsidTr="00A74094">
        <w:trPr>
          <w:gridAfter w:val="1"/>
          <w:wAfter w:w="489" w:type="dxa"/>
          <w:cantSplit/>
          <w:trHeight w:val="113"/>
          <w:jc w:val="center"/>
        </w:trPr>
        <w:tc>
          <w:tcPr>
            <w:tcW w:w="1474" w:type="dxa"/>
            <w:gridSpan w:val="2"/>
            <w:tcBorders>
              <w:left w:val="single" w:sz="4" w:space="0" w:color="auto"/>
              <w:bottom w:val="single" w:sz="4" w:space="0" w:color="auto"/>
              <w:right w:val="single" w:sz="4" w:space="0" w:color="auto"/>
            </w:tcBorders>
            <w:shd w:val="clear" w:color="auto" w:fill="auto"/>
          </w:tcPr>
          <w:p w14:paraId="44FA1065" w14:textId="77777777" w:rsidR="00ED7416" w:rsidRPr="0031418B" w:rsidRDefault="00ED7416" w:rsidP="00ED7416">
            <w:pPr>
              <w:pStyle w:val="TAC"/>
              <w:rPr>
                <w:lang w:val="sv-SE"/>
              </w:rPr>
            </w:pPr>
            <w:r w:rsidRPr="0031418B">
              <w:t>UTRA FDD Band XXXII or E-UTRA Band 32</w:t>
            </w:r>
          </w:p>
        </w:tc>
        <w:tc>
          <w:tcPr>
            <w:tcW w:w="1529" w:type="dxa"/>
            <w:gridSpan w:val="2"/>
            <w:tcBorders>
              <w:left w:val="single" w:sz="4" w:space="0" w:color="auto"/>
            </w:tcBorders>
            <w:shd w:val="clear" w:color="auto" w:fill="auto"/>
          </w:tcPr>
          <w:p w14:paraId="4853DA64" w14:textId="77777777" w:rsidR="00ED7416" w:rsidRPr="0031418B" w:rsidRDefault="00ED7416" w:rsidP="00ED7416">
            <w:pPr>
              <w:pStyle w:val="TAC"/>
            </w:pPr>
            <w:r w:rsidRPr="0031418B">
              <w:t>1452 – 1496 MHz</w:t>
            </w:r>
          </w:p>
        </w:tc>
        <w:tc>
          <w:tcPr>
            <w:tcW w:w="1022" w:type="dxa"/>
            <w:gridSpan w:val="2"/>
            <w:shd w:val="clear" w:color="auto" w:fill="auto"/>
          </w:tcPr>
          <w:p w14:paraId="53EE1727" w14:textId="77777777" w:rsidR="00ED7416" w:rsidRPr="0031418B" w:rsidRDefault="00ED7416" w:rsidP="00ED7416">
            <w:pPr>
              <w:pStyle w:val="TAC"/>
            </w:pPr>
            <w:r w:rsidRPr="0031418B">
              <w:t>-52 dBm</w:t>
            </w:r>
          </w:p>
        </w:tc>
        <w:tc>
          <w:tcPr>
            <w:tcW w:w="1246" w:type="dxa"/>
            <w:gridSpan w:val="2"/>
            <w:shd w:val="clear" w:color="auto" w:fill="auto"/>
          </w:tcPr>
          <w:p w14:paraId="6FFB116D" w14:textId="77777777" w:rsidR="00ED7416" w:rsidRPr="0031418B" w:rsidRDefault="00ED7416" w:rsidP="00ED7416">
            <w:pPr>
              <w:pStyle w:val="TAC"/>
            </w:pPr>
            <w:r w:rsidRPr="0031418B">
              <w:t>1 MHz</w:t>
            </w:r>
          </w:p>
        </w:tc>
        <w:tc>
          <w:tcPr>
            <w:tcW w:w="4422" w:type="dxa"/>
            <w:gridSpan w:val="2"/>
            <w:shd w:val="clear" w:color="auto" w:fill="auto"/>
          </w:tcPr>
          <w:p w14:paraId="0DD86FC6" w14:textId="77777777" w:rsidR="00ED7416" w:rsidRPr="0031418B" w:rsidRDefault="00ED7416" w:rsidP="00ED7416">
            <w:pPr>
              <w:pStyle w:val="TAL"/>
            </w:pPr>
            <w:r w:rsidRPr="0031418B">
              <w:t>This requirement does not apply to E-UTRA FDD repeater operating in band 11, 21 or 32.</w:t>
            </w:r>
          </w:p>
        </w:tc>
      </w:tr>
      <w:tr w:rsidR="0045193A" w:rsidRPr="0031418B" w14:paraId="0A1A38C8" w14:textId="77777777" w:rsidTr="00A74094">
        <w:trPr>
          <w:gridAfter w:val="1"/>
          <w:wAfter w:w="489" w:type="dxa"/>
          <w:cantSplit/>
          <w:trHeight w:val="348"/>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3B7D6879" w14:textId="77777777" w:rsidR="0045193A" w:rsidRPr="0031418B" w:rsidRDefault="0045193A" w:rsidP="0045193A">
            <w:pPr>
              <w:pStyle w:val="TAC"/>
            </w:pPr>
            <w:r w:rsidRPr="0031418B">
              <w:t xml:space="preserve">UTRA TDD in Band a) or </w:t>
            </w:r>
            <w:r w:rsidRPr="0031418B">
              <w:br/>
              <w:t>E-UTRA Band 33</w:t>
            </w:r>
          </w:p>
        </w:tc>
        <w:tc>
          <w:tcPr>
            <w:tcW w:w="1529" w:type="dxa"/>
            <w:gridSpan w:val="2"/>
            <w:vMerge w:val="restart"/>
            <w:tcBorders>
              <w:top w:val="single" w:sz="2" w:space="0" w:color="auto"/>
              <w:left w:val="single" w:sz="4" w:space="0" w:color="auto"/>
              <w:right w:val="single" w:sz="2" w:space="0" w:color="auto"/>
            </w:tcBorders>
            <w:shd w:val="clear" w:color="auto" w:fill="auto"/>
            <w:vAlign w:val="center"/>
          </w:tcPr>
          <w:p w14:paraId="551DC7FE" w14:textId="77777777" w:rsidR="0045193A" w:rsidRPr="0031418B" w:rsidRDefault="0045193A" w:rsidP="0045193A">
            <w:pPr>
              <w:pStyle w:val="TAC"/>
              <w:rPr>
                <w:lang w:eastAsia="zh-CN"/>
              </w:rPr>
            </w:pPr>
            <w:r w:rsidRPr="0031418B">
              <w:rPr>
                <w:lang w:eastAsia="ja-JP"/>
              </w:rPr>
              <w:t>1900 - 1920 MHz</w:t>
            </w:r>
          </w:p>
        </w:tc>
        <w:tc>
          <w:tcPr>
            <w:tcW w:w="1022"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728E3389" w14:textId="77777777" w:rsidR="0045193A" w:rsidRPr="0031418B" w:rsidRDefault="0045193A" w:rsidP="0045193A">
            <w:pPr>
              <w:pStyle w:val="TAC"/>
            </w:pPr>
            <w:r w:rsidRPr="0031418B">
              <w:t>-52 dBm</w:t>
            </w:r>
          </w:p>
        </w:tc>
        <w:tc>
          <w:tcPr>
            <w:tcW w:w="1246"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545C0DEC" w14:textId="77777777" w:rsidR="0045193A" w:rsidRPr="0031418B" w:rsidRDefault="0045193A" w:rsidP="0045193A">
            <w:pPr>
              <w:pStyle w:val="TAC"/>
            </w:pPr>
            <w:r w:rsidRPr="0031418B">
              <w:t>1 MHz</w:t>
            </w:r>
          </w:p>
        </w:tc>
        <w:tc>
          <w:tcPr>
            <w:tcW w:w="4422" w:type="dxa"/>
            <w:gridSpan w:val="2"/>
            <w:tcBorders>
              <w:top w:val="single" w:sz="2" w:space="0" w:color="auto"/>
              <w:left w:val="single" w:sz="2" w:space="0" w:color="auto"/>
              <w:bottom w:val="single" w:sz="4" w:space="0" w:color="auto"/>
              <w:right w:val="single" w:sz="2" w:space="0" w:color="auto"/>
            </w:tcBorders>
            <w:shd w:val="clear" w:color="auto" w:fill="auto"/>
          </w:tcPr>
          <w:p w14:paraId="6A8EFA03" w14:textId="77777777" w:rsidR="0045193A" w:rsidRPr="0031418B" w:rsidRDefault="0045193A" w:rsidP="006B2560">
            <w:pPr>
              <w:pStyle w:val="TAL"/>
              <w:rPr>
                <w:lang w:eastAsia="zh-CN"/>
              </w:rPr>
            </w:pPr>
            <w:r w:rsidRPr="0031418B">
              <w:t>This requirement does not apply to the uplink of E-UTRA FDD Repeater operating in band 1</w:t>
            </w:r>
            <w:r w:rsidR="00981591" w:rsidRPr="0031418B">
              <w:t>, band 2 or band 25</w:t>
            </w:r>
            <w:r w:rsidRPr="0031418B">
              <w:t>.</w:t>
            </w:r>
          </w:p>
        </w:tc>
      </w:tr>
      <w:tr w:rsidR="0045193A" w:rsidRPr="0031418B" w14:paraId="7A1E62D9" w14:textId="77777777" w:rsidTr="00A74094">
        <w:trPr>
          <w:gridAfter w:val="1"/>
          <w:wAfter w:w="489" w:type="dxa"/>
          <w:cantSplit/>
          <w:trHeight w:val="377"/>
          <w:jc w:val="center"/>
        </w:trPr>
        <w:tc>
          <w:tcPr>
            <w:tcW w:w="1474" w:type="dxa"/>
            <w:gridSpan w:val="2"/>
            <w:vMerge/>
            <w:tcBorders>
              <w:left w:val="single" w:sz="4" w:space="0" w:color="auto"/>
              <w:right w:val="single" w:sz="4" w:space="0" w:color="auto"/>
            </w:tcBorders>
            <w:shd w:val="clear" w:color="auto" w:fill="auto"/>
            <w:vAlign w:val="center"/>
          </w:tcPr>
          <w:p w14:paraId="2B011584" w14:textId="77777777" w:rsidR="0045193A" w:rsidRPr="0031418B" w:rsidRDefault="0045193A" w:rsidP="0045193A">
            <w:pPr>
              <w:pStyle w:val="TAC"/>
            </w:pPr>
          </w:p>
        </w:tc>
        <w:tc>
          <w:tcPr>
            <w:tcW w:w="1529" w:type="dxa"/>
            <w:gridSpan w:val="2"/>
            <w:vMerge/>
            <w:tcBorders>
              <w:left w:val="single" w:sz="4" w:space="0" w:color="auto"/>
              <w:right w:val="single" w:sz="2" w:space="0" w:color="auto"/>
            </w:tcBorders>
            <w:shd w:val="clear" w:color="auto" w:fill="auto"/>
            <w:vAlign w:val="center"/>
          </w:tcPr>
          <w:p w14:paraId="63A34005" w14:textId="77777777" w:rsidR="0045193A" w:rsidRPr="0031418B" w:rsidRDefault="0045193A" w:rsidP="0045193A">
            <w:pPr>
              <w:pStyle w:val="TAC"/>
              <w:rPr>
                <w:lang w:eastAsia="ja-JP"/>
              </w:rPr>
            </w:pPr>
          </w:p>
        </w:tc>
        <w:tc>
          <w:tcPr>
            <w:tcW w:w="1022" w:type="dxa"/>
            <w:gridSpan w:val="2"/>
            <w:tcBorders>
              <w:top w:val="single" w:sz="4" w:space="0" w:color="auto"/>
              <w:left w:val="single" w:sz="2" w:space="0" w:color="auto"/>
              <w:right w:val="single" w:sz="2" w:space="0" w:color="auto"/>
            </w:tcBorders>
            <w:shd w:val="clear" w:color="auto" w:fill="auto"/>
            <w:vAlign w:val="center"/>
          </w:tcPr>
          <w:p w14:paraId="08DBDC35" w14:textId="77777777" w:rsidR="0045193A" w:rsidRPr="0031418B" w:rsidRDefault="0045193A" w:rsidP="0045193A">
            <w:pPr>
              <w:pStyle w:val="TAC"/>
            </w:pPr>
            <w:r w:rsidRPr="0031418B">
              <w:t>-53 dBm</w:t>
            </w:r>
          </w:p>
        </w:tc>
        <w:tc>
          <w:tcPr>
            <w:tcW w:w="1246" w:type="dxa"/>
            <w:gridSpan w:val="2"/>
            <w:tcBorders>
              <w:top w:val="single" w:sz="4" w:space="0" w:color="auto"/>
              <w:left w:val="single" w:sz="2" w:space="0" w:color="auto"/>
              <w:right w:val="single" w:sz="2" w:space="0" w:color="auto"/>
            </w:tcBorders>
            <w:shd w:val="clear" w:color="auto" w:fill="auto"/>
            <w:vAlign w:val="center"/>
          </w:tcPr>
          <w:p w14:paraId="759B8F4E" w14:textId="77777777" w:rsidR="0045193A" w:rsidRPr="0031418B" w:rsidRDefault="0045193A" w:rsidP="0045193A">
            <w:pPr>
              <w:pStyle w:val="TAC"/>
            </w:pPr>
            <w:r w:rsidRPr="0031418B">
              <w:t>100 kHz</w:t>
            </w:r>
          </w:p>
        </w:tc>
        <w:tc>
          <w:tcPr>
            <w:tcW w:w="4422" w:type="dxa"/>
            <w:gridSpan w:val="2"/>
            <w:tcBorders>
              <w:top w:val="single" w:sz="4" w:space="0" w:color="auto"/>
              <w:left w:val="single" w:sz="2" w:space="0" w:color="auto"/>
              <w:right w:val="single" w:sz="2" w:space="0" w:color="auto"/>
            </w:tcBorders>
            <w:shd w:val="clear" w:color="auto" w:fill="auto"/>
          </w:tcPr>
          <w:p w14:paraId="6BD58A0F" w14:textId="77777777" w:rsidR="0045193A" w:rsidRPr="0031418B" w:rsidRDefault="0045193A" w:rsidP="006B2560">
            <w:pPr>
              <w:pStyle w:val="TAL"/>
              <w:rPr>
                <w:lang w:eastAsia="zh-CN"/>
              </w:rPr>
            </w:pPr>
            <w:r w:rsidRPr="0031418B">
              <w:t>This requirement is applied only to the uplink of E-UTRA FDD Repeater operating in band 1</w:t>
            </w:r>
            <w:r w:rsidR="00981591" w:rsidRPr="0031418B">
              <w:t>, band 2 or band 25</w:t>
            </w:r>
            <w:r w:rsidRPr="0031418B">
              <w:t>.</w:t>
            </w:r>
          </w:p>
        </w:tc>
      </w:tr>
      <w:tr w:rsidR="0045193A" w:rsidRPr="0031418B" w14:paraId="1B84AE82" w14:textId="77777777" w:rsidTr="00A74094">
        <w:trPr>
          <w:gridAfter w:val="1"/>
          <w:wAfter w:w="489" w:type="dxa"/>
          <w:cantSplit/>
          <w:trHeight w:val="113"/>
          <w:jc w:val="center"/>
        </w:trPr>
        <w:tc>
          <w:tcPr>
            <w:tcW w:w="14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C31358" w14:textId="77777777" w:rsidR="0045193A" w:rsidRPr="0031418B" w:rsidRDefault="0045193A" w:rsidP="0045193A">
            <w:pPr>
              <w:pStyle w:val="TAC"/>
            </w:pPr>
            <w:r w:rsidRPr="0031418B">
              <w:t xml:space="preserve">UTRA TDD in Band a) or </w:t>
            </w:r>
            <w:r w:rsidRPr="0031418B">
              <w:br/>
              <w:t>E-UTRA Band 34</w:t>
            </w:r>
          </w:p>
        </w:tc>
        <w:tc>
          <w:tcPr>
            <w:tcW w:w="1529"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28CA0231" w14:textId="77777777" w:rsidR="0045193A" w:rsidRPr="0031418B" w:rsidRDefault="0045193A" w:rsidP="0045193A">
            <w:pPr>
              <w:pStyle w:val="TAC"/>
              <w:rPr>
                <w:lang w:eastAsia="ja-JP"/>
              </w:rPr>
            </w:pPr>
            <w:r w:rsidRPr="0031418B">
              <w:rPr>
                <w:lang w:eastAsia="ja-JP"/>
              </w:rPr>
              <w:t>2010 - 2025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68C2E8F1" w14:textId="77777777" w:rsidR="0045193A" w:rsidRPr="0031418B" w:rsidRDefault="0045193A" w:rsidP="0045193A">
            <w:pPr>
              <w:pStyle w:val="TAC"/>
            </w:pPr>
            <w:r w:rsidRPr="0031418B">
              <w:t>-52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186F48E9" w14:textId="77777777" w:rsidR="0045193A" w:rsidRPr="0031418B" w:rsidRDefault="0045193A" w:rsidP="0045193A">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004CC094" w14:textId="77777777" w:rsidR="0045193A" w:rsidRPr="0031418B" w:rsidRDefault="0045193A" w:rsidP="006B2560">
            <w:pPr>
              <w:pStyle w:val="TAL"/>
            </w:pPr>
          </w:p>
        </w:tc>
      </w:tr>
      <w:tr w:rsidR="0045193A" w:rsidRPr="0031418B" w14:paraId="491C46EB" w14:textId="77777777" w:rsidTr="00A74094">
        <w:trPr>
          <w:gridAfter w:val="1"/>
          <w:wAfter w:w="489" w:type="dxa"/>
          <w:cantSplit/>
          <w:trHeight w:val="280"/>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4C27624E" w14:textId="77777777" w:rsidR="0045193A" w:rsidRPr="0031418B" w:rsidRDefault="0045193A" w:rsidP="0045193A">
            <w:pPr>
              <w:pStyle w:val="TAC"/>
            </w:pPr>
            <w:r w:rsidRPr="0031418B">
              <w:t xml:space="preserve">UTRA TDD in Band b) or </w:t>
            </w:r>
            <w:r w:rsidRPr="0031418B">
              <w:br/>
              <w:t>E-UTRA Band 35</w:t>
            </w:r>
          </w:p>
        </w:tc>
        <w:tc>
          <w:tcPr>
            <w:tcW w:w="1529" w:type="dxa"/>
            <w:gridSpan w:val="2"/>
            <w:vMerge w:val="restart"/>
            <w:tcBorders>
              <w:top w:val="single" w:sz="2" w:space="0" w:color="auto"/>
              <w:left w:val="single" w:sz="4" w:space="0" w:color="auto"/>
              <w:right w:val="single" w:sz="2" w:space="0" w:color="auto"/>
            </w:tcBorders>
            <w:shd w:val="clear" w:color="auto" w:fill="auto"/>
            <w:vAlign w:val="center"/>
          </w:tcPr>
          <w:p w14:paraId="1DF33197" w14:textId="77777777" w:rsidR="0045193A" w:rsidRPr="0031418B" w:rsidRDefault="0045193A" w:rsidP="0045193A">
            <w:pPr>
              <w:pStyle w:val="TAC"/>
              <w:rPr>
                <w:lang w:eastAsia="zh-CN"/>
              </w:rPr>
            </w:pPr>
            <w:r w:rsidRPr="0031418B">
              <w:rPr>
                <w:lang w:eastAsia="ja-JP"/>
              </w:rPr>
              <w:t>1850 – 1910 MHz</w:t>
            </w:r>
          </w:p>
        </w:tc>
        <w:tc>
          <w:tcPr>
            <w:tcW w:w="1022"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15C22CE0" w14:textId="77777777" w:rsidR="0045193A" w:rsidRPr="0031418B" w:rsidRDefault="0045193A" w:rsidP="0045193A">
            <w:pPr>
              <w:pStyle w:val="TAC"/>
            </w:pPr>
            <w:r w:rsidRPr="0031418B">
              <w:t>-52 dBm</w:t>
            </w:r>
          </w:p>
        </w:tc>
        <w:tc>
          <w:tcPr>
            <w:tcW w:w="1246"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554037A2" w14:textId="77777777" w:rsidR="0045193A" w:rsidRPr="0031418B" w:rsidRDefault="0045193A" w:rsidP="0045193A">
            <w:pPr>
              <w:pStyle w:val="TAC"/>
            </w:pPr>
            <w:r w:rsidRPr="0031418B">
              <w:t>1 MHz</w:t>
            </w:r>
          </w:p>
        </w:tc>
        <w:tc>
          <w:tcPr>
            <w:tcW w:w="4422" w:type="dxa"/>
            <w:gridSpan w:val="2"/>
            <w:tcBorders>
              <w:top w:val="single" w:sz="2" w:space="0" w:color="auto"/>
              <w:left w:val="single" w:sz="2" w:space="0" w:color="auto"/>
              <w:bottom w:val="single" w:sz="4" w:space="0" w:color="auto"/>
              <w:right w:val="single" w:sz="2" w:space="0" w:color="auto"/>
            </w:tcBorders>
            <w:shd w:val="clear" w:color="auto" w:fill="auto"/>
          </w:tcPr>
          <w:p w14:paraId="1BA32CC7" w14:textId="77777777" w:rsidR="00981591" w:rsidRPr="0031418B" w:rsidRDefault="00981591" w:rsidP="006B2560">
            <w:pPr>
              <w:pStyle w:val="TAL"/>
              <w:rPr>
                <w:lang w:eastAsia="ja-JP"/>
              </w:rPr>
            </w:pPr>
            <w:r w:rsidRPr="0031418B">
              <w:rPr>
                <w:lang w:eastAsia="ja-JP"/>
              </w:rPr>
              <w:t>This requirement does not apply to the downlink of E-UTRA FDD Repeater operating in band 3 or band 9.</w:t>
            </w:r>
          </w:p>
          <w:p w14:paraId="5DF9897C" w14:textId="77777777" w:rsidR="0045193A" w:rsidRPr="0031418B" w:rsidRDefault="0045193A" w:rsidP="006B2560">
            <w:pPr>
              <w:pStyle w:val="TAL"/>
              <w:rPr>
                <w:lang w:eastAsia="zh-CN"/>
              </w:rPr>
            </w:pPr>
            <w:r w:rsidRPr="0031418B">
              <w:t>This requirement does not apply to the uplink of E-UTRA FDD Repeater operating in band 2</w:t>
            </w:r>
            <w:r w:rsidR="00981591" w:rsidRPr="0031418B">
              <w:t xml:space="preserve"> or band 25</w:t>
            </w:r>
            <w:r w:rsidRPr="0031418B">
              <w:t>.</w:t>
            </w:r>
          </w:p>
        </w:tc>
      </w:tr>
      <w:tr w:rsidR="0045193A" w:rsidRPr="0031418B" w14:paraId="31451098" w14:textId="77777777" w:rsidTr="00A74094">
        <w:trPr>
          <w:gridAfter w:val="1"/>
          <w:wAfter w:w="489" w:type="dxa"/>
          <w:cantSplit/>
          <w:trHeight w:val="330"/>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5CD97C49" w14:textId="77777777" w:rsidR="0045193A" w:rsidRPr="0031418B" w:rsidRDefault="0045193A" w:rsidP="0045193A">
            <w:pPr>
              <w:pStyle w:val="TAC"/>
            </w:pPr>
          </w:p>
        </w:tc>
        <w:tc>
          <w:tcPr>
            <w:tcW w:w="1529" w:type="dxa"/>
            <w:gridSpan w:val="2"/>
            <w:vMerge/>
            <w:tcBorders>
              <w:left w:val="single" w:sz="4" w:space="0" w:color="auto"/>
              <w:bottom w:val="single" w:sz="2" w:space="0" w:color="auto"/>
              <w:right w:val="single" w:sz="2" w:space="0" w:color="auto"/>
            </w:tcBorders>
            <w:shd w:val="clear" w:color="auto" w:fill="auto"/>
            <w:vAlign w:val="center"/>
          </w:tcPr>
          <w:p w14:paraId="1E81F156" w14:textId="77777777" w:rsidR="0045193A" w:rsidRPr="0031418B" w:rsidRDefault="0045193A" w:rsidP="0045193A">
            <w:pPr>
              <w:pStyle w:val="TAC"/>
              <w:rPr>
                <w:lang w:eastAsia="ja-JP"/>
              </w:rPr>
            </w:pPr>
          </w:p>
        </w:tc>
        <w:tc>
          <w:tcPr>
            <w:tcW w:w="1022"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7A142A88" w14:textId="77777777" w:rsidR="0045193A" w:rsidRPr="0031418B" w:rsidRDefault="0045193A" w:rsidP="0045193A">
            <w:pPr>
              <w:pStyle w:val="TAC"/>
            </w:pPr>
            <w:r w:rsidRPr="0031418B">
              <w:t>-53 dBm</w:t>
            </w:r>
          </w:p>
        </w:tc>
        <w:tc>
          <w:tcPr>
            <w:tcW w:w="1246"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72B0AFBF" w14:textId="77777777" w:rsidR="0045193A" w:rsidRPr="0031418B" w:rsidRDefault="0045193A" w:rsidP="0045193A">
            <w:pPr>
              <w:pStyle w:val="TAC"/>
            </w:pPr>
            <w:r w:rsidRPr="0031418B">
              <w:t>100 kHz</w:t>
            </w:r>
          </w:p>
        </w:tc>
        <w:tc>
          <w:tcPr>
            <w:tcW w:w="4422" w:type="dxa"/>
            <w:gridSpan w:val="2"/>
            <w:tcBorders>
              <w:top w:val="single" w:sz="4" w:space="0" w:color="auto"/>
              <w:left w:val="single" w:sz="2" w:space="0" w:color="auto"/>
              <w:bottom w:val="single" w:sz="2" w:space="0" w:color="auto"/>
              <w:right w:val="single" w:sz="2" w:space="0" w:color="auto"/>
            </w:tcBorders>
            <w:shd w:val="clear" w:color="auto" w:fill="auto"/>
          </w:tcPr>
          <w:p w14:paraId="7F531477" w14:textId="77777777" w:rsidR="0045193A" w:rsidRPr="0031418B" w:rsidRDefault="0045193A" w:rsidP="006B2560">
            <w:pPr>
              <w:pStyle w:val="TAL"/>
              <w:rPr>
                <w:lang w:eastAsia="zh-CN"/>
              </w:rPr>
            </w:pPr>
            <w:r w:rsidRPr="0031418B">
              <w:t>This requirement is applied only to the uplink of E-UTRA FDD Repeater operating in band 2</w:t>
            </w:r>
            <w:r w:rsidR="00981591" w:rsidRPr="0031418B">
              <w:t xml:space="preserve"> or band 25</w:t>
            </w:r>
            <w:r w:rsidRPr="0031418B">
              <w:t>.</w:t>
            </w:r>
          </w:p>
        </w:tc>
      </w:tr>
      <w:tr w:rsidR="00981591" w:rsidRPr="0031418B" w14:paraId="17CF8FBE" w14:textId="77777777" w:rsidTr="00A74094">
        <w:trPr>
          <w:gridAfter w:val="1"/>
          <w:wAfter w:w="489" w:type="dxa"/>
          <w:cantSplit/>
          <w:trHeight w:val="715"/>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419A5855" w14:textId="77777777" w:rsidR="00981591" w:rsidRPr="0031418B" w:rsidRDefault="00981591" w:rsidP="0045193A">
            <w:pPr>
              <w:pStyle w:val="TAC"/>
            </w:pPr>
            <w:r w:rsidRPr="0031418B">
              <w:t xml:space="preserve">UTRA TDD in Band b) or </w:t>
            </w:r>
            <w:r w:rsidRPr="0031418B">
              <w:br/>
              <w:t>E-UTRA Band 36</w:t>
            </w:r>
          </w:p>
        </w:tc>
        <w:tc>
          <w:tcPr>
            <w:tcW w:w="1529" w:type="dxa"/>
            <w:gridSpan w:val="2"/>
            <w:vMerge w:val="restart"/>
            <w:tcBorders>
              <w:top w:val="single" w:sz="2" w:space="0" w:color="auto"/>
              <w:left w:val="single" w:sz="4" w:space="0" w:color="auto"/>
              <w:right w:val="single" w:sz="2" w:space="0" w:color="auto"/>
            </w:tcBorders>
            <w:shd w:val="clear" w:color="auto" w:fill="auto"/>
            <w:vAlign w:val="center"/>
          </w:tcPr>
          <w:p w14:paraId="593B88CC" w14:textId="77777777" w:rsidR="00981591" w:rsidRPr="0031418B" w:rsidRDefault="00981591" w:rsidP="0045193A">
            <w:pPr>
              <w:pStyle w:val="TAC"/>
              <w:rPr>
                <w:lang w:eastAsia="ja-JP"/>
              </w:rPr>
            </w:pPr>
            <w:r w:rsidRPr="0031418B">
              <w:rPr>
                <w:lang w:eastAsia="ja-JP"/>
              </w:rPr>
              <w:t>1930 - 1990 MHz</w:t>
            </w:r>
          </w:p>
        </w:tc>
        <w:tc>
          <w:tcPr>
            <w:tcW w:w="1022" w:type="dxa"/>
            <w:gridSpan w:val="2"/>
            <w:tcBorders>
              <w:top w:val="single" w:sz="2" w:space="0" w:color="auto"/>
              <w:left w:val="single" w:sz="2" w:space="0" w:color="auto"/>
              <w:right w:val="single" w:sz="2" w:space="0" w:color="auto"/>
            </w:tcBorders>
            <w:shd w:val="clear" w:color="auto" w:fill="auto"/>
            <w:vAlign w:val="center"/>
          </w:tcPr>
          <w:p w14:paraId="5BFBE4BB" w14:textId="77777777" w:rsidR="00981591" w:rsidRPr="0031418B" w:rsidRDefault="00981591" w:rsidP="0045193A">
            <w:pPr>
              <w:pStyle w:val="TAC"/>
            </w:pPr>
            <w:r w:rsidRPr="0031418B">
              <w:t>-52 dBm</w:t>
            </w:r>
          </w:p>
        </w:tc>
        <w:tc>
          <w:tcPr>
            <w:tcW w:w="1246" w:type="dxa"/>
            <w:gridSpan w:val="2"/>
            <w:tcBorders>
              <w:top w:val="single" w:sz="2" w:space="0" w:color="auto"/>
              <w:left w:val="single" w:sz="2" w:space="0" w:color="auto"/>
              <w:right w:val="single" w:sz="2" w:space="0" w:color="auto"/>
            </w:tcBorders>
            <w:shd w:val="clear" w:color="auto" w:fill="auto"/>
            <w:vAlign w:val="center"/>
          </w:tcPr>
          <w:p w14:paraId="6982C5FA" w14:textId="77777777" w:rsidR="00981591" w:rsidRPr="0031418B" w:rsidRDefault="00981591" w:rsidP="0045193A">
            <w:pPr>
              <w:pStyle w:val="TAC"/>
            </w:pPr>
            <w:r w:rsidRPr="0031418B">
              <w:t>1 MHz</w:t>
            </w:r>
          </w:p>
        </w:tc>
        <w:tc>
          <w:tcPr>
            <w:tcW w:w="4422" w:type="dxa"/>
            <w:gridSpan w:val="2"/>
            <w:tcBorders>
              <w:top w:val="single" w:sz="2" w:space="0" w:color="auto"/>
              <w:left w:val="single" w:sz="2" w:space="0" w:color="auto"/>
              <w:right w:val="single" w:sz="2" w:space="0" w:color="auto"/>
            </w:tcBorders>
            <w:shd w:val="clear" w:color="auto" w:fill="auto"/>
            <w:vAlign w:val="center"/>
          </w:tcPr>
          <w:p w14:paraId="58F2052D" w14:textId="77777777" w:rsidR="00981591" w:rsidRPr="0031418B" w:rsidRDefault="00981591" w:rsidP="006B2560">
            <w:pPr>
              <w:pStyle w:val="TAL"/>
            </w:pPr>
            <w:r w:rsidRPr="0031418B">
              <w:t>This requirement does not apply to the downlink of E-UTRA FDD Repeater operating in band 2 or band 25.</w:t>
            </w:r>
          </w:p>
          <w:p w14:paraId="57BD64C4" w14:textId="77777777" w:rsidR="00981591" w:rsidRPr="0031418B" w:rsidRDefault="00981591" w:rsidP="006B2560">
            <w:pPr>
              <w:pStyle w:val="TAL"/>
            </w:pPr>
            <w:r w:rsidRPr="0031418B">
              <w:t>This requirement does not apply to the uplink of E-UTRA FDD Repeater operating in band 1.</w:t>
            </w:r>
          </w:p>
        </w:tc>
      </w:tr>
      <w:tr w:rsidR="00981591" w:rsidRPr="0031418B" w14:paraId="7B52C3E0" w14:textId="77777777" w:rsidTr="00A74094">
        <w:trPr>
          <w:gridAfter w:val="1"/>
          <w:wAfter w:w="489" w:type="dxa"/>
          <w:cantSplit/>
          <w:trHeight w:val="715"/>
          <w:jc w:val="center"/>
        </w:trPr>
        <w:tc>
          <w:tcPr>
            <w:tcW w:w="1474" w:type="dxa"/>
            <w:gridSpan w:val="2"/>
            <w:vMerge/>
            <w:tcBorders>
              <w:left w:val="single" w:sz="4" w:space="0" w:color="auto"/>
              <w:right w:val="single" w:sz="4" w:space="0" w:color="auto"/>
            </w:tcBorders>
            <w:shd w:val="clear" w:color="auto" w:fill="auto"/>
            <w:vAlign w:val="center"/>
          </w:tcPr>
          <w:p w14:paraId="10CA2C04" w14:textId="77777777" w:rsidR="00981591" w:rsidRPr="0031418B" w:rsidRDefault="00981591" w:rsidP="0045193A">
            <w:pPr>
              <w:pStyle w:val="TAC"/>
            </w:pPr>
          </w:p>
        </w:tc>
        <w:tc>
          <w:tcPr>
            <w:tcW w:w="1529" w:type="dxa"/>
            <w:gridSpan w:val="2"/>
            <w:vMerge/>
            <w:tcBorders>
              <w:left w:val="single" w:sz="4" w:space="0" w:color="auto"/>
              <w:right w:val="single" w:sz="2" w:space="0" w:color="auto"/>
            </w:tcBorders>
            <w:shd w:val="clear" w:color="auto" w:fill="auto"/>
            <w:vAlign w:val="center"/>
          </w:tcPr>
          <w:p w14:paraId="37074D93" w14:textId="77777777" w:rsidR="00981591" w:rsidRPr="0031418B" w:rsidRDefault="00981591" w:rsidP="0045193A">
            <w:pPr>
              <w:pStyle w:val="TAC"/>
              <w:rPr>
                <w:lang w:eastAsia="ja-JP"/>
              </w:rPr>
            </w:pPr>
          </w:p>
        </w:tc>
        <w:tc>
          <w:tcPr>
            <w:tcW w:w="1022" w:type="dxa"/>
            <w:gridSpan w:val="2"/>
            <w:tcBorders>
              <w:top w:val="single" w:sz="2" w:space="0" w:color="auto"/>
              <w:left w:val="single" w:sz="2" w:space="0" w:color="auto"/>
              <w:right w:val="single" w:sz="2" w:space="0" w:color="auto"/>
            </w:tcBorders>
            <w:shd w:val="clear" w:color="auto" w:fill="auto"/>
            <w:vAlign w:val="center"/>
          </w:tcPr>
          <w:p w14:paraId="2E37DC1E" w14:textId="77777777" w:rsidR="00981591" w:rsidRPr="0031418B" w:rsidRDefault="00981591" w:rsidP="0045193A">
            <w:pPr>
              <w:pStyle w:val="TAC"/>
            </w:pPr>
            <w:r w:rsidRPr="0031418B">
              <w:t>-53 dBm</w:t>
            </w:r>
          </w:p>
        </w:tc>
        <w:tc>
          <w:tcPr>
            <w:tcW w:w="1246" w:type="dxa"/>
            <w:gridSpan w:val="2"/>
            <w:tcBorders>
              <w:top w:val="single" w:sz="2" w:space="0" w:color="auto"/>
              <w:left w:val="single" w:sz="2" w:space="0" w:color="auto"/>
              <w:right w:val="single" w:sz="2" w:space="0" w:color="auto"/>
            </w:tcBorders>
            <w:shd w:val="clear" w:color="auto" w:fill="auto"/>
            <w:vAlign w:val="center"/>
          </w:tcPr>
          <w:p w14:paraId="30042AF7" w14:textId="77777777" w:rsidR="00981591" w:rsidRPr="0031418B" w:rsidRDefault="00981591" w:rsidP="0045193A">
            <w:pPr>
              <w:pStyle w:val="TAC"/>
            </w:pPr>
            <w:r w:rsidRPr="0031418B">
              <w:t>100 kHz</w:t>
            </w:r>
          </w:p>
        </w:tc>
        <w:tc>
          <w:tcPr>
            <w:tcW w:w="4422" w:type="dxa"/>
            <w:gridSpan w:val="2"/>
            <w:tcBorders>
              <w:top w:val="single" w:sz="2" w:space="0" w:color="auto"/>
              <w:left w:val="single" w:sz="2" w:space="0" w:color="auto"/>
              <w:right w:val="single" w:sz="2" w:space="0" w:color="auto"/>
            </w:tcBorders>
            <w:shd w:val="clear" w:color="auto" w:fill="auto"/>
            <w:vAlign w:val="center"/>
          </w:tcPr>
          <w:p w14:paraId="2AF104D2" w14:textId="77777777" w:rsidR="00981591" w:rsidRPr="0031418B" w:rsidRDefault="00981591" w:rsidP="006B2560">
            <w:pPr>
              <w:pStyle w:val="TAL"/>
            </w:pPr>
            <w:r w:rsidRPr="0031418B">
              <w:rPr>
                <w:lang w:eastAsia="ja-JP"/>
              </w:rPr>
              <w:t>This requirement is applied only to the uplink of E-UTRA FDD Repeater operating in band 1.</w:t>
            </w:r>
          </w:p>
        </w:tc>
      </w:tr>
      <w:tr w:rsidR="0045193A" w:rsidRPr="0031418B" w14:paraId="59DB493E" w14:textId="77777777" w:rsidTr="00A74094">
        <w:trPr>
          <w:gridAfter w:val="1"/>
          <w:wAfter w:w="489" w:type="dxa"/>
          <w:cantSplit/>
          <w:trHeight w:val="280"/>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3131758B" w14:textId="77777777" w:rsidR="0045193A" w:rsidRPr="0031418B" w:rsidRDefault="0045193A" w:rsidP="0045193A">
            <w:pPr>
              <w:pStyle w:val="TAC"/>
            </w:pPr>
            <w:r w:rsidRPr="0031418B">
              <w:lastRenderedPageBreak/>
              <w:t xml:space="preserve">UTRA TDD in Band c) or </w:t>
            </w:r>
            <w:r w:rsidRPr="0031418B">
              <w:br/>
              <w:t>E-UTRA Band 37</w:t>
            </w:r>
          </w:p>
        </w:tc>
        <w:tc>
          <w:tcPr>
            <w:tcW w:w="1529" w:type="dxa"/>
            <w:gridSpan w:val="2"/>
            <w:vMerge w:val="restart"/>
            <w:tcBorders>
              <w:top w:val="single" w:sz="2" w:space="0" w:color="auto"/>
              <w:left w:val="single" w:sz="4" w:space="0" w:color="auto"/>
              <w:right w:val="single" w:sz="2" w:space="0" w:color="auto"/>
            </w:tcBorders>
            <w:shd w:val="clear" w:color="auto" w:fill="auto"/>
            <w:vAlign w:val="center"/>
          </w:tcPr>
          <w:p w14:paraId="51771110" w14:textId="77777777" w:rsidR="0045193A" w:rsidRPr="0031418B" w:rsidRDefault="0045193A" w:rsidP="0045193A">
            <w:pPr>
              <w:pStyle w:val="TAC"/>
              <w:rPr>
                <w:lang w:eastAsia="ja-JP"/>
              </w:rPr>
            </w:pPr>
            <w:r w:rsidRPr="0031418B">
              <w:rPr>
                <w:lang w:eastAsia="ja-JP"/>
              </w:rPr>
              <w:t>1910 - 1930 MHz</w:t>
            </w:r>
          </w:p>
        </w:tc>
        <w:tc>
          <w:tcPr>
            <w:tcW w:w="1022"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5FD67C29" w14:textId="77777777" w:rsidR="0045193A" w:rsidRPr="0031418B" w:rsidRDefault="0045193A" w:rsidP="0045193A">
            <w:pPr>
              <w:pStyle w:val="TAC"/>
            </w:pPr>
            <w:r w:rsidRPr="0031418B">
              <w:t>-52 dBm</w:t>
            </w:r>
          </w:p>
        </w:tc>
        <w:tc>
          <w:tcPr>
            <w:tcW w:w="1246"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42661992" w14:textId="77777777" w:rsidR="0045193A" w:rsidRPr="0031418B" w:rsidRDefault="0045193A" w:rsidP="0045193A">
            <w:pPr>
              <w:pStyle w:val="TAC"/>
            </w:pPr>
            <w:r w:rsidRPr="0031418B">
              <w:t>1 MHz</w:t>
            </w:r>
          </w:p>
        </w:tc>
        <w:tc>
          <w:tcPr>
            <w:tcW w:w="4422" w:type="dxa"/>
            <w:gridSpan w:val="2"/>
            <w:tcBorders>
              <w:top w:val="single" w:sz="2" w:space="0" w:color="auto"/>
              <w:left w:val="single" w:sz="2" w:space="0" w:color="auto"/>
              <w:bottom w:val="single" w:sz="4" w:space="0" w:color="auto"/>
              <w:right w:val="single" w:sz="2" w:space="0" w:color="auto"/>
            </w:tcBorders>
            <w:shd w:val="clear" w:color="auto" w:fill="auto"/>
          </w:tcPr>
          <w:p w14:paraId="61EFC65C" w14:textId="77777777" w:rsidR="00981591" w:rsidRPr="0031418B" w:rsidRDefault="00981591" w:rsidP="006B2560">
            <w:pPr>
              <w:pStyle w:val="TAL"/>
              <w:rPr>
                <w:lang w:eastAsia="ja-JP"/>
              </w:rPr>
            </w:pPr>
            <w:r w:rsidRPr="0031418B">
              <w:rPr>
                <w:lang w:eastAsia="ja-JP"/>
              </w:rPr>
              <w:t>This requirement does not apply to E-UTRA FDD Repeater operating in band 2 or band 25.</w:t>
            </w:r>
          </w:p>
          <w:p w14:paraId="4699ACD6" w14:textId="77777777" w:rsidR="0045193A" w:rsidRPr="0031418B" w:rsidRDefault="0045193A" w:rsidP="006B2560">
            <w:pPr>
              <w:pStyle w:val="TAL"/>
            </w:pPr>
            <w:r w:rsidRPr="0031418B">
              <w:t xml:space="preserve">This requirement does not apply to the uplink of E-UTRA FDD Repeater operating in band </w:t>
            </w:r>
            <w:r w:rsidR="00981591" w:rsidRPr="0031418B">
              <w:t>1.</w:t>
            </w:r>
          </w:p>
          <w:p w14:paraId="1088596C" w14:textId="77777777" w:rsidR="0045193A" w:rsidRPr="0031418B" w:rsidRDefault="0045193A" w:rsidP="006B2560">
            <w:pPr>
              <w:pStyle w:val="TAL"/>
              <w:rPr>
                <w:lang w:eastAsia="zh-CN"/>
              </w:rPr>
            </w:pPr>
            <w:r w:rsidRPr="0031418B">
              <w:t>This unpaired band is defined in ITU-R M.1036, but is pending any future deployment.</w:t>
            </w:r>
          </w:p>
        </w:tc>
      </w:tr>
      <w:tr w:rsidR="0045193A" w:rsidRPr="0031418B" w14:paraId="0A04FD2A" w14:textId="77777777" w:rsidTr="00A74094">
        <w:trPr>
          <w:gridAfter w:val="1"/>
          <w:wAfter w:w="489" w:type="dxa"/>
          <w:cantSplit/>
          <w:trHeight w:val="339"/>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4C95B487" w14:textId="77777777" w:rsidR="0045193A" w:rsidRPr="0031418B" w:rsidRDefault="0045193A" w:rsidP="0045193A">
            <w:pPr>
              <w:pStyle w:val="TAC"/>
            </w:pPr>
          </w:p>
        </w:tc>
        <w:tc>
          <w:tcPr>
            <w:tcW w:w="1529" w:type="dxa"/>
            <w:gridSpan w:val="2"/>
            <w:vMerge/>
            <w:tcBorders>
              <w:left w:val="single" w:sz="4" w:space="0" w:color="auto"/>
              <w:bottom w:val="single" w:sz="2" w:space="0" w:color="auto"/>
              <w:right w:val="single" w:sz="2" w:space="0" w:color="auto"/>
            </w:tcBorders>
            <w:shd w:val="clear" w:color="auto" w:fill="auto"/>
            <w:vAlign w:val="center"/>
          </w:tcPr>
          <w:p w14:paraId="263B7330" w14:textId="77777777" w:rsidR="0045193A" w:rsidRPr="0031418B" w:rsidRDefault="0045193A" w:rsidP="0045193A">
            <w:pPr>
              <w:pStyle w:val="TAC"/>
              <w:rPr>
                <w:lang w:eastAsia="ja-JP"/>
              </w:rPr>
            </w:pPr>
          </w:p>
        </w:tc>
        <w:tc>
          <w:tcPr>
            <w:tcW w:w="1022"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51BED19A" w14:textId="77777777" w:rsidR="0045193A" w:rsidRPr="0031418B" w:rsidRDefault="0045193A" w:rsidP="0045193A">
            <w:pPr>
              <w:pStyle w:val="TAC"/>
            </w:pPr>
            <w:r w:rsidRPr="0031418B">
              <w:t>-53 dBm</w:t>
            </w:r>
          </w:p>
        </w:tc>
        <w:tc>
          <w:tcPr>
            <w:tcW w:w="1246"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207BE0A2" w14:textId="77777777" w:rsidR="0045193A" w:rsidRPr="0031418B" w:rsidRDefault="0045193A" w:rsidP="0045193A">
            <w:pPr>
              <w:pStyle w:val="TAC"/>
            </w:pPr>
            <w:r w:rsidRPr="0031418B">
              <w:t>100 kHz</w:t>
            </w:r>
          </w:p>
        </w:tc>
        <w:tc>
          <w:tcPr>
            <w:tcW w:w="4422" w:type="dxa"/>
            <w:gridSpan w:val="2"/>
            <w:tcBorders>
              <w:top w:val="single" w:sz="4" w:space="0" w:color="auto"/>
              <w:left w:val="single" w:sz="2" w:space="0" w:color="auto"/>
              <w:bottom w:val="single" w:sz="2" w:space="0" w:color="auto"/>
              <w:right w:val="single" w:sz="2" w:space="0" w:color="auto"/>
            </w:tcBorders>
            <w:shd w:val="clear" w:color="auto" w:fill="auto"/>
          </w:tcPr>
          <w:p w14:paraId="4B65589B" w14:textId="77777777" w:rsidR="0045193A" w:rsidRPr="0031418B" w:rsidRDefault="0045193A" w:rsidP="006B2560">
            <w:pPr>
              <w:pStyle w:val="TAL"/>
              <w:rPr>
                <w:lang w:eastAsia="zh-CN"/>
              </w:rPr>
            </w:pPr>
            <w:r w:rsidRPr="0031418B">
              <w:t xml:space="preserve">This requirement is applied only to the uplink of E-UTRA FDD Repeater operating in band </w:t>
            </w:r>
            <w:r w:rsidR="00981591" w:rsidRPr="0031418B">
              <w:t xml:space="preserve">1, band </w:t>
            </w:r>
            <w:r w:rsidRPr="0031418B">
              <w:t>2</w:t>
            </w:r>
            <w:r w:rsidR="00981591" w:rsidRPr="0031418B">
              <w:t xml:space="preserve"> or band 25</w:t>
            </w:r>
            <w:r w:rsidRPr="0031418B">
              <w:t>.</w:t>
            </w:r>
          </w:p>
        </w:tc>
      </w:tr>
      <w:tr w:rsidR="0045193A" w:rsidRPr="0031418B" w14:paraId="33044945" w14:textId="77777777" w:rsidTr="00A74094">
        <w:trPr>
          <w:gridAfter w:val="1"/>
          <w:wAfter w:w="489" w:type="dxa"/>
          <w:cantSplit/>
          <w:trHeight w:val="297"/>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7C70F957" w14:textId="77777777" w:rsidR="0045193A" w:rsidRPr="0031418B" w:rsidRDefault="0045193A" w:rsidP="0045193A">
            <w:pPr>
              <w:pStyle w:val="TAC"/>
            </w:pPr>
            <w:r w:rsidRPr="0031418B">
              <w:t xml:space="preserve">UTRA TDD in Band d) or </w:t>
            </w:r>
            <w:r w:rsidRPr="0031418B">
              <w:br/>
              <w:t>E-UTRA Band 38</w:t>
            </w:r>
          </w:p>
        </w:tc>
        <w:tc>
          <w:tcPr>
            <w:tcW w:w="1529" w:type="dxa"/>
            <w:gridSpan w:val="2"/>
            <w:vMerge w:val="restart"/>
            <w:tcBorders>
              <w:top w:val="single" w:sz="2" w:space="0" w:color="auto"/>
              <w:left w:val="single" w:sz="4" w:space="0" w:color="auto"/>
              <w:right w:val="single" w:sz="2" w:space="0" w:color="auto"/>
            </w:tcBorders>
            <w:shd w:val="clear" w:color="auto" w:fill="auto"/>
            <w:vAlign w:val="center"/>
          </w:tcPr>
          <w:p w14:paraId="151A6A95" w14:textId="77777777" w:rsidR="0045193A" w:rsidRPr="0031418B" w:rsidRDefault="0045193A" w:rsidP="0045193A">
            <w:pPr>
              <w:pStyle w:val="TAC"/>
              <w:rPr>
                <w:lang w:eastAsia="ja-JP"/>
              </w:rPr>
            </w:pPr>
            <w:r w:rsidRPr="0031418B">
              <w:rPr>
                <w:lang w:eastAsia="ja-JP"/>
              </w:rPr>
              <w:t>2570 – 2620 MHz</w:t>
            </w:r>
          </w:p>
        </w:tc>
        <w:tc>
          <w:tcPr>
            <w:tcW w:w="1022"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31777FDD" w14:textId="77777777" w:rsidR="0045193A" w:rsidRPr="0031418B" w:rsidRDefault="0045193A" w:rsidP="0045193A">
            <w:pPr>
              <w:pStyle w:val="TAC"/>
            </w:pPr>
            <w:r w:rsidRPr="0031418B">
              <w:t>-52 dBm</w:t>
            </w:r>
          </w:p>
        </w:tc>
        <w:tc>
          <w:tcPr>
            <w:tcW w:w="1246"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507121CB" w14:textId="77777777" w:rsidR="0045193A" w:rsidRPr="0031418B" w:rsidRDefault="0045193A" w:rsidP="0045193A">
            <w:pPr>
              <w:pStyle w:val="TAC"/>
            </w:pPr>
            <w:r w:rsidRPr="0031418B">
              <w:t>1 MHz</w:t>
            </w:r>
          </w:p>
        </w:tc>
        <w:tc>
          <w:tcPr>
            <w:tcW w:w="4422" w:type="dxa"/>
            <w:gridSpan w:val="2"/>
            <w:tcBorders>
              <w:top w:val="single" w:sz="2" w:space="0" w:color="auto"/>
              <w:left w:val="single" w:sz="2" w:space="0" w:color="auto"/>
              <w:bottom w:val="single" w:sz="4" w:space="0" w:color="auto"/>
              <w:right w:val="single" w:sz="2" w:space="0" w:color="auto"/>
            </w:tcBorders>
            <w:shd w:val="clear" w:color="auto" w:fill="auto"/>
          </w:tcPr>
          <w:p w14:paraId="1F2A40CA" w14:textId="77777777" w:rsidR="0045193A" w:rsidRPr="0031418B" w:rsidRDefault="0045193A" w:rsidP="006B2560">
            <w:pPr>
              <w:pStyle w:val="TAL"/>
              <w:rPr>
                <w:lang w:eastAsia="zh-CN"/>
              </w:rPr>
            </w:pPr>
            <w:r w:rsidRPr="0031418B">
              <w:t xml:space="preserve">This requirement does not apply to </w:t>
            </w:r>
            <w:r w:rsidR="00BF0274" w:rsidRPr="0031418B">
              <w:t xml:space="preserve">the uplink of </w:t>
            </w:r>
            <w:r w:rsidRPr="0031418B">
              <w:t>E-UTRA FDD Repeater operating in band 7.</w:t>
            </w:r>
          </w:p>
        </w:tc>
      </w:tr>
      <w:tr w:rsidR="0045193A" w:rsidRPr="0031418B" w14:paraId="3A7BB78F" w14:textId="77777777" w:rsidTr="00A74094">
        <w:trPr>
          <w:gridAfter w:val="1"/>
          <w:wAfter w:w="489" w:type="dxa"/>
          <w:cantSplit/>
          <w:trHeight w:val="305"/>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467BA545" w14:textId="77777777" w:rsidR="0045193A" w:rsidRPr="0031418B" w:rsidRDefault="0045193A" w:rsidP="0045193A">
            <w:pPr>
              <w:pStyle w:val="TAC"/>
            </w:pPr>
          </w:p>
        </w:tc>
        <w:tc>
          <w:tcPr>
            <w:tcW w:w="1529" w:type="dxa"/>
            <w:gridSpan w:val="2"/>
            <w:vMerge/>
            <w:tcBorders>
              <w:left w:val="single" w:sz="4" w:space="0" w:color="auto"/>
              <w:bottom w:val="single" w:sz="2" w:space="0" w:color="auto"/>
              <w:right w:val="single" w:sz="2" w:space="0" w:color="auto"/>
            </w:tcBorders>
            <w:shd w:val="clear" w:color="auto" w:fill="auto"/>
            <w:vAlign w:val="center"/>
          </w:tcPr>
          <w:p w14:paraId="108033AB" w14:textId="77777777" w:rsidR="0045193A" w:rsidRPr="0031418B" w:rsidRDefault="0045193A" w:rsidP="0045193A">
            <w:pPr>
              <w:pStyle w:val="TAC"/>
              <w:rPr>
                <w:lang w:eastAsia="ja-JP"/>
              </w:rPr>
            </w:pPr>
          </w:p>
        </w:tc>
        <w:tc>
          <w:tcPr>
            <w:tcW w:w="1022"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214AD44E" w14:textId="77777777" w:rsidR="0045193A" w:rsidRPr="0031418B" w:rsidRDefault="0045193A" w:rsidP="0045193A">
            <w:pPr>
              <w:pStyle w:val="TAC"/>
            </w:pPr>
            <w:r w:rsidRPr="0031418B">
              <w:t>-53 dBm</w:t>
            </w:r>
          </w:p>
        </w:tc>
        <w:tc>
          <w:tcPr>
            <w:tcW w:w="1246"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4EBF7C1E" w14:textId="77777777" w:rsidR="0045193A" w:rsidRPr="0031418B" w:rsidRDefault="0045193A" w:rsidP="0045193A">
            <w:pPr>
              <w:pStyle w:val="TAC"/>
            </w:pPr>
            <w:r w:rsidRPr="0031418B">
              <w:t>100 kHz</w:t>
            </w:r>
          </w:p>
        </w:tc>
        <w:tc>
          <w:tcPr>
            <w:tcW w:w="4422" w:type="dxa"/>
            <w:gridSpan w:val="2"/>
            <w:tcBorders>
              <w:top w:val="single" w:sz="4" w:space="0" w:color="auto"/>
              <w:left w:val="single" w:sz="2" w:space="0" w:color="auto"/>
              <w:bottom w:val="single" w:sz="2" w:space="0" w:color="auto"/>
              <w:right w:val="single" w:sz="2" w:space="0" w:color="auto"/>
            </w:tcBorders>
            <w:shd w:val="clear" w:color="auto" w:fill="auto"/>
          </w:tcPr>
          <w:p w14:paraId="23096530" w14:textId="77777777" w:rsidR="0045193A" w:rsidRPr="0031418B" w:rsidRDefault="0045193A" w:rsidP="006B2560">
            <w:pPr>
              <w:pStyle w:val="TAL"/>
              <w:rPr>
                <w:lang w:eastAsia="zh-CN"/>
              </w:rPr>
            </w:pPr>
            <w:r w:rsidRPr="0031418B">
              <w:t xml:space="preserve">This requirement is applied only to </w:t>
            </w:r>
            <w:r w:rsidR="00BF0274" w:rsidRPr="0031418B">
              <w:t xml:space="preserve">the uplink of </w:t>
            </w:r>
            <w:r w:rsidRPr="0031418B">
              <w:t>E-UTRA FDD Repeater operating in band 7.</w:t>
            </w:r>
          </w:p>
        </w:tc>
      </w:tr>
      <w:tr w:rsidR="0045193A" w:rsidRPr="0031418B" w14:paraId="05A9D174" w14:textId="77777777" w:rsidTr="00A74094">
        <w:trPr>
          <w:gridAfter w:val="1"/>
          <w:wAfter w:w="489" w:type="dxa"/>
          <w:cantSplit/>
          <w:trHeight w:val="179"/>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373DA99D" w14:textId="77777777" w:rsidR="0045193A" w:rsidRPr="0031418B" w:rsidRDefault="00350213" w:rsidP="0045193A">
            <w:pPr>
              <w:pStyle w:val="TAC"/>
              <w:rPr>
                <w:lang w:eastAsia="zh-CN"/>
              </w:rPr>
            </w:pPr>
            <w:r w:rsidRPr="0031418B">
              <w:t>UTRA TDD Band f) or</w:t>
            </w:r>
            <w:r w:rsidRPr="0031418B">
              <w:br/>
            </w:r>
            <w:r w:rsidR="0045193A" w:rsidRPr="0031418B">
              <w:t>E-UTRA Band 3</w:t>
            </w:r>
            <w:r w:rsidR="0045193A" w:rsidRPr="0031418B">
              <w:rPr>
                <w:lang w:eastAsia="zh-CN"/>
              </w:rPr>
              <w:t>9</w:t>
            </w:r>
          </w:p>
        </w:tc>
        <w:tc>
          <w:tcPr>
            <w:tcW w:w="1529" w:type="dxa"/>
            <w:gridSpan w:val="2"/>
            <w:vMerge w:val="restart"/>
            <w:tcBorders>
              <w:top w:val="single" w:sz="2" w:space="0" w:color="auto"/>
              <w:left w:val="single" w:sz="4" w:space="0" w:color="auto"/>
              <w:right w:val="single" w:sz="2" w:space="0" w:color="auto"/>
            </w:tcBorders>
            <w:shd w:val="clear" w:color="auto" w:fill="auto"/>
            <w:vAlign w:val="center"/>
          </w:tcPr>
          <w:p w14:paraId="53A0BC82" w14:textId="77777777" w:rsidR="0045193A" w:rsidRPr="0031418B" w:rsidRDefault="0045193A" w:rsidP="0045193A">
            <w:pPr>
              <w:pStyle w:val="TAC"/>
              <w:rPr>
                <w:lang w:eastAsia="zh-CN"/>
              </w:rPr>
            </w:pPr>
            <w:r w:rsidRPr="0031418B">
              <w:rPr>
                <w:lang w:eastAsia="zh-CN"/>
              </w:rPr>
              <w:t xml:space="preserve">1880 </w:t>
            </w:r>
            <w:r w:rsidRPr="0031418B">
              <w:rPr>
                <w:lang w:eastAsia="ja-JP"/>
              </w:rPr>
              <w:t xml:space="preserve">– </w:t>
            </w:r>
            <w:r w:rsidRPr="0031418B">
              <w:rPr>
                <w:lang w:eastAsia="zh-CN"/>
              </w:rPr>
              <w:t>1920 MHz</w:t>
            </w:r>
          </w:p>
        </w:tc>
        <w:tc>
          <w:tcPr>
            <w:tcW w:w="1022"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586CA436" w14:textId="77777777" w:rsidR="0045193A" w:rsidRPr="0031418B" w:rsidRDefault="0045193A" w:rsidP="0045193A">
            <w:pPr>
              <w:pStyle w:val="TAC"/>
            </w:pPr>
            <w:r w:rsidRPr="0031418B">
              <w:t>-52 dBm</w:t>
            </w:r>
          </w:p>
        </w:tc>
        <w:tc>
          <w:tcPr>
            <w:tcW w:w="1246" w:type="dxa"/>
            <w:gridSpan w:val="2"/>
            <w:tcBorders>
              <w:top w:val="single" w:sz="2" w:space="0" w:color="auto"/>
              <w:left w:val="single" w:sz="2" w:space="0" w:color="auto"/>
              <w:bottom w:val="single" w:sz="4" w:space="0" w:color="auto"/>
              <w:right w:val="single" w:sz="2" w:space="0" w:color="auto"/>
            </w:tcBorders>
            <w:shd w:val="clear" w:color="auto" w:fill="auto"/>
            <w:vAlign w:val="center"/>
          </w:tcPr>
          <w:p w14:paraId="5AE4956A" w14:textId="77777777" w:rsidR="0045193A" w:rsidRPr="0031418B" w:rsidRDefault="0045193A" w:rsidP="0045193A">
            <w:pPr>
              <w:pStyle w:val="TAC"/>
            </w:pPr>
            <w:r w:rsidRPr="0031418B">
              <w:t>1 MHz</w:t>
            </w:r>
          </w:p>
        </w:tc>
        <w:tc>
          <w:tcPr>
            <w:tcW w:w="4422" w:type="dxa"/>
            <w:gridSpan w:val="2"/>
            <w:tcBorders>
              <w:top w:val="single" w:sz="2" w:space="0" w:color="auto"/>
              <w:left w:val="single" w:sz="2" w:space="0" w:color="auto"/>
              <w:bottom w:val="single" w:sz="4" w:space="0" w:color="auto"/>
              <w:right w:val="single" w:sz="2" w:space="0" w:color="auto"/>
            </w:tcBorders>
            <w:shd w:val="clear" w:color="auto" w:fill="auto"/>
          </w:tcPr>
          <w:p w14:paraId="0E44EFA2" w14:textId="77777777" w:rsidR="0045193A" w:rsidRPr="0031418B" w:rsidRDefault="0045193A" w:rsidP="006B2560">
            <w:pPr>
              <w:pStyle w:val="TAL"/>
              <w:rPr>
                <w:lang w:eastAsia="zh-CN"/>
              </w:rPr>
            </w:pPr>
            <w:r w:rsidRPr="0031418B">
              <w:t>This requirement does not apply to the uplink of E-UTRA FDD Repeater operating in band 1</w:t>
            </w:r>
            <w:r w:rsidR="00981591" w:rsidRPr="0031418B">
              <w:t>, band 2 or band 25</w:t>
            </w:r>
            <w:r w:rsidRPr="0031418B">
              <w:t>.</w:t>
            </w:r>
          </w:p>
        </w:tc>
      </w:tr>
      <w:tr w:rsidR="0045193A" w:rsidRPr="0031418B" w14:paraId="3E5B5DB0" w14:textId="77777777" w:rsidTr="00A74094">
        <w:trPr>
          <w:gridAfter w:val="1"/>
          <w:wAfter w:w="489" w:type="dxa"/>
          <w:cantSplit/>
          <w:trHeight w:val="220"/>
          <w:jc w:val="center"/>
        </w:trPr>
        <w:tc>
          <w:tcPr>
            <w:tcW w:w="1474" w:type="dxa"/>
            <w:gridSpan w:val="2"/>
            <w:vMerge/>
            <w:tcBorders>
              <w:left w:val="single" w:sz="4" w:space="0" w:color="auto"/>
              <w:bottom w:val="single" w:sz="4" w:space="0" w:color="auto"/>
              <w:right w:val="single" w:sz="4" w:space="0" w:color="auto"/>
            </w:tcBorders>
            <w:shd w:val="clear" w:color="auto" w:fill="auto"/>
            <w:vAlign w:val="center"/>
          </w:tcPr>
          <w:p w14:paraId="5ED4FA13" w14:textId="77777777" w:rsidR="0045193A" w:rsidRPr="0031418B" w:rsidRDefault="0045193A" w:rsidP="0045193A">
            <w:pPr>
              <w:pStyle w:val="TAC"/>
            </w:pPr>
          </w:p>
        </w:tc>
        <w:tc>
          <w:tcPr>
            <w:tcW w:w="1529" w:type="dxa"/>
            <w:gridSpan w:val="2"/>
            <w:vMerge/>
            <w:tcBorders>
              <w:left w:val="single" w:sz="4" w:space="0" w:color="auto"/>
              <w:bottom w:val="single" w:sz="2" w:space="0" w:color="auto"/>
              <w:right w:val="single" w:sz="2" w:space="0" w:color="auto"/>
            </w:tcBorders>
            <w:shd w:val="clear" w:color="auto" w:fill="auto"/>
            <w:vAlign w:val="center"/>
          </w:tcPr>
          <w:p w14:paraId="2B8A87D1" w14:textId="77777777" w:rsidR="0045193A" w:rsidRPr="0031418B" w:rsidRDefault="0045193A" w:rsidP="0045193A">
            <w:pPr>
              <w:pStyle w:val="TAC"/>
              <w:rPr>
                <w:lang w:eastAsia="zh-CN"/>
              </w:rPr>
            </w:pPr>
          </w:p>
        </w:tc>
        <w:tc>
          <w:tcPr>
            <w:tcW w:w="1022"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7C891964" w14:textId="77777777" w:rsidR="0045193A" w:rsidRPr="0031418B" w:rsidRDefault="0045193A" w:rsidP="0045193A">
            <w:pPr>
              <w:pStyle w:val="TAC"/>
            </w:pPr>
            <w:r w:rsidRPr="0031418B">
              <w:t>-53 dBm</w:t>
            </w:r>
          </w:p>
        </w:tc>
        <w:tc>
          <w:tcPr>
            <w:tcW w:w="1246" w:type="dxa"/>
            <w:gridSpan w:val="2"/>
            <w:tcBorders>
              <w:top w:val="single" w:sz="4" w:space="0" w:color="auto"/>
              <w:left w:val="single" w:sz="2" w:space="0" w:color="auto"/>
              <w:bottom w:val="single" w:sz="2" w:space="0" w:color="auto"/>
              <w:right w:val="single" w:sz="2" w:space="0" w:color="auto"/>
            </w:tcBorders>
            <w:shd w:val="clear" w:color="auto" w:fill="auto"/>
            <w:vAlign w:val="center"/>
          </w:tcPr>
          <w:p w14:paraId="32A00192" w14:textId="77777777" w:rsidR="0045193A" w:rsidRPr="0031418B" w:rsidRDefault="0045193A" w:rsidP="0045193A">
            <w:pPr>
              <w:pStyle w:val="TAC"/>
            </w:pPr>
            <w:r w:rsidRPr="0031418B">
              <w:t>100 kHz</w:t>
            </w:r>
          </w:p>
        </w:tc>
        <w:tc>
          <w:tcPr>
            <w:tcW w:w="4422" w:type="dxa"/>
            <w:gridSpan w:val="2"/>
            <w:tcBorders>
              <w:top w:val="single" w:sz="4" w:space="0" w:color="auto"/>
              <w:left w:val="single" w:sz="2" w:space="0" w:color="auto"/>
              <w:bottom w:val="single" w:sz="2" w:space="0" w:color="auto"/>
              <w:right w:val="single" w:sz="2" w:space="0" w:color="auto"/>
            </w:tcBorders>
            <w:shd w:val="clear" w:color="auto" w:fill="auto"/>
          </w:tcPr>
          <w:p w14:paraId="3F691BC6" w14:textId="77777777" w:rsidR="0045193A" w:rsidRPr="0031418B" w:rsidRDefault="0045193A" w:rsidP="006B2560">
            <w:pPr>
              <w:pStyle w:val="TAL"/>
              <w:rPr>
                <w:lang w:eastAsia="zh-CN"/>
              </w:rPr>
            </w:pPr>
            <w:r w:rsidRPr="0031418B">
              <w:t>This requirement is applied only to the uplink of E-UTRA FDD Repeater operating in band 1</w:t>
            </w:r>
            <w:r w:rsidR="00981591" w:rsidRPr="0031418B">
              <w:t>, band 2 or band 25</w:t>
            </w:r>
            <w:r w:rsidRPr="0031418B">
              <w:t>.</w:t>
            </w:r>
          </w:p>
        </w:tc>
      </w:tr>
      <w:tr w:rsidR="0045193A" w:rsidRPr="0031418B" w14:paraId="349CB1DE" w14:textId="77777777" w:rsidTr="00A74094">
        <w:trPr>
          <w:gridAfter w:val="1"/>
          <w:wAfter w:w="489" w:type="dxa"/>
          <w:cantSplit/>
          <w:trHeight w:val="113"/>
          <w:jc w:val="center"/>
        </w:trPr>
        <w:tc>
          <w:tcPr>
            <w:tcW w:w="14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25EBD9" w14:textId="77777777" w:rsidR="0045193A" w:rsidRPr="0031418B" w:rsidRDefault="00350213" w:rsidP="0045193A">
            <w:pPr>
              <w:pStyle w:val="TAC"/>
              <w:rPr>
                <w:lang w:eastAsia="zh-CN"/>
              </w:rPr>
            </w:pPr>
            <w:r w:rsidRPr="0031418B">
              <w:t>UTRA TDD Band e) or</w:t>
            </w:r>
            <w:r w:rsidRPr="0031418B">
              <w:br/>
            </w:r>
            <w:r w:rsidR="0045193A" w:rsidRPr="0031418B">
              <w:t xml:space="preserve">E-UTRA Band </w:t>
            </w:r>
            <w:r w:rsidR="0045193A" w:rsidRPr="0031418B">
              <w:rPr>
                <w:lang w:eastAsia="zh-CN"/>
              </w:rPr>
              <w:t>40</w:t>
            </w:r>
          </w:p>
        </w:tc>
        <w:tc>
          <w:tcPr>
            <w:tcW w:w="1529"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13D5C58B" w14:textId="77777777" w:rsidR="0045193A" w:rsidRPr="0031418B" w:rsidRDefault="0045193A" w:rsidP="0045193A">
            <w:pPr>
              <w:pStyle w:val="TAC"/>
              <w:rPr>
                <w:lang w:eastAsia="ja-JP"/>
              </w:rPr>
            </w:pPr>
            <w:r w:rsidRPr="0031418B">
              <w:rPr>
                <w:lang w:eastAsia="zh-CN"/>
              </w:rPr>
              <w:t xml:space="preserve">2300 </w:t>
            </w:r>
            <w:r w:rsidRPr="0031418B">
              <w:rPr>
                <w:lang w:eastAsia="ja-JP"/>
              </w:rPr>
              <w:t xml:space="preserve">– </w:t>
            </w:r>
            <w:r w:rsidRPr="0031418B">
              <w:rPr>
                <w:lang w:eastAsia="zh-CN"/>
              </w:rPr>
              <w:t>2400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B081395" w14:textId="77777777" w:rsidR="0045193A" w:rsidRPr="0031418B" w:rsidRDefault="0045193A" w:rsidP="0045193A">
            <w:pPr>
              <w:pStyle w:val="TAC"/>
            </w:pPr>
            <w:r w:rsidRPr="0031418B">
              <w:t>-52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FE3E371" w14:textId="77777777" w:rsidR="0045193A" w:rsidRPr="0031418B" w:rsidRDefault="0045193A" w:rsidP="0045193A">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499353F" w14:textId="77777777" w:rsidR="0045193A" w:rsidRPr="0031418B" w:rsidRDefault="009F4760" w:rsidP="006B2560">
            <w:pPr>
              <w:pStyle w:val="TAL"/>
              <w:rPr>
                <w:lang w:eastAsia="zh-CN"/>
              </w:rPr>
            </w:pPr>
            <w:r w:rsidRPr="0031418B">
              <w:t>This requirement does not apply to E-</w:t>
            </w:r>
            <w:r w:rsidRPr="0031418B">
              <w:rPr>
                <w:rFonts w:cs="v5.0.0"/>
              </w:rPr>
              <w:t xml:space="preserve">UTRA </w:t>
            </w:r>
            <w:r w:rsidRPr="0031418B">
              <w:t>FDD repeater operating in band 30.</w:t>
            </w:r>
          </w:p>
        </w:tc>
      </w:tr>
      <w:tr w:rsidR="00AB0776" w:rsidRPr="0031418B" w14:paraId="0F207C71" w14:textId="77777777" w:rsidTr="00A74094">
        <w:trPr>
          <w:gridAfter w:val="1"/>
          <w:wAfter w:w="489" w:type="dxa"/>
          <w:cantSplit/>
          <w:trHeight w:val="113"/>
          <w:jc w:val="center"/>
        </w:trPr>
        <w:tc>
          <w:tcPr>
            <w:tcW w:w="14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604E69" w14:textId="77777777" w:rsidR="00AB0776" w:rsidRPr="0031418B" w:rsidRDefault="00AB0776" w:rsidP="0045193A">
            <w:pPr>
              <w:pStyle w:val="TAC"/>
            </w:pPr>
            <w:r w:rsidRPr="0031418B">
              <w:t xml:space="preserve">E-UTRA Band </w:t>
            </w:r>
            <w:r w:rsidRPr="0031418B">
              <w:rPr>
                <w:lang w:eastAsia="zh-CN"/>
              </w:rPr>
              <w:t>41</w:t>
            </w:r>
          </w:p>
        </w:tc>
        <w:tc>
          <w:tcPr>
            <w:tcW w:w="1529"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5BAD1E42" w14:textId="77777777" w:rsidR="00AB0776" w:rsidRPr="0031418B" w:rsidRDefault="00AB0776" w:rsidP="0045193A">
            <w:pPr>
              <w:pStyle w:val="TAC"/>
              <w:rPr>
                <w:lang w:eastAsia="zh-CN"/>
              </w:rPr>
            </w:pPr>
            <w:r w:rsidRPr="0031418B">
              <w:rPr>
                <w:lang w:eastAsia="zh-CN"/>
              </w:rPr>
              <w:t xml:space="preserve">2496 </w:t>
            </w:r>
            <w:r w:rsidRPr="0031418B">
              <w:rPr>
                <w:lang w:eastAsia="ja-JP"/>
              </w:rPr>
              <w:t xml:space="preserve">– </w:t>
            </w:r>
            <w:r w:rsidRPr="0031418B">
              <w:rPr>
                <w:lang w:eastAsia="zh-CN"/>
              </w:rPr>
              <w:t>2690</w:t>
            </w:r>
            <w:r w:rsidRPr="0031418B">
              <w:rPr>
                <w:lang w:val="it-IT" w:eastAsia="zh-CN"/>
              </w:rPr>
              <w:t xml:space="preserve">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1B6EBD98" w14:textId="77777777" w:rsidR="00AB0776" w:rsidRPr="0031418B" w:rsidRDefault="00AB0776" w:rsidP="0045193A">
            <w:pPr>
              <w:pStyle w:val="TAC"/>
            </w:pPr>
            <w:r w:rsidRPr="0031418B">
              <w:t>-52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26C2E1D" w14:textId="77777777" w:rsidR="00AB0776" w:rsidRPr="0031418B" w:rsidRDefault="00AB0776" w:rsidP="0045193A">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0B31C35D" w14:textId="77777777" w:rsidR="00AB0776" w:rsidRPr="0031418B" w:rsidRDefault="009F4760" w:rsidP="006B2560">
            <w:pPr>
              <w:pStyle w:val="TAL"/>
              <w:rPr>
                <w:lang w:eastAsia="zh-CN"/>
              </w:rPr>
            </w:pPr>
            <w:r w:rsidRPr="0031418B">
              <w:t>This requirement does not apply to E-</w:t>
            </w:r>
            <w:r w:rsidRPr="0031418B">
              <w:rPr>
                <w:rFonts w:cs="v5.0.0"/>
              </w:rPr>
              <w:t xml:space="preserve">UTRA </w:t>
            </w:r>
            <w:r w:rsidRPr="0031418B">
              <w:t>FDD repeater operating in band 7.</w:t>
            </w:r>
          </w:p>
        </w:tc>
      </w:tr>
      <w:tr w:rsidR="00AB0776" w:rsidRPr="0031418B" w14:paraId="2F93A3F2" w14:textId="77777777" w:rsidTr="00A74094">
        <w:trPr>
          <w:gridAfter w:val="1"/>
          <w:wAfter w:w="489" w:type="dxa"/>
          <w:cantSplit/>
          <w:trHeight w:val="113"/>
          <w:jc w:val="center"/>
        </w:trPr>
        <w:tc>
          <w:tcPr>
            <w:tcW w:w="14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52A141" w14:textId="77777777" w:rsidR="00AB0776" w:rsidRPr="0031418B" w:rsidRDefault="00AB0776" w:rsidP="0045193A">
            <w:pPr>
              <w:pStyle w:val="TAC"/>
            </w:pPr>
            <w:r w:rsidRPr="0031418B">
              <w:t xml:space="preserve">E-UTRA Band </w:t>
            </w:r>
            <w:r w:rsidRPr="0031418B">
              <w:rPr>
                <w:lang w:eastAsia="zh-CN"/>
              </w:rPr>
              <w:t>42</w:t>
            </w:r>
          </w:p>
        </w:tc>
        <w:tc>
          <w:tcPr>
            <w:tcW w:w="1529"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39011DA2" w14:textId="77777777" w:rsidR="00AB0776" w:rsidRPr="0031418B" w:rsidRDefault="00AB0776" w:rsidP="0045193A">
            <w:pPr>
              <w:pStyle w:val="TAC"/>
              <w:rPr>
                <w:lang w:eastAsia="zh-CN"/>
              </w:rPr>
            </w:pPr>
            <w:r w:rsidRPr="0031418B">
              <w:rPr>
                <w:lang w:eastAsia="zh-CN"/>
              </w:rPr>
              <w:t xml:space="preserve">3400 </w:t>
            </w:r>
            <w:r w:rsidRPr="0031418B">
              <w:rPr>
                <w:lang w:eastAsia="ja-JP"/>
              </w:rPr>
              <w:t xml:space="preserve">– </w:t>
            </w:r>
            <w:r w:rsidRPr="0031418B">
              <w:rPr>
                <w:lang w:eastAsia="zh-CN"/>
              </w:rPr>
              <w:t>3600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7ADA9801" w14:textId="77777777" w:rsidR="00AB0776" w:rsidRPr="0031418B" w:rsidRDefault="00AB0776" w:rsidP="0045193A">
            <w:pPr>
              <w:pStyle w:val="TAC"/>
            </w:pPr>
            <w:r w:rsidRPr="0031418B">
              <w:t>-52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F065B7F" w14:textId="77777777" w:rsidR="00AB0776" w:rsidRPr="0031418B" w:rsidRDefault="00AB0776" w:rsidP="0045193A">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21F0D7CD" w14:textId="77777777" w:rsidR="00AB0776" w:rsidRPr="0031418B" w:rsidRDefault="0036776A" w:rsidP="006B2560">
            <w:pPr>
              <w:pStyle w:val="TAL"/>
              <w:rPr>
                <w:lang w:eastAsia="zh-CN"/>
              </w:rPr>
            </w:pPr>
            <w:r w:rsidRPr="0031418B">
              <w:rPr>
                <w:lang w:eastAsia="zh-CN"/>
              </w:rPr>
              <w:t>This requirement does not apply to E-UTRA FDD Repeater operating in band 22.</w:t>
            </w:r>
          </w:p>
        </w:tc>
      </w:tr>
      <w:tr w:rsidR="00981591" w:rsidRPr="0031418B" w14:paraId="7F7E21D3" w14:textId="77777777" w:rsidTr="00A74094">
        <w:trPr>
          <w:gridAfter w:val="1"/>
          <w:wAfter w:w="489" w:type="dxa"/>
          <w:cantSplit/>
          <w:trHeight w:val="113"/>
          <w:jc w:val="center"/>
        </w:trPr>
        <w:tc>
          <w:tcPr>
            <w:tcW w:w="14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557E6" w14:textId="77777777" w:rsidR="00981591" w:rsidRPr="0031418B" w:rsidRDefault="00981591" w:rsidP="0045193A">
            <w:pPr>
              <w:pStyle w:val="TAC"/>
            </w:pPr>
            <w:r w:rsidRPr="0031418B">
              <w:t xml:space="preserve">E-UTRA Band </w:t>
            </w:r>
            <w:r w:rsidRPr="0031418B">
              <w:rPr>
                <w:lang w:eastAsia="zh-CN"/>
              </w:rPr>
              <w:t>43</w:t>
            </w:r>
          </w:p>
        </w:tc>
        <w:tc>
          <w:tcPr>
            <w:tcW w:w="1529"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3E09FC5B" w14:textId="77777777" w:rsidR="00981591" w:rsidRPr="0031418B" w:rsidRDefault="00981591" w:rsidP="0045193A">
            <w:pPr>
              <w:pStyle w:val="TAC"/>
              <w:rPr>
                <w:lang w:eastAsia="zh-CN"/>
              </w:rPr>
            </w:pPr>
            <w:r w:rsidRPr="0031418B">
              <w:rPr>
                <w:lang w:eastAsia="zh-CN"/>
              </w:rPr>
              <w:t xml:space="preserve">3600 </w:t>
            </w:r>
            <w:r w:rsidRPr="0031418B">
              <w:rPr>
                <w:lang w:eastAsia="ja-JP"/>
              </w:rPr>
              <w:t xml:space="preserve">– </w:t>
            </w:r>
            <w:r w:rsidRPr="0031418B">
              <w:rPr>
                <w:lang w:eastAsia="zh-CN"/>
              </w:rPr>
              <w:t>3800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022F4D2" w14:textId="77777777" w:rsidR="00981591" w:rsidRPr="0031418B" w:rsidRDefault="00981591" w:rsidP="0045193A">
            <w:pPr>
              <w:pStyle w:val="TAC"/>
            </w:pPr>
            <w:r w:rsidRPr="0031418B">
              <w:t>-52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7816D3E2" w14:textId="77777777" w:rsidR="00981591" w:rsidRPr="0031418B" w:rsidRDefault="00981591" w:rsidP="0045193A">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1ECB7CC4" w14:textId="77777777" w:rsidR="00981591" w:rsidRPr="0031418B" w:rsidRDefault="00981591" w:rsidP="006B2560">
            <w:pPr>
              <w:pStyle w:val="TAL"/>
              <w:rPr>
                <w:lang w:eastAsia="zh-CN"/>
              </w:rPr>
            </w:pPr>
          </w:p>
        </w:tc>
      </w:tr>
      <w:tr w:rsidR="009F4760" w:rsidRPr="0031418B" w14:paraId="3E6BC182" w14:textId="77777777" w:rsidTr="00A74094">
        <w:trPr>
          <w:gridAfter w:val="1"/>
          <w:wAfter w:w="489" w:type="dxa"/>
          <w:cantSplit/>
          <w:trHeight w:val="113"/>
          <w:jc w:val="center"/>
        </w:trPr>
        <w:tc>
          <w:tcPr>
            <w:tcW w:w="1474" w:type="dxa"/>
            <w:gridSpan w:val="2"/>
            <w:tcBorders>
              <w:top w:val="single" w:sz="4" w:space="0" w:color="auto"/>
              <w:left w:val="single" w:sz="4" w:space="0" w:color="auto"/>
              <w:right w:val="single" w:sz="4" w:space="0" w:color="auto"/>
            </w:tcBorders>
            <w:shd w:val="clear" w:color="auto" w:fill="auto"/>
          </w:tcPr>
          <w:p w14:paraId="24E48574" w14:textId="77777777" w:rsidR="009F4760" w:rsidRPr="0031418B" w:rsidRDefault="009F4760" w:rsidP="0045193A">
            <w:pPr>
              <w:pStyle w:val="TAC"/>
            </w:pPr>
            <w:r w:rsidRPr="0031418B">
              <w:t>E-UTRA Band 44</w:t>
            </w:r>
          </w:p>
        </w:tc>
        <w:tc>
          <w:tcPr>
            <w:tcW w:w="1529" w:type="dxa"/>
            <w:gridSpan w:val="2"/>
            <w:tcBorders>
              <w:top w:val="single" w:sz="2" w:space="0" w:color="auto"/>
              <w:left w:val="single" w:sz="4" w:space="0" w:color="auto"/>
              <w:right w:val="single" w:sz="2" w:space="0" w:color="auto"/>
            </w:tcBorders>
            <w:shd w:val="clear" w:color="auto" w:fill="auto"/>
          </w:tcPr>
          <w:p w14:paraId="6DE078E5" w14:textId="77777777" w:rsidR="009F4760" w:rsidRPr="0031418B" w:rsidRDefault="009F4760" w:rsidP="0045193A">
            <w:pPr>
              <w:pStyle w:val="TAC"/>
              <w:rPr>
                <w:lang w:eastAsia="zh-CN"/>
              </w:rPr>
            </w:pPr>
            <w:r w:rsidRPr="0031418B">
              <w:rPr>
                <w:lang w:eastAsia="zh-CN"/>
              </w:rPr>
              <w:t>703</w:t>
            </w:r>
            <w:r w:rsidRPr="0031418B">
              <w:t xml:space="preserve"> - 80</w:t>
            </w:r>
            <w:r w:rsidRPr="0031418B">
              <w:rPr>
                <w:lang w:eastAsia="zh-CN"/>
              </w:rPr>
              <w:t>3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tcPr>
          <w:p w14:paraId="578AED83" w14:textId="77777777" w:rsidR="009F4760" w:rsidRPr="0031418B" w:rsidRDefault="009F4760" w:rsidP="0045193A">
            <w:pPr>
              <w:pStyle w:val="TAC"/>
            </w:pPr>
            <w:r w:rsidRPr="0031418B">
              <w:t>-52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tcPr>
          <w:p w14:paraId="07C6B267" w14:textId="77777777" w:rsidR="009F4760" w:rsidRPr="0031418B" w:rsidRDefault="009F4760" w:rsidP="0045193A">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6CB6DDE6" w14:textId="77777777" w:rsidR="009F4760" w:rsidRPr="0031418B" w:rsidRDefault="009F4760" w:rsidP="006B2560">
            <w:pPr>
              <w:pStyle w:val="TAL"/>
              <w:rPr>
                <w:lang w:eastAsia="zh-CN"/>
              </w:rPr>
            </w:pPr>
            <w:r w:rsidRPr="0031418B">
              <w:t>This is not applicable to E-UTRA FDD repeater operating in Band 28.</w:t>
            </w:r>
          </w:p>
        </w:tc>
      </w:tr>
      <w:tr w:rsidR="00A74094" w:rsidRPr="0031418B" w14:paraId="24F63FA5" w14:textId="77777777" w:rsidTr="00A74094">
        <w:trPr>
          <w:gridBefore w:val="1"/>
          <w:wBefore w:w="489" w:type="dxa"/>
          <w:cantSplit/>
          <w:trHeight w:val="113"/>
          <w:jc w:val="center"/>
        </w:trPr>
        <w:tc>
          <w:tcPr>
            <w:tcW w:w="1474" w:type="dxa"/>
            <w:gridSpan w:val="2"/>
            <w:vMerge w:val="restart"/>
            <w:tcBorders>
              <w:top w:val="single" w:sz="4" w:space="0" w:color="auto"/>
              <w:left w:val="single" w:sz="4" w:space="0" w:color="auto"/>
              <w:right w:val="single" w:sz="4" w:space="0" w:color="auto"/>
            </w:tcBorders>
            <w:shd w:val="clear" w:color="auto" w:fill="auto"/>
            <w:vAlign w:val="center"/>
          </w:tcPr>
          <w:p w14:paraId="46EB62EE" w14:textId="77777777" w:rsidR="00A74094" w:rsidRPr="0031418B" w:rsidRDefault="00B13F6A" w:rsidP="002D51EF">
            <w:pPr>
              <w:pStyle w:val="TAC"/>
            </w:pPr>
            <w:r w:rsidRPr="0031418B">
              <w:t xml:space="preserve">E-UTRA Band </w:t>
            </w:r>
            <w:r w:rsidR="00A74094" w:rsidRPr="0031418B">
              <w:t>72</w:t>
            </w:r>
          </w:p>
        </w:tc>
        <w:tc>
          <w:tcPr>
            <w:tcW w:w="1529"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4F3F21F9" w14:textId="77777777" w:rsidR="00A74094" w:rsidRPr="0031418B" w:rsidRDefault="00A74094" w:rsidP="002D51EF">
            <w:pPr>
              <w:pStyle w:val="TAC"/>
              <w:rPr>
                <w:lang w:eastAsia="zh-CN"/>
              </w:rPr>
            </w:pPr>
            <w:r w:rsidRPr="0031418B">
              <w:rPr>
                <w:rFonts w:cs="Arial" w:hint="eastAsia"/>
                <w:lang w:eastAsia="zh-CN"/>
              </w:rPr>
              <w:t>46</w:t>
            </w:r>
            <w:r w:rsidRPr="0031418B">
              <w:rPr>
                <w:rFonts w:cs="Arial"/>
                <w:lang w:val="en-US" w:eastAsia="zh-CN"/>
              </w:rPr>
              <w:t>1</w:t>
            </w:r>
            <w:r w:rsidRPr="0031418B">
              <w:rPr>
                <w:rFonts w:cs="Arial" w:hint="eastAsia"/>
                <w:lang w:eastAsia="zh-CN"/>
              </w:rPr>
              <w:t xml:space="preserve"> -</w:t>
            </w:r>
            <w:r w:rsidRPr="0031418B">
              <w:rPr>
                <w:rFonts w:cs="Arial"/>
                <w:lang w:val="en-US" w:eastAsia="zh-CN"/>
              </w:rPr>
              <w:t xml:space="preserve"> </w:t>
            </w:r>
            <w:r w:rsidRPr="0031418B">
              <w:rPr>
                <w:rFonts w:cs="Arial" w:hint="eastAsia"/>
                <w:lang w:eastAsia="zh-CN"/>
              </w:rPr>
              <w:t>46</w:t>
            </w:r>
            <w:r w:rsidRPr="0031418B">
              <w:rPr>
                <w:rFonts w:cs="Arial"/>
                <w:lang w:val="en-US" w:eastAsia="zh-CN"/>
              </w:rPr>
              <w:t>6</w:t>
            </w:r>
            <w:r w:rsidRPr="0031418B">
              <w:rPr>
                <w:rFonts w:cs="Arial" w:hint="eastAsia"/>
                <w:lang w:eastAsia="zh-CN"/>
              </w:rPr>
              <w:t xml:space="preserve">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4071B4F" w14:textId="77777777" w:rsidR="00A74094" w:rsidRPr="0031418B" w:rsidRDefault="00A74094" w:rsidP="002D51EF">
            <w:pPr>
              <w:pStyle w:val="TAC"/>
            </w:pPr>
            <w:r w:rsidRPr="0031418B">
              <w:t>-52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5FAF74F9" w14:textId="77777777" w:rsidR="00A74094" w:rsidRPr="0031418B" w:rsidRDefault="00A74094" w:rsidP="002D51EF">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6927550A" w14:textId="77777777" w:rsidR="00A74094" w:rsidRPr="0031418B" w:rsidRDefault="00A74094" w:rsidP="002D51EF">
            <w:pPr>
              <w:pStyle w:val="TAL"/>
            </w:pPr>
            <w:r w:rsidRPr="0031418B">
              <w:t>This requirement does not apply to E-UTRA FDD repeater operating in band</w:t>
            </w:r>
            <w:r w:rsidRPr="0031418B">
              <w:rPr>
                <w:rFonts w:hint="eastAsia"/>
              </w:rPr>
              <w:t xml:space="preserve"> 31</w:t>
            </w:r>
            <w:r w:rsidRPr="0031418B">
              <w:t xml:space="preserve"> or 72</w:t>
            </w:r>
            <w:r w:rsidRPr="0031418B">
              <w:rPr>
                <w:rFonts w:hint="eastAsia"/>
              </w:rPr>
              <w:t>.</w:t>
            </w:r>
          </w:p>
        </w:tc>
      </w:tr>
      <w:tr w:rsidR="00A74094" w:rsidRPr="0031418B" w14:paraId="50D5D8B8" w14:textId="77777777" w:rsidTr="00A74094">
        <w:trPr>
          <w:gridBefore w:val="1"/>
          <w:wBefore w:w="489" w:type="dxa"/>
          <w:cantSplit/>
          <w:trHeight w:val="113"/>
          <w:jc w:val="center"/>
        </w:trPr>
        <w:tc>
          <w:tcPr>
            <w:tcW w:w="1474" w:type="dxa"/>
            <w:gridSpan w:val="2"/>
            <w:vMerge/>
            <w:tcBorders>
              <w:left w:val="single" w:sz="4" w:space="0" w:color="auto"/>
              <w:bottom w:val="single" w:sz="2" w:space="0" w:color="auto"/>
              <w:right w:val="single" w:sz="4" w:space="0" w:color="auto"/>
            </w:tcBorders>
            <w:shd w:val="clear" w:color="auto" w:fill="auto"/>
          </w:tcPr>
          <w:p w14:paraId="15F45CB5" w14:textId="77777777" w:rsidR="00A74094" w:rsidRPr="0031418B" w:rsidRDefault="00A74094" w:rsidP="002D51EF">
            <w:pPr>
              <w:pStyle w:val="TAC"/>
            </w:pPr>
          </w:p>
        </w:tc>
        <w:tc>
          <w:tcPr>
            <w:tcW w:w="1529"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5A955555" w14:textId="77777777" w:rsidR="00A74094" w:rsidRPr="0031418B" w:rsidRDefault="00A74094" w:rsidP="002D51EF">
            <w:pPr>
              <w:pStyle w:val="TAC"/>
              <w:rPr>
                <w:lang w:eastAsia="zh-CN"/>
              </w:rPr>
            </w:pPr>
            <w:r w:rsidRPr="0031418B">
              <w:rPr>
                <w:rFonts w:cs="Arial" w:hint="eastAsia"/>
                <w:lang w:eastAsia="zh-CN"/>
              </w:rPr>
              <w:t>45</w:t>
            </w:r>
            <w:r w:rsidRPr="0031418B">
              <w:rPr>
                <w:rFonts w:cs="Arial"/>
                <w:lang w:val="en-US" w:eastAsia="zh-CN"/>
              </w:rPr>
              <w:t>1</w:t>
            </w:r>
            <w:r w:rsidRPr="0031418B">
              <w:rPr>
                <w:rFonts w:cs="Arial" w:hint="eastAsia"/>
                <w:lang w:eastAsia="zh-CN"/>
              </w:rPr>
              <w:t xml:space="preserve"> -</w:t>
            </w:r>
            <w:r w:rsidRPr="0031418B">
              <w:rPr>
                <w:rFonts w:cs="Arial"/>
                <w:lang w:val="en-US" w:eastAsia="zh-CN"/>
              </w:rPr>
              <w:t xml:space="preserve"> </w:t>
            </w:r>
            <w:r w:rsidRPr="0031418B">
              <w:rPr>
                <w:rFonts w:cs="Arial" w:hint="eastAsia"/>
                <w:lang w:eastAsia="zh-CN"/>
              </w:rPr>
              <w:t>45</w:t>
            </w:r>
            <w:r w:rsidRPr="0031418B">
              <w:rPr>
                <w:rFonts w:cs="Arial"/>
                <w:lang w:val="en-US" w:eastAsia="zh-CN"/>
              </w:rPr>
              <w:t>6</w:t>
            </w:r>
            <w:r w:rsidRPr="0031418B">
              <w:rPr>
                <w:rFonts w:cs="Arial" w:hint="eastAsia"/>
                <w:lang w:eastAsia="zh-CN"/>
              </w:rPr>
              <w:t xml:space="preserve"> MHz</w:t>
            </w:r>
          </w:p>
        </w:tc>
        <w:tc>
          <w:tcPr>
            <w:tcW w:w="102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DF785F5" w14:textId="77777777" w:rsidR="00A74094" w:rsidRPr="0031418B" w:rsidRDefault="00A74094" w:rsidP="002D51EF">
            <w:pPr>
              <w:pStyle w:val="TAC"/>
            </w:pPr>
            <w:r w:rsidRPr="0031418B">
              <w:t>-49 dBm</w:t>
            </w:r>
          </w:p>
        </w:tc>
        <w:tc>
          <w:tcPr>
            <w:tcW w:w="12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BDAC6F2" w14:textId="77777777" w:rsidR="00A74094" w:rsidRPr="0031418B" w:rsidRDefault="00A74094" w:rsidP="002D51EF">
            <w:pPr>
              <w:pStyle w:val="TAC"/>
            </w:pPr>
            <w:r w:rsidRPr="0031418B">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630EFB91" w14:textId="77777777" w:rsidR="00A74094" w:rsidRPr="0031418B" w:rsidRDefault="00A74094" w:rsidP="002D51EF">
            <w:pPr>
              <w:pStyle w:val="TAL"/>
            </w:pPr>
            <w:r w:rsidRPr="0031418B">
              <w:t xml:space="preserve">This requirement does not apply to E-UTRA FDD repeater operating in band </w:t>
            </w:r>
            <w:r w:rsidRPr="0031418B">
              <w:rPr>
                <w:rFonts w:hint="eastAsia"/>
              </w:rPr>
              <w:t>31</w:t>
            </w:r>
            <w:r w:rsidRPr="0031418B">
              <w:t xml:space="preserve"> or 72, since it is already covered by the requirement in subclause 9.1.4.</w:t>
            </w:r>
          </w:p>
        </w:tc>
      </w:tr>
    </w:tbl>
    <w:p w14:paraId="36E7EC07" w14:textId="77777777" w:rsidR="0045193A" w:rsidRPr="0031418B" w:rsidRDefault="0045193A" w:rsidP="0045193A"/>
    <w:p w14:paraId="7A569292" w14:textId="77777777" w:rsidR="0045193A" w:rsidRPr="0031418B" w:rsidRDefault="0045193A" w:rsidP="0045193A">
      <w:pPr>
        <w:pStyle w:val="NO"/>
      </w:pPr>
      <w:r w:rsidRPr="0031418B">
        <w:t>NOTE 1:</w:t>
      </w:r>
      <w:r w:rsidRPr="0031418B">
        <w:tab/>
        <w:t>As defined in the scope for spurious emissions in this clause, the co-existence requirements in Table 9.2.</w:t>
      </w:r>
      <w:r w:rsidR="00992438" w:rsidRPr="0031418B">
        <w:t>2</w:t>
      </w:r>
      <w:r w:rsidRPr="0031418B">
        <w:t>.1-1 do not apply for the 10 MHz frequency range immediately outside the repeaters operating band frequency range of an operating band (see Table </w:t>
      </w:r>
      <w:r w:rsidR="00D80184" w:rsidRPr="0031418B">
        <w:t>5.5</w:t>
      </w:r>
      <w:r w:rsidRPr="0031418B">
        <w:t>-1). This is also the case when the repeaters operating band frequency range is adjacent to the band for the co-existence requirement in the Table 9.2.</w:t>
      </w:r>
      <w:r w:rsidR="00992438" w:rsidRPr="0031418B">
        <w:t>2</w:t>
      </w:r>
      <w:r w:rsidRPr="0031418B">
        <w:t>.1-1. Emission limits for this excluded frequency range may also be covered by local or regional requirements.</w:t>
      </w:r>
    </w:p>
    <w:p w14:paraId="6641D68F" w14:textId="77777777" w:rsidR="0045193A" w:rsidRPr="0031418B" w:rsidRDefault="0045193A" w:rsidP="0045193A">
      <w:pPr>
        <w:pStyle w:val="NO"/>
      </w:pPr>
      <w:r w:rsidRPr="0031418B">
        <w:t>NOTE 2:</w:t>
      </w:r>
      <w:r w:rsidRPr="0031418B">
        <w:tab/>
        <w:t>The Table 9.2.</w:t>
      </w:r>
      <w:r w:rsidR="00992438" w:rsidRPr="0031418B">
        <w:t>2</w:t>
      </w:r>
      <w:r w:rsidRPr="0031418B">
        <w:t>.1-1 assumes that two operating bands, where the frequency ranges in Table </w:t>
      </w:r>
      <w:r w:rsidR="00D80184" w:rsidRPr="0031418B">
        <w:t>5.5</w:t>
      </w:r>
      <w:r w:rsidRPr="0031418B">
        <w:t>-1 would be overlapping, are not deployed in the same geographical area. For such a case of operation with overlapping frequency arrangements in the same geographical area, special co-existence requirements may apply that are not covered by the 3GPP specifications.</w:t>
      </w:r>
    </w:p>
    <w:p w14:paraId="06D11EF8" w14:textId="77777777" w:rsidR="0045193A" w:rsidRPr="0031418B" w:rsidRDefault="0045193A" w:rsidP="0045193A">
      <w:pPr>
        <w:pStyle w:val="NO"/>
      </w:pPr>
      <w:r w:rsidRPr="0031418B">
        <w:t>NOTE 3:</w:t>
      </w:r>
      <w:r w:rsidRPr="0031418B">
        <w:tab/>
        <w:t>The requirements of -53dBm/100kHz in Table 9.2.</w:t>
      </w:r>
      <w:r w:rsidR="00992438" w:rsidRPr="0031418B">
        <w:t>2</w:t>
      </w:r>
      <w:r w:rsidRPr="0031418B">
        <w:t>.1-1</w:t>
      </w:r>
      <w:r w:rsidR="00F929A5" w:rsidRPr="0031418B">
        <w:t xml:space="preserve"> </w:t>
      </w:r>
      <w:r w:rsidRPr="0031418B">
        <w:t>for the up link direction of the Repeater reflect what can be achieved with present state of the art technology and are based on a coupling loss of 73 dB between a Repeater and a UTRA TDD BS receiver.</w:t>
      </w:r>
    </w:p>
    <w:p w14:paraId="1F9DBC9A" w14:textId="77777777" w:rsidR="0045193A" w:rsidRPr="0031418B" w:rsidRDefault="0045193A" w:rsidP="008123EF">
      <w:pPr>
        <w:pStyle w:val="NO"/>
      </w:pPr>
      <w:r w:rsidRPr="0031418B">
        <w:t>NOTE 4:</w:t>
      </w:r>
      <w:r w:rsidRPr="0031418B">
        <w:tab/>
        <w:t>The requirements of -53dBm/100kHz in Table 9.2.</w:t>
      </w:r>
      <w:r w:rsidR="00992438" w:rsidRPr="0031418B">
        <w:t>2</w:t>
      </w:r>
      <w:r w:rsidRPr="0031418B">
        <w:t>.1-1 shall be reconsidered when the state of the art technology progresses.</w:t>
      </w:r>
    </w:p>
    <w:p w14:paraId="015935BE" w14:textId="77777777" w:rsidR="0045193A" w:rsidRPr="0031418B" w:rsidRDefault="0045193A" w:rsidP="008123EF">
      <w:pPr>
        <w:keepNext/>
        <w:keepLines/>
        <w:rPr>
          <w:rFonts w:cs="v3.8.0"/>
          <w:lang w:eastAsia="zh-CN"/>
        </w:rPr>
      </w:pPr>
      <w:r w:rsidRPr="0031418B">
        <w:lastRenderedPageBreak/>
        <w:t>The following requirement may be applied for the protection of PHS in geographic areas in which both PHS and E-UTRA-FDD repeaters are deployed.</w:t>
      </w:r>
      <w:r w:rsidRPr="0031418B">
        <w:rPr>
          <w:rFonts w:cs="v3.8.0"/>
          <w:lang w:eastAsia="ja-JP"/>
        </w:rPr>
        <w:t xml:space="preserve"> This</w:t>
      </w:r>
      <w:r w:rsidRPr="0031418B">
        <w:rPr>
          <w:rFonts w:cs="v3.8.0"/>
        </w:rPr>
        <w:t xml:space="preserve"> requirement </w:t>
      </w:r>
      <w:r w:rsidRPr="0031418B">
        <w:rPr>
          <w:rFonts w:cs="v3.8.0"/>
          <w:lang w:eastAsia="ja-JP"/>
        </w:rPr>
        <w:t xml:space="preserve">is also </w:t>
      </w:r>
      <w:r w:rsidRPr="0031418B">
        <w:rPr>
          <w:rFonts w:cs="v3.8.0"/>
        </w:rPr>
        <w:t xml:space="preserve">applicable </w:t>
      </w:r>
      <w:r w:rsidRPr="0031418B">
        <w:rPr>
          <w:rFonts w:cs="v3.8.0"/>
          <w:lang w:eastAsia="ja-JP"/>
        </w:rPr>
        <w:t xml:space="preserve">at specified frequencies falling between 10 MHz below the </w:t>
      </w:r>
      <w:r w:rsidRPr="0031418B">
        <w:t>lowest frequency of the repeaters operating band and 10 MHz above the highest frequency of the repeaters operating band.</w:t>
      </w:r>
    </w:p>
    <w:p w14:paraId="566F6CAD" w14:textId="77777777" w:rsidR="0045193A" w:rsidRPr="0031418B" w:rsidRDefault="0045193A" w:rsidP="0045193A">
      <w:pPr>
        <w:keepNext/>
        <w:keepLines/>
        <w:rPr>
          <w:rFonts w:cs="v5.0.0"/>
        </w:rPr>
      </w:pPr>
      <w:r w:rsidRPr="0031418B">
        <w:rPr>
          <w:rFonts w:cs="v5.0.0"/>
        </w:rPr>
        <w:t>Unless otherwise stated this requirement applies to the uplink and downlink of the repeater, at maximum gain.</w:t>
      </w:r>
    </w:p>
    <w:p w14:paraId="0BA8FA99" w14:textId="77777777" w:rsidR="0045193A" w:rsidRPr="0031418B" w:rsidRDefault="0045193A" w:rsidP="0045193A">
      <w:pPr>
        <w:keepNext/>
        <w:keepLines/>
      </w:pPr>
      <w:r w:rsidRPr="0031418B">
        <w:t>The power of any spurious emission shall not exceed:</w:t>
      </w:r>
    </w:p>
    <w:p w14:paraId="6CA2850A" w14:textId="77777777" w:rsidR="0045193A" w:rsidRPr="0031418B" w:rsidRDefault="0045193A" w:rsidP="0045193A">
      <w:pPr>
        <w:pStyle w:val="TH"/>
      </w:pPr>
      <w:r w:rsidRPr="0031418B">
        <w:t>Table 9.2.</w:t>
      </w:r>
      <w:r w:rsidR="00992438" w:rsidRPr="0031418B">
        <w:t>2</w:t>
      </w:r>
      <w:r w:rsidR="00540D33" w:rsidRPr="0031418B">
        <w:t>.1-2</w:t>
      </w:r>
      <w:r w:rsidRPr="0031418B">
        <w:t>: Spurious emissions limits for E-UTRA-FDD repeater in geographic coverage area of 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59"/>
        <w:gridCol w:w="1559"/>
        <w:gridCol w:w="1559"/>
        <w:gridCol w:w="3691"/>
      </w:tblGrid>
      <w:tr w:rsidR="0025304A" w:rsidRPr="0031418B" w14:paraId="25E8D7D9" w14:textId="77777777">
        <w:trPr>
          <w:cantSplit/>
          <w:jc w:val="center"/>
        </w:trPr>
        <w:tc>
          <w:tcPr>
            <w:tcW w:w="2559" w:type="dxa"/>
          </w:tcPr>
          <w:p w14:paraId="31D6B916" w14:textId="77777777" w:rsidR="0025304A" w:rsidRPr="0031418B" w:rsidRDefault="0025304A" w:rsidP="00357219">
            <w:pPr>
              <w:pStyle w:val="TAH"/>
            </w:pPr>
            <w:r w:rsidRPr="0031418B">
              <w:t>Frequency range</w:t>
            </w:r>
          </w:p>
        </w:tc>
        <w:tc>
          <w:tcPr>
            <w:tcW w:w="1559" w:type="dxa"/>
          </w:tcPr>
          <w:p w14:paraId="15873C90" w14:textId="77777777" w:rsidR="0025304A" w:rsidRPr="0031418B" w:rsidRDefault="0025304A" w:rsidP="00357219">
            <w:pPr>
              <w:pStyle w:val="TAH"/>
            </w:pPr>
            <w:r w:rsidRPr="0031418B">
              <w:t>Maximum Level</w:t>
            </w:r>
          </w:p>
        </w:tc>
        <w:tc>
          <w:tcPr>
            <w:tcW w:w="1559" w:type="dxa"/>
          </w:tcPr>
          <w:p w14:paraId="002B234D" w14:textId="77777777" w:rsidR="0025304A" w:rsidRPr="0031418B" w:rsidRDefault="0025304A" w:rsidP="00357219">
            <w:pPr>
              <w:pStyle w:val="TAH"/>
            </w:pPr>
            <w:r w:rsidRPr="0031418B">
              <w:t>Measurement Bandwidth</w:t>
            </w:r>
          </w:p>
        </w:tc>
        <w:tc>
          <w:tcPr>
            <w:tcW w:w="3691" w:type="dxa"/>
          </w:tcPr>
          <w:p w14:paraId="11F6034A" w14:textId="77777777" w:rsidR="0025304A" w:rsidRPr="0031418B" w:rsidRDefault="0025304A" w:rsidP="00357219">
            <w:pPr>
              <w:pStyle w:val="TAH"/>
            </w:pPr>
            <w:r w:rsidRPr="0031418B">
              <w:t>Note</w:t>
            </w:r>
          </w:p>
        </w:tc>
      </w:tr>
      <w:tr w:rsidR="0025304A" w:rsidRPr="0031418B" w14:paraId="5F53C501" w14:textId="77777777">
        <w:trPr>
          <w:cantSplit/>
          <w:trHeight w:val="85"/>
          <w:jc w:val="center"/>
        </w:trPr>
        <w:tc>
          <w:tcPr>
            <w:tcW w:w="2559" w:type="dxa"/>
            <w:tcBorders>
              <w:top w:val="single" w:sz="4" w:space="0" w:color="auto"/>
            </w:tcBorders>
          </w:tcPr>
          <w:p w14:paraId="70AD56E2" w14:textId="77777777" w:rsidR="0025304A" w:rsidRPr="0031418B" w:rsidRDefault="0025304A" w:rsidP="00357219">
            <w:pPr>
              <w:pStyle w:val="TAC"/>
            </w:pPr>
            <w:r w:rsidRPr="0031418B">
              <w:t xml:space="preserve">1884.5 </w:t>
            </w:r>
            <w:r w:rsidRPr="0031418B">
              <w:noBreakHyphen/>
              <w:t xml:space="preserve"> 1915.7 MHz</w:t>
            </w:r>
          </w:p>
        </w:tc>
        <w:tc>
          <w:tcPr>
            <w:tcW w:w="1559" w:type="dxa"/>
            <w:tcBorders>
              <w:top w:val="single" w:sz="4" w:space="0" w:color="auto"/>
            </w:tcBorders>
          </w:tcPr>
          <w:p w14:paraId="44EB1137" w14:textId="77777777" w:rsidR="0025304A" w:rsidRPr="0031418B" w:rsidRDefault="0025304A" w:rsidP="00357219">
            <w:pPr>
              <w:pStyle w:val="TAC"/>
            </w:pPr>
            <w:r w:rsidRPr="0031418B">
              <w:t>-41 dBm</w:t>
            </w:r>
          </w:p>
        </w:tc>
        <w:tc>
          <w:tcPr>
            <w:tcW w:w="1559" w:type="dxa"/>
            <w:tcBorders>
              <w:top w:val="single" w:sz="4" w:space="0" w:color="auto"/>
            </w:tcBorders>
          </w:tcPr>
          <w:p w14:paraId="0900413A" w14:textId="77777777" w:rsidR="0025304A" w:rsidRPr="0031418B" w:rsidRDefault="0025304A" w:rsidP="00357219">
            <w:pPr>
              <w:pStyle w:val="TAC"/>
            </w:pPr>
            <w:r w:rsidRPr="0031418B">
              <w:t>300 kHz</w:t>
            </w:r>
          </w:p>
        </w:tc>
        <w:tc>
          <w:tcPr>
            <w:tcW w:w="3691" w:type="dxa"/>
            <w:tcBorders>
              <w:top w:val="single" w:sz="4" w:space="0" w:color="auto"/>
            </w:tcBorders>
          </w:tcPr>
          <w:p w14:paraId="69D3042B" w14:textId="77777777" w:rsidR="0025304A" w:rsidRPr="0031418B" w:rsidRDefault="0025304A" w:rsidP="00357219">
            <w:pPr>
              <w:pStyle w:val="TAC"/>
              <w:rPr>
                <w:rFonts w:cs="v5.0.0"/>
              </w:rPr>
            </w:pPr>
            <w:r w:rsidRPr="0031418B">
              <w:rPr>
                <w:sz w:val="16"/>
                <w:szCs w:val="16"/>
              </w:rPr>
              <w:t xml:space="preserve">Applicable when co-existence with PHS system operating in </w:t>
            </w:r>
            <w:r w:rsidRPr="0031418B">
              <w:t xml:space="preserve"> </w:t>
            </w:r>
            <w:r w:rsidRPr="0031418B">
              <w:rPr>
                <w:sz w:val="16"/>
                <w:szCs w:val="16"/>
              </w:rPr>
              <w:t>1884.5</w:t>
            </w:r>
            <w:r w:rsidRPr="0031418B">
              <w:rPr>
                <w:sz w:val="16"/>
                <w:szCs w:val="16"/>
              </w:rPr>
              <w:tab/>
              <w:t>-1915.7MHz</w:t>
            </w:r>
            <w:r w:rsidRPr="0031418B" w:rsidDel="007B246B">
              <w:rPr>
                <w:rFonts w:cs="v5.0.0"/>
              </w:rPr>
              <w:t xml:space="preserve"> </w:t>
            </w:r>
          </w:p>
        </w:tc>
      </w:tr>
    </w:tbl>
    <w:p w14:paraId="2BB999F8" w14:textId="77777777" w:rsidR="0045193A" w:rsidRPr="0031418B" w:rsidRDefault="0045193A" w:rsidP="0045193A"/>
    <w:p w14:paraId="0A549A6F" w14:textId="77777777" w:rsidR="0045193A" w:rsidRPr="0031418B" w:rsidRDefault="0045193A" w:rsidP="008123EF">
      <w:pPr>
        <w:keepNext/>
        <w:keepLines/>
        <w:rPr>
          <w:rFonts w:cs="v5.0.0"/>
          <w:lang w:eastAsia="ja-JP"/>
        </w:rPr>
      </w:pPr>
      <w:r w:rsidRPr="0031418B">
        <w:rPr>
          <w:rFonts w:cs="v5.0.0"/>
          <w:lang w:eastAsia="ja-JP"/>
        </w:rPr>
        <w:t xml:space="preserve">The following requirement shall be applied to </w:t>
      </w:r>
      <w:r w:rsidRPr="0031418B">
        <w:t>E-UTRA-FDD repeaters</w:t>
      </w:r>
      <w:r w:rsidRPr="0031418B">
        <w:rPr>
          <w:rFonts w:cs="v5.0.0"/>
          <w:lang w:eastAsia="ja-JP"/>
        </w:rPr>
        <w:t xml:space="preserve"> operating in Bands 13 and 14 to ensure that appropriate interference protection is provided to 700 MHz public safety operations.</w:t>
      </w:r>
      <w:r w:rsidRPr="0031418B">
        <w:rPr>
          <w:rFonts w:cs="v3.8.0"/>
        </w:rPr>
        <w:t xml:space="preserve"> </w:t>
      </w:r>
      <w:r w:rsidRPr="0031418B">
        <w:rPr>
          <w:rFonts w:cs="v3.8.0"/>
          <w:lang w:eastAsia="ja-JP"/>
        </w:rPr>
        <w:t>This</w:t>
      </w:r>
      <w:r w:rsidRPr="0031418B">
        <w:rPr>
          <w:rFonts w:cs="v3.8.0"/>
        </w:rPr>
        <w:t xml:space="preserve"> requirement </w:t>
      </w:r>
      <w:r w:rsidRPr="0031418B">
        <w:rPr>
          <w:rFonts w:cs="v3.8.0"/>
          <w:lang w:eastAsia="ja-JP"/>
        </w:rPr>
        <w:t xml:space="preserve">is also </w:t>
      </w:r>
      <w:r w:rsidRPr="0031418B">
        <w:rPr>
          <w:rFonts w:cs="v3.8.0"/>
        </w:rPr>
        <w:t xml:space="preserve">applicable </w:t>
      </w:r>
      <w:r w:rsidRPr="0031418B">
        <w:rPr>
          <w:rFonts w:cs="v3.8.0"/>
          <w:lang w:eastAsia="ja-JP"/>
        </w:rPr>
        <w:t xml:space="preserve">at specified frequencies falling between 10 MHz below the </w:t>
      </w:r>
      <w:r w:rsidRPr="0031418B">
        <w:t>lowest frequency of the repeaters operating band and 10 MHz above the highest frequency of the repeaters operating band</w:t>
      </w:r>
    </w:p>
    <w:p w14:paraId="6AB557E8" w14:textId="77777777" w:rsidR="0045193A" w:rsidRPr="0031418B" w:rsidRDefault="0045193A" w:rsidP="0045193A">
      <w:pPr>
        <w:keepNext/>
        <w:keepLines/>
        <w:rPr>
          <w:rFonts w:cs="v5.0.0"/>
        </w:rPr>
      </w:pPr>
      <w:r w:rsidRPr="0031418B">
        <w:rPr>
          <w:rFonts w:cs="v5.0.0"/>
        </w:rPr>
        <w:t>Unless otherwise stated this requirement applies to the uplink and downlink of the repeater, at maximum gain.</w:t>
      </w:r>
    </w:p>
    <w:p w14:paraId="49FA5957" w14:textId="77777777" w:rsidR="0045193A" w:rsidRPr="0031418B" w:rsidRDefault="0045193A" w:rsidP="0045193A">
      <w:pPr>
        <w:keepNext/>
        <w:rPr>
          <w:rFonts w:cs="v5.0.0"/>
          <w:lang w:eastAsia="ja-JP"/>
        </w:rPr>
      </w:pPr>
      <w:r w:rsidRPr="0031418B">
        <w:rPr>
          <w:rFonts w:cs="v5.0.0"/>
          <w:lang w:eastAsia="ja-JP"/>
        </w:rPr>
        <w:t>The power of any spurious emission shall not exceed:</w:t>
      </w:r>
    </w:p>
    <w:p w14:paraId="24423453" w14:textId="77777777" w:rsidR="0045193A" w:rsidRPr="0031418B" w:rsidRDefault="0045193A" w:rsidP="0045193A">
      <w:pPr>
        <w:pStyle w:val="TH"/>
        <w:rPr>
          <w:rFonts w:cs="v5.0.0"/>
        </w:rPr>
      </w:pPr>
      <w:r w:rsidRPr="0031418B">
        <w:rPr>
          <w:rFonts w:cs="v5.0.0"/>
        </w:rPr>
        <w:t>Table 9.2.</w:t>
      </w:r>
      <w:r w:rsidR="00992438" w:rsidRPr="0031418B">
        <w:rPr>
          <w:rFonts w:cs="v5.0.0"/>
        </w:rPr>
        <w:t>2</w:t>
      </w:r>
      <w:r w:rsidR="00540D33" w:rsidRPr="0031418B">
        <w:rPr>
          <w:rFonts w:cs="v5.0.0"/>
        </w:rPr>
        <w:t>.1-3</w:t>
      </w:r>
      <w:r w:rsidRPr="0031418B">
        <w:rPr>
          <w:rFonts w:cs="v5.0.0"/>
        </w:rPr>
        <w:t xml:space="preserve">: </w:t>
      </w:r>
      <w:r w:rsidRPr="0031418B">
        <w:t xml:space="preserve">Spurious emissions limits for E-UTRA-FDD repeater for protection of </w:t>
      </w:r>
      <w:r w:rsidR="009F4760" w:rsidRPr="0031418B">
        <w:t xml:space="preserve">700 MHz </w:t>
      </w:r>
      <w:r w:rsidRPr="0031418B">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376"/>
        <w:gridCol w:w="1276"/>
        <w:gridCol w:w="1418"/>
        <w:gridCol w:w="1956"/>
      </w:tblGrid>
      <w:tr w:rsidR="0045193A" w:rsidRPr="0031418B" w14:paraId="3DEBE2E2" w14:textId="77777777">
        <w:trPr>
          <w:cantSplit/>
          <w:jc w:val="center"/>
        </w:trPr>
        <w:tc>
          <w:tcPr>
            <w:tcW w:w="2376" w:type="dxa"/>
          </w:tcPr>
          <w:p w14:paraId="1ADE2634" w14:textId="77777777" w:rsidR="0045193A" w:rsidRPr="0031418B" w:rsidRDefault="0045193A" w:rsidP="0045193A">
            <w:pPr>
              <w:pStyle w:val="TAH"/>
              <w:rPr>
                <w:rFonts w:cs="v5.0.0"/>
              </w:rPr>
            </w:pPr>
            <w:r w:rsidRPr="0031418B">
              <w:rPr>
                <w:rFonts w:cs="v5.0.0"/>
              </w:rPr>
              <w:t>Operating Band</w:t>
            </w:r>
          </w:p>
        </w:tc>
        <w:tc>
          <w:tcPr>
            <w:tcW w:w="2376" w:type="dxa"/>
          </w:tcPr>
          <w:p w14:paraId="576C4865" w14:textId="77777777" w:rsidR="0045193A" w:rsidRPr="0031418B" w:rsidRDefault="00DF2A48" w:rsidP="0045193A">
            <w:pPr>
              <w:pStyle w:val="TAH"/>
              <w:rPr>
                <w:rFonts w:cs="v5.0.0"/>
              </w:rPr>
            </w:pPr>
            <w:r w:rsidRPr="0031418B">
              <w:t>Frequency range</w:t>
            </w:r>
          </w:p>
        </w:tc>
        <w:tc>
          <w:tcPr>
            <w:tcW w:w="1276" w:type="dxa"/>
          </w:tcPr>
          <w:p w14:paraId="70222AAC" w14:textId="77777777" w:rsidR="0045193A" w:rsidRPr="0031418B" w:rsidRDefault="0045193A" w:rsidP="0045193A">
            <w:pPr>
              <w:pStyle w:val="TAH"/>
              <w:rPr>
                <w:rFonts w:cs="v5.0.0"/>
              </w:rPr>
            </w:pPr>
            <w:r w:rsidRPr="0031418B">
              <w:rPr>
                <w:rFonts w:cs="v5.0.0"/>
              </w:rPr>
              <w:t>Maximum Level</w:t>
            </w:r>
          </w:p>
        </w:tc>
        <w:tc>
          <w:tcPr>
            <w:tcW w:w="1418" w:type="dxa"/>
          </w:tcPr>
          <w:p w14:paraId="69CBFC79" w14:textId="77777777" w:rsidR="0045193A" w:rsidRPr="0031418B" w:rsidRDefault="0045193A" w:rsidP="0045193A">
            <w:pPr>
              <w:pStyle w:val="TAH"/>
              <w:rPr>
                <w:rFonts w:cs="v5.0.0"/>
              </w:rPr>
            </w:pPr>
            <w:r w:rsidRPr="0031418B">
              <w:rPr>
                <w:rFonts w:cs="v5.0.0"/>
              </w:rPr>
              <w:t>Measurement Bandwidth</w:t>
            </w:r>
          </w:p>
        </w:tc>
        <w:tc>
          <w:tcPr>
            <w:tcW w:w="1956" w:type="dxa"/>
          </w:tcPr>
          <w:p w14:paraId="51A18EB0" w14:textId="77777777" w:rsidR="0045193A" w:rsidRPr="0031418B" w:rsidRDefault="0045193A" w:rsidP="0045193A">
            <w:pPr>
              <w:pStyle w:val="TAH"/>
              <w:rPr>
                <w:rFonts w:cs="v5.0.0"/>
              </w:rPr>
            </w:pPr>
            <w:r w:rsidRPr="0031418B">
              <w:rPr>
                <w:rFonts w:cs="v5.0.0"/>
              </w:rPr>
              <w:t>Note</w:t>
            </w:r>
          </w:p>
        </w:tc>
      </w:tr>
      <w:tr w:rsidR="0045193A" w:rsidRPr="0031418B" w14:paraId="70BA6A10" w14:textId="77777777">
        <w:trPr>
          <w:cantSplit/>
          <w:jc w:val="center"/>
        </w:trPr>
        <w:tc>
          <w:tcPr>
            <w:tcW w:w="2376" w:type="dxa"/>
          </w:tcPr>
          <w:p w14:paraId="1D6BD5FD" w14:textId="77777777" w:rsidR="0045193A" w:rsidRPr="0031418B" w:rsidRDefault="0045193A" w:rsidP="0045193A">
            <w:pPr>
              <w:pStyle w:val="TAC"/>
              <w:rPr>
                <w:rFonts w:cs="v5.0.0"/>
              </w:rPr>
            </w:pPr>
            <w:r w:rsidRPr="0031418B">
              <w:rPr>
                <w:rFonts w:cs="v5.0.0"/>
              </w:rPr>
              <w:t>13</w:t>
            </w:r>
          </w:p>
        </w:tc>
        <w:tc>
          <w:tcPr>
            <w:tcW w:w="2376" w:type="dxa"/>
          </w:tcPr>
          <w:p w14:paraId="4CFD153D" w14:textId="77777777" w:rsidR="0045193A" w:rsidRPr="0031418B" w:rsidRDefault="0045193A" w:rsidP="0045193A">
            <w:pPr>
              <w:pStyle w:val="TAC"/>
              <w:rPr>
                <w:rFonts w:cs="v5.0.0"/>
              </w:rPr>
            </w:pPr>
            <w:r w:rsidRPr="0031418B">
              <w:rPr>
                <w:rFonts w:cs="v5.0.0"/>
              </w:rPr>
              <w:t>763 - 775 MHz</w:t>
            </w:r>
          </w:p>
        </w:tc>
        <w:tc>
          <w:tcPr>
            <w:tcW w:w="1276" w:type="dxa"/>
          </w:tcPr>
          <w:p w14:paraId="2424A632" w14:textId="77777777" w:rsidR="0045193A" w:rsidRPr="0031418B" w:rsidRDefault="0045193A" w:rsidP="0045193A">
            <w:pPr>
              <w:pStyle w:val="TAC"/>
              <w:rPr>
                <w:rFonts w:cs="v5.0.0"/>
              </w:rPr>
            </w:pPr>
            <w:r w:rsidRPr="0031418B">
              <w:rPr>
                <w:rFonts w:cs="v5.0.0"/>
              </w:rPr>
              <w:t>-46 dBm</w:t>
            </w:r>
          </w:p>
        </w:tc>
        <w:tc>
          <w:tcPr>
            <w:tcW w:w="1418" w:type="dxa"/>
          </w:tcPr>
          <w:p w14:paraId="2D088842" w14:textId="77777777" w:rsidR="0045193A" w:rsidRPr="0031418B" w:rsidRDefault="0045193A" w:rsidP="0045193A">
            <w:pPr>
              <w:pStyle w:val="TAC"/>
              <w:rPr>
                <w:rFonts w:cs="v5.0.0"/>
              </w:rPr>
            </w:pPr>
            <w:r w:rsidRPr="0031418B">
              <w:rPr>
                <w:rFonts w:cs="v5.0.0"/>
              </w:rPr>
              <w:t>6.25 kHz</w:t>
            </w:r>
          </w:p>
        </w:tc>
        <w:tc>
          <w:tcPr>
            <w:tcW w:w="1956" w:type="dxa"/>
          </w:tcPr>
          <w:p w14:paraId="3B601961" w14:textId="77777777" w:rsidR="0045193A" w:rsidRPr="0031418B" w:rsidRDefault="0045193A" w:rsidP="0045193A">
            <w:pPr>
              <w:pStyle w:val="TAC"/>
              <w:rPr>
                <w:rFonts w:cs="v5.0.0"/>
              </w:rPr>
            </w:pPr>
          </w:p>
        </w:tc>
      </w:tr>
      <w:tr w:rsidR="0045193A" w:rsidRPr="0031418B" w14:paraId="7D025076" w14:textId="77777777">
        <w:trPr>
          <w:cantSplit/>
          <w:jc w:val="center"/>
        </w:trPr>
        <w:tc>
          <w:tcPr>
            <w:tcW w:w="2376" w:type="dxa"/>
          </w:tcPr>
          <w:p w14:paraId="3A83E11F" w14:textId="77777777" w:rsidR="0045193A" w:rsidRPr="0031418B" w:rsidRDefault="0045193A" w:rsidP="0045193A">
            <w:pPr>
              <w:pStyle w:val="TAC"/>
              <w:rPr>
                <w:rFonts w:cs="v5.0.0"/>
              </w:rPr>
            </w:pPr>
            <w:r w:rsidRPr="0031418B">
              <w:rPr>
                <w:rFonts w:cs="v5.0.0"/>
              </w:rPr>
              <w:t>13</w:t>
            </w:r>
          </w:p>
        </w:tc>
        <w:tc>
          <w:tcPr>
            <w:tcW w:w="2376" w:type="dxa"/>
          </w:tcPr>
          <w:p w14:paraId="70603F18" w14:textId="77777777" w:rsidR="0045193A" w:rsidRPr="0031418B" w:rsidRDefault="0045193A" w:rsidP="0045193A">
            <w:pPr>
              <w:pStyle w:val="TAC"/>
              <w:rPr>
                <w:rFonts w:cs="v5.0.0"/>
              </w:rPr>
            </w:pPr>
            <w:r w:rsidRPr="0031418B">
              <w:rPr>
                <w:rFonts w:cs="v5.0.0"/>
              </w:rPr>
              <w:t>793 - 805 MHz</w:t>
            </w:r>
          </w:p>
        </w:tc>
        <w:tc>
          <w:tcPr>
            <w:tcW w:w="1276" w:type="dxa"/>
          </w:tcPr>
          <w:p w14:paraId="37617DF2" w14:textId="77777777" w:rsidR="0045193A" w:rsidRPr="0031418B" w:rsidRDefault="0045193A" w:rsidP="0045193A">
            <w:pPr>
              <w:pStyle w:val="TAC"/>
              <w:rPr>
                <w:rFonts w:cs="v5.0.0"/>
              </w:rPr>
            </w:pPr>
            <w:r w:rsidRPr="0031418B">
              <w:rPr>
                <w:rFonts w:cs="v5.0.0"/>
              </w:rPr>
              <w:t>-46 dBm</w:t>
            </w:r>
          </w:p>
        </w:tc>
        <w:tc>
          <w:tcPr>
            <w:tcW w:w="1418" w:type="dxa"/>
          </w:tcPr>
          <w:p w14:paraId="32297B11" w14:textId="77777777" w:rsidR="0045193A" w:rsidRPr="0031418B" w:rsidRDefault="0045193A" w:rsidP="0045193A">
            <w:pPr>
              <w:pStyle w:val="TAC"/>
              <w:rPr>
                <w:rFonts w:cs="v5.0.0"/>
              </w:rPr>
            </w:pPr>
            <w:r w:rsidRPr="0031418B">
              <w:rPr>
                <w:rFonts w:cs="v5.0.0"/>
              </w:rPr>
              <w:t>6.25 kHz</w:t>
            </w:r>
          </w:p>
        </w:tc>
        <w:tc>
          <w:tcPr>
            <w:tcW w:w="1956" w:type="dxa"/>
          </w:tcPr>
          <w:p w14:paraId="7C62FFF5" w14:textId="77777777" w:rsidR="0045193A" w:rsidRPr="0031418B" w:rsidRDefault="0045193A" w:rsidP="0045193A">
            <w:pPr>
              <w:pStyle w:val="TAC"/>
              <w:rPr>
                <w:rFonts w:cs="v5.0.0"/>
              </w:rPr>
            </w:pPr>
          </w:p>
        </w:tc>
      </w:tr>
      <w:tr w:rsidR="0045193A" w:rsidRPr="0031418B" w14:paraId="325F6D9E" w14:textId="77777777">
        <w:trPr>
          <w:cantSplit/>
          <w:jc w:val="center"/>
        </w:trPr>
        <w:tc>
          <w:tcPr>
            <w:tcW w:w="2376" w:type="dxa"/>
          </w:tcPr>
          <w:p w14:paraId="5CD5C5D0" w14:textId="77777777" w:rsidR="0045193A" w:rsidRPr="0031418B" w:rsidRDefault="0045193A" w:rsidP="0045193A">
            <w:pPr>
              <w:pStyle w:val="TAC"/>
              <w:rPr>
                <w:rFonts w:cs="v5.0.0"/>
              </w:rPr>
            </w:pPr>
            <w:r w:rsidRPr="0031418B">
              <w:rPr>
                <w:rFonts w:cs="v5.0.0"/>
              </w:rPr>
              <w:t>14</w:t>
            </w:r>
          </w:p>
        </w:tc>
        <w:tc>
          <w:tcPr>
            <w:tcW w:w="2376" w:type="dxa"/>
          </w:tcPr>
          <w:p w14:paraId="10129BA6" w14:textId="77777777" w:rsidR="0045193A" w:rsidRPr="0031418B" w:rsidRDefault="0045193A" w:rsidP="0045193A">
            <w:pPr>
              <w:pStyle w:val="TAC"/>
              <w:rPr>
                <w:rFonts w:cs="v5.0.0"/>
              </w:rPr>
            </w:pPr>
            <w:r w:rsidRPr="0031418B">
              <w:rPr>
                <w:rFonts w:cs="v5.0.0"/>
              </w:rPr>
              <w:t>769 - 775 MHz</w:t>
            </w:r>
          </w:p>
        </w:tc>
        <w:tc>
          <w:tcPr>
            <w:tcW w:w="1276" w:type="dxa"/>
          </w:tcPr>
          <w:p w14:paraId="34E9F60A" w14:textId="77777777" w:rsidR="0045193A" w:rsidRPr="0031418B" w:rsidRDefault="0045193A" w:rsidP="0045193A">
            <w:pPr>
              <w:pStyle w:val="TAC"/>
              <w:rPr>
                <w:rFonts w:cs="v5.0.0"/>
              </w:rPr>
            </w:pPr>
            <w:r w:rsidRPr="0031418B">
              <w:rPr>
                <w:rFonts w:cs="v5.0.0"/>
              </w:rPr>
              <w:t>-46 dBm</w:t>
            </w:r>
          </w:p>
        </w:tc>
        <w:tc>
          <w:tcPr>
            <w:tcW w:w="1418" w:type="dxa"/>
          </w:tcPr>
          <w:p w14:paraId="0E90A318" w14:textId="77777777" w:rsidR="0045193A" w:rsidRPr="0031418B" w:rsidRDefault="0045193A" w:rsidP="0045193A">
            <w:pPr>
              <w:pStyle w:val="TAC"/>
              <w:rPr>
                <w:rFonts w:cs="v5.0.0"/>
              </w:rPr>
            </w:pPr>
            <w:r w:rsidRPr="0031418B">
              <w:rPr>
                <w:rFonts w:cs="v5.0.0"/>
              </w:rPr>
              <w:t>6.25 kHz</w:t>
            </w:r>
          </w:p>
        </w:tc>
        <w:tc>
          <w:tcPr>
            <w:tcW w:w="1956" w:type="dxa"/>
          </w:tcPr>
          <w:p w14:paraId="5DCD91CE" w14:textId="77777777" w:rsidR="0045193A" w:rsidRPr="0031418B" w:rsidRDefault="0045193A" w:rsidP="0045193A">
            <w:pPr>
              <w:pStyle w:val="TAC"/>
              <w:rPr>
                <w:rFonts w:cs="v5.0.0"/>
              </w:rPr>
            </w:pPr>
          </w:p>
        </w:tc>
      </w:tr>
      <w:tr w:rsidR="0045193A" w:rsidRPr="0031418B" w14:paraId="3F391683" w14:textId="77777777">
        <w:trPr>
          <w:cantSplit/>
          <w:jc w:val="center"/>
        </w:trPr>
        <w:tc>
          <w:tcPr>
            <w:tcW w:w="2376" w:type="dxa"/>
          </w:tcPr>
          <w:p w14:paraId="11FD21D0" w14:textId="77777777" w:rsidR="0045193A" w:rsidRPr="0031418B" w:rsidRDefault="0045193A" w:rsidP="0045193A">
            <w:pPr>
              <w:pStyle w:val="TAC"/>
              <w:rPr>
                <w:rFonts w:cs="v5.0.0"/>
              </w:rPr>
            </w:pPr>
            <w:r w:rsidRPr="0031418B">
              <w:rPr>
                <w:rFonts w:cs="v5.0.0"/>
              </w:rPr>
              <w:t>14</w:t>
            </w:r>
          </w:p>
        </w:tc>
        <w:tc>
          <w:tcPr>
            <w:tcW w:w="2376" w:type="dxa"/>
          </w:tcPr>
          <w:p w14:paraId="3706F31E" w14:textId="77777777" w:rsidR="0045193A" w:rsidRPr="0031418B" w:rsidRDefault="0045193A" w:rsidP="0045193A">
            <w:pPr>
              <w:pStyle w:val="TAC"/>
              <w:rPr>
                <w:rFonts w:cs="v5.0.0"/>
              </w:rPr>
            </w:pPr>
            <w:r w:rsidRPr="0031418B">
              <w:rPr>
                <w:rFonts w:cs="v5.0.0"/>
              </w:rPr>
              <w:t>799 - 805 MHz</w:t>
            </w:r>
          </w:p>
        </w:tc>
        <w:tc>
          <w:tcPr>
            <w:tcW w:w="1276" w:type="dxa"/>
          </w:tcPr>
          <w:p w14:paraId="20A99579" w14:textId="77777777" w:rsidR="0045193A" w:rsidRPr="0031418B" w:rsidRDefault="0045193A" w:rsidP="0045193A">
            <w:pPr>
              <w:pStyle w:val="TAC"/>
              <w:rPr>
                <w:rFonts w:cs="v5.0.0"/>
              </w:rPr>
            </w:pPr>
            <w:r w:rsidRPr="0031418B">
              <w:rPr>
                <w:rFonts w:cs="v5.0.0"/>
              </w:rPr>
              <w:t>-46 dBm</w:t>
            </w:r>
          </w:p>
        </w:tc>
        <w:tc>
          <w:tcPr>
            <w:tcW w:w="1418" w:type="dxa"/>
          </w:tcPr>
          <w:p w14:paraId="24D8190D" w14:textId="77777777" w:rsidR="0045193A" w:rsidRPr="0031418B" w:rsidRDefault="0045193A" w:rsidP="0045193A">
            <w:pPr>
              <w:pStyle w:val="TAC"/>
              <w:rPr>
                <w:rFonts w:cs="v5.0.0"/>
              </w:rPr>
            </w:pPr>
            <w:r w:rsidRPr="0031418B">
              <w:rPr>
                <w:rFonts w:cs="v5.0.0"/>
              </w:rPr>
              <w:t>6.25 kHz</w:t>
            </w:r>
          </w:p>
        </w:tc>
        <w:tc>
          <w:tcPr>
            <w:tcW w:w="1956" w:type="dxa"/>
          </w:tcPr>
          <w:p w14:paraId="1145D640" w14:textId="77777777" w:rsidR="0045193A" w:rsidRPr="0031418B" w:rsidRDefault="0045193A" w:rsidP="0045193A">
            <w:pPr>
              <w:pStyle w:val="TAC"/>
              <w:rPr>
                <w:rFonts w:cs="v5.0.0"/>
              </w:rPr>
            </w:pPr>
          </w:p>
        </w:tc>
      </w:tr>
    </w:tbl>
    <w:p w14:paraId="0C218173" w14:textId="77777777" w:rsidR="0045193A" w:rsidRPr="0031418B" w:rsidRDefault="0045193A" w:rsidP="0045193A"/>
    <w:p w14:paraId="7C6FD4CB" w14:textId="77777777" w:rsidR="009F4760" w:rsidRPr="0031418B" w:rsidRDefault="009F4760" w:rsidP="009F4760">
      <w:r w:rsidRPr="0031418B">
        <w:t>This requirement shall be applied to repeaters operating in Band 26 to ensure that appropriate interference protection is provided to 800 MHz public safety operations.</w:t>
      </w:r>
      <w:r w:rsidRPr="0031418B">
        <w:rPr>
          <w:rFonts w:eastAsia="MS Mincho" w:cs="v3.8.0"/>
        </w:rPr>
        <w:t xml:space="preserve"> This requirement is also applicable </w:t>
      </w:r>
      <w:r w:rsidRPr="0031418B">
        <w:rPr>
          <w:rFonts w:cs="v3.8.0"/>
        </w:rPr>
        <w:t>at specified frequencies falling between 12.5 MHz below the first carrier frequency used and 12.5 MHz above the last carrier frequency used.</w:t>
      </w:r>
    </w:p>
    <w:p w14:paraId="69435C8A" w14:textId="77777777" w:rsidR="009F4760" w:rsidRPr="0031418B" w:rsidRDefault="009F4760" w:rsidP="009F4760">
      <w:r w:rsidRPr="0031418B">
        <w:t>The power of any spurious emission shall not exceed:</w:t>
      </w:r>
    </w:p>
    <w:p w14:paraId="58421072" w14:textId="77777777" w:rsidR="009F4760" w:rsidRPr="0031418B" w:rsidRDefault="009F4760" w:rsidP="009F4760">
      <w:pPr>
        <w:pStyle w:val="TH"/>
        <w:rPr>
          <w:rFonts w:cs="v5.0.0"/>
        </w:rPr>
      </w:pPr>
      <w:r w:rsidRPr="0031418B">
        <w:t xml:space="preserve">Table 9.2.2.1-3: </w:t>
      </w:r>
      <w:r w:rsidRPr="0031418B">
        <w:rPr>
          <w:rFonts w:cs="v5.0.0"/>
        </w:rPr>
        <w:t>S</w:t>
      </w:r>
      <w:r w:rsidRPr="0031418B">
        <w:rPr>
          <w:rFonts w:cs="v4.1.0"/>
        </w:rPr>
        <w:t xml:space="preserve">purious emissions limits for the </w:t>
      </w:r>
      <w:r w:rsidRPr="0031418B">
        <w:t>up-link and down-link</w:t>
      </w:r>
      <w:r w:rsidRPr="0031418B">
        <w:rPr>
          <w:rFonts w:cs="v4.1.0"/>
        </w:rPr>
        <w:t xml:space="preserve"> of UTRA Repeater </w:t>
      </w:r>
      <w:r w:rsidRPr="0031418B">
        <w:t xml:space="preserve">for protection of 800 MHz </w:t>
      </w:r>
      <w:r w:rsidRPr="0031418B">
        <w:rPr>
          <w:rFonts w:cs="v5.0.0"/>
        </w:rPr>
        <w:t>public safety operations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49"/>
        <w:gridCol w:w="1832"/>
        <w:gridCol w:w="1276"/>
        <w:gridCol w:w="1418"/>
        <w:gridCol w:w="1956"/>
      </w:tblGrid>
      <w:tr w:rsidR="009F4760" w:rsidRPr="0031418B" w14:paraId="42F4B675" w14:textId="77777777" w:rsidTr="009F4760">
        <w:trPr>
          <w:cantSplit/>
          <w:jc w:val="center"/>
        </w:trPr>
        <w:tc>
          <w:tcPr>
            <w:tcW w:w="2149" w:type="dxa"/>
          </w:tcPr>
          <w:p w14:paraId="797DB7FB" w14:textId="77777777" w:rsidR="009F4760" w:rsidRPr="0031418B" w:rsidRDefault="009F4760" w:rsidP="009F4760">
            <w:pPr>
              <w:pStyle w:val="TAH"/>
            </w:pPr>
            <w:r w:rsidRPr="0031418B">
              <w:t>Operating Band</w:t>
            </w:r>
          </w:p>
        </w:tc>
        <w:tc>
          <w:tcPr>
            <w:tcW w:w="1832" w:type="dxa"/>
          </w:tcPr>
          <w:p w14:paraId="67081ED4" w14:textId="77777777" w:rsidR="009F4760" w:rsidRPr="0031418B" w:rsidRDefault="009F4760" w:rsidP="009F4760">
            <w:pPr>
              <w:pStyle w:val="TAH"/>
            </w:pPr>
            <w:r w:rsidRPr="0031418B">
              <w:t>Band</w:t>
            </w:r>
          </w:p>
        </w:tc>
        <w:tc>
          <w:tcPr>
            <w:tcW w:w="1276" w:type="dxa"/>
          </w:tcPr>
          <w:p w14:paraId="3D939497" w14:textId="77777777" w:rsidR="009F4760" w:rsidRPr="0031418B" w:rsidRDefault="009F4760" w:rsidP="009F4760">
            <w:pPr>
              <w:pStyle w:val="TAH"/>
            </w:pPr>
            <w:r w:rsidRPr="0031418B">
              <w:t>Maximum Level</w:t>
            </w:r>
          </w:p>
        </w:tc>
        <w:tc>
          <w:tcPr>
            <w:tcW w:w="1418" w:type="dxa"/>
          </w:tcPr>
          <w:p w14:paraId="61B83C12" w14:textId="77777777" w:rsidR="009F4760" w:rsidRPr="0031418B" w:rsidRDefault="009F4760" w:rsidP="009F4760">
            <w:pPr>
              <w:pStyle w:val="TAH"/>
            </w:pPr>
            <w:r w:rsidRPr="0031418B">
              <w:t>Measurement Bandwidth</w:t>
            </w:r>
          </w:p>
        </w:tc>
        <w:tc>
          <w:tcPr>
            <w:tcW w:w="1956" w:type="dxa"/>
          </w:tcPr>
          <w:p w14:paraId="73E568DC" w14:textId="77777777" w:rsidR="009F4760" w:rsidRPr="0031418B" w:rsidRDefault="009F4760" w:rsidP="009F4760">
            <w:pPr>
              <w:pStyle w:val="TAH"/>
            </w:pPr>
            <w:r w:rsidRPr="0031418B">
              <w:t>Note</w:t>
            </w:r>
          </w:p>
        </w:tc>
      </w:tr>
      <w:tr w:rsidR="009F4760" w:rsidRPr="0031418B" w14:paraId="6FF3646D" w14:textId="77777777" w:rsidTr="009F4760">
        <w:trPr>
          <w:cantSplit/>
          <w:jc w:val="center"/>
        </w:trPr>
        <w:tc>
          <w:tcPr>
            <w:tcW w:w="2149" w:type="dxa"/>
          </w:tcPr>
          <w:p w14:paraId="41088E21" w14:textId="77777777" w:rsidR="009F4760" w:rsidRPr="0031418B" w:rsidRDefault="009F4760" w:rsidP="009F4760">
            <w:pPr>
              <w:pStyle w:val="TAC"/>
            </w:pPr>
            <w:r w:rsidRPr="0031418B">
              <w:t>26</w:t>
            </w:r>
          </w:p>
        </w:tc>
        <w:tc>
          <w:tcPr>
            <w:tcW w:w="1832" w:type="dxa"/>
          </w:tcPr>
          <w:p w14:paraId="004169D9" w14:textId="77777777" w:rsidR="009F4760" w:rsidRPr="0031418B" w:rsidRDefault="009F4760" w:rsidP="009F4760">
            <w:pPr>
              <w:pStyle w:val="TAC"/>
            </w:pPr>
            <w:r w:rsidRPr="0031418B">
              <w:t>851 - 859 MHz</w:t>
            </w:r>
          </w:p>
        </w:tc>
        <w:tc>
          <w:tcPr>
            <w:tcW w:w="1276" w:type="dxa"/>
          </w:tcPr>
          <w:p w14:paraId="688665D9" w14:textId="77777777" w:rsidR="009F4760" w:rsidRPr="0031418B" w:rsidRDefault="009F4760" w:rsidP="009F4760">
            <w:pPr>
              <w:pStyle w:val="TAC"/>
            </w:pPr>
            <w:r w:rsidRPr="0031418B">
              <w:t>-13 dBm</w:t>
            </w:r>
          </w:p>
        </w:tc>
        <w:tc>
          <w:tcPr>
            <w:tcW w:w="1418" w:type="dxa"/>
          </w:tcPr>
          <w:p w14:paraId="06FE22A2" w14:textId="77777777" w:rsidR="009F4760" w:rsidRPr="0031418B" w:rsidRDefault="009F4760" w:rsidP="009F4760">
            <w:pPr>
              <w:pStyle w:val="TAC"/>
            </w:pPr>
            <w:r w:rsidRPr="0031418B">
              <w:t>100 kHz</w:t>
            </w:r>
          </w:p>
        </w:tc>
        <w:tc>
          <w:tcPr>
            <w:tcW w:w="1956" w:type="dxa"/>
          </w:tcPr>
          <w:p w14:paraId="5E8358D2" w14:textId="77777777" w:rsidR="009F4760" w:rsidRPr="0031418B" w:rsidRDefault="009F4760" w:rsidP="009F4760">
            <w:pPr>
              <w:pStyle w:val="TAC"/>
            </w:pPr>
            <w:r w:rsidRPr="0031418B">
              <w:t>Applicable for offsets &gt; 37.5kHz from the channel edge</w:t>
            </w:r>
          </w:p>
        </w:tc>
      </w:tr>
    </w:tbl>
    <w:p w14:paraId="67609844" w14:textId="77777777" w:rsidR="009F4760" w:rsidRPr="0031418B" w:rsidRDefault="009F4760" w:rsidP="009F4760"/>
    <w:p w14:paraId="7FBE4D7A" w14:textId="77777777" w:rsidR="00E103E2" w:rsidRPr="0031418B" w:rsidRDefault="00E103E2" w:rsidP="00E103E2">
      <w:pPr>
        <w:pStyle w:val="Heading3"/>
      </w:pPr>
      <w:bookmarkStart w:id="63" w:name="_Toc503964272"/>
      <w:r w:rsidRPr="0031418B">
        <w:t>9.2.</w:t>
      </w:r>
      <w:r w:rsidR="00540D33" w:rsidRPr="0031418B">
        <w:t>3</w:t>
      </w:r>
      <w:r w:rsidRPr="0031418B">
        <w:tab/>
        <w:t>Co-location with base stations</w:t>
      </w:r>
      <w:bookmarkEnd w:id="63"/>
    </w:p>
    <w:p w14:paraId="42AF4D49" w14:textId="77777777" w:rsidR="00E103E2" w:rsidRPr="0031418B" w:rsidRDefault="00E103E2" w:rsidP="00E103E2">
      <w:pPr>
        <w:keepNext/>
        <w:keepLines/>
        <w:rPr>
          <w:rFonts w:cs="v5.0.0"/>
        </w:rPr>
      </w:pPr>
      <w:r w:rsidRPr="0031418B">
        <w:rPr>
          <w:rFonts w:cs="v5.0.0"/>
        </w:rPr>
        <w:t xml:space="preserve">These requirements may be applied for the protection of other BS receivers when GSM900, DCS1800, PCS1900, GSM850 UTRA FDD, UTRA TDD and/or E-UTRA BS </w:t>
      </w:r>
      <w:r w:rsidR="0051610E" w:rsidRPr="0031418B">
        <w:rPr>
          <w:rFonts w:cs="v5.0.0"/>
        </w:rPr>
        <w:t xml:space="preserve">are </w:t>
      </w:r>
      <w:r w:rsidRPr="0031418B">
        <w:rPr>
          <w:rFonts w:cs="v5.0.0"/>
        </w:rPr>
        <w:t>co-located with an E-UTRA FDD Repeater.</w:t>
      </w:r>
    </w:p>
    <w:p w14:paraId="5A34CF0C" w14:textId="77777777" w:rsidR="00E103E2" w:rsidRPr="0031418B" w:rsidRDefault="00E103E2" w:rsidP="00E103E2">
      <w:pPr>
        <w:keepNext/>
        <w:keepLines/>
        <w:rPr>
          <w:rFonts w:cs="v5.0.0"/>
        </w:rPr>
      </w:pPr>
      <w:r w:rsidRPr="0031418B">
        <w:rPr>
          <w:rFonts w:cs="v5.0.0"/>
        </w:rPr>
        <w:t>Unless otherwise stated the requirements assume a 30 dB coupling loss between transmitter and receiver.</w:t>
      </w:r>
    </w:p>
    <w:p w14:paraId="36F7DDEB" w14:textId="77777777" w:rsidR="00E103E2" w:rsidRPr="0031418B" w:rsidDel="001B2B0A" w:rsidRDefault="00E103E2" w:rsidP="006C429B">
      <w:pPr>
        <w:pStyle w:val="NO"/>
        <w:rPr>
          <w:rFonts w:cs="v5.0.0"/>
        </w:rPr>
      </w:pPr>
      <w:r w:rsidRPr="0031418B">
        <w:t>NOTE:</w:t>
      </w:r>
      <w:r w:rsidRPr="0031418B">
        <w:tab/>
        <w:t>For co-location with UTRA, the requirements are based on co-location with Wide Area UTRA FDD or TDD base stations</w:t>
      </w:r>
      <w:r w:rsidR="001901EC" w:rsidRPr="0031418B">
        <w:t>.</w:t>
      </w:r>
    </w:p>
    <w:p w14:paraId="5E09630D" w14:textId="77777777" w:rsidR="00E103E2" w:rsidRPr="0031418B" w:rsidRDefault="00540D33" w:rsidP="00540D33">
      <w:pPr>
        <w:pStyle w:val="Heading4"/>
      </w:pPr>
      <w:bookmarkStart w:id="64" w:name="_Toc503964273"/>
      <w:r w:rsidRPr="0031418B">
        <w:lastRenderedPageBreak/>
        <w:t>9.2.</w:t>
      </w:r>
      <w:r w:rsidR="00943ACE" w:rsidRPr="0031418B">
        <w:t>3</w:t>
      </w:r>
      <w:r w:rsidRPr="0031418B">
        <w:t>.1</w:t>
      </w:r>
      <w:r w:rsidRPr="0031418B">
        <w:tab/>
      </w:r>
      <w:r w:rsidR="00E103E2" w:rsidRPr="0031418B">
        <w:t>Minimum Requirements</w:t>
      </w:r>
      <w:bookmarkEnd w:id="64"/>
    </w:p>
    <w:p w14:paraId="2929CC08" w14:textId="77777777" w:rsidR="00E103E2" w:rsidRPr="0031418B" w:rsidRDefault="00E103E2" w:rsidP="00E103E2">
      <w:pPr>
        <w:keepNext/>
        <w:keepLines/>
        <w:rPr>
          <w:rFonts w:cs="v5.0.0"/>
        </w:rPr>
      </w:pPr>
      <w:r w:rsidRPr="0031418B">
        <w:rPr>
          <w:rFonts w:cs="v5.0.0"/>
        </w:rPr>
        <w:t>Unless otherwise stated this requirement applies to the uplink and downlink of the repeater, at maximum gain.</w:t>
      </w:r>
    </w:p>
    <w:p w14:paraId="43850E5F" w14:textId="77777777" w:rsidR="00E103E2" w:rsidRPr="0031418B" w:rsidRDefault="00E103E2" w:rsidP="00043B4B">
      <w:r w:rsidRPr="0031418B">
        <w:t>The power of any spurious emission shall not exceed the limits of Table 9.2.</w:t>
      </w:r>
      <w:r w:rsidR="00943ACE" w:rsidRPr="0031418B">
        <w:t>3</w:t>
      </w:r>
      <w:r w:rsidRPr="0031418B">
        <w:t>.1-1 for a</w:t>
      </w:r>
      <w:r w:rsidR="00F929A5" w:rsidRPr="0031418B">
        <w:t>n</w:t>
      </w:r>
      <w:r w:rsidRPr="0031418B">
        <w:t xml:space="preserve"> E-</w:t>
      </w:r>
      <w:r w:rsidRPr="0031418B">
        <w:rPr>
          <w:rFonts w:cs="v5.0.0"/>
        </w:rPr>
        <w:t>UTRA FDD Repeater</w:t>
      </w:r>
      <w:r w:rsidRPr="0031418B">
        <w:t xml:space="preserve"> where requirements for co-location with a Base Station listed in the first column apply.</w:t>
      </w:r>
    </w:p>
    <w:p w14:paraId="62852694" w14:textId="77777777" w:rsidR="00E103E2" w:rsidRPr="0031418B" w:rsidRDefault="00E103E2" w:rsidP="00E103E2">
      <w:pPr>
        <w:pStyle w:val="TH"/>
      </w:pPr>
      <w:r w:rsidRPr="0031418B">
        <w:lastRenderedPageBreak/>
        <w:t>Table 9.2.</w:t>
      </w:r>
      <w:r w:rsidR="00943ACE" w:rsidRPr="0031418B">
        <w:t>3</w:t>
      </w:r>
      <w:r w:rsidRPr="0031418B">
        <w:t>.1-1: Spurious emissions limits for E-UTRA-FDD Repeater co-located with Base Stations</w:t>
      </w:r>
    </w:p>
    <w:tbl>
      <w:tblPr>
        <w:tblW w:w="11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852"/>
        <w:gridCol w:w="68"/>
        <w:gridCol w:w="204"/>
        <w:gridCol w:w="532"/>
        <w:gridCol w:w="852"/>
        <w:gridCol w:w="69"/>
        <w:gridCol w:w="103"/>
        <w:gridCol w:w="533"/>
        <w:gridCol w:w="409"/>
        <w:gridCol w:w="443"/>
        <w:gridCol w:w="67"/>
        <w:gridCol w:w="22"/>
        <w:gridCol w:w="852"/>
        <w:gridCol w:w="33"/>
        <w:gridCol w:w="36"/>
        <w:gridCol w:w="496"/>
        <w:gridCol w:w="852"/>
        <w:gridCol w:w="69"/>
        <w:gridCol w:w="3027"/>
        <w:gridCol w:w="533"/>
        <w:gridCol w:w="852"/>
        <w:gridCol w:w="67"/>
      </w:tblGrid>
      <w:tr w:rsidR="00E103E2" w:rsidRPr="0031418B" w14:paraId="3C61B124" w14:textId="77777777">
        <w:trPr>
          <w:gridAfter w:val="3"/>
          <w:wAfter w:w="1452" w:type="dxa"/>
          <w:cantSplit/>
          <w:jc w:val="center"/>
        </w:trPr>
        <w:tc>
          <w:tcPr>
            <w:tcW w:w="1657" w:type="dxa"/>
            <w:gridSpan w:val="4"/>
            <w:vAlign w:val="center"/>
          </w:tcPr>
          <w:p w14:paraId="2925F454" w14:textId="77777777" w:rsidR="00E103E2" w:rsidRPr="0031418B" w:rsidRDefault="00E103E2" w:rsidP="00BF2993">
            <w:pPr>
              <w:pStyle w:val="TAH"/>
            </w:pPr>
            <w:r w:rsidRPr="0031418B">
              <w:lastRenderedPageBreak/>
              <w:t>Type of co-located Base Station</w:t>
            </w:r>
          </w:p>
        </w:tc>
        <w:tc>
          <w:tcPr>
            <w:tcW w:w="1556" w:type="dxa"/>
            <w:gridSpan w:val="4"/>
            <w:vAlign w:val="center"/>
          </w:tcPr>
          <w:p w14:paraId="301AF7F5" w14:textId="77777777" w:rsidR="00E103E2" w:rsidRPr="0031418B" w:rsidRDefault="00DF2A48" w:rsidP="00BF2993">
            <w:pPr>
              <w:pStyle w:val="TAH"/>
            </w:pPr>
            <w:r w:rsidRPr="0031418B">
              <w:t>Frequency range</w:t>
            </w:r>
            <w:r w:rsidRPr="0031418B" w:rsidDel="00DF2A48">
              <w:t xml:space="preserve"> </w:t>
            </w:r>
            <w:r w:rsidR="00E103E2" w:rsidRPr="0031418B">
              <w:t>for co-location requirement</w:t>
            </w:r>
          </w:p>
        </w:tc>
        <w:tc>
          <w:tcPr>
            <w:tcW w:w="942" w:type="dxa"/>
            <w:gridSpan w:val="2"/>
          </w:tcPr>
          <w:p w14:paraId="15A749BF" w14:textId="77777777" w:rsidR="00E103E2" w:rsidRPr="0031418B" w:rsidRDefault="00E103E2" w:rsidP="00BF2993">
            <w:pPr>
              <w:pStyle w:val="TAH"/>
            </w:pPr>
            <w:r w:rsidRPr="0031418B">
              <w:t>Maximum Level</w:t>
            </w:r>
          </w:p>
        </w:tc>
        <w:tc>
          <w:tcPr>
            <w:tcW w:w="1417" w:type="dxa"/>
            <w:gridSpan w:val="5"/>
          </w:tcPr>
          <w:p w14:paraId="4DC4F2C3" w14:textId="77777777" w:rsidR="00E103E2" w:rsidRPr="0031418B" w:rsidRDefault="00E103E2" w:rsidP="00BF2993">
            <w:pPr>
              <w:pStyle w:val="TAH"/>
            </w:pPr>
            <w:r w:rsidRPr="0031418B">
              <w:t>Measurement Bandwidth</w:t>
            </w:r>
          </w:p>
        </w:tc>
        <w:tc>
          <w:tcPr>
            <w:tcW w:w="4480" w:type="dxa"/>
            <w:gridSpan w:val="5"/>
          </w:tcPr>
          <w:p w14:paraId="17A1FC88" w14:textId="77777777" w:rsidR="00E103E2" w:rsidRPr="0031418B" w:rsidRDefault="00E103E2" w:rsidP="00BF2993">
            <w:pPr>
              <w:pStyle w:val="TAH"/>
            </w:pPr>
            <w:r w:rsidRPr="0031418B">
              <w:t>Note</w:t>
            </w:r>
          </w:p>
        </w:tc>
      </w:tr>
      <w:tr w:rsidR="00E103E2" w:rsidRPr="0031418B" w14:paraId="66143FD5" w14:textId="77777777">
        <w:trPr>
          <w:gridAfter w:val="3"/>
          <w:wAfter w:w="1452" w:type="dxa"/>
          <w:cantSplit/>
          <w:jc w:val="center"/>
        </w:trPr>
        <w:tc>
          <w:tcPr>
            <w:tcW w:w="1657" w:type="dxa"/>
            <w:gridSpan w:val="4"/>
            <w:vAlign w:val="center"/>
          </w:tcPr>
          <w:p w14:paraId="0AD593B7" w14:textId="77777777" w:rsidR="00E103E2" w:rsidRPr="0031418B" w:rsidRDefault="00E103E2" w:rsidP="00BF2993">
            <w:pPr>
              <w:pStyle w:val="TAC"/>
            </w:pPr>
            <w:r w:rsidRPr="0031418B">
              <w:rPr>
                <w:rFonts w:cs="v5.0.0"/>
              </w:rPr>
              <w:t>GSM900</w:t>
            </w:r>
          </w:p>
        </w:tc>
        <w:tc>
          <w:tcPr>
            <w:tcW w:w="1556" w:type="dxa"/>
            <w:gridSpan w:val="4"/>
            <w:vAlign w:val="center"/>
          </w:tcPr>
          <w:p w14:paraId="3E907A98" w14:textId="77777777" w:rsidR="00E103E2" w:rsidRPr="0031418B" w:rsidRDefault="00E103E2" w:rsidP="00BF2993">
            <w:pPr>
              <w:pStyle w:val="TAC"/>
            </w:pPr>
            <w:r w:rsidRPr="0031418B">
              <w:rPr>
                <w:rFonts w:cs="v5.0.0"/>
              </w:rPr>
              <w:t>876 - 915 MHz</w:t>
            </w:r>
          </w:p>
        </w:tc>
        <w:tc>
          <w:tcPr>
            <w:tcW w:w="942" w:type="dxa"/>
            <w:gridSpan w:val="2"/>
            <w:vAlign w:val="center"/>
          </w:tcPr>
          <w:p w14:paraId="47BBEC04" w14:textId="77777777" w:rsidR="00E103E2" w:rsidRPr="0031418B" w:rsidRDefault="00E103E2" w:rsidP="00BF2993">
            <w:pPr>
              <w:pStyle w:val="TAC"/>
            </w:pPr>
            <w:r w:rsidRPr="0031418B">
              <w:rPr>
                <w:rFonts w:cs="v5.0.0"/>
              </w:rPr>
              <w:t>-98 dBm</w:t>
            </w:r>
          </w:p>
        </w:tc>
        <w:tc>
          <w:tcPr>
            <w:tcW w:w="1417" w:type="dxa"/>
            <w:gridSpan w:val="5"/>
            <w:vAlign w:val="center"/>
          </w:tcPr>
          <w:p w14:paraId="0F5A2448" w14:textId="77777777" w:rsidR="00E103E2" w:rsidRPr="0031418B" w:rsidRDefault="00E103E2" w:rsidP="00BF2993">
            <w:pPr>
              <w:pStyle w:val="TAC"/>
            </w:pPr>
            <w:r w:rsidRPr="0031418B">
              <w:rPr>
                <w:rFonts w:cs="v5.0.0"/>
              </w:rPr>
              <w:t>100 kHz</w:t>
            </w:r>
          </w:p>
        </w:tc>
        <w:tc>
          <w:tcPr>
            <w:tcW w:w="4480" w:type="dxa"/>
            <w:gridSpan w:val="5"/>
            <w:vAlign w:val="center"/>
          </w:tcPr>
          <w:p w14:paraId="102E94EF" w14:textId="77777777" w:rsidR="00E103E2" w:rsidRPr="0031418B" w:rsidRDefault="00981591" w:rsidP="001901EC">
            <w:pPr>
              <w:pStyle w:val="TAL"/>
            </w:pPr>
            <w:r w:rsidRPr="0031418B">
              <w:t>T</w:t>
            </w:r>
            <w:r w:rsidR="00E103E2" w:rsidRPr="0031418B">
              <w:t xml:space="preserve">his requirement does not apply to the uplink of </w:t>
            </w:r>
            <w:r w:rsidR="003B1553" w:rsidRPr="0031418B">
              <w:t>E-UTRA</w:t>
            </w:r>
            <w:r w:rsidR="00E103E2" w:rsidRPr="0031418B">
              <w:t xml:space="preserve"> FDD Repeater operating in band 8, </w:t>
            </w:r>
            <w:r w:rsidR="00E103E2" w:rsidRPr="0031418B">
              <w:rPr>
                <w:rFonts w:cs="v5.0.0"/>
              </w:rPr>
              <w:t>since it is already covered by the requirement in sub-clause 9.</w:t>
            </w:r>
            <w:r w:rsidR="00680B06" w:rsidRPr="0031418B">
              <w:rPr>
                <w:rFonts w:cs="v5.0.0"/>
              </w:rPr>
              <w:t>1.4</w:t>
            </w:r>
            <w:r w:rsidR="00E103E2" w:rsidRPr="0031418B">
              <w:t>, but requires a 75dB coupling loss between base station and the repeater UL transmit port.</w:t>
            </w:r>
          </w:p>
        </w:tc>
      </w:tr>
      <w:tr w:rsidR="00E103E2" w:rsidRPr="0031418B" w14:paraId="366A960E" w14:textId="77777777">
        <w:trPr>
          <w:gridAfter w:val="3"/>
          <w:wAfter w:w="1452" w:type="dxa"/>
          <w:cantSplit/>
          <w:jc w:val="center"/>
        </w:trPr>
        <w:tc>
          <w:tcPr>
            <w:tcW w:w="1657" w:type="dxa"/>
            <w:gridSpan w:val="4"/>
            <w:vAlign w:val="center"/>
          </w:tcPr>
          <w:p w14:paraId="31E1B242" w14:textId="77777777" w:rsidR="00E103E2" w:rsidRPr="0031418B" w:rsidRDefault="00E103E2" w:rsidP="00BF2993">
            <w:pPr>
              <w:pStyle w:val="TAC"/>
            </w:pPr>
            <w:r w:rsidRPr="0031418B">
              <w:rPr>
                <w:rFonts w:cs="v5.0.0"/>
              </w:rPr>
              <w:t>DCS1800</w:t>
            </w:r>
          </w:p>
        </w:tc>
        <w:tc>
          <w:tcPr>
            <w:tcW w:w="1556" w:type="dxa"/>
            <w:gridSpan w:val="4"/>
            <w:vAlign w:val="center"/>
          </w:tcPr>
          <w:p w14:paraId="3A806CB0" w14:textId="77777777" w:rsidR="00E103E2" w:rsidRPr="0031418B" w:rsidRDefault="00E103E2" w:rsidP="00BF2993">
            <w:pPr>
              <w:pStyle w:val="TAC"/>
            </w:pPr>
            <w:r w:rsidRPr="0031418B">
              <w:t>1710 - 1785 MHz</w:t>
            </w:r>
          </w:p>
        </w:tc>
        <w:tc>
          <w:tcPr>
            <w:tcW w:w="942" w:type="dxa"/>
            <w:gridSpan w:val="2"/>
            <w:vAlign w:val="center"/>
          </w:tcPr>
          <w:p w14:paraId="6BD66630" w14:textId="77777777" w:rsidR="00E103E2" w:rsidRPr="0031418B" w:rsidRDefault="00E103E2" w:rsidP="00BF2993">
            <w:pPr>
              <w:pStyle w:val="TAC"/>
            </w:pPr>
            <w:r w:rsidRPr="0031418B">
              <w:t>-98 dBm</w:t>
            </w:r>
          </w:p>
        </w:tc>
        <w:tc>
          <w:tcPr>
            <w:tcW w:w="1417" w:type="dxa"/>
            <w:gridSpan w:val="5"/>
            <w:vAlign w:val="center"/>
          </w:tcPr>
          <w:p w14:paraId="1B1B3FDE" w14:textId="77777777" w:rsidR="00E103E2" w:rsidRPr="0031418B" w:rsidRDefault="00E103E2" w:rsidP="00BF2993">
            <w:pPr>
              <w:pStyle w:val="TAC"/>
            </w:pPr>
            <w:r w:rsidRPr="0031418B">
              <w:t>100 kHz</w:t>
            </w:r>
          </w:p>
        </w:tc>
        <w:tc>
          <w:tcPr>
            <w:tcW w:w="4480" w:type="dxa"/>
            <w:gridSpan w:val="5"/>
            <w:vAlign w:val="center"/>
          </w:tcPr>
          <w:p w14:paraId="7F6DE802"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3, </w:t>
            </w:r>
            <w:r w:rsidRPr="0031418B">
              <w:rPr>
                <w:rFonts w:cs="v5.0.0"/>
              </w:rPr>
              <w:t>since it is already covered by the requirement in sub-clause 9.</w:t>
            </w:r>
            <w:r w:rsidR="00680B06" w:rsidRPr="0031418B">
              <w:rPr>
                <w:rFonts w:cs="v5.0.0"/>
              </w:rPr>
              <w:t>1.4</w:t>
            </w:r>
            <w:r w:rsidRPr="0031418B">
              <w:rPr>
                <w:rFonts w:cs="v5.0.0"/>
              </w:rPr>
              <w:t>,</w:t>
            </w:r>
            <w:r w:rsidRPr="0031418B">
              <w:t xml:space="preserve"> but requires a 75dB coupling loss between base station and the repeater UL transmit port.</w:t>
            </w:r>
          </w:p>
        </w:tc>
      </w:tr>
      <w:tr w:rsidR="00E103E2" w:rsidRPr="0031418B" w14:paraId="522D2582" w14:textId="77777777">
        <w:trPr>
          <w:gridBefore w:val="1"/>
          <w:gridAfter w:val="2"/>
          <w:wBefore w:w="533" w:type="dxa"/>
          <w:wAfter w:w="919" w:type="dxa"/>
          <w:cantSplit/>
          <w:jc w:val="center"/>
        </w:trPr>
        <w:tc>
          <w:tcPr>
            <w:tcW w:w="1656" w:type="dxa"/>
            <w:gridSpan w:val="4"/>
            <w:vAlign w:val="center"/>
          </w:tcPr>
          <w:p w14:paraId="320B5E58" w14:textId="77777777" w:rsidR="00E103E2" w:rsidRPr="0031418B" w:rsidRDefault="00E103E2" w:rsidP="00BF2993">
            <w:pPr>
              <w:pStyle w:val="TAC"/>
            </w:pPr>
            <w:r w:rsidRPr="0031418B">
              <w:rPr>
                <w:rFonts w:cs="v5.0.0"/>
              </w:rPr>
              <w:t>PCS1900</w:t>
            </w:r>
          </w:p>
        </w:tc>
        <w:tc>
          <w:tcPr>
            <w:tcW w:w="1557" w:type="dxa"/>
            <w:gridSpan w:val="4"/>
            <w:vAlign w:val="center"/>
          </w:tcPr>
          <w:p w14:paraId="792F25D7" w14:textId="77777777" w:rsidR="00E103E2" w:rsidRPr="0031418B" w:rsidRDefault="00E103E2" w:rsidP="00BF2993">
            <w:pPr>
              <w:pStyle w:val="TAC"/>
            </w:pPr>
            <w:r w:rsidRPr="0031418B">
              <w:t>1850 - 1910 MHz</w:t>
            </w:r>
          </w:p>
        </w:tc>
        <w:tc>
          <w:tcPr>
            <w:tcW w:w="941" w:type="dxa"/>
            <w:gridSpan w:val="4"/>
            <w:vAlign w:val="center"/>
          </w:tcPr>
          <w:p w14:paraId="20CB9B13" w14:textId="77777777" w:rsidR="00E103E2" w:rsidRPr="0031418B" w:rsidRDefault="00E103E2" w:rsidP="00BF2993">
            <w:pPr>
              <w:pStyle w:val="TAC"/>
            </w:pPr>
            <w:r w:rsidRPr="0031418B">
              <w:t>-98 dBm</w:t>
            </w:r>
          </w:p>
        </w:tc>
        <w:tc>
          <w:tcPr>
            <w:tcW w:w="1417" w:type="dxa"/>
            <w:gridSpan w:val="4"/>
            <w:vAlign w:val="center"/>
          </w:tcPr>
          <w:p w14:paraId="3E08E605" w14:textId="77777777" w:rsidR="00E103E2" w:rsidRPr="0031418B" w:rsidRDefault="00E103E2" w:rsidP="00BF2993">
            <w:pPr>
              <w:pStyle w:val="TAC"/>
            </w:pPr>
            <w:r w:rsidRPr="0031418B">
              <w:t>100 kHz</w:t>
            </w:r>
          </w:p>
        </w:tc>
        <w:tc>
          <w:tcPr>
            <w:tcW w:w="4481" w:type="dxa"/>
            <w:gridSpan w:val="4"/>
            <w:vAlign w:val="center"/>
          </w:tcPr>
          <w:p w14:paraId="766D178B"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2</w:t>
            </w:r>
            <w:r w:rsidR="003B1553" w:rsidRPr="0031418B">
              <w:t xml:space="preserve"> or band 25</w:t>
            </w:r>
            <w:r w:rsidRPr="0031418B">
              <w:t xml:space="preserve">, </w:t>
            </w:r>
            <w:r w:rsidRPr="0031418B">
              <w:rPr>
                <w:rFonts w:cs="v5.0.0"/>
              </w:rPr>
              <w:t>since it is already covered by the requirement in sub-clause 9.</w:t>
            </w:r>
            <w:r w:rsidR="00680B06" w:rsidRPr="0031418B">
              <w:rPr>
                <w:rFonts w:cs="v5.0.0"/>
              </w:rPr>
              <w:t>1.4</w:t>
            </w:r>
            <w:r w:rsidRPr="0031418B">
              <w:t>, but requires a 75dB coupling loss between base station and the repeater UL transmit port.</w:t>
            </w:r>
          </w:p>
        </w:tc>
      </w:tr>
      <w:tr w:rsidR="00E103E2" w:rsidRPr="0031418B" w14:paraId="3A5D4EB4" w14:textId="77777777">
        <w:trPr>
          <w:gridBefore w:val="1"/>
          <w:gridAfter w:val="2"/>
          <w:wBefore w:w="533" w:type="dxa"/>
          <w:wAfter w:w="919" w:type="dxa"/>
          <w:cantSplit/>
          <w:jc w:val="center"/>
        </w:trPr>
        <w:tc>
          <w:tcPr>
            <w:tcW w:w="1656" w:type="dxa"/>
            <w:gridSpan w:val="4"/>
            <w:vAlign w:val="center"/>
          </w:tcPr>
          <w:p w14:paraId="2904C95D" w14:textId="77777777" w:rsidR="00E103E2" w:rsidRPr="0031418B" w:rsidRDefault="00E103E2" w:rsidP="00BF2993">
            <w:pPr>
              <w:pStyle w:val="TAC"/>
            </w:pPr>
            <w:r w:rsidRPr="0031418B">
              <w:rPr>
                <w:rFonts w:cs="v5.0.0"/>
              </w:rPr>
              <w:t>GSM850</w:t>
            </w:r>
            <w:r w:rsidR="00134469" w:rsidRPr="0031418B">
              <w:t xml:space="preserve"> or CDMA850</w:t>
            </w:r>
          </w:p>
        </w:tc>
        <w:tc>
          <w:tcPr>
            <w:tcW w:w="1557" w:type="dxa"/>
            <w:gridSpan w:val="4"/>
            <w:vAlign w:val="center"/>
          </w:tcPr>
          <w:p w14:paraId="37ADC628" w14:textId="77777777" w:rsidR="00E103E2" w:rsidRPr="0031418B" w:rsidRDefault="00E103E2" w:rsidP="00BF2993">
            <w:pPr>
              <w:pStyle w:val="TAC"/>
            </w:pPr>
            <w:r w:rsidRPr="0031418B">
              <w:t>824 - 849 MHz</w:t>
            </w:r>
          </w:p>
        </w:tc>
        <w:tc>
          <w:tcPr>
            <w:tcW w:w="941" w:type="dxa"/>
            <w:gridSpan w:val="4"/>
            <w:vAlign w:val="center"/>
          </w:tcPr>
          <w:p w14:paraId="2097D06A" w14:textId="77777777" w:rsidR="00E103E2" w:rsidRPr="0031418B" w:rsidRDefault="00E103E2" w:rsidP="00BF2993">
            <w:pPr>
              <w:pStyle w:val="TAC"/>
            </w:pPr>
            <w:r w:rsidRPr="0031418B">
              <w:t>-98 dBm</w:t>
            </w:r>
          </w:p>
        </w:tc>
        <w:tc>
          <w:tcPr>
            <w:tcW w:w="1417" w:type="dxa"/>
            <w:gridSpan w:val="4"/>
            <w:vAlign w:val="center"/>
          </w:tcPr>
          <w:p w14:paraId="7B232ADA" w14:textId="77777777" w:rsidR="00E103E2" w:rsidRPr="0031418B" w:rsidRDefault="00E103E2" w:rsidP="00BF2993">
            <w:pPr>
              <w:pStyle w:val="TAC"/>
            </w:pPr>
            <w:r w:rsidRPr="0031418B">
              <w:t>100 kHz</w:t>
            </w:r>
          </w:p>
        </w:tc>
        <w:tc>
          <w:tcPr>
            <w:tcW w:w="4481" w:type="dxa"/>
            <w:gridSpan w:val="4"/>
            <w:vAlign w:val="center"/>
          </w:tcPr>
          <w:p w14:paraId="0F2FDDD1"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5</w:t>
            </w:r>
            <w:r w:rsidR="009F4760" w:rsidRPr="0031418B">
              <w:t xml:space="preserve"> or 26</w:t>
            </w:r>
            <w:r w:rsidRPr="0031418B">
              <w:t xml:space="preserve">, </w:t>
            </w:r>
            <w:r w:rsidRPr="0031418B">
              <w:rPr>
                <w:rFonts w:cs="v5.0.0"/>
              </w:rPr>
              <w:t>since it is already covered by the requirement in sub-clause 9.</w:t>
            </w:r>
            <w:r w:rsidR="00680B06" w:rsidRPr="0031418B">
              <w:rPr>
                <w:rFonts w:cs="v5.0.0"/>
              </w:rPr>
              <w:t>1.4</w:t>
            </w:r>
            <w:r w:rsidRPr="0031418B">
              <w:t>, but requires a 75dB coupling loss between base station and the repeater UL transmit port.</w:t>
            </w:r>
            <w:r w:rsidR="009F4760" w:rsidRPr="0031418B">
              <w:t xml:space="preserve"> For E</w:t>
            </w:r>
            <w:r w:rsidR="009F4760" w:rsidRPr="0031418B">
              <w:noBreakHyphen/>
              <w:t>UTRA Repeater operating in Band 27, it</w:t>
            </w:r>
            <w:r w:rsidR="009F4760" w:rsidRPr="0031418B">
              <w:rPr>
                <w:rFonts w:eastAsia="MS PGothic"/>
                <w:kern w:val="24"/>
                <w:szCs w:val="22"/>
              </w:rPr>
              <w:t xml:space="preserve"> applies 3 MHz below the Band 27 downlink operating band.</w:t>
            </w:r>
          </w:p>
        </w:tc>
      </w:tr>
      <w:tr w:rsidR="00E103E2" w:rsidRPr="0031418B" w14:paraId="6A7960EB" w14:textId="77777777">
        <w:trPr>
          <w:gridBefore w:val="2"/>
          <w:gridAfter w:val="1"/>
          <w:wBefore w:w="1385" w:type="dxa"/>
          <w:wAfter w:w="67" w:type="dxa"/>
          <w:cantSplit/>
          <w:jc w:val="center"/>
        </w:trPr>
        <w:tc>
          <w:tcPr>
            <w:tcW w:w="1656" w:type="dxa"/>
            <w:gridSpan w:val="4"/>
            <w:vAlign w:val="center"/>
          </w:tcPr>
          <w:p w14:paraId="28A11693" w14:textId="77777777" w:rsidR="00E103E2" w:rsidRPr="0031418B" w:rsidRDefault="00E103E2" w:rsidP="00BF2993">
            <w:pPr>
              <w:pStyle w:val="TAC"/>
            </w:pPr>
            <w:r w:rsidRPr="0031418B">
              <w:rPr>
                <w:rFonts w:cs="v5.0.0"/>
              </w:rPr>
              <w:t>UTRA FDD Band I</w:t>
            </w:r>
            <w:r w:rsidRPr="0031418B">
              <w:t xml:space="preserve"> or </w:t>
            </w:r>
            <w:r w:rsidRPr="0031418B">
              <w:br/>
              <w:t>E-UTRA Band 1</w:t>
            </w:r>
          </w:p>
        </w:tc>
        <w:tc>
          <w:tcPr>
            <w:tcW w:w="1557" w:type="dxa"/>
            <w:gridSpan w:val="5"/>
            <w:vAlign w:val="center"/>
          </w:tcPr>
          <w:p w14:paraId="46EBCE4F" w14:textId="77777777" w:rsidR="00E103E2" w:rsidRPr="0031418B" w:rsidRDefault="00E103E2" w:rsidP="00BF2993">
            <w:pPr>
              <w:pStyle w:val="TAC"/>
            </w:pPr>
            <w:r w:rsidRPr="0031418B">
              <w:t>1920 - 1980 MHz</w:t>
            </w:r>
          </w:p>
        </w:tc>
        <w:tc>
          <w:tcPr>
            <w:tcW w:w="941" w:type="dxa"/>
            <w:gridSpan w:val="3"/>
            <w:vAlign w:val="center"/>
          </w:tcPr>
          <w:p w14:paraId="5F567C6C" w14:textId="77777777" w:rsidR="00E103E2" w:rsidRPr="0031418B" w:rsidRDefault="00E103E2" w:rsidP="00BF2993">
            <w:pPr>
              <w:pStyle w:val="TAC"/>
            </w:pPr>
            <w:r w:rsidRPr="0031418B">
              <w:t>-96 dBm</w:t>
            </w:r>
          </w:p>
        </w:tc>
        <w:tc>
          <w:tcPr>
            <w:tcW w:w="1417" w:type="dxa"/>
            <w:gridSpan w:val="4"/>
            <w:vAlign w:val="center"/>
          </w:tcPr>
          <w:p w14:paraId="13F01F44" w14:textId="77777777" w:rsidR="00E103E2" w:rsidRPr="0031418B" w:rsidRDefault="00E103E2" w:rsidP="00BF2993">
            <w:pPr>
              <w:pStyle w:val="TAC"/>
            </w:pPr>
            <w:r w:rsidRPr="0031418B">
              <w:t>100 kHz</w:t>
            </w:r>
          </w:p>
        </w:tc>
        <w:tc>
          <w:tcPr>
            <w:tcW w:w="4481" w:type="dxa"/>
            <w:gridSpan w:val="4"/>
            <w:vAlign w:val="center"/>
          </w:tcPr>
          <w:p w14:paraId="7DEC39FB"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1,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5271CEAD" w14:textId="77777777">
        <w:trPr>
          <w:gridBefore w:val="2"/>
          <w:gridAfter w:val="1"/>
          <w:wBefore w:w="1385" w:type="dxa"/>
          <w:wAfter w:w="67" w:type="dxa"/>
          <w:cantSplit/>
          <w:jc w:val="center"/>
        </w:trPr>
        <w:tc>
          <w:tcPr>
            <w:tcW w:w="1656" w:type="dxa"/>
            <w:gridSpan w:val="4"/>
            <w:vAlign w:val="center"/>
          </w:tcPr>
          <w:p w14:paraId="4D88189F" w14:textId="77777777" w:rsidR="00E103E2" w:rsidRPr="0031418B" w:rsidRDefault="00E103E2" w:rsidP="00BF2993">
            <w:pPr>
              <w:pStyle w:val="TAC"/>
            </w:pPr>
            <w:r w:rsidRPr="0031418B">
              <w:rPr>
                <w:rFonts w:cs="v5.0.0"/>
              </w:rPr>
              <w:t>UTRA FDD Band II</w:t>
            </w:r>
            <w:r w:rsidRPr="0031418B">
              <w:t xml:space="preserve"> or </w:t>
            </w:r>
            <w:r w:rsidRPr="0031418B">
              <w:br/>
              <w:t>E-UTRA Band 2</w:t>
            </w:r>
          </w:p>
        </w:tc>
        <w:tc>
          <w:tcPr>
            <w:tcW w:w="1557" w:type="dxa"/>
            <w:gridSpan w:val="5"/>
            <w:vAlign w:val="center"/>
          </w:tcPr>
          <w:p w14:paraId="79257243" w14:textId="77777777" w:rsidR="00E103E2" w:rsidRPr="0031418B" w:rsidRDefault="00E103E2" w:rsidP="00BF2993">
            <w:pPr>
              <w:pStyle w:val="TAC"/>
            </w:pPr>
            <w:r w:rsidRPr="0031418B">
              <w:t>1850 - 1910 MHz</w:t>
            </w:r>
          </w:p>
        </w:tc>
        <w:tc>
          <w:tcPr>
            <w:tcW w:w="941" w:type="dxa"/>
            <w:gridSpan w:val="3"/>
            <w:vAlign w:val="center"/>
          </w:tcPr>
          <w:p w14:paraId="2C9D60C3" w14:textId="77777777" w:rsidR="00E103E2" w:rsidRPr="0031418B" w:rsidRDefault="00E103E2" w:rsidP="00BF2993">
            <w:pPr>
              <w:pStyle w:val="TAC"/>
            </w:pPr>
            <w:r w:rsidRPr="0031418B">
              <w:t>-96 dBm</w:t>
            </w:r>
          </w:p>
        </w:tc>
        <w:tc>
          <w:tcPr>
            <w:tcW w:w="1417" w:type="dxa"/>
            <w:gridSpan w:val="4"/>
            <w:vAlign w:val="center"/>
          </w:tcPr>
          <w:p w14:paraId="2C95EC63" w14:textId="77777777" w:rsidR="00E103E2" w:rsidRPr="0031418B" w:rsidRDefault="00E103E2" w:rsidP="00BF2993">
            <w:pPr>
              <w:pStyle w:val="TAC"/>
            </w:pPr>
            <w:r w:rsidRPr="0031418B">
              <w:t>100 kHz</w:t>
            </w:r>
          </w:p>
        </w:tc>
        <w:tc>
          <w:tcPr>
            <w:tcW w:w="4481" w:type="dxa"/>
            <w:gridSpan w:val="4"/>
            <w:vAlign w:val="center"/>
          </w:tcPr>
          <w:p w14:paraId="0E9A59C0"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2</w:t>
            </w:r>
            <w:r w:rsidR="003B1553" w:rsidRPr="0031418B">
              <w:t xml:space="preserve"> or band 25</w:t>
            </w:r>
            <w:r w:rsidRPr="0031418B">
              <w:t xml:space="preserve">,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6BE8E312" w14:textId="77777777">
        <w:trPr>
          <w:gridBefore w:val="2"/>
          <w:gridAfter w:val="1"/>
          <w:wBefore w:w="1385" w:type="dxa"/>
          <w:wAfter w:w="67" w:type="dxa"/>
          <w:cantSplit/>
          <w:jc w:val="center"/>
        </w:trPr>
        <w:tc>
          <w:tcPr>
            <w:tcW w:w="1656" w:type="dxa"/>
            <w:gridSpan w:val="4"/>
            <w:vAlign w:val="center"/>
          </w:tcPr>
          <w:p w14:paraId="731297F7" w14:textId="77777777" w:rsidR="00E103E2" w:rsidRPr="0031418B" w:rsidRDefault="00E103E2" w:rsidP="00BF2993">
            <w:pPr>
              <w:pStyle w:val="TAC"/>
            </w:pPr>
            <w:r w:rsidRPr="0031418B">
              <w:rPr>
                <w:rFonts w:cs="v5.0.0"/>
              </w:rPr>
              <w:t>UTRA FDD Band III</w:t>
            </w:r>
            <w:r w:rsidRPr="0031418B">
              <w:t xml:space="preserve"> or </w:t>
            </w:r>
            <w:r w:rsidRPr="0031418B">
              <w:br/>
              <w:t>E-UTRA Band 3</w:t>
            </w:r>
          </w:p>
        </w:tc>
        <w:tc>
          <w:tcPr>
            <w:tcW w:w="1557" w:type="dxa"/>
            <w:gridSpan w:val="5"/>
            <w:vAlign w:val="center"/>
          </w:tcPr>
          <w:p w14:paraId="2B5CC5C2" w14:textId="77777777" w:rsidR="00E103E2" w:rsidRPr="0031418B" w:rsidRDefault="00E103E2" w:rsidP="00BF2993">
            <w:pPr>
              <w:pStyle w:val="TAC"/>
            </w:pPr>
            <w:r w:rsidRPr="0031418B">
              <w:t>1710 - 1785 MHz</w:t>
            </w:r>
          </w:p>
        </w:tc>
        <w:tc>
          <w:tcPr>
            <w:tcW w:w="941" w:type="dxa"/>
            <w:gridSpan w:val="3"/>
            <w:vAlign w:val="center"/>
          </w:tcPr>
          <w:p w14:paraId="211B7407" w14:textId="77777777" w:rsidR="00E103E2" w:rsidRPr="0031418B" w:rsidRDefault="00E103E2" w:rsidP="00BF2993">
            <w:pPr>
              <w:pStyle w:val="TAC"/>
            </w:pPr>
            <w:r w:rsidRPr="0031418B">
              <w:t>-96 dBm</w:t>
            </w:r>
          </w:p>
        </w:tc>
        <w:tc>
          <w:tcPr>
            <w:tcW w:w="1417" w:type="dxa"/>
            <w:gridSpan w:val="4"/>
            <w:vAlign w:val="center"/>
          </w:tcPr>
          <w:p w14:paraId="353EEE23" w14:textId="77777777" w:rsidR="00E103E2" w:rsidRPr="0031418B" w:rsidRDefault="00E103E2" w:rsidP="00BF2993">
            <w:pPr>
              <w:pStyle w:val="TAC"/>
            </w:pPr>
            <w:r w:rsidRPr="0031418B">
              <w:t>100 kHz</w:t>
            </w:r>
          </w:p>
        </w:tc>
        <w:tc>
          <w:tcPr>
            <w:tcW w:w="4481" w:type="dxa"/>
            <w:gridSpan w:val="4"/>
            <w:vAlign w:val="center"/>
          </w:tcPr>
          <w:p w14:paraId="4A427407" w14:textId="77777777" w:rsidR="006C202B"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3,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p w14:paraId="726A1D09" w14:textId="77777777" w:rsidR="00E103E2" w:rsidRPr="0031418B" w:rsidRDefault="006C202B" w:rsidP="001901EC">
            <w:pPr>
              <w:pStyle w:val="TAL"/>
            </w:pPr>
            <w:r w:rsidRPr="0031418B">
              <w:t xml:space="preserve">This requirement does not apply to the uplink of E-UTRA FDD Repeater operating in band 9 in the </w:t>
            </w:r>
            <w:smartTag w:uri="urn:schemas-microsoft-com:office:smarttags" w:element="place">
              <w:smartTag w:uri="urn:schemas-microsoft-com:office:smarttags" w:element="PlaceName">
                <w:r w:rsidRPr="0031418B">
                  <w:t>frequency</w:t>
                </w:r>
              </w:smartTag>
              <w:r w:rsidRPr="0031418B">
                <w:t xml:space="preserve"> </w:t>
              </w:r>
              <w:smartTag w:uri="urn:schemas-microsoft-com:office:smarttags" w:element="PlaceType">
                <w:smartTag w:uri="urn:schemas-microsoft-com:office:smarttags" w:element="Street">
                  <w:r w:rsidRPr="0031418B">
                    <w:t>Range</w:t>
                  </w:r>
                </w:smartTag>
              </w:smartTag>
            </w:smartTag>
            <w:r w:rsidRPr="0031418B">
              <w:t xml:space="preserve"> from 1749,9 MHz to 1784,9 MHz, since it is already covered by the requirement in clause 9.1.4, but requires a 73dB coupling loss between base station and the repeater UL transmit port.</w:t>
            </w:r>
          </w:p>
        </w:tc>
      </w:tr>
      <w:tr w:rsidR="00E103E2" w:rsidRPr="0031418B" w14:paraId="2A1D9193" w14:textId="77777777">
        <w:trPr>
          <w:gridBefore w:val="2"/>
          <w:gridAfter w:val="1"/>
          <w:wBefore w:w="1385" w:type="dxa"/>
          <w:wAfter w:w="67" w:type="dxa"/>
          <w:cantSplit/>
          <w:jc w:val="center"/>
        </w:trPr>
        <w:tc>
          <w:tcPr>
            <w:tcW w:w="1656" w:type="dxa"/>
            <w:gridSpan w:val="4"/>
            <w:vAlign w:val="center"/>
          </w:tcPr>
          <w:p w14:paraId="605C0CAB" w14:textId="77777777" w:rsidR="00E103E2" w:rsidRPr="0031418B" w:rsidRDefault="00E103E2" w:rsidP="00BF2993">
            <w:pPr>
              <w:pStyle w:val="TAC"/>
            </w:pPr>
            <w:r w:rsidRPr="0031418B">
              <w:rPr>
                <w:rFonts w:cs="v5.0.0"/>
              </w:rPr>
              <w:t>UTRA FDD Band IV</w:t>
            </w:r>
            <w:r w:rsidRPr="0031418B">
              <w:t xml:space="preserve"> or </w:t>
            </w:r>
            <w:r w:rsidRPr="0031418B">
              <w:br/>
              <w:t>E-UTRA Band 4</w:t>
            </w:r>
          </w:p>
        </w:tc>
        <w:tc>
          <w:tcPr>
            <w:tcW w:w="1557" w:type="dxa"/>
            <w:gridSpan w:val="5"/>
            <w:vAlign w:val="center"/>
          </w:tcPr>
          <w:p w14:paraId="465EE1F3" w14:textId="77777777" w:rsidR="00E103E2" w:rsidRPr="0031418B" w:rsidRDefault="00E103E2" w:rsidP="00BF2993">
            <w:pPr>
              <w:pStyle w:val="TAC"/>
            </w:pPr>
            <w:r w:rsidRPr="0031418B">
              <w:t>1710 - 1755 MHz</w:t>
            </w:r>
          </w:p>
        </w:tc>
        <w:tc>
          <w:tcPr>
            <w:tcW w:w="941" w:type="dxa"/>
            <w:gridSpan w:val="3"/>
            <w:vAlign w:val="center"/>
          </w:tcPr>
          <w:p w14:paraId="410EFB59" w14:textId="77777777" w:rsidR="00E103E2" w:rsidRPr="0031418B" w:rsidRDefault="00E103E2" w:rsidP="00BF2993">
            <w:pPr>
              <w:pStyle w:val="TAC"/>
            </w:pPr>
            <w:r w:rsidRPr="0031418B">
              <w:t>-96 dBm</w:t>
            </w:r>
          </w:p>
        </w:tc>
        <w:tc>
          <w:tcPr>
            <w:tcW w:w="1417" w:type="dxa"/>
            <w:gridSpan w:val="4"/>
            <w:vAlign w:val="center"/>
          </w:tcPr>
          <w:p w14:paraId="76CD5786" w14:textId="77777777" w:rsidR="00E103E2" w:rsidRPr="0031418B" w:rsidRDefault="00E103E2" w:rsidP="00BF2993">
            <w:pPr>
              <w:pStyle w:val="TAC"/>
            </w:pPr>
            <w:r w:rsidRPr="0031418B">
              <w:t>100 kHz</w:t>
            </w:r>
          </w:p>
        </w:tc>
        <w:tc>
          <w:tcPr>
            <w:tcW w:w="4481" w:type="dxa"/>
            <w:gridSpan w:val="4"/>
            <w:vAlign w:val="center"/>
          </w:tcPr>
          <w:p w14:paraId="3EA3B9D9"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4</w:t>
            </w:r>
            <w:r w:rsidR="007C1EC6" w:rsidRPr="0031418B">
              <w:t xml:space="preserve"> or band 10</w:t>
            </w:r>
            <w:r w:rsidRPr="0031418B">
              <w:t xml:space="preserve">,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22C92FB8" w14:textId="77777777">
        <w:trPr>
          <w:gridBefore w:val="2"/>
          <w:gridAfter w:val="1"/>
          <w:wBefore w:w="1385" w:type="dxa"/>
          <w:wAfter w:w="67" w:type="dxa"/>
          <w:cantSplit/>
          <w:jc w:val="center"/>
        </w:trPr>
        <w:tc>
          <w:tcPr>
            <w:tcW w:w="1656" w:type="dxa"/>
            <w:gridSpan w:val="4"/>
            <w:vAlign w:val="center"/>
          </w:tcPr>
          <w:p w14:paraId="4B6682C7" w14:textId="77777777" w:rsidR="00E103E2" w:rsidRPr="0031418B" w:rsidRDefault="00E103E2" w:rsidP="00BF2993">
            <w:pPr>
              <w:pStyle w:val="TAC"/>
            </w:pPr>
            <w:r w:rsidRPr="0031418B">
              <w:rPr>
                <w:rFonts w:cs="v5.0.0"/>
              </w:rPr>
              <w:t>UTRA FDD Band V</w:t>
            </w:r>
            <w:r w:rsidRPr="0031418B">
              <w:t xml:space="preserve"> or </w:t>
            </w:r>
            <w:r w:rsidRPr="0031418B">
              <w:br/>
              <w:t>E-UTRA Band 5</w:t>
            </w:r>
          </w:p>
        </w:tc>
        <w:tc>
          <w:tcPr>
            <w:tcW w:w="1557" w:type="dxa"/>
            <w:gridSpan w:val="5"/>
            <w:vAlign w:val="center"/>
          </w:tcPr>
          <w:p w14:paraId="36B3E5FC" w14:textId="77777777" w:rsidR="00E103E2" w:rsidRPr="0031418B" w:rsidRDefault="00E103E2" w:rsidP="00BF2993">
            <w:pPr>
              <w:pStyle w:val="TAC"/>
            </w:pPr>
            <w:r w:rsidRPr="0031418B">
              <w:t>824 - 849 MHz</w:t>
            </w:r>
          </w:p>
        </w:tc>
        <w:tc>
          <w:tcPr>
            <w:tcW w:w="941" w:type="dxa"/>
            <w:gridSpan w:val="3"/>
            <w:vAlign w:val="center"/>
          </w:tcPr>
          <w:p w14:paraId="2E8AB849" w14:textId="77777777" w:rsidR="00E103E2" w:rsidRPr="0031418B" w:rsidRDefault="00E103E2" w:rsidP="00BF2993">
            <w:pPr>
              <w:pStyle w:val="TAC"/>
            </w:pPr>
            <w:r w:rsidRPr="0031418B">
              <w:t>-96 dBm</w:t>
            </w:r>
          </w:p>
        </w:tc>
        <w:tc>
          <w:tcPr>
            <w:tcW w:w="1417" w:type="dxa"/>
            <w:gridSpan w:val="4"/>
            <w:vAlign w:val="center"/>
          </w:tcPr>
          <w:p w14:paraId="1ACC83CA" w14:textId="77777777" w:rsidR="00E103E2" w:rsidRPr="0031418B" w:rsidRDefault="00E103E2" w:rsidP="00BF2993">
            <w:pPr>
              <w:pStyle w:val="TAC"/>
            </w:pPr>
            <w:r w:rsidRPr="0031418B">
              <w:t>100 kHz</w:t>
            </w:r>
          </w:p>
        </w:tc>
        <w:tc>
          <w:tcPr>
            <w:tcW w:w="4481" w:type="dxa"/>
            <w:gridSpan w:val="4"/>
            <w:vAlign w:val="center"/>
          </w:tcPr>
          <w:p w14:paraId="32E8A9DC"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5</w:t>
            </w:r>
            <w:r w:rsidR="009F4760" w:rsidRPr="0031418B">
              <w:t xml:space="preserve"> or 26</w:t>
            </w:r>
            <w:r w:rsidRPr="0031418B">
              <w:t xml:space="preserve">,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7C1EC6" w:rsidRPr="0031418B" w14:paraId="33A842C5" w14:textId="77777777">
        <w:trPr>
          <w:gridBefore w:val="2"/>
          <w:gridAfter w:val="1"/>
          <w:wBefore w:w="1385" w:type="dxa"/>
          <w:wAfter w:w="67" w:type="dxa"/>
          <w:cantSplit/>
          <w:jc w:val="center"/>
        </w:trPr>
        <w:tc>
          <w:tcPr>
            <w:tcW w:w="1656" w:type="dxa"/>
            <w:gridSpan w:val="4"/>
            <w:vMerge w:val="restart"/>
            <w:vAlign w:val="center"/>
          </w:tcPr>
          <w:p w14:paraId="1B3874AC" w14:textId="77777777" w:rsidR="007C1EC6" w:rsidRPr="0031418B" w:rsidRDefault="007C1EC6" w:rsidP="00BF2993">
            <w:pPr>
              <w:pStyle w:val="TAC"/>
            </w:pPr>
            <w:r w:rsidRPr="0031418B">
              <w:rPr>
                <w:rFonts w:cs="v5.0.0"/>
              </w:rPr>
              <w:lastRenderedPageBreak/>
              <w:t>UTRA FDD Band VI or XIX</w:t>
            </w:r>
            <w:r w:rsidRPr="0031418B">
              <w:t xml:space="preserve"> or </w:t>
            </w:r>
            <w:r w:rsidRPr="0031418B">
              <w:br/>
              <w:t>E-UTRA Band 6, 18 or 19</w:t>
            </w:r>
          </w:p>
        </w:tc>
        <w:tc>
          <w:tcPr>
            <w:tcW w:w="1557" w:type="dxa"/>
            <w:gridSpan w:val="5"/>
            <w:vAlign w:val="center"/>
          </w:tcPr>
          <w:p w14:paraId="5FE0A141" w14:textId="77777777" w:rsidR="007C1EC6" w:rsidRPr="0031418B" w:rsidRDefault="007C1EC6" w:rsidP="00BF2993">
            <w:pPr>
              <w:pStyle w:val="TAC"/>
            </w:pPr>
            <w:r w:rsidRPr="0031418B">
              <w:t>815 - 830 MHz</w:t>
            </w:r>
          </w:p>
        </w:tc>
        <w:tc>
          <w:tcPr>
            <w:tcW w:w="941" w:type="dxa"/>
            <w:gridSpan w:val="3"/>
            <w:vAlign w:val="center"/>
          </w:tcPr>
          <w:p w14:paraId="47973259" w14:textId="77777777" w:rsidR="007C1EC6" w:rsidRPr="0031418B" w:rsidRDefault="007C1EC6" w:rsidP="00BF2993">
            <w:pPr>
              <w:pStyle w:val="TAC"/>
            </w:pPr>
            <w:r w:rsidRPr="0031418B">
              <w:t>-96 dBm</w:t>
            </w:r>
          </w:p>
        </w:tc>
        <w:tc>
          <w:tcPr>
            <w:tcW w:w="1417" w:type="dxa"/>
            <w:gridSpan w:val="4"/>
            <w:vAlign w:val="center"/>
          </w:tcPr>
          <w:p w14:paraId="0E736437" w14:textId="77777777" w:rsidR="007C1EC6" w:rsidRPr="0031418B" w:rsidRDefault="007C1EC6" w:rsidP="00BF2993">
            <w:pPr>
              <w:pStyle w:val="TAC"/>
            </w:pPr>
            <w:r w:rsidRPr="0031418B">
              <w:t>100 kHz</w:t>
            </w:r>
          </w:p>
        </w:tc>
        <w:tc>
          <w:tcPr>
            <w:tcW w:w="4481" w:type="dxa"/>
            <w:gridSpan w:val="4"/>
            <w:vAlign w:val="center"/>
          </w:tcPr>
          <w:p w14:paraId="7BD84A53" w14:textId="77777777" w:rsidR="007C1EC6" w:rsidRPr="0031418B" w:rsidRDefault="007C1EC6" w:rsidP="001901EC">
            <w:pPr>
              <w:pStyle w:val="TAL"/>
            </w:pPr>
            <w:r w:rsidRPr="0031418B">
              <w:t>This requirement does not apply to the uplink of E-UTRA FDD Repeater operating in band</w:t>
            </w:r>
            <w:r w:rsidR="00981591" w:rsidRPr="0031418B">
              <w:t xml:space="preserve"> </w:t>
            </w:r>
            <w:r w:rsidRPr="0031418B">
              <w:t xml:space="preserve">18, </w:t>
            </w:r>
            <w:r w:rsidRPr="0031418B">
              <w:rPr>
                <w:rFonts w:cs="v5.0.0"/>
              </w:rPr>
              <w:t>since it is already covered by the requirement in sub-clause 9.1.4</w:t>
            </w:r>
            <w:r w:rsidRPr="0031418B">
              <w:t>, but requires a 73dB coupling loss between base station and the repeater UL transmit port.</w:t>
            </w:r>
            <w:r w:rsidR="006C202B" w:rsidRPr="0031418B">
              <w:t xml:space="preserve"> This requirement does not apply to the uplink of E-UTRA FDD Repeater operating in band 5, 6, 19</w:t>
            </w:r>
            <w:r w:rsidR="009F4760" w:rsidRPr="0031418B">
              <w:t>,</w:t>
            </w:r>
            <w:r w:rsidR="006C202B" w:rsidRPr="0031418B">
              <w:t xml:space="preserve"> 20</w:t>
            </w:r>
            <w:r w:rsidR="009F4760" w:rsidRPr="0031418B">
              <w:t xml:space="preserve"> 26 or 27</w:t>
            </w:r>
            <w:r w:rsidR="006C202B" w:rsidRPr="0031418B">
              <w:t>.</w:t>
            </w:r>
          </w:p>
        </w:tc>
      </w:tr>
      <w:tr w:rsidR="007C1EC6" w:rsidRPr="0031418B" w14:paraId="0EFE25EA" w14:textId="77777777">
        <w:trPr>
          <w:gridBefore w:val="2"/>
          <w:gridAfter w:val="1"/>
          <w:wBefore w:w="1385" w:type="dxa"/>
          <w:wAfter w:w="67" w:type="dxa"/>
          <w:cantSplit/>
          <w:jc w:val="center"/>
        </w:trPr>
        <w:tc>
          <w:tcPr>
            <w:tcW w:w="1656" w:type="dxa"/>
            <w:gridSpan w:val="4"/>
            <w:vMerge/>
            <w:vAlign w:val="center"/>
          </w:tcPr>
          <w:p w14:paraId="591659B4" w14:textId="77777777" w:rsidR="007C1EC6" w:rsidRPr="0031418B" w:rsidRDefault="007C1EC6" w:rsidP="00BF2993">
            <w:pPr>
              <w:pStyle w:val="TAC"/>
              <w:rPr>
                <w:rFonts w:cs="v5.0.0"/>
              </w:rPr>
            </w:pPr>
          </w:p>
        </w:tc>
        <w:tc>
          <w:tcPr>
            <w:tcW w:w="1557" w:type="dxa"/>
            <w:gridSpan w:val="5"/>
            <w:vAlign w:val="center"/>
          </w:tcPr>
          <w:p w14:paraId="497C3BEF" w14:textId="77777777" w:rsidR="007C1EC6" w:rsidRPr="0031418B" w:rsidRDefault="007C1EC6" w:rsidP="00BF2993">
            <w:pPr>
              <w:pStyle w:val="TAC"/>
            </w:pPr>
            <w:r w:rsidRPr="0031418B">
              <w:t xml:space="preserve">830 - </w:t>
            </w:r>
            <w:r w:rsidR="006C202B" w:rsidRPr="0031418B">
              <w:t>845</w:t>
            </w:r>
            <w:r w:rsidRPr="0031418B">
              <w:t xml:space="preserve"> MHz</w:t>
            </w:r>
          </w:p>
        </w:tc>
        <w:tc>
          <w:tcPr>
            <w:tcW w:w="941" w:type="dxa"/>
            <w:gridSpan w:val="3"/>
            <w:vAlign w:val="center"/>
          </w:tcPr>
          <w:p w14:paraId="3E142F18" w14:textId="77777777" w:rsidR="007C1EC6" w:rsidRPr="0031418B" w:rsidRDefault="007C1EC6" w:rsidP="00BF2993">
            <w:pPr>
              <w:pStyle w:val="TAC"/>
            </w:pPr>
            <w:r w:rsidRPr="0031418B">
              <w:t>-96 dBm</w:t>
            </w:r>
          </w:p>
        </w:tc>
        <w:tc>
          <w:tcPr>
            <w:tcW w:w="1417" w:type="dxa"/>
            <w:gridSpan w:val="4"/>
            <w:vAlign w:val="center"/>
          </w:tcPr>
          <w:p w14:paraId="275F7B72" w14:textId="77777777" w:rsidR="007C1EC6" w:rsidRPr="0031418B" w:rsidRDefault="007C1EC6" w:rsidP="00BF2993">
            <w:pPr>
              <w:pStyle w:val="TAC"/>
            </w:pPr>
            <w:r w:rsidRPr="0031418B">
              <w:t>100 kHz</w:t>
            </w:r>
          </w:p>
        </w:tc>
        <w:tc>
          <w:tcPr>
            <w:tcW w:w="4481" w:type="dxa"/>
            <w:gridSpan w:val="4"/>
            <w:vAlign w:val="center"/>
          </w:tcPr>
          <w:p w14:paraId="150F8215" w14:textId="77777777" w:rsidR="007C1EC6" w:rsidRPr="0031418B" w:rsidRDefault="007C1EC6" w:rsidP="001901EC">
            <w:pPr>
              <w:pStyle w:val="TAL"/>
            </w:pPr>
            <w:r w:rsidRPr="0031418B">
              <w:t>This requirement does not apply to the uplink of E-UTRA FDD Repeater operating in band</w:t>
            </w:r>
            <w:r w:rsidR="00981591" w:rsidRPr="0031418B">
              <w:t xml:space="preserve"> </w:t>
            </w:r>
            <w:r w:rsidRPr="0031418B">
              <w:t xml:space="preserve">6 </w:t>
            </w:r>
            <w:r w:rsidR="006C202B" w:rsidRPr="0031418B">
              <w:t xml:space="preserve">or </w:t>
            </w:r>
            <w:r w:rsidRPr="0031418B">
              <w:t>19, since it is already covered by the requirement in sub-clause 9.1.4, but requires a 73dB coupling loss between base station and the repeater UL transmit port.</w:t>
            </w:r>
            <w:r w:rsidR="006C202B" w:rsidRPr="0031418B">
              <w:t xml:space="preserve"> This requirement does not apply to the uplink of E-UTRA FDD Repeater operating in band 5, 18</w:t>
            </w:r>
            <w:r w:rsidR="009F4760" w:rsidRPr="0031418B">
              <w:t>,</w:t>
            </w:r>
            <w:r w:rsidR="006C202B" w:rsidRPr="0031418B">
              <w:t xml:space="preserve"> 20</w:t>
            </w:r>
            <w:r w:rsidR="009F4760" w:rsidRPr="0031418B">
              <w:t>, 26 or 27</w:t>
            </w:r>
            <w:r w:rsidR="006C202B" w:rsidRPr="0031418B">
              <w:t>.</w:t>
            </w:r>
          </w:p>
        </w:tc>
      </w:tr>
      <w:tr w:rsidR="00E103E2" w:rsidRPr="0031418B" w14:paraId="30883CA7" w14:textId="77777777">
        <w:trPr>
          <w:gridBefore w:val="3"/>
          <w:wBefore w:w="1453" w:type="dxa"/>
          <w:cantSplit/>
          <w:jc w:val="center"/>
        </w:trPr>
        <w:tc>
          <w:tcPr>
            <w:tcW w:w="1657" w:type="dxa"/>
            <w:gridSpan w:val="4"/>
            <w:vAlign w:val="center"/>
          </w:tcPr>
          <w:p w14:paraId="47014405" w14:textId="77777777" w:rsidR="00E103E2" w:rsidRPr="0031418B" w:rsidRDefault="00E103E2" w:rsidP="00BF2993">
            <w:pPr>
              <w:pStyle w:val="TAC"/>
              <w:rPr>
                <w:rFonts w:cs="v5.0.0"/>
              </w:rPr>
            </w:pPr>
            <w:r w:rsidRPr="0031418B">
              <w:rPr>
                <w:rFonts w:cs="v5.0.0"/>
              </w:rPr>
              <w:t>UTRA FDD Band VII</w:t>
            </w:r>
            <w:r w:rsidRPr="0031418B">
              <w:t xml:space="preserve"> or </w:t>
            </w:r>
            <w:r w:rsidRPr="0031418B">
              <w:br/>
              <w:t>E-UTRA Band 7</w:t>
            </w:r>
          </w:p>
        </w:tc>
        <w:tc>
          <w:tcPr>
            <w:tcW w:w="1555" w:type="dxa"/>
            <w:gridSpan w:val="5"/>
            <w:vAlign w:val="center"/>
          </w:tcPr>
          <w:p w14:paraId="169B4EA2" w14:textId="77777777" w:rsidR="00E103E2" w:rsidRPr="0031418B" w:rsidRDefault="00E103E2" w:rsidP="00BF2993">
            <w:pPr>
              <w:pStyle w:val="TAC"/>
            </w:pPr>
            <w:r w:rsidRPr="0031418B">
              <w:t>2500 - 2570 MHz</w:t>
            </w:r>
          </w:p>
        </w:tc>
        <w:tc>
          <w:tcPr>
            <w:tcW w:w="943" w:type="dxa"/>
            <w:gridSpan w:val="4"/>
            <w:vAlign w:val="center"/>
          </w:tcPr>
          <w:p w14:paraId="5F245605" w14:textId="77777777" w:rsidR="00E103E2" w:rsidRPr="0031418B" w:rsidRDefault="00E103E2" w:rsidP="00BF2993">
            <w:pPr>
              <w:pStyle w:val="TAC"/>
            </w:pPr>
            <w:r w:rsidRPr="0031418B">
              <w:t>-96 dBm</w:t>
            </w:r>
          </w:p>
        </w:tc>
        <w:tc>
          <w:tcPr>
            <w:tcW w:w="1417" w:type="dxa"/>
            <w:gridSpan w:val="3"/>
            <w:vAlign w:val="center"/>
          </w:tcPr>
          <w:p w14:paraId="1004EE5D" w14:textId="77777777" w:rsidR="00E103E2" w:rsidRPr="0031418B" w:rsidRDefault="00E103E2" w:rsidP="00BF2993">
            <w:pPr>
              <w:pStyle w:val="TAC"/>
            </w:pPr>
            <w:r w:rsidRPr="0031418B">
              <w:t>100 kHz</w:t>
            </w:r>
          </w:p>
        </w:tc>
        <w:tc>
          <w:tcPr>
            <w:tcW w:w="4479" w:type="dxa"/>
            <w:gridSpan w:val="4"/>
          </w:tcPr>
          <w:p w14:paraId="28391285"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7,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4500C23A" w14:textId="77777777">
        <w:trPr>
          <w:gridBefore w:val="3"/>
          <w:wBefore w:w="1453" w:type="dxa"/>
          <w:cantSplit/>
          <w:jc w:val="center"/>
        </w:trPr>
        <w:tc>
          <w:tcPr>
            <w:tcW w:w="1657" w:type="dxa"/>
            <w:gridSpan w:val="4"/>
            <w:vAlign w:val="center"/>
          </w:tcPr>
          <w:p w14:paraId="758B9F51" w14:textId="77777777" w:rsidR="00E103E2" w:rsidRPr="0031418B" w:rsidRDefault="00E103E2" w:rsidP="00BF2993">
            <w:pPr>
              <w:pStyle w:val="TAC"/>
              <w:rPr>
                <w:rFonts w:cs="v5.0.0"/>
              </w:rPr>
            </w:pPr>
            <w:r w:rsidRPr="0031418B">
              <w:rPr>
                <w:rFonts w:cs="v5.0.0"/>
              </w:rPr>
              <w:t>UTRA FDD Band VIII</w:t>
            </w:r>
            <w:r w:rsidRPr="0031418B">
              <w:t xml:space="preserve"> or </w:t>
            </w:r>
            <w:r w:rsidRPr="0031418B">
              <w:br/>
              <w:t>E-UTRA Band 8</w:t>
            </w:r>
          </w:p>
        </w:tc>
        <w:tc>
          <w:tcPr>
            <w:tcW w:w="1555" w:type="dxa"/>
            <w:gridSpan w:val="5"/>
            <w:vAlign w:val="center"/>
          </w:tcPr>
          <w:p w14:paraId="086BDFAA" w14:textId="77777777" w:rsidR="00E103E2" w:rsidRPr="0031418B" w:rsidRDefault="00E103E2" w:rsidP="00BF2993">
            <w:pPr>
              <w:pStyle w:val="TAC"/>
            </w:pPr>
            <w:r w:rsidRPr="0031418B">
              <w:t>880 - 915 MHz</w:t>
            </w:r>
          </w:p>
        </w:tc>
        <w:tc>
          <w:tcPr>
            <w:tcW w:w="943" w:type="dxa"/>
            <w:gridSpan w:val="4"/>
            <w:vAlign w:val="center"/>
          </w:tcPr>
          <w:p w14:paraId="2D702C57" w14:textId="77777777" w:rsidR="00E103E2" w:rsidRPr="0031418B" w:rsidRDefault="00E103E2" w:rsidP="00BF2993">
            <w:pPr>
              <w:pStyle w:val="TAC"/>
            </w:pPr>
            <w:r w:rsidRPr="0031418B">
              <w:t>-96 dBm</w:t>
            </w:r>
          </w:p>
        </w:tc>
        <w:tc>
          <w:tcPr>
            <w:tcW w:w="1417" w:type="dxa"/>
            <w:gridSpan w:val="3"/>
            <w:vAlign w:val="center"/>
          </w:tcPr>
          <w:p w14:paraId="4361C632" w14:textId="77777777" w:rsidR="00E103E2" w:rsidRPr="0031418B" w:rsidRDefault="00E103E2" w:rsidP="00BF2993">
            <w:pPr>
              <w:pStyle w:val="TAC"/>
            </w:pPr>
            <w:r w:rsidRPr="0031418B">
              <w:t>100 kHz</w:t>
            </w:r>
          </w:p>
        </w:tc>
        <w:tc>
          <w:tcPr>
            <w:tcW w:w="4479" w:type="dxa"/>
            <w:gridSpan w:val="4"/>
          </w:tcPr>
          <w:p w14:paraId="18FD35AC"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8,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4D77F940" w14:textId="77777777">
        <w:trPr>
          <w:gridBefore w:val="3"/>
          <w:wBefore w:w="1453" w:type="dxa"/>
          <w:cantSplit/>
          <w:jc w:val="center"/>
        </w:trPr>
        <w:tc>
          <w:tcPr>
            <w:tcW w:w="1657" w:type="dxa"/>
            <w:gridSpan w:val="4"/>
            <w:vAlign w:val="center"/>
          </w:tcPr>
          <w:p w14:paraId="4928147F" w14:textId="77777777" w:rsidR="00E103E2" w:rsidRPr="0031418B" w:rsidRDefault="00E103E2" w:rsidP="00BF2993">
            <w:pPr>
              <w:pStyle w:val="TAC"/>
              <w:rPr>
                <w:rFonts w:cs="v5.0.0"/>
                <w:lang w:eastAsia="ja-JP"/>
              </w:rPr>
            </w:pPr>
            <w:r w:rsidRPr="0031418B">
              <w:rPr>
                <w:rFonts w:cs="v5.0.0"/>
              </w:rPr>
              <w:t>UTRA FDD Band I</w:t>
            </w:r>
            <w:r w:rsidRPr="0031418B">
              <w:rPr>
                <w:rFonts w:cs="v5.0.0"/>
                <w:lang w:eastAsia="ja-JP"/>
              </w:rPr>
              <w:t>X</w:t>
            </w:r>
            <w:r w:rsidRPr="0031418B">
              <w:t xml:space="preserve"> or </w:t>
            </w:r>
            <w:r w:rsidRPr="0031418B">
              <w:br/>
              <w:t>E-UTRA Band 9</w:t>
            </w:r>
          </w:p>
        </w:tc>
        <w:tc>
          <w:tcPr>
            <w:tcW w:w="1555" w:type="dxa"/>
            <w:gridSpan w:val="5"/>
            <w:vAlign w:val="center"/>
          </w:tcPr>
          <w:p w14:paraId="21A7156B" w14:textId="77777777" w:rsidR="00E103E2" w:rsidRPr="0031418B" w:rsidRDefault="00E103E2" w:rsidP="00BF2993">
            <w:pPr>
              <w:pStyle w:val="TAC"/>
            </w:pPr>
            <w:r w:rsidRPr="0031418B">
              <w:rPr>
                <w:lang w:eastAsia="ja-JP"/>
              </w:rPr>
              <w:t>1749.9</w:t>
            </w:r>
            <w:r w:rsidRPr="0031418B">
              <w:t xml:space="preserve"> - </w:t>
            </w:r>
            <w:r w:rsidRPr="0031418B">
              <w:rPr>
                <w:lang w:eastAsia="ja-JP"/>
              </w:rPr>
              <w:t>1784.9 MHz</w:t>
            </w:r>
          </w:p>
        </w:tc>
        <w:tc>
          <w:tcPr>
            <w:tcW w:w="943" w:type="dxa"/>
            <w:gridSpan w:val="4"/>
            <w:vAlign w:val="center"/>
          </w:tcPr>
          <w:p w14:paraId="21ED7613" w14:textId="77777777" w:rsidR="00E103E2" w:rsidRPr="0031418B" w:rsidRDefault="00E103E2" w:rsidP="00BF2993">
            <w:pPr>
              <w:pStyle w:val="TAC"/>
            </w:pPr>
            <w:r w:rsidRPr="0031418B">
              <w:t>-96 dBm</w:t>
            </w:r>
          </w:p>
        </w:tc>
        <w:tc>
          <w:tcPr>
            <w:tcW w:w="1417" w:type="dxa"/>
            <w:gridSpan w:val="3"/>
            <w:vAlign w:val="center"/>
          </w:tcPr>
          <w:p w14:paraId="2DD78654" w14:textId="77777777" w:rsidR="00E103E2" w:rsidRPr="0031418B" w:rsidRDefault="00E103E2" w:rsidP="00BF2993">
            <w:pPr>
              <w:pStyle w:val="TAC"/>
            </w:pPr>
            <w:r w:rsidRPr="0031418B">
              <w:t>100 kHz</w:t>
            </w:r>
          </w:p>
        </w:tc>
        <w:tc>
          <w:tcPr>
            <w:tcW w:w="4479" w:type="dxa"/>
            <w:gridSpan w:val="4"/>
          </w:tcPr>
          <w:p w14:paraId="40490CAC"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w:t>
            </w:r>
            <w:r w:rsidR="00002ADC" w:rsidRPr="0031418B">
              <w:t xml:space="preserve">3 or band </w:t>
            </w:r>
            <w:r w:rsidRPr="0031418B">
              <w:t xml:space="preserve">9,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1C358577" w14:textId="77777777">
        <w:trPr>
          <w:gridBefore w:val="3"/>
          <w:wBefore w:w="1453" w:type="dxa"/>
          <w:cantSplit/>
          <w:jc w:val="center"/>
        </w:trPr>
        <w:tc>
          <w:tcPr>
            <w:tcW w:w="1657" w:type="dxa"/>
            <w:gridSpan w:val="4"/>
            <w:vAlign w:val="center"/>
          </w:tcPr>
          <w:p w14:paraId="0EA1F321" w14:textId="77777777" w:rsidR="00E103E2" w:rsidRPr="0031418B" w:rsidRDefault="00E103E2" w:rsidP="00BF2993">
            <w:pPr>
              <w:pStyle w:val="TAC"/>
              <w:rPr>
                <w:rFonts w:cs="v5.0.0"/>
                <w:lang w:eastAsia="ja-JP"/>
              </w:rPr>
            </w:pPr>
            <w:r w:rsidRPr="0031418B">
              <w:rPr>
                <w:rFonts w:cs="v5.0.0"/>
              </w:rPr>
              <w:t xml:space="preserve">UTRA FDD Band </w:t>
            </w:r>
            <w:r w:rsidRPr="0031418B">
              <w:rPr>
                <w:rFonts w:cs="v5.0.0"/>
                <w:lang w:eastAsia="ja-JP"/>
              </w:rPr>
              <w:t>X</w:t>
            </w:r>
            <w:r w:rsidRPr="0031418B">
              <w:t xml:space="preserve"> or </w:t>
            </w:r>
            <w:r w:rsidRPr="0031418B">
              <w:br/>
              <w:t>E-UTRA Band 10</w:t>
            </w:r>
          </w:p>
        </w:tc>
        <w:tc>
          <w:tcPr>
            <w:tcW w:w="1555" w:type="dxa"/>
            <w:gridSpan w:val="5"/>
            <w:vAlign w:val="center"/>
          </w:tcPr>
          <w:p w14:paraId="75F8FB86" w14:textId="77777777" w:rsidR="00E103E2" w:rsidRPr="0031418B" w:rsidRDefault="00E103E2" w:rsidP="00BF2993">
            <w:pPr>
              <w:pStyle w:val="TAC"/>
            </w:pPr>
            <w:r w:rsidRPr="0031418B">
              <w:rPr>
                <w:lang w:eastAsia="ja-JP"/>
              </w:rPr>
              <w:t>1710</w:t>
            </w:r>
            <w:r w:rsidRPr="0031418B">
              <w:t xml:space="preserve"> - </w:t>
            </w:r>
            <w:r w:rsidRPr="0031418B">
              <w:rPr>
                <w:lang w:eastAsia="ja-JP"/>
              </w:rPr>
              <w:t>1770 MHz</w:t>
            </w:r>
          </w:p>
        </w:tc>
        <w:tc>
          <w:tcPr>
            <w:tcW w:w="943" w:type="dxa"/>
            <w:gridSpan w:val="4"/>
            <w:vAlign w:val="center"/>
          </w:tcPr>
          <w:p w14:paraId="6BD628E8" w14:textId="77777777" w:rsidR="00E103E2" w:rsidRPr="0031418B" w:rsidRDefault="00E103E2" w:rsidP="00BF2993">
            <w:pPr>
              <w:pStyle w:val="TAC"/>
            </w:pPr>
            <w:r w:rsidRPr="0031418B">
              <w:t>-96 dBm</w:t>
            </w:r>
          </w:p>
        </w:tc>
        <w:tc>
          <w:tcPr>
            <w:tcW w:w="1417" w:type="dxa"/>
            <w:gridSpan w:val="3"/>
            <w:vAlign w:val="center"/>
          </w:tcPr>
          <w:p w14:paraId="11EC3569" w14:textId="77777777" w:rsidR="00E103E2" w:rsidRPr="0031418B" w:rsidRDefault="00E103E2" w:rsidP="00BF2993">
            <w:pPr>
              <w:pStyle w:val="TAC"/>
            </w:pPr>
            <w:r w:rsidRPr="0031418B">
              <w:t>100 kHz</w:t>
            </w:r>
          </w:p>
        </w:tc>
        <w:tc>
          <w:tcPr>
            <w:tcW w:w="4479" w:type="dxa"/>
            <w:gridSpan w:val="4"/>
          </w:tcPr>
          <w:p w14:paraId="2DC9AAA1" w14:textId="77777777" w:rsidR="006C202B"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w:t>
            </w:r>
            <w:r w:rsidR="00981591" w:rsidRPr="0031418B">
              <w:t xml:space="preserve">band </w:t>
            </w:r>
            <w:r w:rsidRPr="0031418B">
              <w:t xml:space="preserve">10,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p w14:paraId="2CA39FC8" w14:textId="77777777" w:rsidR="00E103E2" w:rsidRPr="0031418B" w:rsidRDefault="006C202B" w:rsidP="001901EC">
            <w:pPr>
              <w:pStyle w:val="TAL"/>
            </w:pPr>
            <w:r w:rsidRPr="0031418B">
              <w:t xml:space="preserve">This requirement does not apply to the uplink of E-UTRA FDD Repeater operating in band 4 in the </w:t>
            </w:r>
            <w:smartTag w:uri="urn:schemas-microsoft-com:office:smarttags" w:element="place">
              <w:smartTag w:uri="urn:schemas-microsoft-com:office:smarttags" w:element="PlaceName">
                <w:r w:rsidRPr="0031418B">
                  <w:t>frequency</w:t>
                </w:r>
              </w:smartTag>
              <w:r w:rsidRPr="0031418B">
                <w:t xml:space="preserve"> </w:t>
              </w:r>
              <w:smartTag w:uri="urn:schemas-microsoft-com:office:smarttags" w:element="PlaceType">
                <w:smartTag w:uri="urn:schemas-microsoft-com:office:smarttags" w:element="Street">
                  <w:r w:rsidRPr="0031418B">
                    <w:t>Range</w:t>
                  </w:r>
                </w:smartTag>
              </w:smartTag>
            </w:smartTag>
            <w:r w:rsidRPr="0031418B">
              <w:t xml:space="preserve"> from 1710 MHz to 1755 MHz, since it is already covered by the requirement in clause 9.1.4, but requires a 73dB coupling loss between base station and the repeater UL transmit port.</w:t>
            </w:r>
          </w:p>
        </w:tc>
      </w:tr>
      <w:tr w:rsidR="002250C2" w:rsidRPr="0031418B" w14:paraId="72283097" w14:textId="77777777">
        <w:trPr>
          <w:gridBefore w:val="3"/>
          <w:wBefore w:w="1453" w:type="dxa"/>
          <w:cantSplit/>
          <w:jc w:val="center"/>
        </w:trPr>
        <w:tc>
          <w:tcPr>
            <w:tcW w:w="1657" w:type="dxa"/>
            <w:gridSpan w:val="4"/>
            <w:vMerge w:val="restart"/>
            <w:vAlign w:val="center"/>
          </w:tcPr>
          <w:p w14:paraId="4C4DD67C" w14:textId="77777777" w:rsidR="002250C2" w:rsidRPr="0031418B" w:rsidRDefault="002250C2" w:rsidP="00BF2993">
            <w:pPr>
              <w:pStyle w:val="TAC"/>
              <w:rPr>
                <w:rFonts w:cs="v5.0.0"/>
              </w:rPr>
            </w:pPr>
            <w:r w:rsidRPr="0031418B">
              <w:rPr>
                <w:rFonts w:cs="v5.0.0"/>
              </w:rPr>
              <w:t>UTRA FDD Band XI</w:t>
            </w:r>
            <w:r w:rsidRPr="0031418B">
              <w:t xml:space="preserve"> or XXI or</w:t>
            </w:r>
            <w:r w:rsidRPr="0031418B">
              <w:br/>
              <w:t>E-UTRA Band 11 or 21</w:t>
            </w:r>
          </w:p>
        </w:tc>
        <w:tc>
          <w:tcPr>
            <w:tcW w:w="1555" w:type="dxa"/>
            <w:gridSpan w:val="5"/>
            <w:vAlign w:val="center"/>
          </w:tcPr>
          <w:p w14:paraId="612A2BFC" w14:textId="77777777" w:rsidR="002250C2" w:rsidRPr="0031418B" w:rsidRDefault="002250C2" w:rsidP="00BF2993">
            <w:pPr>
              <w:pStyle w:val="TAC"/>
              <w:rPr>
                <w:lang w:eastAsia="ja-JP"/>
              </w:rPr>
            </w:pPr>
            <w:r w:rsidRPr="0031418B">
              <w:rPr>
                <w:lang w:eastAsia="ja-JP"/>
              </w:rPr>
              <w:t>1427.9</w:t>
            </w:r>
            <w:r w:rsidRPr="0031418B">
              <w:t xml:space="preserve"> - 1</w:t>
            </w:r>
            <w:r w:rsidRPr="0031418B">
              <w:rPr>
                <w:lang w:eastAsia="ja-JP"/>
              </w:rPr>
              <w:t>447.9</w:t>
            </w:r>
            <w:r w:rsidRPr="0031418B">
              <w:t xml:space="preserve"> MHz</w:t>
            </w:r>
          </w:p>
        </w:tc>
        <w:tc>
          <w:tcPr>
            <w:tcW w:w="943" w:type="dxa"/>
            <w:gridSpan w:val="4"/>
            <w:vAlign w:val="center"/>
          </w:tcPr>
          <w:p w14:paraId="29E653B1" w14:textId="77777777" w:rsidR="002250C2" w:rsidRPr="0031418B" w:rsidRDefault="002250C2" w:rsidP="00BF2993">
            <w:pPr>
              <w:pStyle w:val="TAC"/>
            </w:pPr>
            <w:r w:rsidRPr="0031418B">
              <w:t>-96 dBm</w:t>
            </w:r>
          </w:p>
        </w:tc>
        <w:tc>
          <w:tcPr>
            <w:tcW w:w="1417" w:type="dxa"/>
            <w:gridSpan w:val="3"/>
            <w:vAlign w:val="center"/>
          </w:tcPr>
          <w:p w14:paraId="04256B6C" w14:textId="77777777" w:rsidR="002250C2" w:rsidRPr="0031418B" w:rsidRDefault="002250C2" w:rsidP="00BF2993">
            <w:pPr>
              <w:pStyle w:val="TAC"/>
            </w:pPr>
            <w:r w:rsidRPr="0031418B">
              <w:t>100 kHz</w:t>
            </w:r>
          </w:p>
        </w:tc>
        <w:tc>
          <w:tcPr>
            <w:tcW w:w="4479" w:type="dxa"/>
            <w:gridSpan w:val="4"/>
          </w:tcPr>
          <w:p w14:paraId="2A96B19A" w14:textId="77777777" w:rsidR="002250C2" w:rsidRPr="0031418B" w:rsidRDefault="002250C2" w:rsidP="001901EC">
            <w:pPr>
              <w:pStyle w:val="TAL"/>
            </w:pPr>
            <w:r w:rsidRPr="0031418B">
              <w:t xml:space="preserve">This requirement does not apply to the uplink of E-UTRA FDD Repeater operating in band 11, </w:t>
            </w:r>
            <w:r w:rsidRPr="0031418B">
              <w:rPr>
                <w:rFonts w:cs="v5.0.0"/>
              </w:rPr>
              <w:t>since it is already covered by the requirement in sub-clause 9.1.4</w:t>
            </w:r>
            <w:r w:rsidRPr="0031418B">
              <w:t>, but requires a 73dB coupling loss between base station and the repeater UL transmit port.</w:t>
            </w:r>
            <w:r w:rsidR="009F4760" w:rsidRPr="0031418B">
              <w:t xml:space="preserve"> This requirement applies only for operation between 1475.9 MHz and 1495.9 MHz for E-UTRA FDD repeater operating in band 32.</w:t>
            </w:r>
          </w:p>
        </w:tc>
      </w:tr>
      <w:tr w:rsidR="002250C2" w:rsidRPr="0031418B" w14:paraId="622CAF9B" w14:textId="77777777">
        <w:trPr>
          <w:gridBefore w:val="3"/>
          <w:wBefore w:w="1453" w:type="dxa"/>
          <w:cantSplit/>
          <w:jc w:val="center"/>
        </w:trPr>
        <w:tc>
          <w:tcPr>
            <w:tcW w:w="1657" w:type="dxa"/>
            <w:gridSpan w:val="4"/>
            <w:vMerge/>
            <w:vAlign w:val="center"/>
          </w:tcPr>
          <w:p w14:paraId="0ADD1449" w14:textId="77777777" w:rsidR="002250C2" w:rsidRPr="0031418B" w:rsidRDefault="002250C2" w:rsidP="00BF2993">
            <w:pPr>
              <w:pStyle w:val="TAC"/>
              <w:rPr>
                <w:rFonts w:cs="v5.0.0"/>
              </w:rPr>
            </w:pPr>
          </w:p>
        </w:tc>
        <w:tc>
          <w:tcPr>
            <w:tcW w:w="1555" w:type="dxa"/>
            <w:gridSpan w:val="5"/>
            <w:vAlign w:val="center"/>
          </w:tcPr>
          <w:p w14:paraId="5E5FD8B5" w14:textId="77777777" w:rsidR="002250C2" w:rsidRPr="0031418B" w:rsidRDefault="002250C2" w:rsidP="00BF2993">
            <w:pPr>
              <w:pStyle w:val="TAC"/>
              <w:rPr>
                <w:lang w:eastAsia="ja-JP"/>
              </w:rPr>
            </w:pPr>
            <w:r w:rsidRPr="0031418B">
              <w:rPr>
                <w:lang w:eastAsia="ja-JP"/>
              </w:rPr>
              <w:t>1447.9</w:t>
            </w:r>
            <w:r w:rsidRPr="0031418B">
              <w:t xml:space="preserve"> - 1</w:t>
            </w:r>
            <w:r w:rsidRPr="0031418B">
              <w:rPr>
                <w:lang w:eastAsia="ja-JP"/>
              </w:rPr>
              <w:t>462.9</w:t>
            </w:r>
            <w:r w:rsidRPr="0031418B">
              <w:t xml:space="preserve"> MHz</w:t>
            </w:r>
          </w:p>
        </w:tc>
        <w:tc>
          <w:tcPr>
            <w:tcW w:w="943" w:type="dxa"/>
            <w:gridSpan w:val="4"/>
            <w:vAlign w:val="center"/>
          </w:tcPr>
          <w:p w14:paraId="1E098DB2" w14:textId="77777777" w:rsidR="002250C2" w:rsidRPr="0031418B" w:rsidRDefault="002250C2" w:rsidP="00BF2993">
            <w:pPr>
              <w:pStyle w:val="TAC"/>
            </w:pPr>
            <w:r w:rsidRPr="0031418B">
              <w:t>-96 dBm</w:t>
            </w:r>
          </w:p>
        </w:tc>
        <w:tc>
          <w:tcPr>
            <w:tcW w:w="1417" w:type="dxa"/>
            <w:gridSpan w:val="3"/>
            <w:vAlign w:val="center"/>
          </w:tcPr>
          <w:p w14:paraId="6F8D9564" w14:textId="77777777" w:rsidR="002250C2" w:rsidRPr="0031418B" w:rsidRDefault="002250C2" w:rsidP="00BF2993">
            <w:pPr>
              <w:pStyle w:val="TAC"/>
            </w:pPr>
            <w:r w:rsidRPr="0031418B">
              <w:t>100 kHz</w:t>
            </w:r>
          </w:p>
        </w:tc>
        <w:tc>
          <w:tcPr>
            <w:tcW w:w="4479" w:type="dxa"/>
            <w:gridSpan w:val="4"/>
          </w:tcPr>
          <w:p w14:paraId="25A91238" w14:textId="77777777" w:rsidR="002250C2" w:rsidRPr="0031418B" w:rsidRDefault="002250C2" w:rsidP="001901EC">
            <w:pPr>
              <w:pStyle w:val="TAL"/>
            </w:pPr>
            <w:r w:rsidRPr="0031418B">
              <w:t>This requirement does not apply to the uplink of E-UTRA FDD Repeater operating in band 21, since it is already covered by the requirement in sub-clause 9.1.4, but requires a 73dB coupling loss between base station and the repeater UL transmit port.</w:t>
            </w:r>
            <w:r w:rsidR="009F4760" w:rsidRPr="0031418B">
              <w:t xml:space="preserve"> This requirement applies only for operation between 1475.9 MHz and 1495.9 MHz for E-UTRA FDD repeater operating in band 32.</w:t>
            </w:r>
          </w:p>
        </w:tc>
      </w:tr>
      <w:tr w:rsidR="00E103E2" w:rsidRPr="0031418B" w14:paraId="66AD922C" w14:textId="77777777">
        <w:trPr>
          <w:gridBefore w:val="3"/>
          <w:wBefore w:w="1453" w:type="dxa"/>
          <w:cantSplit/>
          <w:jc w:val="center"/>
        </w:trPr>
        <w:tc>
          <w:tcPr>
            <w:tcW w:w="1657" w:type="dxa"/>
            <w:gridSpan w:val="4"/>
            <w:vAlign w:val="center"/>
          </w:tcPr>
          <w:p w14:paraId="6759AF2A" w14:textId="77777777" w:rsidR="00E103E2" w:rsidRPr="0031418B" w:rsidRDefault="00E103E2" w:rsidP="00BF2993">
            <w:pPr>
              <w:pStyle w:val="TAC"/>
              <w:rPr>
                <w:rFonts w:cs="v5.0.0"/>
              </w:rPr>
            </w:pPr>
            <w:r w:rsidRPr="0031418B">
              <w:t xml:space="preserve">UTRA FDD Band XII or </w:t>
            </w:r>
            <w:r w:rsidRPr="0031418B">
              <w:br/>
              <w:t>E-UTRA Band 12</w:t>
            </w:r>
          </w:p>
        </w:tc>
        <w:tc>
          <w:tcPr>
            <w:tcW w:w="1555" w:type="dxa"/>
            <w:gridSpan w:val="5"/>
            <w:vAlign w:val="center"/>
          </w:tcPr>
          <w:p w14:paraId="76A1C0A3" w14:textId="77777777" w:rsidR="00E103E2" w:rsidRPr="0031418B" w:rsidRDefault="00E103E2" w:rsidP="00BF2993">
            <w:pPr>
              <w:pStyle w:val="TAC"/>
              <w:rPr>
                <w:lang w:eastAsia="ja-JP"/>
              </w:rPr>
            </w:pPr>
            <w:r w:rsidRPr="0031418B">
              <w:t>698 - 716 MHz</w:t>
            </w:r>
          </w:p>
        </w:tc>
        <w:tc>
          <w:tcPr>
            <w:tcW w:w="943" w:type="dxa"/>
            <w:gridSpan w:val="4"/>
            <w:vAlign w:val="center"/>
          </w:tcPr>
          <w:p w14:paraId="36681A03" w14:textId="77777777" w:rsidR="00E103E2" w:rsidRPr="0031418B" w:rsidRDefault="00E103E2" w:rsidP="00BF2993">
            <w:pPr>
              <w:pStyle w:val="TAC"/>
            </w:pPr>
            <w:r w:rsidRPr="0031418B">
              <w:t>-96 dBm</w:t>
            </w:r>
          </w:p>
        </w:tc>
        <w:tc>
          <w:tcPr>
            <w:tcW w:w="1417" w:type="dxa"/>
            <w:gridSpan w:val="3"/>
            <w:vAlign w:val="center"/>
          </w:tcPr>
          <w:p w14:paraId="52BAB50A" w14:textId="77777777" w:rsidR="00E103E2" w:rsidRPr="0031418B" w:rsidRDefault="00E103E2" w:rsidP="00BF2993">
            <w:pPr>
              <w:pStyle w:val="TAC"/>
            </w:pPr>
            <w:r w:rsidRPr="0031418B">
              <w:t>100 kHz</w:t>
            </w:r>
          </w:p>
        </w:tc>
        <w:tc>
          <w:tcPr>
            <w:tcW w:w="4479" w:type="dxa"/>
            <w:gridSpan w:val="4"/>
          </w:tcPr>
          <w:p w14:paraId="5FC01334"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12</w:t>
            </w:r>
            <w:r w:rsidR="009F4760" w:rsidRPr="0031418B">
              <w:t xml:space="preserve"> or 28</w:t>
            </w:r>
            <w:r w:rsidRPr="0031418B">
              <w:t xml:space="preserve">,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29700AAA" w14:textId="77777777">
        <w:trPr>
          <w:gridBefore w:val="3"/>
          <w:wBefore w:w="1453" w:type="dxa"/>
          <w:cantSplit/>
          <w:jc w:val="center"/>
        </w:trPr>
        <w:tc>
          <w:tcPr>
            <w:tcW w:w="1657" w:type="dxa"/>
            <w:gridSpan w:val="4"/>
            <w:vAlign w:val="center"/>
          </w:tcPr>
          <w:p w14:paraId="2BCD8B7C" w14:textId="77777777" w:rsidR="00E103E2" w:rsidRPr="0031418B" w:rsidRDefault="00E103E2" w:rsidP="00BF2993">
            <w:pPr>
              <w:pStyle w:val="TAC"/>
              <w:rPr>
                <w:rFonts w:cs="v5.0.0"/>
              </w:rPr>
            </w:pPr>
            <w:r w:rsidRPr="0031418B">
              <w:lastRenderedPageBreak/>
              <w:t>UTRA FDD Band XIII or</w:t>
            </w:r>
            <w:r w:rsidRPr="0031418B">
              <w:br/>
              <w:t>E-UTRA Band 13</w:t>
            </w:r>
          </w:p>
        </w:tc>
        <w:tc>
          <w:tcPr>
            <w:tcW w:w="1555" w:type="dxa"/>
            <w:gridSpan w:val="5"/>
            <w:vAlign w:val="center"/>
          </w:tcPr>
          <w:p w14:paraId="076CE44D" w14:textId="77777777" w:rsidR="00E103E2" w:rsidRPr="0031418B" w:rsidRDefault="00E103E2" w:rsidP="00BF2993">
            <w:pPr>
              <w:pStyle w:val="TAC"/>
              <w:rPr>
                <w:lang w:eastAsia="ja-JP"/>
              </w:rPr>
            </w:pPr>
            <w:r w:rsidRPr="0031418B">
              <w:t>777 - 787 MHz</w:t>
            </w:r>
          </w:p>
        </w:tc>
        <w:tc>
          <w:tcPr>
            <w:tcW w:w="943" w:type="dxa"/>
            <w:gridSpan w:val="4"/>
            <w:vAlign w:val="center"/>
          </w:tcPr>
          <w:p w14:paraId="777EFFB0" w14:textId="77777777" w:rsidR="00E103E2" w:rsidRPr="0031418B" w:rsidRDefault="00E103E2" w:rsidP="00BF2993">
            <w:pPr>
              <w:pStyle w:val="TAC"/>
            </w:pPr>
            <w:r w:rsidRPr="0031418B">
              <w:t>-96 dBm</w:t>
            </w:r>
          </w:p>
        </w:tc>
        <w:tc>
          <w:tcPr>
            <w:tcW w:w="1417" w:type="dxa"/>
            <w:gridSpan w:val="3"/>
            <w:vAlign w:val="center"/>
          </w:tcPr>
          <w:p w14:paraId="5E23F919" w14:textId="77777777" w:rsidR="00E103E2" w:rsidRPr="0031418B" w:rsidRDefault="00E103E2" w:rsidP="00BF2993">
            <w:pPr>
              <w:pStyle w:val="TAC"/>
            </w:pPr>
            <w:r w:rsidRPr="0031418B">
              <w:t>100 kHz</w:t>
            </w:r>
          </w:p>
        </w:tc>
        <w:tc>
          <w:tcPr>
            <w:tcW w:w="4479" w:type="dxa"/>
            <w:gridSpan w:val="4"/>
          </w:tcPr>
          <w:p w14:paraId="25181F28"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13,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E103E2" w:rsidRPr="0031418B" w14:paraId="034A8215" w14:textId="77777777">
        <w:trPr>
          <w:gridBefore w:val="3"/>
          <w:wBefore w:w="1453" w:type="dxa"/>
          <w:cantSplit/>
          <w:jc w:val="center"/>
        </w:trPr>
        <w:tc>
          <w:tcPr>
            <w:tcW w:w="1657" w:type="dxa"/>
            <w:gridSpan w:val="4"/>
            <w:vAlign w:val="center"/>
          </w:tcPr>
          <w:p w14:paraId="4A55DA06" w14:textId="77777777" w:rsidR="00E103E2" w:rsidRPr="0031418B" w:rsidRDefault="00E103E2" w:rsidP="00BF2993">
            <w:pPr>
              <w:pStyle w:val="TAC"/>
              <w:rPr>
                <w:rFonts w:cs="v5.0.0"/>
              </w:rPr>
            </w:pPr>
            <w:r w:rsidRPr="0031418B">
              <w:t>UTRA FDD Band XIV or</w:t>
            </w:r>
            <w:r w:rsidRPr="0031418B">
              <w:br/>
              <w:t>E-UTRA Band 14</w:t>
            </w:r>
          </w:p>
        </w:tc>
        <w:tc>
          <w:tcPr>
            <w:tcW w:w="1555" w:type="dxa"/>
            <w:gridSpan w:val="5"/>
            <w:vAlign w:val="center"/>
          </w:tcPr>
          <w:p w14:paraId="5A99EFD8" w14:textId="77777777" w:rsidR="00E103E2" w:rsidRPr="0031418B" w:rsidRDefault="00E103E2" w:rsidP="00BF2993">
            <w:pPr>
              <w:pStyle w:val="TAC"/>
              <w:rPr>
                <w:lang w:eastAsia="ja-JP"/>
              </w:rPr>
            </w:pPr>
            <w:r w:rsidRPr="0031418B">
              <w:t>788 - 798 MHz</w:t>
            </w:r>
          </w:p>
        </w:tc>
        <w:tc>
          <w:tcPr>
            <w:tcW w:w="943" w:type="dxa"/>
            <w:gridSpan w:val="4"/>
            <w:vAlign w:val="center"/>
          </w:tcPr>
          <w:p w14:paraId="5E931F3D" w14:textId="77777777" w:rsidR="00E103E2" w:rsidRPr="0031418B" w:rsidRDefault="00E103E2" w:rsidP="00BF2993">
            <w:pPr>
              <w:pStyle w:val="TAC"/>
            </w:pPr>
            <w:r w:rsidRPr="0031418B">
              <w:t>-96 dBm</w:t>
            </w:r>
          </w:p>
        </w:tc>
        <w:tc>
          <w:tcPr>
            <w:tcW w:w="1417" w:type="dxa"/>
            <w:gridSpan w:val="3"/>
            <w:vAlign w:val="center"/>
          </w:tcPr>
          <w:p w14:paraId="4D2244F8" w14:textId="77777777" w:rsidR="00E103E2" w:rsidRPr="0031418B" w:rsidRDefault="00E103E2" w:rsidP="00BF2993">
            <w:pPr>
              <w:pStyle w:val="TAC"/>
            </w:pPr>
            <w:r w:rsidRPr="0031418B">
              <w:t>100 kHz</w:t>
            </w:r>
          </w:p>
        </w:tc>
        <w:tc>
          <w:tcPr>
            <w:tcW w:w="4479" w:type="dxa"/>
            <w:gridSpan w:val="4"/>
          </w:tcPr>
          <w:p w14:paraId="36BCC7D2" w14:textId="77777777" w:rsidR="00E103E2" w:rsidRPr="0031418B" w:rsidRDefault="00E103E2" w:rsidP="001901EC">
            <w:pPr>
              <w:pStyle w:val="TAL"/>
            </w:pPr>
            <w:r w:rsidRPr="0031418B">
              <w:t xml:space="preserve">This requirement does not apply to the uplink of </w:t>
            </w:r>
            <w:r w:rsidR="003B1553" w:rsidRPr="0031418B">
              <w:t>E-UTRA</w:t>
            </w:r>
            <w:r w:rsidRPr="0031418B">
              <w:t xml:space="preserve"> FDD Repeater operating in band 14, </w:t>
            </w:r>
            <w:r w:rsidRPr="0031418B">
              <w:rPr>
                <w:rFonts w:cs="v5.0.0"/>
              </w:rPr>
              <w:t>since it is already covered by the requirement in sub-clause 9.</w:t>
            </w:r>
            <w:r w:rsidR="00680B06" w:rsidRPr="0031418B">
              <w:rPr>
                <w:rFonts w:cs="v5.0.0"/>
              </w:rPr>
              <w:t>1.4</w:t>
            </w:r>
            <w:r w:rsidRPr="0031418B">
              <w:t>, but requires a 73dB coupling loss between base station and the repeater UL transmit port.</w:t>
            </w:r>
          </w:p>
        </w:tc>
      </w:tr>
      <w:tr w:rsidR="0051610E" w:rsidRPr="0031418B" w14:paraId="702D66F5" w14:textId="77777777">
        <w:trPr>
          <w:gridBefore w:val="3"/>
          <w:wBefore w:w="1453" w:type="dxa"/>
          <w:cantSplit/>
          <w:jc w:val="center"/>
        </w:trPr>
        <w:tc>
          <w:tcPr>
            <w:tcW w:w="1657" w:type="dxa"/>
            <w:gridSpan w:val="4"/>
            <w:vAlign w:val="center"/>
          </w:tcPr>
          <w:p w14:paraId="5C6D1B58" w14:textId="77777777" w:rsidR="0051610E" w:rsidRPr="0031418B" w:rsidRDefault="0051610E" w:rsidP="007035AB">
            <w:pPr>
              <w:pStyle w:val="TAC"/>
              <w:rPr>
                <w:rFonts w:cs="v5.0.0"/>
              </w:rPr>
            </w:pPr>
            <w:r w:rsidRPr="0031418B">
              <w:t>E-UTRA Band 17</w:t>
            </w:r>
          </w:p>
        </w:tc>
        <w:tc>
          <w:tcPr>
            <w:tcW w:w="1555" w:type="dxa"/>
            <w:gridSpan w:val="5"/>
            <w:vAlign w:val="center"/>
          </w:tcPr>
          <w:p w14:paraId="60BEF641" w14:textId="77777777" w:rsidR="0051610E" w:rsidRPr="0031418B" w:rsidRDefault="0051610E" w:rsidP="007035AB">
            <w:pPr>
              <w:pStyle w:val="TAC"/>
              <w:rPr>
                <w:lang w:eastAsia="ja-JP"/>
              </w:rPr>
            </w:pPr>
            <w:r w:rsidRPr="0031418B">
              <w:t>704 - 716 MHz</w:t>
            </w:r>
          </w:p>
        </w:tc>
        <w:tc>
          <w:tcPr>
            <w:tcW w:w="943" w:type="dxa"/>
            <w:gridSpan w:val="4"/>
            <w:vAlign w:val="center"/>
          </w:tcPr>
          <w:p w14:paraId="18FA130D" w14:textId="77777777" w:rsidR="0051610E" w:rsidRPr="0031418B" w:rsidRDefault="0051610E" w:rsidP="007035AB">
            <w:pPr>
              <w:pStyle w:val="TAC"/>
            </w:pPr>
            <w:r w:rsidRPr="0031418B">
              <w:t>-96 dBm</w:t>
            </w:r>
          </w:p>
        </w:tc>
        <w:tc>
          <w:tcPr>
            <w:tcW w:w="1417" w:type="dxa"/>
            <w:gridSpan w:val="3"/>
            <w:vAlign w:val="center"/>
          </w:tcPr>
          <w:p w14:paraId="4CB9A1BA" w14:textId="77777777" w:rsidR="0051610E" w:rsidRPr="0031418B" w:rsidRDefault="0051610E" w:rsidP="007035AB">
            <w:pPr>
              <w:pStyle w:val="TAC"/>
            </w:pPr>
            <w:r w:rsidRPr="0031418B">
              <w:t>100 kHz</w:t>
            </w:r>
          </w:p>
        </w:tc>
        <w:tc>
          <w:tcPr>
            <w:tcW w:w="4479" w:type="dxa"/>
            <w:gridSpan w:val="4"/>
          </w:tcPr>
          <w:p w14:paraId="087E4BC5" w14:textId="77777777" w:rsidR="0051610E" w:rsidRPr="0031418B" w:rsidRDefault="0051610E" w:rsidP="001901EC">
            <w:pPr>
              <w:pStyle w:val="TAL"/>
            </w:pPr>
            <w:r w:rsidRPr="0031418B">
              <w:t xml:space="preserve">This requirement does not apply to the uplink of </w:t>
            </w:r>
            <w:r w:rsidR="003B1553" w:rsidRPr="0031418B">
              <w:t>E-UTRA</w:t>
            </w:r>
            <w:r w:rsidRPr="0031418B">
              <w:t xml:space="preserve"> FDD Repeater operating in band 17, </w:t>
            </w:r>
            <w:r w:rsidRPr="0031418B">
              <w:rPr>
                <w:rFonts w:cs="v5.0.0"/>
              </w:rPr>
              <w:t>since it is already covered by the requirement in sub-clause 9.1.4</w:t>
            </w:r>
            <w:r w:rsidRPr="0031418B">
              <w:t>, but requires a 73dB coupling loss between base station and the repeater UL transmit port.</w:t>
            </w:r>
          </w:p>
        </w:tc>
      </w:tr>
      <w:tr w:rsidR="006C2A52" w:rsidRPr="0031418B" w14:paraId="224A3CD8" w14:textId="77777777">
        <w:trPr>
          <w:gridBefore w:val="3"/>
          <w:wBefore w:w="1453" w:type="dxa"/>
          <w:cantSplit/>
          <w:jc w:val="center"/>
        </w:trPr>
        <w:tc>
          <w:tcPr>
            <w:tcW w:w="1657" w:type="dxa"/>
            <w:gridSpan w:val="4"/>
            <w:vAlign w:val="center"/>
          </w:tcPr>
          <w:p w14:paraId="18D3AD28" w14:textId="77777777" w:rsidR="006C2A52" w:rsidRPr="0031418B" w:rsidRDefault="002250C2" w:rsidP="00616382">
            <w:pPr>
              <w:pStyle w:val="TAC"/>
              <w:rPr>
                <w:rFonts w:cs="v5.0.0"/>
              </w:rPr>
            </w:pPr>
            <w:r w:rsidRPr="0031418B">
              <w:t xml:space="preserve">UTRA FDD Band XX or </w:t>
            </w:r>
            <w:r w:rsidR="006C2A52" w:rsidRPr="0031418B">
              <w:t>E-UTRA Band 20</w:t>
            </w:r>
          </w:p>
        </w:tc>
        <w:tc>
          <w:tcPr>
            <w:tcW w:w="1555" w:type="dxa"/>
            <w:gridSpan w:val="5"/>
            <w:vAlign w:val="center"/>
          </w:tcPr>
          <w:p w14:paraId="0BA69D98" w14:textId="77777777" w:rsidR="006C2A52" w:rsidRPr="0031418B" w:rsidRDefault="006C2A52" w:rsidP="00616382">
            <w:pPr>
              <w:pStyle w:val="TAC"/>
              <w:rPr>
                <w:lang w:eastAsia="ja-JP"/>
              </w:rPr>
            </w:pPr>
            <w:r w:rsidRPr="0031418B">
              <w:t>832 - 862 MHz</w:t>
            </w:r>
          </w:p>
        </w:tc>
        <w:tc>
          <w:tcPr>
            <w:tcW w:w="943" w:type="dxa"/>
            <w:gridSpan w:val="4"/>
            <w:vAlign w:val="center"/>
          </w:tcPr>
          <w:p w14:paraId="11F87D54" w14:textId="77777777" w:rsidR="006C2A52" w:rsidRPr="0031418B" w:rsidRDefault="006C2A52" w:rsidP="00616382">
            <w:pPr>
              <w:pStyle w:val="TAC"/>
            </w:pPr>
            <w:r w:rsidRPr="0031418B">
              <w:t>-96 dBm</w:t>
            </w:r>
          </w:p>
        </w:tc>
        <w:tc>
          <w:tcPr>
            <w:tcW w:w="1417" w:type="dxa"/>
            <w:gridSpan w:val="3"/>
            <w:vAlign w:val="center"/>
          </w:tcPr>
          <w:p w14:paraId="04ECC055" w14:textId="77777777" w:rsidR="006C2A52" w:rsidRPr="0031418B" w:rsidRDefault="006C2A52" w:rsidP="00616382">
            <w:pPr>
              <w:pStyle w:val="TAC"/>
            </w:pPr>
            <w:r w:rsidRPr="0031418B">
              <w:t>100 kHz</w:t>
            </w:r>
          </w:p>
        </w:tc>
        <w:tc>
          <w:tcPr>
            <w:tcW w:w="4479" w:type="dxa"/>
            <w:gridSpan w:val="4"/>
          </w:tcPr>
          <w:p w14:paraId="099B34EE" w14:textId="77777777" w:rsidR="006C2A52" w:rsidRPr="0031418B" w:rsidRDefault="006C2A52" w:rsidP="001901EC">
            <w:pPr>
              <w:pStyle w:val="TAL"/>
            </w:pPr>
            <w:r w:rsidRPr="0031418B">
              <w:t xml:space="preserve">This requirement does not apply to the uplink of </w:t>
            </w:r>
            <w:r w:rsidR="003B1553" w:rsidRPr="0031418B">
              <w:t>E-UTRA</w:t>
            </w:r>
            <w:r w:rsidRPr="0031418B">
              <w:t xml:space="preserve"> FDD Repeater operating in band 20, </w:t>
            </w:r>
            <w:r w:rsidRPr="0031418B">
              <w:rPr>
                <w:rFonts w:cs="v5.0.0"/>
              </w:rPr>
              <w:t>since it is already covered by the requirement in sub-clause 9.1.4</w:t>
            </w:r>
            <w:r w:rsidRPr="0031418B">
              <w:t>, but requires a 73dB coupling loss between base station and the repeater UL transmit port.</w:t>
            </w:r>
          </w:p>
        </w:tc>
      </w:tr>
      <w:tr w:rsidR="00CA426D" w:rsidRPr="0031418B" w14:paraId="2AD36E55" w14:textId="77777777">
        <w:trPr>
          <w:gridBefore w:val="3"/>
          <w:wBefore w:w="1453" w:type="dxa"/>
          <w:cantSplit/>
          <w:jc w:val="center"/>
        </w:trPr>
        <w:tc>
          <w:tcPr>
            <w:tcW w:w="1657" w:type="dxa"/>
            <w:gridSpan w:val="4"/>
            <w:vAlign w:val="center"/>
          </w:tcPr>
          <w:p w14:paraId="150CEEA8" w14:textId="77777777" w:rsidR="00CA426D" w:rsidRPr="0031418B" w:rsidRDefault="00CA426D" w:rsidP="00616382">
            <w:pPr>
              <w:pStyle w:val="TAC"/>
            </w:pPr>
            <w:r w:rsidRPr="0031418B">
              <w:rPr>
                <w:lang w:val="sv-SE"/>
              </w:rPr>
              <w:t>UTRA FDD Band XXII or E-UTRA Band 22</w:t>
            </w:r>
          </w:p>
        </w:tc>
        <w:tc>
          <w:tcPr>
            <w:tcW w:w="1555" w:type="dxa"/>
            <w:gridSpan w:val="5"/>
            <w:vAlign w:val="center"/>
          </w:tcPr>
          <w:p w14:paraId="2C2C61BF" w14:textId="77777777" w:rsidR="00CA426D" w:rsidRPr="0031418B" w:rsidRDefault="00CA426D" w:rsidP="00616382">
            <w:pPr>
              <w:pStyle w:val="TAC"/>
            </w:pPr>
            <w:r w:rsidRPr="0031418B">
              <w:t>3410 - 3490 MHz</w:t>
            </w:r>
          </w:p>
        </w:tc>
        <w:tc>
          <w:tcPr>
            <w:tcW w:w="943" w:type="dxa"/>
            <w:gridSpan w:val="4"/>
            <w:vAlign w:val="center"/>
          </w:tcPr>
          <w:p w14:paraId="3DAEB780" w14:textId="77777777" w:rsidR="00CA426D" w:rsidRPr="0031418B" w:rsidRDefault="00CA426D" w:rsidP="00616382">
            <w:pPr>
              <w:pStyle w:val="TAC"/>
            </w:pPr>
            <w:r w:rsidRPr="0031418B">
              <w:t>-96 dBm</w:t>
            </w:r>
          </w:p>
        </w:tc>
        <w:tc>
          <w:tcPr>
            <w:tcW w:w="1417" w:type="dxa"/>
            <w:gridSpan w:val="3"/>
            <w:vAlign w:val="center"/>
          </w:tcPr>
          <w:p w14:paraId="72C27E8A" w14:textId="77777777" w:rsidR="00CA426D" w:rsidRPr="0031418B" w:rsidRDefault="00CA426D" w:rsidP="00616382">
            <w:pPr>
              <w:pStyle w:val="TAC"/>
            </w:pPr>
            <w:r w:rsidRPr="0031418B">
              <w:t>100 kHz</w:t>
            </w:r>
          </w:p>
        </w:tc>
        <w:tc>
          <w:tcPr>
            <w:tcW w:w="4479" w:type="dxa"/>
            <w:gridSpan w:val="4"/>
          </w:tcPr>
          <w:p w14:paraId="2A7D7A8E" w14:textId="77777777" w:rsidR="00CA426D" w:rsidRPr="0031418B" w:rsidRDefault="00CA426D" w:rsidP="001901EC">
            <w:pPr>
              <w:pStyle w:val="TAL"/>
            </w:pPr>
            <w:r w:rsidRPr="0031418B">
              <w:t>This requirement does not apply to the uplink of E-UTRA FDD Repeater operating in band 22, since it is already covered by the requirement in sub-clause 9.1.4, but requires a 73dB coupling loss between base station and the repeater UL transmit port.</w:t>
            </w:r>
          </w:p>
        </w:tc>
      </w:tr>
      <w:tr w:rsidR="003B1553" w:rsidRPr="0031418B" w14:paraId="4A5FD363" w14:textId="77777777" w:rsidTr="00CE6A01">
        <w:trPr>
          <w:gridBefore w:val="3"/>
          <w:wBefore w:w="1453" w:type="dxa"/>
          <w:cantSplit/>
          <w:jc w:val="center"/>
        </w:trPr>
        <w:tc>
          <w:tcPr>
            <w:tcW w:w="1657" w:type="dxa"/>
            <w:gridSpan w:val="4"/>
            <w:vAlign w:val="center"/>
          </w:tcPr>
          <w:p w14:paraId="0C3C7711" w14:textId="77777777" w:rsidR="003B1553" w:rsidRPr="0031418B" w:rsidRDefault="003B1553" w:rsidP="00CE6A01">
            <w:pPr>
              <w:pStyle w:val="TAC"/>
              <w:rPr>
                <w:lang w:val="sv-SE"/>
              </w:rPr>
            </w:pPr>
            <w:r w:rsidRPr="0031418B">
              <w:t>E-UTRA Band 23</w:t>
            </w:r>
          </w:p>
        </w:tc>
        <w:tc>
          <w:tcPr>
            <w:tcW w:w="1555" w:type="dxa"/>
            <w:gridSpan w:val="5"/>
            <w:vAlign w:val="center"/>
          </w:tcPr>
          <w:p w14:paraId="06B085E5" w14:textId="77777777" w:rsidR="003B1553" w:rsidRPr="0031418B" w:rsidRDefault="003B1553" w:rsidP="00CE6A01">
            <w:pPr>
              <w:pStyle w:val="TAC"/>
            </w:pPr>
            <w:r w:rsidRPr="0031418B">
              <w:t>2000 - 2020 MHz</w:t>
            </w:r>
          </w:p>
        </w:tc>
        <w:tc>
          <w:tcPr>
            <w:tcW w:w="943" w:type="dxa"/>
            <w:gridSpan w:val="4"/>
            <w:vAlign w:val="center"/>
          </w:tcPr>
          <w:p w14:paraId="3D0D56F1" w14:textId="77777777" w:rsidR="003B1553" w:rsidRPr="0031418B" w:rsidRDefault="003B1553" w:rsidP="00CE6A01">
            <w:pPr>
              <w:pStyle w:val="TAC"/>
            </w:pPr>
            <w:r w:rsidRPr="0031418B">
              <w:t>-96 dBm</w:t>
            </w:r>
          </w:p>
        </w:tc>
        <w:tc>
          <w:tcPr>
            <w:tcW w:w="1417" w:type="dxa"/>
            <w:gridSpan w:val="3"/>
            <w:vAlign w:val="center"/>
          </w:tcPr>
          <w:p w14:paraId="43CD3098" w14:textId="77777777" w:rsidR="003B1553" w:rsidRPr="0031418B" w:rsidRDefault="003B1553" w:rsidP="00CE6A01">
            <w:pPr>
              <w:pStyle w:val="TAC"/>
            </w:pPr>
            <w:r w:rsidRPr="0031418B">
              <w:t>100 kHz</w:t>
            </w:r>
          </w:p>
        </w:tc>
        <w:tc>
          <w:tcPr>
            <w:tcW w:w="4479" w:type="dxa"/>
            <w:gridSpan w:val="4"/>
          </w:tcPr>
          <w:p w14:paraId="31CE1747" w14:textId="77777777" w:rsidR="003B1553" w:rsidRPr="0031418B" w:rsidRDefault="003B1553" w:rsidP="001901EC">
            <w:pPr>
              <w:pStyle w:val="TAL"/>
            </w:pPr>
            <w:r w:rsidRPr="0031418B">
              <w:t>This requirement does not apply to the uplink of E-UTRA FDD Repeater operating in band 23, since it is already covered by the requirement in sub-clause 9.1.4, but requires a 73dB coupling loss between base station and the repeater UL transmit port.</w:t>
            </w:r>
          </w:p>
        </w:tc>
      </w:tr>
      <w:tr w:rsidR="00280E2C" w:rsidRPr="0031418B" w14:paraId="4BB04541" w14:textId="77777777">
        <w:trPr>
          <w:gridBefore w:val="3"/>
          <w:wBefore w:w="1453" w:type="dxa"/>
          <w:cantSplit/>
          <w:jc w:val="center"/>
        </w:trPr>
        <w:tc>
          <w:tcPr>
            <w:tcW w:w="1657" w:type="dxa"/>
            <w:gridSpan w:val="4"/>
            <w:vAlign w:val="center"/>
          </w:tcPr>
          <w:p w14:paraId="593D5993" w14:textId="77777777" w:rsidR="00280E2C" w:rsidRPr="0031418B" w:rsidRDefault="00280E2C" w:rsidP="00616382">
            <w:pPr>
              <w:pStyle w:val="TAC"/>
            </w:pPr>
            <w:r w:rsidRPr="0031418B">
              <w:t>E-UTRA Band 24</w:t>
            </w:r>
          </w:p>
        </w:tc>
        <w:tc>
          <w:tcPr>
            <w:tcW w:w="1555" w:type="dxa"/>
            <w:gridSpan w:val="5"/>
            <w:vAlign w:val="center"/>
          </w:tcPr>
          <w:p w14:paraId="21A249BA" w14:textId="77777777" w:rsidR="00280E2C" w:rsidRPr="0031418B" w:rsidRDefault="00280E2C" w:rsidP="00616382">
            <w:pPr>
              <w:pStyle w:val="TAC"/>
            </w:pPr>
            <w:r w:rsidRPr="0031418B">
              <w:t>1626.5 – 1660.5 MHz</w:t>
            </w:r>
          </w:p>
        </w:tc>
        <w:tc>
          <w:tcPr>
            <w:tcW w:w="943" w:type="dxa"/>
            <w:gridSpan w:val="4"/>
            <w:vAlign w:val="center"/>
          </w:tcPr>
          <w:p w14:paraId="69F31891" w14:textId="77777777" w:rsidR="00280E2C" w:rsidRPr="0031418B" w:rsidRDefault="00280E2C" w:rsidP="00616382">
            <w:pPr>
              <w:pStyle w:val="TAC"/>
            </w:pPr>
            <w:r w:rsidRPr="0031418B">
              <w:t>-96 dBm</w:t>
            </w:r>
          </w:p>
        </w:tc>
        <w:tc>
          <w:tcPr>
            <w:tcW w:w="1417" w:type="dxa"/>
            <w:gridSpan w:val="3"/>
            <w:vAlign w:val="center"/>
          </w:tcPr>
          <w:p w14:paraId="2E027521" w14:textId="77777777" w:rsidR="00280E2C" w:rsidRPr="0031418B" w:rsidRDefault="00280E2C" w:rsidP="00616382">
            <w:pPr>
              <w:pStyle w:val="TAC"/>
            </w:pPr>
            <w:r w:rsidRPr="0031418B">
              <w:t>100 kHz</w:t>
            </w:r>
          </w:p>
        </w:tc>
        <w:tc>
          <w:tcPr>
            <w:tcW w:w="4479" w:type="dxa"/>
            <w:gridSpan w:val="4"/>
          </w:tcPr>
          <w:p w14:paraId="2F542F88" w14:textId="77777777" w:rsidR="00280E2C" w:rsidRPr="0031418B" w:rsidRDefault="00280E2C" w:rsidP="001901EC">
            <w:pPr>
              <w:pStyle w:val="TAL"/>
            </w:pPr>
            <w:r w:rsidRPr="0031418B">
              <w:t xml:space="preserve">This requirement does not apply to the uplink of </w:t>
            </w:r>
            <w:r w:rsidR="003B1553" w:rsidRPr="0031418B">
              <w:t>E-UTRA</w:t>
            </w:r>
            <w:r w:rsidRPr="0031418B">
              <w:t xml:space="preserve"> FDD Repeater operating in band 24, </w:t>
            </w:r>
            <w:r w:rsidRPr="0031418B">
              <w:rPr>
                <w:rFonts w:cs="v5.0.0"/>
              </w:rPr>
              <w:t>since it is already covered by the requirement in sub-clause 9.1.4</w:t>
            </w:r>
            <w:r w:rsidRPr="0031418B">
              <w:t>, but requires a 73dB coupling loss between base station and the repeater UL transmit port.</w:t>
            </w:r>
          </w:p>
        </w:tc>
      </w:tr>
      <w:tr w:rsidR="006C2A52" w:rsidRPr="0031418B" w14:paraId="78A1A9BB" w14:textId="77777777">
        <w:trPr>
          <w:gridBefore w:val="3"/>
          <w:wBefore w:w="1453" w:type="dxa"/>
          <w:cantSplit/>
          <w:jc w:val="center"/>
        </w:trPr>
        <w:tc>
          <w:tcPr>
            <w:tcW w:w="1657" w:type="dxa"/>
            <w:gridSpan w:val="4"/>
            <w:vAlign w:val="center"/>
          </w:tcPr>
          <w:p w14:paraId="445DA814" w14:textId="77777777" w:rsidR="006C2A52" w:rsidRPr="0031418B" w:rsidRDefault="006C2A52" w:rsidP="00616382">
            <w:pPr>
              <w:pStyle w:val="TAC"/>
              <w:rPr>
                <w:rFonts w:cs="v5.0.0"/>
              </w:rPr>
            </w:pPr>
            <w:r w:rsidRPr="0031418B">
              <w:t>UTRA FDD Band XX</w:t>
            </w:r>
            <w:r w:rsidR="003B1553" w:rsidRPr="0031418B">
              <w:t>V</w:t>
            </w:r>
            <w:r w:rsidRPr="0031418B">
              <w:t xml:space="preserve"> or </w:t>
            </w:r>
            <w:r w:rsidRPr="0031418B">
              <w:br/>
              <w:t>E-UTRA Band 2</w:t>
            </w:r>
            <w:r w:rsidR="003B1553" w:rsidRPr="0031418B">
              <w:t>5</w:t>
            </w:r>
          </w:p>
        </w:tc>
        <w:tc>
          <w:tcPr>
            <w:tcW w:w="1555" w:type="dxa"/>
            <w:gridSpan w:val="5"/>
            <w:vAlign w:val="center"/>
          </w:tcPr>
          <w:p w14:paraId="5805DC75" w14:textId="77777777" w:rsidR="006C2A52" w:rsidRPr="0031418B" w:rsidRDefault="003B1553" w:rsidP="00616382">
            <w:pPr>
              <w:pStyle w:val="TAC"/>
              <w:rPr>
                <w:lang w:eastAsia="ja-JP"/>
              </w:rPr>
            </w:pPr>
            <w:r w:rsidRPr="0031418B">
              <w:t>1850 - 1915 MHz</w:t>
            </w:r>
          </w:p>
        </w:tc>
        <w:tc>
          <w:tcPr>
            <w:tcW w:w="943" w:type="dxa"/>
            <w:gridSpan w:val="4"/>
            <w:vAlign w:val="center"/>
          </w:tcPr>
          <w:p w14:paraId="73E7627F" w14:textId="77777777" w:rsidR="006C2A52" w:rsidRPr="0031418B" w:rsidRDefault="006C2A52" w:rsidP="00616382">
            <w:pPr>
              <w:pStyle w:val="TAC"/>
            </w:pPr>
            <w:r w:rsidRPr="0031418B">
              <w:t>-96 dBm</w:t>
            </w:r>
          </w:p>
        </w:tc>
        <w:tc>
          <w:tcPr>
            <w:tcW w:w="1417" w:type="dxa"/>
            <w:gridSpan w:val="3"/>
            <w:vAlign w:val="center"/>
          </w:tcPr>
          <w:p w14:paraId="0EBA94DB" w14:textId="77777777" w:rsidR="006C2A52" w:rsidRPr="0031418B" w:rsidRDefault="006C2A52" w:rsidP="00616382">
            <w:pPr>
              <w:pStyle w:val="TAC"/>
            </w:pPr>
            <w:r w:rsidRPr="0031418B">
              <w:t>100 kHz</w:t>
            </w:r>
          </w:p>
        </w:tc>
        <w:tc>
          <w:tcPr>
            <w:tcW w:w="4479" w:type="dxa"/>
            <w:gridSpan w:val="4"/>
          </w:tcPr>
          <w:p w14:paraId="26ED4CA2" w14:textId="77777777" w:rsidR="006C2A52" w:rsidRPr="0031418B" w:rsidRDefault="006C2A52" w:rsidP="001901EC">
            <w:pPr>
              <w:pStyle w:val="TAL"/>
            </w:pPr>
            <w:r w:rsidRPr="0031418B">
              <w:t xml:space="preserve">This requirement does not apply to the uplink of </w:t>
            </w:r>
            <w:r w:rsidR="003B1553" w:rsidRPr="0031418B">
              <w:t>E-UTRA</w:t>
            </w:r>
            <w:r w:rsidRPr="0031418B">
              <w:t xml:space="preserve"> FDD Repeater operating in band 2</w:t>
            </w:r>
            <w:r w:rsidR="003B1553" w:rsidRPr="0031418B">
              <w:t>5</w:t>
            </w:r>
            <w:r w:rsidRPr="0031418B">
              <w:t xml:space="preserve">, </w:t>
            </w:r>
            <w:r w:rsidRPr="0031418B">
              <w:rPr>
                <w:rFonts w:cs="v5.0.0"/>
              </w:rPr>
              <w:t>since it is already covered by the requirement in sub-clause 9.1.4</w:t>
            </w:r>
            <w:r w:rsidRPr="0031418B">
              <w:t>, but requires a 73dB coupling loss between base station and the repeater UL transmit port.</w:t>
            </w:r>
            <w:r w:rsidR="003B1553" w:rsidRPr="0031418B">
              <w:t xml:space="preserve"> For the uplink of E-UTRA FDD Repeater operating in band 2, it applies for 1910 MHz to 1915 MHz, while the rest is covered in sub-clause 9.1.4, but requires a 73dB coupling loss between base station and the repeater UL transmit port.</w:t>
            </w:r>
          </w:p>
        </w:tc>
      </w:tr>
      <w:tr w:rsidR="009F4760" w:rsidRPr="0031418B" w14:paraId="574E8606" w14:textId="77777777" w:rsidTr="009F4760">
        <w:trPr>
          <w:gridBefore w:val="3"/>
          <w:wBefore w:w="1453" w:type="dxa"/>
          <w:cantSplit/>
          <w:jc w:val="center"/>
        </w:trPr>
        <w:tc>
          <w:tcPr>
            <w:tcW w:w="1657" w:type="dxa"/>
            <w:gridSpan w:val="4"/>
            <w:vAlign w:val="center"/>
          </w:tcPr>
          <w:p w14:paraId="6CF964B1" w14:textId="77777777" w:rsidR="009F4760" w:rsidRPr="0031418B" w:rsidRDefault="009F4760" w:rsidP="009F4760">
            <w:pPr>
              <w:pStyle w:val="TAC"/>
            </w:pPr>
            <w:r w:rsidRPr="0031418B">
              <w:rPr>
                <w:lang w:val="sv-SE"/>
              </w:rPr>
              <w:t>UTRA FDD Band XXVI or E</w:t>
            </w:r>
            <w:r w:rsidRPr="0031418B">
              <w:rPr>
                <w:lang w:val="sv-SE"/>
              </w:rPr>
              <w:noBreakHyphen/>
              <w:t>UTRA Band 26</w:t>
            </w:r>
          </w:p>
        </w:tc>
        <w:tc>
          <w:tcPr>
            <w:tcW w:w="1555" w:type="dxa"/>
            <w:gridSpan w:val="5"/>
            <w:vAlign w:val="center"/>
          </w:tcPr>
          <w:p w14:paraId="3698BA96" w14:textId="77777777" w:rsidR="009F4760" w:rsidRPr="0031418B" w:rsidRDefault="009F4760" w:rsidP="009F4760">
            <w:pPr>
              <w:pStyle w:val="TAC"/>
            </w:pPr>
            <w:r w:rsidRPr="0031418B">
              <w:t>814 – 849 MHz</w:t>
            </w:r>
          </w:p>
        </w:tc>
        <w:tc>
          <w:tcPr>
            <w:tcW w:w="943" w:type="dxa"/>
            <w:gridSpan w:val="4"/>
            <w:vAlign w:val="center"/>
          </w:tcPr>
          <w:p w14:paraId="1C3ACFB5" w14:textId="77777777" w:rsidR="009F4760" w:rsidRPr="0031418B" w:rsidRDefault="009F4760" w:rsidP="009F4760">
            <w:pPr>
              <w:pStyle w:val="TAC"/>
            </w:pPr>
            <w:r w:rsidRPr="0031418B">
              <w:t>-96 dBm</w:t>
            </w:r>
          </w:p>
        </w:tc>
        <w:tc>
          <w:tcPr>
            <w:tcW w:w="1417" w:type="dxa"/>
            <w:gridSpan w:val="3"/>
            <w:vAlign w:val="center"/>
          </w:tcPr>
          <w:p w14:paraId="173F039C" w14:textId="77777777" w:rsidR="009F4760" w:rsidRPr="0031418B" w:rsidRDefault="009F4760" w:rsidP="009F4760">
            <w:pPr>
              <w:pStyle w:val="TAC"/>
            </w:pPr>
            <w:r w:rsidRPr="0031418B">
              <w:t>100 kHz</w:t>
            </w:r>
          </w:p>
        </w:tc>
        <w:tc>
          <w:tcPr>
            <w:tcW w:w="4479" w:type="dxa"/>
            <w:gridSpan w:val="4"/>
          </w:tcPr>
          <w:p w14:paraId="677A3BA1" w14:textId="77777777" w:rsidR="009F4760" w:rsidRPr="0031418B" w:rsidRDefault="009F4760" w:rsidP="009F4760">
            <w:pPr>
              <w:pStyle w:val="TAL"/>
            </w:pPr>
            <w:r w:rsidRPr="0031418B">
              <w:t>This requirement does not apply to the UL of E-UTRA FDD Repeater operating in band 26. The sub-clause 9.1.4 requirement applies, but requires a 73dB coupling loss between BS and the repeater UL transmit port. For E-UTRA FDD Repeater operating in band 5, it applies from 814 MHz to 824MHz, while the rest is covered in sub-clause 9.1.4, but requires a 73dB coupling loss between BS and the repeater UL transmit port.</w:t>
            </w:r>
          </w:p>
        </w:tc>
      </w:tr>
      <w:tr w:rsidR="009F4760" w:rsidRPr="0031418B" w14:paraId="11E62CF2" w14:textId="77777777" w:rsidTr="009F4760">
        <w:trPr>
          <w:gridBefore w:val="3"/>
          <w:wBefore w:w="1453" w:type="dxa"/>
          <w:cantSplit/>
          <w:jc w:val="center"/>
        </w:trPr>
        <w:tc>
          <w:tcPr>
            <w:tcW w:w="1657" w:type="dxa"/>
            <w:gridSpan w:val="4"/>
            <w:vAlign w:val="center"/>
          </w:tcPr>
          <w:p w14:paraId="7A787BA7" w14:textId="77777777" w:rsidR="009F4760" w:rsidRPr="0031418B" w:rsidRDefault="009F4760" w:rsidP="009F4760">
            <w:pPr>
              <w:pStyle w:val="TAC"/>
              <w:rPr>
                <w:lang w:val="sv-SE"/>
              </w:rPr>
            </w:pPr>
            <w:r w:rsidRPr="0031418B">
              <w:rPr>
                <w:lang w:val="sv-SE"/>
              </w:rPr>
              <w:t>E-UTRA</w:t>
            </w:r>
          </w:p>
          <w:p w14:paraId="7B2CAFF3" w14:textId="77777777" w:rsidR="009F4760" w:rsidRPr="0031418B" w:rsidRDefault="009F4760" w:rsidP="009F4760">
            <w:pPr>
              <w:pStyle w:val="TAC"/>
            </w:pPr>
            <w:r w:rsidRPr="0031418B">
              <w:rPr>
                <w:lang w:val="sv-SE"/>
              </w:rPr>
              <w:t>Band 27</w:t>
            </w:r>
          </w:p>
        </w:tc>
        <w:tc>
          <w:tcPr>
            <w:tcW w:w="1555" w:type="dxa"/>
            <w:gridSpan w:val="5"/>
            <w:vAlign w:val="center"/>
          </w:tcPr>
          <w:p w14:paraId="7C66E7E6" w14:textId="77777777" w:rsidR="009F4760" w:rsidRPr="0031418B" w:rsidRDefault="009F4760" w:rsidP="009F4760">
            <w:pPr>
              <w:pStyle w:val="TAC"/>
            </w:pPr>
            <w:r w:rsidRPr="0031418B">
              <w:t>807 – 824 MHz</w:t>
            </w:r>
          </w:p>
        </w:tc>
        <w:tc>
          <w:tcPr>
            <w:tcW w:w="943" w:type="dxa"/>
            <w:gridSpan w:val="4"/>
            <w:vAlign w:val="center"/>
          </w:tcPr>
          <w:p w14:paraId="12DB4EAE" w14:textId="77777777" w:rsidR="009F4760" w:rsidRPr="0031418B" w:rsidRDefault="009F4760" w:rsidP="009F4760">
            <w:pPr>
              <w:pStyle w:val="TAC"/>
            </w:pPr>
            <w:r w:rsidRPr="0031418B">
              <w:t>-96 dBm</w:t>
            </w:r>
          </w:p>
        </w:tc>
        <w:tc>
          <w:tcPr>
            <w:tcW w:w="1417" w:type="dxa"/>
            <w:gridSpan w:val="3"/>
            <w:vAlign w:val="center"/>
          </w:tcPr>
          <w:p w14:paraId="026620E3" w14:textId="77777777" w:rsidR="009F4760" w:rsidRPr="0031418B" w:rsidRDefault="009F4760" w:rsidP="009F4760">
            <w:pPr>
              <w:pStyle w:val="TAC"/>
            </w:pPr>
            <w:r w:rsidRPr="0031418B">
              <w:t>100 kHz</w:t>
            </w:r>
          </w:p>
        </w:tc>
        <w:tc>
          <w:tcPr>
            <w:tcW w:w="4479" w:type="dxa"/>
            <w:gridSpan w:val="4"/>
          </w:tcPr>
          <w:p w14:paraId="2308565F" w14:textId="77777777" w:rsidR="009F4760" w:rsidRPr="0031418B" w:rsidRDefault="009F4760" w:rsidP="009F4760">
            <w:pPr>
              <w:pStyle w:val="TAL"/>
            </w:pPr>
            <w:r w:rsidRPr="0031418B">
              <w:t>This requirement does not apply to the UL of E-UTRA FDD Repeater operating in band 27. The sub-clause 9.1.4 requirement applies, but requires a 73dB coupling loss between BS and the repeater UL transmit port. For E-UTRA FDD Repeater operating in band 26, this requirement applies from 807 MHz to 814MHz, while the rest is covered in sub-clause 9.1.4, but requires a 73dB coupling loss between BS and the repeater UL transmit port.</w:t>
            </w:r>
          </w:p>
        </w:tc>
      </w:tr>
      <w:tr w:rsidR="009F4760" w:rsidRPr="0031418B" w14:paraId="5C8A00CE" w14:textId="77777777" w:rsidTr="009F4760">
        <w:trPr>
          <w:gridBefore w:val="3"/>
          <w:wBefore w:w="1453" w:type="dxa"/>
          <w:cantSplit/>
          <w:jc w:val="center"/>
        </w:trPr>
        <w:tc>
          <w:tcPr>
            <w:tcW w:w="1657" w:type="dxa"/>
            <w:gridSpan w:val="4"/>
            <w:vAlign w:val="center"/>
          </w:tcPr>
          <w:p w14:paraId="4656ED65" w14:textId="77777777" w:rsidR="009F4760" w:rsidRPr="0031418B" w:rsidRDefault="009F4760" w:rsidP="009F4760">
            <w:pPr>
              <w:pStyle w:val="TAC"/>
              <w:rPr>
                <w:lang w:val="sv-SE"/>
              </w:rPr>
            </w:pPr>
            <w:r w:rsidRPr="0031418B">
              <w:rPr>
                <w:lang w:val="sv-SE"/>
              </w:rPr>
              <w:t>E-UTRA</w:t>
            </w:r>
          </w:p>
          <w:p w14:paraId="0FDE1F59" w14:textId="77777777" w:rsidR="009F4760" w:rsidRPr="0031418B" w:rsidRDefault="009F4760" w:rsidP="009F4760">
            <w:pPr>
              <w:pStyle w:val="TAC"/>
            </w:pPr>
            <w:r w:rsidRPr="0031418B">
              <w:rPr>
                <w:lang w:val="sv-SE"/>
              </w:rPr>
              <w:t>Band 28</w:t>
            </w:r>
          </w:p>
        </w:tc>
        <w:tc>
          <w:tcPr>
            <w:tcW w:w="1555" w:type="dxa"/>
            <w:gridSpan w:val="5"/>
            <w:vAlign w:val="center"/>
          </w:tcPr>
          <w:p w14:paraId="57656323" w14:textId="77777777" w:rsidR="009F4760" w:rsidRPr="0031418B" w:rsidRDefault="009F4760" w:rsidP="009F4760">
            <w:pPr>
              <w:pStyle w:val="TAC"/>
            </w:pPr>
            <w:r w:rsidRPr="0031418B">
              <w:t>703 – 748 MHz</w:t>
            </w:r>
          </w:p>
        </w:tc>
        <w:tc>
          <w:tcPr>
            <w:tcW w:w="943" w:type="dxa"/>
            <w:gridSpan w:val="4"/>
            <w:vAlign w:val="center"/>
          </w:tcPr>
          <w:p w14:paraId="67990C54" w14:textId="77777777" w:rsidR="009F4760" w:rsidRPr="0031418B" w:rsidRDefault="009F4760" w:rsidP="009F4760">
            <w:pPr>
              <w:pStyle w:val="TAC"/>
            </w:pPr>
            <w:r w:rsidRPr="0031418B">
              <w:t>-96 dBm</w:t>
            </w:r>
          </w:p>
        </w:tc>
        <w:tc>
          <w:tcPr>
            <w:tcW w:w="1417" w:type="dxa"/>
            <w:gridSpan w:val="3"/>
            <w:vAlign w:val="center"/>
          </w:tcPr>
          <w:p w14:paraId="757AF1D1" w14:textId="77777777" w:rsidR="009F4760" w:rsidRPr="0031418B" w:rsidRDefault="009F4760" w:rsidP="009F4760">
            <w:pPr>
              <w:pStyle w:val="TAC"/>
            </w:pPr>
            <w:r w:rsidRPr="0031418B">
              <w:t>100 kHz</w:t>
            </w:r>
          </w:p>
        </w:tc>
        <w:tc>
          <w:tcPr>
            <w:tcW w:w="4479" w:type="dxa"/>
            <w:gridSpan w:val="4"/>
          </w:tcPr>
          <w:p w14:paraId="089BD012" w14:textId="77777777" w:rsidR="009F4760" w:rsidRPr="0031418B" w:rsidRDefault="009F4760" w:rsidP="009F4760">
            <w:pPr>
              <w:pStyle w:val="TAL"/>
            </w:pPr>
            <w:r w:rsidRPr="0031418B">
              <w:t>This requirement does not apply to the UL of E-UTRA FDD Repeater operating in band 28. The sub-clause 9.1.4 requirement applies, but requires a 73dB coupling loss between BS and the repeater UL transmit port.</w:t>
            </w:r>
          </w:p>
        </w:tc>
      </w:tr>
      <w:tr w:rsidR="009F4760" w:rsidRPr="0031418B" w14:paraId="4B1325EF" w14:textId="77777777" w:rsidTr="009F4760">
        <w:trPr>
          <w:gridBefore w:val="3"/>
          <w:wBefore w:w="1453" w:type="dxa"/>
          <w:cantSplit/>
          <w:jc w:val="center"/>
        </w:trPr>
        <w:tc>
          <w:tcPr>
            <w:tcW w:w="1657" w:type="dxa"/>
            <w:gridSpan w:val="4"/>
            <w:vAlign w:val="center"/>
          </w:tcPr>
          <w:p w14:paraId="354DB681" w14:textId="77777777" w:rsidR="009F4760" w:rsidRPr="0031418B" w:rsidRDefault="009F4760" w:rsidP="009F4760">
            <w:pPr>
              <w:pStyle w:val="TAC"/>
              <w:rPr>
                <w:lang w:val="sv-SE"/>
              </w:rPr>
            </w:pPr>
            <w:r w:rsidRPr="0031418B">
              <w:rPr>
                <w:lang w:val="sv-SE"/>
              </w:rPr>
              <w:lastRenderedPageBreak/>
              <w:t>E-UTRA</w:t>
            </w:r>
          </w:p>
          <w:p w14:paraId="015F3A46" w14:textId="77777777" w:rsidR="009F4760" w:rsidRPr="0031418B" w:rsidRDefault="009F4760" w:rsidP="009F4760">
            <w:pPr>
              <w:pStyle w:val="TAC"/>
            </w:pPr>
            <w:r w:rsidRPr="0031418B">
              <w:rPr>
                <w:lang w:val="sv-SE"/>
              </w:rPr>
              <w:t>Band 30</w:t>
            </w:r>
          </w:p>
        </w:tc>
        <w:tc>
          <w:tcPr>
            <w:tcW w:w="1555" w:type="dxa"/>
            <w:gridSpan w:val="5"/>
            <w:vAlign w:val="center"/>
          </w:tcPr>
          <w:p w14:paraId="3D4B46E1" w14:textId="77777777" w:rsidR="009F4760" w:rsidRPr="0031418B" w:rsidRDefault="009F4760" w:rsidP="009F4760">
            <w:pPr>
              <w:pStyle w:val="TAC"/>
            </w:pPr>
            <w:r w:rsidRPr="0031418B">
              <w:t>2305 – 2315 MHz</w:t>
            </w:r>
          </w:p>
        </w:tc>
        <w:tc>
          <w:tcPr>
            <w:tcW w:w="943" w:type="dxa"/>
            <w:gridSpan w:val="4"/>
            <w:vAlign w:val="center"/>
          </w:tcPr>
          <w:p w14:paraId="0BEAE91A" w14:textId="77777777" w:rsidR="009F4760" w:rsidRPr="0031418B" w:rsidRDefault="009F4760" w:rsidP="009F4760">
            <w:pPr>
              <w:pStyle w:val="TAC"/>
            </w:pPr>
            <w:r w:rsidRPr="0031418B">
              <w:t>-96 dBm</w:t>
            </w:r>
          </w:p>
        </w:tc>
        <w:tc>
          <w:tcPr>
            <w:tcW w:w="1417" w:type="dxa"/>
            <w:gridSpan w:val="3"/>
            <w:vAlign w:val="center"/>
          </w:tcPr>
          <w:p w14:paraId="4DFD54B3" w14:textId="77777777" w:rsidR="009F4760" w:rsidRPr="0031418B" w:rsidRDefault="009F4760" w:rsidP="009F4760">
            <w:pPr>
              <w:pStyle w:val="TAC"/>
            </w:pPr>
            <w:r w:rsidRPr="0031418B">
              <w:t>100 kHz</w:t>
            </w:r>
          </w:p>
        </w:tc>
        <w:tc>
          <w:tcPr>
            <w:tcW w:w="4479" w:type="dxa"/>
            <w:gridSpan w:val="4"/>
          </w:tcPr>
          <w:p w14:paraId="0AA73118" w14:textId="77777777" w:rsidR="009F4760" w:rsidRPr="0031418B" w:rsidRDefault="009F4760" w:rsidP="009F4760">
            <w:pPr>
              <w:pStyle w:val="TAL"/>
            </w:pPr>
            <w:r w:rsidRPr="0031418B">
              <w:t>This requirement does not apply to the UL of E-UTRA FDD Repeater operating in band 30. The sub-clause 9.1.4 requirement applies, but requires a 73dB coupling loss between BS and the repeater UL transmit port.</w:t>
            </w:r>
          </w:p>
        </w:tc>
      </w:tr>
      <w:tr w:rsidR="009F4760" w:rsidRPr="0031418B" w14:paraId="5AB0816F" w14:textId="77777777" w:rsidTr="009F4760">
        <w:trPr>
          <w:gridBefore w:val="3"/>
          <w:wBefore w:w="1453" w:type="dxa"/>
          <w:cantSplit/>
          <w:jc w:val="center"/>
        </w:trPr>
        <w:tc>
          <w:tcPr>
            <w:tcW w:w="1657" w:type="dxa"/>
            <w:gridSpan w:val="4"/>
            <w:vAlign w:val="center"/>
          </w:tcPr>
          <w:p w14:paraId="38A30EDA" w14:textId="77777777" w:rsidR="009F4760" w:rsidRPr="0031418B" w:rsidRDefault="009F4760" w:rsidP="009F4760">
            <w:pPr>
              <w:pStyle w:val="TAC"/>
              <w:rPr>
                <w:lang w:val="sv-SE"/>
              </w:rPr>
            </w:pPr>
            <w:r w:rsidRPr="0031418B">
              <w:rPr>
                <w:lang w:val="sv-SE"/>
              </w:rPr>
              <w:t>E</w:t>
            </w:r>
            <w:r w:rsidR="00B13F6A" w:rsidRPr="0031418B">
              <w:rPr>
                <w:lang w:val="sv-SE"/>
              </w:rPr>
              <w:t>-</w:t>
            </w:r>
            <w:r w:rsidRPr="0031418B">
              <w:rPr>
                <w:lang w:val="sv-SE"/>
              </w:rPr>
              <w:t>UTRA</w:t>
            </w:r>
          </w:p>
          <w:p w14:paraId="627D908B" w14:textId="77777777" w:rsidR="009F4760" w:rsidRPr="0031418B" w:rsidRDefault="009F4760" w:rsidP="009F4760">
            <w:pPr>
              <w:pStyle w:val="TAC"/>
            </w:pPr>
            <w:r w:rsidRPr="0031418B">
              <w:rPr>
                <w:lang w:val="sv-SE"/>
              </w:rPr>
              <w:t>Band 31</w:t>
            </w:r>
          </w:p>
        </w:tc>
        <w:tc>
          <w:tcPr>
            <w:tcW w:w="1555" w:type="dxa"/>
            <w:gridSpan w:val="5"/>
            <w:vAlign w:val="center"/>
          </w:tcPr>
          <w:p w14:paraId="061F0C0D" w14:textId="77777777" w:rsidR="009F4760" w:rsidRPr="0031418B" w:rsidRDefault="009F4760" w:rsidP="009F4760">
            <w:pPr>
              <w:pStyle w:val="TAC"/>
            </w:pPr>
            <w:r w:rsidRPr="0031418B">
              <w:t>452.5 – 457.5 MHz</w:t>
            </w:r>
          </w:p>
        </w:tc>
        <w:tc>
          <w:tcPr>
            <w:tcW w:w="943" w:type="dxa"/>
            <w:gridSpan w:val="4"/>
            <w:vAlign w:val="center"/>
          </w:tcPr>
          <w:p w14:paraId="701E033F" w14:textId="77777777" w:rsidR="009F4760" w:rsidRPr="0031418B" w:rsidRDefault="009F4760" w:rsidP="009F4760">
            <w:pPr>
              <w:pStyle w:val="TAC"/>
            </w:pPr>
            <w:r w:rsidRPr="0031418B">
              <w:t>-96 dBm</w:t>
            </w:r>
          </w:p>
        </w:tc>
        <w:tc>
          <w:tcPr>
            <w:tcW w:w="1417" w:type="dxa"/>
            <w:gridSpan w:val="3"/>
            <w:vAlign w:val="center"/>
          </w:tcPr>
          <w:p w14:paraId="4A6F6E63" w14:textId="77777777" w:rsidR="009F4760" w:rsidRPr="0031418B" w:rsidRDefault="009F4760" w:rsidP="009F4760">
            <w:pPr>
              <w:pStyle w:val="TAC"/>
            </w:pPr>
            <w:r w:rsidRPr="0031418B">
              <w:t>100 kHz</w:t>
            </w:r>
          </w:p>
        </w:tc>
        <w:tc>
          <w:tcPr>
            <w:tcW w:w="4479" w:type="dxa"/>
            <w:gridSpan w:val="4"/>
          </w:tcPr>
          <w:p w14:paraId="2FEAB863" w14:textId="77777777" w:rsidR="009F4760" w:rsidRPr="0031418B" w:rsidRDefault="009F4760" w:rsidP="009F4760">
            <w:pPr>
              <w:pStyle w:val="TAL"/>
            </w:pPr>
            <w:r w:rsidRPr="0031418B">
              <w:t>This requirement does not apply to the UL of E-UTRA FDD Repeater operating in band 31</w:t>
            </w:r>
            <w:r w:rsidR="00A74094" w:rsidRPr="0031418B">
              <w:t xml:space="preserve"> or 72</w:t>
            </w:r>
            <w:r w:rsidRPr="0031418B">
              <w:t>. The sub-clause 9.1.4 requirement applies, but requires a 73dB coupling loss between BS and the repeater UL transmit port.</w:t>
            </w:r>
          </w:p>
        </w:tc>
      </w:tr>
      <w:tr w:rsidR="00E103E2" w:rsidRPr="0031418B" w14:paraId="4D89DE3C" w14:textId="77777777">
        <w:trPr>
          <w:gridBefore w:val="3"/>
          <w:wBefore w:w="1453" w:type="dxa"/>
          <w:cantSplit/>
          <w:trHeight w:val="330"/>
          <w:jc w:val="center"/>
        </w:trPr>
        <w:tc>
          <w:tcPr>
            <w:tcW w:w="1657" w:type="dxa"/>
            <w:gridSpan w:val="4"/>
            <w:vMerge w:val="restart"/>
            <w:vAlign w:val="center"/>
          </w:tcPr>
          <w:p w14:paraId="40626680" w14:textId="77777777" w:rsidR="00E103E2" w:rsidRPr="0031418B" w:rsidRDefault="00E103E2" w:rsidP="00BF2993">
            <w:pPr>
              <w:pStyle w:val="TAC"/>
              <w:rPr>
                <w:rFonts w:cs="v5.0.0"/>
              </w:rPr>
            </w:pPr>
            <w:r w:rsidRPr="0031418B">
              <w:rPr>
                <w:rFonts w:cs="v5.0.0"/>
              </w:rPr>
              <w:t xml:space="preserve">UTRA TDD in Band a) or </w:t>
            </w:r>
            <w:r w:rsidRPr="0031418B">
              <w:rPr>
                <w:rFonts w:cs="v5.0.0"/>
              </w:rPr>
              <w:br/>
              <w:t>E-UTRA Band 33</w:t>
            </w:r>
          </w:p>
        </w:tc>
        <w:tc>
          <w:tcPr>
            <w:tcW w:w="1555" w:type="dxa"/>
            <w:gridSpan w:val="5"/>
            <w:vMerge w:val="restart"/>
            <w:vAlign w:val="center"/>
          </w:tcPr>
          <w:p w14:paraId="1A031AEA" w14:textId="77777777" w:rsidR="00E103E2" w:rsidRPr="0031418B" w:rsidRDefault="00E103E2" w:rsidP="00BF2993">
            <w:pPr>
              <w:pStyle w:val="TAC"/>
              <w:rPr>
                <w:lang w:eastAsia="zh-CN"/>
              </w:rPr>
            </w:pPr>
            <w:r w:rsidRPr="0031418B">
              <w:rPr>
                <w:lang w:eastAsia="ja-JP"/>
              </w:rPr>
              <w:t>1900 - 1920 MHz</w:t>
            </w:r>
          </w:p>
        </w:tc>
        <w:tc>
          <w:tcPr>
            <w:tcW w:w="943" w:type="dxa"/>
            <w:gridSpan w:val="4"/>
            <w:vAlign w:val="center"/>
          </w:tcPr>
          <w:p w14:paraId="042C3164" w14:textId="77777777" w:rsidR="00E103E2" w:rsidRPr="0031418B" w:rsidRDefault="00E103E2" w:rsidP="00BF2993">
            <w:pPr>
              <w:pStyle w:val="TAC"/>
            </w:pPr>
            <w:r w:rsidRPr="0031418B">
              <w:t>-96 dBm</w:t>
            </w:r>
          </w:p>
        </w:tc>
        <w:tc>
          <w:tcPr>
            <w:tcW w:w="1417" w:type="dxa"/>
            <w:gridSpan w:val="3"/>
            <w:vAlign w:val="center"/>
          </w:tcPr>
          <w:p w14:paraId="2E6F8D84" w14:textId="77777777" w:rsidR="00E103E2" w:rsidRPr="0031418B" w:rsidRDefault="00E103E2" w:rsidP="00BF2993">
            <w:pPr>
              <w:pStyle w:val="TAC"/>
            </w:pPr>
            <w:r w:rsidRPr="0031418B">
              <w:t>100 kHz</w:t>
            </w:r>
          </w:p>
        </w:tc>
        <w:tc>
          <w:tcPr>
            <w:tcW w:w="4479" w:type="dxa"/>
            <w:gridSpan w:val="4"/>
          </w:tcPr>
          <w:p w14:paraId="0894BFAC" w14:textId="77777777" w:rsidR="00E103E2" w:rsidRPr="0031418B" w:rsidRDefault="00E103E2" w:rsidP="001901EC">
            <w:pPr>
              <w:pStyle w:val="TAL"/>
              <w:rPr>
                <w:lang w:eastAsia="zh-CN"/>
              </w:rPr>
            </w:pPr>
            <w:r w:rsidRPr="0031418B">
              <w:t>This requirement does not apply to the uplink of E-UTRA FDD Repeater operating in band 1</w:t>
            </w:r>
            <w:r w:rsidR="00981591" w:rsidRPr="0031418B">
              <w:t>, band 2 or band 25</w:t>
            </w:r>
            <w:r w:rsidRPr="0031418B">
              <w:t>.</w:t>
            </w:r>
          </w:p>
        </w:tc>
      </w:tr>
      <w:tr w:rsidR="00E103E2" w:rsidRPr="0031418B" w14:paraId="304988A9" w14:textId="77777777">
        <w:trPr>
          <w:gridBefore w:val="3"/>
          <w:wBefore w:w="1453" w:type="dxa"/>
          <w:cantSplit/>
          <w:trHeight w:val="280"/>
          <w:jc w:val="center"/>
        </w:trPr>
        <w:tc>
          <w:tcPr>
            <w:tcW w:w="1657" w:type="dxa"/>
            <w:gridSpan w:val="4"/>
            <w:vMerge/>
            <w:vAlign w:val="center"/>
          </w:tcPr>
          <w:p w14:paraId="3D1F78D7" w14:textId="77777777" w:rsidR="00E103E2" w:rsidRPr="0031418B" w:rsidRDefault="00E103E2" w:rsidP="00BF2993">
            <w:pPr>
              <w:pStyle w:val="TAC"/>
              <w:rPr>
                <w:rFonts w:cs="v5.0.0"/>
              </w:rPr>
            </w:pPr>
          </w:p>
        </w:tc>
        <w:tc>
          <w:tcPr>
            <w:tcW w:w="1555" w:type="dxa"/>
            <w:gridSpan w:val="5"/>
            <w:vMerge/>
            <w:vAlign w:val="center"/>
          </w:tcPr>
          <w:p w14:paraId="7B6BB029" w14:textId="77777777" w:rsidR="00E103E2" w:rsidRPr="0031418B" w:rsidRDefault="00E103E2" w:rsidP="00BF2993">
            <w:pPr>
              <w:pStyle w:val="TAC"/>
              <w:rPr>
                <w:lang w:eastAsia="ja-JP"/>
              </w:rPr>
            </w:pPr>
          </w:p>
        </w:tc>
        <w:tc>
          <w:tcPr>
            <w:tcW w:w="943" w:type="dxa"/>
            <w:gridSpan w:val="4"/>
            <w:vAlign w:val="center"/>
          </w:tcPr>
          <w:p w14:paraId="6D520FD9" w14:textId="77777777" w:rsidR="00E103E2" w:rsidRPr="0031418B" w:rsidRDefault="00E103E2" w:rsidP="00BF2993">
            <w:pPr>
              <w:pStyle w:val="TAC"/>
            </w:pPr>
            <w:r w:rsidRPr="0031418B">
              <w:t>-53 dBm</w:t>
            </w:r>
          </w:p>
        </w:tc>
        <w:tc>
          <w:tcPr>
            <w:tcW w:w="1417" w:type="dxa"/>
            <w:gridSpan w:val="3"/>
            <w:vAlign w:val="center"/>
          </w:tcPr>
          <w:p w14:paraId="0036FAE3" w14:textId="77777777" w:rsidR="00E103E2" w:rsidRPr="0031418B" w:rsidRDefault="00E103E2" w:rsidP="00BF2993">
            <w:pPr>
              <w:pStyle w:val="TAC"/>
            </w:pPr>
            <w:r w:rsidRPr="0031418B">
              <w:t>100 kHz</w:t>
            </w:r>
          </w:p>
        </w:tc>
        <w:tc>
          <w:tcPr>
            <w:tcW w:w="4479" w:type="dxa"/>
            <w:gridSpan w:val="4"/>
          </w:tcPr>
          <w:p w14:paraId="58437E1A" w14:textId="77777777" w:rsidR="00E103E2" w:rsidRPr="0031418B" w:rsidRDefault="00E103E2" w:rsidP="001901EC">
            <w:pPr>
              <w:pStyle w:val="TAL"/>
              <w:rPr>
                <w:lang w:eastAsia="zh-CN"/>
              </w:rPr>
            </w:pPr>
            <w:r w:rsidRPr="0031418B">
              <w:t>This requirement is applied only to the uplink of E-UTRA FDD Repeater operating in band 1</w:t>
            </w:r>
            <w:r w:rsidR="00981591" w:rsidRPr="0031418B">
              <w:t>, band 2 or band 25</w:t>
            </w:r>
            <w:r w:rsidRPr="0031418B">
              <w:t>.</w:t>
            </w:r>
          </w:p>
        </w:tc>
      </w:tr>
      <w:tr w:rsidR="00E103E2" w:rsidRPr="0031418B" w14:paraId="7991515C" w14:textId="77777777">
        <w:trPr>
          <w:gridBefore w:val="3"/>
          <w:wBefore w:w="1453" w:type="dxa"/>
          <w:cantSplit/>
          <w:trHeight w:val="339"/>
          <w:jc w:val="center"/>
        </w:trPr>
        <w:tc>
          <w:tcPr>
            <w:tcW w:w="1657" w:type="dxa"/>
            <w:gridSpan w:val="4"/>
            <w:vMerge w:val="restart"/>
            <w:vAlign w:val="center"/>
          </w:tcPr>
          <w:p w14:paraId="100C7BC3" w14:textId="77777777" w:rsidR="00E103E2" w:rsidRPr="0031418B" w:rsidRDefault="00E103E2" w:rsidP="00BF2993">
            <w:pPr>
              <w:pStyle w:val="TAC"/>
              <w:rPr>
                <w:rFonts w:cs="v5.0.0"/>
              </w:rPr>
            </w:pPr>
            <w:r w:rsidRPr="0031418B">
              <w:rPr>
                <w:rFonts w:cs="v5.0.0"/>
              </w:rPr>
              <w:t xml:space="preserve">UTRA TDD in Band a) or </w:t>
            </w:r>
            <w:r w:rsidRPr="0031418B">
              <w:rPr>
                <w:rFonts w:cs="v5.0.0"/>
              </w:rPr>
              <w:br/>
              <w:t>E-UTRA Band 34</w:t>
            </w:r>
          </w:p>
        </w:tc>
        <w:tc>
          <w:tcPr>
            <w:tcW w:w="1555" w:type="dxa"/>
            <w:gridSpan w:val="5"/>
            <w:vMerge w:val="restart"/>
            <w:vAlign w:val="center"/>
          </w:tcPr>
          <w:p w14:paraId="49F49C70" w14:textId="77777777" w:rsidR="00E103E2" w:rsidRPr="0031418B" w:rsidRDefault="00E103E2" w:rsidP="00BF2993">
            <w:pPr>
              <w:pStyle w:val="TAC"/>
              <w:rPr>
                <w:lang w:eastAsia="ja-JP"/>
              </w:rPr>
            </w:pPr>
            <w:r w:rsidRPr="0031418B">
              <w:rPr>
                <w:lang w:eastAsia="ja-JP"/>
              </w:rPr>
              <w:t>2010 - 2025 MHz</w:t>
            </w:r>
          </w:p>
        </w:tc>
        <w:tc>
          <w:tcPr>
            <w:tcW w:w="943" w:type="dxa"/>
            <w:gridSpan w:val="4"/>
            <w:vAlign w:val="center"/>
          </w:tcPr>
          <w:p w14:paraId="48226228" w14:textId="77777777" w:rsidR="00E103E2" w:rsidRPr="0031418B" w:rsidRDefault="00E103E2" w:rsidP="00BF2993">
            <w:pPr>
              <w:pStyle w:val="TAC"/>
            </w:pPr>
            <w:r w:rsidRPr="0031418B">
              <w:t>-96 dBm</w:t>
            </w:r>
          </w:p>
        </w:tc>
        <w:tc>
          <w:tcPr>
            <w:tcW w:w="1417" w:type="dxa"/>
            <w:gridSpan w:val="3"/>
            <w:vAlign w:val="center"/>
          </w:tcPr>
          <w:p w14:paraId="6A1C80D4" w14:textId="77777777" w:rsidR="00E103E2" w:rsidRPr="0031418B" w:rsidRDefault="00E103E2" w:rsidP="00BF2993">
            <w:pPr>
              <w:pStyle w:val="TAC"/>
            </w:pPr>
            <w:r w:rsidRPr="0031418B">
              <w:t>100 kHz</w:t>
            </w:r>
          </w:p>
        </w:tc>
        <w:tc>
          <w:tcPr>
            <w:tcW w:w="4479" w:type="dxa"/>
            <w:gridSpan w:val="4"/>
          </w:tcPr>
          <w:p w14:paraId="62873F39" w14:textId="77777777" w:rsidR="00E103E2" w:rsidRPr="0031418B" w:rsidRDefault="00E103E2" w:rsidP="001901EC">
            <w:pPr>
              <w:pStyle w:val="TAL"/>
              <w:rPr>
                <w:lang w:eastAsia="zh-CN"/>
              </w:rPr>
            </w:pPr>
            <w:r w:rsidRPr="0031418B">
              <w:t>This requirement does not apply to the uplink of E-UTRA FDD Repeater operating in band 1.</w:t>
            </w:r>
          </w:p>
        </w:tc>
      </w:tr>
      <w:tr w:rsidR="00E103E2" w:rsidRPr="0031418B" w14:paraId="5322D077" w14:textId="77777777">
        <w:trPr>
          <w:gridBefore w:val="3"/>
          <w:wBefore w:w="1453" w:type="dxa"/>
          <w:cantSplit/>
          <w:trHeight w:val="271"/>
          <w:jc w:val="center"/>
        </w:trPr>
        <w:tc>
          <w:tcPr>
            <w:tcW w:w="1657" w:type="dxa"/>
            <w:gridSpan w:val="4"/>
            <w:vMerge/>
            <w:vAlign w:val="center"/>
          </w:tcPr>
          <w:p w14:paraId="56EB2697" w14:textId="77777777" w:rsidR="00E103E2" w:rsidRPr="0031418B" w:rsidRDefault="00E103E2" w:rsidP="00BF2993">
            <w:pPr>
              <w:pStyle w:val="TAC"/>
              <w:rPr>
                <w:rFonts w:cs="v5.0.0"/>
              </w:rPr>
            </w:pPr>
          </w:p>
        </w:tc>
        <w:tc>
          <w:tcPr>
            <w:tcW w:w="1555" w:type="dxa"/>
            <w:gridSpan w:val="5"/>
            <w:vMerge/>
            <w:vAlign w:val="center"/>
          </w:tcPr>
          <w:p w14:paraId="1634458D" w14:textId="77777777" w:rsidR="00E103E2" w:rsidRPr="0031418B" w:rsidRDefault="00E103E2" w:rsidP="00BF2993">
            <w:pPr>
              <w:pStyle w:val="TAC"/>
              <w:rPr>
                <w:lang w:eastAsia="ja-JP"/>
              </w:rPr>
            </w:pPr>
          </w:p>
        </w:tc>
        <w:tc>
          <w:tcPr>
            <w:tcW w:w="943" w:type="dxa"/>
            <w:gridSpan w:val="4"/>
            <w:vAlign w:val="center"/>
          </w:tcPr>
          <w:p w14:paraId="6E5CEBC4" w14:textId="77777777" w:rsidR="00E103E2" w:rsidRPr="0031418B" w:rsidRDefault="00E103E2" w:rsidP="00BF2993">
            <w:pPr>
              <w:pStyle w:val="TAC"/>
            </w:pPr>
            <w:r w:rsidRPr="0031418B">
              <w:t>-83 dBm</w:t>
            </w:r>
          </w:p>
        </w:tc>
        <w:tc>
          <w:tcPr>
            <w:tcW w:w="1417" w:type="dxa"/>
            <w:gridSpan w:val="3"/>
            <w:vAlign w:val="center"/>
          </w:tcPr>
          <w:p w14:paraId="7DCDAB38" w14:textId="77777777" w:rsidR="00E103E2" w:rsidRPr="0031418B" w:rsidRDefault="00E103E2" w:rsidP="00BF2993">
            <w:pPr>
              <w:pStyle w:val="TAC"/>
            </w:pPr>
            <w:r w:rsidRPr="0031418B">
              <w:t>100 kHz</w:t>
            </w:r>
          </w:p>
        </w:tc>
        <w:tc>
          <w:tcPr>
            <w:tcW w:w="4479" w:type="dxa"/>
            <w:gridSpan w:val="4"/>
          </w:tcPr>
          <w:p w14:paraId="562E8EA2" w14:textId="77777777" w:rsidR="00E103E2" w:rsidRPr="0031418B" w:rsidRDefault="00E103E2" w:rsidP="001901EC">
            <w:pPr>
              <w:pStyle w:val="TAL"/>
              <w:rPr>
                <w:lang w:eastAsia="zh-CN"/>
              </w:rPr>
            </w:pPr>
            <w:r w:rsidRPr="0031418B">
              <w:t>This requirement is applied only to the uplink of E-UTRA FDD Repeater operating in band 1.</w:t>
            </w:r>
          </w:p>
        </w:tc>
      </w:tr>
      <w:tr w:rsidR="00E103E2" w:rsidRPr="0031418B" w14:paraId="775AFDD7" w14:textId="77777777">
        <w:trPr>
          <w:gridBefore w:val="3"/>
          <w:wBefore w:w="1453" w:type="dxa"/>
          <w:cantSplit/>
          <w:trHeight w:val="313"/>
          <w:jc w:val="center"/>
        </w:trPr>
        <w:tc>
          <w:tcPr>
            <w:tcW w:w="1657" w:type="dxa"/>
            <w:gridSpan w:val="4"/>
            <w:vMerge w:val="restart"/>
            <w:vAlign w:val="center"/>
          </w:tcPr>
          <w:p w14:paraId="79A4497B" w14:textId="77777777" w:rsidR="00E103E2" w:rsidRPr="0031418B" w:rsidRDefault="00E103E2" w:rsidP="00BF2993">
            <w:pPr>
              <w:pStyle w:val="TAC"/>
              <w:rPr>
                <w:rFonts w:cs="v5.0.0"/>
              </w:rPr>
            </w:pPr>
            <w:r w:rsidRPr="0031418B">
              <w:rPr>
                <w:rFonts w:cs="v5.0.0"/>
              </w:rPr>
              <w:t xml:space="preserve">UTRA TDD in Band b) or </w:t>
            </w:r>
            <w:r w:rsidRPr="0031418B">
              <w:rPr>
                <w:rFonts w:cs="v5.0.0"/>
              </w:rPr>
              <w:br/>
              <w:t>E-UTRA Band 35</w:t>
            </w:r>
          </w:p>
        </w:tc>
        <w:tc>
          <w:tcPr>
            <w:tcW w:w="1555" w:type="dxa"/>
            <w:gridSpan w:val="5"/>
            <w:vMerge w:val="restart"/>
            <w:vAlign w:val="center"/>
          </w:tcPr>
          <w:p w14:paraId="2EA3F53C" w14:textId="77777777" w:rsidR="00E103E2" w:rsidRPr="0031418B" w:rsidRDefault="00E103E2" w:rsidP="00BF2993">
            <w:pPr>
              <w:pStyle w:val="TAC"/>
              <w:rPr>
                <w:lang w:eastAsia="zh-CN"/>
              </w:rPr>
            </w:pPr>
            <w:r w:rsidRPr="0031418B">
              <w:rPr>
                <w:lang w:eastAsia="ja-JP"/>
              </w:rPr>
              <w:t>1850 – 1910 MHz</w:t>
            </w:r>
          </w:p>
        </w:tc>
        <w:tc>
          <w:tcPr>
            <w:tcW w:w="943" w:type="dxa"/>
            <w:gridSpan w:val="4"/>
            <w:vAlign w:val="center"/>
          </w:tcPr>
          <w:p w14:paraId="6303DAE2" w14:textId="77777777" w:rsidR="00E103E2" w:rsidRPr="0031418B" w:rsidRDefault="00E103E2" w:rsidP="00BF2993">
            <w:pPr>
              <w:pStyle w:val="TAC"/>
            </w:pPr>
            <w:r w:rsidRPr="0031418B">
              <w:t>-96 dBm</w:t>
            </w:r>
          </w:p>
        </w:tc>
        <w:tc>
          <w:tcPr>
            <w:tcW w:w="1417" w:type="dxa"/>
            <w:gridSpan w:val="3"/>
            <w:vAlign w:val="center"/>
          </w:tcPr>
          <w:p w14:paraId="25F0F302" w14:textId="77777777" w:rsidR="00E103E2" w:rsidRPr="0031418B" w:rsidRDefault="00E103E2" w:rsidP="00BF2993">
            <w:pPr>
              <w:pStyle w:val="TAC"/>
            </w:pPr>
            <w:r w:rsidRPr="0031418B">
              <w:t>100 kHz</w:t>
            </w:r>
          </w:p>
        </w:tc>
        <w:tc>
          <w:tcPr>
            <w:tcW w:w="4479" w:type="dxa"/>
            <w:gridSpan w:val="4"/>
          </w:tcPr>
          <w:p w14:paraId="27A76493" w14:textId="77777777" w:rsidR="00E47755" w:rsidRPr="0031418B" w:rsidRDefault="00E47755" w:rsidP="001901EC">
            <w:pPr>
              <w:pStyle w:val="TAL"/>
              <w:rPr>
                <w:lang w:eastAsia="ja-JP"/>
              </w:rPr>
            </w:pPr>
            <w:r w:rsidRPr="0031418B">
              <w:rPr>
                <w:lang w:eastAsia="ja-JP"/>
              </w:rPr>
              <w:t>This requirement does not apply to the downlink of E-UTRA FDD Repeater operating in band 3 or band 9.</w:t>
            </w:r>
          </w:p>
          <w:p w14:paraId="5BCA34DE" w14:textId="77777777" w:rsidR="00E103E2" w:rsidRPr="0031418B" w:rsidRDefault="00E103E2" w:rsidP="001901EC">
            <w:pPr>
              <w:pStyle w:val="TAL"/>
              <w:rPr>
                <w:lang w:eastAsia="zh-CN"/>
              </w:rPr>
            </w:pPr>
            <w:r w:rsidRPr="0031418B">
              <w:t>This requirement does not apply to the uplink of E-UTRA FDD Repeater operating in band 2</w:t>
            </w:r>
            <w:r w:rsidR="00E47755" w:rsidRPr="0031418B">
              <w:t xml:space="preserve"> or band 25</w:t>
            </w:r>
            <w:r w:rsidRPr="0031418B">
              <w:t>.</w:t>
            </w:r>
          </w:p>
        </w:tc>
      </w:tr>
      <w:tr w:rsidR="00E103E2" w:rsidRPr="0031418B" w14:paraId="60F29D14" w14:textId="77777777">
        <w:trPr>
          <w:gridBefore w:val="3"/>
          <w:wBefore w:w="1453" w:type="dxa"/>
          <w:cantSplit/>
          <w:trHeight w:val="305"/>
          <w:jc w:val="center"/>
        </w:trPr>
        <w:tc>
          <w:tcPr>
            <w:tcW w:w="1657" w:type="dxa"/>
            <w:gridSpan w:val="4"/>
            <w:vMerge/>
            <w:vAlign w:val="center"/>
          </w:tcPr>
          <w:p w14:paraId="78C90F19" w14:textId="77777777" w:rsidR="00E103E2" w:rsidRPr="0031418B" w:rsidRDefault="00E103E2" w:rsidP="00BF2993">
            <w:pPr>
              <w:pStyle w:val="TAC"/>
              <w:rPr>
                <w:rFonts w:cs="v5.0.0"/>
              </w:rPr>
            </w:pPr>
          </w:p>
        </w:tc>
        <w:tc>
          <w:tcPr>
            <w:tcW w:w="1555" w:type="dxa"/>
            <w:gridSpan w:val="5"/>
            <w:vMerge/>
            <w:vAlign w:val="center"/>
          </w:tcPr>
          <w:p w14:paraId="545524CC" w14:textId="77777777" w:rsidR="00E103E2" w:rsidRPr="0031418B" w:rsidRDefault="00E103E2" w:rsidP="00BF2993">
            <w:pPr>
              <w:pStyle w:val="TAC"/>
              <w:rPr>
                <w:lang w:eastAsia="ja-JP"/>
              </w:rPr>
            </w:pPr>
          </w:p>
        </w:tc>
        <w:tc>
          <w:tcPr>
            <w:tcW w:w="943" w:type="dxa"/>
            <w:gridSpan w:val="4"/>
            <w:vAlign w:val="center"/>
          </w:tcPr>
          <w:p w14:paraId="6171838B" w14:textId="77777777" w:rsidR="00E103E2" w:rsidRPr="0031418B" w:rsidRDefault="00E103E2" w:rsidP="00BF2993">
            <w:pPr>
              <w:pStyle w:val="TAC"/>
            </w:pPr>
            <w:r w:rsidRPr="0031418B">
              <w:t>-53 dBm</w:t>
            </w:r>
          </w:p>
        </w:tc>
        <w:tc>
          <w:tcPr>
            <w:tcW w:w="1417" w:type="dxa"/>
            <w:gridSpan w:val="3"/>
            <w:vAlign w:val="center"/>
          </w:tcPr>
          <w:p w14:paraId="5AD058BD" w14:textId="77777777" w:rsidR="00E103E2" w:rsidRPr="0031418B" w:rsidRDefault="00E103E2" w:rsidP="00BF2993">
            <w:pPr>
              <w:pStyle w:val="TAC"/>
            </w:pPr>
            <w:r w:rsidRPr="0031418B">
              <w:t>100 kHz</w:t>
            </w:r>
          </w:p>
        </w:tc>
        <w:tc>
          <w:tcPr>
            <w:tcW w:w="4479" w:type="dxa"/>
            <w:gridSpan w:val="4"/>
          </w:tcPr>
          <w:p w14:paraId="05E9446C" w14:textId="77777777" w:rsidR="00E103E2" w:rsidRPr="0031418B" w:rsidRDefault="00E103E2" w:rsidP="001901EC">
            <w:pPr>
              <w:pStyle w:val="TAL"/>
              <w:rPr>
                <w:lang w:eastAsia="zh-CN"/>
              </w:rPr>
            </w:pPr>
            <w:r w:rsidRPr="0031418B">
              <w:t>This requirement is applied only to the uplink of E-UTRA FDD Repeater operating in band 2</w:t>
            </w:r>
            <w:r w:rsidR="00E47755" w:rsidRPr="0031418B">
              <w:t xml:space="preserve"> or band 25</w:t>
            </w:r>
            <w:r w:rsidRPr="0031418B">
              <w:t>.</w:t>
            </w:r>
          </w:p>
        </w:tc>
      </w:tr>
      <w:tr w:rsidR="00E47755" w:rsidRPr="0031418B" w14:paraId="178D1EF4" w14:textId="77777777" w:rsidTr="002250C2">
        <w:trPr>
          <w:gridBefore w:val="3"/>
          <w:wBefore w:w="1453" w:type="dxa"/>
          <w:cantSplit/>
          <w:trHeight w:val="820"/>
          <w:jc w:val="center"/>
        </w:trPr>
        <w:tc>
          <w:tcPr>
            <w:tcW w:w="1657" w:type="dxa"/>
            <w:gridSpan w:val="4"/>
            <w:vMerge w:val="restart"/>
            <w:vAlign w:val="center"/>
          </w:tcPr>
          <w:p w14:paraId="5680EACC" w14:textId="77777777" w:rsidR="00E47755" w:rsidRPr="0031418B" w:rsidRDefault="00E47755" w:rsidP="00BF2993">
            <w:pPr>
              <w:pStyle w:val="TAC"/>
              <w:rPr>
                <w:rFonts w:cs="v5.0.0"/>
              </w:rPr>
            </w:pPr>
            <w:r w:rsidRPr="0031418B">
              <w:rPr>
                <w:rFonts w:cs="v5.0.0"/>
              </w:rPr>
              <w:t xml:space="preserve">UTRA TDD in Band b) or </w:t>
            </w:r>
            <w:r w:rsidRPr="0031418B">
              <w:rPr>
                <w:rFonts w:cs="v5.0.0"/>
              </w:rPr>
              <w:br/>
              <w:t>E-UTRA Band 36</w:t>
            </w:r>
          </w:p>
        </w:tc>
        <w:tc>
          <w:tcPr>
            <w:tcW w:w="1555" w:type="dxa"/>
            <w:gridSpan w:val="5"/>
            <w:vMerge w:val="restart"/>
            <w:vAlign w:val="center"/>
          </w:tcPr>
          <w:p w14:paraId="2ABC687B" w14:textId="77777777" w:rsidR="00E47755" w:rsidRPr="0031418B" w:rsidRDefault="00E47755" w:rsidP="00BF2993">
            <w:pPr>
              <w:pStyle w:val="TAC"/>
              <w:rPr>
                <w:lang w:eastAsia="ja-JP"/>
              </w:rPr>
            </w:pPr>
            <w:r w:rsidRPr="0031418B">
              <w:rPr>
                <w:lang w:eastAsia="ja-JP"/>
              </w:rPr>
              <w:t>1930 – 1990 MHz</w:t>
            </w:r>
          </w:p>
        </w:tc>
        <w:tc>
          <w:tcPr>
            <w:tcW w:w="943" w:type="dxa"/>
            <w:gridSpan w:val="4"/>
            <w:vAlign w:val="center"/>
          </w:tcPr>
          <w:p w14:paraId="1900FE65" w14:textId="77777777" w:rsidR="00E47755" w:rsidRPr="0031418B" w:rsidRDefault="00E47755" w:rsidP="00BF2993">
            <w:pPr>
              <w:pStyle w:val="TAC"/>
            </w:pPr>
            <w:r w:rsidRPr="0031418B">
              <w:t>-96 dBm</w:t>
            </w:r>
          </w:p>
        </w:tc>
        <w:tc>
          <w:tcPr>
            <w:tcW w:w="1417" w:type="dxa"/>
            <w:gridSpan w:val="3"/>
            <w:vAlign w:val="center"/>
          </w:tcPr>
          <w:p w14:paraId="562C15A6" w14:textId="77777777" w:rsidR="00E47755" w:rsidRPr="0031418B" w:rsidRDefault="00E47755" w:rsidP="00BF2993">
            <w:pPr>
              <w:pStyle w:val="TAC"/>
            </w:pPr>
            <w:r w:rsidRPr="0031418B">
              <w:t>100 kHz</w:t>
            </w:r>
          </w:p>
        </w:tc>
        <w:tc>
          <w:tcPr>
            <w:tcW w:w="4479" w:type="dxa"/>
            <w:gridSpan w:val="4"/>
            <w:vAlign w:val="center"/>
          </w:tcPr>
          <w:p w14:paraId="74475A8B" w14:textId="77777777" w:rsidR="00E47755" w:rsidRPr="0031418B" w:rsidRDefault="00E47755" w:rsidP="001901EC">
            <w:pPr>
              <w:pStyle w:val="TAL"/>
            </w:pPr>
            <w:r w:rsidRPr="0031418B">
              <w:t>This is not applicable to the downlink of E-UTRA-FDD Repeater operating in band 2 or band 25.</w:t>
            </w:r>
          </w:p>
          <w:p w14:paraId="70696D25" w14:textId="77777777" w:rsidR="00E47755" w:rsidRPr="0031418B" w:rsidRDefault="00E47755" w:rsidP="001901EC">
            <w:pPr>
              <w:pStyle w:val="TAL"/>
            </w:pPr>
            <w:r w:rsidRPr="0031418B">
              <w:t>This requirement does not apply to the uplink of E-UTRA FDD Repeater operating in band 1.</w:t>
            </w:r>
          </w:p>
        </w:tc>
      </w:tr>
      <w:tr w:rsidR="00E47755" w:rsidRPr="0031418B" w14:paraId="6A57E386" w14:textId="77777777" w:rsidTr="00E47755">
        <w:trPr>
          <w:gridBefore w:val="3"/>
          <w:wBefore w:w="1453" w:type="dxa"/>
          <w:cantSplit/>
          <w:trHeight w:val="317"/>
          <w:jc w:val="center"/>
        </w:trPr>
        <w:tc>
          <w:tcPr>
            <w:tcW w:w="1657" w:type="dxa"/>
            <w:gridSpan w:val="4"/>
            <w:vMerge/>
            <w:vAlign w:val="center"/>
          </w:tcPr>
          <w:p w14:paraId="1BE92985" w14:textId="77777777" w:rsidR="00E47755" w:rsidRPr="0031418B" w:rsidRDefault="00E47755" w:rsidP="00BF2993">
            <w:pPr>
              <w:pStyle w:val="TAC"/>
              <w:rPr>
                <w:rFonts w:cs="v5.0.0"/>
              </w:rPr>
            </w:pPr>
          </w:p>
        </w:tc>
        <w:tc>
          <w:tcPr>
            <w:tcW w:w="1555" w:type="dxa"/>
            <w:gridSpan w:val="5"/>
            <w:vMerge/>
            <w:vAlign w:val="center"/>
          </w:tcPr>
          <w:p w14:paraId="5AEA939B" w14:textId="77777777" w:rsidR="00E47755" w:rsidRPr="0031418B" w:rsidRDefault="00E47755" w:rsidP="00BF2993">
            <w:pPr>
              <w:pStyle w:val="TAC"/>
              <w:rPr>
                <w:lang w:eastAsia="ja-JP"/>
              </w:rPr>
            </w:pPr>
          </w:p>
        </w:tc>
        <w:tc>
          <w:tcPr>
            <w:tcW w:w="943" w:type="dxa"/>
            <w:gridSpan w:val="4"/>
            <w:vAlign w:val="center"/>
          </w:tcPr>
          <w:p w14:paraId="742D754D" w14:textId="77777777" w:rsidR="00E47755" w:rsidRPr="0031418B" w:rsidRDefault="00E47755" w:rsidP="00BF2993">
            <w:pPr>
              <w:pStyle w:val="TAC"/>
            </w:pPr>
            <w:r w:rsidRPr="0031418B">
              <w:t>-53 dBm</w:t>
            </w:r>
          </w:p>
        </w:tc>
        <w:tc>
          <w:tcPr>
            <w:tcW w:w="1417" w:type="dxa"/>
            <w:gridSpan w:val="3"/>
            <w:vAlign w:val="center"/>
          </w:tcPr>
          <w:p w14:paraId="0EF9FC91" w14:textId="77777777" w:rsidR="00E47755" w:rsidRPr="0031418B" w:rsidRDefault="00E47755" w:rsidP="00BF2993">
            <w:pPr>
              <w:pStyle w:val="TAC"/>
            </w:pPr>
            <w:r w:rsidRPr="0031418B">
              <w:t>100 kHz</w:t>
            </w:r>
          </w:p>
        </w:tc>
        <w:tc>
          <w:tcPr>
            <w:tcW w:w="4479" w:type="dxa"/>
            <w:gridSpan w:val="4"/>
            <w:vAlign w:val="center"/>
          </w:tcPr>
          <w:p w14:paraId="275B083D" w14:textId="77777777" w:rsidR="00E47755" w:rsidRPr="0031418B" w:rsidRDefault="00E47755" w:rsidP="001901EC">
            <w:pPr>
              <w:pStyle w:val="TAL"/>
            </w:pPr>
            <w:r w:rsidRPr="0031418B">
              <w:rPr>
                <w:lang w:eastAsia="ja-JP"/>
              </w:rPr>
              <w:t>This requirement is applied only to the uplink of E-UTRA FDD Repeater operating in band 1.</w:t>
            </w:r>
          </w:p>
        </w:tc>
      </w:tr>
      <w:tr w:rsidR="00E103E2" w:rsidRPr="0031418B" w14:paraId="4B68CB18" w14:textId="77777777">
        <w:trPr>
          <w:gridBefore w:val="3"/>
          <w:wBefore w:w="1453" w:type="dxa"/>
          <w:cantSplit/>
          <w:trHeight w:val="322"/>
          <w:jc w:val="center"/>
        </w:trPr>
        <w:tc>
          <w:tcPr>
            <w:tcW w:w="1657" w:type="dxa"/>
            <w:gridSpan w:val="4"/>
            <w:vMerge w:val="restart"/>
            <w:tcBorders>
              <w:top w:val="single" w:sz="4" w:space="0" w:color="auto"/>
              <w:left w:val="single" w:sz="4" w:space="0" w:color="auto"/>
              <w:right w:val="single" w:sz="4" w:space="0" w:color="auto"/>
            </w:tcBorders>
            <w:vAlign w:val="center"/>
          </w:tcPr>
          <w:p w14:paraId="48C083F0" w14:textId="77777777" w:rsidR="00E103E2" w:rsidRPr="0031418B" w:rsidRDefault="00E103E2" w:rsidP="00BF2993">
            <w:pPr>
              <w:pStyle w:val="TAC"/>
              <w:rPr>
                <w:rFonts w:cs="v5.0.0"/>
              </w:rPr>
            </w:pPr>
            <w:r w:rsidRPr="0031418B">
              <w:rPr>
                <w:rFonts w:cs="v5.0.0"/>
              </w:rPr>
              <w:t xml:space="preserve">UTRA TDD in Band c) or </w:t>
            </w:r>
            <w:r w:rsidRPr="0031418B">
              <w:rPr>
                <w:rFonts w:cs="v5.0.0"/>
              </w:rPr>
              <w:br/>
              <w:t>E-UTRA Band 37</w:t>
            </w:r>
          </w:p>
        </w:tc>
        <w:tc>
          <w:tcPr>
            <w:tcW w:w="1555" w:type="dxa"/>
            <w:gridSpan w:val="5"/>
            <w:vMerge w:val="restart"/>
            <w:tcBorders>
              <w:top w:val="single" w:sz="4" w:space="0" w:color="auto"/>
              <w:left w:val="single" w:sz="4" w:space="0" w:color="auto"/>
              <w:right w:val="single" w:sz="4" w:space="0" w:color="auto"/>
            </w:tcBorders>
            <w:vAlign w:val="center"/>
          </w:tcPr>
          <w:p w14:paraId="1C927C7C" w14:textId="77777777" w:rsidR="00E103E2" w:rsidRPr="0031418B" w:rsidRDefault="00E103E2" w:rsidP="00BF2993">
            <w:pPr>
              <w:pStyle w:val="TAC"/>
              <w:rPr>
                <w:lang w:eastAsia="ja-JP"/>
              </w:rPr>
            </w:pPr>
            <w:r w:rsidRPr="0031418B">
              <w:rPr>
                <w:lang w:eastAsia="ja-JP"/>
              </w:rPr>
              <w:t>1910 - 1930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3ABE62E9" w14:textId="77777777" w:rsidR="00E103E2" w:rsidRPr="0031418B" w:rsidRDefault="00E103E2" w:rsidP="00BF2993">
            <w:pPr>
              <w:pStyle w:val="TAC"/>
            </w:pPr>
            <w:r w:rsidRPr="0031418B">
              <w:t>-96 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4E55186" w14:textId="77777777" w:rsidR="00E103E2" w:rsidRPr="0031418B" w:rsidRDefault="00E103E2" w:rsidP="00BF2993">
            <w:pPr>
              <w:pStyle w:val="TAC"/>
            </w:pPr>
            <w:r w:rsidRPr="0031418B">
              <w:t>100 kHz</w:t>
            </w:r>
          </w:p>
        </w:tc>
        <w:tc>
          <w:tcPr>
            <w:tcW w:w="4479" w:type="dxa"/>
            <w:gridSpan w:val="4"/>
            <w:tcBorders>
              <w:top w:val="single" w:sz="4" w:space="0" w:color="auto"/>
              <w:left w:val="single" w:sz="4" w:space="0" w:color="auto"/>
              <w:bottom w:val="single" w:sz="4" w:space="0" w:color="auto"/>
              <w:right w:val="single" w:sz="4" w:space="0" w:color="auto"/>
            </w:tcBorders>
          </w:tcPr>
          <w:p w14:paraId="5C754317" w14:textId="77777777" w:rsidR="00E47755" w:rsidRPr="0031418B" w:rsidRDefault="00E47755" w:rsidP="001901EC">
            <w:pPr>
              <w:pStyle w:val="TAL"/>
              <w:rPr>
                <w:lang w:eastAsia="ja-JP"/>
              </w:rPr>
            </w:pPr>
            <w:r w:rsidRPr="0031418B">
              <w:rPr>
                <w:lang w:eastAsia="ja-JP"/>
              </w:rPr>
              <w:t>This requirement does not apply to E-UTRA FDD Repeater operating in band 2 or band 25.</w:t>
            </w:r>
          </w:p>
          <w:p w14:paraId="199BB927" w14:textId="77777777" w:rsidR="00E103E2" w:rsidRPr="0031418B" w:rsidRDefault="00E103E2" w:rsidP="001901EC">
            <w:pPr>
              <w:pStyle w:val="TAL"/>
            </w:pPr>
            <w:r w:rsidRPr="0031418B">
              <w:t xml:space="preserve">This requirement does not apply to the uplink of E-UTRA FDD Repeater operating in band </w:t>
            </w:r>
            <w:r w:rsidR="00E47755" w:rsidRPr="0031418B">
              <w:t>1.</w:t>
            </w:r>
          </w:p>
          <w:p w14:paraId="061AC0F3" w14:textId="77777777" w:rsidR="00E103E2" w:rsidRPr="0031418B" w:rsidRDefault="00E103E2" w:rsidP="001901EC">
            <w:pPr>
              <w:pStyle w:val="TAL"/>
              <w:rPr>
                <w:lang w:eastAsia="zh-CN"/>
              </w:rPr>
            </w:pPr>
            <w:r w:rsidRPr="0031418B">
              <w:t>This unpaired band is defined in ITU-R M.1036, but is pending any future deployment.</w:t>
            </w:r>
          </w:p>
        </w:tc>
      </w:tr>
      <w:tr w:rsidR="00E103E2" w:rsidRPr="0031418B" w14:paraId="759A0385" w14:textId="77777777">
        <w:trPr>
          <w:gridBefore w:val="3"/>
          <w:wBefore w:w="1453" w:type="dxa"/>
          <w:cantSplit/>
          <w:trHeight w:val="288"/>
          <w:jc w:val="center"/>
        </w:trPr>
        <w:tc>
          <w:tcPr>
            <w:tcW w:w="1657" w:type="dxa"/>
            <w:gridSpan w:val="4"/>
            <w:vMerge/>
            <w:tcBorders>
              <w:left w:val="single" w:sz="4" w:space="0" w:color="auto"/>
              <w:bottom w:val="single" w:sz="4" w:space="0" w:color="auto"/>
              <w:right w:val="single" w:sz="4" w:space="0" w:color="auto"/>
            </w:tcBorders>
            <w:vAlign w:val="center"/>
          </w:tcPr>
          <w:p w14:paraId="0E4446FE" w14:textId="77777777" w:rsidR="00E103E2" w:rsidRPr="0031418B" w:rsidRDefault="00E103E2" w:rsidP="00BF2993">
            <w:pPr>
              <w:pStyle w:val="TAC"/>
              <w:rPr>
                <w:rFonts w:cs="v5.0.0"/>
              </w:rPr>
            </w:pPr>
          </w:p>
        </w:tc>
        <w:tc>
          <w:tcPr>
            <w:tcW w:w="1555" w:type="dxa"/>
            <w:gridSpan w:val="5"/>
            <w:vMerge/>
            <w:tcBorders>
              <w:left w:val="single" w:sz="4" w:space="0" w:color="auto"/>
              <w:bottom w:val="single" w:sz="4" w:space="0" w:color="auto"/>
              <w:right w:val="single" w:sz="4" w:space="0" w:color="auto"/>
            </w:tcBorders>
            <w:vAlign w:val="center"/>
          </w:tcPr>
          <w:p w14:paraId="6C6427A2" w14:textId="77777777" w:rsidR="00E103E2" w:rsidRPr="0031418B" w:rsidRDefault="00E103E2" w:rsidP="00BF2993">
            <w:pPr>
              <w:pStyle w:val="TAC"/>
              <w:rPr>
                <w:lang w:eastAsia="ja-JP"/>
              </w:rPr>
            </w:pP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595155E1" w14:textId="77777777" w:rsidR="00E103E2" w:rsidRPr="0031418B" w:rsidRDefault="00E103E2" w:rsidP="00BF2993">
            <w:pPr>
              <w:pStyle w:val="TAC"/>
            </w:pPr>
            <w:r w:rsidRPr="0031418B">
              <w:t>-53 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20588576" w14:textId="77777777" w:rsidR="00E103E2" w:rsidRPr="0031418B" w:rsidRDefault="00E103E2" w:rsidP="00BF2993">
            <w:pPr>
              <w:pStyle w:val="TAC"/>
            </w:pPr>
            <w:r w:rsidRPr="0031418B">
              <w:t>100 kHz</w:t>
            </w:r>
          </w:p>
        </w:tc>
        <w:tc>
          <w:tcPr>
            <w:tcW w:w="4479" w:type="dxa"/>
            <w:gridSpan w:val="4"/>
            <w:tcBorders>
              <w:top w:val="single" w:sz="4" w:space="0" w:color="auto"/>
              <w:left w:val="single" w:sz="4" w:space="0" w:color="auto"/>
              <w:bottom w:val="single" w:sz="4" w:space="0" w:color="auto"/>
              <w:right w:val="single" w:sz="4" w:space="0" w:color="auto"/>
            </w:tcBorders>
          </w:tcPr>
          <w:p w14:paraId="7F04C8D8" w14:textId="77777777" w:rsidR="00E103E2" w:rsidRPr="0031418B" w:rsidRDefault="00E103E2" w:rsidP="001901EC">
            <w:pPr>
              <w:pStyle w:val="TAL"/>
              <w:rPr>
                <w:lang w:eastAsia="zh-CN"/>
              </w:rPr>
            </w:pPr>
            <w:r w:rsidRPr="0031418B">
              <w:t xml:space="preserve">This requirement is applied only to the uplink of E-UTRA FDD Repeater operating in band </w:t>
            </w:r>
            <w:r w:rsidR="00E47755" w:rsidRPr="0031418B">
              <w:t xml:space="preserve">1, band </w:t>
            </w:r>
            <w:r w:rsidRPr="0031418B">
              <w:t>2</w:t>
            </w:r>
            <w:r w:rsidR="00E47755" w:rsidRPr="0031418B">
              <w:t xml:space="preserve"> or band 25</w:t>
            </w:r>
            <w:r w:rsidRPr="0031418B">
              <w:t>.</w:t>
            </w:r>
          </w:p>
        </w:tc>
      </w:tr>
      <w:tr w:rsidR="00E103E2" w:rsidRPr="0031418B" w14:paraId="7247E2B3" w14:textId="77777777">
        <w:trPr>
          <w:gridBefore w:val="3"/>
          <w:wBefore w:w="1453" w:type="dxa"/>
          <w:cantSplit/>
          <w:trHeight w:val="305"/>
          <w:jc w:val="center"/>
        </w:trPr>
        <w:tc>
          <w:tcPr>
            <w:tcW w:w="1657" w:type="dxa"/>
            <w:gridSpan w:val="4"/>
            <w:vMerge w:val="restart"/>
            <w:tcBorders>
              <w:top w:val="single" w:sz="4" w:space="0" w:color="auto"/>
              <w:left w:val="single" w:sz="4" w:space="0" w:color="auto"/>
              <w:right w:val="single" w:sz="4" w:space="0" w:color="auto"/>
            </w:tcBorders>
            <w:vAlign w:val="center"/>
          </w:tcPr>
          <w:p w14:paraId="30860BAA" w14:textId="77777777" w:rsidR="00E103E2" w:rsidRPr="0031418B" w:rsidRDefault="00E103E2" w:rsidP="00BF2993">
            <w:pPr>
              <w:pStyle w:val="TAC"/>
              <w:rPr>
                <w:rFonts w:cs="v5.0.0"/>
              </w:rPr>
            </w:pPr>
            <w:r w:rsidRPr="0031418B">
              <w:rPr>
                <w:rFonts w:cs="v5.0.0"/>
              </w:rPr>
              <w:t xml:space="preserve">UTRA TDD in Band d) or </w:t>
            </w:r>
            <w:r w:rsidRPr="0031418B">
              <w:rPr>
                <w:rFonts w:cs="v5.0.0"/>
              </w:rPr>
              <w:br/>
              <w:t>E-UTRA Band 38</w:t>
            </w:r>
          </w:p>
        </w:tc>
        <w:tc>
          <w:tcPr>
            <w:tcW w:w="1555" w:type="dxa"/>
            <w:gridSpan w:val="5"/>
            <w:vMerge w:val="restart"/>
            <w:tcBorders>
              <w:top w:val="single" w:sz="4" w:space="0" w:color="auto"/>
              <w:left w:val="single" w:sz="4" w:space="0" w:color="auto"/>
              <w:right w:val="single" w:sz="4" w:space="0" w:color="auto"/>
            </w:tcBorders>
            <w:vAlign w:val="center"/>
          </w:tcPr>
          <w:p w14:paraId="217A4676" w14:textId="77777777" w:rsidR="00E103E2" w:rsidRPr="0031418B" w:rsidRDefault="00E103E2" w:rsidP="00BF2993">
            <w:pPr>
              <w:pStyle w:val="TAC"/>
              <w:rPr>
                <w:lang w:eastAsia="ja-JP"/>
              </w:rPr>
            </w:pPr>
            <w:r w:rsidRPr="0031418B">
              <w:rPr>
                <w:lang w:eastAsia="ja-JP"/>
              </w:rPr>
              <w:t>2570 – 2620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6AEDDE34" w14:textId="77777777" w:rsidR="00E103E2" w:rsidRPr="0031418B" w:rsidRDefault="00E103E2" w:rsidP="00BF2993">
            <w:pPr>
              <w:pStyle w:val="TAC"/>
            </w:pPr>
            <w:r w:rsidRPr="0031418B">
              <w:t>-96 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427259B7" w14:textId="77777777" w:rsidR="00E103E2" w:rsidRPr="0031418B" w:rsidRDefault="00E103E2" w:rsidP="00BF2993">
            <w:pPr>
              <w:pStyle w:val="TAC"/>
            </w:pPr>
            <w:r w:rsidRPr="0031418B">
              <w:t>100 kHz</w:t>
            </w:r>
          </w:p>
        </w:tc>
        <w:tc>
          <w:tcPr>
            <w:tcW w:w="4479" w:type="dxa"/>
            <w:gridSpan w:val="4"/>
            <w:tcBorders>
              <w:top w:val="single" w:sz="4" w:space="0" w:color="auto"/>
              <w:left w:val="single" w:sz="4" w:space="0" w:color="auto"/>
              <w:bottom w:val="single" w:sz="4" w:space="0" w:color="auto"/>
              <w:right w:val="single" w:sz="4" w:space="0" w:color="auto"/>
            </w:tcBorders>
          </w:tcPr>
          <w:p w14:paraId="37E89FD1" w14:textId="77777777" w:rsidR="00E103E2" w:rsidRPr="0031418B" w:rsidRDefault="00E103E2" w:rsidP="001901EC">
            <w:pPr>
              <w:pStyle w:val="TAL"/>
              <w:rPr>
                <w:lang w:eastAsia="zh-CN"/>
              </w:rPr>
            </w:pPr>
            <w:r w:rsidRPr="0031418B">
              <w:t xml:space="preserve">This requirement does not apply to </w:t>
            </w:r>
            <w:r w:rsidR="00BF0274" w:rsidRPr="0031418B">
              <w:t xml:space="preserve">the uplink of </w:t>
            </w:r>
            <w:r w:rsidRPr="0031418B">
              <w:t>E-UTRA FDD Repeater operating in band 7.</w:t>
            </w:r>
          </w:p>
        </w:tc>
      </w:tr>
      <w:tr w:rsidR="00E103E2" w:rsidRPr="0031418B" w14:paraId="214097E4" w14:textId="77777777">
        <w:trPr>
          <w:gridBefore w:val="3"/>
          <w:wBefore w:w="1453" w:type="dxa"/>
          <w:cantSplit/>
          <w:trHeight w:val="313"/>
          <w:jc w:val="center"/>
        </w:trPr>
        <w:tc>
          <w:tcPr>
            <w:tcW w:w="1657" w:type="dxa"/>
            <w:gridSpan w:val="4"/>
            <w:vMerge/>
            <w:tcBorders>
              <w:left w:val="single" w:sz="4" w:space="0" w:color="auto"/>
              <w:bottom w:val="single" w:sz="4" w:space="0" w:color="auto"/>
              <w:right w:val="single" w:sz="4" w:space="0" w:color="auto"/>
            </w:tcBorders>
            <w:vAlign w:val="center"/>
          </w:tcPr>
          <w:p w14:paraId="4AD0DBB2" w14:textId="77777777" w:rsidR="00E103E2" w:rsidRPr="0031418B" w:rsidRDefault="00E103E2" w:rsidP="00BF2993">
            <w:pPr>
              <w:pStyle w:val="TAC"/>
              <w:rPr>
                <w:rFonts w:cs="v5.0.0"/>
              </w:rPr>
            </w:pPr>
          </w:p>
        </w:tc>
        <w:tc>
          <w:tcPr>
            <w:tcW w:w="1555" w:type="dxa"/>
            <w:gridSpan w:val="5"/>
            <w:vMerge/>
            <w:tcBorders>
              <w:left w:val="single" w:sz="4" w:space="0" w:color="auto"/>
              <w:bottom w:val="single" w:sz="4" w:space="0" w:color="auto"/>
              <w:right w:val="single" w:sz="4" w:space="0" w:color="auto"/>
            </w:tcBorders>
            <w:vAlign w:val="center"/>
          </w:tcPr>
          <w:p w14:paraId="49892071" w14:textId="77777777" w:rsidR="00E103E2" w:rsidRPr="0031418B" w:rsidRDefault="00E103E2" w:rsidP="00BF2993">
            <w:pPr>
              <w:pStyle w:val="TAC"/>
              <w:rPr>
                <w:lang w:eastAsia="ja-JP"/>
              </w:rPr>
            </w:pP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2CAE74A8" w14:textId="77777777" w:rsidR="00E103E2" w:rsidRPr="0031418B" w:rsidRDefault="00E103E2" w:rsidP="00BF2993">
            <w:pPr>
              <w:pStyle w:val="TAC"/>
            </w:pPr>
            <w:r w:rsidRPr="0031418B">
              <w:t>-53 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BBE1032" w14:textId="77777777" w:rsidR="00E103E2" w:rsidRPr="0031418B" w:rsidRDefault="00E103E2" w:rsidP="00BF2993">
            <w:pPr>
              <w:pStyle w:val="TAC"/>
            </w:pPr>
            <w:r w:rsidRPr="0031418B">
              <w:t>100 kHz</w:t>
            </w:r>
          </w:p>
        </w:tc>
        <w:tc>
          <w:tcPr>
            <w:tcW w:w="4479" w:type="dxa"/>
            <w:gridSpan w:val="4"/>
            <w:tcBorders>
              <w:top w:val="single" w:sz="4" w:space="0" w:color="auto"/>
              <w:left w:val="single" w:sz="4" w:space="0" w:color="auto"/>
              <w:bottom w:val="single" w:sz="4" w:space="0" w:color="auto"/>
              <w:right w:val="single" w:sz="4" w:space="0" w:color="auto"/>
            </w:tcBorders>
          </w:tcPr>
          <w:p w14:paraId="05802CBA" w14:textId="77777777" w:rsidR="00E103E2" w:rsidRPr="0031418B" w:rsidRDefault="00E103E2" w:rsidP="001901EC">
            <w:pPr>
              <w:pStyle w:val="TAL"/>
              <w:rPr>
                <w:lang w:eastAsia="zh-CN"/>
              </w:rPr>
            </w:pPr>
            <w:r w:rsidRPr="0031418B">
              <w:t xml:space="preserve">This requirement is applied only to </w:t>
            </w:r>
            <w:r w:rsidR="00BF0274" w:rsidRPr="0031418B">
              <w:t xml:space="preserve">the uplink of </w:t>
            </w:r>
            <w:r w:rsidRPr="0031418B">
              <w:t>E-UTRA FDD Repeater operating in band 7.</w:t>
            </w:r>
          </w:p>
        </w:tc>
      </w:tr>
      <w:tr w:rsidR="00E103E2" w:rsidRPr="0031418B" w14:paraId="7C2752A4" w14:textId="77777777">
        <w:trPr>
          <w:gridBefore w:val="3"/>
          <w:wBefore w:w="1453" w:type="dxa"/>
          <w:cantSplit/>
          <w:trHeight w:val="212"/>
          <w:jc w:val="center"/>
        </w:trPr>
        <w:tc>
          <w:tcPr>
            <w:tcW w:w="1657" w:type="dxa"/>
            <w:gridSpan w:val="4"/>
            <w:vMerge w:val="restart"/>
            <w:tcBorders>
              <w:top w:val="single" w:sz="4" w:space="0" w:color="auto"/>
              <w:left w:val="single" w:sz="4" w:space="0" w:color="auto"/>
              <w:right w:val="single" w:sz="4" w:space="0" w:color="auto"/>
            </w:tcBorders>
            <w:vAlign w:val="center"/>
          </w:tcPr>
          <w:p w14:paraId="460FC1C5" w14:textId="77777777" w:rsidR="00E103E2" w:rsidRPr="0031418B" w:rsidRDefault="002250C2" w:rsidP="00BF2993">
            <w:pPr>
              <w:pStyle w:val="TAC"/>
              <w:rPr>
                <w:rFonts w:cs="v5.0.0"/>
              </w:rPr>
            </w:pPr>
            <w:r w:rsidRPr="0031418B">
              <w:t>UTRA TDD Band f) or</w:t>
            </w:r>
            <w:r w:rsidRPr="0031418B">
              <w:br/>
            </w:r>
            <w:r w:rsidR="00E103E2" w:rsidRPr="0031418B">
              <w:t>E-UTRA Band 3</w:t>
            </w:r>
            <w:r w:rsidR="00E103E2" w:rsidRPr="0031418B">
              <w:rPr>
                <w:lang w:eastAsia="zh-CN"/>
              </w:rPr>
              <w:t>9</w:t>
            </w:r>
          </w:p>
        </w:tc>
        <w:tc>
          <w:tcPr>
            <w:tcW w:w="1555" w:type="dxa"/>
            <w:gridSpan w:val="5"/>
            <w:vMerge w:val="restart"/>
            <w:tcBorders>
              <w:top w:val="single" w:sz="4" w:space="0" w:color="auto"/>
              <w:left w:val="single" w:sz="4" w:space="0" w:color="auto"/>
              <w:right w:val="single" w:sz="4" w:space="0" w:color="auto"/>
            </w:tcBorders>
            <w:vAlign w:val="center"/>
          </w:tcPr>
          <w:p w14:paraId="65898864" w14:textId="77777777" w:rsidR="00E103E2" w:rsidRPr="0031418B" w:rsidRDefault="00E103E2" w:rsidP="00BF2993">
            <w:pPr>
              <w:pStyle w:val="TAC"/>
              <w:rPr>
                <w:lang w:eastAsia="ja-JP"/>
              </w:rPr>
            </w:pPr>
            <w:r w:rsidRPr="0031418B">
              <w:rPr>
                <w:lang w:eastAsia="zh-CN"/>
              </w:rPr>
              <w:t xml:space="preserve">1880 </w:t>
            </w:r>
            <w:r w:rsidRPr="0031418B">
              <w:rPr>
                <w:lang w:eastAsia="ja-JP"/>
              </w:rPr>
              <w:t xml:space="preserve">– </w:t>
            </w:r>
            <w:r w:rsidRPr="0031418B">
              <w:rPr>
                <w:lang w:eastAsia="zh-CN"/>
              </w:rPr>
              <w:t>1920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68425EC2" w14:textId="77777777" w:rsidR="00E103E2" w:rsidRPr="0031418B" w:rsidRDefault="00E103E2" w:rsidP="00BF2993">
            <w:pPr>
              <w:pStyle w:val="TAC"/>
            </w:pPr>
            <w:r w:rsidRPr="0031418B">
              <w:t>-</w:t>
            </w:r>
            <w:r w:rsidRPr="0031418B">
              <w:rPr>
                <w:lang w:eastAsia="zh-CN"/>
              </w:rPr>
              <w:t xml:space="preserve">96 </w:t>
            </w:r>
            <w:r w:rsidRPr="0031418B">
              <w:t>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553A3109" w14:textId="77777777" w:rsidR="00E103E2" w:rsidRPr="0031418B" w:rsidRDefault="00E103E2" w:rsidP="00BF2993">
            <w:pPr>
              <w:pStyle w:val="TAC"/>
            </w:pPr>
            <w:r w:rsidRPr="0031418B">
              <w:t>1</w:t>
            </w:r>
            <w:r w:rsidRPr="0031418B">
              <w:rPr>
                <w:lang w:eastAsia="zh-CN"/>
              </w:rPr>
              <w:t>00 k</w:t>
            </w:r>
            <w:r w:rsidRPr="0031418B">
              <w:t>Hz</w:t>
            </w:r>
          </w:p>
        </w:tc>
        <w:tc>
          <w:tcPr>
            <w:tcW w:w="4479" w:type="dxa"/>
            <w:gridSpan w:val="4"/>
            <w:tcBorders>
              <w:top w:val="single" w:sz="4" w:space="0" w:color="auto"/>
              <w:left w:val="single" w:sz="4" w:space="0" w:color="auto"/>
              <w:bottom w:val="single" w:sz="4" w:space="0" w:color="auto"/>
              <w:right w:val="single" w:sz="4" w:space="0" w:color="auto"/>
            </w:tcBorders>
          </w:tcPr>
          <w:p w14:paraId="34780A13" w14:textId="77777777" w:rsidR="00E103E2" w:rsidRPr="0031418B" w:rsidRDefault="00E103E2" w:rsidP="001901EC">
            <w:pPr>
              <w:pStyle w:val="TAL"/>
              <w:rPr>
                <w:lang w:eastAsia="zh-CN"/>
              </w:rPr>
            </w:pPr>
            <w:r w:rsidRPr="0031418B">
              <w:t>This requirement does not apply to the uplink of E-UTRA FDD Repeater operating in band 1</w:t>
            </w:r>
            <w:r w:rsidR="00E47755" w:rsidRPr="0031418B">
              <w:rPr>
                <w:lang w:eastAsia="ja-JP"/>
              </w:rPr>
              <w:t>, band 2 or band 25</w:t>
            </w:r>
            <w:r w:rsidRPr="0031418B">
              <w:t>.</w:t>
            </w:r>
          </w:p>
        </w:tc>
      </w:tr>
      <w:tr w:rsidR="00E103E2" w:rsidRPr="0031418B" w14:paraId="46375937" w14:textId="77777777">
        <w:trPr>
          <w:gridBefore w:val="3"/>
          <w:wBefore w:w="1453" w:type="dxa"/>
          <w:cantSplit/>
          <w:trHeight w:val="195"/>
          <w:jc w:val="center"/>
        </w:trPr>
        <w:tc>
          <w:tcPr>
            <w:tcW w:w="1657" w:type="dxa"/>
            <w:gridSpan w:val="4"/>
            <w:vMerge/>
            <w:tcBorders>
              <w:left w:val="single" w:sz="4" w:space="0" w:color="auto"/>
              <w:bottom w:val="single" w:sz="4" w:space="0" w:color="auto"/>
              <w:right w:val="single" w:sz="4" w:space="0" w:color="auto"/>
            </w:tcBorders>
            <w:vAlign w:val="center"/>
          </w:tcPr>
          <w:p w14:paraId="0B9A5252" w14:textId="77777777" w:rsidR="00E103E2" w:rsidRPr="0031418B" w:rsidRDefault="00E103E2" w:rsidP="00BF2993">
            <w:pPr>
              <w:pStyle w:val="TAC"/>
            </w:pPr>
          </w:p>
        </w:tc>
        <w:tc>
          <w:tcPr>
            <w:tcW w:w="1555" w:type="dxa"/>
            <w:gridSpan w:val="5"/>
            <w:vMerge/>
            <w:tcBorders>
              <w:left w:val="single" w:sz="4" w:space="0" w:color="auto"/>
              <w:bottom w:val="single" w:sz="4" w:space="0" w:color="auto"/>
              <w:right w:val="single" w:sz="4" w:space="0" w:color="auto"/>
            </w:tcBorders>
            <w:vAlign w:val="center"/>
          </w:tcPr>
          <w:p w14:paraId="3A54C744" w14:textId="77777777" w:rsidR="00E103E2" w:rsidRPr="0031418B" w:rsidRDefault="00E103E2" w:rsidP="00BF2993">
            <w:pPr>
              <w:pStyle w:val="TAC"/>
              <w:rPr>
                <w:lang w:eastAsia="zh-CN"/>
              </w:rPr>
            </w:pP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616D4D60" w14:textId="77777777" w:rsidR="00E103E2" w:rsidRPr="0031418B" w:rsidRDefault="00E103E2" w:rsidP="00BF2993">
            <w:pPr>
              <w:pStyle w:val="TAC"/>
            </w:pPr>
            <w:r w:rsidRPr="0031418B">
              <w:t>-53 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93E3544" w14:textId="77777777" w:rsidR="00E103E2" w:rsidRPr="0031418B" w:rsidRDefault="00E103E2" w:rsidP="00BF2993">
            <w:pPr>
              <w:pStyle w:val="TAC"/>
            </w:pPr>
            <w:r w:rsidRPr="0031418B">
              <w:t>100 kHz</w:t>
            </w:r>
          </w:p>
        </w:tc>
        <w:tc>
          <w:tcPr>
            <w:tcW w:w="4479" w:type="dxa"/>
            <w:gridSpan w:val="4"/>
            <w:tcBorders>
              <w:top w:val="single" w:sz="4" w:space="0" w:color="auto"/>
              <w:left w:val="single" w:sz="4" w:space="0" w:color="auto"/>
              <w:bottom w:val="single" w:sz="4" w:space="0" w:color="auto"/>
              <w:right w:val="single" w:sz="4" w:space="0" w:color="auto"/>
            </w:tcBorders>
          </w:tcPr>
          <w:p w14:paraId="228E3FEE" w14:textId="77777777" w:rsidR="00E103E2" w:rsidRPr="0031418B" w:rsidRDefault="00E103E2" w:rsidP="001901EC">
            <w:pPr>
              <w:pStyle w:val="TAL"/>
              <w:rPr>
                <w:lang w:eastAsia="zh-CN"/>
              </w:rPr>
            </w:pPr>
            <w:r w:rsidRPr="0031418B">
              <w:t>This requirement is applied only to the uplink of E-UTRA FDD Repeater operating in band 1</w:t>
            </w:r>
            <w:r w:rsidR="00E47755" w:rsidRPr="0031418B">
              <w:rPr>
                <w:lang w:eastAsia="ja-JP"/>
              </w:rPr>
              <w:t>, band 2 or band 25</w:t>
            </w:r>
            <w:r w:rsidRPr="0031418B">
              <w:t>.</w:t>
            </w:r>
          </w:p>
        </w:tc>
      </w:tr>
      <w:tr w:rsidR="00E103E2" w:rsidRPr="0031418B" w14:paraId="2EEE91BB" w14:textId="77777777">
        <w:trPr>
          <w:gridBefore w:val="3"/>
          <w:wBefore w:w="1453" w:type="dxa"/>
          <w:cantSplit/>
          <w:jc w:val="center"/>
        </w:trPr>
        <w:tc>
          <w:tcPr>
            <w:tcW w:w="1657" w:type="dxa"/>
            <w:gridSpan w:val="4"/>
            <w:tcBorders>
              <w:top w:val="single" w:sz="4" w:space="0" w:color="auto"/>
              <w:left w:val="single" w:sz="4" w:space="0" w:color="auto"/>
              <w:bottom w:val="single" w:sz="4" w:space="0" w:color="auto"/>
              <w:right w:val="single" w:sz="4" w:space="0" w:color="auto"/>
            </w:tcBorders>
            <w:vAlign w:val="center"/>
          </w:tcPr>
          <w:p w14:paraId="54665EF5" w14:textId="77777777" w:rsidR="00E103E2" w:rsidRPr="0031418B" w:rsidRDefault="002250C2" w:rsidP="00BF2993">
            <w:pPr>
              <w:pStyle w:val="TAC"/>
              <w:rPr>
                <w:rFonts w:cs="v5.0.0"/>
              </w:rPr>
            </w:pPr>
            <w:r w:rsidRPr="0031418B">
              <w:t xml:space="preserve">UTRA TDD Band e) or </w:t>
            </w:r>
            <w:r w:rsidR="00E103E2" w:rsidRPr="0031418B">
              <w:t xml:space="preserve">E-UTRA Band </w:t>
            </w:r>
            <w:r w:rsidR="00E103E2" w:rsidRPr="0031418B">
              <w:rPr>
                <w:lang w:eastAsia="zh-CN"/>
              </w:rPr>
              <w:t>40</w:t>
            </w:r>
          </w:p>
        </w:tc>
        <w:tc>
          <w:tcPr>
            <w:tcW w:w="1555" w:type="dxa"/>
            <w:gridSpan w:val="5"/>
            <w:tcBorders>
              <w:top w:val="single" w:sz="4" w:space="0" w:color="auto"/>
              <w:left w:val="single" w:sz="4" w:space="0" w:color="auto"/>
              <w:bottom w:val="single" w:sz="4" w:space="0" w:color="auto"/>
              <w:right w:val="single" w:sz="4" w:space="0" w:color="auto"/>
            </w:tcBorders>
            <w:vAlign w:val="center"/>
          </w:tcPr>
          <w:p w14:paraId="7655BDE2" w14:textId="77777777" w:rsidR="00E103E2" w:rsidRPr="0031418B" w:rsidRDefault="00E103E2" w:rsidP="00BF2993">
            <w:pPr>
              <w:pStyle w:val="TAC"/>
              <w:rPr>
                <w:lang w:eastAsia="ja-JP"/>
              </w:rPr>
            </w:pPr>
            <w:r w:rsidRPr="0031418B">
              <w:rPr>
                <w:lang w:eastAsia="zh-CN"/>
              </w:rPr>
              <w:t xml:space="preserve">2300 </w:t>
            </w:r>
            <w:r w:rsidRPr="0031418B">
              <w:rPr>
                <w:lang w:eastAsia="ja-JP"/>
              </w:rPr>
              <w:t xml:space="preserve">– </w:t>
            </w:r>
            <w:r w:rsidRPr="0031418B">
              <w:rPr>
                <w:lang w:eastAsia="zh-CN"/>
              </w:rPr>
              <w:t>2400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526281FC" w14:textId="77777777" w:rsidR="00E103E2" w:rsidRPr="0031418B" w:rsidRDefault="00E103E2" w:rsidP="00BF2993">
            <w:pPr>
              <w:pStyle w:val="TAC"/>
            </w:pPr>
            <w:r w:rsidRPr="0031418B">
              <w:t>-</w:t>
            </w:r>
            <w:r w:rsidRPr="0031418B">
              <w:rPr>
                <w:lang w:eastAsia="zh-CN"/>
              </w:rPr>
              <w:t xml:space="preserve">96 </w:t>
            </w:r>
            <w:r w:rsidRPr="0031418B">
              <w:t>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28217631" w14:textId="77777777" w:rsidR="00E103E2" w:rsidRPr="0031418B" w:rsidRDefault="00E103E2" w:rsidP="00BF2993">
            <w:pPr>
              <w:pStyle w:val="TAC"/>
            </w:pPr>
            <w:r w:rsidRPr="0031418B">
              <w:t>1</w:t>
            </w:r>
            <w:r w:rsidRPr="0031418B">
              <w:rPr>
                <w:lang w:eastAsia="zh-CN"/>
              </w:rPr>
              <w:t>00</w:t>
            </w:r>
            <w:r w:rsidRPr="0031418B">
              <w:t xml:space="preserve"> </w:t>
            </w:r>
            <w:r w:rsidRPr="0031418B">
              <w:rPr>
                <w:lang w:eastAsia="zh-CN"/>
              </w:rPr>
              <w:t>k</w:t>
            </w:r>
            <w:r w:rsidRPr="0031418B">
              <w:t>Hz</w:t>
            </w:r>
          </w:p>
        </w:tc>
        <w:tc>
          <w:tcPr>
            <w:tcW w:w="4479" w:type="dxa"/>
            <w:gridSpan w:val="4"/>
            <w:tcBorders>
              <w:top w:val="single" w:sz="4" w:space="0" w:color="auto"/>
              <w:left w:val="single" w:sz="4" w:space="0" w:color="auto"/>
              <w:bottom w:val="single" w:sz="4" w:space="0" w:color="auto"/>
              <w:right w:val="single" w:sz="4" w:space="0" w:color="auto"/>
            </w:tcBorders>
          </w:tcPr>
          <w:p w14:paraId="26C000E1" w14:textId="77777777" w:rsidR="00E103E2" w:rsidRPr="0031418B" w:rsidRDefault="009F4760" w:rsidP="001901EC">
            <w:pPr>
              <w:pStyle w:val="TAL"/>
            </w:pPr>
            <w:r w:rsidRPr="0031418B">
              <w:t>This requirement does not apply to E-UTRA FDD Repeater operating in band 30.</w:t>
            </w:r>
          </w:p>
        </w:tc>
      </w:tr>
      <w:tr w:rsidR="00AB0776" w:rsidRPr="0031418B" w14:paraId="1F750003" w14:textId="77777777">
        <w:trPr>
          <w:gridBefore w:val="3"/>
          <w:wBefore w:w="1453" w:type="dxa"/>
          <w:cantSplit/>
          <w:jc w:val="center"/>
        </w:trPr>
        <w:tc>
          <w:tcPr>
            <w:tcW w:w="1657" w:type="dxa"/>
            <w:gridSpan w:val="4"/>
            <w:tcBorders>
              <w:top w:val="single" w:sz="4" w:space="0" w:color="auto"/>
              <w:left w:val="single" w:sz="4" w:space="0" w:color="auto"/>
              <w:bottom w:val="single" w:sz="4" w:space="0" w:color="auto"/>
              <w:right w:val="single" w:sz="4" w:space="0" w:color="auto"/>
            </w:tcBorders>
            <w:vAlign w:val="center"/>
          </w:tcPr>
          <w:p w14:paraId="11596C2F" w14:textId="77777777" w:rsidR="00AB0776" w:rsidRPr="0031418B" w:rsidRDefault="00AB0776" w:rsidP="00BF2993">
            <w:pPr>
              <w:pStyle w:val="TAC"/>
            </w:pPr>
            <w:r w:rsidRPr="0031418B">
              <w:t xml:space="preserve">E-UTRA Band </w:t>
            </w:r>
            <w:r w:rsidRPr="0031418B">
              <w:rPr>
                <w:lang w:eastAsia="zh-CN"/>
              </w:rPr>
              <w:t>41</w:t>
            </w:r>
          </w:p>
        </w:tc>
        <w:tc>
          <w:tcPr>
            <w:tcW w:w="1555" w:type="dxa"/>
            <w:gridSpan w:val="5"/>
            <w:tcBorders>
              <w:top w:val="single" w:sz="4" w:space="0" w:color="auto"/>
              <w:left w:val="single" w:sz="4" w:space="0" w:color="auto"/>
              <w:bottom w:val="single" w:sz="4" w:space="0" w:color="auto"/>
              <w:right w:val="single" w:sz="4" w:space="0" w:color="auto"/>
            </w:tcBorders>
            <w:vAlign w:val="center"/>
          </w:tcPr>
          <w:p w14:paraId="2E97F1DC" w14:textId="77777777" w:rsidR="00AB0776" w:rsidRPr="0031418B" w:rsidRDefault="00AB0776" w:rsidP="00BF2993">
            <w:pPr>
              <w:pStyle w:val="TAC"/>
              <w:rPr>
                <w:lang w:eastAsia="zh-CN"/>
              </w:rPr>
            </w:pPr>
            <w:r w:rsidRPr="0031418B">
              <w:rPr>
                <w:lang w:eastAsia="zh-CN"/>
              </w:rPr>
              <w:t xml:space="preserve">2496 </w:t>
            </w:r>
            <w:r w:rsidRPr="0031418B">
              <w:rPr>
                <w:lang w:eastAsia="ja-JP"/>
              </w:rPr>
              <w:t xml:space="preserve">– </w:t>
            </w:r>
            <w:r w:rsidRPr="0031418B">
              <w:rPr>
                <w:lang w:eastAsia="zh-CN"/>
              </w:rPr>
              <w:t>2690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162653E6" w14:textId="77777777" w:rsidR="00AB0776" w:rsidRPr="0031418B" w:rsidRDefault="00AB0776" w:rsidP="00BF2993">
            <w:pPr>
              <w:pStyle w:val="TAC"/>
            </w:pPr>
            <w:r w:rsidRPr="0031418B">
              <w:t>-</w:t>
            </w:r>
            <w:r w:rsidRPr="0031418B">
              <w:rPr>
                <w:lang w:eastAsia="zh-CN"/>
              </w:rPr>
              <w:t xml:space="preserve">96 </w:t>
            </w:r>
            <w:r w:rsidRPr="0031418B">
              <w:t>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576D6343" w14:textId="77777777" w:rsidR="00AB0776" w:rsidRPr="0031418B" w:rsidRDefault="00AB0776" w:rsidP="00BF2993">
            <w:pPr>
              <w:pStyle w:val="TAC"/>
            </w:pPr>
            <w:r w:rsidRPr="0031418B">
              <w:t>1</w:t>
            </w:r>
            <w:r w:rsidRPr="0031418B">
              <w:rPr>
                <w:lang w:eastAsia="zh-CN"/>
              </w:rPr>
              <w:t>00</w:t>
            </w:r>
            <w:r w:rsidRPr="0031418B">
              <w:t xml:space="preserve"> </w:t>
            </w:r>
            <w:r w:rsidRPr="0031418B">
              <w:rPr>
                <w:lang w:eastAsia="zh-CN"/>
              </w:rPr>
              <w:t>k</w:t>
            </w:r>
            <w:r w:rsidRPr="0031418B">
              <w:t>Hz</w:t>
            </w:r>
          </w:p>
        </w:tc>
        <w:tc>
          <w:tcPr>
            <w:tcW w:w="4479" w:type="dxa"/>
            <w:gridSpan w:val="4"/>
            <w:tcBorders>
              <w:top w:val="single" w:sz="4" w:space="0" w:color="auto"/>
              <w:left w:val="single" w:sz="4" w:space="0" w:color="auto"/>
              <w:bottom w:val="single" w:sz="4" w:space="0" w:color="auto"/>
              <w:right w:val="single" w:sz="4" w:space="0" w:color="auto"/>
            </w:tcBorders>
          </w:tcPr>
          <w:p w14:paraId="1A85F0D6" w14:textId="77777777" w:rsidR="00AB0776" w:rsidRPr="0031418B" w:rsidRDefault="009F4760" w:rsidP="001901EC">
            <w:pPr>
              <w:pStyle w:val="TAL"/>
            </w:pPr>
            <w:r w:rsidRPr="0031418B">
              <w:t>This requirement does not apply to E-UTRA FDD Repeater operating in band 7.</w:t>
            </w:r>
          </w:p>
        </w:tc>
      </w:tr>
      <w:tr w:rsidR="00AB0776" w:rsidRPr="0031418B" w14:paraId="074370D5" w14:textId="77777777">
        <w:trPr>
          <w:gridBefore w:val="3"/>
          <w:wBefore w:w="1453" w:type="dxa"/>
          <w:cantSplit/>
          <w:jc w:val="center"/>
        </w:trPr>
        <w:tc>
          <w:tcPr>
            <w:tcW w:w="1657" w:type="dxa"/>
            <w:gridSpan w:val="4"/>
            <w:tcBorders>
              <w:top w:val="single" w:sz="4" w:space="0" w:color="auto"/>
              <w:left w:val="single" w:sz="4" w:space="0" w:color="auto"/>
              <w:bottom w:val="single" w:sz="4" w:space="0" w:color="auto"/>
              <w:right w:val="single" w:sz="4" w:space="0" w:color="auto"/>
            </w:tcBorders>
            <w:vAlign w:val="center"/>
          </w:tcPr>
          <w:p w14:paraId="668E2464" w14:textId="77777777" w:rsidR="00AB0776" w:rsidRPr="0031418B" w:rsidRDefault="00AB0776" w:rsidP="00BF2993">
            <w:pPr>
              <w:pStyle w:val="TAC"/>
            </w:pPr>
            <w:r w:rsidRPr="0031418B">
              <w:t xml:space="preserve">E-UTRA Band </w:t>
            </w:r>
            <w:r w:rsidRPr="0031418B">
              <w:rPr>
                <w:lang w:eastAsia="zh-CN"/>
              </w:rPr>
              <w:t>42</w:t>
            </w:r>
          </w:p>
        </w:tc>
        <w:tc>
          <w:tcPr>
            <w:tcW w:w="1555" w:type="dxa"/>
            <w:gridSpan w:val="5"/>
            <w:tcBorders>
              <w:top w:val="single" w:sz="4" w:space="0" w:color="auto"/>
              <w:left w:val="single" w:sz="4" w:space="0" w:color="auto"/>
              <w:bottom w:val="single" w:sz="4" w:space="0" w:color="auto"/>
              <w:right w:val="single" w:sz="4" w:space="0" w:color="auto"/>
            </w:tcBorders>
            <w:vAlign w:val="center"/>
          </w:tcPr>
          <w:p w14:paraId="7616FE18" w14:textId="77777777" w:rsidR="00AB0776" w:rsidRPr="0031418B" w:rsidRDefault="00AB0776" w:rsidP="00BF2993">
            <w:pPr>
              <w:pStyle w:val="TAC"/>
              <w:rPr>
                <w:lang w:eastAsia="zh-CN"/>
              </w:rPr>
            </w:pPr>
            <w:r w:rsidRPr="0031418B">
              <w:rPr>
                <w:lang w:eastAsia="zh-CN"/>
              </w:rPr>
              <w:t xml:space="preserve">3400 </w:t>
            </w:r>
            <w:r w:rsidRPr="0031418B">
              <w:rPr>
                <w:lang w:eastAsia="ja-JP"/>
              </w:rPr>
              <w:t xml:space="preserve">– </w:t>
            </w:r>
            <w:r w:rsidRPr="0031418B">
              <w:rPr>
                <w:lang w:eastAsia="zh-CN"/>
              </w:rPr>
              <w:t>3600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6B1EE2E4" w14:textId="77777777" w:rsidR="00AB0776" w:rsidRPr="0031418B" w:rsidRDefault="00AB0776" w:rsidP="00BF2993">
            <w:pPr>
              <w:pStyle w:val="TAC"/>
            </w:pPr>
            <w:r w:rsidRPr="0031418B">
              <w:t>-</w:t>
            </w:r>
            <w:r w:rsidRPr="0031418B">
              <w:rPr>
                <w:lang w:eastAsia="zh-CN"/>
              </w:rPr>
              <w:t xml:space="preserve">96 </w:t>
            </w:r>
            <w:r w:rsidRPr="0031418B">
              <w:t>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1AF32E8E" w14:textId="77777777" w:rsidR="00AB0776" w:rsidRPr="0031418B" w:rsidRDefault="00AB0776" w:rsidP="00BF2993">
            <w:pPr>
              <w:pStyle w:val="TAC"/>
            </w:pPr>
            <w:r w:rsidRPr="0031418B">
              <w:t>1</w:t>
            </w:r>
            <w:r w:rsidRPr="0031418B">
              <w:rPr>
                <w:lang w:eastAsia="zh-CN"/>
              </w:rPr>
              <w:t>00</w:t>
            </w:r>
            <w:r w:rsidRPr="0031418B">
              <w:t xml:space="preserve"> </w:t>
            </w:r>
            <w:r w:rsidRPr="0031418B">
              <w:rPr>
                <w:lang w:eastAsia="zh-CN"/>
              </w:rPr>
              <w:t>k</w:t>
            </w:r>
            <w:r w:rsidRPr="0031418B">
              <w:t>Hz</w:t>
            </w:r>
          </w:p>
        </w:tc>
        <w:tc>
          <w:tcPr>
            <w:tcW w:w="4479" w:type="dxa"/>
            <w:gridSpan w:val="4"/>
            <w:tcBorders>
              <w:top w:val="single" w:sz="4" w:space="0" w:color="auto"/>
              <w:left w:val="single" w:sz="4" w:space="0" w:color="auto"/>
              <w:bottom w:val="single" w:sz="4" w:space="0" w:color="auto"/>
              <w:right w:val="single" w:sz="4" w:space="0" w:color="auto"/>
            </w:tcBorders>
          </w:tcPr>
          <w:p w14:paraId="7E4DBC73" w14:textId="77777777" w:rsidR="00AB0776" w:rsidRPr="0031418B" w:rsidRDefault="0036776A" w:rsidP="001901EC">
            <w:pPr>
              <w:pStyle w:val="TAL"/>
            </w:pPr>
            <w:r w:rsidRPr="0031418B">
              <w:t>This requirement does not apply to E-UTRA FDD Repeater operating in band 22.</w:t>
            </w:r>
          </w:p>
        </w:tc>
      </w:tr>
      <w:tr w:rsidR="00E47755" w:rsidRPr="0031418B" w14:paraId="6A0ED5D7" w14:textId="77777777" w:rsidTr="009F4760">
        <w:trPr>
          <w:gridBefore w:val="3"/>
          <w:wBefore w:w="1453" w:type="dxa"/>
          <w:cantSplit/>
          <w:jc w:val="center"/>
        </w:trPr>
        <w:tc>
          <w:tcPr>
            <w:tcW w:w="1657" w:type="dxa"/>
            <w:gridSpan w:val="4"/>
            <w:tcBorders>
              <w:top w:val="single" w:sz="4" w:space="0" w:color="auto"/>
              <w:left w:val="single" w:sz="4" w:space="0" w:color="auto"/>
              <w:bottom w:val="single" w:sz="4" w:space="0" w:color="auto"/>
              <w:right w:val="single" w:sz="4" w:space="0" w:color="auto"/>
            </w:tcBorders>
            <w:vAlign w:val="center"/>
          </w:tcPr>
          <w:p w14:paraId="414C41F8" w14:textId="77777777" w:rsidR="00E47755" w:rsidRPr="0031418B" w:rsidRDefault="00E47755" w:rsidP="00BF2993">
            <w:pPr>
              <w:pStyle w:val="TAC"/>
            </w:pPr>
            <w:r w:rsidRPr="0031418B">
              <w:t xml:space="preserve">E-UTRA Band </w:t>
            </w:r>
            <w:r w:rsidRPr="0031418B">
              <w:rPr>
                <w:lang w:eastAsia="zh-CN"/>
              </w:rPr>
              <w:t>43</w:t>
            </w:r>
          </w:p>
        </w:tc>
        <w:tc>
          <w:tcPr>
            <w:tcW w:w="1555" w:type="dxa"/>
            <w:gridSpan w:val="5"/>
            <w:tcBorders>
              <w:top w:val="single" w:sz="4" w:space="0" w:color="auto"/>
              <w:left w:val="single" w:sz="4" w:space="0" w:color="auto"/>
              <w:bottom w:val="single" w:sz="4" w:space="0" w:color="auto"/>
              <w:right w:val="single" w:sz="4" w:space="0" w:color="auto"/>
            </w:tcBorders>
            <w:vAlign w:val="center"/>
          </w:tcPr>
          <w:p w14:paraId="258B8F7A" w14:textId="77777777" w:rsidR="00E47755" w:rsidRPr="0031418B" w:rsidRDefault="00E47755" w:rsidP="00BF2993">
            <w:pPr>
              <w:pStyle w:val="TAC"/>
              <w:rPr>
                <w:lang w:eastAsia="zh-CN"/>
              </w:rPr>
            </w:pPr>
            <w:r w:rsidRPr="0031418B">
              <w:rPr>
                <w:lang w:eastAsia="zh-CN"/>
              </w:rPr>
              <w:t xml:space="preserve">3600 </w:t>
            </w:r>
            <w:r w:rsidRPr="0031418B">
              <w:rPr>
                <w:lang w:eastAsia="ja-JP"/>
              </w:rPr>
              <w:t xml:space="preserve">– </w:t>
            </w:r>
            <w:r w:rsidRPr="0031418B">
              <w:rPr>
                <w:lang w:eastAsia="zh-CN"/>
              </w:rPr>
              <w:t>3800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760C00A0" w14:textId="77777777" w:rsidR="00E47755" w:rsidRPr="0031418B" w:rsidRDefault="00E47755" w:rsidP="00BF2993">
            <w:pPr>
              <w:pStyle w:val="TAC"/>
            </w:pPr>
            <w:r w:rsidRPr="0031418B">
              <w:t>-</w:t>
            </w:r>
            <w:r w:rsidRPr="0031418B">
              <w:rPr>
                <w:lang w:eastAsia="zh-CN"/>
              </w:rPr>
              <w:t xml:space="preserve">96 </w:t>
            </w:r>
            <w:r w:rsidRPr="0031418B">
              <w:t>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4580FB00" w14:textId="77777777" w:rsidR="00E47755" w:rsidRPr="0031418B" w:rsidRDefault="00E47755" w:rsidP="00BF2993">
            <w:pPr>
              <w:pStyle w:val="TAC"/>
            </w:pPr>
            <w:r w:rsidRPr="0031418B">
              <w:t>1</w:t>
            </w:r>
            <w:r w:rsidRPr="0031418B">
              <w:rPr>
                <w:lang w:eastAsia="zh-CN"/>
              </w:rPr>
              <w:t>00</w:t>
            </w:r>
            <w:r w:rsidRPr="0031418B">
              <w:t xml:space="preserve"> </w:t>
            </w:r>
            <w:r w:rsidRPr="0031418B">
              <w:rPr>
                <w:lang w:eastAsia="zh-CN"/>
              </w:rPr>
              <w:t>k</w:t>
            </w:r>
            <w:r w:rsidRPr="0031418B">
              <w:t>Hz</w:t>
            </w:r>
          </w:p>
        </w:tc>
        <w:tc>
          <w:tcPr>
            <w:tcW w:w="4479" w:type="dxa"/>
            <w:gridSpan w:val="4"/>
            <w:tcBorders>
              <w:top w:val="single" w:sz="4" w:space="0" w:color="auto"/>
              <w:left w:val="single" w:sz="4" w:space="0" w:color="auto"/>
              <w:bottom w:val="single" w:sz="4" w:space="0" w:color="auto"/>
              <w:right w:val="single" w:sz="4" w:space="0" w:color="auto"/>
            </w:tcBorders>
          </w:tcPr>
          <w:p w14:paraId="002A1907" w14:textId="77777777" w:rsidR="00E47755" w:rsidRPr="0031418B" w:rsidRDefault="00E47755" w:rsidP="001901EC">
            <w:pPr>
              <w:pStyle w:val="TAL"/>
            </w:pPr>
          </w:p>
        </w:tc>
      </w:tr>
      <w:tr w:rsidR="009F4760" w:rsidRPr="0031418B" w14:paraId="7E7E6E05" w14:textId="77777777" w:rsidTr="00A74094">
        <w:trPr>
          <w:gridBefore w:val="3"/>
          <w:wBefore w:w="1453" w:type="dxa"/>
          <w:cantSplit/>
          <w:jc w:val="center"/>
        </w:trPr>
        <w:tc>
          <w:tcPr>
            <w:tcW w:w="1657" w:type="dxa"/>
            <w:gridSpan w:val="4"/>
            <w:tcBorders>
              <w:top w:val="single" w:sz="4" w:space="0" w:color="auto"/>
              <w:left w:val="single" w:sz="4" w:space="0" w:color="auto"/>
              <w:bottom w:val="single" w:sz="4" w:space="0" w:color="auto"/>
              <w:right w:val="single" w:sz="4" w:space="0" w:color="auto"/>
            </w:tcBorders>
          </w:tcPr>
          <w:p w14:paraId="562E9111" w14:textId="77777777" w:rsidR="009F4760" w:rsidRPr="0031418B" w:rsidRDefault="009F4760" w:rsidP="009F4760">
            <w:pPr>
              <w:pStyle w:val="TAC"/>
            </w:pPr>
            <w:r w:rsidRPr="0031418B">
              <w:t>E-UTRA Band 44</w:t>
            </w:r>
          </w:p>
        </w:tc>
        <w:tc>
          <w:tcPr>
            <w:tcW w:w="1555" w:type="dxa"/>
            <w:gridSpan w:val="5"/>
            <w:tcBorders>
              <w:top w:val="single" w:sz="4" w:space="0" w:color="auto"/>
              <w:left w:val="single" w:sz="4" w:space="0" w:color="auto"/>
              <w:bottom w:val="single" w:sz="4" w:space="0" w:color="auto"/>
              <w:right w:val="single" w:sz="4" w:space="0" w:color="auto"/>
            </w:tcBorders>
          </w:tcPr>
          <w:p w14:paraId="538019FB" w14:textId="77777777" w:rsidR="009F4760" w:rsidRPr="0031418B" w:rsidRDefault="009F4760" w:rsidP="009F4760">
            <w:pPr>
              <w:pStyle w:val="TAC"/>
              <w:rPr>
                <w:lang w:eastAsia="zh-CN"/>
              </w:rPr>
            </w:pPr>
            <w:r w:rsidRPr="0031418B">
              <w:t>703 – 803 MHz</w:t>
            </w:r>
          </w:p>
        </w:tc>
        <w:tc>
          <w:tcPr>
            <w:tcW w:w="943" w:type="dxa"/>
            <w:gridSpan w:val="4"/>
            <w:tcBorders>
              <w:top w:val="single" w:sz="4" w:space="0" w:color="auto"/>
              <w:left w:val="single" w:sz="4" w:space="0" w:color="auto"/>
              <w:bottom w:val="single" w:sz="4" w:space="0" w:color="auto"/>
              <w:right w:val="single" w:sz="4" w:space="0" w:color="auto"/>
            </w:tcBorders>
          </w:tcPr>
          <w:p w14:paraId="7471A618" w14:textId="77777777" w:rsidR="009F4760" w:rsidRPr="0031418B" w:rsidRDefault="009F4760" w:rsidP="009F4760">
            <w:pPr>
              <w:pStyle w:val="TAC"/>
            </w:pPr>
            <w:r w:rsidRPr="0031418B">
              <w:t>-96 dBm</w:t>
            </w:r>
          </w:p>
        </w:tc>
        <w:tc>
          <w:tcPr>
            <w:tcW w:w="1417" w:type="dxa"/>
            <w:gridSpan w:val="3"/>
            <w:tcBorders>
              <w:top w:val="single" w:sz="4" w:space="0" w:color="auto"/>
              <w:left w:val="single" w:sz="4" w:space="0" w:color="auto"/>
              <w:bottom w:val="single" w:sz="4" w:space="0" w:color="auto"/>
              <w:right w:val="single" w:sz="4" w:space="0" w:color="auto"/>
            </w:tcBorders>
          </w:tcPr>
          <w:p w14:paraId="46FDE6D9" w14:textId="77777777" w:rsidR="009F4760" w:rsidRPr="0031418B" w:rsidRDefault="009F4760" w:rsidP="009F4760">
            <w:pPr>
              <w:pStyle w:val="TAC"/>
            </w:pPr>
            <w:r w:rsidRPr="0031418B">
              <w:t>100 kHz</w:t>
            </w:r>
          </w:p>
        </w:tc>
        <w:tc>
          <w:tcPr>
            <w:tcW w:w="4479" w:type="dxa"/>
            <w:gridSpan w:val="4"/>
            <w:tcBorders>
              <w:top w:val="single" w:sz="4" w:space="0" w:color="auto"/>
              <w:left w:val="single" w:sz="4" w:space="0" w:color="auto"/>
              <w:bottom w:val="single" w:sz="4" w:space="0" w:color="auto"/>
              <w:right w:val="single" w:sz="4" w:space="0" w:color="auto"/>
            </w:tcBorders>
          </w:tcPr>
          <w:p w14:paraId="158DDDB0" w14:textId="77777777" w:rsidR="009F4760" w:rsidRPr="0031418B" w:rsidRDefault="009F4760" w:rsidP="009F4760">
            <w:pPr>
              <w:pStyle w:val="TAL"/>
            </w:pPr>
            <w:r w:rsidRPr="0031418B">
              <w:t>This requirement does not apply to E-UTRA FDD Repeater operating in band 28.</w:t>
            </w:r>
          </w:p>
        </w:tc>
      </w:tr>
      <w:tr w:rsidR="00A74094" w:rsidRPr="0031418B" w14:paraId="2EFF6A6A" w14:textId="77777777" w:rsidTr="002D51EF">
        <w:trPr>
          <w:gridBefore w:val="3"/>
          <w:wBefore w:w="1453" w:type="dxa"/>
          <w:cantSplit/>
          <w:jc w:val="center"/>
        </w:trPr>
        <w:tc>
          <w:tcPr>
            <w:tcW w:w="1657" w:type="dxa"/>
            <w:gridSpan w:val="4"/>
            <w:tcBorders>
              <w:top w:val="single" w:sz="4" w:space="0" w:color="auto"/>
              <w:left w:val="single" w:sz="4" w:space="0" w:color="auto"/>
              <w:right w:val="single" w:sz="4" w:space="0" w:color="auto"/>
            </w:tcBorders>
            <w:vAlign w:val="center"/>
          </w:tcPr>
          <w:p w14:paraId="534FA1CA" w14:textId="77777777" w:rsidR="00A74094" w:rsidRPr="0031418B" w:rsidRDefault="00A74094" w:rsidP="009F4760">
            <w:pPr>
              <w:pStyle w:val="TAC"/>
            </w:pPr>
            <w:r w:rsidRPr="0031418B">
              <w:t>E-UTRA Band</w:t>
            </w:r>
            <w:r w:rsidR="00B13F6A" w:rsidRPr="0031418B">
              <w:t xml:space="preserve"> </w:t>
            </w:r>
            <w:r w:rsidRPr="0031418B">
              <w:t>72</w:t>
            </w:r>
          </w:p>
        </w:tc>
        <w:tc>
          <w:tcPr>
            <w:tcW w:w="1555" w:type="dxa"/>
            <w:gridSpan w:val="5"/>
            <w:tcBorders>
              <w:top w:val="single" w:sz="4" w:space="0" w:color="auto"/>
              <w:left w:val="single" w:sz="4" w:space="0" w:color="auto"/>
              <w:right w:val="single" w:sz="4" w:space="0" w:color="auto"/>
            </w:tcBorders>
            <w:vAlign w:val="center"/>
          </w:tcPr>
          <w:p w14:paraId="30FE927B" w14:textId="77777777" w:rsidR="00A74094" w:rsidRPr="0031418B" w:rsidRDefault="00A74094" w:rsidP="009F4760">
            <w:pPr>
              <w:pStyle w:val="TAC"/>
            </w:pPr>
            <w:r w:rsidRPr="0031418B">
              <w:t>451 – 456 MHz</w:t>
            </w:r>
          </w:p>
        </w:tc>
        <w:tc>
          <w:tcPr>
            <w:tcW w:w="943" w:type="dxa"/>
            <w:gridSpan w:val="4"/>
            <w:tcBorders>
              <w:top w:val="single" w:sz="4" w:space="0" w:color="auto"/>
              <w:left w:val="single" w:sz="4" w:space="0" w:color="auto"/>
              <w:bottom w:val="single" w:sz="4" w:space="0" w:color="auto"/>
              <w:right w:val="single" w:sz="4" w:space="0" w:color="auto"/>
            </w:tcBorders>
            <w:vAlign w:val="center"/>
          </w:tcPr>
          <w:p w14:paraId="31465931" w14:textId="77777777" w:rsidR="00A74094" w:rsidRPr="0031418B" w:rsidRDefault="00A74094" w:rsidP="009F4760">
            <w:pPr>
              <w:pStyle w:val="TAC"/>
            </w:pPr>
            <w:r w:rsidRPr="0031418B">
              <w:t>-96 dBm</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72D884D7" w14:textId="77777777" w:rsidR="00A74094" w:rsidRPr="0031418B" w:rsidRDefault="00A74094" w:rsidP="009F4760">
            <w:pPr>
              <w:pStyle w:val="TAC"/>
            </w:pPr>
            <w:r w:rsidRPr="0031418B">
              <w:t>100 kHz</w:t>
            </w:r>
          </w:p>
        </w:tc>
        <w:tc>
          <w:tcPr>
            <w:tcW w:w="4479" w:type="dxa"/>
            <w:gridSpan w:val="4"/>
            <w:tcBorders>
              <w:top w:val="single" w:sz="4" w:space="0" w:color="auto"/>
              <w:left w:val="single" w:sz="4" w:space="0" w:color="auto"/>
              <w:bottom w:val="single" w:sz="4" w:space="0" w:color="auto"/>
              <w:right w:val="single" w:sz="4" w:space="0" w:color="auto"/>
            </w:tcBorders>
          </w:tcPr>
          <w:p w14:paraId="776D165A" w14:textId="77777777" w:rsidR="00A74094" w:rsidRPr="0031418B" w:rsidRDefault="00A74094" w:rsidP="009F4760">
            <w:pPr>
              <w:pStyle w:val="TAL"/>
            </w:pPr>
            <w:r w:rsidRPr="0031418B">
              <w:t>This requirement does not apply to the UL of E-UTRA FDD Repeater operating in band 31 or 72. The sub-clause 9.1.4 requirement applies, but requires a 73dB coupling loss between BS and the repeater UL transmit port.</w:t>
            </w:r>
          </w:p>
        </w:tc>
      </w:tr>
    </w:tbl>
    <w:p w14:paraId="17A237C2" w14:textId="77777777" w:rsidR="00E103E2" w:rsidRPr="0031418B" w:rsidRDefault="00E103E2" w:rsidP="00E103E2">
      <w:pPr>
        <w:rPr>
          <w:rFonts w:cs="v4.1.0"/>
        </w:rPr>
      </w:pPr>
    </w:p>
    <w:p w14:paraId="4541B962" w14:textId="77777777" w:rsidR="00E103E2" w:rsidRPr="0031418B" w:rsidRDefault="00E103E2" w:rsidP="00E103E2">
      <w:pPr>
        <w:pStyle w:val="NO"/>
      </w:pPr>
      <w:r w:rsidRPr="0031418B">
        <w:t>NOTE 1:</w:t>
      </w:r>
      <w:r w:rsidRPr="0031418B">
        <w:tab/>
        <w:t>As defined in the scope for spurious emissions in this clause, the co-location requirements in Table 9.2.</w:t>
      </w:r>
      <w:r w:rsidR="00943ACE" w:rsidRPr="0031418B">
        <w:t>3</w:t>
      </w:r>
      <w:r w:rsidRPr="0031418B">
        <w:t xml:space="preserve">.1-1 do not apply for the 10 MHz frequency range immediately outside the repeaters operating band frequency range of an operating band (see Table </w:t>
      </w:r>
      <w:r w:rsidR="00D80184" w:rsidRPr="0031418B">
        <w:t>5.5</w:t>
      </w:r>
      <w:r w:rsidRPr="0031418B">
        <w:t xml:space="preserve">-1). This is also the case when the repeaters operating band frequency range is adjacent to the </w:t>
      </w:r>
      <w:r w:rsidR="00DF2A48" w:rsidRPr="0031418B">
        <w:t>frequency range</w:t>
      </w:r>
      <w:r w:rsidR="00DF2A48" w:rsidRPr="0031418B" w:rsidDel="00DF2A48">
        <w:t xml:space="preserve"> </w:t>
      </w:r>
      <w:r w:rsidR="00DF2A48" w:rsidRPr="0031418B">
        <w:t>o</w:t>
      </w:r>
      <w:r w:rsidRPr="0031418B">
        <w:t>f the co-location requirement in the Table 9.2.</w:t>
      </w:r>
      <w:r w:rsidR="00943ACE" w:rsidRPr="0031418B">
        <w:t>3</w:t>
      </w:r>
      <w:r w:rsidRPr="0031418B">
        <w:t xml:space="preserve">.1-1. The current state-of-the-art technology does not allow a single generic solution for co-location with </w:t>
      </w:r>
      <w:r w:rsidRPr="0031418B">
        <w:rPr>
          <w:lang w:eastAsia="zh-CN"/>
        </w:rPr>
        <w:t>other system</w:t>
      </w:r>
      <w:r w:rsidRPr="0031418B">
        <w:t xml:space="preserve"> on adjacent frequencies for 30dB Repeater-BS minimum coupling loss. However, there are certain site-engineering solutions that can be used. These techniques are addressed in TR 25.942 [</w:t>
      </w:r>
      <w:r w:rsidR="001751A3" w:rsidRPr="0031418B">
        <w:t>5</w:t>
      </w:r>
      <w:r w:rsidRPr="0031418B">
        <w:t>].</w:t>
      </w:r>
    </w:p>
    <w:p w14:paraId="0571CF61" w14:textId="77777777" w:rsidR="00E103E2" w:rsidRPr="0031418B" w:rsidRDefault="00E103E2" w:rsidP="00E103E2">
      <w:pPr>
        <w:pStyle w:val="NO"/>
      </w:pPr>
      <w:r w:rsidRPr="0031418B">
        <w:t>NOTE 2:</w:t>
      </w:r>
      <w:r w:rsidRPr="0031418B">
        <w:tab/>
        <w:t>The Table 9.2.</w:t>
      </w:r>
      <w:r w:rsidR="00943ACE" w:rsidRPr="0031418B">
        <w:t>3</w:t>
      </w:r>
      <w:r w:rsidRPr="0031418B">
        <w:t>.1-1 assumes that two operating bands, where the corresponding eNode B transmit and receive frequency ranges in Table </w:t>
      </w:r>
      <w:r w:rsidR="00D80184" w:rsidRPr="0031418B">
        <w:t>5.5</w:t>
      </w:r>
      <w:r w:rsidRPr="0031418B">
        <w:t>-1 would be overlapping, are not deployed in the same geographical area. For such a case of operation with overlapping frequency arrangements in the same geographical area, special co-location requirements may apply that are not covered by the 3GPP specifications.</w:t>
      </w:r>
    </w:p>
    <w:p w14:paraId="7A2D697E" w14:textId="77777777" w:rsidR="00E103E2" w:rsidRPr="0031418B" w:rsidRDefault="00E103E2" w:rsidP="00E103E2">
      <w:pPr>
        <w:pStyle w:val="NO"/>
      </w:pPr>
      <w:r w:rsidRPr="0031418B">
        <w:t>NOTE 3:</w:t>
      </w:r>
      <w:r w:rsidRPr="0031418B">
        <w:tab/>
        <w:t>The requirements of -53dBm/100kHz in Table 9.2.</w:t>
      </w:r>
      <w:r w:rsidR="00943ACE" w:rsidRPr="0031418B">
        <w:t>3</w:t>
      </w:r>
      <w:r w:rsidRPr="0031418B">
        <w:t>.1-1 for the up link direction of the Repeater reflect what can be achieved with present state of the art technology and are based on a coupling loss of 73 dB between a Repeater and a UTRA TDD BS receiver.</w:t>
      </w:r>
    </w:p>
    <w:p w14:paraId="3B34FBE3" w14:textId="77777777" w:rsidR="00E103E2" w:rsidRPr="0031418B" w:rsidRDefault="00E103E2" w:rsidP="00E103E2">
      <w:pPr>
        <w:pStyle w:val="NO"/>
      </w:pPr>
      <w:r w:rsidRPr="0031418B">
        <w:t>NOTE 4:</w:t>
      </w:r>
      <w:r w:rsidRPr="0031418B">
        <w:tab/>
        <w:t>The requirements of -83dBm/100kHz in Table 9.2.</w:t>
      </w:r>
      <w:r w:rsidR="00943ACE" w:rsidRPr="0031418B">
        <w:t>3</w:t>
      </w:r>
      <w:r w:rsidRPr="0031418B">
        <w:t>.1-1 for the up link direction of the Repeater reflect what can be achieved with present state of the art technology and are based on a coupling loss of 43 dB between a Repeater and a UTRA TDD BS receiver.</w:t>
      </w:r>
    </w:p>
    <w:p w14:paraId="7AB009B4" w14:textId="77777777" w:rsidR="00E103E2" w:rsidRPr="0031418B" w:rsidRDefault="00E103E2" w:rsidP="001901EC">
      <w:pPr>
        <w:pStyle w:val="NO"/>
      </w:pPr>
      <w:r w:rsidRPr="0031418B">
        <w:t>NOTE 5:</w:t>
      </w:r>
      <w:r w:rsidRPr="0031418B">
        <w:tab/>
        <w:t>The requirements of -53dBm/100kHz and -83dBm/100kHz in Table 9.2.</w:t>
      </w:r>
      <w:r w:rsidR="00943ACE" w:rsidRPr="0031418B">
        <w:t>3</w:t>
      </w:r>
      <w:r w:rsidRPr="0031418B">
        <w:t>.1-1shall be reconsidered when the state of the art technology progresses.</w:t>
      </w:r>
    </w:p>
    <w:p w14:paraId="4E714137" w14:textId="77777777" w:rsidR="00712545" w:rsidRPr="0031418B" w:rsidRDefault="00712545" w:rsidP="00712545">
      <w:pPr>
        <w:pStyle w:val="Heading1"/>
      </w:pPr>
      <w:bookmarkStart w:id="65" w:name="_Toc503964274"/>
      <w:r w:rsidRPr="0031418B">
        <w:t>10</w:t>
      </w:r>
      <w:r w:rsidRPr="0031418B">
        <w:tab/>
        <w:t>Error Vector Magnitude</w:t>
      </w:r>
      <w:bookmarkEnd w:id="65"/>
    </w:p>
    <w:p w14:paraId="69DFBA83" w14:textId="77777777" w:rsidR="0025304A" w:rsidRPr="0031418B" w:rsidRDefault="0025304A" w:rsidP="0025304A">
      <w:pPr>
        <w:pStyle w:val="Heading2"/>
      </w:pPr>
      <w:bookmarkStart w:id="66" w:name="_Toc503964275"/>
      <w:r w:rsidRPr="0031418B">
        <w:t>10.1</w:t>
      </w:r>
      <w:r w:rsidRPr="0031418B">
        <w:tab/>
        <w:t>Downlink Error Vector Magnitude</w:t>
      </w:r>
      <w:bookmarkEnd w:id="66"/>
    </w:p>
    <w:p w14:paraId="47032422" w14:textId="77777777" w:rsidR="0025304A" w:rsidRPr="0031418B" w:rsidRDefault="0025304A" w:rsidP="0025304A">
      <w:r w:rsidRPr="0031418B">
        <w:t>The Error Vector Magnitude is a measure of the difference between the ideal symbols and the measured symbols after the equalization. This difference is called the error vector. The equaliser parameters are estimated as defined in TS36.104 [6] Annex E. The EVM result is defined as the square root of the ratio of the mean error vector power to the mean reference power expressed in percent.</w:t>
      </w:r>
    </w:p>
    <w:p w14:paraId="5E8DFF72" w14:textId="77777777" w:rsidR="0025304A" w:rsidRPr="0031418B" w:rsidRDefault="0025304A" w:rsidP="0025304A">
      <w:pPr>
        <w:pStyle w:val="Heading3"/>
      </w:pPr>
      <w:bookmarkStart w:id="67" w:name="_Toc503964276"/>
      <w:r w:rsidRPr="0031418B">
        <w:t>10.1.1</w:t>
      </w:r>
      <w:r w:rsidRPr="0031418B">
        <w:tab/>
        <w:t>Minimum requirement</w:t>
      </w:r>
      <w:bookmarkEnd w:id="67"/>
    </w:p>
    <w:p w14:paraId="088DA31E" w14:textId="77777777" w:rsidR="0025304A" w:rsidRPr="0031418B" w:rsidRDefault="0025304A" w:rsidP="0025304A">
      <w:pPr>
        <w:rPr>
          <w:rFonts w:eastAsia="ºÞ¼¯¸" w:cs="v4.1.0"/>
        </w:rPr>
      </w:pPr>
      <w:r w:rsidRPr="0031418B">
        <w:t xml:space="preserve">For all </w:t>
      </w:r>
      <w:r w:rsidR="00DE0F07" w:rsidRPr="0031418B">
        <w:t xml:space="preserve">E-UTRA channel </w:t>
      </w:r>
      <w:r w:rsidRPr="0031418B">
        <w:t xml:space="preserve">bandwidths, </w:t>
      </w:r>
      <w:r w:rsidR="00DE0F07" w:rsidRPr="0031418B">
        <w:t xml:space="preserve">as defined in sub-clause 5.6, applicable to the repeater, </w:t>
      </w:r>
      <w:r w:rsidRPr="0031418B">
        <w:t>the EVM measurement shall be performed over all allocated resource blocks and subframes within a frame. The EVM value is then calculated as the mean square root of the measured values.</w:t>
      </w:r>
    </w:p>
    <w:p w14:paraId="3CB75C30" w14:textId="77777777" w:rsidR="0025304A" w:rsidRPr="0031418B" w:rsidRDefault="0025304A" w:rsidP="0025304A">
      <w:r w:rsidRPr="0031418B">
        <w:rPr>
          <w:rFonts w:cs="v5.0.0"/>
        </w:rPr>
        <w:t>For the downlink of the repeater t</w:t>
      </w:r>
      <w:r w:rsidRPr="0031418B">
        <w:rPr>
          <w:rFonts w:cs="v4.1.0"/>
        </w:rPr>
        <w:t xml:space="preserve">he </w:t>
      </w:r>
      <w:r w:rsidRPr="0031418B">
        <w:rPr>
          <w:rFonts w:eastAsia="ºÞ¼¯¸" w:cs="v4.1.0"/>
        </w:rPr>
        <w:t xml:space="preserve">Error Vector Magnitude shall not be worse than </w:t>
      </w:r>
      <w:r w:rsidR="00DE0F07" w:rsidRPr="0031418B">
        <w:rPr>
          <w:rFonts w:eastAsia="ºÞ¼¯¸" w:cs="v4.1.0"/>
        </w:rPr>
        <w:t xml:space="preserve">8 </w:t>
      </w:r>
      <w:r w:rsidRPr="0031418B">
        <w:rPr>
          <w:rFonts w:eastAsia="ºÞ¼¯¸" w:cs="v4.1.0"/>
        </w:rPr>
        <w:t>%.</w:t>
      </w:r>
    </w:p>
    <w:p w14:paraId="6158704E" w14:textId="77777777" w:rsidR="0025304A" w:rsidRPr="0031418B" w:rsidRDefault="0025304A" w:rsidP="0025304A">
      <w:pPr>
        <w:pStyle w:val="Heading2"/>
      </w:pPr>
      <w:bookmarkStart w:id="68" w:name="_Toc503964277"/>
      <w:r w:rsidRPr="0031418B">
        <w:t>10.2</w:t>
      </w:r>
      <w:r w:rsidRPr="0031418B">
        <w:tab/>
        <w:t>Uplink Error Vector Magnitude</w:t>
      </w:r>
      <w:bookmarkEnd w:id="68"/>
    </w:p>
    <w:p w14:paraId="18D95C7F" w14:textId="77777777" w:rsidR="0025304A" w:rsidRPr="0031418B" w:rsidRDefault="0025304A" w:rsidP="0025304A">
      <w:pPr>
        <w:rPr>
          <w:rFonts w:eastAsia="MS Mincho" w:cs="v5.0.0"/>
        </w:rPr>
      </w:pPr>
      <w:r w:rsidRPr="0031418B">
        <w:rPr>
          <w:rFonts w:eastAsia="×–¾’©‘Ì" w:cs="v5.0.0"/>
        </w:rPr>
        <w:t xml:space="preserve">The </w:t>
      </w:r>
      <w:r w:rsidRPr="0031418B">
        <w:rPr>
          <w:rFonts w:cs="v5.0.0"/>
        </w:rPr>
        <w:t xml:space="preserve">Error Vector Magnitude </w:t>
      </w:r>
      <w:r w:rsidRPr="0031418B">
        <w:rPr>
          <w:rFonts w:eastAsia="×–¾’©‘Ì" w:cs="v5.0.0"/>
        </w:rPr>
        <w:t xml:space="preserve">is a measure of the difference between the </w:t>
      </w:r>
      <w:r w:rsidRPr="0031418B">
        <w:rPr>
          <w:rFonts w:cs="v5.0.0"/>
        </w:rPr>
        <w:t xml:space="preserve">reference waveform and the measured waveform. This difference is called the error vector. Before calculating the EVM the measured waveform is corrected by the sample timing offset and RF frequency offset. Then the </w:t>
      </w:r>
      <w:r w:rsidRPr="0031418B">
        <w:rPr>
          <w:rFonts w:eastAsia="MS Mincho" w:cs="v5.0.0"/>
        </w:rPr>
        <w:t>IQ origin offset</w:t>
      </w:r>
      <w:r w:rsidRPr="0031418B">
        <w:rPr>
          <w:rFonts w:cs="v5.0.0"/>
        </w:rPr>
        <w:t xml:space="preserve"> shall be removed from the measured waveform before calculating the EVM</w:t>
      </w:r>
      <w:r w:rsidRPr="0031418B">
        <w:rPr>
          <w:rFonts w:eastAsia="MS Mincho" w:cs="v5.0.0"/>
        </w:rPr>
        <w:t>.</w:t>
      </w:r>
    </w:p>
    <w:p w14:paraId="65BE26C9" w14:textId="77777777" w:rsidR="0025304A" w:rsidRPr="0031418B" w:rsidRDefault="0025304A" w:rsidP="0025304A">
      <w:pPr>
        <w:rPr>
          <w:rFonts w:eastAsia="MS Mincho" w:cs="v5.0.0"/>
        </w:rPr>
      </w:pPr>
      <w:r w:rsidRPr="0031418B">
        <w:t>The measured waveform is further modified by selecting</w:t>
      </w:r>
      <w:r w:rsidRPr="0031418B">
        <w:rPr>
          <w:rFonts w:eastAsia="MS Mincho"/>
        </w:rPr>
        <w:t xml:space="preserve"> the </w:t>
      </w:r>
      <w:r w:rsidRPr="0031418B">
        <w:t xml:space="preserve">absolute phase and absolute amplitude of the Tx chain. The EVM result is defined after the front-end IDFT as the square </w:t>
      </w:r>
      <w:r w:rsidRPr="0031418B">
        <w:rPr>
          <w:rFonts w:eastAsia="×–¾’©‘Ì"/>
        </w:rPr>
        <w:t>root of the ratio of the mean error vector power to the mean reference power expressed as a %.</w:t>
      </w:r>
      <w:r w:rsidRPr="0031418B">
        <w:rPr>
          <w:rFonts w:eastAsia="MS Mincho"/>
        </w:rPr>
        <w:t xml:space="preserve"> The basic EVM measurement interval is one</w:t>
      </w:r>
      <w:r w:rsidRPr="0031418B">
        <w:rPr>
          <w:rFonts w:eastAsia="MS Mincho" w:cs="v5.0.0"/>
        </w:rPr>
        <w:t xml:space="preserve"> slot in the time domain.</w:t>
      </w:r>
    </w:p>
    <w:p w14:paraId="4AE2E521" w14:textId="77777777" w:rsidR="0025304A" w:rsidRPr="0031418B" w:rsidRDefault="0025304A" w:rsidP="0025304A">
      <w:pPr>
        <w:pStyle w:val="Heading3"/>
      </w:pPr>
      <w:bookmarkStart w:id="69" w:name="_Toc503964278"/>
      <w:r w:rsidRPr="0031418B">
        <w:lastRenderedPageBreak/>
        <w:t>10.2.1</w:t>
      </w:r>
      <w:r w:rsidRPr="0031418B">
        <w:tab/>
        <w:t>Minimum requirement</w:t>
      </w:r>
      <w:bookmarkEnd w:id="69"/>
    </w:p>
    <w:p w14:paraId="7D7D0358" w14:textId="77777777" w:rsidR="0025304A" w:rsidRPr="0031418B" w:rsidRDefault="0025304A" w:rsidP="0025304A">
      <w:pPr>
        <w:rPr>
          <w:rFonts w:eastAsia="ºÞ¼¯¸" w:cs="v4.1.0"/>
        </w:rPr>
      </w:pPr>
      <w:r w:rsidRPr="0031418B">
        <w:rPr>
          <w:rFonts w:cs="v5.0.0"/>
        </w:rPr>
        <w:t>For the uplink of the repeater t</w:t>
      </w:r>
      <w:r w:rsidRPr="0031418B">
        <w:rPr>
          <w:lang w:eastAsia="zh-CN"/>
        </w:rPr>
        <w:t xml:space="preserve">he RMS average of the basic EVM measurements for 10 consecutive sub-frames for the different modulations schemes </w:t>
      </w:r>
      <w:r w:rsidRPr="0031418B">
        <w:rPr>
          <w:rFonts w:eastAsia="×–¾’©‘Ì"/>
        </w:rPr>
        <w:t xml:space="preserve">shall not exceed </w:t>
      </w:r>
      <w:r w:rsidR="00DE0F07" w:rsidRPr="0031418B">
        <w:rPr>
          <w:rFonts w:eastAsia="ºÞ¼¯¸" w:cs="v4.1.0"/>
        </w:rPr>
        <w:t xml:space="preserve">8 </w:t>
      </w:r>
      <w:r w:rsidRPr="0031418B">
        <w:rPr>
          <w:rFonts w:eastAsia="ºÞ¼¯¸" w:cs="v4.1.0"/>
        </w:rPr>
        <w:t>%.</w:t>
      </w:r>
    </w:p>
    <w:p w14:paraId="3FF63770" w14:textId="77777777" w:rsidR="00E14186" w:rsidRPr="0031418B" w:rsidRDefault="00A839DB" w:rsidP="00E14186">
      <w:pPr>
        <w:pStyle w:val="Heading1"/>
      </w:pPr>
      <w:bookmarkStart w:id="70" w:name="_Toc503964279"/>
      <w:r w:rsidRPr="0031418B">
        <w:t>1</w:t>
      </w:r>
      <w:r w:rsidR="00712545" w:rsidRPr="0031418B">
        <w:t>1</w:t>
      </w:r>
      <w:r w:rsidR="00E14186" w:rsidRPr="0031418B">
        <w:tab/>
        <w:t>Input Intermodulation</w:t>
      </w:r>
      <w:bookmarkEnd w:id="70"/>
    </w:p>
    <w:p w14:paraId="63B98FE3" w14:textId="77777777" w:rsidR="00040AA9" w:rsidRPr="0031418B" w:rsidRDefault="00040AA9" w:rsidP="00D87321">
      <w:pPr>
        <w:keepNext/>
        <w:keepLines/>
        <w:rPr>
          <w:rFonts w:cs="v4.1.0"/>
        </w:rPr>
      </w:pPr>
      <w:r w:rsidRPr="0031418B">
        <w:rPr>
          <w:rFonts w:cs="v4.1.0"/>
        </w:rPr>
        <w:t>The input intermodulation is a measure of the capability of the repeater to inhibit the generation of interference in the pass band, in the presence of interfering signals on frequencies other than the pass band.</w:t>
      </w:r>
    </w:p>
    <w:p w14:paraId="60D1ED40" w14:textId="77777777" w:rsidR="005202C4" w:rsidRPr="0031418B" w:rsidRDefault="005202C4" w:rsidP="005202C4">
      <w:pPr>
        <w:pStyle w:val="Heading2"/>
        <w:rPr>
          <w:rFonts w:cs="v4.1.0"/>
        </w:rPr>
      </w:pPr>
      <w:bookmarkStart w:id="71" w:name="_Toc503964280"/>
      <w:r w:rsidRPr="0031418B">
        <w:rPr>
          <w:rFonts w:cs="v4.1.0"/>
        </w:rPr>
        <w:t>11.1</w:t>
      </w:r>
      <w:r w:rsidRPr="0031418B">
        <w:rPr>
          <w:rFonts w:cs="v4.1.0"/>
        </w:rPr>
        <w:tab/>
        <w:t xml:space="preserve">General </w:t>
      </w:r>
      <w:r w:rsidR="00D03B00" w:rsidRPr="0031418B">
        <w:rPr>
          <w:rFonts w:cs="v4.1.0"/>
        </w:rPr>
        <w:t>r</w:t>
      </w:r>
      <w:r w:rsidRPr="0031418B">
        <w:rPr>
          <w:rFonts w:cs="v4.1.0"/>
        </w:rPr>
        <w:t>equirement</w:t>
      </w:r>
      <w:bookmarkEnd w:id="71"/>
    </w:p>
    <w:p w14:paraId="70879EC4" w14:textId="77777777" w:rsidR="00C127BF" w:rsidRPr="0031418B" w:rsidRDefault="00C127BF" w:rsidP="00C127BF">
      <w:pPr>
        <w:keepNext/>
        <w:keepLines/>
        <w:rPr>
          <w:rFonts w:cs="v4.1.0"/>
        </w:rPr>
      </w:pPr>
      <w:r w:rsidRPr="0031418B">
        <w:rPr>
          <w:rFonts w:cs="v4.1.0"/>
        </w:rPr>
        <w:t>The following requirement applies for interfering signals in the operating bands defined in sub-clause 5.5, depending on the repeaters pass band.</w:t>
      </w:r>
    </w:p>
    <w:p w14:paraId="1DE2C256" w14:textId="77777777" w:rsidR="00D87321" w:rsidRPr="0031418B" w:rsidRDefault="00D87321" w:rsidP="00D87321">
      <w:pPr>
        <w:keepNext/>
        <w:keepLines/>
        <w:rPr>
          <w:rFonts w:cs="v4.1.0"/>
        </w:rPr>
      </w:pPr>
      <w:r w:rsidRPr="0031418B">
        <w:rPr>
          <w:rFonts w:cs="v5.0.0"/>
        </w:rPr>
        <w:t>This requirement applies to the uplink and downlink of the repeater, at maximum gain.</w:t>
      </w:r>
    </w:p>
    <w:p w14:paraId="1F461DE8" w14:textId="77777777" w:rsidR="00040AA9" w:rsidRPr="0031418B" w:rsidRDefault="00040AA9" w:rsidP="00040AA9">
      <w:pPr>
        <w:pStyle w:val="Heading3"/>
        <w:rPr>
          <w:rFonts w:cs="v4.1.0"/>
        </w:rPr>
      </w:pPr>
      <w:bookmarkStart w:id="72" w:name="_Toc503964281"/>
      <w:r w:rsidRPr="0031418B">
        <w:rPr>
          <w:rFonts w:cs="v4.1.0"/>
        </w:rPr>
        <w:t>11.1.1</w:t>
      </w:r>
      <w:r w:rsidRPr="0031418B">
        <w:rPr>
          <w:rFonts w:cs="v4.1.0"/>
        </w:rPr>
        <w:tab/>
        <w:t>Minimum requirement</w:t>
      </w:r>
      <w:bookmarkEnd w:id="72"/>
    </w:p>
    <w:p w14:paraId="5FF61DC1" w14:textId="77777777" w:rsidR="00040AA9" w:rsidRPr="0031418B" w:rsidRDefault="00040AA9" w:rsidP="00040AA9">
      <w:pPr>
        <w:rPr>
          <w:rFonts w:cs="v4.1.0"/>
        </w:rPr>
      </w:pPr>
      <w:r w:rsidRPr="0031418B">
        <w:rPr>
          <w:rFonts w:cs="v4.1.0"/>
        </w:rPr>
        <w:t>For the parameters specified in table 11.1.1-1, the power in the pass band shall not increase with more than 10 dB at the output of the repeater as measured in the centre of the pass band, compared to the level obtained without interfering signals applied.</w:t>
      </w:r>
    </w:p>
    <w:p w14:paraId="7FE05219" w14:textId="77777777" w:rsidR="00040AA9" w:rsidRPr="0031418B" w:rsidRDefault="00040AA9" w:rsidP="00040AA9">
      <w:pPr>
        <w:rPr>
          <w:rFonts w:cs="v4.1.0"/>
        </w:rPr>
      </w:pPr>
      <w:r w:rsidRPr="0031418B">
        <w:rPr>
          <w:rFonts w:cs="v4.1.0"/>
        </w:rPr>
        <w:t>The frequency separation between the two interfering signals shall be adjusted so that the 3</w:t>
      </w:r>
      <w:r w:rsidRPr="0031418B">
        <w:rPr>
          <w:rFonts w:cs="v4.1.0"/>
          <w:vertAlign w:val="superscript"/>
        </w:rPr>
        <w:t>rd</w:t>
      </w:r>
      <w:r w:rsidRPr="0031418B">
        <w:rPr>
          <w:rFonts w:cs="v4.1.0"/>
        </w:rPr>
        <w:t xml:space="preserve"> order intermodulation product is positioned in the centre of the pass band.</w:t>
      </w:r>
    </w:p>
    <w:p w14:paraId="5BBA72E1" w14:textId="77777777" w:rsidR="00040AA9" w:rsidRPr="0031418B" w:rsidRDefault="00040AA9" w:rsidP="00040AA9">
      <w:pPr>
        <w:rPr>
          <w:rFonts w:cs="v4.1.0"/>
        </w:rPr>
      </w:pPr>
      <w:r w:rsidRPr="0031418B">
        <w:rPr>
          <w:rFonts w:cs="v4.1.0"/>
        </w:rPr>
        <w:t>Table 11.1.1-1 specifies the parameters for two interfering signals, where:</w:t>
      </w:r>
    </w:p>
    <w:p w14:paraId="1AD60DDD" w14:textId="77777777" w:rsidR="00C75CBE" w:rsidRPr="0031418B" w:rsidRDefault="00040AA9" w:rsidP="006C429B">
      <w:pPr>
        <w:pStyle w:val="B1"/>
        <w:ind w:left="284" w:firstLine="0"/>
      </w:pPr>
      <w:r w:rsidRPr="0031418B">
        <w:t>-</w:t>
      </w:r>
      <w:r w:rsidRPr="0031418B">
        <w:tab/>
      </w:r>
      <w:r w:rsidR="00C75CBE" w:rsidRPr="0031418B">
        <w:t>f</w:t>
      </w:r>
      <w:r w:rsidR="00C75CBE" w:rsidRPr="0031418B">
        <w:rPr>
          <w:vertAlign w:val="subscript"/>
        </w:rPr>
        <w:t>1</w:t>
      </w:r>
      <w:r w:rsidR="00C75CBE" w:rsidRPr="0031418B">
        <w:t xml:space="preserve"> offset is the offset from the channel edge frequency of the first or last channel in the pass band of the closer carrier.</w:t>
      </w:r>
    </w:p>
    <w:p w14:paraId="20DE8EE2" w14:textId="77777777" w:rsidR="00040AA9" w:rsidRPr="0031418B" w:rsidRDefault="00040AA9" w:rsidP="00C75CBE">
      <w:pPr>
        <w:pStyle w:val="TH"/>
      </w:pPr>
      <w:r w:rsidRPr="0031418B">
        <w:rPr>
          <w:rFonts w:eastAsia="Osaka"/>
        </w:rPr>
        <w:t xml:space="preserve">Table </w:t>
      </w:r>
      <w:r w:rsidRPr="0031418B">
        <w:rPr>
          <w:rFonts w:eastAsia="Osaka"/>
          <w:lang w:eastAsia="ja-JP"/>
        </w:rPr>
        <w:t>11.1.1-1</w:t>
      </w:r>
      <w:r w:rsidRPr="0031418B">
        <w:rPr>
          <w:rFonts w:eastAsia="Osaka"/>
        </w:rPr>
        <w:t xml:space="preserve">: </w:t>
      </w:r>
      <w:r w:rsidRPr="0031418B">
        <w:t>Input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4"/>
        <w:gridCol w:w="1707"/>
        <w:gridCol w:w="1933"/>
        <w:gridCol w:w="1701"/>
      </w:tblGrid>
      <w:tr w:rsidR="00040AA9" w:rsidRPr="0031418B" w14:paraId="1ACEDF42" w14:textId="77777777">
        <w:trPr>
          <w:trHeight w:val="535"/>
          <w:jc w:val="center"/>
        </w:trPr>
        <w:tc>
          <w:tcPr>
            <w:tcW w:w="1854" w:type="dxa"/>
          </w:tcPr>
          <w:p w14:paraId="151C4567" w14:textId="77777777" w:rsidR="00040AA9" w:rsidRPr="0031418B" w:rsidRDefault="00C75CBE" w:rsidP="008F120B">
            <w:pPr>
              <w:pStyle w:val="TAH"/>
              <w:rPr>
                <w:rFonts w:cs="v4.1.0"/>
              </w:rPr>
            </w:pPr>
            <w:r w:rsidRPr="0031418B">
              <w:t>f</w:t>
            </w:r>
            <w:r w:rsidRPr="0031418B">
              <w:rPr>
                <w:vertAlign w:val="subscript"/>
              </w:rPr>
              <w:t>1</w:t>
            </w:r>
            <w:r w:rsidRPr="0031418B">
              <w:t xml:space="preserve"> offset</w:t>
            </w:r>
          </w:p>
        </w:tc>
        <w:tc>
          <w:tcPr>
            <w:tcW w:w="1707" w:type="dxa"/>
          </w:tcPr>
          <w:p w14:paraId="789F36F6" w14:textId="77777777" w:rsidR="00040AA9" w:rsidRPr="0031418B" w:rsidRDefault="00040AA9" w:rsidP="008F120B">
            <w:pPr>
              <w:pStyle w:val="TAH"/>
              <w:rPr>
                <w:rFonts w:cs="v4.1.0"/>
              </w:rPr>
            </w:pPr>
            <w:r w:rsidRPr="0031418B">
              <w:rPr>
                <w:rFonts w:cs="v4.1.0"/>
              </w:rPr>
              <w:t>Interfering Signal Levels</w:t>
            </w:r>
          </w:p>
        </w:tc>
        <w:tc>
          <w:tcPr>
            <w:tcW w:w="1933" w:type="dxa"/>
          </w:tcPr>
          <w:p w14:paraId="0F0C8490" w14:textId="77777777" w:rsidR="00040AA9" w:rsidRPr="0031418B" w:rsidRDefault="00040AA9" w:rsidP="008F120B">
            <w:pPr>
              <w:pStyle w:val="TAH"/>
              <w:rPr>
                <w:rFonts w:cs="v4.1.0"/>
              </w:rPr>
            </w:pPr>
            <w:r w:rsidRPr="0031418B">
              <w:rPr>
                <w:rFonts w:cs="v4.1.0"/>
              </w:rPr>
              <w:t>Type of signals</w:t>
            </w:r>
          </w:p>
        </w:tc>
        <w:tc>
          <w:tcPr>
            <w:tcW w:w="1701" w:type="dxa"/>
          </w:tcPr>
          <w:p w14:paraId="6E465244" w14:textId="77777777" w:rsidR="00040AA9" w:rsidRPr="0031418B" w:rsidRDefault="00040AA9" w:rsidP="008F120B">
            <w:pPr>
              <w:pStyle w:val="TAH"/>
              <w:rPr>
                <w:rFonts w:cs="v4.1.0"/>
                <w:b w:val="0"/>
              </w:rPr>
            </w:pPr>
            <w:r w:rsidRPr="0031418B">
              <w:rPr>
                <w:rFonts w:cs="v4.1.0"/>
              </w:rPr>
              <w:t>Measurement bandwidth</w:t>
            </w:r>
          </w:p>
        </w:tc>
      </w:tr>
      <w:tr w:rsidR="00040AA9" w:rsidRPr="0031418B" w14:paraId="52CABBEB" w14:textId="77777777">
        <w:trPr>
          <w:trHeight w:val="351"/>
          <w:jc w:val="center"/>
        </w:trPr>
        <w:tc>
          <w:tcPr>
            <w:tcW w:w="1854" w:type="dxa"/>
          </w:tcPr>
          <w:p w14:paraId="0D57B7D4" w14:textId="77777777" w:rsidR="00040AA9" w:rsidRPr="0031418B" w:rsidRDefault="00040AA9" w:rsidP="008F120B">
            <w:pPr>
              <w:pStyle w:val="TAL"/>
              <w:jc w:val="center"/>
              <w:rPr>
                <w:rFonts w:cs="v4.1.0"/>
              </w:rPr>
            </w:pPr>
            <w:r w:rsidRPr="0031418B">
              <w:rPr>
                <w:rFonts w:cs="v4.1.0"/>
              </w:rPr>
              <w:t>1,0 MHz</w:t>
            </w:r>
          </w:p>
        </w:tc>
        <w:tc>
          <w:tcPr>
            <w:tcW w:w="1707" w:type="dxa"/>
          </w:tcPr>
          <w:p w14:paraId="7933F31D" w14:textId="77777777" w:rsidR="00040AA9" w:rsidRPr="0031418B" w:rsidRDefault="00040AA9" w:rsidP="008F120B">
            <w:pPr>
              <w:pStyle w:val="TAL"/>
              <w:jc w:val="center"/>
              <w:rPr>
                <w:rFonts w:cs="v4.1.0"/>
              </w:rPr>
            </w:pPr>
            <w:r w:rsidRPr="0031418B">
              <w:rPr>
                <w:rFonts w:cs="v4.1.0"/>
              </w:rPr>
              <w:t>-40 dBm</w:t>
            </w:r>
          </w:p>
        </w:tc>
        <w:tc>
          <w:tcPr>
            <w:tcW w:w="1933" w:type="dxa"/>
          </w:tcPr>
          <w:p w14:paraId="59029B17" w14:textId="77777777" w:rsidR="00040AA9" w:rsidRPr="0031418B" w:rsidRDefault="00040AA9" w:rsidP="008F120B">
            <w:pPr>
              <w:pStyle w:val="TAC"/>
              <w:rPr>
                <w:rFonts w:cs="v4.1.0"/>
                <w:lang w:eastAsia="ja-JP"/>
              </w:rPr>
            </w:pPr>
            <w:r w:rsidRPr="0031418B">
              <w:rPr>
                <w:rFonts w:cs="v4.1.0"/>
              </w:rPr>
              <w:t>2 CW carriers</w:t>
            </w:r>
          </w:p>
        </w:tc>
        <w:tc>
          <w:tcPr>
            <w:tcW w:w="1701" w:type="dxa"/>
          </w:tcPr>
          <w:p w14:paraId="5404AF6D" w14:textId="77777777" w:rsidR="00040AA9" w:rsidRPr="0031418B" w:rsidRDefault="00040AA9" w:rsidP="008F120B">
            <w:pPr>
              <w:pStyle w:val="TAC"/>
              <w:rPr>
                <w:rFonts w:cs="v4.1.0"/>
              </w:rPr>
            </w:pPr>
            <w:r w:rsidRPr="0031418B">
              <w:rPr>
                <w:rFonts w:cs="v4.1.0"/>
              </w:rPr>
              <w:t>1 MHz</w:t>
            </w:r>
          </w:p>
        </w:tc>
      </w:tr>
    </w:tbl>
    <w:p w14:paraId="4697FF9C" w14:textId="77777777" w:rsidR="00040AA9" w:rsidRPr="0031418B" w:rsidRDefault="00040AA9" w:rsidP="00040AA9">
      <w:pPr>
        <w:rPr>
          <w:rFonts w:cs="v4.1.0"/>
        </w:rPr>
      </w:pPr>
    </w:p>
    <w:p w14:paraId="5035EA53" w14:textId="77777777" w:rsidR="00785ABE" w:rsidRPr="0031418B" w:rsidRDefault="00A839DB" w:rsidP="00E14186">
      <w:pPr>
        <w:pStyle w:val="Heading2"/>
      </w:pPr>
      <w:bookmarkStart w:id="73" w:name="_Toc503964282"/>
      <w:r w:rsidRPr="0031418B">
        <w:t>1</w:t>
      </w:r>
      <w:r w:rsidR="00712545" w:rsidRPr="0031418B">
        <w:t>1</w:t>
      </w:r>
      <w:r w:rsidR="00E14186" w:rsidRPr="0031418B">
        <w:t>.</w:t>
      </w:r>
      <w:r w:rsidR="005202C4" w:rsidRPr="0031418B">
        <w:t>2</w:t>
      </w:r>
      <w:r w:rsidR="00E14186" w:rsidRPr="0031418B">
        <w:tab/>
      </w:r>
      <w:r w:rsidR="00785ABE" w:rsidRPr="0031418B">
        <w:t>Co-</w:t>
      </w:r>
      <w:r w:rsidR="00F72733" w:rsidRPr="0031418B">
        <w:t>location with BS in other systems</w:t>
      </w:r>
      <w:bookmarkEnd w:id="73"/>
    </w:p>
    <w:p w14:paraId="3F6B4626" w14:textId="77777777" w:rsidR="00D87321" w:rsidRPr="0031418B" w:rsidRDefault="00D87321" w:rsidP="00D87321">
      <w:pPr>
        <w:keepNext/>
        <w:keepLines/>
        <w:rPr>
          <w:rFonts w:cs="v5.0.0"/>
        </w:rPr>
      </w:pPr>
      <w:r w:rsidRPr="0031418B">
        <w:rPr>
          <w:rFonts w:cs="v5.0.0"/>
        </w:rPr>
        <w:t xml:space="preserve">This additional input intermodulation requirement may be applied for the protection of </w:t>
      </w:r>
      <w:r w:rsidR="00781E9B" w:rsidRPr="0031418B">
        <w:rPr>
          <w:rFonts w:cs="v5.0.0"/>
        </w:rPr>
        <w:t xml:space="preserve">E-UTRA </w:t>
      </w:r>
      <w:r w:rsidRPr="0031418B">
        <w:rPr>
          <w:rFonts w:cs="v5.0.0"/>
        </w:rPr>
        <w:t>FDD Repeater input when GSM900, DCS1800, PCS1900, GSM850, UTRA FDD, UTRA TDD and/or E-UTRA BS are co-located with an E-UTRA FDD Repeater.</w:t>
      </w:r>
    </w:p>
    <w:p w14:paraId="116EEB09" w14:textId="77777777" w:rsidR="00D87321" w:rsidRPr="0031418B" w:rsidRDefault="00D87321" w:rsidP="00043B4B">
      <w:pPr>
        <w:keepLines/>
        <w:rPr>
          <w:rFonts w:cs="v5.0.0"/>
        </w:rPr>
      </w:pPr>
      <w:r w:rsidRPr="0031418B">
        <w:rPr>
          <w:rFonts w:cs="v5.0.0"/>
        </w:rPr>
        <w:t>Unless otherwise stated this requirement applies to the uplink and downlink of the repeater, at maximum gain.</w:t>
      </w:r>
    </w:p>
    <w:p w14:paraId="673B79D4" w14:textId="77777777" w:rsidR="00D87321" w:rsidRPr="0031418B" w:rsidRDefault="00D87321" w:rsidP="00D87321">
      <w:pPr>
        <w:pStyle w:val="Heading3"/>
        <w:rPr>
          <w:rFonts w:cs="v4.1.0"/>
        </w:rPr>
      </w:pPr>
      <w:bookmarkStart w:id="74" w:name="_Toc503964283"/>
      <w:r w:rsidRPr="0031418B">
        <w:rPr>
          <w:rFonts w:cs="v4.1.0"/>
        </w:rPr>
        <w:t>11.2.1</w:t>
      </w:r>
      <w:r w:rsidRPr="0031418B">
        <w:rPr>
          <w:rFonts w:cs="v4.1.0"/>
        </w:rPr>
        <w:tab/>
        <w:t>Minimum requirement</w:t>
      </w:r>
      <w:bookmarkEnd w:id="74"/>
    </w:p>
    <w:p w14:paraId="6FBDB7BE" w14:textId="77777777" w:rsidR="00D87321" w:rsidRPr="0031418B" w:rsidRDefault="00D87321" w:rsidP="00D87321">
      <w:pPr>
        <w:keepNext/>
        <w:keepLines/>
        <w:rPr>
          <w:rFonts w:cs="v4.1.0"/>
        </w:rPr>
      </w:pPr>
      <w:r w:rsidRPr="0031418B">
        <w:rPr>
          <w:rFonts w:cs="v4.1.0"/>
        </w:rPr>
        <w:t>For the parameters specified in table 11.2.1-1, the power in the pass band shall not increase with more than 10 dB at the output of the repeater as measured in the centre of the pass band, compared to the level obtained without interfering signals applied.</w:t>
      </w:r>
    </w:p>
    <w:p w14:paraId="5C3EEC48" w14:textId="77777777" w:rsidR="00D87321" w:rsidRPr="0031418B" w:rsidRDefault="00D87321" w:rsidP="00D87321">
      <w:pPr>
        <w:keepNext/>
        <w:keepLines/>
        <w:rPr>
          <w:rFonts w:cs="v4.1.0"/>
        </w:rPr>
      </w:pPr>
      <w:r w:rsidRPr="0031418B">
        <w:rPr>
          <w:rFonts w:cs="v4.1.0"/>
        </w:rPr>
        <w:t xml:space="preserve">The frequency separation between the two interfering signals shall be adjusted so that the lowest order intermodulation product is positioned in the centre of the pass band. </w:t>
      </w:r>
    </w:p>
    <w:p w14:paraId="74FB7486" w14:textId="77777777" w:rsidR="00D87321" w:rsidRPr="0031418B" w:rsidRDefault="00D87321" w:rsidP="00043B4B">
      <w:pPr>
        <w:pStyle w:val="NO"/>
        <w:rPr>
          <w:rFonts w:cs="v4.1.0"/>
        </w:rPr>
      </w:pPr>
      <w:r w:rsidRPr="0031418B">
        <w:rPr>
          <w:rFonts w:cs="v4.1.0"/>
        </w:rPr>
        <w:t>NOTE 1:</w:t>
      </w:r>
      <w:r w:rsidRPr="0031418B">
        <w:rPr>
          <w:rFonts w:cs="v4.1.0"/>
        </w:rPr>
        <w:tab/>
        <w:t>The lowest intermodulation products correspond to the 4</w:t>
      </w:r>
      <w:r w:rsidRPr="0031418B">
        <w:rPr>
          <w:rFonts w:cs="v4.1.0"/>
          <w:vertAlign w:val="superscript"/>
        </w:rPr>
        <w:t>th</w:t>
      </w:r>
      <w:r w:rsidRPr="0031418B">
        <w:rPr>
          <w:rFonts w:cs="v4.1.0"/>
        </w:rPr>
        <w:t xml:space="preserve"> and 3</w:t>
      </w:r>
      <w:r w:rsidRPr="0031418B">
        <w:rPr>
          <w:rFonts w:cs="v4.1.0"/>
          <w:vertAlign w:val="superscript"/>
        </w:rPr>
        <w:t>rd</w:t>
      </w:r>
      <w:r w:rsidRPr="0031418B">
        <w:rPr>
          <w:rFonts w:cs="v4.1.0"/>
        </w:rPr>
        <w:t xml:space="preserve"> order for the GSM 900 and DCS 1800 bands, respectively.</w:t>
      </w:r>
    </w:p>
    <w:p w14:paraId="6DB227DF" w14:textId="77777777" w:rsidR="00D87321" w:rsidRPr="0031418B" w:rsidRDefault="00D87321" w:rsidP="00D87321">
      <w:pPr>
        <w:pStyle w:val="TH"/>
        <w:rPr>
          <w:rFonts w:cs="v4.1.0"/>
        </w:rPr>
      </w:pPr>
      <w:r w:rsidRPr="0031418B">
        <w:rPr>
          <w:rFonts w:eastAsia="Osaka" w:cs="v4.1.0"/>
        </w:rPr>
        <w:lastRenderedPageBreak/>
        <w:t xml:space="preserve">Table </w:t>
      </w:r>
      <w:r w:rsidRPr="0031418B">
        <w:rPr>
          <w:rFonts w:eastAsia="Osaka" w:cs="v4.1.0"/>
          <w:lang w:eastAsia="ja-JP"/>
        </w:rPr>
        <w:t>11.2.1-1</w:t>
      </w:r>
      <w:r w:rsidRPr="0031418B">
        <w:rPr>
          <w:rFonts w:eastAsia="Osaka" w:cs="v4.1.0"/>
        </w:rPr>
        <w:t xml:space="preserve">: </w:t>
      </w:r>
      <w:r w:rsidRPr="0031418B">
        <w:rPr>
          <w:rFonts w:cs="v4.1.0"/>
        </w:rPr>
        <w:t>Input intermodulation requirements for interfering signals in co-located other systems</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1418"/>
        <w:gridCol w:w="1134"/>
        <w:gridCol w:w="992"/>
        <w:gridCol w:w="1276"/>
        <w:gridCol w:w="3753"/>
      </w:tblGrid>
      <w:tr w:rsidR="00D87321" w:rsidRPr="0031418B" w14:paraId="359C834F" w14:textId="77777777">
        <w:trPr>
          <w:jc w:val="center"/>
        </w:trPr>
        <w:tc>
          <w:tcPr>
            <w:tcW w:w="1200" w:type="dxa"/>
          </w:tcPr>
          <w:p w14:paraId="66B08521" w14:textId="77777777" w:rsidR="00D87321" w:rsidRPr="0031418B" w:rsidRDefault="00D87321" w:rsidP="00BF2993">
            <w:pPr>
              <w:pStyle w:val="TAL"/>
              <w:jc w:val="center"/>
              <w:rPr>
                <w:rFonts w:cs="v4.1.0"/>
                <w:b/>
              </w:rPr>
            </w:pPr>
            <w:r w:rsidRPr="0031418B">
              <w:rPr>
                <w:b/>
              </w:rPr>
              <w:lastRenderedPageBreak/>
              <w:t>Co-located other systems</w:t>
            </w:r>
          </w:p>
        </w:tc>
        <w:tc>
          <w:tcPr>
            <w:tcW w:w="1418" w:type="dxa"/>
          </w:tcPr>
          <w:p w14:paraId="1CF02B37" w14:textId="77777777" w:rsidR="00D87321" w:rsidRPr="0031418B" w:rsidRDefault="00D87321" w:rsidP="00BF2993">
            <w:pPr>
              <w:pStyle w:val="TAL"/>
              <w:jc w:val="center"/>
              <w:rPr>
                <w:b/>
              </w:rPr>
            </w:pPr>
            <w:r w:rsidRPr="0031418B">
              <w:rPr>
                <w:b/>
              </w:rPr>
              <w:t>Frequency of interfering signals</w:t>
            </w:r>
          </w:p>
        </w:tc>
        <w:tc>
          <w:tcPr>
            <w:tcW w:w="1134" w:type="dxa"/>
          </w:tcPr>
          <w:p w14:paraId="44B6A9DB" w14:textId="77777777" w:rsidR="00D87321" w:rsidRPr="0031418B" w:rsidRDefault="00D87321" w:rsidP="00BF2993">
            <w:pPr>
              <w:pStyle w:val="TAL"/>
              <w:jc w:val="center"/>
              <w:rPr>
                <w:rFonts w:cs="v4.1.0"/>
                <w:b/>
              </w:rPr>
            </w:pPr>
            <w:r w:rsidRPr="0031418B">
              <w:rPr>
                <w:rFonts w:cs="v4.1.0"/>
                <w:b/>
              </w:rPr>
              <w:t>Interfering Signal Levels</w:t>
            </w:r>
          </w:p>
        </w:tc>
        <w:tc>
          <w:tcPr>
            <w:tcW w:w="992" w:type="dxa"/>
          </w:tcPr>
          <w:p w14:paraId="2E9F1E56" w14:textId="77777777" w:rsidR="00D87321" w:rsidRPr="0031418B" w:rsidRDefault="00D87321" w:rsidP="00BF2993">
            <w:pPr>
              <w:pStyle w:val="TAL"/>
              <w:jc w:val="center"/>
              <w:rPr>
                <w:rFonts w:cs="v4.1.0"/>
                <w:b/>
              </w:rPr>
            </w:pPr>
            <w:r w:rsidRPr="0031418B">
              <w:rPr>
                <w:rFonts w:cs="v4.1.0"/>
                <w:b/>
              </w:rPr>
              <w:t>Type of signals</w:t>
            </w:r>
          </w:p>
        </w:tc>
        <w:tc>
          <w:tcPr>
            <w:tcW w:w="1276" w:type="dxa"/>
          </w:tcPr>
          <w:p w14:paraId="295B92AC" w14:textId="77777777" w:rsidR="00D87321" w:rsidRPr="0031418B" w:rsidRDefault="00D87321" w:rsidP="00BF2993">
            <w:pPr>
              <w:pStyle w:val="TAL"/>
              <w:jc w:val="center"/>
              <w:rPr>
                <w:rFonts w:cs="v4.1.0"/>
                <w:b/>
              </w:rPr>
            </w:pPr>
            <w:r w:rsidRPr="0031418B">
              <w:rPr>
                <w:rFonts w:cs="v4.1.0"/>
                <w:b/>
              </w:rPr>
              <w:t>Measurement bandwidth</w:t>
            </w:r>
          </w:p>
        </w:tc>
        <w:tc>
          <w:tcPr>
            <w:tcW w:w="3753" w:type="dxa"/>
          </w:tcPr>
          <w:p w14:paraId="3916AAA0" w14:textId="77777777" w:rsidR="00D87321" w:rsidRPr="0031418B" w:rsidRDefault="00D87321" w:rsidP="00BF2993">
            <w:pPr>
              <w:pStyle w:val="TAL"/>
              <w:jc w:val="center"/>
              <w:rPr>
                <w:rFonts w:cs="v4.1.0"/>
                <w:b/>
              </w:rPr>
            </w:pPr>
            <w:r w:rsidRPr="0031418B">
              <w:rPr>
                <w:rFonts w:cs="v4.1.0"/>
                <w:b/>
              </w:rPr>
              <w:t>Note</w:t>
            </w:r>
          </w:p>
        </w:tc>
      </w:tr>
      <w:tr w:rsidR="00D87321" w:rsidRPr="0031418B" w14:paraId="1D9CD205" w14:textId="77777777">
        <w:trPr>
          <w:jc w:val="center"/>
        </w:trPr>
        <w:tc>
          <w:tcPr>
            <w:tcW w:w="1200" w:type="dxa"/>
            <w:vAlign w:val="center"/>
          </w:tcPr>
          <w:p w14:paraId="5066369B" w14:textId="77777777" w:rsidR="00D87321" w:rsidRPr="0031418B" w:rsidRDefault="00D87321" w:rsidP="00BF2993">
            <w:pPr>
              <w:pStyle w:val="TAL"/>
              <w:jc w:val="center"/>
            </w:pPr>
            <w:r w:rsidRPr="0031418B">
              <w:t>GSM900</w:t>
            </w:r>
          </w:p>
        </w:tc>
        <w:tc>
          <w:tcPr>
            <w:tcW w:w="1418" w:type="dxa"/>
            <w:vAlign w:val="center"/>
          </w:tcPr>
          <w:p w14:paraId="7C49A807" w14:textId="77777777" w:rsidR="00D87321" w:rsidRPr="0031418B" w:rsidRDefault="00D87321" w:rsidP="00BF2993">
            <w:pPr>
              <w:pStyle w:val="TAL"/>
              <w:jc w:val="center"/>
            </w:pPr>
            <w:r w:rsidRPr="0031418B">
              <w:t xml:space="preserve">921 </w:t>
            </w:r>
            <w:r w:rsidRPr="0031418B">
              <w:noBreakHyphen/>
              <w:t xml:space="preserve"> 960 MHz</w:t>
            </w:r>
          </w:p>
        </w:tc>
        <w:tc>
          <w:tcPr>
            <w:tcW w:w="1134" w:type="dxa"/>
            <w:vAlign w:val="center"/>
          </w:tcPr>
          <w:p w14:paraId="30C01EF0" w14:textId="77777777" w:rsidR="00D87321" w:rsidRPr="0031418B" w:rsidRDefault="00D87321" w:rsidP="00BF2993">
            <w:pPr>
              <w:pStyle w:val="TAL"/>
              <w:jc w:val="center"/>
            </w:pPr>
            <w:r w:rsidRPr="0031418B">
              <w:t>+16 dBm</w:t>
            </w:r>
          </w:p>
        </w:tc>
        <w:tc>
          <w:tcPr>
            <w:tcW w:w="992" w:type="dxa"/>
            <w:vAlign w:val="center"/>
          </w:tcPr>
          <w:p w14:paraId="556FA38B" w14:textId="77777777" w:rsidR="00D87321" w:rsidRPr="0031418B" w:rsidRDefault="00D87321" w:rsidP="00BF2993">
            <w:pPr>
              <w:pStyle w:val="TAL"/>
              <w:jc w:val="center"/>
              <w:rPr>
                <w:lang w:eastAsia="ja-JP"/>
              </w:rPr>
            </w:pPr>
            <w:r w:rsidRPr="0031418B">
              <w:t>2 CW carriers</w:t>
            </w:r>
          </w:p>
        </w:tc>
        <w:tc>
          <w:tcPr>
            <w:tcW w:w="1276" w:type="dxa"/>
            <w:vAlign w:val="center"/>
          </w:tcPr>
          <w:p w14:paraId="36E1FAD7" w14:textId="77777777" w:rsidR="00D87321" w:rsidRPr="0031418B" w:rsidRDefault="00D87321" w:rsidP="00BF2993">
            <w:pPr>
              <w:pStyle w:val="TAL"/>
              <w:jc w:val="center"/>
            </w:pPr>
            <w:r w:rsidRPr="0031418B">
              <w:t>1 MHz</w:t>
            </w:r>
          </w:p>
        </w:tc>
        <w:tc>
          <w:tcPr>
            <w:tcW w:w="3753" w:type="dxa"/>
          </w:tcPr>
          <w:p w14:paraId="1660E0CD" w14:textId="77777777" w:rsidR="00D87321" w:rsidRPr="0031418B" w:rsidRDefault="00D87321" w:rsidP="00BF2993">
            <w:pPr>
              <w:pStyle w:val="TAL"/>
            </w:pPr>
            <w:r w:rsidRPr="0031418B">
              <w:t xml:space="preserve">This requirement does not apply to </w:t>
            </w:r>
            <w:r w:rsidRPr="0031418B">
              <w:rPr>
                <w:rFonts w:cs="v5.0.0"/>
              </w:rPr>
              <w:t>E-UTRA FDD</w:t>
            </w:r>
            <w:r w:rsidRPr="0031418B">
              <w:t xml:space="preserve"> Repeater operating in band 8,</w:t>
            </w:r>
            <w:r w:rsidRPr="0031418B">
              <w:rPr>
                <w:rFonts w:cs="v5.0.0"/>
              </w:rPr>
              <w:t xml:space="preserve"> since it is already covered by the requirement in sub-clause 11.1</w:t>
            </w:r>
            <w:r w:rsidRPr="0031418B">
              <w:t>, but requires a 86dB coupling loss between base station and the repeater DL receive port.</w:t>
            </w:r>
          </w:p>
        </w:tc>
      </w:tr>
      <w:tr w:rsidR="00D87321" w:rsidRPr="0031418B" w14:paraId="4F329C1C" w14:textId="77777777">
        <w:trPr>
          <w:jc w:val="center"/>
        </w:trPr>
        <w:tc>
          <w:tcPr>
            <w:tcW w:w="1200" w:type="dxa"/>
            <w:vAlign w:val="center"/>
          </w:tcPr>
          <w:p w14:paraId="2431D07A" w14:textId="77777777" w:rsidR="00D87321" w:rsidRPr="0031418B" w:rsidRDefault="00D87321" w:rsidP="00BF2993">
            <w:pPr>
              <w:pStyle w:val="TAL"/>
              <w:jc w:val="center"/>
            </w:pPr>
            <w:r w:rsidRPr="0031418B">
              <w:t>DCS1800</w:t>
            </w:r>
          </w:p>
        </w:tc>
        <w:tc>
          <w:tcPr>
            <w:tcW w:w="1418" w:type="dxa"/>
            <w:vAlign w:val="center"/>
          </w:tcPr>
          <w:p w14:paraId="261796D0" w14:textId="77777777" w:rsidR="00D87321" w:rsidRPr="0031418B" w:rsidRDefault="00D87321" w:rsidP="00BF2993">
            <w:pPr>
              <w:pStyle w:val="TAL"/>
              <w:jc w:val="center"/>
            </w:pPr>
            <w:r w:rsidRPr="0031418B">
              <w:t xml:space="preserve">1805 </w:t>
            </w:r>
            <w:r w:rsidRPr="0031418B">
              <w:noBreakHyphen/>
              <w:t xml:space="preserve"> 1880 MHz</w:t>
            </w:r>
          </w:p>
        </w:tc>
        <w:tc>
          <w:tcPr>
            <w:tcW w:w="1134" w:type="dxa"/>
            <w:vAlign w:val="center"/>
          </w:tcPr>
          <w:p w14:paraId="72016FC5" w14:textId="77777777" w:rsidR="00D87321" w:rsidRPr="0031418B" w:rsidRDefault="00D87321" w:rsidP="00BF2993">
            <w:pPr>
              <w:pStyle w:val="TAL"/>
              <w:jc w:val="center"/>
            </w:pPr>
            <w:r w:rsidRPr="0031418B">
              <w:t>+16 dBm</w:t>
            </w:r>
          </w:p>
        </w:tc>
        <w:tc>
          <w:tcPr>
            <w:tcW w:w="992" w:type="dxa"/>
            <w:vAlign w:val="center"/>
          </w:tcPr>
          <w:p w14:paraId="3C29B9F9" w14:textId="77777777" w:rsidR="00D87321" w:rsidRPr="0031418B" w:rsidRDefault="00D87321" w:rsidP="00BF2993">
            <w:pPr>
              <w:pStyle w:val="TAL"/>
              <w:jc w:val="center"/>
            </w:pPr>
            <w:r w:rsidRPr="0031418B">
              <w:t>2 CW carriers</w:t>
            </w:r>
          </w:p>
        </w:tc>
        <w:tc>
          <w:tcPr>
            <w:tcW w:w="1276" w:type="dxa"/>
            <w:vAlign w:val="center"/>
          </w:tcPr>
          <w:p w14:paraId="27D06465" w14:textId="77777777" w:rsidR="00D87321" w:rsidRPr="0031418B" w:rsidRDefault="00D87321" w:rsidP="00BF2993">
            <w:pPr>
              <w:pStyle w:val="TAL"/>
              <w:jc w:val="center"/>
            </w:pPr>
            <w:r w:rsidRPr="0031418B">
              <w:t>1 MHz</w:t>
            </w:r>
          </w:p>
        </w:tc>
        <w:tc>
          <w:tcPr>
            <w:tcW w:w="3753" w:type="dxa"/>
          </w:tcPr>
          <w:p w14:paraId="00A82F7E" w14:textId="77777777" w:rsidR="00D87321" w:rsidRPr="0031418B" w:rsidRDefault="00D87321" w:rsidP="00BF2993">
            <w:pPr>
              <w:pStyle w:val="TAL"/>
            </w:pPr>
            <w:r w:rsidRPr="0031418B">
              <w:t xml:space="preserve">This requirement does not apply to </w:t>
            </w:r>
            <w:r w:rsidRPr="0031418B">
              <w:rPr>
                <w:rFonts w:cs="v5.0.0"/>
              </w:rPr>
              <w:t>E-UTRA FDD</w:t>
            </w:r>
            <w:r w:rsidRPr="0031418B">
              <w:t xml:space="preserve"> Repeater operating in band 3,</w:t>
            </w:r>
            <w:r w:rsidRPr="0031418B">
              <w:rPr>
                <w:rFonts w:cs="v5.0.0"/>
              </w:rPr>
              <w:t xml:space="preserve"> since it is already covered by the requirement in sub-clause 11.1,</w:t>
            </w:r>
            <w:r w:rsidRPr="0031418B">
              <w:t xml:space="preserve"> but requires a 86dB coupling loss between base station and the repeater DL receive port.</w:t>
            </w:r>
          </w:p>
        </w:tc>
      </w:tr>
      <w:tr w:rsidR="00D87321" w:rsidRPr="0031418B" w14:paraId="203649CD"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639BC5DF" w14:textId="77777777" w:rsidR="00D87321" w:rsidRPr="0031418B" w:rsidRDefault="00D87321" w:rsidP="00BF2993">
            <w:pPr>
              <w:pStyle w:val="TAL"/>
              <w:jc w:val="center"/>
            </w:pPr>
            <w:r w:rsidRPr="0031418B">
              <w:t>PCS1900</w:t>
            </w:r>
          </w:p>
        </w:tc>
        <w:tc>
          <w:tcPr>
            <w:tcW w:w="1418" w:type="dxa"/>
            <w:tcBorders>
              <w:top w:val="single" w:sz="4" w:space="0" w:color="auto"/>
              <w:left w:val="single" w:sz="4" w:space="0" w:color="auto"/>
              <w:bottom w:val="single" w:sz="4" w:space="0" w:color="auto"/>
              <w:right w:val="single" w:sz="4" w:space="0" w:color="auto"/>
            </w:tcBorders>
            <w:vAlign w:val="center"/>
          </w:tcPr>
          <w:p w14:paraId="6A02F04C" w14:textId="77777777" w:rsidR="00D87321" w:rsidRPr="0031418B" w:rsidRDefault="00D87321" w:rsidP="00BF2993">
            <w:pPr>
              <w:pStyle w:val="TAL"/>
              <w:jc w:val="center"/>
            </w:pPr>
            <w:r w:rsidRPr="0031418B">
              <w:t>1930 - 1990 MHz</w:t>
            </w:r>
          </w:p>
        </w:tc>
        <w:tc>
          <w:tcPr>
            <w:tcW w:w="1134" w:type="dxa"/>
            <w:tcBorders>
              <w:top w:val="single" w:sz="4" w:space="0" w:color="auto"/>
              <w:left w:val="single" w:sz="4" w:space="0" w:color="auto"/>
              <w:bottom w:val="single" w:sz="4" w:space="0" w:color="auto"/>
              <w:right w:val="single" w:sz="4" w:space="0" w:color="auto"/>
            </w:tcBorders>
            <w:vAlign w:val="center"/>
          </w:tcPr>
          <w:p w14:paraId="0DC99038"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08AE6A72"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26365070"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0CB894EF" w14:textId="77777777" w:rsidR="00D87321" w:rsidRPr="0031418B" w:rsidRDefault="00D87321" w:rsidP="00BF2993">
            <w:pPr>
              <w:pStyle w:val="TAL"/>
            </w:pPr>
            <w:r w:rsidRPr="0031418B">
              <w:t>This requirement does not apply to E-UTRA FDD Repeater operating in band 2</w:t>
            </w:r>
            <w:r w:rsidR="003B1553" w:rsidRPr="0031418B">
              <w:t xml:space="preserve"> or band 25</w:t>
            </w:r>
            <w:r w:rsidRPr="0031418B">
              <w:t>,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176D6130"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DBA010E" w14:textId="77777777" w:rsidR="00D87321" w:rsidRPr="0031418B" w:rsidRDefault="00D87321" w:rsidP="00BF2993">
            <w:pPr>
              <w:pStyle w:val="TAL"/>
              <w:jc w:val="center"/>
            </w:pPr>
            <w:r w:rsidRPr="0031418B">
              <w:t>GSM850</w:t>
            </w:r>
            <w:r w:rsidR="00134469" w:rsidRPr="0031418B">
              <w:t xml:space="preserve"> or CDMA850</w:t>
            </w:r>
          </w:p>
        </w:tc>
        <w:tc>
          <w:tcPr>
            <w:tcW w:w="1418" w:type="dxa"/>
            <w:tcBorders>
              <w:top w:val="single" w:sz="4" w:space="0" w:color="auto"/>
              <w:left w:val="single" w:sz="4" w:space="0" w:color="auto"/>
              <w:bottom w:val="single" w:sz="4" w:space="0" w:color="auto"/>
              <w:right w:val="single" w:sz="4" w:space="0" w:color="auto"/>
            </w:tcBorders>
            <w:vAlign w:val="center"/>
          </w:tcPr>
          <w:p w14:paraId="43C77025" w14:textId="77777777" w:rsidR="00D87321" w:rsidRPr="0031418B" w:rsidRDefault="00D87321" w:rsidP="00BF2993">
            <w:pPr>
              <w:pStyle w:val="TAL"/>
              <w:jc w:val="center"/>
            </w:pPr>
            <w:r w:rsidRPr="0031418B">
              <w:t>869 - 894 MHz</w:t>
            </w:r>
          </w:p>
        </w:tc>
        <w:tc>
          <w:tcPr>
            <w:tcW w:w="1134" w:type="dxa"/>
            <w:tcBorders>
              <w:top w:val="single" w:sz="4" w:space="0" w:color="auto"/>
              <w:left w:val="single" w:sz="4" w:space="0" w:color="auto"/>
              <w:bottom w:val="single" w:sz="4" w:space="0" w:color="auto"/>
              <w:right w:val="single" w:sz="4" w:space="0" w:color="auto"/>
            </w:tcBorders>
            <w:vAlign w:val="center"/>
          </w:tcPr>
          <w:p w14:paraId="55261129"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306D23F1"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6608AA6B"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757EAADA" w14:textId="77777777" w:rsidR="00D87321" w:rsidRPr="0031418B" w:rsidRDefault="00D87321" w:rsidP="00BF2993">
            <w:pPr>
              <w:pStyle w:val="TAL"/>
            </w:pPr>
            <w:r w:rsidRPr="0031418B">
              <w:t>This requirement does not apply to E-UTRA FDD Repeater operating in band 5</w:t>
            </w:r>
            <w:r w:rsidR="009F4760" w:rsidRPr="0031418B">
              <w:t xml:space="preserve"> or 26</w:t>
            </w:r>
            <w:r w:rsidRPr="0031418B">
              <w:t>,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4BFDD682"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A3628CE" w14:textId="77777777" w:rsidR="00D87321" w:rsidRPr="0031418B" w:rsidRDefault="00D87321" w:rsidP="00BF2993">
            <w:pPr>
              <w:pStyle w:val="TAL"/>
              <w:jc w:val="center"/>
            </w:pPr>
            <w:r w:rsidRPr="0031418B">
              <w:t xml:space="preserve">UTRA-FDD Band I or </w:t>
            </w:r>
            <w:r w:rsidRPr="0031418B">
              <w:br/>
              <w:t>E-UTRA Band 1</w:t>
            </w:r>
          </w:p>
        </w:tc>
        <w:tc>
          <w:tcPr>
            <w:tcW w:w="1418" w:type="dxa"/>
            <w:tcBorders>
              <w:top w:val="single" w:sz="4" w:space="0" w:color="auto"/>
              <w:left w:val="single" w:sz="4" w:space="0" w:color="auto"/>
              <w:bottom w:val="single" w:sz="4" w:space="0" w:color="auto"/>
              <w:right w:val="single" w:sz="4" w:space="0" w:color="auto"/>
            </w:tcBorders>
            <w:vAlign w:val="center"/>
          </w:tcPr>
          <w:p w14:paraId="6AC853C8" w14:textId="77777777" w:rsidR="00D87321" w:rsidRPr="0031418B" w:rsidRDefault="00D87321" w:rsidP="00BF2993">
            <w:pPr>
              <w:pStyle w:val="TAL"/>
              <w:jc w:val="center"/>
            </w:pPr>
            <w:r w:rsidRPr="0031418B">
              <w:t>2110 - 2170 MHz</w:t>
            </w:r>
          </w:p>
        </w:tc>
        <w:tc>
          <w:tcPr>
            <w:tcW w:w="1134" w:type="dxa"/>
            <w:tcBorders>
              <w:top w:val="single" w:sz="4" w:space="0" w:color="auto"/>
              <w:left w:val="single" w:sz="4" w:space="0" w:color="auto"/>
              <w:bottom w:val="single" w:sz="4" w:space="0" w:color="auto"/>
              <w:right w:val="single" w:sz="4" w:space="0" w:color="auto"/>
            </w:tcBorders>
            <w:vAlign w:val="center"/>
          </w:tcPr>
          <w:p w14:paraId="2242FD8B"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F0587E5"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123B6A8F"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0C73A7ED" w14:textId="77777777" w:rsidR="00D87321" w:rsidRPr="0031418B" w:rsidRDefault="00D87321" w:rsidP="00BF2993">
            <w:pPr>
              <w:pStyle w:val="TAL"/>
            </w:pPr>
            <w:r w:rsidRPr="0031418B">
              <w:t>This requirement does not apply to E-UTRA FDD Repeater operating in band 1,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7668A930"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641B27E5" w14:textId="77777777" w:rsidR="00D87321" w:rsidRPr="0031418B" w:rsidRDefault="00D87321" w:rsidP="00BF2993">
            <w:pPr>
              <w:pStyle w:val="TAL"/>
              <w:jc w:val="center"/>
            </w:pPr>
            <w:r w:rsidRPr="0031418B">
              <w:t>UTRA-FDD Band II or</w:t>
            </w:r>
            <w:r w:rsidRPr="0031418B">
              <w:br/>
              <w:t>E-UTRA Band 2</w:t>
            </w:r>
          </w:p>
        </w:tc>
        <w:tc>
          <w:tcPr>
            <w:tcW w:w="1418" w:type="dxa"/>
            <w:tcBorders>
              <w:top w:val="single" w:sz="4" w:space="0" w:color="auto"/>
              <w:left w:val="single" w:sz="4" w:space="0" w:color="auto"/>
              <w:bottom w:val="single" w:sz="4" w:space="0" w:color="auto"/>
              <w:right w:val="single" w:sz="4" w:space="0" w:color="auto"/>
            </w:tcBorders>
            <w:vAlign w:val="center"/>
          </w:tcPr>
          <w:p w14:paraId="00D660E6" w14:textId="77777777" w:rsidR="00D87321" w:rsidRPr="0031418B" w:rsidRDefault="00D87321" w:rsidP="00BF2993">
            <w:pPr>
              <w:pStyle w:val="TAL"/>
              <w:jc w:val="center"/>
            </w:pPr>
            <w:r w:rsidRPr="0031418B">
              <w:t>1930 - 1990 MHz</w:t>
            </w:r>
          </w:p>
        </w:tc>
        <w:tc>
          <w:tcPr>
            <w:tcW w:w="1134" w:type="dxa"/>
            <w:tcBorders>
              <w:top w:val="single" w:sz="4" w:space="0" w:color="auto"/>
              <w:left w:val="single" w:sz="4" w:space="0" w:color="auto"/>
              <w:bottom w:val="single" w:sz="4" w:space="0" w:color="auto"/>
              <w:right w:val="single" w:sz="4" w:space="0" w:color="auto"/>
            </w:tcBorders>
            <w:vAlign w:val="center"/>
          </w:tcPr>
          <w:p w14:paraId="3B500FD4"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097BFB4E"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7464A29E"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3BF8BF2" w14:textId="77777777" w:rsidR="00D87321" w:rsidRPr="0031418B" w:rsidRDefault="00D87321" w:rsidP="00BF2993">
            <w:pPr>
              <w:pStyle w:val="TAL"/>
            </w:pPr>
            <w:r w:rsidRPr="0031418B">
              <w:t>This requirement does not apply to E-UTRA FDD Repeater operating in band 2</w:t>
            </w:r>
            <w:r w:rsidR="003B1553" w:rsidRPr="0031418B">
              <w:t xml:space="preserve"> or band 25</w:t>
            </w:r>
            <w:r w:rsidRPr="0031418B">
              <w:t>,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4E8EB979"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282F9452" w14:textId="77777777" w:rsidR="00D87321" w:rsidRPr="0031418B" w:rsidRDefault="00D87321" w:rsidP="00BF2993">
            <w:pPr>
              <w:pStyle w:val="TAL"/>
              <w:jc w:val="center"/>
            </w:pPr>
            <w:r w:rsidRPr="0031418B">
              <w:t>UTRA-FDD Band III or</w:t>
            </w:r>
            <w:r w:rsidRPr="0031418B">
              <w:br/>
              <w:t>E-UTRA Band 3</w:t>
            </w:r>
          </w:p>
        </w:tc>
        <w:tc>
          <w:tcPr>
            <w:tcW w:w="1418" w:type="dxa"/>
            <w:tcBorders>
              <w:top w:val="single" w:sz="4" w:space="0" w:color="auto"/>
              <w:left w:val="single" w:sz="4" w:space="0" w:color="auto"/>
              <w:bottom w:val="single" w:sz="4" w:space="0" w:color="auto"/>
              <w:right w:val="single" w:sz="4" w:space="0" w:color="auto"/>
            </w:tcBorders>
            <w:vAlign w:val="center"/>
          </w:tcPr>
          <w:p w14:paraId="4459C742" w14:textId="77777777" w:rsidR="00D87321" w:rsidRPr="0031418B" w:rsidRDefault="00D87321" w:rsidP="00BF2993">
            <w:pPr>
              <w:pStyle w:val="TAL"/>
              <w:jc w:val="center"/>
            </w:pPr>
            <w:r w:rsidRPr="0031418B">
              <w:t>1805 - 1880 MHz</w:t>
            </w:r>
          </w:p>
        </w:tc>
        <w:tc>
          <w:tcPr>
            <w:tcW w:w="1134" w:type="dxa"/>
            <w:tcBorders>
              <w:top w:val="single" w:sz="4" w:space="0" w:color="auto"/>
              <w:left w:val="single" w:sz="4" w:space="0" w:color="auto"/>
              <w:bottom w:val="single" w:sz="4" w:space="0" w:color="auto"/>
              <w:right w:val="single" w:sz="4" w:space="0" w:color="auto"/>
            </w:tcBorders>
            <w:vAlign w:val="center"/>
          </w:tcPr>
          <w:p w14:paraId="433E1507"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3FB99685"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4DD03226"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4720C0BC" w14:textId="77777777" w:rsidR="00D87321" w:rsidRPr="0031418B" w:rsidRDefault="00D87321" w:rsidP="00BF2993">
            <w:pPr>
              <w:pStyle w:val="TAL"/>
            </w:pPr>
            <w:r w:rsidRPr="0031418B">
              <w:t>This requirement does not apply to E-UTRA FDD Repeater operating in band 3</w:t>
            </w:r>
            <w:r w:rsidR="00715FFC" w:rsidRPr="0031418B">
              <w:t xml:space="preserve"> or band 9</w:t>
            </w:r>
            <w:r w:rsidRPr="0031418B">
              <w:t>,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79F4F324"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46E343E" w14:textId="77777777" w:rsidR="00D87321" w:rsidRPr="0031418B" w:rsidRDefault="00D87321" w:rsidP="00BF2993">
            <w:pPr>
              <w:pStyle w:val="TAL"/>
              <w:jc w:val="center"/>
            </w:pPr>
            <w:r w:rsidRPr="0031418B">
              <w:t>UTRA-FDD Band IV or</w:t>
            </w:r>
            <w:r w:rsidRPr="0031418B">
              <w:br/>
              <w:t>E-UTRA Band 4</w:t>
            </w:r>
          </w:p>
        </w:tc>
        <w:tc>
          <w:tcPr>
            <w:tcW w:w="1418" w:type="dxa"/>
            <w:tcBorders>
              <w:top w:val="single" w:sz="4" w:space="0" w:color="auto"/>
              <w:left w:val="single" w:sz="4" w:space="0" w:color="auto"/>
              <w:bottom w:val="single" w:sz="4" w:space="0" w:color="auto"/>
              <w:right w:val="single" w:sz="4" w:space="0" w:color="auto"/>
            </w:tcBorders>
            <w:vAlign w:val="center"/>
          </w:tcPr>
          <w:p w14:paraId="22D70DD6" w14:textId="77777777" w:rsidR="00D87321" w:rsidRPr="0031418B" w:rsidRDefault="00D87321" w:rsidP="00BF2993">
            <w:pPr>
              <w:pStyle w:val="TAL"/>
              <w:jc w:val="center"/>
            </w:pPr>
            <w:r w:rsidRPr="0031418B">
              <w:t>2110 - 2155 MHz</w:t>
            </w:r>
          </w:p>
        </w:tc>
        <w:tc>
          <w:tcPr>
            <w:tcW w:w="1134" w:type="dxa"/>
            <w:tcBorders>
              <w:top w:val="single" w:sz="4" w:space="0" w:color="auto"/>
              <w:left w:val="single" w:sz="4" w:space="0" w:color="auto"/>
              <w:bottom w:val="single" w:sz="4" w:space="0" w:color="auto"/>
              <w:right w:val="single" w:sz="4" w:space="0" w:color="auto"/>
            </w:tcBorders>
            <w:vAlign w:val="center"/>
          </w:tcPr>
          <w:p w14:paraId="2F3A8004"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24DF8E9"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3452EC38"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6C3CF7A2" w14:textId="77777777" w:rsidR="00D87321" w:rsidRPr="0031418B" w:rsidRDefault="00D87321" w:rsidP="00BF2993">
            <w:pPr>
              <w:pStyle w:val="TAL"/>
            </w:pPr>
            <w:r w:rsidRPr="0031418B">
              <w:t>This requirement does not apply to E-UTRA FDD Repeater operating in band 4</w:t>
            </w:r>
            <w:r w:rsidR="00715FFC" w:rsidRPr="0031418B">
              <w:t xml:space="preserve"> or band 10</w:t>
            </w:r>
            <w:r w:rsidRPr="0031418B">
              <w:t>,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1928EBA8"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45209E7E" w14:textId="77777777" w:rsidR="00D87321" w:rsidRPr="0031418B" w:rsidRDefault="00D87321" w:rsidP="00BF2993">
            <w:pPr>
              <w:pStyle w:val="TAL"/>
              <w:jc w:val="center"/>
            </w:pPr>
            <w:r w:rsidRPr="0031418B">
              <w:t>UTRA-FDD Band V or</w:t>
            </w:r>
            <w:r w:rsidRPr="0031418B">
              <w:br/>
              <w:t>E-UTRA Band 5</w:t>
            </w:r>
          </w:p>
        </w:tc>
        <w:tc>
          <w:tcPr>
            <w:tcW w:w="1418" w:type="dxa"/>
            <w:tcBorders>
              <w:top w:val="single" w:sz="4" w:space="0" w:color="auto"/>
              <w:left w:val="single" w:sz="4" w:space="0" w:color="auto"/>
              <w:bottom w:val="single" w:sz="4" w:space="0" w:color="auto"/>
              <w:right w:val="single" w:sz="4" w:space="0" w:color="auto"/>
            </w:tcBorders>
            <w:vAlign w:val="center"/>
          </w:tcPr>
          <w:p w14:paraId="0F6D2FB4" w14:textId="77777777" w:rsidR="00D87321" w:rsidRPr="0031418B" w:rsidRDefault="00D87321" w:rsidP="00BF2993">
            <w:pPr>
              <w:pStyle w:val="TAL"/>
              <w:jc w:val="center"/>
            </w:pPr>
            <w:r w:rsidRPr="0031418B">
              <w:t>869 - 894 MHz</w:t>
            </w:r>
          </w:p>
        </w:tc>
        <w:tc>
          <w:tcPr>
            <w:tcW w:w="1134" w:type="dxa"/>
            <w:tcBorders>
              <w:top w:val="single" w:sz="4" w:space="0" w:color="auto"/>
              <w:left w:val="single" w:sz="4" w:space="0" w:color="auto"/>
              <w:bottom w:val="single" w:sz="4" w:space="0" w:color="auto"/>
              <w:right w:val="single" w:sz="4" w:space="0" w:color="auto"/>
            </w:tcBorders>
            <w:vAlign w:val="center"/>
          </w:tcPr>
          <w:p w14:paraId="6ACBBD64"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52D9D97"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620371DC"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3933F41E" w14:textId="77777777" w:rsidR="00D87321" w:rsidRPr="0031418B" w:rsidRDefault="00D87321" w:rsidP="00BF2993">
            <w:pPr>
              <w:pStyle w:val="TAL"/>
            </w:pPr>
            <w:r w:rsidRPr="0031418B">
              <w:t>This requirement does not apply to E-UTRA FDD Repeater operating in band 5</w:t>
            </w:r>
            <w:r w:rsidR="009F4760" w:rsidRPr="0031418B">
              <w:t xml:space="preserve"> or 26</w:t>
            </w:r>
            <w:r w:rsidRPr="0031418B">
              <w:t>,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59DAF92F"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1E54DD1" w14:textId="77777777" w:rsidR="00D87321" w:rsidRPr="0031418B" w:rsidRDefault="00D87321" w:rsidP="00BF2993">
            <w:pPr>
              <w:pStyle w:val="TAL"/>
              <w:jc w:val="center"/>
            </w:pPr>
            <w:r w:rsidRPr="0031418B">
              <w:t>UTRA-FDD Band VI</w:t>
            </w:r>
            <w:r w:rsidR="00715FFC" w:rsidRPr="0031418B">
              <w:t xml:space="preserve">,XIX </w:t>
            </w:r>
            <w:r w:rsidRPr="0031418B">
              <w:t>or</w:t>
            </w:r>
            <w:r w:rsidRPr="0031418B">
              <w:br/>
              <w:t>E-UTRA Band 6</w:t>
            </w:r>
            <w:r w:rsidR="00715FFC" w:rsidRPr="0031418B">
              <w:t>, 18, 19</w:t>
            </w:r>
          </w:p>
        </w:tc>
        <w:tc>
          <w:tcPr>
            <w:tcW w:w="1418" w:type="dxa"/>
            <w:tcBorders>
              <w:top w:val="single" w:sz="4" w:space="0" w:color="auto"/>
              <w:left w:val="single" w:sz="4" w:space="0" w:color="auto"/>
              <w:bottom w:val="single" w:sz="4" w:space="0" w:color="auto"/>
              <w:right w:val="single" w:sz="4" w:space="0" w:color="auto"/>
            </w:tcBorders>
            <w:vAlign w:val="center"/>
          </w:tcPr>
          <w:p w14:paraId="64E73732" w14:textId="77777777" w:rsidR="00D87321" w:rsidRPr="0031418B" w:rsidRDefault="00D87321" w:rsidP="00BF2993">
            <w:pPr>
              <w:pStyle w:val="TAL"/>
              <w:jc w:val="center"/>
            </w:pPr>
            <w:r w:rsidRPr="0031418B">
              <w:t>8</w:t>
            </w:r>
            <w:r w:rsidR="00715FFC" w:rsidRPr="0031418B">
              <w:t>60</w:t>
            </w:r>
            <w:r w:rsidRPr="0031418B">
              <w:t xml:space="preserve"> - </w:t>
            </w:r>
            <w:r w:rsidR="006C202B" w:rsidRPr="0031418B">
              <w:t>890</w:t>
            </w:r>
            <w:r w:rsidRPr="0031418B">
              <w:t xml:space="preserve"> MHz</w:t>
            </w:r>
          </w:p>
        </w:tc>
        <w:tc>
          <w:tcPr>
            <w:tcW w:w="1134" w:type="dxa"/>
            <w:tcBorders>
              <w:top w:val="single" w:sz="4" w:space="0" w:color="auto"/>
              <w:left w:val="single" w:sz="4" w:space="0" w:color="auto"/>
              <w:bottom w:val="single" w:sz="4" w:space="0" w:color="auto"/>
              <w:right w:val="single" w:sz="4" w:space="0" w:color="auto"/>
            </w:tcBorders>
            <w:vAlign w:val="center"/>
          </w:tcPr>
          <w:p w14:paraId="153D6510"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6F5ADFDD"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C4B2550"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39E323A3" w14:textId="77777777" w:rsidR="00D87321" w:rsidRPr="0031418B" w:rsidRDefault="00D87321" w:rsidP="00BF2993">
            <w:pPr>
              <w:pStyle w:val="TAL"/>
            </w:pPr>
            <w:r w:rsidRPr="0031418B">
              <w:t>This requirement does not apply to E-UTRA FDD Repeater operating in band 6,</w:t>
            </w:r>
            <w:r w:rsidR="00715FFC" w:rsidRPr="0031418B">
              <w:t xml:space="preserve"> 18</w:t>
            </w:r>
            <w:r w:rsidR="009F4760" w:rsidRPr="0031418B">
              <w:t>,</w:t>
            </w:r>
            <w:r w:rsidR="00715FFC" w:rsidRPr="0031418B">
              <w:t xml:space="preserve"> 19</w:t>
            </w:r>
            <w:r w:rsidR="009F4760" w:rsidRPr="0031418B">
              <w:t>, or 26</w:t>
            </w:r>
            <w:r w:rsidRPr="0031418B">
              <w:t xml:space="preserve">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0352858F"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4096592A" w14:textId="77777777" w:rsidR="00D87321" w:rsidRPr="0031418B" w:rsidRDefault="00D87321" w:rsidP="00BF2993">
            <w:pPr>
              <w:pStyle w:val="TAL"/>
              <w:jc w:val="center"/>
            </w:pPr>
            <w:r w:rsidRPr="0031418B">
              <w:lastRenderedPageBreak/>
              <w:t>UTRA-FDD Band VII or</w:t>
            </w:r>
            <w:r w:rsidRPr="0031418B">
              <w:br/>
              <w:t>E-UTRA Band 7</w:t>
            </w:r>
          </w:p>
        </w:tc>
        <w:tc>
          <w:tcPr>
            <w:tcW w:w="1418" w:type="dxa"/>
            <w:tcBorders>
              <w:top w:val="single" w:sz="4" w:space="0" w:color="auto"/>
              <w:left w:val="single" w:sz="4" w:space="0" w:color="auto"/>
              <w:bottom w:val="single" w:sz="4" w:space="0" w:color="auto"/>
              <w:right w:val="single" w:sz="4" w:space="0" w:color="auto"/>
            </w:tcBorders>
            <w:vAlign w:val="center"/>
          </w:tcPr>
          <w:p w14:paraId="62E778F9" w14:textId="77777777" w:rsidR="00D87321" w:rsidRPr="0031418B" w:rsidRDefault="00D87321" w:rsidP="00BF2993">
            <w:pPr>
              <w:pStyle w:val="TAL"/>
              <w:jc w:val="center"/>
            </w:pPr>
            <w:r w:rsidRPr="0031418B">
              <w:t>2620 - 2690 MHz</w:t>
            </w:r>
          </w:p>
        </w:tc>
        <w:tc>
          <w:tcPr>
            <w:tcW w:w="1134" w:type="dxa"/>
            <w:tcBorders>
              <w:top w:val="single" w:sz="4" w:space="0" w:color="auto"/>
              <w:left w:val="single" w:sz="4" w:space="0" w:color="auto"/>
              <w:bottom w:val="single" w:sz="4" w:space="0" w:color="auto"/>
              <w:right w:val="single" w:sz="4" w:space="0" w:color="auto"/>
            </w:tcBorders>
            <w:vAlign w:val="center"/>
          </w:tcPr>
          <w:p w14:paraId="6518C4B1"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023EAB26"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3938730C"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45A26D93" w14:textId="77777777" w:rsidR="00D87321" w:rsidRPr="0031418B" w:rsidRDefault="00D87321" w:rsidP="00BF2993">
            <w:pPr>
              <w:pStyle w:val="TAL"/>
            </w:pPr>
            <w:r w:rsidRPr="0031418B">
              <w:t>This requirement does not apply to E-UTRA FDD Repeater operating in band 7,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47D5060D"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0FDA7AAC" w14:textId="77777777" w:rsidR="00D87321" w:rsidRPr="0031418B" w:rsidRDefault="00D87321" w:rsidP="00BF2993">
            <w:pPr>
              <w:pStyle w:val="TAL"/>
              <w:jc w:val="center"/>
            </w:pPr>
            <w:r w:rsidRPr="0031418B">
              <w:t>UTRA-FDD Band VIII or</w:t>
            </w:r>
            <w:r w:rsidRPr="0031418B">
              <w:br/>
              <w:t>E-UTRA Band 8</w:t>
            </w:r>
          </w:p>
        </w:tc>
        <w:tc>
          <w:tcPr>
            <w:tcW w:w="1418" w:type="dxa"/>
            <w:tcBorders>
              <w:top w:val="single" w:sz="4" w:space="0" w:color="auto"/>
              <w:left w:val="single" w:sz="4" w:space="0" w:color="auto"/>
              <w:bottom w:val="single" w:sz="4" w:space="0" w:color="auto"/>
              <w:right w:val="single" w:sz="4" w:space="0" w:color="auto"/>
            </w:tcBorders>
            <w:vAlign w:val="center"/>
          </w:tcPr>
          <w:p w14:paraId="4BA0C30C" w14:textId="77777777" w:rsidR="00D87321" w:rsidRPr="0031418B" w:rsidRDefault="00D87321" w:rsidP="00BF2993">
            <w:pPr>
              <w:pStyle w:val="TAL"/>
              <w:jc w:val="center"/>
            </w:pPr>
            <w:r w:rsidRPr="0031418B">
              <w:t>925 - 960 MHz</w:t>
            </w:r>
          </w:p>
        </w:tc>
        <w:tc>
          <w:tcPr>
            <w:tcW w:w="1134" w:type="dxa"/>
            <w:tcBorders>
              <w:top w:val="single" w:sz="4" w:space="0" w:color="auto"/>
              <w:left w:val="single" w:sz="4" w:space="0" w:color="auto"/>
              <w:bottom w:val="single" w:sz="4" w:space="0" w:color="auto"/>
              <w:right w:val="single" w:sz="4" w:space="0" w:color="auto"/>
            </w:tcBorders>
            <w:vAlign w:val="center"/>
          </w:tcPr>
          <w:p w14:paraId="7167746E"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8EA8E55"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49631BC9"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7A2DBDBD" w14:textId="77777777" w:rsidR="00D87321" w:rsidRPr="0031418B" w:rsidRDefault="00D87321" w:rsidP="00BF2993">
            <w:pPr>
              <w:pStyle w:val="TAL"/>
            </w:pPr>
            <w:r w:rsidRPr="0031418B">
              <w:t>This requirement does not apply to E-UTRA FDD Repeater operating in band 8,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270AA73C"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2560D71" w14:textId="77777777" w:rsidR="00D87321" w:rsidRPr="0031418B" w:rsidRDefault="00D87321" w:rsidP="00BF2993">
            <w:pPr>
              <w:pStyle w:val="TAL"/>
              <w:jc w:val="center"/>
            </w:pPr>
            <w:r w:rsidRPr="0031418B">
              <w:t>UTRA-FDD Band IX or</w:t>
            </w:r>
            <w:r w:rsidRPr="0031418B">
              <w:br/>
              <w:t>E-UTRA Band 9</w:t>
            </w:r>
          </w:p>
        </w:tc>
        <w:tc>
          <w:tcPr>
            <w:tcW w:w="1418" w:type="dxa"/>
            <w:tcBorders>
              <w:top w:val="single" w:sz="4" w:space="0" w:color="auto"/>
              <w:left w:val="single" w:sz="4" w:space="0" w:color="auto"/>
              <w:bottom w:val="single" w:sz="4" w:space="0" w:color="auto"/>
              <w:right w:val="single" w:sz="4" w:space="0" w:color="auto"/>
            </w:tcBorders>
            <w:vAlign w:val="center"/>
          </w:tcPr>
          <w:p w14:paraId="4A4E9765" w14:textId="77777777" w:rsidR="00D87321" w:rsidRPr="0031418B" w:rsidRDefault="00D87321" w:rsidP="00BF2993">
            <w:pPr>
              <w:pStyle w:val="TAL"/>
              <w:jc w:val="center"/>
            </w:pPr>
            <w:r w:rsidRPr="0031418B">
              <w:t>1844.9 - 1879.9 MHz</w:t>
            </w:r>
          </w:p>
        </w:tc>
        <w:tc>
          <w:tcPr>
            <w:tcW w:w="1134" w:type="dxa"/>
            <w:tcBorders>
              <w:top w:val="single" w:sz="4" w:space="0" w:color="auto"/>
              <w:left w:val="single" w:sz="4" w:space="0" w:color="auto"/>
              <w:bottom w:val="single" w:sz="4" w:space="0" w:color="auto"/>
              <w:right w:val="single" w:sz="4" w:space="0" w:color="auto"/>
            </w:tcBorders>
            <w:vAlign w:val="center"/>
          </w:tcPr>
          <w:p w14:paraId="4412D462"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16A9383"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10A9CF40"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D8088BD" w14:textId="77777777" w:rsidR="00D87321" w:rsidRPr="0031418B" w:rsidRDefault="00D87321" w:rsidP="00BF2993">
            <w:pPr>
              <w:pStyle w:val="TAL"/>
            </w:pPr>
            <w:r w:rsidRPr="0031418B">
              <w:t xml:space="preserve">This requirement does not apply to E-UTRA FDD Repeater operating in band </w:t>
            </w:r>
            <w:r w:rsidR="00715FFC" w:rsidRPr="0031418B">
              <w:t xml:space="preserve">3 or band </w:t>
            </w:r>
            <w:r w:rsidRPr="0031418B">
              <w:t>9,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4D372492"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EBE63D7" w14:textId="77777777" w:rsidR="00D87321" w:rsidRPr="0031418B" w:rsidRDefault="00D87321" w:rsidP="00BF2993">
            <w:pPr>
              <w:pStyle w:val="TAL"/>
              <w:jc w:val="center"/>
            </w:pPr>
            <w:r w:rsidRPr="0031418B">
              <w:t>UTRA-FDD Band X or</w:t>
            </w:r>
            <w:r w:rsidRPr="0031418B">
              <w:br/>
              <w:t>E-UTRA Band 10</w:t>
            </w:r>
          </w:p>
        </w:tc>
        <w:tc>
          <w:tcPr>
            <w:tcW w:w="1418" w:type="dxa"/>
            <w:tcBorders>
              <w:top w:val="single" w:sz="4" w:space="0" w:color="auto"/>
              <w:left w:val="single" w:sz="4" w:space="0" w:color="auto"/>
              <w:bottom w:val="single" w:sz="4" w:space="0" w:color="auto"/>
              <w:right w:val="single" w:sz="4" w:space="0" w:color="auto"/>
            </w:tcBorders>
            <w:vAlign w:val="center"/>
          </w:tcPr>
          <w:p w14:paraId="49090E0A" w14:textId="77777777" w:rsidR="00D87321" w:rsidRPr="0031418B" w:rsidRDefault="00D87321" w:rsidP="00BF2993">
            <w:pPr>
              <w:pStyle w:val="TAL"/>
              <w:jc w:val="center"/>
            </w:pPr>
            <w:r w:rsidRPr="0031418B">
              <w:t>2110 - 2170 MHz</w:t>
            </w:r>
          </w:p>
        </w:tc>
        <w:tc>
          <w:tcPr>
            <w:tcW w:w="1134" w:type="dxa"/>
            <w:tcBorders>
              <w:top w:val="single" w:sz="4" w:space="0" w:color="auto"/>
              <w:left w:val="single" w:sz="4" w:space="0" w:color="auto"/>
              <w:bottom w:val="single" w:sz="4" w:space="0" w:color="auto"/>
              <w:right w:val="single" w:sz="4" w:space="0" w:color="auto"/>
            </w:tcBorders>
            <w:vAlign w:val="center"/>
          </w:tcPr>
          <w:p w14:paraId="7B6C74CA"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0AC95D73"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6A12C630"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6D4A0F3A" w14:textId="77777777" w:rsidR="00D87321" w:rsidRPr="0031418B" w:rsidRDefault="00D87321" w:rsidP="00BF2993">
            <w:pPr>
              <w:pStyle w:val="TAL"/>
            </w:pPr>
            <w:r w:rsidRPr="0031418B">
              <w:t xml:space="preserve">This requirement does not apply to E-UTRA FDD Repeater operating in band </w:t>
            </w:r>
            <w:r w:rsidR="00715FFC" w:rsidRPr="0031418B">
              <w:t xml:space="preserve">4 or band </w:t>
            </w:r>
            <w:r w:rsidRPr="0031418B">
              <w:t>10, since it is already covered by the requirement in sub-clause 11.1</w:t>
            </w:r>
            <w:r w:rsidRPr="0031418B">
              <w:rPr>
                <w:rFonts w:cs="v5.0.0"/>
              </w:rPr>
              <w:t>,</w:t>
            </w:r>
            <w:r w:rsidRPr="0031418B">
              <w:t xml:space="preserve"> but requires a 86dB coupling loss between base station and the repeater DL receive port.</w:t>
            </w:r>
          </w:p>
        </w:tc>
      </w:tr>
      <w:tr w:rsidR="00D87321" w:rsidRPr="0031418B" w14:paraId="33FB3525"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782E2A8" w14:textId="77777777" w:rsidR="00D87321" w:rsidRPr="0031418B" w:rsidRDefault="00D87321" w:rsidP="00BF2993">
            <w:pPr>
              <w:pStyle w:val="TAL"/>
              <w:jc w:val="center"/>
            </w:pPr>
            <w:r w:rsidRPr="0031418B">
              <w:t xml:space="preserve">UTRA-FDD Band XI </w:t>
            </w:r>
            <w:r w:rsidR="00715FFC" w:rsidRPr="0031418B">
              <w:t xml:space="preserve">or XXI </w:t>
            </w:r>
            <w:r w:rsidRPr="0031418B">
              <w:t>or</w:t>
            </w:r>
            <w:r w:rsidRPr="0031418B">
              <w:br/>
              <w:t>E-UTRA Band 11</w:t>
            </w:r>
            <w:r w:rsidR="00715FFC" w:rsidRPr="0031418B">
              <w:t xml:space="preserve"> or 21</w:t>
            </w:r>
          </w:p>
        </w:tc>
        <w:tc>
          <w:tcPr>
            <w:tcW w:w="1418" w:type="dxa"/>
            <w:tcBorders>
              <w:top w:val="single" w:sz="4" w:space="0" w:color="auto"/>
              <w:left w:val="single" w:sz="4" w:space="0" w:color="auto"/>
              <w:bottom w:val="single" w:sz="4" w:space="0" w:color="auto"/>
              <w:right w:val="single" w:sz="4" w:space="0" w:color="auto"/>
            </w:tcBorders>
            <w:vAlign w:val="center"/>
          </w:tcPr>
          <w:p w14:paraId="533E3D44" w14:textId="77777777" w:rsidR="00D87321" w:rsidRPr="0031418B" w:rsidRDefault="00D87321" w:rsidP="00BF2993">
            <w:pPr>
              <w:pStyle w:val="TAL"/>
              <w:jc w:val="center"/>
            </w:pPr>
            <w:r w:rsidRPr="0031418B">
              <w:rPr>
                <w:lang w:eastAsia="ja-JP"/>
              </w:rPr>
              <w:t>1475.9</w:t>
            </w:r>
            <w:r w:rsidRPr="0031418B">
              <w:t xml:space="preserve"> - 1</w:t>
            </w:r>
            <w:r w:rsidR="00715FFC" w:rsidRPr="0031418B">
              <w:t>510</w:t>
            </w:r>
            <w:r w:rsidRPr="0031418B">
              <w:rPr>
                <w:lang w:eastAsia="ja-JP"/>
              </w:rPr>
              <w:t>.9</w:t>
            </w:r>
            <w:r w:rsidRPr="0031418B">
              <w:t xml:space="preserve"> MHz</w:t>
            </w:r>
          </w:p>
        </w:tc>
        <w:tc>
          <w:tcPr>
            <w:tcW w:w="1134" w:type="dxa"/>
            <w:tcBorders>
              <w:top w:val="single" w:sz="4" w:space="0" w:color="auto"/>
              <w:left w:val="single" w:sz="4" w:space="0" w:color="auto"/>
              <w:bottom w:val="single" w:sz="4" w:space="0" w:color="auto"/>
              <w:right w:val="single" w:sz="4" w:space="0" w:color="auto"/>
            </w:tcBorders>
            <w:vAlign w:val="center"/>
          </w:tcPr>
          <w:p w14:paraId="15C14BAC"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3380C387"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6DD9D4CD"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8C5B69B" w14:textId="77777777" w:rsidR="00D87321" w:rsidRPr="0031418B" w:rsidRDefault="00D87321" w:rsidP="00BF2993">
            <w:pPr>
              <w:pStyle w:val="TAL"/>
            </w:pPr>
            <w:r w:rsidRPr="0031418B">
              <w:t>This requirement does not apply to E-UTRA FDD Repeater operating in band 11</w:t>
            </w:r>
            <w:r w:rsidR="00715FFC" w:rsidRPr="0031418B">
              <w:t xml:space="preserve"> or band 21</w:t>
            </w:r>
            <w:r w:rsidRPr="0031418B">
              <w:t>, since it is already covered by the requirement in sub-clause 11.1, but requires a 86dB coupling loss between base station and the repeater DL receive port.</w:t>
            </w:r>
            <w:r w:rsidR="009F4760" w:rsidRPr="0031418B">
              <w:t xml:space="preserve"> This requirement does not apply to E-UTRA FDD Repeater operating in band 32, between 1475.9 MHz and 1496 MHz, since it is already covered by the requirement in sub-clause 11.1, but requires a 86dB coupling loss between base station and the repeater DL receive port.</w:t>
            </w:r>
          </w:p>
        </w:tc>
      </w:tr>
      <w:tr w:rsidR="00D87321" w:rsidRPr="0031418B" w14:paraId="05780974"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4732A84E" w14:textId="77777777" w:rsidR="00D87321" w:rsidRPr="0031418B" w:rsidRDefault="00D87321" w:rsidP="00BF2993">
            <w:pPr>
              <w:pStyle w:val="TAL"/>
              <w:jc w:val="center"/>
            </w:pPr>
            <w:r w:rsidRPr="0031418B">
              <w:t xml:space="preserve">UTRA FDD Band XII or </w:t>
            </w:r>
            <w:r w:rsidRPr="0031418B">
              <w:br/>
              <w:t>E-UTRA Band 12</w:t>
            </w:r>
          </w:p>
        </w:tc>
        <w:tc>
          <w:tcPr>
            <w:tcW w:w="1418" w:type="dxa"/>
            <w:tcBorders>
              <w:top w:val="single" w:sz="4" w:space="0" w:color="auto"/>
              <w:left w:val="single" w:sz="4" w:space="0" w:color="auto"/>
              <w:bottom w:val="single" w:sz="4" w:space="0" w:color="auto"/>
              <w:right w:val="single" w:sz="4" w:space="0" w:color="auto"/>
            </w:tcBorders>
            <w:vAlign w:val="center"/>
          </w:tcPr>
          <w:p w14:paraId="7D6F8655" w14:textId="77777777" w:rsidR="00D87321" w:rsidRPr="0031418B" w:rsidRDefault="00D87321" w:rsidP="00BF2993">
            <w:pPr>
              <w:pStyle w:val="TAL"/>
              <w:jc w:val="center"/>
              <w:rPr>
                <w:lang w:eastAsia="ja-JP"/>
              </w:rPr>
            </w:pPr>
            <w:r w:rsidRPr="0031418B">
              <w:t>728 - 746 MHz</w:t>
            </w:r>
          </w:p>
        </w:tc>
        <w:tc>
          <w:tcPr>
            <w:tcW w:w="1134" w:type="dxa"/>
            <w:tcBorders>
              <w:top w:val="single" w:sz="4" w:space="0" w:color="auto"/>
              <w:left w:val="single" w:sz="4" w:space="0" w:color="auto"/>
              <w:bottom w:val="single" w:sz="4" w:space="0" w:color="auto"/>
              <w:right w:val="single" w:sz="4" w:space="0" w:color="auto"/>
            </w:tcBorders>
            <w:vAlign w:val="center"/>
          </w:tcPr>
          <w:p w14:paraId="3A816E74"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1277307C"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18BBE72"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6915D422" w14:textId="77777777" w:rsidR="00D87321" w:rsidRPr="0031418B" w:rsidRDefault="00D87321" w:rsidP="00BF2993">
            <w:pPr>
              <w:pStyle w:val="TAL"/>
            </w:pPr>
            <w:r w:rsidRPr="0031418B">
              <w:t>This requirement does not apply to E-UTRA FDD Repeater operating in band 12, since it is already covered by the requirement in sub-clause 11.1, but requires a 86dB coupling loss between base station and the repeater DL receive port.</w:t>
            </w:r>
          </w:p>
        </w:tc>
      </w:tr>
      <w:tr w:rsidR="00D87321" w:rsidRPr="0031418B" w14:paraId="2D63EF5F"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690F51B3" w14:textId="77777777" w:rsidR="00D87321" w:rsidRPr="0031418B" w:rsidRDefault="00D87321" w:rsidP="00BF2993">
            <w:pPr>
              <w:pStyle w:val="TAL"/>
              <w:jc w:val="center"/>
            </w:pPr>
            <w:r w:rsidRPr="0031418B">
              <w:t>UTRA FDD Band XIII or</w:t>
            </w:r>
            <w:r w:rsidRPr="0031418B">
              <w:br/>
              <w:t>E-UTRA Band 13</w:t>
            </w:r>
          </w:p>
        </w:tc>
        <w:tc>
          <w:tcPr>
            <w:tcW w:w="1418" w:type="dxa"/>
            <w:tcBorders>
              <w:top w:val="single" w:sz="4" w:space="0" w:color="auto"/>
              <w:left w:val="single" w:sz="4" w:space="0" w:color="auto"/>
              <w:bottom w:val="single" w:sz="4" w:space="0" w:color="auto"/>
              <w:right w:val="single" w:sz="4" w:space="0" w:color="auto"/>
            </w:tcBorders>
            <w:vAlign w:val="center"/>
          </w:tcPr>
          <w:p w14:paraId="0BBE2077" w14:textId="77777777" w:rsidR="00D87321" w:rsidRPr="0031418B" w:rsidRDefault="00D87321" w:rsidP="00BF2993">
            <w:pPr>
              <w:pStyle w:val="TAL"/>
              <w:jc w:val="center"/>
              <w:rPr>
                <w:lang w:eastAsia="ja-JP"/>
              </w:rPr>
            </w:pPr>
            <w:r w:rsidRPr="0031418B">
              <w:t>746 - 756 MHz</w:t>
            </w:r>
          </w:p>
        </w:tc>
        <w:tc>
          <w:tcPr>
            <w:tcW w:w="1134" w:type="dxa"/>
            <w:tcBorders>
              <w:top w:val="single" w:sz="4" w:space="0" w:color="auto"/>
              <w:left w:val="single" w:sz="4" w:space="0" w:color="auto"/>
              <w:bottom w:val="single" w:sz="4" w:space="0" w:color="auto"/>
              <w:right w:val="single" w:sz="4" w:space="0" w:color="auto"/>
            </w:tcBorders>
            <w:vAlign w:val="center"/>
          </w:tcPr>
          <w:p w14:paraId="17F01FF1"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206288E"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714EBEC7"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74F9C769" w14:textId="77777777" w:rsidR="00D87321" w:rsidRPr="0031418B" w:rsidRDefault="00D87321" w:rsidP="00BF2993">
            <w:pPr>
              <w:pStyle w:val="TAL"/>
            </w:pPr>
            <w:r w:rsidRPr="0031418B">
              <w:t>This requirement does not apply to E-UTRA FDD Repeater operating in band 13, since it is already covered by the requirement in sub-clause 11.1, but requires a 86dB coupling loss between base station and the repeater DL receive port.</w:t>
            </w:r>
          </w:p>
        </w:tc>
      </w:tr>
      <w:tr w:rsidR="00D87321" w:rsidRPr="0031418B" w14:paraId="13A78636"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6DE2DC76" w14:textId="77777777" w:rsidR="00D87321" w:rsidRPr="0031418B" w:rsidRDefault="00D87321" w:rsidP="00BF2993">
            <w:pPr>
              <w:pStyle w:val="TAL"/>
              <w:jc w:val="center"/>
            </w:pPr>
            <w:r w:rsidRPr="0031418B">
              <w:t>UTRA FDD Band XIV or</w:t>
            </w:r>
            <w:r w:rsidRPr="0031418B">
              <w:br/>
              <w:t>E-UTRA Band 14</w:t>
            </w:r>
          </w:p>
        </w:tc>
        <w:tc>
          <w:tcPr>
            <w:tcW w:w="1418" w:type="dxa"/>
            <w:tcBorders>
              <w:top w:val="single" w:sz="4" w:space="0" w:color="auto"/>
              <w:left w:val="single" w:sz="4" w:space="0" w:color="auto"/>
              <w:bottom w:val="single" w:sz="4" w:space="0" w:color="auto"/>
              <w:right w:val="single" w:sz="4" w:space="0" w:color="auto"/>
            </w:tcBorders>
            <w:vAlign w:val="center"/>
          </w:tcPr>
          <w:p w14:paraId="3330899D" w14:textId="77777777" w:rsidR="00D87321" w:rsidRPr="0031418B" w:rsidRDefault="00D87321" w:rsidP="00BF2993">
            <w:pPr>
              <w:pStyle w:val="TAL"/>
              <w:jc w:val="center"/>
              <w:rPr>
                <w:lang w:eastAsia="ja-JP"/>
              </w:rPr>
            </w:pPr>
            <w:r w:rsidRPr="0031418B">
              <w:t>758 - 768 MHz</w:t>
            </w:r>
          </w:p>
        </w:tc>
        <w:tc>
          <w:tcPr>
            <w:tcW w:w="1134" w:type="dxa"/>
            <w:tcBorders>
              <w:top w:val="single" w:sz="4" w:space="0" w:color="auto"/>
              <w:left w:val="single" w:sz="4" w:space="0" w:color="auto"/>
              <w:bottom w:val="single" w:sz="4" w:space="0" w:color="auto"/>
              <w:right w:val="single" w:sz="4" w:space="0" w:color="auto"/>
            </w:tcBorders>
            <w:vAlign w:val="center"/>
          </w:tcPr>
          <w:p w14:paraId="681C117E"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17D7F73A"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5334277D"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12DBC1D3" w14:textId="77777777" w:rsidR="00D87321" w:rsidRPr="0031418B" w:rsidRDefault="00D87321" w:rsidP="00BF2993">
            <w:pPr>
              <w:pStyle w:val="TAL"/>
            </w:pPr>
            <w:r w:rsidRPr="0031418B">
              <w:t>This requirement does not apply to E-UTRA FDD Repeater operating in band 14, since it is already covered by the requirement in sub-clause 11.1, but requires a 86dB coupling loss between base station and the repeater DL receive port.</w:t>
            </w:r>
          </w:p>
        </w:tc>
      </w:tr>
      <w:tr w:rsidR="0051610E" w:rsidRPr="0031418B" w14:paraId="4A53866E"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1CD46ED5" w14:textId="77777777" w:rsidR="0051610E" w:rsidRPr="0031418B" w:rsidRDefault="0051610E" w:rsidP="007035AB">
            <w:pPr>
              <w:pStyle w:val="TAL"/>
              <w:jc w:val="center"/>
            </w:pPr>
            <w:r w:rsidRPr="0031418B">
              <w:t>E-UTRA Band 17</w:t>
            </w:r>
          </w:p>
        </w:tc>
        <w:tc>
          <w:tcPr>
            <w:tcW w:w="1418" w:type="dxa"/>
            <w:tcBorders>
              <w:top w:val="single" w:sz="4" w:space="0" w:color="auto"/>
              <w:left w:val="single" w:sz="4" w:space="0" w:color="auto"/>
              <w:bottom w:val="single" w:sz="4" w:space="0" w:color="auto"/>
              <w:right w:val="single" w:sz="4" w:space="0" w:color="auto"/>
            </w:tcBorders>
            <w:vAlign w:val="center"/>
          </w:tcPr>
          <w:p w14:paraId="1CAC911C" w14:textId="77777777" w:rsidR="0051610E" w:rsidRPr="0031418B" w:rsidRDefault="0051610E" w:rsidP="007035AB">
            <w:pPr>
              <w:pStyle w:val="TAL"/>
              <w:jc w:val="center"/>
              <w:rPr>
                <w:lang w:eastAsia="ja-JP"/>
              </w:rPr>
            </w:pPr>
            <w:r w:rsidRPr="0031418B">
              <w:t>734 - 746 MHz</w:t>
            </w:r>
          </w:p>
        </w:tc>
        <w:tc>
          <w:tcPr>
            <w:tcW w:w="1134" w:type="dxa"/>
            <w:tcBorders>
              <w:top w:val="single" w:sz="4" w:space="0" w:color="auto"/>
              <w:left w:val="single" w:sz="4" w:space="0" w:color="auto"/>
              <w:bottom w:val="single" w:sz="4" w:space="0" w:color="auto"/>
              <w:right w:val="single" w:sz="4" w:space="0" w:color="auto"/>
            </w:tcBorders>
            <w:vAlign w:val="center"/>
          </w:tcPr>
          <w:p w14:paraId="2347ADB3" w14:textId="77777777" w:rsidR="0051610E" w:rsidRPr="0031418B" w:rsidRDefault="0051610E" w:rsidP="007035AB">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0FDF6D4B" w14:textId="77777777" w:rsidR="0051610E" w:rsidRPr="0031418B" w:rsidRDefault="0051610E" w:rsidP="007035AB">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97091BE" w14:textId="77777777" w:rsidR="0051610E" w:rsidRPr="0031418B" w:rsidRDefault="0051610E" w:rsidP="007035AB">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3E93E20B" w14:textId="77777777" w:rsidR="0051610E" w:rsidRPr="0031418B" w:rsidRDefault="0051610E" w:rsidP="007035AB">
            <w:pPr>
              <w:pStyle w:val="TAL"/>
            </w:pPr>
            <w:r w:rsidRPr="0031418B">
              <w:t>This requirement does not apply to E-UTRA FDD Repeater operating in band 17, since it is already covered by the requirement in sub-clause 11.1, but requires a 86dB coupling loss between base station and the repeater DL receive port.</w:t>
            </w:r>
          </w:p>
        </w:tc>
      </w:tr>
      <w:tr w:rsidR="00616382" w:rsidRPr="0031418B" w14:paraId="7804D1E6"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0158F9EA" w14:textId="77777777" w:rsidR="00616382" w:rsidRPr="0031418B" w:rsidRDefault="00715FFC" w:rsidP="00616382">
            <w:pPr>
              <w:pStyle w:val="TAC"/>
            </w:pPr>
            <w:r w:rsidRPr="0031418B">
              <w:t xml:space="preserve">UTRA FDD Band XX or </w:t>
            </w:r>
            <w:r w:rsidR="00616382" w:rsidRPr="0031418B">
              <w:t>E-UTRA Band 20</w:t>
            </w:r>
          </w:p>
        </w:tc>
        <w:tc>
          <w:tcPr>
            <w:tcW w:w="1418" w:type="dxa"/>
            <w:tcBorders>
              <w:top w:val="single" w:sz="4" w:space="0" w:color="auto"/>
              <w:left w:val="single" w:sz="4" w:space="0" w:color="auto"/>
              <w:bottom w:val="single" w:sz="4" w:space="0" w:color="auto"/>
              <w:right w:val="single" w:sz="4" w:space="0" w:color="auto"/>
            </w:tcBorders>
            <w:vAlign w:val="center"/>
          </w:tcPr>
          <w:p w14:paraId="4D783237" w14:textId="77777777" w:rsidR="00616382" w:rsidRPr="0031418B" w:rsidRDefault="00616382" w:rsidP="00616382">
            <w:pPr>
              <w:pStyle w:val="TAC"/>
              <w:rPr>
                <w:lang w:eastAsia="ja-JP"/>
              </w:rPr>
            </w:pPr>
            <w:r w:rsidRPr="0031418B">
              <w:t>791 - 821 MHz</w:t>
            </w:r>
          </w:p>
        </w:tc>
        <w:tc>
          <w:tcPr>
            <w:tcW w:w="1134" w:type="dxa"/>
            <w:tcBorders>
              <w:top w:val="single" w:sz="4" w:space="0" w:color="auto"/>
              <w:left w:val="single" w:sz="4" w:space="0" w:color="auto"/>
              <w:bottom w:val="single" w:sz="4" w:space="0" w:color="auto"/>
              <w:right w:val="single" w:sz="4" w:space="0" w:color="auto"/>
            </w:tcBorders>
            <w:vAlign w:val="center"/>
          </w:tcPr>
          <w:p w14:paraId="172B4844" w14:textId="77777777" w:rsidR="00616382" w:rsidRPr="0031418B" w:rsidRDefault="00616382" w:rsidP="00616382">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280274D" w14:textId="77777777" w:rsidR="00616382" w:rsidRPr="0031418B" w:rsidRDefault="00616382" w:rsidP="00616382">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3970A391" w14:textId="77777777" w:rsidR="00616382" w:rsidRPr="0031418B" w:rsidRDefault="00616382" w:rsidP="00616382">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313FCF6A" w14:textId="77777777" w:rsidR="00616382" w:rsidRPr="0031418B" w:rsidRDefault="00616382" w:rsidP="00616382">
            <w:pPr>
              <w:pStyle w:val="TAL"/>
            </w:pPr>
            <w:r w:rsidRPr="0031418B">
              <w:t>This requirement does not apply to E-UTRA FDD Repeater operating in band 20, since it is already covered by the requirement in sub-clause 11.1, but requires a 86dB coupling loss between base station and the repeater DL receive port.</w:t>
            </w:r>
          </w:p>
        </w:tc>
      </w:tr>
      <w:tr w:rsidR="00AB0776" w:rsidRPr="0031418B" w14:paraId="39AAEA34"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6BF54DD4" w14:textId="77777777" w:rsidR="00AB0776" w:rsidRPr="0031418B" w:rsidRDefault="00AB0776" w:rsidP="00616382">
            <w:pPr>
              <w:pStyle w:val="TAC"/>
            </w:pPr>
            <w:r w:rsidRPr="0031418B">
              <w:rPr>
                <w:lang w:val="sv-SE"/>
              </w:rPr>
              <w:lastRenderedPageBreak/>
              <w:t>UTRA Band XXII or E-UTRA Band 22</w:t>
            </w:r>
          </w:p>
        </w:tc>
        <w:tc>
          <w:tcPr>
            <w:tcW w:w="1418" w:type="dxa"/>
            <w:tcBorders>
              <w:top w:val="single" w:sz="4" w:space="0" w:color="auto"/>
              <w:left w:val="single" w:sz="4" w:space="0" w:color="auto"/>
              <w:bottom w:val="single" w:sz="4" w:space="0" w:color="auto"/>
              <w:right w:val="single" w:sz="4" w:space="0" w:color="auto"/>
            </w:tcBorders>
            <w:vAlign w:val="center"/>
          </w:tcPr>
          <w:p w14:paraId="3CB79FCC" w14:textId="77777777" w:rsidR="00AB0776" w:rsidRPr="0031418B" w:rsidRDefault="00AB0776" w:rsidP="00616382">
            <w:pPr>
              <w:pStyle w:val="TAC"/>
            </w:pPr>
            <w:r w:rsidRPr="0031418B">
              <w:t>3510 - 3590 MHz</w:t>
            </w:r>
          </w:p>
        </w:tc>
        <w:tc>
          <w:tcPr>
            <w:tcW w:w="1134" w:type="dxa"/>
            <w:tcBorders>
              <w:top w:val="single" w:sz="4" w:space="0" w:color="auto"/>
              <w:left w:val="single" w:sz="4" w:space="0" w:color="auto"/>
              <w:bottom w:val="single" w:sz="4" w:space="0" w:color="auto"/>
              <w:right w:val="single" w:sz="4" w:space="0" w:color="auto"/>
            </w:tcBorders>
            <w:vAlign w:val="center"/>
          </w:tcPr>
          <w:p w14:paraId="6B7A3098" w14:textId="77777777" w:rsidR="00AB0776" w:rsidRPr="0031418B" w:rsidRDefault="00AB0776" w:rsidP="00616382">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49A72F1B" w14:textId="77777777" w:rsidR="00AB0776" w:rsidRPr="0031418B" w:rsidRDefault="00AB0776" w:rsidP="00616382">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2DC6EA43" w14:textId="77777777" w:rsidR="00AB0776" w:rsidRPr="0031418B" w:rsidRDefault="00AB0776" w:rsidP="00616382">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4315E2CF" w14:textId="77777777" w:rsidR="00AB0776" w:rsidRPr="0031418B" w:rsidRDefault="00AB0776" w:rsidP="00616382">
            <w:pPr>
              <w:pStyle w:val="TAL"/>
            </w:pPr>
            <w:r w:rsidRPr="0031418B">
              <w:t>This requirement does not apply to E-UTRA FDD Repeater operating in band 22, since it is already covered by the requirement in sub-clause 11.1, but requires a 86dB coupling loss between base station and the repeater DL receive port.</w:t>
            </w:r>
          </w:p>
        </w:tc>
      </w:tr>
      <w:tr w:rsidR="003B1553" w:rsidRPr="0031418B" w14:paraId="6F54A9B0" w14:textId="77777777" w:rsidTr="00CE6A01">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6CE79FE9" w14:textId="77777777" w:rsidR="003B1553" w:rsidRPr="0031418B" w:rsidRDefault="003B1553" w:rsidP="00CE6A01">
            <w:pPr>
              <w:pStyle w:val="TAC"/>
              <w:rPr>
                <w:lang w:val="sv-SE"/>
              </w:rPr>
            </w:pPr>
            <w:r w:rsidRPr="0031418B">
              <w:t>E-UTRA Band 23</w:t>
            </w:r>
          </w:p>
        </w:tc>
        <w:tc>
          <w:tcPr>
            <w:tcW w:w="1418" w:type="dxa"/>
            <w:tcBorders>
              <w:top w:val="single" w:sz="4" w:space="0" w:color="auto"/>
              <w:left w:val="single" w:sz="4" w:space="0" w:color="auto"/>
              <w:bottom w:val="single" w:sz="4" w:space="0" w:color="auto"/>
              <w:right w:val="single" w:sz="4" w:space="0" w:color="auto"/>
            </w:tcBorders>
            <w:vAlign w:val="center"/>
          </w:tcPr>
          <w:p w14:paraId="0CEE9161" w14:textId="77777777" w:rsidR="003B1553" w:rsidRPr="0031418B" w:rsidRDefault="003B1553" w:rsidP="00CE6A01">
            <w:pPr>
              <w:pStyle w:val="TAC"/>
            </w:pPr>
            <w:r w:rsidRPr="0031418B">
              <w:t>2180 – 2200 MHz</w:t>
            </w:r>
          </w:p>
        </w:tc>
        <w:tc>
          <w:tcPr>
            <w:tcW w:w="1134" w:type="dxa"/>
            <w:tcBorders>
              <w:top w:val="single" w:sz="4" w:space="0" w:color="auto"/>
              <w:left w:val="single" w:sz="4" w:space="0" w:color="auto"/>
              <w:bottom w:val="single" w:sz="4" w:space="0" w:color="auto"/>
              <w:right w:val="single" w:sz="4" w:space="0" w:color="auto"/>
            </w:tcBorders>
            <w:vAlign w:val="center"/>
          </w:tcPr>
          <w:p w14:paraId="374BE0B9" w14:textId="77777777" w:rsidR="003B1553" w:rsidRPr="0031418B" w:rsidRDefault="003B1553" w:rsidP="00CE6A01">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4F8F2AB" w14:textId="77777777" w:rsidR="003B1553" w:rsidRPr="0031418B" w:rsidRDefault="003B1553" w:rsidP="00CE6A01">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D8285AE" w14:textId="77777777" w:rsidR="003B1553" w:rsidRPr="0031418B" w:rsidRDefault="003B1553" w:rsidP="00CE6A01">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634F2BEA" w14:textId="77777777" w:rsidR="003B1553" w:rsidRPr="0031418B" w:rsidRDefault="003B1553" w:rsidP="00CE6A01">
            <w:pPr>
              <w:pStyle w:val="TAL"/>
            </w:pPr>
            <w:r w:rsidRPr="0031418B">
              <w:t>This requirement does not apply to E-UTRA FDD Repeater operating in band 23, since it is already covered by the requirement in sub-clause 11.1, but requires a 86dB coupling loss between base station and the repeater DL receive port.</w:t>
            </w:r>
          </w:p>
        </w:tc>
      </w:tr>
      <w:tr w:rsidR="00280E2C" w:rsidRPr="0031418B" w14:paraId="2555CA6F"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1DFEC48B" w14:textId="77777777" w:rsidR="00280E2C" w:rsidRPr="0031418B" w:rsidRDefault="00280E2C" w:rsidP="00616382">
            <w:pPr>
              <w:pStyle w:val="TAC"/>
            </w:pPr>
            <w:r w:rsidRPr="0031418B">
              <w:t>E-UTRA Band 24</w:t>
            </w:r>
          </w:p>
        </w:tc>
        <w:tc>
          <w:tcPr>
            <w:tcW w:w="1418" w:type="dxa"/>
            <w:tcBorders>
              <w:top w:val="single" w:sz="4" w:space="0" w:color="auto"/>
              <w:left w:val="single" w:sz="4" w:space="0" w:color="auto"/>
              <w:bottom w:val="single" w:sz="4" w:space="0" w:color="auto"/>
              <w:right w:val="single" w:sz="4" w:space="0" w:color="auto"/>
            </w:tcBorders>
            <w:vAlign w:val="center"/>
          </w:tcPr>
          <w:p w14:paraId="51C6C8DC" w14:textId="77777777" w:rsidR="00280E2C" w:rsidRPr="0031418B" w:rsidRDefault="00280E2C" w:rsidP="00616382">
            <w:pPr>
              <w:pStyle w:val="TAC"/>
            </w:pPr>
            <w:r w:rsidRPr="0031418B">
              <w:t>1525 - 1559 MHz</w:t>
            </w:r>
          </w:p>
        </w:tc>
        <w:tc>
          <w:tcPr>
            <w:tcW w:w="1134" w:type="dxa"/>
            <w:tcBorders>
              <w:top w:val="single" w:sz="4" w:space="0" w:color="auto"/>
              <w:left w:val="single" w:sz="4" w:space="0" w:color="auto"/>
              <w:bottom w:val="single" w:sz="4" w:space="0" w:color="auto"/>
              <w:right w:val="single" w:sz="4" w:space="0" w:color="auto"/>
            </w:tcBorders>
            <w:vAlign w:val="center"/>
          </w:tcPr>
          <w:p w14:paraId="52147AE2" w14:textId="77777777" w:rsidR="00280E2C" w:rsidRPr="0031418B" w:rsidRDefault="00280E2C" w:rsidP="00616382">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6BB1D92" w14:textId="77777777" w:rsidR="00280E2C" w:rsidRPr="0031418B" w:rsidRDefault="00280E2C" w:rsidP="00616382">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36A5258" w14:textId="77777777" w:rsidR="00280E2C" w:rsidRPr="0031418B" w:rsidRDefault="00280E2C" w:rsidP="00616382">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20E5A774" w14:textId="77777777" w:rsidR="00280E2C" w:rsidRPr="0031418B" w:rsidRDefault="007776C8" w:rsidP="00616382">
            <w:pPr>
              <w:pStyle w:val="TAL"/>
            </w:pPr>
            <w:r w:rsidRPr="0031418B">
              <w:t>This requirement does not apply to E-UTRA FDD Repeater operating in band 24, since it is already covered by the requirement in sub-clause 11.1, but requires a 86dB coupling loss between base station and the repeater DL receive port.</w:t>
            </w:r>
          </w:p>
        </w:tc>
      </w:tr>
      <w:tr w:rsidR="00616382" w:rsidRPr="0031418B" w14:paraId="666F394B"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6743CE20" w14:textId="77777777" w:rsidR="00616382" w:rsidRPr="0031418B" w:rsidRDefault="00616382" w:rsidP="00616382">
            <w:pPr>
              <w:pStyle w:val="TAC"/>
            </w:pPr>
            <w:r w:rsidRPr="0031418B">
              <w:t>UTRA FDD Band XX</w:t>
            </w:r>
            <w:r w:rsidR="003B1553" w:rsidRPr="0031418B">
              <w:t>V</w:t>
            </w:r>
            <w:r w:rsidRPr="0031418B">
              <w:t xml:space="preserve"> or</w:t>
            </w:r>
            <w:r w:rsidRPr="0031418B">
              <w:br/>
              <w:t>E-UTRA Band 2</w:t>
            </w:r>
            <w:r w:rsidR="003B1553" w:rsidRPr="0031418B">
              <w:t>5</w:t>
            </w:r>
          </w:p>
        </w:tc>
        <w:tc>
          <w:tcPr>
            <w:tcW w:w="1418" w:type="dxa"/>
            <w:tcBorders>
              <w:top w:val="single" w:sz="4" w:space="0" w:color="auto"/>
              <w:left w:val="single" w:sz="4" w:space="0" w:color="auto"/>
              <w:bottom w:val="single" w:sz="4" w:space="0" w:color="auto"/>
              <w:right w:val="single" w:sz="4" w:space="0" w:color="auto"/>
            </w:tcBorders>
            <w:vAlign w:val="center"/>
          </w:tcPr>
          <w:p w14:paraId="2F479E9B" w14:textId="77777777" w:rsidR="00616382" w:rsidRPr="0031418B" w:rsidRDefault="003B1553" w:rsidP="00616382">
            <w:pPr>
              <w:pStyle w:val="TAC"/>
              <w:rPr>
                <w:lang w:eastAsia="ja-JP"/>
              </w:rPr>
            </w:pPr>
            <w:r w:rsidRPr="0031418B">
              <w:t xml:space="preserve">1930 – 1995 MHz </w:t>
            </w:r>
          </w:p>
        </w:tc>
        <w:tc>
          <w:tcPr>
            <w:tcW w:w="1134" w:type="dxa"/>
            <w:tcBorders>
              <w:top w:val="single" w:sz="4" w:space="0" w:color="auto"/>
              <w:left w:val="single" w:sz="4" w:space="0" w:color="auto"/>
              <w:bottom w:val="single" w:sz="4" w:space="0" w:color="auto"/>
              <w:right w:val="single" w:sz="4" w:space="0" w:color="auto"/>
            </w:tcBorders>
            <w:vAlign w:val="center"/>
          </w:tcPr>
          <w:p w14:paraId="699C793F" w14:textId="77777777" w:rsidR="00616382" w:rsidRPr="0031418B" w:rsidRDefault="00616382" w:rsidP="00616382">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32E45708" w14:textId="77777777" w:rsidR="00616382" w:rsidRPr="0031418B" w:rsidRDefault="00616382" w:rsidP="00616382">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7CEB8C05" w14:textId="77777777" w:rsidR="00616382" w:rsidRPr="0031418B" w:rsidRDefault="00616382" w:rsidP="00616382">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73678BE8" w14:textId="77777777" w:rsidR="00616382" w:rsidRPr="0031418B" w:rsidRDefault="00616382" w:rsidP="00616382">
            <w:pPr>
              <w:pStyle w:val="TAL"/>
            </w:pPr>
            <w:r w:rsidRPr="0031418B">
              <w:t>This requirement does not apply to E-UTRA FDD Repeater operating in band 2</w:t>
            </w:r>
            <w:r w:rsidR="003B1553" w:rsidRPr="0031418B">
              <w:t xml:space="preserve"> or band 25</w:t>
            </w:r>
            <w:r w:rsidRPr="0031418B">
              <w:t>, since it is already covered by the requirement in sub-clause 11.1, but requires a 86dB coupling loss between base station and the repeater DL receive port.</w:t>
            </w:r>
          </w:p>
        </w:tc>
      </w:tr>
      <w:tr w:rsidR="009F4760" w:rsidRPr="0031418B" w14:paraId="4BA4DD31" w14:textId="77777777" w:rsidTr="009E256A">
        <w:trPr>
          <w:jc w:val="center"/>
        </w:trPr>
        <w:tc>
          <w:tcPr>
            <w:tcW w:w="1200" w:type="dxa"/>
            <w:tcBorders>
              <w:top w:val="single" w:sz="4" w:space="0" w:color="auto"/>
              <w:left w:val="single" w:sz="4" w:space="0" w:color="auto"/>
              <w:bottom w:val="single" w:sz="4" w:space="0" w:color="auto"/>
              <w:right w:val="single" w:sz="4" w:space="0" w:color="auto"/>
            </w:tcBorders>
          </w:tcPr>
          <w:p w14:paraId="53F5CF62" w14:textId="77777777" w:rsidR="009F4760" w:rsidRPr="0031418B" w:rsidRDefault="009F4760" w:rsidP="009F4760">
            <w:pPr>
              <w:pStyle w:val="TAC"/>
            </w:pPr>
            <w:r w:rsidRPr="0031418B">
              <w:rPr>
                <w:lang w:val="sv-SE"/>
              </w:rPr>
              <w:t>UTRA-FDD Band XXVI or E-UTRA Band 26</w:t>
            </w:r>
          </w:p>
        </w:tc>
        <w:tc>
          <w:tcPr>
            <w:tcW w:w="1418" w:type="dxa"/>
            <w:tcBorders>
              <w:top w:val="single" w:sz="4" w:space="0" w:color="auto"/>
              <w:left w:val="single" w:sz="4" w:space="0" w:color="auto"/>
              <w:bottom w:val="single" w:sz="4" w:space="0" w:color="auto"/>
              <w:right w:val="single" w:sz="4" w:space="0" w:color="auto"/>
            </w:tcBorders>
          </w:tcPr>
          <w:p w14:paraId="1821B3FA" w14:textId="77777777" w:rsidR="009F4760" w:rsidRPr="0031418B" w:rsidRDefault="009F4760" w:rsidP="009F4760">
            <w:pPr>
              <w:pStyle w:val="TAC"/>
            </w:pPr>
            <w:r w:rsidRPr="0031418B">
              <w:t>859 - 894 MHz</w:t>
            </w:r>
          </w:p>
        </w:tc>
        <w:tc>
          <w:tcPr>
            <w:tcW w:w="1134" w:type="dxa"/>
            <w:tcBorders>
              <w:top w:val="single" w:sz="4" w:space="0" w:color="auto"/>
              <w:left w:val="single" w:sz="4" w:space="0" w:color="auto"/>
              <w:bottom w:val="single" w:sz="4" w:space="0" w:color="auto"/>
              <w:right w:val="single" w:sz="4" w:space="0" w:color="auto"/>
            </w:tcBorders>
          </w:tcPr>
          <w:p w14:paraId="60023B56"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tcPr>
          <w:p w14:paraId="50AB30F3"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tcPr>
          <w:p w14:paraId="5281CAE5"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8518D41" w14:textId="77777777" w:rsidR="009F4760" w:rsidRPr="0031418B" w:rsidRDefault="009F4760" w:rsidP="009F4760">
            <w:pPr>
              <w:pStyle w:val="TAL"/>
            </w:pPr>
            <w:r w:rsidRPr="0031418B">
              <w:t>This requirement does not apply to E-UTRA FDD Repeater operating in band 26, since it is already covered by the requirement in sub-clause 11.1, but requires a 86dB coupling loss between BS and the repeater DL receive port. For E-UTRA FDD Repeater operating in band 5, it applies from 859 MHz to 869 MHz, while the rest is covered in sub-clause 11.1, but requires a 86dB coupling loss between BS and the repeater DL receive port.</w:t>
            </w:r>
          </w:p>
        </w:tc>
      </w:tr>
      <w:tr w:rsidR="009F4760" w:rsidRPr="0031418B" w14:paraId="17CA8842" w14:textId="77777777" w:rsidTr="009E256A">
        <w:trPr>
          <w:jc w:val="center"/>
        </w:trPr>
        <w:tc>
          <w:tcPr>
            <w:tcW w:w="1200" w:type="dxa"/>
            <w:tcBorders>
              <w:top w:val="single" w:sz="4" w:space="0" w:color="auto"/>
              <w:left w:val="single" w:sz="4" w:space="0" w:color="auto"/>
              <w:bottom w:val="single" w:sz="4" w:space="0" w:color="auto"/>
              <w:right w:val="single" w:sz="4" w:space="0" w:color="auto"/>
            </w:tcBorders>
          </w:tcPr>
          <w:p w14:paraId="0EC66DD5" w14:textId="77777777" w:rsidR="009F4760" w:rsidRPr="0031418B" w:rsidRDefault="009F4760" w:rsidP="009F4760">
            <w:pPr>
              <w:pStyle w:val="TAC"/>
            </w:pPr>
            <w:r w:rsidRPr="0031418B">
              <w:rPr>
                <w:lang w:val="sv-SE"/>
              </w:rPr>
              <w:t>E-UTRA Band 27</w:t>
            </w:r>
          </w:p>
        </w:tc>
        <w:tc>
          <w:tcPr>
            <w:tcW w:w="1418" w:type="dxa"/>
            <w:tcBorders>
              <w:top w:val="single" w:sz="4" w:space="0" w:color="auto"/>
              <w:left w:val="single" w:sz="4" w:space="0" w:color="auto"/>
              <w:bottom w:val="single" w:sz="4" w:space="0" w:color="auto"/>
              <w:right w:val="single" w:sz="4" w:space="0" w:color="auto"/>
            </w:tcBorders>
          </w:tcPr>
          <w:p w14:paraId="6D702D5D" w14:textId="77777777" w:rsidR="009F4760" w:rsidRPr="0031418B" w:rsidRDefault="009F4760" w:rsidP="009F4760">
            <w:pPr>
              <w:pStyle w:val="TAC"/>
            </w:pPr>
            <w:r w:rsidRPr="0031418B">
              <w:t>852 - 869 MHz</w:t>
            </w:r>
          </w:p>
        </w:tc>
        <w:tc>
          <w:tcPr>
            <w:tcW w:w="1134" w:type="dxa"/>
            <w:tcBorders>
              <w:top w:val="single" w:sz="4" w:space="0" w:color="auto"/>
              <w:left w:val="single" w:sz="4" w:space="0" w:color="auto"/>
              <w:bottom w:val="single" w:sz="4" w:space="0" w:color="auto"/>
              <w:right w:val="single" w:sz="4" w:space="0" w:color="auto"/>
            </w:tcBorders>
          </w:tcPr>
          <w:p w14:paraId="03893057"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tcPr>
          <w:p w14:paraId="41102E48"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tcPr>
          <w:p w14:paraId="24CC4E3C"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4CE2119D" w14:textId="77777777" w:rsidR="009F4760" w:rsidRPr="0031418B" w:rsidRDefault="009F4760" w:rsidP="009F4760">
            <w:pPr>
              <w:pStyle w:val="TAL"/>
            </w:pPr>
            <w:r w:rsidRPr="0031418B">
              <w:t>This requirement does not apply to E-UTRA FDD Repeater operating in band 27, since it is already covered by the requirement in sub-clause 11.1, but requires a 86dB coupling loss between BS and the repeater DL receive port. For E-UTRA FDD Repeater operating in band 26, it applies from 852 MHz to 859 MHz, while the rest is covered in sub-clause 11.1, but requires a 86dB coupling loss between BS and the repeater DL receive port.</w:t>
            </w:r>
          </w:p>
        </w:tc>
      </w:tr>
      <w:tr w:rsidR="009F4760" w:rsidRPr="0031418B" w14:paraId="250A97C1" w14:textId="77777777" w:rsidTr="009E256A">
        <w:trPr>
          <w:jc w:val="center"/>
        </w:trPr>
        <w:tc>
          <w:tcPr>
            <w:tcW w:w="1200" w:type="dxa"/>
            <w:tcBorders>
              <w:top w:val="single" w:sz="4" w:space="0" w:color="auto"/>
              <w:left w:val="single" w:sz="4" w:space="0" w:color="auto"/>
              <w:bottom w:val="single" w:sz="4" w:space="0" w:color="auto"/>
              <w:right w:val="single" w:sz="4" w:space="0" w:color="auto"/>
            </w:tcBorders>
          </w:tcPr>
          <w:p w14:paraId="4FDA05BF" w14:textId="77777777" w:rsidR="009F4760" w:rsidRPr="0031418B" w:rsidRDefault="009F4760" w:rsidP="009F4760">
            <w:pPr>
              <w:pStyle w:val="TAC"/>
            </w:pPr>
            <w:r w:rsidRPr="0031418B">
              <w:rPr>
                <w:lang w:val="sv-SE"/>
              </w:rPr>
              <w:t>E-UTRA Band 28</w:t>
            </w:r>
          </w:p>
        </w:tc>
        <w:tc>
          <w:tcPr>
            <w:tcW w:w="1418" w:type="dxa"/>
            <w:tcBorders>
              <w:top w:val="single" w:sz="4" w:space="0" w:color="auto"/>
              <w:left w:val="single" w:sz="4" w:space="0" w:color="auto"/>
              <w:bottom w:val="single" w:sz="4" w:space="0" w:color="auto"/>
              <w:right w:val="single" w:sz="4" w:space="0" w:color="auto"/>
            </w:tcBorders>
          </w:tcPr>
          <w:p w14:paraId="7A1B4BF2" w14:textId="77777777" w:rsidR="009F4760" w:rsidRPr="0031418B" w:rsidRDefault="009F4760" w:rsidP="009F4760">
            <w:pPr>
              <w:pStyle w:val="TAC"/>
            </w:pPr>
            <w:r w:rsidRPr="0031418B">
              <w:t>758 - 803 MHz</w:t>
            </w:r>
          </w:p>
        </w:tc>
        <w:tc>
          <w:tcPr>
            <w:tcW w:w="1134" w:type="dxa"/>
            <w:tcBorders>
              <w:top w:val="single" w:sz="4" w:space="0" w:color="auto"/>
              <w:left w:val="single" w:sz="4" w:space="0" w:color="auto"/>
              <w:bottom w:val="single" w:sz="4" w:space="0" w:color="auto"/>
              <w:right w:val="single" w:sz="4" w:space="0" w:color="auto"/>
            </w:tcBorders>
          </w:tcPr>
          <w:p w14:paraId="043D81C6"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tcPr>
          <w:p w14:paraId="46A829F9"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tcPr>
          <w:p w14:paraId="3C5F1345"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2673016E" w14:textId="77777777" w:rsidR="009F4760" w:rsidRPr="0031418B" w:rsidRDefault="009F4760" w:rsidP="009F4760">
            <w:pPr>
              <w:pStyle w:val="TAL"/>
            </w:pPr>
            <w:r w:rsidRPr="0031418B">
              <w:t>This requirement does not apply to E-UTRA FDD Repeater operating in band 28, since it is already covered by the requirement in sub-clause 11.1, but requires a 86dB coupling loss between BS and the repeater DL receive port.</w:t>
            </w:r>
          </w:p>
        </w:tc>
      </w:tr>
      <w:tr w:rsidR="009F4760" w:rsidRPr="0031418B" w14:paraId="136341FC" w14:textId="77777777" w:rsidTr="009E256A">
        <w:trPr>
          <w:jc w:val="center"/>
        </w:trPr>
        <w:tc>
          <w:tcPr>
            <w:tcW w:w="1200" w:type="dxa"/>
            <w:tcBorders>
              <w:top w:val="single" w:sz="4" w:space="0" w:color="auto"/>
              <w:left w:val="single" w:sz="4" w:space="0" w:color="auto"/>
              <w:bottom w:val="single" w:sz="4" w:space="0" w:color="auto"/>
              <w:right w:val="single" w:sz="4" w:space="0" w:color="auto"/>
            </w:tcBorders>
          </w:tcPr>
          <w:p w14:paraId="226C82D5" w14:textId="77777777" w:rsidR="009F4760" w:rsidRPr="0031418B" w:rsidRDefault="009F4760" w:rsidP="009F4760">
            <w:pPr>
              <w:pStyle w:val="TAC"/>
            </w:pPr>
            <w:r w:rsidRPr="0031418B">
              <w:rPr>
                <w:lang w:val="sv-SE"/>
              </w:rPr>
              <w:t>E-UTRA Band 29</w:t>
            </w:r>
          </w:p>
        </w:tc>
        <w:tc>
          <w:tcPr>
            <w:tcW w:w="1418" w:type="dxa"/>
            <w:tcBorders>
              <w:top w:val="single" w:sz="4" w:space="0" w:color="auto"/>
              <w:left w:val="single" w:sz="4" w:space="0" w:color="auto"/>
              <w:bottom w:val="single" w:sz="4" w:space="0" w:color="auto"/>
              <w:right w:val="single" w:sz="4" w:space="0" w:color="auto"/>
            </w:tcBorders>
          </w:tcPr>
          <w:p w14:paraId="37E3F64D" w14:textId="77777777" w:rsidR="009F4760" w:rsidRPr="0031418B" w:rsidRDefault="009F4760" w:rsidP="009F4760">
            <w:pPr>
              <w:pStyle w:val="TAC"/>
            </w:pPr>
            <w:r w:rsidRPr="0031418B">
              <w:t>717 - 728 MHz</w:t>
            </w:r>
          </w:p>
        </w:tc>
        <w:tc>
          <w:tcPr>
            <w:tcW w:w="1134" w:type="dxa"/>
            <w:tcBorders>
              <w:top w:val="single" w:sz="4" w:space="0" w:color="auto"/>
              <w:left w:val="single" w:sz="4" w:space="0" w:color="auto"/>
              <w:bottom w:val="single" w:sz="4" w:space="0" w:color="auto"/>
              <w:right w:val="single" w:sz="4" w:space="0" w:color="auto"/>
            </w:tcBorders>
          </w:tcPr>
          <w:p w14:paraId="3F6CC868"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tcPr>
          <w:p w14:paraId="4B510EDA"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tcPr>
          <w:p w14:paraId="7FB3AF90"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2B631682" w14:textId="77777777" w:rsidR="009F4760" w:rsidRPr="0031418B" w:rsidRDefault="009F4760" w:rsidP="009F4760">
            <w:pPr>
              <w:pStyle w:val="TAL"/>
            </w:pPr>
          </w:p>
        </w:tc>
      </w:tr>
      <w:tr w:rsidR="009F4760" w:rsidRPr="0031418B" w14:paraId="7F423A54" w14:textId="77777777" w:rsidTr="009E256A">
        <w:trPr>
          <w:jc w:val="center"/>
        </w:trPr>
        <w:tc>
          <w:tcPr>
            <w:tcW w:w="1200" w:type="dxa"/>
            <w:tcBorders>
              <w:top w:val="single" w:sz="4" w:space="0" w:color="auto"/>
              <w:left w:val="single" w:sz="4" w:space="0" w:color="auto"/>
              <w:bottom w:val="single" w:sz="4" w:space="0" w:color="auto"/>
              <w:right w:val="single" w:sz="4" w:space="0" w:color="auto"/>
            </w:tcBorders>
          </w:tcPr>
          <w:p w14:paraId="61E72255" w14:textId="77777777" w:rsidR="009F4760" w:rsidRPr="0031418B" w:rsidRDefault="009F4760" w:rsidP="009F4760">
            <w:pPr>
              <w:pStyle w:val="TAC"/>
            </w:pPr>
            <w:r w:rsidRPr="0031418B">
              <w:rPr>
                <w:lang w:val="sv-SE"/>
              </w:rPr>
              <w:t>E-UTRA Band 30</w:t>
            </w:r>
          </w:p>
        </w:tc>
        <w:tc>
          <w:tcPr>
            <w:tcW w:w="1418" w:type="dxa"/>
            <w:tcBorders>
              <w:top w:val="single" w:sz="4" w:space="0" w:color="auto"/>
              <w:left w:val="single" w:sz="4" w:space="0" w:color="auto"/>
              <w:bottom w:val="single" w:sz="4" w:space="0" w:color="auto"/>
              <w:right w:val="single" w:sz="4" w:space="0" w:color="auto"/>
            </w:tcBorders>
          </w:tcPr>
          <w:p w14:paraId="7B1D0326" w14:textId="77777777" w:rsidR="009F4760" w:rsidRPr="0031418B" w:rsidRDefault="009F4760" w:rsidP="009F4760">
            <w:pPr>
              <w:pStyle w:val="TAC"/>
            </w:pPr>
            <w:r w:rsidRPr="0031418B">
              <w:t>2350 - 2360 MHz</w:t>
            </w:r>
          </w:p>
        </w:tc>
        <w:tc>
          <w:tcPr>
            <w:tcW w:w="1134" w:type="dxa"/>
            <w:tcBorders>
              <w:top w:val="single" w:sz="4" w:space="0" w:color="auto"/>
              <w:left w:val="single" w:sz="4" w:space="0" w:color="auto"/>
              <w:bottom w:val="single" w:sz="4" w:space="0" w:color="auto"/>
              <w:right w:val="single" w:sz="4" w:space="0" w:color="auto"/>
            </w:tcBorders>
          </w:tcPr>
          <w:p w14:paraId="230EB4B4"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tcPr>
          <w:p w14:paraId="06372673"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tcPr>
          <w:p w14:paraId="0CCAC114"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95DD1B0" w14:textId="77777777" w:rsidR="009F4760" w:rsidRPr="0031418B" w:rsidRDefault="009F4760" w:rsidP="009F4760">
            <w:pPr>
              <w:pStyle w:val="TAL"/>
            </w:pPr>
            <w:r w:rsidRPr="0031418B">
              <w:t>This requirement does not apply to E-UTRA FDD Repeater operating in band 30, since it is already covered by the requirement in sub-clause 11.1, but requires a 86dB coupling loss between BS and the repeater DL receive port.</w:t>
            </w:r>
          </w:p>
        </w:tc>
      </w:tr>
      <w:tr w:rsidR="009F4760" w:rsidRPr="0031418B" w14:paraId="463654A4" w14:textId="77777777" w:rsidTr="009E256A">
        <w:trPr>
          <w:jc w:val="center"/>
        </w:trPr>
        <w:tc>
          <w:tcPr>
            <w:tcW w:w="1200" w:type="dxa"/>
            <w:tcBorders>
              <w:top w:val="single" w:sz="4" w:space="0" w:color="auto"/>
              <w:left w:val="single" w:sz="4" w:space="0" w:color="auto"/>
              <w:bottom w:val="single" w:sz="4" w:space="0" w:color="auto"/>
              <w:right w:val="single" w:sz="4" w:space="0" w:color="auto"/>
            </w:tcBorders>
          </w:tcPr>
          <w:p w14:paraId="2AC4B036" w14:textId="77777777" w:rsidR="009F4760" w:rsidRPr="0031418B" w:rsidRDefault="009F4760" w:rsidP="009F4760">
            <w:pPr>
              <w:pStyle w:val="TAC"/>
            </w:pPr>
            <w:r w:rsidRPr="0031418B">
              <w:rPr>
                <w:lang w:val="sv-SE"/>
              </w:rPr>
              <w:t>E-UTRA Band 31</w:t>
            </w:r>
          </w:p>
        </w:tc>
        <w:tc>
          <w:tcPr>
            <w:tcW w:w="1418" w:type="dxa"/>
            <w:tcBorders>
              <w:top w:val="single" w:sz="4" w:space="0" w:color="auto"/>
              <w:left w:val="single" w:sz="4" w:space="0" w:color="auto"/>
              <w:bottom w:val="single" w:sz="4" w:space="0" w:color="auto"/>
              <w:right w:val="single" w:sz="4" w:space="0" w:color="auto"/>
            </w:tcBorders>
          </w:tcPr>
          <w:p w14:paraId="56A8DFA8" w14:textId="77777777" w:rsidR="009F4760" w:rsidRPr="0031418B" w:rsidRDefault="009F4760" w:rsidP="009F4760">
            <w:pPr>
              <w:pStyle w:val="TAC"/>
            </w:pPr>
            <w:r w:rsidRPr="0031418B">
              <w:t>462.5 – 467.5 MHz</w:t>
            </w:r>
          </w:p>
        </w:tc>
        <w:tc>
          <w:tcPr>
            <w:tcW w:w="1134" w:type="dxa"/>
            <w:tcBorders>
              <w:top w:val="single" w:sz="4" w:space="0" w:color="auto"/>
              <w:left w:val="single" w:sz="4" w:space="0" w:color="auto"/>
              <w:bottom w:val="single" w:sz="4" w:space="0" w:color="auto"/>
              <w:right w:val="single" w:sz="4" w:space="0" w:color="auto"/>
            </w:tcBorders>
          </w:tcPr>
          <w:p w14:paraId="27991A48"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tcPr>
          <w:p w14:paraId="3792055D"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tcPr>
          <w:p w14:paraId="77E48604"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14F6415D" w14:textId="77777777" w:rsidR="009F4760" w:rsidRPr="0031418B" w:rsidRDefault="009F4760" w:rsidP="009F4760">
            <w:pPr>
              <w:pStyle w:val="TAL"/>
            </w:pPr>
            <w:r w:rsidRPr="0031418B">
              <w:t>This requirement does not apply to E-UTRA FDD Repeater operating in band 31</w:t>
            </w:r>
            <w:r w:rsidR="00B13F6A" w:rsidRPr="0031418B">
              <w:t xml:space="preserve"> or band 72</w:t>
            </w:r>
            <w:r w:rsidRPr="0031418B">
              <w:t>, since it is already covered by the requirement in sub-clause 11.1, but requires a 86dB coupling loss between BS and the repeater DL receive port.</w:t>
            </w:r>
          </w:p>
        </w:tc>
      </w:tr>
      <w:tr w:rsidR="009F4760" w:rsidRPr="0031418B" w14:paraId="775FDAFC" w14:textId="77777777" w:rsidTr="009E256A">
        <w:trPr>
          <w:jc w:val="center"/>
        </w:trPr>
        <w:tc>
          <w:tcPr>
            <w:tcW w:w="1200" w:type="dxa"/>
            <w:tcBorders>
              <w:top w:val="single" w:sz="4" w:space="0" w:color="auto"/>
              <w:left w:val="single" w:sz="4" w:space="0" w:color="auto"/>
              <w:bottom w:val="single" w:sz="4" w:space="0" w:color="auto"/>
              <w:right w:val="single" w:sz="4" w:space="0" w:color="auto"/>
            </w:tcBorders>
          </w:tcPr>
          <w:p w14:paraId="2D59F8D6" w14:textId="77777777" w:rsidR="009F4760" w:rsidRPr="0031418B" w:rsidRDefault="009F4760" w:rsidP="009F4760">
            <w:pPr>
              <w:pStyle w:val="TAC"/>
            </w:pPr>
            <w:r w:rsidRPr="0031418B">
              <w:rPr>
                <w:lang w:val="sv-SE"/>
              </w:rPr>
              <w:lastRenderedPageBreak/>
              <w:t>UTRA-FDD Band XXXII or E-UTRA Band 32</w:t>
            </w:r>
          </w:p>
        </w:tc>
        <w:tc>
          <w:tcPr>
            <w:tcW w:w="1418" w:type="dxa"/>
            <w:tcBorders>
              <w:top w:val="single" w:sz="4" w:space="0" w:color="auto"/>
              <w:left w:val="single" w:sz="4" w:space="0" w:color="auto"/>
              <w:bottom w:val="single" w:sz="4" w:space="0" w:color="auto"/>
              <w:right w:val="single" w:sz="4" w:space="0" w:color="auto"/>
            </w:tcBorders>
          </w:tcPr>
          <w:p w14:paraId="6FABFABD" w14:textId="77777777" w:rsidR="009F4760" w:rsidRPr="0031418B" w:rsidRDefault="009F4760" w:rsidP="009F4760">
            <w:pPr>
              <w:pStyle w:val="TAC"/>
            </w:pPr>
            <w:r w:rsidRPr="0031418B">
              <w:t>1452 - 1496 MHz</w:t>
            </w:r>
          </w:p>
        </w:tc>
        <w:tc>
          <w:tcPr>
            <w:tcW w:w="1134" w:type="dxa"/>
            <w:tcBorders>
              <w:top w:val="single" w:sz="4" w:space="0" w:color="auto"/>
              <w:left w:val="single" w:sz="4" w:space="0" w:color="auto"/>
              <w:bottom w:val="single" w:sz="4" w:space="0" w:color="auto"/>
              <w:right w:val="single" w:sz="4" w:space="0" w:color="auto"/>
            </w:tcBorders>
          </w:tcPr>
          <w:p w14:paraId="33BF0C10"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tcPr>
          <w:p w14:paraId="433E8EC4"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tcPr>
          <w:p w14:paraId="51F7BD95"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2830E8CD" w14:textId="77777777" w:rsidR="009F4760" w:rsidRPr="0031418B" w:rsidRDefault="009F4760" w:rsidP="009F4760">
            <w:pPr>
              <w:pStyle w:val="TAL"/>
            </w:pPr>
            <w:r w:rsidRPr="0031418B">
              <w:t xml:space="preserve">This requirement does not apply to E-UTRA FDD Repeater operating in band 11, 21 or 32, since it is already covered by the requirement in sub-clause 11. 1, but requires a 86dB coupling loss between BS and the repeater DL receive port. </w:t>
            </w:r>
          </w:p>
        </w:tc>
      </w:tr>
      <w:tr w:rsidR="00D87321" w:rsidRPr="0031418B" w14:paraId="1D1F1D2F"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3360DF92" w14:textId="77777777" w:rsidR="00D87321" w:rsidRPr="0031418B" w:rsidRDefault="00D87321" w:rsidP="00BF2993">
            <w:pPr>
              <w:pStyle w:val="TAL"/>
              <w:jc w:val="center"/>
            </w:pPr>
            <w:r w:rsidRPr="0031418B">
              <w:rPr>
                <w:rFonts w:cs="v5.0.0"/>
              </w:rPr>
              <w:t xml:space="preserve">UTRA TDD in Band a) or </w:t>
            </w:r>
            <w:r w:rsidRPr="0031418B">
              <w:rPr>
                <w:rFonts w:cs="v5.0.0"/>
              </w:rPr>
              <w:br/>
              <w:t>E-UTRA Band 33</w:t>
            </w:r>
          </w:p>
        </w:tc>
        <w:tc>
          <w:tcPr>
            <w:tcW w:w="1418" w:type="dxa"/>
            <w:tcBorders>
              <w:top w:val="single" w:sz="4" w:space="0" w:color="auto"/>
              <w:left w:val="single" w:sz="4" w:space="0" w:color="auto"/>
              <w:bottom w:val="single" w:sz="4" w:space="0" w:color="auto"/>
              <w:right w:val="single" w:sz="4" w:space="0" w:color="auto"/>
            </w:tcBorders>
            <w:vAlign w:val="center"/>
          </w:tcPr>
          <w:p w14:paraId="266DBEC7" w14:textId="77777777" w:rsidR="00D87321" w:rsidRPr="0031418B" w:rsidRDefault="00D87321" w:rsidP="00BF2993">
            <w:pPr>
              <w:pStyle w:val="TAL"/>
              <w:jc w:val="center"/>
              <w:rPr>
                <w:lang w:eastAsia="ja-JP"/>
              </w:rPr>
            </w:pPr>
            <w:r w:rsidRPr="0031418B">
              <w:rPr>
                <w:lang w:eastAsia="ja-JP"/>
              </w:rPr>
              <w:t>1900 - 1920 MHz</w:t>
            </w:r>
          </w:p>
        </w:tc>
        <w:tc>
          <w:tcPr>
            <w:tcW w:w="1134" w:type="dxa"/>
            <w:tcBorders>
              <w:top w:val="single" w:sz="4" w:space="0" w:color="auto"/>
              <w:left w:val="single" w:sz="4" w:space="0" w:color="auto"/>
              <w:bottom w:val="single" w:sz="4" w:space="0" w:color="auto"/>
              <w:right w:val="single" w:sz="4" w:space="0" w:color="auto"/>
            </w:tcBorders>
            <w:vAlign w:val="center"/>
          </w:tcPr>
          <w:p w14:paraId="5B3CB0DB"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4259B639"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6B07B6F"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3B7BF2D1" w14:textId="77777777" w:rsidR="00D87321" w:rsidRPr="0031418B" w:rsidRDefault="00E47755" w:rsidP="00BF2993">
            <w:pPr>
              <w:pStyle w:val="TAL"/>
            </w:pPr>
            <w:r w:rsidRPr="0031418B">
              <w:rPr>
                <w:lang w:eastAsia="ja-JP"/>
              </w:rPr>
              <w:t>This requirement does not apply to the uplink of E-UTRA FDD Repeater operating in band 1, band 2 or band 25.</w:t>
            </w:r>
          </w:p>
        </w:tc>
      </w:tr>
      <w:tr w:rsidR="00D87321" w:rsidRPr="0031418B" w14:paraId="224731BE"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4DAF6512" w14:textId="77777777" w:rsidR="00D87321" w:rsidRPr="0031418B" w:rsidRDefault="00D87321" w:rsidP="00BF2993">
            <w:pPr>
              <w:pStyle w:val="TAL"/>
              <w:jc w:val="center"/>
            </w:pPr>
            <w:r w:rsidRPr="0031418B">
              <w:rPr>
                <w:rFonts w:cs="v5.0.0"/>
              </w:rPr>
              <w:t xml:space="preserve">UTRA TDD in Band a) or </w:t>
            </w:r>
            <w:r w:rsidRPr="0031418B">
              <w:rPr>
                <w:rFonts w:cs="v5.0.0"/>
              </w:rPr>
              <w:br/>
              <w:t>E-UTRA Band 34</w:t>
            </w:r>
          </w:p>
        </w:tc>
        <w:tc>
          <w:tcPr>
            <w:tcW w:w="1418" w:type="dxa"/>
            <w:tcBorders>
              <w:top w:val="single" w:sz="4" w:space="0" w:color="auto"/>
              <w:left w:val="single" w:sz="4" w:space="0" w:color="auto"/>
              <w:bottom w:val="single" w:sz="4" w:space="0" w:color="auto"/>
              <w:right w:val="single" w:sz="4" w:space="0" w:color="auto"/>
            </w:tcBorders>
            <w:vAlign w:val="center"/>
          </w:tcPr>
          <w:p w14:paraId="5CC54AF0" w14:textId="77777777" w:rsidR="00D87321" w:rsidRPr="0031418B" w:rsidRDefault="00D87321" w:rsidP="00BF2993">
            <w:pPr>
              <w:pStyle w:val="TAL"/>
              <w:jc w:val="center"/>
              <w:rPr>
                <w:lang w:eastAsia="ja-JP"/>
              </w:rPr>
            </w:pPr>
            <w:r w:rsidRPr="0031418B">
              <w:rPr>
                <w:lang w:eastAsia="ja-JP"/>
              </w:rPr>
              <w:t>2010 - 2025 MHz</w:t>
            </w:r>
          </w:p>
        </w:tc>
        <w:tc>
          <w:tcPr>
            <w:tcW w:w="1134" w:type="dxa"/>
            <w:tcBorders>
              <w:top w:val="single" w:sz="4" w:space="0" w:color="auto"/>
              <w:left w:val="single" w:sz="4" w:space="0" w:color="auto"/>
              <w:bottom w:val="single" w:sz="4" w:space="0" w:color="auto"/>
              <w:right w:val="single" w:sz="4" w:space="0" w:color="auto"/>
            </w:tcBorders>
            <w:vAlign w:val="center"/>
          </w:tcPr>
          <w:p w14:paraId="17D8CC81"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32A393E"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35E2EB32"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D65B7C0" w14:textId="77777777" w:rsidR="00D87321" w:rsidRPr="0031418B" w:rsidRDefault="00D87321" w:rsidP="00BF2993">
            <w:pPr>
              <w:pStyle w:val="TAL"/>
            </w:pPr>
          </w:p>
        </w:tc>
      </w:tr>
      <w:tr w:rsidR="00D87321" w:rsidRPr="0031418B" w14:paraId="5918AEF5"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204C1C91" w14:textId="77777777" w:rsidR="00D87321" w:rsidRPr="0031418B" w:rsidRDefault="00D87321" w:rsidP="00BF2993">
            <w:pPr>
              <w:pStyle w:val="TAL"/>
              <w:jc w:val="center"/>
            </w:pPr>
            <w:r w:rsidRPr="0031418B">
              <w:rPr>
                <w:rFonts w:cs="v5.0.0"/>
              </w:rPr>
              <w:t xml:space="preserve">UTRA TDD in Band b) or </w:t>
            </w:r>
            <w:r w:rsidRPr="0031418B">
              <w:rPr>
                <w:rFonts w:cs="v5.0.0"/>
              </w:rPr>
              <w:br/>
              <w:t>E-UTRA Band 35</w:t>
            </w:r>
          </w:p>
        </w:tc>
        <w:tc>
          <w:tcPr>
            <w:tcW w:w="1418" w:type="dxa"/>
            <w:tcBorders>
              <w:top w:val="single" w:sz="4" w:space="0" w:color="auto"/>
              <w:left w:val="single" w:sz="4" w:space="0" w:color="auto"/>
              <w:bottom w:val="single" w:sz="4" w:space="0" w:color="auto"/>
              <w:right w:val="single" w:sz="4" w:space="0" w:color="auto"/>
            </w:tcBorders>
            <w:vAlign w:val="center"/>
          </w:tcPr>
          <w:p w14:paraId="22F0B8A6" w14:textId="77777777" w:rsidR="00D87321" w:rsidRPr="0031418B" w:rsidRDefault="00D87321" w:rsidP="00BF2993">
            <w:pPr>
              <w:pStyle w:val="TAL"/>
              <w:jc w:val="center"/>
              <w:rPr>
                <w:lang w:eastAsia="ja-JP"/>
              </w:rPr>
            </w:pPr>
            <w:r w:rsidRPr="0031418B">
              <w:rPr>
                <w:lang w:eastAsia="ja-JP"/>
              </w:rPr>
              <w:t>1850 – 1910 MHz</w:t>
            </w:r>
          </w:p>
        </w:tc>
        <w:tc>
          <w:tcPr>
            <w:tcW w:w="1134" w:type="dxa"/>
            <w:tcBorders>
              <w:top w:val="single" w:sz="4" w:space="0" w:color="auto"/>
              <w:left w:val="single" w:sz="4" w:space="0" w:color="auto"/>
              <w:bottom w:val="single" w:sz="4" w:space="0" w:color="auto"/>
              <w:right w:val="single" w:sz="4" w:space="0" w:color="auto"/>
            </w:tcBorders>
            <w:vAlign w:val="center"/>
          </w:tcPr>
          <w:p w14:paraId="07E88735"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E97B9FE"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1DC738E4"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7EDE40CA" w14:textId="77777777" w:rsidR="00E47755" w:rsidRPr="0031418B" w:rsidRDefault="00E47755" w:rsidP="00E47755">
            <w:pPr>
              <w:keepNext/>
              <w:keepLines/>
              <w:spacing w:after="0"/>
              <w:rPr>
                <w:rFonts w:ascii="Arial" w:hAnsi="Arial"/>
                <w:sz w:val="18"/>
                <w:lang w:eastAsia="ja-JP"/>
              </w:rPr>
            </w:pPr>
            <w:r w:rsidRPr="0031418B">
              <w:rPr>
                <w:rFonts w:ascii="Arial" w:hAnsi="Arial"/>
                <w:sz w:val="18"/>
                <w:lang w:eastAsia="ja-JP"/>
              </w:rPr>
              <w:t>This requirement does not apply to the downlink of E-UTRA FDD Repeater operating in band 3 or band 9.</w:t>
            </w:r>
          </w:p>
          <w:p w14:paraId="2F688DE7" w14:textId="77777777" w:rsidR="00D87321" w:rsidRPr="0031418B" w:rsidRDefault="00E47755" w:rsidP="00E47755">
            <w:pPr>
              <w:pStyle w:val="TAL"/>
            </w:pPr>
            <w:r w:rsidRPr="0031418B">
              <w:rPr>
                <w:lang w:eastAsia="ja-JP"/>
              </w:rPr>
              <w:t>This requirement does not apply to the uplink of E-UTRA FDD Repeater operating in band 2 or band 25.</w:t>
            </w:r>
          </w:p>
        </w:tc>
      </w:tr>
      <w:tr w:rsidR="00D87321" w:rsidRPr="0031418B" w14:paraId="74721348"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22FCD741" w14:textId="77777777" w:rsidR="00D87321" w:rsidRPr="0031418B" w:rsidRDefault="00D87321" w:rsidP="00BF2993">
            <w:pPr>
              <w:pStyle w:val="TAL"/>
              <w:jc w:val="center"/>
            </w:pPr>
            <w:r w:rsidRPr="0031418B">
              <w:rPr>
                <w:rFonts w:cs="v5.0.0"/>
              </w:rPr>
              <w:t xml:space="preserve">UTRA TDD in Band b) or </w:t>
            </w:r>
            <w:r w:rsidRPr="0031418B">
              <w:rPr>
                <w:rFonts w:cs="v5.0.0"/>
              </w:rPr>
              <w:br/>
              <w:t>E-UTRA Band 36</w:t>
            </w:r>
          </w:p>
        </w:tc>
        <w:tc>
          <w:tcPr>
            <w:tcW w:w="1418" w:type="dxa"/>
            <w:tcBorders>
              <w:top w:val="single" w:sz="4" w:space="0" w:color="auto"/>
              <w:left w:val="single" w:sz="4" w:space="0" w:color="auto"/>
              <w:bottom w:val="single" w:sz="4" w:space="0" w:color="auto"/>
              <w:right w:val="single" w:sz="4" w:space="0" w:color="auto"/>
            </w:tcBorders>
            <w:vAlign w:val="center"/>
          </w:tcPr>
          <w:p w14:paraId="58DAA1D1" w14:textId="77777777" w:rsidR="00D87321" w:rsidRPr="0031418B" w:rsidRDefault="00D87321" w:rsidP="00BF2993">
            <w:pPr>
              <w:pStyle w:val="TAL"/>
              <w:jc w:val="center"/>
              <w:rPr>
                <w:lang w:eastAsia="ja-JP"/>
              </w:rPr>
            </w:pPr>
            <w:r w:rsidRPr="0031418B">
              <w:rPr>
                <w:lang w:eastAsia="ja-JP"/>
              </w:rPr>
              <w:t>1930 – 1990 MHz</w:t>
            </w:r>
          </w:p>
        </w:tc>
        <w:tc>
          <w:tcPr>
            <w:tcW w:w="1134" w:type="dxa"/>
            <w:tcBorders>
              <w:top w:val="single" w:sz="4" w:space="0" w:color="auto"/>
              <w:left w:val="single" w:sz="4" w:space="0" w:color="auto"/>
              <w:bottom w:val="single" w:sz="4" w:space="0" w:color="auto"/>
              <w:right w:val="single" w:sz="4" w:space="0" w:color="auto"/>
            </w:tcBorders>
            <w:vAlign w:val="center"/>
          </w:tcPr>
          <w:p w14:paraId="567EBA86"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56C67A39"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174BCADB"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1B1E77C" w14:textId="77777777" w:rsidR="00E47755" w:rsidRPr="0031418B" w:rsidRDefault="00D87321" w:rsidP="00E47755">
            <w:pPr>
              <w:pStyle w:val="TAL"/>
            </w:pPr>
            <w:r w:rsidRPr="0031418B">
              <w:t>This requirement does not apply to the downlink of E-UTRA FDD Repeater operating in band 2</w:t>
            </w:r>
            <w:r w:rsidR="00E47755" w:rsidRPr="0031418B">
              <w:t xml:space="preserve"> or band 25.</w:t>
            </w:r>
          </w:p>
          <w:p w14:paraId="310A552B" w14:textId="77777777" w:rsidR="00D87321" w:rsidRPr="0031418B" w:rsidRDefault="00E47755" w:rsidP="00E47755">
            <w:pPr>
              <w:pStyle w:val="TAL"/>
            </w:pPr>
            <w:r w:rsidRPr="0031418B">
              <w:t>This requirement does not apply to the uplink of E-UTRA FDD Repeater operating in band 1</w:t>
            </w:r>
            <w:r w:rsidR="00D87321" w:rsidRPr="0031418B">
              <w:t>.</w:t>
            </w:r>
          </w:p>
        </w:tc>
      </w:tr>
      <w:tr w:rsidR="00D87321" w:rsidRPr="0031418B" w14:paraId="617ED424"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75AA7FE" w14:textId="77777777" w:rsidR="00D87321" w:rsidRPr="0031418B" w:rsidRDefault="00D87321" w:rsidP="00BF2993">
            <w:pPr>
              <w:pStyle w:val="TAL"/>
              <w:jc w:val="center"/>
            </w:pPr>
            <w:r w:rsidRPr="0031418B">
              <w:rPr>
                <w:rFonts w:cs="v5.0.0"/>
              </w:rPr>
              <w:t xml:space="preserve">UTRA TDD in Band c) or </w:t>
            </w:r>
            <w:r w:rsidRPr="0031418B">
              <w:rPr>
                <w:rFonts w:cs="v5.0.0"/>
              </w:rPr>
              <w:br/>
              <w:t>E-UTRA Band 37</w:t>
            </w:r>
          </w:p>
        </w:tc>
        <w:tc>
          <w:tcPr>
            <w:tcW w:w="1418" w:type="dxa"/>
            <w:tcBorders>
              <w:top w:val="single" w:sz="4" w:space="0" w:color="auto"/>
              <w:left w:val="single" w:sz="4" w:space="0" w:color="auto"/>
              <w:bottom w:val="single" w:sz="4" w:space="0" w:color="auto"/>
              <w:right w:val="single" w:sz="4" w:space="0" w:color="auto"/>
            </w:tcBorders>
            <w:vAlign w:val="center"/>
          </w:tcPr>
          <w:p w14:paraId="4BEB9869" w14:textId="77777777" w:rsidR="00D87321" w:rsidRPr="0031418B" w:rsidRDefault="00D87321" w:rsidP="00BF2993">
            <w:pPr>
              <w:pStyle w:val="TAL"/>
              <w:jc w:val="center"/>
              <w:rPr>
                <w:lang w:eastAsia="ja-JP"/>
              </w:rPr>
            </w:pPr>
            <w:r w:rsidRPr="0031418B">
              <w:rPr>
                <w:lang w:eastAsia="ja-JP"/>
              </w:rPr>
              <w:t>1910 - 1930 MHz</w:t>
            </w:r>
          </w:p>
        </w:tc>
        <w:tc>
          <w:tcPr>
            <w:tcW w:w="1134" w:type="dxa"/>
            <w:tcBorders>
              <w:top w:val="single" w:sz="4" w:space="0" w:color="auto"/>
              <w:left w:val="single" w:sz="4" w:space="0" w:color="auto"/>
              <w:bottom w:val="single" w:sz="4" w:space="0" w:color="auto"/>
              <w:right w:val="single" w:sz="4" w:space="0" w:color="auto"/>
            </w:tcBorders>
            <w:vAlign w:val="center"/>
          </w:tcPr>
          <w:p w14:paraId="2842C585"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4A03CD6"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324A9617"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726CBA9B" w14:textId="77777777" w:rsidR="00E47755" w:rsidRPr="0031418B" w:rsidRDefault="00E47755" w:rsidP="00E47755">
            <w:pPr>
              <w:keepNext/>
              <w:keepLines/>
              <w:spacing w:after="0"/>
              <w:rPr>
                <w:rFonts w:ascii="Arial" w:hAnsi="Arial"/>
                <w:sz w:val="18"/>
              </w:rPr>
            </w:pPr>
            <w:r w:rsidRPr="0031418B">
              <w:rPr>
                <w:rFonts w:ascii="Arial" w:hAnsi="Arial"/>
                <w:sz w:val="18"/>
              </w:rPr>
              <w:t>This requirement does not apply to E-UTRA FDD Repeater operating in band 2 or band 25.</w:t>
            </w:r>
          </w:p>
          <w:p w14:paraId="503FCCBC" w14:textId="77777777" w:rsidR="00E47755" w:rsidRPr="0031418B" w:rsidRDefault="00E47755" w:rsidP="00E47755">
            <w:pPr>
              <w:keepNext/>
              <w:keepLines/>
              <w:spacing w:after="0"/>
              <w:rPr>
                <w:rFonts w:ascii="Arial" w:hAnsi="Arial"/>
                <w:sz w:val="18"/>
                <w:lang w:eastAsia="ja-JP"/>
              </w:rPr>
            </w:pPr>
            <w:r w:rsidRPr="0031418B">
              <w:rPr>
                <w:rFonts w:ascii="Arial" w:hAnsi="Arial"/>
                <w:sz w:val="18"/>
                <w:lang w:eastAsia="ja-JP"/>
              </w:rPr>
              <w:t>This requirement does not apply to the uplink of E-UTRA FDD Repeater operating in band 1.</w:t>
            </w:r>
          </w:p>
          <w:p w14:paraId="3A9E2F06" w14:textId="77777777" w:rsidR="00D87321" w:rsidRPr="0031418B" w:rsidRDefault="00D87321" w:rsidP="00BF2993">
            <w:pPr>
              <w:pStyle w:val="TAL"/>
            </w:pPr>
            <w:r w:rsidRPr="0031418B">
              <w:t>This unpaired band is defined in ITU-R M.1036, but is pending any future deployment.</w:t>
            </w:r>
          </w:p>
        </w:tc>
      </w:tr>
      <w:tr w:rsidR="00D87321" w:rsidRPr="0031418B" w14:paraId="31E40989"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99D568C" w14:textId="77777777" w:rsidR="00D87321" w:rsidRPr="0031418B" w:rsidRDefault="00D87321" w:rsidP="00BF2993">
            <w:pPr>
              <w:pStyle w:val="TAL"/>
              <w:jc w:val="center"/>
              <w:rPr>
                <w:rFonts w:cs="v5.0.0"/>
              </w:rPr>
            </w:pPr>
            <w:r w:rsidRPr="0031418B">
              <w:rPr>
                <w:rFonts w:cs="v5.0.0"/>
              </w:rPr>
              <w:t xml:space="preserve">UTRA TDD in Band d) or </w:t>
            </w:r>
            <w:r w:rsidRPr="0031418B">
              <w:rPr>
                <w:rFonts w:cs="v5.0.0"/>
              </w:rPr>
              <w:br/>
              <w:t>E-UTRA Band 38</w:t>
            </w:r>
          </w:p>
        </w:tc>
        <w:tc>
          <w:tcPr>
            <w:tcW w:w="1418" w:type="dxa"/>
            <w:tcBorders>
              <w:top w:val="single" w:sz="4" w:space="0" w:color="auto"/>
              <w:left w:val="single" w:sz="4" w:space="0" w:color="auto"/>
              <w:bottom w:val="single" w:sz="4" w:space="0" w:color="auto"/>
              <w:right w:val="single" w:sz="4" w:space="0" w:color="auto"/>
            </w:tcBorders>
            <w:vAlign w:val="center"/>
          </w:tcPr>
          <w:p w14:paraId="040E212A" w14:textId="77777777" w:rsidR="00D87321" w:rsidRPr="0031418B" w:rsidRDefault="00D87321" w:rsidP="00BF2993">
            <w:pPr>
              <w:pStyle w:val="TAL"/>
              <w:jc w:val="center"/>
              <w:rPr>
                <w:lang w:eastAsia="ja-JP"/>
              </w:rPr>
            </w:pPr>
            <w:r w:rsidRPr="0031418B">
              <w:rPr>
                <w:lang w:eastAsia="ja-JP"/>
              </w:rPr>
              <w:t>2570 – 2620 MHz</w:t>
            </w:r>
          </w:p>
        </w:tc>
        <w:tc>
          <w:tcPr>
            <w:tcW w:w="1134" w:type="dxa"/>
            <w:tcBorders>
              <w:top w:val="single" w:sz="4" w:space="0" w:color="auto"/>
              <w:left w:val="single" w:sz="4" w:space="0" w:color="auto"/>
              <w:bottom w:val="single" w:sz="4" w:space="0" w:color="auto"/>
              <w:right w:val="single" w:sz="4" w:space="0" w:color="auto"/>
            </w:tcBorders>
            <w:vAlign w:val="center"/>
          </w:tcPr>
          <w:p w14:paraId="2D1AF5BE"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7E523750"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3320E83B"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1079F621" w14:textId="77777777" w:rsidR="00D87321" w:rsidRPr="0031418B" w:rsidRDefault="00E47755" w:rsidP="00BF2993">
            <w:pPr>
              <w:pStyle w:val="TAL"/>
            </w:pPr>
            <w:r w:rsidRPr="0031418B">
              <w:t>This requirement does not apply to the uplink of E-UTRA FDD Repeater operating in band 7.</w:t>
            </w:r>
          </w:p>
        </w:tc>
      </w:tr>
      <w:tr w:rsidR="00D87321" w:rsidRPr="0031418B" w14:paraId="592BE616"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144E936E" w14:textId="77777777" w:rsidR="00D87321" w:rsidRPr="0031418B" w:rsidRDefault="00715FFC" w:rsidP="00BF2993">
            <w:pPr>
              <w:pStyle w:val="TAL"/>
              <w:jc w:val="center"/>
              <w:rPr>
                <w:rFonts w:cs="v5.0.0"/>
              </w:rPr>
            </w:pPr>
            <w:r w:rsidRPr="0031418B">
              <w:t>UTRA TDD Band f) or</w:t>
            </w:r>
            <w:r w:rsidRPr="0031418B">
              <w:br/>
            </w:r>
            <w:r w:rsidR="00D87321" w:rsidRPr="0031418B">
              <w:t>E-UTRA Band 3</w:t>
            </w:r>
            <w:r w:rsidR="00D87321" w:rsidRPr="0031418B">
              <w:rPr>
                <w:lang w:eastAsia="zh-CN"/>
              </w:rPr>
              <w:t>9</w:t>
            </w:r>
          </w:p>
        </w:tc>
        <w:tc>
          <w:tcPr>
            <w:tcW w:w="1418" w:type="dxa"/>
            <w:tcBorders>
              <w:top w:val="single" w:sz="4" w:space="0" w:color="auto"/>
              <w:left w:val="single" w:sz="4" w:space="0" w:color="auto"/>
              <w:bottom w:val="single" w:sz="4" w:space="0" w:color="auto"/>
              <w:right w:val="single" w:sz="4" w:space="0" w:color="auto"/>
            </w:tcBorders>
            <w:vAlign w:val="center"/>
          </w:tcPr>
          <w:p w14:paraId="257AA174" w14:textId="77777777" w:rsidR="00D87321" w:rsidRPr="0031418B" w:rsidRDefault="00D87321" w:rsidP="00BF2993">
            <w:pPr>
              <w:pStyle w:val="TAL"/>
              <w:jc w:val="center"/>
              <w:rPr>
                <w:lang w:eastAsia="ja-JP"/>
              </w:rPr>
            </w:pPr>
            <w:r w:rsidRPr="0031418B">
              <w:rPr>
                <w:lang w:eastAsia="zh-CN"/>
              </w:rPr>
              <w:t xml:space="preserve">1880 </w:t>
            </w:r>
            <w:r w:rsidRPr="0031418B">
              <w:rPr>
                <w:lang w:eastAsia="ja-JP"/>
              </w:rPr>
              <w:t xml:space="preserve">– </w:t>
            </w:r>
            <w:r w:rsidRPr="0031418B">
              <w:rPr>
                <w:lang w:eastAsia="zh-CN"/>
              </w:rPr>
              <w:t>1920 MHz</w:t>
            </w:r>
          </w:p>
        </w:tc>
        <w:tc>
          <w:tcPr>
            <w:tcW w:w="1134" w:type="dxa"/>
            <w:tcBorders>
              <w:top w:val="single" w:sz="4" w:space="0" w:color="auto"/>
              <w:left w:val="single" w:sz="4" w:space="0" w:color="auto"/>
              <w:bottom w:val="single" w:sz="4" w:space="0" w:color="auto"/>
              <w:right w:val="single" w:sz="4" w:space="0" w:color="auto"/>
            </w:tcBorders>
            <w:vAlign w:val="center"/>
          </w:tcPr>
          <w:p w14:paraId="6C90A559"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042428BE"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7A3BB997"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604BDB60" w14:textId="77777777" w:rsidR="00D87321" w:rsidRPr="0031418B" w:rsidRDefault="00E47755" w:rsidP="00BF2993">
            <w:pPr>
              <w:pStyle w:val="TAL"/>
            </w:pPr>
            <w:r w:rsidRPr="0031418B">
              <w:rPr>
                <w:lang w:eastAsia="ja-JP"/>
              </w:rPr>
              <w:t>This requirement does not apply to E-UTRA FDD Repeater operating in band 1, band 2 or band 25.</w:t>
            </w:r>
          </w:p>
        </w:tc>
      </w:tr>
      <w:tr w:rsidR="00D87321" w:rsidRPr="0031418B" w14:paraId="0E73215A"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0426CFA2" w14:textId="77777777" w:rsidR="00D87321" w:rsidRPr="0031418B" w:rsidRDefault="00715FFC" w:rsidP="00BF2993">
            <w:pPr>
              <w:pStyle w:val="TAL"/>
              <w:jc w:val="center"/>
            </w:pPr>
            <w:r w:rsidRPr="0031418B">
              <w:t>UTRA TDD Band e) or</w:t>
            </w:r>
            <w:r w:rsidRPr="0031418B">
              <w:br/>
            </w:r>
            <w:r w:rsidR="00D87321" w:rsidRPr="0031418B">
              <w:t xml:space="preserve">E-UTRA Band </w:t>
            </w:r>
            <w:r w:rsidR="00D87321" w:rsidRPr="0031418B">
              <w:rPr>
                <w:lang w:eastAsia="zh-CN"/>
              </w:rPr>
              <w:t>40</w:t>
            </w:r>
          </w:p>
        </w:tc>
        <w:tc>
          <w:tcPr>
            <w:tcW w:w="1418" w:type="dxa"/>
            <w:tcBorders>
              <w:top w:val="single" w:sz="4" w:space="0" w:color="auto"/>
              <w:left w:val="single" w:sz="4" w:space="0" w:color="auto"/>
              <w:bottom w:val="single" w:sz="4" w:space="0" w:color="auto"/>
              <w:right w:val="single" w:sz="4" w:space="0" w:color="auto"/>
            </w:tcBorders>
            <w:vAlign w:val="center"/>
          </w:tcPr>
          <w:p w14:paraId="5FF83412" w14:textId="77777777" w:rsidR="00D87321" w:rsidRPr="0031418B" w:rsidRDefault="00D87321" w:rsidP="00AB0776">
            <w:pPr>
              <w:pStyle w:val="TAC"/>
              <w:rPr>
                <w:lang w:eastAsia="zh-CN"/>
              </w:rPr>
            </w:pPr>
            <w:r w:rsidRPr="0031418B">
              <w:rPr>
                <w:lang w:eastAsia="zh-CN"/>
              </w:rPr>
              <w:t xml:space="preserve">2300 </w:t>
            </w:r>
            <w:r w:rsidRPr="0031418B">
              <w:rPr>
                <w:lang w:eastAsia="ja-JP"/>
              </w:rPr>
              <w:t xml:space="preserve">– </w:t>
            </w:r>
            <w:r w:rsidRPr="0031418B">
              <w:rPr>
                <w:lang w:eastAsia="zh-CN"/>
              </w:rPr>
              <w:t>2400 MHz</w:t>
            </w:r>
          </w:p>
        </w:tc>
        <w:tc>
          <w:tcPr>
            <w:tcW w:w="1134" w:type="dxa"/>
            <w:tcBorders>
              <w:top w:val="single" w:sz="4" w:space="0" w:color="auto"/>
              <w:left w:val="single" w:sz="4" w:space="0" w:color="auto"/>
              <w:bottom w:val="single" w:sz="4" w:space="0" w:color="auto"/>
              <w:right w:val="single" w:sz="4" w:space="0" w:color="auto"/>
            </w:tcBorders>
            <w:vAlign w:val="center"/>
          </w:tcPr>
          <w:p w14:paraId="4FF2758C" w14:textId="77777777" w:rsidR="00D87321" w:rsidRPr="0031418B" w:rsidRDefault="00D87321"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39461FD" w14:textId="77777777" w:rsidR="00D87321" w:rsidRPr="0031418B" w:rsidRDefault="00D87321"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E7FF07E" w14:textId="77777777" w:rsidR="00D87321" w:rsidRPr="0031418B" w:rsidRDefault="00D87321"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D39D37C" w14:textId="77777777" w:rsidR="00D87321" w:rsidRPr="0031418B" w:rsidRDefault="009F4760" w:rsidP="009F4760">
            <w:pPr>
              <w:pStyle w:val="TAL"/>
            </w:pPr>
            <w:r w:rsidRPr="0031418B">
              <w:t>This requirement does not apply to E-UTRA FDD Repeater operating in band 30.</w:t>
            </w:r>
          </w:p>
        </w:tc>
      </w:tr>
      <w:tr w:rsidR="00AB0776" w:rsidRPr="0031418B" w14:paraId="43420E00"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71D34359" w14:textId="77777777" w:rsidR="00AB0776" w:rsidRPr="0031418B" w:rsidRDefault="00AB0776" w:rsidP="00BF2993">
            <w:pPr>
              <w:pStyle w:val="TAL"/>
              <w:jc w:val="center"/>
            </w:pPr>
            <w:r w:rsidRPr="0031418B">
              <w:t xml:space="preserve">E-UTRA Band </w:t>
            </w:r>
            <w:r w:rsidRPr="0031418B">
              <w:rPr>
                <w:lang w:eastAsia="zh-CN"/>
              </w:rPr>
              <w:t>41</w:t>
            </w:r>
          </w:p>
        </w:tc>
        <w:tc>
          <w:tcPr>
            <w:tcW w:w="1418" w:type="dxa"/>
            <w:tcBorders>
              <w:top w:val="single" w:sz="4" w:space="0" w:color="auto"/>
              <w:left w:val="single" w:sz="4" w:space="0" w:color="auto"/>
              <w:bottom w:val="single" w:sz="4" w:space="0" w:color="auto"/>
              <w:right w:val="single" w:sz="4" w:space="0" w:color="auto"/>
            </w:tcBorders>
            <w:vAlign w:val="center"/>
          </w:tcPr>
          <w:p w14:paraId="50CB9C60" w14:textId="77777777" w:rsidR="00AB0776" w:rsidRPr="0031418B" w:rsidRDefault="00AB0776" w:rsidP="00AB0776">
            <w:pPr>
              <w:pStyle w:val="TAC"/>
              <w:rPr>
                <w:lang w:eastAsia="zh-CN"/>
              </w:rPr>
            </w:pPr>
            <w:r w:rsidRPr="0031418B">
              <w:t>2496 – 2690 MHz</w:t>
            </w:r>
          </w:p>
        </w:tc>
        <w:tc>
          <w:tcPr>
            <w:tcW w:w="1134" w:type="dxa"/>
            <w:tcBorders>
              <w:top w:val="single" w:sz="4" w:space="0" w:color="auto"/>
              <w:left w:val="single" w:sz="4" w:space="0" w:color="auto"/>
              <w:bottom w:val="single" w:sz="4" w:space="0" w:color="auto"/>
              <w:right w:val="single" w:sz="4" w:space="0" w:color="auto"/>
            </w:tcBorders>
            <w:vAlign w:val="center"/>
          </w:tcPr>
          <w:p w14:paraId="2E3AF035" w14:textId="77777777" w:rsidR="00AB0776" w:rsidRPr="0031418B" w:rsidRDefault="00AB0776"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61DF939" w14:textId="77777777" w:rsidR="00AB0776" w:rsidRPr="0031418B" w:rsidRDefault="00AB0776"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66EEBC9F" w14:textId="77777777" w:rsidR="00AB0776" w:rsidRPr="0031418B" w:rsidRDefault="00AB0776"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6FC71373" w14:textId="77777777" w:rsidR="00AB0776" w:rsidRPr="0031418B" w:rsidRDefault="00E47755" w:rsidP="00BF2993">
            <w:pPr>
              <w:pStyle w:val="TAL"/>
            </w:pPr>
            <w:r w:rsidRPr="0031418B">
              <w:t>This requirement does not apply to E-UTRA FDD Repeater operating in band 7.</w:t>
            </w:r>
          </w:p>
        </w:tc>
      </w:tr>
      <w:tr w:rsidR="00AB0776" w:rsidRPr="0031418B" w14:paraId="59981EAE"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581FED24" w14:textId="77777777" w:rsidR="00AB0776" w:rsidRPr="0031418B" w:rsidRDefault="00AB0776" w:rsidP="00BF2993">
            <w:pPr>
              <w:pStyle w:val="TAL"/>
              <w:jc w:val="center"/>
            </w:pPr>
            <w:r w:rsidRPr="0031418B">
              <w:t xml:space="preserve">E-UTRA Band </w:t>
            </w:r>
            <w:r w:rsidRPr="0031418B">
              <w:rPr>
                <w:lang w:eastAsia="zh-CN"/>
              </w:rPr>
              <w:t>42</w:t>
            </w:r>
          </w:p>
        </w:tc>
        <w:tc>
          <w:tcPr>
            <w:tcW w:w="1418" w:type="dxa"/>
            <w:tcBorders>
              <w:top w:val="single" w:sz="4" w:space="0" w:color="auto"/>
              <w:left w:val="single" w:sz="4" w:space="0" w:color="auto"/>
              <w:bottom w:val="single" w:sz="4" w:space="0" w:color="auto"/>
              <w:right w:val="single" w:sz="4" w:space="0" w:color="auto"/>
            </w:tcBorders>
            <w:vAlign w:val="center"/>
          </w:tcPr>
          <w:p w14:paraId="5BD9616F" w14:textId="77777777" w:rsidR="00AB0776" w:rsidRPr="0031418B" w:rsidRDefault="00AB0776" w:rsidP="00BF2993">
            <w:pPr>
              <w:pStyle w:val="TAL"/>
              <w:jc w:val="center"/>
              <w:rPr>
                <w:lang w:eastAsia="zh-CN"/>
              </w:rPr>
            </w:pPr>
            <w:r w:rsidRPr="0031418B">
              <w:rPr>
                <w:lang w:eastAsia="zh-CN"/>
              </w:rPr>
              <w:t>3400 – 3600 MHz</w:t>
            </w:r>
          </w:p>
        </w:tc>
        <w:tc>
          <w:tcPr>
            <w:tcW w:w="1134" w:type="dxa"/>
            <w:tcBorders>
              <w:top w:val="single" w:sz="4" w:space="0" w:color="auto"/>
              <w:left w:val="single" w:sz="4" w:space="0" w:color="auto"/>
              <w:bottom w:val="single" w:sz="4" w:space="0" w:color="auto"/>
              <w:right w:val="single" w:sz="4" w:space="0" w:color="auto"/>
            </w:tcBorders>
            <w:vAlign w:val="center"/>
          </w:tcPr>
          <w:p w14:paraId="3D7BB39E" w14:textId="77777777" w:rsidR="00AB0776" w:rsidRPr="0031418B" w:rsidRDefault="00AB0776"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4DA69B80" w14:textId="77777777" w:rsidR="00AB0776" w:rsidRPr="0031418B" w:rsidRDefault="00AB0776"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0BA854F2" w14:textId="77777777" w:rsidR="00AB0776" w:rsidRPr="0031418B" w:rsidRDefault="00AB0776"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3CF7A6A" w14:textId="77777777" w:rsidR="00AB0776" w:rsidRPr="0031418B" w:rsidRDefault="00E47755" w:rsidP="00BF2993">
            <w:pPr>
              <w:pStyle w:val="TAL"/>
            </w:pPr>
            <w:r w:rsidRPr="0031418B">
              <w:t>This requirement does not apply to E-UTRA FDD Repeater operating in band 22.</w:t>
            </w:r>
          </w:p>
        </w:tc>
      </w:tr>
      <w:tr w:rsidR="00AB0776" w:rsidRPr="0031418B" w14:paraId="78B01304"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3BDDE1D0" w14:textId="77777777" w:rsidR="00AB0776" w:rsidRPr="0031418B" w:rsidRDefault="00AB0776" w:rsidP="00BF2993">
            <w:pPr>
              <w:pStyle w:val="TAL"/>
              <w:jc w:val="center"/>
            </w:pPr>
            <w:r w:rsidRPr="0031418B">
              <w:t xml:space="preserve">E-UTRA Band </w:t>
            </w:r>
            <w:r w:rsidRPr="0031418B">
              <w:rPr>
                <w:lang w:eastAsia="zh-CN"/>
              </w:rPr>
              <w:t>43</w:t>
            </w:r>
          </w:p>
        </w:tc>
        <w:tc>
          <w:tcPr>
            <w:tcW w:w="1418" w:type="dxa"/>
            <w:tcBorders>
              <w:top w:val="single" w:sz="4" w:space="0" w:color="auto"/>
              <w:left w:val="single" w:sz="4" w:space="0" w:color="auto"/>
              <w:bottom w:val="single" w:sz="4" w:space="0" w:color="auto"/>
              <w:right w:val="single" w:sz="4" w:space="0" w:color="auto"/>
            </w:tcBorders>
            <w:vAlign w:val="center"/>
          </w:tcPr>
          <w:p w14:paraId="4A2CB1EB" w14:textId="77777777" w:rsidR="00AB0776" w:rsidRPr="0031418B" w:rsidRDefault="00AB0776" w:rsidP="00BF2993">
            <w:pPr>
              <w:pStyle w:val="TAL"/>
              <w:jc w:val="center"/>
              <w:rPr>
                <w:lang w:eastAsia="zh-CN"/>
              </w:rPr>
            </w:pPr>
            <w:r w:rsidRPr="0031418B">
              <w:rPr>
                <w:lang w:eastAsia="zh-CN"/>
              </w:rPr>
              <w:t>3600 – 3800 MHz</w:t>
            </w:r>
          </w:p>
        </w:tc>
        <w:tc>
          <w:tcPr>
            <w:tcW w:w="1134" w:type="dxa"/>
            <w:tcBorders>
              <w:top w:val="single" w:sz="4" w:space="0" w:color="auto"/>
              <w:left w:val="single" w:sz="4" w:space="0" w:color="auto"/>
              <w:bottom w:val="single" w:sz="4" w:space="0" w:color="auto"/>
              <w:right w:val="single" w:sz="4" w:space="0" w:color="auto"/>
            </w:tcBorders>
            <w:vAlign w:val="center"/>
          </w:tcPr>
          <w:p w14:paraId="2FB2578B" w14:textId="77777777" w:rsidR="00AB0776" w:rsidRPr="0031418B" w:rsidRDefault="00AB0776" w:rsidP="00BF2993">
            <w:pPr>
              <w:pStyle w:val="TAL"/>
              <w:jc w:val="center"/>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67D53ACC" w14:textId="77777777" w:rsidR="00AB0776" w:rsidRPr="0031418B" w:rsidRDefault="00AB0776" w:rsidP="00BF2993">
            <w:pPr>
              <w:pStyle w:val="TAL"/>
              <w:jc w:val="center"/>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7A3D9300" w14:textId="77777777" w:rsidR="00AB0776" w:rsidRPr="0031418B" w:rsidRDefault="00AB0776" w:rsidP="00BF2993">
            <w:pPr>
              <w:pStyle w:val="TAL"/>
              <w:jc w:val="center"/>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273D609C" w14:textId="77777777" w:rsidR="00AB0776" w:rsidRPr="0031418B" w:rsidRDefault="00AB0776" w:rsidP="00BF2993">
            <w:pPr>
              <w:pStyle w:val="TAL"/>
            </w:pPr>
          </w:p>
        </w:tc>
      </w:tr>
      <w:tr w:rsidR="009F4760" w:rsidRPr="0031418B" w14:paraId="02042A8D" w14:textId="77777777">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15D67232" w14:textId="77777777" w:rsidR="009F4760" w:rsidRPr="0031418B" w:rsidRDefault="009F4760" w:rsidP="009F4760">
            <w:pPr>
              <w:pStyle w:val="TAC"/>
            </w:pPr>
            <w:r w:rsidRPr="0031418B">
              <w:rPr>
                <w:lang w:val="sv-SE"/>
              </w:rPr>
              <w:t>E-UTRA Band 44</w:t>
            </w:r>
          </w:p>
        </w:tc>
        <w:tc>
          <w:tcPr>
            <w:tcW w:w="1418" w:type="dxa"/>
            <w:tcBorders>
              <w:top w:val="single" w:sz="4" w:space="0" w:color="auto"/>
              <w:left w:val="single" w:sz="4" w:space="0" w:color="auto"/>
              <w:bottom w:val="single" w:sz="4" w:space="0" w:color="auto"/>
              <w:right w:val="single" w:sz="4" w:space="0" w:color="auto"/>
            </w:tcBorders>
            <w:vAlign w:val="center"/>
          </w:tcPr>
          <w:p w14:paraId="5EE7B7D0" w14:textId="77777777" w:rsidR="009F4760" w:rsidRPr="0031418B" w:rsidRDefault="009F4760" w:rsidP="009F4760">
            <w:pPr>
              <w:pStyle w:val="TAC"/>
              <w:rPr>
                <w:lang w:eastAsia="zh-CN"/>
              </w:rPr>
            </w:pPr>
            <w:r w:rsidRPr="0031418B">
              <w:rPr>
                <w:lang w:val="sv-SE"/>
              </w:rPr>
              <w:t>703 - 803 MHz</w:t>
            </w:r>
          </w:p>
        </w:tc>
        <w:tc>
          <w:tcPr>
            <w:tcW w:w="1134" w:type="dxa"/>
            <w:tcBorders>
              <w:top w:val="single" w:sz="4" w:space="0" w:color="auto"/>
              <w:left w:val="single" w:sz="4" w:space="0" w:color="auto"/>
              <w:bottom w:val="single" w:sz="4" w:space="0" w:color="auto"/>
              <w:right w:val="single" w:sz="4" w:space="0" w:color="auto"/>
            </w:tcBorders>
            <w:vAlign w:val="center"/>
          </w:tcPr>
          <w:p w14:paraId="7A83839F" w14:textId="77777777" w:rsidR="009F4760" w:rsidRPr="0031418B" w:rsidRDefault="009F4760" w:rsidP="009F4760">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25D5B88" w14:textId="77777777" w:rsidR="009F4760" w:rsidRPr="0031418B" w:rsidRDefault="009F4760" w:rsidP="009F4760">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728D321E" w14:textId="77777777" w:rsidR="009F4760" w:rsidRPr="0031418B" w:rsidRDefault="009F4760" w:rsidP="009F4760">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2DC88E34" w14:textId="77777777" w:rsidR="009F4760" w:rsidRPr="0031418B" w:rsidRDefault="009F4760" w:rsidP="009F4760">
            <w:pPr>
              <w:pStyle w:val="TAL"/>
            </w:pPr>
            <w:r w:rsidRPr="0031418B">
              <w:t>This requirement does not apply to E-UTRA FDD Repeater operating in band 28.</w:t>
            </w:r>
          </w:p>
        </w:tc>
      </w:tr>
      <w:tr w:rsidR="00B13F6A" w:rsidRPr="0031418B" w14:paraId="43DD62D7" w14:textId="77777777" w:rsidTr="00B13F6A">
        <w:trPr>
          <w:jc w:val="center"/>
        </w:trPr>
        <w:tc>
          <w:tcPr>
            <w:tcW w:w="1200" w:type="dxa"/>
            <w:tcBorders>
              <w:top w:val="single" w:sz="4" w:space="0" w:color="auto"/>
              <w:left w:val="single" w:sz="4" w:space="0" w:color="auto"/>
              <w:bottom w:val="single" w:sz="4" w:space="0" w:color="auto"/>
              <w:right w:val="single" w:sz="4" w:space="0" w:color="auto"/>
            </w:tcBorders>
            <w:vAlign w:val="center"/>
          </w:tcPr>
          <w:p w14:paraId="74E10589" w14:textId="77777777" w:rsidR="00B13F6A" w:rsidRPr="0031418B" w:rsidRDefault="00B13F6A" w:rsidP="002D51EF">
            <w:pPr>
              <w:pStyle w:val="TAC"/>
              <w:rPr>
                <w:lang w:val="sv-SE"/>
              </w:rPr>
            </w:pPr>
            <w:r w:rsidRPr="0031418B">
              <w:rPr>
                <w:lang w:val="sv-SE"/>
              </w:rPr>
              <w:t>E-UTRA Band 72</w:t>
            </w:r>
          </w:p>
        </w:tc>
        <w:tc>
          <w:tcPr>
            <w:tcW w:w="1418" w:type="dxa"/>
            <w:tcBorders>
              <w:top w:val="single" w:sz="4" w:space="0" w:color="auto"/>
              <w:left w:val="single" w:sz="4" w:space="0" w:color="auto"/>
              <w:bottom w:val="single" w:sz="4" w:space="0" w:color="auto"/>
              <w:right w:val="single" w:sz="4" w:space="0" w:color="auto"/>
            </w:tcBorders>
            <w:vAlign w:val="center"/>
          </w:tcPr>
          <w:p w14:paraId="779E6050" w14:textId="77777777" w:rsidR="00B13F6A" w:rsidRPr="0031418B" w:rsidRDefault="00B13F6A" w:rsidP="002D51EF">
            <w:pPr>
              <w:pStyle w:val="TAC"/>
              <w:rPr>
                <w:lang w:val="sv-SE"/>
              </w:rPr>
            </w:pPr>
            <w:r w:rsidRPr="0031418B">
              <w:rPr>
                <w:lang w:val="sv-SE"/>
              </w:rPr>
              <w:t>461 - 466MHz</w:t>
            </w:r>
          </w:p>
        </w:tc>
        <w:tc>
          <w:tcPr>
            <w:tcW w:w="1134" w:type="dxa"/>
            <w:tcBorders>
              <w:top w:val="single" w:sz="4" w:space="0" w:color="auto"/>
              <w:left w:val="single" w:sz="4" w:space="0" w:color="auto"/>
              <w:bottom w:val="single" w:sz="4" w:space="0" w:color="auto"/>
              <w:right w:val="single" w:sz="4" w:space="0" w:color="auto"/>
            </w:tcBorders>
            <w:vAlign w:val="center"/>
          </w:tcPr>
          <w:p w14:paraId="11E1E476" w14:textId="77777777" w:rsidR="00B13F6A" w:rsidRPr="0031418B" w:rsidRDefault="00B13F6A" w:rsidP="002D51EF">
            <w:pPr>
              <w:pStyle w:val="TAC"/>
            </w:pPr>
            <w:r w:rsidRPr="0031418B">
              <w:t>+16 dBm</w:t>
            </w:r>
          </w:p>
        </w:tc>
        <w:tc>
          <w:tcPr>
            <w:tcW w:w="992" w:type="dxa"/>
            <w:tcBorders>
              <w:top w:val="single" w:sz="4" w:space="0" w:color="auto"/>
              <w:left w:val="single" w:sz="4" w:space="0" w:color="auto"/>
              <w:bottom w:val="single" w:sz="4" w:space="0" w:color="auto"/>
              <w:right w:val="single" w:sz="4" w:space="0" w:color="auto"/>
            </w:tcBorders>
            <w:vAlign w:val="center"/>
          </w:tcPr>
          <w:p w14:paraId="22063F09" w14:textId="77777777" w:rsidR="00B13F6A" w:rsidRPr="0031418B" w:rsidRDefault="00B13F6A" w:rsidP="002D51EF">
            <w:pPr>
              <w:pStyle w:val="TAC"/>
            </w:pPr>
            <w:r w:rsidRPr="0031418B">
              <w:t>2 CW carriers</w:t>
            </w:r>
          </w:p>
        </w:tc>
        <w:tc>
          <w:tcPr>
            <w:tcW w:w="1276" w:type="dxa"/>
            <w:tcBorders>
              <w:top w:val="single" w:sz="4" w:space="0" w:color="auto"/>
              <w:left w:val="single" w:sz="4" w:space="0" w:color="auto"/>
              <w:bottom w:val="single" w:sz="4" w:space="0" w:color="auto"/>
              <w:right w:val="single" w:sz="4" w:space="0" w:color="auto"/>
            </w:tcBorders>
            <w:vAlign w:val="center"/>
          </w:tcPr>
          <w:p w14:paraId="64AD10A3" w14:textId="77777777" w:rsidR="00B13F6A" w:rsidRPr="0031418B" w:rsidRDefault="00B13F6A" w:rsidP="002D51EF">
            <w:pPr>
              <w:pStyle w:val="TAC"/>
            </w:pPr>
            <w:r w:rsidRPr="0031418B">
              <w:t>1 MHz</w:t>
            </w:r>
          </w:p>
        </w:tc>
        <w:tc>
          <w:tcPr>
            <w:tcW w:w="3753" w:type="dxa"/>
            <w:tcBorders>
              <w:top w:val="single" w:sz="4" w:space="0" w:color="auto"/>
              <w:left w:val="single" w:sz="4" w:space="0" w:color="auto"/>
              <w:bottom w:val="single" w:sz="4" w:space="0" w:color="auto"/>
              <w:right w:val="single" w:sz="4" w:space="0" w:color="auto"/>
            </w:tcBorders>
          </w:tcPr>
          <w:p w14:paraId="5E642B48" w14:textId="77777777" w:rsidR="00B13F6A" w:rsidRPr="0031418B" w:rsidRDefault="00B13F6A" w:rsidP="002D51EF">
            <w:pPr>
              <w:pStyle w:val="TAL"/>
            </w:pPr>
            <w:r w:rsidRPr="0031418B">
              <w:t>This requirement does not apply to E-UTRA FDD Repeater operating in band 31 or band 72, since it is already covered by the requirement in sub-clause 11.1, but requires a 86dB coupling loss between BS and the repeater DL receive port.</w:t>
            </w:r>
          </w:p>
        </w:tc>
      </w:tr>
    </w:tbl>
    <w:p w14:paraId="1F25AB59" w14:textId="77777777" w:rsidR="00D87321" w:rsidRPr="0031418B" w:rsidRDefault="00D87321" w:rsidP="00D87321"/>
    <w:p w14:paraId="032B35A0" w14:textId="77777777" w:rsidR="00D87321" w:rsidRPr="0031418B" w:rsidRDefault="00D87321" w:rsidP="00D87321">
      <w:pPr>
        <w:pStyle w:val="NO"/>
      </w:pPr>
      <w:r w:rsidRPr="0031418B">
        <w:lastRenderedPageBreak/>
        <w:t>NOTE 1:</w:t>
      </w:r>
      <w:r w:rsidRPr="0031418B">
        <w:tab/>
        <w:t xml:space="preserve">The co-location requirements in </w:t>
      </w:r>
      <w:r w:rsidRPr="0031418B">
        <w:rPr>
          <w:rFonts w:eastAsia="Osaka" w:cs="v4.1.0"/>
        </w:rPr>
        <w:t>Table</w:t>
      </w:r>
      <w:r w:rsidRPr="0031418B">
        <w:t> </w:t>
      </w:r>
      <w:r w:rsidRPr="0031418B">
        <w:rPr>
          <w:rFonts w:eastAsia="Osaka" w:cs="v4.1.0"/>
          <w:lang w:eastAsia="ja-JP"/>
        </w:rPr>
        <w:t>11.2.1-1</w:t>
      </w:r>
      <w:r w:rsidRPr="0031418B">
        <w:t xml:space="preserve"> do not apply when the repeaters pass band frequency range is adjacent to the </w:t>
      </w:r>
      <w:r w:rsidR="00DF2A48" w:rsidRPr="0031418B">
        <w:t>frequency range</w:t>
      </w:r>
      <w:r w:rsidR="00DF2A48" w:rsidRPr="0031418B" w:rsidDel="00DF2A48">
        <w:t xml:space="preserve"> </w:t>
      </w:r>
      <w:r w:rsidR="00DF2A48" w:rsidRPr="0031418B">
        <w:t>o</w:t>
      </w:r>
      <w:r w:rsidRPr="0031418B">
        <w:t>f the co-location requirement in the Table </w:t>
      </w:r>
      <w:r w:rsidRPr="0031418B">
        <w:rPr>
          <w:rFonts w:eastAsia="Osaka" w:cs="v4.1.0"/>
          <w:lang w:eastAsia="ja-JP"/>
        </w:rPr>
        <w:t>11.2.1-1</w:t>
      </w:r>
      <w:r w:rsidRPr="0031418B">
        <w:t xml:space="preserve">. The current state-of-the-art technology does not allow a single generic solution for co-location with </w:t>
      </w:r>
      <w:r w:rsidRPr="0031418B">
        <w:rPr>
          <w:lang w:eastAsia="zh-CN"/>
        </w:rPr>
        <w:t>other system</w:t>
      </w:r>
      <w:r w:rsidRPr="0031418B">
        <w:t xml:space="preserve"> on adjacent frequencies for 30dB Repeater-BS minimum coupling loss. However, there are certain site-engineering solutions that can be used. These techniques are addressed in TR 25.942 [</w:t>
      </w:r>
      <w:r w:rsidR="001751A3" w:rsidRPr="0031418B">
        <w:t>5</w:t>
      </w:r>
      <w:r w:rsidRPr="0031418B">
        <w:t>].</w:t>
      </w:r>
    </w:p>
    <w:p w14:paraId="2BB4E8C2" w14:textId="77777777" w:rsidR="00D87321" w:rsidRPr="0031418B" w:rsidRDefault="00D87321" w:rsidP="00D87321">
      <w:pPr>
        <w:pStyle w:val="NO"/>
      </w:pPr>
      <w:r w:rsidRPr="0031418B">
        <w:t>NOTE 2:</w:t>
      </w:r>
      <w:r w:rsidRPr="0031418B">
        <w:tab/>
        <w:t>The Table 11.2.1-1 assumes that two operating bands, where the corresponding eNode B transmit and receive frequency ranges in Table </w:t>
      </w:r>
      <w:r w:rsidR="00D80184" w:rsidRPr="0031418B">
        <w:t>5.5</w:t>
      </w:r>
      <w:r w:rsidRPr="0031418B">
        <w:t>-1 would be overlapping, are not deployed in the same geographical area. For such a case of operation with overlapping frequency arrangements in the same geographical area, special co-location requirements may apply that are not covered by the 3GPP specifications.</w:t>
      </w:r>
    </w:p>
    <w:p w14:paraId="565225B5" w14:textId="77777777" w:rsidR="00E14186" w:rsidRPr="0031418B" w:rsidRDefault="00A839DB" w:rsidP="00E14186">
      <w:pPr>
        <w:pStyle w:val="Heading2"/>
      </w:pPr>
      <w:bookmarkStart w:id="75" w:name="_Toc503964284"/>
      <w:r w:rsidRPr="0031418B">
        <w:t>1</w:t>
      </w:r>
      <w:r w:rsidR="00712545" w:rsidRPr="0031418B">
        <w:t>1</w:t>
      </w:r>
      <w:r w:rsidR="00E14186" w:rsidRPr="0031418B">
        <w:t>.</w:t>
      </w:r>
      <w:r w:rsidR="005202C4" w:rsidRPr="0031418B">
        <w:t>3</w:t>
      </w:r>
      <w:r w:rsidR="00E14186" w:rsidRPr="0031418B">
        <w:tab/>
        <w:t>Co-existence with</w:t>
      </w:r>
      <w:r w:rsidR="00F72733" w:rsidRPr="0031418B">
        <w:t xml:space="preserve"> other systems</w:t>
      </w:r>
      <w:bookmarkEnd w:id="75"/>
      <w:r w:rsidR="00F72733" w:rsidRPr="0031418B">
        <w:t xml:space="preserve"> </w:t>
      </w:r>
    </w:p>
    <w:p w14:paraId="287D6952" w14:textId="77777777" w:rsidR="00BF2993" w:rsidRPr="0031418B" w:rsidRDefault="00BF2993" w:rsidP="00BF2993">
      <w:pPr>
        <w:keepNext/>
        <w:keepLines/>
        <w:rPr>
          <w:rFonts w:cs="v5.0.0"/>
        </w:rPr>
      </w:pPr>
      <w:r w:rsidRPr="0031418B">
        <w:rPr>
          <w:rFonts w:cs="v5.0.0"/>
        </w:rPr>
        <w:t>This additional input intermodulation requirement may be applied when GSM900, DCS1800, PCS1900, GSM850, UTRA FDD, UTRA TDD and/or E-UTRA BS operating in another frequency band co-exist with an E-UTRA FDD Repeater.</w:t>
      </w:r>
    </w:p>
    <w:p w14:paraId="6E3E3D16" w14:textId="77777777" w:rsidR="00BF2993" w:rsidRPr="0031418B" w:rsidRDefault="00BF2993" w:rsidP="00043B4B">
      <w:pPr>
        <w:keepLines/>
        <w:rPr>
          <w:rFonts w:cs="v5.0.0"/>
        </w:rPr>
      </w:pPr>
      <w:r w:rsidRPr="0031418B">
        <w:rPr>
          <w:rFonts w:cs="v5.0.0"/>
        </w:rPr>
        <w:t>Unless otherwise stated this requirement applies to the uplink and downlink of the repeater, at maximum gain.</w:t>
      </w:r>
    </w:p>
    <w:p w14:paraId="64BA6E13" w14:textId="77777777" w:rsidR="00BF2993" w:rsidRPr="0031418B" w:rsidRDefault="003A6EE9" w:rsidP="003A6EE9">
      <w:pPr>
        <w:pStyle w:val="Heading3"/>
        <w:tabs>
          <w:tab w:val="left" w:pos="1140"/>
        </w:tabs>
        <w:ind w:left="1140" w:hanging="1140"/>
        <w:rPr>
          <w:rFonts w:cs="v4.1.0"/>
        </w:rPr>
      </w:pPr>
      <w:bookmarkStart w:id="76" w:name="_Toc503964285"/>
      <w:r w:rsidRPr="0031418B">
        <w:rPr>
          <w:rFonts w:cs="v4.1.0"/>
        </w:rPr>
        <w:t>11.3.1</w:t>
      </w:r>
      <w:r w:rsidRPr="0031418B">
        <w:rPr>
          <w:rFonts w:cs="v4.1.0"/>
        </w:rPr>
        <w:tab/>
      </w:r>
      <w:r w:rsidR="00BF2993" w:rsidRPr="0031418B">
        <w:rPr>
          <w:rFonts w:cs="v4.1.0"/>
        </w:rPr>
        <w:t>Minimum requirement</w:t>
      </w:r>
      <w:bookmarkEnd w:id="76"/>
    </w:p>
    <w:p w14:paraId="5F1DBD1F" w14:textId="77777777" w:rsidR="00BF2993" w:rsidRPr="0031418B" w:rsidRDefault="00BF2993" w:rsidP="00BF2993">
      <w:pPr>
        <w:keepNext/>
        <w:keepLines/>
        <w:rPr>
          <w:rFonts w:cs="v4.1.0"/>
        </w:rPr>
      </w:pPr>
      <w:r w:rsidRPr="0031418B">
        <w:rPr>
          <w:rFonts w:cs="v4.1.0"/>
        </w:rPr>
        <w:t>For the parameters specified in table 11.3.1-1, the power in the pass band shall not increase with more than 10 dB at the output of the repeater as measured in the centre of the pass band, compared to the level obtained without interfering signals applied.</w:t>
      </w:r>
    </w:p>
    <w:p w14:paraId="12ED2F86" w14:textId="77777777" w:rsidR="00BF2993" w:rsidRPr="0031418B" w:rsidRDefault="00BF2993" w:rsidP="00BF2993">
      <w:pPr>
        <w:keepNext/>
        <w:keepLines/>
        <w:rPr>
          <w:rFonts w:cs="v4.1.0"/>
        </w:rPr>
      </w:pPr>
      <w:r w:rsidRPr="0031418B">
        <w:rPr>
          <w:rFonts w:cs="v4.1.0"/>
        </w:rPr>
        <w:t>The frequency separation between the two interfering signals shall be adjusted so that the lowest order intermodulation product is positioned in the centre of the pass band.</w:t>
      </w:r>
    </w:p>
    <w:p w14:paraId="3044D251" w14:textId="77777777" w:rsidR="00BF2993" w:rsidRPr="0031418B" w:rsidRDefault="00BF2993" w:rsidP="00043B4B">
      <w:pPr>
        <w:pStyle w:val="NO"/>
        <w:rPr>
          <w:rFonts w:cs="v4.1.0"/>
        </w:rPr>
      </w:pPr>
      <w:r w:rsidRPr="0031418B">
        <w:rPr>
          <w:rFonts w:cs="v4.1.0"/>
        </w:rPr>
        <w:t>NOTE 1:</w:t>
      </w:r>
      <w:r w:rsidRPr="0031418B">
        <w:rPr>
          <w:rFonts w:cs="v4.1.0"/>
        </w:rPr>
        <w:tab/>
        <w:t>The lowest intermodulation products correspond to the 4</w:t>
      </w:r>
      <w:r w:rsidRPr="0031418B">
        <w:rPr>
          <w:rFonts w:cs="v4.1.0"/>
          <w:vertAlign w:val="superscript"/>
        </w:rPr>
        <w:t>th</w:t>
      </w:r>
      <w:r w:rsidRPr="0031418B">
        <w:rPr>
          <w:rFonts w:cs="v4.1.0"/>
        </w:rPr>
        <w:t xml:space="preserve"> and 3</w:t>
      </w:r>
      <w:r w:rsidRPr="0031418B">
        <w:rPr>
          <w:rFonts w:cs="v4.1.0"/>
          <w:vertAlign w:val="superscript"/>
        </w:rPr>
        <w:t>rd</w:t>
      </w:r>
      <w:r w:rsidRPr="0031418B">
        <w:rPr>
          <w:rFonts w:cs="v4.1.0"/>
        </w:rPr>
        <w:t xml:space="preserve"> order for the GSM 900 and DCS 1800 bands, respectively.</w:t>
      </w:r>
    </w:p>
    <w:p w14:paraId="5B452E76" w14:textId="77777777" w:rsidR="00BF2993" w:rsidRPr="0031418B" w:rsidRDefault="00BF2993" w:rsidP="00BF2993">
      <w:pPr>
        <w:pStyle w:val="TH"/>
      </w:pPr>
      <w:r w:rsidRPr="0031418B">
        <w:rPr>
          <w:rFonts w:eastAsia="Osaka"/>
        </w:rPr>
        <w:lastRenderedPageBreak/>
        <w:t xml:space="preserve">Table 11.3.1-1: </w:t>
      </w:r>
      <w:r w:rsidRPr="0031418B">
        <w:t>Input intermodulation requirements for interfering signals in co-existing other systems</w:t>
      </w: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9"/>
        <w:gridCol w:w="1683"/>
        <w:gridCol w:w="953"/>
        <w:gridCol w:w="1123"/>
        <w:gridCol w:w="1292"/>
        <w:gridCol w:w="3304"/>
      </w:tblGrid>
      <w:tr w:rsidR="00BF2993" w:rsidRPr="0031418B" w14:paraId="30586C70" w14:textId="77777777" w:rsidTr="00371F62">
        <w:trPr>
          <w:jc w:val="center"/>
        </w:trPr>
        <w:tc>
          <w:tcPr>
            <w:tcW w:w="1509" w:type="dxa"/>
          </w:tcPr>
          <w:p w14:paraId="08145830" w14:textId="77777777" w:rsidR="00BF2993" w:rsidRPr="0031418B" w:rsidRDefault="00BF2993" w:rsidP="00C120FC">
            <w:pPr>
              <w:pStyle w:val="TAH"/>
            </w:pPr>
            <w:r w:rsidRPr="0031418B">
              <w:lastRenderedPageBreak/>
              <w:t>Co-existence with other systems</w:t>
            </w:r>
          </w:p>
        </w:tc>
        <w:tc>
          <w:tcPr>
            <w:tcW w:w="1683" w:type="dxa"/>
          </w:tcPr>
          <w:p w14:paraId="0F87CB75" w14:textId="77777777" w:rsidR="00BF2993" w:rsidRPr="0031418B" w:rsidRDefault="00BF2993" w:rsidP="00C120FC">
            <w:pPr>
              <w:pStyle w:val="TAH"/>
            </w:pPr>
            <w:r w:rsidRPr="0031418B">
              <w:t>Frequency of interfering signals</w:t>
            </w:r>
          </w:p>
        </w:tc>
        <w:tc>
          <w:tcPr>
            <w:tcW w:w="953" w:type="dxa"/>
          </w:tcPr>
          <w:p w14:paraId="67950CCF" w14:textId="77777777" w:rsidR="00BF2993" w:rsidRPr="0031418B" w:rsidRDefault="00BF2993" w:rsidP="00C120FC">
            <w:pPr>
              <w:pStyle w:val="TAH"/>
            </w:pPr>
            <w:r w:rsidRPr="0031418B">
              <w:t>Interfering Signal Levels</w:t>
            </w:r>
          </w:p>
        </w:tc>
        <w:tc>
          <w:tcPr>
            <w:tcW w:w="1123" w:type="dxa"/>
          </w:tcPr>
          <w:p w14:paraId="5C196213" w14:textId="77777777" w:rsidR="00BF2993" w:rsidRPr="0031418B" w:rsidRDefault="00BF2993" w:rsidP="00C120FC">
            <w:pPr>
              <w:pStyle w:val="TAH"/>
            </w:pPr>
            <w:r w:rsidRPr="0031418B">
              <w:t>Type of signals</w:t>
            </w:r>
          </w:p>
        </w:tc>
        <w:tc>
          <w:tcPr>
            <w:tcW w:w="1292" w:type="dxa"/>
          </w:tcPr>
          <w:p w14:paraId="54D45CED" w14:textId="77777777" w:rsidR="00BF2993" w:rsidRPr="0031418B" w:rsidRDefault="00BF2993" w:rsidP="00C120FC">
            <w:pPr>
              <w:pStyle w:val="TAH"/>
            </w:pPr>
            <w:r w:rsidRPr="0031418B">
              <w:t>Measurement bandwidth</w:t>
            </w:r>
          </w:p>
        </w:tc>
        <w:tc>
          <w:tcPr>
            <w:tcW w:w="3304" w:type="dxa"/>
          </w:tcPr>
          <w:p w14:paraId="71FDCAC2" w14:textId="77777777" w:rsidR="00BF2993" w:rsidRPr="0031418B" w:rsidRDefault="00BF2993" w:rsidP="00371F62">
            <w:pPr>
              <w:pStyle w:val="TAH"/>
              <w:ind w:left="284"/>
            </w:pPr>
            <w:r w:rsidRPr="0031418B">
              <w:t>Note</w:t>
            </w:r>
          </w:p>
        </w:tc>
      </w:tr>
      <w:tr w:rsidR="00BF2993" w:rsidRPr="0031418B" w14:paraId="0C8BE44C" w14:textId="77777777" w:rsidTr="00371F62">
        <w:trPr>
          <w:jc w:val="center"/>
        </w:trPr>
        <w:tc>
          <w:tcPr>
            <w:tcW w:w="1509" w:type="dxa"/>
            <w:vAlign w:val="center"/>
          </w:tcPr>
          <w:p w14:paraId="4B44D72F" w14:textId="77777777" w:rsidR="00BF2993" w:rsidRPr="0031418B" w:rsidRDefault="00BF2993" w:rsidP="00C120FC">
            <w:pPr>
              <w:pStyle w:val="TAC"/>
            </w:pPr>
            <w:r w:rsidRPr="0031418B">
              <w:t>GSM900</w:t>
            </w:r>
          </w:p>
        </w:tc>
        <w:tc>
          <w:tcPr>
            <w:tcW w:w="1683" w:type="dxa"/>
            <w:vAlign w:val="center"/>
          </w:tcPr>
          <w:p w14:paraId="2AFFFF64" w14:textId="77777777" w:rsidR="00BF2993" w:rsidRPr="0031418B" w:rsidRDefault="00BF2993" w:rsidP="00C120FC">
            <w:pPr>
              <w:pStyle w:val="TAC"/>
            </w:pPr>
            <w:r w:rsidRPr="0031418B">
              <w:t>876 - 915 MHz</w:t>
            </w:r>
          </w:p>
        </w:tc>
        <w:tc>
          <w:tcPr>
            <w:tcW w:w="953" w:type="dxa"/>
            <w:vAlign w:val="center"/>
          </w:tcPr>
          <w:p w14:paraId="39F56696" w14:textId="77777777" w:rsidR="00BF2993" w:rsidRPr="0031418B" w:rsidRDefault="00BF2993" w:rsidP="00C120FC">
            <w:pPr>
              <w:pStyle w:val="TAC"/>
            </w:pPr>
            <w:r w:rsidRPr="0031418B">
              <w:t>-15 dBm</w:t>
            </w:r>
          </w:p>
        </w:tc>
        <w:tc>
          <w:tcPr>
            <w:tcW w:w="1123" w:type="dxa"/>
            <w:vAlign w:val="center"/>
          </w:tcPr>
          <w:p w14:paraId="166D585E" w14:textId="77777777" w:rsidR="00BF2993" w:rsidRPr="0031418B" w:rsidRDefault="00BF2993" w:rsidP="00C120FC">
            <w:pPr>
              <w:pStyle w:val="TAC"/>
            </w:pPr>
            <w:r w:rsidRPr="0031418B">
              <w:t>2 CW carriers</w:t>
            </w:r>
          </w:p>
        </w:tc>
        <w:tc>
          <w:tcPr>
            <w:tcW w:w="1292" w:type="dxa"/>
            <w:vAlign w:val="center"/>
          </w:tcPr>
          <w:p w14:paraId="7BE3D9BF" w14:textId="77777777" w:rsidR="00BF2993" w:rsidRPr="0031418B" w:rsidRDefault="00BF2993" w:rsidP="00C120FC">
            <w:pPr>
              <w:pStyle w:val="TAC"/>
            </w:pPr>
            <w:r w:rsidRPr="0031418B">
              <w:t>1 MHz</w:t>
            </w:r>
          </w:p>
        </w:tc>
        <w:tc>
          <w:tcPr>
            <w:tcW w:w="3304" w:type="dxa"/>
            <w:vAlign w:val="center"/>
          </w:tcPr>
          <w:p w14:paraId="6F257F27" w14:textId="77777777" w:rsidR="00BF2993" w:rsidRPr="0031418B" w:rsidRDefault="00E47755" w:rsidP="00F0264B">
            <w:pPr>
              <w:pStyle w:val="TAL"/>
            </w:pPr>
            <w:r w:rsidRPr="0031418B">
              <w:t>T</w:t>
            </w:r>
            <w:r w:rsidR="00BF2993" w:rsidRPr="0031418B">
              <w:t>his requirement does not apply to E-UTRA FDD Repeater operating in band 8, since it is already covered by the requirement in sub-clause 11.1.</w:t>
            </w:r>
          </w:p>
        </w:tc>
      </w:tr>
      <w:tr w:rsidR="00BF2993" w:rsidRPr="0031418B" w14:paraId="33F87FC7" w14:textId="77777777" w:rsidTr="00371F62">
        <w:trPr>
          <w:jc w:val="center"/>
        </w:trPr>
        <w:tc>
          <w:tcPr>
            <w:tcW w:w="1509" w:type="dxa"/>
            <w:vAlign w:val="center"/>
          </w:tcPr>
          <w:p w14:paraId="6DC1E517" w14:textId="77777777" w:rsidR="00BF2993" w:rsidRPr="0031418B" w:rsidRDefault="00BF2993" w:rsidP="00C120FC">
            <w:pPr>
              <w:pStyle w:val="TAC"/>
            </w:pPr>
            <w:r w:rsidRPr="0031418B">
              <w:t>DCS1800</w:t>
            </w:r>
          </w:p>
        </w:tc>
        <w:tc>
          <w:tcPr>
            <w:tcW w:w="1683" w:type="dxa"/>
            <w:vAlign w:val="center"/>
          </w:tcPr>
          <w:p w14:paraId="427E8703" w14:textId="77777777" w:rsidR="00BF2993" w:rsidRPr="0031418B" w:rsidRDefault="00BF2993" w:rsidP="00C120FC">
            <w:pPr>
              <w:pStyle w:val="TAC"/>
            </w:pPr>
            <w:r w:rsidRPr="0031418B">
              <w:t xml:space="preserve">1710 </w:t>
            </w:r>
            <w:r w:rsidRPr="0031418B">
              <w:noBreakHyphen/>
              <w:t xml:space="preserve"> 1785 MHz</w:t>
            </w:r>
          </w:p>
        </w:tc>
        <w:tc>
          <w:tcPr>
            <w:tcW w:w="953" w:type="dxa"/>
            <w:vAlign w:val="center"/>
          </w:tcPr>
          <w:p w14:paraId="0B0E480C" w14:textId="77777777" w:rsidR="00BF2993" w:rsidRPr="0031418B" w:rsidRDefault="00BF2993" w:rsidP="00C120FC">
            <w:pPr>
              <w:pStyle w:val="TAC"/>
            </w:pPr>
            <w:r w:rsidRPr="0031418B">
              <w:t>-15 dBm</w:t>
            </w:r>
          </w:p>
        </w:tc>
        <w:tc>
          <w:tcPr>
            <w:tcW w:w="1123" w:type="dxa"/>
            <w:vAlign w:val="center"/>
          </w:tcPr>
          <w:p w14:paraId="3DEEB28D" w14:textId="77777777" w:rsidR="00BF2993" w:rsidRPr="0031418B" w:rsidRDefault="00BF2993" w:rsidP="00C120FC">
            <w:pPr>
              <w:pStyle w:val="TAC"/>
            </w:pPr>
            <w:r w:rsidRPr="0031418B">
              <w:t>2 CW carriers</w:t>
            </w:r>
          </w:p>
        </w:tc>
        <w:tc>
          <w:tcPr>
            <w:tcW w:w="1292" w:type="dxa"/>
            <w:vAlign w:val="center"/>
          </w:tcPr>
          <w:p w14:paraId="09449BED" w14:textId="77777777" w:rsidR="00BF2993" w:rsidRPr="0031418B" w:rsidRDefault="00BF2993" w:rsidP="00C120FC">
            <w:pPr>
              <w:pStyle w:val="TAC"/>
            </w:pPr>
            <w:r w:rsidRPr="0031418B">
              <w:t>1 MHz</w:t>
            </w:r>
          </w:p>
        </w:tc>
        <w:tc>
          <w:tcPr>
            <w:tcW w:w="3304" w:type="dxa"/>
            <w:vAlign w:val="center"/>
          </w:tcPr>
          <w:p w14:paraId="281E7844" w14:textId="77777777" w:rsidR="00BF2993" w:rsidRPr="0031418B" w:rsidRDefault="00BF2993" w:rsidP="00F0264B">
            <w:pPr>
              <w:pStyle w:val="TAL"/>
            </w:pPr>
            <w:r w:rsidRPr="0031418B">
              <w:t>This requirement does not apply to E-UTRA FDD Repeater operating in band 3, since it is already covered by the requirement in sub-clause 11.1.</w:t>
            </w:r>
          </w:p>
        </w:tc>
      </w:tr>
      <w:tr w:rsidR="00BF2993" w:rsidRPr="0031418B" w14:paraId="5394FB7D" w14:textId="77777777" w:rsidTr="00371F62">
        <w:trPr>
          <w:jc w:val="center"/>
        </w:trPr>
        <w:tc>
          <w:tcPr>
            <w:tcW w:w="1509" w:type="dxa"/>
            <w:vAlign w:val="center"/>
          </w:tcPr>
          <w:p w14:paraId="5F4ABC2C" w14:textId="77777777" w:rsidR="00BF2993" w:rsidRPr="0031418B" w:rsidRDefault="00BF2993" w:rsidP="00C120FC">
            <w:pPr>
              <w:pStyle w:val="TAC"/>
            </w:pPr>
            <w:r w:rsidRPr="0031418B">
              <w:t>PCS1900</w:t>
            </w:r>
          </w:p>
        </w:tc>
        <w:tc>
          <w:tcPr>
            <w:tcW w:w="1683" w:type="dxa"/>
            <w:vAlign w:val="center"/>
          </w:tcPr>
          <w:p w14:paraId="5121DDBE" w14:textId="77777777" w:rsidR="00BF2993" w:rsidRPr="0031418B" w:rsidRDefault="00BF2993" w:rsidP="00C120FC">
            <w:pPr>
              <w:pStyle w:val="TAC"/>
            </w:pPr>
            <w:r w:rsidRPr="0031418B">
              <w:t xml:space="preserve">1850 </w:t>
            </w:r>
            <w:r w:rsidRPr="0031418B">
              <w:noBreakHyphen/>
              <w:t xml:space="preserve"> 1910 MHz</w:t>
            </w:r>
          </w:p>
        </w:tc>
        <w:tc>
          <w:tcPr>
            <w:tcW w:w="953" w:type="dxa"/>
            <w:vAlign w:val="center"/>
          </w:tcPr>
          <w:p w14:paraId="1B44A23C" w14:textId="77777777" w:rsidR="00BF2993" w:rsidRPr="0031418B" w:rsidRDefault="00BF2993" w:rsidP="00C120FC">
            <w:pPr>
              <w:pStyle w:val="TAC"/>
            </w:pPr>
            <w:r w:rsidRPr="0031418B">
              <w:t>-15 dBm</w:t>
            </w:r>
          </w:p>
        </w:tc>
        <w:tc>
          <w:tcPr>
            <w:tcW w:w="1123" w:type="dxa"/>
            <w:vAlign w:val="center"/>
          </w:tcPr>
          <w:p w14:paraId="331093F7" w14:textId="77777777" w:rsidR="00BF2993" w:rsidRPr="0031418B" w:rsidRDefault="00BF2993" w:rsidP="00C120FC">
            <w:pPr>
              <w:pStyle w:val="TAC"/>
            </w:pPr>
            <w:r w:rsidRPr="0031418B">
              <w:t>2 CW carriers</w:t>
            </w:r>
          </w:p>
        </w:tc>
        <w:tc>
          <w:tcPr>
            <w:tcW w:w="1292" w:type="dxa"/>
            <w:vAlign w:val="center"/>
          </w:tcPr>
          <w:p w14:paraId="1E093F1A" w14:textId="77777777" w:rsidR="00BF2993" w:rsidRPr="0031418B" w:rsidRDefault="00BF2993" w:rsidP="00C120FC">
            <w:pPr>
              <w:pStyle w:val="TAC"/>
            </w:pPr>
            <w:r w:rsidRPr="0031418B">
              <w:t>1 MHz</w:t>
            </w:r>
          </w:p>
        </w:tc>
        <w:tc>
          <w:tcPr>
            <w:tcW w:w="3304" w:type="dxa"/>
            <w:vAlign w:val="center"/>
          </w:tcPr>
          <w:p w14:paraId="63C69026" w14:textId="77777777" w:rsidR="00BF2993" w:rsidRPr="0031418B" w:rsidRDefault="00BF2993" w:rsidP="00F0264B">
            <w:pPr>
              <w:pStyle w:val="TAL"/>
            </w:pPr>
            <w:r w:rsidRPr="0031418B">
              <w:t>This requirement does not apply to E-UTRA FDD Repeater operating in band 2</w:t>
            </w:r>
            <w:r w:rsidR="003B1553" w:rsidRPr="0031418B">
              <w:t xml:space="preserve"> or band 25</w:t>
            </w:r>
            <w:r w:rsidRPr="0031418B">
              <w:t>, since it is already covered by the requirement in sub-clause 11.1.</w:t>
            </w:r>
          </w:p>
        </w:tc>
      </w:tr>
      <w:tr w:rsidR="00BF2993" w:rsidRPr="0031418B" w14:paraId="04E67017" w14:textId="77777777" w:rsidTr="00371F62">
        <w:trPr>
          <w:jc w:val="center"/>
        </w:trPr>
        <w:tc>
          <w:tcPr>
            <w:tcW w:w="1509" w:type="dxa"/>
            <w:vAlign w:val="center"/>
          </w:tcPr>
          <w:p w14:paraId="1580C3A7" w14:textId="77777777" w:rsidR="00BF2993" w:rsidRPr="0031418B" w:rsidRDefault="00BF2993" w:rsidP="00C120FC">
            <w:pPr>
              <w:pStyle w:val="TAC"/>
            </w:pPr>
            <w:r w:rsidRPr="0031418B">
              <w:t>GSM850</w:t>
            </w:r>
            <w:r w:rsidR="00134469" w:rsidRPr="0031418B">
              <w:t xml:space="preserve"> or CDMA850</w:t>
            </w:r>
          </w:p>
        </w:tc>
        <w:tc>
          <w:tcPr>
            <w:tcW w:w="1683" w:type="dxa"/>
            <w:vAlign w:val="center"/>
          </w:tcPr>
          <w:p w14:paraId="07DE9DF6" w14:textId="77777777" w:rsidR="00BF2993" w:rsidRPr="0031418B" w:rsidRDefault="00BF2993" w:rsidP="00C120FC">
            <w:pPr>
              <w:pStyle w:val="TAC"/>
            </w:pPr>
            <w:r w:rsidRPr="0031418B">
              <w:t xml:space="preserve">824 </w:t>
            </w:r>
            <w:r w:rsidRPr="0031418B">
              <w:noBreakHyphen/>
              <w:t xml:space="preserve"> 849 MHz</w:t>
            </w:r>
          </w:p>
        </w:tc>
        <w:tc>
          <w:tcPr>
            <w:tcW w:w="953" w:type="dxa"/>
            <w:vAlign w:val="center"/>
          </w:tcPr>
          <w:p w14:paraId="025E9401" w14:textId="77777777" w:rsidR="00BF2993" w:rsidRPr="0031418B" w:rsidRDefault="00BF2993" w:rsidP="00C120FC">
            <w:pPr>
              <w:pStyle w:val="TAC"/>
            </w:pPr>
            <w:r w:rsidRPr="0031418B">
              <w:t>-15 dBm</w:t>
            </w:r>
          </w:p>
        </w:tc>
        <w:tc>
          <w:tcPr>
            <w:tcW w:w="1123" w:type="dxa"/>
            <w:vAlign w:val="center"/>
          </w:tcPr>
          <w:p w14:paraId="01608F3B" w14:textId="77777777" w:rsidR="00BF2993" w:rsidRPr="0031418B" w:rsidRDefault="00BF2993" w:rsidP="00C120FC">
            <w:pPr>
              <w:pStyle w:val="TAC"/>
            </w:pPr>
            <w:r w:rsidRPr="0031418B">
              <w:t>2 CW carriers</w:t>
            </w:r>
          </w:p>
        </w:tc>
        <w:tc>
          <w:tcPr>
            <w:tcW w:w="1292" w:type="dxa"/>
            <w:vAlign w:val="center"/>
          </w:tcPr>
          <w:p w14:paraId="70638BFF" w14:textId="77777777" w:rsidR="00BF2993" w:rsidRPr="0031418B" w:rsidRDefault="00BF2993" w:rsidP="00C120FC">
            <w:pPr>
              <w:pStyle w:val="TAC"/>
            </w:pPr>
            <w:r w:rsidRPr="0031418B">
              <w:t>1 MHz</w:t>
            </w:r>
          </w:p>
        </w:tc>
        <w:tc>
          <w:tcPr>
            <w:tcW w:w="3304" w:type="dxa"/>
            <w:vAlign w:val="center"/>
          </w:tcPr>
          <w:p w14:paraId="35FEA400" w14:textId="77777777" w:rsidR="00BF2993" w:rsidRPr="0031418B" w:rsidRDefault="00BF2993" w:rsidP="00F0264B">
            <w:pPr>
              <w:pStyle w:val="TAL"/>
            </w:pPr>
            <w:r w:rsidRPr="0031418B">
              <w:t>This requirement does not apply to E-UTRA FDD Repeater operating in band 5</w:t>
            </w:r>
            <w:r w:rsidR="009F4760" w:rsidRPr="0031418B">
              <w:t xml:space="preserve"> or 26</w:t>
            </w:r>
            <w:r w:rsidRPr="0031418B">
              <w:t>, since it is already covered by the requirement in sub-clause 11.1.</w:t>
            </w:r>
          </w:p>
        </w:tc>
      </w:tr>
      <w:tr w:rsidR="00BF2993" w:rsidRPr="0031418B" w14:paraId="715C167F" w14:textId="77777777" w:rsidTr="00371F62">
        <w:trPr>
          <w:jc w:val="center"/>
        </w:trPr>
        <w:tc>
          <w:tcPr>
            <w:tcW w:w="1509" w:type="dxa"/>
            <w:vAlign w:val="center"/>
          </w:tcPr>
          <w:p w14:paraId="1766DEE6" w14:textId="77777777" w:rsidR="00BF2993" w:rsidRPr="0031418B" w:rsidRDefault="00BF2993" w:rsidP="00C120FC">
            <w:pPr>
              <w:pStyle w:val="TAC"/>
            </w:pPr>
            <w:r w:rsidRPr="0031418B">
              <w:rPr>
                <w:rFonts w:cs="v5.0.0"/>
              </w:rPr>
              <w:t>UTRA FDD Band I</w:t>
            </w:r>
            <w:r w:rsidRPr="0031418B">
              <w:t xml:space="preserve"> or </w:t>
            </w:r>
            <w:r w:rsidRPr="0031418B">
              <w:br/>
              <w:t>E-UTRA Band 1</w:t>
            </w:r>
          </w:p>
        </w:tc>
        <w:tc>
          <w:tcPr>
            <w:tcW w:w="1683" w:type="dxa"/>
            <w:vAlign w:val="center"/>
          </w:tcPr>
          <w:p w14:paraId="6081EE67" w14:textId="77777777" w:rsidR="00BF2993" w:rsidRPr="0031418B" w:rsidRDefault="00BF2993" w:rsidP="00C120FC">
            <w:pPr>
              <w:pStyle w:val="TAC"/>
            </w:pPr>
            <w:r w:rsidRPr="0031418B">
              <w:t>1920 - 1980 MHz</w:t>
            </w:r>
          </w:p>
        </w:tc>
        <w:tc>
          <w:tcPr>
            <w:tcW w:w="953" w:type="dxa"/>
            <w:vAlign w:val="center"/>
          </w:tcPr>
          <w:p w14:paraId="73A3BEE1" w14:textId="77777777" w:rsidR="00BF2993" w:rsidRPr="0031418B" w:rsidRDefault="00BF2993" w:rsidP="00C120FC">
            <w:pPr>
              <w:pStyle w:val="TAC"/>
            </w:pPr>
            <w:r w:rsidRPr="0031418B">
              <w:t>-15 dBm</w:t>
            </w:r>
          </w:p>
        </w:tc>
        <w:tc>
          <w:tcPr>
            <w:tcW w:w="1123" w:type="dxa"/>
            <w:vAlign w:val="center"/>
          </w:tcPr>
          <w:p w14:paraId="6BDEB94B" w14:textId="77777777" w:rsidR="00BF2993" w:rsidRPr="0031418B" w:rsidRDefault="00BF2993" w:rsidP="00C120FC">
            <w:pPr>
              <w:pStyle w:val="TAC"/>
            </w:pPr>
            <w:r w:rsidRPr="0031418B">
              <w:t>2 CW carriers</w:t>
            </w:r>
          </w:p>
        </w:tc>
        <w:tc>
          <w:tcPr>
            <w:tcW w:w="1292" w:type="dxa"/>
            <w:vAlign w:val="center"/>
          </w:tcPr>
          <w:p w14:paraId="5A776051" w14:textId="77777777" w:rsidR="00BF2993" w:rsidRPr="0031418B" w:rsidRDefault="00BF2993" w:rsidP="00C120FC">
            <w:pPr>
              <w:pStyle w:val="TAC"/>
            </w:pPr>
            <w:r w:rsidRPr="0031418B">
              <w:t>1 MHz</w:t>
            </w:r>
          </w:p>
        </w:tc>
        <w:tc>
          <w:tcPr>
            <w:tcW w:w="3304" w:type="dxa"/>
            <w:vAlign w:val="center"/>
          </w:tcPr>
          <w:p w14:paraId="30B6D6D2" w14:textId="77777777" w:rsidR="00BF2993" w:rsidRPr="0031418B" w:rsidRDefault="00BF2993" w:rsidP="00F0264B">
            <w:pPr>
              <w:pStyle w:val="TAL"/>
            </w:pPr>
            <w:r w:rsidRPr="0031418B">
              <w:t>This requirement does not apply to E-UTRA FDD Repeater operating in band 1, since it is already covered by the requirement in sub-clause 11.1.</w:t>
            </w:r>
          </w:p>
        </w:tc>
      </w:tr>
      <w:tr w:rsidR="00BF2993" w:rsidRPr="0031418B" w14:paraId="243333DB" w14:textId="77777777" w:rsidTr="00371F62">
        <w:trPr>
          <w:jc w:val="center"/>
        </w:trPr>
        <w:tc>
          <w:tcPr>
            <w:tcW w:w="1509" w:type="dxa"/>
            <w:vAlign w:val="center"/>
          </w:tcPr>
          <w:p w14:paraId="74D7E8AA" w14:textId="77777777" w:rsidR="00BF2993" w:rsidRPr="0031418B" w:rsidRDefault="00BF2993" w:rsidP="00C120FC">
            <w:pPr>
              <w:pStyle w:val="TAC"/>
            </w:pPr>
            <w:r w:rsidRPr="0031418B">
              <w:rPr>
                <w:rFonts w:cs="v5.0.0"/>
              </w:rPr>
              <w:t>UTRA FDD Band II</w:t>
            </w:r>
            <w:r w:rsidRPr="0031418B">
              <w:t xml:space="preserve"> or </w:t>
            </w:r>
            <w:r w:rsidRPr="0031418B">
              <w:br/>
              <w:t>E-UTRA Band 2</w:t>
            </w:r>
          </w:p>
        </w:tc>
        <w:tc>
          <w:tcPr>
            <w:tcW w:w="1683" w:type="dxa"/>
            <w:vAlign w:val="center"/>
          </w:tcPr>
          <w:p w14:paraId="1A05BC91" w14:textId="77777777" w:rsidR="00BF2993" w:rsidRPr="0031418B" w:rsidRDefault="00BF2993" w:rsidP="00C120FC">
            <w:pPr>
              <w:pStyle w:val="TAC"/>
            </w:pPr>
            <w:r w:rsidRPr="0031418B">
              <w:t>1850 - 1910 MHz</w:t>
            </w:r>
          </w:p>
        </w:tc>
        <w:tc>
          <w:tcPr>
            <w:tcW w:w="953" w:type="dxa"/>
            <w:vAlign w:val="center"/>
          </w:tcPr>
          <w:p w14:paraId="691FD56C" w14:textId="77777777" w:rsidR="00BF2993" w:rsidRPr="0031418B" w:rsidRDefault="00BF2993" w:rsidP="00C120FC">
            <w:pPr>
              <w:pStyle w:val="TAC"/>
            </w:pPr>
            <w:r w:rsidRPr="0031418B">
              <w:t>-15 dBm</w:t>
            </w:r>
          </w:p>
        </w:tc>
        <w:tc>
          <w:tcPr>
            <w:tcW w:w="1123" w:type="dxa"/>
            <w:vAlign w:val="center"/>
          </w:tcPr>
          <w:p w14:paraId="054B8CC5" w14:textId="77777777" w:rsidR="00BF2993" w:rsidRPr="0031418B" w:rsidRDefault="00BF2993" w:rsidP="00C120FC">
            <w:pPr>
              <w:pStyle w:val="TAC"/>
            </w:pPr>
            <w:r w:rsidRPr="0031418B">
              <w:t>2 CW carriers</w:t>
            </w:r>
          </w:p>
        </w:tc>
        <w:tc>
          <w:tcPr>
            <w:tcW w:w="1292" w:type="dxa"/>
            <w:vAlign w:val="center"/>
          </w:tcPr>
          <w:p w14:paraId="3E6410B2" w14:textId="77777777" w:rsidR="00BF2993" w:rsidRPr="0031418B" w:rsidRDefault="00BF2993" w:rsidP="00C120FC">
            <w:pPr>
              <w:pStyle w:val="TAC"/>
            </w:pPr>
            <w:r w:rsidRPr="0031418B">
              <w:t>1 MHz</w:t>
            </w:r>
          </w:p>
        </w:tc>
        <w:tc>
          <w:tcPr>
            <w:tcW w:w="3304" w:type="dxa"/>
            <w:vAlign w:val="center"/>
          </w:tcPr>
          <w:p w14:paraId="1FE1602C" w14:textId="77777777" w:rsidR="00BF2993" w:rsidRPr="0031418B" w:rsidRDefault="00BF2993" w:rsidP="00F0264B">
            <w:pPr>
              <w:pStyle w:val="TAL"/>
            </w:pPr>
            <w:r w:rsidRPr="0031418B">
              <w:t>This requirement does not apply to E-UTRA FDD Repeater operating in band 2</w:t>
            </w:r>
            <w:r w:rsidR="003B1553" w:rsidRPr="0031418B">
              <w:t xml:space="preserve"> or band 25</w:t>
            </w:r>
            <w:r w:rsidRPr="0031418B">
              <w:t>, since it is already covered by the requirement in sub-clause 11.1.</w:t>
            </w:r>
          </w:p>
        </w:tc>
      </w:tr>
      <w:tr w:rsidR="00BF2993" w:rsidRPr="0031418B" w14:paraId="52D8CBE8" w14:textId="77777777" w:rsidTr="00371F62">
        <w:trPr>
          <w:jc w:val="center"/>
        </w:trPr>
        <w:tc>
          <w:tcPr>
            <w:tcW w:w="1509" w:type="dxa"/>
            <w:vAlign w:val="center"/>
          </w:tcPr>
          <w:p w14:paraId="5B59110E" w14:textId="77777777" w:rsidR="00BF2993" w:rsidRPr="0031418B" w:rsidRDefault="00BF2993" w:rsidP="00C120FC">
            <w:pPr>
              <w:pStyle w:val="TAC"/>
            </w:pPr>
            <w:r w:rsidRPr="0031418B">
              <w:rPr>
                <w:rFonts w:cs="v5.0.0"/>
              </w:rPr>
              <w:t>UTRA FDD Band III</w:t>
            </w:r>
            <w:r w:rsidRPr="0031418B">
              <w:t xml:space="preserve"> or </w:t>
            </w:r>
            <w:r w:rsidRPr="0031418B">
              <w:br/>
              <w:t>E-UTRA Band 3</w:t>
            </w:r>
          </w:p>
        </w:tc>
        <w:tc>
          <w:tcPr>
            <w:tcW w:w="1683" w:type="dxa"/>
            <w:vAlign w:val="center"/>
          </w:tcPr>
          <w:p w14:paraId="02F01E48" w14:textId="77777777" w:rsidR="00BF2993" w:rsidRPr="0031418B" w:rsidRDefault="00BF2993" w:rsidP="00C120FC">
            <w:pPr>
              <w:pStyle w:val="TAC"/>
            </w:pPr>
            <w:r w:rsidRPr="0031418B">
              <w:t>1710 - 1785 MHz</w:t>
            </w:r>
          </w:p>
        </w:tc>
        <w:tc>
          <w:tcPr>
            <w:tcW w:w="953" w:type="dxa"/>
            <w:vAlign w:val="center"/>
          </w:tcPr>
          <w:p w14:paraId="50C65B9D" w14:textId="77777777" w:rsidR="00BF2993" w:rsidRPr="0031418B" w:rsidRDefault="00BF2993" w:rsidP="00C120FC">
            <w:pPr>
              <w:pStyle w:val="TAC"/>
            </w:pPr>
            <w:r w:rsidRPr="0031418B">
              <w:t>-15 dBm</w:t>
            </w:r>
          </w:p>
        </w:tc>
        <w:tc>
          <w:tcPr>
            <w:tcW w:w="1123" w:type="dxa"/>
            <w:vAlign w:val="center"/>
          </w:tcPr>
          <w:p w14:paraId="64B57D5D" w14:textId="77777777" w:rsidR="00BF2993" w:rsidRPr="0031418B" w:rsidRDefault="00BF2993" w:rsidP="00C120FC">
            <w:pPr>
              <w:pStyle w:val="TAC"/>
            </w:pPr>
            <w:r w:rsidRPr="0031418B">
              <w:t>2 CW carriers</w:t>
            </w:r>
          </w:p>
        </w:tc>
        <w:tc>
          <w:tcPr>
            <w:tcW w:w="1292" w:type="dxa"/>
            <w:vAlign w:val="center"/>
          </w:tcPr>
          <w:p w14:paraId="219735C6" w14:textId="77777777" w:rsidR="00BF2993" w:rsidRPr="0031418B" w:rsidRDefault="00BF2993" w:rsidP="00C120FC">
            <w:pPr>
              <w:pStyle w:val="TAC"/>
            </w:pPr>
            <w:r w:rsidRPr="0031418B">
              <w:t>1 MHz</w:t>
            </w:r>
          </w:p>
        </w:tc>
        <w:tc>
          <w:tcPr>
            <w:tcW w:w="3304" w:type="dxa"/>
            <w:vAlign w:val="center"/>
          </w:tcPr>
          <w:p w14:paraId="40F6B05E" w14:textId="77777777" w:rsidR="00BF2993" w:rsidRPr="0031418B" w:rsidRDefault="00BF2993" w:rsidP="00F0264B">
            <w:pPr>
              <w:pStyle w:val="TAL"/>
            </w:pPr>
            <w:r w:rsidRPr="0031418B">
              <w:t>This requirement does not apply to E-UTRA FDD Repeater operating in band 3</w:t>
            </w:r>
            <w:r w:rsidR="00E47755" w:rsidRPr="0031418B">
              <w:t xml:space="preserve"> or band 9</w:t>
            </w:r>
            <w:r w:rsidRPr="0031418B">
              <w:t>, since it is already covered by the requirement in sub-clause 11.1.</w:t>
            </w:r>
          </w:p>
        </w:tc>
      </w:tr>
      <w:tr w:rsidR="00BF2993" w:rsidRPr="0031418B" w14:paraId="01F098C6" w14:textId="77777777" w:rsidTr="00371F62">
        <w:trPr>
          <w:jc w:val="center"/>
        </w:trPr>
        <w:tc>
          <w:tcPr>
            <w:tcW w:w="1509" w:type="dxa"/>
            <w:vAlign w:val="center"/>
          </w:tcPr>
          <w:p w14:paraId="6213613D" w14:textId="77777777" w:rsidR="00BF2993" w:rsidRPr="0031418B" w:rsidRDefault="00BF2993" w:rsidP="00C120FC">
            <w:pPr>
              <w:pStyle w:val="TAC"/>
            </w:pPr>
            <w:r w:rsidRPr="0031418B">
              <w:rPr>
                <w:rFonts w:cs="v5.0.0"/>
              </w:rPr>
              <w:t>UTRA FDD Band IV</w:t>
            </w:r>
            <w:r w:rsidRPr="0031418B">
              <w:t xml:space="preserve"> or </w:t>
            </w:r>
            <w:r w:rsidRPr="0031418B">
              <w:br/>
              <w:t>E-UTRA Band 4</w:t>
            </w:r>
          </w:p>
        </w:tc>
        <w:tc>
          <w:tcPr>
            <w:tcW w:w="1683" w:type="dxa"/>
            <w:vAlign w:val="center"/>
          </w:tcPr>
          <w:p w14:paraId="1C8658D3" w14:textId="77777777" w:rsidR="00BF2993" w:rsidRPr="0031418B" w:rsidRDefault="00BF2993" w:rsidP="00C120FC">
            <w:pPr>
              <w:pStyle w:val="TAC"/>
            </w:pPr>
            <w:r w:rsidRPr="0031418B">
              <w:t>1710 - 1755 MHz</w:t>
            </w:r>
          </w:p>
        </w:tc>
        <w:tc>
          <w:tcPr>
            <w:tcW w:w="953" w:type="dxa"/>
            <w:vAlign w:val="center"/>
          </w:tcPr>
          <w:p w14:paraId="690A4D33" w14:textId="77777777" w:rsidR="00BF2993" w:rsidRPr="0031418B" w:rsidRDefault="00BF2993" w:rsidP="00C120FC">
            <w:pPr>
              <w:pStyle w:val="TAC"/>
            </w:pPr>
            <w:r w:rsidRPr="0031418B">
              <w:t>-15 dBm</w:t>
            </w:r>
          </w:p>
        </w:tc>
        <w:tc>
          <w:tcPr>
            <w:tcW w:w="1123" w:type="dxa"/>
            <w:vAlign w:val="center"/>
          </w:tcPr>
          <w:p w14:paraId="4B40805B" w14:textId="77777777" w:rsidR="00BF2993" w:rsidRPr="0031418B" w:rsidRDefault="00BF2993" w:rsidP="00C120FC">
            <w:pPr>
              <w:pStyle w:val="TAC"/>
            </w:pPr>
            <w:r w:rsidRPr="0031418B">
              <w:t>2 CW carriers</w:t>
            </w:r>
          </w:p>
        </w:tc>
        <w:tc>
          <w:tcPr>
            <w:tcW w:w="1292" w:type="dxa"/>
            <w:vAlign w:val="center"/>
          </w:tcPr>
          <w:p w14:paraId="0489134E" w14:textId="77777777" w:rsidR="00BF2993" w:rsidRPr="0031418B" w:rsidRDefault="00BF2993" w:rsidP="00C120FC">
            <w:pPr>
              <w:pStyle w:val="TAC"/>
            </w:pPr>
            <w:r w:rsidRPr="0031418B">
              <w:t>1 MHz</w:t>
            </w:r>
          </w:p>
        </w:tc>
        <w:tc>
          <w:tcPr>
            <w:tcW w:w="3304" w:type="dxa"/>
            <w:vAlign w:val="center"/>
          </w:tcPr>
          <w:p w14:paraId="19B64E90" w14:textId="77777777" w:rsidR="00BF2993" w:rsidRPr="0031418B" w:rsidRDefault="00BF2993" w:rsidP="00F0264B">
            <w:pPr>
              <w:pStyle w:val="TAL"/>
            </w:pPr>
            <w:r w:rsidRPr="0031418B">
              <w:t>This requirement does not apply to E-UTRA FDD Repeater operating in band 4</w:t>
            </w:r>
            <w:r w:rsidR="00715FFC" w:rsidRPr="0031418B">
              <w:t xml:space="preserve"> or band 10</w:t>
            </w:r>
            <w:r w:rsidRPr="0031418B">
              <w:t>, since it is already covered by the requirement in sub-clause 11.1.</w:t>
            </w:r>
          </w:p>
        </w:tc>
      </w:tr>
      <w:tr w:rsidR="00BF2993" w:rsidRPr="0031418B" w14:paraId="7E15C069" w14:textId="77777777" w:rsidTr="00371F62">
        <w:trPr>
          <w:jc w:val="center"/>
        </w:trPr>
        <w:tc>
          <w:tcPr>
            <w:tcW w:w="1509" w:type="dxa"/>
            <w:vAlign w:val="center"/>
          </w:tcPr>
          <w:p w14:paraId="062188B9" w14:textId="77777777" w:rsidR="00BF2993" w:rsidRPr="0031418B" w:rsidRDefault="00BF2993" w:rsidP="00C120FC">
            <w:pPr>
              <w:pStyle w:val="TAC"/>
            </w:pPr>
            <w:r w:rsidRPr="0031418B">
              <w:rPr>
                <w:rFonts w:cs="v5.0.0"/>
              </w:rPr>
              <w:t>UTRA FDD Band V</w:t>
            </w:r>
            <w:r w:rsidRPr="0031418B">
              <w:t xml:space="preserve"> or </w:t>
            </w:r>
            <w:r w:rsidRPr="0031418B">
              <w:br/>
              <w:t>E-UTRA Band 5</w:t>
            </w:r>
          </w:p>
        </w:tc>
        <w:tc>
          <w:tcPr>
            <w:tcW w:w="1683" w:type="dxa"/>
            <w:vAlign w:val="center"/>
          </w:tcPr>
          <w:p w14:paraId="4F86DBCD" w14:textId="77777777" w:rsidR="00BF2993" w:rsidRPr="0031418B" w:rsidRDefault="00BF2993" w:rsidP="00C120FC">
            <w:pPr>
              <w:pStyle w:val="TAC"/>
            </w:pPr>
            <w:r w:rsidRPr="0031418B">
              <w:t>824 - 849 MHz</w:t>
            </w:r>
          </w:p>
        </w:tc>
        <w:tc>
          <w:tcPr>
            <w:tcW w:w="953" w:type="dxa"/>
            <w:vAlign w:val="center"/>
          </w:tcPr>
          <w:p w14:paraId="03AB39F5" w14:textId="77777777" w:rsidR="00BF2993" w:rsidRPr="0031418B" w:rsidRDefault="00BF2993" w:rsidP="00C120FC">
            <w:pPr>
              <w:pStyle w:val="TAC"/>
            </w:pPr>
            <w:r w:rsidRPr="0031418B">
              <w:t>-15 dBm</w:t>
            </w:r>
          </w:p>
        </w:tc>
        <w:tc>
          <w:tcPr>
            <w:tcW w:w="1123" w:type="dxa"/>
            <w:vAlign w:val="center"/>
          </w:tcPr>
          <w:p w14:paraId="5ADB252C" w14:textId="77777777" w:rsidR="00BF2993" w:rsidRPr="0031418B" w:rsidRDefault="00BF2993" w:rsidP="00C120FC">
            <w:pPr>
              <w:pStyle w:val="TAC"/>
            </w:pPr>
            <w:r w:rsidRPr="0031418B">
              <w:t>2 CW carriers</w:t>
            </w:r>
          </w:p>
        </w:tc>
        <w:tc>
          <w:tcPr>
            <w:tcW w:w="1292" w:type="dxa"/>
            <w:vAlign w:val="center"/>
          </w:tcPr>
          <w:p w14:paraId="242DF987" w14:textId="77777777" w:rsidR="00BF2993" w:rsidRPr="0031418B" w:rsidRDefault="00BF2993" w:rsidP="00C120FC">
            <w:pPr>
              <w:pStyle w:val="TAC"/>
            </w:pPr>
            <w:r w:rsidRPr="0031418B">
              <w:t>1 MHz</w:t>
            </w:r>
          </w:p>
        </w:tc>
        <w:tc>
          <w:tcPr>
            <w:tcW w:w="3304" w:type="dxa"/>
            <w:vAlign w:val="center"/>
          </w:tcPr>
          <w:p w14:paraId="12CA8324" w14:textId="77777777" w:rsidR="00BF2993" w:rsidRPr="0031418B" w:rsidRDefault="00BF2993" w:rsidP="00F0264B">
            <w:pPr>
              <w:pStyle w:val="TAL"/>
            </w:pPr>
            <w:r w:rsidRPr="0031418B">
              <w:t>This requirement does not apply to E-UTRA FDD Repeater operating in band 5</w:t>
            </w:r>
            <w:r w:rsidR="009F4760" w:rsidRPr="0031418B">
              <w:t xml:space="preserve"> or 26</w:t>
            </w:r>
            <w:r w:rsidRPr="0031418B">
              <w:t>, since it is already covered by the requirement in sub-clause 11.1.</w:t>
            </w:r>
          </w:p>
        </w:tc>
      </w:tr>
      <w:tr w:rsidR="00715FFC" w:rsidRPr="0031418B" w14:paraId="17580E8D" w14:textId="77777777" w:rsidTr="00371F62">
        <w:trPr>
          <w:jc w:val="center"/>
        </w:trPr>
        <w:tc>
          <w:tcPr>
            <w:tcW w:w="1509" w:type="dxa"/>
            <w:vMerge w:val="restart"/>
            <w:vAlign w:val="center"/>
          </w:tcPr>
          <w:p w14:paraId="23836F29" w14:textId="77777777" w:rsidR="00715FFC" w:rsidRPr="0031418B" w:rsidRDefault="00715FFC" w:rsidP="00C120FC">
            <w:pPr>
              <w:pStyle w:val="TAC"/>
            </w:pPr>
            <w:r w:rsidRPr="0031418B">
              <w:rPr>
                <w:rFonts w:cs="v5.0.0"/>
              </w:rPr>
              <w:t>UTRA FDD Band VI</w:t>
            </w:r>
            <w:r w:rsidR="00C90A57" w:rsidRPr="0031418B">
              <w:rPr>
                <w:rFonts w:cs="v5.0.0"/>
              </w:rPr>
              <w:t xml:space="preserve"> or XIX</w:t>
            </w:r>
            <w:r w:rsidRPr="0031418B">
              <w:t xml:space="preserve"> or </w:t>
            </w:r>
            <w:r w:rsidRPr="0031418B">
              <w:br/>
              <w:t>E-UTRA Band 6</w:t>
            </w:r>
            <w:r w:rsidR="00C90A57" w:rsidRPr="0031418B">
              <w:t>, 18 or 19</w:t>
            </w:r>
          </w:p>
        </w:tc>
        <w:tc>
          <w:tcPr>
            <w:tcW w:w="1683" w:type="dxa"/>
            <w:vAlign w:val="center"/>
          </w:tcPr>
          <w:p w14:paraId="044C4AD8" w14:textId="77777777" w:rsidR="00715FFC" w:rsidRPr="0031418B" w:rsidRDefault="00715FFC" w:rsidP="00C120FC">
            <w:pPr>
              <w:pStyle w:val="TAC"/>
            </w:pPr>
            <w:r w:rsidRPr="0031418B">
              <w:t>815 - 8</w:t>
            </w:r>
            <w:r w:rsidR="00C90A57" w:rsidRPr="0031418B">
              <w:t>3</w:t>
            </w:r>
            <w:r w:rsidRPr="0031418B">
              <w:t>0 MHz</w:t>
            </w:r>
          </w:p>
        </w:tc>
        <w:tc>
          <w:tcPr>
            <w:tcW w:w="953" w:type="dxa"/>
            <w:vAlign w:val="center"/>
          </w:tcPr>
          <w:p w14:paraId="7DDFF6DD" w14:textId="77777777" w:rsidR="00715FFC" w:rsidRPr="0031418B" w:rsidRDefault="00715FFC" w:rsidP="00C120FC">
            <w:pPr>
              <w:pStyle w:val="TAC"/>
            </w:pPr>
            <w:r w:rsidRPr="0031418B">
              <w:t>-15 dBm</w:t>
            </w:r>
          </w:p>
        </w:tc>
        <w:tc>
          <w:tcPr>
            <w:tcW w:w="1123" w:type="dxa"/>
            <w:vAlign w:val="center"/>
          </w:tcPr>
          <w:p w14:paraId="140E778C" w14:textId="77777777" w:rsidR="00715FFC" w:rsidRPr="0031418B" w:rsidRDefault="00715FFC" w:rsidP="00C120FC">
            <w:pPr>
              <w:pStyle w:val="TAC"/>
            </w:pPr>
            <w:r w:rsidRPr="0031418B">
              <w:t>2 CW carriers</w:t>
            </w:r>
          </w:p>
        </w:tc>
        <w:tc>
          <w:tcPr>
            <w:tcW w:w="1292" w:type="dxa"/>
            <w:vAlign w:val="center"/>
          </w:tcPr>
          <w:p w14:paraId="0A0CE1B2" w14:textId="77777777" w:rsidR="00715FFC" w:rsidRPr="0031418B" w:rsidRDefault="00715FFC" w:rsidP="00C120FC">
            <w:pPr>
              <w:pStyle w:val="TAC"/>
            </w:pPr>
            <w:r w:rsidRPr="0031418B">
              <w:t>1 MHz</w:t>
            </w:r>
          </w:p>
        </w:tc>
        <w:tc>
          <w:tcPr>
            <w:tcW w:w="3304" w:type="dxa"/>
            <w:vAlign w:val="center"/>
          </w:tcPr>
          <w:p w14:paraId="2B3B271B" w14:textId="77777777" w:rsidR="00715FFC" w:rsidRPr="0031418B" w:rsidRDefault="00715FFC" w:rsidP="00F0264B">
            <w:pPr>
              <w:pStyle w:val="TAL"/>
            </w:pPr>
            <w:r w:rsidRPr="0031418B">
              <w:t xml:space="preserve">This requirement does not apply to E-UTRA FDD Repeater operating in band </w:t>
            </w:r>
            <w:r w:rsidR="00C90A57" w:rsidRPr="0031418B">
              <w:t>18</w:t>
            </w:r>
            <w:r w:rsidRPr="0031418B">
              <w:t>, since it is already covered by the requirement in sub-clause 11.1.</w:t>
            </w:r>
            <w:r w:rsidR="006C202B" w:rsidRPr="0031418B">
              <w:t xml:space="preserve"> This requirement does not apply to the uplink of E-UTRA FDD Repeater operating in band 5, 6, 19 or 20.</w:t>
            </w:r>
          </w:p>
        </w:tc>
      </w:tr>
      <w:tr w:rsidR="00715FFC" w:rsidRPr="0031418B" w14:paraId="2495DB2E" w14:textId="77777777" w:rsidTr="00371F62">
        <w:trPr>
          <w:jc w:val="center"/>
        </w:trPr>
        <w:tc>
          <w:tcPr>
            <w:tcW w:w="1509" w:type="dxa"/>
            <w:vMerge/>
            <w:vAlign w:val="center"/>
          </w:tcPr>
          <w:p w14:paraId="28330599" w14:textId="77777777" w:rsidR="00715FFC" w:rsidRPr="0031418B" w:rsidRDefault="00715FFC" w:rsidP="00371F62">
            <w:pPr>
              <w:pStyle w:val="TAC"/>
              <w:ind w:left="284"/>
              <w:rPr>
                <w:rFonts w:cs="v5.0.0"/>
              </w:rPr>
            </w:pPr>
          </w:p>
        </w:tc>
        <w:tc>
          <w:tcPr>
            <w:tcW w:w="1683" w:type="dxa"/>
            <w:vAlign w:val="center"/>
          </w:tcPr>
          <w:p w14:paraId="486A9845" w14:textId="77777777" w:rsidR="00715FFC" w:rsidRPr="0031418B" w:rsidRDefault="00C90A57" w:rsidP="00371F62">
            <w:pPr>
              <w:pStyle w:val="TAC"/>
              <w:ind w:left="284"/>
            </w:pPr>
            <w:r w:rsidRPr="0031418B">
              <w:t xml:space="preserve">830 - </w:t>
            </w:r>
            <w:r w:rsidR="006C202B" w:rsidRPr="0031418B">
              <w:t>845</w:t>
            </w:r>
            <w:r w:rsidRPr="0031418B">
              <w:t xml:space="preserve"> MHz</w:t>
            </w:r>
          </w:p>
        </w:tc>
        <w:tc>
          <w:tcPr>
            <w:tcW w:w="953" w:type="dxa"/>
            <w:vAlign w:val="center"/>
          </w:tcPr>
          <w:p w14:paraId="3C60792A" w14:textId="77777777" w:rsidR="00715FFC" w:rsidRPr="0031418B" w:rsidRDefault="00C90A57" w:rsidP="00371F62">
            <w:pPr>
              <w:pStyle w:val="TAC"/>
              <w:ind w:left="-69"/>
            </w:pPr>
            <w:r w:rsidRPr="0031418B">
              <w:t>-15 dBm</w:t>
            </w:r>
          </w:p>
        </w:tc>
        <w:tc>
          <w:tcPr>
            <w:tcW w:w="1123" w:type="dxa"/>
            <w:vAlign w:val="center"/>
          </w:tcPr>
          <w:p w14:paraId="5C1521E3" w14:textId="77777777" w:rsidR="00715FFC" w:rsidRPr="0031418B" w:rsidRDefault="000C14DD" w:rsidP="000C14DD">
            <w:pPr>
              <w:pStyle w:val="TAC"/>
            </w:pPr>
            <w:r w:rsidRPr="0031418B">
              <w:t>2 CW carriers</w:t>
            </w:r>
          </w:p>
        </w:tc>
        <w:tc>
          <w:tcPr>
            <w:tcW w:w="1292" w:type="dxa"/>
            <w:vAlign w:val="center"/>
          </w:tcPr>
          <w:p w14:paraId="31C1F54E" w14:textId="77777777" w:rsidR="00715FFC" w:rsidRPr="0031418B" w:rsidRDefault="000C14DD" w:rsidP="000C14DD">
            <w:pPr>
              <w:pStyle w:val="TAC"/>
            </w:pPr>
            <w:r w:rsidRPr="0031418B">
              <w:t>1 MHz</w:t>
            </w:r>
          </w:p>
        </w:tc>
        <w:tc>
          <w:tcPr>
            <w:tcW w:w="3304" w:type="dxa"/>
            <w:vAlign w:val="center"/>
          </w:tcPr>
          <w:p w14:paraId="78EC8421" w14:textId="77777777" w:rsidR="00715FFC" w:rsidRPr="0031418B" w:rsidRDefault="000C14DD" w:rsidP="00F0264B">
            <w:pPr>
              <w:pStyle w:val="TAL"/>
            </w:pPr>
            <w:r w:rsidRPr="0031418B">
              <w:t>This requirement does not apply to E-UTRA FDD Repeater operating in band 6 or band 19, since it is already covered by the requirement in sub-clause 11.1.</w:t>
            </w:r>
            <w:r w:rsidR="006C202B" w:rsidRPr="0031418B">
              <w:t xml:space="preserve"> This requirement does not apply to the uplink of E-UTRA FDD Repeater operating in band 5, 18 or 20.</w:t>
            </w:r>
          </w:p>
        </w:tc>
      </w:tr>
      <w:tr w:rsidR="00BF2993" w:rsidRPr="0031418B" w14:paraId="73C7C299" w14:textId="77777777" w:rsidTr="00371F62">
        <w:trPr>
          <w:jc w:val="center"/>
        </w:trPr>
        <w:tc>
          <w:tcPr>
            <w:tcW w:w="1509" w:type="dxa"/>
            <w:vAlign w:val="center"/>
          </w:tcPr>
          <w:p w14:paraId="24062A7C" w14:textId="77777777" w:rsidR="00BF2993" w:rsidRPr="0031418B" w:rsidRDefault="00BF2993" w:rsidP="00C120FC">
            <w:pPr>
              <w:pStyle w:val="TAC"/>
            </w:pPr>
            <w:r w:rsidRPr="0031418B">
              <w:rPr>
                <w:rFonts w:cs="v5.0.0"/>
              </w:rPr>
              <w:t>UTRA FDD Band VII</w:t>
            </w:r>
            <w:r w:rsidRPr="0031418B">
              <w:t xml:space="preserve"> or </w:t>
            </w:r>
            <w:r w:rsidRPr="0031418B">
              <w:br/>
              <w:t>E-UTRA Band 7</w:t>
            </w:r>
          </w:p>
        </w:tc>
        <w:tc>
          <w:tcPr>
            <w:tcW w:w="1683" w:type="dxa"/>
            <w:vAlign w:val="center"/>
          </w:tcPr>
          <w:p w14:paraId="1B98A86C" w14:textId="77777777" w:rsidR="00BF2993" w:rsidRPr="0031418B" w:rsidRDefault="00BF2993" w:rsidP="00C120FC">
            <w:pPr>
              <w:pStyle w:val="TAC"/>
            </w:pPr>
            <w:r w:rsidRPr="0031418B">
              <w:t>2500 - 2570 MHz</w:t>
            </w:r>
          </w:p>
        </w:tc>
        <w:tc>
          <w:tcPr>
            <w:tcW w:w="953" w:type="dxa"/>
            <w:vAlign w:val="center"/>
          </w:tcPr>
          <w:p w14:paraId="4A81F4C0" w14:textId="77777777" w:rsidR="00BF2993" w:rsidRPr="0031418B" w:rsidRDefault="00BF2993" w:rsidP="00C120FC">
            <w:pPr>
              <w:pStyle w:val="TAC"/>
            </w:pPr>
            <w:r w:rsidRPr="0031418B">
              <w:t>-15 dBm</w:t>
            </w:r>
          </w:p>
        </w:tc>
        <w:tc>
          <w:tcPr>
            <w:tcW w:w="1123" w:type="dxa"/>
            <w:vAlign w:val="center"/>
          </w:tcPr>
          <w:p w14:paraId="76974875" w14:textId="77777777" w:rsidR="00BF2993" w:rsidRPr="0031418B" w:rsidRDefault="00BF2993" w:rsidP="00C120FC">
            <w:pPr>
              <w:pStyle w:val="TAC"/>
            </w:pPr>
            <w:r w:rsidRPr="0031418B">
              <w:t>2 CW carriers</w:t>
            </w:r>
          </w:p>
        </w:tc>
        <w:tc>
          <w:tcPr>
            <w:tcW w:w="1292" w:type="dxa"/>
            <w:vAlign w:val="center"/>
          </w:tcPr>
          <w:p w14:paraId="24C3A120" w14:textId="77777777" w:rsidR="00BF2993" w:rsidRPr="0031418B" w:rsidRDefault="00BF2993" w:rsidP="00C120FC">
            <w:pPr>
              <w:pStyle w:val="TAC"/>
            </w:pPr>
            <w:r w:rsidRPr="0031418B">
              <w:t>1 MHz</w:t>
            </w:r>
          </w:p>
        </w:tc>
        <w:tc>
          <w:tcPr>
            <w:tcW w:w="3304" w:type="dxa"/>
            <w:vAlign w:val="center"/>
          </w:tcPr>
          <w:p w14:paraId="0008FC68" w14:textId="77777777" w:rsidR="00BF2993" w:rsidRPr="0031418B" w:rsidRDefault="00BF2993" w:rsidP="00F0264B">
            <w:pPr>
              <w:pStyle w:val="TAL"/>
            </w:pPr>
            <w:r w:rsidRPr="0031418B">
              <w:t>This requirement does not apply to E-UTRA FDD Repeater operating in band 7, since it is already covered by the requirement in sub-clause 11.1.</w:t>
            </w:r>
          </w:p>
        </w:tc>
      </w:tr>
      <w:tr w:rsidR="00BF2993" w:rsidRPr="0031418B" w14:paraId="75FEABEB" w14:textId="77777777" w:rsidTr="00371F62">
        <w:trPr>
          <w:jc w:val="center"/>
        </w:trPr>
        <w:tc>
          <w:tcPr>
            <w:tcW w:w="1509" w:type="dxa"/>
            <w:vAlign w:val="center"/>
          </w:tcPr>
          <w:p w14:paraId="518156DA" w14:textId="77777777" w:rsidR="00BF2993" w:rsidRPr="0031418B" w:rsidRDefault="00BF2993" w:rsidP="00C120FC">
            <w:pPr>
              <w:pStyle w:val="TAC"/>
            </w:pPr>
            <w:r w:rsidRPr="0031418B">
              <w:rPr>
                <w:rFonts w:cs="v5.0.0"/>
              </w:rPr>
              <w:lastRenderedPageBreak/>
              <w:t>UTRA FDD Band VIII</w:t>
            </w:r>
            <w:r w:rsidRPr="0031418B">
              <w:t xml:space="preserve"> or </w:t>
            </w:r>
            <w:r w:rsidRPr="0031418B">
              <w:br/>
              <w:t>E-UTRA Band 8</w:t>
            </w:r>
          </w:p>
        </w:tc>
        <w:tc>
          <w:tcPr>
            <w:tcW w:w="1683" w:type="dxa"/>
            <w:vAlign w:val="center"/>
          </w:tcPr>
          <w:p w14:paraId="69EDC6A1" w14:textId="77777777" w:rsidR="00BF2993" w:rsidRPr="0031418B" w:rsidRDefault="00BF2993" w:rsidP="00C120FC">
            <w:pPr>
              <w:pStyle w:val="TAC"/>
            </w:pPr>
            <w:r w:rsidRPr="0031418B">
              <w:t>880 - 915 MHz</w:t>
            </w:r>
          </w:p>
        </w:tc>
        <w:tc>
          <w:tcPr>
            <w:tcW w:w="953" w:type="dxa"/>
            <w:vAlign w:val="center"/>
          </w:tcPr>
          <w:p w14:paraId="61E9FBBB" w14:textId="77777777" w:rsidR="00BF2993" w:rsidRPr="0031418B" w:rsidRDefault="00BF2993" w:rsidP="00C120FC">
            <w:pPr>
              <w:pStyle w:val="TAC"/>
            </w:pPr>
            <w:r w:rsidRPr="0031418B">
              <w:t>-15 dBm</w:t>
            </w:r>
          </w:p>
        </w:tc>
        <w:tc>
          <w:tcPr>
            <w:tcW w:w="1123" w:type="dxa"/>
            <w:vAlign w:val="center"/>
          </w:tcPr>
          <w:p w14:paraId="686B2EB1" w14:textId="77777777" w:rsidR="00BF2993" w:rsidRPr="0031418B" w:rsidRDefault="00BF2993" w:rsidP="00C120FC">
            <w:pPr>
              <w:pStyle w:val="TAC"/>
            </w:pPr>
            <w:r w:rsidRPr="0031418B">
              <w:t>2 CW carriers</w:t>
            </w:r>
          </w:p>
        </w:tc>
        <w:tc>
          <w:tcPr>
            <w:tcW w:w="1292" w:type="dxa"/>
            <w:vAlign w:val="center"/>
          </w:tcPr>
          <w:p w14:paraId="72EB1C82" w14:textId="77777777" w:rsidR="00BF2993" w:rsidRPr="0031418B" w:rsidRDefault="00BF2993" w:rsidP="00C120FC">
            <w:pPr>
              <w:pStyle w:val="TAC"/>
            </w:pPr>
            <w:r w:rsidRPr="0031418B">
              <w:t>1 MHz</w:t>
            </w:r>
          </w:p>
        </w:tc>
        <w:tc>
          <w:tcPr>
            <w:tcW w:w="3304" w:type="dxa"/>
            <w:vAlign w:val="center"/>
          </w:tcPr>
          <w:p w14:paraId="40B189C2" w14:textId="77777777" w:rsidR="00BF2993" w:rsidRPr="0031418B" w:rsidRDefault="00BF2993" w:rsidP="00F0264B">
            <w:pPr>
              <w:pStyle w:val="TAL"/>
            </w:pPr>
            <w:r w:rsidRPr="0031418B">
              <w:t>This requirement does not apply to E-UTRA FDD Repeater operating in band 8, since it is already covered by the requirement in sub-clause 11.1.</w:t>
            </w:r>
          </w:p>
        </w:tc>
      </w:tr>
      <w:tr w:rsidR="00BF2993" w:rsidRPr="0031418B" w14:paraId="36709B67" w14:textId="77777777" w:rsidTr="00371F62">
        <w:trPr>
          <w:jc w:val="center"/>
        </w:trPr>
        <w:tc>
          <w:tcPr>
            <w:tcW w:w="1509" w:type="dxa"/>
            <w:vAlign w:val="center"/>
          </w:tcPr>
          <w:p w14:paraId="46164B69" w14:textId="77777777" w:rsidR="00BF2993" w:rsidRPr="0031418B" w:rsidRDefault="00BF2993" w:rsidP="00C120FC">
            <w:pPr>
              <w:pStyle w:val="TAC"/>
            </w:pPr>
            <w:r w:rsidRPr="0031418B">
              <w:rPr>
                <w:rFonts w:cs="v5.0.0"/>
              </w:rPr>
              <w:t>UTRA FDD Band I</w:t>
            </w:r>
            <w:r w:rsidRPr="0031418B">
              <w:rPr>
                <w:rFonts w:cs="v5.0.0"/>
                <w:lang w:eastAsia="ja-JP"/>
              </w:rPr>
              <w:t>X</w:t>
            </w:r>
            <w:r w:rsidRPr="0031418B">
              <w:t xml:space="preserve"> or </w:t>
            </w:r>
            <w:r w:rsidRPr="0031418B">
              <w:br/>
              <w:t>E-UTRA Band 9</w:t>
            </w:r>
          </w:p>
        </w:tc>
        <w:tc>
          <w:tcPr>
            <w:tcW w:w="1683" w:type="dxa"/>
            <w:vAlign w:val="center"/>
          </w:tcPr>
          <w:p w14:paraId="6057CA7E" w14:textId="77777777" w:rsidR="00BF2993" w:rsidRPr="0031418B" w:rsidRDefault="00BF2993" w:rsidP="00C120FC">
            <w:pPr>
              <w:pStyle w:val="TAC"/>
            </w:pPr>
            <w:r w:rsidRPr="0031418B">
              <w:rPr>
                <w:lang w:eastAsia="ja-JP"/>
              </w:rPr>
              <w:t>1749.9</w:t>
            </w:r>
            <w:r w:rsidRPr="0031418B">
              <w:t xml:space="preserve"> - </w:t>
            </w:r>
            <w:r w:rsidRPr="0031418B">
              <w:rPr>
                <w:lang w:eastAsia="ja-JP"/>
              </w:rPr>
              <w:t>1784.9 MHz</w:t>
            </w:r>
          </w:p>
        </w:tc>
        <w:tc>
          <w:tcPr>
            <w:tcW w:w="953" w:type="dxa"/>
            <w:vAlign w:val="center"/>
          </w:tcPr>
          <w:p w14:paraId="23002B54" w14:textId="77777777" w:rsidR="00BF2993" w:rsidRPr="0031418B" w:rsidRDefault="00BF2993" w:rsidP="00C120FC">
            <w:pPr>
              <w:pStyle w:val="TAC"/>
            </w:pPr>
            <w:r w:rsidRPr="0031418B">
              <w:t>-15 dBm</w:t>
            </w:r>
          </w:p>
        </w:tc>
        <w:tc>
          <w:tcPr>
            <w:tcW w:w="1123" w:type="dxa"/>
            <w:vAlign w:val="center"/>
          </w:tcPr>
          <w:p w14:paraId="588AEA0A" w14:textId="77777777" w:rsidR="00BF2993" w:rsidRPr="0031418B" w:rsidRDefault="00BF2993" w:rsidP="00C120FC">
            <w:pPr>
              <w:pStyle w:val="TAC"/>
            </w:pPr>
            <w:r w:rsidRPr="0031418B">
              <w:t>2 CW carriers</w:t>
            </w:r>
          </w:p>
        </w:tc>
        <w:tc>
          <w:tcPr>
            <w:tcW w:w="1292" w:type="dxa"/>
            <w:vAlign w:val="center"/>
          </w:tcPr>
          <w:p w14:paraId="64416822" w14:textId="77777777" w:rsidR="00BF2993" w:rsidRPr="0031418B" w:rsidRDefault="00BF2993" w:rsidP="00C120FC">
            <w:pPr>
              <w:pStyle w:val="TAC"/>
            </w:pPr>
            <w:r w:rsidRPr="0031418B">
              <w:t>1 MHz</w:t>
            </w:r>
          </w:p>
        </w:tc>
        <w:tc>
          <w:tcPr>
            <w:tcW w:w="3304" w:type="dxa"/>
            <w:vAlign w:val="center"/>
          </w:tcPr>
          <w:p w14:paraId="3C44CCC6" w14:textId="77777777" w:rsidR="00BF2993" w:rsidRPr="0031418B" w:rsidRDefault="00BF2993" w:rsidP="00F0264B">
            <w:pPr>
              <w:pStyle w:val="TAL"/>
            </w:pPr>
            <w:r w:rsidRPr="0031418B">
              <w:t xml:space="preserve">This requirement does not apply to E-UTRA FDD Repeater operating in band </w:t>
            </w:r>
            <w:r w:rsidR="000C14DD" w:rsidRPr="0031418B">
              <w:t xml:space="preserve">3 or band </w:t>
            </w:r>
            <w:r w:rsidRPr="0031418B">
              <w:t>9, since it is already covered by the requirement in sub-clause 11.1.</w:t>
            </w:r>
          </w:p>
        </w:tc>
      </w:tr>
      <w:tr w:rsidR="00BF2993" w:rsidRPr="0031418B" w14:paraId="1664D31B" w14:textId="77777777" w:rsidTr="00371F62">
        <w:trPr>
          <w:jc w:val="center"/>
        </w:trPr>
        <w:tc>
          <w:tcPr>
            <w:tcW w:w="1509" w:type="dxa"/>
            <w:vAlign w:val="center"/>
          </w:tcPr>
          <w:p w14:paraId="19067F3C" w14:textId="77777777" w:rsidR="00BF2993" w:rsidRPr="0031418B" w:rsidRDefault="00BF2993" w:rsidP="00C120FC">
            <w:pPr>
              <w:pStyle w:val="TAC"/>
            </w:pPr>
            <w:r w:rsidRPr="0031418B">
              <w:rPr>
                <w:rFonts w:cs="v5.0.0"/>
              </w:rPr>
              <w:t xml:space="preserve">UTRA FDD Band </w:t>
            </w:r>
            <w:r w:rsidRPr="0031418B">
              <w:rPr>
                <w:rFonts w:cs="v5.0.0"/>
                <w:lang w:eastAsia="ja-JP"/>
              </w:rPr>
              <w:t>X</w:t>
            </w:r>
            <w:r w:rsidRPr="0031418B">
              <w:t xml:space="preserve"> or </w:t>
            </w:r>
            <w:r w:rsidRPr="0031418B">
              <w:br/>
              <w:t>E-UTRA Band 10</w:t>
            </w:r>
          </w:p>
        </w:tc>
        <w:tc>
          <w:tcPr>
            <w:tcW w:w="1683" w:type="dxa"/>
            <w:vAlign w:val="center"/>
          </w:tcPr>
          <w:p w14:paraId="294BD8D8" w14:textId="77777777" w:rsidR="00BF2993" w:rsidRPr="0031418B" w:rsidRDefault="00BF2993" w:rsidP="00C120FC">
            <w:pPr>
              <w:pStyle w:val="TAC"/>
            </w:pPr>
            <w:r w:rsidRPr="0031418B">
              <w:rPr>
                <w:lang w:eastAsia="ja-JP"/>
              </w:rPr>
              <w:t>1710</w:t>
            </w:r>
            <w:r w:rsidRPr="0031418B">
              <w:t xml:space="preserve"> - </w:t>
            </w:r>
            <w:r w:rsidRPr="0031418B">
              <w:rPr>
                <w:lang w:eastAsia="ja-JP"/>
              </w:rPr>
              <w:t>1770 MHz</w:t>
            </w:r>
          </w:p>
        </w:tc>
        <w:tc>
          <w:tcPr>
            <w:tcW w:w="953" w:type="dxa"/>
            <w:vAlign w:val="center"/>
          </w:tcPr>
          <w:p w14:paraId="5DCAAB36" w14:textId="77777777" w:rsidR="00BF2993" w:rsidRPr="0031418B" w:rsidRDefault="00BF2993" w:rsidP="00C120FC">
            <w:pPr>
              <w:pStyle w:val="TAC"/>
            </w:pPr>
            <w:r w:rsidRPr="0031418B">
              <w:t>-15 dBm</w:t>
            </w:r>
          </w:p>
        </w:tc>
        <w:tc>
          <w:tcPr>
            <w:tcW w:w="1123" w:type="dxa"/>
            <w:vAlign w:val="center"/>
          </w:tcPr>
          <w:p w14:paraId="4317212A" w14:textId="77777777" w:rsidR="00BF2993" w:rsidRPr="0031418B" w:rsidRDefault="00BF2993" w:rsidP="00C120FC">
            <w:pPr>
              <w:pStyle w:val="TAC"/>
            </w:pPr>
            <w:r w:rsidRPr="0031418B">
              <w:t>2 CW carriers</w:t>
            </w:r>
          </w:p>
        </w:tc>
        <w:tc>
          <w:tcPr>
            <w:tcW w:w="1292" w:type="dxa"/>
            <w:vAlign w:val="center"/>
          </w:tcPr>
          <w:p w14:paraId="69602D55" w14:textId="77777777" w:rsidR="00BF2993" w:rsidRPr="0031418B" w:rsidRDefault="00BF2993" w:rsidP="00C120FC">
            <w:pPr>
              <w:pStyle w:val="TAC"/>
            </w:pPr>
            <w:r w:rsidRPr="0031418B">
              <w:t>1 MHz</w:t>
            </w:r>
          </w:p>
        </w:tc>
        <w:tc>
          <w:tcPr>
            <w:tcW w:w="3304" w:type="dxa"/>
            <w:vAlign w:val="center"/>
          </w:tcPr>
          <w:p w14:paraId="29B8175B" w14:textId="77777777" w:rsidR="00BF2993" w:rsidRPr="0031418B" w:rsidRDefault="00BF2993" w:rsidP="00F0264B">
            <w:pPr>
              <w:pStyle w:val="TAL"/>
            </w:pPr>
            <w:r w:rsidRPr="0031418B">
              <w:t xml:space="preserve">This requirement does not apply to E-UTRA FDD Repeater operating in band </w:t>
            </w:r>
            <w:r w:rsidR="00E47755" w:rsidRPr="0031418B">
              <w:t xml:space="preserve">4 or band </w:t>
            </w:r>
            <w:r w:rsidRPr="0031418B">
              <w:t>10, since it is already covered by the requirement in sub-clause 11.1.</w:t>
            </w:r>
          </w:p>
        </w:tc>
      </w:tr>
      <w:tr w:rsidR="000C14DD" w:rsidRPr="0031418B" w14:paraId="42310C16" w14:textId="77777777" w:rsidTr="00371F62">
        <w:trPr>
          <w:jc w:val="center"/>
        </w:trPr>
        <w:tc>
          <w:tcPr>
            <w:tcW w:w="1509" w:type="dxa"/>
            <w:vMerge w:val="restart"/>
            <w:vAlign w:val="center"/>
          </w:tcPr>
          <w:p w14:paraId="35036C81" w14:textId="77777777" w:rsidR="000C14DD" w:rsidRPr="0031418B" w:rsidRDefault="000C14DD" w:rsidP="00C120FC">
            <w:pPr>
              <w:pStyle w:val="TAC"/>
            </w:pPr>
            <w:r w:rsidRPr="0031418B">
              <w:rPr>
                <w:rFonts w:cs="v5.0.0"/>
              </w:rPr>
              <w:t>UTRA FDD Band XI</w:t>
            </w:r>
            <w:r w:rsidRPr="0031418B">
              <w:t xml:space="preserve"> or XXI or </w:t>
            </w:r>
            <w:r w:rsidRPr="0031418B">
              <w:br/>
              <w:t>E-UTRA Band 11 or 21</w:t>
            </w:r>
          </w:p>
        </w:tc>
        <w:tc>
          <w:tcPr>
            <w:tcW w:w="1683" w:type="dxa"/>
            <w:vAlign w:val="center"/>
          </w:tcPr>
          <w:p w14:paraId="5F666575" w14:textId="77777777" w:rsidR="000C14DD" w:rsidRPr="0031418B" w:rsidRDefault="000C14DD" w:rsidP="00C120FC">
            <w:pPr>
              <w:pStyle w:val="TAC"/>
            </w:pPr>
            <w:r w:rsidRPr="0031418B">
              <w:rPr>
                <w:lang w:eastAsia="ja-JP"/>
              </w:rPr>
              <w:t>1427.9</w:t>
            </w:r>
            <w:r w:rsidRPr="0031418B">
              <w:t xml:space="preserve"> - 1</w:t>
            </w:r>
            <w:r w:rsidRPr="0031418B">
              <w:rPr>
                <w:lang w:eastAsia="ja-JP"/>
              </w:rPr>
              <w:t>447.9</w:t>
            </w:r>
            <w:r w:rsidRPr="0031418B">
              <w:t xml:space="preserve"> MHz</w:t>
            </w:r>
          </w:p>
        </w:tc>
        <w:tc>
          <w:tcPr>
            <w:tcW w:w="953" w:type="dxa"/>
            <w:vAlign w:val="center"/>
          </w:tcPr>
          <w:p w14:paraId="764F161D" w14:textId="77777777" w:rsidR="000C14DD" w:rsidRPr="0031418B" w:rsidRDefault="000C14DD" w:rsidP="00C120FC">
            <w:pPr>
              <w:pStyle w:val="TAC"/>
            </w:pPr>
            <w:r w:rsidRPr="0031418B">
              <w:t>-15 dBm</w:t>
            </w:r>
          </w:p>
        </w:tc>
        <w:tc>
          <w:tcPr>
            <w:tcW w:w="1123" w:type="dxa"/>
            <w:vAlign w:val="center"/>
          </w:tcPr>
          <w:p w14:paraId="531043DB" w14:textId="77777777" w:rsidR="000C14DD" w:rsidRPr="0031418B" w:rsidRDefault="000C14DD" w:rsidP="00C120FC">
            <w:pPr>
              <w:pStyle w:val="TAC"/>
            </w:pPr>
            <w:r w:rsidRPr="0031418B">
              <w:t>2 CW carriers</w:t>
            </w:r>
          </w:p>
        </w:tc>
        <w:tc>
          <w:tcPr>
            <w:tcW w:w="1292" w:type="dxa"/>
            <w:vAlign w:val="center"/>
          </w:tcPr>
          <w:p w14:paraId="32080300" w14:textId="77777777" w:rsidR="000C14DD" w:rsidRPr="0031418B" w:rsidRDefault="000C14DD" w:rsidP="00C120FC">
            <w:pPr>
              <w:pStyle w:val="TAC"/>
            </w:pPr>
            <w:r w:rsidRPr="0031418B">
              <w:t>1 MHz</w:t>
            </w:r>
          </w:p>
        </w:tc>
        <w:tc>
          <w:tcPr>
            <w:tcW w:w="3304" w:type="dxa"/>
            <w:vAlign w:val="center"/>
          </w:tcPr>
          <w:p w14:paraId="7867D3B0" w14:textId="77777777" w:rsidR="000C14DD" w:rsidRPr="0031418B" w:rsidRDefault="000C14DD" w:rsidP="00F0264B">
            <w:pPr>
              <w:pStyle w:val="TAL"/>
            </w:pPr>
            <w:r w:rsidRPr="0031418B">
              <w:t>This requirement does not apply to E-UTRA FDD Repeater operating in band 11, since it is already covered by the requirement in sub-clause 11.1.</w:t>
            </w:r>
          </w:p>
        </w:tc>
      </w:tr>
      <w:tr w:rsidR="000C14DD" w:rsidRPr="0031418B" w14:paraId="179B4463" w14:textId="77777777" w:rsidTr="00371F62">
        <w:trPr>
          <w:jc w:val="center"/>
        </w:trPr>
        <w:tc>
          <w:tcPr>
            <w:tcW w:w="1509" w:type="dxa"/>
            <w:vMerge/>
            <w:vAlign w:val="center"/>
          </w:tcPr>
          <w:p w14:paraId="6EA97949" w14:textId="77777777" w:rsidR="000C14DD" w:rsidRPr="0031418B" w:rsidRDefault="000C14DD" w:rsidP="00371F62">
            <w:pPr>
              <w:pStyle w:val="TAC"/>
              <w:ind w:left="284"/>
              <w:rPr>
                <w:rFonts w:cs="v5.0.0"/>
              </w:rPr>
            </w:pPr>
          </w:p>
        </w:tc>
        <w:tc>
          <w:tcPr>
            <w:tcW w:w="1683" w:type="dxa"/>
            <w:vAlign w:val="center"/>
          </w:tcPr>
          <w:p w14:paraId="769EE8CA" w14:textId="77777777" w:rsidR="000C14DD" w:rsidRPr="0031418B" w:rsidRDefault="000C14DD" w:rsidP="00371F62">
            <w:pPr>
              <w:pStyle w:val="TAC"/>
              <w:ind w:left="-87"/>
              <w:rPr>
                <w:lang w:eastAsia="ja-JP"/>
              </w:rPr>
            </w:pPr>
            <w:r w:rsidRPr="0031418B">
              <w:rPr>
                <w:lang w:eastAsia="ja-JP"/>
              </w:rPr>
              <w:t>1447.9</w:t>
            </w:r>
            <w:r w:rsidRPr="0031418B">
              <w:t xml:space="preserve"> - 1</w:t>
            </w:r>
            <w:r w:rsidRPr="0031418B">
              <w:rPr>
                <w:lang w:eastAsia="ja-JP"/>
              </w:rPr>
              <w:t>462.9</w:t>
            </w:r>
            <w:r w:rsidRPr="0031418B">
              <w:t xml:space="preserve"> MHz</w:t>
            </w:r>
          </w:p>
        </w:tc>
        <w:tc>
          <w:tcPr>
            <w:tcW w:w="953" w:type="dxa"/>
            <w:vAlign w:val="center"/>
          </w:tcPr>
          <w:p w14:paraId="49559694" w14:textId="77777777" w:rsidR="000C14DD" w:rsidRPr="0031418B" w:rsidRDefault="000C14DD" w:rsidP="00371F62">
            <w:pPr>
              <w:pStyle w:val="TAC"/>
              <w:ind w:left="-69"/>
            </w:pPr>
            <w:r w:rsidRPr="0031418B">
              <w:t>-15 dBm</w:t>
            </w:r>
          </w:p>
        </w:tc>
        <w:tc>
          <w:tcPr>
            <w:tcW w:w="1123" w:type="dxa"/>
            <w:vAlign w:val="center"/>
          </w:tcPr>
          <w:p w14:paraId="737E75B8" w14:textId="77777777" w:rsidR="000C14DD" w:rsidRPr="0031418B" w:rsidRDefault="000C14DD" w:rsidP="00371F62">
            <w:pPr>
              <w:pStyle w:val="TAC"/>
              <w:ind w:left="-30"/>
            </w:pPr>
            <w:r w:rsidRPr="0031418B">
              <w:t>2 CW carriers</w:t>
            </w:r>
          </w:p>
        </w:tc>
        <w:tc>
          <w:tcPr>
            <w:tcW w:w="1292" w:type="dxa"/>
            <w:vAlign w:val="center"/>
          </w:tcPr>
          <w:p w14:paraId="5576F866" w14:textId="77777777" w:rsidR="000C14DD" w:rsidRPr="0031418B" w:rsidRDefault="000C14DD" w:rsidP="00371F62">
            <w:pPr>
              <w:pStyle w:val="TAC"/>
              <w:ind w:left="-19"/>
            </w:pPr>
            <w:r w:rsidRPr="0031418B">
              <w:t>1 MHz</w:t>
            </w:r>
          </w:p>
        </w:tc>
        <w:tc>
          <w:tcPr>
            <w:tcW w:w="3304" w:type="dxa"/>
            <w:vAlign w:val="center"/>
          </w:tcPr>
          <w:p w14:paraId="502431E7" w14:textId="77777777" w:rsidR="000C14DD" w:rsidRPr="0031418B" w:rsidRDefault="000C14DD" w:rsidP="009F4760">
            <w:pPr>
              <w:pStyle w:val="TAL"/>
            </w:pPr>
            <w:r w:rsidRPr="0031418B">
              <w:t>This requirement does not apply to E-UTRA FDD Repeater operating in band 21, since it is already covered by the requirement in sub-clause 11.1.</w:t>
            </w:r>
            <w:r w:rsidR="009F4760" w:rsidRPr="0031418B">
              <w:t xml:space="preserve"> For E-UTRA FDD Repeater operating in band 32, it applies from 1447.9 MHz to 1452 MHz, while the rest is covered in sub-clause 11.1.</w:t>
            </w:r>
          </w:p>
        </w:tc>
      </w:tr>
      <w:tr w:rsidR="00BF2993" w:rsidRPr="0031418B" w14:paraId="32E29EE9" w14:textId="77777777" w:rsidTr="00371F62">
        <w:trPr>
          <w:jc w:val="center"/>
        </w:trPr>
        <w:tc>
          <w:tcPr>
            <w:tcW w:w="1509" w:type="dxa"/>
            <w:vAlign w:val="center"/>
          </w:tcPr>
          <w:p w14:paraId="3A9B38CC" w14:textId="77777777" w:rsidR="00BF2993" w:rsidRPr="0031418B" w:rsidRDefault="00BF2993" w:rsidP="00C120FC">
            <w:pPr>
              <w:pStyle w:val="TAC"/>
            </w:pPr>
            <w:r w:rsidRPr="0031418B">
              <w:t xml:space="preserve">UTRA FDD Band XII or </w:t>
            </w:r>
            <w:r w:rsidRPr="0031418B">
              <w:br/>
              <w:t>E-UTRA Band 12</w:t>
            </w:r>
          </w:p>
        </w:tc>
        <w:tc>
          <w:tcPr>
            <w:tcW w:w="1683" w:type="dxa"/>
            <w:vAlign w:val="center"/>
          </w:tcPr>
          <w:p w14:paraId="6FDEB1BD" w14:textId="77777777" w:rsidR="00BF2993" w:rsidRPr="0031418B" w:rsidRDefault="00BF2993" w:rsidP="00C120FC">
            <w:pPr>
              <w:pStyle w:val="TAC"/>
            </w:pPr>
            <w:r w:rsidRPr="0031418B">
              <w:t>698 - 716 MHz</w:t>
            </w:r>
          </w:p>
        </w:tc>
        <w:tc>
          <w:tcPr>
            <w:tcW w:w="953" w:type="dxa"/>
            <w:vAlign w:val="center"/>
          </w:tcPr>
          <w:p w14:paraId="4D559260" w14:textId="77777777" w:rsidR="00BF2993" w:rsidRPr="0031418B" w:rsidRDefault="00BF2993" w:rsidP="00C120FC">
            <w:pPr>
              <w:pStyle w:val="TAC"/>
            </w:pPr>
            <w:r w:rsidRPr="0031418B">
              <w:t>-15 dBm</w:t>
            </w:r>
          </w:p>
        </w:tc>
        <w:tc>
          <w:tcPr>
            <w:tcW w:w="1123" w:type="dxa"/>
            <w:vAlign w:val="center"/>
          </w:tcPr>
          <w:p w14:paraId="66DD4A4F" w14:textId="77777777" w:rsidR="00BF2993" w:rsidRPr="0031418B" w:rsidRDefault="00BF2993" w:rsidP="00C120FC">
            <w:pPr>
              <w:pStyle w:val="TAC"/>
            </w:pPr>
            <w:r w:rsidRPr="0031418B">
              <w:t>2 CW carriers</w:t>
            </w:r>
          </w:p>
        </w:tc>
        <w:tc>
          <w:tcPr>
            <w:tcW w:w="1292" w:type="dxa"/>
            <w:vAlign w:val="center"/>
          </w:tcPr>
          <w:p w14:paraId="5278A5F2" w14:textId="77777777" w:rsidR="00BF2993" w:rsidRPr="0031418B" w:rsidRDefault="00BF2993" w:rsidP="00C120FC">
            <w:pPr>
              <w:pStyle w:val="TAC"/>
            </w:pPr>
            <w:r w:rsidRPr="0031418B">
              <w:t>1 MHz</w:t>
            </w:r>
          </w:p>
        </w:tc>
        <w:tc>
          <w:tcPr>
            <w:tcW w:w="3304" w:type="dxa"/>
            <w:vAlign w:val="center"/>
          </w:tcPr>
          <w:p w14:paraId="7983084E" w14:textId="77777777" w:rsidR="00BF2993" w:rsidRPr="0031418B" w:rsidRDefault="00BF2993" w:rsidP="00F0264B">
            <w:pPr>
              <w:pStyle w:val="TAL"/>
            </w:pPr>
            <w:r w:rsidRPr="0031418B">
              <w:t>This requirement does not apply to E-UTRA FDD Repeater operating in band 12, since it is already covered by the requirement in sub-clause 11.1.</w:t>
            </w:r>
          </w:p>
        </w:tc>
      </w:tr>
      <w:tr w:rsidR="00BF2993" w:rsidRPr="0031418B" w14:paraId="3ECDB131" w14:textId="77777777" w:rsidTr="00371F62">
        <w:trPr>
          <w:jc w:val="center"/>
        </w:trPr>
        <w:tc>
          <w:tcPr>
            <w:tcW w:w="1509" w:type="dxa"/>
            <w:vAlign w:val="center"/>
          </w:tcPr>
          <w:p w14:paraId="3AF70CD0" w14:textId="77777777" w:rsidR="00BF2993" w:rsidRPr="0031418B" w:rsidRDefault="00BF2993" w:rsidP="00C120FC">
            <w:pPr>
              <w:pStyle w:val="TAC"/>
            </w:pPr>
            <w:r w:rsidRPr="0031418B">
              <w:t>UTRA FDD Band XIII or</w:t>
            </w:r>
            <w:r w:rsidRPr="0031418B">
              <w:br/>
              <w:t>E-UTRA Band 13</w:t>
            </w:r>
          </w:p>
        </w:tc>
        <w:tc>
          <w:tcPr>
            <w:tcW w:w="1683" w:type="dxa"/>
            <w:vAlign w:val="center"/>
          </w:tcPr>
          <w:p w14:paraId="32B35BEF" w14:textId="77777777" w:rsidR="00BF2993" w:rsidRPr="0031418B" w:rsidRDefault="00BF2993" w:rsidP="00C120FC">
            <w:pPr>
              <w:pStyle w:val="TAC"/>
            </w:pPr>
            <w:r w:rsidRPr="0031418B">
              <w:t>777 - 787 MHz</w:t>
            </w:r>
          </w:p>
        </w:tc>
        <w:tc>
          <w:tcPr>
            <w:tcW w:w="953" w:type="dxa"/>
            <w:vAlign w:val="center"/>
          </w:tcPr>
          <w:p w14:paraId="25DAA788" w14:textId="77777777" w:rsidR="00BF2993" w:rsidRPr="0031418B" w:rsidRDefault="00BF2993" w:rsidP="00C120FC">
            <w:pPr>
              <w:pStyle w:val="TAC"/>
            </w:pPr>
            <w:r w:rsidRPr="0031418B">
              <w:t>-15 dBm</w:t>
            </w:r>
          </w:p>
        </w:tc>
        <w:tc>
          <w:tcPr>
            <w:tcW w:w="1123" w:type="dxa"/>
            <w:vAlign w:val="center"/>
          </w:tcPr>
          <w:p w14:paraId="5059DFBA" w14:textId="77777777" w:rsidR="00BF2993" w:rsidRPr="0031418B" w:rsidRDefault="00BF2993" w:rsidP="00C120FC">
            <w:pPr>
              <w:pStyle w:val="TAC"/>
            </w:pPr>
            <w:r w:rsidRPr="0031418B">
              <w:t>2 CW carriers</w:t>
            </w:r>
          </w:p>
        </w:tc>
        <w:tc>
          <w:tcPr>
            <w:tcW w:w="1292" w:type="dxa"/>
            <w:vAlign w:val="center"/>
          </w:tcPr>
          <w:p w14:paraId="22E8BBD0" w14:textId="77777777" w:rsidR="00BF2993" w:rsidRPr="0031418B" w:rsidRDefault="00BF2993" w:rsidP="00C120FC">
            <w:pPr>
              <w:pStyle w:val="TAC"/>
            </w:pPr>
            <w:r w:rsidRPr="0031418B">
              <w:t>1 MHz</w:t>
            </w:r>
          </w:p>
        </w:tc>
        <w:tc>
          <w:tcPr>
            <w:tcW w:w="3304" w:type="dxa"/>
            <w:vAlign w:val="center"/>
          </w:tcPr>
          <w:p w14:paraId="5579DADA" w14:textId="77777777" w:rsidR="00BF2993" w:rsidRPr="0031418B" w:rsidRDefault="00BF2993" w:rsidP="00F0264B">
            <w:pPr>
              <w:pStyle w:val="TAL"/>
            </w:pPr>
            <w:r w:rsidRPr="0031418B">
              <w:t>This requirement does not apply to E-UTRA FDD Repeater operating in band 13, since it is already covered by the requirement in sub-clause 11.1.</w:t>
            </w:r>
          </w:p>
        </w:tc>
      </w:tr>
      <w:tr w:rsidR="00BF2993" w:rsidRPr="0031418B" w14:paraId="19A61F84" w14:textId="77777777" w:rsidTr="00371F62">
        <w:trPr>
          <w:jc w:val="center"/>
        </w:trPr>
        <w:tc>
          <w:tcPr>
            <w:tcW w:w="1509" w:type="dxa"/>
            <w:vAlign w:val="center"/>
          </w:tcPr>
          <w:p w14:paraId="74137007" w14:textId="77777777" w:rsidR="00BF2993" w:rsidRPr="0031418B" w:rsidRDefault="00BF2993" w:rsidP="00C120FC">
            <w:pPr>
              <w:pStyle w:val="TAC"/>
            </w:pPr>
            <w:r w:rsidRPr="0031418B">
              <w:t>UTRA FDD Band XIV or</w:t>
            </w:r>
            <w:r w:rsidRPr="0031418B">
              <w:br/>
              <w:t>E-UTRA Band 14</w:t>
            </w:r>
          </w:p>
        </w:tc>
        <w:tc>
          <w:tcPr>
            <w:tcW w:w="1683" w:type="dxa"/>
            <w:vAlign w:val="center"/>
          </w:tcPr>
          <w:p w14:paraId="28BDA478" w14:textId="77777777" w:rsidR="00BF2993" w:rsidRPr="0031418B" w:rsidRDefault="00BF2993" w:rsidP="00C120FC">
            <w:pPr>
              <w:pStyle w:val="TAC"/>
            </w:pPr>
            <w:r w:rsidRPr="0031418B">
              <w:t>788 - 798 MHz</w:t>
            </w:r>
          </w:p>
        </w:tc>
        <w:tc>
          <w:tcPr>
            <w:tcW w:w="953" w:type="dxa"/>
            <w:vAlign w:val="center"/>
          </w:tcPr>
          <w:p w14:paraId="0E5B670A" w14:textId="77777777" w:rsidR="00BF2993" w:rsidRPr="0031418B" w:rsidRDefault="00BF2993" w:rsidP="00C120FC">
            <w:pPr>
              <w:pStyle w:val="TAC"/>
            </w:pPr>
            <w:r w:rsidRPr="0031418B">
              <w:t>-15 dBm</w:t>
            </w:r>
          </w:p>
        </w:tc>
        <w:tc>
          <w:tcPr>
            <w:tcW w:w="1123" w:type="dxa"/>
            <w:vAlign w:val="center"/>
          </w:tcPr>
          <w:p w14:paraId="638C9D22" w14:textId="77777777" w:rsidR="00BF2993" w:rsidRPr="0031418B" w:rsidRDefault="00BF2993" w:rsidP="00C120FC">
            <w:pPr>
              <w:pStyle w:val="TAC"/>
            </w:pPr>
            <w:r w:rsidRPr="0031418B">
              <w:t>2 CW carriers</w:t>
            </w:r>
          </w:p>
        </w:tc>
        <w:tc>
          <w:tcPr>
            <w:tcW w:w="1292" w:type="dxa"/>
            <w:vAlign w:val="center"/>
          </w:tcPr>
          <w:p w14:paraId="24750B87" w14:textId="77777777" w:rsidR="00BF2993" w:rsidRPr="0031418B" w:rsidRDefault="00BF2993" w:rsidP="00C120FC">
            <w:pPr>
              <w:pStyle w:val="TAC"/>
            </w:pPr>
            <w:r w:rsidRPr="0031418B">
              <w:t>1 MHz</w:t>
            </w:r>
          </w:p>
        </w:tc>
        <w:tc>
          <w:tcPr>
            <w:tcW w:w="3304" w:type="dxa"/>
            <w:vAlign w:val="center"/>
          </w:tcPr>
          <w:p w14:paraId="3947FC48" w14:textId="77777777" w:rsidR="00BF2993" w:rsidRPr="0031418B" w:rsidRDefault="00BF2993" w:rsidP="00F0264B">
            <w:pPr>
              <w:pStyle w:val="TAL"/>
            </w:pPr>
            <w:r w:rsidRPr="0031418B">
              <w:t>This requirement does not apply to E-UTRA FDD Repeater operating in band 14, since it is already covered by the requirement in sub-clause 11.1.</w:t>
            </w:r>
          </w:p>
        </w:tc>
      </w:tr>
      <w:tr w:rsidR="0051610E" w:rsidRPr="0031418B" w14:paraId="1269333F" w14:textId="77777777" w:rsidTr="00371F62">
        <w:trPr>
          <w:jc w:val="center"/>
        </w:trPr>
        <w:tc>
          <w:tcPr>
            <w:tcW w:w="1509" w:type="dxa"/>
            <w:vAlign w:val="center"/>
          </w:tcPr>
          <w:p w14:paraId="1513B7C3" w14:textId="77777777" w:rsidR="0051610E" w:rsidRPr="0031418B" w:rsidRDefault="0051610E" w:rsidP="00371F62">
            <w:pPr>
              <w:pStyle w:val="TAC"/>
              <w:ind w:left="4"/>
            </w:pPr>
            <w:r w:rsidRPr="0031418B">
              <w:t>E-UTRA Band 17</w:t>
            </w:r>
          </w:p>
        </w:tc>
        <w:tc>
          <w:tcPr>
            <w:tcW w:w="1683" w:type="dxa"/>
            <w:vAlign w:val="center"/>
          </w:tcPr>
          <w:p w14:paraId="307D7F25" w14:textId="77777777" w:rsidR="0051610E" w:rsidRPr="0031418B" w:rsidRDefault="0051610E" w:rsidP="00616382">
            <w:pPr>
              <w:pStyle w:val="TAC"/>
            </w:pPr>
            <w:r w:rsidRPr="0031418B">
              <w:t>704 - 716 MHz</w:t>
            </w:r>
          </w:p>
        </w:tc>
        <w:tc>
          <w:tcPr>
            <w:tcW w:w="953" w:type="dxa"/>
            <w:vAlign w:val="center"/>
          </w:tcPr>
          <w:p w14:paraId="598376F9" w14:textId="77777777" w:rsidR="0051610E" w:rsidRPr="0031418B" w:rsidRDefault="0051610E" w:rsidP="00616382">
            <w:pPr>
              <w:pStyle w:val="TAC"/>
            </w:pPr>
            <w:r w:rsidRPr="0031418B">
              <w:t>-15 dBm</w:t>
            </w:r>
          </w:p>
        </w:tc>
        <w:tc>
          <w:tcPr>
            <w:tcW w:w="1123" w:type="dxa"/>
            <w:vAlign w:val="center"/>
          </w:tcPr>
          <w:p w14:paraId="237801B4" w14:textId="77777777" w:rsidR="0051610E" w:rsidRPr="0031418B" w:rsidRDefault="0051610E" w:rsidP="00616382">
            <w:pPr>
              <w:pStyle w:val="TAC"/>
            </w:pPr>
            <w:r w:rsidRPr="0031418B">
              <w:t>2 CW carriers</w:t>
            </w:r>
          </w:p>
        </w:tc>
        <w:tc>
          <w:tcPr>
            <w:tcW w:w="1292" w:type="dxa"/>
            <w:vAlign w:val="center"/>
          </w:tcPr>
          <w:p w14:paraId="4DE628A9" w14:textId="77777777" w:rsidR="0051610E" w:rsidRPr="0031418B" w:rsidRDefault="0051610E" w:rsidP="00C120FC">
            <w:pPr>
              <w:pStyle w:val="TAC"/>
            </w:pPr>
            <w:r w:rsidRPr="0031418B">
              <w:t>1 MHz</w:t>
            </w:r>
          </w:p>
        </w:tc>
        <w:tc>
          <w:tcPr>
            <w:tcW w:w="3304" w:type="dxa"/>
            <w:vAlign w:val="center"/>
          </w:tcPr>
          <w:p w14:paraId="11B2C62C" w14:textId="77777777" w:rsidR="0051610E" w:rsidRPr="0031418B" w:rsidRDefault="0051610E" w:rsidP="00F0264B">
            <w:pPr>
              <w:pStyle w:val="TAL"/>
            </w:pPr>
            <w:r w:rsidRPr="0031418B">
              <w:t>This requirement does not apply to E-UTRA FDD Repeater operating in band 17, since it is already covered by the requirement in sub-clause 11.1.</w:t>
            </w:r>
          </w:p>
        </w:tc>
      </w:tr>
      <w:tr w:rsidR="00616382" w:rsidRPr="0031418B" w14:paraId="20383D78" w14:textId="77777777" w:rsidTr="00371F62">
        <w:trPr>
          <w:jc w:val="center"/>
        </w:trPr>
        <w:tc>
          <w:tcPr>
            <w:tcW w:w="1509" w:type="dxa"/>
            <w:vAlign w:val="center"/>
          </w:tcPr>
          <w:p w14:paraId="68DFA045" w14:textId="77777777" w:rsidR="00616382" w:rsidRPr="0031418B" w:rsidRDefault="000C14DD" w:rsidP="00371F62">
            <w:pPr>
              <w:pStyle w:val="TAC"/>
              <w:ind w:left="4"/>
            </w:pPr>
            <w:r w:rsidRPr="0031418B">
              <w:t>UTRA FDD Band XX or</w:t>
            </w:r>
            <w:r w:rsidRPr="0031418B">
              <w:br/>
            </w:r>
            <w:r w:rsidR="00616382" w:rsidRPr="0031418B">
              <w:t>E-UTRA Band 20</w:t>
            </w:r>
          </w:p>
        </w:tc>
        <w:tc>
          <w:tcPr>
            <w:tcW w:w="1683" w:type="dxa"/>
            <w:vAlign w:val="center"/>
          </w:tcPr>
          <w:p w14:paraId="66147398" w14:textId="77777777" w:rsidR="00616382" w:rsidRPr="0031418B" w:rsidRDefault="00616382" w:rsidP="00616382">
            <w:pPr>
              <w:pStyle w:val="TAC"/>
            </w:pPr>
            <w:r w:rsidRPr="0031418B">
              <w:t>832 - 862 MHz</w:t>
            </w:r>
          </w:p>
        </w:tc>
        <w:tc>
          <w:tcPr>
            <w:tcW w:w="953" w:type="dxa"/>
            <w:vAlign w:val="center"/>
          </w:tcPr>
          <w:p w14:paraId="39A38A13" w14:textId="77777777" w:rsidR="00616382" w:rsidRPr="0031418B" w:rsidRDefault="00616382" w:rsidP="00616382">
            <w:pPr>
              <w:pStyle w:val="TAC"/>
            </w:pPr>
            <w:r w:rsidRPr="0031418B">
              <w:t>-15 dBm</w:t>
            </w:r>
          </w:p>
        </w:tc>
        <w:tc>
          <w:tcPr>
            <w:tcW w:w="1123" w:type="dxa"/>
            <w:vAlign w:val="center"/>
          </w:tcPr>
          <w:p w14:paraId="51F4DE68" w14:textId="77777777" w:rsidR="00616382" w:rsidRPr="0031418B" w:rsidRDefault="00616382" w:rsidP="00616382">
            <w:pPr>
              <w:pStyle w:val="TAC"/>
            </w:pPr>
            <w:r w:rsidRPr="0031418B">
              <w:t>2 CW carriers</w:t>
            </w:r>
          </w:p>
        </w:tc>
        <w:tc>
          <w:tcPr>
            <w:tcW w:w="1292" w:type="dxa"/>
            <w:vAlign w:val="center"/>
          </w:tcPr>
          <w:p w14:paraId="3A051E03" w14:textId="77777777" w:rsidR="00616382" w:rsidRPr="0031418B" w:rsidRDefault="00616382" w:rsidP="00371F62">
            <w:pPr>
              <w:pStyle w:val="TAC"/>
              <w:ind w:left="34"/>
            </w:pPr>
            <w:r w:rsidRPr="0031418B">
              <w:t>1 MHz</w:t>
            </w:r>
          </w:p>
        </w:tc>
        <w:tc>
          <w:tcPr>
            <w:tcW w:w="3304" w:type="dxa"/>
            <w:vAlign w:val="center"/>
          </w:tcPr>
          <w:p w14:paraId="715D37F2" w14:textId="77777777" w:rsidR="00616382" w:rsidRPr="0031418B" w:rsidRDefault="00616382" w:rsidP="00F0264B">
            <w:pPr>
              <w:pStyle w:val="TAL"/>
            </w:pPr>
            <w:r w:rsidRPr="0031418B">
              <w:t>This requirement does not apply to E-UTRA FDD Repeater operating in band 20, since it is already covered by the requirement in sub-clause 11.1.</w:t>
            </w:r>
          </w:p>
        </w:tc>
      </w:tr>
      <w:tr w:rsidR="00AB0776" w:rsidRPr="0031418B" w14:paraId="1B50547F" w14:textId="77777777" w:rsidTr="00371F62">
        <w:trPr>
          <w:jc w:val="center"/>
        </w:trPr>
        <w:tc>
          <w:tcPr>
            <w:tcW w:w="1509" w:type="dxa"/>
            <w:vAlign w:val="center"/>
          </w:tcPr>
          <w:p w14:paraId="289AF67E" w14:textId="77777777" w:rsidR="00AB0776" w:rsidRPr="0031418B" w:rsidRDefault="00AB0776" w:rsidP="00371F62">
            <w:pPr>
              <w:pStyle w:val="TAC"/>
              <w:ind w:left="4"/>
            </w:pPr>
            <w:r w:rsidRPr="0031418B">
              <w:rPr>
                <w:lang w:val="sv-SE"/>
              </w:rPr>
              <w:t>UTRA FDD Band XXII or</w:t>
            </w:r>
            <w:r w:rsidR="0077473D" w:rsidRPr="0031418B">
              <w:rPr>
                <w:lang w:val="sv-SE"/>
              </w:rPr>
              <w:br/>
            </w:r>
            <w:r w:rsidRPr="0031418B">
              <w:rPr>
                <w:lang w:val="sv-SE"/>
              </w:rPr>
              <w:t xml:space="preserve"> E-UTRA Band 22</w:t>
            </w:r>
          </w:p>
        </w:tc>
        <w:tc>
          <w:tcPr>
            <w:tcW w:w="1683" w:type="dxa"/>
            <w:vAlign w:val="center"/>
          </w:tcPr>
          <w:p w14:paraId="5BEF07B4" w14:textId="77777777" w:rsidR="00AB0776" w:rsidRPr="0031418B" w:rsidRDefault="00AB0776" w:rsidP="00371F62">
            <w:pPr>
              <w:pStyle w:val="TAC"/>
              <w:ind w:left="284"/>
            </w:pPr>
            <w:r w:rsidRPr="0031418B">
              <w:t>3410 - 3490 MHz</w:t>
            </w:r>
          </w:p>
        </w:tc>
        <w:tc>
          <w:tcPr>
            <w:tcW w:w="953" w:type="dxa"/>
            <w:vAlign w:val="center"/>
          </w:tcPr>
          <w:p w14:paraId="7C076C9D" w14:textId="77777777" w:rsidR="00AB0776" w:rsidRPr="0031418B" w:rsidRDefault="00AB0776" w:rsidP="00371F62">
            <w:pPr>
              <w:pStyle w:val="TAC"/>
              <w:ind w:left="4"/>
            </w:pPr>
            <w:r w:rsidRPr="0031418B">
              <w:t>-15 dBm</w:t>
            </w:r>
          </w:p>
        </w:tc>
        <w:tc>
          <w:tcPr>
            <w:tcW w:w="1123" w:type="dxa"/>
            <w:vAlign w:val="center"/>
          </w:tcPr>
          <w:p w14:paraId="43DEB646" w14:textId="77777777" w:rsidR="00AB0776" w:rsidRPr="0031418B" w:rsidRDefault="00AB0776" w:rsidP="00371F62">
            <w:pPr>
              <w:pStyle w:val="TAC"/>
              <w:ind w:left="34"/>
            </w:pPr>
            <w:r w:rsidRPr="0031418B">
              <w:t>2 CW carriers</w:t>
            </w:r>
          </w:p>
        </w:tc>
        <w:tc>
          <w:tcPr>
            <w:tcW w:w="1292" w:type="dxa"/>
            <w:vAlign w:val="center"/>
          </w:tcPr>
          <w:p w14:paraId="5203835B" w14:textId="77777777" w:rsidR="00AB0776" w:rsidRPr="0031418B" w:rsidRDefault="00AB0776" w:rsidP="00371F62">
            <w:pPr>
              <w:pStyle w:val="TAC"/>
              <w:ind w:left="34"/>
            </w:pPr>
            <w:r w:rsidRPr="0031418B">
              <w:t>1 MHz</w:t>
            </w:r>
          </w:p>
        </w:tc>
        <w:tc>
          <w:tcPr>
            <w:tcW w:w="3304" w:type="dxa"/>
            <w:vAlign w:val="center"/>
          </w:tcPr>
          <w:p w14:paraId="6BD3116C" w14:textId="77777777" w:rsidR="00AB0776" w:rsidRPr="0031418B" w:rsidRDefault="00AB0776" w:rsidP="00F0264B">
            <w:pPr>
              <w:pStyle w:val="TAL"/>
            </w:pPr>
            <w:r w:rsidRPr="0031418B">
              <w:t>This requirement does not apply to E-UTRA FDD Repeater operating in band 22, since it is already covered by the requirement in sub-clause 11.1.</w:t>
            </w:r>
          </w:p>
        </w:tc>
      </w:tr>
      <w:tr w:rsidR="003B1553" w:rsidRPr="0031418B" w14:paraId="72A578E5" w14:textId="77777777" w:rsidTr="00371F62">
        <w:trPr>
          <w:jc w:val="center"/>
        </w:trPr>
        <w:tc>
          <w:tcPr>
            <w:tcW w:w="1509" w:type="dxa"/>
            <w:vAlign w:val="center"/>
          </w:tcPr>
          <w:p w14:paraId="73C65424" w14:textId="77777777" w:rsidR="003B1553" w:rsidRPr="0031418B" w:rsidRDefault="003B1553" w:rsidP="00371F62">
            <w:pPr>
              <w:keepNext/>
              <w:keepLines/>
              <w:spacing w:after="0"/>
              <w:ind w:left="4"/>
              <w:jc w:val="center"/>
              <w:rPr>
                <w:rFonts w:ascii="Arial" w:hAnsi="Arial"/>
                <w:sz w:val="18"/>
              </w:rPr>
            </w:pPr>
            <w:r w:rsidRPr="0031418B">
              <w:rPr>
                <w:rFonts w:ascii="Arial" w:hAnsi="Arial"/>
                <w:sz w:val="18"/>
              </w:rPr>
              <w:t>E-UTRA Band 23</w:t>
            </w:r>
          </w:p>
        </w:tc>
        <w:tc>
          <w:tcPr>
            <w:tcW w:w="1683" w:type="dxa"/>
            <w:vAlign w:val="center"/>
          </w:tcPr>
          <w:p w14:paraId="1A96D846" w14:textId="77777777" w:rsidR="003B1553" w:rsidRPr="0031418B" w:rsidRDefault="003B1553" w:rsidP="00371F62">
            <w:pPr>
              <w:keepNext/>
              <w:keepLines/>
              <w:spacing w:after="0"/>
              <w:ind w:left="284"/>
              <w:jc w:val="center"/>
              <w:rPr>
                <w:rFonts w:ascii="Arial" w:hAnsi="Arial"/>
                <w:sz w:val="18"/>
              </w:rPr>
            </w:pPr>
            <w:r w:rsidRPr="0031418B">
              <w:rPr>
                <w:rFonts w:ascii="Arial" w:hAnsi="Arial"/>
                <w:sz w:val="18"/>
              </w:rPr>
              <w:t>2000 - 2020 MHz</w:t>
            </w:r>
          </w:p>
        </w:tc>
        <w:tc>
          <w:tcPr>
            <w:tcW w:w="953" w:type="dxa"/>
            <w:vAlign w:val="center"/>
          </w:tcPr>
          <w:p w14:paraId="27F3BE30" w14:textId="77777777" w:rsidR="003B1553" w:rsidRPr="0031418B" w:rsidRDefault="003B1553" w:rsidP="00371F62">
            <w:pPr>
              <w:keepNext/>
              <w:keepLines/>
              <w:spacing w:after="0"/>
              <w:ind w:left="284"/>
              <w:jc w:val="center"/>
              <w:rPr>
                <w:rFonts w:ascii="Arial" w:hAnsi="Arial"/>
                <w:sz w:val="18"/>
              </w:rPr>
            </w:pPr>
            <w:r w:rsidRPr="0031418B">
              <w:rPr>
                <w:rFonts w:ascii="Arial" w:hAnsi="Arial"/>
                <w:sz w:val="18"/>
              </w:rPr>
              <w:t>-15 dBm</w:t>
            </w:r>
          </w:p>
        </w:tc>
        <w:tc>
          <w:tcPr>
            <w:tcW w:w="1123" w:type="dxa"/>
            <w:vAlign w:val="center"/>
          </w:tcPr>
          <w:p w14:paraId="4CD3F939" w14:textId="77777777" w:rsidR="003B1553" w:rsidRPr="0031418B" w:rsidRDefault="003B1553" w:rsidP="00371F62">
            <w:pPr>
              <w:keepNext/>
              <w:keepLines/>
              <w:spacing w:after="0"/>
              <w:ind w:left="284"/>
              <w:jc w:val="center"/>
              <w:rPr>
                <w:rFonts w:ascii="Arial" w:hAnsi="Arial"/>
                <w:sz w:val="18"/>
              </w:rPr>
            </w:pPr>
            <w:r w:rsidRPr="0031418B">
              <w:rPr>
                <w:rFonts w:ascii="Arial" w:hAnsi="Arial"/>
                <w:sz w:val="18"/>
              </w:rPr>
              <w:t>2 CW carriers</w:t>
            </w:r>
          </w:p>
        </w:tc>
        <w:tc>
          <w:tcPr>
            <w:tcW w:w="1292" w:type="dxa"/>
            <w:vAlign w:val="center"/>
          </w:tcPr>
          <w:p w14:paraId="7B0CEBFA" w14:textId="77777777" w:rsidR="003B1553" w:rsidRPr="0031418B" w:rsidRDefault="003B1553" w:rsidP="00371F62">
            <w:pPr>
              <w:keepNext/>
              <w:keepLines/>
              <w:spacing w:after="0"/>
              <w:ind w:left="34"/>
              <w:jc w:val="center"/>
              <w:rPr>
                <w:rFonts w:ascii="Arial" w:hAnsi="Arial"/>
                <w:sz w:val="18"/>
              </w:rPr>
            </w:pPr>
            <w:r w:rsidRPr="0031418B">
              <w:rPr>
                <w:rFonts w:ascii="Arial" w:hAnsi="Arial"/>
                <w:sz w:val="18"/>
              </w:rPr>
              <w:t>1 MHz</w:t>
            </w:r>
          </w:p>
        </w:tc>
        <w:tc>
          <w:tcPr>
            <w:tcW w:w="3304" w:type="dxa"/>
            <w:vAlign w:val="center"/>
          </w:tcPr>
          <w:p w14:paraId="39C5C1B8" w14:textId="77777777" w:rsidR="003B1553" w:rsidRPr="0031418B" w:rsidRDefault="003B1553" w:rsidP="00F0264B">
            <w:pPr>
              <w:pStyle w:val="TAL"/>
            </w:pPr>
            <w:r w:rsidRPr="0031418B">
              <w:t>This requirement does not apply to E-UTRA FDD Repeater operating in band 23, since it is already covered by the requirement in sub-clause 11.1.</w:t>
            </w:r>
          </w:p>
        </w:tc>
      </w:tr>
      <w:tr w:rsidR="007776C8" w:rsidRPr="0031418B" w14:paraId="1896B0CD" w14:textId="77777777" w:rsidTr="00371F62">
        <w:trPr>
          <w:jc w:val="center"/>
        </w:trPr>
        <w:tc>
          <w:tcPr>
            <w:tcW w:w="1509" w:type="dxa"/>
            <w:vAlign w:val="center"/>
          </w:tcPr>
          <w:p w14:paraId="511BED37" w14:textId="77777777" w:rsidR="007776C8" w:rsidRPr="0031418B" w:rsidRDefault="007776C8" w:rsidP="00371F62">
            <w:pPr>
              <w:pStyle w:val="TAC"/>
              <w:ind w:left="4"/>
            </w:pPr>
            <w:r w:rsidRPr="0031418B">
              <w:t>E-UTRA Band 24</w:t>
            </w:r>
          </w:p>
        </w:tc>
        <w:tc>
          <w:tcPr>
            <w:tcW w:w="1683" w:type="dxa"/>
            <w:vAlign w:val="center"/>
          </w:tcPr>
          <w:p w14:paraId="376832EB" w14:textId="77777777" w:rsidR="007776C8" w:rsidRPr="0031418B" w:rsidRDefault="007776C8" w:rsidP="00371F62">
            <w:pPr>
              <w:pStyle w:val="TAC"/>
              <w:ind w:left="284"/>
            </w:pPr>
            <w:r w:rsidRPr="0031418B">
              <w:t>1626.5 –1660.5 MHz</w:t>
            </w:r>
          </w:p>
        </w:tc>
        <w:tc>
          <w:tcPr>
            <w:tcW w:w="953" w:type="dxa"/>
            <w:vAlign w:val="center"/>
          </w:tcPr>
          <w:p w14:paraId="33763657" w14:textId="77777777" w:rsidR="007776C8" w:rsidRPr="0031418B" w:rsidRDefault="007776C8" w:rsidP="00371F62">
            <w:pPr>
              <w:pStyle w:val="TAC"/>
              <w:ind w:left="284"/>
            </w:pPr>
            <w:r w:rsidRPr="0031418B">
              <w:t>-15 dBm</w:t>
            </w:r>
          </w:p>
        </w:tc>
        <w:tc>
          <w:tcPr>
            <w:tcW w:w="1123" w:type="dxa"/>
            <w:vAlign w:val="center"/>
          </w:tcPr>
          <w:p w14:paraId="590F80B2" w14:textId="77777777" w:rsidR="007776C8" w:rsidRPr="0031418B" w:rsidRDefault="007776C8" w:rsidP="00371F62">
            <w:pPr>
              <w:pStyle w:val="TAC"/>
              <w:ind w:left="284"/>
            </w:pPr>
            <w:r w:rsidRPr="0031418B">
              <w:t>2 CW carriers</w:t>
            </w:r>
          </w:p>
        </w:tc>
        <w:tc>
          <w:tcPr>
            <w:tcW w:w="1292" w:type="dxa"/>
            <w:vAlign w:val="center"/>
          </w:tcPr>
          <w:p w14:paraId="42C90561" w14:textId="77777777" w:rsidR="007776C8" w:rsidRPr="0031418B" w:rsidRDefault="007776C8" w:rsidP="00371F62">
            <w:pPr>
              <w:pStyle w:val="TAC"/>
              <w:ind w:left="34"/>
            </w:pPr>
            <w:r w:rsidRPr="0031418B">
              <w:t>1 MHz</w:t>
            </w:r>
          </w:p>
        </w:tc>
        <w:tc>
          <w:tcPr>
            <w:tcW w:w="3304" w:type="dxa"/>
            <w:vAlign w:val="center"/>
          </w:tcPr>
          <w:p w14:paraId="34E0367A" w14:textId="77777777" w:rsidR="007776C8" w:rsidRPr="0031418B" w:rsidRDefault="007776C8" w:rsidP="00F0264B">
            <w:pPr>
              <w:pStyle w:val="TAL"/>
            </w:pPr>
            <w:r w:rsidRPr="0031418B">
              <w:t>This requirement does not apply to E-UTRA FDD Repeater operating in band 24, since it is already covered by the requirement in sub-clause 11.1.</w:t>
            </w:r>
          </w:p>
        </w:tc>
      </w:tr>
      <w:tr w:rsidR="00616382" w:rsidRPr="0031418B" w14:paraId="6D8FFE67" w14:textId="77777777" w:rsidTr="00371F62">
        <w:trPr>
          <w:jc w:val="center"/>
        </w:trPr>
        <w:tc>
          <w:tcPr>
            <w:tcW w:w="1509" w:type="dxa"/>
            <w:vAlign w:val="center"/>
          </w:tcPr>
          <w:p w14:paraId="68097113" w14:textId="77777777" w:rsidR="00616382" w:rsidRPr="0031418B" w:rsidRDefault="00616382" w:rsidP="00371F62">
            <w:pPr>
              <w:pStyle w:val="TAC"/>
              <w:ind w:left="4"/>
            </w:pPr>
            <w:r w:rsidRPr="0031418B">
              <w:t>UTRA FDD Band XX</w:t>
            </w:r>
            <w:r w:rsidR="003B1553" w:rsidRPr="0031418B">
              <w:t>V</w:t>
            </w:r>
            <w:r w:rsidRPr="0031418B">
              <w:t xml:space="preserve"> or </w:t>
            </w:r>
            <w:r w:rsidRPr="0031418B">
              <w:br/>
              <w:t>E-UTRA Band 2</w:t>
            </w:r>
            <w:r w:rsidR="003B1553" w:rsidRPr="0031418B">
              <w:t>5</w:t>
            </w:r>
          </w:p>
        </w:tc>
        <w:tc>
          <w:tcPr>
            <w:tcW w:w="1683" w:type="dxa"/>
            <w:vAlign w:val="center"/>
          </w:tcPr>
          <w:p w14:paraId="4D43E67B" w14:textId="77777777" w:rsidR="00616382" w:rsidRPr="0031418B" w:rsidRDefault="003B1553" w:rsidP="00616382">
            <w:pPr>
              <w:pStyle w:val="TAC"/>
            </w:pPr>
            <w:r w:rsidRPr="0031418B">
              <w:t xml:space="preserve">1850 - 1915 MHz </w:t>
            </w:r>
          </w:p>
        </w:tc>
        <w:tc>
          <w:tcPr>
            <w:tcW w:w="953" w:type="dxa"/>
            <w:vAlign w:val="center"/>
          </w:tcPr>
          <w:p w14:paraId="40EDCAD6" w14:textId="77777777" w:rsidR="00616382" w:rsidRPr="0031418B" w:rsidRDefault="00616382" w:rsidP="00616382">
            <w:pPr>
              <w:pStyle w:val="TAC"/>
            </w:pPr>
            <w:r w:rsidRPr="0031418B">
              <w:t>-15 dBm</w:t>
            </w:r>
          </w:p>
        </w:tc>
        <w:tc>
          <w:tcPr>
            <w:tcW w:w="1123" w:type="dxa"/>
            <w:vAlign w:val="center"/>
          </w:tcPr>
          <w:p w14:paraId="7D8B3886" w14:textId="77777777" w:rsidR="00616382" w:rsidRPr="0031418B" w:rsidRDefault="00616382" w:rsidP="00616382">
            <w:pPr>
              <w:pStyle w:val="TAC"/>
            </w:pPr>
            <w:r w:rsidRPr="0031418B">
              <w:t>2 CW carriers</w:t>
            </w:r>
          </w:p>
        </w:tc>
        <w:tc>
          <w:tcPr>
            <w:tcW w:w="1292" w:type="dxa"/>
            <w:vAlign w:val="center"/>
          </w:tcPr>
          <w:p w14:paraId="61046324" w14:textId="77777777" w:rsidR="00616382" w:rsidRPr="0031418B" w:rsidRDefault="00616382" w:rsidP="00371F62">
            <w:pPr>
              <w:pStyle w:val="TAC"/>
              <w:ind w:left="34"/>
            </w:pPr>
            <w:r w:rsidRPr="0031418B">
              <w:t>1 MHz</w:t>
            </w:r>
          </w:p>
        </w:tc>
        <w:tc>
          <w:tcPr>
            <w:tcW w:w="3304" w:type="dxa"/>
            <w:vAlign w:val="center"/>
          </w:tcPr>
          <w:p w14:paraId="005C3CAA" w14:textId="77777777" w:rsidR="00616382" w:rsidRPr="0031418B" w:rsidRDefault="00616382" w:rsidP="00F0264B">
            <w:pPr>
              <w:pStyle w:val="TAL"/>
            </w:pPr>
            <w:r w:rsidRPr="0031418B">
              <w:t>This requirement does not apply to E-UTRA FDD Repeater operating in band 2</w:t>
            </w:r>
            <w:r w:rsidR="003B1553" w:rsidRPr="0031418B">
              <w:t>5</w:t>
            </w:r>
            <w:r w:rsidRPr="0031418B">
              <w:t>, since it is already covered by the requirement in sub-clause 11.1.</w:t>
            </w:r>
            <w:r w:rsidR="003B1553" w:rsidRPr="0031418B">
              <w:t xml:space="preserve"> For E-UTRA FDD Repeater operating in band 2, it applies for 1910 MHz to 1915 MHz, while the rest is covered in sub-clause 11.1.</w:t>
            </w:r>
          </w:p>
        </w:tc>
      </w:tr>
      <w:tr w:rsidR="009F4760" w:rsidRPr="0031418B" w14:paraId="22AD9FC2" w14:textId="77777777" w:rsidTr="009E256A">
        <w:trPr>
          <w:jc w:val="center"/>
        </w:trPr>
        <w:tc>
          <w:tcPr>
            <w:tcW w:w="1509" w:type="dxa"/>
          </w:tcPr>
          <w:p w14:paraId="481F9B8C" w14:textId="77777777" w:rsidR="009F4760" w:rsidRPr="0031418B" w:rsidRDefault="009F4760" w:rsidP="00371F62">
            <w:pPr>
              <w:pStyle w:val="TAC"/>
              <w:ind w:left="4"/>
            </w:pPr>
            <w:r w:rsidRPr="0031418B">
              <w:rPr>
                <w:lang w:val="sv-SE"/>
              </w:rPr>
              <w:lastRenderedPageBreak/>
              <w:t>UTRA-FDD Band XXVI or E</w:t>
            </w:r>
            <w:r w:rsidRPr="0031418B">
              <w:rPr>
                <w:lang w:val="sv-SE"/>
              </w:rPr>
              <w:noBreakHyphen/>
              <w:t>UTRA Band 26</w:t>
            </w:r>
          </w:p>
        </w:tc>
        <w:tc>
          <w:tcPr>
            <w:tcW w:w="1683" w:type="dxa"/>
          </w:tcPr>
          <w:p w14:paraId="7F9F21E6" w14:textId="77777777" w:rsidR="009F4760" w:rsidRPr="0031418B" w:rsidRDefault="009F4760" w:rsidP="00616382">
            <w:pPr>
              <w:pStyle w:val="TAC"/>
            </w:pPr>
            <w:r w:rsidRPr="0031418B">
              <w:t>814 - 849 MHz</w:t>
            </w:r>
          </w:p>
        </w:tc>
        <w:tc>
          <w:tcPr>
            <w:tcW w:w="953" w:type="dxa"/>
          </w:tcPr>
          <w:p w14:paraId="16E45ECE" w14:textId="77777777" w:rsidR="009F4760" w:rsidRPr="0031418B" w:rsidRDefault="009F4760" w:rsidP="00616382">
            <w:pPr>
              <w:pStyle w:val="TAC"/>
            </w:pPr>
            <w:r w:rsidRPr="0031418B">
              <w:t>-15 dBm</w:t>
            </w:r>
          </w:p>
        </w:tc>
        <w:tc>
          <w:tcPr>
            <w:tcW w:w="1123" w:type="dxa"/>
          </w:tcPr>
          <w:p w14:paraId="5215CE31" w14:textId="77777777" w:rsidR="009F4760" w:rsidRPr="0031418B" w:rsidRDefault="009F4760" w:rsidP="00616382">
            <w:pPr>
              <w:pStyle w:val="TAC"/>
            </w:pPr>
            <w:r w:rsidRPr="0031418B">
              <w:t>2 CW carriers</w:t>
            </w:r>
          </w:p>
        </w:tc>
        <w:tc>
          <w:tcPr>
            <w:tcW w:w="1292" w:type="dxa"/>
          </w:tcPr>
          <w:p w14:paraId="299400F9" w14:textId="77777777" w:rsidR="009F4760" w:rsidRPr="0031418B" w:rsidRDefault="009F4760" w:rsidP="00371F62">
            <w:pPr>
              <w:pStyle w:val="TAC"/>
              <w:ind w:left="34"/>
            </w:pPr>
            <w:r w:rsidRPr="0031418B">
              <w:t>1 MHz</w:t>
            </w:r>
          </w:p>
        </w:tc>
        <w:tc>
          <w:tcPr>
            <w:tcW w:w="3304" w:type="dxa"/>
          </w:tcPr>
          <w:p w14:paraId="2DF61BC3" w14:textId="77777777" w:rsidR="009F4760" w:rsidRPr="0031418B" w:rsidRDefault="009F4760" w:rsidP="009E256A">
            <w:pPr>
              <w:pStyle w:val="TAL"/>
            </w:pPr>
            <w:r w:rsidRPr="0031418B">
              <w:t>This requirement does not apply to E-UTRA FDD Repeater operating in band 26, since it is already covered by the requirement in sub-clause 11.1. For E-UTRA FDD Repeater operating in band 5, it applies from 814MHz to 824 MHz, while the rest is covered in sub-clause 11.1.</w:t>
            </w:r>
          </w:p>
          <w:p w14:paraId="5593D05F" w14:textId="77777777" w:rsidR="009F4760" w:rsidRPr="0031418B" w:rsidRDefault="009F4760" w:rsidP="00F0264B">
            <w:pPr>
              <w:pStyle w:val="TAL"/>
            </w:pPr>
            <w:r w:rsidRPr="0031418B">
              <w:t>For E-UTRA FDD Repeater operating in band 27, it applies from 824MHz to 849 MHz, while the rest is covered in sub-clause 11.5.1</w:t>
            </w:r>
          </w:p>
        </w:tc>
      </w:tr>
      <w:tr w:rsidR="009F4760" w:rsidRPr="0031418B" w14:paraId="18C4DEDF" w14:textId="77777777" w:rsidTr="009E256A">
        <w:trPr>
          <w:jc w:val="center"/>
        </w:trPr>
        <w:tc>
          <w:tcPr>
            <w:tcW w:w="1509" w:type="dxa"/>
          </w:tcPr>
          <w:p w14:paraId="79D6A7BF" w14:textId="77777777" w:rsidR="009F4760" w:rsidRPr="0031418B" w:rsidRDefault="009F4760" w:rsidP="00371F62">
            <w:pPr>
              <w:pStyle w:val="TAC"/>
              <w:ind w:left="4"/>
            </w:pPr>
            <w:r w:rsidRPr="0031418B">
              <w:rPr>
                <w:lang w:val="sv-SE"/>
              </w:rPr>
              <w:t>E</w:t>
            </w:r>
            <w:r w:rsidRPr="0031418B">
              <w:rPr>
                <w:lang w:val="sv-SE"/>
              </w:rPr>
              <w:noBreakHyphen/>
              <w:t>UTRA Band 27</w:t>
            </w:r>
          </w:p>
        </w:tc>
        <w:tc>
          <w:tcPr>
            <w:tcW w:w="1683" w:type="dxa"/>
          </w:tcPr>
          <w:p w14:paraId="3AEE3529" w14:textId="77777777" w:rsidR="009F4760" w:rsidRPr="0031418B" w:rsidRDefault="009F4760" w:rsidP="00616382">
            <w:pPr>
              <w:pStyle w:val="TAC"/>
            </w:pPr>
            <w:r w:rsidRPr="0031418B">
              <w:t>807 - 824 MHz</w:t>
            </w:r>
          </w:p>
        </w:tc>
        <w:tc>
          <w:tcPr>
            <w:tcW w:w="953" w:type="dxa"/>
          </w:tcPr>
          <w:p w14:paraId="5F7A3996" w14:textId="77777777" w:rsidR="009F4760" w:rsidRPr="0031418B" w:rsidRDefault="009F4760" w:rsidP="00616382">
            <w:pPr>
              <w:pStyle w:val="TAC"/>
            </w:pPr>
            <w:r w:rsidRPr="0031418B">
              <w:t>-15 dBm</w:t>
            </w:r>
          </w:p>
        </w:tc>
        <w:tc>
          <w:tcPr>
            <w:tcW w:w="1123" w:type="dxa"/>
          </w:tcPr>
          <w:p w14:paraId="6F002B92" w14:textId="77777777" w:rsidR="009F4760" w:rsidRPr="0031418B" w:rsidRDefault="009F4760" w:rsidP="00616382">
            <w:pPr>
              <w:pStyle w:val="TAC"/>
            </w:pPr>
            <w:r w:rsidRPr="0031418B">
              <w:t>2 CW carriers</w:t>
            </w:r>
          </w:p>
        </w:tc>
        <w:tc>
          <w:tcPr>
            <w:tcW w:w="1292" w:type="dxa"/>
          </w:tcPr>
          <w:p w14:paraId="74947872" w14:textId="77777777" w:rsidR="009F4760" w:rsidRPr="0031418B" w:rsidRDefault="009F4760" w:rsidP="00371F62">
            <w:pPr>
              <w:pStyle w:val="TAC"/>
              <w:ind w:left="34"/>
            </w:pPr>
            <w:r w:rsidRPr="0031418B">
              <w:t>1 MHz</w:t>
            </w:r>
          </w:p>
        </w:tc>
        <w:tc>
          <w:tcPr>
            <w:tcW w:w="3304" w:type="dxa"/>
          </w:tcPr>
          <w:p w14:paraId="7EDDA9B7" w14:textId="77777777" w:rsidR="009F4760" w:rsidRPr="0031418B" w:rsidRDefault="009F4760" w:rsidP="00F0264B">
            <w:pPr>
              <w:pStyle w:val="TAL"/>
            </w:pPr>
            <w:r w:rsidRPr="0031418B">
              <w:t>This requirement does not apply to E-UTRA FDD Repeater operating in band 27, since it is already covered by the requirement in sub-clause 11.1. For E-UTRA FDD Repeater operating in band 26, this requirement applies from 807MHz to 814 MHz, while the rest is covered in sub-clause 11.1.</w:t>
            </w:r>
          </w:p>
        </w:tc>
      </w:tr>
      <w:tr w:rsidR="009F4760" w:rsidRPr="0031418B" w14:paraId="13260463" w14:textId="77777777" w:rsidTr="009E256A">
        <w:trPr>
          <w:jc w:val="center"/>
        </w:trPr>
        <w:tc>
          <w:tcPr>
            <w:tcW w:w="1509" w:type="dxa"/>
          </w:tcPr>
          <w:p w14:paraId="53A6E18F" w14:textId="77777777" w:rsidR="009F4760" w:rsidRPr="0031418B" w:rsidRDefault="009F4760" w:rsidP="00371F62">
            <w:pPr>
              <w:pStyle w:val="TAC"/>
              <w:ind w:left="4"/>
            </w:pPr>
            <w:r w:rsidRPr="0031418B">
              <w:rPr>
                <w:lang w:val="sv-SE"/>
              </w:rPr>
              <w:t>E</w:t>
            </w:r>
            <w:r w:rsidRPr="0031418B">
              <w:rPr>
                <w:lang w:val="sv-SE"/>
              </w:rPr>
              <w:noBreakHyphen/>
              <w:t>UTRA Band 28</w:t>
            </w:r>
          </w:p>
        </w:tc>
        <w:tc>
          <w:tcPr>
            <w:tcW w:w="1683" w:type="dxa"/>
          </w:tcPr>
          <w:p w14:paraId="44280EE7" w14:textId="77777777" w:rsidR="009F4760" w:rsidRPr="0031418B" w:rsidRDefault="009F4760" w:rsidP="00616382">
            <w:pPr>
              <w:pStyle w:val="TAC"/>
            </w:pPr>
            <w:r w:rsidRPr="0031418B">
              <w:t>703 - 748 MHz</w:t>
            </w:r>
          </w:p>
        </w:tc>
        <w:tc>
          <w:tcPr>
            <w:tcW w:w="953" w:type="dxa"/>
          </w:tcPr>
          <w:p w14:paraId="4FD09998" w14:textId="77777777" w:rsidR="009F4760" w:rsidRPr="0031418B" w:rsidRDefault="009F4760" w:rsidP="00616382">
            <w:pPr>
              <w:pStyle w:val="TAC"/>
            </w:pPr>
            <w:r w:rsidRPr="0031418B">
              <w:t>-15 dBm</w:t>
            </w:r>
          </w:p>
        </w:tc>
        <w:tc>
          <w:tcPr>
            <w:tcW w:w="1123" w:type="dxa"/>
          </w:tcPr>
          <w:p w14:paraId="10A148B8" w14:textId="77777777" w:rsidR="009F4760" w:rsidRPr="0031418B" w:rsidRDefault="009F4760" w:rsidP="00616382">
            <w:pPr>
              <w:pStyle w:val="TAC"/>
            </w:pPr>
            <w:r w:rsidRPr="0031418B">
              <w:t>2 CW carriers</w:t>
            </w:r>
          </w:p>
        </w:tc>
        <w:tc>
          <w:tcPr>
            <w:tcW w:w="1292" w:type="dxa"/>
          </w:tcPr>
          <w:p w14:paraId="166F6EEC" w14:textId="77777777" w:rsidR="009F4760" w:rsidRPr="0031418B" w:rsidRDefault="009F4760" w:rsidP="00371F62">
            <w:pPr>
              <w:pStyle w:val="TAC"/>
              <w:ind w:left="34"/>
            </w:pPr>
            <w:r w:rsidRPr="0031418B">
              <w:t>1 MHz</w:t>
            </w:r>
          </w:p>
        </w:tc>
        <w:tc>
          <w:tcPr>
            <w:tcW w:w="3304" w:type="dxa"/>
          </w:tcPr>
          <w:p w14:paraId="4BFF106D" w14:textId="77777777" w:rsidR="009F4760" w:rsidRPr="0031418B" w:rsidRDefault="009F4760" w:rsidP="00F0264B">
            <w:pPr>
              <w:pStyle w:val="TAL"/>
            </w:pPr>
            <w:r w:rsidRPr="0031418B">
              <w:t>This requirement does not apply to E-UTRA FDD Repeater operating in band 28, since it is already covered by the requirement in sub-clause 11.1.</w:t>
            </w:r>
          </w:p>
        </w:tc>
      </w:tr>
      <w:tr w:rsidR="009F4760" w:rsidRPr="0031418B" w14:paraId="27EC4685" w14:textId="77777777" w:rsidTr="009E256A">
        <w:trPr>
          <w:jc w:val="center"/>
        </w:trPr>
        <w:tc>
          <w:tcPr>
            <w:tcW w:w="1509" w:type="dxa"/>
          </w:tcPr>
          <w:p w14:paraId="3482F4D3" w14:textId="77777777" w:rsidR="009F4760" w:rsidRPr="0031418B" w:rsidRDefault="009F4760" w:rsidP="00371F62">
            <w:pPr>
              <w:pStyle w:val="TAC"/>
              <w:ind w:left="4"/>
            </w:pPr>
            <w:r w:rsidRPr="0031418B">
              <w:rPr>
                <w:lang w:val="sv-SE"/>
              </w:rPr>
              <w:t>E</w:t>
            </w:r>
            <w:r w:rsidRPr="0031418B">
              <w:rPr>
                <w:lang w:val="sv-SE"/>
              </w:rPr>
              <w:noBreakHyphen/>
              <w:t>UTRA Band 30</w:t>
            </w:r>
          </w:p>
        </w:tc>
        <w:tc>
          <w:tcPr>
            <w:tcW w:w="1683" w:type="dxa"/>
          </w:tcPr>
          <w:p w14:paraId="1EF71899" w14:textId="77777777" w:rsidR="009F4760" w:rsidRPr="0031418B" w:rsidRDefault="009F4760" w:rsidP="00616382">
            <w:pPr>
              <w:pStyle w:val="TAC"/>
            </w:pPr>
            <w:r w:rsidRPr="0031418B">
              <w:t>2305 - 2315 MHz</w:t>
            </w:r>
          </w:p>
        </w:tc>
        <w:tc>
          <w:tcPr>
            <w:tcW w:w="953" w:type="dxa"/>
          </w:tcPr>
          <w:p w14:paraId="0877662D" w14:textId="77777777" w:rsidR="009F4760" w:rsidRPr="0031418B" w:rsidRDefault="009F4760" w:rsidP="00616382">
            <w:pPr>
              <w:pStyle w:val="TAC"/>
            </w:pPr>
            <w:r w:rsidRPr="0031418B">
              <w:t>-15 dBm</w:t>
            </w:r>
          </w:p>
        </w:tc>
        <w:tc>
          <w:tcPr>
            <w:tcW w:w="1123" w:type="dxa"/>
          </w:tcPr>
          <w:p w14:paraId="67976F7D" w14:textId="77777777" w:rsidR="009F4760" w:rsidRPr="0031418B" w:rsidRDefault="009F4760" w:rsidP="00616382">
            <w:pPr>
              <w:pStyle w:val="TAC"/>
            </w:pPr>
            <w:r w:rsidRPr="0031418B">
              <w:t>2 CW carriers</w:t>
            </w:r>
          </w:p>
        </w:tc>
        <w:tc>
          <w:tcPr>
            <w:tcW w:w="1292" w:type="dxa"/>
          </w:tcPr>
          <w:p w14:paraId="379CEF85" w14:textId="77777777" w:rsidR="009F4760" w:rsidRPr="0031418B" w:rsidRDefault="009F4760" w:rsidP="00371F62">
            <w:pPr>
              <w:pStyle w:val="TAC"/>
              <w:ind w:left="34"/>
            </w:pPr>
            <w:r w:rsidRPr="0031418B">
              <w:t>1 MHz</w:t>
            </w:r>
          </w:p>
        </w:tc>
        <w:tc>
          <w:tcPr>
            <w:tcW w:w="3304" w:type="dxa"/>
          </w:tcPr>
          <w:p w14:paraId="1A9D8461" w14:textId="77777777" w:rsidR="009F4760" w:rsidRPr="0031418B" w:rsidRDefault="009F4760" w:rsidP="00F0264B">
            <w:pPr>
              <w:pStyle w:val="TAL"/>
            </w:pPr>
            <w:r w:rsidRPr="0031418B">
              <w:t>This requirement does not apply to E-UTRA FDD Repeater operating in band 30, since it is already covered by the requirement in sub-clause 11.1.</w:t>
            </w:r>
          </w:p>
        </w:tc>
      </w:tr>
      <w:tr w:rsidR="009F4760" w:rsidRPr="0031418B" w14:paraId="00AA360B" w14:textId="77777777" w:rsidTr="009E256A">
        <w:trPr>
          <w:jc w:val="center"/>
        </w:trPr>
        <w:tc>
          <w:tcPr>
            <w:tcW w:w="1509" w:type="dxa"/>
          </w:tcPr>
          <w:p w14:paraId="2E5A2885" w14:textId="77777777" w:rsidR="009F4760" w:rsidRPr="0031418B" w:rsidRDefault="009F4760" w:rsidP="00371F62">
            <w:pPr>
              <w:pStyle w:val="TAC"/>
              <w:ind w:left="4"/>
            </w:pPr>
            <w:r w:rsidRPr="0031418B">
              <w:rPr>
                <w:lang w:val="sv-SE"/>
              </w:rPr>
              <w:t>E</w:t>
            </w:r>
            <w:r w:rsidRPr="0031418B">
              <w:rPr>
                <w:lang w:val="sv-SE"/>
              </w:rPr>
              <w:noBreakHyphen/>
              <w:t>UTRA Band 31</w:t>
            </w:r>
          </w:p>
        </w:tc>
        <w:tc>
          <w:tcPr>
            <w:tcW w:w="1683" w:type="dxa"/>
          </w:tcPr>
          <w:p w14:paraId="53D145BD" w14:textId="77777777" w:rsidR="009F4760" w:rsidRPr="0031418B" w:rsidRDefault="009F4760" w:rsidP="00616382">
            <w:pPr>
              <w:pStyle w:val="TAC"/>
            </w:pPr>
            <w:r w:rsidRPr="0031418B">
              <w:t>452.5 – 457.5 MHz</w:t>
            </w:r>
          </w:p>
        </w:tc>
        <w:tc>
          <w:tcPr>
            <w:tcW w:w="953" w:type="dxa"/>
          </w:tcPr>
          <w:p w14:paraId="1E6D522F" w14:textId="77777777" w:rsidR="009F4760" w:rsidRPr="0031418B" w:rsidRDefault="009F4760" w:rsidP="00616382">
            <w:pPr>
              <w:pStyle w:val="TAC"/>
            </w:pPr>
            <w:r w:rsidRPr="0031418B">
              <w:t>-15 dBm</w:t>
            </w:r>
          </w:p>
        </w:tc>
        <w:tc>
          <w:tcPr>
            <w:tcW w:w="1123" w:type="dxa"/>
          </w:tcPr>
          <w:p w14:paraId="62F6857A" w14:textId="77777777" w:rsidR="009F4760" w:rsidRPr="0031418B" w:rsidRDefault="009F4760" w:rsidP="00616382">
            <w:pPr>
              <w:pStyle w:val="TAC"/>
            </w:pPr>
            <w:r w:rsidRPr="0031418B">
              <w:t>2 CW carriers</w:t>
            </w:r>
          </w:p>
        </w:tc>
        <w:tc>
          <w:tcPr>
            <w:tcW w:w="1292" w:type="dxa"/>
          </w:tcPr>
          <w:p w14:paraId="266B8033" w14:textId="77777777" w:rsidR="009F4760" w:rsidRPr="0031418B" w:rsidRDefault="009F4760" w:rsidP="00371F62">
            <w:pPr>
              <w:pStyle w:val="TAC"/>
              <w:ind w:left="34"/>
            </w:pPr>
            <w:r w:rsidRPr="0031418B">
              <w:t>1 MHz</w:t>
            </w:r>
          </w:p>
        </w:tc>
        <w:tc>
          <w:tcPr>
            <w:tcW w:w="3304" w:type="dxa"/>
          </w:tcPr>
          <w:p w14:paraId="0521E711" w14:textId="77777777" w:rsidR="009F4760" w:rsidRPr="0031418B" w:rsidRDefault="009F4760" w:rsidP="00F0264B">
            <w:pPr>
              <w:pStyle w:val="TAL"/>
            </w:pPr>
            <w:r w:rsidRPr="0031418B">
              <w:t>This requirement does not apply to E-UTRA FDD Repeater operating in band 31</w:t>
            </w:r>
            <w:r w:rsidR="00A74094" w:rsidRPr="0031418B">
              <w:t xml:space="preserve"> or band 72</w:t>
            </w:r>
            <w:r w:rsidRPr="0031418B">
              <w:t>, since it is already covered by the requirement in sub-clause 11.1.</w:t>
            </w:r>
          </w:p>
        </w:tc>
      </w:tr>
      <w:tr w:rsidR="0051610E" w:rsidRPr="0031418B" w14:paraId="3F723A94" w14:textId="77777777" w:rsidTr="00371F62">
        <w:trPr>
          <w:jc w:val="center"/>
        </w:trPr>
        <w:tc>
          <w:tcPr>
            <w:tcW w:w="1509" w:type="dxa"/>
            <w:vAlign w:val="center"/>
          </w:tcPr>
          <w:p w14:paraId="1CE806AF" w14:textId="77777777" w:rsidR="0051610E" w:rsidRPr="0031418B" w:rsidRDefault="0051610E" w:rsidP="00C120FC">
            <w:pPr>
              <w:pStyle w:val="TAC"/>
            </w:pPr>
            <w:r w:rsidRPr="0031418B">
              <w:rPr>
                <w:rFonts w:cs="v5.0.0"/>
              </w:rPr>
              <w:t xml:space="preserve">UTRA TDD in Band a) or </w:t>
            </w:r>
            <w:r w:rsidRPr="0031418B">
              <w:rPr>
                <w:rFonts w:cs="v5.0.0"/>
              </w:rPr>
              <w:br/>
              <w:t>E-UTRA Band 33</w:t>
            </w:r>
          </w:p>
        </w:tc>
        <w:tc>
          <w:tcPr>
            <w:tcW w:w="1683" w:type="dxa"/>
            <w:vAlign w:val="center"/>
          </w:tcPr>
          <w:p w14:paraId="0C553461" w14:textId="77777777" w:rsidR="0051610E" w:rsidRPr="0031418B" w:rsidRDefault="0051610E" w:rsidP="00C120FC">
            <w:pPr>
              <w:pStyle w:val="TAC"/>
            </w:pPr>
            <w:r w:rsidRPr="0031418B">
              <w:rPr>
                <w:lang w:eastAsia="ja-JP"/>
              </w:rPr>
              <w:t>1900 - 1920 MHz</w:t>
            </w:r>
          </w:p>
        </w:tc>
        <w:tc>
          <w:tcPr>
            <w:tcW w:w="953" w:type="dxa"/>
            <w:vAlign w:val="center"/>
          </w:tcPr>
          <w:p w14:paraId="3BC7332F" w14:textId="77777777" w:rsidR="0051610E" w:rsidRPr="0031418B" w:rsidRDefault="0051610E" w:rsidP="00C120FC">
            <w:pPr>
              <w:pStyle w:val="TAC"/>
            </w:pPr>
            <w:r w:rsidRPr="0031418B">
              <w:t>-15 dBm</w:t>
            </w:r>
          </w:p>
        </w:tc>
        <w:tc>
          <w:tcPr>
            <w:tcW w:w="1123" w:type="dxa"/>
            <w:vAlign w:val="center"/>
          </w:tcPr>
          <w:p w14:paraId="64036E46" w14:textId="77777777" w:rsidR="0051610E" w:rsidRPr="0031418B" w:rsidRDefault="0051610E" w:rsidP="00C120FC">
            <w:pPr>
              <w:pStyle w:val="TAC"/>
            </w:pPr>
            <w:r w:rsidRPr="0031418B">
              <w:t>2 CW carriers</w:t>
            </w:r>
          </w:p>
        </w:tc>
        <w:tc>
          <w:tcPr>
            <w:tcW w:w="1292" w:type="dxa"/>
            <w:vAlign w:val="center"/>
          </w:tcPr>
          <w:p w14:paraId="72AA4DA4" w14:textId="77777777" w:rsidR="0051610E" w:rsidRPr="0031418B" w:rsidRDefault="0051610E" w:rsidP="00C120FC">
            <w:pPr>
              <w:pStyle w:val="TAC"/>
            </w:pPr>
            <w:r w:rsidRPr="0031418B">
              <w:t>1 MHz</w:t>
            </w:r>
          </w:p>
        </w:tc>
        <w:tc>
          <w:tcPr>
            <w:tcW w:w="3304" w:type="dxa"/>
            <w:vAlign w:val="center"/>
          </w:tcPr>
          <w:p w14:paraId="0A718118" w14:textId="77777777" w:rsidR="0051610E" w:rsidRPr="0031418B" w:rsidRDefault="00E47755" w:rsidP="00F0264B">
            <w:pPr>
              <w:pStyle w:val="TAL"/>
            </w:pPr>
            <w:r w:rsidRPr="0031418B">
              <w:t>This requirement does not apply to the uplink of E-UTRA FDD Repeater operating in band 1</w:t>
            </w:r>
            <w:r w:rsidRPr="0031418B">
              <w:rPr>
                <w:lang w:eastAsia="ja-JP"/>
              </w:rPr>
              <w:t>, band 2 or band 25</w:t>
            </w:r>
            <w:r w:rsidRPr="0031418B">
              <w:t>.</w:t>
            </w:r>
          </w:p>
        </w:tc>
      </w:tr>
      <w:tr w:rsidR="0051610E" w:rsidRPr="0031418B" w14:paraId="6A38B2AA" w14:textId="77777777" w:rsidTr="00371F62">
        <w:trPr>
          <w:jc w:val="center"/>
        </w:trPr>
        <w:tc>
          <w:tcPr>
            <w:tcW w:w="1509" w:type="dxa"/>
            <w:vAlign w:val="center"/>
          </w:tcPr>
          <w:p w14:paraId="1C3E16D6" w14:textId="77777777" w:rsidR="0051610E" w:rsidRPr="0031418B" w:rsidRDefault="0051610E" w:rsidP="00C120FC">
            <w:pPr>
              <w:pStyle w:val="TAC"/>
            </w:pPr>
            <w:r w:rsidRPr="0031418B">
              <w:rPr>
                <w:rFonts w:cs="v5.0.0"/>
              </w:rPr>
              <w:t xml:space="preserve">UTRA TDD in Band a) or </w:t>
            </w:r>
            <w:r w:rsidRPr="0031418B">
              <w:rPr>
                <w:rFonts w:cs="v5.0.0"/>
              </w:rPr>
              <w:br/>
              <w:t>E-UTRA Band 34</w:t>
            </w:r>
          </w:p>
        </w:tc>
        <w:tc>
          <w:tcPr>
            <w:tcW w:w="1683" w:type="dxa"/>
            <w:vAlign w:val="center"/>
          </w:tcPr>
          <w:p w14:paraId="14FEC5C5" w14:textId="77777777" w:rsidR="0051610E" w:rsidRPr="0031418B" w:rsidRDefault="0051610E" w:rsidP="00C120FC">
            <w:pPr>
              <w:pStyle w:val="TAC"/>
            </w:pPr>
            <w:r w:rsidRPr="0031418B">
              <w:rPr>
                <w:lang w:eastAsia="ja-JP"/>
              </w:rPr>
              <w:t>2010 - 2025 MHz</w:t>
            </w:r>
          </w:p>
        </w:tc>
        <w:tc>
          <w:tcPr>
            <w:tcW w:w="953" w:type="dxa"/>
            <w:vAlign w:val="center"/>
          </w:tcPr>
          <w:p w14:paraId="0CF5C89F" w14:textId="77777777" w:rsidR="0051610E" w:rsidRPr="0031418B" w:rsidRDefault="0051610E" w:rsidP="00C120FC">
            <w:pPr>
              <w:pStyle w:val="TAC"/>
            </w:pPr>
            <w:r w:rsidRPr="0031418B">
              <w:t>-15 dBm</w:t>
            </w:r>
          </w:p>
        </w:tc>
        <w:tc>
          <w:tcPr>
            <w:tcW w:w="1123" w:type="dxa"/>
            <w:vAlign w:val="center"/>
          </w:tcPr>
          <w:p w14:paraId="4C1E3C20" w14:textId="77777777" w:rsidR="0051610E" w:rsidRPr="0031418B" w:rsidRDefault="0051610E" w:rsidP="00C120FC">
            <w:pPr>
              <w:pStyle w:val="TAC"/>
            </w:pPr>
            <w:r w:rsidRPr="0031418B">
              <w:t>2 CW carriers</w:t>
            </w:r>
          </w:p>
        </w:tc>
        <w:tc>
          <w:tcPr>
            <w:tcW w:w="1292" w:type="dxa"/>
            <w:vAlign w:val="center"/>
          </w:tcPr>
          <w:p w14:paraId="3EF57297" w14:textId="77777777" w:rsidR="0051610E" w:rsidRPr="0031418B" w:rsidRDefault="0051610E" w:rsidP="00C120FC">
            <w:pPr>
              <w:pStyle w:val="TAC"/>
            </w:pPr>
            <w:r w:rsidRPr="0031418B">
              <w:t>1 MHz</w:t>
            </w:r>
          </w:p>
        </w:tc>
        <w:tc>
          <w:tcPr>
            <w:tcW w:w="3304" w:type="dxa"/>
            <w:vAlign w:val="center"/>
          </w:tcPr>
          <w:p w14:paraId="6939D1F6" w14:textId="77777777" w:rsidR="0051610E" w:rsidRPr="0031418B" w:rsidRDefault="0051610E" w:rsidP="00F0264B">
            <w:pPr>
              <w:pStyle w:val="TAL"/>
            </w:pPr>
          </w:p>
        </w:tc>
      </w:tr>
      <w:tr w:rsidR="0051610E" w:rsidRPr="0031418B" w14:paraId="65B2C07A" w14:textId="77777777" w:rsidTr="00371F62">
        <w:trPr>
          <w:jc w:val="center"/>
        </w:trPr>
        <w:tc>
          <w:tcPr>
            <w:tcW w:w="1509" w:type="dxa"/>
            <w:vAlign w:val="center"/>
          </w:tcPr>
          <w:p w14:paraId="1C2B1DF8" w14:textId="77777777" w:rsidR="0051610E" w:rsidRPr="0031418B" w:rsidRDefault="0051610E" w:rsidP="00C120FC">
            <w:pPr>
              <w:pStyle w:val="TAC"/>
            </w:pPr>
            <w:r w:rsidRPr="0031418B">
              <w:rPr>
                <w:rFonts w:cs="v5.0.0"/>
              </w:rPr>
              <w:t xml:space="preserve">UTRA TDD in Band b) or </w:t>
            </w:r>
            <w:r w:rsidRPr="0031418B">
              <w:rPr>
                <w:rFonts w:cs="v5.0.0"/>
              </w:rPr>
              <w:br/>
              <w:t>E-UTRA Band 35</w:t>
            </w:r>
          </w:p>
        </w:tc>
        <w:tc>
          <w:tcPr>
            <w:tcW w:w="1683" w:type="dxa"/>
            <w:vAlign w:val="center"/>
          </w:tcPr>
          <w:p w14:paraId="3D297063" w14:textId="77777777" w:rsidR="0051610E" w:rsidRPr="0031418B" w:rsidRDefault="0051610E" w:rsidP="00C120FC">
            <w:pPr>
              <w:pStyle w:val="TAC"/>
            </w:pPr>
            <w:r w:rsidRPr="0031418B">
              <w:rPr>
                <w:lang w:eastAsia="ja-JP"/>
              </w:rPr>
              <w:t>1850 – 1910 MHz</w:t>
            </w:r>
          </w:p>
        </w:tc>
        <w:tc>
          <w:tcPr>
            <w:tcW w:w="953" w:type="dxa"/>
            <w:vAlign w:val="center"/>
          </w:tcPr>
          <w:p w14:paraId="79C94FC4" w14:textId="77777777" w:rsidR="0051610E" w:rsidRPr="0031418B" w:rsidRDefault="0051610E" w:rsidP="00C120FC">
            <w:pPr>
              <w:pStyle w:val="TAC"/>
            </w:pPr>
            <w:r w:rsidRPr="0031418B">
              <w:t>-15 dBm</w:t>
            </w:r>
          </w:p>
        </w:tc>
        <w:tc>
          <w:tcPr>
            <w:tcW w:w="1123" w:type="dxa"/>
            <w:vAlign w:val="center"/>
          </w:tcPr>
          <w:p w14:paraId="3B060F2F" w14:textId="77777777" w:rsidR="0051610E" w:rsidRPr="0031418B" w:rsidRDefault="0051610E" w:rsidP="00C120FC">
            <w:pPr>
              <w:pStyle w:val="TAC"/>
            </w:pPr>
            <w:r w:rsidRPr="0031418B">
              <w:t>2 CW carriers</w:t>
            </w:r>
          </w:p>
        </w:tc>
        <w:tc>
          <w:tcPr>
            <w:tcW w:w="1292" w:type="dxa"/>
            <w:vAlign w:val="center"/>
          </w:tcPr>
          <w:p w14:paraId="72815703" w14:textId="77777777" w:rsidR="0051610E" w:rsidRPr="0031418B" w:rsidRDefault="0051610E" w:rsidP="00C120FC">
            <w:pPr>
              <w:pStyle w:val="TAC"/>
            </w:pPr>
            <w:r w:rsidRPr="0031418B">
              <w:t>1 MHz</w:t>
            </w:r>
          </w:p>
        </w:tc>
        <w:tc>
          <w:tcPr>
            <w:tcW w:w="3304" w:type="dxa"/>
            <w:vAlign w:val="center"/>
          </w:tcPr>
          <w:p w14:paraId="66F3FF3B" w14:textId="77777777" w:rsidR="00E47755" w:rsidRPr="0031418B" w:rsidRDefault="00E47755" w:rsidP="00F0264B">
            <w:pPr>
              <w:pStyle w:val="TAL"/>
              <w:rPr>
                <w:lang w:eastAsia="ja-JP"/>
              </w:rPr>
            </w:pPr>
            <w:r w:rsidRPr="0031418B">
              <w:rPr>
                <w:lang w:eastAsia="ja-JP"/>
              </w:rPr>
              <w:t>This requirement does not apply to the downlink of E-UTRA FDD Repeater operating in band 3 or band 9.</w:t>
            </w:r>
          </w:p>
          <w:p w14:paraId="39935F10" w14:textId="77777777" w:rsidR="0051610E" w:rsidRPr="0031418B" w:rsidRDefault="00E47755" w:rsidP="00F0264B">
            <w:pPr>
              <w:pStyle w:val="TAL"/>
            </w:pPr>
            <w:r w:rsidRPr="0031418B">
              <w:t>This requirement does not apply to</w:t>
            </w:r>
            <w:r w:rsidRPr="0031418B">
              <w:rPr>
                <w:lang w:eastAsia="ja-JP"/>
              </w:rPr>
              <w:t xml:space="preserve"> the uplink</w:t>
            </w:r>
            <w:r w:rsidRPr="0031418B">
              <w:t xml:space="preserve"> of E-UTRA FDD Repeater operating in band 2 or band 25.</w:t>
            </w:r>
          </w:p>
        </w:tc>
      </w:tr>
      <w:tr w:rsidR="00F0264B" w:rsidRPr="0031418B" w14:paraId="5A3D0F50" w14:textId="77777777" w:rsidTr="00371F62">
        <w:trPr>
          <w:jc w:val="center"/>
        </w:trPr>
        <w:tc>
          <w:tcPr>
            <w:tcW w:w="1509" w:type="dxa"/>
            <w:vAlign w:val="center"/>
          </w:tcPr>
          <w:p w14:paraId="158EF618" w14:textId="77777777" w:rsidR="00F0264B" w:rsidRPr="0031418B" w:rsidRDefault="00F0264B" w:rsidP="00C120FC">
            <w:pPr>
              <w:pStyle w:val="TAC"/>
              <w:rPr>
                <w:rFonts w:cs="v5.0.0"/>
              </w:rPr>
            </w:pPr>
            <w:r w:rsidRPr="0031418B">
              <w:rPr>
                <w:rFonts w:cs="v5.0.0"/>
              </w:rPr>
              <w:t xml:space="preserve">UTRA TDD in Band b) or </w:t>
            </w:r>
            <w:r w:rsidRPr="0031418B">
              <w:rPr>
                <w:rFonts w:cs="v5.0.0"/>
              </w:rPr>
              <w:br/>
              <w:t>E-UTRA Band 36</w:t>
            </w:r>
          </w:p>
        </w:tc>
        <w:tc>
          <w:tcPr>
            <w:tcW w:w="1683" w:type="dxa"/>
            <w:vAlign w:val="center"/>
          </w:tcPr>
          <w:p w14:paraId="2883AE2B" w14:textId="77777777" w:rsidR="00F0264B" w:rsidRPr="0031418B" w:rsidRDefault="00F0264B" w:rsidP="00C120FC">
            <w:pPr>
              <w:pStyle w:val="TAC"/>
              <w:rPr>
                <w:lang w:eastAsia="ja-JP"/>
              </w:rPr>
            </w:pPr>
            <w:r w:rsidRPr="0031418B">
              <w:rPr>
                <w:lang w:eastAsia="ja-JP"/>
              </w:rPr>
              <w:t>1930 – 1990 MHz</w:t>
            </w:r>
          </w:p>
        </w:tc>
        <w:tc>
          <w:tcPr>
            <w:tcW w:w="953" w:type="dxa"/>
            <w:vAlign w:val="center"/>
          </w:tcPr>
          <w:p w14:paraId="5EBD6AFB" w14:textId="77777777" w:rsidR="00F0264B" w:rsidRPr="0031418B" w:rsidRDefault="00F0264B" w:rsidP="00C120FC">
            <w:pPr>
              <w:pStyle w:val="TAC"/>
            </w:pPr>
            <w:r w:rsidRPr="0031418B">
              <w:t>-15 dBm</w:t>
            </w:r>
          </w:p>
        </w:tc>
        <w:tc>
          <w:tcPr>
            <w:tcW w:w="1123" w:type="dxa"/>
            <w:vAlign w:val="center"/>
          </w:tcPr>
          <w:p w14:paraId="23BE0457" w14:textId="77777777" w:rsidR="00F0264B" w:rsidRPr="0031418B" w:rsidRDefault="00F0264B" w:rsidP="00C120FC">
            <w:pPr>
              <w:pStyle w:val="TAC"/>
            </w:pPr>
            <w:r w:rsidRPr="0031418B">
              <w:t>2 CW carriers</w:t>
            </w:r>
          </w:p>
        </w:tc>
        <w:tc>
          <w:tcPr>
            <w:tcW w:w="1292" w:type="dxa"/>
            <w:vAlign w:val="center"/>
          </w:tcPr>
          <w:p w14:paraId="4BB93953" w14:textId="77777777" w:rsidR="00F0264B" w:rsidRPr="0031418B" w:rsidRDefault="00F0264B" w:rsidP="00C120FC">
            <w:pPr>
              <w:pStyle w:val="TAC"/>
            </w:pPr>
            <w:r w:rsidRPr="0031418B">
              <w:t>1 MHz</w:t>
            </w:r>
          </w:p>
        </w:tc>
        <w:tc>
          <w:tcPr>
            <w:tcW w:w="3304" w:type="dxa"/>
            <w:vAlign w:val="center"/>
          </w:tcPr>
          <w:p w14:paraId="1BD8F614" w14:textId="77777777" w:rsidR="00F0264B" w:rsidRPr="0031418B" w:rsidRDefault="00F0264B" w:rsidP="009F4760">
            <w:pPr>
              <w:pStyle w:val="TAL"/>
            </w:pPr>
            <w:r w:rsidRPr="0031418B">
              <w:t>This requirement does not apply to the downlink of E-UTRA FDD Repeater operating in band 2 or band 25.</w:t>
            </w:r>
          </w:p>
          <w:p w14:paraId="6D651755" w14:textId="77777777" w:rsidR="00F0264B" w:rsidRPr="0031418B" w:rsidRDefault="00F0264B" w:rsidP="009F4760">
            <w:pPr>
              <w:pStyle w:val="TAL"/>
            </w:pPr>
            <w:r w:rsidRPr="0031418B">
              <w:t>This requirement does not apply to the uplink of E-UTRA FDD Repeater operating in band 1.</w:t>
            </w:r>
          </w:p>
        </w:tc>
      </w:tr>
      <w:tr w:rsidR="00F0264B" w:rsidRPr="0031418B" w14:paraId="0D556737" w14:textId="77777777" w:rsidTr="00371F62">
        <w:trPr>
          <w:jc w:val="center"/>
        </w:trPr>
        <w:tc>
          <w:tcPr>
            <w:tcW w:w="1509" w:type="dxa"/>
            <w:vAlign w:val="center"/>
          </w:tcPr>
          <w:p w14:paraId="73815E94" w14:textId="77777777" w:rsidR="00F0264B" w:rsidRPr="0031418B" w:rsidRDefault="00F0264B" w:rsidP="00C120FC">
            <w:pPr>
              <w:pStyle w:val="TAC"/>
              <w:rPr>
                <w:rFonts w:cs="v5.0.0"/>
              </w:rPr>
            </w:pPr>
            <w:r w:rsidRPr="0031418B">
              <w:rPr>
                <w:rFonts w:cs="v5.0.0"/>
              </w:rPr>
              <w:t xml:space="preserve">UTRA TDD in Band c) or </w:t>
            </w:r>
            <w:r w:rsidRPr="0031418B">
              <w:rPr>
                <w:rFonts w:cs="v5.0.0"/>
              </w:rPr>
              <w:br/>
              <w:t>E-UTRA Band 37</w:t>
            </w:r>
          </w:p>
        </w:tc>
        <w:tc>
          <w:tcPr>
            <w:tcW w:w="1683" w:type="dxa"/>
            <w:vAlign w:val="center"/>
          </w:tcPr>
          <w:p w14:paraId="451650E5" w14:textId="77777777" w:rsidR="00F0264B" w:rsidRPr="0031418B" w:rsidRDefault="00F0264B" w:rsidP="00C120FC">
            <w:pPr>
              <w:pStyle w:val="TAC"/>
              <w:rPr>
                <w:lang w:eastAsia="ja-JP"/>
              </w:rPr>
            </w:pPr>
            <w:r w:rsidRPr="0031418B">
              <w:rPr>
                <w:lang w:eastAsia="ja-JP"/>
              </w:rPr>
              <w:t>1910 - 1930 MHz</w:t>
            </w:r>
          </w:p>
        </w:tc>
        <w:tc>
          <w:tcPr>
            <w:tcW w:w="953" w:type="dxa"/>
            <w:vAlign w:val="center"/>
          </w:tcPr>
          <w:p w14:paraId="042A4839" w14:textId="77777777" w:rsidR="00F0264B" w:rsidRPr="0031418B" w:rsidRDefault="00F0264B" w:rsidP="00C120FC">
            <w:pPr>
              <w:pStyle w:val="TAC"/>
            </w:pPr>
            <w:r w:rsidRPr="0031418B">
              <w:t>-15 dBm</w:t>
            </w:r>
          </w:p>
        </w:tc>
        <w:tc>
          <w:tcPr>
            <w:tcW w:w="1123" w:type="dxa"/>
            <w:vAlign w:val="center"/>
          </w:tcPr>
          <w:p w14:paraId="65215CD1" w14:textId="77777777" w:rsidR="00F0264B" w:rsidRPr="0031418B" w:rsidRDefault="00F0264B" w:rsidP="00C120FC">
            <w:pPr>
              <w:pStyle w:val="TAC"/>
            </w:pPr>
            <w:r w:rsidRPr="0031418B">
              <w:t>2 CW carriers</w:t>
            </w:r>
          </w:p>
        </w:tc>
        <w:tc>
          <w:tcPr>
            <w:tcW w:w="1292" w:type="dxa"/>
            <w:vAlign w:val="center"/>
          </w:tcPr>
          <w:p w14:paraId="4BF29AE9" w14:textId="77777777" w:rsidR="00F0264B" w:rsidRPr="0031418B" w:rsidRDefault="00F0264B" w:rsidP="00C120FC">
            <w:pPr>
              <w:pStyle w:val="TAC"/>
            </w:pPr>
            <w:r w:rsidRPr="0031418B">
              <w:t>1 MHz</w:t>
            </w:r>
          </w:p>
        </w:tc>
        <w:tc>
          <w:tcPr>
            <w:tcW w:w="3304" w:type="dxa"/>
          </w:tcPr>
          <w:p w14:paraId="352DC672" w14:textId="77777777" w:rsidR="00F0264B" w:rsidRPr="0031418B" w:rsidRDefault="00F0264B" w:rsidP="00F0264B">
            <w:pPr>
              <w:pStyle w:val="TAL"/>
            </w:pPr>
            <w:r w:rsidRPr="0031418B">
              <w:t>This requirement does not apply to E-UTRA FDD Repeater operating in band 2 or band 25.</w:t>
            </w:r>
          </w:p>
          <w:p w14:paraId="3822C92C" w14:textId="77777777" w:rsidR="00F0264B" w:rsidRPr="0031418B" w:rsidRDefault="00F0264B" w:rsidP="00F0264B">
            <w:pPr>
              <w:pStyle w:val="TAL"/>
              <w:rPr>
                <w:lang w:eastAsia="ja-JP"/>
              </w:rPr>
            </w:pPr>
            <w:r w:rsidRPr="0031418B">
              <w:rPr>
                <w:lang w:eastAsia="ja-JP"/>
              </w:rPr>
              <w:t>This requirement does not apply to the uplink of E-UTRA FDD Repeater operating in band 1.</w:t>
            </w:r>
          </w:p>
          <w:p w14:paraId="298C7AF2" w14:textId="77777777" w:rsidR="00F0264B" w:rsidRPr="0031418B" w:rsidRDefault="00F0264B" w:rsidP="00F0264B">
            <w:pPr>
              <w:pStyle w:val="TAL"/>
            </w:pPr>
            <w:r w:rsidRPr="0031418B">
              <w:t>This unpaired band is defined in ITU-R M.1036, but is pending any future deployment.</w:t>
            </w:r>
          </w:p>
        </w:tc>
      </w:tr>
      <w:tr w:rsidR="00F0264B" w:rsidRPr="0031418B" w14:paraId="328C8669" w14:textId="77777777" w:rsidTr="00371F62">
        <w:trPr>
          <w:jc w:val="center"/>
        </w:trPr>
        <w:tc>
          <w:tcPr>
            <w:tcW w:w="1509" w:type="dxa"/>
            <w:vAlign w:val="center"/>
          </w:tcPr>
          <w:p w14:paraId="20655F88" w14:textId="77777777" w:rsidR="00F0264B" w:rsidRPr="0031418B" w:rsidRDefault="00F0264B" w:rsidP="00C120FC">
            <w:pPr>
              <w:pStyle w:val="TAC"/>
              <w:rPr>
                <w:rFonts w:cs="v5.0.0"/>
              </w:rPr>
            </w:pPr>
            <w:r w:rsidRPr="0031418B">
              <w:rPr>
                <w:rFonts w:cs="v5.0.0"/>
              </w:rPr>
              <w:t xml:space="preserve">UTRA TDD in Band d) or </w:t>
            </w:r>
            <w:r w:rsidRPr="0031418B">
              <w:rPr>
                <w:rFonts w:cs="v5.0.0"/>
              </w:rPr>
              <w:br/>
              <w:t>E-UTRA Band 38</w:t>
            </w:r>
          </w:p>
        </w:tc>
        <w:tc>
          <w:tcPr>
            <w:tcW w:w="1683" w:type="dxa"/>
            <w:vAlign w:val="center"/>
          </w:tcPr>
          <w:p w14:paraId="6C0EA0DF" w14:textId="77777777" w:rsidR="00F0264B" w:rsidRPr="0031418B" w:rsidRDefault="00F0264B" w:rsidP="00C120FC">
            <w:pPr>
              <w:pStyle w:val="TAC"/>
              <w:rPr>
                <w:lang w:eastAsia="ja-JP"/>
              </w:rPr>
            </w:pPr>
            <w:r w:rsidRPr="0031418B">
              <w:rPr>
                <w:lang w:eastAsia="ja-JP"/>
              </w:rPr>
              <w:t>2570 – 2620 MHz</w:t>
            </w:r>
          </w:p>
        </w:tc>
        <w:tc>
          <w:tcPr>
            <w:tcW w:w="953" w:type="dxa"/>
            <w:vAlign w:val="center"/>
          </w:tcPr>
          <w:p w14:paraId="083E7B42" w14:textId="77777777" w:rsidR="00F0264B" w:rsidRPr="0031418B" w:rsidRDefault="00F0264B" w:rsidP="00C120FC">
            <w:pPr>
              <w:pStyle w:val="TAC"/>
            </w:pPr>
            <w:r w:rsidRPr="0031418B">
              <w:t>-15 dBm</w:t>
            </w:r>
          </w:p>
        </w:tc>
        <w:tc>
          <w:tcPr>
            <w:tcW w:w="1123" w:type="dxa"/>
            <w:vAlign w:val="center"/>
          </w:tcPr>
          <w:p w14:paraId="600B4A59" w14:textId="77777777" w:rsidR="00F0264B" w:rsidRPr="0031418B" w:rsidRDefault="00F0264B" w:rsidP="00C120FC">
            <w:pPr>
              <w:pStyle w:val="TAC"/>
            </w:pPr>
            <w:r w:rsidRPr="0031418B">
              <w:t>2 CW carriers</w:t>
            </w:r>
          </w:p>
        </w:tc>
        <w:tc>
          <w:tcPr>
            <w:tcW w:w="1292" w:type="dxa"/>
            <w:vAlign w:val="center"/>
          </w:tcPr>
          <w:p w14:paraId="2C301B17" w14:textId="77777777" w:rsidR="00F0264B" w:rsidRPr="0031418B" w:rsidRDefault="00F0264B" w:rsidP="00C120FC">
            <w:pPr>
              <w:pStyle w:val="TAC"/>
            </w:pPr>
            <w:r w:rsidRPr="0031418B">
              <w:t>1 MHz</w:t>
            </w:r>
          </w:p>
        </w:tc>
        <w:tc>
          <w:tcPr>
            <w:tcW w:w="3304" w:type="dxa"/>
            <w:vAlign w:val="center"/>
          </w:tcPr>
          <w:p w14:paraId="4C8C0444" w14:textId="77777777" w:rsidR="00F0264B" w:rsidRPr="0031418B" w:rsidRDefault="00F0264B" w:rsidP="00F0264B">
            <w:pPr>
              <w:pStyle w:val="TAL"/>
            </w:pPr>
            <w:r w:rsidRPr="0031418B">
              <w:t>This requirement does not apply to the uplink E-UTRA FDD Repeater operating in band 7.</w:t>
            </w:r>
          </w:p>
        </w:tc>
      </w:tr>
      <w:tr w:rsidR="00F0264B" w:rsidRPr="0031418B" w14:paraId="2C7160BC" w14:textId="77777777" w:rsidTr="00371F62">
        <w:trPr>
          <w:jc w:val="center"/>
        </w:trPr>
        <w:tc>
          <w:tcPr>
            <w:tcW w:w="1509" w:type="dxa"/>
            <w:vAlign w:val="center"/>
          </w:tcPr>
          <w:p w14:paraId="540D3E96" w14:textId="77777777" w:rsidR="00F0264B" w:rsidRPr="0031418B" w:rsidRDefault="00F0264B" w:rsidP="00C120FC">
            <w:pPr>
              <w:pStyle w:val="TAC"/>
              <w:rPr>
                <w:rFonts w:cs="v5.0.0"/>
              </w:rPr>
            </w:pPr>
            <w:r w:rsidRPr="0031418B">
              <w:lastRenderedPageBreak/>
              <w:t>UTRA TDD Band f) or</w:t>
            </w:r>
            <w:r w:rsidRPr="0031418B">
              <w:br/>
              <w:t>E-UTRA Band 3</w:t>
            </w:r>
            <w:r w:rsidRPr="0031418B">
              <w:rPr>
                <w:lang w:eastAsia="zh-CN"/>
              </w:rPr>
              <w:t>9</w:t>
            </w:r>
          </w:p>
        </w:tc>
        <w:tc>
          <w:tcPr>
            <w:tcW w:w="1683" w:type="dxa"/>
            <w:vAlign w:val="center"/>
          </w:tcPr>
          <w:p w14:paraId="1B26F588" w14:textId="77777777" w:rsidR="00F0264B" w:rsidRPr="0031418B" w:rsidRDefault="00F0264B" w:rsidP="00C120FC">
            <w:pPr>
              <w:pStyle w:val="TAC"/>
              <w:rPr>
                <w:lang w:eastAsia="ja-JP"/>
              </w:rPr>
            </w:pPr>
            <w:r w:rsidRPr="0031418B">
              <w:rPr>
                <w:lang w:eastAsia="zh-CN"/>
              </w:rPr>
              <w:t xml:space="preserve">1880 </w:t>
            </w:r>
            <w:r w:rsidRPr="0031418B">
              <w:rPr>
                <w:lang w:eastAsia="ja-JP"/>
              </w:rPr>
              <w:t xml:space="preserve">– </w:t>
            </w:r>
            <w:r w:rsidRPr="0031418B">
              <w:rPr>
                <w:lang w:eastAsia="zh-CN"/>
              </w:rPr>
              <w:t>1920 MHz</w:t>
            </w:r>
          </w:p>
        </w:tc>
        <w:tc>
          <w:tcPr>
            <w:tcW w:w="953" w:type="dxa"/>
            <w:vAlign w:val="center"/>
          </w:tcPr>
          <w:p w14:paraId="40A6319B" w14:textId="77777777" w:rsidR="00F0264B" w:rsidRPr="0031418B" w:rsidRDefault="00F0264B" w:rsidP="00C120FC">
            <w:pPr>
              <w:pStyle w:val="TAC"/>
            </w:pPr>
            <w:r w:rsidRPr="0031418B">
              <w:t>-15 dBm</w:t>
            </w:r>
          </w:p>
        </w:tc>
        <w:tc>
          <w:tcPr>
            <w:tcW w:w="1123" w:type="dxa"/>
            <w:vAlign w:val="center"/>
          </w:tcPr>
          <w:p w14:paraId="42C9E0EC" w14:textId="77777777" w:rsidR="00F0264B" w:rsidRPr="0031418B" w:rsidRDefault="00F0264B" w:rsidP="00C120FC">
            <w:pPr>
              <w:pStyle w:val="TAC"/>
            </w:pPr>
            <w:r w:rsidRPr="0031418B">
              <w:t>2 CW carriers</w:t>
            </w:r>
          </w:p>
        </w:tc>
        <w:tc>
          <w:tcPr>
            <w:tcW w:w="1292" w:type="dxa"/>
            <w:vAlign w:val="center"/>
          </w:tcPr>
          <w:p w14:paraId="55C6A0DD" w14:textId="77777777" w:rsidR="00F0264B" w:rsidRPr="0031418B" w:rsidRDefault="00F0264B" w:rsidP="00C120FC">
            <w:pPr>
              <w:pStyle w:val="TAC"/>
            </w:pPr>
            <w:r w:rsidRPr="0031418B">
              <w:t>1 MHz</w:t>
            </w:r>
          </w:p>
        </w:tc>
        <w:tc>
          <w:tcPr>
            <w:tcW w:w="3304" w:type="dxa"/>
            <w:vAlign w:val="center"/>
          </w:tcPr>
          <w:p w14:paraId="4016240A" w14:textId="77777777" w:rsidR="00F0264B" w:rsidRPr="0031418B" w:rsidRDefault="00F0264B" w:rsidP="00F0264B">
            <w:pPr>
              <w:pStyle w:val="TAL"/>
            </w:pPr>
            <w:r w:rsidRPr="0031418B">
              <w:rPr>
                <w:lang w:eastAsia="ja-JP"/>
              </w:rPr>
              <w:t>This requirement does not apply to E-UTRA FDD Repeater operating in band 1, band 2 or band 25.</w:t>
            </w:r>
          </w:p>
        </w:tc>
      </w:tr>
      <w:tr w:rsidR="00F0264B" w:rsidRPr="0031418B" w14:paraId="451DAA67" w14:textId="77777777" w:rsidTr="00371F62">
        <w:trPr>
          <w:jc w:val="center"/>
        </w:trPr>
        <w:tc>
          <w:tcPr>
            <w:tcW w:w="1509" w:type="dxa"/>
            <w:vAlign w:val="center"/>
          </w:tcPr>
          <w:p w14:paraId="1498E29E" w14:textId="77777777" w:rsidR="00F0264B" w:rsidRPr="0031418B" w:rsidRDefault="00F0264B" w:rsidP="00C120FC">
            <w:pPr>
              <w:pStyle w:val="TAC"/>
            </w:pPr>
            <w:r w:rsidRPr="0031418B">
              <w:t>UTRA TDD Band e) or</w:t>
            </w:r>
            <w:r w:rsidRPr="0031418B">
              <w:br/>
              <w:t xml:space="preserve">E-UTRA Band </w:t>
            </w:r>
            <w:r w:rsidRPr="0031418B">
              <w:rPr>
                <w:lang w:eastAsia="zh-CN"/>
              </w:rPr>
              <w:t>40</w:t>
            </w:r>
          </w:p>
        </w:tc>
        <w:tc>
          <w:tcPr>
            <w:tcW w:w="1683" w:type="dxa"/>
            <w:vAlign w:val="center"/>
          </w:tcPr>
          <w:p w14:paraId="483A8477" w14:textId="77777777" w:rsidR="00F0264B" w:rsidRPr="0031418B" w:rsidRDefault="00F0264B" w:rsidP="00C120FC">
            <w:pPr>
              <w:pStyle w:val="TAC"/>
              <w:rPr>
                <w:lang w:eastAsia="zh-CN"/>
              </w:rPr>
            </w:pPr>
            <w:r w:rsidRPr="0031418B">
              <w:rPr>
                <w:lang w:eastAsia="zh-CN"/>
              </w:rPr>
              <w:t xml:space="preserve">2300 </w:t>
            </w:r>
            <w:r w:rsidRPr="0031418B">
              <w:rPr>
                <w:lang w:eastAsia="ja-JP"/>
              </w:rPr>
              <w:t xml:space="preserve">– </w:t>
            </w:r>
            <w:r w:rsidRPr="0031418B">
              <w:rPr>
                <w:lang w:eastAsia="zh-CN"/>
              </w:rPr>
              <w:t>2400 MHz</w:t>
            </w:r>
          </w:p>
        </w:tc>
        <w:tc>
          <w:tcPr>
            <w:tcW w:w="953" w:type="dxa"/>
            <w:vAlign w:val="center"/>
          </w:tcPr>
          <w:p w14:paraId="07F8A47F" w14:textId="77777777" w:rsidR="00F0264B" w:rsidRPr="0031418B" w:rsidRDefault="00F0264B" w:rsidP="00C45AB9">
            <w:pPr>
              <w:pStyle w:val="TAC"/>
            </w:pPr>
            <w:r w:rsidRPr="0031418B">
              <w:t>-15 dBm</w:t>
            </w:r>
          </w:p>
        </w:tc>
        <w:tc>
          <w:tcPr>
            <w:tcW w:w="1123" w:type="dxa"/>
            <w:vAlign w:val="center"/>
          </w:tcPr>
          <w:p w14:paraId="68CB58C0" w14:textId="77777777" w:rsidR="00F0264B" w:rsidRPr="0031418B" w:rsidRDefault="00F0264B" w:rsidP="00C45AB9">
            <w:pPr>
              <w:pStyle w:val="TAC"/>
            </w:pPr>
            <w:r w:rsidRPr="0031418B">
              <w:t>2 CW carriers</w:t>
            </w:r>
          </w:p>
        </w:tc>
        <w:tc>
          <w:tcPr>
            <w:tcW w:w="1292" w:type="dxa"/>
            <w:vAlign w:val="center"/>
          </w:tcPr>
          <w:p w14:paraId="5C18BBEE" w14:textId="77777777" w:rsidR="00F0264B" w:rsidRPr="0031418B" w:rsidRDefault="00F0264B" w:rsidP="00C45AB9">
            <w:pPr>
              <w:pStyle w:val="TAC"/>
            </w:pPr>
            <w:r w:rsidRPr="0031418B">
              <w:t>1 MHz</w:t>
            </w:r>
          </w:p>
        </w:tc>
        <w:tc>
          <w:tcPr>
            <w:tcW w:w="3304" w:type="dxa"/>
            <w:vAlign w:val="center"/>
          </w:tcPr>
          <w:p w14:paraId="3BEE6ECE" w14:textId="77777777" w:rsidR="00F0264B" w:rsidRPr="0031418B" w:rsidRDefault="009F4760" w:rsidP="009F4760">
            <w:pPr>
              <w:pStyle w:val="TAL"/>
            </w:pPr>
            <w:r w:rsidRPr="0031418B">
              <w:t>This requirement does not apply to E-UTRA FDD Repeater operating in band 30.</w:t>
            </w:r>
          </w:p>
        </w:tc>
      </w:tr>
      <w:tr w:rsidR="00F0264B" w:rsidRPr="0031418B" w14:paraId="034963FC" w14:textId="77777777" w:rsidTr="00371F62">
        <w:trPr>
          <w:jc w:val="center"/>
        </w:trPr>
        <w:tc>
          <w:tcPr>
            <w:tcW w:w="1509" w:type="dxa"/>
            <w:vAlign w:val="center"/>
          </w:tcPr>
          <w:p w14:paraId="1E1F1BE5" w14:textId="77777777" w:rsidR="00F0264B" w:rsidRPr="0031418B" w:rsidRDefault="00F0264B" w:rsidP="00371F62">
            <w:pPr>
              <w:pStyle w:val="TAC"/>
              <w:ind w:left="284"/>
            </w:pPr>
            <w:r w:rsidRPr="0031418B">
              <w:t>E-UTRA Band 41</w:t>
            </w:r>
          </w:p>
        </w:tc>
        <w:tc>
          <w:tcPr>
            <w:tcW w:w="1683" w:type="dxa"/>
            <w:vAlign w:val="center"/>
          </w:tcPr>
          <w:p w14:paraId="2A7DD7F1" w14:textId="77777777" w:rsidR="00F0264B" w:rsidRPr="0031418B" w:rsidRDefault="00F0264B" w:rsidP="00371F62">
            <w:pPr>
              <w:pStyle w:val="TAC"/>
              <w:ind w:left="38"/>
              <w:rPr>
                <w:lang w:eastAsia="zh-CN"/>
              </w:rPr>
            </w:pPr>
            <w:r w:rsidRPr="0031418B">
              <w:t>2496 – 2690 MHz</w:t>
            </w:r>
          </w:p>
        </w:tc>
        <w:tc>
          <w:tcPr>
            <w:tcW w:w="953" w:type="dxa"/>
            <w:vAlign w:val="center"/>
          </w:tcPr>
          <w:p w14:paraId="38D1F16C" w14:textId="77777777" w:rsidR="00F0264B" w:rsidRPr="0031418B" w:rsidRDefault="00F0264B" w:rsidP="00C45AB9">
            <w:pPr>
              <w:pStyle w:val="TAC"/>
            </w:pPr>
            <w:r w:rsidRPr="0031418B">
              <w:t>-15 dBm</w:t>
            </w:r>
          </w:p>
        </w:tc>
        <w:tc>
          <w:tcPr>
            <w:tcW w:w="1123" w:type="dxa"/>
            <w:vAlign w:val="center"/>
          </w:tcPr>
          <w:p w14:paraId="692790E7" w14:textId="77777777" w:rsidR="00F0264B" w:rsidRPr="0031418B" w:rsidRDefault="00F0264B" w:rsidP="00C45AB9">
            <w:pPr>
              <w:pStyle w:val="TAC"/>
            </w:pPr>
            <w:r w:rsidRPr="0031418B">
              <w:t>2 CW carriers</w:t>
            </w:r>
          </w:p>
        </w:tc>
        <w:tc>
          <w:tcPr>
            <w:tcW w:w="1292" w:type="dxa"/>
            <w:vAlign w:val="center"/>
          </w:tcPr>
          <w:p w14:paraId="2DEED180" w14:textId="77777777" w:rsidR="00F0264B" w:rsidRPr="0031418B" w:rsidRDefault="00F0264B" w:rsidP="00C45AB9">
            <w:pPr>
              <w:pStyle w:val="TAC"/>
            </w:pPr>
            <w:r w:rsidRPr="0031418B">
              <w:t>1 MHz</w:t>
            </w:r>
          </w:p>
        </w:tc>
        <w:tc>
          <w:tcPr>
            <w:tcW w:w="3304" w:type="dxa"/>
            <w:vAlign w:val="center"/>
          </w:tcPr>
          <w:p w14:paraId="3DE7DE56" w14:textId="77777777" w:rsidR="00F0264B" w:rsidRPr="0031418B" w:rsidRDefault="00F0264B" w:rsidP="00F0264B">
            <w:pPr>
              <w:pStyle w:val="TAL"/>
            </w:pPr>
            <w:r w:rsidRPr="0031418B">
              <w:t>This requirement does not apply to E-UTRA FDD Repeater operating in band 7.</w:t>
            </w:r>
          </w:p>
        </w:tc>
      </w:tr>
      <w:tr w:rsidR="00F0264B" w:rsidRPr="0031418B" w14:paraId="23A72A7D" w14:textId="77777777" w:rsidTr="00371F62">
        <w:trPr>
          <w:jc w:val="center"/>
        </w:trPr>
        <w:tc>
          <w:tcPr>
            <w:tcW w:w="1509" w:type="dxa"/>
            <w:vAlign w:val="center"/>
          </w:tcPr>
          <w:p w14:paraId="318D6CC0" w14:textId="77777777" w:rsidR="00F0264B" w:rsidRPr="0031418B" w:rsidRDefault="00F0264B" w:rsidP="00371F62">
            <w:pPr>
              <w:pStyle w:val="TAC"/>
              <w:ind w:left="284"/>
            </w:pPr>
            <w:r w:rsidRPr="0031418B">
              <w:t>E-UTRA Band 42</w:t>
            </w:r>
          </w:p>
        </w:tc>
        <w:tc>
          <w:tcPr>
            <w:tcW w:w="1683" w:type="dxa"/>
            <w:vAlign w:val="center"/>
          </w:tcPr>
          <w:p w14:paraId="1991D00E" w14:textId="77777777" w:rsidR="00F0264B" w:rsidRPr="0031418B" w:rsidRDefault="00F0264B" w:rsidP="00371F62">
            <w:pPr>
              <w:pStyle w:val="TAC"/>
              <w:ind w:left="38"/>
              <w:rPr>
                <w:lang w:eastAsia="zh-CN"/>
              </w:rPr>
            </w:pPr>
            <w:r w:rsidRPr="0031418B">
              <w:t>3400 – 3600 MHz</w:t>
            </w:r>
          </w:p>
        </w:tc>
        <w:tc>
          <w:tcPr>
            <w:tcW w:w="953" w:type="dxa"/>
            <w:vAlign w:val="center"/>
          </w:tcPr>
          <w:p w14:paraId="09E76C73" w14:textId="77777777" w:rsidR="00F0264B" w:rsidRPr="0031418B" w:rsidRDefault="00F0264B" w:rsidP="00C45AB9">
            <w:pPr>
              <w:pStyle w:val="TAC"/>
            </w:pPr>
            <w:r w:rsidRPr="0031418B">
              <w:t>-15 dBm</w:t>
            </w:r>
          </w:p>
        </w:tc>
        <w:tc>
          <w:tcPr>
            <w:tcW w:w="1123" w:type="dxa"/>
            <w:vAlign w:val="center"/>
          </w:tcPr>
          <w:p w14:paraId="0E383692" w14:textId="77777777" w:rsidR="00F0264B" w:rsidRPr="0031418B" w:rsidRDefault="00F0264B" w:rsidP="00C45AB9">
            <w:pPr>
              <w:pStyle w:val="TAC"/>
            </w:pPr>
            <w:r w:rsidRPr="0031418B">
              <w:t>2 CW carriers</w:t>
            </w:r>
          </w:p>
        </w:tc>
        <w:tc>
          <w:tcPr>
            <w:tcW w:w="1292" w:type="dxa"/>
            <w:vAlign w:val="center"/>
          </w:tcPr>
          <w:p w14:paraId="1D923AC2" w14:textId="77777777" w:rsidR="00F0264B" w:rsidRPr="0031418B" w:rsidRDefault="00F0264B" w:rsidP="00C45AB9">
            <w:pPr>
              <w:pStyle w:val="TAC"/>
            </w:pPr>
            <w:r w:rsidRPr="0031418B">
              <w:t>1 MHz</w:t>
            </w:r>
          </w:p>
        </w:tc>
        <w:tc>
          <w:tcPr>
            <w:tcW w:w="3304" w:type="dxa"/>
            <w:vAlign w:val="center"/>
          </w:tcPr>
          <w:p w14:paraId="0DE4F567" w14:textId="77777777" w:rsidR="00F0264B" w:rsidRPr="0031418B" w:rsidRDefault="00F0264B" w:rsidP="00F0264B">
            <w:pPr>
              <w:pStyle w:val="TAL"/>
            </w:pPr>
            <w:r w:rsidRPr="0031418B">
              <w:t>This requirement does not apply to E-UTRA FDD Repeater operating in band 22.</w:t>
            </w:r>
          </w:p>
        </w:tc>
      </w:tr>
      <w:tr w:rsidR="00F0264B" w:rsidRPr="0031418B" w14:paraId="479D3B6D" w14:textId="77777777" w:rsidTr="00371F62">
        <w:trPr>
          <w:jc w:val="center"/>
        </w:trPr>
        <w:tc>
          <w:tcPr>
            <w:tcW w:w="1509" w:type="dxa"/>
            <w:vAlign w:val="center"/>
          </w:tcPr>
          <w:p w14:paraId="5F15CE7B" w14:textId="77777777" w:rsidR="00F0264B" w:rsidRPr="0031418B" w:rsidRDefault="00F0264B" w:rsidP="00371F62">
            <w:pPr>
              <w:pStyle w:val="TAC"/>
              <w:ind w:left="284"/>
            </w:pPr>
            <w:r w:rsidRPr="0031418B">
              <w:t>E-UTRA Band 43</w:t>
            </w:r>
          </w:p>
        </w:tc>
        <w:tc>
          <w:tcPr>
            <w:tcW w:w="1683" w:type="dxa"/>
            <w:vAlign w:val="center"/>
          </w:tcPr>
          <w:p w14:paraId="629F330D" w14:textId="77777777" w:rsidR="00F0264B" w:rsidRPr="0031418B" w:rsidRDefault="00F0264B" w:rsidP="00371F62">
            <w:pPr>
              <w:pStyle w:val="TAC"/>
              <w:ind w:left="38"/>
              <w:rPr>
                <w:lang w:eastAsia="zh-CN"/>
              </w:rPr>
            </w:pPr>
            <w:r w:rsidRPr="0031418B">
              <w:t>3600 – 3800 MHz</w:t>
            </w:r>
          </w:p>
        </w:tc>
        <w:tc>
          <w:tcPr>
            <w:tcW w:w="953" w:type="dxa"/>
            <w:vAlign w:val="center"/>
          </w:tcPr>
          <w:p w14:paraId="107668EB" w14:textId="77777777" w:rsidR="00F0264B" w:rsidRPr="0031418B" w:rsidRDefault="00F0264B" w:rsidP="00C45AB9">
            <w:pPr>
              <w:pStyle w:val="TAC"/>
            </w:pPr>
            <w:r w:rsidRPr="0031418B">
              <w:t>-15 dBm</w:t>
            </w:r>
          </w:p>
        </w:tc>
        <w:tc>
          <w:tcPr>
            <w:tcW w:w="1123" w:type="dxa"/>
            <w:vAlign w:val="center"/>
          </w:tcPr>
          <w:p w14:paraId="29A3C821" w14:textId="77777777" w:rsidR="00F0264B" w:rsidRPr="0031418B" w:rsidRDefault="00F0264B" w:rsidP="00C45AB9">
            <w:pPr>
              <w:pStyle w:val="TAC"/>
            </w:pPr>
            <w:r w:rsidRPr="0031418B">
              <w:t>2 CW carriers</w:t>
            </w:r>
          </w:p>
        </w:tc>
        <w:tc>
          <w:tcPr>
            <w:tcW w:w="1292" w:type="dxa"/>
            <w:vAlign w:val="center"/>
          </w:tcPr>
          <w:p w14:paraId="0B415BC7" w14:textId="77777777" w:rsidR="00F0264B" w:rsidRPr="0031418B" w:rsidRDefault="00F0264B" w:rsidP="00C45AB9">
            <w:pPr>
              <w:pStyle w:val="TAC"/>
            </w:pPr>
            <w:r w:rsidRPr="0031418B">
              <w:t>1 MHz</w:t>
            </w:r>
          </w:p>
        </w:tc>
        <w:tc>
          <w:tcPr>
            <w:tcW w:w="3304" w:type="dxa"/>
            <w:vAlign w:val="center"/>
          </w:tcPr>
          <w:p w14:paraId="656AA733" w14:textId="77777777" w:rsidR="00F0264B" w:rsidRPr="0031418B" w:rsidRDefault="00F0264B" w:rsidP="00F0264B">
            <w:pPr>
              <w:pStyle w:val="TAL"/>
            </w:pPr>
          </w:p>
        </w:tc>
      </w:tr>
      <w:tr w:rsidR="009F4760" w:rsidRPr="0031418B" w14:paraId="2D9C0D53" w14:textId="77777777" w:rsidTr="00371F62">
        <w:trPr>
          <w:jc w:val="center"/>
        </w:trPr>
        <w:tc>
          <w:tcPr>
            <w:tcW w:w="1509" w:type="dxa"/>
            <w:vAlign w:val="center"/>
          </w:tcPr>
          <w:p w14:paraId="75FD8DA6" w14:textId="77777777" w:rsidR="009F4760" w:rsidRPr="0031418B" w:rsidRDefault="009F4760" w:rsidP="009F4760">
            <w:pPr>
              <w:pStyle w:val="TAC"/>
            </w:pPr>
            <w:r w:rsidRPr="0031418B">
              <w:rPr>
                <w:lang w:val="sv-SE"/>
              </w:rPr>
              <w:t>E-UTRA Band 44</w:t>
            </w:r>
          </w:p>
        </w:tc>
        <w:tc>
          <w:tcPr>
            <w:tcW w:w="1683" w:type="dxa"/>
            <w:vAlign w:val="center"/>
          </w:tcPr>
          <w:p w14:paraId="1B301D55" w14:textId="77777777" w:rsidR="009F4760" w:rsidRPr="0031418B" w:rsidRDefault="009F4760" w:rsidP="009F4760">
            <w:pPr>
              <w:pStyle w:val="TAC"/>
            </w:pPr>
            <w:r w:rsidRPr="0031418B">
              <w:rPr>
                <w:noProof/>
              </w:rPr>
              <w:t>703 - 803 MHz</w:t>
            </w:r>
          </w:p>
        </w:tc>
        <w:tc>
          <w:tcPr>
            <w:tcW w:w="953" w:type="dxa"/>
            <w:vAlign w:val="center"/>
          </w:tcPr>
          <w:p w14:paraId="1FE1FB74" w14:textId="77777777" w:rsidR="009F4760" w:rsidRPr="0031418B" w:rsidRDefault="009F4760" w:rsidP="009F4760">
            <w:pPr>
              <w:pStyle w:val="TAC"/>
            </w:pPr>
            <w:r w:rsidRPr="0031418B">
              <w:rPr>
                <w:noProof/>
              </w:rPr>
              <w:t>-15 dBm</w:t>
            </w:r>
          </w:p>
        </w:tc>
        <w:tc>
          <w:tcPr>
            <w:tcW w:w="1123" w:type="dxa"/>
            <w:vAlign w:val="center"/>
          </w:tcPr>
          <w:p w14:paraId="3B78661C" w14:textId="77777777" w:rsidR="009F4760" w:rsidRPr="0031418B" w:rsidRDefault="009F4760" w:rsidP="009F4760">
            <w:pPr>
              <w:pStyle w:val="TAC"/>
            </w:pPr>
            <w:r w:rsidRPr="0031418B">
              <w:rPr>
                <w:noProof/>
              </w:rPr>
              <w:t>2 CW carriers</w:t>
            </w:r>
          </w:p>
        </w:tc>
        <w:tc>
          <w:tcPr>
            <w:tcW w:w="1292" w:type="dxa"/>
            <w:vAlign w:val="center"/>
          </w:tcPr>
          <w:p w14:paraId="14F21944" w14:textId="77777777" w:rsidR="009F4760" w:rsidRPr="0031418B" w:rsidRDefault="009F4760" w:rsidP="009F4760">
            <w:pPr>
              <w:pStyle w:val="TAC"/>
            </w:pPr>
            <w:r w:rsidRPr="0031418B">
              <w:rPr>
                <w:noProof/>
              </w:rPr>
              <w:t>1 MHz</w:t>
            </w:r>
          </w:p>
        </w:tc>
        <w:tc>
          <w:tcPr>
            <w:tcW w:w="3304" w:type="dxa"/>
            <w:vAlign w:val="center"/>
          </w:tcPr>
          <w:p w14:paraId="26BFF80F" w14:textId="77777777" w:rsidR="009F4760" w:rsidRPr="0031418B" w:rsidRDefault="009F4760" w:rsidP="009F4760">
            <w:pPr>
              <w:pStyle w:val="TAL"/>
            </w:pPr>
            <w:r w:rsidRPr="0031418B">
              <w:t>This requirement does not apply to E-UTRA FDD Repeater operating in band 28.</w:t>
            </w:r>
          </w:p>
        </w:tc>
      </w:tr>
      <w:tr w:rsidR="00A74094" w:rsidRPr="0031418B" w14:paraId="0C91D364" w14:textId="77777777" w:rsidTr="00371F62">
        <w:trPr>
          <w:jc w:val="center"/>
        </w:trPr>
        <w:tc>
          <w:tcPr>
            <w:tcW w:w="1509" w:type="dxa"/>
            <w:vAlign w:val="center"/>
          </w:tcPr>
          <w:p w14:paraId="56B7F3A1" w14:textId="77777777" w:rsidR="00A74094" w:rsidRPr="0031418B" w:rsidRDefault="00A74094" w:rsidP="009F4760">
            <w:pPr>
              <w:pStyle w:val="TAC"/>
              <w:rPr>
                <w:lang w:val="sv-SE"/>
              </w:rPr>
            </w:pPr>
            <w:r w:rsidRPr="0031418B">
              <w:rPr>
                <w:lang w:val="sv-SE"/>
              </w:rPr>
              <w:t>E</w:t>
            </w:r>
            <w:r w:rsidRPr="0031418B">
              <w:rPr>
                <w:lang w:val="sv-SE"/>
              </w:rPr>
              <w:noBreakHyphen/>
              <w:t>UTRA Band 72</w:t>
            </w:r>
          </w:p>
        </w:tc>
        <w:tc>
          <w:tcPr>
            <w:tcW w:w="1683" w:type="dxa"/>
            <w:vAlign w:val="center"/>
          </w:tcPr>
          <w:p w14:paraId="6A0A5674" w14:textId="77777777" w:rsidR="00A74094" w:rsidRPr="0031418B" w:rsidRDefault="00A74094" w:rsidP="009F4760">
            <w:pPr>
              <w:pStyle w:val="TAC"/>
              <w:rPr>
                <w:noProof/>
              </w:rPr>
            </w:pPr>
            <w:r w:rsidRPr="0031418B">
              <w:rPr>
                <w:noProof/>
              </w:rPr>
              <w:t>451 – 456 MHz</w:t>
            </w:r>
          </w:p>
        </w:tc>
        <w:tc>
          <w:tcPr>
            <w:tcW w:w="953" w:type="dxa"/>
            <w:vAlign w:val="center"/>
          </w:tcPr>
          <w:p w14:paraId="29A3A0B8" w14:textId="77777777" w:rsidR="00A74094" w:rsidRPr="0031418B" w:rsidRDefault="00A74094" w:rsidP="009F4760">
            <w:pPr>
              <w:pStyle w:val="TAC"/>
              <w:rPr>
                <w:noProof/>
              </w:rPr>
            </w:pPr>
            <w:r w:rsidRPr="0031418B">
              <w:rPr>
                <w:noProof/>
              </w:rPr>
              <w:t>-15 dBm</w:t>
            </w:r>
          </w:p>
        </w:tc>
        <w:tc>
          <w:tcPr>
            <w:tcW w:w="1123" w:type="dxa"/>
            <w:vAlign w:val="center"/>
          </w:tcPr>
          <w:p w14:paraId="055980FF" w14:textId="77777777" w:rsidR="00A74094" w:rsidRPr="0031418B" w:rsidRDefault="00A74094" w:rsidP="009F4760">
            <w:pPr>
              <w:pStyle w:val="TAC"/>
              <w:rPr>
                <w:noProof/>
              </w:rPr>
            </w:pPr>
            <w:r w:rsidRPr="0031418B">
              <w:rPr>
                <w:noProof/>
              </w:rPr>
              <w:t>2 CW carriers</w:t>
            </w:r>
          </w:p>
        </w:tc>
        <w:tc>
          <w:tcPr>
            <w:tcW w:w="1292" w:type="dxa"/>
            <w:vAlign w:val="center"/>
          </w:tcPr>
          <w:p w14:paraId="55B67B6B" w14:textId="77777777" w:rsidR="00A74094" w:rsidRPr="0031418B" w:rsidRDefault="00A74094" w:rsidP="009F4760">
            <w:pPr>
              <w:pStyle w:val="TAC"/>
              <w:rPr>
                <w:noProof/>
              </w:rPr>
            </w:pPr>
            <w:r w:rsidRPr="0031418B">
              <w:rPr>
                <w:noProof/>
              </w:rPr>
              <w:t>1 MHz</w:t>
            </w:r>
          </w:p>
        </w:tc>
        <w:tc>
          <w:tcPr>
            <w:tcW w:w="3304" w:type="dxa"/>
            <w:vAlign w:val="center"/>
          </w:tcPr>
          <w:p w14:paraId="54A9AE55" w14:textId="77777777" w:rsidR="00A74094" w:rsidRPr="0031418B" w:rsidRDefault="00A74094" w:rsidP="009F4760">
            <w:pPr>
              <w:pStyle w:val="TAL"/>
            </w:pPr>
            <w:r w:rsidRPr="0031418B">
              <w:t>This requirement does not apply to E-UTRA FDD Repeater operating in band 31 or band 72, since it is already covered by the requirement in sub-clause 11.1.</w:t>
            </w:r>
          </w:p>
        </w:tc>
      </w:tr>
    </w:tbl>
    <w:p w14:paraId="51675501" w14:textId="77777777" w:rsidR="00BF2993" w:rsidRPr="0031418B" w:rsidRDefault="00BF2993" w:rsidP="00BF2993"/>
    <w:p w14:paraId="0434F19E" w14:textId="77777777" w:rsidR="00BF2993" w:rsidRPr="0031418B" w:rsidRDefault="00BF2993" w:rsidP="006C429B">
      <w:pPr>
        <w:pStyle w:val="NO"/>
      </w:pPr>
      <w:r w:rsidRPr="0031418B">
        <w:t>NOTE 1:</w:t>
      </w:r>
      <w:r w:rsidRPr="0031418B">
        <w:tab/>
        <w:t xml:space="preserve">The co-existence requirements in </w:t>
      </w:r>
      <w:r w:rsidRPr="0031418B">
        <w:rPr>
          <w:rFonts w:eastAsia="Osaka" w:cs="v4.1.0"/>
        </w:rPr>
        <w:t>Table</w:t>
      </w:r>
      <w:r w:rsidRPr="0031418B">
        <w:t> </w:t>
      </w:r>
      <w:r w:rsidRPr="0031418B">
        <w:rPr>
          <w:rFonts w:eastAsia="Osaka" w:cs="v4.1.0"/>
          <w:lang w:eastAsia="ja-JP"/>
        </w:rPr>
        <w:t>11.3.1-1</w:t>
      </w:r>
      <w:r w:rsidRPr="0031418B">
        <w:t xml:space="preserve"> do not apply when the repeaters pass band frequency range is adjacent to the </w:t>
      </w:r>
      <w:r w:rsidR="00D52DF9" w:rsidRPr="0031418B">
        <w:t>frequency range</w:t>
      </w:r>
      <w:r w:rsidR="00D52DF9" w:rsidRPr="0031418B" w:rsidDel="00D52DF9">
        <w:t xml:space="preserve"> </w:t>
      </w:r>
      <w:r w:rsidR="00286172" w:rsidRPr="0031418B">
        <w:t>o</w:t>
      </w:r>
      <w:r w:rsidRPr="0031418B">
        <w:t>f the co-existence requirement in the Table </w:t>
      </w:r>
      <w:r w:rsidRPr="0031418B">
        <w:rPr>
          <w:rFonts w:eastAsia="Osaka" w:cs="v4.1.0"/>
          <w:lang w:eastAsia="ja-JP"/>
        </w:rPr>
        <w:t>11.3.1-1</w:t>
      </w:r>
      <w:r w:rsidRPr="0031418B">
        <w:t>. The current state-of-the-art technology does not allow a single generic solution for co-existence.</w:t>
      </w:r>
    </w:p>
    <w:p w14:paraId="7E25DD3D" w14:textId="77777777" w:rsidR="00BF2993" w:rsidRPr="0031418B" w:rsidRDefault="00BF2993" w:rsidP="00616382">
      <w:pPr>
        <w:pStyle w:val="NO"/>
      </w:pPr>
      <w:r w:rsidRPr="0031418B">
        <w:t>NOTE 2:</w:t>
      </w:r>
      <w:r w:rsidRPr="0031418B">
        <w:tab/>
        <w:t>The Table </w:t>
      </w:r>
      <w:r w:rsidRPr="0031418B">
        <w:rPr>
          <w:rFonts w:eastAsia="Osaka" w:cs="v4.1.0"/>
          <w:lang w:eastAsia="ja-JP"/>
        </w:rPr>
        <w:t xml:space="preserve">11.3.1-1 </w:t>
      </w:r>
      <w:r w:rsidRPr="0031418B">
        <w:t>assumes that two operating bands, where the frequency ranges in Table </w:t>
      </w:r>
      <w:r w:rsidR="00D80184" w:rsidRPr="0031418B">
        <w:t>5.5</w:t>
      </w:r>
      <w:r w:rsidRPr="0031418B">
        <w:t>-1 would be overlapping, are not deployed in the same geographical area. For such a case of operation with overlapping frequency arrangements in the same geographical area, special co-existence requirements may apply that are not covered by the 3GPP specifications.</w:t>
      </w:r>
    </w:p>
    <w:p w14:paraId="0DA558C3" w14:textId="77777777" w:rsidR="00E14186" w:rsidRPr="0031418B" w:rsidRDefault="00A839DB" w:rsidP="00E14186">
      <w:pPr>
        <w:pStyle w:val="Heading1"/>
      </w:pPr>
      <w:bookmarkStart w:id="77" w:name="_Toc503964286"/>
      <w:r w:rsidRPr="0031418B">
        <w:t>1</w:t>
      </w:r>
      <w:r w:rsidR="00712545" w:rsidRPr="0031418B">
        <w:t>2</w:t>
      </w:r>
      <w:r w:rsidR="00E14186" w:rsidRPr="0031418B">
        <w:tab/>
        <w:t>Output intermodulation</w:t>
      </w:r>
      <w:bookmarkEnd w:id="77"/>
    </w:p>
    <w:p w14:paraId="1B4ADE06" w14:textId="77777777" w:rsidR="008A6717" w:rsidRPr="0031418B" w:rsidRDefault="008A6717" w:rsidP="008A6717">
      <w:r w:rsidRPr="0031418B">
        <w:t>The output intermodulation requirement is a measure of the ability of the repeater to inhibit the generation of intermodulation products signals created by the presence of an interfering signal reaching the repeater via the output port.</w:t>
      </w:r>
    </w:p>
    <w:p w14:paraId="223453F7" w14:textId="77777777" w:rsidR="008A6717" w:rsidRPr="0031418B" w:rsidRDefault="008A6717" w:rsidP="008A6717">
      <w:r w:rsidRPr="0031418B">
        <w:t>The requirement shall apply to the downlink of the Repeater.</w:t>
      </w:r>
    </w:p>
    <w:p w14:paraId="4C85DEA8" w14:textId="77777777" w:rsidR="008A6717" w:rsidRPr="0031418B" w:rsidRDefault="008A6717" w:rsidP="006C429B">
      <w:pPr>
        <w:pStyle w:val="Heading2"/>
      </w:pPr>
      <w:bookmarkStart w:id="78" w:name="_Toc503964287"/>
      <w:r w:rsidRPr="0031418B">
        <w:t>12.1</w:t>
      </w:r>
      <w:r w:rsidRPr="0031418B">
        <w:tab/>
        <w:t>Minimum requirement</w:t>
      </w:r>
      <w:bookmarkEnd w:id="78"/>
    </w:p>
    <w:p w14:paraId="46BBA826" w14:textId="77777777" w:rsidR="008A6717" w:rsidRPr="0031418B" w:rsidRDefault="008A6717" w:rsidP="008A6717">
      <w:r w:rsidRPr="0031418B">
        <w:t>The output intermodulation level is the power of the intermodulation products when an interfering signal is injected into the output port. The wanted signal channel bandwidth BW</w:t>
      </w:r>
      <w:r w:rsidRPr="0031418B">
        <w:rPr>
          <w:vertAlign w:val="subscript"/>
        </w:rPr>
        <w:t>Channel</w:t>
      </w:r>
      <w:r w:rsidRPr="0031418B">
        <w:t xml:space="preserve"> shall be the maximum bandwidth supported by the repeater. The offset of the interfering signal from the wanted signal shall be as in Table 12.1</w:t>
      </w:r>
      <w:r w:rsidRPr="0031418B">
        <w:noBreakHyphen/>
        <w:t>1.</w:t>
      </w:r>
    </w:p>
    <w:p w14:paraId="282EA0D5" w14:textId="77777777" w:rsidR="008A6717" w:rsidRPr="0031418B" w:rsidRDefault="008A6717" w:rsidP="008A6717">
      <w:pPr>
        <w:pStyle w:val="TH"/>
      </w:pPr>
      <w:r w:rsidRPr="0031418B">
        <w:lastRenderedPageBreak/>
        <w:t>Table 12.1-1 Interfering and wanted signals for the output intermodulation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4053"/>
      </w:tblGrid>
      <w:tr w:rsidR="008A6717" w:rsidRPr="0031418B" w14:paraId="33E52983" w14:textId="77777777">
        <w:trPr>
          <w:cantSplit/>
          <w:jc w:val="center"/>
        </w:trPr>
        <w:tc>
          <w:tcPr>
            <w:tcW w:w="2376" w:type="dxa"/>
          </w:tcPr>
          <w:p w14:paraId="1FDCDBDB" w14:textId="77777777" w:rsidR="008A6717" w:rsidRPr="0031418B" w:rsidRDefault="008A6717" w:rsidP="00571FC7">
            <w:pPr>
              <w:pStyle w:val="TAH"/>
            </w:pPr>
            <w:r w:rsidRPr="0031418B">
              <w:t>Parameter</w:t>
            </w:r>
          </w:p>
        </w:tc>
        <w:tc>
          <w:tcPr>
            <w:tcW w:w="4053" w:type="dxa"/>
          </w:tcPr>
          <w:p w14:paraId="76EB172E" w14:textId="77777777" w:rsidR="008A6717" w:rsidRPr="0031418B" w:rsidRDefault="008A6717" w:rsidP="00571FC7">
            <w:pPr>
              <w:pStyle w:val="TAH"/>
            </w:pPr>
            <w:r w:rsidRPr="0031418B">
              <w:t>Value</w:t>
            </w:r>
          </w:p>
        </w:tc>
      </w:tr>
      <w:tr w:rsidR="008A6717" w:rsidRPr="0031418B" w14:paraId="3F529EB2" w14:textId="77777777">
        <w:trPr>
          <w:cantSplit/>
          <w:jc w:val="center"/>
        </w:trPr>
        <w:tc>
          <w:tcPr>
            <w:tcW w:w="2376" w:type="dxa"/>
          </w:tcPr>
          <w:p w14:paraId="79764C58" w14:textId="77777777" w:rsidR="008A6717" w:rsidRPr="0031418B" w:rsidRDefault="008A6717" w:rsidP="00571FC7">
            <w:pPr>
              <w:pStyle w:val="TAL"/>
            </w:pPr>
            <w:r w:rsidRPr="0031418B">
              <w:t>Wanted signal</w:t>
            </w:r>
          </w:p>
        </w:tc>
        <w:tc>
          <w:tcPr>
            <w:tcW w:w="4053" w:type="dxa"/>
          </w:tcPr>
          <w:p w14:paraId="4A5BD04B" w14:textId="77777777" w:rsidR="008A6717" w:rsidRPr="0031418B" w:rsidRDefault="008A6717" w:rsidP="00571FC7">
            <w:pPr>
              <w:pStyle w:val="TAL"/>
            </w:pPr>
            <w:r w:rsidRPr="0031418B">
              <w:t>E-UTRA signal of maximum channel bandwidth BW</w:t>
            </w:r>
            <w:r w:rsidRPr="0031418B">
              <w:rPr>
                <w:vertAlign w:val="subscript"/>
              </w:rPr>
              <w:t>Channel</w:t>
            </w:r>
          </w:p>
        </w:tc>
      </w:tr>
      <w:tr w:rsidR="008A6717" w:rsidRPr="0031418B" w14:paraId="73129851" w14:textId="77777777">
        <w:trPr>
          <w:cantSplit/>
          <w:jc w:val="center"/>
        </w:trPr>
        <w:tc>
          <w:tcPr>
            <w:tcW w:w="2376" w:type="dxa"/>
          </w:tcPr>
          <w:p w14:paraId="5F9ED726" w14:textId="77777777" w:rsidR="008A6717" w:rsidRPr="0031418B" w:rsidRDefault="008A6717" w:rsidP="00571FC7">
            <w:pPr>
              <w:pStyle w:val="TAL"/>
            </w:pPr>
            <w:r w:rsidRPr="0031418B">
              <w:t>Interfering signal type</w:t>
            </w:r>
          </w:p>
        </w:tc>
        <w:tc>
          <w:tcPr>
            <w:tcW w:w="4053" w:type="dxa"/>
          </w:tcPr>
          <w:p w14:paraId="6BB0A764" w14:textId="77777777" w:rsidR="008A6717" w:rsidRPr="0031418B" w:rsidRDefault="008A6717" w:rsidP="00571FC7">
            <w:pPr>
              <w:pStyle w:val="TAL"/>
            </w:pPr>
            <w:r w:rsidRPr="0031418B">
              <w:t>E-UTRA signal of channel bandwidth 5 MHz</w:t>
            </w:r>
          </w:p>
        </w:tc>
      </w:tr>
      <w:tr w:rsidR="008A6717" w:rsidRPr="0031418B" w14:paraId="000407F8" w14:textId="77777777">
        <w:trPr>
          <w:cantSplit/>
          <w:jc w:val="center"/>
        </w:trPr>
        <w:tc>
          <w:tcPr>
            <w:tcW w:w="2376" w:type="dxa"/>
          </w:tcPr>
          <w:p w14:paraId="2B6A5855" w14:textId="77777777" w:rsidR="008A6717" w:rsidRPr="0031418B" w:rsidRDefault="008A6717" w:rsidP="00571FC7">
            <w:pPr>
              <w:pStyle w:val="TAL"/>
            </w:pPr>
            <w:r w:rsidRPr="0031418B">
              <w:t>Interfering signal level</w:t>
            </w:r>
          </w:p>
        </w:tc>
        <w:tc>
          <w:tcPr>
            <w:tcW w:w="4053" w:type="dxa"/>
          </w:tcPr>
          <w:p w14:paraId="29CB86ED" w14:textId="77777777" w:rsidR="008A6717" w:rsidRPr="0031418B" w:rsidRDefault="008A6717" w:rsidP="00571FC7">
            <w:pPr>
              <w:pStyle w:val="TAL"/>
            </w:pPr>
            <w:r w:rsidRPr="0031418B">
              <w:t>Mean power level 30 dB below the mean power of the wanted signal</w:t>
            </w:r>
          </w:p>
        </w:tc>
      </w:tr>
      <w:tr w:rsidR="008A6717" w:rsidRPr="0031418B" w14:paraId="57C38CC4" w14:textId="77777777">
        <w:trPr>
          <w:cantSplit/>
          <w:jc w:val="center"/>
        </w:trPr>
        <w:tc>
          <w:tcPr>
            <w:tcW w:w="2376" w:type="dxa"/>
          </w:tcPr>
          <w:p w14:paraId="35B26EB7" w14:textId="77777777" w:rsidR="008A6717" w:rsidRPr="0031418B" w:rsidRDefault="008A6717" w:rsidP="00571FC7">
            <w:pPr>
              <w:pStyle w:val="TAL"/>
            </w:pPr>
            <w:r w:rsidRPr="0031418B">
              <w:t>Interfering signal centre frequency offset from wanted signal carrier centre frequency</w:t>
            </w:r>
          </w:p>
        </w:tc>
        <w:tc>
          <w:tcPr>
            <w:tcW w:w="4053" w:type="dxa"/>
          </w:tcPr>
          <w:p w14:paraId="194E301C" w14:textId="77777777" w:rsidR="008A6717" w:rsidRPr="0031418B" w:rsidRDefault="008A6717" w:rsidP="00571FC7">
            <w:pPr>
              <w:pStyle w:val="TAL"/>
            </w:pPr>
            <w:r w:rsidRPr="0031418B">
              <w:t>-BW</w:t>
            </w:r>
            <w:r w:rsidRPr="0031418B">
              <w:rPr>
                <w:vertAlign w:val="subscript"/>
              </w:rPr>
              <w:t>Channel</w:t>
            </w:r>
            <w:r w:rsidRPr="0031418B">
              <w:t xml:space="preserve"> /2 - 12.5 MHz</w:t>
            </w:r>
          </w:p>
          <w:p w14:paraId="67986A67" w14:textId="77777777" w:rsidR="008A6717" w:rsidRPr="0031418B" w:rsidRDefault="008A6717" w:rsidP="00571FC7">
            <w:pPr>
              <w:pStyle w:val="TAL"/>
            </w:pPr>
            <w:r w:rsidRPr="0031418B">
              <w:t>-BW</w:t>
            </w:r>
            <w:r w:rsidRPr="0031418B">
              <w:rPr>
                <w:vertAlign w:val="subscript"/>
              </w:rPr>
              <w:t>Channel</w:t>
            </w:r>
            <w:r w:rsidRPr="0031418B">
              <w:t xml:space="preserve"> /2 - 7.5 MHz</w:t>
            </w:r>
          </w:p>
          <w:p w14:paraId="5D36CF27" w14:textId="77777777" w:rsidR="008A6717" w:rsidRPr="0031418B" w:rsidRDefault="008A6717" w:rsidP="00571FC7">
            <w:pPr>
              <w:pStyle w:val="TAL"/>
            </w:pPr>
            <w:r w:rsidRPr="0031418B">
              <w:t>-BW</w:t>
            </w:r>
            <w:r w:rsidRPr="0031418B">
              <w:rPr>
                <w:vertAlign w:val="subscript"/>
              </w:rPr>
              <w:t>Channel</w:t>
            </w:r>
            <w:r w:rsidRPr="0031418B">
              <w:t xml:space="preserve"> /2 - 2.5 MHz</w:t>
            </w:r>
          </w:p>
          <w:p w14:paraId="1AB5EDED" w14:textId="77777777" w:rsidR="008A6717" w:rsidRPr="0031418B" w:rsidRDefault="008A6717" w:rsidP="00571FC7">
            <w:pPr>
              <w:pStyle w:val="TAL"/>
            </w:pPr>
            <w:r w:rsidRPr="0031418B">
              <w:t>BW</w:t>
            </w:r>
            <w:r w:rsidRPr="0031418B">
              <w:rPr>
                <w:vertAlign w:val="subscript"/>
              </w:rPr>
              <w:t>Channel</w:t>
            </w:r>
            <w:r w:rsidRPr="0031418B">
              <w:t xml:space="preserve"> /2 + 2.5 MHz</w:t>
            </w:r>
          </w:p>
          <w:p w14:paraId="50756002" w14:textId="77777777" w:rsidR="008A6717" w:rsidRPr="0031418B" w:rsidRDefault="008A6717" w:rsidP="00571FC7">
            <w:pPr>
              <w:pStyle w:val="TAL"/>
            </w:pPr>
            <w:r w:rsidRPr="0031418B">
              <w:t>BW</w:t>
            </w:r>
            <w:r w:rsidRPr="0031418B">
              <w:rPr>
                <w:vertAlign w:val="subscript"/>
              </w:rPr>
              <w:t>Channel</w:t>
            </w:r>
            <w:r w:rsidRPr="0031418B">
              <w:t xml:space="preserve"> /2 + 7.5 MHz</w:t>
            </w:r>
          </w:p>
          <w:p w14:paraId="41F10E6F" w14:textId="77777777" w:rsidR="008A6717" w:rsidRPr="0031418B" w:rsidRDefault="008A6717" w:rsidP="00571FC7">
            <w:pPr>
              <w:pStyle w:val="TAL"/>
            </w:pPr>
            <w:r w:rsidRPr="0031418B">
              <w:t>BW</w:t>
            </w:r>
            <w:r w:rsidRPr="0031418B">
              <w:rPr>
                <w:vertAlign w:val="subscript"/>
              </w:rPr>
              <w:t>Channel</w:t>
            </w:r>
            <w:r w:rsidRPr="0031418B">
              <w:t xml:space="preserve"> /2 + 12.5 MHz</w:t>
            </w:r>
          </w:p>
        </w:tc>
      </w:tr>
      <w:tr w:rsidR="008A6717" w:rsidRPr="0031418B" w14:paraId="7CD389B8" w14:textId="77777777">
        <w:trPr>
          <w:cantSplit/>
          <w:jc w:val="center"/>
        </w:trPr>
        <w:tc>
          <w:tcPr>
            <w:tcW w:w="6429" w:type="dxa"/>
            <w:gridSpan w:val="2"/>
          </w:tcPr>
          <w:p w14:paraId="03FC303F" w14:textId="77777777" w:rsidR="008A6717" w:rsidRPr="0031418B" w:rsidRDefault="008A6717" w:rsidP="00571FC7">
            <w:pPr>
              <w:pStyle w:val="TAN"/>
            </w:pPr>
            <w:r w:rsidRPr="0031418B">
              <w:t>NOTE:</w:t>
            </w:r>
            <w:r w:rsidRPr="0031418B">
              <w:tab/>
            </w:r>
            <w:r w:rsidR="00C127BF" w:rsidRPr="0031418B">
              <w:t>Interfering signal positions that are partially or completely outside of the downlink operating band of the repeater are excluded from the requirement.</w:t>
            </w:r>
          </w:p>
        </w:tc>
      </w:tr>
    </w:tbl>
    <w:p w14:paraId="5A5757D2" w14:textId="77777777" w:rsidR="008A6717" w:rsidRPr="0031418B" w:rsidRDefault="008A6717" w:rsidP="008A6717"/>
    <w:p w14:paraId="63D0F66B" w14:textId="77777777" w:rsidR="008A6717" w:rsidRPr="0031418B" w:rsidRDefault="008A6717" w:rsidP="008A6717">
      <w:r w:rsidRPr="0031418B">
        <w:t>The output intermodulation level shall not exceed the unwanted emission limits in clause 9 in the presence of an interfering signal according to Table 12.1</w:t>
      </w:r>
      <w:r w:rsidRPr="0031418B">
        <w:noBreakHyphen/>
        <w:t xml:space="preserve">1. The measurement </w:t>
      </w:r>
      <w:r w:rsidR="00781E9B" w:rsidRPr="0031418B">
        <w:t xml:space="preserve">may </w:t>
      </w:r>
      <w:r w:rsidRPr="0031418B">
        <w:t>be limited to frequencies on which third and fifth order intermodulation products appear, considering the width of these products.</w:t>
      </w:r>
    </w:p>
    <w:p w14:paraId="628A4C9F" w14:textId="77777777" w:rsidR="00E14186" w:rsidRPr="0031418B" w:rsidRDefault="00CB2EFC" w:rsidP="00E14186">
      <w:pPr>
        <w:pStyle w:val="Heading1"/>
      </w:pPr>
      <w:r w:rsidRPr="0031418B">
        <w:br w:type="page"/>
      </w:r>
      <w:bookmarkStart w:id="79" w:name="_Toc503964288"/>
      <w:r w:rsidR="00A839DB" w:rsidRPr="0031418B">
        <w:lastRenderedPageBreak/>
        <w:t>1</w:t>
      </w:r>
      <w:r w:rsidR="00712545" w:rsidRPr="0031418B">
        <w:t>3</w:t>
      </w:r>
      <w:r w:rsidR="00E14186" w:rsidRPr="0031418B">
        <w:tab/>
        <w:t>Adjacent Channel Rejection Ratio (ACRR)</w:t>
      </w:r>
      <w:bookmarkEnd w:id="79"/>
    </w:p>
    <w:p w14:paraId="6EAA6339" w14:textId="77777777" w:rsidR="00067464" w:rsidRPr="0031418B" w:rsidRDefault="00067464" w:rsidP="00067464">
      <w:pPr>
        <w:pStyle w:val="Heading2"/>
        <w:tabs>
          <w:tab w:val="left" w:pos="1140"/>
        </w:tabs>
        <w:ind w:left="0" w:firstLine="0"/>
        <w:rPr>
          <w:rFonts w:cs="v4.2.0"/>
        </w:rPr>
      </w:pPr>
      <w:bookmarkStart w:id="80" w:name="_Toc503964289"/>
      <w:r w:rsidRPr="0031418B">
        <w:rPr>
          <w:rFonts w:cs="v4.2.0"/>
        </w:rPr>
        <w:t>13.1</w:t>
      </w:r>
      <w:r w:rsidRPr="0031418B">
        <w:rPr>
          <w:rFonts w:cs="v4.2.0"/>
        </w:rPr>
        <w:tab/>
        <w:t>Definitions and applicability</w:t>
      </w:r>
      <w:bookmarkEnd w:id="80"/>
    </w:p>
    <w:p w14:paraId="19AD7E64" w14:textId="77777777" w:rsidR="00C127BF" w:rsidRPr="0031418B" w:rsidRDefault="00C127BF" w:rsidP="00C127BF">
      <w:pPr>
        <w:rPr>
          <w:rFonts w:cs="v5.0.0"/>
        </w:rPr>
      </w:pPr>
      <w:r w:rsidRPr="0031418B">
        <w:rPr>
          <w:rFonts w:cs="v5.0.0"/>
        </w:rPr>
        <w:t xml:space="preserve">Adjacent Channel Rejection Ratio (ACRR) is the ratio of the </w:t>
      </w:r>
      <w:r w:rsidRPr="0031418B">
        <w:t>RRC weighted gain</w:t>
      </w:r>
      <w:r w:rsidRPr="0031418B">
        <w:rPr>
          <w:rFonts w:cs="v4.2.0"/>
          <w:snapToGrid w:val="0"/>
        </w:rPr>
        <w:t xml:space="preserve"> per carrier</w:t>
      </w:r>
      <w:r w:rsidRPr="0031418B">
        <w:rPr>
          <w:rFonts w:cs="v5.0.0"/>
        </w:rPr>
        <w:t xml:space="preserve"> </w:t>
      </w:r>
      <w:r w:rsidRPr="0031418B">
        <w:t xml:space="preserve">of the repeater in the pass band </w:t>
      </w:r>
      <w:r w:rsidRPr="0031418B">
        <w:rPr>
          <w:rFonts w:cs="v5.0.0"/>
        </w:rPr>
        <w:t>to the</w:t>
      </w:r>
      <w:r w:rsidRPr="0031418B">
        <w:t xml:space="preserve"> RRC weighted gain of the repeater</w:t>
      </w:r>
      <w:r w:rsidRPr="0031418B">
        <w:rPr>
          <w:rFonts w:cs="v5.0.0"/>
        </w:rPr>
        <w:t xml:space="preserve"> on an adjacent channel outside the repeater pass band. The carrier in the pass band and in the adjacent channel shall be of the same type (reference carrier).</w:t>
      </w:r>
    </w:p>
    <w:p w14:paraId="2FD67F65" w14:textId="77777777" w:rsidR="00067464" w:rsidRPr="0031418B" w:rsidRDefault="00067464" w:rsidP="00067464">
      <w:pPr>
        <w:rPr>
          <w:rFonts w:cs="v4.2.0"/>
        </w:rPr>
      </w:pPr>
      <w:r w:rsidRPr="0031418B">
        <w:rPr>
          <w:rFonts w:cs="v4.2.0"/>
        </w:rPr>
        <w:t xml:space="preserve">The requirement shall apply to the uplink and downlink of </w:t>
      </w:r>
      <w:r w:rsidR="00E030AB" w:rsidRPr="0031418B">
        <w:rPr>
          <w:rFonts w:cs="v4.2.0"/>
        </w:rPr>
        <w:t xml:space="preserve">the </w:t>
      </w:r>
      <w:r w:rsidRPr="0031418B">
        <w:rPr>
          <w:rFonts w:cs="v4.2.0"/>
        </w:rPr>
        <w:t>Repeater, at maximum gain, where the donor link is maintained via antennas (over the air Repeater).</w:t>
      </w:r>
    </w:p>
    <w:p w14:paraId="52E220F4" w14:textId="77777777" w:rsidR="00C127BF" w:rsidRPr="0031418B" w:rsidRDefault="00C127BF" w:rsidP="00C127BF">
      <w:pPr>
        <w:pStyle w:val="Heading3"/>
      </w:pPr>
      <w:bookmarkStart w:id="81" w:name="_Toc503964290"/>
      <w:r w:rsidRPr="0031418B">
        <w:t>13.1.1</w:t>
      </w:r>
      <w:r w:rsidRPr="0031418B">
        <w:tab/>
        <w:t>Minimum Requirements</w:t>
      </w:r>
      <w:bookmarkEnd w:id="81"/>
    </w:p>
    <w:p w14:paraId="4817139F" w14:textId="77777777" w:rsidR="00C127BF" w:rsidRPr="0031418B" w:rsidRDefault="00C127BF" w:rsidP="00C127BF">
      <w:pPr>
        <w:rPr>
          <w:rFonts w:cs="v5.0.0"/>
        </w:rPr>
      </w:pPr>
      <w:r w:rsidRPr="0031418B">
        <w:rPr>
          <w:rFonts w:cs="v4.2.0"/>
        </w:rPr>
        <w:t xml:space="preserve">There is no minimum requirement for E-UTRA signals. </w:t>
      </w:r>
    </w:p>
    <w:p w14:paraId="38589294" w14:textId="77777777" w:rsidR="00067464" w:rsidRPr="0031418B" w:rsidRDefault="00067464" w:rsidP="00067464">
      <w:pPr>
        <w:pStyle w:val="Heading2"/>
      </w:pPr>
      <w:bookmarkStart w:id="82" w:name="_Toc503964291"/>
      <w:r w:rsidRPr="0031418B">
        <w:t>13.2</w:t>
      </w:r>
      <w:r w:rsidRPr="0031418B">
        <w:tab/>
        <w:t>Co-existence with UTRA</w:t>
      </w:r>
      <w:bookmarkEnd w:id="82"/>
    </w:p>
    <w:p w14:paraId="38FC0D1C" w14:textId="77777777" w:rsidR="00067464" w:rsidRPr="0031418B" w:rsidRDefault="00067464" w:rsidP="00067464">
      <w:r w:rsidRPr="0031418B">
        <w:t>This requirement shall be applied for the protection of UTRA signals in geographic areas in which E-UTRA-FDD Repeater and UTRA BS are deployed so that they serve adjacent channels. The reference carrier is a UTRA-FDD carrier.</w:t>
      </w:r>
    </w:p>
    <w:p w14:paraId="388FC0BE" w14:textId="77777777" w:rsidR="00067464" w:rsidRPr="0031418B" w:rsidRDefault="00067464" w:rsidP="005836CB">
      <w:pPr>
        <w:pStyle w:val="Heading3"/>
      </w:pPr>
      <w:bookmarkStart w:id="83" w:name="_Toc503964292"/>
      <w:r w:rsidRPr="0031418B">
        <w:t>13.2.1.</w:t>
      </w:r>
      <w:r w:rsidRPr="0031418B">
        <w:tab/>
        <w:t>Minimum Requirements</w:t>
      </w:r>
      <w:bookmarkEnd w:id="83"/>
    </w:p>
    <w:p w14:paraId="7DE1FD21" w14:textId="77777777" w:rsidR="00067464" w:rsidRPr="0031418B" w:rsidRDefault="00067464" w:rsidP="00067464">
      <w:pPr>
        <w:rPr>
          <w:rFonts w:cs="v4.2.0"/>
        </w:rPr>
      </w:pPr>
      <w:r w:rsidRPr="0031418B">
        <w:rPr>
          <w:rFonts w:cs="v4.2.0"/>
        </w:rPr>
        <w:t xml:space="preserve">In normal conditions the </w:t>
      </w:r>
      <w:r w:rsidRPr="0031418B">
        <w:rPr>
          <w:rFonts w:cs="v5.0.0"/>
        </w:rPr>
        <w:t>ACRR</w:t>
      </w:r>
      <w:r w:rsidRPr="0031418B">
        <w:rPr>
          <w:rFonts w:cs="v4.2.0"/>
        </w:rPr>
        <w:t xml:space="preserve"> shall be higher than the value specified in the Table 13.2.1-1.</w:t>
      </w:r>
    </w:p>
    <w:p w14:paraId="61B8DF76" w14:textId="77777777" w:rsidR="00067464" w:rsidRPr="0031418B" w:rsidRDefault="00067464" w:rsidP="00067464">
      <w:pPr>
        <w:pStyle w:val="TH"/>
        <w:rPr>
          <w:rFonts w:cs="v4.2.0"/>
          <w:noProof/>
        </w:rPr>
      </w:pPr>
      <w:r w:rsidRPr="0031418B">
        <w:rPr>
          <w:rFonts w:cs="v4.2.0"/>
        </w:rPr>
        <w:t xml:space="preserve">Table 13.2.1-1: </w:t>
      </w:r>
      <w:r w:rsidRPr="0031418B">
        <w:rPr>
          <w:rFonts w:cs="v4.2.0"/>
          <w:noProof/>
        </w:rPr>
        <w:t>Repeater ACRR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2061"/>
        <w:gridCol w:w="3600"/>
        <w:gridCol w:w="1620"/>
      </w:tblGrid>
      <w:tr w:rsidR="0025304A" w:rsidRPr="0031418B" w14:paraId="2189C30A" w14:textId="77777777">
        <w:trPr>
          <w:jc w:val="center"/>
        </w:trPr>
        <w:tc>
          <w:tcPr>
            <w:tcW w:w="2061" w:type="dxa"/>
          </w:tcPr>
          <w:p w14:paraId="0C61911B" w14:textId="77777777" w:rsidR="0025304A" w:rsidRPr="0031418B" w:rsidRDefault="0025304A" w:rsidP="00357219">
            <w:pPr>
              <w:pStyle w:val="TAH"/>
            </w:pPr>
            <w:r w:rsidRPr="0031418B">
              <w:t>Co-existence with other systems</w:t>
            </w:r>
          </w:p>
        </w:tc>
        <w:tc>
          <w:tcPr>
            <w:tcW w:w="2061" w:type="dxa"/>
          </w:tcPr>
          <w:p w14:paraId="1608671E" w14:textId="77777777" w:rsidR="0025304A" w:rsidRPr="0031418B" w:rsidRDefault="0025304A" w:rsidP="00357219">
            <w:pPr>
              <w:pStyle w:val="TAH"/>
            </w:pPr>
            <w:r w:rsidRPr="0031418B">
              <w:t>Repeater maximum output power</w:t>
            </w:r>
          </w:p>
        </w:tc>
        <w:tc>
          <w:tcPr>
            <w:tcW w:w="3600" w:type="dxa"/>
          </w:tcPr>
          <w:p w14:paraId="5B68A71D" w14:textId="77777777" w:rsidR="0025304A" w:rsidRPr="0031418B" w:rsidRDefault="0025304A" w:rsidP="00357219">
            <w:pPr>
              <w:pStyle w:val="TAH"/>
              <w:rPr>
                <w:rFonts w:cs="v5.0.0"/>
              </w:rPr>
            </w:pPr>
            <w:r w:rsidRPr="0031418B">
              <w:rPr>
                <w:rFonts w:cs="v4.2.0"/>
              </w:rPr>
              <w:t>Channel offset from the centre frequency of the first or last 5MHz channel within the pass band.</w:t>
            </w:r>
          </w:p>
        </w:tc>
        <w:tc>
          <w:tcPr>
            <w:tcW w:w="1620" w:type="dxa"/>
          </w:tcPr>
          <w:p w14:paraId="58DFECBC" w14:textId="77777777" w:rsidR="0025304A" w:rsidRPr="0031418B" w:rsidRDefault="0025304A" w:rsidP="00357219">
            <w:pPr>
              <w:pStyle w:val="TAH"/>
            </w:pPr>
            <w:r w:rsidRPr="0031418B">
              <w:rPr>
                <w:rFonts w:cs="v5.0.0"/>
              </w:rPr>
              <w:t>ACRR limit</w:t>
            </w:r>
          </w:p>
        </w:tc>
      </w:tr>
      <w:tr w:rsidR="0025304A" w:rsidRPr="0031418B" w14:paraId="500B865C" w14:textId="77777777">
        <w:trPr>
          <w:jc w:val="center"/>
        </w:trPr>
        <w:tc>
          <w:tcPr>
            <w:tcW w:w="2061" w:type="dxa"/>
            <w:vMerge w:val="restart"/>
            <w:vAlign w:val="center"/>
          </w:tcPr>
          <w:p w14:paraId="3D0C08D6" w14:textId="77777777" w:rsidR="0025304A" w:rsidRPr="0031418B" w:rsidRDefault="0025304A" w:rsidP="00357219">
            <w:pPr>
              <w:pStyle w:val="TAC"/>
            </w:pPr>
            <w:r w:rsidRPr="0031418B">
              <w:t>UTRA</w:t>
            </w:r>
          </w:p>
        </w:tc>
        <w:tc>
          <w:tcPr>
            <w:tcW w:w="2061" w:type="dxa"/>
          </w:tcPr>
          <w:p w14:paraId="11BBC80C" w14:textId="77777777" w:rsidR="0025304A" w:rsidRPr="0031418B" w:rsidRDefault="0025304A" w:rsidP="00357219">
            <w:pPr>
              <w:pStyle w:val="TAC"/>
            </w:pPr>
            <w:r w:rsidRPr="0031418B">
              <w:t xml:space="preserve">P </w:t>
            </w:r>
            <w:r w:rsidRPr="0031418B">
              <w:rPr>
                <w:rFonts w:cs="v4.2.0"/>
                <w:noProof/>
              </w:rPr>
              <w:sym w:font="Symbol" w:char="F0B3"/>
            </w:r>
            <w:r w:rsidRPr="0031418B">
              <w:t xml:space="preserve"> 31 dBm</w:t>
            </w:r>
          </w:p>
        </w:tc>
        <w:tc>
          <w:tcPr>
            <w:tcW w:w="3600" w:type="dxa"/>
          </w:tcPr>
          <w:p w14:paraId="6BF620B7" w14:textId="77777777" w:rsidR="0025304A" w:rsidRPr="0031418B" w:rsidRDefault="0025304A" w:rsidP="00357219">
            <w:pPr>
              <w:pStyle w:val="TAC"/>
              <w:rPr>
                <w:rFonts w:cs="v5.0.0"/>
              </w:rPr>
            </w:pPr>
            <w:r w:rsidRPr="0031418B">
              <w:rPr>
                <w:rFonts w:cs="v5.0.0"/>
              </w:rPr>
              <w:t>5 MHz</w:t>
            </w:r>
          </w:p>
        </w:tc>
        <w:tc>
          <w:tcPr>
            <w:tcW w:w="1620" w:type="dxa"/>
          </w:tcPr>
          <w:p w14:paraId="5C51FAB3" w14:textId="77777777" w:rsidR="0025304A" w:rsidRPr="0031418B" w:rsidRDefault="0025304A" w:rsidP="00357219">
            <w:pPr>
              <w:pStyle w:val="TAC"/>
            </w:pPr>
            <w:r w:rsidRPr="0031418B">
              <w:rPr>
                <w:rFonts w:cs="v5.0.0"/>
              </w:rPr>
              <w:t>33dB</w:t>
            </w:r>
          </w:p>
        </w:tc>
      </w:tr>
      <w:tr w:rsidR="0025304A" w:rsidRPr="0031418B" w14:paraId="4A01932C" w14:textId="77777777">
        <w:trPr>
          <w:jc w:val="center"/>
        </w:trPr>
        <w:tc>
          <w:tcPr>
            <w:tcW w:w="2061" w:type="dxa"/>
            <w:vMerge/>
          </w:tcPr>
          <w:p w14:paraId="652E4F63" w14:textId="77777777" w:rsidR="0025304A" w:rsidRPr="0031418B" w:rsidRDefault="0025304A" w:rsidP="00357219">
            <w:pPr>
              <w:pStyle w:val="TAC"/>
            </w:pPr>
          </w:p>
        </w:tc>
        <w:tc>
          <w:tcPr>
            <w:tcW w:w="2061" w:type="dxa"/>
          </w:tcPr>
          <w:p w14:paraId="3CA86C3F" w14:textId="77777777" w:rsidR="0025304A" w:rsidRPr="0031418B" w:rsidRDefault="0025304A" w:rsidP="00357219">
            <w:pPr>
              <w:pStyle w:val="TAC"/>
            </w:pPr>
            <w:r w:rsidRPr="0031418B">
              <w:t xml:space="preserve">P </w:t>
            </w:r>
            <w:r w:rsidRPr="0031418B">
              <w:rPr>
                <w:rFonts w:cs="v4.2.0"/>
                <w:noProof/>
              </w:rPr>
              <w:sym w:font="Symbol" w:char="F0B3"/>
            </w:r>
            <w:r w:rsidRPr="0031418B">
              <w:t xml:space="preserve"> 31 dBm</w:t>
            </w:r>
          </w:p>
        </w:tc>
        <w:tc>
          <w:tcPr>
            <w:tcW w:w="3600" w:type="dxa"/>
          </w:tcPr>
          <w:p w14:paraId="244D7A37" w14:textId="77777777" w:rsidR="0025304A" w:rsidRPr="0031418B" w:rsidRDefault="0025304A" w:rsidP="00357219">
            <w:pPr>
              <w:pStyle w:val="TAC"/>
              <w:rPr>
                <w:rFonts w:cs="v5.0.0"/>
              </w:rPr>
            </w:pPr>
            <w:r w:rsidRPr="0031418B">
              <w:rPr>
                <w:rFonts w:cs="v5.0.0"/>
              </w:rPr>
              <w:t>10 MHz</w:t>
            </w:r>
          </w:p>
        </w:tc>
        <w:tc>
          <w:tcPr>
            <w:tcW w:w="1620" w:type="dxa"/>
          </w:tcPr>
          <w:p w14:paraId="4B5654D7" w14:textId="77777777" w:rsidR="0025304A" w:rsidRPr="0031418B" w:rsidRDefault="0025304A" w:rsidP="00357219">
            <w:pPr>
              <w:pStyle w:val="TAC"/>
            </w:pPr>
            <w:r w:rsidRPr="0031418B">
              <w:rPr>
                <w:rFonts w:cs="v5.0.0"/>
              </w:rPr>
              <w:t>33dB</w:t>
            </w:r>
          </w:p>
        </w:tc>
      </w:tr>
      <w:tr w:rsidR="0025304A" w:rsidRPr="0031418B" w14:paraId="70A5D2A7" w14:textId="77777777">
        <w:trPr>
          <w:jc w:val="center"/>
        </w:trPr>
        <w:tc>
          <w:tcPr>
            <w:tcW w:w="2061" w:type="dxa"/>
            <w:vMerge/>
          </w:tcPr>
          <w:p w14:paraId="3977DB5F" w14:textId="77777777" w:rsidR="0025304A" w:rsidRPr="0031418B" w:rsidRDefault="0025304A" w:rsidP="00357219">
            <w:pPr>
              <w:pStyle w:val="TAC"/>
            </w:pPr>
          </w:p>
        </w:tc>
        <w:tc>
          <w:tcPr>
            <w:tcW w:w="2061" w:type="dxa"/>
          </w:tcPr>
          <w:p w14:paraId="4627A3ED" w14:textId="77777777" w:rsidR="0025304A" w:rsidRPr="0031418B" w:rsidRDefault="0025304A" w:rsidP="00357219">
            <w:pPr>
              <w:pStyle w:val="TAC"/>
            </w:pPr>
            <w:r w:rsidRPr="0031418B">
              <w:t>P &lt; 31 dBm</w:t>
            </w:r>
          </w:p>
        </w:tc>
        <w:tc>
          <w:tcPr>
            <w:tcW w:w="3600" w:type="dxa"/>
          </w:tcPr>
          <w:p w14:paraId="79C8A1D2" w14:textId="77777777" w:rsidR="0025304A" w:rsidRPr="0031418B" w:rsidRDefault="0025304A" w:rsidP="00357219">
            <w:pPr>
              <w:pStyle w:val="TAC"/>
              <w:rPr>
                <w:rFonts w:cs="v5.0.0"/>
              </w:rPr>
            </w:pPr>
            <w:r w:rsidRPr="0031418B">
              <w:rPr>
                <w:rFonts w:cs="v5.0.0"/>
              </w:rPr>
              <w:t>5 MHz</w:t>
            </w:r>
          </w:p>
        </w:tc>
        <w:tc>
          <w:tcPr>
            <w:tcW w:w="1620" w:type="dxa"/>
          </w:tcPr>
          <w:p w14:paraId="20F4F69E" w14:textId="77777777" w:rsidR="0025304A" w:rsidRPr="0031418B" w:rsidRDefault="0025304A" w:rsidP="00357219">
            <w:pPr>
              <w:pStyle w:val="TAC"/>
              <w:rPr>
                <w:rFonts w:cs="v5.0.0"/>
              </w:rPr>
            </w:pPr>
            <w:r w:rsidRPr="0031418B">
              <w:rPr>
                <w:rFonts w:cs="v5.0.0"/>
              </w:rPr>
              <w:t>20dB</w:t>
            </w:r>
          </w:p>
        </w:tc>
      </w:tr>
      <w:tr w:rsidR="0025304A" w:rsidRPr="0031418B" w14:paraId="2B47CA16" w14:textId="77777777">
        <w:trPr>
          <w:jc w:val="center"/>
        </w:trPr>
        <w:tc>
          <w:tcPr>
            <w:tcW w:w="2061" w:type="dxa"/>
            <w:vMerge/>
          </w:tcPr>
          <w:p w14:paraId="248F46E8" w14:textId="77777777" w:rsidR="0025304A" w:rsidRPr="0031418B" w:rsidRDefault="0025304A" w:rsidP="00357219">
            <w:pPr>
              <w:pStyle w:val="TAC"/>
            </w:pPr>
          </w:p>
        </w:tc>
        <w:tc>
          <w:tcPr>
            <w:tcW w:w="2061" w:type="dxa"/>
          </w:tcPr>
          <w:p w14:paraId="279FFE09" w14:textId="77777777" w:rsidR="0025304A" w:rsidRPr="0031418B" w:rsidRDefault="0025304A" w:rsidP="00357219">
            <w:pPr>
              <w:pStyle w:val="TAC"/>
            </w:pPr>
            <w:r w:rsidRPr="0031418B">
              <w:t>P &lt; 31 dBm</w:t>
            </w:r>
          </w:p>
        </w:tc>
        <w:tc>
          <w:tcPr>
            <w:tcW w:w="3600" w:type="dxa"/>
          </w:tcPr>
          <w:p w14:paraId="3FE16B3F" w14:textId="77777777" w:rsidR="0025304A" w:rsidRPr="0031418B" w:rsidRDefault="0025304A" w:rsidP="00357219">
            <w:pPr>
              <w:pStyle w:val="TAC"/>
              <w:rPr>
                <w:rFonts w:cs="v5.0.0"/>
              </w:rPr>
            </w:pPr>
            <w:r w:rsidRPr="0031418B">
              <w:rPr>
                <w:rFonts w:cs="v5.0.0"/>
              </w:rPr>
              <w:t>10 MHz</w:t>
            </w:r>
          </w:p>
        </w:tc>
        <w:tc>
          <w:tcPr>
            <w:tcW w:w="1620" w:type="dxa"/>
          </w:tcPr>
          <w:p w14:paraId="45DC30C5" w14:textId="77777777" w:rsidR="0025304A" w:rsidRPr="0031418B" w:rsidRDefault="0025304A" w:rsidP="00357219">
            <w:pPr>
              <w:pStyle w:val="TAC"/>
              <w:rPr>
                <w:rFonts w:cs="v5.0.0"/>
              </w:rPr>
            </w:pPr>
            <w:r w:rsidRPr="0031418B">
              <w:rPr>
                <w:rFonts w:cs="v5.0.0"/>
              </w:rPr>
              <w:t>20dB</w:t>
            </w:r>
          </w:p>
        </w:tc>
      </w:tr>
    </w:tbl>
    <w:p w14:paraId="7C2083A2" w14:textId="77777777" w:rsidR="0025304A" w:rsidRPr="0031418B" w:rsidRDefault="0025304A" w:rsidP="00067464">
      <w:pPr>
        <w:pStyle w:val="TH"/>
        <w:rPr>
          <w:rFonts w:cs="v4.2.0"/>
        </w:rPr>
      </w:pPr>
    </w:p>
    <w:p w14:paraId="0666CF4C" w14:textId="77777777" w:rsidR="00067464" w:rsidRPr="0031418B" w:rsidRDefault="0013200C" w:rsidP="0013200C">
      <w:pPr>
        <w:pStyle w:val="NO"/>
        <w:rPr>
          <w:rFonts w:cs="v4.1.0"/>
        </w:rPr>
      </w:pPr>
      <w:r w:rsidRPr="0031418B">
        <w:t xml:space="preserve">Note1: </w:t>
      </w:r>
      <w:r w:rsidRPr="0031418B">
        <w:tab/>
        <w:t>Repeater maximum output power as defined in TS25.143 clause 9.1.1.</w:t>
      </w:r>
    </w:p>
    <w:p w14:paraId="312B4A63" w14:textId="77777777" w:rsidR="00067464" w:rsidRPr="0031418B" w:rsidRDefault="00067464" w:rsidP="00067464">
      <w:pPr>
        <w:pStyle w:val="NO"/>
      </w:pPr>
      <w:r w:rsidRPr="0031418B">
        <w:t>Note</w:t>
      </w:r>
      <w:r w:rsidR="0013200C" w:rsidRPr="0031418B">
        <w:t>2</w:t>
      </w:r>
      <w:r w:rsidRPr="0031418B">
        <w:t xml:space="preserve">: </w:t>
      </w:r>
      <w:r w:rsidR="0013200C" w:rsidRPr="0031418B">
        <w:tab/>
      </w:r>
      <w:r w:rsidRPr="0031418B">
        <w:t>For co-existence with TDD, a narrow band requirement is for further study.</w:t>
      </w:r>
    </w:p>
    <w:p w14:paraId="64D17F25" w14:textId="77777777" w:rsidR="00767AEA" w:rsidRPr="0031418B" w:rsidRDefault="00767AEA" w:rsidP="00767AEA">
      <w:pPr>
        <w:pStyle w:val="Heading8"/>
      </w:pPr>
      <w:r w:rsidRPr="0031418B">
        <w:br w:type="page"/>
      </w:r>
      <w:bookmarkStart w:id="84" w:name="_Toc503964293"/>
      <w:r w:rsidRPr="0031418B">
        <w:lastRenderedPageBreak/>
        <w:t>Annex A (normative):</w:t>
      </w:r>
      <w:r w:rsidRPr="0031418B">
        <w:br/>
        <w:t>Environmental requirements for the Repeater equipment</w:t>
      </w:r>
      <w:bookmarkEnd w:id="84"/>
    </w:p>
    <w:p w14:paraId="54079DB6" w14:textId="77777777" w:rsidR="00500B3F" w:rsidRPr="0031418B" w:rsidRDefault="00500B3F" w:rsidP="00500B3F">
      <w:pPr>
        <w:rPr>
          <w:rFonts w:cs="v5.0.0"/>
        </w:rPr>
      </w:pPr>
      <w:r w:rsidRPr="0031418B">
        <w:rPr>
          <w:rFonts w:cs="v5.0.0"/>
        </w:rPr>
        <w:t>The Repeater equipment shall fulfil all the requirements in the full range of environmental conditions for the relevant environmental class from the relevant IEC specifications listed below</w:t>
      </w:r>
    </w:p>
    <w:p w14:paraId="433A1ED7" w14:textId="77777777" w:rsidR="00500B3F" w:rsidRPr="0031418B" w:rsidRDefault="00500B3F" w:rsidP="00500B3F">
      <w:pPr>
        <w:pStyle w:val="EX"/>
      </w:pPr>
      <w:r w:rsidRPr="0031418B">
        <w:t>60 721-3-3</w:t>
      </w:r>
      <w:r w:rsidRPr="0031418B">
        <w:tab/>
        <w:t>"Stationary use at weather protected locations"</w:t>
      </w:r>
      <w:r w:rsidR="00FF421F" w:rsidRPr="0031418B">
        <w:t xml:space="preserve"> [7];</w:t>
      </w:r>
    </w:p>
    <w:p w14:paraId="27BE0223" w14:textId="77777777" w:rsidR="00500B3F" w:rsidRPr="0031418B" w:rsidRDefault="00500B3F" w:rsidP="00500B3F">
      <w:pPr>
        <w:pStyle w:val="EX"/>
      </w:pPr>
      <w:r w:rsidRPr="0031418B">
        <w:t>60 721-3-4</w:t>
      </w:r>
      <w:r w:rsidRPr="0031418B">
        <w:tab/>
        <w:t>"Stationary use at non weather protected locations"</w:t>
      </w:r>
      <w:r w:rsidR="00FF421F" w:rsidRPr="0031418B">
        <w:t xml:space="preserve"> [8].</w:t>
      </w:r>
    </w:p>
    <w:p w14:paraId="3F64BEFF" w14:textId="77777777" w:rsidR="00500B3F" w:rsidRPr="0031418B" w:rsidRDefault="00500B3F" w:rsidP="00500B3F">
      <w:pPr>
        <w:rPr>
          <w:rFonts w:cs="v5.0.0"/>
        </w:rPr>
      </w:pPr>
      <w:r w:rsidRPr="0031418B">
        <w:rPr>
          <w:rFonts w:cs="v5.0.0"/>
        </w:rPr>
        <w:t xml:space="preserve">Normally it </w:t>
      </w:r>
      <w:r w:rsidR="00781E9B" w:rsidRPr="0031418B">
        <w:rPr>
          <w:rFonts w:cs="v5.0.0"/>
        </w:rPr>
        <w:t>is</w:t>
      </w:r>
      <w:r w:rsidRPr="0031418B">
        <w:rPr>
          <w:rFonts w:cs="v5.0.0"/>
        </w:rPr>
        <w:t xml:space="preserve"> sufficient for all tests to be conducted using normal test conditions except where otherwise stated. For guidance on the use of test conditions to be used in order to show compliance refer to TS 36.143.</w:t>
      </w:r>
    </w:p>
    <w:p w14:paraId="17002504" w14:textId="77777777" w:rsidR="004A3549" w:rsidRDefault="007303CF" w:rsidP="00767AEA">
      <w:pPr>
        <w:pStyle w:val="Heading8"/>
        <w:rPr>
          <w:rFonts w:eastAsia="Malgun Gothic"/>
        </w:rPr>
      </w:pPr>
      <w:r w:rsidRPr="00FD69D6">
        <w:br w:type="page"/>
      </w:r>
      <w:bookmarkStart w:id="85" w:name="_Toc503964294"/>
      <w:bookmarkStart w:id="86" w:name="historyclause"/>
      <w:r w:rsidR="004A3549" w:rsidRPr="00FD69D6">
        <w:lastRenderedPageBreak/>
        <w:t xml:space="preserve">Annex </w:t>
      </w:r>
      <w:r w:rsidR="004C13A6" w:rsidRPr="00FD69D6">
        <w:t>B</w:t>
      </w:r>
      <w:r w:rsidR="004A3549" w:rsidRPr="00FD69D6">
        <w:t xml:space="preserve"> (informative):</w:t>
      </w:r>
      <w:r w:rsidR="004A3549" w:rsidRPr="00FD69D6">
        <w:br/>
        <w:t>Change history</w:t>
      </w:r>
      <w:bookmarkEnd w:id="85"/>
    </w:p>
    <w:p w14:paraId="7B98BEE6" w14:textId="77777777" w:rsidR="0031418B" w:rsidRPr="0031418B" w:rsidRDefault="0031418B" w:rsidP="0031418B">
      <w:pPr>
        <w:pStyle w:val="TH"/>
        <w:rPr>
          <w:rFonts w:eastAsia="Malgun Gothic"/>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426"/>
        <w:gridCol w:w="428"/>
        <w:gridCol w:w="4867"/>
        <w:gridCol w:w="567"/>
        <w:gridCol w:w="567"/>
      </w:tblGrid>
      <w:tr w:rsidR="004A3549" w:rsidRPr="008E2155" w14:paraId="191FC366" w14:textId="77777777" w:rsidTr="00FD69D6">
        <w:trPr>
          <w:cantSplit/>
        </w:trPr>
        <w:tc>
          <w:tcPr>
            <w:tcW w:w="9407" w:type="dxa"/>
            <w:gridSpan w:val="8"/>
            <w:tcBorders>
              <w:bottom w:val="nil"/>
            </w:tcBorders>
            <w:shd w:val="solid" w:color="FFFFFF" w:fill="auto"/>
          </w:tcPr>
          <w:bookmarkEnd w:id="86"/>
          <w:p w14:paraId="2DE08374" w14:textId="77777777" w:rsidR="004A3549" w:rsidRPr="008E2155" w:rsidRDefault="004A3549" w:rsidP="005528CC">
            <w:pPr>
              <w:pStyle w:val="TAH"/>
              <w:rPr>
                <w:sz w:val="16"/>
              </w:rPr>
            </w:pPr>
            <w:r w:rsidRPr="008E2155">
              <w:lastRenderedPageBreak/>
              <w:t>Change history</w:t>
            </w:r>
          </w:p>
        </w:tc>
      </w:tr>
      <w:tr w:rsidR="004A3549" w:rsidRPr="008E2155" w14:paraId="63C14EC8" w14:textId="77777777" w:rsidTr="00FD69D6">
        <w:tc>
          <w:tcPr>
            <w:tcW w:w="800" w:type="dxa"/>
            <w:shd w:val="pct10" w:color="auto" w:fill="FFFFFF"/>
          </w:tcPr>
          <w:p w14:paraId="7297D3C1" w14:textId="77777777" w:rsidR="004A3549" w:rsidRPr="008E2155" w:rsidRDefault="004A3549" w:rsidP="005528CC">
            <w:pPr>
              <w:pStyle w:val="TAH"/>
              <w:rPr>
                <w:sz w:val="16"/>
              </w:rPr>
            </w:pPr>
            <w:r w:rsidRPr="008E2155">
              <w:rPr>
                <w:sz w:val="16"/>
              </w:rPr>
              <w:t>Date</w:t>
            </w:r>
          </w:p>
        </w:tc>
        <w:tc>
          <w:tcPr>
            <w:tcW w:w="800" w:type="dxa"/>
            <w:shd w:val="pct10" w:color="auto" w:fill="FFFFFF"/>
          </w:tcPr>
          <w:p w14:paraId="45A379B1" w14:textId="77777777" w:rsidR="004A3549" w:rsidRPr="008E2155" w:rsidRDefault="004A3549" w:rsidP="005528CC">
            <w:pPr>
              <w:pStyle w:val="TAH"/>
              <w:rPr>
                <w:sz w:val="16"/>
              </w:rPr>
            </w:pPr>
            <w:r w:rsidRPr="008E2155">
              <w:rPr>
                <w:sz w:val="16"/>
              </w:rPr>
              <w:t>TSG #</w:t>
            </w:r>
          </w:p>
        </w:tc>
        <w:tc>
          <w:tcPr>
            <w:tcW w:w="952" w:type="dxa"/>
            <w:shd w:val="pct10" w:color="auto" w:fill="FFFFFF"/>
          </w:tcPr>
          <w:p w14:paraId="2B804867" w14:textId="77777777" w:rsidR="004A3549" w:rsidRPr="008E2155" w:rsidRDefault="004A3549" w:rsidP="005528CC">
            <w:pPr>
              <w:pStyle w:val="TAH"/>
              <w:rPr>
                <w:sz w:val="16"/>
              </w:rPr>
            </w:pPr>
            <w:r w:rsidRPr="008E2155">
              <w:rPr>
                <w:sz w:val="16"/>
              </w:rPr>
              <w:t>TSG Doc.</w:t>
            </w:r>
          </w:p>
        </w:tc>
        <w:tc>
          <w:tcPr>
            <w:tcW w:w="426" w:type="dxa"/>
            <w:shd w:val="pct10" w:color="auto" w:fill="FFFFFF"/>
          </w:tcPr>
          <w:p w14:paraId="73666DBC" w14:textId="77777777" w:rsidR="004A3549" w:rsidRPr="008E2155" w:rsidRDefault="004A3549" w:rsidP="005528CC">
            <w:pPr>
              <w:pStyle w:val="TAH"/>
              <w:rPr>
                <w:sz w:val="16"/>
              </w:rPr>
            </w:pPr>
            <w:r w:rsidRPr="008E2155">
              <w:rPr>
                <w:sz w:val="16"/>
              </w:rPr>
              <w:t>CR</w:t>
            </w:r>
          </w:p>
        </w:tc>
        <w:tc>
          <w:tcPr>
            <w:tcW w:w="428" w:type="dxa"/>
            <w:shd w:val="pct10" w:color="auto" w:fill="FFFFFF"/>
          </w:tcPr>
          <w:p w14:paraId="3B8CA8BA" w14:textId="77777777" w:rsidR="004A3549" w:rsidRPr="008E2155" w:rsidRDefault="004A3549" w:rsidP="005528CC">
            <w:pPr>
              <w:pStyle w:val="TAH"/>
              <w:rPr>
                <w:sz w:val="16"/>
              </w:rPr>
            </w:pPr>
            <w:r w:rsidRPr="008E2155">
              <w:rPr>
                <w:sz w:val="16"/>
              </w:rPr>
              <w:t>Rev</w:t>
            </w:r>
          </w:p>
        </w:tc>
        <w:tc>
          <w:tcPr>
            <w:tcW w:w="4867" w:type="dxa"/>
            <w:shd w:val="pct10" w:color="auto" w:fill="FFFFFF"/>
          </w:tcPr>
          <w:p w14:paraId="1E31C2E9" w14:textId="77777777" w:rsidR="004A3549" w:rsidRPr="008E2155" w:rsidRDefault="004A3549" w:rsidP="005528CC">
            <w:pPr>
              <w:pStyle w:val="TAH"/>
              <w:rPr>
                <w:sz w:val="16"/>
              </w:rPr>
            </w:pPr>
            <w:r w:rsidRPr="008E2155">
              <w:rPr>
                <w:sz w:val="16"/>
              </w:rPr>
              <w:t>Subject/Comment</w:t>
            </w:r>
          </w:p>
        </w:tc>
        <w:tc>
          <w:tcPr>
            <w:tcW w:w="567" w:type="dxa"/>
            <w:shd w:val="pct10" w:color="auto" w:fill="FFFFFF"/>
          </w:tcPr>
          <w:p w14:paraId="760F283A" w14:textId="77777777" w:rsidR="004A3549" w:rsidRPr="008E2155" w:rsidRDefault="004A3549" w:rsidP="005528CC">
            <w:pPr>
              <w:pStyle w:val="TAH"/>
              <w:rPr>
                <w:sz w:val="16"/>
              </w:rPr>
            </w:pPr>
            <w:r w:rsidRPr="008E2155">
              <w:rPr>
                <w:sz w:val="16"/>
              </w:rPr>
              <w:t>Old</w:t>
            </w:r>
          </w:p>
        </w:tc>
        <w:tc>
          <w:tcPr>
            <w:tcW w:w="567" w:type="dxa"/>
            <w:shd w:val="pct10" w:color="auto" w:fill="FFFFFF"/>
          </w:tcPr>
          <w:p w14:paraId="3E873321" w14:textId="77777777" w:rsidR="004A3549" w:rsidRPr="008E2155" w:rsidRDefault="004A3549" w:rsidP="005528CC">
            <w:pPr>
              <w:pStyle w:val="TAH"/>
              <w:rPr>
                <w:sz w:val="16"/>
              </w:rPr>
            </w:pPr>
            <w:r w:rsidRPr="008E2155">
              <w:rPr>
                <w:sz w:val="16"/>
              </w:rPr>
              <w:t>New</w:t>
            </w:r>
          </w:p>
        </w:tc>
      </w:tr>
      <w:tr w:rsidR="00A04495" w:rsidRPr="008E2155" w14:paraId="7E764442"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9F827AD" w14:textId="77777777" w:rsidR="00A04495" w:rsidRPr="008E2155" w:rsidRDefault="00A04495" w:rsidP="00A04495">
            <w:pPr>
              <w:pStyle w:val="TAL"/>
              <w:rPr>
                <w:snapToGrid w:val="0"/>
                <w:sz w:val="16"/>
                <w:szCs w:val="16"/>
              </w:rPr>
            </w:pPr>
            <w:r w:rsidRPr="008E2155">
              <w:rPr>
                <w:snapToGrid w:val="0"/>
                <w:sz w:val="16"/>
                <w:szCs w:val="16"/>
              </w:rPr>
              <w:t>200</w:t>
            </w:r>
            <w:r w:rsidR="00DC2EDB" w:rsidRPr="008E2155">
              <w:rPr>
                <w:snapToGrid w:val="0"/>
                <w:sz w:val="16"/>
                <w:szCs w:val="16"/>
              </w:rPr>
              <w:t>8</w:t>
            </w:r>
            <w:r w:rsidRPr="008E2155">
              <w:rPr>
                <w:snapToGrid w:val="0"/>
                <w:sz w:val="16"/>
                <w:szCs w:val="16"/>
              </w:rPr>
              <w:t>-</w:t>
            </w:r>
            <w:r w:rsidR="000B6B37" w:rsidRPr="008E2155">
              <w:rPr>
                <w:snapToGrid w:val="0"/>
                <w:sz w:val="16"/>
                <w:szCs w:val="16"/>
              </w:rPr>
              <w:t>0</w:t>
            </w:r>
            <w:r w:rsidR="00DC2EDB" w:rsidRPr="008E2155">
              <w:rPr>
                <w:snapToGrid w:val="0"/>
                <w:sz w:val="16"/>
                <w:szCs w:val="16"/>
              </w:rPr>
              <w:t>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016C33C" w14:textId="77777777" w:rsidR="00A04495" w:rsidRPr="008E2155" w:rsidRDefault="00A04495" w:rsidP="00A04495">
            <w:pPr>
              <w:pStyle w:val="TAL"/>
              <w:rPr>
                <w:snapToGrid w:val="0"/>
                <w:sz w:val="16"/>
                <w:szCs w:val="16"/>
              </w:rPr>
            </w:pPr>
            <w:r w:rsidRPr="008E2155">
              <w:rPr>
                <w:snapToGrid w:val="0"/>
                <w:sz w:val="16"/>
                <w:szCs w:val="16"/>
              </w:rPr>
              <w:t>RAN4#4</w:t>
            </w:r>
            <w:r w:rsidR="00DC2EDB" w:rsidRPr="008E2155">
              <w:rPr>
                <w:snapToGrid w:val="0"/>
                <w:sz w:val="16"/>
                <w:szCs w:val="16"/>
              </w:rPr>
              <w:t>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44C8ECA" w14:textId="77777777" w:rsidR="00A04495" w:rsidRPr="008E2155" w:rsidRDefault="00665BE2" w:rsidP="00A04495">
            <w:pPr>
              <w:pStyle w:val="TAL"/>
              <w:rPr>
                <w:snapToGrid w:val="0"/>
                <w:sz w:val="16"/>
                <w:szCs w:val="16"/>
              </w:rPr>
            </w:pPr>
            <w:r w:rsidRPr="008E2155">
              <w:rPr>
                <w:snapToGrid w:val="0"/>
                <w:sz w:val="16"/>
                <w:szCs w:val="16"/>
              </w:rPr>
              <w:t>R4-0</w:t>
            </w:r>
            <w:r w:rsidR="00DC2EDB" w:rsidRPr="008E2155">
              <w:rPr>
                <w:snapToGrid w:val="0"/>
                <w:sz w:val="16"/>
                <w:szCs w:val="16"/>
              </w:rPr>
              <w:t>8</w:t>
            </w:r>
            <w:r w:rsidR="00AC0C42" w:rsidRPr="008E2155">
              <w:rPr>
                <w:snapToGrid w:val="0"/>
                <w:sz w:val="16"/>
                <w:szCs w:val="16"/>
              </w:rPr>
              <w:t>0859</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180ECBDA" w14:textId="77777777" w:rsidR="00A04495" w:rsidRPr="008E2155" w:rsidRDefault="00A04495" w:rsidP="00A04495">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AF3653" w14:textId="77777777" w:rsidR="00A04495" w:rsidRPr="008E2155" w:rsidRDefault="00A04495" w:rsidP="00A04495">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7EC3D69B" w14:textId="77777777" w:rsidR="00A04495" w:rsidRPr="008E2155" w:rsidRDefault="00A04495" w:rsidP="00A04495">
            <w:pPr>
              <w:pStyle w:val="TAL"/>
              <w:rPr>
                <w:snapToGrid w:val="0"/>
                <w:sz w:val="16"/>
                <w:szCs w:val="16"/>
              </w:rPr>
            </w:pPr>
            <w:r w:rsidRPr="008E2155">
              <w:rPr>
                <w:snapToGrid w:val="0"/>
                <w:sz w:val="16"/>
                <w:szCs w:val="16"/>
              </w:rPr>
              <w:t>TS skeleton created from 3GPP TS template.</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0CEAF3" w14:textId="77777777" w:rsidR="00A04495" w:rsidRPr="008E2155" w:rsidRDefault="00A04495" w:rsidP="00A04495">
            <w:pPr>
              <w:pStyle w:val="TAL"/>
              <w:rPr>
                <w:snapToGrid w:val="0"/>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9E42D2" w14:textId="77777777" w:rsidR="00A04495" w:rsidRPr="008E2155" w:rsidRDefault="00A04495" w:rsidP="00A04495">
            <w:pPr>
              <w:pStyle w:val="TAL"/>
              <w:rPr>
                <w:snapToGrid w:val="0"/>
                <w:sz w:val="16"/>
                <w:szCs w:val="16"/>
              </w:rPr>
            </w:pPr>
            <w:r w:rsidRPr="008E2155">
              <w:rPr>
                <w:snapToGrid w:val="0"/>
                <w:sz w:val="16"/>
                <w:szCs w:val="16"/>
              </w:rPr>
              <w:t>0.0.1</w:t>
            </w:r>
          </w:p>
        </w:tc>
      </w:tr>
      <w:tr w:rsidR="00F032AC" w:rsidRPr="008E2155" w14:paraId="4D268606"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1A258D3E" w14:textId="77777777" w:rsidR="00F032AC" w:rsidRPr="008E2155" w:rsidRDefault="00F032AC" w:rsidP="008F120B">
            <w:pPr>
              <w:pStyle w:val="TAL"/>
              <w:rPr>
                <w:snapToGrid w:val="0"/>
                <w:sz w:val="16"/>
                <w:szCs w:val="16"/>
              </w:rPr>
            </w:pPr>
            <w:r w:rsidRPr="008E2155">
              <w:rPr>
                <w:snapToGrid w:val="0"/>
                <w:sz w:val="16"/>
                <w:szCs w:val="16"/>
              </w:rPr>
              <w:t>2008-06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A84157" w14:textId="77777777" w:rsidR="00F032AC" w:rsidRPr="008E2155" w:rsidRDefault="00F032AC" w:rsidP="008F120B">
            <w:pPr>
              <w:pStyle w:val="TAL"/>
              <w:rPr>
                <w:snapToGrid w:val="0"/>
                <w:sz w:val="16"/>
                <w:szCs w:val="16"/>
              </w:rPr>
            </w:pPr>
            <w:r w:rsidRPr="008E2155">
              <w:rPr>
                <w:snapToGrid w:val="0"/>
                <w:sz w:val="16"/>
                <w:szCs w:val="16"/>
              </w:rPr>
              <w:t>RAN4#47bis</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ADF7AD4" w14:textId="77777777" w:rsidR="00F032AC" w:rsidRPr="008E2155" w:rsidRDefault="00F032AC" w:rsidP="008F120B">
            <w:pPr>
              <w:pStyle w:val="TAL"/>
              <w:rPr>
                <w:snapToGrid w:val="0"/>
                <w:sz w:val="16"/>
                <w:szCs w:val="16"/>
              </w:rPr>
            </w:pPr>
            <w:r w:rsidRPr="008E2155">
              <w:rPr>
                <w:snapToGrid w:val="0"/>
                <w:sz w:val="16"/>
                <w:szCs w:val="16"/>
              </w:rPr>
              <w:t>R4-080</w:t>
            </w:r>
            <w:r w:rsidR="00051A49" w:rsidRPr="008E2155">
              <w:rPr>
                <w:snapToGrid w:val="0"/>
                <w:sz w:val="16"/>
                <w:szCs w:val="16"/>
              </w:rPr>
              <w:t>484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A77D0C9" w14:textId="77777777" w:rsidR="00F032AC" w:rsidRPr="008E2155" w:rsidRDefault="00F032AC" w:rsidP="008F120B">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918A95" w14:textId="77777777" w:rsidR="00F032AC" w:rsidRPr="008E2155" w:rsidRDefault="00F032AC" w:rsidP="008F120B">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77E4E9F" w14:textId="77777777" w:rsidR="0050005F" w:rsidRPr="008E2155" w:rsidRDefault="00F032AC" w:rsidP="0050005F">
            <w:pPr>
              <w:pStyle w:val="TAL"/>
              <w:ind w:left="858" w:hanging="858"/>
              <w:rPr>
                <w:snapToGrid w:val="0"/>
                <w:sz w:val="16"/>
                <w:szCs w:val="16"/>
              </w:rPr>
            </w:pPr>
            <w:r w:rsidRPr="008E2155">
              <w:rPr>
                <w:snapToGrid w:val="0"/>
                <w:sz w:val="16"/>
                <w:szCs w:val="16"/>
              </w:rPr>
              <w:t xml:space="preserve">TS skeleton with the TP </w:t>
            </w:r>
            <w:r w:rsidR="00051A49" w:rsidRPr="008E2155">
              <w:rPr>
                <w:snapToGrid w:val="0"/>
                <w:sz w:val="16"/>
                <w:szCs w:val="16"/>
              </w:rPr>
              <w:t>agreed</w:t>
            </w:r>
            <w:r w:rsidRPr="008E2155">
              <w:rPr>
                <w:snapToGrid w:val="0"/>
                <w:sz w:val="16"/>
                <w:szCs w:val="16"/>
              </w:rPr>
              <w:t xml:space="preserve"> at RAN4#47</w:t>
            </w:r>
          </w:p>
          <w:p w14:paraId="139AF119" w14:textId="77777777" w:rsidR="0050005F" w:rsidRPr="008E2155" w:rsidRDefault="0050005F" w:rsidP="0050005F">
            <w:pPr>
              <w:pStyle w:val="TAL"/>
              <w:ind w:left="858" w:hanging="858"/>
              <w:rPr>
                <w:snapToGrid w:val="0"/>
                <w:sz w:val="16"/>
                <w:szCs w:val="16"/>
              </w:rPr>
            </w:pPr>
            <w:r w:rsidRPr="008E2155">
              <w:rPr>
                <w:snapToGrid w:val="0"/>
                <w:sz w:val="16"/>
                <w:szCs w:val="16"/>
              </w:rPr>
              <w:t>R4-080860 Text proposal 36.106: Frequency band and channel arrangement</w:t>
            </w:r>
          </w:p>
          <w:p w14:paraId="3A1FFC90" w14:textId="77777777" w:rsidR="0050005F" w:rsidRPr="008E2155" w:rsidRDefault="0050005F" w:rsidP="0050005F">
            <w:pPr>
              <w:pStyle w:val="TAL"/>
              <w:ind w:left="858" w:hanging="858"/>
              <w:rPr>
                <w:snapToGrid w:val="0"/>
                <w:sz w:val="16"/>
                <w:szCs w:val="16"/>
              </w:rPr>
            </w:pPr>
            <w:r w:rsidRPr="008E2155">
              <w:rPr>
                <w:snapToGrid w:val="0"/>
                <w:sz w:val="16"/>
                <w:szCs w:val="16"/>
              </w:rPr>
              <w:t>R4-080861 Text proposal 36.106: Output Power</w:t>
            </w:r>
          </w:p>
          <w:p w14:paraId="7828E7CA" w14:textId="77777777" w:rsidR="0050005F" w:rsidRPr="008E2155" w:rsidRDefault="0050005F" w:rsidP="0050005F">
            <w:pPr>
              <w:pStyle w:val="TAL"/>
              <w:ind w:left="858" w:hanging="858"/>
              <w:rPr>
                <w:snapToGrid w:val="0"/>
                <w:sz w:val="16"/>
                <w:szCs w:val="16"/>
              </w:rPr>
            </w:pPr>
            <w:r w:rsidRPr="008E2155">
              <w:rPr>
                <w:snapToGrid w:val="0"/>
                <w:sz w:val="16"/>
                <w:szCs w:val="16"/>
              </w:rPr>
              <w:t>R4-080862 Text proposal 36.106: Out of band gain</w:t>
            </w:r>
          </w:p>
          <w:p w14:paraId="54513B86" w14:textId="77777777" w:rsidR="00F032AC" w:rsidRPr="008E2155" w:rsidRDefault="0050005F" w:rsidP="0050005F">
            <w:pPr>
              <w:pStyle w:val="TAL"/>
              <w:ind w:left="858" w:hanging="858"/>
              <w:rPr>
                <w:snapToGrid w:val="0"/>
                <w:sz w:val="16"/>
                <w:szCs w:val="16"/>
              </w:rPr>
            </w:pPr>
            <w:r w:rsidRPr="008E2155">
              <w:rPr>
                <w:snapToGrid w:val="0"/>
                <w:sz w:val="16"/>
                <w:szCs w:val="16"/>
              </w:rPr>
              <w:t>R4-080863 Text proposal 36.106: Input Intermodulation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65695B" w14:textId="77777777" w:rsidR="00F032AC" w:rsidRPr="008E2155" w:rsidRDefault="00F032AC" w:rsidP="008F120B">
            <w:pPr>
              <w:pStyle w:val="TAL"/>
              <w:rPr>
                <w:snapToGrid w:val="0"/>
                <w:sz w:val="16"/>
                <w:szCs w:val="16"/>
              </w:rPr>
            </w:pPr>
            <w:r w:rsidRPr="008E2155">
              <w:rPr>
                <w:snapToGrid w:val="0"/>
                <w:sz w:val="16"/>
                <w:szCs w:val="16"/>
              </w:rPr>
              <w:t>0.0.1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87B48F" w14:textId="77777777" w:rsidR="00F032AC" w:rsidRPr="008E2155" w:rsidRDefault="00F032AC" w:rsidP="008F120B">
            <w:pPr>
              <w:pStyle w:val="TAL"/>
              <w:rPr>
                <w:snapToGrid w:val="0"/>
                <w:sz w:val="16"/>
                <w:szCs w:val="16"/>
              </w:rPr>
            </w:pPr>
            <w:r w:rsidRPr="008E2155">
              <w:rPr>
                <w:snapToGrid w:val="0"/>
                <w:sz w:val="16"/>
                <w:szCs w:val="16"/>
              </w:rPr>
              <w:t>0.1.0</w:t>
            </w:r>
          </w:p>
        </w:tc>
      </w:tr>
      <w:tr w:rsidR="00AB78D6" w:rsidRPr="008E2155" w14:paraId="7370172E"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9F0773C" w14:textId="77777777" w:rsidR="00AB78D6" w:rsidRPr="008E2155" w:rsidRDefault="00AB78D6" w:rsidP="00EF2957">
            <w:pPr>
              <w:pStyle w:val="TAL"/>
              <w:rPr>
                <w:snapToGrid w:val="0"/>
                <w:sz w:val="16"/>
                <w:szCs w:val="16"/>
              </w:rPr>
            </w:pPr>
            <w:r w:rsidRPr="008E2155">
              <w:rPr>
                <w:snapToGrid w:val="0"/>
                <w:sz w:val="16"/>
                <w:szCs w:val="16"/>
              </w:rPr>
              <w:t>2008-08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91B1794" w14:textId="77777777" w:rsidR="00AB78D6" w:rsidRPr="008E2155" w:rsidRDefault="00AB78D6" w:rsidP="00EF2957">
            <w:pPr>
              <w:pStyle w:val="TAL"/>
              <w:rPr>
                <w:snapToGrid w:val="0"/>
                <w:sz w:val="16"/>
                <w:szCs w:val="16"/>
              </w:rPr>
            </w:pPr>
            <w:r w:rsidRPr="008E2155">
              <w:rPr>
                <w:snapToGrid w:val="0"/>
                <w:sz w:val="16"/>
                <w:szCs w:val="16"/>
              </w:rPr>
              <w:t>RAN4#48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1F64805A" w14:textId="77777777" w:rsidR="00AB78D6" w:rsidRPr="008E2155" w:rsidRDefault="00AB78D6" w:rsidP="008058CD">
            <w:pPr>
              <w:pStyle w:val="TAL"/>
              <w:rPr>
                <w:snapToGrid w:val="0"/>
                <w:sz w:val="16"/>
                <w:szCs w:val="16"/>
              </w:rPr>
            </w:pPr>
            <w:r w:rsidRPr="008E2155">
              <w:rPr>
                <w:snapToGrid w:val="0"/>
                <w:sz w:val="16"/>
                <w:szCs w:val="16"/>
              </w:rPr>
              <w:t>R4-08</w:t>
            </w:r>
            <w:r w:rsidR="00D804F0" w:rsidRPr="008E2155">
              <w:rPr>
                <w:snapToGrid w:val="0"/>
                <w:sz w:val="16"/>
                <w:szCs w:val="16"/>
              </w:rPr>
              <w:t>1754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D9CD2A3" w14:textId="77777777" w:rsidR="00AB78D6" w:rsidRPr="008E2155" w:rsidRDefault="00AB78D6" w:rsidP="00EF2957">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4499E2B" w14:textId="77777777" w:rsidR="00AB78D6" w:rsidRPr="008E2155" w:rsidRDefault="00AB78D6" w:rsidP="00EF2957">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745A148" w14:textId="77777777" w:rsidR="00134FEF" w:rsidRPr="008E2155" w:rsidRDefault="00AB78D6" w:rsidP="00134FEF">
            <w:pPr>
              <w:pStyle w:val="TAL"/>
              <w:ind w:left="858" w:hanging="858"/>
              <w:rPr>
                <w:snapToGrid w:val="0"/>
                <w:sz w:val="16"/>
                <w:szCs w:val="16"/>
              </w:rPr>
            </w:pPr>
            <w:r w:rsidRPr="008E2155">
              <w:rPr>
                <w:snapToGrid w:val="0"/>
                <w:sz w:val="16"/>
                <w:szCs w:val="16"/>
              </w:rPr>
              <w:t xml:space="preserve">TS with the TP </w:t>
            </w:r>
            <w:r w:rsidR="00EE4732" w:rsidRPr="008E2155">
              <w:rPr>
                <w:snapToGrid w:val="0"/>
                <w:sz w:val="16"/>
                <w:szCs w:val="16"/>
              </w:rPr>
              <w:t>agreed</w:t>
            </w:r>
            <w:r w:rsidRPr="008E2155">
              <w:rPr>
                <w:snapToGrid w:val="0"/>
                <w:sz w:val="16"/>
                <w:szCs w:val="16"/>
              </w:rPr>
              <w:t xml:space="preserve"> at RAN4#47bis</w:t>
            </w:r>
          </w:p>
          <w:p w14:paraId="1548E97A" w14:textId="77777777" w:rsidR="00134FEF" w:rsidRPr="008E2155" w:rsidRDefault="00AB78D6" w:rsidP="00134FEF">
            <w:pPr>
              <w:pStyle w:val="TAL"/>
              <w:ind w:left="858" w:hanging="858"/>
              <w:rPr>
                <w:snapToGrid w:val="0"/>
                <w:sz w:val="16"/>
                <w:szCs w:val="16"/>
              </w:rPr>
            </w:pPr>
            <w:r w:rsidRPr="008E2155">
              <w:rPr>
                <w:snapToGrid w:val="0"/>
                <w:sz w:val="16"/>
                <w:szCs w:val="16"/>
              </w:rPr>
              <w:t>R4-081488 Text proposal 36.106: Clause3 Definition</w:t>
            </w:r>
          </w:p>
          <w:p w14:paraId="2931A824" w14:textId="77777777" w:rsidR="00134FEF" w:rsidRPr="008E2155" w:rsidRDefault="00AB78D6" w:rsidP="00134FEF">
            <w:pPr>
              <w:pStyle w:val="TAL"/>
              <w:ind w:left="858" w:hanging="858"/>
              <w:rPr>
                <w:snapToGrid w:val="0"/>
                <w:sz w:val="16"/>
                <w:szCs w:val="16"/>
              </w:rPr>
            </w:pPr>
            <w:r w:rsidRPr="008E2155">
              <w:rPr>
                <w:snapToGrid w:val="0"/>
                <w:sz w:val="16"/>
                <w:szCs w:val="16"/>
              </w:rPr>
              <w:t>R4-081490 Text proposal 36.106: Frequency stability</w:t>
            </w:r>
          </w:p>
          <w:p w14:paraId="710C371B" w14:textId="77777777" w:rsidR="00134FEF" w:rsidRPr="008E2155" w:rsidRDefault="00AB78D6" w:rsidP="00134FEF">
            <w:pPr>
              <w:pStyle w:val="TAL"/>
              <w:ind w:left="858" w:hanging="858"/>
              <w:rPr>
                <w:snapToGrid w:val="0"/>
                <w:sz w:val="16"/>
                <w:szCs w:val="16"/>
              </w:rPr>
            </w:pPr>
            <w:r w:rsidRPr="008E2155">
              <w:rPr>
                <w:snapToGrid w:val="0"/>
                <w:sz w:val="16"/>
                <w:szCs w:val="16"/>
              </w:rPr>
              <w:t>R4-081491 Text proposal 36.106: Operating band unwanted emissions</w:t>
            </w:r>
          </w:p>
          <w:p w14:paraId="7CAAF254" w14:textId="77777777" w:rsidR="00134FEF" w:rsidRPr="008E2155" w:rsidRDefault="00AB78D6" w:rsidP="00134FEF">
            <w:pPr>
              <w:pStyle w:val="TAL"/>
              <w:ind w:left="858" w:hanging="858"/>
              <w:rPr>
                <w:snapToGrid w:val="0"/>
                <w:sz w:val="16"/>
                <w:szCs w:val="16"/>
              </w:rPr>
            </w:pPr>
            <w:r w:rsidRPr="008E2155">
              <w:rPr>
                <w:snapToGrid w:val="0"/>
                <w:sz w:val="16"/>
                <w:szCs w:val="16"/>
              </w:rPr>
              <w:t>R4-081639 Text proposal 36.106: Spurious emissions</w:t>
            </w:r>
          </w:p>
          <w:p w14:paraId="451F7388" w14:textId="77777777" w:rsidR="007B6E75" w:rsidRPr="008E2155" w:rsidRDefault="00AB78D6" w:rsidP="00134FEF">
            <w:pPr>
              <w:pStyle w:val="TAL"/>
              <w:ind w:left="858" w:hanging="858"/>
              <w:rPr>
                <w:snapToGrid w:val="0"/>
                <w:sz w:val="16"/>
                <w:szCs w:val="16"/>
              </w:rPr>
            </w:pPr>
            <w:r w:rsidRPr="008E2155">
              <w:rPr>
                <w:snapToGrid w:val="0"/>
                <w:sz w:val="16"/>
                <w:szCs w:val="16"/>
              </w:rPr>
              <w:t>R4-081640 Text proposal 36.106:ACRR</w:t>
            </w:r>
          </w:p>
          <w:p w14:paraId="629FFB5A" w14:textId="77777777" w:rsidR="00134FEF" w:rsidRPr="008E2155" w:rsidRDefault="00AB78D6" w:rsidP="00134FEF">
            <w:pPr>
              <w:pStyle w:val="TAL"/>
              <w:ind w:left="858" w:hanging="858"/>
              <w:rPr>
                <w:snapToGrid w:val="0"/>
                <w:sz w:val="16"/>
                <w:szCs w:val="16"/>
              </w:rPr>
            </w:pPr>
            <w:r w:rsidRPr="008E2155">
              <w:rPr>
                <w:snapToGrid w:val="0"/>
                <w:sz w:val="16"/>
                <w:szCs w:val="16"/>
              </w:rPr>
              <w:t>R4-081641 Text proposal 36.106: Input intermodulation co-existence and co-location</w:t>
            </w:r>
          </w:p>
          <w:p w14:paraId="2E7A8875" w14:textId="77777777" w:rsidR="00AB78D6" w:rsidRPr="008E2155" w:rsidRDefault="00AB78D6" w:rsidP="00134FEF">
            <w:pPr>
              <w:pStyle w:val="TAL"/>
              <w:ind w:left="858" w:hanging="858"/>
              <w:rPr>
                <w:snapToGrid w:val="0"/>
                <w:sz w:val="16"/>
                <w:szCs w:val="16"/>
              </w:rPr>
            </w:pPr>
            <w:r w:rsidRPr="008E2155">
              <w:rPr>
                <w:snapToGrid w:val="0"/>
                <w:sz w:val="16"/>
                <w:szCs w:val="16"/>
              </w:rPr>
              <w:t>R4-081642 Text proposal 36.106: Clause 4 General</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D1C566" w14:textId="77777777" w:rsidR="00AB78D6" w:rsidRPr="008E2155" w:rsidRDefault="00AB78D6" w:rsidP="00EF2957">
            <w:pPr>
              <w:pStyle w:val="TAL"/>
              <w:rPr>
                <w:snapToGrid w:val="0"/>
                <w:sz w:val="16"/>
                <w:szCs w:val="16"/>
              </w:rPr>
            </w:pPr>
            <w:r w:rsidRPr="008E2155">
              <w:rPr>
                <w:snapToGrid w:val="0"/>
                <w:sz w:val="16"/>
                <w:szCs w:val="16"/>
              </w:rPr>
              <w:t>0.1.0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8EAC2D" w14:textId="77777777" w:rsidR="00AB78D6" w:rsidRPr="008E2155" w:rsidRDefault="00AB78D6" w:rsidP="00EF2957">
            <w:pPr>
              <w:pStyle w:val="TAL"/>
              <w:rPr>
                <w:snapToGrid w:val="0"/>
                <w:sz w:val="16"/>
                <w:szCs w:val="16"/>
              </w:rPr>
            </w:pPr>
            <w:r w:rsidRPr="008E2155">
              <w:rPr>
                <w:snapToGrid w:val="0"/>
                <w:sz w:val="16"/>
                <w:szCs w:val="16"/>
              </w:rPr>
              <w:t>0.2.0</w:t>
            </w:r>
          </w:p>
        </w:tc>
      </w:tr>
      <w:tr w:rsidR="00D804F0" w:rsidRPr="008E2155" w14:paraId="394562EA"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E3641F0" w14:textId="77777777" w:rsidR="00D804F0" w:rsidRPr="008E2155" w:rsidRDefault="00D804F0" w:rsidP="00395AFC">
            <w:pPr>
              <w:pStyle w:val="TAL"/>
              <w:rPr>
                <w:snapToGrid w:val="0"/>
                <w:sz w:val="16"/>
                <w:szCs w:val="16"/>
              </w:rPr>
            </w:pPr>
            <w:r w:rsidRPr="008E2155">
              <w:rPr>
                <w:snapToGrid w:val="0"/>
                <w:sz w:val="16"/>
                <w:szCs w:val="16"/>
              </w:rPr>
              <w:t>2008-08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28C6256" w14:textId="77777777" w:rsidR="00D804F0" w:rsidRPr="008E2155" w:rsidRDefault="00D804F0" w:rsidP="00395AFC">
            <w:pPr>
              <w:pStyle w:val="TAL"/>
              <w:rPr>
                <w:snapToGrid w:val="0"/>
                <w:sz w:val="16"/>
                <w:szCs w:val="16"/>
              </w:rPr>
            </w:pPr>
            <w:r w:rsidRPr="008E2155">
              <w:rPr>
                <w:snapToGrid w:val="0"/>
                <w:sz w:val="16"/>
                <w:szCs w:val="16"/>
              </w:rPr>
              <w:t>RAN4#48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EA56865" w14:textId="77777777" w:rsidR="00D804F0" w:rsidRPr="008E2155" w:rsidRDefault="00D804F0" w:rsidP="00395AFC">
            <w:pPr>
              <w:pStyle w:val="TAL"/>
              <w:rPr>
                <w:snapToGrid w:val="0"/>
                <w:sz w:val="16"/>
                <w:szCs w:val="16"/>
              </w:rPr>
            </w:pPr>
            <w:r w:rsidRPr="008E2155">
              <w:rPr>
                <w:snapToGrid w:val="0"/>
                <w:sz w:val="16"/>
                <w:szCs w:val="16"/>
              </w:rPr>
              <w:t>R4-081755</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AA29493" w14:textId="77777777" w:rsidR="00D804F0" w:rsidRPr="008E2155" w:rsidRDefault="00D804F0" w:rsidP="00395AFC">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A2AB9D9" w14:textId="77777777" w:rsidR="00D804F0" w:rsidRPr="008E2155" w:rsidRDefault="00D804F0" w:rsidP="00395AFC">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42889C7" w14:textId="77777777" w:rsidR="00D804F0" w:rsidRPr="008E2155" w:rsidRDefault="00D804F0" w:rsidP="00395AFC">
            <w:pPr>
              <w:pStyle w:val="TAL"/>
              <w:ind w:left="858" w:hanging="858"/>
              <w:rPr>
                <w:snapToGrid w:val="0"/>
                <w:sz w:val="16"/>
                <w:szCs w:val="16"/>
              </w:rPr>
            </w:pPr>
            <w:r w:rsidRPr="008E2155">
              <w:rPr>
                <w:snapToGrid w:val="0"/>
                <w:sz w:val="16"/>
                <w:szCs w:val="16"/>
              </w:rPr>
              <w:t xml:space="preserve">TS with the TP </w:t>
            </w:r>
            <w:r w:rsidR="00EE4732" w:rsidRPr="008E2155">
              <w:rPr>
                <w:snapToGrid w:val="0"/>
                <w:sz w:val="16"/>
                <w:szCs w:val="16"/>
              </w:rPr>
              <w:t>agreed</w:t>
            </w:r>
            <w:r w:rsidRPr="008E2155">
              <w:rPr>
                <w:snapToGrid w:val="0"/>
                <w:sz w:val="16"/>
                <w:szCs w:val="16"/>
              </w:rPr>
              <w:t xml:space="preserve"> at RAN4#48</w:t>
            </w:r>
          </w:p>
          <w:p w14:paraId="023A903B" w14:textId="77777777" w:rsidR="00D804F0" w:rsidRPr="008E2155" w:rsidRDefault="00D804F0" w:rsidP="00395AFC">
            <w:pPr>
              <w:pStyle w:val="TAL"/>
              <w:ind w:left="858" w:hanging="858"/>
              <w:rPr>
                <w:snapToGrid w:val="0"/>
                <w:sz w:val="16"/>
                <w:szCs w:val="16"/>
              </w:rPr>
            </w:pPr>
            <w:r w:rsidRPr="008E2155">
              <w:rPr>
                <w:snapToGrid w:val="0"/>
                <w:sz w:val="16"/>
                <w:szCs w:val="16"/>
              </w:rPr>
              <w:t>R4-081756 Text proposal 36.106: Unwanted emissions</w:t>
            </w:r>
          </w:p>
          <w:p w14:paraId="1BBBE15B" w14:textId="77777777" w:rsidR="00D804F0" w:rsidRPr="008E2155" w:rsidRDefault="00D804F0" w:rsidP="00395AFC">
            <w:pPr>
              <w:pStyle w:val="TAL"/>
              <w:ind w:left="858" w:hanging="858"/>
              <w:rPr>
                <w:snapToGrid w:val="0"/>
                <w:sz w:val="16"/>
                <w:szCs w:val="16"/>
              </w:rPr>
            </w:pPr>
            <w:r w:rsidRPr="008E2155">
              <w:rPr>
                <w:snapToGrid w:val="0"/>
                <w:sz w:val="16"/>
                <w:szCs w:val="16"/>
              </w:rPr>
              <w:t>R4-081</w:t>
            </w:r>
            <w:r w:rsidR="00597193" w:rsidRPr="008E2155">
              <w:rPr>
                <w:snapToGrid w:val="0"/>
                <w:sz w:val="16"/>
                <w:szCs w:val="16"/>
              </w:rPr>
              <w:t>856</w:t>
            </w:r>
            <w:r w:rsidRPr="008E2155">
              <w:rPr>
                <w:snapToGrid w:val="0"/>
                <w:sz w:val="16"/>
                <w:szCs w:val="16"/>
              </w:rPr>
              <w:t xml:space="preserve"> Text proposal 36.106: </w:t>
            </w:r>
            <w:r w:rsidR="00597193" w:rsidRPr="008E2155">
              <w:rPr>
                <w:snapToGrid w:val="0"/>
                <w:sz w:val="16"/>
                <w:szCs w:val="16"/>
              </w:rPr>
              <w:t>Output Intermodulation</w:t>
            </w:r>
          </w:p>
          <w:p w14:paraId="11C12333" w14:textId="77777777" w:rsidR="00597193" w:rsidRPr="008E2155" w:rsidRDefault="00597193" w:rsidP="00395AFC">
            <w:pPr>
              <w:pStyle w:val="TAL"/>
              <w:ind w:left="858" w:hanging="858"/>
              <w:rPr>
                <w:snapToGrid w:val="0"/>
                <w:sz w:val="16"/>
                <w:szCs w:val="16"/>
              </w:rPr>
            </w:pPr>
            <w:r w:rsidRPr="008E2155">
              <w:rPr>
                <w:snapToGrid w:val="0"/>
                <w:sz w:val="16"/>
                <w:szCs w:val="16"/>
              </w:rPr>
              <w:t>R4-08</w:t>
            </w:r>
            <w:r w:rsidR="00C655FD" w:rsidRPr="008E2155">
              <w:rPr>
                <w:snapToGrid w:val="0"/>
                <w:sz w:val="16"/>
                <w:szCs w:val="16"/>
              </w:rPr>
              <w:t>2040</w:t>
            </w:r>
            <w:r w:rsidRPr="008E2155">
              <w:rPr>
                <w:snapToGrid w:val="0"/>
                <w:sz w:val="16"/>
                <w:szCs w:val="16"/>
              </w:rPr>
              <w:t xml:space="preserve"> Text proposal 36.106: Annex D Environment</w:t>
            </w:r>
            <w:r w:rsidR="00691B0B" w:rsidRPr="008E2155">
              <w:rPr>
                <w:snapToGrid w:val="0"/>
                <w:sz w:val="16"/>
                <w:szCs w:val="16"/>
              </w:rPr>
              <w:t>al req.</w:t>
            </w:r>
          </w:p>
          <w:p w14:paraId="39701C6A" w14:textId="77777777" w:rsidR="007210FD" w:rsidRPr="008E2155" w:rsidRDefault="007210FD" w:rsidP="00395AFC">
            <w:pPr>
              <w:pStyle w:val="TAL"/>
              <w:ind w:left="858" w:hanging="858"/>
              <w:rPr>
                <w:snapToGrid w:val="0"/>
                <w:sz w:val="16"/>
                <w:szCs w:val="16"/>
              </w:rPr>
            </w:pPr>
            <w:r w:rsidRPr="008E2155">
              <w:rPr>
                <w:sz w:val="16"/>
                <w:szCs w:val="16"/>
              </w:rPr>
              <w:t>Presentation to TSG</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FEF3E3" w14:textId="77777777" w:rsidR="00D804F0" w:rsidRPr="008E2155" w:rsidRDefault="00D804F0" w:rsidP="00395AFC">
            <w:pPr>
              <w:pStyle w:val="TAL"/>
              <w:rPr>
                <w:snapToGrid w:val="0"/>
                <w:sz w:val="16"/>
                <w:szCs w:val="16"/>
              </w:rPr>
            </w:pPr>
            <w:r w:rsidRPr="008E2155">
              <w:rPr>
                <w:snapToGrid w:val="0"/>
                <w:sz w:val="16"/>
                <w:szCs w:val="16"/>
              </w:rPr>
              <w:t>0.2.0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DF1C16" w14:textId="77777777" w:rsidR="00D804F0" w:rsidRPr="008E2155" w:rsidRDefault="00D804F0" w:rsidP="00395AFC">
            <w:pPr>
              <w:pStyle w:val="TAL"/>
              <w:rPr>
                <w:snapToGrid w:val="0"/>
                <w:sz w:val="16"/>
                <w:szCs w:val="16"/>
              </w:rPr>
            </w:pPr>
            <w:r w:rsidRPr="008E2155">
              <w:rPr>
                <w:snapToGrid w:val="0"/>
                <w:sz w:val="16"/>
                <w:szCs w:val="16"/>
              </w:rPr>
              <w:t>1.0.0</w:t>
            </w:r>
          </w:p>
        </w:tc>
      </w:tr>
      <w:tr w:rsidR="006E54C7" w:rsidRPr="008E2155" w14:paraId="28BBAB0B"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5F08CA4" w14:textId="77777777" w:rsidR="006E54C7" w:rsidRPr="008E2155" w:rsidRDefault="006E54C7" w:rsidP="00A06EC3">
            <w:pPr>
              <w:pStyle w:val="TAL"/>
              <w:rPr>
                <w:snapToGrid w:val="0"/>
                <w:sz w:val="16"/>
                <w:szCs w:val="16"/>
              </w:rPr>
            </w:pPr>
            <w:r w:rsidRPr="008E2155">
              <w:rPr>
                <w:snapToGrid w:val="0"/>
                <w:sz w:val="16"/>
                <w:szCs w:val="16"/>
              </w:rPr>
              <w:t>2008-10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8503D0D" w14:textId="77777777" w:rsidR="006E54C7" w:rsidRPr="008E2155" w:rsidRDefault="006E54C7" w:rsidP="00A06EC3">
            <w:pPr>
              <w:pStyle w:val="TAL"/>
              <w:rPr>
                <w:snapToGrid w:val="0"/>
                <w:sz w:val="16"/>
                <w:szCs w:val="16"/>
              </w:rPr>
            </w:pPr>
            <w:r w:rsidRPr="008E2155">
              <w:rPr>
                <w:snapToGrid w:val="0"/>
                <w:sz w:val="16"/>
                <w:szCs w:val="16"/>
              </w:rPr>
              <w:t>RAN4#48bis</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94314E1" w14:textId="77777777" w:rsidR="006E54C7" w:rsidRPr="008E2155" w:rsidRDefault="006E54C7" w:rsidP="00A06EC3">
            <w:pPr>
              <w:pStyle w:val="TAL"/>
              <w:rPr>
                <w:snapToGrid w:val="0"/>
                <w:sz w:val="16"/>
                <w:szCs w:val="16"/>
              </w:rPr>
            </w:pPr>
            <w:r w:rsidRPr="008E2155">
              <w:rPr>
                <w:snapToGrid w:val="0"/>
                <w:sz w:val="16"/>
                <w:szCs w:val="16"/>
              </w:rPr>
              <w:t>R4-08</w:t>
            </w:r>
            <w:r w:rsidR="00C06935" w:rsidRPr="008E2155">
              <w:rPr>
                <w:snapToGrid w:val="0"/>
                <w:sz w:val="16"/>
                <w:szCs w:val="16"/>
              </w:rPr>
              <w:t>2274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D84F0ED" w14:textId="77777777" w:rsidR="006E54C7" w:rsidRPr="008E2155" w:rsidRDefault="006E54C7" w:rsidP="00A06EC3">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01B913D" w14:textId="77777777" w:rsidR="006E54C7" w:rsidRPr="008E2155" w:rsidRDefault="006E54C7" w:rsidP="00A06EC3">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C9F7C2B" w14:textId="77777777" w:rsidR="006E54C7" w:rsidRPr="008E2155" w:rsidRDefault="006E54C7" w:rsidP="00A06EC3">
            <w:pPr>
              <w:pStyle w:val="TAL"/>
              <w:rPr>
                <w:snapToGrid w:val="0"/>
                <w:sz w:val="16"/>
                <w:szCs w:val="16"/>
              </w:rPr>
            </w:pPr>
            <w:r w:rsidRPr="008E2155">
              <w:rPr>
                <w:snapToGrid w:val="0"/>
                <w:sz w:val="16"/>
                <w:szCs w:val="16"/>
              </w:rPr>
              <w:t>R4-08</w:t>
            </w:r>
            <w:r w:rsidR="00C06935" w:rsidRPr="008E2155">
              <w:rPr>
                <w:snapToGrid w:val="0"/>
                <w:sz w:val="16"/>
                <w:szCs w:val="16"/>
              </w:rPr>
              <w:t>2273</w:t>
            </w:r>
            <w:r w:rsidRPr="008E2155">
              <w:rPr>
                <w:snapToGrid w:val="0"/>
                <w:sz w:val="16"/>
                <w:szCs w:val="16"/>
              </w:rPr>
              <w:t xml:space="preserve"> Protection of the BS receiver in the operating band: Sortorder changed</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6B6180" w14:textId="77777777" w:rsidR="006E54C7" w:rsidRPr="008E2155" w:rsidRDefault="00C06935" w:rsidP="00A06EC3">
            <w:pPr>
              <w:pStyle w:val="TAL"/>
              <w:rPr>
                <w:snapToGrid w:val="0"/>
                <w:sz w:val="16"/>
                <w:szCs w:val="16"/>
              </w:rPr>
            </w:pPr>
            <w:r w:rsidRPr="008E2155">
              <w:rPr>
                <w:snapToGrid w:val="0"/>
                <w:sz w:val="16"/>
                <w:szCs w:val="16"/>
              </w:rPr>
              <w:t>1.0.0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885899" w14:textId="77777777" w:rsidR="006E54C7" w:rsidRPr="008E2155" w:rsidRDefault="00C06935" w:rsidP="00A06EC3">
            <w:pPr>
              <w:pStyle w:val="TAL"/>
              <w:rPr>
                <w:snapToGrid w:val="0"/>
                <w:sz w:val="16"/>
                <w:szCs w:val="16"/>
              </w:rPr>
            </w:pPr>
            <w:r w:rsidRPr="008E2155">
              <w:rPr>
                <w:snapToGrid w:val="0"/>
                <w:sz w:val="16"/>
                <w:szCs w:val="16"/>
              </w:rPr>
              <w:t>1.1.0</w:t>
            </w:r>
          </w:p>
        </w:tc>
      </w:tr>
      <w:tr w:rsidR="00AB78D6" w:rsidRPr="008E2155" w14:paraId="7DE9C076"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429D8715" w14:textId="77777777" w:rsidR="00AB78D6" w:rsidRPr="008E2155" w:rsidRDefault="00846351" w:rsidP="00A04495">
            <w:pPr>
              <w:pStyle w:val="TAL"/>
              <w:rPr>
                <w:snapToGrid w:val="0"/>
                <w:sz w:val="16"/>
                <w:szCs w:val="16"/>
              </w:rPr>
            </w:pPr>
            <w:r w:rsidRPr="008E2155">
              <w:rPr>
                <w:snapToGrid w:val="0"/>
                <w:sz w:val="16"/>
                <w:szCs w:val="16"/>
              </w:rPr>
              <w:t>2008-11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0541269" w14:textId="77777777" w:rsidR="00AB78D6" w:rsidRPr="008E2155" w:rsidRDefault="00846351" w:rsidP="00A04495">
            <w:pPr>
              <w:pStyle w:val="TAL"/>
              <w:rPr>
                <w:snapToGrid w:val="0"/>
                <w:sz w:val="16"/>
                <w:szCs w:val="16"/>
              </w:rPr>
            </w:pPr>
            <w:r w:rsidRPr="008E2155">
              <w:rPr>
                <w:snapToGrid w:val="0"/>
                <w:sz w:val="16"/>
                <w:szCs w:val="16"/>
              </w:rPr>
              <w:t>RAN4#49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453218F" w14:textId="77777777" w:rsidR="00AB78D6" w:rsidRPr="008E2155" w:rsidRDefault="00846351" w:rsidP="00A04495">
            <w:pPr>
              <w:pStyle w:val="TAL"/>
              <w:rPr>
                <w:snapToGrid w:val="0"/>
                <w:sz w:val="16"/>
                <w:szCs w:val="16"/>
              </w:rPr>
            </w:pPr>
            <w:r w:rsidRPr="008E2155">
              <w:rPr>
                <w:snapToGrid w:val="0"/>
                <w:sz w:val="16"/>
                <w:szCs w:val="16"/>
              </w:rPr>
              <w:t>R4-08</w:t>
            </w:r>
            <w:r w:rsidR="00EE34EA" w:rsidRPr="008E2155">
              <w:rPr>
                <w:snapToGrid w:val="0"/>
                <w:sz w:val="16"/>
                <w:szCs w:val="16"/>
              </w:rPr>
              <w:t>2900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43B3581" w14:textId="77777777" w:rsidR="00AB78D6" w:rsidRPr="008E2155" w:rsidRDefault="00AB78D6" w:rsidP="00A04495">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E806571" w14:textId="77777777" w:rsidR="00AB78D6" w:rsidRPr="008E2155" w:rsidRDefault="00AB78D6" w:rsidP="00A04495">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EC04FC7" w14:textId="77777777" w:rsidR="00AC2754" w:rsidRPr="008E2155" w:rsidRDefault="00846351" w:rsidP="00846351">
            <w:pPr>
              <w:pStyle w:val="TAL"/>
              <w:ind w:left="858" w:hanging="858"/>
              <w:rPr>
                <w:snapToGrid w:val="0"/>
                <w:sz w:val="16"/>
                <w:szCs w:val="16"/>
              </w:rPr>
            </w:pPr>
            <w:r w:rsidRPr="008E2155">
              <w:rPr>
                <w:snapToGrid w:val="0"/>
                <w:sz w:val="16"/>
                <w:szCs w:val="16"/>
              </w:rPr>
              <w:t xml:space="preserve">TS with the TP </w:t>
            </w:r>
            <w:r w:rsidR="00EE4732" w:rsidRPr="008E2155">
              <w:rPr>
                <w:snapToGrid w:val="0"/>
                <w:sz w:val="16"/>
                <w:szCs w:val="16"/>
              </w:rPr>
              <w:t>agreed</w:t>
            </w:r>
            <w:r w:rsidRPr="008E2155">
              <w:rPr>
                <w:snapToGrid w:val="0"/>
                <w:sz w:val="16"/>
                <w:szCs w:val="16"/>
              </w:rPr>
              <w:t xml:space="preserve"> at RAN4#48bis</w:t>
            </w:r>
          </w:p>
          <w:p w14:paraId="62C17A2E" w14:textId="77777777" w:rsidR="00AB78D6" w:rsidRPr="008E2155" w:rsidRDefault="00AC2754" w:rsidP="00AC2754">
            <w:pPr>
              <w:pStyle w:val="TAL"/>
              <w:ind w:left="858" w:hanging="858"/>
              <w:rPr>
                <w:snapToGrid w:val="0"/>
                <w:sz w:val="16"/>
                <w:szCs w:val="16"/>
              </w:rPr>
            </w:pPr>
            <w:r w:rsidRPr="008E2155">
              <w:rPr>
                <w:snapToGrid w:val="0"/>
                <w:sz w:val="16"/>
                <w:szCs w:val="16"/>
              </w:rPr>
              <w:t>R4-082397Correction to the figure with the Transmission Bandwidth Configuration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791E56" w14:textId="77777777" w:rsidR="00AB78D6" w:rsidRPr="008E2155" w:rsidRDefault="00846351" w:rsidP="00A04495">
            <w:pPr>
              <w:pStyle w:val="TAL"/>
              <w:rPr>
                <w:snapToGrid w:val="0"/>
                <w:sz w:val="16"/>
                <w:szCs w:val="16"/>
              </w:rPr>
            </w:pPr>
            <w:r w:rsidRPr="008E2155">
              <w:rPr>
                <w:snapToGrid w:val="0"/>
                <w:sz w:val="16"/>
                <w:szCs w:val="16"/>
              </w:rPr>
              <w:t>1.1.0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8DAB19" w14:textId="77777777" w:rsidR="00AB78D6" w:rsidRPr="008E2155" w:rsidRDefault="00846351" w:rsidP="00A04495">
            <w:pPr>
              <w:pStyle w:val="TAL"/>
              <w:rPr>
                <w:snapToGrid w:val="0"/>
                <w:sz w:val="16"/>
                <w:szCs w:val="16"/>
              </w:rPr>
            </w:pPr>
            <w:r w:rsidRPr="008E2155">
              <w:rPr>
                <w:snapToGrid w:val="0"/>
                <w:sz w:val="16"/>
                <w:szCs w:val="16"/>
              </w:rPr>
              <w:t>1.2.0</w:t>
            </w:r>
          </w:p>
        </w:tc>
      </w:tr>
      <w:tr w:rsidR="0038654D" w:rsidRPr="008E2155" w14:paraId="747223D4"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B895BAB" w14:textId="77777777" w:rsidR="0038654D" w:rsidRPr="008E2155" w:rsidRDefault="0038654D" w:rsidP="00A04495">
            <w:pPr>
              <w:pStyle w:val="TAL"/>
              <w:rPr>
                <w:snapToGrid w:val="0"/>
                <w:sz w:val="16"/>
                <w:szCs w:val="16"/>
              </w:rPr>
            </w:pPr>
            <w:r w:rsidRPr="008E2155">
              <w:rPr>
                <w:snapToGrid w:val="0"/>
                <w:sz w:val="16"/>
                <w:szCs w:val="16"/>
              </w:rPr>
              <w:t>2008-11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8E58B5" w14:textId="77777777" w:rsidR="0038654D" w:rsidRPr="008E2155" w:rsidRDefault="0038654D" w:rsidP="00A04495">
            <w:pPr>
              <w:pStyle w:val="TAL"/>
              <w:rPr>
                <w:snapToGrid w:val="0"/>
                <w:sz w:val="16"/>
                <w:szCs w:val="16"/>
              </w:rPr>
            </w:pPr>
            <w:r w:rsidRPr="008E2155">
              <w:rPr>
                <w:snapToGrid w:val="0"/>
                <w:sz w:val="16"/>
                <w:szCs w:val="16"/>
              </w:rPr>
              <w:t>RAN4#49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2EDEA54" w14:textId="77777777" w:rsidR="0038654D" w:rsidRPr="008E2155" w:rsidRDefault="0038654D" w:rsidP="00A04495">
            <w:pPr>
              <w:pStyle w:val="TAL"/>
              <w:rPr>
                <w:snapToGrid w:val="0"/>
                <w:sz w:val="16"/>
                <w:szCs w:val="16"/>
              </w:rPr>
            </w:pPr>
            <w:r w:rsidRPr="008E2155">
              <w:rPr>
                <w:snapToGrid w:val="0"/>
                <w:sz w:val="16"/>
                <w:szCs w:val="16"/>
              </w:rPr>
              <w:t>R4-082912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C43526F" w14:textId="77777777" w:rsidR="0038654D" w:rsidRPr="008E2155" w:rsidRDefault="0038654D" w:rsidP="00A04495">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DBE55D3" w14:textId="77777777" w:rsidR="0038654D" w:rsidRPr="008E2155" w:rsidRDefault="0038654D" w:rsidP="00A04495">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49EF66FA" w14:textId="77777777" w:rsidR="0038654D" w:rsidRPr="008E2155" w:rsidRDefault="0038654D" w:rsidP="00600540">
            <w:pPr>
              <w:pStyle w:val="TAL"/>
              <w:ind w:left="858" w:hanging="858"/>
              <w:rPr>
                <w:snapToGrid w:val="0"/>
                <w:sz w:val="16"/>
                <w:szCs w:val="16"/>
              </w:rPr>
            </w:pPr>
            <w:r w:rsidRPr="008E2155">
              <w:rPr>
                <w:snapToGrid w:val="0"/>
                <w:sz w:val="16"/>
                <w:szCs w:val="16"/>
              </w:rPr>
              <w:t>TS with the T</w:t>
            </w:r>
            <w:r w:rsidR="0007717B" w:rsidRPr="008E2155">
              <w:rPr>
                <w:snapToGrid w:val="0"/>
                <w:sz w:val="16"/>
                <w:szCs w:val="16"/>
              </w:rPr>
              <w:t>ext proposals</w:t>
            </w:r>
            <w:r w:rsidRPr="008E2155">
              <w:rPr>
                <w:snapToGrid w:val="0"/>
                <w:sz w:val="16"/>
                <w:szCs w:val="16"/>
              </w:rPr>
              <w:t xml:space="preserve"> agreed at RAN4#4</w:t>
            </w:r>
            <w:r w:rsidR="0007717B" w:rsidRPr="008E2155">
              <w:rPr>
                <w:snapToGrid w:val="0"/>
                <w:sz w:val="16"/>
                <w:szCs w:val="16"/>
              </w:rPr>
              <w:t>9</w:t>
            </w:r>
          </w:p>
          <w:p w14:paraId="004E712C" w14:textId="77777777" w:rsidR="0038654D" w:rsidRPr="008E2155" w:rsidRDefault="0038654D" w:rsidP="00A04495">
            <w:pPr>
              <w:pStyle w:val="TAL"/>
              <w:rPr>
                <w:snapToGrid w:val="0"/>
                <w:sz w:val="16"/>
                <w:szCs w:val="16"/>
              </w:rPr>
            </w:pPr>
            <w:r w:rsidRPr="008E2155">
              <w:rPr>
                <w:snapToGrid w:val="0"/>
                <w:sz w:val="16"/>
                <w:szCs w:val="16"/>
              </w:rPr>
              <w:t>R4-082902 TS36.106 Out of band gain correction</w:t>
            </w:r>
          </w:p>
          <w:p w14:paraId="5C584B1F" w14:textId="77777777" w:rsidR="0073165B" w:rsidRPr="008E2155" w:rsidRDefault="0073165B" w:rsidP="0073165B">
            <w:pPr>
              <w:pStyle w:val="TAL"/>
              <w:ind w:left="858" w:hanging="858"/>
              <w:rPr>
                <w:snapToGrid w:val="0"/>
                <w:sz w:val="16"/>
                <w:szCs w:val="16"/>
              </w:rPr>
            </w:pPr>
            <w:r w:rsidRPr="008E2155">
              <w:rPr>
                <w:snapToGrid w:val="0"/>
                <w:sz w:val="16"/>
                <w:szCs w:val="16"/>
              </w:rPr>
              <w:t>R4-083143 TS36.106: Operating band unwanted emission: Correction of formula</w:t>
            </w:r>
          </w:p>
          <w:p w14:paraId="4246CF90" w14:textId="77777777" w:rsidR="00276EC0" w:rsidRPr="008E2155" w:rsidRDefault="00276EC0" w:rsidP="0073165B">
            <w:pPr>
              <w:pStyle w:val="TAL"/>
              <w:ind w:left="858" w:hanging="858"/>
              <w:rPr>
                <w:snapToGrid w:val="0"/>
                <w:sz w:val="16"/>
                <w:szCs w:val="16"/>
              </w:rPr>
            </w:pPr>
            <w:r w:rsidRPr="008E2155">
              <w:rPr>
                <w:snapToGrid w:val="0"/>
                <w:sz w:val="16"/>
                <w:szCs w:val="16"/>
              </w:rPr>
              <w:t>R4-083143 TS36.106 Clean up</w:t>
            </w:r>
          </w:p>
          <w:p w14:paraId="31958D5F" w14:textId="77777777" w:rsidR="00200A64" w:rsidRPr="008E2155" w:rsidRDefault="00200A64" w:rsidP="0073165B">
            <w:pPr>
              <w:pStyle w:val="TAL"/>
              <w:ind w:left="858" w:hanging="858"/>
              <w:rPr>
                <w:snapToGrid w:val="0"/>
                <w:sz w:val="16"/>
                <w:szCs w:val="16"/>
              </w:rPr>
            </w:pPr>
            <w:r w:rsidRPr="008E2155">
              <w:rPr>
                <w:sz w:val="16"/>
                <w:szCs w:val="16"/>
              </w:rPr>
              <w:t>Presentation to TSG RAN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5D48FB" w14:textId="77777777" w:rsidR="0038654D" w:rsidRPr="008E2155" w:rsidRDefault="0038654D" w:rsidP="00A04495">
            <w:pPr>
              <w:pStyle w:val="TAL"/>
              <w:rPr>
                <w:snapToGrid w:val="0"/>
                <w:sz w:val="16"/>
                <w:szCs w:val="16"/>
              </w:rPr>
            </w:pPr>
            <w:r w:rsidRPr="008E2155">
              <w:rPr>
                <w:snapToGrid w:val="0"/>
                <w:sz w:val="16"/>
                <w:szCs w:val="16"/>
              </w:rPr>
              <w:t>1.2.0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C5AC5D" w14:textId="77777777" w:rsidR="0038654D" w:rsidRPr="008E2155" w:rsidRDefault="0038654D" w:rsidP="00A04495">
            <w:pPr>
              <w:pStyle w:val="TAL"/>
              <w:rPr>
                <w:snapToGrid w:val="0"/>
                <w:sz w:val="16"/>
                <w:szCs w:val="16"/>
              </w:rPr>
            </w:pPr>
            <w:r w:rsidRPr="008E2155">
              <w:rPr>
                <w:snapToGrid w:val="0"/>
                <w:sz w:val="16"/>
                <w:szCs w:val="16"/>
              </w:rPr>
              <w:t>1.3.0</w:t>
            </w:r>
          </w:p>
        </w:tc>
      </w:tr>
      <w:tr w:rsidR="0038654D" w:rsidRPr="008E2155" w14:paraId="73E223EE"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9D57720" w14:textId="77777777" w:rsidR="0038654D" w:rsidRPr="008E2155" w:rsidRDefault="005528CC" w:rsidP="00A04495">
            <w:pPr>
              <w:pStyle w:val="TAL"/>
              <w:rPr>
                <w:snapToGrid w:val="0"/>
                <w:sz w:val="16"/>
                <w:szCs w:val="16"/>
              </w:rPr>
            </w:pPr>
            <w:r w:rsidRPr="008E2155">
              <w:rPr>
                <w:snapToGrid w:val="0"/>
                <w:sz w:val="16"/>
                <w:szCs w:val="16"/>
              </w:rPr>
              <w:t>2008-12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D47E1CF" w14:textId="77777777" w:rsidR="0038654D" w:rsidRPr="008E2155" w:rsidRDefault="005528CC" w:rsidP="00A04495">
            <w:pPr>
              <w:pStyle w:val="TAL"/>
              <w:rPr>
                <w:snapToGrid w:val="0"/>
                <w:sz w:val="16"/>
                <w:szCs w:val="16"/>
              </w:rPr>
            </w:pPr>
            <w:r w:rsidRPr="008E2155">
              <w:rPr>
                <w:snapToGrid w:val="0"/>
                <w:sz w:val="16"/>
                <w:szCs w:val="16"/>
              </w:rPr>
              <w:t>RAN #42</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9AEC492" w14:textId="77777777" w:rsidR="0038654D" w:rsidRPr="008E2155" w:rsidRDefault="005528CC" w:rsidP="00A04495">
            <w:pPr>
              <w:pStyle w:val="TAL"/>
              <w:rPr>
                <w:snapToGrid w:val="0"/>
                <w:sz w:val="16"/>
                <w:szCs w:val="16"/>
              </w:rPr>
            </w:pPr>
            <w:r w:rsidRPr="008E2155">
              <w:rPr>
                <w:snapToGrid w:val="0"/>
                <w:sz w:val="16"/>
                <w:szCs w:val="16"/>
              </w:rPr>
              <w:t>RP-080864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0B81757" w14:textId="77777777" w:rsidR="0038654D" w:rsidRPr="008E2155" w:rsidRDefault="0038654D" w:rsidP="00A04495">
            <w:pPr>
              <w:pStyle w:val="TAL"/>
              <w:rPr>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16439A5" w14:textId="77777777" w:rsidR="0038654D" w:rsidRPr="008E2155" w:rsidRDefault="0038654D" w:rsidP="00A04495">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D04755D" w14:textId="77777777" w:rsidR="0038654D" w:rsidRPr="008E2155" w:rsidRDefault="005528CC" w:rsidP="00A04495">
            <w:pPr>
              <w:pStyle w:val="TAL"/>
              <w:rPr>
                <w:snapToGrid w:val="0"/>
                <w:sz w:val="16"/>
                <w:szCs w:val="16"/>
              </w:rPr>
            </w:pPr>
            <w:r w:rsidRPr="008E2155">
              <w:rPr>
                <w:snapToGrid w:val="0"/>
                <w:sz w:val="16"/>
                <w:szCs w:val="16"/>
              </w:rPr>
              <w:t>Approved in TSG RAN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174588" w14:textId="77777777" w:rsidR="0038654D" w:rsidRPr="008E2155" w:rsidRDefault="005528CC" w:rsidP="00A04495">
            <w:pPr>
              <w:pStyle w:val="TAL"/>
              <w:rPr>
                <w:snapToGrid w:val="0"/>
                <w:sz w:val="16"/>
                <w:szCs w:val="16"/>
              </w:rPr>
            </w:pPr>
            <w:r w:rsidRPr="008E2155">
              <w:rPr>
                <w:snapToGrid w:val="0"/>
                <w:sz w:val="16"/>
                <w:szCs w:val="16"/>
              </w:rPr>
              <w:t>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D33697" w14:textId="77777777" w:rsidR="0038654D" w:rsidRPr="008E2155" w:rsidRDefault="005528CC" w:rsidP="00A04495">
            <w:pPr>
              <w:pStyle w:val="TAL"/>
              <w:rPr>
                <w:snapToGrid w:val="0"/>
                <w:sz w:val="16"/>
                <w:szCs w:val="16"/>
              </w:rPr>
            </w:pPr>
            <w:r w:rsidRPr="008E2155">
              <w:rPr>
                <w:snapToGrid w:val="0"/>
                <w:sz w:val="16"/>
                <w:szCs w:val="16"/>
              </w:rPr>
              <w:t>8.0.0</w:t>
            </w:r>
          </w:p>
        </w:tc>
      </w:tr>
      <w:tr w:rsidR="0038654D" w:rsidRPr="008E2155" w14:paraId="3C23A2B8"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458962F0" w14:textId="77777777" w:rsidR="0038654D" w:rsidRPr="008E2155" w:rsidRDefault="00C127BF" w:rsidP="00A04495">
            <w:pPr>
              <w:pStyle w:val="TAL"/>
              <w:rPr>
                <w:snapToGrid w:val="0"/>
                <w:sz w:val="16"/>
                <w:szCs w:val="16"/>
              </w:rPr>
            </w:pPr>
            <w:r w:rsidRPr="008E2155">
              <w:rPr>
                <w:snapToGrid w:val="0"/>
                <w:sz w:val="16"/>
                <w:szCs w:val="16"/>
              </w:rPr>
              <w:t>2009-03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2A5663B" w14:textId="77777777" w:rsidR="0038654D" w:rsidRPr="008E2155" w:rsidRDefault="00C127BF" w:rsidP="00A04495">
            <w:pPr>
              <w:pStyle w:val="TAL"/>
              <w:rPr>
                <w:snapToGrid w:val="0"/>
                <w:sz w:val="16"/>
                <w:szCs w:val="16"/>
              </w:rPr>
            </w:pPr>
            <w:r w:rsidRPr="008E2155">
              <w:rPr>
                <w:snapToGrid w:val="0"/>
                <w:sz w:val="16"/>
                <w:szCs w:val="16"/>
              </w:rPr>
              <w:t>RAN #43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E4FC57D" w14:textId="77777777" w:rsidR="0038654D" w:rsidRPr="008E2155" w:rsidRDefault="00C127BF" w:rsidP="00A04495">
            <w:pPr>
              <w:pStyle w:val="TAL"/>
              <w:rPr>
                <w:snapToGrid w:val="0"/>
                <w:sz w:val="16"/>
                <w:szCs w:val="16"/>
              </w:rPr>
            </w:pPr>
            <w:r w:rsidRPr="008E2155">
              <w:rPr>
                <w:snapToGrid w:val="0"/>
                <w:sz w:val="16"/>
                <w:szCs w:val="16"/>
              </w:rPr>
              <w:t>RP-090191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558475E" w14:textId="77777777" w:rsidR="0038654D" w:rsidRPr="008E2155" w:rsidRDefault="00C127BF" w:rsidP="00A04495">
            <w:pPr>
              <w:pStyle w:val="TAL"/>
              <w:rPr>
                <w:snapToGrid w:val="0"/>
                <w:sz w:val="16"/>
                <w:szCs w:val="16"/>
              </w:rPr>
            </w:pPr>
            <w:r w:rsidRPr="008E2155">
              <w:rPr>
                <w:snapToGrid w:val="0"/>
                <w:sz w:val="16"/>
                <w:szCs w:val="16"/>
              </w:rPr>
              <w:t>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6B6BDC3" w14:textId="77777777" w:rsidR="0038654D" w:rsidRPr="008E2155" w:rsidRDefault="0038654D" w:rsidP="00A04495">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7B9AA8CB" w14:textId="77777777" w:rsidR="0038654D" w:rsidRPr="008E2155" w:rsidRDefault="00C127BF" w:rsidP="00A04495">
            <w:pPr>
              <w:pStyle w:val="TAL"/>
              <w:rPr>
                <w:snapToGrid w:val="0"/>
                <w:sz w:val="16"/>
                <w:szCs w:val="16"/>
              </w:rPr>
            </w:pPr>
            <w:r w:rsidRPr="008E2155">
              <w:rPr>
                <w:noProof/>
              </w:rPr>
              <w:t>Alignment with 36.143 conformance testing</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4A7478" w14:textId="77777777" w:rsidR="0038654D" w:rsidRPr="008E2155" w:rsidRDefault="00C127BF" w:rsidP="00A04495">
            <w:pPr>
              <w:pStyle w:val="TAL"/>
              <w:rPr>
                <w:snapToGrid w:val="0"/>
                <w:sz w:val="16"/>
                <w:szCs w:val="16"/>
              </w:rPr>
            </w:pPr>
            <w:r w:rsidRPr="008E2155">
              <w:rPr>
                <w:snapToGrid w:val="0"/>
                <w:sz w:val="16"/>
                <w:szCs w:val="16"/>
              </w:rPr>
              <w:t>8.0.0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632231" w14:textId="77777777" w:rsidR="0038654D" w:rsidRPr="008E2155" w:rsidRDefault="00C127BF" w:rsidP="00A04495">
            <w:pPr>
              <w:pStyle w:val="TAL"/>
              <w:rPr>
                <w:snapToGrid w:val="0"/>
                <w:sz w:val="16"/>
                <w:szCs w:val="16"/>
              </w:rPr>
            </w:pPr>
            <w:r w:rsidRPr="008E2155">
              <w:rPr>
                <w:snapToGrid w:val="0"/>
                <w:sz w:val="16"/>
                <w:szCs w:val="16"/>
              </w:rPr>
              <w:t>8.1.0</w:t>
            </w:r>
          </w:p>
        </w:tc>
      </w:tr>
      <w:tr w:rsidR="0025304A" w:rsidRPr="008E2155" w14:paraId="223DCBFB" w14:textId="77777777" w:rsidTr="00FD69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E263C7E" w14:textId="77777777" w:rsidR="0025304A" w:rsidRPr="008E2155" w:rsidRDefault="0025304A" w:rsidP="00357219">
            <w:pPr>
              <w:pStyle w:val="TAL"/>
              <w:rPr>
                <w:snapToGrid w:val="0"/>
                <w:sz w:val="16"/>
                <w:szCs w:val="16"/>
              </w:rPr>
            </w:pPr>
            <w:r w:rsidRPr="008E2155">
              <w:rPr>
                <w:snapToGrid w:val="0"/>
                <w:sz w:val="16"/>
                <w:szCs w:val="16"/>
              </w:rPr>
              <w:t>2009-03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EB8AD5" w14:textId="77777777" w:rsidR="0025304A" w:rsidRPr="008E2155" w:rsidRDefault="0025304A" w:rsidP="00357219">
            <w:pPr>
              <w:pStyle w:val="TAL"/>
              <w:rPr>
                <w:snapToGrid w:val="0"/>
                <w:sz w:val="16"/>
                <w:szCs w:val="16"/>
              </w:rPr>
            </w:pPr>
            <w:r w:rsidRPr="008E2155">
              <w:rPr>
                <w:snapToGrid w:val="0"/>
                <w:sz w:val="16"/>
                <w:szCs w:val="16"/>
              </w:rPr>
              <w:t>RAN #43</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639FE25" w14:textId="77777777" w:rsidR="0025304A" w:rsidRPr="008E2155" w:rsidRDefault="0025304A" w:rsidP="00357219">
            <w:pPr>
              <w:pStyle w:val="TAL"/>
              <w:rPr>
                <w:snapToGrid w:val="0"/>
                <w:sz w:val="16"/>
                <w:szCs w:val="16"/>
              </w:rPr>
            </w:pPr>
            <w:r w:rsidRPr="008E2155">
              <w:rPr>
                <w:snapToGrid w:val="0"/>
                <w:sz w:val="16"/>
                <w:szCs w:val="16"/>
              </w:rPr>
              <w:t>RP-090191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9D7B972" w14:textId="77777777" w:rsidR="0025304A" w:rsidRPr="008E2155" w:rsidRDefault="0025304A" w:rsidP="00357219">
            <w:pPr>
              <w:pStyle w:val="TAL"/>
              <w:rPr>
                <w:snapToGrid w:val="0"/>
                <w:sz w:val="16"/>
                <w:szCs w:val="16"/>
              </w:rPr>
            </w:pPr>
            <w:r w:rsidRPr="008E2155">
              <w:rPr>
                <w:snapToGrid w:val="0"/>
                <w:sz w:val="16"/>
                <w:szCs w:val="16"/>
              </w:rPr>
              <w:t>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3F20262" w14:textId="77777777" w:rsidR="0025304A" w:rsidRPr="008E2155" w:rsidRDefault="0025304A" w:rsidP="00357219">
            <w:pPr>
              <w:pStyle w:val="TAL"/>
              <w:rPr>
                <w:snapToGrid w:val="0"/>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6525DBF" w14:textId="77777777" w:rsidR="0025304A" w:rsidRPr="008E2155" w:rsidRDefault="0025304A" w:rsidP="00357219">
            <w:pPr>
              <w:pStyle w:val="TAL"/>
              <w:rPr>
                <w:snapToGrid w:val="0"/>
                <w:sz w:val="16"/>
                <w:szCs w:val="16"/>
              </w:rPr>
            </w:pPr>
            <w:r w:rsidRPr="008E2155">
              <w:rPr>
                <w:noProof/>
              </w:rPr>
              <w:t>Clarification of PHS band including the future plan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E30A55" w14:textId="77777777" w:rsidR="0025304A" w:rsidRPr="008E2155" w:rsidRDefault="0025304A" w:rsidP="00357219">
            <w:pPr>
              <w:pStyle w:val="TAL"/>
              <w:rPr>
                <w:snapToGrid w:val="0"/>
                <w:sz w:val="16"/>
                <w:szCs w:val="16"/>
              </w:rPr>
            </w:pPr>
            <w:r w:rsidRPr="008E2155">
              <w:rPr>
                <w:snapToGrid w:val="0"/>
                <w:sz w:val="16"/>
                <w:szCs w:val="16"/>
              </w:rPr>
              <w:t>8.0.0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101D38" w14:textId="77777777" w:rsidR="0025304A" w:rsidRPr="008E2155" w:rsidRDefault="0025304A" w:rsidP="00357219">
            <w:pPr>
              <w:pStyle w:val="TAL"/>
              <w:rPr>
                <w:snapToGrid w:val="0"/>
                <w:sz w:val="16"/>
                <w:szCs w:val="16"/>
              </w:rPr>
            </w:pPr>
            <w:r w:rsidRPr="008E2155">
              <w:rPr>
                <w:snapToGrid w:val="0"/>
                <w:sz w:val="16"/>
                <w:szCs w:val="16"/>
              </w:rPr>
              <w:t>8.1.0</w:t>
            </w:r>
          </w:p>
        </w:tc>
      </w:tr>
      <w:tr w:rsidR="0025304A" w:rsidRPr="008E2155" w14:paraId="7EB1C49F" w14:textId="77777777" w:rsidTr="00FD69D6">
        <w:tc>
          <w:tcPr>
            <w:tcW w:w="800" w:type="dxa"/>
            <w:shd w:val="solid" w:color="FFFFFF" w:fill="auto"/>
          </w:tcPr>
          <w:p w14:paraId="37C71F78" w14:textId="77777777" w:rsidR="0025304A" w:rsidRPr="008E2155" w:rsidRDefault="0025304A" w:rsidP="00357219">
            <w:pPr>
              <w:pStyle w:val="TAL"/>
              <w:rPr>
                <w:snapToGrid w:val="0"/>
                <w:sz w:val="16"/>
                <w:szCs w:val="16"/>
              </w:rPr>
            </w:pPr>
            <w:r w:rsidRPr="008E2155">
              <w:rPr>
                <w:snapToGrid w:val="0"/>
                <w:sz w:val="16"/>
                <w:szCs w:val="16"/>
              </w:rPr>
              <w:t>2009-03</w:t>
            </w:r>
          </w:p>
        </w:tc>
        <w:tc>
          <w:tcPr>
            <w:tcW w:w="800" w:type="dxa"/>
            <w:shd w:val="solid" w:color="FFFFFF" w:fill="auto"/>
          </w:tcPr>
          <w:p w14:paraId="6D0F1CC7" w14:textId="77777777" w:rsidR="0025304A" w:rsidRPr="008E2155" w:rsidRDefault="0025304A" w:rsidP="00357219">
            <w:pPr>
              <w:pStyle w:val="TAL"/>
              <w:rPr>
                <w:snapToGrid w:val="0"/>
                <w:sz w:val="16"/>
                <w:szCs w:val="16"/>
              </w:rPr>
            </w:pPr>
            <w:r w:rsidRPr="008E2155">
              <w:rPr>
                <w:snapToGrid w:val="0"/>
                <w:sz w:val="16"/>
                <w:szCs w:val="16"/>
              </w:rPr>
              <w:t>RAN #43</w:t>
            </w:r>
          </w:p>
        </w:tc>
        <w:tc>
          <w:tcPr>
            <w:tcW w:w="952" w:type="dxa"/>
            <w:shd w:val="solid" w:color="FFFFFF" w:fill="auto"/>
          </w:tcPr>
          <w:p w14:paraId="77CFE47E" w14:textId="77777777" w:rsidR="0025304A" w:rsidRPr="008E2155" w:rsidRDefault="0025304A" w:rsidP="00357219">
            <w:pPr>
              <w:pStyle w:val="TAL"/>
              <w:rPr>
                <w:snapToGrid w:val="0"/>
                <w:sz w:val="16"/>
                <w:szCs w:val="16"/>
              </w:rPr>
            </w:pPr>
            <w:r w:rsidRPr="008E2155">
              <w:rPr>
                <w:snapToGrid w:val="0"/>
                <w:sz w:val="16"/>
                <w:szCs w:val="16"/>
              </w:rPr>
              <w:t>RP-090191</w:t>
            </w:r>
          </w:p>
        </w:tc>
        <w:tc>
          <w:tcPr>
            <w:tcW w:w="426" w:type="dxa"/>
            <w:shd w:val="solid" w:color="FFFFFF" w:fill="auto"/>
          </w:tcPr>
          <w:p w14:paraId="7D7DACAE" w14:textId="77777777" w:rsidR="0025304A" w:rsidRPr="008E2155" w:rsidRDefault="0025304A" w:rsidP="00357219">
            <w:pPr>
              <w:pStyle w:val="TAL"/>
              <w:rPr>
                <w:snapToGrid w:val="0"/>
                <w:sz w:val="16"/>
                <w:szCs w:val="16"/>
              </w:rPr>
            </w:pPr>
            <w:r w:rsidRPr="008E2155">
              <w:rPr>
                <w:snapToGrid w:val="0"/>
                <w:sz w:val="16"/>
                <w:szCs w:val="16"/>
              </w:rPr>
              <w:t>3</w:t>
            </w:r>
          </w:p>
        </w:tc>
        <w:tc>
          <w:tcPr>
            <w:tcW w:w="428" w:type="dxa"/>
            <w:shd w:val="solid" w:color="FFFFFF" w:fill="auto"/>
          </w:tcPr>
          <w:p w14:paraId="5956999A" w14:textId="77777777" w:rsidR="0025304A" w:rsidRPr="008E2155" w:rsidRDefault="0025304A" w:rsidP="00357219">
            <w:pPr>
              <w:pStyle w:val="TAL"/>
              <w:rPr>
                <w:snapToGrid w:val="0"/>
                <w:sz w:val="16"/>
                <w:szCs w:val="16"/>
              </w:rPr>
            </w:pPr>
            <w:r w:rsidRPr="008E2155">
              <w:rPr>
                <w:snapToGrid w:val="0"/>
                <w:sz w:val="16"/>
                <w:szCs w:val="16"/>
              </w:rPr>
              <w:t>1</w:t>
            </w:r>
          </w:p>
        </w:tc>
        <w:tc>
          <w:tcPr>
            <w:tcW w:w="4867" w:type="dxa"/>
            <w:shd w:val="solid" w:color="FFFFFF" w:fill="auto"/>
          </w:tcPr>
          <w:p w14:paraId="6A4F95AA" w14:textId="77777777" w:rsidR="0025304A" w:rsidRPr="008E2155" w:rsidRDefault="0025304A" w:rsidP="00357219">
            <w:pPr>
              <w:pStyle w:val="TAL"/>
              <w:rPr>
                <w:snapToGrid w:val="0"/>
                <w:sz w:val="16"/>
                <w:szCs w:val="16"/>
              </w:rPr>
            </w:pPr>
            <w:r w:rsidRPr="008E2155">
              <w:rPr>
                <w:noProof/>
              </w:rPr>
              <w:t>Introduction of EVM</w:t>
            </w:r>
          </w:p>
        </w:tc>
        <w:tc>
          <w:tcPr>
            <w:tcW w:w="567" w:type="dxa"/>
            <w:shd w:val="solid" w:color="FFFFFF" w:fill="auto"/>
          </w:tcPr>
          <w:p w14:paraId="0A2D8A1B" w14:textId="77777777" w:rsidR="0025304A" w:rsidRPr="008E2155" w:rsidRDefault="0025304A" w:rsidP="00357219">
            <w:pPr>
              <w:pStyle w:val="TAL"/>
              <w:rPr>
                <w:snapToGrid w:val="0"/>
                <w:sz w:val="16"/>
                <w:szCs w:val="16"/>
              </w:rPr>
            </w:pPr>
            <w:r w:rsidRPr="008E2155">
              <w:rPr>
                <w:snapToGrid w:val="0"/>
                <w:sz w:val="16"/>
                <w:szCs w:val="16"/>
              </w:rPr>
              <w:t>8.0.0</w:t>
            </w:r>
          </w:p>
        </w:tc>
        <w:tc>
          <w:tcPr>
            <w:tcW w:w="567" w:type="dxa"/>
            <w:shd w:val="solid" w:color="FFFFFF" w:fill="auto"/>
          </w:tcPr>
          <w:p w14:paraId="1017DE24" w14:textId="77777777" w:rsidR="0025304A" w:rsidRPr="008E2155" w:rsidRDefault="0025304A" w:rsidP="00357219">
            <w:pPr>
              <w:pStyle w:val="TAL"/>
              <w:rPr>
                <w:snapToGrid w:val="0"/>
                <w:sz w:val="16"/>
                <w:szCs w:val="16"/>
              </w:rPr>
            </w:pPr>
            <w:r w:rsidRPr="008E2155">
              <w:rPr>
                <w:snapToGrid w:val="0"/>
                <w:sz w:val="16"/>
                <w:szCs w:val="16"/>
              </w:rPr>
              <w:t>8.1.0</w:t>
            </w:r>
          </w:p>
        </w:tc>
      </w:tr>
      <w:tr w:rsidR="0025304A" w:rsidRPr="008E2155" w14:paraId="3553E33F" w14:textId="77777777" w:rsidTr="00FD69D6">
        <w:tc>
          <w:tcPr>
            <w:tcW w:w="800" w:type="dxa"/>
            <w:shd w:val="solid" w:color="FFFFFF" w:fill="auto"/>
          </w:tcPr>
          <w:p w14:paraId="04D0F4C9" w14:textId="77777777" w:rsidR="0025304A" w:rsidRPr="008E2155" w:rsidRDefault="0025304A" w:rsidP="00357219">
            <w:pPr>
              <w:pStyle w:val="TAL"/>
              <w:rPr>
                <w:snapToGrid w:val="0"/>
                <w:sz w:val="16"/>
                <w:szCs w:val="16"/>
              </w:rPr>
            </w:pPr>
            <w:r w:rsidRPr="008E2155">
              <w:rPr>
                <w:snapToGrid w:val="0"/>
                <w:sz w:val="16"/>
                <w:szCs w:val="16"/>
              </w:rPr>
              <w:t>2009-03</w:t>
            </w:r>
          </w:p>
        </w:tc>
        <w:tc>
          <w:tcPr>
            <w:tcW w:w="800" w:type="dxa"/>
            <w:shd w:val="solid" w:color="FFFFFF" w:fill="auto"/>
          </w:tcPr>
          <w:p w14:paraId="5F4B8195" w14:textId="77777777" w:rsidR="0025304A" w:rsidRPr="008E2155" w:rsidRDefault="0025304A" w:rsidP="00357219">
            <w:pPr>
              <w:pStyle w:val="TAL"/>
              <w:rPr>
                <w:snapToGrid w:val="0"/>
                <w:sz w:val="16"/>
                <w:szCs w:val="16"/>
              </w:rPr>
            </w:pPr>
            <w:r w:rsidRPr="008E2155">
              <w:rPr>
                <w:snapToGrid w:val="0"/>
                <w:sz w:val="16"/>
                <w:szCs w:val="16"/>
              </w:rPr>
              <w:t>RAN #43</w:t>
            </w:r>
          </w:p>
        </w:tc>
        <w:tc>
          <w:tcPr>
            <w:tcW w:w="952" w:type="dxa"/>
            <w:shd w:val="solid" w:color="FFFFFF" w:fill="auto"/>
          </w:tcPr>
          <w:p w14:paraId="6EB724AA" w14:textId="77777777" w:rsidR="0025304A" w:rsidRPr="008E2155" w:rsidRDefault="0025304A" w:rsidP="00357219">
            <w:pPr>
              <w:pStyle w:val="TAL"/>
              <w:rPr>
                <w:snapToGrid w:val="0"/>
                <w:sz w:val="16"/>
                <w:szCs w:val="16"/>
              </w:rPr>
            </w:pPr>
            <w:r w:rsidRPr="008E2155">
              <w:rPr>
                <w:snapToGrid w:val="0"/>
                <w:sz w:val="16"/>
                <w:szCs w:val="16"/>
              </w:rPr>
              <w:t>RP-090191</w:t>
            </w:r>
          </w:p>
        </w:tc>
        <w:tc>
          <w:tcPr>
            <w:tcW w:w="426" w:type="dxa"/>
            <w:shd w:val="solid" w:color="FFFFFF" w:fill="auto"/>
          </w:tcPr>
          <w:p w14:paraId="03069169" w14:textId="77777777" w:rsidR="0025304A" w:rsidRPr="008E2155" w:rsidRDefault="0025304A" w:rsidP="00357219">
            <w:pPr>
              <w:pStyle w:val="TAL"/>
              <w:rPr>
                <w:snapToGrid w:val="0"/>
                <w:sz w:val="16"/>
                <w:szCs w:val="16"/>
              </w:rPr>
            </w:pPr>
            <w:r w:rsidRPr="008E2155">
              <w:rPr>
                <w:snapToGrid w:val="0"/>
                <w:sz w:val="16"/>
                <w:szCs w:val="16"/>
              </w:rPr>
              <w:t>5</w:t>
            </w:r>
          </w:p>
        </w:tc>
        <w:tc>
          <w:tcPr>
            <w:tcW w:w="428" w:type="dxa"/>
            <w:shd w:val="solid" w:color="FFFFFF" w:fill="auto"/>
          </w:tcPr>
          <w:p w14:paraId="2E05222B" w14:textId="77777777" w:rsidR="0025304A" w:rsidRPr="008E2155" w:rsidRDefault="0025304A" w:rsidP="00357219">
            <w:pPr>
              <w:pStyle w:val="TAL"/>
              <w:rPr>
                <w:snapToGrid w:val="0"/>
                <w:sz w:val="16"/>
                <w:szCs w:val="16"/>
              </w:rPr>
            </w:pPr>
          </w:p>
        </w:tc>
        <w:tc>
          <w:tcPr>
            <w:tcW w:w="4867" w:type="dxa"/>
            <w:shd w:val="solid" w:color="FFFFFF" w:fill="auto"/>
          </w:tcPr>
          <w:p w14:paraId="15FC87DE" w14:textId="77777777" w:rsidR="0025304A" w:rsidRPr="008E2155" w:rsidRDefault="0025304A" w:rsidP="00357219">
            <w:pPr>
              <w:pStyle w:val="TAL"/>
              <w:rPr>
                <w:snapToGrid w:val="0"/>
                <w:sz w:val="16"/>
                <w:szCs w:val="16"/>
              </w:rPr>
            </w:pPr>
            <w:r w:rsidRPr="008E2155">
              <w:rPr>
                <w:noProof/>
              </w:rPr>
              <w:t>Clarification of EARFCN for 36.106</w:t>
            </w:r>
          </w:p>
        </w:tc>
        <w:tc>
          <w:tcPr>
            <w:tcW w:w="567" w:type="dxa"/>
            <w:shd w:val="solid" w:color="FFFFFF" w:fill="auto"/>
          </w:tcPr>
          <w:p w14:paraId="13F51BA1" w14:textId="77777777" w:rsidR="0025304A" w:rsidRPr="008E2155" w:rsidRDefault="0025304A" w:rsidP="00357219">
            <w:pPr>
              <w:pStyle w:val="TAL"/>
              <w:rPr>
                <w:snapToGrid w:val="0"/>
                <w:sz w:val="16"/>
                <w:szCs w:val="16"/>
              </w:rPr>
            </w:pPr>
            <w:r w:rsidRPr="008E2155">
              <w:rPr>
                <w:snapToGrid w:val="0"/>
                <w:sz w:val="16"/>
                <w:szCs w:val="16"/>
              </w:rPr>
              <w:t>8.0.0</w:t>
            </w:r>
          </w:p>
        </w:tc>
        <w:tc>
          <w:tcPr>
            <w:tcW w:w="567" w:type="dxa"/>
            <w:shd w:val="solid" w:color="FFFFFF" w:fill="auto"/>
          </w:tcPr>
          <w:p w14:paraId="3D31AA02" w14:textId="77777777" w:rsidR="0025304A" w:rsidRPr="008E2155" w:rsidRDefault="0025304A" w:rsidP="00357219">
            <w:pPr>
              <w:pStyle w:val="TAL"/>
              <w:rPr>
                <w:snapToGrid w:val="0"/>
                <w:sz w:val="16"/>
                <w:szCs w:val="16"/>
              </w:rPr>
            </w:pPr>
            <w:r w:rsidRPr="008E2155">
              <w:rPr>
                <w:snapToGrid w:val="0"/>
                <w:sz w:val="16"/>
                <w:szCs w:val="16"/>
              </w:rPr>
              <w:t>8.1.0</w:t>
            </w:r>
          </w:p>
        </w:tc>
      </w:tr>
      <w:tr w:rsidR="00413AC2" w:rsidRPr="008E2155" w14:paraId="1162E04F" w14:textId="77777777" w:rsidTr="00FD69D6">
        <w:tc>
          <w:tcPr>
            <w:tcW w:w="800" w:type="dxa"/>
            <w:shd w:val="solid" w:color="FFFFFF" w:fill="auto"/>
          </w:tcPr>
          <w:p w14:paraId="6E41BD87" w14:textId="77777777" w:rsidR="00413AC2" w:rsidRPr="008E2155" w:rsidRDefault="00413AC2" w:rsidP="00105F56">
            <w:pPr>
              <w:pStyle w:val="TAL"/>
              <w:rPr>
                <w:snapToGrid w:val="0"/>
                <w:sz w:val="16"/>
                <w:szCs w:val="16"/>
              </w:rPr>
            </w:pPr>
            <w:r w:rsidRPr="008E2155">
              <w:rPr>
                <w:snapToGrid w:val="0"/>
                <w:sz w:val="16"/>
                <w:szCs w:val="16"/>
              </w:rPr>
              <w:t>2009-05</w:t>
            </w:r>
          </w:p>
        </w:tc>
        <w:tc>
          <w:tcPr>
            <w:tcW w:w="800" w:type="dxa"/>
            <w:shd w:val="solid" w:color="FFFFFF" w:fill="auto"/>
          </w:tcPr>
          <w:p w14:paraId="6B10D57B" w14:textId="77777777" w:rsidR="00413AC2" w:rsidRPr="008E2155" w:rsidRDefault="00413AC2" w:rsidP="00105F56">
            <w:pPr>
              <w:pStyle w:val="TAL"/>
              <w:rPr>
                <w:snapToGrid w:val="0"/>
                <w:sz w:val="16"/>
                <w:szCs w:val="16"/>
              </w:rPr>
            </w:pPr>
            <w:r w:rsidRPr="008E2155">
              <w:rPr>
                <w:snapToGrid w:val="0"/>
                <w:sz w:val="16"/>
                <w:szCs w:val="16"/>
              </w:rPr>
              <w:t>RAN #44</w:t>
            </w:r>
          </w:p>
        </w:tc>
        <w:tc>
          <w:tcPr>
            <w:tcW w:w="952" w:type="dxa"/>
            <w:shd w:val="solid" w:color="FFFFFF" w:fill="auto"/>
          </w:tcPr>
          <w:p w14:paraId="7FDAD02F" w14:textId="77777777" w:rsidR="00413AC2" w:rsidRPr="008E2155" w:rsidRDefault="00413AC2" w:rsidP="00357219">
            <w:pPr>
              <w:pStyle w:val="TAL"/>
              <w:rPr>
                <w:snapToGrid w:val="0"/>
                <w:sz w:val="16"/>
                <w:szCs w:val="16"/>
              </w:rPr>
            </w:pPr>
            <w:r w:rsidRPr="008E2155">
              <w:rPr>
                <w:snapToGrid w:val="0"/>
                <w:sz w:val="16"/>
                <w:szCs w:val="16"/>
              </w:rPr>
              <w:t>RP-090552</w:t>
            </w:r>
          </w:p>
        </w:tc>
        <w:tc>
          <w:tcPr>
            <w:tcW w:w="426" w:type="dxa"/>
            <w:shd w:val="solid" w:color="FFFFFF" w:fill="auto"/>
          </w:tcPr>
          <w:p w14:paraId="087188B3" w14:textId="77777777" w:rsidR="00413AC2" w:rsidRPr="008E2155" w:rsidRDefault="00413AC2" w:rsidP="00357219">
            <w:pPr>
              <w:pStyle w:val="TAL"/>
              <w:rPr>
                <w:snapToGrid w:val="0"/>
                <w:sz w:val="16"/>
                <w:szCs w:val="16"/>
              </w:rPr>
            </w:pPr>
            <w:r w:rsidRPr="008E2155">
              <w:rPr>
                <w:snapToGrid w:val="0"/>
                <w:sz w:val="16"/>
                <w:szCs w:val="16"/>
              </w:rPr>
              <w:t>6</w:t>
            </w:r>
          </w:p>
        </w:tc>
        <w:tc>
          <w:tcPr>
            <w:tcW w:w="428" w:type="dxa"/>
            <w:shd w:val="solid" w:color="FFFFFF" w:fill="auto"/>
          </w:tcPr>
          <w:p w14:paraId="0695E49E" w14:textId="77777777" w:rsidR="00413AC2" w:rsidRPr="008E2155" w:rsidRDefault="00413AC2" w:rsidP="00357219">
            <w:pPr>
              <w:pStyle w:val="TAL"/>
              <w:rPr>
                <w:snapToGrid w:val="0"/>
                <w:sz w:val="16"/>
                <w:szCs w:val="16"/>
              </w:rPr>
            </w:pPr>
          </w:p>
        </w:tc>
        <w:tc>
          <w:tcPr>
            <w:tcW w:w="4867" w:type="dxa"/>
            <w:shd w:val="solid" w:color="FFFFFF" w:fill="auto"/>
          </w:tcPr>
          <w:p w14:paraId="3F702D9B" w14:textId="77777777" w:rsidR="00413AC2" w:rsidRPr="008E2155" w:rsidRDefault="00413AC2" w:rsidP="00357219">
            <w:pPr>
              <w:pStyle w:val="TAL"/>
              <w:rPr>
                <w:noProof/>
              </w:rPr>
            </w:pPr>
            <w:r w:rsidRPr="008E2155">
              <w:rPr>
                <w:sz w:val="16"/>
                <w:szCs w:val="16"/>
              </w:rPr>
              <w:t>Alignement with test spec and clean-up</w:t>
            </w:r>
          </w:p>
        </w:tc>
        <w:tc>
          <w:tcPr>
            <w:tcW w:w="567" w:type="dxa"/>
            <w:shd w:val="solid" w:color="FFFFFF" w:fill="auto"/>
          </w:tcPr>
          <w:p w14:paraId="4D927397" w14:textId="77777777" w:rsidR="00413AC2" w:rsidRPr="008E2155" w:rsidRDefault="00E720DA" w:rsidP="00357219">
            <w:pPr>
              <w:pStyle w:val="TAL"/>
              <w:rPr>
                <w:snapToGrid w:val="0"/>
                <w:sz w:val="16"/>
                <w:szCs w:val="16"/>
              </w:rPr>
            </w:pPr>
            <w:r w:rsidRPr="008E2155">
              <w:rPr>
                <w:snapToGrid w:val="0"/>
                <w:sz w:val="16"/>
                <w:szCs w:val="16"/>
              </w:rPr>
              <w:t>8.1</w:t>
            </w:r>
            <w:r w:rsidR="00413AC2" w:rsidRPr="008E2155">
              <w:rPr>
                <w:snapToGrid w:val="0"/>
                <w:sz w:val="16"/>
                <w:szCs w:val="16"/>
              </w:rPr>
              <w:t>.0</w:t>
            </w:r>
          </w:p>
        </w:tc>
        <w:tc>
          <w:tcPr>
            <w:tcW w:w="567" w:type="dxa"/>
            <w:shd w:val="solid" w:color="FFFFFF" w:fill="auto"/>
          </w:tcPr>
          <w:p w14:paraId="0669515C" w14:textId="77777777" w:rsidR="00413AC2" w:rsidRPr="008E2155" w:rsidRDefault="00E720DA" w:rsidP="00357219">
            <w:pPr>
              <w:pStyle w:val="TAL"/>
              <w:rPr>
                <w:snapToGrid w:val="0"/>
                <w:sz w:val="16"/>
                <w:szCs w:val="16"/>
              </w:rPr>
            </w:pPr>
            <w:r w:rsidRPr="008E2155">
              <w:rPr>
                <w:snapToGrid w:val="0"/>
                <w:sz w:val="16"/>
                <w:szCs w:val="16"/>
              </w:rPr>
              <w:t>8.2</w:t>
            </w:r>
            <w:r w:rsidR="00413AC2" w:rsidRPr="008E2155">
              <w:rPr>
                <w:snapToGrid w:val="0"/>
                <w:sz w:val="16"/>
                <w:szCs w:val="16"/>
              </w:rPr>
              <w:t>.0</w:t>
            </w:r>
          </w:p>
        </w:tc>
      </w:tr>
      <w:tr w:rsidR="00413AC2" w:rsidRPr="008E2155" w14:paraId="27C6DD21" w14:textId="77777777" w:rsidTr="00FD69D6">
        <w:tc>
          <w:tcPr>
            <w:tcW w:w="800" w:type="dxa"/>
            <w:shd w:val="solid" w:color="FFFFFF" w:fill="auto"/>
          </w:tcPr>
          <w:p w14:paraId="1943FEC8" w14:textId="77777777" w:rsidR="00413AC2" w:rsidRPr="008E2155" w:rsidRDefault="00413AC2" w:rsidP="00105F56">
            <w:pPr>
              <w:pStyle w:val="TAL"/>
              <w:rPr>
                <w:snapToGrid w:val="0"/>
                <w:sz w:val="16"/>
                <w:szCs w:val="16"/>
              </w:rPr>
            </w:pPr>
            <w:r w:rsidRPr="008E2155">
              <w:rPr>
                <w:snapToGrid w:val="0"/>
                <w:sz w:val="16"/>
                <w:szCs w:val="16"/>
              </w:rPr>
              <w:t>2009-05</w:t>
            </w:r>
          </w:p>
        </w:tc>
        <w:tc>
          <w:tcPr>
            <w:tcW w:w="800" w:type="dxa"/>
            <w:shd w:val="solid" w:color="FFFFFF" w:fill="auto"/>
          </w:tcPr>
          <w:p w14:paraId="60920E74" w14:textId="77777777" w:rsidR="00413AC2" w:rsidRPr="008E2155" w:rsidRDefault="00413AC2" w:rsidP="00105F56">
            <w:pPr>
              <w:pStyle w:val="TAL"/>
              <w:rPr>
                <w:snapToGrid w:val="0"/>
                <w:sz w:val="16"/>
                <w:szCs w:val="16"/>
              </w:rPr>
            </w:pPr>
            <w:r w:rsidRPr="008E2155">
              <w:rPr>
                <w:snapToGrid w:val="0"/>
                <w:sz w:val="16"/>
                <w:szCs w:val="16"/>
              </w:rPr>
              <w:t>RAN #44</w:t>
            </w:r>
          </w:p>
        </w:tc>
        <w:tc>
          <w:tcPr>
            <w:tcW w:w="952" w:type="dxa"/>
            <w:shd w:val="solid" w:color="FFFFFF" w:fill="auto"/>
          </w:tcPr>
          <w:p w14:paraId="5E416323" w14:textId="77777777" w:rsidR="00413AC2" w:rsidRPr="008E2155" w:rsidRDefault="00413AC2" w:rsidP="00357219">
            <w:pPr>
              <w:pStyle w:val="TAL"/>
              <w:rPr>
                <w:snapToGrid w:val="0"/>
                <w:sz w:val="16"/>
                <w:szCs w:val="16"/>
              </w:rPr>
            </w:pPr>
            <w:r w:rsidRPr="008E2155">
              <w:rPr>
                <w:snapToGrid w:val="0"/>
                <w:sz w:val="16"/>
                <w:szCs w:val="16"/>
              </w:rPr>
              <w:t>RP-090552</w:t>
            </w:r>
          </w:p>
        </w:tc>
        <w:tc>
          <w:tcPr>
            <w:tcW w:w="426" w:type="dxa"/>
            <w:shd w:val="solid" w:color="FFFFFF" w:fill="auto"/>
          </w:tcPr>
          <w:p w14:paraId="0D851E3E" w14:textId="77777777" w:rsidR="00413AC2" w:rsidRPr="008E2155" w:rsidRDefault="00413AC2" w:rsidP="00357219">
            <w:pPr>
              <w:pStyle w:val="TAL"/>
              <w:rPr>
                <w:snapToGrid w:val="0"/>
                <w:sz w:val="16"/>
                <w:szCs w:val="16"/>
              </w:rPr>
            </w:pPr>
            <w:r w:rsidRPr="008E2155">
              <w:rPr>
                <w:snapToGrid w:val="0"/>
                <w:sz w:val="16"/>
                <w:szCs w:val="16"/>
              </w:rPr>
              <w:t>7</w:t>
            </w:r>
          </w:p>
        </w:tc>
        <w:tc>
          <w:tcPr>
            <w:tcW w:w="428" w:type="dxa"/>
            <w:shd w:val="solid" w:color="FFFFFF" w:fill="auto"/>
          </w:tcPr>
          <w:p w14:paraId="46E5F2E9" w14:textId="77777777" w:rsidR="00413AC2" w:rsidRPr="008E2155" w:rsidRDefault="00413AC2" w:rsidP="00357219">
            <w:pPr>
              <w:pStyle w:val="TAL"/>
              <w:rPr>
                <w:snapToGrid w:val="0"/>
                <w:sz w:val="16"/>
                <w:szCs w:val="16"/>
              </w:rPr>
            </w:pPr>
          </w:p>
        </w:tc>
        <w:tc>
          <w:tcPr>
            <w:tcW w:w="4867" w:type="dxa"/>
            <w:shd w:val="solid" w:color="FFFFFF" w:fill="auto"/>
          </w:tcPr>
          <w:p w14:paraId="7EA4ABEF" w14:textId="77777777" w:rsidR="00413AC2" w:rsidRPr="008E2155" w:rsidRDefault="00413AC2" w:rsidP="00357219">
            <w:pPr>
              <w:pStyle w:val="TAL"/>
              <w:rPr>
                <w:noProof/>
              </w:rPr>
            </w:pPr>
            <w:r w:rsidRPr="008E2155">
              <w:rPr>
                <w:sz w:val="16"/>
                <w:szCs w:val="16"/>
              </w:rPr>
              <w:t>Frequency stability</w:t>
            </w:r>
          </w:p>
        </w:tc>
        <w:tc>
          <w:tcPr>
            <w:tcW w:w="567" w:type="dxa"/>
            <w:shd w:val="solid" w:color="FFFFFF" w:fill="auto"/>
          </w:tcPr>
          <w:p w14:paraId="0E64E11F" w14:textId="77777777" w:rsidR="00413AC2" w:rsidRPr="008E2155" w:rsidRDefault="00E720DA" w:rsidP="00357219">
            <w:pPr>
              <w:pStyle w:val="TAL"/>
              <w:rPr>
                <w:snapToGrid w:val="0"/>
                <w:sz w:val="16"/>
                <w:szCs w:val="16"/>
              </w:rPr>
            </w:pPr>
            <w:r w:rsidRPr="008E2155">
              <w:rPr>
                <w:snapToGrid w:val="0"/>
                <w:sz w:val="16"/>
                <w:szCs w:val="16"/>
              </w:rPr>
              <w:t>8.1</w:t>
            </w:r>
            <w:r w:rsidR="00413AC2" w:rsidRPr="008E2155">
              <w:rPr>
                <w:snapToGrid w:val="0"/>
                <w:sz w:val="16"/>
                <w:szCs w:val="16"/>
              </w:rPr>
              <w:t>.0</w:t>
            </w:r>
          </w:p>
        </w:tc>
        <w:tc>
          <w:tcPr>
            <w:tcW w:w="567" w:type="dxa"/>
            <w:shd w:val="solid" w:color="FFFFFF" w:fill="auto"/>
          </w:tcPr>
          <w:p w14:paraId="4F1D07F3" w14:textId="77777777" w:rsidR="00413AC2" w:rsidRPr="008E2155" w:rsidRDefault="00E720DA" w:rsidP="00357219">
            <w:pPr>
              <w:pStyle w:val="TAL"/>
              <w:rPr>
                <w:snapToGrid w:val="0"/>
                <w:sz w:val="16"/>
                <w:szCs w:val="16"/>
              </w:rPr>
            </w:pPr>
            <w:r w:rsidRPr="008E2155">
              <w:rPr>
                <w:snapToGrid w:val="0"/>
                <w:sz w:val="16"/>
                <w:szCs w:val="16"/>
              </w:rPr>
              <w:t>8.2</w:t>
            </w:r>
            <w:r w:rsidR="00413AC2" w:rsidRPr="008E2155">
              <w:rPr>
                <w:snapToGrid w:val="0"/>
                <w:sz w:val="16"/>
                <w:szCs w:val="16"/>
              </w:rPr>
              <w:t>.0</w:t>
            </w:r>
          </w:p>
        </w:tc>
      </w:tr>
      <w:tr w:rsidR="00413AC2" w:rsidRPr="008E2155" w14:paraId="3B06C0E1" w14:textId="77777777" w:rsidTr="00FD69D6">
        <w:tc>
          <w:tcPr>
            <w:tcW w:w="800" w:type="dxa"/>
            <w:shd w:val="solid" w:color="FFFFFF" w:fill="auto"/>
          </w:tcPr>
          <w:p w14:paraId="131E0B64" w14:textId="77777777" w:rsidR="00413AC2" w:rsidRPr="008E2155" w:rsidRDefault="00FA7E50" w:rsidP="00357219">
            <w:pPr>
              <w:pStyle w:val="TAL"/>
              <w:rPr>
                <w:snapToGrid w:val="0"/>
                <w:sz w:val="16"/>
                <w:szCs w:val="16"/>
              </w:rPr>
            </w:pPr>
            <w:r w:rsidRPr="008E2155">
              <w:rPr>
                <w:snapToGrid w:val="0"/>
                <w:sz w:val="16"/>
                <w:szCs w:val="16"/>
              </w:rPr>
              <w:t>2009-09</w:t>
            </w:r>
          </w:p>
        </w:tc>
        <w:tc>
          <w:tcPr>
            <w:tcW w:w="800" w:type="dxa"/>
            <w:shd w:val="solid" w:color="FFFFFF" w:fill="auto"/>
          </w:tcPr>
          <w:p w14:paraId="02A7AAFD" w14:textId="77777777" w:rsidR="00413AC2" w:rsidRPr="008E2155" w:rsidRDefault="00FA7E50" w:rsidP="00357219">
            <w:pPr>
              <w:pStyle w:val="TAL"/>
              <w:rPr>
                <w:snapToGrid w:val="0"/>
                <w:sz w:val="16"/>
                <w:szCs w:val="16"/>
              </w:rPr>
            </w:pPr>
            <w:r w:rsidRPr="008E2155">
              <w:rPr>
                <w:snapToGrid w:val="0"/>
                <w:sz w:val="16"/>
                <w:szCs w:val="16"/>
              </w:rPr>
              <w:t>RAN #45</w:t>
            </w:r>
          </w:p>
        </w:tc>
        <w:tc>
          <w:tcPr>
            <w:tcW w:w="952" w:type="dxa"/>
            <w:shd w:val="solid" w:color="FFFFFF" w:fill="auto"/>
          </w:tcPr>
          <w:p w14:paraId="75574D1A" w14:textId="77777777" w:rsidR="00413AC2" w:rsidRPr="008E2155" w:rsidRDefault="00FA7E50" w:rsidP="00357219">
            <w:pPr>
              <w:pStyle w:val="TAL"/>
              <w:rPr>
                <w:snapToGrid w:val="0"/>
                <w:sz w:val="16"/>
                <w:szCs w:val="16"/>
              </w:rPr>
            </w:pPr>
            <w:r w:rsidRPr="008E2155">
              <w:rPr>
                <w:snapToGrid w:val="0"/>
                <w:sz w:val="16"/>
                <w:szCs w:val="16"/>
              </w:rPr>
              <w:t>RP-090819</w:t>
            </w:r>
          </w:p>
        </w:tc>
        <w:tc>
          <w:tcPr>
            <w:tcW w:w="426" w:type="dxa"/>
            <w:shd w:val="solid" w:color="FFFFFF" w:fill="auto"/>
          </w:tcPr>
          <w:p w14:paraId="3135CA32" w14:textId="77777777" w:rsidR="00413AC2" w:rsidRPr="008E2155" w:rsidRDefault="00FA7E50" w:rsidP="00357219">
            <w:pPr>
              <w:pStyle w:val="TAL"/>
              <w:rPr>
                <w:snapToGrid w:val="0"/>
                <w:sz w:val="16"/>
                <w:szCs w:val="16"/>
              </w:rPr>
            </w:pPr>
            <w:r w:rsidRPr="008E2155">
              <w:rPr>
                <w:snapToGrid w:val="0"/>
                <w:sz w:val="16"/>
                <w:szCs w:val="16"/>
              </w:rPr>
              <w:t>9</w:t>
            </w:r>
          </w:p>
        </w:tc>
        <w:tc>
          <w:tcPr>
            <w:tcW w:w="428" w:type="dxa"/>
            <w:shd w:val="solid" w:color="FFFFFF" w:fill="auto"/>
          </w:tcPr>
          <w:p w14:paraId="779AB25B" w14:textId="77777777" w:rsidR="00413AC2" w:rsidRPr="008E2155" w:rsidRDefault="00413AC2" w:rsidP="00357219">
            <w:pPr>
              <w:pStyle w:val="TAL"/>
              <w:rPr>
                <w:snapToGrid w:val="0"/>
                <w:sz w:val="16"/>
                <w:szCs w:val="16"/>
              </w:rPr>
            </w:pPr>
          </w:p>
        </w:tc>
        <w:tc>
          <w:tcPr>
            <w:tcW w:w="4867" w:type="dxa"/>
            <w:shd w:val="solid" w:color="FFFFFF" w:fill="auto"/>
          </w:tcPr>
          <w:p w14:paraId="04B9573B" w14:textId="77777777" w:rsidR="00413AC2" w:rsidRPr="008E2155" w:rsidRDefault="00FA7E50" w:rsidP="00357219">
            <w:pPr>
              <w:pStyle w:val="TAL"/>
              <w:rPr>
                <w:noProof/>
              </w:rPr>
            </w:pPr>
            <w:r w:rsidRPr="008E2155">
              <w:rPr>
                <w:sz w:val="16"/>
                <w:szCs w:val="16"/>
                <w:lang w:eastAsia="ja-JP"/>
              </w:rPr>
              <w:t>EVM for LTE Repeater</w:t>
            </w:r>
          </w:p>
        </w:tc>
        <w:tc>
          <w:tcPr>
            <w:tcW w:w="567" w:type="dxa"/>
            <w:shd w:val="solid" w:color="FFFFFF" w:fill="auto"/>
          </w:tcPr>
          <w:p w14:paraId="555423CF" w14:textId="77777777" w:rsidR="00413AC2" w:rsidRPr="008E2155" w:rsidRDefault="00FA7E50" w:rsidP="00357219">
            <w:pPr>
              <w:pStyle w:val="TAL"/>
              <w:rPr>
                <w:snapToGrid w:val="0"/>
                <w:sz w:val="16"/>
                <w:szCs w:val="16"/>
              </w:rPr>
            </w:pPr>
            <w:r w:rsidRPr="008E2155">
              <w:rPr>
                <w:snapToGrid w:val="0"/>
                <w:sz w:val="16"/>
                <w:szCs w:val="16"/>
              </w:rPr>
              <w:t>8.2.0</w:t>
            </w:r>
          </w:p>
        </w:tc>
        <w:tc>
          <w:tcPr>
            <w:tcW w:w="567" w:type="dxa"/>
            <w:shd w:val="solid" w:color="FFFFFF" w:fill="auto"/>
          </w:tcPr>
          <w:p w14:paraId="17EEB0F1" w14:textId="77777777" w:rsidR="00413AC2" w:rsidRPr="008E2155" w:rsidRDefault="00FA7E50" w:rsidP="00357219">
            <w:pPr>
              <w:pStyle w:val="TAL"/>
              <w:rPr>
                <w:snapToGrid w:val="0"/>
                <w:sz w:val="16"/>
                <w:szCs w:val="16"/>
              </w:rPr>
            </w:pPr>
            <w:r w:rsidRPr="008E2155">
              <w:rPr>
                <w:snapToGrid w:val="0"/>
                <w:sz w:val="16"/>
                <w:szCs w:val="16"/>
              </w:rPr>
              <w:t>8.3.0</w:t>
            </w:r>
          </w:p>
        </w:tc>
      </w:tr>
      <w:tr w:rsidR="00FA7E50" w:rsidRPr="008E2155" w14:paraId="6BA8A9F4" w14:textId="77777777" w:rsidTr="00FD69D6">
        <w:tc>
          <w:tcPr>
            <w:tcW w:w="800" w:type="dxa"/>
            <w:shd w:val="solid" w:color="FFFFFF" w:fill="auto"/>
          </w:tcPr>
          <w:p w14:paraId="0D223B7A" w14:textId="77777777" w:rsidR="00FA7E50" w:rsidRPr="008E2155" w:rsidRDefault="00FA7E50" w:rsidP="007035AB">
            <w:pPr>
              <w:pStyle w:val="TAL"/>
              <w:rPr>
                <w:snapToGrid w:val="0"/>
                <w:sz w:val="16"/>
                <w:szCs w:val="16"/>
              </w:rPr>
            </w:pPr>
            <w:r w:rsidRPr="008E2155">
              <w:rPr>
                <w:snapToGrid w:val="0"/>
                <w:sz w:val="16"/>
                <w:szCs w:val="16"/>
              </w:rPr>
              <w:t>2009-09</w:t>
            </w:r>
          </w:p>
        </w:tc>
        <w:tc>
          <w:tcPr>
            <w:tcW w:w="800" w:type="dxa"/>
            <w:shd w:val="solid" w:color="FFFFFF" w:fill="auto"/>
          </w:tcPr>
          <w:p w14:paraId="75507296" w14:textId="77777777" w:rsidR="00FA7E50" w:rsidRPr="008E2155" w:rsidRDefault="00FA7E50" w:rsidP="007035AB">
            <w:pPr>
              <w:pStyle w:val="TAL"/>
              <w:rPr>
                <w:snapToGrid w:val="0"/>
                <w:sz w:val="16"/>
                <w:szCs w:val="16"/>
              </w:rPr>
            </w:pPr>
            <w:r w:rsidRPr="008E2155">
              <w:rPr>
                <w:snapToGrid w:val="0"/>
                <w:sz w:val="16"/>
                <w:szCs w:val="16"/>
              </w:rPr>
              <w:t>RAN #45</w:t>
            </w:r>
          </w:p>
        </w:tc>
        <w:tc>
          <w:tcPr>
            <w:tcW w:w="952" w:type="dxa"/>
            <w:shd w:val="solid" w:color="FFFFFF" w:fill="auto"/>
          </w:tcPr>
          <w:p w14:paraId="2A48D855" w14:textId="77777777" w:rsidR="00FA7E50" w:rsidRPr="008E2155" w:rsidRDefault="00FA7E50" w:rsidP="007035AB">
            <w:pPr>
              <w:pStyle w:val="TAL"/>
              <w:rPr>
                <w:snapToGrid w:val="0"/>
                <w:sz w:val="16"/>
                <w:szCs w:val="16"/>
              </w:rPr>
            </w:pPr>
            <w:r w:rsidRPr="008E2155">
              <w:rPr>
                <w:snapToGrid w:val="0"/>
                <w:sz w:val="16"/>
                <w:szCs w:val="16"/>
              </w:rPr>
              <w:t>RP-090819</w:t>
            </w:r>
          </w:p>
        </w:tc>
        <w:tc>
          <w:tcPr>
            <w:tcW w:w="426" w:type="dxa"/>
            <w:shd w:val="solid" w:color="FFFFFF" w:fill="auto"/>
          </w:tcPr>
          <w:p w14:paraId="47A007D3" w14:textId="77777777" w:rsidR="00FA7E50" w:rsidRPr="008E2155" w:rsidRDefault="00FA7E50" w:rsidP="00616382">
            <w:pPr>
              <w:pStyle w:val="TAL"/>
              <w:rPr>
                <w:snapToGrid w:val="0"/>
                <w:sz w:val="16"/>
                <w:szCs w:val="16"/>
              </w:rPr>
            </w:pPr>
            <w:r w:rsidRPr="008E2155">
              <w:rPr>
                <w:snapToGrid w:val="0"/>
                <w:sz w:val="16"/>
                <w:szCs w:val="16"/>
              </w:rPr>
              <w:t>8</w:t>
            </w:r>
          </w:p>
        </w:tc>
        <w:tc>
          <w:tcPr>
            <w:tcW w:w="428" w:type="dxa"/>
            <w:shd w:val="solid" w:color="FFFFFF" w:fill="auto"/>
          </w:tcPr>
          <w:p w14:paraId="61590669" w14:textId="77777777" w:rsidR="00FA7E50" w:rsidRPr="008E2155" w:rsidRDefault="00FA7E50" w:rsidP="00357219">
            <w:pPr>
              <w:pStyle w:val="TAL"/>
              <w:rPr>
                <w:snapToGrid w:val="0"/>
                <w:sz w:val="16"/>
                <w:szCs w:val="16"/>
              </w:rPr>
            </w:pPr>
          </w:p>
        </w:tc>
        <w:tc>
          <w:tcPr>
            <w:tcW w:w="4867" w:type="dxa"/>
            <w:shd w:val="solid" w:color="FFFFFF" w:fill="auto"/>
          </w:tcPr>
          <w:p w14:paraId="2F57E567" w14:textId="77777777" w:rsidR="00FA7E50" w:rsidRPr="008E2155" w:rsidRDefault="00FA7E50" w:rsidP="00357219">
            <w:pPr>
              <w:pStyle w:val="TAL"/>
              <w:rPr>
                <w:noProof/>
              </w:rPr>
            </w:pPr>
            <w:r w:rsidRPr="008E2155">
              <w:rPr>
                <w:sz w:val="16"/>
                <w:szCs w:val="16"/>
                <w:lang w:eastAsia="ja-JP"/>
              </w:rPr>
              <w:t>Introduction of band 17</w:t>
            </w:r>
          </w:p>
        </w:tc>
        <w:tc>
          <w:tcPr>
            <w:tcW w:w="567" w:type="dxa"/>
            <w:shd w:val="solid" w:color="FFFFFF" w:fill="auto"/>
          </w:tcPr>
          <w:p w14:paraId="5A08728A" w14:textId="77777777" w:rsidR="00FA7E50" w:rsidRPr="008E2155" w:rsidRDefault="00FA7E50" w:rsidP="007035AB">
            <w:pPr>
              <w:pStyle w:val="TAL"/>
              <w:rPr>
                <w:snapToGrid w:val="0"/>
                <w:sz w:val="16"/>
                <w:szCs w:val="16"/>
              </w:rPr>
            </w:pPr>
            <w:r w:rsidRPr="008E2155">
              <w:rPr>
                <w:snapToGrid w:val="0"/>
                <w:sz w:val="16"/>
                <w:szCs w:val="16"/>
              </w:rPr>
              <w:t>8.2.0</w:t>
            </w:r>
          </w:p>
        </w:tc>
        <w:tc>
          <w:tcPr>
            <w:tcW w:w="567" w:type="dxa"/>
            <w:shd w:val="solid" w:color="FFFFFF" w:fill="auto"/>
          </w:tcPr>
          <w:p w14:paraId="111EF4F9" w14:textId="77777777" w:rsidR="00FA7E50" w:rsidRPr="008E2155" w:rsidRDefault="00FA7E50" w:rsidP="007035AB">
            <w:pPr>
              <w:pStyle w:val="TAL"/>
              <w:rPr>
                <w:snapToGrid w:val="0"/>
                <w:sz w:val="16"/>
                <w:szCs w:val="16"/>
              </w:rPr>
            </w:pPr>
            <w:r w:rsidRPr="008E2155">
              <w:rPr>
                <w:snapToGrid w:val="0"/>
                <w:sz w:val="16"/>
                <w:szCs w:val="16"/>
              </w:rPr>
              <w:t>8.3.0</w:t>
            </w:r>
          </w:p>
        </w:tc>
      </w:tr>
      <w:tr w:rsidR="0022146C" w:rsidRPr="008E2155" w14:paraId="57F17A22" w14:textId="77777777" w:rsidTr="00FD69D6">
        <w:tc>
          <w:tcPr>
            <w:tcW w:w="800" w:type="dxa"/>
            <w:shd w:val="solid" w:color="FFFFFF" w:fill="auto"/>
          </w:tcPr>
          <w:p w14:paraId="408CEA01" w14:textId="77777777" w:rsidR="0022146C" w:rsidRPr="008E2155" w:rsidRDefault="0085384C" w:rsidP="00616382">
            <w:pPr>
              <w:pStyle w:val="TAL"/>
              <w:rPr>
                <w:snapToGrid w:val="0"/>
                <w:sz w:val="16"/>
                <w:szCs w:val="16"/>
              </w:rPr>
            </w:pPr>
            <w:r w:rsidRPr="008E2155">
              <w:rPr>
                <w:snapToGrid w:val="0"/>
                <w:sz w:val="16"/>
                <w:szCs w:val="16"/>
              </w:rPr>
              <w:t>2009-12</w:t>
            </w:r>
          </w:p>
        </w:tc>
        <w:tc>
          <w:tcPr>
            <w:tcW w:w="800" w:type="dxa"/>
            <w:shd w:val="solid" w:color="FFFFFF" w:fill="auto"/>
          </w:tcPr>
          <w:p w14:paraId="78FA05A5" w14:textId="77777777" w:rsidR="0022146C" w:rsidRPr="008E2155" w:rsidRDefault="0022146C" w:rsidP="00616382">
            <w:pPr>
              <w:pStyle w:val="TAL"/>
              <w:rPr>
                <w:snapToGrid w:val="0"/>
                <w:sz w:val="16"/>
                <w:szCs w:val="16"/>
              </w:rPr>
            </w:pPr>
            <w:r w:rsidRPr="008E2155">
              <w:rPr>
                <w:snapToGrid w:val="0"/>
                <w:sz w:val="16"/>
                <w:szCs w:val="16"/>
              </w:rPr>
              <w:t>RAN #46</w:t>
            </w:r>
          </w:p>
        </w:tc>
        <w:tc>
          <w:tcPr>
            <w:tcW w:w="952" w:type="dxa"/>
            <w:shd w:val="solid" w:color="FFFFFF" w:fill="auto"/>
          </w:tcPr>
          <w:p w14:paraId="2AB7909D" w14:textId="77777777" w:rsidR="0022146C" w:rsidRPr="008E2155" w:rsidRDefault="0022146C" w:rsidP="00616382">
            <w:pPr>
              <w:pStyle w:val="TAL"/>
              <w:rPr>
                <w:snapToGrid w:val="0"/>
                <w:sz w:val="16"/>
                <w:szCs w:val="16"/>
              </w:rPr>
            </w:pPr>
            <w:r w:rsidRPr="008E2155">
              <w:rPr>
                <w:sz w:val="16"/>
                <w:szCs w:val="16"/>
              </w:rPr>
              <w:t>RP-091282</w:t>
            </w:r>
          </w:p>
        </w:tc>
        <w:tc>
          <w:tcPr>
            <w:tcW w:w="426" w:type="dxa"/>
            <w:shd w:val="solid" w:color="FFFFFF" w:fill="auto"/>
          </w:tcPr>
          <w:p w14:paraId="5F33B2AC" w14:textId="77777777" w:rsidR="0022146C" w:rsidRPr="008E2155" w:rsidRDefault="0022146C" w:rsidP="00616382">
            <w:pPr>
              <w:pStyle w:val="TAL"/>
              <w:rPr>
                <w:snapToGrid w:val="0"/>
                <w:sz w:val="16"/>
                <w:szCs w:val="16"/>
              </w:rPr>
            </w:pPr>
            <w:r w:rsidRPr="008E2155">
              <w:rPr>
                <w:snapToGrid w:val="0"/>
                <w:sz w:val="16"/>
                <w:szCs w:val="16"/>
              </w:rPr>
              <w:t>10</w:t>
            </w:r>
          </w:p>
        </w:tc>
        <w:tc>
          <w:tcPr>
            <w:tcW w:w="428" w:type="dxa"/>
            <w:shd w:val="solid" w:color="FFFFFF" w:fill="auto"/>
          </w:tcPr>
          <w:p w14:paraId="5D5A4FF1" w14:textId="77777777" w:rsidR="0022146C" w:rsidRPr="008E2155" w:rsidRDefault="0022146C" w:rsidP="00616382">
            <w:pPr>
              <w:pStyle w:val="TAL"/>
              <w:rPr>
                <w:snapToGrid w:val="0"/>
                <w:sz w:val="16"/>
                <w:szCs w:val="16"/>
              </w:rPr>
            </w:pPr>
          </w:p>
        </w:tc>
        <w:tc>
          <w:tcPr>
            <w:tcW w:w="4867" w:type="dxa"/>
            <w:shd w:val="solid" w:color="FFFFFF" w:fill="auto"/>
          </w:tcPr>
          <w:p w14:paraId="6CB9BA1F" w14:textId="77777777" w:rsidR="0022146C" w:rsidRPr="008E2155" w:rsidRDefault="0022146C" w:rsidP="00616382">
            <w:pPr>
              <w:pStyle w:val="TAL"/>
              <w:rPr>
                <w:sz w:val="16"/>
                <w:szCs w:val="16"/>
                <w:lang w:eastAsia="ja-JP"/>
              </w:rPr>
            </w:pPr>
            <w:r w:rsidRPr="008E2155">
              <w:rPr>
                <w:sz w:val="16"/>
                <w:szCs w:val="16"/>
              </w:rPr>
              <w:t>Update of operating band unwanted emissions for LTE Repeater</w:t>
            </w:r>
          </w:p>
        </w:tc>
        <w:tc>
          <w:tcPr>
            <w:tcW w:w="567" w:type="dxa"/>
            <w:shd w:val="solid" w:color="FFFFFF" w:fill="auto"/>
          </w:tcPr>
          <w:p w14:paraId="2C2634D8" w14:textId="77777777" w:rsidR="0022146C" w:rsidRPr="008E2155" w:rsidRDefault="0022146C" w:rsidP="00616382">
            <w:pPr>
              <w:pStyle w:val="TAL"/>
              <w:rPr>
                <w:snapToGrid w:val="0"/>
                <w:sz w:val="16"/>
                <w:szCs w:val="16"/>
              </w:rPr>
            </w:pPr>
            <w:r w:rsidRPr="008E2155">
              <w:rPr>
                <w:sz w:val="16"/>
                <w:szCs w:val="16"/>
              </w:rPr>
              <w:t>8.3.0</w:t>
            </w:r>
          </w:p>
        </w:tc>
        <w:tc>
          <w:tcPr>
            <w:tcW w:w="567" w:type="dxa"/>
            <w:shd w:val="solid" w:color="FFFFFF" w:fill="auto"/>
          </w:tcPr>
          <w:p w14:paraId="50C6066E" w14:textId="77777777" w:rsidR="0022146C" w:rsidRPr="008E2155" w:rsidRDefault="0022146C" w:rsidP="00616382">
            <w:pPr>
              <w:pStyle w:val="TAL"/>
              <w:rPr>
                <w:snapToGrid w:val="0"/>
                <w:sz w:val="16"/>
                <w:szCs w:val="16"/>
              </w:rPr>
            </w:pPr>
            <w:r w:rsidRPr="008E2155">
              <w:rPr>
                <w:sz w:val="16"/>
                <w:szCs w:val="16"/>
              </w:rPr>
              <w:t>8.4.0</w:t>
            </w:r>
          </w:p>
        </w:tc>
      </w:tr>
      <w:tr w:rsidR="000C72B0" w:rsidRPr="008E2155" w14:paraId="6480A15A" w14:textId="77777777" w:rsidTr="00FD69D6">
        <w:tc>
          <w:tcPr>
            <w:tcW w:w="800" w:type="dxa"/>
            <w:shd w:val="solid" w:color="FFFFFF" w:fill="auto"/>
          </w:tcPr>
          <w:p w14:paraId="65E751D3" w14:textId="77777777" w:rsidR="000C72B0" w:rsidRPr="008E2155" w:rsidRDefault="000C72B0" w:rsidP="00616382">
            <w:pPr>
              <w:pStyle w:val="TAL"/>
              <w:rPr>
                <w:snapToGrid w:val="0"/>
                <w:sz w:val="16"/>
                <w:szCs w:val="16"/>
              </w:rPr>
            </w:pPr>
          </w:p>
        </w:tc>
        <w:tc>
          <w:tcPr>
            <w:tcW w:w="800" w:type="dxa"/>
            <w:shd w:val="solid" w:color="FFFFFF" w:fill="auto"/>
          </w:tcPr>
          <w:p w14:paraId="763B05EF" w14:textId="77777777" w:rsidR="000C72B0" w:rsidRPr="008E2155" w:rsidRDefault="000C72B0" w:rsidP="00616382">
            <w:pPr>
              <w:pStyle w:val="TAL"/>
              <w:rPr>
                <w:snapToGrid w:val="0"/>
                <w:sz w:val="16"/>
                <w:szCs w:val="16"/>
              </w:rPr>
            </w:pPr>
          </w:p>
        </w:tc>
        <w:tc>
          <w:tcPr>
            <w:tcW w:w="952" w:type="dxa"/>
            <w:shd w:val="solid" w:color="FFFFFF" w:fill="auto"/>
          </w:tcPr>
          <w:p w14:paraId="515F8C72" w14:textId="77777777" w:rsidR="000C72B0" w:rsidRPr="008E2155" w:rsidRDefault="000C72B0" w:rsidP="00616382">
            <w:pPr>
              <w:pStyle w:val="TAL"/>
              <w:rPr>
                <w:sz w:val="16"/>
                <w:szCs w:val="16"/>
              </w:rPr>
            </w:pPr>
          </w:p>
        </w:tc>
        <w:tc>
          <w:tcPr>
            <w:tcW w:w="426" w:type="dxa"/>
            <w:shd w:val="solid" w:color="FFFFFF" w:fill="auto"/>
          </w:tcPr>
          <w:p w14:paraId="599BDD89" w14:textId="77777777" w:rsidR="000C72B0" w:rsidRPr="008E2155" w:rsidRDefault="000C72B0" w:rsidP="00616382">
            <w:pPr>
              <w:pStyle w:val="TAL"/>
              <w:rPr>
                <w:snapToGrid w:val="0"/>
                <w:sz w:val="16"/>
                <w:szCs w:val="16"/>
              </w:rPr>
            </w:pPr>
          </w:p>
        </w:tc>
        <w:tc>
          <w:tcPr>
            <w:tcW w:w="428" w:type="dxa"/>
            <w:shd w:val="solid" w:color="FFFFFF" w:fill="auto"/>
          </w:tcPr>
          <w:p w14:paraId="4B8EAEBB" w14:textId="77777777" w:rsidR="000C72B0" w:rsidRPr="008E2155" w:rsidRDefault="000C72B0" w:rsidP="00616382">
            <w:pPr>
              <w:pStyle w:val="TAL"/>
              <w:rPr>
                <w:snapToGrid w:val="0"/>
                <w:sz w:val="16"/>
                <w:szCs w:val="16"/>
              </w:rPr>
            </w:pPr>
          </w:p>
        </w:tc>
        <w:tc>
          <w:tcPr>
            <w:tcW w:w="4867" w:type="dxa"/>
            <w:shd w:val="solid" w:color="FFFFFF" w:fill="auto"/>
          </w:tcPr>
          <w:p w14:paraId="3BD20D3B" w14:textId="77777777" w:rsidR="000C72B0" w:rsidRPr="008E2155" w:rsidRDefault="000C72B0" w:rsidP="00616382">
            <w:pPr>
              <w:pStyle w:val="TAL"/>
              <w:rPr>
                <w:sz w:val="16"/>
                <w:szCs w:val="16"/>
              </w:rPr>
            </w:pPr>
            <w:r w:rsidRPr="008E2155">
              <w:rPr>
                <w:sz w:val="16"/>
                <w:szCs w:val="16"/>
              </w:rPr>
              <w:t>Automatic upgrade from previous Release</w:t>
            </w:r>
          </w:p>
        </w:tc>
        <w:tc>
          <w:tcPr>
            <w:tcW w:w="567" w:type="dxa"/>
            <w:shd w:val="solid" w:color="FFFFFF" w:fill="auto"/>
          </w:tcPr>
          <w:p w14:paraId="04526D59" w14:textId="77777777" w:rsidR="000C72B0" w:rsidRPr="008E2155" w:rsidRDefault="000C72B0" w:rsidP="00616382">
            <w:pPr>
              <w:pStyle w:val="TAL"/>
              <w:rPr>
                <w:sz w:val="16"/>
                <w:szCs w:val="16"/>
              </w:rPr>
            </w:pPr>
            <w:r w:rsidRPr="008E2155">
              <w:rPr>
                <w:sz w:val="16"/>
                <w:szCs w:val="16"/>
              </w:rPr>
              <w:t>8.4.0</w:t>
            </w:r>
          </w:p>
        </w:tc>
        <w:tc>
          <w:tcPr>
            <w:tcW w:w="567" w:type="dxa"/>
            <w:shd w:val="solid" w:color="FFFFFF" w:fill="auto"/>
          </w:tcPr>
          <w:p w14:paraId="6939ABCC" w14:textId="77777777" w:rsidR="000C72B0" w:rsidRPr="008E2155" w:rsidRDefault="000C72B0" w:rsidP="00616382">
            <w:pPr>
              <w:pStyle w:val="TAL"/>
              <w:rPr>
                <w:sz w:val="16"/>
                <w:szCs w:val="16"/>
              </w:rPr>
            </w:pPr>
            <w:r w:rsidRPr="008E2155">
              <w:rPr>
                <w:sz w:val="16"/>
                <w:szCs w:val="16"/>
              </w:rPr>
              <w:t>9.0.0</w:t>
            </w:r>
          </w:p>
        </w:tc>
      </w:tr>
      <w:tr w:rsidR="005836CB" w:rsidRPr="008E2155" w14:paraId="4F7F4081" w14:textId="77777777" w:rsidTr="00FD69D6">
        <w:tc>
          <w:tcPr>
            <w:tcW w:w="800" w:type="dxa"/>
            <w:shd w:val="solid" w:color="FFFFFF" w:fill="auto"/>
          </w:tcPr>
          <w:p w14:paraId="35BAD748" w14:textId="77777777" w:rsidR="005836CB" w:rsidRPr="008E2155" w:rsidRDefault="005836CB" w:rsidP="00616382">
            <w:pPr>
              <w:pStyle w:val="TAL"/>
              <w:rPr>
                <w:snapToGrid w:val="0"/>
                <w:sz w:val="16"/>
                <w:szCs w:val="16"/>
              </w:rPr>
            </w:pPr>
            <w:r w:rsidRPr="008E2155">
              <w:rPr>
                <w:snapToGrid w:val="0"/>
                <w:sz w:val="16"/>
                <w:szCs w:val="16"/>
              </w:rPr>
              <w:t>2010-03</w:t>
            </w:r>
          </w:p>
        </w:tc>
        <w:tc>
          <w:tcPr>
            <w:tcW w:w="800" w:type="dxa"/>
            <w:shd w:val="solid" w:color="FFFFFF" w:fill="auto"/>
          </w:tcPr>
          <w:p w14:paraId="5BE1B9F9" w14:textId="77777777" w:rsidR="005836CB" w:rsidRPr="008E2155" w:rsidRDefault="005836CB" w:rsidP="00616382">
            <w:pPr>
              <w:pStyle w:val="TAL"/>
              <w:rPr>
                <w:snapToGrid w:val="0"/>
                <w:sz w:val="16"/>
                <w:szCs w:val="16"/>
              </w:rPr>
            </w:pPr>
            <w:r w:rsidRPr="008E2155">
              <w:rPr>
                <w:snapToGrid w:val="0"/>
                <w:sz w:val="16"/>
                <w:szCs w:val="16"/>
              </w:rPr>
              <w:t>RAN #47</w:t>
            </w:r>
          </w:p>
        </w:tc>
        <w:tc>
          <w:tcPr>
            <w:tcW w:w="952" w:type="dxa"/>
            <w:shd w:val="solid" w:color="FFFFFF" w:fill="auto"/>
          </w:tcPr>
          <w:p w14:paraId="7DA876F8" w14:textId="77777777" w:rsidR="005836CB" w:rsidRPr="008E2155" w:rsidRDefault="005836CB" w:rsidP="00616382">
            <w:pPr>
              <w:pStyle w:val="TAL"/>
              <w:rPr>
                <w:sz w:val="16"/>
                <w:szCs w:val="16"/>
              </w:rPr>
            </w:pPr>
            <w:r w:rsidRPr="008E2155">
              <w:rPr>
                <w:sz w:val="16"/>
                <w:szCs w:val="16"/>
                <w:lang w:eastAsia="ja-JP" w:bidi="bn-IN"/>
              </w:rPr>
              <w:t>RP-100262</w:t>
            </w:r>
          </w:p>
        </w:tc>
        <w:tc>
          <w:tcPr>
            <w:tcW w:w="426" w:type="dxa"/>
            <w:shd w:val="solid" w:color="FFFFFF" w:fill="auto"/>
            <w:vAlign w:val="bottom"/>
          </w:tcPr>
          <w:p w14:paraId="42E90F6A" w14:textId="77777777" w:rsidR="005836CB" w:rsidRPr="008E2155" w:rsidRDefault="005836CB" w:rsidP="00616382">
            <w:pPr>
              <w:pStyle w:val="TAL"/>
              <w:rPr>
                <w:snapToGrid w:val="0"/>
                <w:sz w:val="16"/>
                <w:szCs w:val="16"/>
              </w:rPr>
            </w:pPr>
            <w:r w:rsidRPr="008E2155">
              <w:rPr>
                <w:sz w:val="16"/>
                <w:szCs w:val="16"/>
                <w:lang w:eastAsia="ja-JP" w:bidi="bn-IN"/>
              </w:rPr>
              <w:t>14</w:t>
            </w:r>
          </w:p>
        </w:tc>
        <w:tc>
          <w:tcPr>
            <w:tcW w:w="428" w:type="dxa"/>
            <w:shd w:val="solid" w:color="FFFFFF" w:fill="auto"/>
            <w:vAlign w:val="bottom"/>
          </w:tcPr>
          <w:p w14:paraId="02013126" w14:textId="77777777" w:rsidR="005836CB" w:rsidRPr="008E2155" w:rsidRDefault="005836CB" w:rsidP="00616382">
            <w:pPr>
              <w:pStyle w:val="TAL"/>
              <w:rPr>
                <w:snapToGrid w:val="0"/>
                <w:sz w:val="16"/>
                <w:szCs w:val="16"/>
              </w:rPr>
            </w:pPr>
            <w:r w:rsidRPr="008E2155">
              <w:rPr>
                <w:snapToGrid w:val="0"/>
                <w:sz w:val="16"/>
                <w:szCs w:val="16"/>
              </w:rPr>
              <w:t>1</w:t>
            </w:r>
          </w:p>
        </w:tc>
        <w:tc>
          <w:tcPr>
            <w:tcW w:w="4867" w:type="dxa"/>
            <w:shd w:val="solid" w:color="FFFFFF" w:fill="auto"/>
            <w:vAlign w:val="bottom"/>
          </w:tcPr>
          <w:p w14:paraId="02C737E7" w14:textId="77777777" w:rsidR="005836CB" w:rsidRPr="008E2155" w:rsidRDefault="005836CB" w:rsidP="00616382">
            <w:pPr>
              <w:pStyle w:val="TAL"/>
              <w:rPr>
                <w:sz w:val="16"/>
                <w:szCs w:val="16"/>
              </w:rPr>
            </w:pPr>
            <w:r w:rsidRPr="008E2155">
              <w:rPr>
                <w:sz w:val="16"/>
                <w:szCs w:val="16"/>
                <w:lang w:eastAsia="ja-JP" w:bidi="bn-IN"/>
              </w:rPr>
              <w:t>Adding missing references</w:t>
            </w:r>
          </w:p>
        </w:tc>
        <w:tc>
          <w:tcPr>
            <w:tcW w:w="567" w:type="dxa"/>
            <w:shd w:val="solid" w:color="FFFFFF" w:fill="auto"/>
          </w:tcPr>
          <w:p w14:paraId="2FB85C22" w14:textId="77777777" w:rsidR="005836CB" w:rsidRPr="008E2155" w:rsidRDefault="005836CB" w:rsidP="00616382">
            <w:pPr>
              <w:pStyle w:val="TAL"/>
              <w:rPr>
                <w:sz w:val="16"/>
                <w:szCs w:val="16"/>
              </w:rPr>
            </w:pPr>
            <w:r w:rsidRPr="008E2155">
              <w:rPr>
                <w:sz w:val="16"/>
                <w:szCs w:val="16"/>
              </w:rPr>
              <w:t>9.0.0</w:t>
            </w:r>
          </w:p>
        </w:tc>
        <w:tc>
          <w:tcPr>
            <w:tcW w:w="567" w:type="dxa"/>
            <w:shd w:val="solid" w:color="FFFFFF" w:fill="auto"/>
          </w:tcPr>
          <w:p w14:paraId="4EB34C34" w14:textId="77777777" w:rsidR="005836CB" w:rsidRPr="008E2155" w:rsidRDefault="005836CB" w:rsidP="00616382">
            <w:pPr>
              <w:pStyle w:val="TAL"/>
              <w:rPr>
                <w:sz w:val="16"/>
                <w:szCs w:val="16"/>
              </w:rPr>
            </w:pPr>
            <w:r w:rsidRPr="008E2155">
              <w:rPr>
                <w:sz w:val="16"/>
                <w:szCs w:val="16"/>
              </w:rPr>
              <w:t>9.1.0</w:t>
            </w:r>
          </w:p>
        </w:tc>
      </w:tr>
      <w:tr w:rsidR="00616382" w:rsidRPr="008E2155" w14:paraId="19659290" w14:textId="77777777" w:rsidTr="00FD69D6">
        <w:tc>
          <w:tcPr>
            <w:tcW w:w="800" w:type="dxa"/>
            <w:shd w:val="solid" w:color="FFFFFF" w:fill="auto"/>
          </w:tcPr>
          <w:p w14:paraId="5FDA77FE" w14:textId="77777777" w:rsidR="00616382" w:rsidRPr="008E2155" w:rsidRDefault="00616382" w:rsidP="00616382">
            <w:pPr>
              <w:pStyle w:val="TAL"/>
              <w:rPr>
                <w:snapToGrid w:val="0"/>
                <w:sz w:val="16"/>
                <w:szCs w:val="16"/>
              </w:rPr>
            </w:pPr>
            <w:r w:rsidRPr="008E2155">
              <w:rPr>
                <w:snapToGrid w:val="0"/>
                <w:sz w:val="16"/>
                <w:szCs w:val="16"/>
              </w:rPr>
              <w:t>2010-09</w:t>
            </w:r>
          </w:p>
        </w:tc>
        <w:tc>
          <w:tcPr>
            <w:tcW w:w="800" w:type="dxa"/>
            <w:shd w:val="solid" w:color="FFFFFF" w:fill="auto"/>
          </w:tcPr>
          <w:p w14:paraId="5B3A3106" w14:textId="77777777" w:rsidR="00616382" w:rsidRPr="008E2155" w:rsidRDefault="00616382" w:rsidP="00616382">
            <w:pPr>
              <w:pStyle w:val="TAL"/>
              <w:rPr>
                <w:snapToGrid w:val="0"/>
                <w:sz w:val="16"/>
                <w:szCs w:val="16"/>
              </w:rPr>
            </w:pPr>
            <w:r w:rsidRPr="008E2155">
              <w:rPr>
                <w:snapToGrid w:val="0"/>
                <w:sz w:val="16"/>
                <w:szCs w:val="16"/>
              </w:rPr>
              <w:t>RAN #</w:t>
            </w:r>
            <w:r w:rsidRPr="008E2155">
              <w:rPr>
                <w:sz w:val="16"/>
                <w:szCs w:val="16"/>
              </w:rPr>
              <w:t>49</w:t>
            </w:r>
          </w:p>
        </w:tc>
        <w:tc>
          <w:tcPr>
            <w:tcW w:w="952" w:type="dxa"/>
            <w:shd w:val="solid" w:color="FFFFFF" w:fill="auto"/>
          </w:tcPr>
          <w:p w14:paraId="6277A6A4" w14:textId="77777777" w:rsidR="00616382" w:rsidRPr="008E2155" w:rsidRDefault="00616382" w:rsidP="00616382">
            <w:pPr>
              <w:pStyle w:val="TAL"/>
              <w:rPr>
                <w:sz w:val="16"/>
                <w:szCs w:val="16"/>
                <w:lang w:eastAsia="ja-JP" w:bidi="bn-IN"/>
              </w:rPr>
            </w:pPr>
            <w:r w:rsidRPr="008E2155">
              <w:rPr>
                <w:sz w:val="16"/>
                <w:szCs w:val="16"/>
              </w:rPr>
              <w:t>RP-100925</w:t>
            </w:r>
          </w:p>
        </w:tc>
        <w:tc>
          <w:tcPr>
            <w:tcW w:w="426" w:type="dxa"/>
            <w:shd w:val="solid" w:color="FFFFFF" w:fill="auto"/>
          </w:tcPr>
          <w:p w14:paraId="2340DE43" w14:textId="77777777" w:rsidR="00616382" w:rsidRPr="008E2155" w:rsidRDefault="00616382" w:rsidP="00616382">
            <w:pPr>
              <w:pStyle w:val="TAL"/>
              <w:rPr>
                <w:sz w:val="16"/>
                <w:szCs w:val="16"/>
                <w:lang w:eastAsia="ja-JP" w:bidi="bn-IN"/>
              </w:rPr>
            </w:pPr>
            <w:r w:rsidRPr="008E2155">
              <w:rPr>
                <w:sz w:val="16"/>
                <w:szCs w:val="16"/>
              </w:rPr>
              <w:t>015</w:t>
            </w:r>
          </w:p>
        </w:tc>
        <w:tc>
          <w:tcPr>
            <w:tcW w:w="428" w:type="dxa"/>
            <w:shd w:val="solid" w:color="FFFFFF" w:fill="auto"/>
          </w:tcPr>
          <w:p w14:paraId="0A9B6D69" w14:textId="77777777" w:rsidR="00616382" w:rsidRPr="008E2155" w:rsidRDefault="00616382" w:rsidP="00616382">
            <w:pPr>
              <w:pStyle w:val="TAL"/>
              <w:rPr>
                <w:snapToGrid w:val="0"/>
                <w:sz w:val="16"/>
                <w:szCs w:val="16"/>
              </w:rPr>
            </w:pPr>
            <w:r w:rsidRPr="008E2155">
              <w:rPr>
                <w:sz w:val="16"/>
                <w:szCs w:val="16"/>
              </w:rPr>
              <w:t> </w:t>
            </w:r>
          </w:p>
        </w:tc>
        <w:tc>
          <w:tcPr>
            <w:tcW w:w="4867" w:type="dxa"/>
            <w:shd w:val="solid" w:color="FFFFFF" w:fill="auto"/>
          </w:tcPr>
          <w:p w14:paraId="07C10A0C" w14:textId="77777777" w:rsidR="00616382" w:rsidRPr="008E2155" w:rsidRDefault="00616382" w:rsidP="00616382">
            <w:pPr>
              <w:pStyle w:val="TAL"/>
              <w:rPr>
                <w:sz w:val="16"/>
                <w:szCs w:val="16"/>
                <w:lang w:eastAsia="ja-JP" w:bidi="bn-IN"/>
              </w:rPr>
            </w:pPr>
            <w:r w:rsidRPr="008E2155">
              <w:rPr>
                <w:sz w:val="16"/>
                <w:szCs w:val="16"/>
              </w:rPr>
              <w:t>Introduction of operating band 18, 19, 20 and 21 and correction of band 11.</w:t>
            </w:r>
          </w:p>
        </w:tc>
        <w:tc>
          <w:tcPr>
            <w:tcW w:w="567" w:type="dxa"/>
            <w:shd w:val="solid" w:color="FFFFFF" w:fill="auto"/>
          </w:tcPr>
          <w:p w14:paraId="13AB2AFB" w14:textId="77777777" w:rsidR="00616382" w:rsidRPr="008E2155" w:rsidRDefault="00616382" w:rsidP="00616382">
            <w:pPr>
              <w:pStyle w:val="TAL"/>
              <w:rPr>
                <w:sz w:val="16"/>
                <w:szCs w:val="16"/>
              </w:rPr>
            </w:pPr>
            <w:r w:rsidRPr="008E2155">
              <w:rPr>
                <w:sz w:val="16"/>
                <w:szCs w:val="16"/>
              </w:rPr>
              <w:t>9.1.0</w:t>
            </w:r>
          </w:p>
        </w:tc>
        <w:tc>
          <w:tcPr>
            <w:tcW w:w="567" w:type="dxa"/>
            <w:shd w:val="solid" w:color="FFFFFF" w:fill="auto"/>
          </w:tcPr>
          <w:p w14:paraId="289C90A3" w14:textId="77777777" w:rsidR="00616382" w:rsidRPr="008E2155" w:rsidRDefault="00616382" w:rsidP="00616382">
            <w:pPr>
              <w:pStyle w:val="TAL"/>
              <w:rPr>
                <w:sz w:val="16"/>
                <w:szCs w:val="16"/>
              </w:rPr>
            </w:pPr>
            <w:r w:rsidRPr="008E2155">
              <w:rPr>
                <w:sz w:val="16"/>
                <w:szCs w:val="16"/>
              </w:rPr>
              <w:t>9.2.0</w:t>
            </w:r>
          </w:p>
        </w:tc>
      </w:tr>
      <w:tr w:rsidR="00852C42" w:rsidRPr="008E2155" w14:paraId="64FF7A0F" w14:textId="77777777" w:rsidTr="00FD69D6">
        <w:tc>
          <w:tcPr>
            <w:tcW w:w="800" w:type="dxa"/>
            <w:shd w:val="solid" w:color="FFFFFF" w:fill="auto"/>
          </w:tcPr>
          <w:p w14:paraId="68B44D84" w14:textId="77777777" w:rsidR="00852C42" w:rsidRPr="008E2155" w:rsidRDefault="00852C42" w:rsidP="00852C42">
            <w:pPr>
              <w:pStyle w:val="TAL"/>
              <w:rPr>
                <w:snapToGrid w:val="0"/>
                <w:sz w:val="16"/>
                <w:szCs w:val="16"/>
              </w:rPr>
            </w:pPr>
            <w:r w:rsidRPr="008E2155">
              <w:rPr>
                <w:snapToGrid w:val="0"/>
                <w:sz w:val="16"/>
                <w:szCs w:val="16"/>
              </w:rPr>
              <w:t>2010-12</w:t>
            </w:r>
          </w:p>
        </w:tc>
        <w:tc>
          <w:tcPr>
            <w:tcW w:w="800" w:type="dxa"/>
            <w:shd w:val="solid" w:color="FFFFFF" w:fill="auto"/>
          </w:tcPr>
          <w:p w14:paraId="680EAB6D" w14:textId="77777777" w:rsidR="00852C42" w:rsidRPr="008E2155" w:rsidRDefault="00852C42" w:rsidP="00852C42">
            <w:pPr>
              <w:pStyle w:val="TAL"/>
              <w:rPr>
                <w:snapToGrid w:val="0"/>
                <w:sz w:val="16"/>
                <w:szCs w:val="16"/>
              </w:rPr>
            </w:pPr>
            <w:r w:rsidRPr="008E2155">
              <w:rPr>
                <w:sz w:val="16"/>
                <w:szCs w:val="16"/>
              </w:rPr>
              <w:t>RP</w:t>
            </w:r>
            <w:r w:rsidRPr="008E2155">
              <w:rPr>
                <w:snapToGrid w:val="0"/>
                <w:sz w:val="16"/>
                <w:szCs w:val="16"/>
              </w:rPr>
              <w:t xml:space="preserve"> #</w:t>
            </w:r>
            <w:r w:rsidRPr="008E2155">
              <w:rPr>
                <w:sz w:val="16"/>
                <w:szCs w:val="16"/>
              </w:rPr>
              <w:t>50</w:t>
            </w:r>
          </w:p>
        </w:tc>
        <w:tc>
          <w:tcPr>
            <w:tcW w:w="952" w:type="dxa"/>
            <w:shd w:val="solid" w:color="FFFFFF" w:fill="auto"/>
          </w:tcPr>
          <w:p w14:paraId="15D352B6" w14:textId="77777777" w:rsidR="00852C42" w:rsidRPr="008E2155" w:rsidRDefault="00852C42" w:rsidP="00852C42">
            <w:pPr>
              <w:pStyle w:val="TAL"/>
              <w:rPr>
                <w:sz w:val="16"/>
                <w:szCs w:val="16"/>
              </w:rPr>
            </w:pPr>
            <w:r w:rsidRPr="008E2155">
              <w:rPr>
                <w:sz w:val="16"/>
                <w:szCs w:val="16"/>
              </w:rPr>
              <w:t>RP-101333</w:t>
            </w:r>
          </w:p>
        </w:tc>
        <w:tc>
          <w:tcPr>
            <w:tcW w:w="426" w:type="dxa"/>
            <w:shd w:val="solid" w:color="FFFFFF" w:fill="auto"/>
          </w:tcPr>
          <w:p w14:paraId="6718C8FC" w14:textId="77777777" w:rsidR="00852C42" w:rsidRPr="008E2155" w:rsidRDefault="00852C42" w:rsidP="00852C42">
            <w:pPr>
              <w:pStyle w:val="TAL"/>
              <w:rPr>
                <w:sz w:val="16"/>
                <w:szCs w:val="16"/>
              </w:rPr>
            </w:pPr>
            <w:r w:rsidRPr="008E2155">
              <w:rPr>
                <w:sz w:val="16"/>
                <w:szCs w:val="16"/>
              </w:rPr>
              <w:t>021</w:t>
            </w:r>
          </w:p>
        </w:tc>
        <w:tc>
          <w:tcPr>
            <w:tcW w:w="428" w:type="dxa"/>
            <w:shd w:val="solid" w:color="FFFFFF" w:fill="auto"/>
          </w:tcPr>
          <w:p w14:paraId="3CE36694" w14:textId="77777777" w:rsidR="00852C42" w:rsidRPr="008E2155" w:rsidRDefault="00852C42" w:rsidP="00852C42">
            <w:pPr>
              <w:pStyle w:val="TAL"/>
              <w:rPr>
                <w:sz w:val="16"/>
                <w:szCs w:val="16"/>
              </w:rPr>
            </w:pPr>
            <w:r w:rsidRPr="008E2155">
              <w:rPr>
                <w:sz w:val="16"/>
                <w:szCs w:val="16"/>
              </w:rPr>
              <w:t> </w:t>
            </w:r>
          </w:p>
        </w:tc>
        <w:tc>
          <w:tcPr>
            <w:tcW w:w="4867" w:type="dxa"/>
            <w:shd w:val="solid" w:color="FFFFFF" w:fill="auto"/>
          </w:tcPr>
          <w:p w14:paraId="7AE31F58" w14:textId="77777777" w:rsidR="00852C42" w:rsidRPr="008E2155" w:rsidRDefault="00852C42" w:rsidP="00852C42">
            <w:pPr>
              <w:pStyle w:val="TAL"/>
              <w:rPr>
                <w:sz w:val="16"/>
                <w:szCs w:val="16"/>
              </w:rPr>
            </w:pPr>
            <w:r w:rsidRPr="008E2155">
              <w:rPr>
                <w:sz w:val="16"/>
                <w:szCs w:val="16"/>
              </w:rPr>
              <w:t>Clarification on emission requirements</w:t>
            </w:r>
          </w:p>
        </w:tc>
        <w:tc>
          <w:tcPr>
            <w:tcW w:w="567" w:type="dxa"/>
            <w:shd w:val="solid" w:color="FFFFFF" w:fill="auto"/>
          </w:tcPr>
          <w:p w14:paraId="76365C2A" w14:textId="77777777" w:rsidR="00852C42" w:rsidRPr="008E2155" w:rsidRDefault="00852C42" w:rsidP="00852C42">
            <w:pPr>
              <w:pStyle w:val="TAL"/>
              <w:rPr>
                <w:sz w:val="16"/>
                <w:szCs w:val="16"/>
              </w:rPr>
            </w:pPr>
            <w:r w:rsidRPr="008E2155">
              <w:rPr>
                <w:sz w:val="16"/>
                <w:szCs w:val="16"/>
              </w:rPr>
              <w:t>9.2.0</w:t>
            </w:r>
          </w:p>
        </w:tc>
        <w:tc>
          <w:tcPr>
            <w:tcW w:w="567" w:type="dxa"/>
            <w:shd w:val="solid" w:color="FFFFFF" w:fill="auto"/>
          </w:tcPr>
          <w:p w14:paraId="1E7AB85D" w14:textId="77777777" w:rsidR="00852C42" w:rsidRPr="008E2155" w:rsidRDefault="00852C42" w:rsidP="00852C42">
            <w:pPr>
              <w:pStyle w:val="TAL"/>
              <w:rPr>
                <w:sz w:val="16"/>
                <w:szCs w:val="16"/>
              </w:rPr>
            </w:pPr>
            <w:r w:rsidRPr="008E2155">
              <w:rPr>
                <w:sz w:val="16"/>
                <w:szCs w:val="16"/>
              </w:rPr>
              <w:t>9.3.0</w:t>
            </w:r>
          </w:p>
        </w:tc>
      </w:tr>
      <w:tr w:rsidR="00852C42" w:rsidRPr="008E2155" w14:paraId="22125C28"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37FA8D15" w14:textId="77777777" w:rsidR="00852C42" w:rsidRPr="008E2155" w:rsidRDefault="00852C42" w:rsidP="00852C42">
            <w:pPr>
              <w:pStyle w:val="TAL"/>
              <w:rPr>
                <w:snapToGrid w:val="0"/>
                <w:sz w:val="16"/>
                <w:szCs w:val="16"/>
              </w:rPr>
            </w:pPr>
            <w:r w:rsidRPr="008E2155">
              <w:rPr>
                <w:snapToGrid w:val="0"/>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2032D3B" w14:textId="77777777" w:rsidR="00852C42" w:rsidRPr="008E2155" w:rsidRDefault="00852C42" w:rsidP="00852C42">
            <w:pPr>
              <w:pStyle w:val="TAL"/>
              <w:rPr>
                <w:snapToGrid w:val="0"/>
                <w:sz w:val="16"/>
                <w:szCs w:val="16"/>
              </w:rPr>
            </w:pPr>
            <w:r w:rsidRPr="008E2155">
              <w:rPr>
                <w:sz w:val="16"/>
                <w:szCs w:val="16"/>
              </w:rPr>
              <w:t>RP</w:t>
            </w:r>
            <w:r w:rsidRPr="008E2155">
              <w:rPr>
                <w:snapToGrid w:val="0"/>
                <w:sz w:val="16"/>
                <w:szCs w:val="16"/>
              </w:rPr>
              <w:t xml:space="preserve"> #</w:t>
            </w:r>
            <w:r w:rsidRPr="008E2155">
              <w:rPr>
                <w:sz w:val="16"/>
                <w:szCs w:val="16"/>
              </w:rPr>
              <w:t>50</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EEAF8A9" w14:textId="77777777" w:rsidR="00852C42" w:rsidRPr="008E2155" w:rsidRDefault="00852C42" w:rsidP="00852C42">
            <w:pPr>
              <w:pStyle w:val="TAL"/>
              <w:rPr>
                <w:sz w:val="16"/>
                <w:szCs w:val="16"/>
              </w:rPr>
            </w:pPr>
            <w:r w:rsidRPr="008E2155">
              <w:rPr>
                <w:sz w:val="16"/>
                <w:szCs w:val="16"/>
              </w:rPr>
              <w:t>RP-101336</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7526F7E" w14:textId="77777777" w:rsidR="00852C42" w:rsidRPr="008E2155" w:rsidRDefault="00852C42" w:rsidP="00852C42">
            <w:pPr>
              <w:pStyle w:val="TAL"/>
              <w:rPr>
                <w:sz w:val="16"/>
                <w:szCs w:val="16"/>
              </w:rPr>
            </w:pPr>
            <w:r w:rsidRPr="008E2155">
              <w:rPr>
                <w:sz w:val="16"/>
                <w:szCs w:val="16"/>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8C179B" w14:textId="77777777" w:rsidR="00852C42" w:rsidRPr="008E2155" w:rsidRDefault="00852C42" w:rsidP="00852C42">
            <w:pPr>
              <w:pStyle w:val="TAL"/>
              <w:rPr>
                <w:sz w:val="16"/>
                <w:szCs w:val="16"/>
              </w:rPr>
            </w:pPr>
            <w:r w:rsidRPr="008E2155">
              <w:rPr>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9725F30" w14:textId="77777777" w:rsidR="00852C42" w:rsidRPr="008E2155" w:rsidRDefault="00852C42" w:rsidP="00852C42">
            <w:pPr>
              <w:pStyle w:val="TAL"/>
              <w:rPr>
                <w:sz w:val="16"/>
                <w:szCs w:val="16"/>
              </w:rPr>
            </w:pPr>
            <w:r w:rsidRPr="008E2155">
              <w:rPr>
                <w:sz w:val="16"/>
                <w:szCs w:val="16"/>
              </w:rPr>
              <w:t>Protection of CDMA</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BA9207" w14:textId="77777777" w:rsidR="00852C42" w:rsidRPr="008E2155" w:rsidRDefault="00852C42" w:rsidP="00852C42">
            <w:pPr>
              <w:pStyle w:val="TAL"/>
              <w:rPr>
                <w:sz w:val="16"/>
                <w:szCs w:val="16"/>
              </w:rPr>
            </w:pPr>
            <w:r w:rsidRPr="008E2155">
              <w:rPr>
                <w:sz w:val="16"/>
                <w:szCs w:val="16"/>
              </w:rPr>
              <w:t>9.2.0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80C4FF" w14:textId="77777777" w:rsidR="00852C42" w:rsidRPr="008E2155" w:rsidRDefault="00852C42" w:rsidP="00852C42">
            <w:pPr>
              <w:pStyle w:val="TAL"/>
              <w:rPr>
                <w:sz w:val="16"/>
                <w:szCs w:val="16"/>
              </w:rPr>
            </w:pPr>
            <w:r w:rsidRPr="008E2155">
              <w:rPr>
                <w:sz w:val="16"/>
                <w:szCs w:val="16"/>
              </w:rPr>
              <w:t>9.3.0</w:t>
            </w:r>
          </w:p>
        </w:tc>
      </w:tr>
      <w:tr w:rsidR="00852C42" w:rsidRPr="008E2155" w14:paraId="7C1D8045"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35662533" w14:textId="77777777" w:rsidR="00852C42" w:rsidRPr="008E2155" w:rsidRDefault="00852C42" w:rsidP="00852C42">
            <w:pPr>
              <w:pStyle w:val="TAL"/>
              <w:rPr>
                <w:snapToGrid w:val="0"/>
                <w:sz w:val="16"/>
                <w:szCs w:val="16"/>
              </w:rPr>
            </w:pPr>
            <w:r w:rsidRPr="008E2155">
              <w:rPr>
                <w:snapToGrid w:val="0"/>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ADF7FC" w14:textId="77777777" w:rsidR="00852C42" w:rsidRPr="008E2155" w:rsidRDefault="00852C42" w:rsidP="00852C42">
            <w:pPr>
              <w:pStyle w:val="TAL"/>
              <w:rPr>
                <w:snapToGrid w:val="0"/>
                <w:sz w:val="16"/>
                <w:szCs w:val="16"/>
              </w:rPr>
            </w:pPr>
            <w:r w:rsidRPr="008E2155">
              <w:rPr>
                <w:sz w:val="16"/>
                <w:szCs w:val="16"/>
              </w:rPr>
              <w:t>RP</w:t>
            </w:r>
            <w:r w:rsidRPr="008E2155">
              <w:rPr>
                <w:snapToGrid w:val="0"/>
                <w:sz w:val="16"/>
                <w:szCs w:val="16"/>
              </w:rPr>
              <w:t xml:space="preserve"> #</w:t>
            </w:r>
            <w:r w:rsidRPr="008E2155">
              <w:rPr>
                <w:sz w:val="16"/>
                <w:szCs w:val="16"/>
              </w:rPr>
              <w:t>50</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F0F4BF2" w14:textId="77777777" w:rsidR="00852C42" w:rsidRPr="008E2155" w:rsidRDefault="00852C42" w:rsidP="00852C42">
            <w:pPr>
              <w:pStyle w:val="TAL"/>
              <w:rPr>
                <w:sz w:val="16"/>
                <w:szCs w:val="16"/>
              </w:rPr>
            </w:pPr>
            <w:r w:rsidRPr="008E2155">
              <w:rPr>
                <w:sz w:val="16"/>
                <w:szCs w:val="16"/>
              </w:rPr>
              <w:t>RP-101337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38E1751B" w14:textId="77777777" w:rsidR="00852C42" w:rsidRPr="008E2155" w:rsidRDefault="00852C42" w:rsidP="00852C42">
            <w:pPr>
              <w:pStyle w:val="TAL"/>
              <w:rPr>
                <w:sz w:val="16"/>
                <w:szCs w:val="16"/>
              </w:rPr>
            </w:pPr>
            <w:r w:rsidRPr="008E2155">
              <w:rPr>
                <w:sz w:val="16"/>
                <w:szCs w:val="16"/>
              </w:rPr>
              <w:t>023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C565FC1" w14:textId="77777777" w:rsidR="00852C42" w:rsidRPr="008E2155" w:rsidRDefault="00852C42" w:rsidP="00852C42">
            <w:pPr>
              <w:pStyle w:val="TAL"/>
              <w:rPr>
                <w:sz w:val="16"/>
                <w:szCs w:val="16"/>
              </w:rPr>
            </w:pPr>
            <w:r w:rsidRPr="008E2155">
              <w:rPr>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8A44BE0" w14:textId="77777777" w:rsidR="00852C42" w:rsidRPr="008E2155" w:rsidRDefault="00852C42" w:rsidP="00852C42">
            <w:pPr>
              <w:pStyle w:val="TAL"/>
              <w:rPr>
                <w:sz w:val="16"/>
                <w:szCs w:val="16"/>
              </w:rPr>
            </w:pPr>
            <w:r w:rsidRPr="008E2155">
              <w:rPr>
                <w:sz w:val="16"/>
                <w:szCs w:val="16"/>
              </w:rPr>
              <w:t>Removal of brackets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FFA545" w14:textId="77777777" w:rsidR="00852C42" w:rsidRPr="008E2155" w:rsidRDefault="00852C42" w:rsidP="00852C42">
            <w:pPr>
              <w:pStyle w:val="TAL"/>
              <w:rPr>
                <w:sz w:val="16"/>
                <w:szCs w:val="16"/>
              </w:rPr>
            </w:pPr>
            <w:r w:rsidRPr="008E2155">
              <w:rPr>
                <w:sz w:val="16"/>
                <w:szCs w:val="16"/>
              </w:rPr>
              <w:t>9.2.0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741A30" w14:textId="77777777" w:rsidR="00852C42" w:rsidRPr="008E2155" w:rsidRDefault="00852C42" w:rsidP="00852C42">
            <w:pPr>
              <w:pStyle w:val="TAL"/>
              <w:rPr>
                <w:sz w:val="16"/>
                <w:szCs w:val="16"/>
              </w:rPr>
            </w:pPr>
            <w:r w:rsidRPr="008E2155">
              <w:rPr>
                <w:sz w:val="16"/>
                <w:szCs w:val="16"/>
              </w:rPr>
              <w:t>9.3.0</w:t>
            </w:r>
          </w:p>
        </w:tc>
      </w:tr>
      <w:tr w:rsidR="00852C42" w:rsidRPr="008E2155" w14:paraId="0FF15F40"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12CED94B" w14:textId="77777777" w:rsidR="00852C42" w:rsidRPr="008E2155" w:rsidRDefault="00852C42" w:rsidP="00852C42">
            <w:pPr>
              <w:pStyle w:val="TAL"/>
              <w:rPr>
                <w:snapToGrid w:val="0"/>
                <w:sz w:val="16"/>
                <w:szCs w:val="16"/>
              </w:rPr>
            </w:pPr>
            <w:r w:rsidRPr="008E2155">
              <w:rPr>
                <w:snapToGrid w:val="0"/>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472E066" w14:textId="77777777" w:rsidR="00852C42" w:rsidRPr="008E2155" w:rsidRDefault="00852C42" w:rsidP="00852C42">
            <w:pPr>
              <w:pStyle w:val="TAL"/>
              <w:rPr>
                <w:snapToGrid w:val="0"/>
                <w:sz w:val="16"/>
                <w:szCs w:val="16"/>
              </w:rPr>
            </w:pPr>
            <w:r w:rsidRPr="008E2155">
              <w:rPr>
                <w:sz w:val="16"/>
                <w:szCs w:val="16"/>
              </w:rPr>
              <w:t>RP</w:t>
            </w:r>
            <w:r w:rsidRPr="008E2155">
              <w:rPr>
                <w:snapToGrid w:val="0"/>
                <w:sz w:val="16"/>
                <w:szCs w:val="16"/>
              </w:rPr>
              <w:t xml:space="preserve"> #</w:t>
            </w:r>
            <w:r w:rsidRPr="008E2155">
              <w:rPr>
                <w:sz w:val="16"/>
                <w:szCs w:val="16"/>
              </w:rPr>
              <w:t>50</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6176DD6" w14:textId="77777777" w:rsidR="00852C42" w:rsidRPr="008E2155" w:rsidRDefault="00852C42" w:rsidP="00852C42">
            <w:pPr>
              <w:pStyle w:val="TAL"/>
              <w:rPr>
                <w:sz w:val="16"/>
                <w:szCs w:val="16"/>
              </w:rPr>
            </w:pPr>
            <w:r w:rsidRPr="008E2155">
              <w:rPr>
                <w:sz w:val="16"/>
                <w:szCs w:val="16"/>
              </w:rPr>
              <w:t>RP-101347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BDDA135" w14:textId="77777777" w:rsidR="00852C42" w:rsidRPr="008E2155" w:rsidRDefault="00852C42" w:rsidP="00852C42">
            <w:pPr>
              <w:pStyle w:val="TAL"/>
              <w:rPr>
                <w:sz w:val="16"/>
                <w:szCs w:val="16"/>
              </w:rPr>
            </w:pPr>
            <w:r w:rsidRPr="008E2155">
              <w:rPr>
                <w:sz w:val="16"/>
                <w:szCs w:val="16"/>
              </w:rPr>
              <w:t>016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7E2865" w14:textId="77777777" w:rsidR="00852C42" w:rsidRPr="008E2155" w:rsidRDefault="00852C42" w:rsidP="00852C42">
            <w:pPr>
              <w:pStyle w:val="TAL"/>
              <w:rPr>
                <w:sz w:val="16"/>
                <w:szCs w:val="16"/>
              </w:rPr>
            </w:pPr>
            <w:r w:rsidRPr="008E2155">
              <w:rPr>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2E0A919" w14:textId="77777777" w:rsidR="00852C42" w:rsidRPr="008E2155" w:rsidRDefault="00852C42" w:rsidP="00852C42">
            <w:pPr>
              <w:pStyle w:val="TAL"/>
              <w:rPr>
                <w:sz w:val="16"/>
                <w:szCs w:val="16"/>
              </w:rPr>
            </w:pPr>
            <w:r w:rsidRPr="008E2155">
              <w:rPr>
                <w:sz w:val="16"/>
                <w:szCs w:val="16"/>
              </w:rPr>
              <w:t>Corrections to  the symbols and abbreviations clause related to DTT requirement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C3E80A" w14:textId="77777777" w:rsidR="00852C42" w:rsidRPr="008E2155" w:rsidRDefault="00852C42" w:rsidP="00852C42">
            <w:pPr>
              <w:pStyle w:val="TAL"/>
              <w:rPr>
                <w:sz w:val="16"/>
                <w:szCs w:val="16"/>
              </w:rPr>
            </w:pPr>
            <w:r w:rsidRPr="008E2155">
              <w:rPr>
                <w:sz w:val="16"/>
                <w:szCs w:val="16"/>
              </w:rPr>
              <w:t>9.2.0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A9BE2B" w14:textId="77777777" w:rsidR="00852C42" w:rsidRPr="008E2155" w:rsidRDefault="00852C42" w:rsidP="00852C42">
            <w:pPr>
              <w:pStyle w:val="TAL"/>
              <w:rPr>
                <w:sz w:val="16"/>
                <w:szCs w:val="16"/>
              </w:rPr>
            </w:pPr>
            <w:r w:rsidRPr="008E2155">
              <w:rPr>
                <w:sz w:val="16"/>
                <w:szCs w:val="16"/>
              </w:rPr>
              <w:t>9.3.0</w:t>
            </w:r>
          </w:p>
        </w:tc>
      </w:tr>
      <w:tr w:rsidR="00852C42" w:rsidRPr="008E2155" w14:paraId="6A76C32C"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39DFD5BE" w14:textId="77777777" w:rsidR="00852C42" w:rsidRPr="008E2155" w:rsidRDefault="00852C42" w:rsidP="00852C42">
            <w:pPr>
              <w:pStyle w:val="TAL"/>
              <w:rPr>
                <w:snapToGrid w:val="0"/>
                <w:sz w:val="16"/>
                <w:szCs w:val="16"/>
              </w:rPr>
            </w:pPr>
            <w:r w:rsidRPr="008E2155">
              <w:rPr>
                <w:snapToGrid w:val="0"/>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17BC67" w14:textId="77777777" w:rsidR="00852C42" w:rsidRPr="008E2155" w:rsidRDefault="00852C42" w:rsidP="00852C42">
            <w:pPr>
              <w:pStyle w:val="TAL"/>
              <w:rPr>
                <w:snapToGrid w:val="0"/>
                <w:sz w:val="16"/>
                <w:szCs w:val="16"/>
              </w:rPr>
            </w:pPr>
            <w:r w:rsidRPr="008E2155">
              <w:rPr>
                <w:sz w:val="16"/>
                <w:szCs w:val="16"/>
              </w:rPr>
              <w:t>RP</w:t>
            </w:r>
            <w:r w:rsidRPr="008E2155">
              <w:rPr>
                <w:snapToGrid w:val="0"/>
                <w:sz w:val="16"/>
                <w:szCs w:val="16"/>
              </w:rPr>
              <w:t xml:space="preserve"> #</w:t>
            </w:r>
            <w:r w:rsidRPr="008E2155">
              <w:rPr>
                <w:sz w:val="16"/>
                <w:szCs w:val="16"/>
              </w:rPr>
              <w:t>50</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8A3A837" w14:textId="77777777" w:rsidR="00852C42" w:rsidRPr="008E2155" w:rsidRDefault="00852C42" w:rsidP="00852C42">
            <w:pPr>
              <w:pStyle w:val="TAL"/>
              <w:rPr>
                <w:sz w:val="16"/>
                <w:szCs w:val="16"/>
              </w:rPr>
            </w:pPr>
            <w:r w:rsidRPr="008E2155">
              <w:rPr>
                <w:sz w:val="16"/>
                <w:szCs w:val="16"/>
              </w:rPr>
              <w:t>RP-101347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97915ED" w14:textId="77777777" w:rsidR="00852C42" w:rsidRPr="008E2155" w:rsidRDefault="00852C42" w:rsidP="00852C42">
            <w:pPr>
              <w:pStyle w:val="TAL"/>
              <w:rPr>
                <w:sz w:val="16"/>
                <w:szCs w:val="16"/>
              </w:rPr>
            </w:pPr>
            <w:r w:rsidRPr="008E2155">
              <w:rPr>
                <w:sz w:val="16"/>
                <w:szCs w:val="16"/>
              </w:rPr>
              <w:t>017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54B1E08" w14:textId="77777777" w:rsidR="00852C42" w:rsidRPr="008E2155" w:rsidRDefault="00852C42" w:rsidP="00852C42">
            <w:pPr>
              <w:pStyle w:val="TAL"/>
              <w:rPr>
                <w:sz w:val="16"/>
                <w:szCs w:val="16"/>
              </w:rPr>
            </w:pPr>
            <w:r w:rsidRPr="008E2155">
              <w:rPr>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1DCBF957" w14:textId="77777777" w:rsidR="00852C42" w:rsidRPr="008E2155" w:rsidRDefault="00852C42" w:rsidP="00852C42">
            <w:pPr>
              <w:pStyle w:val="TAL"/>
              <w:rPr>
                <w:sz w:val="16"/>
                <w:szCs w:val="16"/>
              </w:rPr>
            </w:pPr>
            <w:r w:rsidRPr="008E2155">
              <w:rPr>
                <w:sz w:val="16"/>
                <w:szCs w:val="16"/>
              </w:rPr>
              <w:t>Co-existence with services in adjacent frequency bands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294FAE" w14:textId="77777777" w:rsidR="00852C42" w:rsidRPr="008E2155" w:rsidRDefault="00852C42" w:rsidP="00852C42">
            <w:pPr>
              <w:pStyle w:val="TAL"/>
              <w:rPr>
                <w:sz w:val="16"/>
                <w:szCs w:val="16"/>
              </w:rPr>
            </w:pPr>
            <w:r w:rsidRPr="008E2155">
              <w:rPr>
                <w:sz w:val="16"/>
                <w:szCs w:val="16"/>
              </w:rPr>
              <w:t>9.2.0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E28E38" w14:textId="77777777" w:rsidR="00852C42" w:rsidRPr="008E2155" w:rsidRDefault="00852C42" w:rsidP="00852C42">
            <w:pPr>
              <w:pStyle w:val="TAL"/>
              <w:rPr>
                <w:sz w:val="16"/>
                <w:szCs w:val="16"/>
              </w:rPr>
            </w:pPr>
            <w:r w:rsidRPr="008E2155">
              <w:rPr>
                <w:sz w:val="16"/>
                <w:szCs w:val="16"/>
              </w:rPr>
              <w:t>9.3.0</w:t>
            </w:r>
          </w:p>
        </w:tc>
      </w:tr>
      <w:tr w:rsidR="0013730F" w:rsidRPr="008E2155" w14:paraId="27CAD7E9"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692A5E1A" w14:textId="77777777" w:rsidR="0013730F" w:rsidRPr="008E2155" w:rsidRDefault="0013730F" w:rsidP="000A51DF">
            <w:pPr>
              <w:pStyle w:val="TAL"/>
              <w:rPr>
                <w:snapToGrid w:val="0"/>
                <w:sz w:val="16"/>
                <w:szCs w:val="16"/>
              </w:rPr>
            </w:pPr>
            <w:r w:rsidRPr="008E2155">
              <w:rPr>
                <w:snapToGrid w:val="0"/>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968F399" w14:textId="77777777" w:rsidR="0013730F" w:rsidRPr="008E2155" w:rsidRDefault="0013730F" w:rsidP="000A51DF">
            <w:pPr>
              <w:pStyle w:val="TAL"/>
              <w:rPr>
                <w:snapToGrid w:val="0"/>
                <w:sz w:val="16"/>
                <w:szCs w:val="16"/>
              </w:rPr>
            </w:pPr>
            <w:r w:rsidRPr="008E2155">
              <w:rPr>
                <w:sz w:val="16"/>
                <w:szCs w:val="16"/>
              </w:rPr>
              <w:t>RP</w:t>
            </w:r>
            <w:r w:rsidRPr="008E2155">
              <w:rPr>
                <w:snapToGrid w:val="0"/>
                <w:sz w:val="16"/>
                <w:szCs w:val="16"/>
              </w:rPr>
              <w:t xml:space="preserve"> #</w:t>
            </w:r>
            <w:r w:rsidRPr="008E2155">
              <w:rPr>
                <w:sz w:val="16"/>
                <w:szCs w:val="16"/>
              </w:rPr>
              <w:t>50</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A55FA7D" w14:textId="77777777" w:rsidR="0013730F" w:rsidRPr="008E2155" w:rsidRDefault="0013730F" w:rsidP="00AC7117">
            <w:pPr>
              <w:pStyle w:val="TAL"/>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F77794E" w14:textId="77777777" w:rsidR="0013730F" w:rsidRPr="008E2155" w:rsidRDefault="0013730F" w:rsidP="00AC7117">
            <w:pPr>
              <w:pStyle w:val="TAL"/>
              <w:rPr>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57594C2" w14:textId="77777777" w:rsidR="0013730F" w:rsidRPr="008E2155" w:rsidRDefault="0013730F" w:rsidP="00AC7117">
            <w:pPr>
              <w:pStyle w:val="TAL"/>
              <w:rPr>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AD88DDA" w14:textId="77777777" w:rsidR="0013730F" w:rsidRPr="008E2155" w:rsidRDefault="0013730F" w:rsidP="00AC7117">
            <w:pPr>
              <w:pStyle w:val="TAL"/>
              <w:rPr>
                <w:sz w:val="16"/>
                <w:szCs w:val="16"/>
              </w:rPr>
            </w:pPr>
            <w:r w:rsidRPr="008E2155">
              <w:rPr>
                <w:sz w:val="16"/>
                <w:szCs w:val="16"/>
              </w:rPr>
              <w:t>Automatic upgrade from previous Release</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C6A096" w14:textId="77777777" w:rsidR="0013730F" w:rsidRPr="008E2155" w:rsidRDefault="0013730F" w:rsidP="00AC7117">
            <w:pPr>
              <w:pStyle w:val="TAL"/>
              <w:rPr>
                <w:sz w:val="16"/>
                <w:szCs w:val="16"/>
              </w:rPr>
            </w:pPr>
            <w:r w:rsidRPr="008E2155">
              <w:rPr>
                <w:sz w:val="16"/>
                <w:szCs w:val="16"/>
              </w:rPr>
              <w:t>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0B83C4" w14:textId="77777777" w:rsidR="0013730F" w:rsidRPr="008E2155" w:rsidRDefault="0013730F" w:rsidP="00AC7117">
            <w:pPr>
              <w:pStyle w:val="TAL"/>
              <w:rPr>
                <w:sz w:val="16"/>
                <w:szCs w:val="16"/>
              </w:rPr>
            </w:pPr>
            <w:r w:rsidRPr="008E2155">
              <w:rPr>
                <w:sz w:val="16"/>
                <w:szCs w:val="16"/>
              </w:rPr>
              <w:t>10.0.0</w:t>
            </w:r>
          </w:p>
        </w:tc>
      </w:tr>
      <w:tr w:rsidR="00DF43CA" w:rsidRPr="008E2155" w14:paraId="70F292DE"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2BC9DA17" w14:textId="77777777" w:rsidR="00DF43CA" w:rsidRPr="008E2155" w:rsidRDefault="00A36279" w:rsidP="000A51DF">
            <w:pPr>
              <w:pStyle w:val="TAL"/>
              <w:rPr>
                <w:snapToGrid w:val="0"/>
                <w:sz w:val="16"/>
                <w:szCs w:val="16"/>
              </w:rPr>
            </w:pPr>
            <w:r w:rsidRPr="008E2155">
              <w:rPr>
                <w:sz w:val="16"/>
                <w:szCs w:val="16"/>
              </w:rPr>
              <w:t>2011-04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9C07307" w14:textId="77777777" w:rsidR="00DF43CA" w:rsidRPr="008E2155" w:rsidRDefault="00DF43CA" w:rsidP="000A51DF">
            <w:pPr>
              <w:pStyle w:val="TAL"/>
              <w:rPr>
                <w:sz w:val="16"/>
                <w:szCs w:val="16"/>
              </w:rPr>
            </w:pPr>
            <w:r w:rsidRPr="008E2155">
              <w:rPr>
                <w:sz w:val="16"/>
                <w:szCs w:val="16"/>
              </w:rPr>
              <w:t>RP-51</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6709C91A" w14:textId="77777777" w:rsidR="00DF43CA" w:rsidRPr="008E2155" w:rsidRDefault="00DF43CA" w:rsidP="00AC7117">
            <w:pPr>
              <w:pStyle w:val="TAL"/>
              <w:rPr>
                <w:sz w:val="16"/>
                <w:szCs w:val="16"/>
              </w:rPr>
            </w:pPr>
            <w:r w:rsidRPr="008E2155">
              <w:rPr>
                <w:sz w:val="16"/>
                <w:szCs w:val="16"/>
              </w:rPr>
              <w:t>RP-110360</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D74EA7F" w14:textId="77777777" w:rsidR="00DF43CA" w:rsidRPr="008E2155" w:rsidRDefault="00DF43CA" w:rsidP="00AC7117">
            <w:pPr>
              <w:pStyle w:val="TAL"/>
              <w:rPr>
                <w:sz w:val="16"/>
                <w:szCs w:val="16"/>
              </w:rPr>
            </w:pPr>
            <w:r w:rsidRPr="008E2155">
              <w:rPr>
                <w:sz w:val="16"/>
                <w:szCs w:val="16"/>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954F43D" w14:textId="77777777" w:rsidR="00DF43CA" w:rsidRPr="008E2155" w:rsidRDefault="00DF43CA" w:rsidP="00AC7117">
            <w:pPr>
              <w:pStyle w:val="TAL"/>
              <w:rPr>
                <w:sz w:val="16"/>
                <w:szCs w:val="16"/>
              </w:rPr>
            </w:pPr>
            <w:r w:rsidRPr="008E2155">
              <w:rPr>
                <w:sz w:val="16"/>
                <w:szCs w:val="16"/>
              </w:rPr>
              <w:t>2</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1B2A836E" w14:textId="77777777" w:rsidR="00DF43CA" w:rsidRPr="008E2155" w:rsidRDefault="00DF43CA" w:rsidP="00AC7117">
            <w:pPr>
              <w:pStyle w:val="TAL"/>
              <w:rPr>
                <w:sz w:val="16"/>
                <w:szCs w:val="16"/>
              </w:rPr>
            </w:pPr>
            <w:r w:rsidRPr="008E2155">
              <w:rPr>
                <w:sz w:val="16"/>
                <w:szCs w:val="16"/>
              </w:rPr>
              <w:t>Adding Band 24 specification to TS36.106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00E070" w14:textId="77777777" w:rsidR="00DF43CA" w:rsidRPr="008E2155" w:rsidRDefault="00DF43CA" w:rsidP="00AC7117">
            <w:pPr>
              <w:pStyle w:val="TAL"/>
              <w:rPr>
                <w:sz w:val="16"/>
                <w:szCs w:val="16"/>
              </w:rPr>
            </w:pPr>
            <w:r w:rsidRPr="008E2155">
              <w:rPr>
                <w:sz w:val="16"/>
                <w:szCs w:val="16"/>
              </w:rPr>
              <w:t>10.0.0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AEFB7C" w14:textId="77777777" w:rsidR="00DF43CA" w:rsidRPr="008E2155" w:rsidRDefault="00DF43CA" w:rsidP="00AC7117">
            <w:pPr>
              <w:pStyle w:val="TAL"/>
              <w:rPr>
                <w:sz w:val="16"/>
                <w:szCs w:val="16"/>
              </w:rPr>
            </w:pPr>
            <w:r w:rsidRPr="008E2155">
              <w:rPr>
                <w:sz w:val="16"/>
                <w:szCs w:val="16"/>
              </w:rPr>
              <w:t>10.1.0</w:t>
            </w:r>
          </w:p>
        </w:tc>
      </w:tr>
      <w:tr w:rsidR="00303448" w:rsidRPr="008E2155" w14:paraId="5ACF4EEC"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24F95226" w14:textId="77777777" w:rsidR="00303448" w:rsidRPr="008E2155" w:rsidRDefault="00303448" w:rsidP="000A51DF">
            <w:pPr>
              <w:pStyle w:val="TAL"/>
              <w:rPr>
                <w:sz w:val="16"/>
                <w:szCs w:val="16"/>
              </w:rPr>
            </w:pPr>
            <w:r w:rsidRPr="008E2155">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D14D41" w14:textId="77777777" w:rsidR="00303448" w:rsidRPr="008E2155" w:rsidRDefault="00303448" w:rsidP="000A51DF">
            <w:pPr>
              <w:pStyle w:val="TAL"/>
              <w:rPr>
                <w:sz w:val="16"/>
                <w:szCs w:val="16"/>
              </w:rPr>
            </w:pPr>
            <w:r w:rsidRPr="008E2155">
              <w:rPr>
                <w:sz w:val="16"/>
                <w:szCs w:val="16"/>
              </w:rPr>
              <w:t>RP-54</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bottom"/>
          </w:tcPr>
          <w:p w14:paraId="778D7B18" w14:textId="77777777" w:rsidR="00303448" w:rsidRPr="008E2155" w:rsidRDefault="00303448" w:rsidP="00AC7117">
            <w:pPr>
              <w:pStyle w:val="TAL"/>
              <w:rPr>
                <w:sz w:val="16"/>
                <w:szCs w:val="16"/>
              </w:rPr>
            </w:pPr>
            <w:r w:rsidRPr="008E2155">
              <w:rPr>
                <w:sz w:val="16"/>
                <w:szCs w:val="16"/>
              </w:rPr>
              <w:t>RP-111734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bottom"/>
          </w:tcPr>
          <w:p w14:paraId="09B848AD" w14:textId="77777777" w:rsidR="00303448" w:rsidRPr="008E2155" w:rsidRDefault="00303448" w:rsidP="00AC7117">
            <w:pPr>
              <w:pStyle w:val="TAL"/>
              <w:rPr>
                <w:sz w:val="16"/>
                <w:szCs w:val="16"/>
              </w:rPr>
            </w:pPr>
            <w:r w:rsidRPr="008E2155">
              <w:rPr>
                <w:sz w:val="16"/>
                <w:szCs w:val="16"/>
              </w:rPr>
              <w:t>025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DC8B92F" w14:textId="77777777" w:rsidR="00303448" w:rsidRPr="008E2155" w:rsidRDefault="00303448" w:rsidP="00AC7117">
            <w:pPr>
              <w:pStyle w:val="TAL"/>
              <w:rPr>
                <w:sz w:val="16"/>
                <w:szCs w:val="16"/>
              </w:rPr>
            </w:pPr>
            <w:r w:rsidRPr="008E2155">
              <w:rPr>
                <w:sz w:val="16"/>
                <w:szCs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vAlign w:val="bottom"/>
          </w:tcPr>
          <w:p w14:paraId="187543F3" w14:textId="77777777" w:rsidR="00303448" w:rsidRPr="008E2155" w:rsidRDefault="00303448" w:rsidP="00AC7117">
            <w:pPr>
              <w:pStyle w:val="TAL"/>
              <w:rPr>
                <w:sz w:val="16"/>
                <w:szCs w:val="16"/>
              </w:rPr>
            </w:pPr>
            <w:r w:rsidRPr="008E2155">
              <w:rPr>
                <w:sz w:val="16"/>
                <w:szCs w:val="16"/>
              </w:rPr>
              <w:t>Introduction of operating frequency band 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BC8F20" w14:textId="77777777" w:rsidR="00303448" w:rsidRPr="008E2155" w:rsidRDefault="00303448" w:rsidP="00AC7117">
            <w:pPr>
              <w:pStyle w:val="TAL"/>
              <w:rPr>
                <w:sz w:val="16"/>
                <w:szCs w:val="16"/>
              </w:rPr>
            </w:pPr>
            <w:r w:rsidRPr="008E2155">
              <w:rPr>
                <w:sz w:val="16"/>
                <w:szCs w:val="16"/>
              </w:rPr>
              <w:t>10.1.0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CBB444" w14:textId="77777777" w:rsidR="00303448" w:rsidRPr="008E2155" w:rsidRDefault="00303448" w:rsidP="00AC7117">
            <w:pPr>
              <w:pStyle w:val="TAL"/>
              <w:rPr>
                <w:sz w:val="16"/>
                <w:szCs w:val="16"/>
              </w:rPr>
            </w:pPr>
            <w:r w:rsidRPr="008E2155">
              <w:rPr>
                <w:sz w:val="16"/>
                <w:szCs w:val="16"/>
              </w:rPr>
              <w:t>10.2.0</w:t>
            </w:r>
          </w:p>
        </w:tc>
      </w:tr>
      <w:tr w:rsidR="00303448" w:rsidRPr="008E2155" w14:paraId="2DEFC5ED"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5E1392BE" w14:textId="77777777" w:rsidR="00303448" w:rsidRPr="008E2155" w:rsidRDefault="00303448" w:rsidP="000A51DF">
            <w:pPr>
              <w:pStyle w:val="TAL"/>
              <w:rPr>
                <w:sz w:val="16"/>
                <w:szCs w:val="16"/>
              </w:rPr>
            </w:pPr>
            <w:r w:rsidRPr="008E2155">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F16927" w14:textId="77777777" w:rsidR="00303448" w:rsidRPr="008E2155" w:rsidRDefault="00303448" w:rsidP="000A51DF">
            <w:pPr>
              <w:pStyle w:val="TAL"/>
              <w:rPr>
                <w:sz w:val="16"/>
                <w:szCs w:val="16"/>
              </w:rPr>
            </w:pPr>
            <w:r w:rsidRPr="008E2155">
              <w:rPr>
                <w:sz w:val="16"/>
                <w:szCs w:val="16"/>
              </w:rPr>
              <w:t>RP-54</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bottom"/>
          </w:tcPr>
          <w:p w14:paraId="5B5BC6BF" w14:textId="77777777" w:rsidR="00303448" w:rsidRPr="008E2155" w:rsidRDefault="00303448" w:rsidP="00AC7117">
            <w:pPr>
              <w:pStyle w:val="TAL"/>
              <w:rPr>
                <w:sz w:val="16"/>
                <w:szCs w:val="16"/>
              </w:rPr>
            </w:pPr>
            <w:r w:rsidRPr="008E2155">
              <w:rPr>
                <w:sz w:val="16"/>
                <w:szCs w:val="16"/>
              </w:rPr>
              <w:t>RP-111734</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bottom"/>
          </w:tcPr>
          <w:p w14:paraId="6AE47576" w14:textId="77777777" w:rsidR="00303448" w:rsidRPr="008E2155" w:rsidRDefault="00303448" w:rsidP="00AC7117">
            <w:pPr>
              <w:pStyle w:val="TAL"/>
              <w:rPr>
                <w:sz w:val="16"/>
                <w:szCs w:val="16"/>
              </w:rPr>
            </w:pPr>
            <w:r w:rsidRPr="008E2155">
              <w:rPr>
                <w:sz w:val="16"/>
                <w:szCs w:val="16"/>
              </w:rPr>
              <w:t>027</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97B152B" w14:textId="77777777" w:rsidR="00303448" w:rsidRPr="008E2155" w:rsidRDefault="00303448" w:rsidP="00AC7117">
            <w:pPr>
              <w:pStyle w:val="TAL"/>
              <w:rPr>
                <w:sz w:val="16"/>
                <w:szCs w:val="16"/>
              </w:rPr>
            </w:pPr>
            <w:r w:rsidRPr="008E2155">
              <w:rPr>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vAlign w:val="bottom"/>
          </w:tcPr>
          <w:p w14:paraId="61E802A3" w14:textId="77777777" w:rsidR="00303448" w:rsidRPr="008E2155" w:rsidRDefault="00303448" w:rsidP="00AC7117">
            <w:pPr>
              <w:pStyle w:val="TAL"/>
              <w:rPr>
                <w:sz w:val="16"/>
                <w:szCs w:val="16"/>
              </w:rPr>
            </w:pPr>
            <w:r w:rsidRPr="008E2155">
              <w:rPr>
                <w:sz w:val="16"/>
                <w:szCs w:val="16"/>
              </w:rPr>
              <w:t>Introduction of protection limits towards frequency band 41, 42 and 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BA1643" w14:textId="77777777" w:rsidR="00303448" w:rsidRPr="008E2155" w:rsidRDefault="00303448" w:rsidP="00AC7117">
            <w:pPr>
              <w:pStyle w:val="TAL"/>
              <w:rPr>
                <w:sz w:val="16"/>
                <w:szCs w:val="16"/>
              </w:rPr>
            </w:pPr>
            <w:r w:rsidRPr="008E2155">
              <w:rPr>
                <w:sz w:val="16"/>
                <w:szCs w:val="16"/>
              </w:rPr>
              <w:t>10.1.0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F4C329" w14:textId="77777777" w:rsidR="00303448" w:rsidRPr="008E2155" w:rsidRDefault="00303448" w:rsidP="00AC7117">
            <w:pPr>
              <w:pStyle w:val="TAL"/>
              <w:rPr>
                <w:sz w:val="16"/>
                <w:szCs w:val="16"/>
              </w:rPr>
            </w:pPr>
            <w:r w:rsidRPr="008E2155">
              <w:rPr>
                <w:sz w:val="16"/>
                <w:szCs w:val="16"/>
              </w:rPr>
              <w:t>10.2.0</w:t>
            </w:r>
          </w:p>
        </w:tc>
      </w:tr>
      <w:tr w:rsidR="001B5232" w:rsidRPr="008E2155" w14:paraId="4D0EA908"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6288DA41" w14:textId="77777777" w:rsidR="001B5232" w:rsidRPr="008E2155" w:rsidRDefault="001B5232" w:rsidP="000A51DF">
            <w:pPr>
              <w:pStyle w:val="TAL"/>
              <w:rPr>
                <w:sz w:val="16"/>
                <w:szCs w:val="16"/>
              </w:rPr>
            </w:pPr>
            <w:r w:rsidRPr="008E2155">
              <w:rPr>
                <w:sz w:val="16"/>
                <w:szCs w:val="16"/>
              </w:rPr>
              <w:t>2012-03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729E28E" w14:textId="77777777" w:rsidR="001B5232" w:rsidRPr="008E2155" w:rsidRDefault="001B5232" w:rsidP="000A51DF">
            <w:pPr>
              <w:pStyle w:val="TAL"/>
              <w:rPr>
                <w:sz w:val="16"/>
                <w:szCs w:val="16"/>
              </w:rPr>
            </w:pPr>
            <w:r w:rsidRPr="008E2155">
              <w:rPr>
                <w:sz w:val="16"/>
                <w:szCs w:val="16"/>
              </w:rPr>
              <w:t>RP-55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CE52D7D" w14:textId="77777777" w:rsidR="001B5232" w:rsidRPr="008E2155" w:rsidRDefault="001B5232">
            <w:pPr>
              <w:rPr>
                <w:rFonts w:ascii="Arial" w:hAnsi="Arial" w:cs="Arial"/>
                <w:sz w:val="16"/>
                <w:szCs w:val="16"/>
              </w:rPr>
            </w:pPr>
            <w:r w:rsidRPr="008E2155">
              <w:rPr>
                <w:rFonts w:ascii="Arial" w:hAnsi="Arial" w:cs="Arial"/>
                <w:sz w:val="16"/>
                <w:szCs w:val="16"/>
              </w:rPr>
              <w:t>RP-120303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F0EEE53" w14:textId="77777777" w:rsidR="001B5232" w:rsidRPr="008E2155" w:rsidRDefault="001B5232">
            <w:pPr>
              <w:rPr>
                <w:rFonts w:ascii="Arial" w:hAnsi="Arial" w:cs="Arial"/>
                <w:sz w:val="16"/>
                <w:szCs w:val="16"/>
              </w:rPr>
            </w:pPr>
            <w:r w:rsidRPr="008E2155">
              <w:rPr>
                <w:rFonts w:ascii="Arial" w:hAnsi="Arial" w:cs="Arial"/>
                <w:sz w:val="16"/>
                <w:szCs w:val="16"/>
              </w:rPr>
              <w:t>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AD9BECB" w14:textId="77777777" w:rsidR="001B5232" w:rsidRPr="008E2155" w:rsidRDefault="001B5232">
            <w:pPr>
              <w:rPr>
                <w:rFonts w:ascii="Arial" w:hAnsi="Arial" w:cs="Arial"/>
                <w:sz w:val="16"/>
                <w:szCs w:val="16"/>
              </w:rPr>
            </w:pPr>
            <w:r w:rsidRPr="008E2155">
              <w:rPr>
                <w:rFonts w:ascii="Arial" w:hAnsi="Arial" w:cs="Arial"/>
                <w:sz w:val="16"/>
                <w:szCs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E794703" w14:textId="77777777" w:rsidR="001B5232" w:rsidRPr="008E2155" w:rsidRDefault="001B5232">
            <w:pPr>
              <w:rPr>
                <w:rFonts w:ascii="Arial" w:hAnsi="Arial" w:cs="Arial"/>
                <w:sz w:val="16"/>
                <w:szCs w:val="16"/>
              </w:rPr>
            </w:pPr>
            <w:r w:rsidRPr="008E2155">
              <w:rPr>
                <w:rFonts w:ascii="Arial" w:hAnsi="Arial" w:cs="Arial"/>
                <w:sz w:val="16"/>
                <w:szCs w:val="16"/>
              </w:rPr>
              <w:t>Introduction of operating frequency bands 23 and 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A6330E" w14:textId="77777777" w:rsidR="001B5232" w:rsidRPr="008E2155" w:rsidRDefault="001B5232">
            <w:pPr>
              <w:rPr>
                <w:rFonts w:ascii="Arial" w:hAnsi="Arial" w:cs="Arial"/>
                <w:sz w:val="16"/>
                <w:szCs w:val="16"/>
              </w:rPr>
            </w:pPr>
            <w:r w:rsidRPr="008E2155">
              <w:rPr>
                <w:rFonts w:ascii="Arial" w:hAnsi="Arial" w:cs="Arial"/>
                <w:sz w:val="16"/>
                <w:szCs w:val="16"/>
              </w:rPr>
              <w:t>10.2.0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016865" w14:textId="77777777" w:rsidR="001B5232" w:rsidRPr="008E2155" w:rsidRDefault="001B5232">
            <w:pPr>
              <w:rPr>
                <w:rFonts w:ascii="Arial" w:hAnsi="Arial" w:cs="Arial"/>
                <w:sz w:val="16"/>
                <w:szCs w:val="16"/>
              </w:rPr>
            </w:pPr>
            <w:r w:rsidRPr="008E2155">
              <w:rPr>
                <w:rFonts w:ascii="Arial" w:hAnsi="Arial" w:cs="Arial"/>
                <w:sz w:val="16"/>
                <w:szCs w:val="16"/>
              </w:rPr>
              <w:t>10.3.0</w:t>
            </w:r>
          </w:p>
        </w:tc>
      </w:tr>
      <w:tr w:rsidR="001B5232" w:rsidRPr="008E2155" w14:paraId="07AD59C4"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4677768A" w14:textId="77777777" w:rsidR="001B5232" w:rsidRPr="008E2155" w:rsidRDefault="001B5232" w:rsidP="000A51DF">
            <w:pPr>
              <w:pStyle w:val="TAL"/>
              <w:rPr>
                <w:sz w:val="16"/>
                <w:szCs w:val="16"/>
              </w:rPr>
            </w:pPr>
            <w:r w:rsidRPr="008E2155">
              <w:rPr>
                <w:sz w:val="16"/>
                <w:szCs w:val="16"/>
              </w:rPr>
              <w:t>2012-03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0B75C7" w14:textId="77777777" w:rsidR="001B5232" w:rsidRPr="008E2155" w:rsidRDefault="001B5232" w:rsidP="000A51DF">
            <w:pPr>
              <w:pStyle w:val="TAL"/>
              <w:rPr>
                <w:sz w:val="16"/>
                <w:szCs w:val="16"/>
              </w:rPr>
            </w:pPr>
            <w:r w:rsidRPr="008E2155">
              <w:rPr>
                <w:sz w:val="16"/>
                <w:szCs w:val="16"/>
              </w:rPr>
              <w:t>RP-55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2B257D8" w14:textId="77777777" w:rsidR="001B5232" w:rsidRPr="008E2155" w:rsidRDefault="001B5232">
            <w:pPr>
              <w:rPr>
                <w:rFonts w:ascii="Arial" w:hAnsi="Arial" w:cs="Arial"/>
                <w:sz w:val="16"/>
                <w:szCs w:val="16"/>
              </w:rPr>
            </w:pPr>
            <w:r w:rsidRPr="008E2155">
              <w:rPr>
                <w:rFonts w:ascii="Arial" w:hAnsi="Arial" w:cs="Arial"/>
                <w:sz w:val="16"/>
                <w:szCs w:val="16"/>
              </w:rPr>
              <w:t>RP-120303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EE0B963" w14:textId="77777777" w:rsidR="001B5232" w:rsidRPr="008E2155" w:rsidRDefault="001B5232">
            <w:pPr>
              <w:rPr>
                <w:rFonts w:ascii="Arial" w:hAnsi="Arial" w:cs="Arial"/>
                <w:sz w:val="16"/>
                <w:szCs w:val="16"/>
              </w:rPr>
            </w:pPr>
            <w:r w:rsidRPr="008E2155">
              <w:rPr>
                <w:rFonts w:ascii="Arial" w:hAnsi="Arial" w:cs="Arial"/>
                <w:sz w:val="16"/>
                <w:szCs w:val="16"/>
              </w:rPr>
              <w:t>031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E34BC1E" w14:textId="77777777" w:rsidR="001B5232" w:rsidRPr="008E2155" w:rsidRDefault="001B5232">
            <w:pPr>
              <w:rPr>
                <w:rFonts w:ascii="Arial" w:hAnsi="Arial" w:cs="Arial"/>
                <w:sz w:val="16"/>
                <w:szCs w:val="16"/>
              </w:rPr>
            </w:pPr>
            <w:r w:rsidRPr="008E2155">
              <w:rPr>
                <w:rFonts w:ascii="Arial" w:hAnsi="Arial" w:cs="Arial"/>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821C1BD" w14:textId="77777777" w:rsidR="001B5232" w:rsidRPr="008E2155" w:rsidRDefault="001B5232">
            <w:pPr>
              <w:rPr>
                <w:rFonts w:ascii="Arial" w:hAnsi="Arial" w:cs="Arial"/>
                <w:sz w:val="16"/>
                <w:szCs w:val="16"/>
              </w:rPr>
            </w:pPr>
            <w:r w:rsidRPr="008E2155">
              <w:rPr>
                <w:rFonts w:ascii="Arial" w:hAnsi="Arial" w:cs="Arial"/>
                <w:sz w:val="16"/>
                <w:szCs w:val="16"/>
              </w:rPr>
              <w:t>Correction on the table of Regional requirements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122649" w14:textId="77777777" w:rsidR="001B5232" w:rsidRPr="008E2155" w:rsidRDefault="001B5232">
            <w:pPr>
              <w:rPr>
                <w:rFonts w:ascii="Arial" w:hAnsi="Arial" w:cs="Arial"/>
                <w:sz w:val="16"/>
                <w:szCs w:val="16"/>
              </w:rPr>
            </w:pPr>
            <w:r w:rsidRPr="008E2155">
              <w:rPr>
                <w:rFonts w:ascii="Arial" w:hAnsi="Arial" w:cs="Arial"/>
                <w:sz w:val="16"/>
                <w:szCs w:val="16"/>
              </w:rPr>
              <w:t>10.2.0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5381F4" w14:textId="77777777" w:rsidR="001B5232" w:rsidRPr="008E2155" w:rsidRDefault="001B5232">
            <w:pPr>
              <w:rPr>
                <w:rFonts w:ascii="Arial" w:hAnsi="Arial" w:cs="Arial"/>
                <w:sz w:val="16"/>
                <w:szCs w:val="16"/>
              </w:rPr>
            </w:pPr>
            <w:r w:rsidRPr="008E2155">
              <w:rPr>
                <w:rFonts w:ascii="Arial" w:hAnsi="Arial" w:cs="Arial"/>
                <w:sz w:val="16"/>
                <w:szCs w:val="16"/>
              </w:rPr>
              <w:t>10.3.0</w:t>
            </w:r>
          </w:p>
        </w:tc>
      </w:tr>
      <w:tr w:rsidR="003252B9" w:rsidRPr="008E2155" w14:paraId="2792ED68"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20596BE1" w14:textId="77777777" w:rsidR="003252B9" w:rsidRPr="008E2155" w:rsidRDefault="003252B9">
            <w:pPr>
              <w:rPr>
                <w:rFonts w:ascii="Arial" w:hAnsi="Arial" w:cs="Arial"/>
                <w:sz w:val="16"/>
                <w:szCs w:val="16"/>
              </w:rPr>
            </w:pPr>
            <w:r w:rsidRPr="008E2155">
              <w:rPr>
                <w:rFonts w:ascii="Arial" w:hAnsi="Arial" w:cs="Arial"/>
                <w:sz w:val="16"/>
                <w:szCs w:val="16"/>
              </w:rPr>
              <w:t>06-2012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218C48A5" w14:textId="77777777" w:rsidR="003252B9" w:rsidRPr="008E2155" w:rsidRDefault="003252B9">
            <w:pPr>
              <w:rPr>
                <w:rFonts w:ascii="Arial" w:hAnsi="Arial" w:cs="Arial"/>
                <w:sz w:val="16"/>
                <w:szCs w:val="16"/>
              </w:rPr>
            </w:pPr>
            <w:r w:rsidRPr="008E2155">
              <w:rPr>
                <w:rFonts w:ascii="Arial" w:hAnsi="Arial" w:cs="Arial"/>
                <w:sz w:val="16"/>
                <w:szCs w:val="16"/>
              </w:rPr>
              <w:t>RP-56</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bottom"/>
          </w:tcPr>
          <w:p w14:paraId="1DCB945F" w14:textId="77777777" w:rsidR="003252B9" w:rsidRPr="008E2155" w:rsidRDefault="003252B9">
            <w:pPr>
              <w:rPr>
                <w:rFonts w:ascii="Arial" w:hAnsi="Arial" w:cs="Arial"/>
                <w:sz w:val="16"/>
                <w:szCs w:val="16"/>
              </w:rPr>
            </w:pPr>
            <w:r w:rsidRPr="008E2155">
              <w:rPr>
                <w:rFonts w:ascii="Arial" w:hAnsi="Arial" w:cs="Arial"/>
                <w:sz w:val="16"/>
                <w:szCs w:val="16"/>
              </w:rPr>
              <w:t>RP-120780</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bottom"/>
          </w:tcPr>
          <w:p w14:paraId="2607BD5B" w14:textId="77777777" w:rsidR="003252B9" w:rsidRPr="008E2155" w:rsidRDefault="003252B9">
            <w:pPr>
              <w:rPr>
                <w:rFonts w:ascii="Arial" w:hAnsi="Arial" w:cs="Arial"/>
                <w:sz w:val="16"/>
                <w:szCs w:val="16"/>
              </w:rPr>
            </w:pPr>
            <w:r w:rsidRPr="008E2155">
              <w:rPr>
                <w:rFonts w:ascii="Arial" w:hAnsi="Arial" w:cs="Arial"/>
                <w:sz w:val="16"/>
                <w:szCs w:val="16"/>
              </w:rPr>
              <w:t>034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11F8126B" w14:textId="77777777" w:rsidR="003252B9" w:rsidRPr="008E2155" w:rsidRDefault="003252B9">
            <w:pPr>
              <w:rPr>
                <w:rFonts w:ascii="Arial" w:hAnsi="Arial" w:cs="Arial"/>
                <w:sz w:val="16"/>
                <w:szCs w:val="16"/>
              </w:rPr>
            </w:pPr>
            <w:r w:rsidRPr="008E2155">
              <w:rPr>
                <w:rFonts w:ascii="Arial" w:hAnsi="Arial" w:cs="Arial"/>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vAlign w:val="bottom"/>
          </w:tcPr>
          <w:p w14:paraId="74E75BD9" w14:textId="77777777" w:rsidR="003252B9" w:rsidRPr="008E2155" w:rsidRDefault="003252B9">
            <w:pPr>
              <w:rPr>
                <w:rFonts w:ascii="Arial" w:hAnsi="Arial" w:cs="Arial"/>
                <w:sz w:val="16"/>
                <w:szCs w:val="16"/>
              </w:rPr>
            </w:pPr>
            <w:r w:rsidRPr="008E2155">
              <w:rPr>
                <w:rFonts w:ascii="Arial" w:hAnsi="Arial" w:cs="Arial"/>
                <w:sz w:val="16"/>
                <w:szCs w:val="16"/>
              </w:rPr>
              <w:t>Definition clause updates with improved repeater pass band definition and introduction of minor editorial changes for for better alignment with BS core specification</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ABB90E3" w14:textId="77777777" w:rsidR="003252B9" w:rsidRPr="008E2155" w:rsidRDefault="003252B9" w:rsidP="000A3BBC">
            <w:pPr>
              <w:rPr>
                <w:rFonts w:ascii="Arial" w:hAnsi="Arial" w:cs="Arial"/>
                <w:sz w:val="16"/>
                <w:szCs w:val="16"/>
              </w:rPr>
            </w:pPr>
            <w:r w:rsidRPr="008E2155">
              <w:rPr>
                <w:rFonts w:ascii="Arial" w:hAnsi="Arial" w:cs="Arial"/>
                <w:sz w:val="16"/>
                <w:szCs w:val="16"/>
              </w:rPr>
              <w:t>10.3.0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38B23473" w14:textId="77777777" w:rsidR="003252B9" w:rsidRPr="008E2155" w:rsidRDefault="003252B9">
            <w:pPr>
              <w:rPr>
                <w:rFonts w:ascii="Arial" w:hAnsi="Arial" w:cs="Arial"/>
                <w:sz w:val="16"/>
                <w:szCs w:val="16"/>
              </w:rPr>
            </w:pPr>
            <w:r w:rsidRPr="008E2155">
              <w:rPr>
                <w:rFonts w:ascii="Arial" w:hAnsi="Arial" w:cs="Arial"/>
                <w:sz w:val="16"/>
                <w:szCs w:val="16"/>
              </w:rPr>
              <w:t>10.4.0</w:t>
            </w:r>
          </w:p>
        </w:tc>
      </w:tr>
      <w:tr w:rsidR="003252B9" w:rsidRPr="008E2155" w14:paraId="0E6ED556"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4AAA6926" w14:textId="77777777" w:rsidR="003252B9" w:rsidRPr="008E2155" w:rsidRDefault="003252B9">
            <w:pPr>
              <w:rPr>
                <w:rFonts w:ascii="Arial" w:hAnsi="Arial" w:cs="Arial"/>
                <w:sz w:val="16"/>
                <w:szCs w:val="16"/>
              </w:rPr>
            </w:pPr>
            <w:r w:rsidRPr="008E2155">
              <w:rPr>
                <w:rFonts w:ascii="Arial" w:hAnsi="Arial" w:cs="Arial"/>
                <w:sz w:val="16"/>
                <w:szCs w:val="16"/>
              </w:rPr>
              <w:t>06-2012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0690C3C1" w14:textId="77777777" w:rsidR="003252B9" w:rsidRPr="008E2155" w:rsidRDefault="003252B9">
            <w:pPr>
              <w:rPr>
                <w:rFonts w:ascii="Arial" w:hAnsi="Arial" w:cs="Arial"/>
                <w:sz w:val="16"/>
                <w:szCs w:val="16"/>
              </w:rPr>
            </w:pPr>
            <w:r w:rsidRPr="008E2155">
              <w:rPr>
                <w:rFonts w:ascii="Arial" w:hAnsi="Arial" w:cs="Arial"/>
                <w:sz w:val="16"/>
                <w:szCs w:val="16"/>
              </w:rPr>
              <w:t>RP-56</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bottom"/>
          </w:tcPr>
          <w:p w14:paraId="7AB27AA2" w14:textId="77777777" w:rsidR="003252B9" w:rsidRPr="008E2155" w:rsidRDefault="003252B9">
            <w:pPr>
              <w:rPr>
                <w:rFonts w:ascii="Arial" w:hAnsi="Arial" w:cs="Arial"/>
                <w:sz w:val="16"/>
                <w:szCs w:val="16"/>
              </w:rPr>
            </w:pPr>
            <w:r w:rsidRPr="008E2155">
              <w:rPr>
                <w:rFonts w:ascii="Arial" w:hAnsi="Arial" w:cs="Arial"/>
                <w:sz w:val="16"/>
                <w:szCs w:val="16"/>
              </w:rPr>
              <w:t>RP-120783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bottom"/>
          </w:tcPr>
          <w:p w14:paraId="2C17898C" w14:textId="77777777" w:rsidR="003252B9" w:rsidRPr="008E2155" w:rsidRDefault="003252B9">
            <w:pPr>
              <w:rPr>
                <w:rFonts w:ascii="Arial" w:hAnsi="Arial" w:cs="Arial"/>
                <w:sz w:val="16"/>
                <w:szCs w:val="16"/>
              </w:rPr>
            </w:pPr>
            <w:r w:rsidRPr="008E2155">
              <w:rPr>
                <w:rFonts w:ascii="Arial" w:hAnsi="Arial" w:cs="Arial"/>
                <w:sz w:val="16"/>
                <w:szCs w:val="16"/>
              </w:rPr>
              <w:t>035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1E047A88" w14:textId="77777777" w:rsidR="003252B9" w:rsidRPr="008E2155" w:rsidRDefault="003252B9">
            <w:pPr>
              <w:rPr>
                <w:rFonts w:ascii="Arial" w:hAnsi="Arial" w:cs="Arial"/>
                <w:sz w:val="16"/>
                <w:szCs w:val="16"/>
              </w:rPr>
            </w:pPr>
            <w:r w:rsidRPr="008E2155">
              <w:rPr>
                <w:rFonts w:ascii="Arial" w:hAnsi="Arial" w:cs="Arial"/>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vAlign w:val="bottom"/>
          </w:tcPr>
          <w:p w14:paraId="2CDD6F80" w14:textId="77777777" w:rsidR="003252B9" w:rsidRPr="008E2155" w:rsidRDefault="003252B9">
            <w:pPr>
              <w:rPr>
                <w:rFonts w:ascii="Arial" w:hAnsi="Arial" w:cs="Arial"/>
                <w:sz w:val="16"/>
                <w:szCs w:val="16"/>
              </w:rPr>
            </w:pPr>
            <w:r w:rsidRPr="008E2155">
              <w:rPr>
                <w:rFonts w:ascii="Arial" w:hAnsi="Arial" w:cs="Arial"/>
                <w:sz w:val="16"/>
                <w:szCs w:val="16"/>
              </w:rPr>
              <w:t>Update of the upper frequency limit for Spurious Emissions</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460B4EE7" w14:textId="77777777" w:rsidR="003252B9" w:rsidRPr="008E2155" w:rsidRDefault="003252B9" w:rsidP="000A3BBC">
            <w:pPr>
              <w:rPr>
                <w:rFonts w:ascii="Arial" w:hAnsi="Arial" w:cs="Arial"/>
                <w:sz w:val="16"/>
                <w:szCs w:val="16"/>
              </w:rPr>
            </w:pPr>
            <w:r w:rsidRPr="008E2155">
              <w:rPr>
                <w:rFonts w:ascii="Arial" w:hAnsi="Arial" w:cs="Arial"/>
                <w:sz w:val="16"/>
                <w:szCs w:val="16"/>
              </w:rPr>
              <w:t>10.3.0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DEBFBF" w14:textId="77777777" w:rsidR="003252B9" w:rsidRPr="008E2155" w:rsidRDefault="003252B9">
            <w:r w:rsidRPr="008E2155">
              <w:rPr>
                <w:rFonts w:ascii="Arial" w:hAnsi="Arial" w:cs="Arial"/>
                <w:sz w:val="16"/>
                <w:szCs w:val="16"/>
              </w:rPr>
              <w:t>10.4.0</w:t>
            </w:r>
          </w:p>
        </w:tc>
      </w:tr>
      <w:tr w:rsidR="003252B9" w:rsidRPr="008E2155" w14:paraId="3602D142"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4CFAFAA4" w14:textId="77777777" w:rsidR="003252B9" w:rsidRPr="008E2155" w:rsidRDefault="003252B9">
            <w:pPr>
              <w:rPr>
                <w:rFonts w:ascii="Arial" w:hAnsi="Arial" w:cs="Arial"/>
                <w:sz w:val="16"/>
                <w:szCs w:val="16"/>
              </w:rPr>
            </w:pPr>
            <w:r w:rsidRPr="008E2155">
              <w:rPr>
                <w:rFonts w:ascii="Arial" w:hAnsi="Arial" w:cs="Arial"/>
                <w:sz w:val="16"/>
                <w:szCs w:val="16"/>
              </w:rPr>
              <w:t>06-2012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536E3A79" w14:textId="77777777" w:rsidR="003252B9" w:rsidRPr="008E2155" w:rsidRDefault="003252B9">
            <w:pPr>
              <w:rPr>
                <w:rFonts w:ascii="Arial" w:hAnsi="Arial" w:cs="Arial"/>
                <w:sz w:val="16"/>
                <w:szCs w:val="16"/>
              </w:rPr>
            </w:pPr>
            <w:r w:rsidRPr="008E2155">
              <w:rPr>
                <w:rFonts w:ascii="Arial" w:hAnsi="Arial" w:cs="Arial"/>
                <w:sz w:val="16"/>
                <w:szCs w:val="16"/>
              </w:rPr>
              <w:t>RP-56</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bottom"/>
          </w:tcPr>
          <w:p w14:paraId="46C60614" w14:textId="77777777" w:rsidR="003252B9" w:rsidRPr="008E2155" w:rsidRDefault="003252B9">
            <w:pPr>
              <w:rPr>
                <w:rFonts w:ascii="Arial" w:hAnsi="Arial" w:cs="Arial"/>
                <w:sz w:val="16"/>
                <w:szCs w:val="16"/>
              </w:rPr>
            </w:pPr>
            <w:r w:rsidRPr="008E2155">
              <w:rPr>
                <w:rFonts w:ascii="Arial" w:hAnsi="Arial" w:cs="Arial"/>
                <w:sz w:val="16"/>
                <w:szCs w:val="16"/>
              </w:rPr>
              <w:t>RP-120783</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bottom"/>
          </w:tcPr>
          <w:p w14:paraId="35E40A1A" w14:textId="77777777" w:rsidR="003252B9" w:rsidRPr="008E2155" w:rsidRDefault="003252B9">
            <w:pPr>
              <w:rPr>
                <w:rFonts w:ascii="Arial" w:hAnsi="Arial" w:cs="Arial"/>
                <w:sz w:val="16"/>
                <w:szCs w:val="16"/>
              </w:rPr>
            </w:pPr>
            <w:r w:rsidRPr="008E2155">
              <w:rPr>
                <w:rFonts w:ascii="Arial" w:hAnsi="Arial" w:cs="Arial"/>
                <w:sz w:val="16"/>
                <w:szCs w:val="16"/>
              </w:rPr>
              <w:t>036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8646350" w14:textId="77777777" w:rsidR="003252B9" w:rsidRPr="008E2155" w:rsidRDefault="003252B9">
            <w:pPr>
              <w:rPr>
                <w:rFonts w:ascii="Arial" w:hAnsi="Arial" w:cs="Arial"/>
                <w:sz w:val="16"/>
                <w:szCs w:val="16"/>
              </w:rPr>
            </w:pPr>
            <w:r w:rsidRPr="008E2155">
              <w:rPr>
                <w:rFonts w:ascii="Arial" w:hAnsi="Arial" w:cs="Arial"/>
                <w:sz w:val="16"/>
                <w:szCs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vAlign w:val="bottom"/>
          </w:tcPr>
          <w:p w14:paraId="0E429BB4" w14:textId="77777777" w:rsidR="003252B9" w:rsidRPr="008E2155" w:rsidRDefault="003252B9">
            <w:pPr>
              <w:rPr>
                <w:rFonts w:ascii="Arial" w:hAnsi="Arial" w:cs="Arial"/>
                <w:sz w:val="16"/>
                <w:szCs w:val="16"/>
              </w:rPr>
            </w:pPr>
            <w:r w:rsidRPr="008E2155">
              <w:rPr>
                <w:rFonts w:ascii="Arial" w:hAnsi="Arial" w:cs="Arial"/>
                <w:sz w:val="16"/>
                <w:szCs w:val="16"/>
              </w:rPr>
              <w:t>Update of the protection limits tables for spurious emission and input intermodulation</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2C5BFF3D" w14:textId="77777777" w:rsidR="003252B9" w:rsidRPr="008E2155" w:rsidRDefault="003252B9" w:rsidP="000A3BBC">
            <w:pPr>
              <w:rPr>
                <w:rFonts w:ascii="Arial" w:hAnsi="Arial" w:cs="Arial"/>
                <w:sz w:val="16"/>
                <w:szCs w:val="16"/>
              </w:rPr>
            </w:pPr>
            <w:r w:rsidRPr="008E2155">
              <w:rPr>
                <w:rFonts w:ascii="Arial" w:hAnsi="Arial" w:cs="Arial"/>
                <w:sz w:val="16"/>
                <w:szCs w:val="16"/>
              </w:rPr>
              <w:t>10.3.0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5B9F80" w14:textId="77777777" w:rsidR="003252B9" w:rsidRPr="008E2155" w:rsidRDefault="003252B9">
            <w:r w:rsidRPr="008E2155">
              <w:rPr>
                <w:rFonts w:ascii="Arial" w:hAnsi="Arial" w:cs="Arial"/>
                <w:sz w:val="16"/>
                <w:szCs w:val="16"/>
              </w:rPr>
              <w:t>10.4.0</w:t>
            </w:r>
          </w:p>
        </w:tc>
      </w:tr>
      <w:tr w:rsidR="003252B9" w:rsidRPr="008E2155" w14:paraId="64085FB6"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2522B010" w14:textId="77777777" w:rsidR="003252B9" w:rsidRPr="008E2155" w:rsidRDefault="003252B9">
            <w:pPr>
              <w:rPr>
                <w:rFonts w:ascii="Arial" w:hAnsi="Arial" w:cs="Arial"/>
                <w:sz w:val="16"/>
                <w:szCs w:val="16"/>
              </w:rPr>
            </w:pPr>
            <w:r w:rsidRPr="008E2155">
              <w:rPr>
                <w:rFonts w:ascii="Arial" w:hAnsi="Arial" w:cs="Arial"/>
                <w:sz w:val="16"/>
                <w:szCs w:val="16"/>
              </w:rPr>
              <w:lastRenderedPageBreak/>
              <w:t>06-2012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3EC91C8C" w14:textId="77777777" w:rsidR="003252B9" w:rsidRPr="008E2155" w:rsidRDefault="003252B9">
            <w:pPr>
              <w:rPr>
                <w:rFonts w:ascii="Arial" w:hAnsi="Arial" w:cs="Arial"/>
                <w:sz w:val="16"/>
                <w:szCs w:val="16"/>
              </w:rPr>
            </w:pPr>
            <w:r w:rsidRPr="008E2155">
              <w:rPr>
                <w:rFonts w:ascii="Arial" w:hAnsi="Arial" w:cs="Arial"/>
                <w:sz w:val="16"/>
                <w:szCs w:val="16"/>
              </w:rPr>
              <w:t>RP-56</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bottom"/>
          </w:tcPr>
          <w:p w14:paraId="4458EC51" w14:textId="77777777" w:rsidR="003252B9" w:rsidRPr="008E2155" w:rsidRDefault="003252B9">
            <w:pPr>
              <w:rPr>
                <w:rFonts w:ascii="Arial" w:hAnsi="Arial" w:cs="Arial"/>
                <w:sz w:val="16"/>
                <w:szCs w:val="16"/>
              </w:rPr>
            </w:pPr>
            <w:r w:rsidRPr="008E2155">
              <w:rPr>
                <w:rFonts w:ascii="Arial" w:hAnsi="Arial" w:cs="Arial"/>
                <w:sz w:val="16"/>
                <w:szCs w:val="16"/>
              </w:rPr>
              <w:t>RP-120762</w:t>
            </w:r>
          </w:p>
        </w:tc>
        <w:tc>
          <w:tcPr>
            <w:tcW w:w="426" w:type="dxa"/>
            <w:tcBorders>
              <w:top w:val="single" w:sz="6" w:space="0" w:color="auto"/>
              <w:left w:val="single" w:sz="6" w:space="0" w:color="auto"/>
              <w:bottom w:val="single" w:sz="6" w:space="0" w:color="auto"/>
              <w:right w:val="single" w:sz="6" w:space="0" w:color="auto"/>
            </w:tcBorders>
            <w:shd w:val="solid" w:color="FFFFFF" w:fill="auto"/>
            <w:vAlign w:val="bottom"/>
          </w:tcPr>
          <w:p w14:paraId="226EC7E1" w14:textId="77777777" w:rsidR="003252B9" w:rsidRPr="008E2155" w:rsidRDefault="003252B9">
            <w:pPr>
              <w:rPr>
                <w:rFonts w:ascii="Arial" w:hAnsi="Arial" w:cs="Arial"/>
                <w:sz w:val="16"/>
                <w:szCs w:val="16"/>
              </w:rPr>
            </w:pPr>
            <w:r w:rsidRPr="008E2155">
              <w:rPr>
                <w:rFonts w:ascii="Arial" w:hAnsi="Arial" w:cs="Arial"/>
                <w:sz w:val="16"/>
                <w:szCs w:val="16"/>
              </w:rPr>
              <w:t>040</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EF6BE29" w14:textId="77777777" w:rsidR="003252B9" w:rsidRPr="008E2155" w:rsidRDefault="003252B9">
            <w:pPr>
              <w:rPr>
                <w:rFonts w:ascii="Arial" w:hAnsi="Arial" w:cs="Arial"/>
                <w:sz w:val="16"/>
                <w:szCs w:val="16"/>
              </w:rPr>
            </w:pPr>
            <w:r w:rsidRPr="008E2155">
              <w:rPr>
                <w:rFonts w:ascii="Arial" w:hAnsi="Arial" w:cs="Arial"/>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vAlign w:val="bottom"/>
          </w:tcPr>
          <w:p w14:paraId="2AE9DFF2" w14:textId="77777777" w:rsidR="003252B9" w:rsidRPr="008E2155" w:rsidRDefault="003252B9">
            <w:pPr>
              <w:rPr>
                <w:rFonts w:ascii="Arial" w:hAnsi="Arial" w:cs="Arial"/>
                <w:sz w:val="16"/>
                <w:szCs w:val="16"/>
              </w:rPr>
            </w:pPr>
            <w:r w:rsidRPr="008E2155">
              <w:rPr>
                <w:rFonts w:ascii="Arial" w:hAnsi="Arial" w:cs="Arial"/>
                <w:sz w:val="16"/>
                <w:szCs w:val="16"/>
              </w:rPr>
              <w:t>Correction of PHS protection requirements for TS 36.106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9411177" w14:textId="77777777" w:rsidR="003252B9" w:rsidRPr="008E2155" w:rsidRDefault="003252B9" w:rsidP="000A3BBC">
            <w:pPr>
              <w:rPr>
                <w:rFonts w:ascii="Arial" w:hAnsi="Arial" w:cs="Arial"/>
                <w:sz w:val="16"/>
                <w:szCs w:val="16"/>
              </w:rPr>
            </w:pPr>
            <w:r w:rsidRPr="008E2155">
              <w:rPr>
                <w:rFonts w:ascii="Arial" w:hAnsi="Arial" w:cs="Arial"/>
                <w:sz w:val="16"/>
                <w:szCs w:val="16"/>
              </w:rPr>
              <w:t>10.3.0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47F82C" w14:textId="77777777" w:rsidR="003252B9" w:rsidRPr="008E2155" w:rsidRDefault="003252B9">
            <w:r w:rsidRPr="008E2155">
              <w:rPr>
                <w:rFonts w:ascii="Arial" w:hAnsi="Arial" w:cs="Arial"/>
                <w:sz w:val="16"/>
                <w:szCs w:val="16"/>
              </w:rPr>
              <w:t>10.4.0</w:t>
            </w:r>
          </w:p>
        </w:tc>
      </w:tr>
      <w:tr w:rsidR="00986311" w:rsidRPr="008E2155" w14:paraId="70AAB6C1"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304CBE02" w14:textId="77777777" w:rsidR="00986311" w:rsidRPr="008E2155" w:rsidRDefault="00986311" w:rsidP="00986311">
            <w:pPr>
              <w:rPr>
                <w:rFonts w:ascii="Arial" w:hAnsi="Arial" w:cs="Arial"/>
                <w:sz w:val="16"/>
                <w:szCs w:val="16"/>
              </w:rPr>
            </w:pPr>
            <w:r w:rsidRPr="008E2155">
              <w:rPr>
                <w:rFonts w:ascii="Arial" w:hAnsi="Arial" w:cs="Arial"/>
                <w:sz w:val="16"/>
                <w:szCs w:val="16"/>
              </w:rPr>
              <w:t>09-2012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222261" w14:textId="77777777" w:rsidR="00986311" w:rsidRPr="008E2155" w:rsidRDefault="00986311" w:rsidP="00986311">
            <w:pPr>
              <w:rPr>
                <w:rFonts w:ascii="Arial" w:hAnsi="Arial" w:cs="Arial"/>
                <w:sz w:val="16"/>
                <w:szCs w:val="16"/>
              </w:rPr>
            </w:pPr>
            <w:r w:rsidRPr="008E2155">
              <w:rPr>
                <w:rFonts w:ascii="Arial" w:hAnsi="Arial" w:cs="Arial"/>
                <w:sz w:val="16"/>
                <w:szCs w:val="16"/>
              </w:rPr>
              <w:t>RP-57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378D99F0" w14:textId="77777777" w:rsidR="00986311" w:rsidRPr="008E2155" w:rsidRDefault="00986311">
            <w:pPr>
              <w:rPr>
                <w:rFonts w:ascii="Arial" w:hAnsi="Arial" w:cs="Arial"/>
                <w:sz w:val="16"/>
                <w:szCs w:val="16"/>
              </w:rPr>
            </w:pPr>
            <w:r w:rsidRPr="008E2155">
              <w:rPr>
                <w:rFonts w:ascii="Arial" w:hAnsi="Arial" w:cs="Arial"/>
                <w:sz w:val="16"/>
                <w:szCs w:val="16"/>
              </w:rPr>
              <w:t>RP-121312</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E575697" w14:textId="77777777" w:rsidR="00986311" w:rsidRPr="008E2155" w:rsidRDefault="00986311">
            <w:pPr>
              <w:rPr>
                <w:rFonts w:ascii="Arial" w:hAnsi="Arial" w:cs="Arial"/>
                <w:sz w:val="16"/>
                <w:szCs w:val="16"/>
              </w:rPr>
            </w:pPr>
            <w:r w:rsidRPr="008E2155">
              <w:rPr>
                <w:rFonts w:ascii="Arial" w:hAnsi="Arial" w:cs="Arial"/>
                <w:sz w:val="16"/>
                <w:szCs w:val="16"/>
              </w:rPr>
              <w:t>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A1C6DC" w14:textId="77777777" w:rsidR="00986311" w:rsidRPr="008E2155" w:rsidRDefault="00986311">
            <w:pPr>
              <w:rPr>
                <w:rFonts w:ascii="Arial" w:hAnsi="Arial" w:cs="Arial"/>
                <w:sz w:val="16"/>
                <w:szCs w:val="16"/>
              </w:rPr>
            </w:pPr>
            <w:r w:rsidRPr="008E2155">
              <w:rPr>
                <w:rFonts w:ascii="Arial" w:hAnsi="Arial" w:cs="Arial"/>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4569DE4" w14:textId="77777777" w:rsidR="00986311" w:rsidRPr="008E2155" w:rsidRDefault="00986311">
            <w:pPr>
              <w:rPr>
                <w:rFonts w:ascii="Arial" w:hAnsi="Arial" w:cs="Arial"/>
                <w:sz w:val="16"/>
                <w:szCs w:val="16"/>
              </w:rPr>
            </w:pPr>
            <w:r w:rsidRPr="008E2155">
              <w:rPr>
                <w:rFonts w:ascii="Arial" w:hAnsi="Arial" w:cs="Arial"/>
                <w:sz w:val="16"/>
                <w:szCs w:val="16"/>
              </w:rPr>
              <w:t>Update on the upper frequency limit for Spurious Emissions for Repeater</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F427F7" w14:textId="77777777" w:rsidR="00986311" w:rsidRPr="008E2155" w:rsidRDefault="00986311" w:rsidP="00986311">
            <w:pPr>
              <w:jc w:val="center"/>
              <w:rPr>
                <w:rFonts w:ascii="Arial" w:hAnsi="Arial" w:cs="Arial"/>
                <w:sz w:val="16"/>
                <w:szCs w:val="16"/>
              </w:rPr>
            </w:pPr>
            <w:r w:rsidRPr="008E2155">
              <w:rPr>
                <w:rFonts w:ascii="Arial" w:hAnsi="Arial" w:cs="Arial"/>
                <w:sz w:val="16"/>
                <w:szCs w:val="16"/>
              </w:rPr>
              <w:t>10.4.0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AE1D66" w14:textId="77777777" w:rsidR="00986311" w:rsidRPr="008E2155" w:rsidRDefault="00986311" w:rsidP="00986311">
            <w:pPr>
              <w:jc w:val="center"/>
            </w:pPr>
            <w:r w:rsidRPr="008E2155">
              <w:rPr>
                <w:rFonts w:ascii="Arial" w:hAnsi="Arial" w:cs="Arial"/>
                <w:sz w:val="16"/>
                <w:szCs w:val="16"/>
              </w:rPr>
              <w:t>10.5.0</w:t>
            </w:r>
          </w:p>
        </w:tc>
      </w:tr>
      <w:tr w:rsidR="00986311" w:rsidRPr="008E2155" w14:paraId="002E0B61"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60320F1C" w14:textId="77777777" w:rsidR="00986311" w:rsidRPr="008E2155" w:rsidRDefault="00986311" w:rsidP="00986311">
            <w:pPr>
              <w:rPr>
                <w:rFonts w:ascii="Arial" w:hAnsi="Arial" w:cs="Arial"/>
                <w:sz w:val="16"/>
                <w:szCs w:val="16"/>
              </w:rPr>
            </w:pPr>
            <w:r w:rsidRPr="008E2155">
              <w:rPr>
                <w:rFonts w:ascii="Arial" w:hAnsi="Arial" w:cs="Arial"/>
                <w:sz w:val="16"/>
                <w:szCs w:val="16"/>
              </w:rPr>
              <w:t>09-2012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7A8EE4" w14:textId="77777777" w:rsidR="00986311" w:rsidRPr="008E2155" w:rsidRDefault="00986311" w:rsidP="00986311">
            <w:pPr>
              <w:rPr>
                <w:rFonts w:ascii="Arial" w:hAnsi="Arial" w:cs="Arial"/>
                <w:sz w:val="16"/>
                <w:szCs w:val="16"/>
              </w:rPr>
            </w:pPr>
            <w:r w:rsidRPr="008E2155">
              <w:rPr>
                <w:rFonts w:ascii="Arial" w:hAnsi="Arial" w:cs="Arial"/>
                <w:sz w:val="16"/>
                <w:szCs w:val="16"/>
              </w:rPr>
              <w:t>RP-57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7C8CC59" w14:textId="77777777" w:rsidR="00986311" w:rsidRPr="008E2155" w:rsidRDefault="00986311">
            <w:pPr>
              <w:rPr>
                <w:rFonts w:ascii="Arial" w:hAnsi="Arial" w:cs="Arial"/>
                <w:sz w:val="16"/>
                <w:szCs w:val="16"/>
              </w:rPr>
            </w:pPr>
            <w:r w:rsidRPr="008E2155">
              <w:rPr>
                <w:rFonts w:ascii="Arial" w:hAnsi="Arial" w:cs="Arial"/>
                <w:sz w:val="16"/>
                <w:szCs w:val="16"/>
              </w:rPr>
              <w:t>RP-121313</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5D542E33" w14:textId="77777777" w:rsidR="00986311" w:rsidRPr="008E2155" w:rsidRDefault="00986311">
            <w:pPr>
              <w:rPr>
                <w:rFonts w:ascii="Arial" w:hAnsi="Arial" w:cs="Arial"/>
                <w:sz w:val="16"/>
                <w:szCs w:val="16"/>
              </w:rPr>
            </w:pPr>
            <w:r w:rsidRPr="008E2155">
              <w:rPr>
                <w:rFonts w:ascii="Arial" w:hAnsi="Arial" w:cs="Arial"/>
                <w:sz w:val="16"/>
                <w:szCs w:val="16"/>
              </w:rPr>
              <w:t>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7D3964" w14:textId="77777777" w:rsidR="00986311" w:rsidRPr="008E2155" w:rsidRDefault="00986311">
            <w:pPr>
              <w:rPr>
                <w:rFonts w:ascii="Arial" w:hAnsi="Arial" w:cs="Arial"/>
                <w:sz w:val="16"/>
                <w:szCs w:val="16"/>
              </w:rPr>
            </w:pPr>
            <w:r w:rsidRPr="008E2155">
              <w:rPr>
                <w:rFonts w:ascii="Arial" w:hAnsi="Arial" w:cs="Arial"/>
                <w:sz w:val="16"/>
                <w:szCs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C0F6328" w14:textId="77777777" w:rsidR="00986311" w:rsidRPr="008E2155" w:rsidRDefault="00986311">
            <w:pPr>
              <w:rPr>
                <w:rFonts w:ascii="Arial" w:hAnsi="Arial" w:cs="Arial"/>
                <w:sz w:val="16"/>
                <w:szCs w:val="16"/>
              </w:rPr>
            </w:pPr>
            <w:r w:rsidRPr="008E2155">
              <w:rPr>
                <w:rFonts w:ascii="Arial" w:hAnsi="Arial" w:cs="Arial"/>
                <w:sz w:val="16"/>
                <w:szCs w:val="16"/>
              </w:rPr>
              <w:t>Introduction of missing uplink Spurious Emission limits for E-UTRA Band 36, 41 and 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5BC75B" w14:textId="77777777" w:rsidR="00986311" w:rsidRPr="008E2155" w:rsidRDefault="00986311" w:rsidP="00986311">
            <w:pPr>
              <w:jc w:val="center"/>
              <w:rPr>
                <w:rFonts w:ascii="Arial" w:hAnsi="Arial" w:cs="Arial"/>
                <w:sz w:val="16"/>
                <w:szCs w:val="16"/>
              </w:rPr>
            </w:pPr>
            <w:r w:rsidRPr="008E2155">
              <w:rPr>
                <w:rFonts w:ascii="Arial" w:hAnsi="Arial" w:cs="Arial"/>
                <w:sz w:val="16"/>
                <w:szCs w:val="16"/>
              </w:rPr>
              <w:t>10.4.0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FBBA7D" w14:textId="77777777" w:rsidR="00986311" w:rsidRPr="008E2155" w:rsidRDefault="00986311" w:rsidP="00986311">
            <w:pPr>
              <w:jc w:val="center"/>
            </w:pPr>
            <w:r w:rsidRPr="008E2155">
              <w:rPr>
                <w:rFonts w:ascii="Arial" w:hAnsi="Arial" w:cs="Arial"/>
                <w:sz w:val="16"/>
                <w:szCs w:val="16"/>
              </w:rPr>
              <w:t>10.5.0</w:t>
            </w:r>
          </w:p>
        </w:tc>
      </w:tr>
      <w:tr w:rsidR="00C25492" w:rsidRPr="008E2155" w14:paraId="64382906"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01774409" w14:textId="77777777" w:rsidR="00C25492" w:rsidRPr="008E2155" w:rsidRDefault="00C25492" w:rsidP="00986311">
            <w:pPr>
              <w:rPr>
                <w:rFonts w:ascii="Arial" w:hAnsi="Arial" w:cs="Arial"/>
                <w:sz w:val="16"/>
                <w:szCs w:val="16"/>
              </w:rPr>
            </w:pPr>
            <w:r w:rsidRPr="008E2155">
              <w:rPr>
                <w:rFonts w:ascii="Arial" w:hAnsi="Arial" w:cs="Arial"/>
                <w:sz w:val="16"/>
                <w:szCs w:val="16"/>
              </w:rPr>
              <w:t>2012-09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779BECC" w14:textId="77777777" w:rsidR="00C25492" w:rsidRPr="008E2155" w:rsidRDefault="00C25492" w:rsidP="00986311">
            <w:pPr>
              <w:rPr>
                <w:rFonts w:ascii="Arial" w:hAnsi="Arial" w:cs="Arial"/>
                <w:sz w:val="16"/>
                <w:szCs w:val="16"/>
              </w:rPr>
            </w:pPr>
            <w:r w:rsidRPr="008E2155">
              <w:rPr>
                <w:rFonts w:ascii="Arial" w:hAnsi="Arial" w:cs="Arial"/>
                <w:sz w:val="16"/>
                <w:szCs w:val="16"/>
              </w:rPr>
              <w:t>SP-57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749982CB" w14:textId="77777777" w:rsidR="00C25492" w:rsidRPr="008E2155" w:rsidRDefault="00C25492">
            <w:pPr>
              <w:rPr>
                <w:rFonts w:ascii="Arial" w:hAnsi="Arial" w:cs="Arial"/>
                <w:sz w:val="16"/>
                <w:szCs w:val="16"/>
              </w:rPr>
            </w:pPr>
            <w:r w:rsidRPr="008E2155">
              <w:rPr>
                <w:rFonts w:ascii="Arial" w:hAnsi="Arial" w:cs="Arial"/>
                <w:sz w:val="16"/>
                <w:szCs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03B8D5F" w14:textId="77777777" w:rsidR="00C25492" w:rsidRPr="008E2155" w:rsidRDefault="00C25492">
            <w:pPr>
              <w:rPr>
                <w:rFonts w:ascii="Arial" w:hAnsi="Arial" w:cs="Arial"/>
                <w:sz w:val="16"/>
                <w:szCs w:val="16"/>
              </w:rPr>
            </w:pPr>
            <w:r w:rsidRPr="008E2155">
              <w:rPr>
                <w:rFonts w:ascii="Arial" w:hAnsi="Arial" w:cs="Arial"/>
                <w:sz w:val="16"/>
                <w:szCs w:val="16"/>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AB5771" w14:textId="77777777" w:rsidR="00C25492" w:rsidRPr="008E2155" w:rsidRDefault="00C25492">
            <w:pPr>
              <w:rPr>
                <w:rFonts w:ascii="Arial" w:hAnsi="Arial" w:cs="Arial"/>
                <w:sz w:val="16"/>
                <w:szCs w:val="16"/>
              </w:rPr>
            </w:pPr>
            <w:r w:rsidRPr="008E2155">
              <w:rPr>
                <w:rFonts w:ascii="Arial" w:hAnsi="Arial" w:cs="Arial"/>
                <w:sz w:val="16"/>
                <w:szCs w:val="16"/>
              </w:rPr>
              <w:t>-</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13467367" w14:textId="77777777" w:rsidR="00C25492" w:rsidRPr="008E2155" w:rsidRDefault="00C25492">
            <w:pPr>
              <w:rPr>
                <w:rFonts w:ascii="Arial" w:hAnsi="Arial" w:cs="Arial"/>
                <w:sz w:val="16"/>
                <w:szCs w:val="16"/>
              </w:rPr>
            </w:pPr>
            <w:r w:rsidRPr="008E2155">
              <w:rPr>
                <w:rFonts w:ascii="Arial" w:hAnsi="Arial" w:cs="Arial"/>
                <w:sz w:val="16"/>
                <w:szCs w:val="16"/>
              </w:rPr>
              <w:t>Update to Rel-11 version (MCC)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C5F8BC" w14:textId="77777777" w:rsidR="00C25492" w:rsidRPr="008E2155" w:rsidRDefault="00C25492" w:rsidP="00986311">
            <w:pPr>
              <w:jc w:val="center"/>
              <w:rPr>
                <w:rFonts w:ascii="Arial" w:hAnsi="Arial" w:cs="Arial"/>
                <w:sz w:val="16"/>
                <w:szCs w:val="16"/>
              </w:rPr>
            </w:pPr>
            <w:r w:rsidRPr="008E2155">
              <w:rPr>
                <w:rFonts w:ascii="Arial" w:hAnsi="Arial" w:cs="Arial"/>
                <w:sz w:val="16"/>
                <w:szCs w:val="16"/>
              </w:rPr>
              <w:t>10.5.0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E3EE42" w14:textId="77777777" w:rsidR="00C25492" w:rsidRPr="008E2155" w:rsidRDefault="00C25492" w:rsidP="00986311">
            <w:pPr>
              <w:jc w:val="center"/>
              <w:rPr>
                <w:rFonts w:ascii="Arial" w:hAnsi="Arial" w:cs="Arial"/>
                <w:sz w:val="16"/>
                <w:szCs w:val="16"/>
              </w:rPr>
            </w:pPr>
            <w:r w:rsidRPr="008E2155">
              <w:rPr>
                <w:rFonts w:ascii="Arial" w:hAnsi="Arial" w:cs="Arial"/>
                <w:sz w:val="16"/>
                <w:szCs w:val="16"/>
              </w:rPr>
              <w:t>11.0.0</w:t>
            </w:r>
          </w:p>
        </w:tc>
      </w:tr>
      <w:tr w:rsidR="004D0A61" w:rsidRPr="008E2155" w14:paraId="5EB21F28"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598ABD38" w14:textId="77777777" w:rsidR="004D0A61" w:rsidRPr="008E2155" w:rsidRDefault="004D0A61" w:rsidP="004D0A61">
            <w:pPr>
              <w:pStyle w:val="TAL"/>
              <w:rPr>
                <w:sz w:val="16"/>
                <w:szCs w:val="16"/>
              </w:rPr>
            </w:pPr>
            <w:r w:rsidRPr="008E2155">
              <w:rPr>
                <w:sz w:val="16"/>
                <w:szCs w:val="16"/>
              </w:rPr>
              <w:t>2012-09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A89F8B7" w14:textId="77777777" w:rsidR="004D0A61" w:rsidRPr="008E2155" w:rsidRDefault="004D0A61" w:rsidP="004D0A61">
            <w:pPr>
              <w:pStyle w:val="TAL"/>
              <w:rPr>
                <w:sz w:val="16"/>
                <w:szCs w:val="16"/>
              </w:rPr>
            </w:pPr>
            <w:r w:rsidRPr="008E2155">
              <w:rPr>
                <w:sz w:val="16"/>
                <w:szCs w:val="16"/>
              </w:rPr>
              <w:t>RP-57</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A17697C" w14:textId="77777777" w:rsidR="004D0A61" w:rsidRPr="008E2155" w:rsidRDefault="004D0A61" w:rsidP="004D0A61">
            <w:pPr>
              <w:pStyle w:val="TAL"/>
              <w:rPr>
                <w:sz w:val="16"/>
                <w:szCs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F368E31" w14:textId="77777777" w:rsidR="004D0A61" w:rsidRPr="008E2155" w:rsidRDefault="004D0A61" w:rsidP="004D0A61">
            <w:pPr>
              <w:pStyle w:val="TAL"/>
              <w:rPr>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AF9C6F6" w14:textId="77777777" w:rsidR="004D0A61" w:rsidRPr="008E2155" w:rsidRDefault="004D0A61" w:rsidP="004D0A61">
            <w:pPr>
              <w:pStyle w:val="TAL"/>
              <w:rPr>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B52D16A" w14:textId="77777777" w:rsidR="004D0A61" w:rsidRPr="008E2155" w:rsidRDefault="004D0A61" w:rsidP="004D0A61">
            <w:pPr>
              <w:pStyle w:val="TAL"/>
              <w:rPr>
                <w:sz w:val="16"/>
                <w:szCs w:val="16"/>
              </w:rPr>
            </w:pPr>
            <w:r w:rsidRPr="008E2155">
              <w:rPr>
                <w:sz w:val="16"/>
                <w:szCs w:val="16"/>
              </w:rPr>
              <w:t>Editorial correction in Table 11.3.1-1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38A7B4" w14:textId="77777777" w:rsidR="004D0A61" w:rsidRPr="008E2155" w:rsidRDefault="004D0A61" w:rsidP="00217860">
            <w:pPr>
              <w:jc w:val="center"/>
              <w:rPr>
                <w:rFonts w:ascii="Arial" w:hAnsi="Arial" w:cs="Arial"/>
                <w:sz w:val="16"/>
                <w:szCs w:val="16"/>
              </w:rPr>
            </w:pPr>
            <w:r w:rsidRPr="008E2155">
              <w:rPr>
                <w:rFonts w:ascii="Arial" w:hAnsi="Arial" w:cs="Arial"/>
                <w:sz w:val="16"/>
                <w:szCs w:val="16"/>
              </w:rPr>
              <w:t>11.0.0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864FD8" w14:textId="77777777" w:rsidR="004D0A61" w:rsidRPr="008E2155" w:rsidRDefault="004D0A61" w:rsidP="00217860">
            <w:pPr>
              <w:jc w:val="center"/>
              <w:rPr>
                <w:rFonts w:ascii="Arial" w:hAnsi="Arial" w:cs="Arial"/>
                <w:sz w:val="16"/>
                <w:szCs w:val="16"/>
              </w:rPr>
            </w:pPr>
            <w:r w:rsidRPr="008E2155">
              <w:rPr>
                <w:rFonts w:ascii="Arial" w:hAnsi="Arial" w:cs="Arial"/>
                <w:sz w:val="16"/>
                <w:szCs w:val="16"/>
              </w:rPr>
              <w:t>11.0.1</w:t>
            </w:r>
          </w:p>
        </w:tc>
      </w:tr>
      <w:tr w:rsidR="0016178E" w:rsidRPr="008E2155" w14:paraId="3D51918B"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72622DF3" w14:textId="77777777" w:rsidR="0016178E" w:rsidRPr="008E2155" w:rsidRDefault="0016178E" w:rsidP="0016178E">
            <w:pPr>
              <w:pStyle w:val="TAL"/>
              <w:rPr>
                <w:sz w:val="16"/>
                <w:szCs w:val="16"/>
              </w:rPr>
            </w:pPr>
            <w:r w:rsidRPr="008E2155">
              <w:rPr>
                <w:sz w:val="16"/>
                <w:szCs w:val="16"/>
              </w:rPr>
              <w:t>2012-12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B89BD1D" w14:textId="77777777" w:rsidR="0016178E" w:rsidRPr="008E2155" w:rsidRDefault="0016178E" w:rsidP="0016178E">
            <w:pPr>
              <w:pStyle w:val="TAL"/>
              <w:rPr>
                <w:sz w:val="16"/>
                <w:szCs w:val="16"/>
              </w:rPr>
            </w:pPr>
            <w:r w:rsidRPr="008E2155">
              <w:rPr>
                <w:sz w:val="16"/>
                <w:szCs w:val="16"/>
              </w:rPr>
              <w:t>RP-58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E28C280" w14:textId="77777777" w:rsidR="0016178E" w:rsidRPr="008E2155" w:rsidRDefault="0016178E" w:rsidP="0016178E">
            <w:pPr>
              <w:pStyle w:val="TAL"/>
              <w:rPr>
                <w:sz w:val="16"/>
                <w:szCs w:val="16"/>
              </w:rPr>
            </w:pPr>
            <w:r w:rsidRPr="008E2155">
              <w:rPr>
                <w:sz w:val="16"/>
                <w:szCs w:val="16"/>
              </w:rPr>
              <w:t>RP-121858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CBA6E7B" w14:textId="77777777" w:rsidR="0016178E" w:rsidRPr="008E2155" w:rsidRDefault="0016178E" w:rsidP="0016178E">
            <w:pPr>
              <w:pStyle w:val="TAL"/>
              <w:rPr>
                <w:sz w:val="16"/>
                <w:szCs w:val="16"/>
              </w:rPr>
            </w:pPr>
            <w:r w:rsidRPr="008E2155">
              <w:rPr>
                <w:sz w:val="16"/>
                <w:szCs w:val="16"/>
              </w:rPr>
              <w:t>045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2D578C" w14:textId="77777777" w:rsidR="0016178E" w:rsidRPr="008E2155" w:rsidRDefault="0016178E" w:rsidP="0016178E">
            <w:pPr>
              <w:pStyle w:val="TAL"/>
              <w:rPr>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184813C" w14:textId="77777777" w:rsidR="0016178E" w:rsidRPr="008E2155" w:rsidRDefault="0016178E" w:rsidP="0016178E">
            <w:pPr>
              <w:pStyle w:val="TAL"/>
              <w:rPr>
                <w:sz w:val="16"/>
                <w:szCs w:val="16"/>
              </w:rPr>
            </w:pPr>
            <w:r w:rsidRPr="008E2155">
              <w:rPr>
                <w:sz w:val="16"/>
                <w:szCs w:val="16"/>
              </w:rPr>
              <w:t>Modifications of frequency ranges for E-UTRA Band 6, 18, 19 in the Tables for Spurious Emission limits and Input Intermodulation requirements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5E9970" w14:textId="77777777" w:rsidR="0016178E" w:rsidRPr="008E2155" w:rsidRDefault="0016178E" w:rsidP="0016178E">
            <w:pPr>
              <w:pStyle w:val="TAL"/>
              <w:rPr>
                <w:sz w:val="16"/>
                <w:szCs w:val="16"/>
              </w:rPr>
            </w:pPr>
            <w:r w:rsidRPr="008E2155">
              <w:rPr>
                <w:sz w:val="16"/>
                <w:szCs w:val="16"/>
              </w:rPr>
              <w:t>11.0.1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3131D6" w14:textId="77777777" w:rsidR="0016178E" w:rsidRPr="008E2155" w:rsidRDefault="0016178E" w:rsidP="0016178E">
            <w:pPr>
              <w:pStyle w:val="TAL"/>
              <w:rPr>
                <w:sz w:val="16"/>
                <w:szCs w:val="16"/>
              </w:rPr>
            </w:pPr>
            <w:r w:rsidRPr="008E2155">
              <w:rPr>
                <w:sz w:val="16"/>
                <w:szCs w:val="16"/>
              </w:rPr>
              <w:t>11.1.0</w:t>
            </w:r>
          </w:p>
        </w:tc>
      </w:tr>
      <w:tr w:rsidR="0016178E" w:rsidRPr="008E2155" w14:paraId="28541006"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7D49612D" w14:textId="77777777" w:rsidR="0016178E" w:rsidRPr="008E2155" w:rsidRDefault="0016178E" w:rsidP="0016178E">
            <w:pPr>
              <w:pStyle w:val="TAL"/>
              <w:rPr>
                <w:sz w:val="16"/>
                <w:szCs w:val="16"/>
              </w:rPr>
            </w:pPr>
            <w:r w:rsidRPr="008E2155">
              <w:rPr>
                <w:sz w:val="16"/>
                <w:szCs w:val="16"/>
              </w:rPr>
              <w:t>2012-12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21F9D5" w14:textId="77777777" w:rsidR="0016178E" w:rsidRPr="008E2155" w:rsidRDefault="0016178E" w:rsidP="0016178E">
            <w:pPr>
              <w:pStyle w:val="TAL"/>
              <w:rPr>
                <w:sz w:val="16"/>
                <w:szCs w:val="16"/>
              </w:rPr>
            </w:pPr>
            <w:r w:rsidRPr="008E2155">
              <w:rPr>
                <w:sz w:val="16"/>
                <w:szCs w:val="16"/>
              </w:rPr>
              <w:t>RP-58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97A04DE" w14:textId="77777777" w:rsidR="0016178E" w:rsidRPr="008E2155" w:rsidRDefault="0016178E" w:rsidP="0016178E">
            <w:pPr>
              <w:pStyle w:val="TAL"/>
              <w:rPr>
                <w:sz w:val="16"/>
                <w:szCs w:val="16"/>
              </w:rPr>
            </w:pPr>
            <w:r w:rsidRPr="008E2155">
              <w:rPr>
                <w:sz w:val="16"/>
                <w:szCs w:val="16"/>
              </w:rPr>
              <w:t>RP-121867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6919A419" w14:textId="77777777" w:rsidR="0016178E" w:rsidRPr="008E2155" w:rsidRDefault="0016178E" w:rsidP="0016178E">
            <w:pPr>
              <w:pStyle w:val="TAL"/>
              <w:rPr>
                <w:sz w:val="16"/>
                <w:szCs w:val="16"/>
              </w:rPr>
            </w:pPr>
            <w:r w:rsidRPr="008E2155">
              <w:rPr>
                <w:sz w:val="16"/>
                <w:szCs w:val="16"/>
              </w:rPr>
              <w:t>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7B92FB2" w14:textId="77777777" w:rsidR="0016178E" w:rsidRPr="008E2155" w:rsidRDefault="0016178E" w:rsidP="0016178E">
            <w:pPr>
              <w:pStyle w:val="TAL"/>
              <w:rPr>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667869F" w14:textId="77777777" w:rsidR="0016178E" w:rsidRPr="008E2155" w:rsidRDefault="0016178E" w:rsidP="0016178E">
            <w:pPr>
              <w:pStyle w:val="TAL"/>
              <w:rPr>
                <w:sz w:val="16"/>
                <w:szCs w:val="16"/>
              </w:rPr>
            </w:pPr>
            <w:r w:rsidRPr="008E2155">
              <w:rPr>
                <w:sz w:val="16"/>
                <w:szCs w:val="16"/>
              </w:rPr>
              <w:t>The special cases for protection of E-UTRA Band 3 and Band 10 in co-existence and co-location with E-UTRA Repeaters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A45C20" w14:textId="77777777" w:rsidR="0016178E" w:rsidRPr="008E2155" w:rsidRDefault="0016178E" w:rsidP="0016178E">
            <w:pPr>
              <w:pStyle w:val="TAL"/>
              <w:rPr>
                <w:sz w:val="16"/>
                <w:szCs w:val="16"/>
              </w:rPr>
            </w:pPr>
            <w:r w:rsidRPr="008E2155">
              <w:rPr>
                <w:sz w:val="16"/>
                <w:szCs w:val="16"/>
              </w:rPr>
              <w:t>11.0.1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6F13B7" w14:textId="77777777" w:rsidR="0016178E" w:rsidRPr="008E2155" w:rsidRDefault="0016178E" w:rsidP="0016178E">
            <w:pPr>
              <w:pStyle w:val="TAL"/>
              <w:rPr>
                <w:sz w:val="16"/>
                <w:szCs w:val="16"/>
              </w:rPr>
            </w:pPr>
            <w:r w:rsidRPr="008E2155">
              <w:rPr>
                <w:sz w:val="16"/>
                <w:szCs w:val="16"/>
              </w:rPr>
              <w:t>11.1.0</w:t>
            </w:r>
          </w:p>
        </w:tc>
      </w:tr>
      <w:tr w:rsidR="0016178E" w:rsidRPr="008E2155" w14:paraId="4771D7D4"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3BF78707" w14:textId="77777777" w:rsidR="0016178E" w:rsidRPr="008E2155" w:rsidRDefault="0016178E" w:rsidP="0016178E">
            <w:pPr>
              <w:pStyle w:val="TAL"/>
              <w:rPr>
                <w:sz w:val="16"/>
                <w:szCs w:val="16"/>
              </w:rPr>
            </w:pPr>
            <w:r w:rsidRPr="008E2155">
              <w:rPr>
                <w:sz w:val="16"/>
                <w:szCs w:val="16"/>
              </w:rPr>
              <w:t>2012-12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203F102" w14:textId="77777777" w:rsidR="0016178E" w:rsidRPr="008E2155" w:rsidRDefault="0016178E" w:rsidP="0016178E">
            <w:pPr>
              <w:pStyle w:val="TAL"/>
              <w:rPr>
                <w:sz w:val="16"/>
                <w:szCs w:val="16"/>
              </w:rPr>
            </w:pPr>
            <w:r w:rsidRPr="008E2155">
              <w:rPr>
                <w:sz w:val="16"/>
                <w:szCs w:val="16"/>
              </w:rPr>
              <w:t>RP-58</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C41AEEC" w14:textId="77777777" w:rsidR="0016178E" w:rsidRPr="008E2155" w:rsidRDefault="0016178E" w:rsidP="0016178E">
            <w:pPr>
              <w:pStyle w:val="TAL"/>
              <w:rPr>
                <w:sz w:val="16"/>
                <w:szCs w:val="16"/>
              </w:rPr>
            </w:pPr>
            <w:r w:rsidRPr="008E2155">
              <w:rPr>
                <w:sz w:val="16"/>
                <w:szCs w:val="16"/>
              </w:rPr>
              <w:t>RP-121867</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4EE05B5E" w14:textId="77777777" w:rsidR="0016178E" w:rsidRPr="008E2155" w:rsidRDefault="0016178E" w:rsidP="0016178E">
            <w:pPr>
              <w:pStyle w:val="TAL"/>
              <w:rPr>
                <w:sz w:val="16"/>
                <w:szCs w:val="16"/>
              </w:rPr>
            </w:pPr>
            <w:r w:rsidRPr="008E2155">
              <w:rPr>
                <w:sz w:val="16"/>
                <w:szCs w:val="16"/>
              </w:rPr>
              <w:t>048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01DF181" w14:textId="77777777" w:rsidR="0016178E" w:rsidRPr="008E2155" w:rsidRDefault="0016178E" w:rsidP="0016178E">
            <w:pPr>
              <w:pStyle w:val="TAL"/>
              <w:rPr>
                <w:sz w:val="16"/>
                <w:szCs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7C698DC" w14:textId="77777777" w:rsidR="0016178E" w:rsidRPr="008E2155" w:rsidRDefault="0016178E" w:rsidP="0016178E">
            <w:pPr>
              <w:pStyle w:val="TAL"/>
              <w:rPr>
                <w:sz w:val="16"/>
                <w:szCs w:val="16"/>
              </w:rPr>
            </w:pPr>
            <w:r w:rsidRPr="008E2155">
              <w:rPr>
                <w:sz w:val="16"/>
                <w:szCs w:val="16"/>
              </w:rPr>
              <w:t>The special cases for protection of E-UTRA Band 42 in co-existence and co-location with E-UTRA FDD Repeaters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E31633" w14:textId="77777777" w:rsidR="0016178E" w:rsidRPr="008E2155" w:rsidRDefault="0016178E" w:rsidP="0016178E">
            <w:pPr>
              <w:pStyle w:val="TAL"/>
              <w:rPr>
                <w:sz w:val="16"/>
                <w:szCs w:val="16"/>
              </w:rPr>
            </w:pPr>
            <w:r w:rsidRPr="008E2155">
              <w:rPr>
                <w:sz w:val="16"/>
                <w:szCs w:val="16"/>
              </w:rPr>
              <w:t>11.0.1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D77A0B" w14:textId="77777777" w:rsidR="0016178E" w:rsidRPr="008E2155" w:rsidRDefault="0016178E" w:rsidP="0016178E">
            <w:pPr>
              <w:pStyle w:val="TAL"/>
              <w:rPr>
                <w:sz w:val="16"/>
                <w:szCs w:val="16"/>
              </w:rPr>
            </w:pPr>
            <w:r w:rsidRPr="008E2155">
              <w:rPr>
                <w:sz w:val="16"/>
                <w:szCs w:val="16"/>
              </w:rPr>
              <w:t>11.1.0</w:t>
            </w:r>
          </w:p>
        </w:tc>
      </w:tr>
      <w:tr w:rsidR="00020F04" w:rsidRPr="008E2155" w14:paraId="5FBF805B" w14:textId="77777777" w:rsidTr="00FD69D6">
        <w:tc>
          <w:tcPr>
            <w:tcW w:w="800" w:type="dxa"/>
            <w:tcBorders>
              <w:top w:val="single" w:sz="6" w:space="0" w:color="auto"/>
              <w:left w:val="single" w:sz="6" w:space="0" w:color="auto"/>
              <w:bottom w:val="single" w:sz="6" w:space="0" w:color="auto"/>
              <w:right w:val="single" w:sz="6" w:space="0" w:color="auto"/>
            </w:tcBorders>
            <w:shd w:val="solid" w:color="FFFFFF" w:fill="auto"/>
          </w:tcPr>
          <w:p w14:paraId="7571C611" w14:textId="77777777" w:rsidR="00020F04" w:rsidRPr="008E2155" w:rsidRDefault="00020F04" w:rsidP="00020F04">
            <w:pPr>
              <w:pStyle w:val="TAL"/>
              <w:rPr>
                <w:sz w:val="16"/>
                <w:szCs w:val="16"/>
              </w:rPr>
            </w:pPr>
            <w:r w:rsidRPr="008E2155">
              <w:rPr>
                <w:sz w:val="16"/>
                <w:szCs w:val="16"/>
              </w:rPr>
              <w:t>03-2013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8C86327" w14:textId="77777777" w:rsidR="00020F04" w:rsidRPr="008E2155" w:rsidRDefault="00020F04" w:rsidP="00020F04">
            <w:pPr>
              <w:pStyle w:val="TAL"/>
              <w:rPr>
                <w:sz w:val="16"/>
                <w:szCs w:val="16"/>
              </w:rPr>
            </w:pPr>
            <w:r w:rsidRPr="008E2155">
              <w:rPr>
                <w:sz w:val="16"/>
                <w:szCs w:val="16"/>
              </w:rPr>
              <w:t>RP-59</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A909514" w14:textId="77777777" w:rsidR="00020F04" w:rsidRPr="008E2155" w:rsidRDefault="00020F04" w:rsidP="00020F04">
            <w:pPr>
              <w:pStyle w:val="TAL"/>
              <w:rPr>
                <w:sz w:val="16"/>
                <w:szCs w:val="16"/>
              </w:rPr>
            </w:pPr>
            <w:r w:rsidRPr="008E2155">
              <w:rPr>
                <w:sz w:val="16"/>
                <w:szCs w:val="16"/>
              </w:rPr>
              <w:t>RP-130268</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07B3E5CE" w14:textId="77777777" w:rsidR="00020F04" w:rsidRPr="008E2155" w:rsidRDefault="00020F04" w:rsidP="00020F04">
            <w:pPr>
              <w:pStyle w:val="TAL"/>
              <w:rPr>
                <w:sz w:val="16"/>
                <w:szCs w:val="16"/>
              </w:rPr>
            </w:pPr>
            <w:r w:rsidRPr="008E2155">
              <w:rPr>
                <w:sz w:val="16"/>
                <w:szCs w:val="16"/>
              </w:rPr>
              <w:t>050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B83B288" w14:textId="77777777" w:rsidR="00020F04" w:rsidRPr="008E2155" w:rsidRDefault="00020F04" w:rsidP="00020F04">
            <w:pPr>
              <w:pStyle w:val="TAL"/>
              <w:rPr>
                <w:sz w:val="16"/>
                <w:szCs w:val="16"/>
              </w:rPr>
            </w:pPr>
            <w:r w:rsidRPr="008E2155">
              <w:rPr>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664C2B5" w14:textId="77777777" w:rsidR="00020F04" w:rsidRPr="008E2155" w:rsidRDefault="00020F04" w:rsidP="00020F04">
            <w:pPr>
              <w:pStyle w:val="TAL"/>
              <w:rPr>
                <w:sz w:val="16"/>
                <w:szCs w:val="16"/>
              </w:rPr>
            </w:pPr>
            <w:r w:rsidRPr="008E2155">
              <w:rPr>
                <w:sz w:val="16"/>
                <w:szCs w:val="16"/>
              </w:rPr>
              <w:t>Co-existence between adjacent FDD and TDD bands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8E4F2F" w14:textId="77777777" w:rsidR="00020F04" w:rsidRPr="008E2155" w:rsidRDefault="00020F04" w:rsidP="00020F04">
            <w:pPr>
              <w:pStyle w:val="TAL"/>
              <w:rPr>
                <w:sz w:val="16"/>
                <w:szCs w:val="16"/>
              </w:rPr>
            </w:pPr>
            <w:r w:rsidRPr="008E2155">
              <w:rPr>
                <w:sz w:val="16"/>
                <w:szCs w:val="16"/>
              </w:rPr>
              <w:t>11.1.0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805EBF" w14:textId="77777777" w:rsidR="00020F04" w:rsidRPr="008E2155" w:rsidRDefault="00020F04" w:rsidP="00020F04">
            <w:pPr>
              <w:pStyle w:val="TAL"/>
              <w:rPr>
                <w:sz w:val="16"/>
                <w:szCs w:val="16"/>
              </w:rPr>
            </w:pPr>
            <w:r w:rsidRPr="008E2155">
              <w:rPr>
                <w:sz w:val="16"/>
                <w:szCs w:val="16"/>
              </w:rPr>
              <w:t>11.2.0</w:t>
            </w:r>
          </w:p>
        </w:tc>
      </w:tr>
      <w:tr w:rsidR="00BE53DF" w:rsidRPr="008E2155" w14:paraId="2C4846F8" w14:textId="77777777" w:rsidTr="00877F79">
        <w:tc>
          <w:tcPr>
            <w:tcW w:w="800" w:type="dxa"/>
            <w:tcBorders>
              <w:top w:val="single" w:sz="6" w:space="0" w:color="auto"/>
              <w:left w:val="single" w:sz="6" w:space="0" w:color="auto"/>
              <w:bottom w:val="single" w:sz="6" w:space="0" w:color="auto"/>
              <w:right w:val="single" w:sz="6" w:space="0" w:color="auto"/>
            </w:tcBorders>
            <w:shd w:val="solid" w:color="FFFFFF" w:fill="auto"/>
          </w:tcPr>
          <w:p w14:paraId="50AC1207" w14:textId="77777777" w:rsidR="00BE53DF" w:rsidRPr="008E2155" w:rsidRDefault="00BE53DF" w:rsidP="00020F04">
            <w:pPr>
              <w:pStyle w:val="TAL"/>
              <w:rPr>
                <w:sz w:val="16"/>
                <w:szCs w:val="16"/>
              </w:rPr>
            </w:pPr>
            <w:r w:rsidRPr="008E2155">
              <w:rPr>
                <w:sz w:val="16"/>
                <w:szCs w:val="16"/>
              </w:rPr>
              <w:t>09-2014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43C70C1" w14:textId="77777777" w:rsidR="00BE53DF" w:rsidRPr="008E2155" w:rsidRDefault="00BE53DF" w:rsidP="00020F04">
            <w:pPr>
              <w:pStyle w:val="TAL"/>
              <w:rPr>
                <w:sz w:val="16"/>
                <w:szCs w:val="16"/>
              </w:rPr>
            </w:pPr>
            <w:r w:rsidRPr="008E2155">
              <w:rPr>
                <w:sz w:val="16"/>
                <w:szCs w:val="16"/>
              </w:rPr>
              <w:t>SP-65-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4DBE90A0" w14:textId="77777777" w:rsidR="00BE53DF" w:rsidRPr="008E2155" w:rsidRDefault="00BE53DF" w:rsidP="00020F04">
            <w:pPr>
              <w:pStyle w:val="TAL"/>
              <w:rPr>
                <w:sz w:val="16"/>
                <w:szCs w:val="16"/>
              </w:rPr>
            </w:pPr>
            <w:r w:rsidRPr="008E2155">
              <w:rPr>
                <w:sz w:val="16"/>
                <w:szCs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2BF3559" w14:textId="77777777" w:rsidR="00BE53DF" w:rsidRPr="008E2155" w:rsidRDefault="00BE53DF" w:rsidP="00020F04">
            <w:pPr>
              <w:pStyle w:val="TAL"/>
              <w:rPr>
                <w:sz w:val="16"/>
                <w:szCs w:val="16"/>
              </w:rPr>
            </w:pPr>
            <w:r w:rsidRPr="008E2155">
              <w:rPr>
                <w:sz w:val="16"/>
                <w:szCs w:val="16"/>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C6E6E67" w14:textId="77777777" w:rsidR="00BE53DF" w:rsidRPr="008E2155" w:rsidRDefault="00BE53DF" w:rsidP="00020F04">
            <w:pPr>
              <w:pStyle w:val="TAL"/>
              <w:rPr>
                <w:sz w:val="16"/>
                <w:szCs w:val="16"/>
              </w:rPr>
            </w:pPr>
            <w:r w:rsidRPr="008E2155">
              <w:rPr>
                <w:sz w:val="16"/>
                <w:szCs w:val="16"/>
              </w:rPr>
              <w:t>-</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38E1B71" w14:textId="77777777" w:rsidR="00BE53DF" w:rsidRPr="008E2155" w:rsidRDefault="00BE53DF" w:rsidP="00020F04">
            <w:pPr>
              <w:pStyle w:val="TAL"/>
              <w:rPr>
                <w:sz w:val="16"/>
                <w:szCs w:val="16"/>
              </w:rPr>
            </w:pPr>
            <w:r w:rsidRPr="008E2155">
              <w:rPr>
                <w:sz w:val="16"/>
                <w:szCs w:val="16"/>
              </w:rPr>
              <w:t>Update to Rel-12 version (MCC)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BF9678" w14:textId="77777777" w:rsidR="00BE53DF" w:rsidRPr="008E2155" w:rsidRDefault="00BE53DF" w:rsidP="00020F04">
            <w:pPr>
              <w:pStyle w:val="TAL"/>
              <w:rPr>
                <w:sz w:val="16"/>
                <w:szCs w:val="16"/>
              </w:rPr>
            </w:pPr>
            <w:r w:rsidRPr="008E2155">
              <w:rPr>
                <w:sz w:val="16"/>
                <w:szCs w:val="16"/>
              </w:rPr>
              <w:t>11.2.0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FC39F6" w14:textId="77777777" w:rsidR="00BE53DF" w:rsidRPr="008E2155" w:rsidRDefault="00BE53DF" w:rsidP="00020F04">
            <w:pPr>
              <w:pStyle w:val="TAL"/>
              <w:rPr>
                <w:sz w:val="16"/>
                <w:szCs w:val="16"/>
              </w:rPr>
            </w:pPr>
            <w:r w:rsidRPr="008E2155">
              <w:rPr>
                <w:sz w:val="16"/>
                <w:szCs w:val="16"/>
              </w:rPr>
              <w:t>12.0.0</w:t>
            </w:r>
          </w:p>
        </w:tc>
      </w:tr>
      <w:tr w:rsidR="00FD69D6" w:rsidRPr="008E2155" w14:paraId="4B09AA46" w14:textId="77777777" w:rsidTr="00877F79">
        <w:tc>
          <w:tcPr>
            <w:tcW w:w="800" w:type="dxa"/>
            <w:tcBorders>
              <w:top w:val="single" w:sz="6" w:space="0" w:color="auto"/>
              <w:left w:val="single" w:sz="6" w:space="0" w:color="auto"/>
              <w:bottom w:val="single" w:sz="6" w:space="0" w:color="auto"/>
              <w:right w:val="single" w:sz="6" w:space="0" w:color="auto"/>
            </w:tcBorders>
            <w:shd w:val="solid" w:color="FFFFFF" w:fill="auto"/>
          </w:tcPr>
          <w:p w14:paraId="6BD75F33" w14:textId="77777777" w:rsidR="00FD69D6" w:rsidRPr="008E2155" w:rsidRDefault="0013526B" w:rsidP="00FD69D6">
            <w:pPr>
              <w:pStyle w:val="TAL"/>
              <w:rPr>
                <w:sz w:val="16"/>
                <w:szCs w:val="16"/>
              </w:rPr>
            </w:pPr>
            <w:r w:rsidRPr="008E2155">
              <w:rPr>
                <w:sz w:val="16"/>
                <w:szCs w:val="16"/>
              </w:rPr>
              <w:t>12</w:t>
            </w:r>
            <w:r w:rsidR="00FD69D6" w:rsidRPr="008E2155">
              <w:rPr>
                <w:sz w:val="16"/>
                <w:szCs w:val="16"/>
              </w:rPr>
              <w:t>-2014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06C0FD4" w14:textId="77777777" w:rsidR="00FD69D6" w:rsidRPr="008E2155" w:rsidRDefault="00FD69D6" w:rsidP="00FD69D6">
            <w:pPr>
              <w:pStyle w:val="TAL"/>
              <w:rPr>
                <w:sz w:val="16"/>
                <w:szCs w:val="16"/>
              </w:rPr>
            </w:pPr>
            <w:r w:rsidRPr="008E2155">
              <w:rPr>
                <w:sz w:val="16"/>
                <w:szCs w:val="16"/>
              </w:rPr>
              <w:t>RP-66</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0CA80BDD" w14:textId="77777777" w:rsidR="00FD69D6" w:rsidRPr="008E2155" w:rsidRDefault="00FD69D6" w:rsidP="00FD69D6">
            <w:pPr>
              <w:pStyle w:val="TAL"/>
              <w:rPr>
                <w:sz w:val="16"/>
                <w:szCs w:val="16"/>
              </w:rPr>
            </w:pPr>
            <w:r w:rsidRPr="008E2155">
              <w:rPr>
                <w:sz w:val="16"/>
                <w:szCs w:val="16"/>
              </w:rPr>
              <w:t>RP-142154</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25DBDA94" w14:textId="77777777" w:rsidR="00FD69D6" w:rsidRPr="008E2155" w:rsidRDefault="00FD69D6" w:rsidP="00FD69D6">
            <w:pPr>
              <w:pStyle w:val="TAL"/>
              <w:rPr>
                <w:sz w:val="16"/>
                <w:szCs w:val="16"/>
              </w:rPr>
            </w:pPr>
            <w:r w:rsidRPr="008E2155">
              <w:rPr>
                <w:sz w:val="16"/>
                <w:szCs w:val="16"/>
              </w:rPr>
              <w:t>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5D2991" w14:textId="77777777" w:rsidR="00FD69D6" w:rsidRPr="008E2155" w:rsidRDefault="00FD69D6" w:rsidP="00FD69D6">
            <w:pPr>
              <w:pStyle w:val="TAL"/>
              <w:rPr>
                <w:sz w:val="16"/>
                <w:szCs w:val="16"/>
              </w:rPr>
            </w:pPr>
            <w:r w:rsidRPr="008E2155">
              <w:rPr>
                <w:sz w:val="16"/>
                <w:szCs w:val="16"/>
              </w:rPr>
              <w:t> </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7109CA8" w14:textId="77777777" w:rsidR="00FD69D6" w:rsidRPr="008E2155" w:rsidRDefault="00FD69D6" w:rsidP="00FD69D6">
            <w:pPr>
              <w:pStyle w:val="TAL"/>
              <w:rPr>
                <w:sz w:val="16"/>
                <w:szCs w:val="16"/>
              </w:rPr>
            </w:pPr>
            <w:r w:rsidRPr="008E2155">
              <w:rPr>
                <w:sz w:val="16"/>
                <w:szCs w:val="16"/>
              </w:rPr>
              <w:t>Update with regard to operating bands of TS36.106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56B1F9" w14:textId="77777777" w:rsidR="00FD69D6" w:rsidRPr="008E2155" w:rsidRDefault="00FD69D6" w:rsidP="00FD69D6">
            <w:pPr>
              <w:pStyle w:val="TAL"/>
              <w:rPr>
                <w:sz w:val="16"/>
                <w:szCs w:val="16"/>
              </w:rPr>
            </w:pPr>
            <w:r w:rsidRPr="008E2155">
              <w:rPr>
                <w:sz w:val="16"/>
                <w:szCs w:val="16"/>
              </w:rPr>
              <w:t>12.0.0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F6683D" w14:textId="77777777" w:rsidR="00FD69D6" w:rsidRPr="008E2155" w:rsidRDefault="00FD69D6" w:rsidP="00FD69D6">
            <w:pPr>
              <w:pStyle w:val="TAL"/>
              <w:rPr>
                <w:sz w:val="16"/>
                <w:szCs w:val="16"/>
              </w:rPr>
            </w:pPr>
            <w:r w:rsidRPr="008E2155">
              <w:rPr>
                <w:sz w:val="16"/>
                <w:szCs w:val="16"/>
              </w:rPr>
              <w:t>12.1.0</w:t>
            </w:r>
          </w:p>
        </w:tc>
      </w:tr>
      <w:tr w:rsidR="006A2A28" w:rsidRPr="008E2155" w14:paraId="3C0CE4AA" w14:textId="77777777" w:rsidTr="00877F79">
        <w:tc>
          <w:tcPr>
            <w:tcW w:w="800" w:type="dxa"/>
            <w:tcBorders>
              <w:top w:val="single" w:sz="6" w:space="0" w:color="auto"/>
              <w:left w:val="single" w:sz="6" w:space="0" w:color="auto"/>
              <w:bottom w:val="single" w:sz="6" w:space="0" w:color="auto"/>
              <w:right w:val="single" w:sz="6" w:space="0" w:color="auto"/>
            </w:tcBorders>
            <w:shd w:val="solid" w:color="FFFFFF" w:fill="auto"/>
          </w:tcPr>
          <w:p w14:paraId="4CD62F86" w14:textId="77777777" w:rsidR="006A2A28" w:rsidRPr="008E2155" w:rsidRDefault="006A2A28" w:rsidP="00FD69D6">
            <w:pPr>
              <w:pStyle w:val="TAL"/>
              <w:rPr>
                <w:sz w:val="16"/>
                <w:szCs w:val="16"/>
              </w:rPr>
            </w:pPr>
            <w:r w:rsidRPr="008E2155">
              <w:rPr>
                <w:sz w:val="16"/>
                <w:szCs w:val="16"/>
              </w:rPr>
              <w:t>2016-01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FE9F754" w14:textId="77777777" w:rsidR="006A2A28" w:rsidRPr="008E2155" w:rsidRDefault="006A2A28" w:rsidP="00FD69D6">
            <w:pPr>
              <w:pStyle w:val="TAL"/>
              <w:rPr>
                <w:sz w:val="16"/>
                <w:szCs w:val="16"/>
              </w:rPr>
            </w:pPr>
            <w:r w:rsidRPr="008E2155">
              <w:rPr>
                <w:sz w:val="16"/>
                <w:szCs w:val="16"/>
              </w:rPr>
              <w:t>SP-70</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5DC22E93" w14:textId="77777777" w:rsidR="006A2A28" w:rsidRPr="008E2155" w:rsidRDefault="006A2A28" w:rsidP="00FD69D6">
            <w:pPr>
              <w:pStyle w:val="TAL"/>
              <w:rPr>
                <w:sz w:val="16"/>
                <w:szCs w:val="16"/>
              </w:rPr>
            </w:pPr>
            <w:r w:rsidRPr="008E2155">
              <w:rPr>
                <w:sz w:val="16"/>
                <w:szCs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D81AE2A" w14:textId="77777777" w:rsidR="006A2A28" w:rsidRPr="008E2155" w:rsidRDefault="006A2A28" w:rsidP="00FD69D6">
            <w:pPr>
              <w:pStyle w:val="TAL"/>
              <w:rPr>
                <w:sz w:val="16"/>
                <w:szCs w:val="16"/>
              </w:rPr>
            </w:pPr>
            <w:r w:rsidRPr="008E2155">
              <w:rPr>
                <w:sz w:val="16"/>
                <w:szCs w:val="16"/>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3038F9E" w14:textId="77777777" w:rsidR="006A2A28" w:rsidRPr="008E2155" w:rsidRDefault="006A2A28" w:rsidP="00FD69D6">
            <w:pPr>
              <w:pStyle w:val="TAL"/>
              <w:rPr>
                <w:sz w:val="16"/>
                <w:szCs w:val="16"/>
              </w:rPr>
            </w:pPr>
            <w:r w:rsidRPr="008E2155">
              <w:rPr>
                <w:sz w:val="16"/>
                <w:szCs w:val="16"/>
              </w:rPr>
              <w:t>-</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AA9A518" w14:textId="77777777" w:rsidR="006A2A28" w:rsidRPr="008E2155" w:rsidRDefault="006A2A28" w:rsidP="00FD69D6">
            <w:pPr>
              <w:pStyle w:val="TAL"/>
              <w:rPr>
                <w:sz w:val="16"/>
                <w:szCs w:val="16"/>
              </w:rPr>
            </w:pPr>
            <w:r w:rsidRPr="008E2155">
              <w:rPr>
                <w:sz w:val="16"/>
                <w:szCs w:val="16"/>
              </w:rPr>
              <w:t>Update to Rel-13 version (MCC)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2F7DF0" w14:textId="77777777" w:rsidR="006A2A28" w:rsidRPr="008E2155" w:rsidRDefault="006A2A28" w:rsidP="00FD69D6">
            <w:pPr>
              <w:pStyle w:val="TAL"/>
              <w:rPr>
                <w:sz w:val="16"/>
                <w:szCs w:val="16"/>
              </w:rPr>
            </w:pPr>
            <w:r w:rsidRPr="008E2155">
              <w:rPr>
                <w:sz w:val="16"/>
                <w:szCs w:val="16"/>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FF0918" w14:textId="77777777" w:rsidR="006A2A28" w:rsidRPr="008E2155" w:rsidRDefault="006A2A28" w:rsidP="00FD69D6">
            <w:pPr>
              <w:pStyle w:val="TAL"/>
              <w:rPr>
                <w:sz w:val="16"/>
                <w:szCs w:val="16"/>
              </w:rPr>
            </w:pPr>
            <w:r w:rsidRPr="008E2155">
              <w:rPr>
                <w:sz w:val="16"/>
                <w:szCs w:val="16"/>
              </w:rPr>
              <w:t>13.0.0</w:t>
            </w:r>
          </w:p>
        </w:tc>
      </w:tr>
      <w:tr w:rsidR="00877F79" w:rsidRPr="008E2155" w14:paraId="2CF07CCF" w14:textId="77777777" w:rsidTr="00877F79">
        <w:tc>
          <w:tcPr>
            <w:tcW w:w="800" w:type="dxa"/>
            <w:tcBorders>
              <w:top w:val="single" w:sz="6" w:space="0" w:color="auto"/>
              <w:left w:val="single" w:sz="6" w:space="0" w:color="auto"/>
              <w:bottom w:val="single" w:sz="6" w:space="0" w:color="auto"/>
              <w:right w:val="single" w:sz="6" w:space="0" w:color="auto"/>
            </w:tcBorders>
            <w:shd w:val="solid" w:color="FFFFFF" w:fill="auto"/>
          </w:tcPr>
          <w:p w14:paraId="55AD2CD7" w14:textId="77777777" w:rsidR="00877F79" w:rsidRPr="008E2155" w:rsidRDefault="00877F79" w:rsidP="00FD69D6">
            <w:pPr>
              <w:pStyle w:val="TAL"/>
              <w:rPr>
                <w:sz w:val="16"/>
                <w:szCs w:val="16"/>
              </w:rPr>
            </w:pPr>
            <w:r w:rsidRPr="008E2155">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9E2133" w14:textId="77777777" w:rsidR="00877F79" w:rsidRPr="00877F79" w:rsidRDefault="00877F79" w:rsidP="00FD69D6">
            <w:pPr>
              <w:pStyle w:val="TAL"/>
              <w:rPr>
                <w:sz w:val="16"/>
                <w:szCs w:val="16"/>
              </w:rPr>
            </w:pPr>
            <w:r w:rsidRPr="008E2155">
              <w:rPr>
                <w:rFonts w:hint="eastAsia"/>
                <w:sz w:val="16"/>
                <w:szCs w:val="16"/>
              </w:rPr>
              <w:t>RP-75</w:t>
            </w:r>
          </w:p>
        </w:tc>
        <w:tc>
          <w:tcPr>
            <w:tcW w:w="952" w:type="dxa"/>
            <w:tcBorders>
              <w:top w:val="single" w:sz="6" w:space="0" w:color="auto"/>
              <w:left w:val="single" w:sz="6" w:space="0" w:color="auto"/>
              <w:bottom w:val="single" w:sz="6" w:space="0" w:color="auto"/>
              <w:right w:val="single" w:sz="6" w:space="0" w:color="auto"/>
            </w:tcBorders>
            <w:shd w:val="solid" w:color="FFFFFF" w:fill="auto"/>
          </w:tcPr>
          <w:p w14:paraId="206C8D5A" w14:textId="77777777" w:rsidR="00877F79" w:rsidRPr="008E2155" w:rsidRDefault="00877F79" w:rsidP="00FD69D6">
            <w:pPr>
              <w:pStyle w:val="TAL"/>
              <w:rPr>
                <w:sz w:val="16"/>
                <w:szCs w:val="16"/>
              </w:rPr>
            </w:pPr>
            <w:r w:rsidRPr="008E2155">
              <w:rPr>
                <w:sz w:val="16"/>
                <w:szCs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14:paraId="7F7777DA" w14:textId="77777777" w:rsidR="00877F79" w:rsidRPr="008E2155" w:rsidRDefault="00877F79" w:rsidP="00FD69D6">
            <w:pPr>
              <w:pStyle w:val="TAL"/>
              <w:rPr>
                <w:sz w:val="16"/>
                <w:szCs w:val="16"/>
              </w:rPr>
            </w:pPr>
            <w:r w:rsidRPr="008E2155">
              <w:rPr>
                <w:sz w:val="16"/>
                <w:szCs w:val="16"/>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53DF54F" w14:textId="77777777" w:rsidR="00877F79" w:rsidRPr="008E2155" w:rsidRDefault="00877F79" w:rsidP="00FD69D6">
            <w:pPr>
              <w:pStyle w:val="TAL"/>
              <w:rPr>
                <w:sz w:val="16"/>
                <w:szCs w:val="16"/>
              </w:rPr>
            </w:pPr>
            <w:r w:rsidRPr="008E2155">
              <w:rPr>
                <w:sz w:val="16"/>
                <w:szCs w:val="16"/>
              </w:rPr>
              <w:t>-</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4F8AF24" w14:textId="77777777" w:rsidR="00877F79" w:rsidRPr="008E2155" w:rsidRDefault="00877F79" w:rsidP="00FD69D6">
            <w:pPr>
              <w:pStyle w:val="TAL"/>
              <w:rPr>
                <w:sz w:val="16"/>
                <w:szCs w:val="16"/>
              </w:rPr>
            </w:pPr>
            <w:r w:rsidRPr="008E2155">
              <w:rPr>
                <w:sz w:val="16"/>
                <w:szCs w:val="16"/>
              </w:rPr>
              <w:t>Update to Rel-14 version (MCC)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63D0F1" w14:textId="77777777" w:rsidR="00877F79" w:rsidRPr="008E2155" w:rsidRDefault="00877F79" w:rsidP="00FD69D6">
            <w:pPr>
              <w:pStyle w:val="TAL"/>
              <w:rPr>
                <w:sz w:val="16"/>
                <w:szCs w:val="16"/>
              </w:rPr>
            </w:pPr>
            <w:r w:rsidRPr="008E2155">
              <w:rPr>
                <w:sz w:val="16"/>
                <w:szCs w:val="16"/>
              </w:rPr>
              <w:t>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5397BA" w14:textId="77777777" w:rsidR="00877F79" w:rsidRPr="008E2155" w:rsidRDefault="00877F79" w:rsidP="00FD69D6">
            <w:pPr>
              <w:pStyle w:val="TAL"/>
              <w:rPr>
                <w:sz w:val="16"/>
                <w:szCs w:val="16"/>
              </w:rPr>
            </w:pPr>
            <w:r w:rsidRPr="008E2155">
              <w:rPr>
                <w:sz w:val="16"/>
                <w:szCs w:val="16"/>
              </w:rPr>
              <w:t>14.0.0</w:t>
            </w:r>
          </w:p>
        </w:tc>
      </w:tr>
    </w:tbl>
    <w:p w14:paraId="20F0DA8E" w14:textId="77777777" w:rsidR="00B13F6A" w:rsidRDefault="00B13F6A" w:rsidP="00B13F6A">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962"/>
        <w:gridCol w:w="708"/>
      </w:tblGrid>
      <w:tr w:rsidR="00B13F6A" w:rsidRPr="00235394" w14:paraId="5A7679C7" w14:textId="77777777" w:rsidTr="002D51EF">
        <w:trPr>
          <w:cantSplit/>
        </w:trPr>
        <w:tc>
          <w:tcPr>
            <w:tcW w:w="9639" w:type="dxa"/>
            <w:gridSpan w:val="8"/>
            <w:tcBorders>
              <w:bottom w:val="nil"/>
            </w:tcBorders>
            <w:shd w:val="solid" w:color="FFFFFF" w:fill="auto"/>
          </w:tcPr>
          <w:p w14:paraId="52FD4CC1" w14:textId="77777777" w:rsidR="00B13F6A" w:rsidRPr="00235394" w:rsidRDefault="00B13F6A" w:rsidP="002D51EF">
            <w:pPr>
              <w:pStyle w:val="TAL"/>
              <w:jc w:val="center"/>
              <w:rPr>
                <w:b/>
                <w:sz w:val="16"/>
              </w:rPr>
            </w:pPr>
            <w:r w:rsidRPr="00235394">
              <w:rPr>
                <w:b/>
              </w:rPr>
              <w:t>Change history</w:t>
            </w:r>
          </w:p>
        </w:tc>
      </w:tr>
      <w:tr w:rsidR="00B13F6A" w:rsidRPr="00235394" w14:paraId="2F990800" w14:textId="77777777" w:rsidTr="007772E8">
        <w:tc>
          <w:tcPr>
            <w:tcW w:w="800" w:type="dxa"/>
            <w:tcBorders>
              <w:bottom w:val="single" w:sz="12" w:space="0" w:color="auto"/>
            </w:tcBorders>
            <w:shd w:val="pct10" w:color="auto" w:fill="FFFFFF"/>
          </w:tcPr>
          <w:p w14:paraId="0E2AB631" w14:textId="77777777" w:rsidR="00B13F6A" w:rsidRPr="00235394" w:rsidRDefault="00B13F6A" w:rsidP="002D51EF">
            <w:pPr>
              <w:pStyle w:val="TAL"/>
              <w:rPr>
                <w:b/>
                <w:sz w:val="16"/>
              </w:rPr>
            </w:pPr>
            <w:r w:rsidRPr="00235394">
              <w:rPr>
                <w:b/>
                <w:sz w:val="16"/>
              </w:rPr>
              <w:t>Date</w:t>
            </w:r>
          </w:p>
        </w:tc>
        <w:tc>
          <w:tcPr>
            <w:tcW w:w="800" w:type="dxa"/>
            <w:tcBorders>
              <w:bottom w:val="single" w:sz="12" w:space="0" w:color="auto"/>
            </w:tcBorders>
            <w:shd w:val="pct10" w:color="auto" w:fill="FFFFFF"/>
          </w:tcPr>
          <w:p w14:paraId="179C22B0" w14:textId="77777777" w:rsidR="00B13F6A" w:rsidRPr="00235394" w:rsidRDefault="00B13F6A" w:rsidP="002D51EF">
            <w:pPr>
              <w:pStyle w:val="TAL"/>
              <w:rPr>
                <w:b/>
                <w:sz w:val="16"/>
              </w:rPr>
            </w:pPr>
            <w:r>
              <w:rPr>
                <w:b/>
                <w:sz w:val="16"/>
              </w:rPr>
              <w:t>Meeting</w:t>
            </w:r>
          </w:p>
        </w:tc>
        <w:tc>
          <w:tcPr>
            <w:tcW w:w="952" w:type="dxa"/>
            <w:tcBorders>
              <w:bottom w:val="single" w:sz="12" w:space="0" w:color="auto"/>
            </w:tcBorders>
            <w:shd w:val="pct10" w:color="auto" w:fill="FFFFFF"/>
          </w:tcPr>
          <w:p w14:paraId="5BEB65D8" w14:textId="77777777" w:rsidR="00B13F6A" w:rsidRPr="00235394" w:rsidRDefault="00B13F6A" w:rsidP="002D51EF">
            <w:pPr>
              <w:pStyle w:val="TAL"/>
              <w:rPr>
                <w:b/>
                <w:sz w:val="16"/>
              </w:rPr>
            </w:pPr>
            <w:r w:rsidRPr="00235394">
              <w:rPr>
                <w:b/>
                <w:sz w:val="16"/>
              </w:rPr>
              <w:t>TDoc</w:t>
            </w:r>
          </w:p>
        </w:tc>
        <w:tc>
          <w:tcPr>
            <w:tcW w:w="567" w:type="dxa"/>
            <w:tcBorders>
              <w:bottom w:val="single" w:sz="12" w:space="0" w:color="auto"/>
            </w:tcBorders>
            <w:shd w:val="pct10" w:color="auto" w:fill="FFFFFF"/>
          </w:tcPr>
          <w:p w14:paraId="70AEFA3D" w14:textId="77777777" w:rsidR="00B13F6A" w:rsidRPr="00235394" w:rsidRDefault="00B13F6A" w:rsidP="002D51EF">
            <w:pPr>
              <w:pStyle w:val="TAL"/>
              <w:rPr>
                <w:b/>
                <w:sz w:val="16"/>
              </w:rPr>
            </w:pPr>
            <w:r w:rsidRPr="00235394">
              <w:rPr>
                <w:b/>
                <w:sz w:val="16"/>
              </w:rPr>
              <w:t>CR</w:t>
            </w:r>
          </w:p>
        </w:tc>
        <w:tc>
          <w:tcPr>
            <w:tcW w:w="425" w:type="dxa"/>
            <w:tcBorders>
              <w:bottom w:val="single" w:sz="12" w:space="0" w:color="auto"/>
            </w:tcBorders>
            <w:shd w:val="pct10" w:color="auto" w:fill="FFFFFF"/>
          </w:tcPr>
          <w:p w14:paraId="03C2F026" w14:textId="77777777" w:rsidR="00B13F6A" w:rsidRPr="00235394" w:rsidRDefault="00B13F6A" w:rsidP="002D51EF">
            <w:pPr>
              <w:pStyle w:val="TAL"/>
              <w:rPr>
                <w:b/>
                <w:sz w:val="16"/>
              </w:rPr>
            </w:pPr>
            <w:r w:rsidRPr="00235394">
              <w:rPr>
                <w:b/>
                <w:sz w:val="16"/>
              </w:rPr>
              <w:t>Rev</w:t>
            </w:r>
          </w:p>
        </w:tc>
        <w:tc>
          <w:tcPr>
            <w:tcW w:w="425" w:type="dxa"/>
            <w:tcBorders>
              <w:bottom w:val="single" w:sz="12" w:space="0" w:color="auto"/>
            </w:tcBorders>
            <w:shd w:val="pct10" w:color="auto" w:fill="FFFFFF"/>
          </w:tcPr>
          <w:p w14:paraId="68838A30" w14:textId="77777777" w:rsidR="00B13F6A" w:rsidRPr="00235394" w:rsidRDefault="00B13F6A" w:rsidP="002D51EF">
            <w:pPr>
              <w:pStyle w:val="TAL"/>
              <w:rPr>
                <w:b/>
                <w:sz w:val="16"/>
              </w:rPr>
            </w:pPr>
            <w:r>
              <w:rPr>
                <w:b/>
                <w:sz w:val="16"/>
              </w:rPr>
              <w:t>Cat</w:t>
            </w:r>
          </w:p>
        </w:tc>
        <w:tc>
          <w:tcPr>
            <w:tcW w:w="4962" w:type="dxa"/>
            <w:tcBorders>
              <w:bottom w:val="single" w:sz="12" w:space="0" w:color="auto"/>
            </w:tcBorders>
            <w:shd w:val="pct10" w:color="auto" w:fill="FFFFFF"/>
          </w:tcPr>
          <w:p w14:paraId="19594FF9" w14:textId="77777777" w:rsidR="00B13F6A" w:rsidRPr="00235394" w:rsidRDefault="00B13F6A" w:rsidP="002D51EF">
            <w:pPr>
              <w:pStyle w:val="TAL"/>
              <w:rPr>
                <w:b/>
                <w:sz w:val="16"/>
              </w:rPr>
            </w:pPr>
            <w:r w:rsidRPr="00235394">
              <w:rPr>
                <w:b/>
                <w:sz w:val="16"/>
              </w:rPr>
              <w:t>Subject/Comment</w:t>
            </w:r>
          </w:p>
        </w:tc>
        <w:tc>
          <w:tcPr>
            <w:tcW w:w="708" w:type="dxa"/>
            <w:tcBorders>
              <w:bottom w:val="single" w:sz="12" w:space="0" w:color="auto"/>
            </w:tcBorders>
            <w:shd w:val="pct10" w:color="auto" w:fill="FFFFFF"/>
          </w:tcPr>
          <w:p w14:paraId="125DB297" w14:textId="77777777" w:rsidR="00B13F6A" w:rsidRPr="00235394" w:rsidRDefault="00B13F6A" w:rsidP="002D51EF">
            <w:pPr>
              <w:pStyle w:val="TAL"/>
              <w:rPr>
                <w:b/>
                <w:sz w:val="16"/>
              </w:rPr>
            </w:pPr>
            <w:r w:rsidRPr="00235394">
              <w:rPr>
                <w:b/>
                <w:sz w:val="16"/>
              </w:rPr>
              <w:t>New</w:t>
            </w:r>
            <w:r>
              <w:rPr>
                <w:b/>
                <w:sz w:val="16"/>
              </w:rPr>
              <w:t xml:space="preserve"> version</w:t>
            </w:r>
          </w:p>
        </w:tc>
      </w:tr>
      <w:tr w:rsidR="00B13F6A" w:rsidRPr="006B0D02" w14:paraId="6EFE0581" w14:textId="77777777" w:rsidTr="007772E8">
        <w:tc>
          <w:tcPr>
            <w:tcW w:w="800" w:type="dxa"/>
            <w:tcBorders>
              <w:top w:val="single" w:sz="12" w:space="0" w:color="auto"/>
              <w:bottom w:val="single" w:sz="12" w:space="0" w:color="auto"/>
            </w:tcBorders>
            <w:shd w:val="solid" w:color="FFFFFF" w:fill="auto"/>
          </w:tcPr>
          <w:p w14:paraId="1CD4A3DF" w14:textId="77777777" w:rsidR="00B13F6A" w:rsidRPr="006B0D02" w:rsidRDefault="00B13F6A" w:rsidP="00B13F6A">
            <w:pPr>
              <w:pStyle w:val="TAC"/>
              <w:rPr>
                <w:sz w:val="16"/>
                <w:szCs w:val="16"/>
              </w:rPr>
            </w:pPr>
            <w:r>
              <w:rPr>
                <w:sz w:val="16"/>
                <w:szCs w:val="16"/>
              </w:rPr>
              <w:t>2017-12</w:t>
            </w:r>
          </w:p>
        </w:tc>
        <w:tc>
          <w:tcPr>
            <w:tcW w:w="800" w:type="dxa"/>
            <w:tcBorders>
              <w:top w:val="single" w:sz="12" w:space="0" w:color="auto"/>
              <w:bottom w:val="single" w:sz="12" w:space="0" w:color="auto"/>
            </w:tcBorders>
            <w:shd w:val="solid" w:color="FFFFFF" w:fill="auto"/>
          </w:tcPr>
          <w:p w14:paraId="249F5A82" w14:textId="77777777" w:rsidR="00B13F6A" w:rsidRPr="006B0D02" w:rsidRDefault="00B13F6A" w:rsidP="00B13F6A">
            <w:pPr>
              <w:pStyle w:val="TAC"/>
              <w:rPr>
                <w:sz w:val="16"/>
                <w:szCs w:val="16"/>
              </w:rPr>
            </w:pPr>
            <w:r>
              <w:rPr>
                <w:sz w:val="16"/>
                <w:szCs w:val="16"/>
              </w:rPr>
              <w:t>RP-78</w:t>
            </w:r>
          </w:p>
        </w:tc>
        <w:tc>
          <w:tcPr>
            <w:tcW w:w="952" w:type="dxa"/>
            <w:tcBorders>
              <w:top w:val="single" w:sz="12" w:space="0" w:color="auto"/>
              <w:bottom w:val="single" w:sz="12" w:space="0" w:color="auto"/>
            </w:tcBorders>
            <w:shd w:val="solid" w:color="FFFFFF" w:fill="auto"/>
          </w:tcPr>
          <w:p w14:paraId="1060056C" w14:textId="77777777" w:rsidR="00B13F6A" w:rsidRPr="006B0D02" w:rsidRDefault="00B13F6A" w:rsidP="00B13F6A">
            <w:pPr>
              <w:pStyle w:val="TAC"/>
              <w:rPr>
                <w:sz w:val="16"/>
                <w:szCs w:val="16"/>
              </w:rPr>
            </w:pPr>
            <w:r w:rsidRPr="00B13F6A">
              <w:rPr>
                <w:sz w:val="16"/>
                <w:szCs w:val="16"/>
              </w:rPr>
              <w:t>RP-172601</w:t>
            </w:r>
          </w:p>
        </w:tc>
        <w:tc>
          <w:tcPr>
            <w:tcW w:w="567" w:type="dxa"/>
            <w:tcBorders>
              <w:top w:val="single" w:sz="12" w:space="0" w:color="auto"/>
              <w:bottom w:val="single" w:sz="12" w:space="0" w:color="auto"/>
            </w:tcBorders>
            <w:shd w:val="solid" w:color="FFFFFF" w:fill="auto"/>
          </w:tcPr>
          <w:p w14:paraId="4EBCABB1" w14:textId="77777777" w:rsidR="00B13F6A" w:rsidRPr="006B0D02" w:rsidRDefault="00B13F6A" w:rsidP="00B13F6A">
            <w:pPr>
              <w:pStyle w:val="TAL"/>
              <w:jc w:val="center"/>
              <w:rPr>
                <w:sz w:val="16"/>
                <w:szCs w:val="16"/>
              </w:rPr>
            </w:pPr>
            <w:r>
              <w:rPr>
                <w:sz w:val="16"/>
                <w:szCs w:val="16"/>
              </w:rPr>
              <w:t>0053</w:t>
            </w:r>
          </w:p>
        </w:tc>
        <w:tc>
          <w:tcPr>
            <w:tcW w:w="425" w:type="dxa"/>
            <w:tcBorders>
              <w:top w:val="single" w:sz="12" w:space="0" w:color="auto"/>
              <w:bottom w:val="single" w:sz="12" w:space="0" w:color="auto"/>
            </w:tcBorders>
            <w:shd w:val="solid" w:color="FFFFFF" w:fill="auto"/>
          </w:tcPr>
          <w:p w14:paraId="37138CA1" w14:textId="77777777" w:rsidR="00B13F6A" w:rsidRPr="006B0D02" w:rsidRDefault="00B13F6A" w:rsidP="00B13F6A">
            <w:pPr>
              <w:pStyle w:val="TAR"/>
              <w:jc w:val="center"/>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0406C27A" w14:textId="77777777" w:rsidR="00B13F6A" w:rsidRPr="006B0D02" w:rsidRDefault="00B13F6A" w:rsidP="00B13F6A">
            <w:pPr>
              <w:pStyle w:val="TAC"/>
              <w:rPr>
                <w:sz w:val="16"/>
                <w:szCs w:val="16"/>
              </w:rPr>
            </w:pPr>
            <w:r>
              <w:rPr>
                <w:sz w:val="16"/>
                <w:szCs w:val="16"/>
              </w:rPr>
              <w:t>B</w:t>
            </w:r>
          </w:p>
        </w:tc>
        <w:tc>
          <w:tcPr>
            <w:tcW w:w="4962" w:type="dxa"/>
            <w:tcBorders>
              <w:top w:val="single" w:sz="12" w:space="0" w:color="auto"/>
              <w:bottom w:val="single" w:sz="12" w:space="0" w:color="auto"/>
            </w:tcBorders>
            <w:shd w:val="solid" w:color="FFFFFF" w:fill="auto"/>
          </w:tcPr>
          <w:p w14:paraId="125F6876" w14:textId="77777777" w:rsidR="00B13F6A" w:rsidRPr="006B0D02" w:rsidRDefault="00B13F6A" w:rsidP="002D51EF">
            <w:pPr>
              <w:pStyle w:val="TAL"/>
              <w:rPr>
                <w:sz w:val="16"/>
                <w:szCs w:val="16"/>
              </w:rPr>
            </w:pPr>
            <w:r w:rsidRPr="00B13F6A">
              <w:rPr>
                <w:sz w:val="16"/>
                <w:szCs w:val="16"/>
              </w:rPr>
              <w:t>Introduction of Band 72</w:t>
            </w:r>
          </w:p>
        </w:tc>
        <w:tc>
          <w:tcPr>
            <w:tcW w:w="708" w:type="dxa"/>
            <w:tcBorders>
              <w:top w:val="single" w:sz="12" w:space="0" w:color="auto"/>
              <w:bottom w:val="single" w:sz="12" w:space="0" w:color="auto"/>
            </w:tcBorders>
            <w:shd w:val="solid" w:color="FFFFFF" w:fill="auto"/>
          </w:tcPr>
          <w:p w14:paraId="71373BCC" w14:textId="77777777" w:rsidR="00B13F6A" w:rsidRPr="007D6048" w:rsidRDefault="00B13F6A" w:rsidP="00B13F6A">
            <w:pPr>
              <w:pStyle w:val="TAC"/>
              <w:jc w:val="left"/>
              <w:rPr>
                <w:sz w:val="16"/>
                <w:szCs w:val="16"/>
              </w:rPr>
            </w:pPr>
            <w:r>
              <w:rPr>
                <w:sz w:val="16"/>
                <w:szCs w:val="16"/>
              </w:rPr>
              <w:t>15.0.0</w:t>
            </w:r>
          </w:p>
        </w:tc>
      </w:tr>
      <w:tr w:rsidR="007772E8" w:rsidRPr="006B0D02" w14:paraId="4D7E9D9A" w14:textId="77777777" w:rsidTr="008634FF">
        <w:tc>
          <w:tcPr>
            <w:tcW w:w="800" w:type="dxa"/>
            <w:tcBorders>
              <w:top w:val="single" w:sz="12" w:space="0" w:color="auto"/>
              <w:bottom w:val="single" w:sz="12" w:space="0" w:color="auto"/>
            </w:tcBorders>
            <w:shd w:val="solid" w:color="FFFFFF" w:fill="auto"/>
          </w:tcPr>
          <w:p w14:paraId="22262492" w14:textId="77777777" w:rsidR="007772E8" w:rsidRDefault="007772E8" w:rsidP="00B13F6A">
            <w:pPr>
              <w:pStyle w:val="TAC"/>
              <w:rPr>
                <w:sz w:val="16"/>
                <w:szCs w:val="16"/>
              </w:rPr>
            </w:pPr>
            <w:r>
              <w:rPr>
                <w:sz w:val="16"/>
                <w:szCs w:val="16"/>
              </w:rPr>
              <w:t>2020-0</w:t>
            </w:r>
            <w:r w:rsidR="002F3A07">
              <w:rPr>
                <w:sz w:val="16"/>
                <w:szCs w:val="16"/>
              </w:rPr>
              <w:t>6</w:t>
            </w:r>
          </w:p>
        </w:tc>
        <w:tc>
          <w:tcPr>
            <w:tcW w:w="800" w:type="dxa"/>
            <w:tcBorders>
              <w:top w:val="single" w:sz="12" w:space="0" w:color="auto"/>
              <w:bottom w:val="single" w:sz="12" w:space="0" w:color="auto"/>
            </w:tcBorders>
            <w:shd w:val="solid" w:color="FFFFFF" w:fill="auto"/>
          </w:tcPr>
          <w:p w14:paraId="2C55AE83" w14:textId="77777777" w:rsidR="007772E8" w:rsidRDefault="002F3A07" w:rsidP="00B13F6A">
            <w:pPr>
              <w:pStyle w:val="TAC"/>
              <w:rPr>
                <w:sz w:val="16"/>
                <w:szCs w:val="16"/>
              </w:rPr>
            </w:pPr>
            <w:r>
              <w:rPr>
                <w:sz w:val="16"/>
                <w:szCs w:val="16"/>
              </w:rPr>
              <w:t>SA#88</w:t>
            </w:r>
          </w:p>
        </w:tc>
        <w:tc>
          <w:tcPr>
            <w:tcW w:w="952" w:type="dxa"/>
            <w:tcBorders>
              <w:top w:val="single" w:sz="12" w:space="0" w:color="auto"/>
              <w:bottom w:val="single" w:sz="12" w:space="0" w:color="auto"/>
            </w:tcBorders>
            <w:shd w:val="solid" w:color="FFFFFF" w:fill="auto"/>
          </w:tcPr>
          <w:p w14:paraId="6E149747" w14:textId="77777777" w:rsidR="007772E8" w:rsidRPr="00B13F6A" w:rsidRDefault="007772E8" w:rsidP="00B13F6A">
            <w:pPr>
              <w:pStyle w:val="TAC"/>
              <w:rPr>
                <w:sz w:val="16"/>
                <w:szCs w:val="16"/>
              </w:rPr>
            </w:pPr>
            <w:r>
              <w:rPr>
                <w:sz w:val="16"/>
                <w:szCs w:val="16"/>
              </w:rPr>
              <w:t>-</w:t>
            </w:r>
          </w:p>
        </w:tc>
        <w:tc>
          <w:tcPr>
            <w:tcW w:w="567" w:type="dxa"/>
            <w:tcBorders>
              <w:top w:val="single" w:sz="12" w:space="0" w:color="auto"/>
              <w:bottom w:val="single" w:sz="12" w:space="0" w:color="auto"/>
            </w:tcBorders>
            <w:shd w:val="solid" w:color="FFFFFF" w:fill="auto"/>
          </w:tcPr>
          <w:p w14:paraId="26FC67C5" w14:textId="77777777" w:rsidR="007772E8" w:rsidRDefault="007772E8" w:rsidP="00B13F6A">
            <w:pPr>
              <w:pStyle w:val="TAL"/>
              <w:jc w:val="center"/>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3C25B67A" w14:textId="77777777" w:rsidR="007772E8" w:rsidRDefault="007772E8" w:rsidP="00B13F6A">
            <w:pPr>
              <w:pStyle w:val="TAR"/>
              <w:jc w:val="center"/>
              <w:rPr>
                <w:sz w:val="16"/>
                <w:szCs w:val="16"/>
              </w:rPr>
            </w:pPr>
            <w:r>
              <w:rPr>
                <w:sz w:val="16"/>
                <w:szCs w:val="16"/>
              </w:rPr>
              <w:t>-</w:t>
            </w:r>
          </w:p>
        </w:tc>
        <w:tc>
          <w:tcPr>
            <w:tcW w:w="425" w:type="dxa"/>
            <w:tcBorders>
              <w:top w:val="single" w:sz="12" w:space="0" w:color="auto"/>
              <w:bottom w:val="single" w:sz="12" w:space="0" w:color="auto"/>
            </w:tcBorders>
            <w:shd w:val="solid" w:color="FFFFFF" w:fill="auto"/>
          </w:tcPr>
          <w:p w14:paraId="0DD62BDB" w14:textId="77777777" w:rsidR="007772E8" w:rsidRDefault="007772E8" w:rsidP="00B13F6A">
            <w:pPr>
              <w:pStyle w:val="TAC"/>
              <w:rPr>
                <w:sz w:val="16"/>
                <w:szCs w:val="16"/>
              </w:rPr>
            </w:pPr>
            <w:r>
              <w:rPr>
                <w:sz w:val="16"/>
                <w:szCs w:val="16"/>
              </w:rPr>
              <w:t>-</w:t>
            </w:r>
          </w:p>
        </w:tc>
        <w:tc>
          <w:tcPr>
            <w:tcW w:w="4962" w:type="dxa"/>
            <w:tcBorders>
              <w:top w:val="single" w:sz="12" w:space="0" w:color="auto"/>
              <w:bottom w:val="single" w:sz="12" w:space="0" w:color="auto"/>
            </w:tcBorders>
            <w:shd w:val="solid" w:color="FFFFFF" w:fill="auto"/>
          </w:tcPr>
          <w:p w14:paraId="6C5D399C" w14:textId="77777777" w:rsidR="007772E8" w:rsidRPr="00B13F6A" w:rsidRDefault="007772E8" w:rsidP="002D51EF">
            <w:pPr>
              <w:pStyle w:val="TAL"/>
              <w:rPr>
                <w:sz w:val="16"/>
                <w:szCs w:val="16"/>
              </w:rPr>
            </w:pPr>
            <w:r>
              <w:rPr>
                <w:sz w:val="16"/>
                <w:szCs w:val="16"/>
              </w:rPr>
              <w:t>Update to Rel-16 version (MCC)</w:t>
            </w:r>
          </w:p>
        </w:tc>
        <w:tc>
          <w:tcPr>
            <w:tcW w:w="708" w:type="dxa"/>
            <w:tcBorders>
              <w:top w:val="single" w:sz="12" w:space="0" w:color="auto"/>
              <w:bottom w:val="single" w:sz="12" w:space="0" w:color="auto"/>
            </w:tcBorders>
            <w:shd w:val="solid" w:color="FFFFFF" w:fill="auto"/>
          </w:tcPr>
          <w:p w14:paraId="4F7819B2" w14:textId="77777777" w:rsidR="007772E8" w:rsidRPr="008634FF" w:rsidRDefault="007772E8" w:rsidP="00B13F6A">
            <w:pPr>
              <w:pStyle w:val="TAC"/>
              <w:jc w:val="left"/>
              <w:rPr>
                <w:bCs/>
                <w:sz w:val="16"/>
                <w:szCs w:val="16"/>
              </w:rPr>
            </w:pPr>
            <w:r w:rsidRPr="008634FF">
              <w:rPr>
                <w:bCs/>
                <w:sz w:val="16"/>
                <w:szCs w:val="16"/>
              </w:rPr>
              <w:t>16.0.0</w:t>
            </w:r>
          </w:p>
        </w:tc>
      </w:tr>
      <w:tr w:rsidR="008634FF" w:rsidRPr="006B0D02" w14:paraId="4DDB96AE" w14:textId="77777777" w:rsidTr="007772E8">
        <w:tc>
          <w:tcPr>
            <w:tcW w:w="800" w:type="dxa"/>
            <w:tcBorders>
              <w:top w:val="single" w:sz="12" w:space="0" w:color="auto"/>
            </w:tcBorders>
            <w:shd w:val="solid" w:color="FFFFFF" w:fill="auto"/>
          </w:tcPr>
          <w:p w14:paraId="68FE4148" w14:textId="7716279D" w:rsidR="008634FF" w:rsidRDefault="008634FF" w:rsidP="00B13F6A">
            <w:pPr>
              <w:pStyle w:val="TAC"/>
              <w:rPr>
                <w:sz w:val="16"/>
                <w:szCs w:val="16"/>
              </w:rPr>
            </w:pPr>
            <w:r>
              <w:rPr>
                <w:sz w:val="16"/>
                <w:szCs w:val="16"/>
              </w:rPr>
              <w:t>2022-0</w:t>
            </w:r>
            <w:r w:rsidR="003D79E9">
              <w:rPr>
                <w:sz w:val="16"/>
                <w:szCs w:val="16"/>
              </w:rPr>
              <w:t>3</w:t>
            </w:r>
          </w:p>
        </w:tc>
        <w:tc>
          <w:tcPr>
            <w:tcW w:w="800" w:type="dxa"/>
            <w:tcBorders>
              <w:top w:val="single" w:sz="12" w:space="0" w:color="auto"/>
            </w:tcBorders>
            <w:shd w:val="solid" w:color="FFFFFF" w:fill="auto"/>
          </w:tcPr>
          <w:p w14:paraId="7D1B4B2F" w14:textId="7434B444" w:rsidR="008634FF" w:rsidRDefault="003D79E9" w:rsidP="00B13F6A">
            <w:pPr>
              <w:pStyle w:val="TAC"/>
              <w:rPr>
                <w:sz w:val="16"/>
                <w:szCs w:val="16"/>
              </w:rPr>
            </w:pPr>
            <w:r>
              <w:rPr>
                <w:sz w:val="16"/>
                <w:szCs w:val="16"/>
              </w:rPr>
              <w:t>SA</w:t>
            </w:r>
            <w:r w:rsidR="00751648">
              <w:rPr>
                <w:sz w:val="16"/>
                <w:szCs w:val="16"/>
              </w:rPr>
              <w:t>#9</w:t>
            </w:r>
            <w:r>
              <w:rPr>
                <w:sz w:val="16"/>
                <w:szCs w:val="16"/>
              </w:rPr>
              <w:t>5</w:t>
            </w:r>
          </w:p>
        </w:tc>
        <w:tc>
          <w:tcPr>
            <w:tcW w:w="952" w:type="dxa"/>
            <w:tcBorders>
              <w:top w:val="single" w:sz="12" w:space="0" w:color="auto"/>
            </w:tcBorders>
            <w:shd w:val="solid" w:color="FFFFFF" w:fill="auto"/>
          </w:tcPr>
          <w:p w14:paraId="1B2036B9" w14:textId="77777777" w:rsidR="008634FF" w:rsidRDefault="008634FF" w:rsidP="00B13F6A">
            <w:pPr>
              <w:pStyle w:val="TAC"/>
              <w:rPr>
                <w:sz w:val="16"/>
                <w:szCs w:val="16"/>
              </w:rPr>
            </w:pPr>
          </w:p>
        </w:tc>
        <w:tc>
          <w:tcPr>
            <w:tcW w:w="567" w:type="dxa"/>
            <w:tcBorders>
              <w:top w:val="single" w:sz="12" w:space="0" w:color="auto"/>
            </w:tcBorders>
            <w:shd w:val="solid" w:color="FFFFFF" w:fill="auto"/>
          </w:tcPr>
          <w:p w14:paraId="3DE0195F" w14:textId="77777777" w:rsidR="008634FF" w:rsidRDefault="008634FF" w:rsidP="00B13F6A">
            <w:pPr>
              <w:pStyle w:val="TAL"/>
              <w:jc w:val="center"/>
              <w:rPr>
                <w:sz w:val="16"/>
                <w:szCs w:val="16"/>
              </w:rPr>
            </w:pPr>
          </w:p>
        </w:tc>
        <w:tc>
          <w:tcPr>
            <w:tcW w:w="425" w:type="dxa"/>
            <w:tcBorders>
              <w:top w:val="single" w:sz="12" w:space="0" w:color="auto"/>
            </w:tcBorders>
            <w:shd w:val="solid" w:color="FFFFFF" w:fill="auto"/>
          </w:tcPr>
          <w:p w14:paraId="593A13E6" w14:textId="77777777" w:rsidR="008634FF" w:rsidRDefault="008634FF" w:rsidP="00B13F6A">
            <w:pPr>
              <w:pStyle w:val="TAR"/>
              <w:jc w:val="center"/>
              <w:rPr>
                <w:sz w:val="16"/>
                <w:szCs w:val="16"/>
              </w:rPr>
            </w:pPr>
          </w:p>
        </w:tc>
        <w:tc>
          <w:tcPr>
            <w:tcW w:w="425" w:type="dxa"/>
            <w:tcBorders>
              <w:top w:val="single" w:sz="12" w:space="0" w:color="auto"/>
            </w:tcBorders>
            <w:shd w:val="solid" w:color="FFFFFF" w:fill="auto"/>
          </w:tcPr>
          <w:p w14:paraId="241A35D9" w14:textId="77777777" w:rsidR="008634FF" w:rsidRDefault="008634FF" w:rsidP="00B13F6A">
            <w:pPr>
              <w:pStyle w:val="TAC"/>
              <w:rPr>
                <w:sz w:val="16"/>
                <w:szCs w:val="16"/>
              </w:rPr>
            </w:pPr>
          </w:p>
        </w:tc>
        <w:tc>
          <w:tcPr>
            <w:tcW w:w="4962" w:type="dxa"/>
            <w:tcBorders>
              <w:top w:val="single" w:sz="12" w:space="0" w:color="auto"/>
            </w:tcBorders>
            <w:shd w:val="solid" w:color="FFFFFF" w:fill="auto"/>
          </w:tcPr>
          <w:p w14:paraId="1C9090C3" w14:textId="5857CF92" w:rsidR="008634FF" w:rsidRDefault="008634FF" w:rsidP="002D51EF">
            <w:pPr>
              <w:pStyle w:val="TAL"/>
              <w:rPr>
                <w:sz w:val="16"/>
                <w:szCs w:val="16"/>
              </w:rPr>
            </w:pPr>
            <w:r>
              <w:rPr>
                <w:sz w:val="16"/>
                <w:szCs w:val="16"/>
              </w:rPr>
              <w:t>Update to Rel-17 version (MCC)</w:t>
            </w:r>
          </w:p>
        </w:tc>
        <w:tc>
          <w:tcPr>
            <w:tcW w:w="708" w:type="dxa"/>
            <w:tcBorders>
              <w:top w:val="single" w:sz="12" w:space="0" w:color="auto"/>
            </w:tcBorders>
            <w:shd w:val="solid" w:color="FFFFFF" w:fill="auto"/>
          </w:tcPr>
          <w:p w14:paraId="710E54E4" w14:textId="4337700C" w:rsidR="008634FF" w:rsidRPr="008634FF" w:rsidRDefault="008634FF" w:rsidP="00B13F6A">
            <w:pPr>
              <w:pStyle w:val="TAC"/>
              <w:jc w:val="left"/>
              <w:rPr>
                <w:bCs/>
                <w:sz w:val="16"/>
                <w:szCs w:val="16"/>
              </w:rPr>
            </w:pPr>
            <w:r w:rsidRPr="008634FF">
              <w:rPr>
                <w:bCs/>
                <w:sz w:val="16"/>
                <w:szCs w:val="16"/>
              </w:rPr>
              <w:t>17.0.0</w:t>
            </w:r>
          </w:p>
        </w:tc>
      </w:tr>
    </w:tbl>
    <w:p w14:paraId="0D70F1EB" w14:textId="77777777" w:rsidR="00B13F6A" w:rsidRPr="00FD69D6" w:rsidRDefault="00B13F6A" w:rsidP="0022146C"/>
    <w:sectPr w:rsidR="00B13F6A" w:rsidRPr="00FD69D6">
      <w:headerReference w:type="default" r:id="rId52"/>
      <w:footerReference w:type="default" r:id="rId53"/>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3466E" w14:textId="77777777" w:rsidR="00BD2167" w:rsidRDefault="00BD2167">
      <w:r>
        <w:separator/>
      </w:r>
    </w:p>
  </w:endnote>
  <w:endnote w:type="continuationSeparator" w:id="0">
    <w:p w14:paraId="1D5C221C" w14:textId="77777777" w:rsidR="00BD2167" w:rsidRDefault="00BD2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4.1.0">
    <w:altName w:val="Times New Roman"/>
    <w:panose1 w:val="00000000000000000000"/>
    <w:charset w:val="00"/>
    <w:family w:val="roman"/>
    <w:notTrueType/>
    <w:pitch w:val="default"/>
  </w:font>
  <w:font w:name="v4.2.0">
    <w:altName w:val="Times New Roman"/>
    <w:charset w:val="00"/>
    <w:family w:val="auto"/>
    <w:pitch w:val="default"/>
  </w:font>
  <w:font w:name="v5.0.0">
    <w:altName w:val="Times New Roman"/>
    <w:charset w:val="00"/>
    <w:family w:val="roman"/>
    <w:pitch w:val="default"/>
    <w:sig w:usb0="00000000" w:usb1="00000000" w:usb2="00000000" w:usb3="00000000" w:csb0="00040001" w:csb1="00000000"/>
  </w:font>
  <w:font w:name="?? ??">
    <w:altName w:val="MS Mincho"/>
    <w:panose1 w:val="00000000000000000000"/>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v3.8.0">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ºÞ¼¯¸">
    <w:altName w:val="MS Mincho"/>
    <w:panose1 w:val="00000000000000000000"/>
    <w:charset w:val="80"/>
    <w:family w:val="modern"/>
    <w:notTrueType/>
    <w:pitch w:val="fixed"/>
    <w:sig w:usb0="00000001" w:usb1="08070000" w:usb2="00000010" w:usb3="00000000" w:csb0="00020000" w:csb1="00000000"/>
  </w:font>
  <w:font w:name="×–¾’©‘Ì">
    <w:altName w:val="MS Mincho"/>
    <w:panose1 w:val="00000000000000000000"/>
    <w:charset w:val="80"/>
    <w:family w:val="auto"/>
    <w:notTrueType/>
    <w:pitch w:val="variable"/>
    <w:sig w:usb0="00000003" w:usb1="08070000" w:usb2="00000010" w:usb3="00000000" w:csb0="00020001" w:csb1="00000000"/>
  </w:font>
  <w:font w:name="Osaka">
    <w:altName w:val="MS Mincho"/>
    <w:panose1 w:val="00000000000000000000"/>
    <w:charset w:val="80"/>
    <w:family w:val="auto"/>
    <w:notTrueType/>
    <w:pitch w:val="variable"/>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22C26" w14:textId="77777777" w:rsidR="00ED7416" w:rsidRDefault="00ED741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4F05B" w14:textId="77777777" w:rsidR="00BD2167" w:rsidRDefault="00BD2167">
      <w:r>
        <w:separator/>
      </w:r>
    </w:p>
  </w:footnote>
  <w:footnote w:type="continuationSeparator" w:id="0">
    <w:p w14:paraId="71695EA1" w14:textId="77777777" w:rsidR="00BD2167" w:rsidRDefault="00BD2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562F1" w14:textId="53D707B4" w:rsidR="00ED7416" w:rsidRDefault="00ED7416">
    <w:pPr>
      <w:pStyle w:val="Header"/>
      <w:framePr w:wrap="auto" w:vAnchor="text" w:hAnchor="margin" w:xAlign="right" w:y="1"/>
      <w:widowControl/>
    </w:pPr>
    <w:r>
      <w:fldChar w:fldCharType="begin"/>
    </w:r>
    <w:r>
      <w:instrText xml:space="preserve"> STYLEREF ZA </w:instrText>
    </w:r>
    <w:r>
      <w:fldChar w:fldCharType="separate"/>
    </w:r>
    <w:r w:rsidR="003D79E9">
      <w:t>3GPP TS 36.106 V17.0.0 (2022-03)</w:t>
    </w:r>
    <w:r>
      <w:fldChar w:fldCharType="end"/>
    </w:r>
  </w:p>
  <w:p w14:paraId="42417F7B" w14:textId="77777777" w:rsidR="00ED7416" w:rsidRDefault="00ED7416">
    <w:pPr>
      <w:pStyle w:val="Header"/>
      <w:framePr w:wrap="auto" w:vAnchor="text" w:hAnchor="margin" w:xAlign="center" w:y="1"/>
      <w:widowControl/>
    </w:pPr>
    <w:r>
      <w:fldChar w:fldCharType="begin"/>
    </w:r>
    <w:r>
      <w:instrText xml:space="preserve"> PAGE </w:instrText>
    </w:r>
    <w:r>
      <w:fldChar w:fldCharType="separate"/>
    </w:r>
    <w:r w:rsidR="0031418B">
      <w:t>3</w:t>
    </w:r>
    <w:r>
      <w:fldChar w:fldCharType="end"/>
    </w:r>
  </w:p>
  <w:p w14:paraId="65C479E8" w14:textId="2E7FF360" w:rsidR="00ED7416" w:rsidRDefault="00ED7416">
    <w:pPr>
      <w:pStyle w:val="Header"/>
      <w:framePr w:wrap="auto" w:vAnchor="text" w:hAnchor="margin" w:y="1"/>
      <w:widowControl/>
    </w:pPr>
    <w:r>
      <w:fldChar w:fldCharType="begin"/>
    </w:r>
    <w:r>
      <w:instrText xml:space="preserve"> STYLEREF ZGSM </w:instrText>
    </w:r>
    <w:r>
      <w:fldChar w:fldCharType="separate"/>
    </w:r>
    <w:r w:rsidR="003D79E9">
      <w:t>Release 17</w:t>
    </w:r>
    <w:r>
      <w:fldChar w:fldCharType="end"/>
    </w:r>
  </w:p>
  <w:p w14:paraId="3D85AC85" w14:textId="77777777" w:rsidR="00ED7416" w:rsidRDefault="00ED74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C7A1E6B"/>
    <w:multiLevelType w:val="multilevel"/>
    <w:tmpl w:val="2F9A6CBA"/>
    <w:lvl w:ilvl="0">
      <w:start w:val="9"/>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D1C6010"/>
    <w:multiLevelType w:val="multilevel"/>
    <w:tmpl w:val="2834A7B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2AE20BC"/>
    <w:multiLevelType w:val="hybridMultilevel"/>
    <w:tmpl w:val="26FAC8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6B7B92"/>
    <w:multiLevelType w:val="hybridMultilevel"/>
    <w:tmpl w:val="C4B293B4"/>
    <w:lvl w:ilvl="0" w:tplc="437C3B64">
      <w:start w:val="8"/>
      <w:numFmt w:val="bullet"/>
      <w:lvlText w:val="-"/>
      <w:lvlJc w:val="left"/>
      <w:pPr>
        <w:tabs>
          <w:tab w:val="num" w:pos="734"/>
        </w:tabs>
        <w:ind w:left="734" w:hanging="450"/>
      </w:pPr>
      <w:rPr>
        <w:rFonts w:ascii="Times New Roman" w:eastAsia="Times New Roman" w:hAnsi="Times New Roman" w:cs="Times New Roman"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4E3F1211"/>
    <w:multiLevelType w:val="hybridMultilevel"/>
    <w:tmpl w:val="0AB4FAB6"/>
    <w:lvl w:ilvl="0" w:tplc="8514CDDC">
      <w:start w:val="11"/>
      <w:numFmt w:val="bullet"/>
      <w:lvlText w:val="-"/>
      <w:lvlJc w:val="left"/>
      <w:pPr>
        <w:tabs>
          <w:tab w:val="num" w:pos="644"/>
        </w:tabs>
        <w:ind w:left="644" w:hanging="360"/>
      </w:pPr>
      <w:rPr>
        <w:rFonts w:ascii="Times New Roman" w:eastAsia="Times New Roman" w:hAnsi="Times New Roman" w:cs="Times New Roman"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6A6146E5"/>
    <w:multiLevelType w:val="hybridMultilevel"/>
    <w:tmpl w:val="076E4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F91169"/>
    <w:multiLevelType w:val="multilevel"/>
    <w:tmpl w:val="1E922C70"/>
    <w:lvl w:ilvl="0">
      <w:start w:val="11"/>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6"/>
  </w:num>
  <w:num w:numId="4">
    <w:abstractNumId w:val="2"/>
  </w:num>
  <w:num w:numId="5">
    <w:abstractNumId w:val="4"/>
  </w:num>
  <w:num w:numId="6">
    <w:abstractNumId w:val="3"/>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4D"/>
    <w:rsid w:val="00002ADC"/>
    <w:rsid w:val="000057C8"/>
    <w:rsid w:val="00012A72"/>
    <w:rsid w:val="00020F04"/>
    <w:rsid w:val="00025B4C"/>
    <w:rsid w:val="00027943"/>
    <w:rsid w:val="0003678C"/>
    <w:rsid w:val="00040AA9"/>
    <w:rsid w:val="00043B4B"/>
    <w:rsid w:val="00045AAC"/>
    <w:rsid w:val="00046C47"/>
    <w:rsid w:val="00051A49"/>
    <w:rsid w:val="0005737F"/>
    <w:rsid w:val="00067464"/>
    <w:rsid w:val="00070BF7"/>
    <w:rsid w:val="0007717B"/>
    <w:rsid w:val="000908A2"/>
    <w:rsid w:val="00095ED4"/>
    <w:rsid w:val="000A3BBC"/>
    <w:rsid w:val="000A51DF"/>
    <w:rsid w:val="000B470E"/>
    <w:rsid w:val="000B6971"/>
    <w:rsid w:val="000B6B37"/>
    <w:rsid w:val="000C14DD"/>
    <w:rsid w:val="000C72B0"/>
    <w:rsid w:val="000E6FB0"/>
    <w:rsid w:val="000F68CD"/>
    <w:rsid w:val="000F6B5F"/>
    <w:rsid w:val="000F7966"/>
    <w:rsid w:val="0010196B"/>
    <w:rsid w:val="00101F8F"/>
    <w:rsid w:val="001023C6"/>
    <w:rsid w:val="00105DB4"/>
    <w:rsid w:val="00105F56"/>
    <w:rsid w:val="001228D0"/>
    <w:rsid w:val="001228E4"/>
    <w:rsid w:val="0013200C"/>
    <w:rsid w:val="00133A8E"/>
    <w:rsid w:val="0013422B"/>
    <w:rsid w:val="00134469"/>
    <w:rsid w:val="00134FEF"/>
    <w:rsid w:val="0013510B"/>
    <w:rsid w:val="0013526B"/>
    <w:rsid w:val="0013606A"/>
    <w:rsid w:val="0013730F"/>
    <w:rsid w:val="001442AE"/>
    <w:rsid w:val="00145450"/>
    <w:rsid w:val="00153A80"/>
    <w:rsid w:val="00154299"/>
    <w:rsid w:val="0016178E"/>
    <w:rsid w:val="00162377"/>
    <w:rsid w:val="00164AFE"/>
    <w:rsid w:val="001751A3"/>
    <w:rsid w:val="0017762A"/>
    <w:rsid w:val="00182D77"/>
    <w:rsid w:val="0018412C"/>
    <w:rsid w:val="00186C85"/>
    <w:rsid w:val="001901EC"/>
    <w:rsid w:val="00196C64"/>
    <w:rsid w:val="001A212F"/>
    <w:rsid w:val="001A4AA1"/>
    <w:rsid w:val="001B23FD"/>
    <w:rsid w:val="001B42C8"/>
    <w:rsid w:val="001B5232"/>
    <w:rsid w:val="001C1142"/>
    <w:rsid w:val="001C7155"/>
    <w:rsid w:val="001D4B2C"/>
    <w:rsid w:val="001D6B69"/>
    <w:rsid w:val="001F2FB0"/>
    <w:rsid w:val="001F5DE5"/>
    <w:rsid w:val="00200A64"/>
    <w:rsid w:val="0020387D"/>
    <w:rsid w:val="00204E54"/>
    <w:rsid w:val="0021173E"/>
    <w:rsid w:val="00217860"/>
    <w:rsid w:val="002205E2"/>
    <w:rsid w:val="00220C83"/>
    <w:rsid w:val="002210FF"/>
    <w:rsid w:val="0022146C"/>
    <w:rsid w:val="00221D40"/>
    <w:rsid w:val="002250C2"/>
    <w:rsid w:val="00233035"/>
    <w:rsid w:val="00233D68"/>
    <w:rsid w:val="00234F9D"/>
    <w:rsid w:val="0023536E"/>
    <w:rsid w:val="00246E6B"/>
    <w:rsid w:val="00250FB8"/>
    <w:rsid w:val="00251C54"/>
    <w:rsid w:val="002528EF"/>
    <w:rsid w:val="0025304A"/>
    <w:rsid w:val="0027020E"/>
    <w:rsid w:val="0027181E"/>
    <w:rsid w:val="00276EC0"/>
    <w:rsid w:val="00280BE7"/>
    <w:rsid w:val="00280DD7"/>
    <w:rsid w:val="00280E2C"/>
    <w:rsid w:val="00286172"/>
    <w:rsid w:val="002A014A"/>
    <w:rsid w:val="002B1138"/>
    <w:rsid w:val="002B68A1"/>
    <w:rsid w:val="002C4CCA"/>
    <w:rsid w:val="002D51EF"/>
    <w:rsid w:val="002E0D17"/>
    <w:rsid w:val="002E6F58"/>
    <w:rsid w:val="002E7AF3"/>
    <w:rsid w:val="002F3A07"/>
    <w:rsid w:val="002F523B"/>
    <w:rsid w:val="003021AD"/>
    <w:rsid w:val="00303448"/>
    <w:rsid w:val="00306FC2"/>
    <w:rsid w:val="00313457"/>
    <w:rsid w:val="0031418B"/>
    <w:rsid w:val="003252B9"/>
    <w:rsid w:val="00327C30"/>
    <w:rsid w:val="003300AD"/>
    <w:rsid w:val="003349D4"/>
    <w:rsid w:val="00350213"/>
    <w:rsid w:val="00352998"/>
    <w:rsid w:val="00355829"/>
    <w:rsid w:val="00357219"/>
    <w:rsid w:val="00364D78"/>
    <w:rsid w:val="0036776A"/>
    <w:rsid w:val="00371F62"/>
    <w:rsid w:val="0037410B"/>
    <w:rsid w:val="00380FAF"/>
    <w:rsid w:val="00383736"/>
    <w:rsid w:val="0038654D"/>
    <w:rsid w:val="0039196F"/>
    <w:rsid w:val="00395AFC"/>
    <w:rsid w:val="00396C38"/>
    <w:rsid w:val="003A3F28"/>
    <w:rsid w:val="003A692A"/>
    <w:rsid w:val="003A6EE9"/>
    <w:rsid w:val="003A7CC3"/>
    <w:rsid w:val="003B1553"/>
    <w:rsid w:val="003C1A23"/>
    <w:rsid w:val="003C35D6"/>
    <w:rsid w:val="003D79E9"/>
    <w:rsid w:val="003D7BA1"/>
    <w:rsid w:val="003E2780"/>
    <w:rsid w:val="003E478D"/>
    <w:rsid w:val="003E77E8"/>
    <w:rsid w:val="003F2242"/>
    <w:rsid w:val="003F2CB3"/>
    <w:rsid w:val="003F4F7B"/>
    <w:rsid w:val="00413AC2"/>
    <w:rsid w:val="00431F2C"/>
    <w:rsid w:val="00437FEF"/>
    <w:rsid w:val="004406C4"/>
    <w:rsid w:val="00440FF6"/>
    <w:rsid w:val="00442B19"/>
    <w:rsid w:val="0044439E"/>
    <w:rsid w:val="00446F70"/>
    <w:rsid w:val="004511A7"/>
    <w:rsid w:val="0045193A"/>
    <w:rsid w:val="00451FE2"/>
    <w:rsid w:val="00456B80"/>
    <w:rsid w:val="004673DC"/>
    <w:rsid w:val="004755C2"/>
    <w:rsid w:val="0047615F"/>
    <w:rsid w:val="00482620"/>
    <w:rsid w:val="00482623"/>
    <w:rsid w:val="00483FB1"/>
    <w:rsid w:val="004840DE"/>
    <w:rsid w:val="00491A39"/>
    <w:rsid w:val="0049394D"/>
    <w:rsid w:val="004A3549"/>
    <w:rsid w:val="004A4BA1"/>
    <w:rsid w:val="004B1B4A"/>
    <w:rsid w:val="004B29CA"/>
    <w:rsid w:val="004B3A57"/>
    <w:rsid w:val="004C13A6"/>
    <w:rsid w:val="004C6A2B"/>
    <w:rsid w:val="004D0A61"/>
    <w:rsid w:val="004D3E52"/>
    <w:rsid w:val="004D4B49"/>
    <w:rsid w:val="004E0F7B"/>
    <w:rsid w:val="004F12FB"/>
    <w:rsid w:val="004F274E"/>
    <w:rsid w:val="004F2E24"/>
    <w:rsid w:val="0050005F"/>
    <w:rsid w:val="00500B3F"/>
    <w:rsid w:val="005012B4"/>
    <w:rsid w:val="00505C66"/>
    <w:rsid w:val="005146DA"/>
    <w:rsid w:val="0051599D"/>
    <w:rsid w:val="0051610E"/>
    <w:rsid w:val="005202C4"/>
    <w:rsid w:val="00526E24"/>
    <w:rsid w:val="00526EAA"/>
    <w:rsid w:val="00540A96"/>
    <w:rsid w:val="00540D33"/>
    <w:rsid w:val="00543FC8"/>
    <w:rsid w:val="00551132"/>
    <w:rsid w:val="00552160"/>
    <w:rsid w:val="005528CC"/>
    <w:rsid w:val="00553E55"/>
    <w:rsid w:val="00571FC7"/>
    <w:rsid w:val="00581130"/>
    <w:rsid w:val="0058136F"/>
    <w:rsid w:val="005836CB"/>
    <w:rsid w:val="0058684D"/>
    <w:rsid w:val="0059053D"/>
    <w:rsid w:val="0059255E"/>
    <w:rsid w:val="00592F61"/>
    <w:rsid w:val="00597193"/>
    <w:rsid w:val="005A1AD3"/>
    <w:rsid w:val="005B2D47"/>
    <w:rsid w:val="005B4E53"/>
    <w:rsid w:val="005C4E11"/>
    <w:rsid w:val="005C6788"/>
    <w:rsid w:val="005D33E6"/>
    <w:rsid w:val="005F055A"/>
    <w:rsid w:val="005F136D"/>
    <w:rsid w:val="005F3ED5"/>
    <w:rsid w:val="00600540"/>
    <w:rsid w:val="00605D7E"/>
    <w:rsid w:val="00610653"/>
    <w:rsid w:val="00610CC2"/>
    <w:rsid w:val="00616382"/>
    <w:rsid w:val="00616FD0"/>
    <w:rsid w:val="00621DBC"/>
    <w:rsid w:val="0062365B"/>
    <w:rsid w:val="00624780"/>
    <w:rsid w:val="00641CAC"/>
    <w:rsid w:val="00643643"/>
    <w:rsid w:val="006472F8"/>
    <w:rsid w:val="00655CD3"/>
    <w:rsid w:val="006639E2"/>
    <w:rsid w:val="00663C4C"/>
    <w:rsid w:val="00665BE2"/>
    <w:rsid w:val="0067108C"/>
    <w:rsid w:val="00673242"/>
    <w:rsid w:val="00674AAB"/>
    <w:rsid w:val="00680B06"/>
    <w:rsid w:val="00684ECC"/>
    <w:rsid w:val="006856E8"/>
    <w:rsid w:val="00691B0B"/>
    <w:rsid w:val="006A0FC5"/>
    <w:rsid w:val="006A2A28"/>
    <w:rsid w:val="006A602D"/>
    <w:rsid w:val="006B2560"/>
    <w:rsid w:val="006B29B4"/>
    <w:rsid w:val="006B4306"/>
    <w:rsid w:val="006C19BF"/>
    <w:rsid w:val="006C202B"/>
    <w:rsid w:val="006C2607"/>
    <w:rsid w:val="006C2A52"/>
    <w:rsid w:val="006C2C84"/>
    <w:rsid w:val="006C429B"/>
    <w:rsid w:val="006D09F0"/>
    <w:rsid w:val="006D213D"/>
    <w:rsid w:val="006D5471"/>
    <w:rsid w:val="006E02A5"/>
    <w:rsid w:val="006E140F"/>
    <w:rsid w:val="006E54C7"/>
    <w:rsid w:val="006E5D9C"/>
    <w:rsid w:val="006F09CE"/>
    <w:rsid w:val="006F2C22"/>
    <w:rsid w:val="006F3383"/>
    <w:rsid w:val="006F3A0F"/>
    <w:rsid w:val="006F5CFB"/>
    <w:rsid w:val="0070187A"/>
    <w:rsid w:val="007026E5"/>
    <w:rsid w:val="007035AB"/>
    <w:rsid w:val="00712545"/>
    <w:rsid w:val="00715CB4"/>
    <w:rsid w:val="00715FFC"/>
    <w:rsid w:val="00717BCD"/>
    <w:rsid w:val="00720823"/>
    <w:rsid w:val="007210FD"/>
    <w:rsid w:val="007303CF"/>
    <w:rsid w:val="0073165B"/>
    <w:rsid w:val="00734335"/>
    <w:rsid w:val="00740EA7"/>
    <w:rsid w:val="0074608D"/>
    <w:rsid w:val="00746E4C"/>
    <w:rsid w:val="007478B7"/>
    <w:rsid w:val="00751648"/>
    <w:rsid w:val="00751BAC"/>
    <w:rsid w:val="00762525"/>
    <w:rsid w:val="00765737"/>
    <w:rsid w:val="00765C57"/>
    <w:rsid w:val="00767AEA"/>
    <w:rsid w:val="00770CD0"/>
    <w:rsid w:val="00771779"/>
    <w:rsid w:val="0077473D"/>
    <w:rsid w:val="007772E8"/>
    <w:rsid w:val="007776C8"/>
    <w:rsid w:val="00777D5F"/>
    <w:rsid w:val="00781E9B"/>
    <w:rsid w:val="00785ABE"/>
    <w:rsid w:val="00792919"/>
    <w:rsid w:val="007A5442"/>
    <w:rsid w:val="007B5ABB"/>
    <w:rsid w:val="007B6E75"/>
    <w:rsid w:val="007B769B"/>
    <w:rsid w:val="007C1EC6"/>
    <w:rsid w:val="007C44CB"/>
    <w:rsid w:val="007C5024"/>
    <w:rsid w:val="007D53FC"/>
    <w:rsid w:val="007D5BB5"/>
    <w:rsid w:val="007D7490"/>
    <w:rsid w:val="008024BF"/>
    <w:rsid w:val="008058CD"/>
    <w:rsid w:val="008063AC"/>
    <w:rsid w:val="00810F81"/>
    <w:rsid w:val="00812158"/>
    <w:rsid w:val="008123EF"/>
    <w:rsid w:val="00815838"/>
    <w:rsid w:val="00817D58"/>
    <w:rsid w:val="00821F3A"/>
    <w:rsid w:val="00825D8D"/>
    <w:rsid w:val="00826992"/>
    <w:rsid w:val="00836DFB"/>
    <w:rsid w:val="00846351"/>
    <w:rsid w:val="00846FFD"/>
    <w:rsid w:val="008524B3"/>
    <w:rsid w:val="00852772"/>
    <w:rsid w:val="00852C42"/>
    <w:rsid w:val="0085384C"/>
    <w:rsid w:val="008559DD"/>
    <w:rsid w:val="008634FF"/>
    <w:rsid w:val="00867D8C"/>
    <w:rsid w:val="0087054E"/>
    <w:rsid w:val="008771B1"/>
    <w:rsid w:val="0087783F"/>
    <w:rsid w:val="00877F79"/>
    <w:rsid w:val="008825C8"/>
    <w:rsid w:val="00883F34"/>
    <w:rsid w:val="008A6717"/>
    <w:rsid w:val="008B7FB1"/>
    <w:rsid w:val="008C3FD6"/>
    <w:rsid w:val="008C6DB3"/>
    <w:rsid w:val="008D67F3"/>
    <w:rsid w:val="008E2155"/>
    <w:rsid w:val="008F120B"/>
    <w:rsid w:val="008F20F0"/>
    <w:rsid w:val="008F2E2E"/>
    <w:rsid w:val="008F3F29"/>
    <w:rsid w:val="00914177"/>
    <w:rsid w:val="009159C2"/>
    <w:rsid w:val="0092708D"/>
    <w:rsid w:val="00934446"/>
    <w:rsid w:val="00937A91"/>
    <w:rsid w:val="00943ACE"/>
    <w:rsid w:val="009451CA"/>
    <w:rsid w:val="00950959"/>
    <w:rsid w:val="00956EDD"/>
    <w:rsid w:val="00966548"/>
    <w:rsid w:val="00967670"/>
    <w:rsid w:val="009727E0"/>
    <w:rsid w:val="009755D9"/>
    <w:rsid w:val="00981591"/>
    <w:rsid w:val="00986311"/>
    <w:rsid w:val="00992438"/>
    <w:rsid w:val="00993171"/>
    <w:rsid w:val="009937DF"/>
    <w:rsid w:val="009A0D60"/>
    <w:rsid w:val="009A554B"/>
    <w:rsid w:val="009B5A5D"/>
    <w:rsid w:val="009B5D2C"/>
    <w:rsid w:val="009C031F"/>
    <w:rsid w:val="009C4821"/>
    <w:rsid w:val="009D5DFA"/>
    <w:rsid w:val="009E153E"/>
    <w:rsid w:val="009E256A"/>
    <w:rsid w:val="009E5D10"/>
    <w:rsid w:val="009F169A"/>
    <w:rsid w:val="009F4760"/>
    <w:rsid w:val="00A0005E"/>
    <w:rsid w:val="00A04495"/>
    <w:rsid w:val="00A04B33"/>
    <w:rsid w:val="00A052DA"/>
    <w:rsid w:val="00A06EC3"/>
    <w:rsid w:val="00A0763A"/>
    <w:rsid w:val="00A14CEF"/>
    <w:rsid w:val="00A226EF"/>
    <w:rsid w:val="00A26FD5"/>
    <w:rsid w:val="00A32E40"/>
    <w:rsid w:val="00A36279"/>
    <w:rsid w:val="00A62822"/>
    <w:rsid w:val="00A634F3"/>
    <w:rsid w:val="00A646D2"/>
    <w:rsid w:val="00A71420"/>
    <w:rsid w:val="00A71DEE"/>
    <w:rsid w:val="00A74094"/>
    <w:rsid w:val="00A81C04"/>
    <w:rsid w:val="00A839DB"/>
    <w:rsid w:val="00AB06E2"/>
    <w:rsid w:val="00AB0776"/>
    <w:rsid w:val="00AB0928"/>
    <w:rsid w:val="00AB78D6"/>
    <w:rsid w:val="00AC098A"/>
    <w:rsid w:val="00AC0C42"/>
    <w:rsid w:val="00AC2754"/>
    <w:rsid w:val="00AC31A1"/>
    <w:rsid w:val="00AC68C3"/>
    <w:rsid w:val="00AC6A6F"/>
    <w:rsid w:val="00AC7117"/>
    <w:rsid w:val="00AD2CAE"/>
    <w:rsid w:val="00AD5343"/>
    <w:rsid w:val="00AD5B3F"/>
    <w:rsid w:val="00AF3F53"/>
    <w:rsid w:val="00AF4DFA"/>
    <w:rsid w:val="00B04068"/>
    <w:rsid w:val="00B13F6A"/>
    <w:rsid w:val="00B1516A"/>
    <w:rsid w:val="00B25155"/>
    <w:rsid w:val="00B307E4"/>
    <w:rsid w:val="00B3710F"/>
    <w:rsid w:val="00B405AB"/>
    <w:rsid w:val="00B55D34"/>
    <w:rsid w:val="00B6336B"/>
    <w:rsid w:val="00B675FF"/>
    <w:rsid w:val="00B7350D"/>
    <w:rsid w:val="00B81B27"/>
    <w:rsid w:val="00B82695"/>
    <w:rsid w:val="00B840D1"/>
    <w:rsid w:val="00B859BE"/>
    <w:rsid w:val="00B93A8D"/>
    <w:rsid w:val="00B95BBD"/>
    <w:rsid w:val="00BA36FD"/>
    <w:rsid w:val="00BA3A0E"/>
    <w:rsid w:val="00BA46B1"/>
    <w:rsid w:val="00BA4A56"/>
    <w:rsid w:val="00BA546E"/>
    <w:rsid w:val="00BB5CED"/>
    <w:rsid w:val="00BC1FA0"/>
    <w:rsid w:val="00BC3BF2"/>
    <w:rsid w:val="00BD2167"/>
    <w:rsid w:val="00BD2F14"/>
    <w:rsid w:val="00BE53DF"/>
    <w:rsid w:val="00BF0274"/>
    <w:rsid w:val="00BF2993"/>
    <w:rsid w:val="00BF5687"/>
    <w:rsid w:val="00BF5B5A"/>
    <w:rsid w:val="00C01AE3"/>
    <w:rsid w:val="00C02AEC"/>
    <w:rsid w:val="00C02DBB"/>
    <w:rsid w:val="00C06935"/>
    <w:rsid w:val="00C11C3C"/>
    <w:rsid w:val="00C120FC"/>
    <w:rsid w:val="00C127BF"/>
    <w:rsid w:val="00C25492"/>
    <w:rsid w:val="00C31096"/>
    <w:rsid w:val="00C33609"/>
    <w:rsid w:val="00C45AB9"/>
    <w:rsid w:val="00C46558"/>
    <w:rsid w:val="00C51381"/>
    <w:rsid w:val="00C52A25"/>
    <w:rsid w:val="00C622B6"/>
    <w:rsid w:val="00C655FD"/>
    <w:rsid w:val="00C65D4F"/>
    <w:rsid w:val="00C71D9C"/>
    <w:rsid w:val="00C735EE"/>
    <w:rsid w:val="00C75CBE"/>
    <w:rsid w:val="00C87098"/>
    <w:rsid w:val="00C90A57"/>
    <w:rsid w:val="00CA0B12"/>
    <w:rsid w:val="00CA426D"/>
    <w:rsid w:val="00CB1D07"/>
    <w:rsid w:val="00CB220D"/>
    <w:rsid w:val="00CB2EFC"/>
    <w:rsid w:val="00CC41AC"/>
    <w:rsid w:val="00CC5C34"/>
    <w:rsid w:val="00CD4610"/>
    <w:rsid w:val="00CE36DB"/>
    <w:rsid w:val="00CE6A01"/>
    <w:rsid w:val="00CE6CC9"/>
    <w:rsid w:val="00CF19F2"/>
    <w:rsid w:val="00CF212F"/>
    <w:rsid w:val="00CF6981"/>
    <w:rsid w:val="00D015FA"/>
    <w:rsid w:val="00D03B00"/>
    <w:rsid w:val="00D0449F"/>
    <w:rsid w:val="00D13F58"/>
    <w:rsid w:val="00D1575A"/>
    <w:rsid w:val="00D22C01"/>
    <w:rsid w:val="00D261E5"/>
    <w:rsid w:val="00D32A37"/>
    <w:rsid w:val="00D356A6"/>
    <w:rsid w:val="00D3671D"/>
    <w:rsid w:val="00D42FAD"/>
    <w:rsid w:val="00D51DD4"/>
    <w:rsid w:val="00D52DF9"/>
    <w:rsid w:val="00D5562C"/>
    <w:rsid w:val="00D63705"/>
    <w:rsid w:val="00D70535"/>
    <w:rsid w:val="00D759A8"/>
    <w:rsid w:val="00D80184"/>
    <w:rsid w:val="00D804F0"/>
    <w:rsid w:val="00D816F1"/>
    <w:rsid w:val="00D851D0"/>
    <w:rsid w:val="00D863BE"/>
    <w:rsid w:val="00D87321"/>
    <w:rsid w:val="00D90C4F"/>
    <w:rsid w:val="00D96E11"/>
    <w:rsid w:val="00DA1859"/>
    <w:rsid w:val="00DA4BDE"/>
    <w:rsid w:val="00DB0F70"/>
    <w:rsid w:val="00DB2B28"/>
    <w:rsid w:val="00DB423E"/>
    <w:rsid w:val="00DC0763"/>
    <w:rsid w:val="00DC0953"/>
    <w:rsid w:val="00DC1330"/>
    <w:rsid w:val="00DC2EDB"/>
    <w:rsid w:val="00DC4D8A"/>
    <w:rsid w:val="00DD29A4"/>
    <w:rsid w:val="00DD755E"/>
    <w:rsid w:val="00DE0CCF"/>
    <w:rsid w:val="00DE0F07"/>
    <w:rsid w:val="00DE19C3"/>
    <w:rsid w:val="00DE6665"/>
    <w:rsid w:val="00DE6F7F"/>
    <w:rsid w:val="00DE765D"/>
    <w:rsid w:val="00DF2A48"/>
    <w:rsid w:val="00DF43CA"/>
    <w:rsid w:val="00DF6815"/>
    <w:rsid w:val="00E01152"/>
    <w:rsid w:val="00E030AB"/>
    <w:rsid w:val="00E03D93"/>
    <w:rsid w:val="00E046EC"/>
    <w:rsid w:val="00E103E2"/>
    <w:rsid w:val="00E13A89"/>
    <w:rsid w:val="00E14186"/>
    <w:rsid w:val="00E22490"/>
    <w:rsid w:val="00E24BA4"/>
    <w:rsid w:val="00E4511B"/>
    <w:rsid w:val="00E47755"/>
    <w:rsid w:val="00E5064B"/>
    <w:rsid w:val="00E530B9"/>
    <w:rsid w:val="00E63C2F"/>
    <w:rsid w:val="00E71459"/>
    <w:rsid w:val="00E720DA"/>
    <w:rsid w:val="00E862B8"/>
    <w:rsid w:val="00E96DBC"/>
    <w:rsid w:val="00EA03C3"/>
    <w:rsid w:val="00EA3F4B"/>
    <w:rsid w:val="00EA4309"/>
    <w:rsid w:val="00EA4E3F"/>
    <w:rsid w:val="00EA7564"/>
    <w:rsid w:val="00EC0BAC"/>
    <w:rsid w:val="00EC4F3D"/>
    <w:rsid w:val="00ED7416"/>
    <w:rsid w:val="00ED76C1"/>
    <w:rsid w:val="00EE2BDF"/>
    <w:rsid w:val="00EE3265"/>
    <w:rsid w:val="00EE34EA"/>
    <w:rsid w:val="00EE4732"/>
    <w:rsid w:val="00EF2957"/>
    <w:rsid w:val="00F0264B"/>
    <w:rsid w:val="00F032AC"/>
    <w:rsid w:val="00F035DB"/>
    <w:rsid w:val="00F0621C"/>
    <w:rsid w:val="00F150AF"/>
    <w:rsid w:val="00F156E1"/>
    <w:rsid w:val="00F15A01"/>
    <w:rsid w:val="00F17F51"/>
    <w:rsid w:val="00F31BCC"/>
    <w:rsid w:val="00F54ECA"/>
    <w:rsid w:val="00F63C3D"/>
    <w:rsid w:val="00F706D8"/>
    <w:rsid w:val="00F72733"/>
    <w:rsid w:val="00F748D5"/>
    <w:rsid w:val="00F74ABE"/>
    <w:rsid w:val="00F77765"/>
    <w:rsid w:val="00F81331"/>
    <w:rsid w:val="00F8361A"/>
    <w:rsid w:val="00F87165"/>
    <w:rsid w:val="00F90D22"/>
    <w:rsid w:val="00F929A5"/>
    <w:rsid w:val="00F958D3"/>
    <w:rsid w:val="00FA74EF"/>
    <w:rsid w:val="00FA7D25"/>
    <w:rsid w:val="00FA7E50"/>
    <w:rsid w:val="00FB2001"/>
    <w:rsid w:val="00FB4603"/>
    <w:rsid w:val="00FC3FB2"/>
    <w:rsid w:val="00FC568B"/>
    <w:rsid w:val="00FD1AE6"/>
    <w:rsid w:val="00FD4359"/>
    <w:rsid w:val="00FD4EC8"/>
    <w:rsid w:val="00FD69D6"/>
    <w:rsid w:val="00FE0B2E"/>
    <w:rsid w:val="00FE0F8E"/>
    <w:rsid w:val="00FF42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Street"/>
  <w:smartTagType w:namespaceuri="urn:schemas-microsoft-com:office:smarttags" w:name="PlaceType"/>
  <w:shapeDefaults>
    <o:shapedefaults v:ext="edit" spidmax="1026"/>
    <o:shapelayout v:ext="edit">
      <o:idmap v:ext="edit" data="1"/>
    </o:shapelayout>
  </w:shapeDefaults>
  <w:decimalSymbol w:val=","/>
  <w:listSeparator w:val=";"/>
  <w14:docId w14:val="5502CA60"/>
  <w15:chartTrackingRefBased/>
  <w15:docId w15:val="{58C3E741-9C97-4461-8E14-051C0668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9E9"/>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3D79E9"/>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3D79E9"/>
    <w:pPr>
      <w:pBdr>
        <w:top w:val="none" w:sz="0" w:space="0" w:color="auto"/>
      </w:pBdr>
      <w:spacing w:before="180"/>
      <w:outlineLvl w:val="1"/>
    </w:pPr>
    <w:rPr>
      <w:sz w:val="32"/>
    </w:rPr>
  </w:style>
  <w:style w:type="paragraph" w:styleId="Heading3">
    <w:name w:val="heading 3"/>
    <w:basedOn w:val="Heading2"/>
    <w:next w:val="Normal"/>
    <w:link w:val="Heading3Char"/>
    <w:qFormat/>
    <w:rsid w:val="003D79E9"/>
    <w:pPr>
      <w:spacing w:before="120"/>
      <w:outlineLvl w:val="2"/>
    </w:pPr>
    <w:rPr>
      <w:sz w:val="28"/>
    </w:rPr>
  </w:style>
  <w:style w:type="paragraph" w:styleId="Heading4">
    <w:name w:val="heading 4"/>
    <w:basedOn w:val="Heading3"/>
    <w:next w:val="Normal"/>
    <w:qFormat/>
    <w:rsid w:val="003D79E9"/>
    <w:pPr>
      <w:ind w:left="1418" w:hanging="1418"/>
      <w:outlineLvl w:val="3"/>
    </w:pPr>
    <w:rPr>
      <w:sz w:val="24"/>
    </w:rPr>
  </w:style>
  <w:style w:type="paragraph" w:styleId="Heading5">
    <w:name w:val="heading 5"/>
    <w:basedOn w:val="Heading4"/>
    <w:next w:val="Normal"/>
    <w:qFormat/>
    <w:rsid w:val="003D79E9"/>
    <w:pPr>
      <w:ind w:left="1701" w:hanging="1701"/>
      <w:outlineLvl w:val="4"/>
    </w:pPr>
    <w:rPr>
      <w:sz w:val="22"/>
    </w:rPr>
  </w:style>
  <w:style w:type="paragraph" w:styleId="Heading6">
    <w:name w:val="heading 6"/>
    <w:basedOn w:val="H6"/>
    <w:next w:val="Normal"/>
    <w:qFormat/>
    <w:rsid w:val="003D79E9"/>
    <w:pPr>
      <w:outlineLvl w:val="5"/>
    </w:pPr>
  </w:style>
  <w:style w:type="paragraph" w:styleId="Heading7">
    <w:name w:val="heading 7"/>
    <w:basedOn w:val="H6"/>
    <w:next w:val="Normal"/>
    <w:qFormat/>
    <w:rsid w:val="003D79E9"/>
    <w:pPr>
      <w:outlineLvl w:val="6"/>
    </w:pPr>
  </w:style>
  <w:style w:type="paragraph" w:styleId="Heading8">
    <w:name w:val="heading 8"/>
    <w:basedOn w:val="Heading1"/>
    <w:next w:val="Normal"/>
    <w:qFormat/>
    <w:rsid w:val="003D79E9"/>
    <w:pPr>
      <w:ind w:left="0" w:firstLine="0"/>
      <w:outlineLvl w:val="7"/>
    </w:pPr>
  </w:style>
  <w:style w:type="paragraph" w:styleId="Heading9">
    <w:name w:val="heading 9"/>
    <w:basedOn w:val="Heading8"/>
    <w:next w:val="Normal"/>
    <w:qFormat/>
    <w:rsid w:val="003D79E9"/>
    <w:pPr>
      <w:outlineLvl w:val="8"/>
    </w:pPr>
  </w:style>
  <w:style w:type="character" w:default="1" w:styleId="DefaultParagraphFont">
    <w:name w:val="Default Paragraph Font"/>
    <w:semiHidden/>
    <w:rsid w:val="003D79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9E9"/>
  </w:style>
  <w:style w:type="paragraph" w:customStyle="1" w:styleId="H6">
    <w:name w:val="H6"/>
    <w:basedOn w:val="Heading5"/>
    <w:next w:val="Normal"/>
    <w:rsid w:val="003D79E9"/>
    <w:pPr>
      <w:ind w:left="1985" w:hanging="1985"/>
      <w:outlineLvl w:val="9"/>
    </w:pPr>
    <w:rPr>
      <w:sz w:val="20"/>
    </w:rPr>
  </w:style>
  <w:style w:type="paragraph" w:styleId="TOC9">
    <w:name w:val="toc 9"/>
    <w:basedOn w:val="TOC8"/>
    <w:semiHidden/>
    <w:rsid w:val="003D79E9"/>
    <w:pPr>
      <w:ind w:left="1418" w:hanging="1418"/>
    </w:pPr>
  </w:style>
  <w:style w:type="paragraph" w:styleId="TOC8">
    <w:name w:val="toc 8"/>
    <w:basedOn w:val="TOC1"/>
    <w:rsid w:val="003D79E9"/>
    <w:pPr>
      <w:spacing w:before="180"/>
      <w:ind w:left="2693" w:hanging="2693"/>
    </w:pPr>
    <w:rPr>
      <w:b/>
    </w:rPr>
  </w:style>
  <w:style w:type="paragraph" w:styleId="TOC1">
    <w:name w:val="toc 1"/>
    <w:rsid w:val="003D79E9"/>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3D79E9"/>
    <w:pPr>
      <w:keepLines/>
      <w:tabs>
        <w:tab w:val="center" w:pos="4536"/>
        <w:tab w:val="right" w:pos="9072"/>
      </w:tabs>
    </w:pPr>
    <w:rPr>
      <w:noProof/>
    </w:rPr>
  </w:style>
  <w:style w:type="character" w:customStyle="1" w:styleId="ZGSM">
    <w:name w:val="ZGSM"/>
    <w:rsid w:val="003D79E9"/>
  </w:style>
  <w:style w:type="paragraph" w:styleId="Header">
    <w:name w:val="header"/>
    <w:rsid w:val="003D79E9"/>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3D79E9"/>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3D79E9"/>
    <w:pPr>
      <w:ind w:left="1701" w:hanging="1701"/>
    </w:pPr>
  </w:style>
  <w:style w:type="paragraph" w:styleId="TOC4">
    <w:name w:val="toc 4"/>
    <w:basedOn w:val="TOC3"/>
    <w:rsid w:val="003D79E9"/>
    <w:pPr>
      <w:ind w:left="1418" w:hanging="1418"/>
    </w:pPr>
  </w:style>
  <w:style w:type="paragraph" w:styleId="TOC3">
    <w:name w:val="toc 3"/>
    <w:basedOn w:val="TOC2"/>
    <w:rsid w:val="003D79E9"/>
    <w:pPr>
      <w:ind w:left="1134" w:hanging="1134"/>
    </w:pPr>
  </w:style>
  <w:style w:type="paragraph" w:styleId="TOC2">
    <w:name w:val="toc 2"/>
    <w:basedOn w:val="TOC1"/>
    <w:rsid w:val="003D79E9"/>
    <w:pPr>
      <w:keepNext w:val="0"/>
      <w:spacing w:before="0"/>
      <w:ind w:left="851" w:hanging="851"/>
    </w:pPr>
    <w:rPr>
      <w:sz w:val="20"/>
    </w:rPr>
  </w:style>
  <w:style w:type="paragraph" w:styleId="Index1">
    <w:name w:val="index 1"/>
    <w:basedOn w:val="Normal"/>
    <w:semiHidden/>
    <w:rsid w:val="003D79E9"/>
    <w:pPr>
      <w:keepLines/>
      <w:spacing w:after="0"/>
    </w:pPr>
  </w:style>
  <w:style w:type="paragraph" w:styleId="Index2">
    <w:name w:val="index 2"/>
    <w:basedOn w:val="Index1"/>
    <w:semiHidden/>
    <w:rsid w:val="003D79E9"/>
    <w:pPr>
      <w:ind w:left="284"/>
    </w:pPr>
  </w:style>
  <w:style w:type="paragraph" w:customStyle="1" w:styleId="TT">
    <w:name w:val="TT"/>
    <w:basedOn w:val="Heading1"/>
    <w:next w:val="Normal"/>
    <w:rsid w:val="003D79E9"/>
    <w:pPr>
      <w:outlineLvl w:val="9"/>
    </w:pPr>
  </w:style>
  <w:style w:type="paragraph" w:styleId="Footer">
    <w:name w:val="footer"/>
    <w:basedOn w:val="Header"/>
    <w:rsid w:val="003D79E9"/>
    <w:pPr>
      <w:jc w:val="center"/>
    </w:pPr>
    <w:rPr>
      <w:i/>
    </w:rPr>
  </w:style>
  <w:style w:type="character" w:styleId="FootnoteReference">
    <w:name w:val="footnote reference"/>
    <w:basedOn w:val="DefaultParagraphFont"/>
    <w:semiHidden/>
    <w:rsid w:val="003D79E9"/>
    <w:rPr>
      <w:b/>
      <w:position w:val="6"/>
      <w:sz w:val="16"/>
    </w:rPr>
  </w:style>
  <w:style w:type="paragraph" w:styleId="FootnoteText">
    <w:name w:val="footnote text"/>
    <w:basedOn w:val="Normal"/>
    <w:semiHidden/>
    <w:rsid w:val="003D79E9"/>
    <w:pPr>
      <w:keepLines/>
      <w:spacing w:after="0"/>
      <w:ind w:left="454" w:hanging="454"/>
    </w:pPr>
    <w:rPr>
      <w:sz w:val="16"/>
    </w:rPr>
  </w:style>
  <w:style w:type="paragraph" w:customStyle="1" w:styleId="NF">
    <w:name w:val="NF"/>
    <w:basedOn w:val="NO"/>
    <w:rsid w:val="003D79E9"/>
    <w:pPr>
      <w:keepNext/>
      <w:spacing w:after="0"/>
    </w:pPr>
    <w:rPr>
      <w:rFonts w:ascii="Arial" w:hAnsi="Arial"/>
      <w:sz w:val="18"/>
    </w:rPr>
  </w:style>
  <w:style w:type="paragraph" w:customStyle="1" w:styleId="NO">
    <w:name w:val="NO"/>
    <w:basedOn w:val="Normal"/>
    <w:link w:val="NOChar"/>
    <w:rsid w:val="003D79E9"/>
    <w:pPr>
      <w:keepLines/>
      <w:ind w:left="1135" w:hanging="851"/>
    </w:pPr>
  </w:style>
  <w:style w:type="paragraph" w:customStyle="1" w:styleId="PL">
    <w:name w:val="PL"/>
    <w:rsid w:val="003D79E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3D79E9"/>
    <w:pPr>
      <w:jc w:val="right"/>
    </w:pPr>
  </w:style>
  <w:style w:type="paragraph" w:customStyle="1" w:styleId="TAL">
    <w:name w:val="TAL"/>
    <w:basedOn w:val="Normal"/>
    <w:link w:val="TALChar"/>
    <w:rsid w:val="003D79E9"/>
    <w:pPr>
      <w:keepNext/>
      <w:keepLines/>
      <w:spacing w:after="0"/>
    </w:pPr>
    <w:rPr>
      <w:rFonts w:ascii="Arial" w:hAnsi="Arial"/>
      <w:sz w:val="18"/>
    </w:rPr>
  </w:style>
  <w:style w:type="paragraph" w:styleId="ListNumber2">
    <w:name w:val="List Number 2"/>
    <w:basedOn w:val="ListNumber"/>
    <w:rsid w:val="003D79E9"/>
    <w:pPr>
      <w:ind w:left="851"/>
    </w:pPr>
  </w:style>
  <w:style w:type="paragraph" w:styleId="ListNumber">
    <w:name w:val="List Number"/>
    <w:basedOn w:val="List"/>
    <w:rsid w:val="003D79E9"/>
  </w:style>
  <w:style w:type="paragraph" w:styleId="List">
    <w:name w:val="List"/>
    <w:basedOn w:val="Normal"/>
    <w:rsid w:val="003D79E9"/>
    <w:pPr>
      <w:ind w:left="568" w:hanging="284"/>
    </w:pPr>
  </w:style>
  <w:style w:type="paragraph" w:customStyle="1" w:styleId="TAH">
    <w:name w:val="TAH"/>
    <w:basedOn w:val="TAC"/>
    <w:link w:val="TAHCar"/>
    <w:rsid w:val="003D79E9"/>
    <w:rPr>
      <w:b/>
    </w:rPr>
  </w:style>
  <w:style w:type="paragraph" w:customStyle="1" w:styleId="TAC">
    <w:name w:val="TAC"/>
    <w:basedOn w:val="TAL"/>
    <w:link w:val="TACChar"/>
    <w:rsid w:val="003D79E9"/>
    <w:pPr>
      <w:jc w:val="center"/>
    </w:pPr>
  </w:style>
  <w:style w:type="paragraph" w:customStyle="1" w:styleId="LD">
    <w:name w:val="LD"/>
    <w:rsid w:val="003D79E9"/>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3D79E9"/>
    <w:pPr>
      <w:keepLines/>
      <w:ind w:left="1702" w:hanging="1418"/>
    </w:pPr>
  </w:style>
  <w:style w:type="paragraph" w:customStyle="1" w:styleId="FP">
    <w:name w:val="FP"/>
    <w:basedOn w:val="Normal"/>
    <w:rsid w:val="003D79E9"/>
    <w:pPr>
      <w:spacing w:after="0"/>
    </w:pPr>
  </w:style>
  <w:style w:type="paragraph" w:customStyle="1" w:styleId="NW">
    <w:name w:val="NW"/>
    <w:basedOn w:val="NO"/>
    <w:rsid w:val="003D79E9"/>
    <w:pPr>
      <w:spacing w:after="0"/>
    </w:pPr>
  </w:style>
  <w:style w:type="paragraph" w:customStyle="1" w:styleId="EW">
    <w:name w:val="EW"/>
    <w:basedOn w:val="EX"/>
    <w:rsid w:val="003D79E9"/>
    <w:pPr>
      <w:spacing w:after="0"/>
    </w:pPr>
  </w:style>
  <w:style w:type="paragraph" w:customStyle="1" w:styleId="B1">
    <w:name w:val="B1"/>
    <w:basedOn w:val="List"/>
    <w:link w:val="B1Char"/>
    <w:rsid w:val="003D79E9"/>
  </w:style>
  <w:style w:type="paragraph" w:styleId="TOC6">
    <w:name w:val="toc 6"/>
    <w:basedOn w:val="TOC5"/>
    <w:next w:val="Normal"/>
    <w:semiHidden/>
    <w:rsid w:val="003D79E9"/>
    <w:pPr>
      <w:ind w:left="1985" w:hanging="1985"/>
    </w:pPr>
  </w:style>
  <w:style w:type="paragraph" w:styleId="TOC7">
    <w:name w:val="toc 7"/>
    <w:basedOn w:val="TOC6"/>
    <w:next w:val="Normal"/>
    <w:semiHidden/>
    <w:rsid w:val="003D79E9"/>
    <w:pPr>
      <w:ind w:left="2268" w:hanging="2268"/>
    </w:pPr>
  </w:style>
  <w:style w:type="paragraph" w:styleId="ListBullet2">
    <w:name w:val="List Bullet 2"/>
    <w:basedOn w:val="ListBullet"/>
    <w:rsid w:val="003D79E9"/>
    <w:pPr>
      <w:ind w:left="851"/>
    </w:pPr>
  </w:style>
  <w:style w:type="paragraph" w:styleId="ListBullet">
    <w:name w:val="List Bullet"/>
    <w:basedOn w:val="List"/>
    <w:rsid w:val="003D79E9"/>
  </w:style>
  <w:style w:type="paragraph" w:customStyle="1" w:styleId="EditorsNote">
    <w:name w:val="Editor's Note"/>
    <w:basedOn w:val="NO"/>
    <w:rsid w:val="003D79E9"/>
    <w:rPr>
      <w:color w:val="FF0000"/>
    </w:rPr>
  </w:style>
  <w:style w:type="paragraph" w:customStyle="1" w:styleId="TH">
    <w:name w:val="TH"/>
    <w:basedOn w:val="Normal"/>
    <w:link w:val="THChar"/>
    <w:rsid w:val="003D79E9"/>
    <w:pPr>
      <w:keepNext/>
      <w:keepLines/>
      <w:spacing w:before="60"/>
      <w:jc w:val="center"/>
    </w:pPr>
    <w:rPr>
      <w:rFonts w:ascii="Arial" w:hAnsi="Arial"/>
      <w:b/>
    </w:rPr>
  </w:style>
  <w:style w:type="paragraph" w:customStyle="1" w:styleId="ZA">
    <w:name w:val="ZA"/>
    <w:rsid w:val="003D79E9"/>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3D79E9"/>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3D79E9"/>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3D79E9"/>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link w:val="TANZchn"/>
    <w:rsid w:val="003D79E9"/>
    <w:pPr>
      <w:ind w:left="851" w:hanging="851"/>
    </w:pPr>
  </w:style>
  <w:style w:type="paragraph" w:customStyle="1" w:styleId="ZH">
    <w:name w:val="ZH"/>
    <w:rsid w:val="003D79E9"/>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3D79E9"/>
    <w:pPr>
      <w:keepNext w:val="0"/>
      <w:spacing w:before="0" w:after="240"/>
    </w:pPr>
  </w:style>
  <w:style w:type="paragraph" w:customStyle="1" w:styleId="ZG">
    <w:name w:val="ZG"/>
    <w:rsid w:val="003D79E9"/>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3D79E9"/>
    <w:pPr>
      <w:ind w:left="1135"/>
    </w:pPr>
  </w:style>
  <w:style w:type="paragraph" w:styleId="List2">
    <w:name w:val="List 2"/>
    <w:basedOn w:val="List"/>
    <w:rsid w:val="003D79E9"/>
    <w:pPr>
      <w:ind w:left="851"/>
    </w:pPr>
  </w:style>
  <w:style w:type="paragraph" w:styleId="List3">
    <w:name w:val="List 3"/>
    <w:basedOn w:val="List2"/>
    <w:rsid w:val="003D79E9"/>
    <w:pPr>
      <w:ind w:left="1135"/>
    </w:pPr>
  </w:style>
  <w:style w:type="paragraph" w:styleId="List4">
    <w:name w:val="List 4"/>
    <w:basedOn w:val="List3"/>
    <w:rsid w:val="003D79E9"/>
    <w:pPr>
      <w:ind w:left="1418"/>
    </w:pPr>
  </w:style>
  <w:style w:type="paragraph" w:styleId="List5">
    <w:name w:val="List 5"/>
    <w:basedOn w:val="List4"/>
    <w:rsid w:val="003D79E9"/>
    <w:pPr>
      <w:ind w:left="1702"/>
    </w:pPr>
  </w:style>
  <w:style w:type="paragraph" w:styleId="ListBullet4">
    <w:name w:val="List Bullet 4"/>
    <w:basedOn w:val="ListBullet3"/>
    <w:rsid w:val="003D79E9"/>
    <w:pPr>
      <w:ind w:left="1418"/>
    </w:pPr>
  </w:style>
  <w:style w:type="paragraph" w:styleId="ListBullet5">
    <w:name w:val="List Bullet 5"/>
    <w:basedOn w:val="ListBullet4"/>
    <w:rsid w:val="003D79E9"/>
    <w:pPr>
      <w:ind w:left="1702"/>
    </w:pPr>
  </w:style>
  <w:style w:type="paragraph" w:customStyle="1" w:styleId="B2">
    <w:name w:val="B2"/>
    <w:basedOn w:val="List2"/>
    <w:rsid w:val="003D79E9"/>
  </w:style>
  <w:style w:type="paragraph" w:customStyle="1" w:styleId="B3">
    <w:name w:val="B3"/>
    <w:basedOn w:val="List3"/>
    <w:rsid w:val="003D79E9"/>
  </w:style>
  <w:style w:type="paragraph" w:customStyle="1" w:styleId="B4">
    <w:name w:val="B4"/>
    <w:basedOn w:val="List4"/>
    <w:rsid w:val="003D79E9"/>
  </w:style>
  <w:style w:type="paragraph" w:customStyle="1" w:styleId="B5">
    <w:name w:val="B5"/>
    <w:basedOn w:val="List5"/>
    <w:rsid w:val="003D79E9"/>
  </w:style>
  <w:style w:type="paragraph" w:customStyle="1" w:styleId="ZTD">
    <w:name w:val="ZTD"/>
    <w:basedOn w:val="ZB"/>
    <w:rsid w:val="003D79E9"/>
    <w:pPr>
      <w:framePr w:hRule="auto" w:wrap="notBeside" w:y="852"/>
    </w:pPr>
    <w:rPr>
      <w:i w:val="0"/>
      <w:sz w:val="40"/>
    </w:rPr>
  </w:style>
  <w:style w:type="paragraph" w:customStyle="1" w:styleId="ZV">
    <w:name w:val="ZV"/>
    <w:basedOn w:val="ZU"/>
    <w:rsid w:val="003D79E9"/>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character" w:customStyle="1" w:styleId="Heading1Char">
    <w:name w:val="Heading 1 Char"/>
    <w:link w:val="Heading1"/>
    <w:rsid w:val="00DB0F70"/>
    <w:rPr>
      <w:rFonts w:ascii="Arial" w:eastAsia="Times New Roman" w:hAnsi="Arial"/>
      <w:sz w:val="36"/>
    </w:rPr>
  </w:style>
  <w:style w:type="character" w:customStyle="1" w:styleId="Heading2Char">
    <w:name w:val="Heading 2 Char"/>
    <w:link w:val="Heading2"/>
    <w:rsid w:val="00DC0953"/>
    <w:rPr>
      <w:rFonts w:ascii="Arial" w:eastAsia="Times New Roman" w:hAnsi="Arial"/>
      <w:sz w:val="32"/>
    </w:rPr>
  </w:style>
  <w:style w:type="character" w:customStyle="1" w:styleId="Heading3Char">
    <w:name w:val="Heading 3 Char"/>
    <w:link w:val="Heading3"/>
    <w:rsid w:val="00DC0953"/>
    <w:rPr>
      <w:rFonts w:ascii="Arial" w:eastAsia="Times New Roman" w:hAnsi="Arial"/>
      <w:sz w:val="28"/>
    </w:rPr>
  </w:style>
  <w:style w:type="table" w:styleId="TableGrid">
    <w:name w:val="Table Grid"/>
    <w:basedOn w:val="TableNormal"/>
    <w:uiPriority w:val="59"/>
    <w:rsid w:val="00E63C2F"/>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Char">
    <w:name w:val="TH Char"/>
    <w:link w:val="TH"/>
    <w:rsid w:val="00E63C2F"/>
    <w:rPr>
      <w:rFonts w:ascii="Arial" w:eastAsia="Times New Roman" w:hAnsi="Arial"/>
      <w:b/>
    </w:rPr>
  </w:style>
  <w:style w:type="paragraph" w:customStyle="1" w:styleId="TableText">
    <w:name w:val="TableText"/>
    <w:basedOn w:val="BodyTextIndent"/>
    <w:rsid w:val="00A226EF"/>
    <w:pPr>
      <w:keepNext/>
      <w:keepLines/>
      <w:spacing w:after="180"/>
      <w:ind w:left="0"/>
      <w:jc w:val="center"/>
    </w:pPr>
    <w:rPr>
      <w:snapToGrid w:val="0"/>
      <w:kern w:val="2"/>
    </w:rPr>
  </w:style>
  <w:style w:type="paragraph" w:styleId="BodyTextIndent">
    <w:name w:val="Body Text Indent"/>
    <w:basedOn w:val="Normal"/>
    <w:rsid w:val="00A226EF"/>
    <w:pPr>
      <w:spacing w:after="120"/>
      <w:ind w:left="283"/>
    </w:pPr>
  </w:style>
  <w:style w:type="paragraph" w:styleId="BalloonText">
    <w:name w:val="Balloon Text"/>
    <w:basedOn w:val="Normal"/>
    <w:semiHidden/>
    <w:rsid w:val="001023C6"/>
    <w:rPr>
      <w:rFonts w:ascii="Tahoma" w:hAnsi="Tahoma" w:cs="Tahoma"/>
      <w:sz w:val="16"/>
      <w:szCs w:val="16"/>
    </w:rPr>
  </w:style>
  <w:style w:type="character" w:customStyle="1" w:styleId="NOChar">
    <w:name w:val="NO Char"/>
    <w:link w:val="NO"/>
    <w:rsid w:val="008559DD"/>
    <w:rPr>
      <w:rFonts w:eastAsia="Times New Roman"/>
    </w:rPr>
  </w:style>
  <w:style w:type="character" w:customStyle="1" w:styleId="TACChar">
    <w:name w:val="TAC Char"/>
    <w:link w:val="TAC"/>
    <w:rsid w:val="008559DD"/>
    <w:rPr>
      <w:rFonts w:ascii="Arial" w:eastAsia="Times New Roman" w:hAnsi="Arial"/>
      <w:sz w:val="18"/>
    </w:rPr>
  </w:style>
  <w:style w:type="paragraph" w:styleId="CommentSubject">
    <w:name w:val="annotation subject"/>
    <w:basedOn w:val="CommentText"/>
    <w:next w:val="CommentText"/>
    <w:semiHidden/>
    <w:rsid w:val="009D5DFA"/>
    <w:rPr>
      <w:b/>
      <w:bCs/>
    </w:rPr>
  </w:style>
  <w:style w:type="character" w:customStyle="1" w:styleId="B1Char">
    <w:name w:val="B1 Char"/>
    <w:link w:val="B1"/>
    <w:rsid w:val="00C75CBE"/>
    <w:rPr>
      <w:rFonts w:eastAsia="Times New Roman"/>
    </w:rPr>
  </w:style>
  <w:style w:type="character" w:customStyle="1" w:styleId="TANZchn">
    <w:name w:val="TAN Zchn"/>
    <w:link w:val="TAN"/>
    <w:rsid w:val="00993171"/>
    <w:rPr>
      <w:rFonts w:ascii="Arial" w:eastAsia="Times New Roman" w:hAnsi="Arial"/>
      <w:sz w:val="18"/>
    </w:rPr>
  </w:style>
  <w:style w:type="character" w:customStyle="1" w:styleId="TALChar">
    <w:name w:val="TAL Char"/>
    <w:link w:val="TAL"/>
    <w:rsid w:val="005F055A"/>
    <w:rPr>
      <w:rFonts w:ascii="Arial" w:eastAsia="Times New Roman" w:hAnsi="Arial"/>
      <w:sz w:val="18"/>
    </w:rPr>
  </w:style>
  <w:style w:type="character" w:customStyle="1" w:styleId="TAHCar">
    <w:name w:val="TAH Car"/>
    <w:link w:val="TAH"/>
    <w:rsid w:val="00280E2C"/>
    <w:rPr>
      <w:rFonts w:ascii="Arial" w:eastAsia="Times New Roman"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73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8.bin"/><Relationship Id="rId50" Type="http://schemas.openxmlformats.org/officeDocument/2006/relationships/image" Target="media/image24.wmf"/><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9.wmf"/><Relationship Id="rId29" Type="http://schemas.openxmlformats.org/officeDocument/2006/relationships/oleObject" Target="embeddings/oleObject9.bin"/><Relationship Id="rId41" Type="http://schemas.openxmlformats.org/officeDocument/2006/relationships/oleObject" Target="embeddings/oleObject15.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9.bin"/><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21.wmf"/><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3.wmf"/><Relationship Id="rId8" Type="http://schemas.openxmlformats.org/officeDocument/2006/relationships/image" Target="media/image1.jpeg"/><Relationship Id="rId51" Type="http://schemas.openxmlformats.org/officeDocument/2006/relationships/oleObject" Target="embeddings/oleObject20.bin"/><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EC6FD-2BCF-497B-9DAE-5EFEFFDC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TotalTime>
  <Pages>59</Pages>
  <Words>20164</Words>
  <Characters>114939</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3GPP TS 36.106</vt:lpstr>
    </vt:vector>
  </TitlesOfParts>
  <Manager/>
  <Company/>
  <LinksUpToDate>false</LinksUpToDate>
  <CharactersWithSpaces>134834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36.106</dc:title>
  <dc:subject>Evolved Universal Terrestrial Radio Access (E-UTRA); FDD Repeater radio transmission and reception (Release 16)</dc:subject>
  <dc:creator>MCC Support</dc:creator>
  <cp:keywords/>
  <dc:description/>
  <cp:lastModifiedBy>MCC</cp:lastModifiedBy>
  <cp:revision>8</cp:revision>
  <cp:lastPrinted>2008-09-19T05:38:00Z</cp:lastPrinted>
  <dcterms:created xsi:type="dcterms:W3CDTF">2022-02-02T14:00:00Z</dcterms:created>
  <dcterms:modified xsi:type="dcterms:W3CDTF">2022-04-04T09:29:00Z</dcterms:modified>
  <cp:category/>
</cp:coreProperties>
</file>