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2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83"/>
        <w:gridCol w:w="5540"/>
      </w:tblGrid>
      <w:tr w:rsidR="004F0988" w:rsidRPr="000334B8" w14:paraId="0428AA82" w14:textId="77777777" w:rsidTr="005E4BB2">
        <w:tc>
          <w:tcPr>
            <w:tcW w:w="10423" w:type="dxa"/>
            <w:gridSpan w:val="2"/>
            <w:shd w:val="clear" w:color="auto" w:fill="auto"/>
          </w:tcPr>
          <w:p w14:paraId="5FF9907B" w14:textId="38EAC7D4" w:rsidR="004F0988" w:rsidRPr="000334B8" w:rsidRDefault="004F0988" w:rsidP="00133525">
            <w:pPr>
              <w:pStyle w:val="ZA"/>
              <w:framePr w:w="0" w:hRule="auto" w:wrap="auto" w:vAnchor="margin" w:hAnchor="text" w:yAlign="inline"/>
            </w:pPr>
            <w:bookmarkStart w:id="0" w:name="page1"/>
            <w:r w:rsidRPr="000334B8">
              <w:rPr>
                <w:sz w:val="64"/>
              </w:rPr>
              <w:t xml:space="preserve">3GPP </w:t>
            </w:r>
            <w:bookmarkStart w:id="1" w:name="specType1"/>
            <w:r w:rsidRPr="000334B8">
              <w:rPr>
                <w:sz w:val="64"/>
              </w:rPr>
              <w:t>TS</w:t>
            </w:r>
            <w:bookmarkEnd w:id="1"/>
            <w:r w:rsidRPr="000334B8">
              <w:rPr>
                <w:sz w:val="64"/>
              </w:rPr>
              <w:t xml:space="preserve"> </w:t>
            </w:r>
            <w:bookmarkStart w:id="2" w:name="specNumber"/>
            <w:r w:rsidR="000334B8" w:rsidRPr="000334B8">
              <w:rPr>
                <w:sz w:val="64"/>
              </w:rPr>
              <w:t>38</w:t>
            </w:r>
            <w:r w:rsidRPr="000334B8">
              <w:rPr>
                <w:sz w:val="64"/>
              </w:rPr>
              <w:t>.</w:t>
            </w:r>
            <w:bookmarkEnd w:id="2"/>
            <w:r w:rsidR="000334B8" w:rsidRPr="000334B8">
              <w:rPr>
                <w:sz w:val="64"/>
              </w:rPr>
              <w:t>133</w:t>
            </w:r>
            <w:r w:rsidRPr="000334B8">
              <w:rPr>
                <w:sz w:val="64"/>
              </w:rPr>
              <w:t xml:space="preserve"> </w:t>
            </w:r>
            <w:r w:rsidRPr="000334B8">
              <w:t>V</w:t>
            </w:r>
            <w:bookmarkStart w:id="3" w:name="specVersion"/>
            <w:r w:rsidR="000334B8" w:rsidRPr="000334B8">
              <w:t>1</w:t>
            </w:r>
            <w:r w:rsidR="002303FE">
              <w:t>6</w:t>
            </w:r>
            <w:r w:rsidRPr="000334B8">
              <w:t>.</w:t>
            </w:r>
            <w:r w:rsidR="009F0EEA">
              <w:t>14</w:t>
            </w:r>
            <w:r w:rsidRPr="000334B8">
              <w:t>.</w:t>
            </w:r>
            <w:bookmarkEnd w:id="3"/>
            <w:r w:rsidR="000334B8" w:rsidRPr="000334B8">
              <w:t>0</w:t>
            </w:r>
            <w:r w:rsidRPr="000334B8">
              <w:t xml:space="preserve"> </w:t>
            </w:r>
            <w:r w:rsidRPr="000334B8">
              <w:rPr>
                <w:sz w:val="32"/>
              </w:rPr>
              <w:t>(</w:t>
            </w:r>
            <w:bookmarkStart w:id="4" w:name="issueDate"/>
            <w:r w:rsidR="005727DA" w:rsidRPr="000334B8">
              <w:rPr>
                <w:sz w:val="32"/>
              </w:rPr>
              <w:t>202</w:t>
            </w:r>
            <w:r w:rsidR="005727DA">
              <w:rPr>
                <w:sz w:val="32"/>
              </w:rPr>
              <w:t>2</w:t>
            </w:r>
            <w:r w:rsidRPr="000334B8">
              <w:rPr>
                <w:sz w:val="32"/>
              </w:rPr>
              <w:t>-</w:t>
            </w:r>
            <w:bookmarkEnd w:id="4"/>
            <w:r w:rsidR="009F0EEA">
              <w:rPr>
                <w:sz w:val="32"/>
              </w:rPr>
              <w:t>12</w:t>
            </w:r>
            <w:r w:rsidRPr="000334B8">
              <w:rPr>
                <w:sz w:val="32"/>
              </w:rPr>
              <w:t>)</w:t>
            </w:r>
          </w:p>
        </w:tc>
      </w:tr>
      <w:tr w:rsidR="004F0988" w:rsidRPr="000334B8" w14:paraId="5E4C81D8" w14:textId="77777777" w:rsidTr="005E4BB2">
        <w:trPr>
          <w:trHeight w:hRule="exact" w:val="1134"/>
        </w:trPr>
        <w:tc>
          <w:tcPr>
            <w:tcW w:w="10423" w:type="dxa"/>
            <w:gridSpan w:val="2"/>
            <w:shd w:val="clear" w:color="auto" w:fill="auto"/>
          </w:tcPr>
          <w:p w14:paraId="2721FF51" w14:textId="77777777" w:rsidR="00BA4B8D" w:rsidRPr="000334B8" w:rsidRDefault="004F0988" w:rsidP="000334B8">
            <w:pPr>
              <w:pStyle w:val="ZB"/>
              <w:framePr w:w="0" w:hRule="auto" w:wrap="auto" w:vAnchor="margin" w:hAnchor="text" w:yAlign="inline"/>
            </w:pPr>
            <w:r w:rsidRPr="000334B8">
              <w:t xml:space="preserve">Technical </w:t>
            </w:r>
            <w:bookmarkStart w:id="5" w:name="spectype2"/>
            <w:r w:rsidRPr="000334B8">
              <w:t>Specification</w:t>
            </w:r>
            <w:bookmarkEnd w:id="5"/>
          </w:p>
        </w:tc>
      </w:tr>
      <w:tr w:rsidR="004F0988" w14:paraId="3D70705A" w14:textId="77777777" w:rsidTr="005E4BB2">
        <w:trPr>
          <w:trHeight w:hRule="exact" w:val="3686"/>
        </w:trPr>
        <w:tc>
          <w:tcPr>
            <w:tcW w:w="10423" w:type="dxa"/>
            <w:gridSpan w:val="2"/>
            <w:shd w:val="clear" w:color="auto" w:fill="auto"/>
          </w:tcPr>
          <w:p w14:paraId="381E16E2" w14:textId="77777777" w:rsidR="000334B8" w:rsidRPr="00B840AC" w:rsidRDefault="000334B8" w:rsidP="000334B8">
            <w:pPr>
              <w:pStyle w:val="ZT"/>
              <w:framePr w:wrap="auto" w:hAnchor="text" w:yAlign="inline"/>
            </w:pPr>
            <w:r w:rsidRPr="00B840AC">
              <w:t>3rd Generation Partnership Project;</w:t>
            </w:r>
          </w:p>
          <w:p w14:paraId="7560A6A7" w14:textId="77777777" w:rsidR="000334B8" w:rsidRPr="00B840AC" w:rsidRDefault="000334B8" w:rsidP="000334B8">
            <w:pPr>
              <w:pStyle w:val="ZT"/>
              <w:framePr w:wrap="auto" w:hAnchor="text" w:yAlign="inline"/>
            </w:pPr>
            <w:r w:rsidRPr="00B840AC">
              <w:t xml:space="preserve">Technical Specification Group </w:t>
            </w:r>
            <w:r w:rsidRPr="00B840AC">
              <w:rPr>
                <w:rFonts w:eastAsia="Malgun Gothic"/>
                <w:lang w:eastAsia="ko-KR"/>
              </w:rPr>
              <w:t>Radio A</w:t>
            </w:r>
            <w:r w:rsidRPr="00B840AC">
              <w:rPr>
                <w:rFonts w:eastAsia="Malgun Gothic" w:hint="eastAsia"/>
                <w:lang w:eastAsia="ko-KR"/>
              </w:rPr>
              <w:t>ccess Network</w:t>
            </w:r>
            <w:r w:rsidRPr="00B840AC">
              <w:t>;</w:t>
            </w:r>
          </w:p>
          <w:p w14:paraId="17E64A9C" w14:textId="77777777" w:rsidR="000334B8" w:rsidRPr="00B840AC" w:rsidRDefault="000334B8" w:rsidP="000334B8">
            <w:pPr>
              <w:pStyle w:val="ZT"/>
              <w:framePr w:wrap="auto" w:hAnchor="text" w:yAlign="inline"/>
            </w:pPr>
            <w:r w:rsidRPr="00B840AC">
              <w:t>NR;</w:t>
            </w:r>
          </w:p>
          <w:p w14:paraId="78C8F28C" w14:textId="77777777" w:rsidR="000334B8" w:rsidRPr="00B840AC" w:rsidRDefault="000334B8" w:rsidP="000334B8">
            <w:pPr>
              <w:pStyle w:val="ZT"/>
              <w:framePr w:wrap="auto" w:hAnchor="text" w:yAlign="inline"/>
            </w:pPr>
            <w:r w:rsidRPr="00B840AC">
              <w:rPr>
                <w:rFonts w:cs="v4.2.0"/>
              </w:rPr>
              <w:t>Requirements for support of radio resource management</w:t>
            </w:r>
          </w:p>
          <w:p w14:paraId="500DE7AF" w14:textId="77777777" w:rsidR="000334B8" w:rsidRPr="00B840AC" w:rsidRDefault="000334B8" w:rsidP="000334B8">
            <w:pPr>
              <w:pStyle w:val="ZT"/>
              <w:framePr w:wrap="auto" w:hAnchor="text" w:yAlign="inline"/>
              <w:rPr>
                <w:i/>
                <w:sz w:val="28"/>
              </w:rPr>
            </w:pPr>
            <w:r w:rsidRPr="00B840AC">
              <w:t>(</w:t>
            </w:r>
            <w:r w:rsidRPr="00B840AC">
              <w:rPr>
                <w:rStyle w:val="ZGSM"/>
              </w:rPr>
              <w:t>Release 1</w:t>
            </w:r>
            <w:r w:rsidR="002303FE">
              <w:rPr>
                <w:rStyle w:val="ZGSM"/>
              </w:rPr>
              <w:t>6</w:t>
            </w:r>
            <w:r w:rsidRPr="00B840AC">
              <w:t>)</w:t>
            </w:r>
          </w:p>
          <w:p w14:paraId="407E041C" w14:textId="77777777" w:rsidR="004F0988" w:rsidRPr="00133525" w:rsidRDefault="004F0988" w:rsidP="00133525">
            <w:pPr>
              <w:pStyle w:val="ZT"/>
              <w:framePr w:wrap="auto" w:hAnchor="text" w:yAlign="inline"/>
              <w:rPr>
                <w:i/>
                <w:sz w:val="28"/>
              </w:rPr>
            </w:pPr>
          </w:p>
        </w:tc>
      </w:tr>
      <w:tr w:rsidR="00BF128E" w14:paraId="2B6BD315" w14:textId="77777777" w:rsidTr="005E4BB2">
        <w:tc>
          <w:tcPr>
            <w:tcW w:w="10423" w:type="dxa"/>
            <w:gridSpan w:val="2"/>
            <w:shd w:val="clear" w:color="auto" w:fill="auto"/>
          </w:tcPr>
          <w:p w14:paraId="1D92FFCB" w14:textId="77777777" w:rsidR="00BF128E" w:rsidRPr="000334B8" w:rsidRDefault="00BF128E" w:rsidP="00133525">
            <w:pPr>
              <w:pStyle w:val="ZU"/>
              <w:framePr w:w="0" w:wrap="auto" w:vAnchor="margin" w:hAnchor="text" w:yAlign="inline"/>
              <w:tabs>
                <w:tab w:val="right" w:pos="10206"/>
              </w:tabs>
              <w:jc w:val="left"/>
            </w:pPr>
            <w:r w:rsidRPr="00133525">
              <w:rPr>
                <w:color w:val="0000FF"/>
              </w:rPr>
              <w:tab/>
            </w:r>
          </w:p>
        </w:tc>
      </w:tr>
      <w:tr w:rsidR="00D57972" w14:paraId="06120C57" w14:textId="77777777" w:rsidTr="005E4BB2">
        <w:trPr>
          <w:trHeight w:hRule="exact" w:val="1531"/>
        </w:trPr>
        <w:tc>
          <w:tcPr>
            <w:tcW w:w="4883" w:type="dxa"/>
            <w:shd w:val="clear" w:color="auto" w:fill="auto"/>
          </w:tcPr>
          <w:p w14:paraId="628D9947" w14:textId="77777777" w:rsidR="00D57972" w:rsidRDefault="00000000">
            <w:r>
              <w:rPr>
                <w:i/>
              </w:rPr>
              <w:pict w14:anchorId="243BA11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5pt;height:66.3pt">
                  <v:imagedata r:id="rId9" o:title="5G-logo_175px"/>
                </v:shape>
              </w:pict>
            </w:r>
          </w:p>
        </w:tc>
        <w:tc>
          <w:tcPr>
            <w:tcW w:w="5540" w:type="dxa"/>
            <w:shd w:val="clear" w:color="auto" w:fill="auto"/>
          </w:tcPr>
          <w:p w14:paraId="6D3E3206" w14:textId="77777777" w:rsidR="00D57972" w:rsidRDefault="00000000" w:rsidP="00133525">
            <w:pPr>
              <w:jc w:val="right"/>
            </w:pPr>
            <w:bookmarkStart w:id="6" w:name="logos"/>
            <w:r>
              <w:pict w14:anchorId="1EA0C674">
                <v:shape id="_x0000_i1026" type="#_x0000_t75" style="width:127.6pt;height:74.15pt">
                  <v:imagedata r:id="rId10" o:title="3GPP-logo_web"/>
                </v:shape>
              </w:pict>
            </w:r>
            <w:bookmarkEnd w:id="6"/>
          </w:p>
        </w:tc>
      </w:tr>
      <w:tr w:rsidR="00C074DD" w14:paraId="50624D98" w14:textId="77777777" w:rsidTr="005E4BB2">
        <w:trPr>
          <w:trHeight w:hRule="exact" w:val="5783"/>
        </w:trPr>
        <w:tc>
          <w:tcPr>
            <w:tcW w:w="10423" w:type="dxa"/>
            <w:gridSpan w:val="2"/>
            <w:shd w:val="clear" w:color="auto" w:fill="auto"/>
          </w:tcPr>
          <w:p w14:paraId="7D701854" w14:textId="77777777" w:rsidR="00C074DD" w:rsidRPr="000334B8" w:rsidRDefault="00C074DD" w:rsidP="00C074DD">
            <w:pPr>
              <w:pStyle w:val="Guidance"/>
              <w:rPr>
                <w:b/>
                <w:color w:val="auto"/>
              </w:rPr>
            </w:pPr>
          </w:p>
        </w:tc>
      </w:tr>
      <w:tr w:rsidR="00C074DD" w14:paraId="5DD5FC61" w14:textId="77777777" w:rsidTr="005E4BB2">
        <w:trPr>
          <w:cantSplit/>
          <w:trHeight w:hRule="exact" w:val="964"/>
        </w:trPr>
        <w:tc>
          <w:tcPr>
            <w:tcW w:w="10423" w:type="dxa"/>
            <w:gridSpan w:val="2"/>
            <w:shd w:val="clear" w:color="auto" w:fill="auto"/>
          </w:tcPr>
          <w:p w14:paraId="66479C74" w14:textId="77777777" w:rsidR="00C074DD" w:rsidRPr="00133525" w:rsidRDefault="00C074DD" w:rsidP="00C074DD">
            <w:pPr>
              <w:rPr>
                <w:sz w:val="16"/>
              </w:rPr>
            </w:pPr>
            <w:bookmarkStart w:id="7" w:name="warningNotice"/>
            <w:r w:rsidRPr="00133525">
              <w:rPr>
                <w:sz w:val="16"/>
              </w:rPr>
              <w:t>The present document has been developed within the 3rd Generation Partnership Project (3GPP</w:t>
            </w:r>
            <w:r w:rsidRPr="00133525">
              <w:rPr>
                <w:sz w:val="16"/>
                <w:vertAlign w:val="superscript"/>
              </w:rPr>
              <w:t xml:space="preserve"> TM</w:t>
            </w:r>
            <w:r w:rsidRPr="00133525">
              <w:rPr>
                <w:sz w:val="16"/>
              </w:rPr>
              <w:t>) and may be further elaborated for the purposes of 3GPP.</w:t>
            </w:r>
            <w:r w:rsidRPr="00133525">
              <w:rPr>
                <w:sz w:val="16"/>
              </w:rPr>
              <w:br/>
              <w:t>The present document has not been subject to any approval process by the 3GPP</w:t>
            </w:r>
            <w:r w:rsidRPr="00133525">
              <w:rPr>
                <w:sz w:val="16"/>
                <w:vertAlign w:val="superscript"/>
              </w:rPr>
              <w:t xml:space="preserve"> </w:t>
            </w:r>
            <w:r w:rsidRPr="00133525">
              <w:rPr>
                <w:sz w:val="16"/>
              </w:rPr>
              <w:t>Organizational Partners and shall not be implemented.</w:t>
            </w:r>
            <w:r w:rsidRPr="00133525">
              <w:rPr>
                <w:sz w:val="16"/>
              </w:rPr>
              <w:br/>
              <w:t>This Specification is provided for future development work within 3GPP</w:t>
            </w:r>
            <w:r w:rsidRPr="00133525">
              <w:rPr>
                <w:sz w:val="16"/>
                <w:vertAlign w:val="superscript"/>
              </w:rPr>
              <w:t xml:space="preserve"> </w:t>
            </w:r>
            <w:r w:rsidRPr="00133525">
              <w:rPr>
                <w:sz w:val="16"/>
              </w:rPr>
              <w:t>only. The Organizational Partners accept no liability for any use of this Specification.</w:t>
            </w:r>
            <w:r w:rsidRPr="00133525">
              <w:rPr>
                <w:sz w:val="16"/>
              </w:rPr>
              <w:br/>
              <w:t>Specifications and Reports for implementation of the 3GPP</w:t>
            </w:r>
            <w:r w:rsidRPr="00133525">
              <w:rPr>
                <w:sz w:val="16"/>
                <w:vertAlign w:val="superscript"/>
              </w:rPr>
              <w:t xml:space="preserve"> TM</w:t>
            </w:r>
            <w:r w:rsidRPr="00133525">
              <w:rPr>
                <w:sz w:val="16"/>
              </w:rPr>
              <w:t xml:space="preserve"> system should be obtained via the 3GPP Organizational Partners' Publications Offices.</w:t>
            </w:r>
            <w:bookmarkEnd w:id="7"/>
          </w:p>
          <w:p w14:paraId="6449FEFB" w14:textId="77777777" w:rsidR="00C074DD" w:rsidRPr="004D3578" w:rsidRDefault="00C074DD" w:rsidP="00C074DD">
            <w:pPr>
              <w:pStyle w:val="ZV"/>
              <w:framePr w:w="0" w:wrap="auto" w:vAnchor="margin" w:hAnchor="text" w:yAlign="inline"/>
            </w:pPr>
          </w:p>
          <w:p w14:paraId="05C7D228" w14:textId="77777777" w:rsidR="00C074DD" w:rsidRPr="00133525" w:rsidRDefault="00C074DD" w:rsidP="00C074DD">
            <w:pPr>
              <w:rPr>
                <w:sz w:val="16"/>
              </w:rPr>
            </w:pPr>
          </w:p>
        </w:tc>
      </w:tr>
      <w:bookmarkEnd w:id="0"/>
    </w:tbl>
    <w:p w14:paraId="754009C0" w14:textId="77777777" w:rsidR="00080512" w:rsidRPr="004D3578" w:rsidRDefault="00080512">
      <w:pPr>
        <w:sectPr w:rsidR="00080512" w:rsidRPr="004D3578" w:rsidSect="009114D7">
          <w:footnotePr>
            <w:numRestart w:val="eachSect"/>
          </w:footnotePr>
          <w:pgSz w:w="11907" w:h="16840" w:code="9"/>
          <w:pgMar w:top="1134" w:right="851" w:bottom="397" w:left="851" w:header="0" w:footer="0" w:gutter="0"/>
          <w:cols w:space="720"/>
        </w:sectPr>
      </w:pPr>
    </w:p>
    <w:tbl>
      <w:tblPr>
        <w:tblW w:w="10423" w:type="dxa"/>
        <w:tblLook w:val="04A0" w:firstRow="1" w:lastRow="0" w:firstColumn="1" w:lastColumn="0" w:noHBand="0" w:noVBand="1"/>
      </w:tblPr>
      <w:tblGrid>
        <w:gridCol w:w="10423"/>
      </w:tblGrid>
      <w:tr w:rsidR="00E16509" w14:paraId="366048CE" w14:textId="77777777" w:rsidTr="00133525">
        <w:trPr>
          <w:trHeight w:hRule="exact" w:val="5670"/>
        </w:trPr>
        <w:tc>
          <w:tcPr>
            <w:tcW w:w="10423" w:type="dxa"/>
            <w:shd w:val="clear" w:color="auto" w:fill="auto"/>
          </w:tcPr>
          <w:p w14:paraId="34C2F5E6" w14:textId="77777777" w:rsidR="00E16509" w:rsidRDefault="00E16509" w:rsidP="00E16509">
            <w:pPr>
              <w:pStyle w:val="Guidance"/>
            </w:pPr>
            <w:bookmarkStart w:id="8" w:name="page2"/>
          </w:p>
        </w:tc>
      </w:tr>
      <w:tr w:rsidR="00E16509" w14:paraId="2D3A284D" w14:textId="77777777" w:rsidTr="00C074DD">
        <w:trPr>
          <w:trHeight w:hRule="exact" w:val="5387"/>
        </w:trPr>
        <w:tc>
          <w:tcPr>
            <w:tcW w:w="10423" w:type="dxa"/>
            <w:shd w:val="clear" w:color="auto" w:fill="auto"/>
          </w:tcPr>
          <w:p w14:paraId="26D5CEEB" w14:textId="77777777" w:rsidR="00E16509" w:rsidRPr="00133525" w:rsidRDefault="00E16509" w:rsidP="00133525">
            <w:pPr>
              <w:pStyle w:val="FP"/>
              <w:spacing w:after="240"/>
              <w:ind w:left="2835" w:right="2835"/>
              <w:jc w:val="center"/>
              <w:rPr>
                <w:rFonts w:ascii="Arial" w:hAnsi="Arial"/>
                <w:b/>
                <w:i/>
              </w:rPr>
            </w:pPr>
            <w:bookmarkStart w:id="9" w:name="coords3gpp"/>
            <w:r w:rsidRPr="00133525">
              <w:rPr>
                <w:rFonts w:ascii="Arial" w:hAnsi="Arial"/>
                <w:b/>
                <w:i/>
              </w:rPr>
              <w:t>3GPP</w:t>
            </w:r>
          </w:p>
          <w:p w14:paraId="736FDD2B" w14:textId="77777777" w:rsidR="00E16509" w:rsidRPr="004D3578" w:rsidRDefault="00E16509" w:rsidP="00133525">
            <w:pPr>
              <w:pStyle w:val="FP"/>
              <w:pBdr>
                <w:bottom w:val="single" w:sz="6" w:space="1" w:color="auto"/>
              </w:pBdr>
              <w:ind w:left="2835" w:right="2835"/>
              <w:jc w:val="center"/>
            </w:pPr>
            <w:r w:rsidRPr="004D3578">
              <w:t>Postal address</w:t>
            </w:r>
          </w:p>
          <w:p w14:paraId="2584A59F" w14:textId="77777777" w:rsidR="00E16509" w:rsidRPr="00133525" w:rsidRDefault="00E16509" w:rsidP="00133525">
            <w:pPr>
              <w:pStyle w:val="FP"/>
              <w:ind w:left="2835" w:right="2835"/>
              <w:jc w:val="center"/>
              <w:rPr>
                <w:rFonts w:ascii="Arial" w:hAnsi="Arial"/>
                <w:sz w:val="18"/>
              </w:rPr>
            </w:pPr>
          </w:p>
          <w:p w14:paraId="6CD286EC" w14:textId="77777777" w:rsidR="00E16509" w:rsidRPr="004D3578" w:rsidRDefault="00E16509" w:rsidP="00133525">
            <w:pPr>
              <w:pStyle w:val="FP"/>
              <w:pBdr>
                <w:bottom w:val="single" w:sz="6" w:space="1" w:color="auto"/>
              </w:pBdr>
              <w:spacing w:before="240"/>
              <w:ind w:left="2835" w:right="2835"/>
              <w:jc w:val="center"/>
            </w:pPr>
            <w:r w:rsidRPr="004D3578">
              <w:t>3GPP support office address</w:t>
            </w:r>
          </w:p>
          <w:p w14:paraId="638EF47B" w14:textId="77777777" w:rsidR="00E16509" w:rsidRPr="00133525" w:rsidRDefault="00E16509" w:rsidP="00133525">
            <w:pPr>
              <w:pStyle w:val="FP"/>
              <w:ind w:left="2835" w:right="2835"/>
              <w:jc w:val="center"/>
              <w:rPr>
                <w:rFonts w:ascii="Arial" w:hAnsi="Arial"/>
                <w:sz w:val="18"/>
              </w:rPr>
            </w:pPr>
            <w:r w:rsidRPr="00133525">
              <w:rPr>
                <w:rFonts w:ascii="Arial" w:hAnsi="Arial"/>
                <w:sz w:val="18"/>
              </w:rPr>
              <w:t>650 Route des Lucioles - Sophia Antipolis</w:t>
            </w:r>
          </w:p>
          <w:p w14:paraId="7E46107C" w14:textId="77777777" w:rsidR="00E16509" w:rsidRPr="00133525" w:rsidRDefault="00E16509" w:rsidP="00133525">
            <w:pPr>
              <w:pStyle w:val="FP"/>
              <w:ind w:left="2835" w:right="2835"/>
              <w:jc w:val="center"/>
              <w:rPr>
                <w:rFonts w:ascii="Arial" w:hAnsi="Arial"/>
                <w:sz w:val="18"/>
              </w:rPr>
            </w:pPr>
            <w:r w:rsidRPr="00133525">
              <w:rPr>
                <w:rFonts w:ascii="Arial" w:hAnsi="Arial"/>
                <w:sz w:val="18"/>
              </w:rPr>
              <w:t>Valbonne - FRANCE</w:t>
            </w:r>
          </w:p>
          <w:p w14:paraId="60F36446" w14:textId="77777777" w:rsidR="00E16509" w:rsidRPr="00133525" w:rsidRDefault="00E16509" w:rsidP="00133525">
            <w:pPr>
              <w:pStyle w:val="FP"/>
              <w:spacing w:after="20"/>
              <w:ind w:left="2835" w:right="2835"/>
              <w:jc w:val="center"/>
              <w:rPr>
                <w:rFonts w:ascii="Arial" w:hAnsi="Arial"/>
                <w:sz w:val="18"/>
              </w:rPr>
            </w:pPr>
            <w:r w:rsidRPr="00133525">
              <w:rPr>
                <w:rFonts w:ascii="Arial" w:hAnsi="Arial"/>
                <w:sz w:val="18"/>
              </w:rPr>
              <w:t>Tel.: +33 4 92 94 42 00 Fax: +33 4 93 65 47 16</w:t>
            </w:r>
          </w:p>
          <w:p w14:paraId="745ABBC0" w14:textId="77777777" w:rsidR="00E16509" w:rsidRPr="004D3578" w:rsidRDefault="00E16509" w:rsidP="00133525">
            <w:pPr>
              <w:pStyle w:val="FP"/>
              <w:pBdr>
                <w:bottom w:val="single" w:sz="6" w:space="1" w:color="auto"/>
              </w:pBdr>
              <w:spacing w:before="240"/>
              <w:ind w:left="2835" w:right="2835"/>
              <w:jc w:val="center"/>
            </w:pPr>
            <w:r w:rsidRPr="004D3578">
              <w:t>Internet</w:t>
            </w:r>
          </w:p>
          <w:p w14:paraId="57E1AB49" w14:textId="77777777" w:rsidR="00E16509" w:rsidRPr="00133525" w:rsidRDefault="00E16509" w:rsidP="00133525">
            <w:pPr>
              <w:pStyle w:val="FP"/>
              <w:ind w:left="2835" w:right="2835"/>
              <w:jc w:val="center"/>
              <w:rPr>
                <w:rFonts w:ascii="Arial" w:hAnsi="Arial"/>
                <w:sz w:val="18"/>
              </w:rPr>
            </w:pPr>
            <w:r w:rsidRPr="00133525">
              <w:rPr>
                <w:rFonts w:ascii="Arial" w:hAnsi="Arial"/>
                <w:sz w:val="18"/>
              </w:rPr>
              <w:t>http://www.3gpp.org</w:t>
            </w:r>
            <w:bookmarkEnd w:id="9"/>
          </w:p>
          <w:p w14:paraId="0774F726" w14:textId="77777777" w:rsidR="00E16509" w:rsidRDefault="00E16509" w:rsidP="00133525"/>
        </w:tc>
      </w:tr>
      <w:tr w:rsidR="00E16509" w14:paraId="2017932A" w14:textId="77777777" w:rsidTr="00C074DD">
        <w:tc>
          <w:tcPr>
            <w:tcW w:w="10423" w:type="dxa"/>
            <w:shd w:val="clear" w:color="auto" w:fill="auto"/>
            <w:vAlign w:val="bottom"/>
          </w:tcPr>
          <w:p w14:paraId="2B28CDFE" w14:textId="77777777" w:rsidR="00E16509" w:rsidRPr="00133525" w:rsidRDefault="00E16509" w:rsidP="00133525">
            <w:pPr>
              <w:pStyle w:val="FP"/>
              <w:pBdr>
                <w:bottom w:val="single" w:sz="6" w:space="1" w:color="auto"/>
              </w:pBdr>
              <w:spacing w:after="240"/>
              <w:jc w:val="center"/>
              <w:rPr>
                <w:rFonts w:ascii="Arial" w:hAnsi="Arial"/>
                <w:b/>
                <w:i/>
                <w:noProof/>
              </w:rPr>
            </w:pPr>
            <w:bookmarkStart w:id="10" w:name="copyrightNotification"/>
            <w:r w:rsidRPr="00133525">
              <w:rPr>
                <w:rFonts w:ascii="Arial" w:hAnsi="Arial"/>
                <w:b/>
                <w:i/>
                <w:noProof/>
              </w:rPr>
              <w:t>Copyright Notification</w:t>
            </w:r>
          </w:p>
          <w:p w14:paraId="57734FB4" w14:textId="77777777" w:rsidR="00E16509" w:rsidRPr="004D3578" w:rsidRDefault="00E16509" w:rsidP="00133525">
            <w:pPr>
              <w:pStyle w:val="FP"/>
              <w:jc w:val="center"/>
              <w:rPr>
                <w:noProof/>
              </w:rPr>
            </w:pPr>
            <w:r w:rsidRPr="004D3578">
              <w:rPr>
                <w:noProof/>
              </w:rPr>
              <w:t>No part may be reproduced except as authorized by written permission.</w:t>
            </w:r>
            <w:r w:rsidRPr="004D3578">
              <w:rPr>
                <w:noProof/>
              </w:rPr>
              <w:br/>
              <w:t>The copyright and the foregoing restriction extend to reproduction in all media.</w:t>
            </w:r>
          </w:p>
          <w:p w14:paraId="7DC5A2B3" w14:textId="77777777" w:rsidR="00E16509" w:rsidRPr="004D3578" w:rsidRDefault="00E16509" w:rsidP="00133525">
            <w:pPr>
              <w:pStyle w:val="FP"/>
              <w:jc w:val="center"/>
              <w:rPr>
                <w:noProof/>
              </w:rPr>
            </w:pPr>
          </w:p>
          <w:p w14:paraId="21FFA5F7" w14:textId="195E0C9F" w:rsidR="00E16509" w:rsidRPr="000334B8" w:rsidRDefault="00E16509" w:rsidP="00133525">
            <w:pPr>
              <w:pStyle w:val="FP"/>
              <w:jc w:val="center"/>
              <w:rPr>
                <w:noProof/>
                <w:sz w:val="18"/>
              </w:rPr>
            </w:pPr>
            <w:r w:rsidRPr="000334B8">
              <w:rPr>
                <w:noProof/>
                <w:sz w:val="18"/>
              </w:rPr>
              <w:t xml:space="preserve">© </w:t>
            </w:r>
            <w:r w:rsidR="00586CBC">
              <w:rPr>
                <w:noProof/>
                <w:sz w:val="18"/>
              </w:rPr>
              <w:t>202</w:t>
            </w:r>
            <w:r w:rsidR="005727DA">
              <w:rPr>
                <w:noProof/>
                <w:sz w:val="18"/>
              </w:rPr>
              <w:t>2</w:t>
            </w:r>
            <w:r w:rsidRPr="000334B8">
              <w:rPr>
                <w:noProof/>
                <w:sz w:val="18"/>
              </w:rPr>
              <w:t>, 3GPP Organizational Partners (ARIB, ATIS, CCSA, ETSI, TSDSI, TTA, TTC).</w:t>
            </w:r>
            <w:bookmarkStart w:id="11" w:name="copyrightaddon"/>
            <w:bookmarkEnd w:id="11"/>
          </w:p>
          <w:p w14:paraId="678EAECC" w14:textId="77777777" w:rsidR="00E16509" w:rsidRPr="00133525" w:rsidRDefault="00E16509" w:rsidP="00133525">
            <w:pPr>
              <w:pStyle w:val="FP"/>
              <w:jc w:val="center"/>
              <w:rPr>
                <w:noProof/>
                <w:sz w:val="18"/>
              </w:rPr>
            </w:pPr>
            <w:r w:rsidRPr="000334B8">
              <w:rPr>
                <w:noProof/>
                <w:sz w:val="18"/>
              </w:rPr>
              <w:t>All rights reserved.</w:t>
            </w:r>
          </w:p>
          <w:p w14:paraId="67D4BF8B" w14:textId="77777777" w:rsidR="00E16509" w:rsidRPr="00133525" w:rsidRDefault="00E16509" w:rsidP="00E16509">
            <w:pPr>
              <w:pStyle w:val="FP"/>
              <w:rPr>
                <w:noProof/>
                <w:sz w:val="18"/>
              </w:rPr>
            </w:pPr>
          </w:p>
          <w:p w14:paraId="67C525DD" w14:textId="77777777" w:rsidR="00E16509" w:rsidRPr="00133525" w:rsidRDefault="00E16509" w:rsidP="00E16509">
            <w:pPr>
              <w:pStyle w:val="FP"/>
              <w:rPr>
                <w:noProof/>
                <w:sz w:val="18"/>
              </w:rPr>
            </w:pPr>
            <w:r w:rsidRPr="00133525">
              <w:rPr>
                <w:noProof/>
                <w:sz w:val="18"/>
              </w:rPr>
              <w:t>UMTS™ is a Trade Mark of ETSI registered for the benefit of its members</w:t>
            </w:r>
          </w:p>
          <w:p w14:paraId="114A7E7B" w14:textId="77777777" w:rsidR="00E16509" w:rsidRPr="00133525" w:rsidRDefault="00E16509" w:rsidP="00E16509">
            <w:pPr>
              <w:pStyle w:val="FP"/>
              <w:rPr>
                <w:noProof/>
                <w:sz w:val="18"/>
              </w:rPr>
            </w:pPr>
            <w:r w:rsidRPr="00133525">
              <w:rPr>
                <w:noProof/>
                <w:sz w:val="18"/>
              </w:rPr>
              <w:t>3GPP™ is a Trade Mark of ETSI registered for the benefit of its Members and of the 3GPP Organizational Partners</w:t>
            </w:r>
            <w:r w:rsidRPr="00133525">
              <w:rPr>
                <w:noProof/>
                <w:sz w:val="18"/>
              </w:rPr>
              <w:br/>
              <w:t>LTE™ is a Trade Mark of ETSI registered for the benefit of its Members and of the 3GPP Organizational Partners</w:t>
            </w:r>
          </w:p>
          <w:p w14:paraId="71E2FD70" w14:textId="77777777" w:rsidR="00E16509" w:rsidRPr="00133525" w:rsidRDefault="00E16509" w:rsidP="00E16509">
            <w:pPr>
              <w:pStyle w:val="FP"/>
              <w:rPr>
                <w:noProof/>
                <w:sz w:val="18"/>
              </w:rPr>
            </w:pPr>
            <w:r w:rsidRPr="00133525">
              <w:rPr>
                <w:noProof/>
                <w:sz w:val="18"/>
              </w:rPr>
              <w:t>GSM® and the GSM logo are registered and owned by the GSM Association</w:t>
            </w:r>
            <w:bookmarkEnd w:id="10"/>
          </w:p>
          <w:p w14:paraId="2C2199D7" w14:textId="77777777" w:rsidR="00E16509" w:rsidRDefault="00E16509" w:rsidP="00133525"/>
        </w:tc>
      </w:tr>
      <w:bookmarkEnd w:id="8"/>
    </w:tbl>
    <w:p w14:paraId="437585BA" w14:textId="77777777" w:rsidR="00080512" w:rsidRPr="004D3578" w:rsidRDefault="00080512">
      <w:pPr>
        <w:pStyle w:val="TT"/>
      </w:pPr>
      <w:r w:rsidRPr="004D3578">
        <w:br w:type="page"/>
      </w:r>
      <w:bookmarkStart w:id="12" w:name="tableOfContents"/>
      <w:bookmarkEnd w:id="12"/>
      <w:r w:rsidRPr="004D3578">
        <w:lastRenderedPageBreak/>
        <w:t>Contents</w:t>
      </w:r>
    </w:p>
    <w:p w14:paraId="37143CD5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fldChar w:fldCharType="begin"/>
      </w:r>
      <w:r>
        <w:instrText xml:space="preserve"> TOC \o "1-9" </w:instrText>
      </w:r>
      <w:r>
        <w:fldChar w:fldCharType="separate"/>
      </w:r>
      <w:r>
        <w:t>Foreword</w:t>
      </w:r>
      <w:r>
        <w:tab/>
        <w:t>42</w:t>
      </w:r>
    </w:p>
    <w:p w14:paraId="1E6E8887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1</w:t>
      </w:r>
      <w:r>
        <w:rPr>
          <w:rFonts w:ascii="Calibri" w:eastAsia="Malgun Gothic" w:hAnsi="Calibri"/>
          <w:szCs w:val="22"/>
          <w:lang w:eastAsia="en-GB"/>
        </w:rPr>
        <w:tab/>
      </w:r>
      <w:r>
        <w:t>Scope</w:t>
      </w:r>
      <w:r>
        <w:tab/>
        <w:t>44</w:t>
      </w:r>
    </w:p>
    <w:p w14:paraId="11787205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2</w:t>
      </w:r>
      <w:r>
        <w:rPr>
          <w:rFonts w:ascii="Calibri" w:eastAsia="Malgun Gothic" w:hAnsi="Calibri"/>
          <w:szCs w:val="22"/>
          <w:lang w:eastAsia="en-GB"/>
        </w:rPr>
        <w:tab/>
      </w:r>
      <w:r>
        <w:t>References</w:t>
      </w:r>
      <w:r>
        <w:tab/>
        <w:t>44</w:t>
      </w:r>
    </w:p>
    <w:p w14:paraId="54BAEE86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3</w:t>
      </w:r>
      <w:r>
        <w:rPr>
          <w:rFonts w:ascii="Calibri" w:eastAsia="Malgun Gothic" w:hAnsi="Calibri"/>
          <w:szCs w:val="22"/>
          <w:lang w:eastAsia="en-GB"/>
        </w:rPr>
        <w:tab/>
      </w:r>
      <w:r>
        <w:t>Definitions, symbols and abbreviations</w:t>
      </w:r>
      <w:r>
        <w:tab/>
        <w:t>45</w:t>
      </w:r>
    </w:p>
    <w:p w14:paraId="225D7A2D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Definitions</w:t>
      </w:r>
      <w:r>
        <w:tab/>
        <w:t>45</w:t>
      </w:r>
    </w:p>
    <w:p w14:paraId="7724CE9C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Symbols</w:t>
      </w:r>
      <w:r>
        <w:tab/>
        <w:t>46</w:t>
      </w:r>
    </w:p>
    <w:p w14:paraId="5A1734B3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Abbreviations</w:t>
      </w:r>
      <w:r>
        <w:tab/>
        <w:t>47</w:t>
      </w:r>
    </w:p>
    <w:p w14:paraId="474DA4F2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tolerances</w:t>
      </w:r>
      <w:r>
        <w:tab/>
        <w:t>50</w:t>
      </w:r>
    </w:p>
    <w:p w14:paraId="08BDC3AA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3.5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Frequency bands grouping</w:t>
      </w:r>
      <w:r>
        <w:tab/>
        <w:t>50</w:t>
      </w:r>
    </w:p>
    <w:p w14:paraId="73080BE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3.5.1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Introduction</w:t>
      </w:r>
      <w:r>
        <w:tab/>
        <w:t>50</w:t>
      </w:r>
    </w:p>
    <w:p w14:paraId="16BC764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3.5.2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NR operating bands in FR1</w:t>
      </w:r>
      <w:r>
        <w:tab/>
        <w:t>50</w:t>
      </w:r>
    </w:p>
    <w:p w14:paraId="57125CD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3.5.3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NR operating bands in FR2</w:t>
      </w:r>
      <w:r>
        <w:tab/>
        <w:t>51</w:t>
      </w:r>
    </w:p>
    <w:p w14:paraId="76802574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3.6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Applicability of requirements in this specification version</w:t>
      </w:r>
      <w:r>
        <w:tab/>
        <w:t>51</w:t>
      </w:r>
    </w:p>
    <w:p w14:paraId="2D29B75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3.6.1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RRC connected state requirements in DRX</w:t>
      </w:r>
      <w:r>
        <w:tab/>
        <w:t>52</w:t>
      </w:r>
    </w:p>
    <w:p w14:paraId="346A991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3.6.2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Number of serving carriers</w:t>
      </w:r>
      <w:r>
        <w:tab/>
        <w:t>52</w:t>
      </w:r>
    </w:p>
    <w:p w14:paraId="787FA1B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3.6.2.1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Number of serving carriers for SA</w:t>
      </w:r>
      <w:r>
        <w:tab/>
        <w:t>52</w:t>
      </w:r>
    </w:p>
    <w:p w14:paraId="536C5A6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3.6.2.2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Number of serving carriers for EN-DC</w:t>
      </w:r>
      <w:r>
        <w:tab/>
        <w:t>52</w:t>
      </w:r>
    </w:p>
    <w:p w14:paraId="7ED3EDD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3.6.2.3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 xml:space="preserve">Number of serving carriers for </w:t>
      </w:r>
      <w:r w:rsidRPr="0046111E">
        <w:rPr>
          <w:lang w:val="en-US" w:eastAsia="ko-KR"/>
        </w:rPr>
        <w:t>NE-DC</w:t>
      </w:r>
      <w:r>
        <w:tab/>
        <w:t>52</w:t>
      </w:r>
    </w:p>
    <w:p w14:paraId="235735B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3.6.2.4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 xml:space="preserve">Number of serving carriers for </w:t>
      </w:r>
      <w:r w:rsidRPr="0046111E">
        <w:rPr>
          <w:lang w:val="en-US" w:eastAsia="ko-KR"/>
        </w:rPr>
        <w:t>NR-DC</w:t>
      </w:r>
      <w:r>
        <w:tab/>
        <w:t>53</w:t>
      </w:r>
    </w:p>
    <w:p w14:paraId="63B41F0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3.6.3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 xml:space="preserve">Applicability </w:t>
      </w:r>
      <w:r>
        <w:t>for intra-band FR2</w:t>
      </w:r>
      <w:r>
        <w:tab/>
        <w:t>53</w:t>
      </w:r>
    </w:p>
    <w:p w14:paraId="1016DA7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3.6.4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Applicability for FR2 UE power classes</w:t>
      </w:r>
      <w:r>
        <w:tab/>
        <w:t>53</w:t>
      </w:r>
    </w:p>
    <w:p w14:paraId="57C88E7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3.6.5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Applicability for SDL bands</w:t>
      </w:r>
      <w:r>
        <w:tab/>
        <w:t>53</w:t>
      </w:r>
    </w:p>
    <w:p w14:paraId="440DD5F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3.6.6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Applicability of requirements for NGEN-DC operation</w:t>
      </w:r>
      <w:r>
        <w:tab/>
        <w:t>53</w:t>
      </w:r>
    </w:p>
    <w:p w14:paraId="61D5B50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3.6.7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 xml:space="preserve">Applicability </w:t>
      </w:r>
      <w:r>
        <w:t>of QCL</w:t>
      </w:r>
      <w:r>
        <w:tab/>
        <w:t>53</w:t>
      </w:r>
    </w:p>
    <w:p w14:paraId="5E8DA62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3.6.9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Applicability of requirements for scheduling availability</w:t>
      </w:r>
      <w:r>
        <w:tab/>
        <w:t>54</w:t>
      </w:r>
    </w:p>
    <w:p w14:paraId="7B2C083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3.6.10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Applicability of requirements for measurement restrictions</w:t>
      </w:r>
      <w:r>
        <w:tab/>
        <w:t>54</w:t>
      </w:r>
    </w:p>
    <w:p w14:paraId="6345502C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4</w:t>
      </w:r>
      <w:r>
        <w:rPr>
          <w:rFonts w:ascii="Calibri" w:eastAsia="Malgun Gothic" w:hAnsi="Calibri"/>
          <w:szCs w:val="22"/>
          <w:lang w:eastAsia="en-GB"/>
        </w:rPr>
        <w:tab/>
      </w:r>
      <w:r>
        <w:t>SA: RRC_IDLE state mobility</w:t>
      </w:r>
      <w:r>
        <w:tab/>
        <w:t>54</w:t>
      </w:r>
    </w:p>
    <w:p w14:paraId="7521886A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Cell Selection</w:t>
      </w:r>
      <w:r>
        <w:tab/>
        <w:t>54</w:t>
      </w:r>
    </w:p>
    <w:p w14:paraId="227B41F2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Cell Re-selection</w:t>
      </w:r>
      <w:r>
        <w:tab/>
        <w:t>54</w:t>
      </w:r>
    </w:p>
    <w:p w14:paraId="6D9DA91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Introduction</w:t>
      </w:r>
      <w:r>
        <w:tab/>
        <w:t>54</w:t>
      </w:r>
    </w:p>
    <w:p w14:paraId="546BEE4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Requirements</w:t>
      </w:r>
      <w:r>
        <w:tab/>
        <w:t>55</w:t>
      </w:r>
    </w:p>
    <w:p w14:paraId="4BA20D5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4.2.2.1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UE measurement capability</w:t>
      </w:r>
      <w:r>
        <w:tab/>
        <w:t>55</w:t>
      </w:r>
    </w:p>
    <w:p w14:paraId="22E7794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4.2.2.2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Measurement and evaluation of serving cell</w:t>
      </w:r>
      <w:r>
        <w:tab/>
        <w:t>55</w:t>
      </w:r>
    </w:p>
    <w:p w14:paraId="2523B5F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4.2.2.3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Measurements of intra-frequency NR cells</w:t>
      </w:r>
      <w:r>
        <w:tab/>
        <w:t>56</w:t>
      </w:r>
    </w:p>
    <w:p w14:paraId="6608882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4.2.2.4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Measurements of inter-frequency NR cells</w:t>
      </w:r>
      <w:r>
        <w:tab/>
        <w:t>57</w:t>
      </w:r>
    </w:p>
    <w:p w14:paraId="705C9F6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4.2.2.5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Measurements of inter-RAT E-UTRAN cells</w:t>
      </w:r>
      <w:r>
        <w:tab/>
        <w:t>59</w:t>
      </w:r>
    </w:p>
    <w:p w14:paraId="2C5B2A3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4.2.2.6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Maximum interruption in paging reception</w:t>
      </w:r>
      <w:r>
        <w:tab/>
        <w:t>61</w:t>
      </w:r>
    </w:p>
    <w:p w14:paraId="406EB7F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4.2.2.7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General requirements</w:t>
      </w:r>
      <w:r>
        <w:tab/>
        <w:t>61</w:t>
      </w:r>
    </w:p>
    <w:p w14:paraId="7294B64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4.2.2.</w:t>
      </w:r>
      <w:r>
        <w:rPr>
          <w:rFonts w:eastAsia="Malgun Gothic"/>
        </w:rPr>
        <w:t>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requirement at transitions</w:t>
      </w:r>
      <w:r>
        <w:tab/>
        <w:t>61</w:t>
      </w:r>
    </w:p>
    <w:p w14:paraId="4E22A8E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4.2.2.9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Measurements of intra-frequency NR cells for UE configured with relaxed measurement criterion</w:t>
      </w:r>
      <w:r>
        <w:tab/>
        <w:t>62</w:t>
      </w:r>
    </w:p>
    <w:p w14:paraId="22B756C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4.2.2.9.1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Introduction</w:t>
      </w:r>
      <w:r>
        <w:tab/>
        <w:t>62</w:t>
      </w:r>
    </w:p>
    <w:p w14:paraId="6E89D3F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4.2.2.9.2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Measurements for UE fulfilling low mobility criterion</w:t>
      </w:r>
      <w:r>
        <w:tab/>
        <w:t>62</w:t>
      </w:r>
    </w:p>
    <w:p w14:paraId="3896386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4.2.2.9.3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Measurements for UE fulfilling not-at-cell edge criterion</w:t>
      </w:r>
      <w:r>
        <w:tab/>
        <w:t>63</w:t>
      </w:r>
    </w:p>
    <w:p w14:paraId="75FE706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4.2.2.9.4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Measurements for UE fulfilling low mobility and not-at-cell edge criteria</w:t>
      </w:r>
      <w:r>
        <w:tab/>
        <w:t>64</w:t>
      </w:r>
    </w:p>
    <w:p w14:paraId="3D2B06F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4.2.2.10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Measurements of inter-frequency NR cells for UE configured with relaxed measurement criterion</w:t>
      </w:r>
      <w:r>
        <w:tab/>
        <w:t>64</w:t>
      </w:r>
    </w:p>
    <w:p w14:paraId="36B7332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4.2.2.10.1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Introduction</w:t>
      </w:r>
      <w:r>
        <w:tab/>
        <w:t>64</w:t>
      </w:r>
    </w:p>
    <w:p w14:paraId="2D316D6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4.2.2.10.2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Measurements for UE fulfilling low mobility criterion</w:t>
      </w:r>
      <w:r>
        <w:tab/>
        <w:t>64</w:t>
      </w:r>
    </w:p>
    <w:p w14:paraId="5C3FD2C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4.2.2.10.3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Measurements for UE fulfilling not-at-cell edge criterion</w:t>
      </w:r>
      <w:r>
        <w:tab/>
        <w:t>65</w:t>
      </w:r>
    </w:p>
    <w:p w14:paraId="1785F08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4.2.2.10.4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Measurements for UE fulfilling low mobility and not-at-cell edge criterion</w:t>
      </w:r>
      <w:r>
        <w:tab/>
        <w:t>66</w:t>
      </w:r>
    </w:p>
    <w:p w14:paraId="0868B1B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4.2.2.11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Measurements of inter-RAT E-UTRAN cells for UE configured with relaxed measurement criterion</w:t>
      </w:r>
      <w:r>
        <w:tab/>
        <w:t>67</w:t>
      </w:r>
    </w:p>
    <w:p w14:paraId="3376E1C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4.2.2.11.1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Introduction</w:t>
      </w:r>
      <w:r>
        <w:tab/>
        <w:t>67</w:t>
      </w:r>
    </w:p>
    <w:p w14:paraId="72C01B0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4.2.2.11.2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Measurements for UE fulfilling low mobility criterion</w:t>
      </w:r>
      <w:r>
        <w:tab/>
        <w:t>67</w:t>
      </w:r>
    </w:p>
    <w:p w14:paraId="4EDAD5C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lastRenderedPageBreak/>
        <w:t>4.2.2.11.3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Measurements for UE fulfilling with not-at-cell edge criterion</w:t>
      </w:r>
      <w:r>
        <w:tab/>
        <w:t>68</w:t>
      </w:r>
    </w:p>
    <w:p w14:paraId="3C48308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4.2.2.11.4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Measurements for UE fulfilling low mobility and not-at-cell edge criterion</w:t>
      </w:r>
      <w:r>
        <w:tab/>
        <w:t>69</w:t>
      </w:r>
    </w:p>
    <w:p w14:paraId="387965FB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4.2A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Cell Re-selection when subject to CCA</w:t>
      </w:r>
      <w:r>
        <w:tab/>
        <w:t>69</w:t>
      </w:r>
    </w:p>
    <w:p w14:paraId="244A32F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4.2A.1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Introduction</w:t>
      </w:r>
      <w:r>
        <w:tab/>
        <w:t>69</w:t>
      </w:r>
    </w:p>
    <w:p w14:paraId="4D91ECF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4.2A.2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Requirements</w:t>
      </w:r>
      <w:r>
        <w:tab/>
        <w:t>70</w:t>
      </w:r>
    </w:p>
    <w:p w14:paraId="723CCB9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4.2A.2.1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UE measurement capability</w:t>
      </w:r>
      <w:r>
        <w:tab/>
        <w:t>70</w:t>
      </w:r>
    </w:p>
    <w:p w14:paraId="215C715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4.2A.2.2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Measurement and evaluation when subject to CCA on the serving cell</w:t>
      </w:r>
      <w:r>
        <w:tab/>
        <w:t>70</w:t>
      </w:r>
    </w:p>
    <w:p w14:paraId="7274399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4.2A.2.3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Measurements of intra-frequency NR cells when subject to CCA on the serving cell and target cell</w:t>
      </w:r>
      <w:r>
        <w:tab/>
        <w:t>71</w:t>
      </w:r>
    </w:p>
    <w:p w14:paraId="6FD352A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4.2A.2.4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Measurements of inter-frequency NR cells when subject to CCA on the target cell</w:t>
      </w:r>
      <w:r>
        <w:tab/>
        <w:t>72</w:t>
      </w:r>
    </w:p>
    <w:p w14:paraId="19163B5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4.2A.2.5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Measurements of inter-RAT E-UTRAN cells when subject to CCA on the serving cell</w:t>
      </w:r>
      <w:r>
        <w:tab/>
        <w:t>74</w:t>
      </w:r>
    </w:p>
    <w:p w14:paraId="04EE4EE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4.2A.2.6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Maximum interruption in paging reception when subject to CCA on the target cell</w:t>
      </w:r>
      <w:r>
        <w:tab/>
        <w:t>74</w:t>
      </w:r>
    </w:p>
    <w:p w14:paraId="4555711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4.2A.2.7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General requirements</w:t>
      </w:r>
      <w:r>
        <w:tab/>
        <w:t>74</w:t>
      </w:r>
    </w:p>
    <w:p w14:paraId="79DF9D1F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Minimization of Drive Tests (MDT)</w:t>
      </w:r>
      <w:r>
        <w:tab/>
        <w:t>75</w:t>
      </w:r>
    </w:p>
    <w:p w14:paraId="129BA97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4.3.1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75</w:t>
      </w:r>
    </w:p>
    <w:p w14:paraId="78C0459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4.3.2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Requirements</w:t>
      </w:r>
      <w:r>
        <w:tab/>
        <w:t>75</w:t>
      </w:r>
    </w:p>
    <w:p w14:paraId="0339ACA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4.3.3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Relative Time Stamp Accuracy</w:t>
      </w:r>
      <w:r>
        <w:tab/>
        <w:t>75</w:t>
      </w:r>
    </w:p>
    <w:p w14:paraId="56A09E7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4.3.4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Relative Time Stamp Accuracy for RRC Connection Establishment Failure Log Reporting</w:t>
      </w:r>
      <w:r>
        <w:tab/>
        <w:t>76</w:t>
      </w:r>
    </w:p>
    <w:p w14:paraId="6AED00D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4.3.5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Relative Time Stamp Accuracy for Radio Link Failure and Handover Failure Log Reporting</w:t>
      </w:r>
      <w:r>
        <w:tab/>
        <w:t>76</w:t>
      </w:r>
    </w:p>
    <w:p w14:paraId="2147453A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4.4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Idle Mode CA/DC Measurements</w:t>
      </w:r>
      <w:r>
        <w:tab/>
        <w:t>76</w:t>
      </w:r>
    </w:p>
    <w:p w14:paraId="4637903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4.4.1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Introduction</w:t>
      </w:r>
      <w:r>
        <w:tab/>
        <w:t>76</w:t>
      </w:r>
    </w:p>
    <w:p w14:paraId="5CA49F7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4.4.2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Measurement Requirements</w:t>
      </w:r>
      <w:r>
        <w:tab/>
        <w:t>76</w:t>
      </w:r>
    </w:p>
    <w:p w14:paraId="328774D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4.4.2.1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Detected cell requirement during state transition and Idle mode</w:t>
      </w:r>
      <w:r>
        <w:tab/>
        <w:t>76</w:t>
      </w:r>
    </w:p>
    <w:p w14:paraId="119B6F8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4.4.2.2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Measurements of inter-frequency CA/DC candidate cells</w:t>
      </w:r>
      <w:r>
        <w:tab/>
        <w:t>77</w:t>
      </w:r>
    </w:p>
    <w:p w14:paraId="1312195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4.4.2.3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Measurements on serving cell</w:t>
      </w:r>
      <w:r>
        <w:tab/>
        <w:t>78</w:t>
      </w:r>
    </w:p>
    <w:p w14:paraId="3863A24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4.4.2.4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Measurements of E-UTRAN inter-RAT DC candidate cells</w:t>
      </w:r>
      <w:r>
        <w:tab/>
        <w:t>78</w:t>
      </w:r>
    </w:p>
    <w:p w14:paraId="615679E7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5</w:t>
      </w:r>
      <w:r>
        <w:rPr>
          <w:rFonts w:ascii="Calibri" w:eastAsia="Malgun Gothic" w:hAnsi="Calibri"/>
          <w:szCs w:val="22"/>
          <w:lang w:eastAsia="en-GB"/>
        </w:rPr>
        <w:tab/>
      </w:r>
      <w:r>
        <w:t>SA: RRC_INACTIVE state mobility</w:t>
      </w:r>
      <w:r>
        <w:tab/>
        <w:t>80</w:t>
      </w:r>
    </w:p>
    <w:p w14:paraId="4D8F7E84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Cell Re-selection</w:t>
      </w:r>
      <w:r>
        <w:tab/>
        <w:t>80</w:t>
      </w:r>
    </w:p>
    <w:p w14:paraId="14F5618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80</w:t>
      </w:r>
    </w:p>
    <w:p w14:paraId="24AA334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</w:t>
      </w:r>
      <w:r>
        <w:tab/>
        <w:t>80</w:t>
      </w:r>
    </w:p>
    <w:p w14:paraId="307E2B7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5.1.2.1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measurement capability</w:t>
      </w:r>
      <w:r>
        <w:tab/>
        <w:t>80</w:t>
      </w:r>
    </w:p>
    <w:p w14:paraId="7355898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5.1.2.2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and evaluation of serving cell</w:t>
      </w:r>
      <w:r>
        <w:tab/>
        <w:t>80</w:t>
      </w:r>
    </w:p>
    <w:p w14:paraId="338A0D6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5.1.2.3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Measurements of intra-frequency NR cells</w:t>
      </w:r>
      <w:r>
        <w:tab/>
        <w:t>80</w:t>
      </w:r>
    </w:p>
    <w:p w14:paraId="52322BD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5.1.2.4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Measurements of inter-frequency NR cells</w:t>
      </w:r>
      <w:r>
        <w:tab/>
        <w:t>80</w:t>
      </w:r>
    </w:p>
    <w:p w14:paraId="69C9EDF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5.1.2.5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Measurements of inter-RAT E-UTRAN cells</w:t>
      </w:r>
      <w:r>
        <w:tab/>
        <w:t>80</w:t>
      </w:r>
    </w:p>
    <w:p w14:paraId="02BB026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5.1.2.6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Maximum interruption in paging reception</w:t>
      </w:r>
      <w:r>
        <w:tab/>
        <w:t>80</w:t>
      </w:r>
    </w:p>
    <w:p w14:paraId="5B583C4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5.1.2.7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General requirements</w:t>
      </w:r>
      <w:r>
        <w:tab/>
        <w:t>80</w:t>
      </w:r>
    </w:p>
    <w:p w14:paraId="630D4A3B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5.1A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Cell Re-selection with CCA</w:t>
      </w:r>
      <w:r>
        <w:tab/>
        <w:t>80</w:t>
      </w:r>
    </w:p>
    <w:p w14:paraId="0FE5B37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5.1A.1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80</w:t>
      </w:r>
    </w:p>
    <w:p w14:paraId="7A23BE7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5.1A.2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</w:t>
      </w:r>
      <w:r>
        <w:tab/>
        <w:t>81</w:t>
      </w:r>
    </w:p>
    <w:p w14:paraId="484FB9D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5.1A.2.1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measurement capability</w:t>
      </w:r>
      <w:r>
        <w:tab/>
        <w:t>81</w:t>
      </w:r>
    </w:p>
    <w:p w14:paraId="3598833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5.1A.2.2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and evaluation when CCA is used on the serving cell</w:t>
      </w:r>
      <w:r>
        <w:tab/>
        <w:t>81</w:t>
      </w:r>
    </w:p>
    <w:p w14:paraId="36EF556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5.1A.2.3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Measurements of intra-frequency NR cells when CCA is used on the serving cell and target cell</w:t>
      </w:r>
      <w:r>
        <w:tab/>
        <w:t>81</w:t>
      </w:r>
    </w:p>
    <w:p w14:paraId="16AB807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5.1A.2.4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Measurements of inter-frequency NR cells when CCA is used on the target cell</w:t>
      </w:r>
      <w:r>
        <w:tab/>
        <w:t>81</w:t>
      </w:r>
    </w:p>
    <w:p w14:paraId="4C6C5CB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5.1A.2.5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Measurements of inter-RAT E-UTRAN cells when CCA is used on the serving cell</w:t>
      </w:r>
      <w:r>
        <w:tab/>
        <w:t>81</w:t>
      </w:r>
    </w:p>
    <w:p w14:paraId="742D287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5.1A.2.6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Maximum interruption in paging reception when CCA is used on the target cell</w:t>
      </w:r>
      <w:r>
        <w:tab/>
        <w:t>81</w:t>
      </w:r>
    </w:p>
    <w:p w14:paraId="0375B36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5.1A.2.7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General requirements</w:t>
      </w:r>
      <w:r>
        <w:tab/>
        <w:t>81</w:t>
      </w:r>
    </w:p>
    <w:p w14:paraId="55710296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81</w:t>
      </w:r>
    </w:p>
    <w:p w14:paraId="6B7D11DA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Minimization of Drive Tests (MDT)</w:t>
      </w:r>
      <w:r>
        <w:tab/>
        <w:t>81</w:t>
      </w:r>
    </w:p>
    <w:p w14:paraId="3822BE7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5.3.1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81</w:t>
      </w:r>
    </w:p>
    <w:p w14:paraId="27F1FF8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5.3.2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Requirements</w:t>
      </w:r>
      <w:r>
        <w:tab/>
        <w:t>82</w:t>
      </w:r>
    </w:p>
    <w:p w14:paraId="09E584A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5.3.3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Relative Time Stamp Accuracy</w:t>
      </w:r>
      <w:r>
        <w:tab/>
        <w:t>82</w:t>
      </w:r>
    </w:p>
    <w:p w14:paraId="451F295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5.3.4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Relative Time Stamp Accuracy for RRC Connection Establishment Failure Log Reporting</w:t>
      </w:r>
      <w:r>
        <w:tab/>
        <w:t>82</w:t>
      </w:r>
    </w:p>
    <w:p w14:paraId="57813E8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5.3.5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Relative Time Stamp Accuracy for Radio Link Failure and Handover Failure Log Reporting</w:t>
      </w:r>
      <w:r>
        <w:tab/>
        <w:t>82</w:t>
      </w:r>
    </w:p>
    <w:p w14:paraId="14479D2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5.3.6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Relative Time Stamp Accuracy for RRC Resume Failure Log Reporting</w:t>
      </w:r>
      <w:r>
        <w:tab/>
        <w:t>82</w:t>
      </w:r>
    </w:p>
    <w:p w14:paraId="1A6597AC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5.4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Idle Mode CA/DC Measurements</w:t>
      </w:r>
      <w:r>
        <w:tab/>
        <w:t>82</w:t>
      </w:r>
    </w:p>
    <w:p w14:paraId="4678708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5.4.1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Introduction</w:t>
      </w:r>
      <w:r>
        <w:tab/>
        <w:t>82</w:t>
      </w:r>
    </w:p>
    <w:p w14:paraId="1582037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lastRenderedPageBreak/>
        <w:t>5.4.2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Measurement Requirements</w:t>
      </w:r>
      <w:r>
        <w:tab/>
        <w:t>82</w:t>
      </w:r>
    </w:p>
    <w:p w14:paraId="37CB17C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5.4.2.1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Detected cell requirement during state transition and Idle mode</w:t>
      </w:r>
      <w:r>
        <w:tab/>
        <w:t>83</w:t>
      </w:r>
    </w:p>
    <w:p w14:paraId="055C5F0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5.4.2.2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Measurements of inter-frequency CA/DC candidate cells</w:t>
      </w:r>
      <w:r>
        <w:tab/>
        <w:t>83</w:t>
      </w:r>
    </w:p>
    <w:p w14:paraId="43B63D5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5.4.2.3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Measurements on serving cell</w:t>
      </w:r>
      <w:r>
        <w:tab/>
        <w:t>83</w:t>
      </w:r>
    </w:p>
    <w:p w14:paraId="415B725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5.4.2.4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Measurements on E-UTRAN inter-RAT DC candidate cells</w:t>
      </w:r>
      <w:r>
        <w:tab/>
        <w:t>83</w:t>
      </w:r>
    </w:p>
    <w:p w14:paraId="6C3D6D1B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6</w:t>
      </w:r>
      <w:r>
        <w:rPr>
          <w:rFonts w:ascii="Calibri" w:eastAsia="Malgun Gothic" w:hAnsi="Calibri"/>
          <w:szCs w:val="22"/>
          <w:lang w:eastAsia="en-GB"/>
        </w:rPr>
        <w:tab/>
      </w:r>
      <w:r>
        <w:t>RRC_CONNECTED state mobility</w:t>
      </w:r>
      <w:r>
        <w:tab/>
        <w:t>83</w:t>
      </w:r>
    </w:p>
    <w:p w14:paraId="0B8FA34B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Handover</w:t>
      </w:r>
      <w:r>
        <w:tab/>
        <w:t>83</w:t>
      </w:r>
    </w:p>
    <w:p w14:paraId="207818B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NR Handover</w:t>
      </w:r>
      <w:r>
        <w:tab/>
        <w:t>83</w:t>
      </w:r>
    </w:p>
    <w:p w14:paraId="3A59CFB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Introduction</w:t>
      </w:r>
      <w:r>
        <w:tab/>
        <w:t>83</w:t>
      </w:r>
    </w:p>
    <w:p w14:paraId="228397F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NR FR1 - NR FR1 Handover</w:t>
      </w:r>
      <w:r>
        <w:tab/>
        <w:t>83</w:t>
      </w:r>
    </w:p>
    <w:p w14:paraId="2D6AE1A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6.1.1.2.1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Handover delay</w:t>
      </w:r>
      <w:r>
        <w:tab/>
        <w:t>83</w:t>
      </w:r>
    </w:p>
    <w:p w14:paraId="785FE9E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6.1.1.2.2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 time</w:t>
      </w:r>
      <w:r>
        <w:tab/>
        <w:t>83</w:t>
      </w:r>
    </w:p>
    <w:p w14:paraId="129E51F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NR FR2- NR FR1 Handover</w:t>
      </w:r>
      <w:r>
        <w:tab/>
        <w:t>84</w:t>
      </w:r>
    </w:p>
    <w:p w14:paraId="5EBC1A9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6.1.1.3.1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Handover delay</w:t>
      </w:r>
      <w:r>
        <w:tab/>
        <w:t>84</w:t>
      </w:r>
    </w:p>
    <w:p w14:paraId="71542DB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6.1.1.3.2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 time</w:t>
      </w:r>
      <w:r>
        <w:tab/>
        <w:t>84</w:t>
      </w:r>
    </w:p>
    <w:p w14:paraId="456A23F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6.1.1.4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NR FR2- NR FR2 Handover</w:t>
      </w:r>
      <w:r>
        <w:tab/>
        <w:t>85</w:t>
      </w:r>
    </w:p>
    <w:p w14:paraId="13F3736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6.1.1.4.1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Handover delay</w:t>
      </w:r>
      <w:r>
        <w:tab/>
        <w:t>85</w:t>
      </w:r>
    </w:p>
    <w:p w14:paraId="7D9F361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6.1.1.4.2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 time</w:t>
      </w:r>
      <w:r>
        <w:tab/>
        <w:t>85</w:t>
      </w:r>
    </w:p>
    <w:p w14:paraId="5FEB245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6.1.1.5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NR FR1- NR FR2 Handover</w:t>
      </w:r>
      <w:r>
        <w:tab/>
        <w:t>86</w:t>
      </w:r>
    </w:p>
    <w:p w14:paraId="5ADDED8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6.1.1.5.1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Handover delay</w:t>
      </w:r>
      <w:r>
        <w:tab/>
        <w:t>86</w:t>
      </w:r>
    </w:p>
    <w:p w14:paraId="0EEF332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6.1.1.5.2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 time</w:t>
      </w:r>
      <w:r>
        <w:tab/>
        <w:t>86</w:t>
      </w:r>
    </w:p>
    <w:p w14:paraId="098A65D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NR Handover to other RATs</w:t>
      </w:r>
      <w:r>
        <w:tab/>
        <w:t>87</w:t>
      </w:r>
    </w:p>
    <w:p w14:paraId="1D70C61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NR – E-UTRAN Handover</w:t>
      </w:r>
      <w:r>
        <w:tab/>
        <w:t>87</w:t>
      </w:r>
    </w:p>
    <w:p w14:paraId="0A6B241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6.1.2.1.1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Introduction</w:t>
      </w:r>
      <w:r>
        <w:tab/>
        <w:t>87</w:t>
      </w:r>
    </w:p>
    <w:p w14:paraId="4B5341E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6.1.2.1.2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Handover delay</w:t>
      </w:r>
      <w:r>
        <w:tab/>
        <w:t>87</w:t>
      </w:r>
    </w:p>
    <w:p w14:paraId="5413BDF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6.1.2.1.3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Interruption time</w:t>
      </w:r>
      <w:r>
        <w:tab/>
        <w:t>87</w:t>
      </w:r>
    </w:p>
    <w:p w14:paraId="146C7DE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NR – UTRAN Handover</w:t>
      </w:r>
      <w:r>
        <w:tab/>
        <w:t>88</w:t>
      </w:r>
    </w:p>
    <w:p w14:paraId="212715C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6.1.2.2.1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88</w:t>
      </w:r>
    </w:p>
    <w:p w14:paraId="737C689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6.1.2.2.2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Handover delay</w:t>
      </w:r>
      <w:r>
        <w:tab/>
        <w:t>88</w:t>
      </w:r>
    </w:p>
    <w:p w14:paraId="06C519C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6.1.2.2.3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 time</w:t>
      </w:r>
      <w:r>
        <w:tab/>
        <w:t>88</w:t>
      </w:r>
    </w:p>
    <w:p w14:paraId="527AFF0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6.1.3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NR DAPS Handover</w:t>
      </w:r>
      <w:r>
        <w:tab/>
        <w:t>89</w:t>
      </w:r>
    </w:p>
    <w:p w14:paraId="53965C3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Introduction</w:t>
      </w:r>
      <w:r>
        <w:tab/>
        <w:t>89</w:t>
      </w:r>
    </w:p>
    <w:p w14:paraId="4A5BF44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NR FR1 - NR FR1 DAPS Handover</w:t>
      </w:r>
      <w:r>
        <w:tab/>
        <w:t>89</w:t>
      </w:r>
    </w:p>
    <w:p w14:paraId="44B658C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6.1.3.2.1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DAPS handover delay</w:t>
      </w:r>
      <w:r>
        <w:tab/>
        <w:t>89</w:t>
      </w:r>
    </w:p>
    <w:p w14:paraId="2277904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6.1.3.2.2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 time</w:t>
      </w:r>
      <w:r>
        <w:tab/>
        <w:t>90</w:t>
      </w:r>
    </w:p>
    <w:p w14:paraId="5FE59A3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6.1.3.3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NR FR2- NR FR1 DAPS Handover</w:t>
      </w:r>
      <w:r>
        <w:tab/>
        <w:t>92</w:t>
      </w:r>
    </w:p>
    <w:p w14:paraId="0659842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6.1.3.3.1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DAPS handover delay</w:t>
      </w:r>
      <w:r>
        <w:tab/>
        <w:t>92</w:t>
      </w:r>
    </w:p>
    <w:p w14:paraId="332F75A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6.1.3.3.2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 time</w:t>
      </w:r>
      <w:r>
        <w:tab/>
        <w:t>92</w:t>
      </w:r>
    </w:p>
    <w:p w14:paraId="3EC25FD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6.1.3.4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NR FR1- NR FR2 DAPS Handover</w:t>
      </w:r>
      <w:r>
        <w:tab/>
        <w:t>93</w:t>
      </w:r>
    </w:p>
    <w:p w14:paraId="41E292F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6.1.3.4.1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DAPS handover delay</w:t>
      </w:r>
      <w:r>
        <w:tab/>
        <w:t>93</w:t>
      </w:r>
    </w:p>
    <w:p w14:paraId="2C2CF6D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6.1.3.4.2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 time</w:t>
      </w:r>
      <w:r>
        <w:tab/>
        <w:t>93</w:t>
      </w:r>
    </w:p>
    <w:p w14:paraId="5407035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6.1.4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NR Conditional Handover</w:t>
      </w:r>
      <w:r>
        <w:tab/>
        <w:t>94</w:t>
      </w:r>
    </w:p>
    <w:p w14:paraId="2C178A3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Introduction</w:t>
      </w:r>
      <w:r>
        <w:tab/>
        <w:t>94</w:t>
      </w:r>
    </w:p>
    <w:p w14:paraId="1E1DBAD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NR FR1 – NR FR1 conditional handover</w:t>
      </w:r>
      <w:r>
        <w:tab/>
        <w:t>94</w:t>
      </w:r>
    </w:p>
    <w:p w14:paraId="7594BA2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6.1.4.3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NR FR2 – NR FR1 conditional handover</w:t>
      </w:r>
      <w:r>
        <w:tab/>
        <w:t>95</w:t>
      </w:r>
    </w:p>
    <w:p w14:paraId="65B6E01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6.1.4.4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NR FR2 – NR FR2 conditional handover</w:t>
      </w:r>
      <w:r>
        <w:tab/>
        <w:t>96</w:t>
      </w:r>
    </w:p>
    <w:p w14:paraId="33BF652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6.1.4.4.1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Handover delay</w:t>
      </w:r>
      <w:r>
        <w:tab/>
        <w:t>96</w:t>
      </w:r>
    </w:p>
    <w:p w14:paraId="5098C67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6.1.4.4.2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time</w:t>
      </w:r>
      <w:r>
        <w:tab/>
        <w:t>96</w:t>
      </w:r>
    </w:p>
    <w:p w14:paraId="100189C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6.1.4.4.3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Preparation time</w:t>
      </w:r>
      <w:r>
        <w:tab/>
        <w:t>96</w:t>
      </w:r>
    </w:p>
    <w:p w14:paraId="260FA85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6.1.4.4.4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 time</w:t>
      </w:r>
      <w:r>
        <w:tab/>
        <w:t>96</w:t>
      </w:r>
    </w:p>
    <w:p w14:paraId="41BA77B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6.1.4.5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NR FR1 – NR FR2 conditional handover</w:t>
      </w:r>
      <w:r>
        <w:tab/>
        <w:t>97</w:t>
      </w:r>
    </w:p>
    <w:p w14:paraId="298F53FD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fi-FI"/>
        </w:rPr>
        <w:t>6</w:t>
      </w:r>
      <w:r>
        <w:rPr>
          <w:color w:val="000000"/>
          <w:lang w:val="fi-FI"/>
        </w:rPr>
        <w:t>.1A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color w:val="000000"/>
          <w:lang w:val="fi-FI"/>
        </w:rPr>
        <w:t>Void</w:t>
      </w:r>
      <w:r>
        <w:tab/>
        <w:t>97</w:t>
      </w:r>
    </w:p>
    <w:p w14:paraId="7A95E6B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color w:val="000000"/>
          <w:lang w:val="fi-FI" w:eastAsia="ko-KR"/>
        </w:rPr>
        <w:t>6.1A.1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color w:val="000000"/>
          <w:lang w:val="fi-FI" w:eastAsia="ko-KR"/>
        </w:rPr>
        <w:t>Void</w:t>
      </w:r>
      <w:r>
        <w:tab/>
        <w:t>97</w:t>
      </w:r>
    </w:p>
    <w:p w14:paraId="63C0606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color w:val="000000"/>
          <w:lang w:val="fi-FI" w:eastAsia="zh-CN"/>
        </w:rPr>
        <w:t>6.1A.1.1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color w:val="000000"/>
          <w:lang w:val="fi-FI" w:eastAsia="zh-CN"/>
        </w:rPr>
        <w:t>Void</w:t>
      </w:r>
      <w:r>
        <w:tab/>
        <w:t>97</w:t>
      </w:r>
    </w:p>
    <w:p w14:paraId="663F478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color w:val="000000"/>
          <w:lang w:val="da-DK" w:eastAsia="zh-CN"/>
        </w:rPr>
        <w:t>6.1A.1.2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color w:val="000000"/>
          <w:lang w:val="da-DK" w:eastAsia="zh-CN"/>
        </w:rPr>
        <w:t>Void</w:t>
      </w:r>
      <w:r>
        <w:tab/>
        <w:t>97</w:t>
      </w:r>
    </w:p>
    <w:p w14:paraId="24A7E66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color w:val="000000"/>
          <w:lang w:val="fi-FI"/>
        </w:rPr>
        <w:t>6.1A.1.2.1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color w:val="000000"/>
          <w:lang w:val="fi-FI"/>
        </w:rPr>
        <w:t>Void</w:t>
      </w:r>
      <w:r>
        <w:tab/>
        <w:t>97</w:t>
      </w:r>
    </w:p>
    <w:p w14:paraId="583EC78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color w:val="000000"/>
          <w:lang w:val="fi-FI"/>
        </w:rPr>
        <w:t>6.1A.1.2.2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color w:val="000000"/>
          <w:lang w:val="fi-FI"/>
        </w:rPr>
        <w:t>Void</w:t>
      </w:r>
      <w:r>
        <w:tab/>
        <w:t>97</w:t>
      </w:r>
    </w:p>
    <w:p w14:paraId="7B792BCE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6.1B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Handover to target cell using CCA</w:t>
      </w:r>
      <w:r>
        <w:tab/>
        <w:t>97</w:t>
      </w:r>
    </w:p>
    <w:p w14:paraId="72926CA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6.1B.1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NR Handover</w:t>
      </w:r>
      <w:r>
        <w:tab/>
        <w:t>97</w:t>
      </w:r>
    </w:p>
    <w:p w14:paraId="765F356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6.1B.1.1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Introduction</w:t>
      </w:r>
      <w:r>
        <w:tab/>
        <w:t>97</w:t>
      </w:r>
    </w:p>
    <w:p w14:paraId="3D8FCE0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da-DK" w:eastAsia="zh-CN"/>
        </w:rPr>
        <w:t>6.1B.1.2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da-DK" w:eastAsia="zh-CN"/>
        </w:rPr>
        <w:t>NR FR1 - NR FR1 Handover</w:t>
      </w:r>
      <w:r>
        <w:tab/>
        <w:t>98</w:t>
      </w:r>
    </w:p>
    <w:p w14:paraId="50E01C9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6.1B.1.2.1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Handover delay</w:t>
      </w:r>
      <w:r>
        <w:tab/>
        <w:t>98</w:t>
      </w:r>
    </w:p>
    <w:p w14:paraId="40B5A73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color w:val="000000"/>
        </w:rPr>
        <w:t>6.1B.1.2.2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color w:val="000000"/>
        </w:rPr>
        <w:t>Interruption time</w:t>
      </w:r>
      <w:r>
        <w:tab/>
        <w:t>98</w:t>
      </w:r>
    </w:p>
    <w:p w14:paraId="13DCEB6F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 Connection Mobility Control</w:t>
      </w:r>
      <w:r>
        <w:tab/>
        <w:t>99</w:t>
      </w:r>
    </w:p>
    <w:p w14:paraId="1D40BDD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6.2.1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SA: RRC Re-establishment</w:t>
      </w:r>
      <w:r>
        <w:tab/>
        <w:t>99</w:t>
      </w:r>
    </w:p>
    <w:p w14:paraId="57C0BE7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6.2.1.1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Introduction</w:t>
      </w:r>
      <w:r>
        <w:tab/>
        <w:t>99</w:t>
      </w:r>
    </w:p>
    <w:p w14:paraId="1858E79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6.2.1.2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Requirements</w:t>
      </w:r>
      <w:r>
        <w:tab/>
        <w:t>99</w:t>
      </w:r>
    </w:p>
    <w:p w14:paraId="25B9D42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6.2.1.2.1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UE Re-establishment delay requirement</w:t>
      </w:r>
      <w:r>
        <w:tab/>
        <w:t>99</w:t>
      </w:r>
    </w:p>
    <w:p w14:paraId="650C30B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6.2.1A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RRC Re-establishment with CCA</w:t>
      </w:r>
      <w:r>
        <w:tab/>
        <w:t>100</w:t>
      </w:r>
    </w:p>
    <w:p w14:paraId="1FB5827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6.2.1A.1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Introduction</w:t>
      </w:r>
      <w:r>
        <w:tab/>
        <w:t>100</w:t>
      </w:r>
    </w:p>
    <w:p w14:paraId="115B12F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6.2.1A.2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Requirements</w:t>
      </w:r>
      <w:r>
        <w:tab/>
        <w:t>101</w:t>
      </w:r>
    </w:p>
    <w:p w14:paraId="6DF300E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6.2.1A.2.1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UE Re-establishment with CCA delay requirement</w:t>
      </w:r>
      <w:r>
        <w:tab/>
        <w:t>101</w:t>
      </w:r>
    </w:p>
    <w:p w14:paraId="1E770EE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6.2.2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Random access</w:t>
      </w:r>
      <w:r>
        <w:tab/>
        <w:t>103</w:t>
      </w:r>
    </w:p>
    <w:p w14:paraId="5882FA4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6.2.</w:t>
      </w:r>
      <w:r>
        <w:rPr>
          <w:lang w:eastAsia="zh-CN"/>
        </w:rPr>
        <w:t>2</w:t>
      </w:r>
      <w:r>
        <w:rPr>
          <w:lang w:eastAsia="ko-KR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Introduction</w:t>
      </w:r>
      <w:r>
        <w:tab/>
        <w:t>103</w:t>
      </w:r>
    </w:p>
    <w:p w14:paraId="33C91BA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6.2.</w:t>
      </w:r>
      <w:r>
        <w:rPr>
          <w:lang w:eastAsia="zh-CN"/>
        </w:rPr>
        <w:t>2</w:t>
      </w:r>
      <w:r>
        <w:rPr>
          <w:lang w:eastAsia="ko-KR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Requirements for 4-step RA type</w:t>
      </w:r>
      <w:r>
        <w:tab/>
        <w:t>103</w:t>
      </w:r>
    </w:p>
    <w:p w14:paraId="45370B5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6.2.2.2.1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Contention based random access</w:t>
      </w:r>
      <w:r>
        <w:tab/>
        <w:t>103</w:t>
      </w:r>
    </w:p>
    <w:p w14:paraId="6BBC015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6.2.2.2.2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Non-Contention based random access</w:t>
      </w:r>
      <w:r>
        <w:tab/>
        <w:t>104</w:t>
      </w:r>
    </w:p>
    <w:p w14:paraId="268C71E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6.2.2.2.3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UE behaviour when configured with supplementary UL</w:t>
      </w:r>
      <w:r>
        <w:tab/>
        <w:t>105</w:t>
      </w:r>
    </w:p>
    <w:p w14:paraId="74FA51C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6.2.</w:t>
      </w:r>
      <w:r>
        <w:rPr>
          <w:lang w:eastAsia="zh-CN"/>
        </w:rPr>
        <w:t>2</w:t>
      </w:r>
      <w:r>
        <w:rPr>
          <w:lang w:eastAsia="ko-KR"/>
        </w:rPr>
        <w:t>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Requirements for 2-step RA type</w:t>
      </w:r>
      <w:r>
        <w:tab/>
        <w:t>105</w:t>
      </w:r>
    </w:p>
    <w:p w14:paraId="4221301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6.2.2.3.1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Contention based random access</w:t>
      </w:r>
      <w:r>
        <w:tab/>
        <w:t>105</w:t>
      </w:r>
    </w:p>
    <w:p w14:paraId="0E3EBDB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6.2.2.3.2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Non-Contention based random access</w:t>
      </w:r>
      <w:r>
        <w:tab/>
        <w:t>106</w:t>
      </w:r>
    </w:p>
    <w:p w14:paraId="1800194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6.2.2.3.3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behaviour when configured with supplementary UL</w:t>
      </w:r>
      <w:r>
        <w:tab/>
        <w:t>107</w:t>
      </w:r>
    </w:p>
    <w:p w14:paraId="56D57FF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6.2.2A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Random access when CCA is used on target frequency</w:t>
      </w:r>
      <w:r>
        <w:tab/>
        <w:t>107</w:t>
      </w:r>
    </w:p>
    <w:p w14:paraId="579A3CA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6.2.</w:t>
      </w:r>
      <w:r>
        <w:rPr>
          <w:lang w:eastAsia="zh-CN"/>
        </w:rPr>
        <w:t>2A</w:t>
      </w:r>
      <w:r>
        <w:rPr>
          <w:lang w:eastAsia="ko-KR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Introduction</w:t>
      </w:r>
      <w:r>
        <w:tab/>
        <w:t>107</w:t>
      </w:r>
    </w:p>
    <w:p w14:paraId="5314E4E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6.2.</w:t>
      </w:r>
      <w:r>
        <w:rPr>
          <w:lang w:eastAsia="zh-CN"/>
        </w:rPr>
        <w:t>2A</w:t>
      </w:r>
      <w:r>
        <w:rPr>
          <w:lang w:eastAsia="ko-KR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Requirements for 4-step RA type</w:t>
      </w:r>
      <w:r>
        <w:tab/>
        <w:t>107</w:t>
      </w:r>
    </w:p>
    <w:p w14:paraId="639E216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6.2.2A.2.1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Contention based random access</w:t>
      </w:r>
      <w:r>
        <w:tab/>
        <w:t>107</w:t>
      </w:r>
    </w:p>
    <w:p w14:paraId="44750C3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6.2.2A.2.2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Non-Contention based random access</w:t>
      </w:r>
      <w:r>
        <w:tab/>
        <w:t>108</w:t>
      </w:r>
    </w:p>
    <w:p w14:paraId="59628DF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6.2.</w:t>
      </w:r>
      <w:r>
        <w:rPr>
          <w:lang w:eastAsia="zh-CN"/>
        </w:rPr>
        <w:t>2A</w:t>
      </w:r>
      <w:r>
        <w:rPr>
          <w:lang w:eastAsia="ko-KR"/>
        </w:rPr>
        <w:t>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Requirements for 2-step RA type</w:t>
      </w:r>
      <w:r>
        <w:tab/>
        <w:t>109</w:t>
      </w:r>
    </w:p>
    <w:p w14:paraId="34ED43D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6.2.2A.3.1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Contention based random access</w:t>
      </w:r>
      <w:r>
        <w:tab/>
        <w:t>110</w:t>
      </w:r>
    </w:p>
    <w:p w14:paraId="0D4FE29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6.2.2A.3.2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Non-Contention based random access</w:t>
      </w:r>
      <w:r>
        <w:tab/>
        <w:t>111</w:t>
      </w:r>
    </w:p>
    <w:p w14:paraId="4CB4E57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6.2.3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SA: RRC Connection Release with Redirection</w:t>
      </w:r>
      <w:r>
        <w:tab/>
        <w:t>112</w:t>
      </w:r>
    </w:p>
    <w:p w14:paraId="52D3F6E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Introduction</w:t>
      </w:r>
      <w:r>
        <w:tab/>
        <w:t>112</w:t>
      </w:r>
    </w:p>
    <w:p w14:paraId="28B49CC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6.2.3.2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Requirements</w:t>
      </w:r>
      <w:r>
        <w:tab/>
        <w:t>112</w:t>
      </w:r>
    </w:p>
    <w:p w14:paraId="33EEEDA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6.2.3.2.1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RRC connection release with redirection to NR</w:t>
      </w:r>
      <w:r>
        <w:tab/>
        <w:t>112</w:t>
      </w:r>
    </w:p>
    <w:p w14:paraId="702039C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6.2.3.2.2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RRC connection release with redirection to E-UTRAN</w:t>
      </w:r>
      <w:r>
        <w:tab/>
        <w:t>113</w:t>
      </w:r>
    </w:p>
    <w:p w14:paraId="1F5612F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6.2.3.2.3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RRC connection release with redirection to NR carrier subject to CCA</w:t>
      </w:r>
      <w:r>
        <w:tab/>
        <w:t>113</w:t>
      </w:r>
    </w:p>
    <w:p w14:paraId="44215422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7</w:t>
      </w:r>
      <w:r>
        <w:rPr>
          <w:rFonts w:ascii="Calibri" w:eastAsia="Malgun Gothic" w:hAnsi="Calibri"/>
          <w:szCs w:val="22"/>
          <w:lang w:eastAsia="en-GB"/>
        </w:rPr>
        <w:tab/>
      </w:r>
      <w:r>
        <w:t>Timing</w:t>
      </w:r>
      <w:r>
        <w:tab/>
        <w:t>114</w:t>
      </w:r>
    </w:p>
    <w:p w14:paraId="4DA5791D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transmit timing</w:t>
      </w:r>
      <w:r>
        <w:tab/>
        <w:t>114</w:t>
      </w:r>
    </w:p>
    <w:p w14:paraId="6024226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7.1.1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114</w:t>
      </w:r>
    </w:p>
    <w:p w14:paraId="6549A81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7.1.2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</w:t>
      </w:r>
      <w:r>
        <w:tab/>
        <w:t>115</w:t>
      </w:r>
    </w:p>
    <w:p w14:paraId="55C20A7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7.1.2.1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Gradual timing adjustment</w:t>
      </w:r>
      <w:r>
        <w:tab/>
        <w:t>116</w:t>
      </w:r>
    </w:p>
    <w:p w14:paraId="1018531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7.1.2.2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116</w:t>
      </w:r>
    </w:p>
    <w:p w14:paraId="10388DB9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timer accuracy</w:t>
      </w:r>
      <w:r>
        <w:tab/>
        <w:t>116</w:t>
      </w:r>
    </w:p>
    <w:p w14:paraId="64A1A90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7.2.1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116</w:t>
      </w:r>
    </w:p>
    <w:p w14:paraId="28DF566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7.2.2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</w:t>
      </w:r>
      <w:r>
        <w:tab/>
        <w:t>117</w:t>
      </w:r>
    </w:p>
    <w:p w14:paraId="1B03735C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7.3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Timing advance</w:t>
      </w:r>
      <w:r>
        <w:tab/>
        <w:t>117</w:t>
      </w:r>
    </w:p>
    <w:p w14:paraId="6E6D492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7.3.1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117</w:t>
      </w:r>
    </w:p>
    <w:p w14:paraId="719BD72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7.3.2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</w:t>
      </w:r>
      <w:r>
        <w:tab/>
        <w:t>117</w:t>
      </w:r>
    </w:p>
    <w:p w14:paraId="029A9EC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7.3.2.1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Timing Advance adjustment delay</w:t>
      </w:r>
      <w:r>
        <w:tab/>
        <w:t>117</w:t>
      </w:r>
    </w:p>
    <w:p w14:paraId="00CB2D5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7.3.2.2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Timing Advance adjustment accuracy</w:t>
      </w:r>
      <w:r>
        <w:tab/>
        <w:t>117</w:t>
      </w:r>
    </w:p>
    <w:p w14:paraId="0D980B2D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7.4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Cell phase synchronization accuracy</w:t>
      </w:r>
      <w:r>
        <w:tab/>
        <w:t>117</w:t>
      </w:r>
    </w:p>
    <w:p w14:paraId="1CF1854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7.</w:t>
      </w:r>
      <w:r>
        <w:rPr>
          <w:lang w:eastAsia="zh-CN"/>
        </w:rPr>
        <w:t>4</w:t>
      </w:r>
      <w: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Definition</w:t>
      </w:r>
      <w:r>
        <w:tab/>
        <w:t>117</w:t>
      </w:r>
    </w:p>
    <w:p w14:paraId="7892A38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7.</w:t>
      </w:r>
      <w:r>
        <w:rPr>
          <w:lang w:eastAsia="zh-CN"/>
        </w:rPr>
        <w:t>4</w:t>
      </w:r>
      <w: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requirements</w:t>
      </w:r>
      <w:r>
        <w:tab/>
        <w:t>117</w:t>
      </w:r>
    </w:p>
    <w:p w14:paraId="2C9860F0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7.5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Maximum Transmission Timing Difference</w:t>
      </w:r>
      <w:r>
        <w:tab/>
        <w:t>118</w:t>
      </w:r>
    </w:p>
    <w:p w14:paraId="6CCBAA6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7.5.1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Introduction</w:t>
      </w:r>
      <w:r>
        <w:tab/>
        <w:t>118</w:t>
      </w:r>
    </w:p>
    <w:p w14:paraId="5C56369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7.5.2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 xml:space="preserve">Minimum Requirements for </w:t>
      </w:r>
      <w:r>
        <w:t>inter-band EN-DC</w:t>
      </w:r>
      <w:r>
        <w:tab/>
        <w:t>118</w:t>
      </w:r>
    </w:p>
    <w:p w14:paraId="7279502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7.5.2.1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 xml:space="preserve">Minimum Requirements for </w:t>
      </w:r>
      <w:r>
        <w:t>inter-band synchronous EN-DC</w:t>
      </w:r>
      <w:r>
        <w:tab/>
        <w:t>118</w:t>
      </w:r>
    </w:p>
    <w:p w14:paraId="330456A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7.5.3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Requirements for intra-band EN-DC</w:t>
      </w:r>
      <w:r>
        <w:tab/>
        <w:t>119</w:t>
      </w:r>
    </w:p>
    <w:p w14:paraId="487C71D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7.</w:t>
      </w:r>
      <w:r w:rsidRPr="0046111E">
        <w:rPr>
          <w:rFonts w:eastAsia="Malgun Gothic"/>
        </w:rPr>
        <w:t>5</w:t>
      </w:r>
      <w:r>
        <w:rPr>
          <w:lang w:eastAsia="ko-KR"/>
        </w:rPr>
        <w:t>.</w:t>
      </w:r>
      <w:r w:rsidRPr="0046111E">
        <w:rPr>
          <w:rFonts w:eastAsia="Malgun Gothic"/>
          <w:lang w:eastAsia="ko-KR"/>
        </w:rPr>
        <w:t>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Minimum Requirements for NR Carrier Aggregation</w:t>
      </w:r>
      <w:r>
        <w:tab/>
        <w:t>119</w:t>
      </w:r>
    </w:p>
    <w:p w14:paraId="69295CD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7.5.5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 xml:space="preserve">Minimum Requirements for </w:t>
      </w:r>
      <w:r>
        <w:t>inter-band NE-DC</w:t>
      </w:r>
      <w:r>
        <w:tab/>
        <w:t>119</w:t>
      </w:r>
    </w:p>
    <w:p w14:paraId="72DC76D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7.5.5.1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 xml:space="preserve">Minimum Requirements for </w:t>
      </w:r>
      <w:r>
        <w:t>inter-band synchronous NE-DC</w:t>
      </w:r>
      <w:r>
        <w:tab/>
        <w:t>120</w:t>
      </w:r>
    </w:p>
    <w:p w14:paraId="0EC890F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7.5.</w:t>
      </w:r>
      <w:r w:rsidRPr="0046111E">
        <w:rPr>
          <w:rFonts w:eastAsia="Malgun Gothic"/>
          <w:lang w:eastAsia="ko-KR"/>
        </w:rPr>
        <w:t>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 xml:space="preserve">Minimum Requirements for inter-band NR </w:t>
      </w:r>
      <w:r w:rsidRPr="0046111E">
        <w:rPr>
          <w:rFonts w:eastAsia="Malgun Gothic"/>
          <w:lang w:eastAsia="ko-KR"/>
        </w:rPr>
        <w:t>DC</w:t>
      </w:r>
      <w:r>
        <w:tab/>
        <w:t>120</w:t>
      </w:r>
    </w:p>
    <w:p w14:paraId="3F6E32AA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lastRenderedPageBreak/>
        <w:t>7.6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Maximum Receive Timing Difference</w:t>
      </w:r>
      <w:r>
        <w:tab/>
        <w:t>121</w:t>
      </w:r>
    </w:p>
    <w:p w14:paraId="019A82E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7.6.1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Introduction</w:t>
      </w:r>
      <w:r>
        <w:tab/>
        <w:t>121</w:t>
      </w:r>
    </w:p>
    <w:p w14:paraId="1F9D3F1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7.6.2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 xml:space="preserve">Minimum Requirements for </w:t>
      </w:r>
      <w:r>
        <w:t>inter-band EN-DC</w:t>
      </w:r>
      <w:r>
        <w:tab/>
        <w:t>121</w:t>
      </w:r>
    </w:p>
    <w:p w14:paraId="6E897D3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7.6.2.1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 xml:space="preserve">Minimum Requirements for </w:t>
      </w:r>
      <w:r>
        <w:t>inter-band synchronous EN-DC</w:t>
      </w:r>
      <w:r>
        <w:tab/>
        <w:t>121</w:t>
      </w:r>
    </w:p>
    <w:p w14:paraId="2B96817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7.6.3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Requirements for intra-band EN-DC</w:t>
      </w:r>
      <w:r>
        <w:tab/>
        <w:t>122</w:t>
      </w:r>
    </w:p>
    <w:p w14:paraId="47F25F1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7.6.</w:t>
      </w:r>
      <w:r w:rsidRPr="0046111E">
        <w:rPr>
          <w:rFonts w:eastAsia="Malgun Gothic"/>
          <w:lang w:eastAsia="ko-KR"/>
        </w:rPr>
        <w:t>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Minimum Requirements for NR Carrier Aggregation</w:t>
      </w:r>
      <w:r>
        <w:tab/>
        <w:t>122</w:t>
      </w:r>
    </w:p>
    <w:p w14:paraId="3835F40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7.6.5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 xml:space="preserve">Minimum Requirements for </w:t>
      </w:r>
      <w:r>
        <w:t>inter-band NE-DC</w:t>
      </w:r>
      <w:r>
        <w:tab/>
        <w:t>123</w:t>
      </w:r>
    </w:p>
    <w:p w14:paraId="08DF9D1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7.6.5.1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 xml:space="preserve">Minimum Requirements for </w:t>
      </w:r>
      <w:r>
        <w:t>inter-band synchronous NE-DC</w:t>
      </w:r>
      <w:r>
        <w:tab/>
        <w:t>123</w:t>
      </w:r>
    </w:p>
    <w:p w14:paraId="059B42F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7.6.</w:t>
      </w:r>
      <w:r w:rsidRPr="0046111E">
        <w:rPr>
          <w:rFonts w:eastAsia="Malgun Gothic"/>
          <w:lang w:eastAsia="ko-KR"/>
        </w:rPr>
        <w:t>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 xml:space="preserve">Minimum Requirements for inter-band NR </w:t>
      </w:r>
      <w:r w:rsidRPr="0046111E">
        <w:rPr>
          <w:rFonts w:eastAsia="Malgun Gothic"/>
          <w:lang w:eastAsia="ko-KR"/>
        </w:rPr>
        <w:t>DC</w:t>
      </w:r>
      <w:r>
        <w:tab/>
        <w:t>124</w:t>
      </w:r>
    </w:p>
    <w:p w14:paraId="3063F67C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7.7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i/>
          <w:lang w:val="en-US"/>
        </w:rPr>
        <w:t>deriveSSB-IndexFromCell</w:t>
      </w:r>
      <w:r>
        <w:t xml:space="preserve"> tolerance</w:t>
      </w:r>
      <w:r>
        <w:tab/>
        <w:t>124</w:t>
      </w:r>
    </w:p>
    <w:p w14:paraId="05F3D23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7.</w:t>
      </w:r>
      <w:r>
        <w:rPr>
          <w:lang w:eastAsia="zh-CN"/>
        </w:rPr>
        <w:t>7</w:t>
      </w:r>
      <w: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requirements</w:t>
      </w:r>
      <w:r>
        <w:tab/>
        <w:t>124</w:t>
      </w:r>
    </w:p>
    <w:p w14:paraId="75D408F4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7.8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125</w:t>
      </w:r>
    </w:p>
    <w:p w14:paraId="62686057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8</w:t>
      </w:r>
      <w:r>
        <w:rPr>
          <w:rFonts w:ascii="Calibri" w:eastAsia="Malgun Gothic" w:hAnsi="Calibri"/>
          <w:szCs w:val="22"/>
          <w:lang w:eastAsia="en-GB"/>
        </w:rPr>
        <w:tab/>
      </w:r>
      <w:r>
        <w:t>Signalling characteristics</w:t>
      </w:r>
      <w:r>
        <w:tab/>
        <w:t>125</w:t>
      </w:r>
    </w:p>
    <w:p w14:paraId="5944D26E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</w:t>
      </w:r>
      <w:r>
        <w:tab/>
        <w:t>125</w:t>
      </w:r>
    </w:p>
    <w:p w14:paraId="4049A43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125</w:t>
      </w:r>
    </w:p>
    <w:p w14:paraId="642DE58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SSB based radio link monitoring</w:t>
      </w:r>
      <w:r>
        <w:tab/>
        <w:t>126</w:t>
      </w:r>
    </w:p>
    <w:p w14:paraId="4FCAC56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126</w:t>
      </w:r>
    </w:p>
    <w:p w14:paraId="3102FE9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requirement</w:t>
      </w:r>
      <w:r>
        <w:tab/>
        <w:t>127</w:t>
      </w:r>
    </w:p>
    <w:p w14:paraId="5AECE2D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?? ??"/>
        </w:rPr>
        <w:t>8.1.2.3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restrictions for SSB based RLM</w:t>
      </w:r>
      <w:r>
        <w:tab/>
        <w:t>128</w:t>
      </w:r>
    </w:p>
    <w:p w14:paraId="4CC6DD4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CSI-RS based radio link monitoring</w:t>
      </w:r>
      <w:r>
        <w:tab/>
        <w:t>129</w:t>
      </w:r>
    </w:p>
    <w:p w14:paraId="04237C6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129</w:t>
      </w:r>
    </w:p>
    <w:p w14:paraId="606766A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requirement</w:t>
      </w:r>
      <w:r>
        <w:tab/>
        <w:t>130</w:t>
      </w:r>
    </w:p>
    <w:p w14:paraId="79DB326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?? ??"/>
        </w:rPr>
        <w:t>8.1.3.3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restrictions for CSI-RS based RLM</w:t>
      </w:r>
      <w:r>
        <w:tab/>
        <w:t>132</w:t>
      </w:r>
    </w:p>
    <w:p w14:paraId="692A33D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requirement at transitions</w:t>
      </w:r>
      <w:r>
        <w:tab/>
        <w:t>132</w:t>
      </w:r>
    </w:p>
    <w:p w14:paraId="1312F05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requirement for UE turning off the transmitter</w:t>
      </w:r>
      <w:r>
        <w:tab/>
        <w:t>133</w:t>
      </w:r>
    </w:p>
    <w:p w14:paraId="589BB09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8.1.6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requirement for L1 indication</w:t>
      </w:r>
      <w:r>
        <w:tab/>
        <w:t>133</w:t>
      </w:r>
    </w:p>
    <w:p w14:paraId="67D19EE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8.1.7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during radio link monitoring</w:t>
      </w:r>
      <w:r>
        <w:tab/>
        <w:t>133</w:t>
      </w:r>
    </w:p>
    <w:p w14:paraId="6FC9601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8.1.7.1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radio link monitoring with a same subcarrier spacing as PDSCH/PDCCH on FR1</w:t>
      </w:r>
      <w:r>
        <w:tab/>
        <w:t>133</w:t>
      </w:r>
    </w:p>
    <w:p w14:paraId="1B78A60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8.1.7.2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radio link monitoring with a different subcarrier spacing than PDSCH/PDCCH on FR1</w:t>
      </w:r>
      <w:r>
        <w:tab/>
        <w:t>133</w:t>
      </w:r>
    </w:p>
    <w:p w14:paraId="7E8639A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8.1.7.3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radio link monitoring on FR2</w:t>
      </w:r>
      <w:r>
        <w:tab/>
        <w:t>134</w:t>
      </w:r>
    </w:p>
    <w:p w14:paraId="7E5D9C3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8.1.7.4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radio link monitoring on FR1 or FR2 in case of FR1-FR2 inter-band CA</w:t>
      </w:r>
      <w:r>
        <w:rPr>
          <w:lang w:eastAsia="zh-CN"/>
        </w:rPr>
        <w:t xml:space="preserve"> and NR-DC</w:t>
      </w:r>
      <w:r>
        <w:tab/>
        <w:t>134</w:t>
      </w:r>
    </w:p>
    <w:p w14:paraId="683EFC2A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8.1A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with CCA on Target Frequency</w:t>
      </w:r>
      <w:r>
        <w:tab/>
        <w:t>134</w:t>
      </w:r>
    </w:p>
    <w:p w14:paraId="535CBFC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8.1A.1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134</w:t>
      </w:r>
    </w:p>
    <w:p w14:paraId="2836446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8.1A.2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SSB Based Radio Link Monitoring</w:t>
      </w:r>
      <w:r>
        <w:tab/>
        <w:t>135</w:t>
      </w:r>
    </w:p>
    <w:p w14:paraId="44EB211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8.1A.2.1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135</w:t>
      </w:r>
    </w:p>
    <w:p w14:paraId="0B60A0D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8.1A.2.2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Requirement</w:t>
      </w:r>
      <w:r>
        <w:tab/>
        <w:t>136</w:t>
      </w:r>
    </w:p>
    <w:p w14:paraId="1506D76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8.1A.3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requirement at transitions</w:t>
      </w:r>
      <w:r>
        <w:tab/>
        <w:t>137</w:t>
      </w:r>
    </w:p>
    <w:p w14:paraId="42837ED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8.1A.4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requirement for UE turning off the transmitter</w:t>
      </w:r>
      <w:r>
        <w:tab/>
        <w:t>138</w:t>
      </w:r>
    </w:p>
    <w:p w14:paraId="49A4C1F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8.1A.5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requirement for L1 indication</w:t>
      </w:r>
      <w:r>
        <w:tab/>
        <w:t>138</w:t>
      </w:r>
    </w:p>
    <w:p w14:paraId="50B1D06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8.1A.6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during radio link monitoring</w:t>
      </w:r>
      <w:r>
        <w:tab/>
        <w:t>138</w:t>
      </w:r>
    </w:p>
    <w:p w14:paraId="50942D8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8.1A.6.1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radio link monitoring with the same subcarrier spacing as PDSCH/PDCCH</w:t>
      </w:r>
      <w:r>
        <w:tab/>
        <w:t>138</w:t>
      </w:r>
    </w:p>
    <w:p w14:paraId="5FA3331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8.1A.6.2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radio link monitoring with a different subcarrier spacing than PDSCH/PDCCH</w:t>
      </w:r>
      <w:r>
        <w:tab/>
        <w:t>138</w:t>
      </w:r>
    </w:p>
    <w:p w14:paraId="12EACE4C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</w:t>
      </w:r>
      <w:r>
        <w:tab/>
        <w:t>139</w:t>
      </w:r>
    </w:p>
    <w:p w14:paraId="54F8F92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Interruption</w:t>
      </w:r>
      <w:r>
        <w:tab/>
        <w:t>139</w:t>
      </w:r>
    </w:p>
    <w:p w14:paraId="6E7B01D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139</w:t>
      </w:r>
    </w:p>
    <w:p w14:paraId="0002898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</w:t>
      </w:r>
      <w:r>
        <w:tab/>
        <w:t>139</w:t>
      </w:r>
    </w:p>
    <w:p w14:paraId="7C637DD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transitions between active and non-active during DRX</w:t>
      </w:r>
      <w:r>
        <w:tab/>
        <w:t>139</w:t>
      </w:r>
    </w:p>
    <w:p w14:paraId="0FDEE9D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transitions from non-DRX to DRX</w:t>
      </w:r>
      <w:r>
        <w:tab/>
        <w:t>140</w:t>
      </w:r>
    </w:p>
    <w:p w14:paraId="75BC900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SCell addition/release</w:t>
      </w:r>
      <w:r>
        <w:tab/>
        <w:t>140</w:t>
      </w:r>
    </w:p>
    <w:p w14:paraId="5DEE309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8.2.1.2.4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SCell activation/deactivation</w:t>
      </w:r>
      <w:r>
        <w:tab/>
        <w:t>141</w:t>
      </w:r>
    </w:p>
    <w:p w14:paraId="15CBC96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8.2.1.2.5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during measurements on SCC</w:t>
      </w:r>
      <w:r>
        <w:tab/>
        <w:t>142</w:t>
      </w:r>
    </w:p>
    <w:p w14:paraId="45F97FF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8.2.1.2.6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UL carrier RRC reconfiguration</w:t>
      </w:r>
      <w:r>
        <w:tab/>
        <w:t>143</w:t>
      </w:r>
    </w:p>
    <w:p w14:paraId="0FAF8FB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8.2.1.2.7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Interruptions due to Active BWP switching Requirement</w:t>
      </w:r>
      <w:r>
        <w:tab/>
        <w:t>144</w:t>
      </w:r>
    </w:p>
    <w:p w14:paraId="5D27FBB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8.2.1.2.8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direct SCell activation and hibernation</w:t>
      </w:r>
      <w:r>
        <w:tab/>
        <w:t>145</w:t>
      </w:r>
    </w:p>
    <w:p w14:paraId="61EFD4A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8.2.1.2.9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SCell hibernation</w:t>
      </w:r>
      <w:r>
        <w:tab/>
        <w:t>145</w:t>
      </w:r>
    </w:p>
    <w:p w14:paraId="48BEB1B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8.2.1.2.10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SCell activation/deactivation with multiple downlink SCells</w:t>
      </w:r>
      <w:r>
        <w:tab/>
        <w:t>146</w:t>
      </w:r>
    </w:p>
    <w:p w14:paraId="56B55EA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lastRenderedPageBreak/>
        <w:t>8.2.1.2.11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Interruptions due to UE-specific CBW change</w:t>
      </w:r>
      <w:r>
        <w:tab/>
        <w:t>146</w:t>
      </w:r>
    </w:p>
    <w:p w14:paraId="06FDE37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8.2.1.2.12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 Interruptions at NR SRS carrier based switching</w:t>
      </w:r>
      <w:r>
        <w:tab/>
        <w:t>146</w:t>
      </w:r>
    </w:p>
    <w:p w14:paraId="550C5D8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8.2.1.2.13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 Interruptions at E-UTRA SRS carrier based switching</w:t>
      </w:r>
      <w:r>
        <w:tab/>
        <w:t>147</w:t>
      </w:r>
    </w:p>
    <w:p w14:paraId="566C728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8.2.1.2.14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DL Interruptions at switching between two uplink carriers</w:t>
      </w:r>
      <w:r>
        <w:tab/>
        <w:t>148</w:t>
      </w:r>
    </w:p>
    <w:p w14:paraId="1971D21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8.2.1.2.15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due to SCell dormancy</w:t>
      </w:r>
      <w:r>
        <w:tab/>
        <w:t>149</w:t>
      </w:r>
    </w:p>
    <w:p w14:paraId="3E95E00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Calibri"/>
        </w:rPr>
        <w:t>8.2.1.2.16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when identifying CGI of an NR cell with autonomous gaps</w:t>
      </w:r>
      <w:r>
        <w:tab/>
        <w:t>149</w:t>
      </w:r>
    </w:p>
    <w:p w14:paraId="16BF2E7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Calibri"/>
        </w:rPr>
        <w:t>8.2.1.2.17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Calibri"/>
        </w:rPr>
        <w:t xml:space="preserve"> </w:t>
      </w:r>
      <w:r>
        <w:t>Interruptions when identifying CGI of an E-UTRA cell with autonomous gaps</w:t>
      </w:r>
      <w:r>
        <w:tab/>
        <w:t>150</w:t>
      </w:r>
    </w:p>
    <w:p w14:paraId="3F65D26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SA: Interruptions with Standalone NR Carrier Aggregation</w:t>
      </w:r>
      <w:r>
        <w:tab/>
        <w:t>150</w:t>
      </w:r>
    </w:p>
    <w:p w14:paraId="4046D24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150</w:t>
      </w:r>
    </w:p>
    <w:p w14:paraId="77FEB5F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</w:t>
      </w:r>
      <w:r>
        <w:tab/>
        <w:t>151</w:t>
      </w:r>
    </w:p>
    <w:p w14:paraId="0198282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SCell addition/release</w:t>
      </w:r>
      <w:r>
        <w:tab/>
        <w:t>151</w:t>
      </w:r>
    </w:p>
    <w:p w14:paraId="4548AB5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SCell activation/deactivation</w:t>
      </w:r>
      <w:r>
        <w:tab/>
        <w:t>152</w:t>
      </w:r>
    </w:p>
    <w:p w14:paraId="0FE226A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8.2.2.2.3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during measurements on deactivated SCC</w:t>
      </w:r>
      <w:r>
        <w:tab/>
        <w:t>153</w:t>
      </w:r>
    </w:p>
    <w:p w14:paraId="71F10E1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8.2.2.2.4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UL carrier RRC reconfiguration</w:t>
      </w:r>
      <w:r>
        <w:tab/>
        <w:t>154</w:t>
      </w:r>
    </w:p>
    <w:p w14:paraId="47B637C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8.2.2.2.5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Interruptions due to Active BWP switching Requirement</w:t>
      </w:r>
      <w:r>
        <w:tab/>
        <w:t>154</w:t>
      </w:r>
    </w:p>
    <w:p w14:paraId="3486F31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8.2.2.2.6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inter-frequency SFTD measurement</w:t>
      </w:r>
      <w:r>
        <w:tab/>
        <w:t>155</w:t>
      </w:r>
    </w:p>
    <w:p w14:paraId="382951E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8.2.2.2.7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SCell activation/deactivation with multiple downlink SCells</w:t>
      </w:r>
      <w:r>
        <w:tab/>
        <w:t>156</w:t>
      </w:r>
    </w:p>
    <w:p w14:paraId="24374DB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8.2.2.2.8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Interruptions due to UE-specific CBW change</w:t>
      </w:r>
      <w:r>
        <w:tab/>
        <w:t>156</w:t>
      </w:r>
    </w:p>
    <w:p w14:paraId="78ACBCD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8.2.2.2.9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 Interruptions at NR SRS carrier based switching</w:t>
      </w:r>
      <w:r>
        <w:tab/>
        <w:t>157</w:t>
      </w:r>
    </w:p>
    <w:p w14:paraId="15D67F9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8.2.2.2.10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DL Interruptions at UE switching between two uplink carriers</w:t>
      </w:r>
      <w:r>
        <w:tab/>
        <w:t>158</w:t>
      </w:r>
    </w:p>
    <w:p w14:paraId="60EAAAA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8.2.2.2.11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direct SCell activation</w:t>
      </w:r>
      <w:r>
        <w:tab/>
        <w:t>159</w:t>
      </w:r>
    </w:p>
    <w:p w14:paraId="25A2F70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8.2.2.2.12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due to SCell dormancy</w:t>
      </w:r>
      <w:r>
        <w:tab/>
        <w:t>159</w:t>
      </w:r>
    </w:p>
    <w:p w14:paraId="77ECBB1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8.2.2.2.13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Interruptions at transitions between active and non-active during DRX</w:t>
      </w:r>
      <w:r>
        <w:tab/>
        <w:t>159</w:t>
      </w:r>
    </w:p>
    <w:p w14:paraId="4FD3180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Calibri"/>
        </w:rPr>
        <w:t>8.2.2.2.14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when identifying CGI of an NR cell with autonomous gaps</w:t>
      </w:r>
      <w:r>
        <w:tab/>
        <w:t>160</w:t>
      </w:r>
    </w:p>
    <w:p w14:paraId="704CE1D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Calibri"/>
        </w:rPr>
        <w:t>8.2.2.2.15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Calibri"/>
        </w:rPr>
        <w:t xml:space="preserve"> </w:t>
      </w:r>
      <w:r>
        <w:t>Interruptions when identifying CGI of an E-UTRA cell with autonomous gaps</w:t>
      </w:r>
      <w:r>
        <w:tab/>
        <w:t>160</w:t>
      </w:r>
    </w:p>
    <w:p w14:paraId="5081ACA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NE-DC Interruptions</w:t>
      </w:r>
      <w:r>
        <w:tab/>
        <w:t>161</w:t>
      </w:r>
    </w:p>
    <w:p w14:paraId="19C98D1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161</w:t>
      </w:r>
    </w:p>
    <w:p w14:paraId="6435651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8.2.3.2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</w:t>
      </w:r>
      <w:r>
        <w:tab/>
        <w:t>161</w:t>
      </w:r>
    </w:p>
    <w:p w14:paraId="6F74321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transitions between active and non-active during DRX</w:t>
      </w:r>
      <w:r>
        <w:tab/>
        <w:t>161</w:t>
      </w:r>
    </w:p>
    <w:p w14:paraId="57B29D8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transitions from non-DRX to DRX</w:t>
      </w:r>
      <w:r>
        <w:tab/>
        <w:t>162</w:t>
      </w:r>
    </w:p>
    <w:p w14:paraId="7A5249F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8.2.3.2.3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PSCell/SCell addition/release</w:t>
      </w:r>
      <w:r>
        <w:tab/>
        <w:t>162</w:t>
      </w:r>
    </w:p>
    <w:p w14:paraId="41EB6CB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8.2.3.2.4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SCell activation/deactivation</w:t>
      </w:r>
      <w:r>
        <w:tab/>
        <w:t>163</w:t>
      </w:r>
    </w:p>
    <w:p w14:paraId="7FB7152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8.2.3.2.5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during measurements on SCC</w:t>
      </w:r>
      <w:r>
        <w:tab/>
        <w:t>164</w:t>
      </w:r>
    </w:p>
    <w:p w14:paraId="2DB457F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8.2.3.2.6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UL carrier RRC reconfiguration</w:t>
      </w:r>
      <w:r>
        <w:tab/>
        <w:t>165</w:t>
      </w:r>
    </w:p>
    <w:p w14:paraId="7AA0231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8.2.3.2.7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Interruptions due to Active BWP switching Requirement</w:t>
      </w:r>
      <w:r>
        <w:tab/>
        <w:t>166</w:t>
      </w:r>
    </w:p>
    <w:p w14:paraId="6C6FA45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8.2.3.2.8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direct SCell activation and hibernation</w:t>
      </w:r>
      <w:r>
        <w:tab/>
        <w:t>166</w:t>
      </w:r>
    </w:p>
    <w:p w14:paraId="120170C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8.2.3.2.9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SCell hibernation</w:t>
      </w:r>
      <w:r>
        <w:tab/>
        <w:t>166</w:t>
      </w:r>
    </w:p>
    <w:p w14:paraId="5C5173C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8.2.3.2.10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SCell activation/deactivation with multiple downlink SCells</w:t>
      </w:r>
      <w:r>
        <w:tab/>
        <w:t>167</w:t>
      </w:r>
    </w:p>
    <w:p w14:paraId="3BD2F36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8.2.3.2.11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 Interruptions at NR SRS carrier based switching</w:t>
      </w:r>
      <w:r>
        <w:tab/>
        <w:t>167</w:t>
      </w:r>
    </w:p>
    <w:p w14:paraId="26CFAD8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8.2.3.2.12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 Interruptions at E-UTRA SRS carrier based switching</w:t>
      </w:r>
      <w:r>
        <w:tab/>
        <w:t>168</w:t>
      </w:r>
    </w:p>
    <w:p w14:paraId="0840CCF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8.2.3.2.13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due to SCell dormancy</w:t>
      </w:r>
      <w:r>
        <w:tab/>
        <w:t>169</w:t>
      </w:r>
    </w:p>
    <w:p w14:paraId="3904E18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Calibri"/>
        </w:rPr>
        <w:t>8.2.3.2.14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when identifying CGI of an NR cell with autonomous gaps</w:t>
      </w:r>
      <w:r>
        <w:tab/>
        <w:t>170</w:t>
      </w:r>
    </w:p>
    <w:p w14:paraId="0B4D975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Calibri"/>
        </w:rPr>
        <w:t>8.2.3.2.15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Calibri"/>
        </w:rPr>
        <w:t xml:space="preserve"> </w:t>
      </w:r>
      <w:r>
        <w:t>Interruptions when identifying CGI of an E-UTRA cell with autonomous gaps</w:t>
      </w:r>
      <w:r>
        <w:tab/>
        <w:t>170</w:t>
      </w:r>
    </w:p>
    <w:p w14:paraId="3AB2E80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8.2.3.2.16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Interruptions due to UE-specific CBW change</w:t>
      </w:r>
      <w:r>
        <w:tab/>
        <w:t>171</w:t>
      </w:r>
    </w:p>
    <w:p w14:paraId="7C7B1F3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NR-DC: Interruptions</w:t>
      </w:r>
      <w:r>
        <w:tab/>
        <w:t>171</w:t>
      </w:r>
    </w:p>
    <w:p w14:paraId="1A696B4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8.2.4.1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171</w:t>
      </w:r>
    </w:p>
    <w:p w14:paraId="59465F9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8.2.4.2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</w:t>
      </w:r>
      <w:r>
        <w:tab/>
        <w:t>172</w:t>
      </w:r>
    </w:p>
    <w:p w14:paraId="7BCDC59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PSCell/SCell addition/release</w:t>
      </w:r>
      <w:r>
        <w:tab/>
        <w:t>172</w:t>
      </w:r>
    </w:p>
    <w:p w14:paraId="2021683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8.2.4.2.3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during measurements on SCC</w:t>
      </w:r>
      <w:r>
        <w:tab/>
        <w:t>173</w:t>
      </w:r>
    </w:p>
    <w:p w14:paraId="3CA7579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8.2.4.2.4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UL carrier RRC reconfiguration</w:t>
      </w:r>
      <w:r>
        <w:tab/>
        <w:t>173</w:t>
      </w:r>
    </w:p>
    <w:p w14:paraId="7AD8781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8.2.4.2.5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Interruptions due to Active BWP switching Requirement</w:t>
      </w:r>
      <w:r>
        <w:tab/>
        <w:t>174</w:t>
      </w:r>
    </w:p>
    <w:p w14:paraId="5D83558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8.2.4.2.6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Interruptions at transitions between active and non-active during DRX</w:t>
      </w:r>
      <w:r>
        <w:tab/>
        <w:t>174</w:t>
      </w:r>
    </w:p>
    <w:p w14:paraId="12751A2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8.2.4.2.7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Interruptions at transitions from non-DRX to DRX</w:t>
      </w:r>
      <w:r>
        <w:tab/>
        <w:t>174</w:t>
      </w:r>
    </w:p>
    <w:p w14:paraId="3178F22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8.2.4.2.8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SCell activation/deactivation with multiple downlink SCells</w:t>
      </w:r>
      <w:r>
        <w:tab/>
        <w:t>175</w:t>
      </w:r>
    </w:p>
    <w:p w14:paraId="07EFA86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8.2.4.2.9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NR SRS carrier based switching</w:t>
      </w:r>
      <w:r>
        <w:tab/>
        <w:t>175</w:t>
      </w:r>
    </w:p>
    <w:p w14:paraId="101C3B2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8.2.4.2.10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at direct SCell activation</w:t>
      </w:r>
      <w:r>
        <w:tab/>
        <w:t>176</w:t>
      </w:r>
    </w:p>
    <w:p w14:paraId="261628C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Calibri"/>
        </w:rPr>
        <w:t>8.2.4.2.11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when identifying CGI of an NR cell with autonomous gaps</w:t>
      </w:r>
      <w:r>
        <w:tab/>
        <w:t>177</w:t>
      </w:r>
    </w:p>
    <w:p w14:paraId="3B280DF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Calibri"/>
        </w:rPr>
        <w:t>8.2.4.2.12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Calibri"/>
        </w:rPr>
        <w:t xml:space="preserve"> </w:t>
      </w:r>
      <w:r>
        <w:t>Interruptions when identifying CGI of an E-UTRA cell with autonomous gaps</w:t>
      </w:r>
      <w:r>
        <w:tab/>
        <w:t>177</w:t>
      </w:r>
    </w:p>
    <w:p w14:paraId="0AABF61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Calibri"/>
        </w:rPr>
        <w:t>8.2.4.2.13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Calibri"/>
        </w:rPr>
        <w:t xml:space="preserve"> </w:t>
      </w:r>
      <w:r>
        <w:t>Interruptions due to SCell dormancy</w:t>
      </w:r>
      <w:r>
        <w:tab/>
        <w:t>178</w:t>
      </w:r>
    </w:p>
    <w:p w14:paraId="020C05B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8.2.4.2.14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Interruptions due to UE-specific CBW change</w:t>
      </w:r>
      <w:r>
        <w:tab/>
        <w:t>178</w:t>
      </w:r>
    </w:p>
    <w:p w14:paraId="22448DB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8.2.4.2A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179</w:t>
      </w:r>
    </w:p>
    <w:p w14:paraId="3AFD2A2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8.2.4.2A.1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179</w:t>
      </w:r>
    </w:p>
    <w:p w14:paraId="1D46088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lastRenderedPageBreak/>
        <w:t>8.2.4.2A.2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179</w:t>
      </w:r>
    </w:p>
    <w:p w14:paraId="22C138D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8.2.4.2A.3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179</w:t>
      </w:r>
    </w:p>
    <w:p w14:paraId="69AF8E16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8.3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SCell Activation and Deactivation Delay</w:t>
      </w:r>
      <w:r>
        <w:tab/>
        <w:t>179</w:t>
      </w:r>
    </w:p>
    <w:p w14:paraId="0EEAE25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Introduction</w:t>
      </w:r>
      <w:r>
        <w:tab/>
        <w:t>179</w:t>
      </w:r>
    </w:p>
    <w:p w14:paraId="63FA299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SCell Activation Delay Requirement for Deactivated SCell</w:t>
      </w:r>
      <w:r>
        <w:tab/>
        <w:t>179</w:t>
      </w:r>
    </w:p>
    <w:p w14:paraId="0F19E3E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SCell Deactivation Delay Requirement for Activated SCell</w:t>
      </w:r>
      <w:r>
        <w:tab/>
        <w:t>183</w:t>
      </w:r>
    </w:p>
    <w:p w14:paraId="6F4956F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eastAsia="ko-KR"/>
        </w:rPr>
        <w:t>8.3.4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eastAsia="ko-KR"/>
        </w:rPr>
        <w:t>Direct SCell Activation at SCell addition</w:t>
      </w:r>
      <w:r>
        <w:tab/>
        <w:t>183</w:t>
      </w:r>
    </w:p>
    <w:p w14:paraId="6B9AC64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eastAsia="ko-KR"/>
        </w:rPr>
        <w:t>8.3.5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eastAsia="ko-KR"/>
        </w:rPr>
        <w:t>Direct SCell Activation at Handover</w:t>
      </w:r>
      <w:r>
        <w:tab/>
        <w:t>185</w:t>
      </w:r>
    </w:p>
    <w:p w14:paraId="2BB49B2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8.3.7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SCell Activation Delay Requirement for Deactivated SCell with Multiple Downlink SCells</w:t>
      </w:r>
      <w:r>
        <w:tab/>
        <w:t>187</w:t>
      </w:r>
    </w:p>
    <w:p w14:paraId="4AB21F6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8.3.8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SCell Deactivation Delay Requirement for Activated SCell with Multiple Downlink SCells</w:t>
      </w:r>
      <w:r>
        <w:tab/>
        <w:t>191</w:t>
      </w:r>
    </w:p>
    <w:p w14:paraId="2E6ACD1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8.3.9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Direct SCell Activation of Multiple Downlink SCells at SCell addition</w:t>
      </w:r>
      <w:r>
        <w:tab/>
        <w:t>191</w:t>
      </w:r>
    </w:p>
    <w:p w14:paraId="524BBB8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8.3.10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Direct SCell Activation of Multiple Downlink SCells at Handover</w:t>
      </w:r>
      <w:r>
        <w:tab/>
        <w:t>192</w:t>
      </w:r>
    </w:p>
    <w:p w14:paraId="3E67379D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8.3A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SCell Activation and Deactivation Delay in Carriers with CCA</w:t>
      </w:r>
      <w:r>
        <w:tab/>
        <w:t>194</w:t>
      </w:r>
    </w:p>
    <w:p w14:paraId="18CD53A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8.3A.1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Introduction</w:t>
      </w:r>
      <w:r>
        <w:tab/>
        <w:t>194</w:t>
      </w:r>
    </w:p>
    <w:p w14:paraId="180E404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8.3A.2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SCell Activation Delay Requirement for Deactivated SCell</w:t>
      </w:r>
      <w:r>
        <w:tab/>
        <w:t>194</w:t>
      </w:r>
    </w:p>
    <w:p w14:paraId="75C48FC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8.3A.3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SCell Deactivation Delay Requirement for Activated SCell</w:t>
      </w:r>
      <w:r>
        <w:tab/>
        <w:t>197</w:t>
      </w:r>
    </w:p>
    <w:p w14:paraId="10CC90AD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8.4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</w:rPr>
        <w:t>UE UL carrier RRC reconfiguration delay</w:t>
      </w:r>
      <w:r>
        <w:tab/>
        <w:t>197</w:t>
      </w:r>
    </w:p>
    <w:p w14:paraId="12D6E62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  <w:lang w:val="en-US" w:eastAsia="zh-CN"/>
        </w:rPr>
        <w:t>8.4.1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  <w:lang w:val="en-US" w:eastAsia="zh-CN"/>
        </w:rPr>
        <w:t>Introduction</w:t>
      </w:r>
      <w:r>
        <w:tab/>
        <w:t>197</w:t>
      </w:r>
    </w:p>
    <w:p w14:paraId="5947836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  <w:lang w:val="en-US" w:eastAsia="zh-CN"/>
        </w:rPr>
        <w:t>8.4.2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  <w:lang w:val="en-US" w:eastAsia="zh-CN"/>
        </w:rPr>
        <w:t>UE UL carrier configuration delay requirement</w:t>
      </w:r>
      <w:r>
        <w:tab/>
        <w:t>197</w:t>
      </w:r>
    </w:p>
    <w:p w14:paraId="278943E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8.4.3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</w:rPr>
        <w:t>UE UL carrier deconfiguration delay requirement</w:t>
      </w:r>
      <w:r>
        <w:tab/>
        <w:t>197</w:t>
      </w:r>
    </w:p>
    <w:p w14:paraId="57FF29A5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8.5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Link Recovery Procedures</w:t>
      </w:r>
      <w:r>
        <w:tab/>
        <w:t>198</w:t>
      </w:r>
    </w:p>
    <w:p w14:paraId="72ED7D4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198</w:t>
      </w:r>
    </w:p>
    <w:p w14:paraId="1BEBDA9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SSB based beam failure detection</w:t>
      </w:r>
      <w:r>
        <w:tab/>
        <w:t>198</w:t>
      </w:r>
    </w:p>
    <w:p w14:paraId="422CDB7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?? ??"/>
        </w:rPr>
        <w:t>8.5.2.1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198</w:t>
      </w:r>
    </w:p>
    <w:p w14:paraId="4DED636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?? ??"/>
        </w:rPr>
        <w:t>8.5.2.2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requirement</w:t>
      </w:r>
      <w:r>
        <w:tab/>
        <w:t>199</w:t>
      </w:r>
    </w:p>
    <w:p w14:paraId="270BAFE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8.5.2.3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restriction for SSB based beam failure detection</w:t>
      </w:r>
      <w:r>
        <w:tab/>
        <w:t>200</w:t>
      </w:r>
    </w:p>
    <w:p w14:paraId="0667F4F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CSI-RS based beam failure detection</w:t>
      </w:r>
      <w:r>
        <w:tab/>
        <w:t>201</w:t>
      </w:r>
    </w:p>
    <w:p w14:paraId="5D2D0BC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?? ??"/>
        </w:rPr>
        <w:t>8.5.3.1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201</w:t>
      </w:r>
    </w:p>
    <w:p w14:paraId="2429DB0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?? ??"/>
        </w:rPr>
        <w:t>8.5.3.2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requirement</w:t>
      </w:r>
      <w:r>
        <w:tab/>
        <w:t>202</w:t>
      </w:r>
    </w:p>
    <w:p w14:paraId="74C3D66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?? ??"/>
        </w:rPr>
        <w:t>8.5.3.3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restrictions for CSI-RS beam failure detection</w:t>
      </w:r>
      <w:r>
        <w:tab/>
        <w:t>204</w:t>
      </w:r>
    </w:p>
    <w:p w14:paraId="180454B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8.5.4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requirement for L1 indication</w:t>
      </w:r>
      <w:r>
        <w:tab/>
        <w:t>205</w:t>
      </w:r>
    </w:p>
    <w:p w14:paraId="793254D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8.5.5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SSB based candidate beam detection</w:t>
      </w:r>
      <w:r>
        <w:tab/>
        <w:t>205</w:t>
      </w:r>
    </w:p>
    <w:p w14:paraId="1AED483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?? ??"/>
        </w:rPr>
        <w:t>8.5.5.1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205</w:t>
      </w:r>
    </w:p>
    <w:p w14:paraId="1BF95CD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?? ??"/>
        </w:rPr>
        <w:t>8.5.5.2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requirement</w:t>
      </w:r>
      <w:r>
        <w:tab/>
        <w:t>205</w:t>
      </w:r>
    </w:p>
    <w:p w14:paraId="486BC10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8.5.5.3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restriction for SSB based candidate beam detection</w:t>
      </w:r>
      <w:r>
        <w:tab/>
        <w:t>207</w:t>
      </w:r>
    </w:p>
    <w:p w14:paraId="68D82AD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8.5.6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CSI-RS based candidate beam detection</w:t>
      </w:r>
      <w:r>
        <w:tab/>
        <w:t>208</w:t>
      </w:r>
    </w:p>
    <w:p w14:paraId="47F04E0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?? ??"/>
        </w:rPr>
        <w:t>8.5.6.1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208</w:t>
      </w:r>
    </w:p>
    <w:p w14:paraId="68EE26C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?? ??"/>
        </w:rPr>
        <w:t>8.5.6.2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requirement</w:t>
      </w:r>
      <w:r>
        <w:tab/>
        <w:t>208</w:t>
      </w:r>
    </w:p>
    <w:p w14:paraId="1353728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8.5.6.3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restriction for CSI-RS based candidate beam detection</w:t>
      </w:r>
      <w:r>
        <w:tab/>
        <w:t>210</w:t>
      </w:r>
    </w:p>
    <w:p w14:paraId="035D2F5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8.5.7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during beam failure detection</w:t>
      </w:r>
      <w:r>
        <w:tab/>
        <w:t>211</w:t>
      </w:r>
    </w:p>
    <w:p w14:paraId="28ECBF1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?? ??"/>
        </w:rPr>
        <w:t>8.5.</w:t>
      </w:r>
      <w:r w:rsidRPr="0046111E">
        <w:rPr>
          <w:rFonts w:eastAsia="?? ??"/>
          <w:lang w:eastAsia="ja-JP"/>
        </w:rPr>
        <w:t>7</w:t>
      </w:r>
      <w:r w:rsidRPr="0046111E">
        <w:rPr>
          <w:rFonts w:eastAsia="?? ??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?? ??"/>
        </w:rPr>
        <w:t>Scheduling availability of UE performing beam failure detection with a same subcarrier spacing as PDSCH/PDCCH on FR1</w:t>
      </w:r>
      <w:r>
        <w:tab/>
        <w:t>211</w:t>
      </w:r>
    </w:p>
    <w:p w14:paraId="1D6CBE7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8.5.</w:t>
      </w:r>
      <w:r>
        <w:rPr>
          <w:lang w:eastAsia="ja-JP"/>
        </w:rPr>
        <w:t>7</w:t>
      </w:r>
      <w: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beam failure detection with a different subcarrier spacing than PDSCH/PDCCH on FR1</w:t>
      </w:r>
      <w:r>
        <w:tab/>
        <w:t>211</w:t>
      </w:r>
    </w:p>
    <w:p w14:paraId="6FD28EA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8.5.</w:t>
      </w:r>
      <w:r>
        <w:rPr>
          <w:lang w:eastAsia="ja-JP"/>
        </w:rPr>
        <w:t>7</w:t>
      </w:r>
      <w:r>
        <w:t>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beam failure detection on FR2</w:t>
      </w:r>
      <w:r>
        <w:tab/>
        <w:t>211</w:t>
      </w:r>
    </w:p>
    <w:p w14:paraId="7BB8615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8.5.</w:t>
      </w:r>
      <w:r>
        <w:rPr>
          <w:lang w:eastAsia="ja-JP"/>
        </w:rPr>
        <w:t>7</w:t>
      </w:r>
      <w:r>
        <w:t>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beam failure detection on FR1 or FR2 in case of FR1-FR2 inter-band CA</w:t>
      </w:r>
      <w:r>
        <w:rPr>
          <w:lang w:eastAsia="zh-CN"/>
        </w:rPr>
        <w:t xml:space="preserve"> and NR DC</w:t>
      </w:r>
      <w:r>
        <w:tab/>
        <w:t>212</w:t>
      </w:r>
    </w:p>
    <w:p w14:paraId="6B7AD5A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8.5.8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during candidate beam detection</w:t>
      </w:r>
      <w:r>
        <w:tab/>
        <w:t>212</w:t>
      </w:r>
    </w:p>
    <w:p w14:paraId="6263C83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8.5.8.1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L1-RSRP measurement with a same subcarrier spacing as PDSCH/PDCCH on FR1</w:t>
      </w:r>
      <w:r>
        <w:tab/>
        <w:t>212</w:t>
      </w:r>
    </w:p>
    <w:p w14:paraId="2905417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8.5.8.2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L1-RSRP measurement with a different subcarrier spacing than PDSCH/PDCCH on FR1</w:t>
      </w:r>
      <w:r>
        <w:tab/>
        <w:t>212</w:t>
      </w:r>
    </w:p>
    <w:p w14:paraId="49AC8D3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8.5.8.3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L1-RSRP measurement on FR2</w:t>
      </w:r>
      <w:r>
        <w:tab/>
        <w:t>212</w:t>
      </w:r>
    </w:p>
    <w:p w14:paraId="7BB2C99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8.5.8.4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L1-RSRP measurement on FR1 or FR2 in case of FR1-FR2 inter-band CA</w:t>
      </w:r>
      <w:r>
        <w:rPr>
          <w:lang w:eastAsia="zh-CN"/>
        </w:rPr>
        <w:t xml:space="preserve"> and NR-DC</w:t>
      </w:r>
      <w:r>
        <w:tab/>
        <w:t>213</w:t>
      </w:r>
    </w:p>
    <w:p w14:paraId="14ED097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8.5.9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Beam Failure Recovery in SCell</w:t>
      </w:r>
      <w:r>
        <w:tab/>
        <w:t>213</w:t>
      </w:r>
    </w:p>
    <w:p w14:paraId="6491D3A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?? ??"/>
        </w:rPr>
        <w:t>8.5.9.1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213</w:t>
      </w:r>
    </w:p>
    <w:p w14:paraId="4971A64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?? ??"/>
        </w:rPr>
        <w:t>8.5.9.2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</w:t>
      </w:r>
      <w:r>
        <w:tab/>
        <w:t>213</w:t>
      </w:r>
    </w:p>
    <w:p w14:paraId="2805C2B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8.5.10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requirement at transitions for beam failure detection</w:t>
      </w:r>
      <w:r>
        <w:tab/>
        <w:t>213</w:t>
      </w:r>
    </w:p>
    <w:p w14:paraId="000CED03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8.5A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Link Recovery Procedures when CCA is used on target frequency</w:t>
      </w:r>
      <w:r>
        <w:tab/>
        <w:t>214</w:t>
      </w:r>
    </w:p>
    <w:p w14:paraId="0AED347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8.5A.1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Introduction</w:t>
      </w:r>
      <w:r>
        <w:tab/>
        <w:t>214</w:t>
      </w:r>
    </w:p>
    <w:p w14:paraId="4903027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8.5A.2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Requirements for SSB based beam failure detection</w:t>
      </w:r>
      <w:r>
        <w:tab/>
        <w:t>214</w:t>
      </w:r>
    </w:p>
    <w:p w14:paraId="1383589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?? ??"/>
          <w:lang w:val="en-US"/>
        </w:rPr>
        <w:lastRenderedPageBreak/>
        <w:t>8.5A.2.1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Introduction</w:t>
      </w:r>
      <w:r>
        <w:tab/>
        <w:t>214</w:t>
      </w:r>
    </w:p>
    <w:p w14:paraId="30E943D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?? ??"/>
          <w:lang w:val="en-US"/>
        </w:rPr>
        <w:t>8.5A.2.2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Minimum requirement</w:t>
      </w:r>
      <w:r>
        <w:tab/>
        <w:t>215</w:t>
      </w:r>
    </w:p>
    <w:p w14:paraId="7FDC331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8.5A.2.3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Measurement restriction for SSB based beam failure detection</w:t>
      </w:r>
      <w:r>
        <w:tab/>
        <w:t>215</w:t>
      </w:r>
    </w:p>
    <w:p w14:paraId="3DA01A9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8.5A.4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Minimum requirement for L1 indication</w:t>
      </w:r>
      <w:r>
        <w:tab/>
        <w:t>216</w:t>
      </w:r>
    </w:p>
    <w:p w14:paraId="4228359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8.5A.5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Requirements for SSB based candidate beam detection</w:t>
      </w:r>
      <w:r>
        <w:tab/>
        <w:t>216</w:t>
      </w:r>
    </w:p>
    <w:p w14:paraId="1B9BF66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?? ??"/>
          <w:lang w:val="en-US"/>
        </w:rPr>
        <w:t>8.5A.5.1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Introduction</w:t>
      </w:r>
      <w:r>
        <w:tab/>
        <w:t>216</w:t>
      </w:r>
    </w:p>
    <w:p w14:paraId="4948E1D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?? ??"/>
          <w:lang w:val="en-US"/>
        </w:rPr>
        <w:t>8.5A.5.2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Minimum requirement</w:t>
      </w:r>
      <w:r>
        <w:tab/>
        <w:t>216</w:t>
      </w:r>
    </w:p>
    <w:p w14:paraId="0C0D3B8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8.5A.5.3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Measurement restriction for SSB based candidate beam detection</w:t>
      </w:r>
      <w:r>
        <w:tab/>
        <w:t>217</w:t>
      </w:r>
    </w:p>
    <w:p w14:paraId="72B1103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8.5A.7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Scheduling availability of UE during beam failure detection</w:t>
      </w:r>
      <w:r>
        <w:tab/>
        <w:t>217</w:t>
      </w:r>
    </w:p>
    <w:p w14:paraId="0DC70E7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8.5A.</w:t>
      </w:r>
      <w:r w:rsidRPr="0046111E">
        <w:rPr>
          <w:lang w:val="en-US" w:eastAsia="ja-JP"/>
        </w:rPr>
        <w:t>7</w:t>
      </w:r>
      <w:r w:rsidRPr="0046111E">
        <w:rPr>
          <w:lang w:val="en-US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Scheduling availability of UE performing beam failure detection with a same subcarrier spacing as PDSCH/PDCCH</w:t>
      </w:r>
      <w:r>
        <w:tab/>
        <w:t>217</w:t>
      </w:r>
    </w:p>
    <w:p w14:paraId="28824C4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8.5A.</w:t>
      </w:r>
      <w:r w:rsidRPr="0046111E">
        <w:rPr>
          <w:lang w:val="en-US" w:eastAsia="ja-JP"/>
        </w:rPr>
        <w:t>7</w:t>
      </w:r>
      <w:r w:rsidRPr="0046111E">
        <w:rPr>
          <w:lang w:val="en-US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Scheduling availability of UE performing beam failure detection with a different subcarrier spacing than PDSCH/PDCCH</w:t>
      </w:r>
      <w:r>
        <w:tab/>
        <w:t>217</w:t>
      </w:r>
    </w:p>
    <w:p w14:paraId="29B565B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8.5A.8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Scheduling availability of UE during candidate beam detection</w:t>
      </w:r>
      <w:r>
        <w:tab/>
        <w:t>217</w:t>
      </w:r>
    </w:p>
    <w:p w14:paraId="2F0ACA4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8.5A.8.1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Scheduling availability of UE performing L1-RSRP measurement with a same subcarrier spacing as PDSCH/PDCCH</w:t>
      </w:r>
      <w:r>
        <w:tab/>
        <w:t>218</w:t>
      </w:r>
    </w:p>
    <w:p w14:paraId="4BFE1E1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8.5A.8.2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Scheduling availability of UE performing L1-RSRP measurement with a different subcarrier spacing than PDSCH/PDCCH</w:t>
      </w:r>
      <w:r>
        <w:tab/>
        <w:t>218</w:t>
      </w:r>
    </w:p>
    <w:p w14:paraId="6ED54992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8.6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Active BWP switch delay</w:t>
      </w:r>
      <w:r>
        <w:tab/>
        <w:t>218</w:t>
      </w:r>
    </w:p>
    <w:p w14:paraId="0774517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8.6.1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Introduction</w:t>
      </w:r>
      <w:r>
        <w:tab/>
        <w:t>218</w:t>
      </w:r>
    </w:p>
    <w:p w14:paraId="1466EE2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8.6.2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DCI and timer based BWP switch delay on a single CC</w:t>
      </w:r>
      <w:r>
        <w:tab/>
        <w:t>218</w:t>
      </w:r>
    </w:p>
    <w:p w14:paraId="4BCBC59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8.6.2A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DCI based BWP switch delay on multiple CCs</w:t>
      </w:r>
      <w:r>
        <w:tab/>
        <w:t>219</w:t>
      </w:r>
    </w:p>
    <w:p w14:paraId="6367B66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8.6.2A.1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Simultaneous DCI based BWP switch delay on multiple CCs</w:t>
      </w:r>
      <w:r>
        <w:tab/>
        <w:t>219</w:t>
      </w:r>
    </w:p>
    <w:p w14:paraId="1CCE508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8.6.2A.2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Non-simultaneous DCI based BWP switch delay on multiple CCs</w:t>
      </w:r>
      <w:r>
        <w:tab/>
        <w:t>221</w:t>
      </w:r>
    </w:p>
    <w:p w14:paraId="31F36E0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8.6.2B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Timer based BWP switch delay on multiple CCs</w:t>
      </w:r>
      <w:r>
        <w:tab/>
        <w:t>221</w:t>
      </w:r>
    </w:p>
    <w:p w14:paraId="62D1FF5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8.6.2B.1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Simultaneous timer based BWP switch delay on multiple CCs</w:t>
      </w:r>
      <w:r>
        <w:tab/>
        <w:t>221</w:t>
      </w:r>
    </w:p>
    <w:p w14:paraId="2D3D171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8.6.2B.2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Non-simultaneous timer based BWP switch delay on multiple CCs</w:t>
      </w:r>
      <w:r>
        <w:tab/>
        <w:t>222</w:t>
      </w:r>
    </w:p>
    <w:p w14:paraId="1BAC154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8.6.3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RRC based BWP switch delay on a single CC</w:t>
      </w:r>
      <w:r>
        <w:tab/>
        <w:t>222</w:t>
      </w:r>
    </w:p>
    <w:p w14:paraId="33B89CD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  <w:lang w:val="en-US" w:eastAsia="zh-CN"/>
        </w:rPr>
        <w:t>8.6.3A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  <w:lang w:val="en-US" w:eastAsia="zh-CN"/>
        </w:rPr>
        <w:t>RRC based BWP switch delay on multiple CCs</w:t>
      </w:r>
      <w:r>
        <w:tab/>
        <w:t>223</w:t>
      </w:r>
    </w:p>
    <w:p w14:paraId="4C665E8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  <w:lang w:val="en-US" w:eastAsia="zh-CN"/>
        </w:rPr>
        <w:t>8.6.3A.1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  <w:lang w:val="en-US" w:eastAsia="zh-CN"/>
        </w:rPr>
        <w:t>Simultaneous RRC based BWP switch delay on multiple CCs</w:t>
      </w:r>
      <w:r>
        <w:tab/>
        <w:t>223</w:t>
      </w:r>
    </w:p>
    <w:p w14:paraId="0E44C97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  <w:lang w:val="en-US" w:eastAsia="zh-CN"/>
        </w:rPr>
        <w:t>8.6.3A.2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  <w:lang w:val="en-US" w:eastAsia="zh-CN"/>
        </w:rPr>
        <w:t>Non-simultaneous RRC based BWP switch delay on multiple CCs</w:t>
      </w:r>
      <w:r>
        <w:tab/>
        <w:t>223</w:t>
      </w:r>
    </w:p>
    <w:p w14:paraId="7FF0C59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8.6.4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BWP switch delay on Consistent UL CCA recovery</w:t>
      </w:r>
      <w:r>
        <w:tab/>
        <w:t>224</w:t>
      </w:r>
    </w:p>
    <w:p w14:paraId="52D863DB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8.7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Void</w:t>
      </w:r>
      <w:r>
        <w:tab/>
        <w:t>224</w:t>
      </w:r>
    </w:p>
    <w:p w14:paraId="527B9F1A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8.8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 xml:space="preserve">NE-DC: E-UTRAN </w:t>
      </w:r>
      <w:r>
        <w:rPr>
          <w:lang w:eastAsia="zh-CN"/>
        </w:rPr>
        <w:t>P</w:t>
      </w:r>
      <w:r>
        <w:rPr>
          <w:lang w:eastAsia="ko-KR"/>
        </w:rPr>
        <w:t>SCell Addition and Release Delay</w:t>
      </w:r>
      <w:r>
        <w:tab/>
        <w:t>224</w:t>
      </w:r>
    </w:p>
    <w:p w14:paraId="6B937A6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8.8.1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Introduction</w:t>
      </w:r>
      <w:r>
        <w:tab/>
        <w:t>224</w:t>
      </w:r>
    </w:p>
    <w:p w14:paraId="13CC29C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8.8.2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 xml:space="preserve">E-UTRAN </w:t>
      </w:r>
      <w:r>
        <w:rPr>
          <w:lang w:eastAsia="zh-CN"/>
        </w:rPr>
        <w:t>P</w:t>
      </w:r>
      <w:r>
        <w:rPr>
          <w:lang w:eastAsia="ko-KR"/>
        </w:rPr>
        <w:t>SCell Addition Delay Requirement</w:t>
      </w:r>
      <w:r>
        <w:tab/>
        <w:t>224</w:t>
      </w:r>
    </w:p>
    <w:p w14:paraId="1A6B4EC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8.8.3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 xml:space="preserve">E-UTRAN </w:t>
      </w:r>
      <w:r>
        <w:rPr>
          <w:lang w:eastAsia="zh-CN"/>
        </w:rPr>
        <w:t>P</w:t>
      </w:r>
      <w:r>
        <w:rPr>
          <w:lang w:eastAsia="ko-KR"/>
        </w:rPr>
        <w:t>SCell Release Delay Requirement</w:t>
      </w:r>
      <w:r>
        <w:tab/>
        <w:t>225</w:t>
      </w:r>
    </w:p>
    <w:p w14:paraId="21B8C99C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8.9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NR-DC: PSCell Addition and Release Delay</w:t>
      </w:r>
      <w:r>
        <w:tab/>
        <w:t>225</w:t>
      </w:r>
    </w:p>
    <w:p w14:paraId="491B1F7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8.9.1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Introduction</w:t>
      </w:r>
      <w:r>
        <w:tab/>
        <w:t>225</w:t>
      </w:r>
    </w:p>
    <w:p w14:paraId="30920D9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8.9.2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PSCell Addition Delay Requirement</w:t>
      </w:r>
      <w:r>
        <w:tab/>
        <w:t>225</w:t>
      </w:r>
    </w:p>
    <w:p w14:paraId="6E21188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8.9.3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P</w:t>
      </w:r>
      <w:r>
        <w:rPr>
          <w:lang w:eastAsia="ko-KR"/>
        </w:rPr>
        <w:t>SCell Release Delay Requirement</w:t>
      </w:r>
      <w:r>
        <w:tab/>
        <w:t>226</w:t>
      </w:r>
    </w:p>
    <w:p w14:paraId="06B6BA61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8.10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algun Gothic"/>
          <w:lang w:val="en-US"/>
        </w:rPr>
        <w:t>Active TCI state switching delay</w:t>
      </w:r>
      <w:r>
        <w:tab/>
        <w:t>226</w:t>
      </w:r>
    </w:p>
    <w:p w14:paraId="2B18CBB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algun Gothic"/>
          <w:lang w:val="en-US"/>
        </w:rPr>
        <w:t>8.10.4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 xml:space="preserve">DCI based </w:t>
      </w:r>
      <w:r w:rsidRPr="0046111E">
        <w:rPr>
          <w:rFonts w:eastAsia="Malgun Gothic"/>
          <w:lang w:val="en-US"/>
        </w:rPr>
        <w:t>TCI</w:t>
      </w:r>
      <w:r w:rsidRPr="0046111E">
        <w:rPr>
          <w:lang w:val="en-US"/>
        </w:rPr>
        <w:t xml:space="preserve"> state switch delay</w:t>
      </w:r>
      <w:r>
        <w:tab/>
        <w:t>228</w:t>
      </w:r>
    </w:p>
    <w:p w14:paraId="714C195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8.10.5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RRC based TCI state switch delay</w:t>
      </w:r>
      <w:r>
        <w:tab/>
        <w:t>228</w:t>
      </w:r>
    </w:p>
    <w:p w14:paraId="0F7469E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8.10.6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Active TCI state list update delay</w:t>
      </w:r>
      <w:r>
        <w:tab/>
        <w:t>228</w:t>
      </w:r>
    </w:p>
    <w:p w14:paraId="0010B525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8.10A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Active TCI state switching delay with CCA</w:t>
      </w:r>
      <w:r>
        <w:tab/>
        <w:t>229</w:t>
      </w:r>
    </w:p>
    <w:p w14:paraId="1C01EC3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</w:t>
      </w:r>
      <w:r w:rsidRPr="0046111E">
        <w:rPr>
          <w:rFonts w:eastAsia="Malgun Gothic"/>
          <w:lang w:val="en-US"/>
        </w:rPr>
        <w:t>10A</w:t>
      </w:r>
      <w:r w:rsidRPr="0046111E">
        <w:rPr>
          <w:lang w:val="en-US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Introduction</w:t>
      </w:r>
      <w:r>
        <w:tab/>
        <w:t>229</w:t>
      </w:r>
    </w:p>
    <w:p w14:paraId="10CFAE0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8.10A.2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Known conditions for TCI state</w:t>
      </w:r>
      <w:r>
        <w:tab/>
        <w:t>229</w:t>
      </w:r>
    </w:p>
    <w:p w14:paraId="0A553FC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8.10A.3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MAC-CE based TCI state switch delay</w:t>
      </w:r>
      <w:r>
        <w:tab/>
        <w:t>229</w:t>
      </w:r>
    </w:p>
    <w:p w14:paraId="037C965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algun Gothic"/>
          <w:lang w:val="en-US"/>
        </w:rPr>
        <w:t>8.10A.4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 xml:space="preserve">DCI based </w:t>
      </w:r>
      <w:r w:rsidRPr="0046111E">
        <w:rPr>
          <w:rFonts w:eastAsia="Malgun Gothic"/>
          <w:lang w:val="en-US"/>
        </w:rPr>
        <w:t>TCI</w:t>
      </w:r>
      <w:r w:rsidRPr="0046111E">
        <w:rPr>
          <w:lang w:val="en-US"/>
        </w:rPr>
        <w:t xml:space="preserve"> state switch delay</w:t>
      </w:r>
      <w:r>
        <w:tab/>
        <w:t>230</w:t>
      </w:r>
    </w:p>
    <w:p w14:paraId="5D9FD09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8.10A.5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RRC based TCI state switch delay</w:t>
      </w:r>
      <w:r>
        <w:tab/>
        <w:t>230</w:t>
      </w:r>
    </w:p>
    <w:p w14:paraId="5712BE1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8.10</w:t>
      </w:r>
      <w:r w:rsidRPr="0046111E">
        <w:rPr>
          <w:lang w:val="en-US" w:eastAsia="zh-CN"/>
        </w:rPr>
        <w:t>A</w:t>
      </w:r>
      <w:r w:rsidRPr="0046111E">
        <w:rPr>
          <w:lang w:val="en-US"/>
        </w:rPr>
        <w:t>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Active TCI state list update delay</w:t>
      </w:r>
      <w:r>
        <w:tab/>
        <w:t>231</w:t>
      </w:r>
    </w:p>
    <w:p w14:paraId="0512AABC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8.11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PSCell Change</w:t>
      </w:r>
      <w:r>
        <w:tab/>
        <w:t>231</w:t>
      </w:r>
    </w:p>
    <w:p w14:paraId="382C9AE1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8.11A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void</w:t>
      </w:r>
      <w:r>
        <w:tab/>
        <w:t>232</w:t>
      </w:r>
    </w:p>
    <w:p w14:paraId="223E8680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8.11B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Conditional PSCell Change</w:t>
      </w:r>
      <w:r>
        <w:tab/>
        <w:t>232</w:t>
      </w:r>
    </w:p>
    <w:p w14:paraId="53BAB16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8.11B.1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Introduction</w:t>
      </w:r>
      <w:r>
        <w:tab/>
        <w:t>232</w:t>
      </w:r>
    </w:p>
    <w:p w14:paraId="3C3441D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8.11B.2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Conditoinal PSCell Change delay</w:t>
      </w:r>
      <w:r>
        <w:tab/>
        <w:t>232</w:t>
      </w:r>
    </w:p>
    <w:p w14:paraId="3BCDA56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8.11B.2.1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Measurement time</w:t>
      </w:r>
      <w:r>
        <w:tab/>
        <w:t>232</w:t>
      </w:r>
    </w:p>
    <w:p w14:paraId="5B4F15EA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8.12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Uplink spatial relation switch delay</w:t>
      </w:r>
      <w:r>
        <w:tab/>
        <w:t>233</w:t>
      </w:r>
    </w:p>
    <w:p w14:paraId="0408A66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8.12.1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Introduction</w:t>
      </w:r>
      <w:r>
        <w:tab/>
        <w:t>233</w:t>
      </w:r>
    </w:p>
    <w:p w14:paraId="5AE367B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8.12.2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Known conditions for spatial relation when associated with DL-RS</w:t>
      </w:r>
      <w:r>
        <w:tab/>
        <w:t>233</w:t>
      </w:r>
    </w:p>
    <w:p w14:paraId="610EFC8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8.12.3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MAC-CE based spatial relation switch delay</w:t>
      </w:r>
      <w:r>
        <w:tab/>
        <w:t>233</w:t>
      </w:r>
    </w:p>
    <w:p w14:paraId="16FB669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algun Gothic"/>
          <w:lang w:val="en-US"/>
        </w:rPr>
        <w:lastRenderedPageBreak/>
        <w:t>8.12.4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DCI based spatial relation switch delay</w:t>
      </w:r>
      <w:r>
        <w:tab/>
        <w:t>234</w:t>
      </w:r>
    </w:p>
    <w:p w14:paraId="459C9A7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8.12.5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RRC based spatial relation switch delay</w:t>
      </w:r>
      <w:r>
        <w:tab/>
        <w:t>234</w:t>
      </w:r>
    </w:p>
    <w:p w14:paraId="23DF4DC8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8.13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UE-specific CBW change</w:t>
      </w:r>
      <w:r>
        <w:tab/>
        <w:t>235</w:t>
      </w:r>
    </w:p>
    <w:p w14:paraId="48B7B71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8.13.1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Introduction</w:t>
      </w:r>
      <w:r>
        <w:tab/>
        <w:t>235</w:t>
      </w:r>
    </w:p>
    <w:p w14:paraId="4AF8BBF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8.13.2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UE-specific CBW change delay</w:t>
      </w:r>
      <w:r>
        <w:tab/>
        <w:t>235</w:t>
      </w:r>
    </w:p>
    <w:p w14:paraId="4350945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8.14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Pathloss reference signal switching delay</w:t>
      </w:r>
      <w:r>
        <w:tab/>
        <w:t>235</w:t>
      </w:r>
    </w:p>
    <w:p w14:paraId="055735E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8.14.1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Introduction</w:t>
      </w:r>
      <w:r>
        <w:tab/>
        <w:t>235</w:t>
      </w:r>
    </w:p>
    <w:p w14:paraId="7DBCB60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8.14.2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Known conditions for pathloss reference signal</w:t>
      </w:r>
      <w:r>
        <w:tab/>
        <w:t>235</w:t>
      </w:r>
    </w:p>
    <w:p w14:paraId="4B9F870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8.14.3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MAC-CE based pathloss reference signal switch delay</w:t>
      </w:r>
      <w:r>
        <w:tab/>
        <w:t>236</w:t>
      </w:r>
    </w:p>
    <w:p w14:paraId="420BEDC9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9</w:t>
      </w:r>
      <w:r>
        <w:rPr>
          <w:rFonts w:ascii="Calibri" w:eastAsia="Malgun Gothic" w:hAnsi="Calibri"/>
          <w:szCs w:val="22"/>
          <w:lang w:eastAsia="en-GB"/>
        </w:rPr>
        <w:tab/>
      </w:r>
      <w:r>
        <w:t>Measurement Procedure</w:t>
      </w:r>
      <w:r>
        <w:tab/>
        <w:t>236</w:t>
      </w:r>
    </w:p>
    <w:p w14:paraId="5EAE147B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General measurement requirement</w:t>
      </w:r>
      <w:r>
        <w:tab/>
        <w:t>236</w:t>
      </w:r>
    </w:p>
    <w:p w14:paraId="5754921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236</w:t>
      </w:r>
    </w:p>
    <w:p w14:paraId="627478C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gap</w:t>
      </w:r>
      <w:r>
        <w:tab/>
        <w:t>237</w:t>
      </w:r>
    </w:p>
    <w:p w14:paraId="294A6BF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9.1.2.1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EN-DC: Measurement Gap Sharing</w:t>
      </w:r>
      <w:r>
        <w:tab/>
        <w:t>248</w:t>
      </w:r>
    </w:p>
    <w:p w14:paraId="271DD93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9.1.2.1a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SA: Measurement Gap Sharing</w:t>
      </w:r>
      <w:r>
        <w:tab/>
        <w:t>248</w:t>
      </w:r>
    </w:p>
    <w:p w14:paraId="3F23336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9.1.2.1b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NE-DC: Measurement Gap Sharing</w:t>
      </w:r>
      <w:r>
        <w:tab/>
        <w:t>249</w:t>
      </w:r>
    </w:p>
    <w:p w14:paraId="4477CC2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9.1.2.1c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NR-DC: Measurement Gap Sharing</w:t>
      </w:r>
      <w:r>
        <w:tab/>
        <w:t>250</w:t>
      </w:r>
    </w:p>
    <w:p w14:paraId="42DF2CC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Measurement capability</w:t>
      </w:r>
      <w:r>
        <w:tab/>
        <w:t>251</w:t>
      </w:r>
    </w:p>
    <w:p w14:paraId="06C50AB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EN-DC: Monitoring of multiple layers using gaps</w:t>
      </w:r>
      <w:r>
        <w:tab/>
        <w:t>251</w:t>
      </w:r>
    </w:p>
    <w:p w14:paraId="5038A1B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9.1.3.1a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SA: Monitoring of multiple layers using gaps</w:t>
      </w:r>
      <w:r>
        <w:tab/>
        <w:t>251</w:t>
      </w:r>
    </w:p>
    <w:p w14:paraId="27A19D4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9.1.3.1b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NE-DC: Monitoring of multiple layers using gaps</w:t>
      </w:r>
      <w:r>
        <w:tab/>
        <w:t>252</w:t>
      </w:r>
    </w:p>
    <w:p w14:paraId="7E1BDA4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9.1.3.1c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NR-DC: Monitoring of multiple layers using gaps</w:t>
      </w:r>
      <w:r>
        <w:tab/>
        <w:t>252</w:t>
      </w:r>
    </w:p>
    <w:p w14:paraId="0D90B63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EN-DC: Maximum allowed layers for multiple monitoring</w:t>
      </w:r>
      <w:r>
        <w:tab/>
        <w:t>253</w:t>
      </w:r>
    </w:p>
    <w:p w14:paraId="03AA7A3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9.1.3.2a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SA: Maximum allowed layers for multiple monitoring</w:t>
      </w:r>
      <w:r>
        <w:tab/>
        <w:t>254</w:t>
      </w:r>
    </w:p>
    <w:p w14:paraId="3E1ECEC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9.1.3.2b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NE-DC: Maximum allowed layers for multiple monitoring</w:t>
      </w:r>
      <w:r>
        <w:tab/>
        <w:t>254</w:t>
      </w:r>
    </w:p>
    <w:p w14:paraId="3EF01A8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t>9.1.3.2c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t>NR-DC: Maximum allowed layers for multiple monitoring</w:t>
      </w:r>
      <w:r>
        <w:tab/>
        <w:t>255</w:t>
      </w:r>
    </w:p>
    <w:p w14:paraId="1C36DCF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9.1A.3.2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256</w:t>
      </w:r>
    </w:p>
    <w:p w14:paraId="7FC8292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9.1.3A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Measurement capability under operation mode with CCA</w:t>
      </w:r>
      <w:r>
        <w:tab/>
        <w:t>256</w:t>
      </w:r>
    </w:p>
    <w:p w14:paraId="3CE092B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9.1.3A.1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EN-DC: Monitoring of multiple layers using gaps under CCA</w:t>
      </w:r>
      <w:r>
        <w:tab/>
        <w:t>256</w:t>
      </w:r>
    </w:p>
    <w:p w14:paraId="0E68672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9.1.3A.1A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SA: Monitoring of multiple layers using gaps under CCA</w:t>
      </w:r>
      <w:r>
        <w:tab/>
        <w:t>256</w:t>
      </w:r>
    </w:p>
    <w:p w14:paraId="5649BDE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9.1.3A.2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EN-DC: Maximum allowed layers for multiple monitoring under CCA</w:t>
      </w:r>
      <w:r>
        <w:tab/>
        <w:t>256</w:t>
      </w:r>
    </w:p>
    <w:p w14:paraId="6607EB8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9.1A.3.2a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257</w:t>
      </w:r>
    </w:p>
    <w:p w14:paraId="58E2E63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9.1.3A.2A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SA: Maximum allowed layers for multiple monitoring under CCA</w:t>
      </w:r>
      <w:r>
        <w:tab/>
        <w:t>257</w:t>
      </w:r>
    </w:p>
    <w:p w14:paraId="13A5CB5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Capabilities for Support of Event Triggering and Reporting Criteria</w:t>
      </w:r>
      <w:r>
        <w:tab/>
        <w:t>257</w:t>
      </w:r>
    </w:p>
    <w:p w14:paraId="5A76341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257</w:t>
      </w:r>
    </w:p>
    <w:p w14:paraId="03B89F9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</w:t>
      </w:r>
      <w:r>
        <w:tab/>
        <w:t>257</w:t>
      </w:r>
    </w:p>
    <w:p w14:paraId="5CCEF96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Carrier-specific scaling factor</w:t>
      </w:r>
      <w:r>
        <w:tab/>
        <w:t>261</w:t>
      </w:r>
    </w:p>
    <w:p w14:paraId="0B43FD2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Monitoring of multiple layers outside gaps</w:t>
      </w:r>
      <w:r>
        <w:tab/>
        <w:t>261</w:t>
      </w:r>
    </w:p>
    <w:p w14:paraId="4A53953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mode: carrier-specific scaling factor for SSB-based, CSI-RS based L3 measurements and RSSI and channel occupancy measurements performed outside gaps</w:t>
      </w:r>
      <w:r>
        <w:tab/>
        <w:t>263</w:t>
      </w:r>
    </w:p>
    <w:p w14:paraId="0391175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mode: carrier-specific scaling factor for SSB-based, CSI-RS based L3 measurements and RSSI and channel occupancy measurements performed outside gaps</w:t>
      </w:r>
      <w:r>
        <w:tab/>
        <w:t>264</w:t>
      </w:r>
    </w:p>
    <w:p w14:paraId="7039E1D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9.1.5.1.3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NR-DC mode: carrier-specific scaling factor for SSB-based and CSI-RS based L3 measurements performed outside gaps</w:t>
      </w:r>
      <w:r>
        <w:tab/>
        <w:t>265</w:t>
      </w:r>
    </w:p>
    <w:p w14:paraId="779AB30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9.1.5.1.4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NE-DC mode: carrier-specific scaling factor for SSB-based and CSI-RS based measurements performed outside gaps</w:t>
      </w:r>
      <w:r>
        <w:tab/>
        <w:t>266</w:t>
      </w:r>
    </w:p>
    <w:p w14:paraId="04D2E1F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Monitoring of multiple layers within gaps</w:t>
      </w:r>
      <w:r>
        <w:tab/>
        <w:t>267</w:t>
      </w:r>
    </w:p>
    <w:p w14:paraId="2934AE0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9.1.5.2.1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mode: carrier-specific scaling factor for SSB, CSI-RS-based L3 measurements and RSSI and channel occupancy measurements performed within gaps</w:t>
      </w:r>
      <w:r>
        <w:tab/>
        <w:t>268</w:t>
      </w:r>
    </w:p>
    <w:p w14:paraId="6504494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9.1.5.2.2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mode: carrier-specific scaling factor for SSB, CSI-RS-based L3 measurements and RSSI and channel occupancy measurements performed within gaps</w:t>
      </w:r>
      <w:r>
        <w:tab/>
        <w:t>270</w:t>
      </w:r>
    </w:p>
    <w:p w14:paraId="707D399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9.1.5.2.</w:t>
      </w:r>
      <w:r>
        <w:rPr>
          <w:lang w:eastAsia="zh-CN"/>
        </w:rP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NE-DC</w:t>
      </w:r>
      <w:r>
        <w:t>: carrier-specific scaling factor for SSB-based and CSI-RS based L3 measurements performed within gaps</w:t>
      </w:r>
      <w:r>
        <w:tab/>
        <w:t>271</w:t>
      </w:r>
    </w:p>
    <w:p w14:paraId="0F16F9D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9.1.5.2.</w:t>
      </w:r>
      <w:r>
        <w:rPr>
          <w:lang w:eastAsia="zh-CN"/>
        </w:rPr>
        <w:t>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NR-DC</w:t>
      </w:r>
      <w:r>
        <w:t>: carrier-specific scaling factor for SSB-based and CSI-RS-based L3 measurements performed within gaps</w:t>
      </w:r>
      <w:r>
        <w:tab/>
        <w:t>273</w:t>
      </w:r>
    </w:p>
    <w:p w14:paraId="7F7ACE5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9.1.5.2.5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mode: carrier-specific scaling factor for PRS-based measurements performed within gaps</w:t>
      </w:r>
      <w:r>
        <w:tab/>
        <w:t>275</w:t>
      </w:r>
    </w:p>
    <w:p w14:paraId="254A023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9.1.5.2.6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NE-DC</w:t>
      </w:r>
      <w:r>
        <w:t>: carrier-specific scaling factor for PRS-based measurements performed within gaps</w:t>
      </w:r>
      <w:r>
        <w:tab/>
        <w:t>275</w:t>
      </w:r>
    </w:p>
    <w:p w14:paraId="2344F87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9.1.5.2.7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NR-DC</w:t>
      </w:r>
      <w:r>
        <w:t>: carrier-specific scaling factor for PRS-based measurements performed within gaps</w:t>
      </w:r>
      <w:r>
        <w:tab/>
        <w:t>275</w:t>
      </w:r>
    </w:p>
    <w:p w14:paraId="27FBBA7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9.1.6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requirement at transitions</w:t>
      </w:r>
      <w:r>
        <w:tab/>
        <w:t>275</w:t>
      </w:r>
    </w:p>
    <w:p w14:paraId="7F2CBED7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intra-frequency measurements</w:t>
      </w:r>
      <w:r>
        <w:tab/>
        <w:t>276</w:t>
      </w:r>
    </w:p>
    <w:p w14:paraId="72A241F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276</w:t>
      </w:r>
    </w:p>
    <w:p w14:paraId="55CA080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9.2.2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applicability</w:t>
      </w:r>
      <w:r>
        <w:tab/>
        <w:t>276</w:t>
      </w:r>
    </w:p>
    <w:p w14:paraId="42A3109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Number of cells and number of SSB</w:t>
      </w:r>
      <w:r>
        <w:tab/>
        <w:t>277</w:t>
      </w:r>
    </w:p>
    <w:p w14:paraId="04C164F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FR1</w:t>
      </w:r>
      <w:r>
        <w:tab/>
        <w:t>277</w:t>
      </w:r>
    </w:p>
    <w:p w14:paraId="0A4A992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9.2.3.2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FR2</w:t>
      </w:r>
      <w:r>
        <w:tab/>
        <w:t>277</w:t>
      </w:r>
    </w:p>
    <w:p w14:paraId="6AE2C6C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Reporting Requirements</w:t>
      </w:r>
      <w:r>
        <w:tab/>
        <w:t>277</w:t>
      </w:r>
    </w:p>
    <w:p w14:paraId="18EFECE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9.2.4.1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Periodic Reporting</w:t>
      </w:r>
      <w:r>
        <w:tab/>
        <w:t>277</w:t>
      </w:r>
    </w:p>
    <w:p w14:paraId="4760071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t>9.2.4.2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t>Event-triggered Periodic Reporting</w:t>
      </w:r>
      <w:r>
        <w:tab/>
        <w:t>277</w:t>
      </w:r>
    </w:p>
    <w:p w14:paraId="49FD383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9.2.4.3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 Triggered Reporting</w:t>
      </w:r>
      <w:r>
        <w:tab/>
        <w:t>277</w:t>
      </w:r>
    </w:p>
    <w:p w14:paraId="1262E35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Intrafrequency measurements without measurement gaps</w:t>
      </w:r>
      <w:r>
        <w:tab/>
        <w:t>278</w:t>
      </w:r>
    </w:p>
    <w:p w14:paraId="76B9158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9.2.5.1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Intrafrequency cell identification</w:t>
      </w:r>
      <w:r>
        <w:tab/>
        <w:t>278</w:t>
      </w:r>
    </w:p>
    <w:p w14:paraId="357C362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9.2.5.2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period</w:t>
      </w:r>
      <w:r>
        <w:tab/>
        <w:t>281</w:t>
      </w:r>
    </w:p>
    <w:p w14:paraId="7936937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9.2.5.3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during intra-frequency measurements</w:t>
      </w:r>
      <w:r>
        <w:tab/>
        <w:t>282</w:t>
      </w:r>
    </w:p>
    <w:p w14:paraId="3DC33A0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9.2.5.3.1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measurements in TDD bands on FR1</w:t>
      </w:r>
      <w:r>
        <w:tab/>
        <w:t>283</w:t>
      </w:r>
    </w:p>
    <w:p w14:paraId="05951E3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9.2.5.3.2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measurements with a different subcarrier spacing than PDSCH/PDCCH on FR1</w:t>
      </w:r>
      <w:r>
        <w:tab/>
        <w:t>283</w:t>
      </w:r>
    </w:p>
    <w:p w14:paraId="44B411D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9.2.5.3.3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measurements on FR2</w:t>
      </w:r>
      <w:r>
        <w:tab/>
        <w:t>283</w:t>
      </w:r>
    </w:p>
    <w:p w14:paraId="4B1E6A3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9.2.5.3.4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measurements on FR1 or FR2 in case of FR1-FR2 inter-band CA</w:t>
      </w:r>
      <w:r>
        <w:tab/>
        <w:t>284</w:t>
      </w:r>
    </w:p>
    <w:p w14:paraId="68DD570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9.2.5.4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SFTD Measurements between PCell and PSCell</w:t>
      </w:r>
      <w:r>
        <w:tab/>
        <w:t>285</w:t>
      </w:r>
    </w:p>
    <w:p w14:paraId="0E61B23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9.2.5.4.1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Introduction</w:t>
      </w:r>
      <w:r>
        <w:tab/>
        <w:t>285</w:t>
      </w:r>
    </w:p>
    <w:p w14:paraId="54FDD02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9.2.5.4</w:t>
      </w:r>
      <w: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SFTD Measurement delay</w:t>
      </w:r>
      <w:r>
        <w:tab/>
        <w:t>285</w:t>
      </w:r>
    </w:p>
    <w:p w14:paraId="2828280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9.2.5.4.3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SFTD Measurement Reporting Delay</w:t>
      </w:r>
      <w:r>
        <w:tab/>
        <w:t>285</w:t>
      </w:r>
    </w:p>
    <w:p w14:paraId="2794CB5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Intra-frequency measurements with measurement gaps</w:t>
      </w:r>
      <w:r>
        <w:tab/>
        <w:t>286</w:t>
      </w:r>
    </w:p>
    <w:p w14:paraId="124AB6C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9.2.6.1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286</w:t>
      </w:r>
    </w:p>
    <w:p w14:paraId="5752E42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9.2.6.2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Intra-frequency cell identification</w:t>
      </w:r>
      <w:r>
        <w:tab/>
        <w:t>286</w:t>
      </w:r>
    </w:p>
    <w:p w14:paraId="2206BF2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9.2.6.3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Intrafrequency Measurement Period</w:t>
      </w:r>
      <w:r>
        <w:tab/>
        <w:t>287</w:t>
      </w:r>
    </w:p>
    <w:p w14:paraId="77DFE3A0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9.2A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intra-frequency measurements with CCA</w:t>
      </w:r>
      <w:r>
        <w:tab/>
        <w:t>288</w:t>
      </w:r>
    </w:p>
    <w:p w14:paraId="632C749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9.2A.1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288</w:t>
      </w:r>
    </w:p>
    <w:p w14:paraId="3B82EF9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9.2A.2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applicability</w:t>
      </w:r>
      <w:r>
        <w:tab/>
        <w:t>289</w:t>
      </w:r>
    </w:p>
    <w:p w14:paraId="292D9EE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9.2A.3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Number of cells and number of SSB</w:t>
      </w:r>
      <w:r>
        <w:tab/>
        <w:t>289</w:t>
      </w:r>
    </w:p>
    <w:p w14:paraId="5635450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9.2A.4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Reporting Requirements</w:t>
      </w:r>
      <w:r>
        <w:tab/>
        <w:t>289</w:t>
      </w:r>
    </w:p>
    <w:p w14:paraId="54A6F4B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9.2A.5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Intra-frequency measurements without measurement gaps</w:t>
      </w:r>
      <w:r>
        <w:tab/>
        <w:t>290</w:t>
      </w:r>
    </w:p>
    <w:p w14:paraId="2406E70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9.2A.5.2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period</w:t>
      </w:r>
      <w:r>
        <w:tab/>
        <w:t>292</w:t>
      </w:r>
    </w:p>
    <w:p w14:paraId="37D9A32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9.2A.5.3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during intra-frequency measurements</w:t>
      </w:r>
      <w:r>
        <w:tab/>
        <w:t>293</w:t>
      </w:r>
    </w:p>
    <w:p w14:paraId="3354DE1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9.2A.5.3.1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measurements in TDD bands</w:t>
      </w:r>
      <w:r>
        <w:tab/>
        <w:t>293</w:t>
      </w:r>
    </w:p>
    <w:p w14:paraId="59D8164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9.2A.5.3.2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measurements with a different subcarrier spacing than PDSCH/PDCCH</w:t>
      </w:r>
      <w:r>
        <w:tab/>
        <w:t>294</w:t>
      </w:r>
    </w:p>
    <w:p w14:paraId="51DB956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9.2A.6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Intra-frequency measurements with measurement gaps</w:t>
      </w:r>
      <w:r>
        <w:tab/>
        <w:t>294</w:t>
      </w:r>
    </w:p>
    <w:p w14:paraId="6FFF9B0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9.2A.6.1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Intra-frequency cell identification</w:t>
      </w:r>
      <w:r>
        <w:tab/>
        <w:t>294</w:t>
      </w:r>
    </w:p>
    <w:p w14:paraId="3BEB837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9.2A.6.2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Intra-frequency Measurement Period</w:t>
      </w:r>
      <w:r>
        <w:tab/>
        <w:t>295</w:t>
      </w:r>
    </w:p>
    <w:p w14:paraId="551EFB9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9.2A.7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Intra-frequency RSSI and Channel occupancy measurements</w:t>
      </w:r>
      <w:r>
        <w:tab/>
        <w:t>296</w:t>
      </w:r>
    </w:p>
    <w:p w14:paraId="20A6B2C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9.2A.7.1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Intra-frequency RSSI measurements</w:t>
      </w:r>
      <w:r>
        <w:tab/>
        <w:t>296</w:t>
      </w:r>
    </w:p>
    <w:p w14:paraId="3624B3B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9.2A.7.2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Intra-frequency Channel occupancy measurements</w:t>
      </w:r>
      <w:r>
        <w:tab/>
        <w:t>297</w:t>
      </w:r>
    </w:p>
    <w:p w14:paraId="390E406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9.2A.7.3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restriction during RSSI and Channel Occupancy measurements</w:t>
      </w:r>
      <w:r>
        <w:tab/>
        <w:t>298</w:t>
      </w:r>
    </w:p>
    <w:p w14:paraId="72C9849C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9.3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inter-frequency measurements</w:t>
      </w:r>
      <w:r>
        <w:tab/>
        <w:t>298</w:t>
      </w:r>
    </w:p>
    <w:p w14:paraId="37F142A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algun Gothic"/>
        </w:rPr>
        <w:t>9.3.1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algun Gothic"/>
        </w:rPr>
        <w:t>Introduction</w:t>
      </w:r>
      <w:r>
        <w:tab/>
        <w:t>298</w:t>
      </w:r>
    </w:p>
    <w:p w14:paraId="3D97667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applicability</w:t>
      </w:r>
      <w:r>
        <w:tab/>
        <w:t>299</w:t>
      </w:r>
    </w:p>
    <w:p w14:paraId="74430D5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299</w:t>
      </w:r>
    </w:p>
    <w:p w14:paraId="4B62C2B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299</w:t>
      </w:r>
    </w:p>
    <w:p w14:paraId="26D44AF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Number of cells and number of SSB</w:t>
      </w:r>
      <w:r>
        <w:tab/>
        <w:t>299</w:t>
      </w:r>
    </w:p>
    <w:p w14:paraId="394D65F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9.3.3.1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FR1</w:t>
      </w:r>
      <w:r>
        <w:tab/>
        <w:t>299</w:t>
      </w:r>
    </w:p>
    <w:p w14:paraId="694E567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9.3.3.2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FR2</w:t>
      </w:r>
      <w:r>
        <w:tab/>
        <w:t>299</w:t>
      </w:r>
    </w:p>
    <w:p w14:paraId="7D586FA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Inter-frequency </w:t>
      </w:r>
      <w:r>
        <w:rPr>
          <w:lang w:eastAsia="zh-CN"/>
        </w:rPr>
        <w:t>measurement with measurement gaps</w:t>
      </w:r>
      <w:r>
        <w:tab/>
        <w:t>300</w:t>
      </w:r>
    </w:p>
    <w:p w14:paraId="44C0DBC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9.3.4.1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301</w:t>
      </w:r>
    </w:p>
    <w:p w14:paraId="35BCF18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9.3.4.2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301</w:t>
      </w:r>
    </w:p>
    <w:p w14:paraId="2C89DE3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9.3.5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Inter-frequency measurements</w:t>
      </w:r>
      <w:r>
        <w:tab/>
        <w:t>301</w:t>
      </w:r>
    </w:p>
    <w:p w14:paraId="401FDE7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9.3.5.1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302</w:t>
      </w:r>
    </w:p>
    <w:p w14:paraId="21A580C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9.3.5.2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302</w:t>
      </w:r>
    </w:p>
    <w:p w14:paraId="654AF39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9.3.5.3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302</w:t>
      </w:r>
    </w:p>
    <w:p w14:paraId="076FCDC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Calibri"/>
        </w:rPr>
        <w:t>9.3.6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Inter-frequency measurements reporting requirements</w:t>
      </w:r>
      <w:r>
        <w:tab/>
        <w:t>302</w:t>
      </w:r>
    </w:p>
    <w:p w14:paraId="6735668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9.3.6.1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Periodic Reporting</w:t>
      </w:r>
      <w:r>
        <w:tab/>
        <w:t>302</w:t>
      </w:r>
    </w:p>
    <w:p w14:paraId="06AAA40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9.3.6.2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Event-triggered Periodic Reporting</w:t>
      </w:r>
      <w:r>
        <w:tab/>
        <w:t>302</w:t>
      </w:r>
    </w:p>
    <w:p w14:paraId="5B6384B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9.3.6.3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Event-triggered Reporting</w:t>
      </w:r>
      <w:r>
        <w:tab/>
        <w:t>302</w:t>
      </w:r>
    </w:p>
    <w:p w14:paraId="13E7816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ja-JP"/>
        </w:rPr>
        <w:t>9.3.7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ja-JP"/>
        </w:rPr>
        <w:t>Void</w:t>
      </w:r>
      <w:r>
        <w:tab/>
        <w:t>303</w:t>
      </w:r>
    </w:p>
    <w:p w14:paraId="335D12B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Calibri"/>
        </w:rPr>
        <w:t>9.3.8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algun Gothic"/>
        </w:rPr>
        <w:t>Inter-frequency SFTD measurement requirements</w:t>
      </w:r>
      <w:r>
        <w:tab/>
        <w:t>303</w:t>
      </w:r>
    </w:p>
    <w:p w14:paraId="14A46B8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algun Gothic"/>
        </w:rPr>
        <w:t>9.3.8.1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algun Gothic"/>
        </w:rPr>
        <w:t>Introduction</w:t>
      </w:r>
      <w:r>
        <w:tab/>
        <w:t>303</w:t>
      </w:r>
    </w:p>
    <w:p w14:paraId="02BCBFA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algun Gothic"/>
        </w:rPr>
        <w:t>9.3.8.2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algun Gothic"/>
        </w:rPr>
        <w:t>SFTD Measurement delay</w:t>
      </w:r>
      <w:r>
        <w:tab/>
        <w:t>303</w:t>
      </w:r>
    </w:p>
    <w:p w14:paraId="1E104AD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algun Gothic"/>
        </w:rPr>
        <w:t>9.3.8.3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algun Gothic"/>
        </w:rPr>
        <w:t>SFTD Measurement reporting delay</w:t>
      </w:r>
      <w:r>
        <w:tab/>
        <w:t>304</w:t>
      </w:r>
    </w:p>
    <w:p w14:paraId="7213312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9.3.9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Inter frequency measurements without measurement gaps</w:t>
      </w:r>
      <w:r>
        <w:tab/>
        <w:t>304</w:t>
      </w:r>
    </w:p>
    <w:p w14:paraId="6550C3D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9.3.9.1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Inter frequency C</w:t>
      </w:r>
      <w:r>
        <w:t>ell identification</w:t>
      </w:r>
      <w:r>
        <w:tab/>
        <w:t>304</w:t>
      </w:r>
    </w:p>
    <w:p w14:paraId="6675C48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9.3.9.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Measurement period</w:t>
      </w:r>
      <w:r>
        <w:tab/>
        <w:t>306</w:t>
      </w:r>
    </w:p>
    <w:p w14:paraId="4F015C7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9.3.9.3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during int</w:t>
      </w:r>
      <w:r>
        <w:rPr>
          <w:lang w:eastAsia="zh-CN"/>
        </w:rPr>
        <w:t>er</w:t>
      </w:r>
      <w:r>
        <w:t>-frequency measurements</w:t>
      </w:r>
      <w:r>
        <w:tab/>
        <w:t>306</w:t>
      </w:r>
    </w:p>
    <w:p w14:paraId="0244160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9.3.9.3.1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measurements in TDD bands on FR1</w:t>
      </w:r>
      <w:r>
        <w:tab/>
        <w:t>306</w:t>
      </w:r>
    </w:p>
    <w:p w14:paraId="090D95C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9.3.9.3.2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measurements with a different subcarrier spacing than PDSCH/PDCCH on FR1</w:t>
      </w:r>
      <w:r>
        <w:tab/>
        <w:t>307</w:t>
      </w:r>
    </w:p>
    <w:p w14:paraId="6937FCF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9.3.9.3.3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measurements on FR2</w:t>
      </w:r>
      <w:r>
        <w:tab/>
        <w:t>307</w:t>
      </w:r>
    </w:p>
    <w:p w14:paraId="23EF678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9.3.9.3.4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measurements on FR1 or FR2 in case of FR1-FR2 inter-band CA</w:t>
      </w:r>
      <w:r>
        <w:tab/>
        <w:t>308</w:t>
      </w:r>
    </w:p>
    <w:p w14:paraId="3262B919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9.3A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inter-frequency measurements in carrier frequencies with CCA</w:t>
      </w:r>
      <w:r>
        <w:tab/>
        <w:t>308</w:t>
      </w:r>
    </w:p>
    <w:p w14:paraId="1063C9E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9.3A.1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308</w:t>
      </w:r>
    </w:p>
    <w:p w14:paraId="5F446F6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9.3A.2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applicability</w:t>
      </w:r>
      <w:r>
        <w:tab/>
        <w:t>308</w:t>
      </w:r>
    </w:p>
    <w:p w14:paraId="5F72211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9.3A.3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Number of cells and number of SSB</w:t>
      </w:r>
      <w:r>
        <w:tab/>
        <w:t>309</w:t>
      </w:r>
    </w:p>
    <w:p w14:paraId="386BB64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9.3A.3.1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</w:t>
      </w:r>
      <w:r>
        <w:tab/>
        <w:t>309</w:t>
      </w:r>
    </w:p>
    <w:p w14:paraId="173BF27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9.3A.4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Inter-frequency cell identification</w:t>
      </w:r>
      <w:r>
        <w:tab/>
        <w:t>309</w:t>
      </w:r>
    </w:p>
    <w:p w14:paraId="71D0CB8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9.3A.5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Inter-frequency measurements</w:t>
      </w:r>
      <w:r>
        <w:tab/>
        <w:t>310</w:t>
      </w:r>
    </w:p>
    <w:p w14:paraId="721D5BF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Calibri"/>
        </w:rPr>
        <w:t>9.3A.6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Calibri"/>
        </w:rPr>
        <w:t xml:space="preserve">NR </w:t>
      </w:r>
      <w:r>
        <w:t>Inter-frequency measurements reporting requirements</w:t>
      </w:r>
      <w:r>
        <w:tab/>
        <w:t>311</w:t>
      </w:r>
    </w:p>
    <w:p w14:paraId="6B5D6BF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9.3A.6.1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Periodic Reporting</w:t>
      </w:r>
      <w:r>
        <w:tab/>
        <w:t>311</w:t>
      </w:r>
    </w:p>
    <w:p w14:paraId="7A04CCB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9.3A.6.2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Event-triggered Periodic Reporting</w:t>
      </w:r>
      <w:r>
        <w:tab/>
        <w:t>311</w:t>
      </w:r>
    </w:p>
    <w:p w14:paraId="252E291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9.3A.6.3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Event-triggered Reporting</w:t>
      </w:r>
      <w:r>
        <w:tab/>
        <w:t>311</w:t>
      </w:r>
    </w:p>
    <w:p w14:paraId="76EA985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9.3A.8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Inter-frequency RSSI measurements</w:t>
      </w:r>
      <w:r>
        <w:tab/>
        <w:t>311</w:t>
      </w:r>
    </w:p>
    <w:p w14:paraId="20E324A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9.3A.9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Inter-frequency channel occupancy measurements</w:t>
      </w:r>
      <w:r>
        <w:tab/>
        <w:t>312</w:t>
      </w:r>
    </w:p>
    <w:p w14:paraId="45024654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9.4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Inter-RAT measurements</w:t>
      </w:r>
      <w:r>
        <w:tab/>
        <w:t>312</w:t>
      </w:r>
    </w:p>
    <w:p w14:paraId="0350E3A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312</w:t>
      </w:r>
    </w:p>
    <w:p w14:paraId="513B318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9.4.2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NR − E-UTRAN FDD measurements</w:t>
      </w:r>
      <w:r>
        <w:tab/>
        <w:t>314</w:t>
      </w:r>
    </w:p>
    <w:p w14:paraId="66E8AF8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314</w:t>
      </w:r>
    </w:p>
    <w:p w14:paraId="07A400C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when no DRX is used</w:t>
      </w:r>
      <w:r>
        <w:tab/>
        <w:t>314</w:t>
      </w:r>
    </w:p>
    <w:p w14:paraId="39BEA77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9.4.2.3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when DRX is used</w:t>
      </w:r>
      <w:r>
        <w:tab/>
        <w:t>315</w:t>
      </w:r>
    </w:p>
    <w:p w14:paraId="622C2E0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9.4.2.4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reporting requirements</w:t>
      </w:r>
      <w:r>
        <w:tab/>
        <w:t>316</w:t>
      </w:r>
    </w:p>
    <w:p w14:paraId="53EF285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9.4.2.4.1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Periodic Reporting</w:t>
      </w:r>
      <w:r>
        <w:tab/>
        <w:t>316</w:t>
      </w:r>
    </w:p>
    <w:p w14:paraId="18EBBBB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9.4.2.4.2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Event-Triggered Periodic Reporting</w:t>
      </w:r>
      <w:r>
        <w:tab/>
        <w:t>316</w:t>
      </w:r>
    </w:p>
    <w:p w14:paraId="268C5B9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9.4.2.4.3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Event-Triggered Reporting</w:t>
      </w:r>
      <w:r>
        <w:tab/>
        <w:t>316</w:t>
      </w:r>
    </w:p>
    <w:p w14:paraId="71A2144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9.4.3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NR − E-UTRAN TDD measurements</w:t>
      </w:r>
      <w:r>
        <w:tab/>
        <w:t>316</w:t>
      </w:r>
    </w:p>
    <w:p w14:paraId="71F0EDF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9.4.3.1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316</w:t>
      </w:r>
    </w:p>
    <w:p w14:paraId="42E6E90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9.4.3.2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when no DRX is used</w:t>
      </w:r>
      <w:r>
        <w:tab/>
        <w:t>316</w:t>
      </w:r>
    </w:p>
    <w:p w14:paraId="2F86EE4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9.4.3.3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when DRX is used</w:t>
      </w:r>
      <w:r>
        <w:tab/>
        <w:t>317</w:t>
      </w:r>
    </w:p>
    <w:p w14:paraId="6670559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9.4.3.4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reporting requirements</w:t>
      </w:r>
      <w:r>
        <w:tab/>
        <w:t>319</w:t>
      </w:r>
    </w:p>
    <w:p w14:paraId="7E8F567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9.4.3.4.1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Periodic Reporting</w:t>
      </w:r>
      <w:r>
        <w:tab/>
        <w:t>319</w:t>
      </w:r>
    </w:p>
    <w:p w14:paraId="5BF6102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9.4.3.4.2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Event-Triggered Periodic Reporting</w:t>
      </w:r>
      <w:r>
        <w:tab/>
        <w:t>319</w:t>
      </w:r>
    </w:p>
    <w:p w14:paraId="09D706C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9.4.3.4.3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Event-Triggered Reporting</w:t>
      </w:r>
      <w:r>
        <w:tab/>
        <w:t>319</w:t>
      </w:r>
    </w:p>
    <w:p w14:paraId="192BF33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9.4.4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Inter-RAT RSTD measurements</w:t>
      </w:r>
      <w:r>
        <w:tab/>
        <w:t>319</w:t>
      </w:r>
    </w:p>
    <w:p w14:paraId="461F10B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9.4.4.1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NR − E-UTRAN FDD RSTD measurements</w:t>
      </w:r>
      <w:r>
        <w:tab/>
        <w:t>319</w:t>
      </w:r>
    </w:p>
    <w:p w14:paraId="30D07CF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9.4.4.1.1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319</w:t>
      </w:r>
    </w:p>
    <w:p w14:paraId="4956023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9.4.4.1.2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</w:t>
      </w:r>
      <w:r>
        <w:tab/>
        <w:t>320</w:t>
      </w:r>
    </w:p>
    <w:p w14:paraId="039EE71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9.4.4.2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NR − E-UTRAN TDD RSTD measurements</w:t>
      </w:r>
      <w:r>
        <w:tab/>
        <w:t>323</w:t>
      </w:r>
    </w:p>
    <w:p w14:paraId="02136C2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9.4.4.2.1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323</w:t>
      </w:r>
    </w:p>
    <w:p w14:paraId="3E28694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9.4.4.2.2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</w:t>
      </w:r>
      <w:r>
        <w:tab/>
        <w:t>324</w:t>
      </w:r>
    </w:p>
    <w:p w14:paraId="2F5CD97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9.4.5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Inter-RAT E-CID measurements</w:t>
      </w:r>
      <w:r>
        <w:tab/>
        <w:t>327</w:t>
      </w:r>
    </w:p>
    <w:p w14:paraId="180E711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9.4.5.1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NR−E-UTRAN FDD</w:t>
      </w:r>
      <w:r w:rsidRPr="0046111E">
        <w:rPr>
          <w:lang w:val="en-US"/>
        </w:rPr>
        <w:t xml:space="preserve"> E-CID RSRP and RSRQ measurements</w:t>
      </w:r>
      <w:r>
        <w:tab/>
        <w:t>327</w:t>
      </w:r>
    </w:p>
    <w:p w14:paraId="7D1512D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9.4.5.1.1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327</w:t>
      </w:r>
    </w:p>
    <w:p w14:paraId="2C807E4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9.4.5.1.2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</w:t>
      </w:r>
      <w:r>
        <w:tab/>
        <w:t>327</w:t>
      </w:r>
    </w:p>
    <w:p w14:paraId="587917D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9.4.5.1.3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Reporting Delay</w:t>
      </w:r>
      <w:r>
        <w:tab/>
        <w:t>327</w:t>
      </w:r>
    </w:p>
    <w:p w14:paraId="3895BB0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9.4.5.2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NR−E-UTRAN TDD</w:t>
      </w:r>
      <w:r w:rsidRPr="0046111E">
        <w:rPr>
          <w:lang w:val="en-US"/>
        </w:rPr>
        <w:t xml:space="preserve"> E-CID RSRP and RSRQ measurements</w:t>
      </w:r>
      <w:r>
        <w:tab/>
        <w:t>327</w:t>
      </w:r>
    </w:p>
    <w:p w14:paraId="6335B0E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9.4.5.2.1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327</w:t>
      </w:r>
    </w:p>
    <w:p w14:paraId="1DD1275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9.4.5.2.2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</w:t>
      </w:r>
      <w:r>
        <w:tab/>
        <w:t>327</w:t>
      </w:r>
    </w:p>
    <w:p w14:paraId="7BDF647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9.4.5.2.3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Reporting Delay</w:t>
      </w:r>
      <w:r>
        <w:tab/>
        <w:t>328</w:t>
      </w:r>
    </w:p>
    <w:p w14:paraId="441DE89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9.4.6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NR − UTRAN FDD measurements</w:t>
      </w:r>
      <w:r>
        <w:tab/>
        <w:t>328</w:t>
      </w:r>
    </w:p>
    <w:p w14:paraId="4A71E90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9.4.6.1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328</w:t>
      </w:r>
    </w:p>
    <w:p w14:paraId="0F04FC5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9.4.6.2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when no DRX is used</w:t>
      </w:r>
      <w:r>
        <w:tab/>
        <w:t>328</w:t>
      </w:r>
    </w:p>
    <w:p w14:paraId="4D51972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9.4.6.3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when DRX is used</w:t>
      </w:r>
      <w:r>
        <w:tab/>
        <w:t>329</w:t>
      </w:r>
    </w:p>
    <w:p w14:paraId="4E20B58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9.4.7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– E-UTRAN measurements with autonomous gaps</w:t>
      </w:r>
      <w:r>
        <w:tab/>
        <w:t>331</w:t>
      </w:r>
    </w:p>
    <w:p w14:paraId="57E1716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9.4.7.1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CGI identification of an E-UTRA cell with autonomous gaps</w:t>
      </w:r>
      <w:r>
        <w:tab/>
        <w:t>331</w:t>
      </w:r>
    </w:p>
    <w:p w14:paraId="7EC9844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9.4.7.2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CGI reporting delay</w:t>
      </w:r>
      <w:r>
        <w:tab/>
        <w:t>331</w:t>
      </w:r>
    </w:p>
    <w:p w14:paraId="13E50A57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9.5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L1-RSRP measurements for Reporting</w:t>
      </w:r>
      <w:r>
        <w:tab/>
        <w:t>332</w:t>
      </w:r>
    </w:p>
    <w:p w14:paraId="54CA5E0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332</w:t>
      </w:r>
    </w:p>
    <w:p w14:paraId="72863C1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applicability</w:t>
      </w:r>
      <w:r>
        <w:tab/>
        <w:t>332</w:t>
      </w:r>
    </w:p>
    <w:p w14:paraId="22BCEAE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Reporting Requirements</w:t>
      </w:r>
      <w:r>
        <w:tab/>
        <w:t>332</w:t>
      </w:r>
    </w:p>
    <w:p w14:paraId="448C1C3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9.5.3.1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Periodic Reporting</w:t>
      </w:r>
      <w:r>
        <w:tab/>
        <w:t>333</w:t>
      </w:r>
    </w:p>
    <w:p w14:paraId="4E247A8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9.5.3.2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Semi-Persistent Reporting</w:t>
      </w:r>
      <w:r>
        <w:tab/>
        <w:t>333</w:t>
      </w:r>
    </w:p>
    <w:p w14:paraId="687E28A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9.5.3.3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Aperiodic Reporting</w:t>
      </w:r>
      <w:r>
        <w:tab/>
        <w:t>333</w:t>
      </w:r>
    </w:p>
    <w:p w14:paraId="4AEA2F5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9.5.4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L1-RSRP measurement requirements</w:t>
      </w:r>
      <w:r>
        <w:tab/>
        <w:t>333</w:t>
      </w:r>
    </w:p>
    <w:p w14:paraId="1526D79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9.5.4.1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SSB based L1-RSRP Reporting</w:t>
      </w:r>
      <w:r>
        <w:tab/>
        <w:t>333</w:t>
      </w:r>
    </w:p>
    <w:p w14:paraId="0E28FA5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9.5.4.2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CSI-RS based L1-RSRP Reporting</w:t>
      </w:r>
      <w:r>
        <w:tab/>
        <w:t>335</w:t>
      </w:r>
    </w:p>
    <w:p w14:paraId="5519CB6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9.5.4A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338</w:t>
      </w:r>
    </w:p>
    <w:p w14:paraId="599E084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9.5.4A.1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338</w:t>
      </w:r>
    </w:p>
    <w:p w14:paraId="1EB0C3B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9.5.5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restriction for CSI-RS and SSB for L1-RSRP measurement</w:t>
      </w:r>
      <w:r>
        <w:tab/>
        <w:t>338</w:t>
      </w:r>
    </w:p>
    <w:p w14:paraId="7E52271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9.5.5.1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restriction for SSB based L1-RSRP</w:t>
      </w:r>
      <w:r>
        <w:tab/>
        <w:t>338</w:t>
      </w:r>
    </w:p>
    <w:p w14:paraId="30B279B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9.5.5.2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restriction for CSI-RS based L1-RSRP</w:t>
      </w:r>
      <w:r>
        <w:tab/>
        <w:t>338</w:t>
      </w:r>
    </w:p>
    <w:p w14:paraId="49F5468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9.5.6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during L1-RSRP measurement</w:t>
      </w:r>
      <w:r>
        <w:tab/>
        <w:t>339</w:t>
      </w:r>
    </w:p>
    <w:p w14:paraId="619EFD4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?? ??"/>
        </w:rPr>
        <w:t>9.5.6.1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?? ??"/>
        </w:rPr>
        <w:t>Scheduling availability of UE performing L1-RSRP measurement with a same subcarrier spacing as PDSCH/PDCCH on FR1</w:t>
      </w:r>
      <w:r>
        <w:tab/>
        <w:t>339</w:t>
      </w:r>
    </w:p>
    <w:p w14:paraId="2B67B05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9.5.6.2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L1-RSRP measurement with a different subcarrier spacing than PDSCH/PDCCH on FR1</w:t>
      </w:r>
      <w:r>
        <w:tab/>
        <w:t>339</w:t>
      </w:r>
    </w:p>
    <w:p w14:paraId="43E5A74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9.5.6.3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L1-RSRP measurement on FR2</w:t>
      </w:r>
      <w:r>
        <w:tab/>
        <w:t>340</w:t>
      </w:r>
    </w:p>
    <w:p w14:paraId="5C4EC07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9.5.6.4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L1-RSRP measurement on FR1 or FR2 in case of FR1-FR2 inter-band CA</w:t>
      </w:r>
      <w:r>
        <w:tab/>
        <w:t>340</w:t>
      </w:r>
    </w:p>
    <w:p w14:paraId="543B1449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9.5A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L1-RSRP measurements for Reporting under CCA</w:t>
      </w:r>
      <w:r>
        <w:tab/>
        <w:t>341</w:t>
      </w:r>
    </w:p>
    <w:p w14:paraId="79861A0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9.5A.1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341</w:t>
      </w:r>
    </w:p>
    <w:p w14:paraId="28A21CE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9.5A.2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applicability</w:t>
      </w:r>
      <w:r>
        <w:tab/>
        <w:t>341</w:t>
      </w:r>
    </w:p>
    <w:p w14:paraId="6E3C463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9.5A.3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Reporting Requirements</w:t>
      </w:r>
      <w:r>
        <w:tab/>
        <w:t>341</w:t>
      </w:r>
    </w:p>
    <w:p w14:paraId="195E02C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9.5A.3.1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Periodic Reporting</w:t>
      </w:r>
      <w:r>
        <w:tab/>
        <w:t>341</w:t>
      </w:r>
    </w:p>
    <w:p w14:paraId="469D1D4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9.5A.3.2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Semi-Persistent Reporting</w:t>
      </w:r>
      <w:r>
        <w:tab/>
        <w:t>342</w:t>
      </w:r>
    </w:p>
    <w:p w14:paraId="1479F5B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9.5A.3.3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Aperiodic Reporting</w:t>
      </w:r>
      <w:r>
        <w:tab/>
        <w:t>342</w:t>
      </w:r>
    </w:p>
    <w:p w14:paraId="25D4C9D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9.5A.4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L1-RSRP measurement requirements</w:t>
      </w:r>
      <w:r>
        <w:tab/>
        <w:t>342</w:t>
      </w:r>
    </w:p>
    <w:p w14:paraId="6F50452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9.5A.4.1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SSB based L1-RSRP Reporting</w:t>
      </w:r>
      <w:r>
        <w:tab/>
        <w:t>342</w:t>
      </w:r>
    </w:p>
    <w:p w14:paraId="757AA3C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9.5A.5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restriction for L1-RSRP measurement</w:t>
      </w:r>
      <w:r>
        <w:tab/>
        <w:t>343</w:t>
      </w:r>
    </w:p>
    <w:p w14:paraId="7CEA717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9.5A.5.1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restriction for SSB based L1-RSRP</w:t>
      </w:r>
      <w:r>
        <w:tab/>
        <w:t>343</w:t>
      </w:r>
    </w:p>
    <w:p w14:paraId="4910EB6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9.5A.6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during L1-RSRP measurement</w:t>
      </w:r>
      <w:r>
        <w:tab/>
        <w:t>343</w:t>
      </w:r>
    </w:p>
    <w:p w14:paraId="2922C4C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?? ??"/>
        </w:rPr>
        <w:t>9.5A.6.1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?? ??"/>
        </w:rPr>
        <w:t>Scheduling availability of UE performing L1-RSRP measurement with a same subcarrier spacing as PDSCH/PDCCH</w:t>
      </w:r>
      <w:r>
        <w:tab/>
        <w:t>343</w:t>
      </w:r>
    </w:p>
    <w:p w14:paraId="35E3C64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9.5A.6.2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L1-RSRP measurement with a different subcarrier spacing than PDSCH/PDCCH</w:t>
      </w:r>
      <w:r>
        <w:tab/>
        <w:t>344</w:t>
      </w:r>
    </w:p>
    <w:p w14:paraId="7E3A96A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9.5A.6.3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L1-RSRP measurement in case of FR1-FR2 inter-band CA</w:t>
      </w:r>
      <w:r>
        <w:tab/>
        <w:t>344</w:t>
      </w:r>
    </w:p>
    <w:p w14:paraId="28B1ED4B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9.6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NE-DC: Measurements</w:t>
      </w:r>
      <w:r>
        <w:tab/>
        <w:t>344</w:t>
      </w:r>
    </w:p>
    <w:p w14:paraId="4CE9164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344</w:t>
      </w:r>
    </w:p>
    <w:p w14:paraId="2509BA2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9.6.2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SFTD Measurements</w:t>
      </w:r>
      <w:r>
        <w:tab/>
        <w:t>344</w:t>
      </w:r>
    </w:p>
    <w:p w14:paraId="013741C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9.6.2.1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344</w:t>
      </w:r>
    </w:p>
    <w:p w14:paraId="3FE2964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9.6.2.2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SFTD Measurement requirements</w:t>
      </w:r>
      <w:r>
        <w:tab/>
        <w:t>344</w:t>
      </w:r>
    </w:p>
    <w:p w14:paraId="72AC03B9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9.7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Cross Link Interference measurements</w:t>
      </w:r>
      <w:r>
        <w:tab/>
        <w:t>345</w:t>
      </w:r>
    </w:p>
    <w:p w14:paraId="4C17C50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9.7.1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Introduction</w:t>
      </w:r>
      <w:r>
        <w:tab/>
        <w:t>345</w:t>
      </w:r>
    </w:p>
    <w:p w14:paraId="46EE318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9.7.2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SRS-RSRP measurements</w:t>
      </w:r>
      <w:r>
        <w:tab/>
        <w:t>345</w:t>
      </w:r>
    </w:p>
    <w:p w14:paraId="3AEFB4C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9.7.2.1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345</w:t>
      </w:r>
    </w:p>
    <w:p w14:paraId="18F820B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9.7.2.2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applicability</w:t>
      </w:r>
      <w:r>
        <w:tab/>
        <w:t>345</w:t>
      </w:r>
    </w:p>
    <w:p w14:paraId="020C238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9.7.2.3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Reporting Requirements</w:t>
      </w:r>
      <w:r>
        <w:tab/>
        <w:t>346</w:t>
      </w:r>
    </w:p>
    <w:p w14:paraId="26BC1FC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9.7.2.3.1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Periodic Reporting</w:t>
      </w:r>
      <w:r>
        <w:tab/>
        <w:t>346</w:t>
      </w:r>
    </w:p>
    <w:p w14:paraId="1A1CDDE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9.7.2.3.2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Event-triggered Periodic Reporting</w:t>
      </w:r>
      <w:r>
        <w:tab/>
        <w:t>346</w:t>
      </w:r>
    </w:p>
    <w:p w14:paraId="607AD7D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9.7.2.3.3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 Triggered Reporting</w:t>
      </w:r>
      <w:r>
        <w:tab/>
        <w:t>346</w:t>
      </w:r>
    </w:p>
    <w:p w14:paraId="63B8226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9.7.2.4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capability</w:t>
      </w:r>
      <w:r>
        <w:tab/>
        <w:t>346</w:t>
      </w:r>
    </w:p>
    <w:p w14:paraId="2A0CE9E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9.7.2.5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SRS-RSRP measurement period</w:t>
      </w:r>
      <w:r>
        <w:tab/>
        <w:t>346</w:t>
      </w:r>
    </w:p>
    <w:p w14:paraId="4C7692B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9.7.3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CLI-RSSI measurements</w:t>
      </w:r>
      <w:r>
        <w:tab/>
        <w:t>347</w:t>
      </w:r>
    </w:p>
    <w:p w14:paraId="7BE6849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9.7.3.1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347</w:t>
      </w:r>
    </w:p>
    <w:p w14:paraId="55796B1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9.7.3.2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applicability</w:t>
      </w:r>
      <w:r>
        <w:tab/>
        <w:t>347</w:t>
      </w:r>
    </w:p>
    <w:p w14:paraId="2E0E7A9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9.7.3.3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Reporting Requirements</w:t>
      </w:r>
      <w:r>
        <w:tab/>
        <w:t>347</w:t>
      </w:r>
    </w:p>
    <w:p w14:paraId="7C82E5B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9.7.3.3.1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Periodic Reporting</w:t>
      </w:r>
      <w:r>
        <w:tab/>
        <w:t>347</w:t>
      </w:r>
    </w:p>
    <w:p w14:paraId="44B4D53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9.7.3.3.2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Event-triggered Periodic Reporting</w:t>
      </w:r>
      <w:r>
        <w:tab/>
        <w:t>347</w:t>
      </w:r>
    </w:p>
    <w:p w14:paraId="68653A9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9.7.3.3.3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 Triggered Reporting</w:t>
      </w:r>
      <w:r>
        <w:tab/>
        <w:t>347</w:t>
      </w:r>
    </w:p>
    <w:p w14:paraId="0E85538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9.7.3.4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capability</w:t>
      </w:r>
      <w:r>
        <w:tab/>
        <w:t>348</w:t>
      </w:r>
    </w:p>
    <w:p w14:paraId="2BE21D0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9.7.3.5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CLI-RSSI measurement period</w:t>
      </w:r>
      <w:r>
        <w:tab/>
        <w:t>348</w:t>
      </w:r>
    </w:p>
    <w:p w14:paraId="1C7FD40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9.7.4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Scheduling availability of UE during CLI measurements</w:t>
      </w:r>
      <w:r>
        <w:tab/>
        <w:t>348</w:t>
      </w:r>
    </w:p>
    <w:p w14:paraId="6EF7005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9.7.4.1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measurement on FR1</w:t>
      </w:r>
      <w:r>
        <w:tab/>
        <w:t>348</w:t>
      </w:r>
    </w:p>
    <w:p w14:paraId="14D5E37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9.7.4.2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measurement on FR2</w:t>
      </w:r>
      <w:r>
        <w:tab/>
        <w:t>348</w:t>
      </w:r>
    </w:p>
    <w:p w14:paraId="6C84842D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9.</w:t>
      </w:r>
      <w:r>
        <w:rPr>
          <w:lang w:eastAsia="zh-CN"/>
        </w:rPr>
        <w:t>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L1-SINR measurements for Reporting</w:t>
      </w:r>
      <w:r>
        <w:tab/>
        <w:t>349</w:t>
      </w:r>
    </w:p>
    <w:p w14:paraId="32CFAFC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349</w:t>
      </w:r>
    </w:p>
    <w:p w14:paraId="649741D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applicability</w:t>
      </w:r>
      <w:r>
        <w:tab/>
        <w:t>349</w:t>
      </w:r>
    </w:p>
    <w:p w14:paraId="19C5485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9.8.3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Reporting Requirements</w:t>
      </w:r>
      <w:r>
        <w:tab/>
        <w:t>350</w:t>
      </w:r>
    </w:p>
    <w:p w14:paraId="40761CA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9.8.3.1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Periodic Reporting</w:t>
      </w:r>
      <w:r>
        <w:tab/>
        <w:t>350</w:t>
      </w:r>
    </w:p>
    <w:p w14:paraId="0E354E9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9.8.3.2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Semi-Persistent Reporting</w:t>
      </w:r>
      <w:r>
        <w:tab/>
        <w:t>350</w:t>
      </w:r>
    </w:p>
    <w:p w14:paraId="2E13D0B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9.8.3.3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Aperiodic Reporting</w:t>
      </w:r>
      <w:r>
        <w:tab/>
        <w:t>351</w:t>
      </w:r>
    </w:p>
    <w:p w14:paraId="493BC81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9.8.4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L1-SINR measurement requirements</w:t>
      </w:r>
      <w:r>
        <w:tab/>
        <w:t>351</w:t>
      </w:r>
    </w:p>
    <w:p w14:paraId="1578D82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9.8.4.1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L1-SINR reporting with CSI-RS based CMR and no dedicated IMR configured</w:t>
      </w:r>
      <w:r>
        <w:tab/>
        <w:t>351</w:t>
      </w:r>
    </w:p>
    <w:p w14:paraId="58082A6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9.8.4.3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L1-SINR reporting with CSI-RS based CMR and dedicated IMR configured</w:t>
      </w:r>
      <w:r>
        <w:tab/>
        <w:t>354</w:t>
      </w:r>
    </w:p>
    <w:p w14:paraId="4C50798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9.8.5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restriction for L1-SINR measurement</w:t>
      </w:r>
      <w:r>
        <w:tab/>
        <w:t>356</w:t>
      </w:r>
    </w:p>
    <w:p w14:paraId="4653196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9.8.5.1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Measurement restriction if SSB </w:t>
      </w:r>
      <w:r>
        <w:rPr>
          <w:lang w:eastAsia="zh-CN"/>
        </w:rPr>
        <w:t>configured for</w:t>
      </w:r>
      <w:r>
        <w:t xml:space="preserve"> L1-SINR Measurement</w:t>
      </w:r>
      <w:r>
        <w:tab/>
        <w:t>356</w:t>
      </w:r>
    </w:p>
    <w:p w14:paraId="7D01FA0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9.8.5.2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restriction if CSI-RS configured for L1-SINR measurement</w:t>
      </w:r>
      <w:r>
        <w:tab/>
        <w:t>357</w:t>
      </w:r>
    </w:p>
    <w:p w14:paraId="4FE0C8B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9.8.5.3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restriction if CSI-IM configured for L1-SINR measurement</w:t>
      </w:r>
      <w:r>
        <w:tab/>
        <w:t>357</w:t>
      </w:r>
    </w:p>
    <w:p w14:paraId="7D7FD6F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9.8.6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during L1-SINR measurement</w:t>
      </w:r>
      <w:r>
        <w:tab/>
        <w:t>358</w:t>
      </w:r>
    </w:p>
    <w:p w14:paraId="2C67739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9.8.6.1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L1-SINR measurement with a same subcarrier spacing as PDSCH/PDCCH on FR1</w:t>
      </w:r>
      <w:r>
        <w:tab/>
        <w:t>358</w:t>
      </w:r>
    </w:p>
    <w:p w14:paraId="17CA2D0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9.8.6.2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L1-SINR measurement with a different subcarrier spacing than PDSCH/PDCCH on FR1</w:t>
      </w:r>
      <w:r>
        <w:tab/>
        <w:t>358</w:t>
      </w:r>
    </w:p>
    <w:p w14:paraId="422DBF0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9.8.6.4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L1-SINR measurement on FR1 or FR2 in case of FR1-FR2 inter-band CA</w:t>
      </w:r>
      <w:r>
        <w:tab/>
        <w:t>359</w:t>
      </w:r>
    </w:p>
    <w:p w14:paraId="700661CE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9.9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 NR measurements for positioning</w:t>
      </w:r>
      <w:r>
        <w:tab/>
        <w:t>359</w:t>
      </w:r>
    </w:p>
    <w:p w14:paraId="3FE31C1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359</w:t>
      </w:r>
    </w:p>
    <w:p w14:paraId="06BA5D2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RSTD measurements</w:t>
      </w:r>
      <w:r>
        <w:tab/>
        <w:t>360</w:t>
      </w:r>
    </w:p>
    <w:p w14:paraId="36955C9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9.9.2.1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360</w:t>
      </w:r>
    </w:p>
    <w:p w14:paraId="1B0EE80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9.9.2.2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Requirements Applicability</w:t>
      </w:r>
      <w:r>
        <w:tab/>
        <w:t>360</w:t>
      </w:r>
    </w:p>
    <w:p w14:paraId="25E7103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9.9.2.3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Measurement Capability</w:t>
      </w:r>
      <w:r>
        <w:tab/>
        <w:t>360</w:t>
      </w:r>
    </w:p>
    <w:p w14:paraId="2C66852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9.9.2.4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Measurement Reporting Requirements</w:t>
      </w:r>
      <w:r>
        <w:tab/>
        <w:t>360</w:t>
      </w:r>
    </w:p>
    <w:p w14:paraId="740FA56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9.9.2.4.1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360</w:t>
      </w:r>
    </w:p>
    <w:p w14:paraId="17483D2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9.9.2.4.2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360</w:t>
      </w:r>
    </w:p>
    <w:p w14:paraId="495EBC9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9.9.2.4.3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360</w:t>
      </w:r>
    </w:p>
    <w:p w14:paraId="5275A1E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9.9.2.5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Measurements Period Requireme</w:t>
      </w:r>
      <w:r>
        <w:rPr>
          <w:lang w:eastAsia="zh-CN"/>
        </w:rPr>
        <w:t>nts</w:t>
      </w:r>
      <w:r>
        <w:tab/>
        <w:t>360</w:t>
      </w:r>
    </w:p>
    <w:p w14:paraId="05D10BD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9.9.2.6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362</w:t>
      </w:r>
    </w:p>
    <w:p w14:paraId="3FBFE05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9.9.3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PRS-RSRP measurements</w:t>
      </w:r>
      <w:r>
        <w:tab/>
        <w:t>362</w:t>
      </w:r>
    </w:p>
    <w:p w14:paraId="3F0D598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9.9.3.1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Introduction</w:t>
      </w:r>
      <w:r>
        <w:tab/>
        <w:t>362</w:t>
      </w:r>
    </w:p>
    <w:p w14:paraId="7E3011D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9.9.3.2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Requirements applicability</w:t>
      </w:r>
      <w:r>
        <w:tab/>
        <w:t>362</w:t>
      </w:r>
    </w:p>
    <w:p w14:paraId="15294CB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9.9.3.3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Measurement Capability</w:t>
      </w:r>
      <w:r>
        <w:tab/>
        <w:t>362</w:t>
      </w:r>
    </w:p>
    <w:p w14:paraId="6C7183D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9.9.3.4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Measurement Reporting Requirements</w:t>
      </w:r>
      <w:r>
        <w:tab/>
        <w:t>363</w:t>
      </w:r>
    </w:p>
    <w:p w14:paraId="59DC9EA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9.9.3.5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Measurement Period Requirements</w:t>
      </w:r>
      <w:r>
        <w:tab/>
        <w:t>363</w:t>
      </w:r>
    </w:p>
    <w:p w14:paraId="7FBE95A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9.9.4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Rx-Tx time difference measurements</w:t>
      </w:r>
      <w:r>
        <w:tab/>
        <w:t>365</w:t>
      </w:r>
    </w:p>
    <w:p w14:paraId="4D80EC1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9.9.4.1 Introduction</w:t>
      </w:r>
      <w:r>
        <w:tab/>
        <w:t>365</w:t>
      </w:r>
    </w:p>
    <w:p w14:paraId="65EEB52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9.9.4.2 Requirements Applicability</w:t>
      </w:r>
      <w:r>
        <w:tab/>
        <w:t>365</w:t>
      </w:r>
    </w:p>
    <w:p w14:paraId="11A78D5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9.9.4.3 Measurement Capability</w:t>
      </w:r>
      <w:r>
        <w:tab/>
        <w:t>365</w:t>
      </w:r>
    </w:p>
    <w:p w14:paraId="63E691C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9.9.4.4 Measurement Reporting Requirements</w:t>
      </w:r>
      <w:r>
        <w:tab/>
        <w:t>365</w:t>
      </w:r>
    </w:p>
    <w:p w14:paraId="1F73889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9.9.4.5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Measurement Period Requirements</w:t>
      </w:r>
      <w:r>
        <w:tab/>
        <w:t>365</w:t>
      </w:r>
    </w:p>
    <w:p w14:paraId="2E4ACD2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9.9.5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E-CID measurements</w:t>
      </w:r>
      <w:r>
        <w:tab/>
        <w:t>368</w:t>
      </w:r>
    </w:p>
    <w:p w14:paraId="06AD775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9.9.5.1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368</w:t>
      </w:r>
    </w:p>
    <w:p w14:paraId="47C8D99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9.9.5.2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Requirements</w:t>
      </w:r>
      <w:r>
        <w:tab/>
        <w:t>368</w:t>
      </w:r>
    </w:p>
    <w:p w14:paraId="7F514A0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9.9.5.2.1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Intra-frequency Measurement Requirements</w:t>
      </w:r>
      <w:r>
        <w:tab/>
        <w:t>368</w:t>
      </w:r>
    </w:p>
    <w:p w14:paraId="6C91E14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9.9.5.2.2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Inter-frequency Measurement Requirements</w:t>
      </w:r>
      <w:r>
        <w:tab/>
        <w:t>368</w:t>
      </w:r>
    </w:p>
    <w:p w14:paraId="337B7E6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9.9.5.2.3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Reporting Delay</w:t>
      </w:r>
      <w:r>
        <w:tab/>
        <w:t>369</w:t>
      </w:r>
    </w:p>
    <w:p w14:paraId="23AD6F78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9.10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CSI-RS based L3 measurements</w:t>
      </w:r>
      <w:r>
        <w:tab/>
        <w:t>369</w:t>
      </w:r>
    </w:p>
    <w:p w14:paraId="4F9A029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9.10.1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369</w:t>
      </w:r>
    </w:p>
    <w:p w14:paraId="62625D4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9.10.</w:t>
      </w:r>
      <w:r>
        <w:rPr>
          <w:rFonts w:eastAsia="Malgun Gothic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</w:rPr>
        <w:t xml:space="preserve">CSI-RS based </w:t>
      </w:r>
      <w:r>
        <w:t>intra-frequency measurements</w:t>
      </w:r>
      <w:r>
        <w:tab/>
        <w:t>369</w:t>
      </w:r>
    </w:p>
    <w:p w14:paraId="72A25C3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9.10.2.1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369</w:t>
      </w:r>
    </w:p>
    <w:p w14:paraId="59B9875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9.10.2.2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applicability</w:t>
      </w:r>
      <w:r>
        <w:tab/>
        <w:t>370</w:t>
      </w:r>
    </w:p>
    <w:p w14:paraId="3D8B210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9.10.</w:t>
      </w:r>
      <w:r>
        <w:rPr>
          <w:rFonts w:eastAsia="Malgun Gothic"/>
        </w:rPr>
        <w:t>2.</w:t>
      </w:r>
      <w: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Number of cells and number of </w:t>
      </w:r>
      <w:r>
        <w:rPr>
          <w:rFonts w:eastAsia="Malgun Gothic"/>
        </w:rPr>
        <w:t>CSI-RS</w:t>
      </w:r>
      <w:r>
        <w:tab/>
        <w:t>371</w:t>
      </w:r>
    </w:p>
    <w:p w14:paraId="1D7FCBE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9.10.</w:t>
      </w:r>
      <w:r>
        <w:rPr>
          <w:rFonts w:eastAsia="Malgun Gothic"/>
        </w:rPr>
        <w:t>2.</w:t>
      </w:r>
      <w:r>
        <w:t>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FR1</w:t>
      </w:r>
      <w:r>
        <w:tab/>
        <w:t>371</w:t>
      </w:r>
    </w:p>
    <w:p w14:paraId="4ABD86F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9.10.</w:t>
      </w:r>
      <w:r>
        <w:rPr>
          <w:rFonts w:eastAsia="Malgun Gothic"/>
        </w:rPr>
        <w:t>2.</w:t>
      </w:r>
      <w:r>
        <w:t>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FR2</w:t>
      </w:r>
      <w:r>
        <w:tab/>
        <w:t>371</w:t>
      </w:r>
    </w:p>
    <w:p w14:paraId="63EFF18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9.10.2.4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Reporting Requirements</w:t>
      </w:r>
      <w:r>
        <w:tab/>
        <w:t>371</w:t>
      </w:r>
    </w:p>
    <w:p w14:paraId="071261B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9.10.2.4.1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Periodic Reporting</w:t>
      </w:r>
      <w:r>
        <w:tab/>
        <w:t>371</w:t>
      </w:r>
    </w:p>
    <w:p w14:paraId="673AE1B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9.10.2.4.2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Event-triggered Periodic Reporting</w:t>
      </w:r>
      <w:r>
        <w:tab/>
        <w:t>372</w:t>
      </w:r>
    </w:p>
    <w:p w14:paraId="58F1696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9.10.2.4.3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 Triggered Reporting</w:t>
      </w:r>
      <w:r>
        <w:tab/>
        <w:t>372</w:t>
      </w:r>
    </w:p>
    <w:p w14:paraId="4065FC1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9.10.2.5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Intra-frequency measurements without measurement gaps</w:t>
      </w:r>
      <w:r>
        <w:tab/>
        <w:t>372</w:t>
      </w:r>
    </w:p>
    <w:p w14:paraId="238516D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9.10.2.6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during CSI-RS based intra-frequency measurements</w:t>
      </w:r>
      <w:r>
        <w:tab/>
        <w:t>373</w:t>
      </w:r>
    </w:p>
    <w:p w14:paraId="43C9DBB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9.10.2.6.1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CSI-RS based measurements in TDD bands</w:t>
      </w:r>
      <w:r>
        <w:tab/>
        <w:t>373</w:t>
      </w:r>
    </w:p>
    <w:p w14:paraId="31FF02B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9.10.2.6.2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of UE performing CSI-RS based measurements in FR2</w:t>
      </w:r>
      <w:r>
        <w:tab/>
        <w:t>374</w:t>
      </w:r>
    </w:p>
    <w:p w14:paraId="1F186E1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9.10.3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CSI-RS based Inter-frequency measurements</w:t>
      </w:r>
      <w:r>
        <w:tab/>
        <w:t>374</w:t>
      </w:r>
    </w:p>
    <w:p w14:paraId="07443E0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9.10.3.1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374</w:t>
      </w:r>
    </w:p>
    <w:p w14:paraId="600B511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9.10.3.2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applicability</w:t>
      </w:r>
      <w:r>
        <w:tab/>
        <w:t>374</w:t>
      </w:r>
    </w:p>
    <w:p w14:paraId="2D32464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9.10.3.3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Number of cells and number of CSI-RS resources</w:t>
      </w:r>
      <w:r>
        <w:tab/>
        <w:t>375</w:t>
      </w:r>
    </w:p>
    <w:p w14:paraId="7CBE0B3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9.10.3.3.1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FR1</w:t>
      </w:r>
      <w:r>
        <w:tab/>
        <w:t>375</w:t>
      </w:r>
    </w:p>
    <w:p w14:paraId="21C15AD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9.10.3.3.2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for FR2</w:t>
      </w:r>
      <w:r>
        <w:tab/>
        <w:t>375</w:t>
      </w:r>
    </w:p>
    <w:p w14:paraId="11C7529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Calibri"/>
        </w:rPr>
        <w:t>9.10.3.4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Calibri"/>
        </w:rPr>
        <w:t>M</w:t>
      </w:r>
      <w:r>
        <w:t>easurements reporting requirements</w:t>
      </w:r>
      <w:r>
        <w:tab/>
        <w:t>375</w:t>
      </w:r>
    </w:p>
    <w:p w14:paraId="26B8F65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9.10.3.4.1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Periodic Reporting</w:t>
      </w:r>
      <w:r>
        <w:tab/>
        <w:t>375</w:t>
      </w:r>
    </w:p>
    <w:p w14:paraId="20CF9FB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9.10.3.4.2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Event-triggered Periodic Reporting</w:t>
      </w:r>
      <w:r>
        <w:tab/>
        <w:t>375</w:t>
      </w:r>
    </w:p>
    <w:p w14:paraId="582EA16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9.10.3.4.3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Event-triggered Reporting</w:t>
      </w:r>
      <w:r>
        <w:tab/>
        <w:t>376</w:t>
      </w:r>
    </w:p>
    <w:p w14:paraId="0FF273D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9.10.3.5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 frequency measurements with measurement gaps</w:t>
      </w:r>
      <w:r>
        <w:tab/>
        <w:t>376</w:t>
      </w:r>
    </w:p>
    <w:p w14:paraId="6352B1E8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9.11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measurements with autonomous gaps</w:t>
      </w:r>
      <w:r>
        <w:tab/>
        <w:t>377</w:t>
      </w:r>
    </w:p>
    <w:p w14:paraId="767FF0F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9.11.1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377</w:t>
      </w:r>
    </w:p>
    <w:p w14:paraId="254C0BD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9.11.2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CGI identification of an NR cell with autonomous gaps</w:t>
      </w:r>
      <w:r>
        <w:tab/>
        <w:t>377</w:t>
      </w:r>
    </w:p>
    <w:p w14:paraId="716F4EA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9.11.3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CGI reporting delay</w:t>
      </w:r>
      <w:r>
        <w:tab/>
        <w:t>378</w:t>
      </w:r>
    </w:p>
    <w:p w14:paraId="562A7B05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10</w:t>
      </w:r>
      <w:r>
        <w:rPr>
          <w:rFonts w:ascii="Calibri" w:eastAsia="Malgun Gothic" w:hAnsi="Calibri"/>
          <w:szCs w:val="22"/>
          <w:lang w:eastAsia="en-GB"/>
        </w:rPr>
        <w:tab/>
      </w:r>
      <w:r>
        <w:t>Measurement Performance requirements</w:t>
      </w:r>
      <w:r>
        <w:tab/>
        <w:t>378</w:t>
      </w:r>
    </w:p>
    <w:p w14:paraId="36BE5AF0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10.1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measurements</w:t>
      </w:r>
      <w:r>
        <w:tab/>
        <w:t>378</w:t>
      </w:r>
    </w:p>
    <w:p w14:paraId="3FB3872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Introduction</w:t>
      </w:r>
      <w:r>
        <w:tab/>
        <w:t>378</w:t>
      </w:r>
    </w:p>
    <w:p w14:paraId="65548E1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Intra-frequency RSRP accuracy requirements for FR1</w:t>
      </w:r>
      <w:r>
        <w:tab/>
        <w:t>379</w:t>
      </w:r>
    </w:p>
    <w:p w14:paraId="77DC585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Intra-frequency SS-RSRP accuracy requirements</w:t>
      </w:r>
      <w:r>
        <w:tab/>
        <w:t>379</w:t>
      </w:r>
    </w:p>
    <w:p w14:paraId="5B367DE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Absolute </w:t>
      </w:r>
      <w:r w:rsidRPr="0046111E">
        <w:rPr>
          <w:lang w:val="en-US"/>
        </w:rPr>
        <w:t xml:space="preserve">SS-RSRP </w:t>
      </w:r>
      <w:r>
        <w:t>Accuracy</w:t>
      </w:r>
      <w:r>
        <w:tab/>
        <w:t>379</w:t>
      </w:r>
    </w:p>
    <w:p w14:paraId="54885DC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Relative </w:t>
      </w:r>
      <w:r w:rsidRPr="0046111E">
        <w:rPr>
          <w:lang w:val="en-US"/>
        </w:rPr>
        <w:t xml:space="preserve">SS-RSRP </w:t>
      </w:r>
      <w:r>
        <w:t>Accuracy</w:t>
      </w:r>
      <w:r>
        <w:tab/>
        <w:t>380</w:t>
      </w:r>
    </w:p>
    <w:p w14:paraId="0E82A63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Void</w:t>
      </w:r>
      <w:r>
        <w:tab/>
        <w:t>381</w:t>
      </w:r>
    </w:p>
    <w:p w14:paraId="452F365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Intra-frequency CSI-RSRP accuracy requirements</w:t>
      </w:r>
      <w:r>
        <w:tab/>
        <w:t>381</w:t>
      </w:r>
    </w:p>
    <w:p w14:paraId="3F438CF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Absolute </w:t>
      </w:r>
      <w:r w:rsidRPr="0046111E">
        <w:rPr>
          <w:lang w:val="en-US"/>
        </w:rPr>
        <w:t xml:space="preserve">CSI-RSRP </w:t>
      </w:r>
      <w:r>
        <w:t>Accuracy</w:t>
      </w:r>
      <w:r>
        <w:tab/>
        <w:t>381</w:t>
      </w:r>
    </w:p>
    <w:p w14:paraId="1D834A1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Relative </w:t>
      </w:r>
      <w:r w:rsidRPr="0046111E">
        <w:rPr>
          <w:lang w:val="en-US"/>
        </w:rPr>
        <w:t xml:space="preserve">CSI-RSRP </w:t>
      </w:r>
      <w:r>
        <w:t>Accuracy</w:t>
      </w:r>
      <w:r>
        <w:tab/>
        <w:t>382</w:t>
      </w:r>
    </w:p>
    <w:p w14:paraId="50BDA82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10.1.2B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Intra-frequency RSRP accuracy requirements for FR1 for CA/DC Idle Mode Measurements</w:t>
      </w:r>
      <w:r>
        <w:tab/>
        <w:t>383</w:t>
      </w:r>
    </w:p>
    <w:p w14:paraId="16E88D3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10.1.2B.1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Intra-frequency SS-RSRP accuracy requirements</w:t>
      </w:r>
      <w:r>
        <w:tab/>
        <w:t>383</w:t>
      </w:r>
    </w:p>
    <w:p w14:paraId="727DBDB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10.1.2B.1.1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Absolute </w:t>
      </w:r>
      <w:r w:rsidRPr="0046111E">
        <w:rPr>
          <w:lang w:val="en-US"/>
        </w:rPr>
        <w:t xml:space="preserve">SS-RSRP </w:t>
      </w:r>
      <w:r>
        <w:t>Accuracy</w:t>
      </w:r>
      <w:r>
        <w:tab/>
        <w:t>383</w:t>
      </w:r>
    </w:p>
    <w:p w14:paraId="5CE4B7D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Intra-frequency RSRP accuracy requirements for FR2</w:t>
      </w:r>
      <w:r>
        <w:tab/>
        <w:t>384</w:t>
      </w:r>
    </w:p>
    <w:p w14:paraId="4D6D147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Intra-frequency SS-RSRP accuracy requirements</w:t>
      </w:r>
      <w:r>
        <w:tab/>
        <w:t>384</w:t>
      </w:r>
    </w:p>
    <w:p w14:paraId="6CB6C18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Absolute </w:t>
      </w:r>
      <w:r w:rsidRPr="0046111E">
        <w:rPr>
          <w:lang w:val="en-US"/>
        </w:rPr>
        <w:t xml:space="preserve">SS-RSRP </w:t>
      </w:r>
      <w:r>
        <w:t>Accuracy</w:t>
      </w:r>
      <w:r>
        <w:tab/>
        <w:t>384</w:t>
      </w:r>
    </w:p>
    <w:p w14:paraId="3A2BC0B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Relative SS-RSRP Accuracy</w:t>
      </w:r>
      <w:r>
        <w:tab/>
        <w:t>385</w:t>
      </w:r>
    </w:p>
    <w:p w14:paraId="3B8C465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Void</w:t>
      </w:r>
      <w:r>
        <w:tab/>
        <w:t>386</w:t>
      </w:r>
    </w:p>
    <w:p w14:paraId="0F73D4C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Intra-frequency CSI-RSRP accuracy requirements</w:t>
      </w:r>
      <w:r>
        <w:tab/>
        <w:t>386</w:t>
      </w:r>
    </w:p>
    <w:p w14:paraId="69B7516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10.1.3.3.1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Absolute </w:t>
      </w:r>
      <w:r w:rsidRPr="0046111E">
        <w:rPr>
          <w:lang w:val="en-US"/>
        </w:rPr>
        <w:t xml:space="preserve">CSI-RSRP </w:t>
      </w:r>
      <w:r>
        <w:t>Accuracy</w:t>
      </w:r>
      <w:r>
        <w:tab/>
        <w:t>386</w:t>
      </w:r>
    </w:p>
    <w:p w14:paraId="38B9C3B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10.1.3.3.2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Relative CSI-RSRP Accuracy</w:t>
      </w:r>
      <w:r>
        <w:tab/>
        <w:t>386</w:t>
      </w:r>
    </w:p>
    <w:p w14:paraId="4996164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10.1.3B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Intra-frequency RSRP accuracy requirements for FR2 for CA/DC Idle Mode Measurements</w:t>
      </w:r>
      <w:r>
        <w:tab/>
        <w:t>387</w:t>
      </w:r>
    </w:p>
    <w:p w14:paraId="1DE1709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10.1.3B.1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Intra-frequency SS-RSRP accuracy requirements</w:t>
      </w:r>
      <w:r>
        <w:tab/>
        <w:t>387</w:t>
      </w:r>
    </w:p>
    <w:p w14:paraId="6CAA3A8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10.1.3B.1.1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Absolute </w:t>
      </w:r>
      <w:r w:rsidRPr="0046111E">
        <w:rPr>
          <w:lang w:val="en-US"/>
        </w:rPr>
        <w:t xml:space="preserve">SS-RSRP </w:t>
      </w:r>
      <w:r>
        <w:t>Accuracy</w:t>
      </w:r>
      <w:r>
        <w:tab/>
        <w:t>388</w:t>
      </w:r>
    </w:p>
    <w:p w14:paraId="59946B2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 xml:space="preserve">Inter-frequency RSRP accuracy requirements </w:t>
      </w:r>
      <w:r w:rsidRPr="0046111E">
        <w:rPr>
          <w:lang w:val="en-US" w:eastAsia="zh-CN"/>
        </w:rPr>
        <w:t>for</w:t>
      </w:r>
      <w:r w:rsidRPr="0046111E">
        <w:rPr>
          <w:lang w:val="en-US" w:eastAsia="ko-KR"/>
        </w:rPr>
        <w:t xml:space="preserve"> FR1</w:t>
      </w:r>
      <w:r>
        <w:tab/>
        <w:t>388</w:t>
      </w:r>
    </w:p>
    <w:p w14:paraId="2DDF281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lastRenderedPageBreak/>
        <w:t>10.1.4.1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Inter-frequency SS-RSRP accuracy requirements</w:t>
      </w:r>
      <w:r>
        <w:tab/>
        <w:t>388</w:t>
      </w:r>
    </w:p>
    <w:p w14:paraId="6512807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Absolute</w:t>
      </w:r>
      <w:r>
        <w:t xml:space="preserve"> Accuracy of </w:t>
      </w:r>
      <w:r>
        <w:rPr>
          <w:lang w:eastAsia="zh-CN"/>
        </w:rPr>
        <w:t>SS-RSRP</w:t>
      </w:r>
      <w:r w:rsidRPr="0046111E">
        <w:rPr>
          <w:lang w:val="en-US" w:eastAsia="zh-CN"/>
        </w:rPr>
        <w:t xml:space="preserve"> in FR1</w:t>
      </w:r>
      <w:r>
        <w:tab/>
        <w:t>388</w:t>
      </w:r>
    </w:p>
    <w:p w14:paraId="11D6CA8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Relative Accuracy of SS-RSRP in FR1</w:t>
      </w:r>
      <w:r>
        <w:tab/>
        <w:t>389</w:t>
      </w:r>
    </w:p>
    <w:p w14:paraId="782404C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Void</w:t>
      </w:r>
      <w:r>
        <w:tab/>
        <w:t>390</w:t>
      </w:r>
    </w:p>
    <w:p w14:paraId="18D7B2B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Inter-frequency CSI-RSRP accuracy requirements</w:t>
      </w:r>
      <w:r>
        <w:tab/>
        <w:t>390</w:t>
      </w:r>
    </w:p>
    <w:p w14:paraId="25F0C6E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10.1.4.3.1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Absolute</w:t>
      </w:r>
      <w:r>
        <w:t xml:space="preserve"> Accuracy of </w:t>
      </w:r>
      <w:r>
        <w:rPr>
          <w:lang w:eastAsia="zh-CN"/>
        </w:rPr>
        <w:t>CSI-RSRP</w:t>
      </w:r>
      <w:r w:rsidRPr="0046111E">
        <w:rPr>
          <w:lang w:val="en-US" w:eastAsia="zh-CN"/>
        </w:rPr>
        <w:t xml:space="preserve"> in FR1</w:t>
      </w:r>
      <w:r>
        <w:tab/>
        <w:t>390</w:t>
      </w:r>
    </w:p>
    <w:p w14:paraId="210BD91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10.1.4.3.2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Relative Accuracy of CS-RSRP in FR1</w:t>
      </w:r>
      <w:r>
        <w:tab/>
        <w:t>391</w:t>
      </w:r>
    </w:p>
    <w:p w14:paraId="5E936E1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10.1.4B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 xml:space="preserve">Inter-frequency RSRP accuracy requirements </w:t>
      </w:r>
      <w:r w:rsidRPr="0046111E">
        <w:rPr>
          <w:lang w:val="en-US" w:eastAsia="zh-CN"/>
        </w:rPr>
        <w:t>for</w:t>
      </w:r>
      <w:r w:rsidRPr="0046111E">
        <w:rPr>
          <w:lang w:val="en-US" w:eastAsia="ko-KR"/>
        </w:rPr>
        <w:t xml:space="preserve"> FR1</w:t>
      </w:r>
      <w:r w:rsidRPr="0046111E">
        <w:rPr>
          <w:lang w:val="en-US"/>
        </w:rPr>
        <w:t xml:space="preserve"> for CA/DC Idle Mode Measurements</w:t>
      </w:r>
      <w:r>
        <w:tab/>
        <w:t>392</w:t>
      </w:r>
    </w:p>
    <w:p w14:paraId="58F441E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10.1.4B.1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Inter-frequency SS-RSRP accuracy requirements</w:t>
      </w:r>
      <w:r>
        <w:tab/>
        <w:t>392</w:t>
      </w:r>
    </w:p>
    <w:p w14:paraId="2D91F07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10.1.4B.1.1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Absolute</w:t>
      </w:r>
      <w:r>
        <w:t xml:space="preserve"> Accuracy of </w:t>
      </w:r>
      <w:r>
        <w:rPr>
          <w:lang w:eastAsia="zh-CN"/>
        </w:rPr>
        <w:t>SS-RSRP</w:t>
      </w:r>
      <w:r w:rsidRPr="0046111E">
        <w:rPr>
          <w:lang w:val="en-US" w:eastAsia="zh-CN"/>
        </w:rPr>
        <w:t xml:space="preserve"> in FR1</w:t>
      </w:r>
      <w:r>
        <w:tab/>
        <w:t>392</w:t>
      </w:r>
    </w:p>
    <w:p w14:paraId="52C22CF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Inter-frequency RSRP accuracy requirements for FR2</w:t>
      </w:r>
      <w:r>
        <w:tab/>
        <w:t>393</w:t>
      </w:r>
    </w:p>
    <w:p w14:paraId="7E43DA9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Inter-frequency SS-RSRP accuracy requirements</w:t>
      </w:r>
      <w:r>
        <w:tab/>
        <w:t>393</w:t>
      </w:r>
    </w:p>
    <w:p w14:paraId="0C26C5E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Absolute SS-RSRP Accuracy</w:t>
      </w:r>
      <w:r>
        <w:tab/>
        <w:t>393</w:t>
      </w:r>
    </w:p>
    <w:p w14:paraId="4682F4F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Relative SS-RSRP Accuracy</w:t>
      </w:r>
      <w:r>
        <w:tab/>
        <w:t>394</w:t>
      </w:r>
    </w:p>
    <w:p w14:paraId="28FCEE4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Void</w:t>
      </w:r>
      <w:r>
        <w:tab/>
        <w:t>395</w:t>
      </w:r>
    </w:p>
    <w:p w14:paraId="0A4E741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Inter-frequency CSI-RSRP accuracy requirements</w:t>
      </w:r>
      <w:r>
        <w:tab/>
        <w:t>395</w:t>
      </w:r>
    </w:p>
    <w:p w14:paraId="7EC741D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10.1.5.3.1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Absolute CSI-RSRP Accuracy</w:t>
      </w:r>
      <w:r>
        <w:tab/>
        <w:t>395</w:t>
      </w:r>
    </w:p>
    <w:p w14:paraId="3D3669A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10.1.5.3.2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Relative CSI-RSRP Accuracy</w:t>
      </w:r>
      <w:r>
        <w:tab/>
        <w:t>395</w:t>
      </w:r>
    </w:p>
    <w:p w14:paraId="6B80896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10.1.5B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Inter-frequency RSRP accuracy requirements for FR2 for CA/DC Idle Mode Measurements</w:t>
      </w:r>
      <w:r>
        <w:tab/>
        <w:t>396</w:t>
      </w:r>
    </w:p>
    <w:p w14:paraId="3D233A4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10.1.6</w:t>
      </w:r>
      <w:r w:rsidRPr="0046111E">
        <w:rPr>
          <w:lang w:val="en-US" w:eastAsia="ko-KR"/>
        </w:rPr>
        <w:t xml:space="preserve"> </w:t>
      </w:r>
      <w:r>
        <w:t>RSRP Measurement Report Mapping</w:t>
      </w:r>
      <w:r>
        <w:tab/>
        <w:t>397</w:t>
      </w:r>
    </w:p>
    <w:p w14:paraId="0B7FD9A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10.1.7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Intra-frequency RSRQ accuracy requirements for FR1</w:t>
      </w:r>
      <w:r>
        <w:tab/>
        <w:t>399</w:t>
      </w:r>
    </w:p>
    <w:p w14:paraId="42CE0BC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Intra-frequency SS-RSRQ accuracy requirements</w:t>
      </w:r>
      <w:r w:rsidRPr="0046111E">
        <w:rPr>
          <w:lang w:val="en-US" w:eastAsia="zh-CN"/>
        </w:rPr>
        <w:t xml:space="preserve"> in FR1</w:t>
      </w:r>
      <w:r>
        <w:tab/>
        <w:t>399</w:t>
      </w:r>
    </w:p>
    <w:p w14:paraId="75A5990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10.</w:t>
      </w:r>
      <w:r>
        <w:t>1</w:t>
      </w:r>
      <w:r>
        <w:rPr>
          <w:lang w:eastAsia="zh-CN"/>
        </w:rPr>
        <w:t>.</w:t>
      </w:r>
      <w:r>
        <w:t>7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Absolute </w:t>
      </w:r>
      <w:r w:rsidRPr="0046111E">
        <w:rPr>
          <w:lang w:val="en-US" w:eastAsia="ko-KR"/>
        </w:rPr>
        <w:t xml:space="preserve">SS-RSRQ </w:t>
      </w:r>
      <w:r>
        <w:t>Accuracy in FR1</w:t>
      </w:r>
      <w:r>
        <w:tab/>
        <w:t>399</w:t>
      </w:r>
    </w:p>
    <w:p w14:paraId="6CED221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Intra-frequency CSI-RSRQ accuracy requirements</w:t>
      </w:r>
      <w:r>
        <w:tab/>
        <w:t>400</w:t>
      </w:r>
    </w:p>
    <w:p w14:paraId="6041F08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10.1.7.2.1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Absolute </w:t>
      </w:r>
      <w:r w:rsidRPr="0046111E">
        <w:rPr>
          <w:lang w:val="en-US"/>
        </w:rPr>
        <w:t xml:space="preserve">CSI-RSRQ </w:t>
      </w:r>
      <w:r>
        <w:t>Accuracy</w:t>
      </w:r>
      <w:r>
        <w:tab/>
        <w:t>400</w:t>
      </w:r>
    </w:p>
    <w:p w14:paraId="5CB51D9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10.1.7B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Intra-frequency RSRQ accuracy requirements for FR1 for CA/DC Idle Mode Measurements</w:t>
      </w:r>
      <w:r>
        <w:tab/>
        <w:t>401</w:t>
      </w:r>
    </w:p>
    <w:p w14:paraId="2B3E278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10.1.7B.1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Intra-frequency SS-RSRQ accuracy requirements</w:t>
      </w:r>
      <w:r w:rsidRPr="0046111E">
        <w:rPr>
          <w:lang w:val="en-US" w:eastAsia="zh-CN"/>
        </w:rPr>
        <w:t xml:space="preserve"> in FR1</w:t>
      </w:r>
      <w:r>
        <w:tab/>
        <w:t>401</w:t>
      </w:r>
    </w:p>
    <w:p w14:paraId="0A7FBD9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10.</w:t>
      </w:r>
      <w:r>
        <w:t>1</w:t>
      </w:r>
      <w:r>
        <w:rPr>
          <w:lang w:eastAsia="zh-CN"/>
        </w:rPr>
        <w:t>.</w:t>
      </w:r>
      <w:r>
        <w:t>7B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Absolute </w:t>
      </w:r>
      <w:r w:rsidRPr="0046111E">
        <w:rPr>
          <w:lang w:val="en-US" w:eastAsia="ko-KR"/>
        </w:rPr>
        <w:t xml:space="preserve">SS-RSRQ </w:t>
      </w:r>
      <w:r>
        <w:t>Accuracy in FR1</w:t>
      </w:r>
      <w:r>
        <w:tab/>
        <w:t>401</w:t>
      </w:r>
    </w:p>
    <w:p w14:paraId="6199F9C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10.1.8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Intra-frequency RSRQ accuracy requirements for FR2</w:t>
      </w:r>
      <w:r>
        <w:tab/>
        <w:t>402</w:t>
      </w:r>
    </w:p>
    <w:p w14:paraId="6B0FA3D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10.1.8.</w:t>
      </w:r>
      <w:r w:rsidRPr="0046111E">
        <w:rPr>
          <w:lang w:val="en-US" w:eastAsia="zh-CN"/>
        </w:rPr>
        <w:t>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Intra</w:t>
      </w:r>
      <w:r w:rsidRPr="0046111E">
        <w:rPr>
          <w:lang w:val="en-US"/>
        </w:rPr>
        <w:t xml:space="preserve">-frequency </w:t>
      </w:r>
      <w:r w:rsidRPr="0046111E">
        <w:rPr>
          <w:lang w:val="en-US" w:eastAsia="ko-KR"/>
        </w:rPr>
        <w:t>SS-RSRQ</w:t>
      </w:r>
      <w:r w:rsidRPr="0046111E">
        <w:rPr>
          <w:lang w:val="en-US"/>
        </w:rPr>
        <w:t xml:space="preserve"> accuracy requirements </w:t>
      </w:r>
      <w:r w:rsidRPr="0046111E">
        <w:rPr>
          <w:lang w:val="en-US" w:eastAsia="zh-CN"/>
        </w:rPr>
        <w:t>in FR2</w:t>
      </w:r>
      <w:r>
        <w:tab/>
        <w:t>402</w:t>
      </w:r>
    </w:p>
    <w:p w14:paraId="520DBF4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10.</w:t>
      </w:r>
      <w:r>
        <w:t>1</w:t>
      </w:r>
      <w:r>
        <w:rPr>
          <w:lang w:eastAsia="zh-CN"/>
        </w:rPr>
        <w:t>.</w:t>
      </w:r>
      <w:r>
        <w:t>8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Absolute </w:t>
      </w:r>
      <w:r w:rsidRPr="0046111E">
        <w:rPr>
          <w:lang w:val="en-US" w:eastAsia="ko-KR"/>
        </w:rPr>
        <w:t xml:space="preserve">SS-RSRQ </w:t>
      </w:r>
      <w:r>
        <w:t>Accuracy in FR2</w:t>
      </w:r>
      <w:r>
        <w:tab/>
        <w:t>402</w:t>
      </w:r>
    </w:p>
    <w:p w14:paraId="746F118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Intra-frequency CSI-RSRQ accuracy requirements</w:t>
      </w:r>
      <w:r>
        <w:tab/>
        <w:t>403</w:t>
      </w:r>
    </w:p>
    <w:p w14:paraId="64005DF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10.1.8.2.1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Absolute </w:t>
      </w:r>
      <w:r w:rsidRPr="0046111E">
        <w:rPr>
          <w:lang w:val="en-US"/>
        </w:rPr>
        <w:t xml:space="preserve">CSI-RSRQ </w:t>
      </w:r>
      <w:r>
        <w:t>Accuracy</w:t>
      </w:r>
      <w:r>
        <w:tab/>
        <w:t>403</w:t>
      </w:r>
    </w:p>
    <w:p w14:paraId="7D223C6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10.1.8B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Intra-frequency RSRQ accuracy requirements for FR2 for CA/DC Idle Mode Measurements</w:t>
      </w:r>
      <w:r>
        <w:tab/>
        <w:t>404</w:t>
      </w:r>
    </w:p>
    <w:p w14:paraId="2574FE1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10.1.8B.</w:t>
      </w:r>
      <w:r w:rsidRPr="0046111E">
        <w:rPr>
          <w:lang w:val="en-US" w:eastAsia="zh-CN"/>
        </w:rPr>
        <w:t>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Intra</w:t>
      </w:r>
      <w:r w:rsidRPr="0046111E">
        <w:rPr>
          <w:lang w:val="en-US"/>
        </w:rPr>
        <w:t xml:space="preserve">-frequency </w:t>
      </w:r>
      <w:r w:rsidRPr="0046111E">
        <w:rPr>
          <w:lang w:val="en-US" w:eastAsia="ko-KR"/>
        </w:rPr>
        <w:t>SS-RSRQ</w:t>
      </w:r>
      <w:r w:rsidRPr="0046111E">
        <w:rPr>
          <w:lang w:val="en-US"/>
        </w:rPr>
        <w:t xml:space="preserve"> accuracy requirements </w:t>
      </w:r>
      <w:r w:rsidRPr="0046111E">
        <w:rPr>
          <w:lang w:val="en-US" w:eastAsia="zh-CN"/>
        </w:rPr>
        <w:t>in FR2</w:t>
      </w:r>
      <w:r>
        <w:tab/>
        <w:t>404</w:t>
      </w:r>
    </w:p>
    <w:p w14:paraId="144364F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10.</w:t>
      </w:r>
      <w:r>
        <w:t>1</w:t>
      </w:r>
      <w:r>
        <w:rPr>
          <w:lang w:eastAsia="zh-CN"/>
        </w:rPr>
        <w:t>.</w:t>
      </w:r>
      <w:r>
        <w:t>8B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Absolute </w:t>
      </w:r>
      <w:r w:rsidRPr="0046111E">
        <w:rPr>
          <w:lang w:val="en-US" w:eastAsia="ko-KR"/>
        </w:rPr>
        <w:t xml:space="preserve">SS-RSRQ </w:t>
      </w:r>
      <w:r>
        <w:t>Accuracy in FR2</w:t>
      </w:r>
      <w:r>
        <w:tab/>
        <w:t>404</w:t>
      </w:r>
    </w:p>
    <w:p w14:paraId="7885E1B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 xml:space="preserve">Inter-frequency RSRQ accuracy requirements for </w:t>
      </w:r>
      <w:r w:rsidRPr="0046111E">
        <w:rPr>
          <w:lang w:val="en-US" w:eastAsia="ko-KR"/>
        </w:rPr>
        <w:t>FR1</w:t>
      </w:r>
      <w:r>
        <w:tab/>
        <w:t>405</w:t>
      </w:r>
    </w:p>
    <w:p w14:paraId="43316FA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Inter-frequency SS-RSRQ accuracy requirements</w:t>
      </w:r>
      <w:r w:rsidRPr="0046111E">
        <w:rPr>
          <w:lang w:val="en-US" w:eastAsia="zh-CN"/>
        </w:rPr>
        <w:t xml:space="preserve"> in FR1</w:t>
      </w:r>
      <w:r>
        <w:tab/>
        <w:t>405</w:t>
      </w:r>
    </w:p>
    <w:p w14:paraId="5A95B78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10.1.9.1.1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Absolute Accuracy of </w:t>
      </w:r>
      <w:r>
        <w:rPr>
          <w:lang w:eastAsia="zh-CN"/>
        </w:rPr>
        <w:t>SS-RSRQ</w:t>
      </w:r>
      <w:r w:rsidRPr="0046111E">
        <w:rPr>
          <w:lang w:val="en-US" w:eastAsia="zh-CN"/>
        </w:rPr>
        <w:t xml:space="preserve"> in FR1</w:t>
      </w:r>
      <w:r>
        <w:tab/>
        <w:t>405</w:t>
      </w:r>
    </w:p>
    <w:p w14:paraId="3CAEB00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10.</w:t>
      </w:r>
      <w:r>
        <w:t>1</w:t>
      </w:r>
      <w:r>
        <w:rPr>
          <w:lang w:eastAsia="zh-CN"/>
        </w:rPr>
        <w:t>.9.1.2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Relative Accuracy of </w:t>
      </w:r>
      <w:r>
        <w:rPr>
          <w:lang w:eastAsia="zh-CN"/>
        </w:rPr>
        <w:t>SS-RSRQ</w:t>
      </w:r>
      <w:r>
        <w:t xml:space="preserve"> in FR1</w:t>
      </w:r>
      <w:r>
        <w:tab/>
        <w:t>406</w:t>
      </w:r>
    </w:p>
    <w:p w14:paraId="14A3CB4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</w:t>
      </w:r>
      <w:r w:rsidRPr="0046111E">
        <w:rPr>
          <w:lang w:val="en-US" w:eastAsia="zh-CN"/>
        </w:rPr>
        <w:t>er</w:t>
      </w:r>
      <w:r w:rsidRPr="0046111E">
        <w:rPr>
          <w:lang w:val="en-US"/>
        </w:rPr>
        <w:t>-frequency CSI-RSRQ accuracy requirements</w:t>
      </w:r>
      <w:r>
        <w:tab/>
        <w:t>407</w:t>
      </w:r>
    </w:p>
    <w:p w14:paraId="6ABAD26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10.1.9.2.1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Absolute </w:t>
      </w:r>
      <w:r w:rsidRPr="0046111E">
        <w:rPr>
          <w:lang w:val="en-US"/>
        </w:rPr>
        <w:t xml:space="preserve">CSI-RSRQ </w:t>
      </w:r>
      <w:r>
        <w:t>Accuracy</w:t>
      </w:r>
      <w:r>
        <w:tab/>
        <w:t>407</w:t>
      </w:r>
    </w:p>
    <w:p w14:paraId="1C27020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10.1.9.2.2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Relative </w:t>
      </w:r>
      <w:r w:rsidRPr="0046111E">
        <w:rPr>
          <w:lang w:val="en-US"/>
        </w:rPr>
        <w:t xml:space="preserve">CSI-RSRQ </w:t>
      </w:r>
      <w:r>
        <w:t>Accuracy</w:t>
      </w:r>
      <w:r>
        <w:tab/>
        <w:t>408</w:t>
      </w:r>
    </w:p>
    <w:p w14:paraId="1F849D8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10.1.9B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 xml:space="preserve">Inter-frequency RSRQ accuracy requirements for </w:t>
      </w:r>
      <w:r w:rsidRPr="0046111E">
        <w:rPr>
          <w:lang w:val="en-US" w:eastAsia="ko-KR"/>
        </w:rPr>
        <w:t>FR1</w:t>
      </w:r>
      <w:r w:rsidRPr="0046111E">
        <w:rPr>
          <w:lang w:val="en-US"/>
        </w:rPr>
        <w:t xml:space="preserve"> for CA/DC Idle Mode Measurements</w:t>
      </w:r>
      <w:r>
        <w:tab/>
        <w:t>409</w:t>
      </w:r>
    </w:p>
    <w:p w14:paraId="3D9B401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10.1.9B.1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Inter-frequency SS-RSRQ accuracy requirements</w:t>
      </w:r>
      <w:r w:rsidRPr="0046111E">
        <w:rPr>
          <w:lang w:val="en-US" w:eastAsia="zh-CN"/>
        </w:rPr>
        <w:t xml:space="preserve"> in FR1</w:t>
      </w:r>
      <w:r>
        <w:tab/>
        <w:t>409</w:t>
      </w:r>
    </w:p>
    <w:p w14:paraId="07F6B79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10.1.9B.1.1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Absolute Accuracy of </w:t>
      </w:r>
      <w:r>
        <w:rPr>
          <w:lang w:eastAsia="zh-CN"/>
        </w:rPr>
        <w:t>SS-RSRQ</w:t>
      </w:r>
      <w:r w:rsidRPr="0046111E">
        <w:rPr>
          <w:lang w:val="en-US" w:eastAsia="zh-CN"/>
        </w:rPr>
        <w:t xml:space="preserve"> in FR1</w:t>
      </w:r>
      <w:r>
        <w:tab/>
        <w:t>409</w:t>
      </w:r>
    </w:p>
    <w:p w14:paraId="1EED80F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10.1.10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 xml:space="preserve">Inter-frequency RSRQ accuracy requirements </w:t>
      </w:r>
      <w:r w:rsidRPr="0046111E">
        <w:rPr>
          <w:lang w:val="en-US" w:eastAsia="zh-CN"/>
        </w:rPr>
        <w:t>for</w:t>
      </w:r>
      <w:r w:rsidRPr="0046111E">
        <w:rPr>
          <w:lang w:val="en-US" w:eastAsia="ko-KR"/>
        </w:rPr>
        <w:t xml:space="preserve"> FR2</w:t>
      </w:r>
      <w:r>
        <w:tab/>
        <w:t>410</w:t>
      </w:r>
    </w:p>
    <w:p w14:paraId="187908D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10.1.10.2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</w:t>
      </w:r>
      <w:r w:rsidRPr="0046111E">
        <w:rPr>
          <w:lang w:val="en-US" w:eastAsia="zh-CN"/>
        </w:rPr>
        <w:t>er</w:t>
      </w:r>
      <w:r w:rsidRPr="0046111E">
        <w:rPr>
          <w:lang w:val="en-US"/>
        </w:rPr>
        <w:t>-frequency CSI-RSRQ accuracy requirements</w:t>
      </w:r>
      <w:r>
        <w:tab/>
        <w:t>412</w:t>
      </w:r>
    </w:p>
    <w:p w14:paraId="76546DF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10.1.10.2.1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Absolute </w:t>
      </w:r>
      <w:r w:rsidRPr="0046111E">
        <w:rPr>
          <w:lang w:val="en-US"/>
        </w:rPr>
        <w:t xml:space="preserve">CSI-RSRQ </w:t>
      </w:r>
      <w:r>
        <w:t>Accuracy</w:t>
      </w:r>
      <w:r>
        <w:tab/>
        <w:t>412</w:t>
      </w:r>
    </w:p>
    <w:p w14:paraId="200BFC2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10.1.10.2.2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Relative </w:t>
      </w:r>
      <w:r w:rsidRPr="0046111E">
        <w:rPr>
          <w:lang w:val="en-US"/>
        </w:rPr>
        <w:t xml:space="preserve">CSI-RSRQ </w:t>
      </w:r>
      <w:r>
        <w:t>Accuracy</w:t>
      </w:r>
      <w:r>
        <w:tab/>
        <w:t>412</w:t>
      </w:r>
    </w:p>
    <w:p w14:paraId="06D5CA4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10.1.10B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 xml:space="preserve">Inter-frequency RSRQ accuracy requirements </w:t>
      </w:r>
      <w:r w:rsidRPr="0046111E">
        <w:rPr>
          <w:lang w:val="en-US" w:eastAsia="zh-CN"/>
        </w:rPr>
        <w:t>for</w:t>
      </w:r>
      <w:r w:rsidRPr="0046111E">
        <w:rPr>
          <w:lang w:val="en-US" w:eastAsia="ko-KR"/>
        </w:rPr>
        <w:t xml:space="preserve"> FR2</w:t>
      </w:r>
      <w:r w:rsidRPr="0046111E">
        <w:rPr>
          <w:lang w:val="en-US"/>
        </w:rPr>
        <w:t xml:space="preserve"> for CA/DC Idle Mode Measurements</w:t>
      </w:r>
      <w:r>
        <w:tab/>
        <w:t>413</w:t>
      </w:r>
    </w:p>
    <w:p w14:paraId="52BDB24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10.1.10B.1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Inter-frequency SS-RSRQ accuracy requirements</w:t>
      </w:r>
      <w:r w:rsidRPr="0046111E">
        <w:rPr>
          <w:lang w:val="en-US" w:eastAsia="zh-CN"/>
        </w:rPr>
        <w:t xml:space="preserve"> in FR2</w:t>
      </w:r>
      <w:r>
        <w:tab/>
        <w:t>413</w:t>
      </w:r>
    </w:p>
    <w:p w14:paraId="526E09C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10.1.10B.1.1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Absolute</w:t>
      </w:r>
      <w:r>
        <w:t xml:space="preserve"> Accuracy of </w:t>
      </w:r>
      <w:r>
        <w:rPr>
          <w:lang w:eastAsia="zh-CN"/>
        </w:rPr>
        <w:t>SS-RSRQ</w:t>
      </w:r>
      <w:r w:rsidRPr="0046111E">
        <w:rPr>
          <w:lang w:val="en-US" w:eastAsia="zh-CN"/>
        </w:rPr>
        <w:t xml:space="preserve"> in FR2</w:t>
      </w:r>
      <w:r>
        <w:tab/>
        <w:t>413</w:t>
      </w:r>
    </w:p>
    <w:p w14:paraId="62797D3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10.1.11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RSRQ report mapping</w:t>
      </w:r>
      <w:r>
        <w:tab/>
        <w:t>414</w:t>
      </w:r>
    </w:p>
    <w:p w14:paraId="69C59F1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10.1.12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 xml:space="preserve">Intra-frequency SINR accuracy requirements </w:t>
      </w:r>
      <w:r w:rsidRPr="0046111E">
        <w:rPr>
          <w:lang w:val="en-US" w:eastAsia="zh-CN"/>
        </w:rPr>
        <w:t>for</w:t>
      </w:r>
      <w:r w:rsidRPr="0046111E">
        <w:rPr>
          <w:lang w:val="en-US" w:eastAsia="ko-KR"/>
        </w:rPr>
        <w:t xml:space="preserve"> FR1</w:t>
      </w:r>
      <w:r>
        <w:tab/>
        <w:t>415</w:t>
      </w:r>
    </w:p>
    <w:p w14:paraId="5D7515B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10.1.12.2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Intra-frequency CSI-SINR accuracy requirements</w:t>
      </w:r>
      <w:r w:rsidRPr="0046111E">
        <w:rPr>
          <w:lang w:val="en-US" w:eastAsia="zh-CN"/>
        </w:rPr>
        <w:t xml:space="preserve"> in FR1</w:t>
      </w:r>
      <w:r>
        <w:tab/>
        <w:t>415</w:t>
      </w:r>
    </w:p>
    <w:p w14:paraId="6FCED79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10.1.12.2.1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Absolute </w:t>
      </w:r>
      <w:r w:rsidRPr="0046111E">
        <w:rPr>
          <w:lang w:val="en-US" w:eastAsia="ko-KR"/>
        </w:rPr>
        <w:t xml:space="preserve">CSI-SINR </w:t>
      </w:r>
      <w:r>
        <w:t>Accuracy in FR1</w:t>
      </w:r>
      <w:r>
        <w:tab/>
        <w:t>415</w:t>
      </w:r>
    </w:p>
    <w:p w14:paraId="6D31619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10.1.13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 xml:space="preserve">Intra-frequency SINR accuracy requirements </w:t>
      </w:r>
      <w:r w:rsidRPr="0046111E">
        <w:rPr>
          <w:lang w:val="en-US" w:eastAsia="zh-CN"/>
        </w:rPr>
        <w:t>for</w:t>
      </w:r>
      <w:r w:rsidRPr="0046111E">
        <w:rPr>
          <w:lang w:val="en-US" w:eastAsia="ko-KR"/>
        </w:rPr>
        <w:t xml:space="preserve"> FR2</w:t>
      </w:r>
      <w:r>
        <w:tab/>
        <w:t>416</w:t>
      </w:r>
    </w:p>
    <w:p w14:paraId="1A7AD93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10.1.13.2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Intra-frequency CSI-SINR accuracy requirements</w:t>
      </w:r>
      <w:r w:rsidRPr="0046111E">
        <w:rPr>
          <w:lang w:val="en-US" w:eastAsia="zh-CN"/>
        </w:rPr>
        <w:t xml:space="preserve"> in FR2</w:t>
      </w:r>
      <w:r>
        <w:tab/>
        <w:t>417</w:t>
      </w:r>
    </w:p>
    <w:p w14:paraId="75EC05B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10.1.13.2.1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Absolute </w:t>
      </w:r>
      <w:r w:rsidRPr="0046111E">
        <w:rPr>
          <w:lang w:val="en-US" w:eastAsia="ko-KR"/>
        </w:rPr>
        <w:t xml:space="preserve">CSI-SINR </w:t>
      </w:r>
      <w:r>
        <w:t>Accuracy in FR2</w:t>
      </w:r>
      <w:r>
        <w:tab/>
        <w:t>417</w:t>
      </w:r>
    </w:p>
    <w:p w14:paraId="7AA35B0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10.1.14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 xml:space="preserve">Inter-frequency SINR accuracy requirements </w:t>
      </w:r>
      <w:r w:rsidRPr="0046111E">
        <w:rPr>
          <w:lang w:val="en-US" w:eastAsia="zh-CN"/>
        </w:rPr>
        <w:t>for</w:t>
      </w:r>
      <w:r w:rsidRPr="0046111E">
        <w:rPr>
          <w:lang w:val="en-US" w:eastAsia="ko-KR"/>
        </w:rPr>
        <w:t xml:space="preserve"> FR1</w:t>
      </w:r>
      <w:r>
        <w:tab/>
        <w:t>418</w:t>
      </w:r>
    </w:p>
    <w:p w14:paraId="67E7DB9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10.1.14.2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Inter-frequency CSI-SINR accuracy requirements</w:t>
      </w:r>
      <w:r w:rsidRPr="0046111E">
        <w:rPr>
          <w:lang w:val="en-US" w:eastAsia="zh-CN"/>
        </w:rPr>
        <w:t xml:space="preserve"> in FR1</w:t>
      </w:r>
      <w:r>
        <w:tab/>
        <w:t>420</w:t>
      </w:r>
    </w:p>
    <w:p w14:paraId="44E0AED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lastRenderedPageBreak/>
        <w:t>10.1.14.2.1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Aboslute</w:t>
      </w:r>
      <w:r>
        <w:t xml:space="preserve"> Accuracy of </w:t>
      </w:r>
      <w:r>
        <w:rPr>
          <w:lang w:eastAsia="zh-CN"/>
        </w:rPr>
        <w:t>CSI-SINR</w:t>
      </w:r>
      <w:r w:rsidRPr="0046111E">
        <w:rPr>
          <w:lang w:val="en-US" w:eastAsia="zh-CN"/>
        </w:rPr>
        <w:t xml:space="preserve"> in FR1</w:t>
      </w:r>
      <w:r>
        <w:tab/>
        <w:t>420</w:t>
      </w:r>
    </w:p>
    <w:p w14:paraId="7AA0264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10.1.15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 xml:space="preserve">Inter-frequency SINR accuracy requirements </w:t>
      </w:r>
      <w:r w:rsidRPr="0046111E">
        <w:rPr>
          <w:lang w:val="en-US" w:eastAsia="zh-CN"/>
        </w:rPr>
        <w:t>for</w:t>
      </w:r>
      <w:r w:rsidRPr="0046111E">
        <w:rPr>
          <w:lang w:val="en-US" w:eastAsia="ko-KR"/>
        </w:rPr>
        <w:t xml:space="preserve"> FR2</w:t>
      </w:r>
      <w:r>
        <w:tab/>
        <w:t>422</w:t>
      </w:r>
    </w:p>
    <w:p w14:paraId="6CEA3AA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10.1.15.2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Inter-frequency CSI-SINR accuracy requirements</w:t>
      </w:r>
      <w:r w:rsidRPr="0046111E">
        <w:rPr>
          <w:lang w:val="en-US" w:eastAsia="zh-CN"/>
        </w:rPr>
        <w:t xml:space="preserve"> in FR2</w:t>
      </w:r>
      <w:r>
        <w:tab/>
        <w:t>424</w:t>
      </w:r>
    </w:p>
    <w:p w14:paraId="70D8FB0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10.1.15.2.1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Aboslute</w:t>
      </w:r>
      <w:r>
        <w:t xml:space="preserve"> Accuracy of </w:t>
      </w:r>
      <w:r>
        <w:rPr>
          <w:lang w:eastAsia="zh-CN"/>
        </w:rPr>
        <w:t>CSI-SINR</w:t>
      </w:r>
      <w:r w:rsidRPr="0046111E">
        <w:rPr>
          <w:lang w:val="en-US" w:eastAsia="zh-CN"/>
        </w:rPr>
        <w:t xml:space="preserve"> in FR2</w:t>
      </w:r>
      <w:r>
        <w:tab/>
        <w:t>424</w:t>
      </w:r>
    </w:p>
    <w:p w14:paraId="4F23E83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10.1.15.2.2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Relative Accuracy of </w:t>
      </w:r>
      <w:r>
        <w:rPr>
          <w:lang w:eastAsia="zh-CN"/>
        </w:rPr>
        <w:t>CSI-SINR</w:t>
      </w:r>
      <w:r>
        <w:t xml:space="preserve"> in FR2</w:t>
      </w:r>
      <w:r>
        <w:tab/>
        <w:t>424</w:t>
      </w:r>
    </w:p>
    <w:p w14:paraId="2F90F66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10.1.16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SINR report mapping</w:t>
      </w:r>
      <w:r>
        <w:tab/>
        <w:t>425</w:t>
      </w:r>
    </w:p>
    <w:p w14:paraId="674A890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10.1.17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Power Headroom</w:t>
      </w:r>
      <w:r>
        <w:tab/>
        <w:t>426</w:t>
      </w:r>
    </w:p>
    <w:p w14:paraId="31773AF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10.1.18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</w:t>
      </w:r>
      <w:r w:rsidRPr="0046111E">
        <w:rPr>
          <w:rFonts w:cs="v4.2.0"/>
          <w:vertAlign w:val="subscript"/>
          <w:lang w:eastAsia="zh-CN"/>
        </w:rPr>
        <w:t>CMAX,c,f</w:t>
      </w:r>
      <w:r>
        <w:tab/>
        <w:t>427</w:t>
      </w:r>
    </w:p>
    <w:p w14:paraId="461EE24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10.1.19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L1-RSRP accuracy requirements for FR1</w:t>
      </w:r>
      <w:r>
        <w:tab/>
        <w:t>427</w:t>
      </w:r>
    </w:p>
    <w:p w14:paraId="29DB02D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10.1.20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L1-RSRP accuracy requirements for FR2</w:t>
      </w:r>
      <w:r>
        <w:tab/>
        <w:t>431</w:t>
      </w:r>
    </w:p>
    <w:p w14:paraId="5208345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10.1.21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SFTD accuracy requirements</w:t>
      </w:r>
      <w:r>
        <w:tab/>
        <w:t>434</w:t>
      </w:r>
    </w:p>
    <w:p w14:paraId="1FCDBA3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10.1.22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CLI measurement accuracy requirements</w:t>
      </w:r>
      <w:r>
        <w:tab/>
        <w:t>438</w:t>
      </w:r>
    </w:p>
    <w:p w14:paraId="326D8F1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10.1.24.</w:t>
      </w:r>
      <w:r>
        <w:rPr>
          <w:lang w:eastAsia="zh-CN"/>
        </w:rPr>
        <w:t>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Absolute PRS-RSRP Measurement R</w:t>
      </w:r>
      <w:r>
        <w:t xml:space="preserve">eport </w:t>
      </w:r>
      <w:r>
        <w:rPr>
          <w:lang w:eastAsia="zh-CN"/>
        </w:rPr>
        <w:t>M</w:t>
      </w:r>
      <w:r>
        <w:t>apping</w:t>
      </w:r>
      <w:r>
        <w:tab/>
        <w:t>442</w:t>
      </w:r>
    </w:p>
    <w:p w14:paraId="30167D2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10.1.24.</w:t>
      </w:r>
      <w:r>
        <w:rPr>
          <w:lang w:eastAsia="zh-CN"/>
        </w:rPr>
        <w:t>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Differential Repor</w:t>
      </w:r>
      <w:r>
        <w:rPr>
          <w:lang w:eastAsia="zh-CN"/>
        </w:rPr>
        <w:t xml:space="preserve">t Mapping </w:t>
      </w:r>
      <w:r>
        <w:t>for PRS-RSRP Measurement</w:t>
      </w:r>
      <w:r>
        <w:tab/>
        <w:t>442</w:t>
      </w:r>
    </w:p>
    <w:p w14:paraId="69CB41C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10.1.23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RSTD Measurements</w:t>
      </w:r>
      <w:r>
        <w:tab/>
        <w:t>444</w:t>
      </w:r>
    </w:p>
    <w:p w14:paraId="35A7C45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10.1.23.1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444</w:t>
      </w:r>
    </w:p>
    <w:p w14:paraId="00231A6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10.1.23.2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Accuracy Requirements</w:t>
      </w:r>
      <w:r>
        <w:tab/>
        <w:t>445</w:t>
      </w:r>
    </w:p>
    <w:p w14:paraId="5DB916D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10.1.23.3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Report mapping</w:t>
      </w:r>
      <w:r>
        <w:tab/>
        <w:t>450</w:t>
      </w:r>
    </w:p>
    <w:p w14:paraId="20AD469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10.1.23.3.1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 Absolute DL RSTD Measurement Reporting</w:t>
      </w:r>
      <w:r>
        <w:tab/>
        <w:t>450</w:t>
      </w:r>
    </w:p>
    <w:p w14:paraId="327AD27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10.1.23.3.2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 Differential Reporting for DL RSTD Measurement</w:t>
      </w:r>
      <w:r>
        <w:tab/>
        <w:t>452</w:t>
      </w:r>
    </w:p>
    <w:p w14:paraId="2CE932D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10.1.23.3.3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Additional Path Report Mapping for DL RSTD</w:t>
      </w:r>
      <w:r>
        <w:tab/>
        <w:t>454</w:t>
      </w:r>
    </w:p>
    <w:p w14:paraId="0950358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10.1.24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PRS-RSRP Measurements</w:t>
      </w:r>
      <w:r>
        <w:tab/>
        <w:t>456</w:t>
      </w:r>
    </w:p>
    <w:p w14:paraId="65214FB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10.1.24.1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456</w:t>
      </w:r>
    </w:p>
    <w:p w14:paraId="49FBB54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10.1.24.2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Accuracy Requirements</w:t>
      </w:r>
      <w:r>
        <w:tab/>
        <w:t>456</w:t>
      </w:r>
    </w:p>
    <w:p w14:paraId="586685E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 xml:space="preserve">10.1.24.2.1 </w:t>
      </w:r>
      <w:r>
        <w:rPr>
          <w:lang w:eastAsia="zh-CN"/>
        </w:rPr>
        <w:t>A</w:t>
      </w:r>
      <w:r>
        <w:t>bsolute PRS RSRP accuracy</w:t>
      </w:r>
      <w:r>
        <w:tab/>
        <w:t>456</w:t>
      </w:r>
    </w:p>
    <w:p w14:paraId="702B438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10.1.24.3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Report mapping</w:t>
      </w:r>
      <w:r>
        <w:tab/>
        <w:t>460</w:t>
      </w:r>
    </w:p>
    <w:p w14:paraId="46CAB21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10.1.24.</w:t>
      </w:r>
      <w:r>
        <w:rPr>
          <w:lang w:eastAsia="zh-CN"/>
        </w:rPr>
        <w:t>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Absolute PRS-RSRP Measurement R</w:t>
      </w:r>
      <w:r>
        <w:t xml:space="preserve">eport </w:t>
      </w:r>
      <w:r>
        <w:rPr>
          <w:lang w:eastAsia="zh-CN"/>
        </w:rPr>
        <w:t>M</w:t>
      </w:r>
      <w:r>
        <w:t>apping</w:t>
      </w:r>
      <w:r>
        <w:tab/>
        <w:t>460</w:t>
      </w:r>
    </w:p>
    <w:p w14:paraId="691EF59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10.1.24.</w:t>
      </w:r>
      <w:r>
        <w:rPr>
          <w:lang w:eastAsia="zh-CN"/>
        </w:rPr>
        <w:t>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Differential Repor</w:t>
      </w:r>
      <w:r>
        <w:rPr>
          <w:lang w:eastAsia="zh-CN"/>
        </w:rPr>
        <w:t xml:space="preserve">t Mapping </w:t>
      </w:r>
      <w:r>
        <w:t>for PRS-RSRP Measurement</w:t>
      </w:r>
      <w:r>
        <w:tab/>
        <w:t>461</w:t>
      </w:r>
    </w:p>
    <w:p w14:paraId="63C0AED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10.1.25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Rx-Tx Time Difference Measurements</w:t>
      </w:r>
      <w:r>
        <w:tab/>
        <w:t>463</w:t>
      </w:r>
    </w:p>
    <w:p w14:paraId="7201750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10.1.25.1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463</w:t>
      </w:r>
    </w:p>
    <w:p w14:paraId="3CF298F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10.1.25.2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Accuracy Requirements</w:t>
      </w:r>
      <w:r>
        <w:tab/>
        <w:t>464</w:t>
      </w:r>
    </w:p>
    <w:p w14:paraId="41E2B09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10.1.25.3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Report mapping</w:t>
      </w:r>
      <w:r>
        <w:tab/>
        <w:t>470</w:t>
      </w:r>
    </w:p>
    <w:p w14:paraId="309C820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10.1.25.3.1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 Absolute UE Rx-Tx Measurement Report Mapping</w:t>
      </w:r>
      <w:r>
        <w:tab/>
        <w:t>470</w:t>
      </w:r>
    </w:p>
    <w:p w14:paraId="7F35B1E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10.1.25.3.2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 Differential UE Rx-Tx Measurement Report Mapping</w:t>
      </w:r>
      <w:r>
        <w:tab/>
        <w:t>472</w:t>
      </w:r>
    </w:p>
    <w:p w14:paraId="49F6661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10.1.25.3.3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 Additional Path Report Mapping for UE Rx-Tx Time Difference</w:t>
      </w:r>
      <w:r>
        <w:tab/>
        <w:t>473</w:t>
      </w:r>
    </w:p>
    <w:p w14:paraId="0CB89B7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10.1.26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FR2 P-MPR report</w:t>
      </w:r>
      <w:r>
        <w:tab/>
        <w:t>475</w:t>
      </w:r>
    </w:p>
    <w:p w14:paraId="2131D74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10.1.26.1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Report mapping</w:t>
      </w:r>
      <w:r>
        <w:tab/>
        <w:t>475</w:t>
      </w:r>
    </w:p>
    <w:p w14:paraId="101CF34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10.1.27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L1-SINR accuracy requirements for FR1</w:t>
      </w:r>
      <w:r>
        <w:tab/>
        <w:t>475</w:t>
      </w:r>
    </w:p>
    <w:p w14:paraId="41AE740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10.1.27.1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L1-SINR accuracy requirements with CSI-RS based CMR and no dedicated IMR configured</w:t>
      </w:r>
      <w:r>
        <w:tab/>
        <w:t>475</w:t>
      </w:r>
    </w:p>
    <w:p w14:paraId="5CA67DC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10.1.27.1.1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Absolute Accuracy</w:t>
      </w:r>
      <w:r>
        <w:tab/>
        <w:t>475</w:t>
      </w:r>
    </w:p>
    <w:p w14:paraId="7A33DC1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10.1.27.1.2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Relative Accuracy</w:t>
      </w:r>
      <w:r>
        <w:tab/>
        <w:t>476</w:t>
      </w:r>
    </w:p>
    <w:p w14:paraId="32900D7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10.1.27.2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L1-SINR accuracy requirements with SSB based CMR and dedicated IMR configured</w:t>
      </w:r>
      <w:r>
        <w:tab/>
        <w:t>477</w:t>
      </w:r>
    </w:p>
    <w:p w14:paraId="5B6077D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10.1.27.2.1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Absolute Accuracy</w:t>
      </w:r>
      <w:r>
        <w:tab/>
        <w:t>477</w:t>
      </w:r>
    </w:p>
    <w:p w14:paraId="1EE2AAD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10.1.27.2.2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Relative Accuracy</w:t>
      </w:r>
      <w:r>
        <w:tab/>
        <w:t>478</w:t>
      </w:r>
    </w:p>
    <w:p w14:paraId="78C06F8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10.1.27.3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L1-SINR accuracy requirements with CSI-RS based CMR and dedicated IMR configured</w:t>
      </w:r>
      <w:r>
        <w:tab/>
        <w:t>480</w:t>
      </w:r>
    </w:p>
    <w:p w14:paraId="0983E9E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10.1.27.3.1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Absolute Accuracy</w:t>
      </w:r>
      <w:r>
        <w:tab/>
        <w:t>480</w:t>
      </w:r>
    </w:p>
    <w:p w14:paraId="24B05A8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10.1.27.3.2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Relative Accuracy</w:t>
      </w:r>
      <w:r>
        <w:tab/>
        <w:t>482</w:t>
      </w:r>
    </w:p>
    <w:p w14:paraId="1C8E5F5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10.1.28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L1-SINR accuracy requirements for FR2</w:t>
      </w:r>
      <w:r>
        <w:tab/>
        <w:t>483</w:t>
      </w:r>
    </w:p>
    <w:p w14:paraId="1CED369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10.1.28.1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L1-SINR accuracy requirements with CSI-RS based CMR and no dedicated IMR configured</w:t>
      </w:r>
      <w:r>
        <w:tab/>
        <w:t>483</w:t>
      </w:r>
    </w:p>
    <w:p w14:paraId="53544DD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10.1.28.1.1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Absolute Accuracy</w:t>
      </w:r>
      <w:r>
        <w:tab/>
        <w:t>483</w:t>
      </w:r>
    </w:p>
    <w:p w14:paraId="643A3AA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10.1.28.1.2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Relative Accuracy</w:t>
      </w:r>
      <w:r>
        <w:tab/>
        <w:t>484</w:t>
      </w:r>
    </w:p>
    <w:p w14:paraId="28E89F1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10.1.28.2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L1-SINR accuracy requirements with SSB based CMR and dedicated IMR configured</w:t>
      </w:r>
      <w:r>
        <w:tab/>
        <w:t>485</w:t>
      </w:r>
    </w:p>
    <w:p w14:paraId="7F2CE6D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10.1.28.2.1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Absolute Accuracy</w:t>
      </w:r>
      <w:r>
        <w:tab/>
        <w:t>485</w:t>
      </w:r>
    </w:p>
    <w:p w14:paraId="78A08EA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10.1.28.2.2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Relative Accuracy</w:t>
      </w:r>
      <w:r>
        <w:tab/>
        <w:t>486</w:t>
      </w:r>
    </w:p>
    <w:p w14:paraId="428CD67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10.1.28.3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L1-SINR accuracy requirements with CSI-RS based CMR and dedicated IMR configured</w:t>
      </w:r>
      <w:r>
        <w:tab/>
        <w:t>487</w:t>
      </w:r>
    </w:p>
    <w:p w14:paraId="300C3F3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10.1.28.3.1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Absolute Accuracy</w:t>
      </w:r>
      <w:r>
        <w:tab/>
        <w:t>487</w:t>
      </w:r>
    </w:p>
    <w:p w14:paraId="60E1EC5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10.1.28.3.2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Relative Accuracy</w:t>
      </w:r>
      <w:r>
        <w:tab/>
        <w:t>488</w:t>
      </w:r>
    </w:p>
    <w:p w14:paraId="563554E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10.1.29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Intra-frequency RSRQ accuracy requirements under CCA</w:t>
      </w:r>
      <w:r>
        <w:tab/>
        <w:t>490</w:t>
      </w:r>
    </w:p>
    <w:p w14:paraId="5707B0D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10.1.29.1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Intra-frequency SS-RSRQ accuracy requirements in FR1</w:t>
      </w:r>
      <w:r>
        <w:tab/>
        <w:t>490</w:t>
      </w:r>
    </w:p>
    <w:p w14:paraId="5D18BA9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10.</w:t>
      </w:r>
      <w:r>
        <w:t>1</w:t>
      </w:r>
      <w:r>
        <w:rPr>
          <w:lang w:eastAsia="zh-CN"/>
        </w:rPr>
        <w:t>.</w:t>
      </w:r>
      <w:r>
        <w:t>29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Absolute </w:t>
      </w:r>
      <w:r w:rsidRPr="0046111E">
        <w:rPr>
          <w:lang w:val="en-US" w:eastAsia="ko-KR"/>
        </w:rPr>
        <w:t xml:space="preserve">SS-RSRQ </w:t>
      </w:r>
      <w:r>
        <w:t>Accuracy</w:t>
      </w:r>
      <w:r>
        <w:tab/>
        <w:t>490</w:t>
      </w:r>
    </w:p>
    <w:p w14:paraId="18BA33E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10.1.30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Inter-frequency RSRQ accuracy requirements under CCA</w:t>
      </w:r>
      <w:r>
        <w:tab/>
        <w:t>490</w:t>
      </w:r>
    </w:p>
    <w:p w14:paraId="3A66F07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10.1.30.1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Inter-frequency SS-RSRQ accuracy requirements in FR1</w:t>
      </w:r>
      <w:r>
        <w:tab/>
        <w:t>490</w:t>
      </w:r>
    </w:p>
    <w:p w14:paraId="1A2448F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lastRenderedPageBreak/>
        <w:t>10.1.30.1.1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Aboslute</w:t>
      </w:r>
      <w:r>
        <w:t xml:space="preserve"> Accuracy of </w:t>
      </w:r>
      <w:r>
        <w:rPr>
          <w:lang w:eastAsia="zh-CN"/>
        </w:rPr>
        <w:t>SS-RSRQ</w:t>
      </w:r>
      <w:r>
        <w:tab/>
        <w:t>490</w:t>
      </w:r>
    </w:p>
    <w:p w14:paraId="7D0F307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10.</w:t>
      </w:r>
      <w:r>
        <w:t>1</w:t>
      </w:r>
      <w:r>
        <w:rPr>
          <w:lang w:eastAsia="zh-CN"/>
        </w:rPr>
        <w:t>.30.1.2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Relative Accuracy of </w:t>
      </w:r>
      <w:r>
        <w:rPr>
          <w:lang w:eastAsia="zh-CN"/>
        </w:rPr>
        <w:t>SS-RSRQ</w:t>
      </w:r>
      <w:r>
        <w:tab/>
        <w:t>491</w:t>
      </w:r>
    </w:p>
    <w:p w14:paraId="4AC3738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10.1.31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 xml:space="preserve">Intra-frequency SINR accuracy requirements </w:t>
      </w:r>
      <w:r w:rsidRPr="0046111E">
        <w:rPr>
          <w:lang w:val="en-US" w:eastAsia="zh-CN"/>
        </w:rPr>
        <w:t>under CCA</w:t>
      </w:r>
      <w:r>
        <w:tab/>
        <w:t>492</w:t>
      </w:r>
    </w:p>
    <w:p w14:paraId="4733559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10.1.32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 xml:space="preserve">Inter-frequency SINR accuracy requirements </w:t>
      </w:r>
      <w:r w:rsidRPr="0046111E">
        <w:rPr>
          <w:lang w:val="en-US" w:eastAsia="zh-CN"/>
        </w:rPr>
        <w:t>under CCA</w:t>
      </w:r>
      <w:r>
        <w:tab/>
        <w:t>492</w:t>
      </w:r>
    </w:p>
    <w:p w14:paraId="1768268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10.1.33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L1-RSRP accuracy requirements under CCA</w:t>
      </w:r>
      <w:r>
        <w:tab/>
        <w:t>494</w:t>
      </w:r>
    </w:p>
    <w:p w14:paraId="119ACF4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10.1.34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RSSI measurements under CCA</w:t>
      </w:r>
      <w:r>
        <w:tab/>
        <w:t>495</w:t>
      </w:r>
    </w:p>
    <w:p w14:paraId="7B0DABA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10.1.34.1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Intra-frequency absolute RSSI measurement accuracy requirements in FR1</w:t>
      </w:r>
      <w:r>
        <w:tab/>
        <w:t>495</w:t>
      </w:r>
    </w:p>
    <w:p w14:paraId="567F2AF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10.1.34.2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Inter-frequency absolute RSSI measurement accuracy requirements in FR1</w:t>
      </w:r>
      <w:r>
        <w:tab/>
        <w:t>495</w:t>
      </w:r>
    </w:p>
    <w:p w14:paraId="67A024F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10.1.34.3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RSSI measurement report mapping</w:t>
      </w:r>
      <w:r>
        <w:tab/>
        <w:t>496</w:t>
      </w:r>
    </w:p>
    <w:p w14:paraId="05B6EC6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10.1.35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Channel occupancy measurements under CCA</w:t>
      </w:r>
      <w:r>
        <w:tab/>
        <w:t>496</w:t>
      </w:r>
    </w:p>
    <w:p w14:paraId="5597E8A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10.1.35.1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Intra-frequency channel occupancy measurement accuracy requirements in FR1</w:t>
      </w:r>
      <w:r>
        <w:tab/>
        <w:t>496</w:t>
      </w:r>
    </w:p>
    <w:p w14:paraId="3FC4780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10.1.35.2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Inter-frequency channel occupancy measurement accuracy requirements in FR1</w:t>
      </w:r>
      <w:r>
        <w:tab/>
        <w:t>496</w:t>
      </w:r>
    </w:p>
    <w:p w14:paraId="6F3E657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10.1.36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Intra-frequency RSRP accuracy requirements under CCA</w:t>
      </w:r>
      <w:r>
        <w:tab/>
        <w:t>497</w:t>
      </w:r>
    </w:p>
    <w:p w14:paraId="47C7386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10.1.36.1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Intra-frequency SS-RSRP accuracy requirements in FR1</w:t>
      </w:r>
      <w:r>
        <w:tab/>
        <w:t>497</w:t>
      </w:r>
    </w:p>
    <w:p w14:paraId="40CCC8C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10.1.36.1.1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Absolute </w:t>
      </w:r>
      <w:r w:rsidRPr="0046111E">
        <w:rPr>
          <w:lang w:val="en-US"/>
        </w:rPr>
        <w:t xml:space="preserve">SS-RSRP </w:t>
      </w:r>
      <w:r>
        <w:t>Accuracy</w:t>
      </w:r>
      <w:r>
        <w:tab/>
        <w:t>497</w:t>
      </w:r>
    </w:p>
    <w:p w14:paraId="0B3F349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10.1.36.1.2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Relative </w:t>
      </w:r>
      <w:r w:rsidRPr="0046111E">
        <w:rPr>
          <w:lang w:val="en-US"/>
        </w:rPr>
        <w:t xml:space="preserve">SS-RSRP </w:t>
      </w:r>
      <w:r>
        <w:t>Accuracy</w:t>
      </w:r>
      <w:r>
        <w:tab/>
        <w:t>497</w:t>
      </w:r>
    </w:p>
    <w:p w14:paraId="12D1447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10.1.37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 xml:space="preserve">Inter-frequency RSRP accuracy requirements </w:t>
      </w:r>
      <w:r w:rsidRPr="0046111E">
        <w:rPr>
          <w:lang w:val="en-US" w:eastAsia="zh-CN"/>
        </w:rPr>
        <w:t>under CCA</w:t>
      </w:r>
      <w:r>
        <w:tab/>
        <w:t>498</w:t>
      </w:r>
    </w:p>
    <w:p w14:paraId="013C919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10.1.37.1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Inter-frequency SS-RSRP accuracy requirements in FR1</w:t>
      </w:r>
      <w:r>
        <w:tab/>
        <w:t>498</w:t>
      </w:r>
    </w:p>
    <w:p w14:paraId="0BAA8AE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10.1.37.1.1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Absolute</w:t>
      </w:r>
      <w:r>
        <w:t xml:space="preserve"> Accuracy of </w:t>
      </w:r>
      <w:r>
        <w:rPr>
          <w:lang w:eastAsia="zh-CN"/>
        </w:rPr>
        <w:t>SS-RSRP</w:t>
      </w:r>
      <w:r>
        <w:tab/>
        <w:t>498</w:t>
      </w:r>
    </w:p>
    <w:p w14:paraId="289F7E1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10.1.37.1.2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Relative Accuracy of SS-RSRP</w:t>
      </w:r>
      <w:r>
        <w:tab/>
        <w:t>499</w:t>
      </w:r>
    </w:p>
    <w:p w14:paraId="09B5D460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10.2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measurements</w:t>
      </w:r>
      <w:r>
        <w:tab/>
        <w:t>499</w:t>
      </w:r>
    </w:p>
    <w:p w14:paraId="1FA11AB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Introduction</w:t>
      </w:r>
      <w:r>
        <w:tab/>
        <w:t>499</w:t>
      </w:r>
    </w:p>
    <w:p w14:paraId="0289AFC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E-UTRAN RSRP measurements</w:t>
      </w:r>
      <w:r>
        <w:tab/>
        <w:t>500</w:t>
      </w:r>
    </w:p>
    <w:p w14:paraId="77298C0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E-UTRAN RSRQ measurements</w:t>
      </w:r>
      <w:r>
        <w:tab/>
        <w:t>500</w:t>
      </w:r>
    </w:p>
    <w:p w14:paraId="0FEE784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E-UTRAN RSTD measurements</w:t>
      </w:r>
      <w:r>
        <w:tab/>
        <w:t>500</w:t>
      </w:r>
    </w:p>
    <w:p w14:paraId="4A88E86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E-UTRAN RS-SINR measurements</w:t>
      </w:r>
      <w:r>
        <w:tab/>
        <w:t>500</w:t>
      </w:r>
    </w:p>
    <w:p w14:paraId="014787A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 xml:space="preserve">E-UTRAN RSRP measurements </w:t>
      </w:r>
      <w:r w:rsidRPr="0046111E">
        <w:rPr>
          <w:lang w:val="en-US"/>
        </w:rPr>
        <w:t xml:space="preserve">for CA/DC Idle Mode </w:t>
      </w:r>
      <w:r w:rsidRPr="0046111E">
        <w:t>Measurements</w:t>
      </w:r>
      <w:r>
        <w:tab/>
        <w:t>500</w:t>
      </w:r>
    </w:p>
    <w:p w14:paraId="302B4D1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10.2.7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 xml:space="preserve">E-UTRAN RSRQ measurements </w:t>
      </w:r>
      <w:r w:rsidRPr="0046111E">
        <w:rPr>
          <w:lang w:val="en-US"/>
        </w:rPr>
        <w:t>for CA/DC Idle Mode Measurements</w:t>
      </w:r>
      <w:r>
        <w:tab/>
        <w:t>501</w:t>
      </w:r>
    </w:p>
    <w:p w14:paraId="0839FD4C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10.3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UTRAN FDD Measurements</w:t>
      </w:r>
      <w:r>
        <w:tab/>
        <w:t>501</w:t>
      </w:r>
    </w:p>
    <w:p w14:paraId="33B70E9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10.3.1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UTRAN FDD CPICH RSCP</w:t>
      </w:r>
      <w:r>
        <w:tab/>
        <w:t>501</w:t>
      </w:r>
    </w:p>
    <w:p w14:paraId="10B754A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10.3.2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UTRAN FDD CPICH Ec/No</w:t>
      </w:r>
      <w:r>
        <w:tab/>
        <w:t>502</w:t>
      </w:r>
    </w:p>
    <w:p w14:paraId="6436E5FD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10.4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V2X measurements</w:t>
      </w:r>
      <w:r>
        <w:tab/>
        <w:t>502</w:t>
      </w:r>
    </w:p>
    <w:p w14:paraId="29220B4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ko-KR"/>
        </w:rPr>
        <w:t>10.4.1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ko-KR"/>
        </w:rPr>
        <w:t>Introduction</w:t>
      </w:r>
      <w:r>
        <w:tab/>
        <w:t>502</w:t>
      </w:r>
    </w:p>
    <w:p w14:paraId="1A17048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Intra-frequency PSBCH-RSRP accuracy requirements for FR1</w:t>
      </w:r>
      <w:r>
        <w:tab/>
        <w:t>503</w:t>
      </w:r>
    </w:p>
    <w:p w14:paraId="001553D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</w:t>
      </w:r>
      <w:r w:rsidRPr="0046111E">
        <w:rPr>
          <w:lang w:val="en-US"/>
        </w:rPr>
        <w:t>SBCH-RSRP</w:t>
      </w:r>
      <w:r>
        <w:t xml:space="preserve"> Absolute Accuracy</w:t>
      </w:r>
      <w:r>
        <w:tab/>
        <w:t>503</w:t>
      </w:r>
    </w:p>
    <w:p w14:paraId="4D3DF35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10.4.2.2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</w:t>
      </w:r>
      <w:r w:rsidRPr="0046111E">
        <w:rPr>
          <w:lang w:val="en-US"/>
        </w:rPr>
        <w:t>SBCH-RSRP</w:t>
      </w:r>
      <w:r>
        <w:t xml:space="preserve"> Relative Accuracy</w:t>
      </w:r>
      <w:r>
        <w:tab/>
        <w:t>503</w:t>
      </w:r>
    </w:p>
    <w:p w14:paraId="5CAD05B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10.4.3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Intra-Frequency SL-RSSI Measurement Accuracy Requirements for FR1</w:t>
      </w:r>
      <w:r>
        <w:tab/>
        <w:t>504</w:t>
      </w:r>
    </w:p>
    <w:p w14:paraId="74C1B61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10.4.3</w:t>
      </w:r>
      <w:r w:rsidRPr="0046111E">
        <w:rPr>
          <w:lang w:val="en-US" w:eastAsia="zh-CN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Absolute SL-RSSI Accuracy</w:t>
      </w:r>
      <w:r>
        <w:tab/>
        <w:t>504</w:t>
      </w:r>
    </w:p>
    <w:p w14:paraId="4673846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10.4.4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Intra-Frequency L1 SL-RSRP Measurement Accuracy Requirements for FR1</w:t>
      </w:r>
      <w:r>
        <w:tab/>
        <w:t>504</w:t>
      </w:r>
    </w:p>
    <w:p w14:paraId="58ABE4A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10.4.4.1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Absolute L1 SL-RSRP Accuracy</w:t>
      </w:r>
      <w:r>
        <w:tab/>
        <w:t>504</w:t>
      </w:r>
    </w:p>
    <w:p w14:paraId="556F7DBC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11</w:t>
      </w:r>
      <w:r>
        <w:rPr>
          <w:rFonts w:ascii="Calibri" w:eastAsia="Malgun Gothic" w:hAnsi="Calibri"/>
          <w:szCs w:val="22"/>
          <w:lang w:eastAsia="en-GB"/>
        </w:rPr>
        <w:tab/>
      </w:r>
      <w:r>
        <w:t>Void</w:t>
      </w:r>
      <w:r>
        <w:tab/>
        <w:t>505</w:t>
      </w:r>
    </w:p>
    <w:p w14:paraId="31376F70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12</w:t>
      </w:r>
      <w:r>
        <w:rPr>
          <w:rFonts w:ascii="Calibri" w:eastAsia="Malgun Gothic" w:hAnsi="Calibri"/>
          <w:szCs w:val="22"/>
          <w:lang w:eastAsia="en-GB"/>
        </w:rPr>
        <w:tab/>
      </w:r>
      <w:r>
        <w:t>V2X Requirements</w:t>
      </w:r>
      <w:r>
        <w:tab/>
        <w:t>505</w:t>
      </w:r>
    </w:p>
    <w:p w14:paraId="36BAE2DF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12.1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505</w:t>
      </w:r>
    </w:p>
    <w:p w14:paraId="3A9E4DEB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12.2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 xml:space="preserve">UE </w:t>
      </w:r>
      <w:r>
        <w:t>Transmit Timing</w:t>
      </w:r>
      <w:r>
        <w:tab/>
        <w:t>506</w:t>
      </w:r>
    </w:p>
    <w:p w14:paraId="6620001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12.2.1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506</w:t>
      </w:r>
    </w:p>
    <w:p w14:paraId="74B07CB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12.2.2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GNSS as </w:t>
      </w:r>
      <w:r>
        <w:rPr>
          <w:lang w:eastAsia="en-GB"/>
        </w:rPr>
        <w:t>synchronization reference source</w:t>
      </w:r>
      <w:r>
        <w:tab/>
        <w:t>506</w:t>
      </w:r>
    </w:p>
    <w:p w14:paraId="31AE980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12.2.3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en-GB"/>
        </w:rPr>
        <w:t>NR Cell</w:t>
      </w:r>
      <w:r>
        <w:t xml:space="preserve"> as </w:t>
      </w:r>
      <w:r>
        <w:rPr>
          <w:lang w:eastAsia="en-GB"/>
        </w:rPr>
        <w:t>synchronization reference source</w:t>
      </w:r>
      <w:r>
        <w:tab/>
        <w:t>506</w:t>
      </w:r>
    </w:p>
    <w:p w14:paraId="120B536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12.2.4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en-GB"/>
        </w:rPr>
        <w:t>E-URTAN Cell</w:t>
      </w:r>
      <w:r>
        <w:t xml:space="preserve"> as </w:t>
      </w:r>
      <w:r>
        <w:rPr>
          <w:lang w:eastAsia="en-GB"/>
        </w:rPr>
        <w:t>synchronization reference source</w:t>
      </w:r>
      <w:r>
        <w:tab/>
        <w:t>507</w:t>
      </w:r>
    </w:p>
    <w:p w14:paraId="578C8BB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12.2.5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SyncRef UE as </w:t>
      </w:r>
      <w:r>
        <w:rPr>
          <w:lang w:eastAsia="en-GB"/>
        </w:rPr>
        <w:t>synchronization reference source</w:t>
      </w:r>
      <w:r>
        <w:tab/>
        <w:t>507</w:t>
      </w:r>
    </w:p>
    <w:p w14:paraId="45D89C69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12.3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Initiation/Cease of SLSS Transmissions</w:t>
      </w:r>
      <w:r>
        <w:tab/>
        <w:t>507</w:t>
      </w:r>
    </w:p>
    <w:p w14:paraId="21F5331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12.3.1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507</w:t>
      </w:r>
    </w:p>
    <w:p w14:paraId="56B52BF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12.3.1.1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Initiation/Cease of SLSS transmissions with </w:t>
      </w:r>
      <w:r>
        <w:rPr>
          <w:lang w:eastAsia="en-GB"/>
        </w:rPr>
        <w:t>NR cell</w:t>
      </w:r>
      <w:r>
        <w:t xml:space="preserve"> as </w:t>
      </w:r>
      <w:r>
        <w:rPr>
          <w:lang w:eastAsia="en-GB"/>
        </w:rPr>
        <w:t>synchronization reference source</w:t>
      </w:r>
      <w:r>
        <w:tab/>
        <w:t>507</w:t>
      </w:r>
    </w:p>
    <w:p w14:paraId="7F64177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12.3.1.2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Initiation/Cease of SLSS transmissions with </w:t>
      </w:r>
      <w:r>
        <w:rPr>
          <w:lang w:eastAsia="en-GB"/>
        </w:rPr>
        <w:t>EUTRAN cell</w:t>
      </w:r>
      <w:r>
        <w:t xml:space="preserve"> as </w:t>
      </w:r>
      <w:r>
        <w:rPr>
          <w:lang w:eastAsia="en-GB"/>
        </w:rPr>
        <w:t>synchronization reference source</w:t>
      </w:r>
      <w:r>
        <w:tab/>
        <w:t>508</w:t>
      </w:r>
    </w:p>
    <w:p w14:paraId="3DE60D2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12.3.1.3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Initiation/Cease of SLSS transmissions with GNSS as </w:t>
      </w:r>
      <w:r>
        <w:rPr>
          <w:lang w:eastAsia="en-GB"/>
        </w:rPr>
        <w:t>synchronization reference source</w:t>
      </w:r>
      <w:r>
        <w:tab/>
        <w:t>509</w:t>
      </w:r>
    </w:p>
    <w:p w14:paraId="3D94271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12.3.1.4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Initiation/Cease of SLSS transmissions with SyncRef UE as </w:t>
      </w:r>
      <w:r>
        <w:rPr>
          <w:lang w:eastAsia="en-GB"/>
        </w:rPr>
        <w:t>synchronization reference source</w:t>
      </w:r>
      <w:r>
        <w:tab/>
        <w:t>509</w:t>
      </w:r>
    </w:p>
    <w:p w14:paraId="77ABF8CA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1</w:t>
      </w:r>
      <w:r w:rsidRPr="0046111E">
        <w:rPr>
          <w:rFonts w:eastAsia="PMingLiU"/>
          <w:lang w:eastAsia="zh-TW"/>
        </w:rPr>
        <w:t>2</w:t>
      </w:r>
      <w:r>
        <w:t>.</w:t>
      </w:r>
      <w:r>
        <w:rPr>
          <w:lang w:eastAsia="zh-CN"/>
        </w:rPr>
        <w:t>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Selection / Reselection of V2X Synchronization Reference</w:t>
      </w:r>
      <w:r>
        <w:rPr>
          <w:lang w:eastAsia="en-GB"/>
        </w:rPr>
        <w:t xml:space="preserve"> Source</w:t>
      </w:r>
      <w:r>
        <w:tab/>
        <w:t>510</w:t>
      </w:r>
    </w:p>
    <w:p w14:paraId="1B744503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12.5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 SL-RSRP measurements</w:t>
      </w:r>
      <w:r>
        <w:tab/>
        <w:t>511</w:t>
      </w:r>
    </w:p>
    <w:p w14:paraId="56883FA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12.5.1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511</w:t>
      </w:r>
    </w:p>
    <w:p w14:paraId="43FEF96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12.5.2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SL-RSRP measurements</w:t>
      </w:r>
      <w:r>
        <w:tab/>
        <w:t>511</w:t>
      </w:r>
    </w:p>
    <w:p w14:paraId="27B1E6EA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12.</w:t>
      </w:r>
      <w:r>
        <w:rPr>
          <w:lang w:eastAsia="zh-CN"/>
        </w:rPr>
        <w:t>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Congestion Control measurements</w:t>
      </w:r>
      <w:r>
        <w:tab/>
        <w:t>511</w:t>
      </w:r>
    </w:p>
    <w:p w14:paraId="6EF46F54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lastRenderedPageBreak/>
        <w:t>1</w:t>
      </w:r>
      <w:r>
        <w:rPr>
          <w:rFonts w:eastAsia="Malgun Gothic"/>
        </w:rPr>
        <w:t>2</w:t>
      </w:r>
      <w:r>
        <w:t>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Interruption</w:t>
      </w:r>
      <w:r>
        <w:tab/>
        <w:t>511</w:t>
      </w:r>
    </w:p>
    <w:p w14:paraId="325FDEE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1</w:t>
      </w:r>
      <w:r>
        <w:rPr>
          <w:rFonts w:eastAsia="Malgun Gothic"/>
        </w:rPr>
        <w:t>2</w:t>
      </w:r>
      <w:r>
        <w:t>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to WAN due to V2X Sidelink Communication</w:t>
      </w:r>
      <w:r>
        <w:tab/>
        <w:t>511</w:t>
      </w:r>
    </w:p>
    <w:p w14:paraId="22F81C3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1</w:t>
      </w:r>
      <w:r>
        <w:rPr>
          <w:rFonts w:eastAsia="Malgun Gothic"/>
        </w:rPr>
        <w:t>2</w:t>
      </w:r>
      <w:r>
        <w:t>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V2X Sidelink Communication Dropping due to synchronization source change</w:t>
      </w:r>
      <w:r>
        <w:tab/>
        <w:t>512</w:t>
      </w:r>
    </w:p>
    <w:p w14:paraId="235F35F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12.7.3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to WAN due to switching between E-UTRA V2X Sidelink and NR V2X Sidelink</w:t>
      </w:r>
      <w:r>
        <w:tab/>
        <w:t>514</w:t>
      </w:r>
    </w:p>
    <w:p w14:paraId="16A5D8E4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12.</w:t>
      </w:r>
      <w:r>
        <w:rPr>
          <w:lang w:eastAsia="zh-CN"/>
        </w:rPr>
        <w:t>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Reliability of GNSS signal</w:t>
      </w:r>
      <w:r>
        <w:tab/>
        <w:t>514</w:t>
      </w:r>
    </w:p>
    <w:p w14:paraId="737E50FB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12.9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Scheduling availability</w:t>
      </w:r>
      <w:r>
        <w:tab/>
        <w:t>514</w:t>
      </w:r>
    </w:p>
    <w:p w14:paraId="4FF5A93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12.9.1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 xml:space="preserve">Scheduling availability </w:t>
      </w:r>
      <w:r>
        <w:t>of UE switching between E-UTRA sidelink and NR sidelink</w:t>
      </w:r>
      <w:r>
        <w:tab/>
        <w:t>514</w:t>
      </w:r>
    </w:p>
    <w:p w14:paraId="1E6887F5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 w:rsidRPr="0046111E">
        <w:rPr>
          <w:lang w:val="en-US"/>
        </w:rPr>
        <w:t>1</w:t>
      </w:r>
      <w:r w:rsidRPr="0046111E">
        <w:rPr>
          <w:lang w:val="en-US" w:eastAsia="zh-CN"/>
        </w:rPr>
        <w:t>3</w:t>
      </w:r>
      <w:r>
        <w:rPr>
          <w:rFonts w:ascii="Calibri" w:eastAsia="Malgun Gothic" w:hAnsi="Calibri"/>
          <w:szCs w:val="22"/>
          <w:lang w:eastAsia="en-GB"/>
        </w:rPr>
        <w:tab/>
      </w:r>
      <w:r w:rsidRPr="0046111E">
        <w:rPr>
          <w:lang w:val="en-US" w:eastAsia="zh-CN"/>
        </w:rPr>
        <w:t>Measurement Performance Requirements for NR gNB</w:t>
      </w:r>
      <w:r>
        <w:tab/>
        <w:t>515</w:t>
      </w:r>
    </w:p>
    <w:p w14:paraId="2B347C99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13.1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UL-RTOA</w:t>
      </w:r>
      <w:r>
        <w:tab/>
        <w:t>515</w:t>
      </w:r>
    </w:p>
    <w:p w14:paraId="179CD51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Report mapping</w:t>
      </w:r>
      <w:r>
        <w:tab/>
        <w:t>515</w:t>
      </w:r>
    </w:p>
    <w:p w14:paraId="76A6E50F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13.2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gNB Rx-Tx time difference</w:t>
      </w:r>
      <w:r>
        <w:tab/>
        <w:t>517</w:t>
      </w:r>
    </w:p>
    <w:p w14:paraId="7BAE624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Report mapping</w:t>
      </w:r>
      <w:r>
        <w:tab/>
        <w:t>517</w:t>
      </w:r>
    </w:p>
    <w:p w14:paraId="6BFCA13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13.2.2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Accuracy Requirements</w:t>
      </w:r>
      <w:r>
        <w:tab/>
        <w:t>519</w:t>
      </w:r>
    </w:p>
    <w:p w14:paraId="55C2BFE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13.2.2.1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Introduction</w:t>
      </w:r>
      <w:r>
        <w:tab/>
        <w:t>519</w:t>
      </w:r>
    </w:p>
    <w:p w14:paraId="2B4A09C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</w:t>
      </w:r>
      <w:r>
        <w:t>3.2.2.2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</w:t>
      </w:r>
      <w:r>
        <w:tab/>
        <w:t>519</w:t>
      </w:r>
    </w:p>
    <w:p w14:paraId="52658B27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</w:t>
      </w:r>
      <w:r w:rsidRPr="0046111E">
        <w:rPr>
          <w:lang w:val="en-US" w:eastAsia="zh-CN"/>
        </w:rPr>
        <w:t>3</w:t>
      </w:r>
      <w:r w:rsidRPr="0046111E">
        <w:rPr>
          <w:lang w:val="en-US"/>
        </w:rPr>
        <w:t>.</w:t>
      </w:r>
      <w:r w:rsidRPr="0046111E">
        <w:rPr>
          <w:lang w:val="en-US" w:eastAsia="zh-CN"/>
        </w:rP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UL SRS RSRP measurement</w:t>
      </w:r>
      <w:r>
        <w:tab/>
        <w:t>520</w:t>
      </w:r>
    </w:p>
    <w:p w14:paraId="1C98470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</w:t>
      </w:r>
      <w:r w:rsidRPr="0046111E">
        <w:rPr>
          <w:lang w:val="en-US" w:eastAsia="zh-CN"/>
        </w:rPr>
        <w:t>3</w:t>
      </w:r>
      <w:r w:rsidRPr="0046111E">
        <w:rPr>
          <w:lang w:val="en-US"/>
        </w:rPr>
        <w:t>.</w:t>
      </w:r>
      <w:r w:rsidRPr="0046111E">
        <w:rPr>
          <w:lang w:val="en-US" w:eastAsia="zh-CN"/>
        </w:rPr>
        <w:t>3</w:t>
      </w:r>
      <w:r w:rsidRPr="0046111E">
        <w:rPr>
          <w:lang w:val="en-US"/>
        </w:rPr>
        <w:t>.</w:t>
      </w:r>
      <w:r w:rsidRPr="0046111E">
        <w:rPr>
          <w:lang w:val="en-US" w:eastAsia="zh-CN"/>
        </w:rPr>
        <w:t>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Report mapping</w:t>
      </w:r>
      <w:r>
        <w:tab/>
        <w:t>520</w:t>
      </w:r>
    </w:p>
    <w:p w14:paraId="18EA056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13.3.2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accuracy requirements</w:t>
      </w:r>
      <w:r>
        <w:tab/>
        <w:t>521</w:t>
      </w:r>
    </w:p>
    <w:p w14:paraId="64DD1D4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13.3.2.1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Introduction</w:t>
      </w:r>
      <w:r>
        <w:tab/>
        <w:t>521</w:t>
      </w:r>
    </w:p>
    <w:p w14:paraId="11B9DC4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13.3.2.2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Requirements</w:t>
      </w:r>
      <w:r>
        <w:tab/>
        <w:t>521</w:t>
      </w:r>
    </w:p>
    <w:p w14:paraId="224375D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AoA/ZoA</w:t>
      </w:r>
      <w:r>
        <w:tab/>
        <w:t>522</w:t>
      </w:r>
    </w:p>
    <w:p w14:paraId="110BA25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13.4.1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Report mapping</w:t>
      </w:r>
      <w:r>
        <w:tab/>
        <w:t>522</w:t>
      </w:r>
    </w:p>
    <w:p w14:paraId="06601EDB" w14:textId="77777777" w:rsidR="00FD68A6" w:rsidRDefault="00FD68A6">
      <w:pPr>
        <w:pStyle w:val="TOC8"/>
        <w:rPr>
          <w:rFonts w:ascii="Calibri" w:eastAsia="Malgun Gothic" w:hAnsi="Calibri"/>
          <w:b w:val="0"/>
          <w:szCs w:val="22"/>
          <w:lang w:eastAsia="en-GB"/>
        </w:rPr>
      </w:pPr>
      <w:r>
        <w:t>Annex A</w:t>
      </w:r>
      <w:r>
        <w:rPr>
          <w:rFonts w:eastAsia="Malgun Gothic"/>
        </w:rPr>
        <w:t xml:space="preserve"> </w:t>
      </w:r>
      <w:r>
        <w:t>(normative): Test Cases</w:t>
      </w:r>
      <w:r>
        <w:tab/>
        <w:t>423</w:t>
      </w:r>
    </w:p>
    <w:p w14:paraId="308C67F7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A.1</w:t>
      </w:r>
      <w:r>
        <w:rPr>
          <w:rFonts w:ascii="Calibri" w:eastAsia="Malgun Gothic" w:hAnsi="Calibri"/>
          <w:szCs w:val="22"/>
          <w:lang w:eastAsia="en-GB"/>
        </w:rPr>
        <w:tab/>
      </w:r>
      <w:r>
        <w:t>Purpose of annex</w:t>
      </w:r>
      <w:r>
        <w:tab/>
        <w:t>423</w:t>
      </w:r>
    </w:p>
    <w:p w14:paraId="157D2F3F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A.2</w:t>
      </w:r>
      <w:r>
        <w:rPr>
          <w:rFonts w:ascii="Calibri" w:eastAsia="Malgun Gothic" w:hAnsi="Calibri"/>
          <w:szCs w:val="22"/>
          <w:lang w:eastAsia="en-GB"/>
        </w:rPr>
        <w:tab/>
      </w:r>
      <w:r>
        <w:t>Requirement classification for statistical testing</w:t>
      </w:r>
      <w:r>
        <w:tab/>
        <w:t>423</w:t>
      </w:r>
    </w:p>
    <w:p w14:paraId="7E8A466B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Types of requirements in TS 38.133</w:t>
      </w:r>
      <w:r>
        <w:tab/>
        <w:t>423</w:t>
      </w:r>
    </w:p>
    <w:p w14:paraId="19BC827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Time and delay requirements on UE higher layer actions</w:t>
      </w:r>
      <w:r>
        <w:tab/>
        <w:t>423</w:t>
      </w:r>
    </w:p>
    <w:p w14:paraId="6FE5D1F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Measurements of power levels, relative powers and time</w:t>
      </w:r>
      <w:r>
        <w:tab/>
        <w:t>423</w:t>
      </w:r>
    </w:p>
    <w:p w14:paraId="5EB5D10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A.2.1.3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Implementation requirements</w:t>
      </w:r>
      <w:r>
        <w:tab/>
        <w:t>424</w:t>
      </w:r>
    </w:p>
    <w:p w14:paraId="00216FD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A.2.1.4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Physical layer timing requirements</w:t>
      </w:r>
      <w:r>
        <w:tab/>
        <w:t>424</w:t>
      </w:r>
    </w:p>
    <w:p w14:paraId="1DCC1A3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A.2.1.5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Requirements under CCA</w:t>
      </w:r>
      <w:r>
        <w:tab/>
        <w:t>424</w:t>
      </w:r>
    </w:p>
    <w:p w14:paraId="3A178A87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A.3</w:t>
      </w:r>
      <w:r>
        <w:rPr>
          <w:rFonts w:ascii="Calibri" w:eastAsia="Malgun Gothic" w:hAnsi="Calibri"/>
          <w:szCs w:val="22"/>
          <w:lang w:eastAsia="en-GB"/>
        </w:rPr>
        <w:tab/>
      </w:r>
      <w:r>
        <w:t>RRM test configurations</w:t>
      </w:r>
      <w:r>
        <w:tab/>
        <w:t>425</w:t>
      </w:r>
    </w:p>
    <w:p w14:paraId="342A2247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Reference measurement channels</w:t>
      </w:r>
      <w:r>
        <w:tab/>
        <w:t>425</w:t>
      </w:r>
    </w:p>
    <w:p w14:paraId="4F71D15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PDSCH</w:t>
      </w:r>
      <w:r>
        <w:tab/>
        <w:t>425</w:t>
      </w:r>
    </w:p>
    <w:p w14:paraId="5C78BE6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FDD</w:t>
      </w:r>
      <w:r>
        <w:tab/>
        <w:t>425</w:t>
      </w:r>
    </w:p>
    <w:p w14:paraId="1F2CB64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TDD</w:t>
      </w:r>
      <w:r>
        <w:tab/>
        <w:t>426</w:t>
      </w:r>
    </w:p>
    <w:p w14:paraId="1158B0BC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A.3.1A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Reference measurement channels under CCA</w:t>
      </w:r>
      <w:r>
        <w:tab/>
        <w:t>429</w:t>
      </w:r>
    </w:p>
    <w:p w14:paraId="1280DCF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val="sv-SE"/>
        </w:rPr>
        <w:t>A.3.1A.1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val="sv-SE"/>
        </w:rPr>
        <w:t>PDSCH</w:t>
      </w:r>
      <w:r>
        <w:tab/>
        <w:t>429</w:t>
      </w:r>
    </w:p>
    <w:p w14:paraId="74A999D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val="sv-SE"/>
        </w:rPr>
        <w:t>A.3.1A.1.1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val="sv-SE"/>
        </w:rPr>
        <w:t>TDD</w:t>
      </w:r>
      <w:r>
        <w:tab/>
        <w:t>429</w:t>
      </w:r>
    </w:p>
    <w:p w14:paraId="297FAA1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A.3.1A.2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CORESET</w:t>
      </w:r>
      <w:r w:rsidRPr="0046111E">
        <w:rPr>
          <w:snapToGrid w:val="0"/>
          <w:lang w:eastAsia="zh-CN"/>
        </w:rPr>
        <w:t xml:space="preserve"> for RMSI scheduling</w:t>
      </w:r>
      <w:r>
        <w:tab/>
        <w:t>430</w:t>
      </w:r>
    </w:p>
    <w:p w14:paraId="21AD1E3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A.3.1A.2.1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TDD</w:t>
      </w:r>
      <w:r>
        <w:tab/>
        <w:t>430</w:t>
      </w:r>
    </w:p>
    <w:p w14:paraId="096D8A2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A.3.1A.3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CORESET for RMC scheduling</w:t>
      </w:r>
      <w:r>
        <w:tab/>
        <w:t>431</w:t>
      </w:r>
    </w:p>
    <w:p w14:paraId="4A5A20B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A.3.1A.3.1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TDD</w:t>
      </w:r>
      <w:r>
        <w:tab/>
        <w:t>431</w:t>
      </w:r>
    </w:p>
    <w:p w14:paraId="7EA69DF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A.3.1A.4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TDD UL/DL configuration</w:t>
      </w:r>
      <w:r>
        <w:tab/>
        <w:t>432</w:t>
      </w:r>
    </w:p>
    <w:p w14:paraId="59070C7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A.3.1A.5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RMC burst transmission model</w:t>
      </w:r>
      <w:r>
        <w:tab/>
        <w:t>432</w:t>
      </w:r>
    </w:p>
    <w:p w14:paraId="7E76BF5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CORESET</w:t>
      </w:r>
      <w:r w:rsidRPr="0046111E">
        <w:rPr>
          <w:snapToGrid w:val="0"/>
          <w:lang w:eastAsia="zh-CN"/>
        </w:rPr>
        <w:t xml:space="preserve"> for RMSI scheduling</w:t>
      </w:r>
      <w:r>
        <w:tab/>
        <w:t>433</w:t>
      </w:r>
    </w:p>
    <w:p w14:paraId="2C978C0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FDD</w:t>
      </w:r>
      <w:r>
        <w:tab/>
        <w:t>433</w:t>
      </w:r>
    </w:p>
    <w:p w14:paraId="4CE4BCF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TDD</w:t>
      </w:r>
      <w:r>
        <w:tab/>
        <w:t>434</w:t>
      </w:r>
    </w:p>
    <w:p w14:paraId="7E314AC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CORESET for RMC scheduling</w:t>
      </w:r>
      <w:r>
        <w:tab/>
        <w:t>437</w:t>
      </w:r>
    </w:p>
    <w:p w14:paraId="440FB83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FDD</w:t>
      </w:r>
      <w:r>
        <w:tab/>
        <w:t>437</w:t>
      </w:r>
    </w:p>
    <w:p w14:paraId="2A1A3DA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TDD</w:t>
      </w:r>
      <w:r>
        <w:tab/>
        <w:t>438</w:t>
      </w:r>
    </w:p>
    <w:p w14:paraId="4BBB907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TDD UL/DL configuration</w:t>
      </w:r>
      <w:r>
        <w:tab/>
        <w:t>441</w:t>
      </w:r>
    </w:p>
    <w:p w14:paraId="75A342C2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OFDMA channel noise generator (OCNG)</w:t>
      </w:r>
      <w:r>
        <w:tab/>
        <w:t>442</w:t>
      </w:r>
    </w:p>
    <w:p w14:paraId="1344F88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Generic OFDMA Channel Noise Generator (OCNG)</w:t>
      </w:r>
      <w:r>
        <w:tab/>
        <w:t>442</w:t>
      </w:r>
    </w:p>
    <w:p w14:paraId="57FF03D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OCNG pattern 1: Generic OCNG pattern for all unused REs</w:t>
      </w:r>
      <w:r>
        <w:tab/>
        <w:t>442</w:t>
      </w:r>
    </w:p>
    <w:p w14:paraId="6D4272A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OCNG pattern 2: Generic OCNG pattern for all unused REs for 2AoA setup</w:t>
      </w:r>
      <w:r>
        <w:tab/>
        <w:t>443</w:t>
      </w:r>
    </w:p>
    <w:p w14:paraId="2934F83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A.3.2.1.3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OCNG pattern 3: Generic OCNG pattern for unused REs in the same bandwidth as CORESET</w:t>
      </w:r>
      <w:r>
        <w:tab/>
        <w:t>443</w:t>
      </w:r>
    </w:p>
    <w:p w14:paraId="7023FCF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A.3.2.1.4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OCNG pattern 4: Generic OCNG pattern for all unused REs outside SSB slot(s)</w:t>
      </w:r>
      <w:r>
        <w:tab/>
        <w:t>444</w:t>
      </w:r>
    </w:p>
    <w:p w14:paraId="2FACBAD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445</w:t>
      </w:r>
    </w:p>
    <w:p w14:paraId="1089AB65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Reference DRX configurations</w:t>
      </w:r>
      <w:r>
        <w:tab/>
        <w:t>445</w:t>
      </w:r>
    </w:p>
    <w:p w14:paraId="0C8105E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DRX Configuration 1: DRX cycle = 40 ms and TAT = 500 ms</w:t>
      </w:r>
      <w:r>
        <w:tab/>
        <w:t>445</w:t>
      </w:r>
    </w:p>
    <w:p w14:paraId="4CCB477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DRX Configuration 2: DRX cycle = 640 ms and TAT = 500 ms</w:t>
      </w:r>
      <w:r>
        <w:tab/>
        <w:t>445</w:t>
      </w:r>
    </w:p>
    <w:p w14:paraId="2D81084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DRX Configuration 3: DRX cycle = 40 ms and TAT = Infinity</w:t>
      </w:r>
      <w:r>
        <w:tab/>
        <w:t>445</w:t>
      </w:r>
    </w:p>
    <w:p w14:paraId="4A267AA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DRX Configuration 4: DRX cycle = 160 ms and TAT = Infinity</w:t>
      </w:r>
      <w:r>
        <w:tab/>
        <w:t>446</w:t>
      </w:r>
    </w:p>
    <w:p w14:paraId="413C5F1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A.3.3.5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DRX Configuration 5: DRX cycle = 320 ms and TAT = Infinity</w:t>
      </w:r>
      <w:r>
        <w:tab/>
        <w:t>446</w:t>
      </w:r>
    </w:p>
    <w:p w14:paraId="4418C9F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A.3.3.6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DRX Configuration 6: DRX cycle = 320 ms and TAT = 500 ms</w:t>
      </w:r>
      <w:r>
        <w:tab/>
        <w:t>446</w:t>
      </w:r>
    </w:p>
    <w:p w14:paraId="06084BE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A.3.3.7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DRX Configuration 7: DRX cycle = 640 ms and TAT = Infinity</w:t>
      </w:r>
      <w:r>
        <w:tab/>
        <w:t>447</w:t>
      </w:r>
    </w:p>
    <w:p w14:paraId="075430C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A.3.3.8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DRX Configuration 8: DRX cycle = 320 ms and TAT = Infinity</w:t>
      </w:r>
      <w:r>
        <w:tab/>
        <w:t>447</w:t>
      </w:r>
    </w:p>
    <w:p w14:paraId="43E0696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A.3.3.9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DRX Configuration 9: DRX cycle = 40 ms and TAT = 500 ms</w:t>
      </w:r>
      <w:r>
        <w:tab/>
        <w:t>447</w:t>
      </w:r>
    </w:p>
    <w:p w14:paraId="1337B0B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A.3.3.10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DRX Configuration 10: DRX cycle = 640 ms and TAT = 500 ms</w:t>
      </w:r>
      <w:r>
        <w:tab/>
        <w:t>448</w:t>
      </w:r>
    </w:p>
    <w:p w14:paraId="5A8232D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A.3.3.11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DRX Configuration 11: DRX cycle = 20 ms and TAT =</w:t>
      </w:r>
      <w:r w:rsidRPr="0046111E">
        <w:rPr>
          <w:rFonts w:cs="Arial"/>
          <w:lang w:val="en-US"/>
        </w:rPr>
        <w:t xml:space="preserve"> </w:t>
      </w:r>
      <w:r w:rsidRPr="0046111E">
        <w:rPr>
          <w:rFonts w:cs="Arial"/>
        </w:rPr>
        <w:t>Infinity</w:t>
      </w:r>
      <w:r>
        <w:tab/>
        <w:t>448</w:t>
      </w:r>
    </w:p>
    <w:p w14:paraId="4FE5595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A.3.3.12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DRX Configuration 12: DRX cycle = 640 ms and TAT = Infinity</w:t>
      </w:r>
      <w:r>
        <w:tab/>
        <w:t>448</w:t>
      </w:r>
    </w:p>
    <w:p w14:paraId="2CA051E4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Cases with Different Channel Bandwidths</w:t>
      </w:r>
      <w:r>
        <w:tab/>
        <w:t>448</w:t>
      </w:r>
    </w:p>
    <w:p w14:paraId="1D726D0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Cases with Different E-UTRA Channel Bandwidths</w:t>
      </w:r>
      <w:r>
        <w:tab/>
        <w:t>448</w:t>
      </w:r>
    </w:p>
    <w:p w14:paraId="49CD46D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448</w:t>
      </w:r>
    </w:p>
    <w:p w14:paraId="632265E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Principle of testing</w:t>
      </w:r>
      <w:r>
        <w:tab/>
        <w:t>449</w:t>
      </w:r>
    </w:p>
    <w:p w14:paraId="39AC9F5F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Cases for Synchronous and Asynchronous DC Operations</w:t>
      </w:r>
      <w:r>
        <w:tab/>
        <w:t>449</w:t>
      </w:r>
    </w:p>
    <w:p w14:paraId="2E6ABF6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Test Cases for Synchronous and Asynchronous EN-DC Operations</w:t>
      </w:r>
      <w:r>
        <w:tab/>
        <w:t>449</w:t>
      </w:r>
    </w:p>
    <w:p w14:paraId="503E901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449</w:t>
      </w:r>
    </w:p>
    <w:p w14:paraId="0B2B885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Principle of Testing</w:t>
      </w:r>
      <w:r>
        <w:tab/>
        <w:t>449</w:t>
      </w:r>
    </w:p>
    <w:p w14:paraId="201B6434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Antenna configurations</w:t>
      </w:r>
      <w:r>
        <w:tab/>
        <w:t>449</w:t>
      </w:r>
    </w:p>
    <w:p w14:paraId="55DFE18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Antenna configurations for FR1</w:t>
      </w:r>
      <w:r>
        <w:tab/>
        <w:t>449</w:t>
      </w:r>
    </w:p>
    <w:p w14:paraId="08DAD7B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Antenna connection</w:t>
      </w:r>
      <w:r w:rsidRPr="0046111E">
        <w:rPr>
          <w:snapToGrid w:val="0"/>
          <w:lang w:eastAsia="zh-CN"/>
        </w:rPr>
        <w:t xml:space="preserve"> for 4 Rx capable UEs</w:t>
      </w:r>
      <w:r>
        <w:tab/>
        <w:t>449</w:t>
      </w:r>
    </w:p>
    <w:p w14:paraId="4E91AC9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A.3.6.1.1.1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449</w:t>
      </w:r>
    </w:p>
    <w:p w14:paraId="4597106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A.3.6.1.1.2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Principle of testing</w:t>
      </w:r>
      <w:r>
        <w:tab/>
        <w:t>449</w:t>
      </w:r>
    </w:p>
    <w:p w14:paraId="4F5CCFF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Antenna configurations for FR2</w:t>
      </w:r>
      <w:r>
        <w:tab/>
        <w:t>452</w:t>
      </w:r>
    </w:p>
    <w:p w14:paraId="36A38921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A.3.6A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Antenna configurations with unlicensed bands</w:t>
      </w:r>
      <w:r>
        <w:tab/>
        <w:t>452</w:t>
      </w:r>
    </w:p>
    <w:p w14:paraId="3AD092A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A.3.6A.1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Antenna configurations for FR1</w:t>
      </w:r>
      <w:r>
        <w:tab/>
        <w:t>452</w:t>
      </w:r>
    </w:p>
    <w:p w14:paraId="6E95E39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A.3.6A.1.1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Antenna connection</w:t>
      </w:r>
      <w:r w:rsidRPr="0046111E">
        <w:rPr>
          <w:snapToGrid w:val="0"/>
          <w:lang w:eastAsia="zh-CN"/>
        </w:rPr>
        <w:t xml:space="preserve"> for 4 Rx capable UEs</w:t>
      </w:r>
      <w:r>
        <w:tab/>
        <w:t>452</w:t>
      </w:r>
    </w:p>
    <w:p w14:paraId="0748B4B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A.3.6A.1.1.1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452</w:t>
      </w:r>
    </w:p>
    <w:p w14:paraId="0B4934B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A.3.6A.1.1.2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Principle of testing</w:t>
      </w:r>
      <w:r>
        <w:tab/>
        <w:t>452</w:t>
      </w:r>
    </w:p>
    <w:p w14:paraId="1276E881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test setup</w:t>
      </w:r>
      <w:r>
        <w:tab/>
        <w:t>454</w:t>
      </w:r>
    </w:p>
    <w:p w14:paraId="76C268E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Introduction</w:t>
      </w:r>
      <w:r>
        <w:tab/>
        <w:t>454</w:t>
      </w:r>
    </w:p>
    <w:p w14:paraId="1B3FC0D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E-UTRAN Serving Cell Parameters</w:t>
      </w:r>
      <w:r>
        <w:tab/>
        <w:t>454</w:t>
      </w:r>
    </w:p>
    <w:p w14:paraId="77D6887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A.3.7.2.1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E-UTRAN Serving Cell Parameters for Tests with NR Cell(s) in FR1</w:t>
      </w:r>
      <w:r>
        <w:tab/>
        <w:t>454</w:t>
      </w:r>
    </w:p>
    <w:p w14:paraId="7C3E478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A.3.7.2.2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E-UTRAN Serving Cell Parameters for Tests with NR Cell(s) in FR2</w:t>
      </w:r>
      <w:r>
        <w:tab/>
        <w:t>455</w:t>
      </w:r>
    </w:p>
    <w:p w14:paraId="7C4BABAF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A.3.7A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FR1-FR2 test setup</w:t>
      </w:r>
      <w:r>
        <w:tab/>
        <w:t>456</w:t>
      </w:r>
    </w:p>
    <w:p w14:paraId="7E065314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A.3.7B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test setup with unlicensed bands</w:t>
      </w:r>
      <w:r>
        <w:tab/>
        <w:t>457</w:t>
      </w:r>
    </w:p>
    <w:p w14:paraId="53AE25D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A.3.7B.1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Introduction</w:t>
      </w:r>
      <w:r>
        <w:tab/>
        <w:t>457</w:t>
      </w:r>
    </w:p>
    <w:p w14:paraId="5AEF9C6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A.3.7B.2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E-UTRAN Serving Cell Parameters</w:t>
      </w:r>
      <w:r>
        <w:tab/>
        <w:t>457</w:t>
      </w:r>
    </w:p>
    <w:p w14:paraId="354EE9D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A.3.7B.2.1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E-UTRAN Serving Cell Parameters for Tests with NR Cell(s) under CCA in FR1</w:t>
      </w:r>
      <w:r>
        <w:tab/>
        <w:t>457</w:t>
      </w:r>
    </w:p>
    <w:p w14:paraId="2F6DA437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A.3.7C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LTE-FR1/FR2 test setup</w:t>
      </w:r>
      <w:r>
        <w:tab/>
        <w:t>458</w:t>
      </w:r>
    </w:p>
    <w:p w14:paraId="1C4193EB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</w:t>
      </w:r>
      <w:r>
        <w:rPr>
          <w:lang w:eastAsia="zh-CN"/>
        </w:rPr>
        <w:t>.7D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NE-DC</w:t>
      </w:r>
      <w:r>
        <w:t xml:space="preserve"> test setup</w:t>
      </w:r>
      <w:r>
        <w:tab/>
        <w:t>458</w:t>
      </w:r>
    </w:p>
    <w:p w14:paraId="1AD4723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</w:t>
      </w:r>
      <w:r w:rsidRPr="0046111E">
        <w:rPr>
          <w:snapToGrid w:val="0"/>
          <w:lang w:eastAsia="zh-CN"/>
        </w:rPr>
        <w:t>.7D.1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Introduction</w:t>
      </w:r>
      <w:r>
        <w:tab/>
        <w:t>458</w:t>
      </w:r>
    </w:p>
    <w:p w14:paraId="632E8BA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</w:t>
      </w:r>
      <w:r w:rsidRPr="0046111E">
        <w:rPr>
          <w:snapToGrid w:val="0"/>
          <w:lang w:eastAsia="zh-CN"/>
        </w:rPr>
        <w:t>.7D.2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E-UTRAN Serving Cell Parameters</w:t>
      </w:r>
      <w:r>
        <w:tab/>
        <w:t>458</w:t>
      </w:r>
    </w:p>
    <w:p w14:paraId="0BAFB60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</w:t>
      </w:r>
      <w:r w:rsidRPr="0046111E">
        <w:rPr>
          <w:snapToGrid w:val="0"/>
          <w:lang w:eastAsia="zh-CN"/>
        </w:rPr>
        <w:t>.7D.2.1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E-UTRAN Serving Cell Parameters for Tests with NR Cell(s) in FR1</w:t>
      </w:r>
      <w:r>
        <w:tab/>
        <w:t>458</w:t>
      </w:r>
    </w:p>
    <w:p w14:paraId="6EE6B46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</w:t>
      </w:r>
      <w:r w:rsidRPr="0046111E">
        <w:rPr>
          <w:snapToGrid w:val="0"/>
          <w:lang w:eastAsia="zh-CN"/>
        </w:rPr>
        <w:t>.7D.2.2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E-UTRAN Serving Cell Parameters for Tests with NR Cell(s) in FR2</w:t>
      </w:r>
      <w:r>
        <w:tab/>
        <w:t>458</w:t>
      </w:r>
    </w:p>
    <w:p w14:paraId="23A4DF44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PRACH</w:t>
      </w:r>
      <w:r>
        <w:t xml:space="preserve"> configurations</w:t>
      </w:r>
      <w:r>
        <w:tab/>
        <w:t>458</w:t>
      </w:r>
    </w:p>
    <w:p w14:paraId="0715FE8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</w:t>
      </w:r>
      <w:r w:rsidRPr="0046111E">
        <w:rPr>
          <w:snapToGrid w:val="0"/>
          <w:lang w:eastAsia="zh-CN"/>
        </w:rPr>
        <w:t>8</w:t>
      </w:r>
      <w:r w:rsidRPr="0046111E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458</w:t>
      </w:r>
    </w:p>
    <w:p w14:paraId="71D3790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A.3.8.</w:t>
      </w:r>
      <w:r w:rsidRPr="0046111E">
        <w:rPr>
          <w:snapToGrid w:val="0"/>
          <w:lang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PRACH configurations in FR1</w:t>
      </w:r>
      <w:r>
        <w:tab/>
        <w:t>459</w:t>
      </w:r>
    </w:p>
    <w:p w14:paraId="58D713E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FR1 PRACH configuration 1</w:t>
      </w:r>
      <w:r>
        <w:tab/>
        <w:t>459</w:t>
      </w:r>
    </w:p>
    <w:p w14:paraId="4E226ED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A.3.8.</w:t>
      </w:r>
      <w:r>
        <w:rPr>
          <w:lang w:eastAsia="zh-CN"/>
        </w:rPr>
        <w:t>2</w:t>
      </w:r>
      <w: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FR1 PRACH configuration 2</w:t>
      </w:r>
      <w:r>
        <w:tab/>
        <w:t>459</w:t>
      </w:r>
    </w:p>
    <w:p w14:paraId="1A02E84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FR1 PRACH configuration 3</w:t>
      </w:r>
      <w:r>
        <w:tab/>
        <w:t>460</w:t>
      </w:r>
    </w:p>
    <w:p w14:paraId="7C94B74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FR1 PRACH configuration 4</w:t>
      </w:r>
      <w:r>
        <w:tab/>
        <w:t>461</w:t>
      </w:r>
    </w:p>
    <w:p w14:paraId="70487C2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A.3.8.</w:t>
      </w:r>
      <w:r w:rsidRPr="0046111E">
        <w:rPr>
          <w:snapToGrid w:val="0"/>
          <w:lang w:eastAsia="zh-CN"/>
        </w:rP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PRACH configurations in FR</w:t>
      </w:r>
      <w:r w:rsidRPr="0046111E">
        <w:rPr>
          <w:snapToGrid w:val="0"/>
          <w:lang w:eastAsia="zh-CN"/>
        </w:rPr>
        <w:t>2</w:t>
      </w:r>
      <w:r>
        <w:tab/>
        <w:t>462</w:t>
      </w:r>
    </w:p>
    <w:p w14:paraId="27CEEDB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FR2 PRACH configuration 1</w:t>
      </w:r>
      <w:r>
        <w:tab/>
        <w:t>462</w:t>
      </w:r>
    </w:p>
    <w:p w14:paraId="48820C0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FR2 PRACH configuration 2</w:t>
      </w:r>
      <w:r>
        <w:tab/>
        <w:t>463</w:t>
      </w:r>
    </w:p>
    <w:p w14:paraId="40132E4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FR2 PRACH configuration 3</w:t>
      </w:r>
      <w:r>
        <w:tab/>
        <w:t>464</w:t>
      </w:r>
    </w:p>
    <w:p w14:paraId="3AE2F7D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8</w:t>
      </w:r>
      <w:r>
        <w:t>.</w:t>
      </w:r>
      <w:r>
        <w:rPr>
          <w:lang w:eastAsia="zh-CN"/>
        </w:rPr>
        <w:t>3</w:t>
      </w:r>
      <w:r>
        <w:t>.</w:t>
      </w:r>
      <w:r>
        <w:rPr>
          <w:lang w:eastAsia="zh-CN"/>
        </w:rPr>
        <w:t>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FR2 PRACH configuration 4</w:t>
      </w:r>
      <w:r>
        <w:tab/>
        <w:t>465</w:t>
      </w:r>
    </w:p>
    <w:p w14:paraId="304AC6BA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8A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PRACH</w:t>
      </w:r>
      <w:r>
        <w:t xml:space="preserve"> configurations under CCA</w:t>
      </w:r>
      <w:r>
        <w:tab/>
        <w:t>466</w:t>
      </w:r>
    </w:p>
    <w:p w14:paraId="3FB69C5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lastRenderedPageBreak/>
        <w:t>A.3.</w:t>
      </w:r>
      <w:r w:rsidRPr="0046111E">
        <w:rPr>
          <w:snapToGrid w:val="0"/>
          <w:lang w:eastAsia="zh-CN"/>
        </w:rPr>
        <w:t>8A</w:t>
      </w:r>
      <w:r w:rsidRPr="0046111E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466</w:t>
      </w:r>
    </w:p>
    <w:p w14:paraId="5B97CBF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A.3.8A.</w:t>
      </w:r>
      <w:r w:rsidRPr="0046111E">
        <w:rPr>
          <w:snapToGrid w:val="0"/>
          <w:lang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PRACH configurations in FR1</w:t>
      </w:r>
      <w:r>
        <w:tab/>
        <w:t>466</w:t>
      </w:r>
    </w:p>
    <w:p w14:paraId="69784B7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8A</w:t>
      </w:r>
      <w:r>
        <w:t>.</w:t>
      </w:r>
      <w:r>
        <w:rPr>
          <w:lang w:eastAsia="zh-CN"/>
        </w:rPr>
        <w:t>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FR1 PRACH configuration 1 under CCA</w:t>
      </w:r>
      <w:r>
        <w:tab/>
        <w:t>466</w:t>
      </w:r>
    </w:p>
    <w:p w14:paraId="46F52AA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A.3.8A.</w:t>
      </w:r>
      <w:r>
        <w:rPr>
          <w:lang w:eastAsia="zh-CN"/>
        </w:rPr>
        <w:t>2</w:t>
      </w:r>
      <w: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FR1 PRACH configuration 2</w:t>
      </w:r>
      <w:r>
        <w:rPr>
          <w:lang w:eastAsia="zh-CN"/>
        </w:rPr>
        <w:t xml:space="preserve"> under CCA</w:t>
      </w:r>
      <w:r>
        <w:tab/>
        <w:t>467</w:t>
      </w:r>
    </w:p>
    <w:p w14:paraId="4671B7CF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BWP configurations</w:t>
      </w:r>
      <w:r>
        <w:tab/>
        <w:t>468</w:t>
      </w:r>
    </w:p>
    <w:p w14:paraId="13A55F1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Introduction</w:t>
      </w:r>
      <w:r>
        <w:tab/>
        <w:t>468</w:t>
      </w:r>
    </w:p>
    <w:p w14:paraId="4A3C9AA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Downlink BWP configurations</w:t>
      </w:r>
      <w:r>
        <w:tab/>
        <w:t>469</w:t>
      </w:r>
    </w:p>
    <w:p w14:paraId="1205576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A.3.9.2.1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Initial BWP</w:t>
      </w:r>
      <w:r>
        <w:tab/>
        <w:t>469</w:t>
      </w:r>
    </w:p>
    <w:p w14:paraId="71F6CB6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A.3.9.2.2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Dedicated BWP</w:t>
      </w:r>
      <w:r>
        <w:tab/>
        <w:t>469</w:t>
      </w:r>
    </w:p>
    <w:p w14:paraId="23E5349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A.3.9.3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Uplink BWP configurations</w:t>
      </w:r>
      <w:r>
        <w:tab/>
        <w:t>469</w:t>
      </w:r>
    </w:p>
    <w:p w14:paraId="2B1F2B2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A.3.9.3.1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Initial BWP</w:t>
      </w:r>
      <w:r>
        <w:tab/>
        <w:t>469</w:t>
      </w:r>
    </w:p>
    <w:p w14:paraId="65C6FD4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A.3.9.3.2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Dedicated BWP</w:t>
      </w:r>
      <w:r>
        <w:tab/>
        <w:t>470</w:t>
      </w:r>
    </w:p>
    <w:p w14:paraId="1DF0BBDC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SSB Configurations</w:t>
      </w:r>
      <w:r>
        <w:tab/>
        <w:t>470</w:t>
      </w:r>
    </w:p>
    <w:p w14:paraId="3763999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A.3.10.1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SSB Configurations for FR1</w:t>
      </w:r>
      <w:r>
        <w:tab/>
        <w:t>470</w:t>
      </w:r>
    </w:p>
    <w:p w14:paraId="03076E2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A.3.10.1.1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SSB pattern 1 in FR1: SSB allocation for SSB SCS=15 kHz in 10 MHz</w:t>
      </w:r>
      <w:r>
        <w:tab/>
        <w:t>470</w:t>
      </w:r>
    </w:p>
    <w:p w14:paraId="4F19882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A.3.10.1.5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SSB pattern 5 in FR1: </w:t>
      </w:r>
      <w:r>
        <w:rPr>
          <w:lang w:eastAsia="ja-JP"/>
        </w:rPr>
        <w:t xml:space="preserve">SSB </w:t>
      </w:r>
      <w:r>
        <w:t>allocation</w:t>
      </w:r>
      <w:r>
        <w:rPr>
          <w:lang w:eastAsia="ja-JP"/>
        </w:rPr>
        <w:t xml:space="preserve"> for SSB SCS=15 kHz starting from odd SFN in 10 MHz</w:t>
      </w:r>
      <w:r>
        <w:tab/>
        <w:t>472</w:t>
      </w:r>
    </w:p>
    <w:p w14:paraId="21897D5E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A.3.10A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SSB Configurations under CCA</w:t>
      </w:r>
      <w:r>
        <w:tab/>
        <w:t>477</w:t>
      </w:r>
    </w:p>
    <w:p w14:paraId="329B3BE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A.3.10A.1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SSB Configurations under CCA for FR1</w:t>
      </w:r>
      <w:r>
        <w:tab/>
        <w:t>477</w:t>
      </w:r>
    </w:p>
    <w:p w14:paraId="085665C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A.3.10A.1.1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SSB pattern 1 under CCA for semi-static channel access: SSB allocation for SSB SCS=30kHz in 40MHz</w:t>
      </w:r>
      <w:r>
        <w:tab/>
        <w:t>477</w:t>
      </w:r>
    </w:p>
    <w:p w14:paraId="758AB6F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A.3.10A.1.2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SSB pattern 2 under CCA for dynamic channel access: SSB allocation for SSB SCS=30kHz in 40MHz</w:t>
      </w:r>
      <w:r>
        <w:tab/>
        <w:t>478</w:t>
      </w:r>
    </w:p>
    <w:p w14:paraId="659911D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A.3.10A.1.3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SSB pattern 3 under CCA for semi-static channel access: SSB allocation for SSB SCS=30 kHz in 40 MHz</w:t>
      </w:r>
      <w:r>
        <w:tab/>
        <w:t>478</w:t>
      </w:r>
    </w:p>
    <w:p w14:paraId="3C4F551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A.3.10A.1.4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SSB pattern 4 under CCA for dynamic channel access: SSB allocation for SSB SCS=30 kHz in 40 MHz</w:t>
      </w:r>
      <w:r>
        <w:tab/>
        <w:t>479</w:t>
      </w:r>
    </w:p>
    <w:p w14:paraId="4A7FBB87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A.3.11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SMTC Configurations</w:t>
      </w:r>
      <w:r>
        <w:tab/>
        <w:t>479</w:t>
      </w:r>
    </w:p>
    <w:p w14:paraId="214A0D0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A.3.11.1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SMTC pattern 1: SMTC period = 20 ms with SMTC duration = 1 ms</w:t>
      </w:r>
      <w:r>
        <w:tab/>
        <w:t>479</w:t>
      </w:r>
    </w:p>
    <w:p w14:paraId="30E276F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A.3.11.2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SMTC pattern 2: SMTC period = 20 ms with SMTC duration = 5 ms</w:t>
      </w:r>
      <w:r>
        <w:tab/>
        <w:t>479</w:t>
      </w:r>
    </w:p>
    <w:p w14:paraId="7AFBE9F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A.3.11.3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SMTC pattern 3: SMTC period = 160 ms with SMTC duration = 1 ms</w:t>
      </w:r>
      <w:r>
        <w:tab/>
        <w:t>480</w:t>
      </w:r>
    </w:p>
    <w:p w14:paraId="2D4C17C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A.3.11.4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SMTC pattern 4: SMTC period = 20 ms with SMTC duration = 1 ms</w:t>
      </w:r>
      <w:r>
        <w:tab/>
        <w:t>480</w:t>
      </w:r>
    </w:p>
    <w:p w14:paraId="5B380B5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A.3.11.5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SMTC pattern 5: SMTC period = 20 ms with SMTC duration = 5 ms</w:t>
      </w:r>
      <w:r>
        <w:tab/>
        <w:t>480</w:t>
      </w:r>
    </w:p>
    <w:p w14:paraId="1019279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A.3.11.6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SMTC pattern 6: SMTC period = 20 ms with SMTC duration = 5 ms</w:t>
      </w:r>
      <w:r>
        <w:tab/>
        <w:t>480</w:t>
      </w:r>
    </w:p>
    <w:p w14:paraId="300F6FF1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A.3.12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Cases with Different CC Configurations</w:t>
      </w:r>
      <w:r>
        <w:tab/>
        <w:t>480</w:t>
      </w:r>
    </w:p>
    <w:p w14:paraId="5B4645F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A.3.12.1 EN-DC Test Cases with Different EN-DC Configurations</w:t>
      </w:r>
      <w:r>
        <w:tab/>
        <w:t>480</w:t>
      </w:r>
    </w:p>
    <w:p w14:paraId="31F717A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A.3.12.1.1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480</w:t>
      </w:r>
    </w:p>
    <w:p w14:paraId="6F5261D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A.3.12.1.2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Principle of testing</w:t>
      </w:r>
      <w:r>
        <w:tab/>
        <w:t>481</w:t>
      </w:r>
    </w:p>
    <w:p w14:paraId="4680539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A.3.12.2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Carrier Aggregation Test Cases with Different CA Configurations</w:t>
      </w:r>
      <w:r>
        <w:tab/>
        <w:t>481</w:t>
      </w:r>
    </w:p>
    <w:p w14:paraId="4413A3A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A.3.12.2.1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481</w:t>
      </w:r>
    </w:p>
    <w:p w14:paraId="4079B7F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A.3.12.2.2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Principle of testing</w:t>
      </w:r>
      <w:r>
        <w:tab/>
        <w:t>481</w:t>
      </w:r>
    </w:p>
    <w:p w14:paraId="1893ACCB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A.3.13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Cases in SA and EN-DC Operations</w:t>
      </w:r>
      <w:r>
        <w:tab/>
        <w:t>481</w:t>
      </w:r>
    </w:p>
    <w:p w14:paraId="7458995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A.3.13.1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481</w:t>
      </w:r>
    </w:p>
    <w:p w14:paraId="05FFCE9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A.3.13.2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Principle of Testing</w:t>
      </w:r>
      <w:r>
        <w:tab/>
        <w:t>481</w:t>
      </w:r>
    </w:p>
    <w:p w14:paraId="41A62A70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A.3.13A Test Cases involving E-UTRA/FR1 and FR2 carriers</w:t>
      </w:r>
      <w:r>
        <w:tab/>
        <w:t>482</w:t>
      </w:r>
    </w:p>
    <w:p w14:paraId="1EB6D68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A.3.13A.1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482</w:t>
      </w:r>
    </w:p>
    <w:p w14:paraId="675058E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A.3.13A.2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Principle of Testing in EN-DC</w:t>
      </w:r>
      <w:r>
        <w:tab/>
        <w:t>482</w:t>
      </w:r>
    </w:p>
    <w:p w14:paraId="106F4C5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A.3.13A.3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Principle of Testing in SA</w:t>
      </w:r>
      <w:r>
        <w:tab/>
        <w:t>482</w:t>
      </w:r>
    </w:p>
    <w:p w14:paraId="18CF9452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13B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Test Cases for </w:t>
      </w:r>
      <w:r>
        <w:rPr>
          <w:lang w:eastAsia="zh-CN"/>
        </w:rPr>
        <w:t>EN-DC</w:t>
      </w:r>
      <w:r>
        <w:t xml:space="preserve"> and </w:t>
      </w:r>
      <w:r>
        <w:rPr>
          <w:lang w:eastAsia="zh-CN"/>
        </w:rPr>
        <w:t>NE-DC</w:t>
      </w:r>
      <w:r>
        <w:t xml:space="preserve"> Operations</w:t>
      </w:r>
      <w:r>
        <w:tab/>
        <w:t>483</w:t>
      </w:r>
    </w:p>
    <w:p w14:paraId="6E79DFE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13B</w:t>
      </w:r>
      <w: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Active BWP switch</w:t>
      </w:r>
      <w:r>
        <w:rPr>
          <w:lang w:eastAsia="zh-CN"/>
        </w:rPr>
        <w:t xml:space="preserve"> </w:t>
      </w:r>
      <w:r>
        <w:t xml:space="preserve">Test Cases for </w:t>
      </w:r>
      <w:r>
        <w:rPr>
          <w:lang w:eastAsia="zh-CN"/>
        </w:rPr>
        <w:t>EN-DC and NE-DC</w:t>
      </w:r>
      <w:r>
        <w:t xml:space="preserve"> Operations</w:t>
      </w:r>
      <w:r>
        <w:tab/>
        <w:t>483</w:t>
      </w:r>
    </w:p>
    <w:p w14:paraId="548FCA7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13B</w:t>
      </w:r>
      <w:r>
        <w:t>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483</w:t>
      </w:r>
    </w:p>
    <w:p w14:paraId="2B57AC9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13B</w:t>
      </w:r>
      <w:r>
        <w:t>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Principle of Testing</w:t>
      </w:r>
      <w:r>
        <w:tab/>
        <w:t>483</w:t>
      </w:r>
    </w:p>
    <w:p w14:paraId="5D8624B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13B</w:t>
      </w:r>
      <w:r>
        <w:t>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 xml:space="preserve">SFTD accuracy </w:t>
      </w:r>
      <w:r>
        <w:t xml:space="preserve">Test Cases for </w:t>
      </w:r>
      <w:r>
        <w:rPr>
          <w:lang w:eastAsia="zh-CN"/>
        </w:rPr>
        <w:t>EN-DC and NE-DC</w:t>
      </w:r>
      <w:r>
        <w:t xml:space="preserve"> Operations</w:t>
      </w:r>
      <w:r>
        <w:tab/>
        <w:t>483</w:t>
      </w:r>
    </w:p>
    <w:p w14:paraId="7E3BF30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13B</w:t>
      </w:r>
      <w:r>
        <w:t>.</w:t>
      </w:r>
      <w:r>
        <w:rPr>
          <w:lang w:eastAsia="zh-CN"/>
        </w:rPr>
        <w:t>2</w:t>
      </w:r>
      <w: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483</w:t>
      </w:r>
    </w:p>
    <w:p w14:paraId="5CE705E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13B</w:t>
      </w:r>
      <w:r>
        <w:t>.</w:t>
      </w:r>
      <w:r>
        <w:rPr>
          <w:lang w:eastAsia="zh-CN"/>
        </w:rPr>
        <w:t>2</w:t>
      </w:r>
      <w: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Principle of Testing</w:t>
      </w:r>
      <w:r>
        <w:tab/>
        <w:t>483</w:t>
      </w:r>
    </w:p>
    <w:p w14:paraId="25D9FE6E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A.3.14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CSI-RS configurations</w:t>
      </w:r>
      <w:r>
        <w:tab/>
        <w:t>484</w:t>
      </w:r>
    </w:p>
    <w:p w14:paraId="37028C7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A.3.14.1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FDD</w:t>
      </w:r>
      <w:r>
        <w:tab/>
        <w:t>484</w:t>
      </w:r>
    </w:p>
    <w:p w14:paraId="77D293A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A.3.14.2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TDD</w:t>
      </w:r>
      <w:r>
        <w:tab/>
        <w:t>486</w:t>
      </w:r>
    </w:p>
    <w:p w14:paraId="64776E3E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</w:t>
      </w:r>
      <w:r w:rsidRPr="0046111E">
        <w:rPr>
          <w:snapToGrid w:val="0"/>
          <w:lang w:eastAsia="zh-CN"/>
        </w:rPr>
        <w:t>3</w:t>
      </w:r>
      <w:r w:rsidRPr="0046111E">
        <w:rPr>
          <w:snapToGrid w:val="0"/>
        </w:rPr>
        <w:t>.15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Angle of Arrival (AoA) for FR2 RRM test cases</w:t>
      </w:r>
      <w:r>
        <w:tab/>
        <w:t>491</w:t>
      </w:r>
    </w:p>
    <w:p w14:paraId="54CD350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</w:t>
      </w:r>
      <w:r w:rsidRPr="0046111E">
        <w:rPr>
          <w:snapToGrid w:val="0"/>
          <w:lang w:eastAsia="zh-CN"/>
        </w:rPr>
        <w:t>3</w:t>
      </w:r>
      <w:r w:rsidRPr="0046111E">
        <w:rPr>
          <w:snapToGrid w:val="0"/>
        </w:rPr>
        <w:t>.15.1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Setup 1: Single AoA in Rx beam peak direction</w:t>
      </w:r>
      <w:r>
        <w:tab/>
        <w:t>491</w:t>
      </w:r>
    </w:p>
    <w:p w14:paraId="5F78856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</w:t>
      </w:r>
      <w:r w:rsidRPr="0046111E">
        <w:rPr>
          <w:snapToGrid w:val="0"/>
          <w:lang w:eastAsia="zh-CN"/>
        </w:rPr>
        <w:t>3</w:t>
      </w:r>
      <w:r w:rsidRPr="0046111E">
        <w:rPr>
          <w:snapToGrid w:val="0"/>
        </w:rPr>
        <w:t>.15.2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Setup 2: Single AoA in non Rx beam peak direction</w:t>
      </w:r>
      <w:r>
        <w:tab/>
        <w:t>491</w:t>
      </w:r>
    </w:p>
    <w:p w14:paraId="2DA329F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ja-JP"/>
        </w:rPr>
        <w:t>A.3.15.2.1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ja-JP"/>
        </w:rPr>
        <w:t>Setup 2a: Single AoA in non Rx beam peak direction without change in direction</w:t>
      </w:r>
      <w:r>
        <w:tab/>
        <w:t>491</w:t>
      </w:r>
    </w:p>
    <w:p w14:paraId="678DEF9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ja-JP"/>
        </w:rPr>
        <w:t>A.3.15.2.2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ja-JP"/>
        </w:rPr>
        <w:t>Setup 2b: Single AoA in non Rx beam peak direction with change in direction</w:t>
      </w:r>
      <w:r>
        <w:tab/>
        <w:t>492</w:t>
      </w:r>
    </w:p>
    <w:p w14:paraId="4B2DBEF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lastRenderedPageBreak/>
        <w:t>A.</w:t>
      </w:r>
      <w:r w:rsidRPr="0046111E">
        <w:rPr>
          <w:snapToGrid w:val="0"/>
          <w:lang w:eastAsia="zh-CN"/>
        </w:rPr>
        <w:t>3</w:t>
      </w:r>
      <w:r w:rsidRPr="0046111E">
        <w:rPr>
          <w:snapToGrid w:val="0"/>
        </w:rPr>
        <w:t>.15.3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Setup 3: 2 AoAs</w:t>
      </w:r>
      <w:r>
        <w:tab/>
        <w:t>492</w:t>
      </w:r>
    </w:p>
    <w:p w14:paraId="3504B3C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</w:t>
      </w:r>
      <w:r w:rsidRPr="0046111E">
        <w:rPr>
          <w:snapToGrid w:val="0"/>
          <w:lang w:eastAsia="zh-CN"/>
        </w:rPr>
        <w:t>3</w:t>
      </w:r>
      <w:r w:rsidRPr="0046111E">
        <w:rPr>
          <w:snapToGrid w:val="0"/>
        </w:rPr>
        <w:t>.15.4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 xml:space="preserve">Setup 4: 2 AoAs, </w:t>
      </w:r>
      <w:r>
        <w:rPr>
          <w:lang w:eastAsia="ja-JP"/>
        </w:rPr>
        <w:t>1 AoA in Rx beam peak direction, 1 in non Rx beam peak</w:t>
      </w:r>
      <w:r>
        <w:tab/>
        <w:t>492</w:t>
      </w:r>
    </w:p>
    <w:p w14:paraId="1072625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ja-JP"/>
        </w:rPr>
        <w:t>A.3.15.4.1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ja-JP"/>
        </w:rPr>
        <w:t xml:space="preserve">Setup 4a: 2 </w:t>
      </w:r>
      <w:r w:rsidRPr="0046111E">
        <w:rPr>
          <w:snapToGrid w:val="0"/>
        </w:rPr>
        <w:t xml:space="preserve">AoAs, </w:t>
      </w:r>
      <w:r>
        <w:rPr>
          <w:lang w:eastAsia="ja-JP"/>
        </w:rPr>
        <w:t>1 AoA in Rx beam peak direction, 1 in non Rx beam peak without change in direction</w:t>
      </w:r>
      <w:r>
        <w:tab/>
        <w:t>492</w:t>
      </w:r>
    </w:p>
    <w:p w14:paraId="0F3282A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ja-JP"/>
        </w:rPr>
        <w:t>A.3.15.4.2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ja-JP"/>
        </w:rPr>
        <w:t xml:space="preserve">Setup 4b: 2 </w:t>
      </w:r>
      <w:r w:rsidRPr="0046111E">
        <w:rPr>
          <w:snapToGrid w:val="0"/>
        </w:rPr>
        <w:t xml:space="preserve">AoAs, </w:t>
      </w:r>
      <w:r>
        <w:rPr>
          <w:lang w:eastAsia="ja-JP"/>
        </w:rPr>
        <w:t>1 AoA in Rx beam peak direction, 1 in non Rx beam peak with change in direction</w:t>
      </w:r>
      <w:r>
        <w:tab/>
        <w:t>492</w:t>
      </w:r>
    </w:p>
    <w:p w14:paraId="1FCB60F1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A.3.16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TCI State Configuration</w:t>
      </w:r>
      <w:r>
        <w:tab/>
        <w:t>493</w:t>
      </w:r>
    </w:p>
    <w:p w14:paraId="5852C55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A.3.16.1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493</w:t>
      </w:r>
    </w:p>
    <w:p w14:paraId="7A69282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A.3.16.2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TCI states</w:t>
      </w:r>
      <w:r>
        <w:tab/>
        <w:t>493</w:t>
      </w:r>
    </w:p>
    <w:p w14:paraId="2F36CEBE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A.3.17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Configurations of CSI-RS for tracking</w:t>
      </w:r>
      <w:r>
        <w:tab/>
        <w:t>493</w:t>
      </w:r>
    </w:p>
    <w:p w14:paraId="64A60FA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A.3.17.1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Configuration of CSI-RS for tracking for FR1</w:t>
      </w:r>
      <w:r>
        <w:tab/>
        <w:t>493</w:t>
      </w:r>
    </w:p>
    <w:p w14:paraId="51B4A36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A.3.17.1.1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FDD</w:t>
      </w:r>
      <w:r>
        <w:tab/>
        <w:t>493</w:t>
      </w:r>
    </w:p>
    <w:p w14:paraId="19EDD02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A.3.17.1.2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TDD</w:t>
      </w:r>
      <w:r>
        <w:tab/>
        <w:t>494</w:t>
      </w:r>
    </w:p>
    <w:p w14:paraId="53566BC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A.3.17.2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Configuration of CSI-RS for tracking for FR2</w:t>
      </w:r>
      <w:r>
        <w:tab/>
        <w:t>495</w:t>
      </w:r>
    </w:p>
    <w:p w14:paraId="3571EA2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A.3.17.2.1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TDD</w:t>
      </w:r>
      <w:r>
        <w:tab/>
        <w:t>495</w:t>
      </w:r>
    </w:p>
    <w:p w14:paraId="6E304509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A.3.18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Additional definitions related to OTA testing for FR2 RRM test cases</w:t>
      </w:r>
      <w:r>
        <w:tab/>
        <w:t>496</w:t>
      </w:r>
    </w:p>
    <w:p w14:paraId="4CD561E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A.3.18.1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496</w:t>
      </w:r>
    </w:p>
    <w:p w14:paraId="311AC47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A.3.18.2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PRACH Power Measurement</w:t>
      </w:r>
      <w:r>
        <w:tab/>
        <w:t>496</w:t>
      </w:r>
    </w:p>
    <w:p w14:paraId="6AEF3336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</w:t>
      </w:r>
      <w:r>
        <w:rPr>
          <w:lang w:eastAsia="zh-CN"/>
        </w:rPr>
        <w:t>19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applicability for DAPS handover</w:t>
      </w:r>
      <w:r>
        <w:tab/>
        <w:t>496</w:t>
      </w:r>
    </w:p>
    <w:p w14:paraId="758C8AB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A.3.19.1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496</w:t>
      </w:r>
    </w:p>
    <w:p w14:paraId="2BB352B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A.3.19.2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Principle of testing</w:t>
      </w:r>
      <w:r>
        <w:tab/>
        <w:t>496</w:t>
      </w:r>
    </w:p>
    <w:p w14:paraId="19784F02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A.3.20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MsgA</w:t>
      </w:r>
      <w:r w:rsidRPr="0046111E">
        <w:rPr>
          <w:lang w:val="en-US"/>
        </w:rPr>
        <w:t xml:space="preserve"> configurations</w:t>
      </w:r>
      <w:r>
        <w:tab/>
        <w:t>497</w:t>
      </w:r>
    </w:p>
    <w:p w14:paraId="377BB91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val="en-US"/>
        </w:rPr>
        <w:t>A.3.20.1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Introduction</w:t>
      </w:r>
      <w:r>
        <w:tab/>
        <w:t>497</w:t>
      </w:r>
    </w:p>
    <w:p w14:paraId="2079B95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val="en-US"/>
        </w:rPr>
        <w:t>A.3.20.</w:t>
      </w:r>
      <w:r w:rsidRPr="0046111E">
        <w:rPr>
          <w:snapToGrid w:val="0"/>
          <w:lang w:val="en-US"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val="en-US"/>
        </w:rPr>
        <w:t>MsgA configurations in FR1</w:t>
      </w:r>
      <w:r>
        <w:tab/>
        <w:t>497</w:t>
      </w:r>
    </w:p>
    <w:p w14:paraId="78C8521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A.3.20.</w:t>
      </w:r>
      <w:r w:rsidRPr="0046111E">
        <w:rPr>
          <w:lang w:val="en-US" w:eastAsia="zh-CN"/>
        </w:rPr>
        <w:t>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FR1 MsgA configuration 1</w:t>
      </w:r>
      <w:r>
        <w:tab/>
        <w:t>497</w:t>
      </w:r>
    </w:p>
    <w:p w14:paraId="38011BA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A.3.20.</w:t>
      </w:r>
      <w:r w:rsidRPr="0046111E">
        <w:rPr>
          <w:lang w:val="en-US" w:eastAsia="zh-CN"/>
        </w:rPr>
        <w:t>2</w:t>
      </w:r>
      <w:r w:rsidRPr="0046111E">
        <w:rPr>
          <w:lang w:val="en-US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FR1 MsgA configuration 2</w:t>
      </w:r>
      <w:r>
        <w:tab/>
        <w:t>498</w:t>
      </w:r>
    </w:p>
    <w:p w14:paraId="1D8DFE6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val="en-US"/>
        </w:rPr>
        <w:t>A.3.20.</w:t>
      </w:r>
      <w:r w:rsidRPr="0046111E">
        <w:rPr>
          <w:snapToGrid w:val="0"/>
          <w:lang w:val="en-US" w:eastAsia="zh-CN"/>
        </w:rP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val="en-US"/>
        </w:rPr>
        <w:t>MsgA configurations in FR</w:t>
      </w:r>
      <w:r w:rsidRPr="0046111E">
        <w:rPr>
          <w:snapToGrid w:val="0"/>
          <w:lang w:val="en-US" w:eastAsia="zh-CN"/>
        </w:rPr>
        <w:t>2</w:t>
      </w:r>
      <w:r>
        <w:tab/>
        <w:t>500</w:t>
      </w:r>
    </w:p>
    <w:p w14:paraId="6B64919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A.3.20.</w:t>
      </w:r>
      <w:r w:rsidRPr="0046111E">
        <w:rPr>
          <w:lang w:val="en-US" w:eastAsia="zh-CN"/>
        </w:rPr>
        <w:t>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FR2 MsgA configuration 1</w:t>
      </w:r>
      <w:r>
        <w:tab/>
        <w:t>500</w:t>
      </w:r>
    </w:p>
    <w:p w14:paraId="0C337E6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A.3.20.</w:t>
      </w:r>
      <w:r w:rsidRPr="0046111E">
        <w:rPr>
          <w:lang w:val="en-US" w:eastAsia="zh-CN"/>
        </w:rPr>
        <w:t>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FR2 MsgA configuration 2</w:t>
      </w:r>
      <w:r>
        <w:tab/>
        <w:t>501</w:t>
      </w:r>
    </w:p>
    <w:p w14:paraId="2E8599E0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A.3.20A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MsgA</w:t>
      </w:r>
      <w:r w:rsidRPr="0046111E">
        <w:rPr>
          <w:lang w:val="en-US"/>
        </w:rPr>
        <w:t xml:space="preserve"> configurations under CCA</w:t>
      </w:r>
      <w:r>
        <w:tab/>
        <w:t>503</w:t>
      </w:r>
    </w:p>
    <w:p w14:paraId="566CF96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val="en-US"/>
        </w:rPr>
        <w:t>A.3.20A.1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Introduction</w:t>
      </w:r>
      <w:r>
        <w:tab/>
        <w:t>503</w:t>
      </w:r>
    </w:p>
    <w:p w14:paraId="2DA87B6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val="en-US"/>
        </w:rPr>
        <w:t>A.3.20A.</w:t>
      </w:r>
      <w:r w:rsidRPr="0046111E">
        <w:rPr>
          <w:snapToGrid w:val="0"/>
          <w:lang w:val="en-US"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val="en-US"/>
        </w:rPr>
        <w:t>MsgA configurations in FR1</w:t>
      </w:r>
      <w:r>
        <w:tab/>
        <w:t>503</w:t>
      </w:r>
    </w:p>
    <w:p w14:paraId="3393AF0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A.3.20A.</w:t>
      </w:r>
      <w:r w:rsidRPr="0046111E">
        <w:rPr>
          <w:lang w:val="en-US" w:eastAsia="zh-CN"/>
        </w:rPr>
        <w:t>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FR1 MsgA configuration 1</w:t>
      </w:r>
      <w:r>
        <w:rPr>
          <w:lang w:eastAsia="zh-CN"/>
        </w:rPr>
        <w:t xml:space="preserve"> under CCA</w:t>
      </w:r>
      <w:r>
        <w:tab/>
        <w:t>503</w:t>
      </w:r>
    </w:p>
    <w:p w14:paraId="43ADB23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A.3.20A.</w:t>
      </w:r>
      <w:r w:rsidRPr="0046111E">
        <w:rPr>
          <w:lang w:val="en-US" w:eastAsia="zh-CN"/>
        </w:rPr>
        <w:t>2</w:t>
      </w:r>
      <w:r w:rsidRPr="0046111E">
        <w:rPr>
          <w:lang w:val="en-US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FR1 MsgA configuration 2</w:t>
      </w:r>
      <w:r>
        <w:rPr>
          <w:lang w:eastAsia="zh-CN"/>
        </w:rPr>
        <w:t xml:space="preserve"> under CCA</w:t>
      </w:r>
      <w:r>
        <w:tab/>
        <w:t>504</w:t>
      </w:r>
    </w:p>
    <w:p w14:paraId="799B0E05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A.3.21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V2X sidelink communication</w:t>
      </w:r>
      <w:r>
        <w:tab/>
        <w:t>507</w:t>
      </w:r>
    </w:p>
    <w:p w14:paraId="4C75C37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A.3.21.1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507</w:t>
      </w:r>
    </w:p>
    <w:p w14:paraId="5CD76FA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A.3.21.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Reference resource pool configurations for V2</w:t>
      </w:r>
      <w:r>
        <w:rPr>
          <w:lang w:eastAsia="zh-CN"/>
        </w:rPr>
        <w:t>X</w:t>
      </w:r>
      <w:r>
        <w:t xml:space="preserve"> Sidelink Communication</w:t>
      </w:r>
      <w:r>
        <w:tab/>
        <w:t>507</w:t>
      </w:r>
    </w:p>
    <w:p w14:paraId="4FE292C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A.3.21.</w:t>
      </w:r>
      <w:r>
        <w:rPr>
          <w:lang w:eastAsia="zh-CN"/>
        </w:rP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Reference measurement channels for V2</w:t>
      </w:r>
      <w:r>
        <w:rPr>
          <w:lang w:eastAsia="zh-CN"/>
        </w:rPr>
        <w:t>X</w:t>
      </w:r>
      <w:r>
        <w:t xml:space="preserve"> Sidelink Communication</w:t>
      </w:r>
      <w:r>
        <w:tab/>
        <w:t>511</w:t>
      </w:r>
    </w:p>
    <w:p w14:paraId="4226094D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A.3.22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CSI-IM configurations</w:t>
      </w:r>
      <w:r>
        <w:tab/>
        <w:t>511</w:t>
      </w:r>
    </w:p>
    <w:p w14:paraId="483FB87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A.3.22.1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FDD</w:t>
      </w:r>
      <w:r>
        <w:tab/>
        <w:t>511</w:t>
      </w:r>
    </w:p>
    <w:p w14:paraId="4F94CA3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A.3.22.2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TDD</w:t>
      </w:r>
      <w:r>
        <w:tab/>
        <w:t>512</w:t>
      </w:r>
    </w:p>
    <w:p w14:paraId="1A1E1B56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A.3.23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Spatial Relation Configuration</w:t>
      </w:r>
      <w:r>
        <w:tab/>
        <w:t>514</w:t>
      </w:r>
    </w:p>
    <w:p w14:paraId="100B820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A.3.23.1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514</w:t>
      </w:r>
    </w:p>
    <w:p w14:paraId="2488A4A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A.3.23.2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Spatial Relation</w:t>
      </w:r>
      <w:r>
        <w:tab/>
        <w:t>514</w:t>
      </w:r>
    </w:p>
    <w:p w14:paraId="29209D04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A.3.24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SRS configuration</w:t>
      </w:r>
      <w:r>
        <w:tab/>
        <w:t>515</w:t>
      </w:r>
    </w:p>
    <w:p w14:paraId="633464D6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A.3.25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Channel bandwidth (CBW) configurations</w:t>
      </w:r>
      <w:r>
        <w:tab/>
        <w:t>517</w:t>
      </w:r>
    </w:p>
    <w:p w14:paraId="6C0D636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A.3.25.1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DL UE specific CBW</w:t>
      </w:r>
      <w:r>
        <w:tab/>
        <w:t>517</w:t>
      </w:r>
    </w:p>
    <w:p w14:paraId="58AB0AF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A.3.25.2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UL UE specific CBW</w:t>
      </w:r>
      <w:r>
        <w:tab/>
        <w:t>518</w:t>
      </w:r>
    </w:p>
    <w:p w14:paraId="34D1319A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A.3.26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CCA model</w:t>
      </w:r>
      <w:r>
        <w:tab/>
        <w:t>518</w:t>
      </w:r>
    </w:p>
    <w:p w14:paraId="5868A26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A.3.26.1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518</w:t>
      </w:r>
    </w:p>
    <w:p w14:paraId="412C4CB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A.3.26.2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CCA model for operation on a carrier frequency with CCA in FR1</w:t>
      </w:r>
      <w:r>
        <w:tab/>
        <w:t>518</w:t>
      </w:r>
    </w:p>
    <w:p w14:paraId="5B882B3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A.3.26.2.1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DL CCA model</w:t>
      </w:r>
      <w:r>
        <w:tab/>
        <w:t>518</w:t>
      </w:r>
    </w:p>
    <w:p w14:paraId="11EF17A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A.3.26.2.2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UL CCA model</w:t>
      </w:r>
      <w:r>
        <w:tab/>
        <w:t>519</w:t>
      </w:r>
    </w:p>
    <w:p w14:paraId="1C6A40E0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A.3.27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Cases with at Least One Cell on a Carrier Frequency with CCA</w:t>
      </w:r>
      <w:r>
        <w:tab/>
        <w:t>520</w:t>
      </w:r>
    </w:p>
    <w:p w14:paraId="33478C7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A.3.27.1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520</w:t>
      </w:r>
    </w:p>
    <w:p w14:paraId="5AE5A3A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A.3.27.2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 NR Standalone Tests with NR SCell under CCA and All Other NR Cells in FR1</w:t>
      </w:r>
      <w:r>
        <w:tab/>
        <w:t>520</w:t>
      </w:r>
    </w:p>
    <w:p w14:paraId="36C4FEE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A.3.27.3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Tests with NR PSCell under CCA and Other NR Cells in FR1</w:t>
      </w:r>
      <w:r>
        <w:tab/>
        <w:t>520</w:t>
      </w:r>
    </w:p>
    <w:p w14:paraId="3E73188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A.3.27.4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Standalone Tests with NR PCell under CCA and Other NR Cells in FR1</w:t>
      </w:r>
      <w:r>
        <w:tab/>
        <w:t>520</w:t>
      </w:r>
    </w:p>
    <w:p w14:paraId="60814A4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A.3.27.5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 Standalone Tests with at Least One NR Cell under CCA</w:t>
      </w:r>
      <w:r>
        <w:tab/>
        <w:t>521</w:t>
      </w:r>
    </w:p>
    <w:p w14:paraId="5B0CB348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A.3.28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Discovery Burst Transmission Window configuration under CCA</w:t>
      </w:r>
      <w:r>
        <w:tab/>
        <w:t>521</w:t>
      </w:r>
    </w:p>
    <w:p w14:paraId="1146B14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A.3.28.1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DBT Window pattern 1: DBT Window period = 20 ms with DBT Window duration = 1 ms</w:t>
      </w:r>
      <w:r>
        <w:tab/>
        <w:t>521</w:t>
      </w:r>
    </w:p>
    <w:p w14:paraId="600C3F72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A.3.29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Testing principles for UE capable of only NR bands with shared spectrum access</w:t>
      </w:r>
      <w:r>
        <w:tab/>
        <w:t>521</w:t>
      </w:r>
    </w:p>
    <w:p w14:paraId="50EAD0E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A.3.29.1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521</w:t>
      </w:r>
    </w:p>
    <w:p w14:paraId="5B5D1B9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A.3.29.2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Principle of testing for UE capable of EN-DC with only NR bands with shared spectrum access</w:t>
      </w:r>
      <w:r>
        <w:tab/>
        <w:t>521</w:t>
      </w:r>
    </w:p>
    <w:p w14:paraId="1DF92CE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A.3.29.3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Principle of testing for UE capable of SA operation with only NR bands with shared spectrum access</w:t>
      </w:r>
      <w:r>
        <w:tab/>
        <w:t>522</w:t>
      </w:r>
    </w:p>
    <w:p w14:paraId="7B3B7B37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A.3.30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CSI-RS configurations for RRM</w:t>
      </w:r>
      <w:r>
        <w:tab/>
        <w:t>522</w:t>
      </w:r>
    </w:p>
    <w:p w14:paraId="33F2F82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A.3.30.1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FDD</w:t>
      </w:r>
      <w:r>
        <w:tab/>
        <w:t>522</w:t>
      </w:r>
    </w:p>
    <w:p w14:paraId="0B25A2F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A.3.30.2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TDD</w:t>
      </w:r>
      <w:r>
        <w:tab/>
        <w:t>523</w:t>
      </w:r>
    </w:p>
    <w:p w14:paraId="3DE8BDAF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A.3.31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PRS Configurations</w:t>
      </w:r>
      <w:r>
        <w:tab/>
        <w:t>525</w:t>
      </w:r>
    </w:p>
    <w:p w14:paraId="24C1BD0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A.3.31.1.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PRS Configurations for FR1</w:t>
      </w:r>
      <w:r>
        <w:tab/>
        <w:t>525</w:t>
      </w:r>
    </w:p>
    <w:p w14:paraId="377CFF2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A.3.31.1.1.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PRS pattern 1 in FR1: SCS=15 KHz</w:t>
      </w:r>
      <w:r>
        <w:tab/>
        <w:t>525</w:t>
      </w:r>
    </w:p>
    <w:p w14:paraId="51550D3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A.3.31.1.2.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PRS pattern 2 in FR1: SCS=30 KHz</w:t>
      </w:r>
      <w:r>
        <w:tab/>
        <w:t>526</w:t>
      </w:r>
    </w:p>
    <w:p w14:paraId="46E93B4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A.3.31.2.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PRS Configurations for FR2</w:t>
      </w:r>
      <w:r>
        <w:tab/>
        <w:t>526</w:t>
      </w:r>
    </w:p>
    <w:p w14:paraId="7C94822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A.3.31.2.1.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PRS pattern 1 in FR2: SCS=120 KHz</w:t>
      </w:r>
      <w:r>
        <w:tab/>
        <w:t>526</w:t>
      </w:r>
    </w:p>
    <w:p w14:paraId="68535263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A.4</w:t>
      </w:r>
      <w:r>
        <w:rPr>
          <w:rFonts w:ascii="Calibri" w:eastAsia="Malgun Gothic" w:hAnsi="Calibri"/>
          <w:szCs w:val="22"/>
          <w:lang w:eastAsia="en-GB"/>
        </w:rPr>
        <w:tab/>
      </w:r>
      <w:r>
        <w:t>EN-DC tests with all NR cells in FR1</w:t>
      </w:r>
      <w:r>
        <w:tab/>
        <w:t>527</w:t>
      </w:r>
    </w:p>
    <w:p w14:paraId="5F8C8FFB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527</w:t>
      </w:r>
    </w:p>
    <w:p w14:paraId="2E7C7F3B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527</w:t>
      </w:r>
    </w:p>
    <w:p w14:paraId="7929B540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RRC_CONNECTED state mobility</w:t>
      </w:r>
      <w:r>
        <w:tab/>
        <w:t>527</w:t>
      </w:r>
    </w:p>
    <w:p w14:paraId="501B48A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527</w:t>
      </w:r>
    </w:p>
    <w:p w14:paraId="41BEA71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 Connection Mobility Control</w:t>
      </w:r>
      <w:r>
        <w:tab/>
        <w:t>527</w:t>
      </w:r>
    </w:p>
    <w:p w14:paraId="4A1D5D0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Void</w:t>
      </w:r>
      <w:r>
        <w:tab/>
        <w:t>527</w:t>
      </w:r>
    </w:p>
    <w:p w14:paraId="63867B1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Random Access</w:t>
      </w:r>
      <w:r>
        <w:tab/>
        <w:t>527</w:t>
      </w:r>
    </w:p>
    <w:p w14:paraId="392CAE8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4.3.2.2.1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4-step RA type contention based random access test in FR1 for PSCell in EN-DC</w:t>
      </w:r>
      <w:r>
        <w:tab/>
        <w:t>527</w:t>
      </w:r>
    </w:p>
    <w:p w14:paraId="0230E32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</w:t>
      </w:r>
      <w:r>
        <w:rPr>
          <w:lang w:eastAsia="zh-CN"/>
        </w:rPr>
        <w:t>.4.3.2.2.2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4-step RA type non-contention based random access test in FR1 for PSCell in EN-DC</w:t>
      </w:r>
      <w:r>
        <w:tab/>
        <w:t>531</w:t>
      </w:r>
    </w:p>
    <w:p w14:paraId="28868AF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4.3.2.2.3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2-step RA type contention based random access test in FR1 for PSCell in EN-DC</w:t>
      </w:r>
      <w:r>
        <w:tab/>
        <w:t>535</w:t>
      </w:r>
    </w:p>
    <w:p w14:paraId="4C8EB42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</w:t>
      </w:r>
      <w:r>
        <w:rPr>
          <w:lang w:eastAsia="zh-CN"/>
        </w:rPr>
        <w:t>.4.3.2.2.4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2-step RA type non-contention based random access test in FR1 for PSCell in EN-DC</w:t>
      </w:r>
      <w:r>
        <w:tab/>
        <w:t>539</w:t>
      </w:r>
    </w:p>
    <w:p w14:paraId="19A1F50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A.4.3.2.3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Void</w:t>
      </w:r>
      <w:r>
        <w:tab/>
        <w:t>543</w:t>
      </w:r>
    </w:p>
    <w:p w14:paraId="7542554D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A.4.4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Timing</w:t>
      </w:r>
      <w:r>
        <w:tab/>
        <w:t>543</w:t>
      </w:r>
    </w:p>
    <w:p w14:paraId="0CCF4E8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transmit timing</w:t>
      </w:r>
      <w:r>
        <w:tab/>
        <w:t>543</w:t>
      </w:r>
    </w:p>
    <w:p w14:paraId="0805608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NR UE Transmit Timing Test for FR1</w:t>
      </w:r>
      <w:r>
        <w:tab/>
        <w:t>543</w:t>
      </w:r>
    </w:p>
    <w:p w14:paraId="5153C9D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A.4.4.1.1.1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543</w:t>
      </w:r>
    </w:p>
    <w:p w14:paraId="167337E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A.4.4.1.1.2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547</w:t>
      </w:r>
    </w:p>
    <w:p w14:paraId="5D34DAA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timer accuracy</w:t>
      </w:r>
      <w:r>
        <w:tab/>
        <w:t>547</w:t>
      </w:r>
    </w:p>
    <w:p w14:paraId="4FB63AC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Timing advance</w:t>
      </w:r>
      <w:r>
        <w:tab/>
        <w:t>547</w:t>
      </w:r>
    </w:p>
    <w:p w14:paraId="1CF9978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A.4.4.3.1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FR1 timing advance adjustment accuracy</w:t>
      </w:r>
      <w:r>
        <w:tab/>
        <w:t>547</w:t>
      </w:r>
    </w:p>
    <w:p w14:paraId="2E3792A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A.4.4.3.1.1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547</w:t>
      </w:r>
    </w:p>
    <w:p w14:paraId="2500E9E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A.4.4.3.1.2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547</w:t>
      </w:r>
    </w:p>
    <w:p w14:paraId="2F1929D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A.4.4.3.1.3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551</w:t>
      </w:r>
    </w:p>
    <w:p w14:paraId="7366F36C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A.4.5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Signaling characteristics</w:t>
      </w:r>
      <w:r>
        <w:tab/>
        <w:t>551</w:t>
      </w:r>
    </w:p>
    <w:p w14:paraId="4F9559A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</w:t>
      </w:r>
      <w:r>
        <w:tab/>
        <w:t>551</w:t>
      </w:r>
    </w:p>
    <w:p w14:paraId="2F9DAA1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Out-of-sync Test for FR1 PSCell configured with SSB-based RLM RS in non-DRX mode</w:t>
      </w:r>
      <w:r>
        <w:tab/>
        <w:t>552</w:t>
      </w:r>
    </w:p>
    <w:p w14:paraId="4E9344A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A.4.5.1.1.1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552</w:t>
      </w:r>
    </w:p>
    <w:p w14:paraId="02BE27D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A.4.5.1.1.2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556</w:t>
      </w:r>
    </w:p>
    <w:p w14:paraId="540A52A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In-sync Test for FR1 PSCell configured with SSB-based RLM RS in non-DRX mode</w:t>
      </w:r>
      <w:r>
        <w:tab/>
        <w:t>556</w:t>
      </w:r>
    </w:p>
    <w:p w14:paraId="2B1155F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A.4.5.1.2.1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556</w:t>
      </w:r>
    </w:p>
    <w:p w14:paraId="531CB7C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A.4.5.1.2.2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562</w:t>
      </w:r>
    </w:p>
    <w:p w14:paraId="0FC34A9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Out-of-sync Test for FR1 PSCell configured with SSB-based RLM RS in DRX mode</w:t>
      </w:r>
      <w:r>
        <w:tab/>
        <w:t>562</w:t>
      </w:r>
    </w:p>
    <w:p w14:paraId="5210B7D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A.4.5.1.3.1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562</w:t>
      </w:r>
    </w:p>
    <w:p w14:paraId="666A06D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A.4.5.1.3.2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568</w:t>
      </w:r>
    </w:p>
    <w:p w14:paraId="0C95BF2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In-sync Test for FR1 PSCell configured with SSB-based RLM RS in DRX mode</w:t>
      </w:r>
      <w:r>
        <w:tab/>
        <w:t>568</w:t>
      </w:r>
    </w:p>
    <w:p w14:paraId="67D3DCF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A.4.5.1.4.1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568</w:t>
      </w:r>
    </w:p>
    <w:p w14:paraId="45D1C63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A.4.5.1.4.2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573</w:t>
      </w:r>
    </w:p>
    <w:p w14:paraId="1BAE83A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EN-DC Radio Link Monitoring Out-of-sync Test for FR1 PSCell configured with CSI-RS-based RLM in non-DRX mode</w:t>
      </w:r>
      <w:r>
        <w:tab/>
        <w:t>573</w:t>
      </w:r>
    </w:p>
    <w:p w14:paraId="10FC61D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A.4.5.1.5.1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573</w:t>
      </w:r>
    </w:p>
    <w:p w14:paraId="3D41A72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A.4.5.1.5.2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579</w:t>
      </w:r>
    </w:p>
    <w:p w14:paraId="1AB76D2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A.4.5.1.6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EN-DC Radio Link Monitoring In-sync Test for FR1 PSCell configured with CSI-RS-based RLM in non-DRX mode</w:t>
      </w:r>
      <w:r>
        <w:tab/>
        <w:t>579</w:t>
      </w:r>
    </w:p>
    <w:p w14:paraId="09E311B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lastRenderedPageBreak/>
        <w:t>A.4.5.1.6.1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579</w:t>
      </w:r>
    </w:p>
    <w:p w14:paraId="672A605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A.4.5.1.6.2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585</w:t>
      </w:r>
    </w:p>
    <w:p w14:paraId="5FBE7D1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A.4.5.1.7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EN-DC Radio Link Monitoring Out-of-sync Test for FR1 PSCell configured with CSI-RS-based RLM in DRX mode</w:t>
      </w:r>
      <w:r>
        <w:tab/>
        <w:t>585</w:t>
      </w:r>
    </w:p>
    <w:p w14:paraId="29D1978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A.4.5.1.7.1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585</w:t>
      </w:r>
    </w:p>
    <w:p w14:paraId="68AEC40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A.4.5.1.7.2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590</w:t>
      </w:r>
    </w:p>
    <w:p w14:paraId="13A3EE6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A.4.5.1.8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Radio Link Monitoring In-sync Test for FR1 PSCell configured with CSI-RS-based RLM in DRX mode</w:t>
      </w:r>
      <w:r>
        <w:tab/>
        <w:t>591</w:t>
      </w:r>
    </w:p>
    <w:p w14:paraId="12FEC54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A.4.5.1.8.1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591</w:t>
      </w:r>
    </w:p>
    <w:p w14:paraId="52E3346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A.4.5.1.8.2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596</w:t>
      </w:r>
    </w:p>
    <w:p w14:paraId="715DED5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</w:t>
      </w:r>
      <w:r>
        <w:tab/>
        <w:t>596</w:t>
      </w:r>
    </w:p>
    <w:p w14:paraId="3B671CF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  <w:bCs/>
        </w:rPr>
        <w:t>A.4.5.2.</w:t>
      </w:r>
      <w:r w:rsidRPr="0046111E">
        <w:rPr>
          <w:bCs/>
        </w:rPr>
        <w:t>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FR1 interruptions at transitions between active and non-active during DRX in synchronous EN-DC</w:t>
      </w:r>
      <w:r>
        <w:tab/>
        <w:t>596</w:t>
      </w:r>
    </w:p>
    <w:p w14:paraId="7DCEFB0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A.4.5.2.1.1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596</w:t>
      </w:r>
    </w:p>
    <w:p w14:paraId="088150C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A.4.5.2.1.2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600</w:t>
      </w:r>
    </w:p>
    <w:p w14:paraId="64059BB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  <w:bCs/>
        </w:rPr>
        <w:t>A.4.5.2.</w:t>
      </w:r>
      <w:r w:rsidRPr="0046111E">
        <w:rPr>
          <w:bCs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FR1 interruptions at transitions between active and non-active during DRX in asynchronous EN-DC</w:t>
      </w:r>
      <w:r>
        <w:tab/>
        <w:t>600</w:t>
      </w:r>
    </w:p>
    <w:p w14:paraId="4633B41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A.4.5.2.2.1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600</w:t>
      </w:r>
    </w:p>
    <w:p w14:paraId="4891A74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A.4.5.2.2.2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604</w:t>
      </w:r>
    </w:p>
    <w:p w14:paraId="16CC555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 w:cs="Arial"/>
          <w:bCs/>
        </w:rPr>
        <w:t>A.4.5.2.</w:t>
      </w:r>
      <w:r w:rsidRPr="0046111E">
        <w:rPr>
          <w:bCs/>
        </w:rP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FR1 interruptions during measurements on deactivated NR SCC in synchronous EN-DC</w:t>
      </w:r>
      <w:r>
        <w:tab/>
        <w:t>604</w:t>
      </w:r>
    </w:p>
    <w:p w14:paraId="37F1F98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A.4.5.2.3.1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604</w:t>
      </w:r>
    </w:p>
    <w:p w14:paraId="58FEF94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A.4.5.2.3.2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609</w:t>
      </w:r>
    </w:p>
    <w:p w14:paraId="48AED47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FR1 interruptions during measurements on deactivated NR SCC in asynchronous EN-DC</w:t>
      </w:r>
      <w:r>
        <w:tab/>
        <w:t>610</w:t>
      </w:r>
    </w:p>
    <w:p w14:paraId="7619BCB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A.4.5.2.4.1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610</w:t>
      </w:r>
    </w:p>
    <w:p w14:paraId="546A5A8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A.4.5.2.4.2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614</w:t>
      </w:r>
    </w:p>
    <w:p w14:paraId="0F1FCBF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 w:cs="Arial"/>
          <w:bCs/>
        </w:rPr>
        <w:t>A.4.5.2.</w:t>
      </w:r>
      <w:r w:rsidRPr="0046111E">
        <w:rPr>
          <w:bCs/>
        </w:rPr>
        <w:t>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FR1 interruptions during measurements on deactivated E-UTRAN SCC in synchronous EN-DC</w:t>
      </w:r>
      <w:r>
        <w:tab/>
        <w:t>615</w:t>
      </w:r>
    </w:p>
    <w:p w14:paraId="51E114F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A.4.5.2.5.1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615</w:t>
      </w:r>
    </w:p>
    <w:p w14:paraId="42EEAEE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A.4.5.2.5.2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619</w:t>
      </w:r>
    </w:p>
    <w:p w14:paraId="59B7FBC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 w:cs="Arial"/>
          <w:bCs/>
        </w:rPr>
        <w:t>A.4.5.2.</w:t>
      </w:r>
      <w:r w:rsidRPr="0046111E">
        <w:rPr>
          <w:bCs/>
        </w:rPr>
        <w:t>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FR1 interruptions during measurements on deactivated E-UTRAN SCC in asynchronous EN-DC</w:t>
      </w:r>
      <w:r>
        <w:tab/>
        <w:t>619</w:t>
      </w:r>
    </w:p>
    <w:p w14:paraId="0243D04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A.4.5.2.6.1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619</w:t>
      </w:r>
    </w:p>
    <w:p w14:paraId="7E9AD1D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A.4.5.2.6.2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623</w:t>
      </w:r>
    </w:p>
    <w:p w14:paraId="14721ED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A.4.5.2.7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Void</w:t>
      </w:r>
      <w:r>
        <w:tab/>
        <w:t>623</w:t>
      </w:r>
    </w:p>
    <w:p w14:paraId="791541B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 w:cs="Arial"/>
          <w:bCs/>
        </w:rPr>
        <w:t>A.4.5.2.8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 w:cs="Arial"/>
          <w:bCs/>
        </w:rPr>
        <w:t>E-UTRAN - NR FR1 i</w:t>
      </w:r>
      <w:r>
        <w:t>nterruptions at NR SRS carrier based switching in asynchronous EN-DC</w:t>
      </w:r>
      <w:r>
        <w:tab/>
        <w:t>623</w:t>
      </w:r>
    </w:p>
    <w:p w14:paraId="3F870B1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A.4.5.2.8.1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623</w:t>
      </w:r>
    </w:p>
    <w:p w14:paraId="3AC1EDF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A.4.5.2.8.2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626</w:t>
      </w:r>
    </w:p>
    <w:p w14:paraId="3CD1F5F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 w:cs="Arial"/>
          <w:bCs/>
        </w:rPr>
        <w:t>A.4.5.2.9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interruptions at E-UTRA SRS carrier based switching</w:t>
      </w:r>
      <w:r>
        <w:tab/>
        <w:t>627</w:t>
      </w:r>
    </w:p>
    <w:p w14:paraId="5DD4EBA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A.4.5.2.9.1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627</w:t>
      </w:r>
    </w:p>
    <w:p w14:paraId="4C613BF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A.4.5.2.9.2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631</w:t>
      </w:r>
    </w:p>
    <w:p w14:paraId="494715F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SCell Activation and Deactivation Delay</w:t>
      </w:r>
      <w:r>
        <w:tab/>
        <w:t>632</w:t>
      </w:r>
    </w:p>
    <w:p w14:paraId="4722F31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A.4.5.3.1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SCell Activation and deactivation of known SCell in FR1 for 160ms SCell measurement cycle</w:t>
      </w:r>
      <w:r>
        <w:tab/>
        <w:t>632</w:t>
      </w:r>
    </w:p>
    <w:p w14:paraId="22D44F9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A.4.5.3.1.1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632</w:t>
      </w:r>
    </w:p>
    <w:p w14:paraId="45FEEB7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A.4.5.3.1.2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638</w:t>
      </w:r>
    </w:p>
    <w:p w14:paraId="5F9CEFC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A.4.5.3.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SCell Activation and deactivation of known SCell in FR1 for 640ms SCell measurement cycle</w:t>
      </w:r>
      <w:r>
        <w:tab/>
        <w:t>639</w:t>
      </w:r>
    </w:p>
    <w:p w14:paraId="22A694A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A.4.5.3.2.1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639</w:t>
      </w:r>
    </w:p>
    <w:p w14:paraId="6BA2C1A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A.4.5.3.2.2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639</w:t>
      </w:r>
    </w:p>
    <w:p w14:paraId="5DED34A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A.4.5.3.</w:t>
      </w:r>
      <w:r>
        <w:rPr>
          <w:lang w:eastAsia="zh-CN"/>
        </w:rP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SCell Activation and deactivation of unknown SCell in FR1</w:t>
      </w:r>
      <w:r>
        <w:tab/>
        <w:t>639</w:t>
      </w:r>
    </w:p>
    <w:p w14:paraId="700AFCC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A.4.5.3.3.1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639</w:t>
      </w:r>
    </w:p>
    <w:p w14:paraId="709165D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A.4.5.3.3.2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640</w:t>
      </w:r>
    </w:p>
    <w:p w14:paraId="14FDD96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A.4.5.3.</w:t>
      </w:r>
      <w:r>
        <w:rPr>
          <w:lang w:eastAsia="zh-CN"/>
        </w:rPr>
        <w:t>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SCell Activation and deactivation of multiple unknown SCells in FR1 with single activation/deactivation command</w:t>
      </w:r>
      <w:r>
        <w:tab/>
        <w:t>641</w:t>
      </w:r>
    </w:p>
    <w:p w14:paraId="69892F1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A.4.5.3.4.1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641</w:t>
      </w:r>
    </w:p>
    <w:p w14:paraId="4EE0387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A.4.5.3.4.2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645</w:t>
      </w:r>
    </w:p>
    <w:p w14:paraId="0AE2B5B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A.4.5.3.5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Direct SCell activation at SCell addition of known SCell in FR1</w:t>
      </w:r>
      <w:r>
        <w:tab/>
        <w:t>645</w:t>
      </w:r>
    </w:p>
    <w:p w14:paraId="36615BA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A.4.5.3.5.1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645</w:t>
      </w:r>
    </w:p>
    <w:p w14:paraId="50062EB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A.4.5.3.5.2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652</w:t>
      </w:r>
    </w:p>
    <w:p w14:paraId="183C32C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A.4.5.4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UL carrier RRC reconfiguration Delay</w:t>
      </w:r>
      <w:r>
        <w:tab/>
        <w:t>652</w:t>
      </w:r>
    </w:p>
    <w:p w14:paraId="5873AFA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UL carrier RRC reconfiguration Delay</w:t>
      </w:r>
      <w:r>
        <w:tab/>
        <w:t>652</w:t>
      </w:r>
    </w:p>
    <w:p w14:paraId="6926E44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A.4.5.4.1.1 Test Purpose and Environment</w:t>
      </w:r>
      <w:r>
        <w:tab/>
        <w:t>652</w:t>
      </w:r>
    </w:p>
    <w:p w14:paraId="1410314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lastRenderedPageBreak/>
        <w:t>A.4.5.4.1.2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660</w:t>
      </w:r>
    </w:p>
    <w:p w14:paraId="4C3EBD6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A.4.5.5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Beam Failure Detection and Link recovery procedures</w:t>
      </w:r>
      <w:r>
        <w:tab/>
        <w:t>661</w:t>
      </w:r>
    </w:p>
    <w:p w14:paraId="1DF48E4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Beam Failure Detection and Link Recovery Test for FR1 PSCell configured with SSB-based BFD and LR in non-DRX mode</w:t>
      </w:r>
      <w:r>
        <w:tab/>
        <w:t>661</w:t>
      </w:r>
    </w:p>
    <w:p w14:paraId="4A040C2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A.4.5.5.1.1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661</w:t>
      </w:r>
    </w:p>
    <w:p w14:paraId="1853B28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A.4.5.5.1.2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666</w:t>
      </w:r>
    </w:p>
    <w:p w14:paraId="5DF5986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Beam Failure Detection and Link Recovery Test for FR1 PSCell configured with SSB-based BFD and LR in DRX mode</w:t>
      </w:r>
      <w:r>
        <w:tab/>
        <w:t>666</w:t>
      </w:r>
    </w:p>
    <w:p w14:paraId="31E45E5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A.4.5.5.2.1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666</w:t>
      </w:r>
    </w:p>
    <w:p w14:paraId="21040EE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A.4.5.5.2.2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672</w:t>
      </w:r>
    </w:p>
    <w:p w14:paraId="33BD02A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Beam Failure Detection and Link Recovery Test for FR1 PSCell configured with CSI-RS-based BFD and LR in non-DRX mode</w:t>
      </w:r>
      <w:r>
        <w:tab/>
        <w:t>672</w:t>
      </w:r>
    </w:p>
    <w:p w14:paraId="751B536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A.4.5.5.3.1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672</w:t>
      </w:r>
    </w:p>
    <w:p w14:paraId="345B59A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A.4.5.5.3.2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678</w:t>
      </w:r>
    </w:p>
    <w:p w14:paraId="2F8A4CC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A.4.5.5.4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Beam Failure Detection and Link Recovery Test for FR1 PSCell configured with CSI-RS-based BFD and LR in DRX mode</w:t>
      </w:r>
      <w:r>
        <w:tab/>
        <w:t>678</w:t>
      </w:r>
    </w:p>
    <w:p w14:paraId="67B05F9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A.4.5.5.4.1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678</w:t>
      </w:r>
    </w:p>
    <w:p w14:paraId="744FC98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A.4.5.5.4.2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684</w:t>
      </w:r>
    </w:p>
    <w:p w14:paraId="33F3C15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A.4.5.5.5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Beam Failure Detection and Link Recovery Test for FR1 SCell configured with CSI-RS-based BFD and SSB-based LR in non-DRX mode</w:t>
      </w:r>
      <w:r>
        <w:tab/>
        <w:t>684</w:t>
      </w:r>
    </w:p>
    <w:p w14:paraId="294D43E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A.4.5.5.5.1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684</w:t>
      </w:r>
    </w:p>
    <w:p w14:paraId="1431F2B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A.4.5.5.5.2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690</w:t>
      </w:r>
    </w:p>
    <w:p w14:paraId="5B3855F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A.4.5.5.6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Beam Failure Detection and Link Recovery Test for FR1 SCell configured with CSI-RS-based BFD and SSB-based LR in DRX mode</w:t>
      </w:r>
      <w:r>
        <w:tab/>
        <w:t>690</w:t>
      </w:r>
    </w:p>
    <w:p w14:paraId="1B47445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A.4.5.5.6.1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690</w:t>
      </w:r>
    </w:p>
    <w:p w14:paraId="1814B1D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A.4.5.5.6.2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697</w:t>
      </w:r>
    </w:p>
    <w:p w14:paraId="6CF84E5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A.4.5.6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Active BWP switch</w:t>
      </w:r>
      <w:r>
        <w:tab/>
        <w:t>698</w:t>
      </w:r>
    </w:p>
    <w:p w14:paraId="0CE23E6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DCI-based and Timer-based Active BWP Switch</w:t>
      </w:r>
      <w:r>
        <w:tab/>
        <w:t>698</w:t>
      </w:r>
    </w:p>
    <w:p w14:paraId="5E8053A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</w:rPr>
        <w:t>A.4.5.6.1.1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  <w:lang w:val="en-US"/>
        </w:rPr>
        <w:t>E-UTRAN – NR PSCell FR1 DL active BWP switch in non-DRX in synchronous EN-DC</w:t>
      </w:r>
      <w:r>
        <w:tab/>
        <w:t>698</w:t>
      </w:r>
    </w:p>
    <w:p w14:paraId="7C14FE0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A.4.5.6.1.2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PSCell FR1 DL active BWP switch with FR1 SCell in non-DRX in synchronous EN-DC</w:t>
      </w:r>
      <w:r>
        <w:tab/>
        <w:t>703</w:t>
      </w:r>
    </w:p>
    <w:p w14:paraId="4C62821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RRC-based Active BWP Switch</w:t>
      </w:r>
      <w:r>
        <w:tab/>
        <w:t>709</w:t>
      </w:r>
    </w:p>
    <w:p w14:paraId="7A25E96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 xml:space="preserve">Simultaneous </w:t>
      </w:r>
      <w:r>
        <w:t xml:space="preserve">DCI-based and Timer-based Active BWP Switch </w:t>
      </w:r>
      <w:r w:rsidRPr="0046111E">
        <w:rPr>
          <w:rFonts w:cs="Arial"/>
          <w:lang w:val="en-US"/>
        </w:rPr>
        <w:t>on multiple CCs</w:t>
      </w:r>
      <w:r>
        <w:tab/>
        <w:t>713</w:t>
      </w:r>
    </w:p>
    <w:p w14:paraId="1B77D29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A.4.5.6.3.1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Simultaneous E-UTRAN – NR PSCell FR1 DL active BWP switch in non-DRX in EN-DC on multiple CCs</w:t>
      </w:r>
      <w:r>
        <w:tab/>
        <w:t>713</w:t>
      </w:r>
    </w:p>
    <w:p w14:paraId="5ED77B85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A.4.5.6.3.1.1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Test Purpose and Environment</w:t>
      </w:r>
      <w:r>
        <w:tab/>
        <w:t>713</w:t>
      </w:r>
    </w:p>
    <w:p w14:paraId="0BAA76C9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A.4.5.6.3.1.2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Test Requirements</w:t>
      </w:r>
      <w:r>
        <w:tab/>
        <w:t>719</w:t>
      </w:r>
    </w:p>
    <w:p w14:paraId="259BABD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A.4.5.6.4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SCell dormancy switch</w:t>
      </w:r>
      <w:r>
        <w:tab/>
        <w:t>719</w:t>
      </w:r>
    </w:p>
    <w:p w14:paraId="601C91D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A.4.5.6.4.1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FR1 PSCell SCell dormancy switch of single FR1 SCell outside active time</w:t>
      </w:r>
      <w:r>
        <w:tab/>
        <w:t>719</w:t>
      </w:r>
    </w:p>
    <w:p w14:paraId="43133E5E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A.4.5.6.4.1.1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Test Purpose and Environment</w:t>
      </w:r>
      <w:r>
        <w:tab/>
        <w:t>719</w:t>
      </w:r>
    </w:p>
    <w:p w14:paraId="544C7982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A.4.5.6.4.1.2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Test Requirements</w:t>
      </w:r>
      <w:r>
        <w:tab/>
        <w:t>727</w:t>
      </w:r>
    </w:p>
    <w:p w14:paraId="14DE568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A.4.5.6.4.2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FR1 PSCell SCell dormancy switch of two FR1 SCells inside active time</w:t>
      </w:r>
      <w:r>
        <w:tab/>
        <w:t>727</w:t>
      </w:r>
    </w:p>
    <w:p w14:paraId="30A96A61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A.4.5.6.4.2.1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Test Purpose and Environment</w:t>
      </w:r>
      <w:r>
        <w:tab/>
        <w:t>727</w:t>
      </w:r>
    </w:p>
    <w:p w14:paraId="6E62EB12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A.4.5.6.4.2.2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Test Requirements</w:t>
      </w:r>
      <w:r>
        <w:tab/>
        <w:t>739</w:t>
      </w:r>
    </w:p>
    <w:p w14:paraId="63E0F79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A.4.5.6.5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 xml:space="preserve">Simultaneous </w:t>
      </w:r>
      <w:r>
        <w:t>RRC-based Active BWP Switch on multiple CCs</w:t>
      </w:r>
      <w:r>
        <w:tab/>
        <w:t>740</w:t>
      </w:r>
    </w:p>
    <w:p w14:paraId="488744F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A.4.5.6.5.1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PSCell FR1 DL active BWP switch in non-DRX in synchronous EN-DC on multiple CCs</w:t>
      </w:r>
      <w:r>
        <w:tab/>
        <w:t>740</w:t>
      </w:r>
    </w:p>
    <w:p w14:paraId="086E24F5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A.4.5.6.5.1.1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Test Purpose and Environment</w:t>
      </w:r>
      <w:r>
        <w:tab/>
        <w:t>740</w:t>
      </w:r>
    </w:p>
    <w:p w14:paraId="048C8155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A.4.5.6.5.1.2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Test Requirements</w:t>
      </w:r>
      <w:r>
        <w:tab/>
        <w:t>744</w:t>
      </w:r>
    </w:p>
    <w:p w14:paraId="1D4A417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A.4.5.7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PSCell addition and release delay</w:t>
      </w:r>
      <w:r>
        <w:tab/>
        <w:t>744</w:t>
      </w:r>
    </w:p>
    <w:p w14:paraId="44BD624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Addition and Release Delay of known NR PSCell</w:t>
      </w:r>
      <w:r>
        <w:tab/>
        <w:t>744</w:t>
      </w:r>
    </w:p>
    <w:p w14:paraId="3070B3B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A.4.5.7.1.1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744</w:t>
      </w:r>
    </w:p>
    <w:p w14:paraId="6EAB062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A.4.5.7.1.2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748</w:t>
      </w:r>
    </w:p>
    <w:p w14:paraId="32174F5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A.4.5.8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DL Interruptions at switching between two uplink carriers</w:t>
      </w:r>
      <w:r>
        <w:tab/>
        <w:t>749</w:t>
      </w:r>
    </w:p>
    <w:p w14:paraId="434AD82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749</w:t>
      </w:r>
    </w:p>
    <w:p w14:paraId="29522D9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A.4.5.8.2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752</w:t>
      </w:r>
    </w:p>
    <w:p w14:paraId="50AB341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A.4.5.9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specific CBW change</w:t>
      </w:r>
      <w:r>
        <w:tab/>
        <w:t>753</w:t>
      </w:r>
    </w:p>
    <w:p w14:paraId="52FA78C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A.4.5.9.1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specific CBW change on FR1 NR PSCell with non-DRX in synchronous EN- DC</w:t>
      </w:r>
      <w:r>
        <w:tab/>
        <w:t>753</w:t>
      </w:r>
    </w:p>
    <w:p w14:paraId="6DF9228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  <w:snapToGrid w:val="0"/>
        </w:rPr>
        <w:t>A.4.5.9.1.1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  <w:snapToGrid w:val="0"/>
        </w:rPr>
        <w:t>Test Purpose and Environment</w:t>
      </w:r>
      <w:r>
        <w:tab/>
        <w:t>753</w:t>
      </w:r>
    </w:p>
    <w:p w14:paraId="09AE1E3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  <w:snapToGrid w:val="0"/>
        </w:rPr>
        <w:t>A.4.5.9.1.2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 xml:space="preserve">Test </w:t>
      </w:r>
      <w:r w:rsidRPr="0046111E">
        <w:rPr>
          <w:rFonts w:eastAsia="MS Mincho"/>
          <w:snapToGrid w:val="0"/>
        </w:rPr>
        <w:t>Requirements</w:t>
      </w:r>
      <w:r>
        <w:tab/>
        <w:t>757</w:t>
      </w:r>
    </w:p>
    <w:p w14:paraId="77C8D134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A.4.6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procedure</w:t>
      </w:r>
      <w:r>
        <w:tab/>
        <w:t>757</w:t>
      </w:r>
    </w:p>
    <w:p w14:paraId="6E0EB9D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Intra-frequency Measurements</w:t>
      </w:r>
      <w:r>
        <w:tab/>
        <w:t>757</w:t>
      </w:r>
    </w:p>
    <w:p w14:paraId="45FB5F9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lastRenderedPageBreak/>
        <w:t>A.4.6.1.1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EN-DC event triggered reporting tests without gap under non-DRX</w:t>
      </w:r>
      <w:r>
        <w:tab/>
        <w:t>757</w:t>
      </w:r>
    </w:p>
    <w:p w14:paraId="578E130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757</w:t>
      </w:r>
    </w:p>
    <w:p w14:paraId="007C7C6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757</w:t>
      </w:r>
    </w:p>
    <w:p w14:paraId="42BCA61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761</w:t>
      </w:r>
    </w:p>
    <w:p w14:paraId="5A3C050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EN-DC event triggered reporting tests without gap under DRX</w:t>
      </w:r>
      <w:r>
        <w:tab/>
        <w:t>761</w:t>
      </w:r>
    </w:p>
    <w:p w14:paraId="4B992EC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761</w:t>
      </w:r>
    </w:p>
    <w:p w14:paraId="4EA4C80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761</w:t>
      </w:r>
    </w:p>
    <w:p w14:paraId="229AD42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765</w:t>
      </w:r>
    </w:p>
    <w:p w14:paraId="28C93ED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EN-DC event triggered reporting tests with per-UE gaps under non-DRX</w:t>
      </w:r>
      <w:r>
        <w:tab/>
        <w:t>765</w:t>
      </w:r>
    </w:p>
    <w:p w14:paraId="4B7DCA0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765</w:t>
      </w:r>
    </w:p>
    <w:p w14:paraId="33BC404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765</w:t>
      </w:r>
    </w:p>
    <w:p w14:paraId="57FB373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A.4.6.1.3.3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769</w:t>
      </w:r>
    </w:p>
    <w:p w14:paraId="5B830FA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EN-DC event triggered reporting tests with per-UE gaps under DRX</w:t>
      </w:r>
      <w:r>
        <w:tab/>
        <w:t>769</w:t>
      </w:r>
    </w:p>
    <w:p w14:paraId="4DFB5F9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769</w:t>
      </w:r>
    </w:p>
    <w:p w14:paraId="3F8FF8D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769</w:t>
      </w:r>
    </w:p>
    <w:p w14:paraId="114AB5D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A.4.6.1.4.3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773</w:t>
      </w:r>
    </w:p>
    <w:p w14:paraId="7A2EA92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EN-DC event triggered reporting tests without gap under non-DRX with SSB index reading</w:t>
      </w:r>
      <w:r>
        <w:tab/>
        <w:t>773</w:t>
      </w:r>
    </w:p>
    <w:p w14:paraId="6B1B67B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A.4.6.1.5.1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773</w:t>
      </w:r>
    </w:p>
    <w:p w14:paraId="156807E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A.4.6.1.5.2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773</w:t>
      </w:r>
    </w:p>
    <w:p w14:paraId="5303994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A.4.6.1.5.3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775</w:t>
      </w:r>
    </w:p>
    <w:p w14:paraId="4C1B543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A.4.6.1.6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EN-DC event triggered reporting tests with SSB index reading with per-UE gaps</w:t>
      </w:r>
      <w:r>
        <w:tab/>
        <w:t>776</w:t>
      </w:r>
    </w:p>
    <w:p w14:paraId="4F7B8B2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A.4.6.1.6.1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776</w:t>
      </w:r>
    </w:p>
    <w:p w14:paraId="5195BBE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A.4.6.1.6.2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776</w:t>
      </w:r>
    </w:p>
    <w:p w14:paraId="7856158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A.4.6.1.6.3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778</w:t>
      </w:r>
    </w:p>
    <w:p w14:paraId="1984FE5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A.4.6.1.7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EN-DC event triggered reporting tests under DRX</w:t>
      </w:r>
      <w:r>
        <w:t xml:space="preserve"> </w:t>
      </w:r>
      <w:r w:rsidRPr="0046111E">
        <w:rPr>
          <w:snapToGrid w:val="0"/>
        </w:rPr>
        <w:t>for UE configured with highSpeedMeasFlag-r16</w:t>
      </w:r>
      <w:r>
        <w:tab/>
        <w:t>779</w:t>
      </w:r>
    </w:p>
    <w:p w14:paraId="1E1E13D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A.4.6.1.7.1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779</w:t>
      </w:r>
    </w:p>
    <w:p w14:paraId="02ECF15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A.4.6.1.7.2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779</w:t>
      </w:r>
    </w:p>
    <w:p w14:paraId="56F320D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A.4.6.1.7.3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783</w:t>
      </w:r>
    </w:p>
    <w:p w14:paraId="4840E06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Inter-frequency Measurements</w:t>
      </w:r>
      <w:r>
        <w:tab/>
        <w:t>783</w:t>
      </w:r>
    </w:p>
    <w:p w14:paraId="7BEECF7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A.4.6.2.1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event triggered reporting tests for FR1 cell without SSB time index detection when DRX is not used</w:t>
      </w:r>
      <w:r>
        <w:tab/>
        <w:t>783</w:t>
      </w:r>
    </w:p>
    <w:p w14:paraId="139B3EC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783</w:t>
      </w:r>
    </w:p>
    <w:p w14:paraId="45C4846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787</w:t>
      </w:r>
    </w:p>
    <w:p w14:paraId="1F18460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A.4.6.2.2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event triggered reporting tests for FR1 cell without SSB time index detection when DRX is used</w:t>
      </w:r>
      <w:r>
        <w:tab/>
        <w:t>787</w:t>
      </w:r>
    </w:p>
    <w:p w14:paraId="01432F8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787</w:t>
      </w:r>
    </w:p>
    <w:p w14:paraId="0982C4E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791</w:t>
      </w:r>
    </w:p>
    <w:p w14:paraId="78C8A59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A.4.6.2.3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792</w:t>
      </w:r>
    </w:p>
    <w:p w14:paraId="4486594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A.4.6.2.4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792</w:t>
      </w:r>
    </w:p>
    <w:p w14:paraId="711AF35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A.4.6.2.5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event triggered reporting tests for FR1 cell with SSB time index detection when DRX is not used</w:t>
      </w:r>
      <w:r>
        <w:tab/>
        <w:t>792</w:t>
      </w:r>
    </w:p>
    <w:p w14:paraId="31F663E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A.4.6.2.5.1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792</w:t>
      </w:r>
    </w:p>
    <w:p w14:paraId="5463E60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A.4.6.2.5.2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796</w:t>
      </w:r>
    </w:p>
    <w:p w14:paraId="177D0C4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A.4.6.2.6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event triggered reporting tests for FR1 cell with SSB time index detection when DRX is used</w:t>
      </w:r>
      <w:r>
        <w:tab/>
        <w:t>797</w:t>
      </w:r>
    </w:p>
    <w:p w14:paraId="334C3F2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A.4.6.2.6.1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797</w:t>
      </w:r>
    </w:p>
    <w:p w14:paraId="0F1EB83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A.4.6.2.6.2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801</w:t>
      </w:r>
    </w:p>
    <w:p w14:paraId="288D1C8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fi-FI"/>
        </w:rPr>
        <w:t>A.4.6.2.7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fi-FI"/>
        </w:rPr>
        <w:t>Void</w:t>
      </w:r>
      <w:r>
        <w:tab/>
        <w:t>802</w:t>
      </w:r>
    </w:p>
    <w:p w14:paraId="488C09A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fi-FI"/>
        </w:rPr>
        <w:t>A.4.6.2.8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fi-FI"/>
        </w:rPr>
        <w:t>Void</w:t>
      </w:r>
      <w:r>
        <w:tab/>
        <w:t>802</w:t>
      </w:r>
    </w:p>
    <w:p w14:paraId="3F5B6F1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fi-FI"/>
        </w:rPr>
        <w:t>A.4.6.3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fi-FI"/>
        </w:rPr>
        <w:t>Void</w:t>
      </w:r>
      <w:r>
        <w:tab/>
        <w:t>802</w:t>
      </w:r>
    </w:p>
    <w:p w14:paraId="31C17EE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A.4.6.4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L1-RSRP measurement for beam reporting</w:t>
      </w:r>
      <w:r>
        <w:tab/>
        <w:t>802</w:t>
      </w:r>
    </w:p>
    <w:p w14:paraId="672E2A9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 when DRX is not used</w:t>
      </w:r>
      <w:r>
        <w:tab/>
        <w:t>802</w:t>
      </w:r>
    </w:p>
    <w:p w14:paraId="71242E4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802</w:t>
      </w:r>
    </w:p>
    <w:p w14:paraId="140F603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802</w:t>
      </w:r>
    </w:p>
    <w:p w14:paraId="2CE9CC8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A.4.6.4.1.3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805</w:t>
      </w:r>
    </w:p>
    <w:p w14:paraId="2059497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 when DRX is used</w:t>
      </w:r>
      <w:r>
        <w:tab/>
        <w:t>805</w:t>
      </w:r>
    </w:p>
    <w:p w14:paraId="1C651B7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805</w:t>
      </w:r>
    </w:p>
    <w:p w14:paraId="6DDAD8D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806</w:t>
      </w:r>
    </w:p>
    <w:p w14:paraId="7FBE075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A.4.6.4.2.3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809</w:t>
      </w:r>
    </w:p>
    <w:p w14:paraId="382DC22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CSI-RS based L1-RSRP measurement when DRX is not used</w:t>
      </w:r>
      <w:r>
        <w:tab/>
        <w:t>809</w:t>
      </w:r>
    </w:p>
    <w:p w14:paraId="4E7ED2C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A.4.6.4.3.1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809</w:t>
      </w:r>
    </w:p>
    <w:p w14:paraId="7269BA8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A.4.6.4.3.2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810</w:t>
      </w:r>
    </w:p>
    <w:p w14:paraId="5D25550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A.4.6.4.3.3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813</w:t>
      </w:r>
    </w:p>
    <w:p w14:paraId="7C3D0B1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A.4.6.4.4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CSI-RS based L1-RSRP measurement when DRX is used</w:t>
      </w:r>
      <w:r>
        <w:tab/>
        <w:t>813</w:t>
      </w:r>
    </w:p>
    <w:p w14:paraId="4CDE9D9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A.4.6.4.4.1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813</w:t>
      </w:r>
    </w:p>
    <w:p w14:paraId="13505AA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A.4.6.4.4.2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814</w:t>
      </w:r>
    </w:p>
    <w:p w14:paraId="0CB1DC3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A.4.6.4.4.3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816</w:t>
      </w:r>
    </w:p>
    <w:p w14:paraId="1E59B18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A.4.6.4.5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 xml:space="preserve">SSB based L1-RSRP measurement when DRX is used for UE configured with </w:t>
      </w:r>
      <w:r w:rsidRPr="0046111E">
        <w:rPr>
          <w:i/>
          <w:iCs/>
          <w:snapToGrid w:val="0"/>
        </w:rPr>
        <w:t>highSpeedMeasFlag-r16</w:t>
      </w:r>
      <w:r>
        <w:tab/>
        <w:t>816</w:t>
      </w:r>
    </w:p>
    <w:p w14:paraId="71FD2EF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A.4.6.4.5.1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816</w:t>
      </w:r>
    </w:p>
    <w:p w14:paraId="18FF6AD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A.4.6.4.5.2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817</w:t>
      </w:r>
    </w:p>
    <w:p w14:paraId="19B1602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A.4.6.4.5.3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820</w:t>
      </w:r>
    </w:p>
    <w:p w14:paraId="44C20FD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A.4.6.5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CLI measurements</w:t>
      </w:r>
      <w:r>
        <w:tab/>
        <w:t>820</w:t>
      </w:r>
    </w:p>
    <w:p w14:paraId="63E7290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SRS-RSRP measurement with non-DRX</w:t>
      </w:r>
      <w:r>
        <w:tab/>
        <w:t>820</w:t>
      </w:r>
    </w:p>
    <w:p w14:paraId="361E2E5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820</w:t>
      </w:r>
    </w:p>
    <w:p w14:paraId="3EE5756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821</w:t>
      </w:r>
    </w:p>
    <w:p w14:paraId="03D7006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A.4.6.5.1.3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824</w:t>
      </w:r>
    </w:p>
    <w:p w14:paraId="6A36A05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CLI-RSSI measurement with non-DRX</w:t>
      </w:r>
      <w:r>
        <w:tab/>
        <w:t>824</w:t>
      </w:r>
    </w:p>
    <w:p w14:paraId="4CB31E2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A.4.6.5.2.1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824</w:t>
      </w:r>
    </w:p>
    <w:p w14:paraId="0E98762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825</w:t>
      </w:r>
    </w:p>
    <w:p w14:paraId="09F910D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A.4.6.5.2.3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826</w:t>
      </w:r>
    </w:p>
    <w:p w14:paraId="330869D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A.4.6.6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Measurements with autonomous gaps</w:t>
      </w:r>
      <w:r>
        <w:tab/>
        <w:t>827</w:t>
      </w:r>
    </w:p>
    <w:p w14:paraId="64D227F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EN-DC</w:t>
      </w:r>
      <w:r w:rsidRPr="0046111E">
        <w:rPr>
          <w:strike/>
          <w:snapToGrid w:val="0"/>
        </w:rPr>
        <w:t xml:space="preserve"> </w:t>
      </w:r>
      <w:r w:rsidRPr="0046111E">
        <w:rPr>
          <w:snapToGrid w:val="0"/>
        </w:rPr>
        <w:t>intra-frequency CGI identification of NR FR1 cell with autonomous gaps in synchronous EN-DC</w:t>
      </w:r>
      <w:r>
        <w:tab/>
        <w:t>827</w:t>
      </w:r>
    </w:p>
    <w:p w14:paraId="6D54F38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827</w:t>
      </w:r>
    </w:p>
    <w:p w14:paraId="6F10052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831</w:t>
      </w:r>
    </w:p>
    <w:p w14:paraId="54A23AC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A.4.6.7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L1-SINR measurement for beam reporting</w:t>
      </w:r>
      <w:r>
        <w:tab/>
        <w:t>831</w:t>
      </w:r>
    </w:p>
    <w:p w14:paraId="6EB5B22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L1-SINR measurement with CSI-RS based CMR and no dedicated IMR when DRX is not used</w:t>
      </w:r>
      <w:r>
        <w:tab/>
        <w:t>831</w:t>
      </w:r>
    </w:p>
    <w:p w14:paraId="4B8004B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A.4.6.7.1.1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831</w:t>
      </w:r>
    </w:p>
    <w:p w14:paraId="0941C13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A.4.6.7.1.2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832</w:t>
      </w:r>
    </w:p>
    <w:p w14:paraId="3A9E219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A.4.6.7.1.3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835</w:t>
      </w:r>
    </w:p>
    <w:p w14:paraId="5F7A6F3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L1-SINR measurement with SSB based CMR and dedicated IMR when DRX is used</w:t>
      </w:r>
      <w:r>
        <w:tab/>
        <w:t>835</w:t>
      </w:r>
    </w:p>
    <w:p w14:paraId="7708C1D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A.4.6.7.2.1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835</w:t>
      </w:r>
    </w:p>
    <w:p w14:paraId="2601CF9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A.4.6.7.2.2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836</w:t>
      </w:r>
    </w:p>
    <w:p w14:paraId="2E85B66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A.4.6.7.2.3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839</w:t>
      </w:r>
    </w:p>
    <w:p w14:paraId="5AB2C85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A.4.6.7.</w:t>
      </w:r>
      <w:r w:rsidRPr="0046111E">
        <w:rPr>
          <w:snapToGrid w:val="0"/>
          <w:lang w:eastAsia="zh-CN"/>
        </w:rP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 xml:space="preserve">L1-SINR measurement </w:t>
      </w:r>
      <w:r w:rsidRPr="0046111E">
        <w:rPr>
          <w:snapToGrid w:val="0"/>
          <w:lang w:eastAsia="zh-CN"/>
        </w:rPr>
        <w:t xml:space="preserve">with </w:t>
      </w:r>
      <w:r w:rsidRPr="0046111E">
        <w:rPr>
          <w:snapToGrid w:val="0"/>
        </w:rPr>
        <w:t>CSI-RS based CMR and dedicated IMR configured when DRX is used</w:t>
      </w:r>
      <w:r>
        <w:tab/>
        <w:t>839</w:t>
      </w:r>
    </w:p>
    <w:p w14:paraId="17BC52F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A.4.6.7.3.1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839</w:t>
      </w:r>
    </w:p>
    <w:p w14:paraId="2EC7079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A.4.6.7.3.2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840</w:t>
      </w:r>
    </w:p>
    <w:p w14:paraId="247B51D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A.4.6.7.3.3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843</w:t>
      </w:r>
    </w:p>
    <w:p w14:paraId="29FECBF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A.4.6.8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CSI-RS based intra-frequency Measurement</w:t>
      </w:r>
      <w:r>
        <w:tab/>
        <w:t>843</w:t>
      </w:r>
    </w:p>
    <w:p w14:paraId="2EE2B08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A.4.6.8.1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EN-DC event triggered reporting tests without gap under DRX</w:t>
      </w:r>
      <w:r>
        <w:tab/>
        <w:t>843</w:t>
      </w:r>
    </w:p>
    <w:p w14:paraId="499BB61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A.4.6.8.1.1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purpose and Environment</w:t>
      </w:r>
      <w:r>
        <w:tab/>
        <w:t>843</w:t>
      </w:r>
    </w:p>
    <w:p w14:paraId="75A551E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A.4.6.8.1.</w:t>
      </w:r>
      <w:r w:rsidRPr="0046111E">
        <w:rPr>
          <w:rFonts w:eastAsia="SimSun"/>
          <w:lang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Requirements</w:t>
      </w:r>
      <w:r>
        <w:tab/>
        <w:t>846</w:t>
      </w:r>
    </w:p>
    <w:p w14:paraId="62447BB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A.4.6.9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CSI-RS based inter-frequency Measurement</w:t>
      </w:r>
      <w:r>
        <w:tab/>
        <w:t>847</w:t>
      </w:r>
    </w:p>
    <w:p w14:paraId="784BD3B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A.4.6.9.1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EN-DC event triggered reporting tests for FR1 cell when non-DRX is used</w:t>
      </w:r>
      <w:r>
        <w:tab/>
        <w:t>847</w:t>
      </w:r>
    </w:p>
    <w:p w14:paraId="10059CA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A.4.6.9.1.1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Purpose and Environment</w:t>
      </w:r>
      <w:r>
        <w:tab/>
        <w:t>847</w:t>
      </w:r>
    </w:p>
    <w:p w14:paraId="42565FE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A.4.6.9.1.2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Requirements</w:t>
      </w:r>
      <w:r>
        <w:tab/>
        <w:t>850</w:t>
      </w:r>
    </w:p>
    <w:p w14:paraId="06A9AFC2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A.4.7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Performance requirements</w:t>
      </w:r>
      <w:r>
        <w:tab/>
        <w:t>851</w:t>
      </w:r>
    </w:p>
    <w:p w14:paraId="36C8579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SS-RSRP</w:t>
      </w:r>
      <w:r>
        <w:tab/>
        <w:t>851</w:t>
      </w:r>
    </w:p>
    <w:p w14:paraId="3ED59CA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A.4.7.1.1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EN-DC Intra-frequency measurement accuracy with FR1 serving cell and FR1 target cell</w:t>
      </w:r>
      <w:r>
        <w:tab/>
        <w:t>851</w:t>
      </w:r>
    </w:p>
    <w:p w14:paraId="23E7166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851</w:t>
      </w:r>
    </w:p>
    <w:p w14:paraId="7353F4B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851</w:t>
      </w:r>
    </w:p>
    <w:p w14:paraId="76DFF54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855</w:t>
      </w:r>
    </w:p>
    <w:p w14:paraId="08D0CAA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A.4.7.1.2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EN-DC inter-frequency measurement accuracy with FR1 serving cell and FR1 target cell</w:t>
      </w:r>
      <w:r>
        <w:tab/>
        <w:t>855</w:t>
      </w:r>
    </w:p>
    <w:p w14:paraId="4CFB553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855</w:t>
      </w:r>
    </w:p>
    <w:p w14:paraId="6101E69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856</w:t>
      </w:r>
    </w:p>
    <w:p w14:paraId="20F7279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860</w:t>
      </w:r>
    </w:p>
    <w:p w14:paraId="44B76AD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A.4.7.1.3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Void</w:t>
      </w:r>
      <w:r>
        <w:tab/>
        <w:t>860</w:t>
      </w:r>
    </w:p>
    <w:p w14:paraId="4B8A3B1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SS-RSRQ</w:t>
      </w:r>
      <w:r>
        <w:tab/>
        <w:t>860</w:t>
      </w:r>
    </w:p>
    <w:p w14:paraId="110955F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  <w:bCs/>
          <w:snapToGrid w:val="0"/>
        </w:rPr>
        <w:t>A.4.7.2.1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  <w:bCs/>
          <w:snapToGrid w:val="0"/>
        </w:rPr>
        <w:t>EN-DC Intra-frequency measurement accuracy with FR1 serving cell and FR1 target cell</w:t>
      </w:r>
      <w:r>
        <w:tab/>
        <w:t>860</w:t>
      </w:r>
    </w:p>
    <w:p w14:paraId="2E33CD8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  <w:snapToGrid w:val="0"/>
        </w:rPr>
        <w:t>A.4.7.2.1.1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  <w:snapToGrid w:val="0"/>
        </w:rPr>
        <w:t>Test Purpose and Environment</w:t>
      </w:r>
      <w:r>
        <w:tab/>
        <w:t>860</w:t>
      </w:r>
    </w:p>
    <w:p w14:paraId="14619ED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  <w:snapToGrid w:val="0"/>
        </w:rPr>
        <w:t>A.4.7.2.1.2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  <w:snapToGrid w:val="0"/>
        </w:rPr>
        <w:t>Test Parameters</w:t>
      </w:r>
      <w:r>
        <w:tab/>
        <w:t>861</w:t>
      </w:r>
    </w:p>
    <w:p w14:paraId="0017B1A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  <w:snapToGrid w:val="0"/>
        </w:rPr>
        <w:lastRenderedPageBreak/>
        <w:t>A.4.7.2.1.3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  <w:snapToGrid w:val="0"/>
        </w:rPr>
        <w:t>Test Requirements</w:t>
      </w:r>
      <w:r>
        <w:tab/>
        <w:t>866</w:t>
      </w:r>
    </w:p>
    <w:p w14:paraId="2806AD0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A.4.7.2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EN-DC Inter-frequency measurement accuracy with FR1 serving cell and FR1 target cell</w:t>
      </w:r>
      <w:r>
        <w:tab/>
        <w:t>866</w:t>
      </w:r>
    </w:p>
    <w:p w14:paraId="2327E3B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A.4.7.2.</w:t>
      </w:r>
      <w:r w:rsidRPr="0046111E">
        <w:rPr>
          <w:snapToGrid w:val="0"/>
          <w:lang w:eastAsia="zh-CN"/>
        </w:rPr>
        <w:t>2</w:t>
      </w:r>
      <w:r w:rsidRPr="0046111E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866</w:t>
      </w:r>
    </w:p>
    <w:p w14:paraId="4C56ED1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A.4.7.2.</w:t>
      </w:r>
      <w:r>
        <w:rPr>
          <w:lang w:eastAsia="zh-CN"/>
        </w:rPr>
        <w:t>2</w:t>
      </w:r>
      <w: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866</w:t>
      </w:r>
    </w:p>
    <w:p w14:paraId="3DD28BD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A.4.7.2.</w:t>
      </w:r>
      <w:r>
        <w:rPr>
          <w:lang w:eastAsia="zh-CN"/>
        </w:rPr>
        <w:t>2</w:t>
      </w:r>
      <w:r>
        <w:t>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870</w:t>
      </w:r>
    </w:p>
    <w:p w14:paraId="514C3E1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A.4.7.3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SS-SINR</w:t>
      </w:r>
      <w:r>
        <w:tab/>
        <w:t>871</w:t>
      </w:r>
    </w:p>
    <w:p w14:paraId="74F75AB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A.4.7.3.1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EN-DC Intra-frequency measurement accuracy with FR1 serving cell and FR1 target cell</w:t>
      </w:r>
      <w:r>
        <w:tab/>
        <w:t>871</w:t>
      </w:r>
    </w:p>
    <w:p w14:paraId="505FEE3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A.4.7.3.1.1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871</w:t>
      </w:r>
    </w:p>
    <w:p w14:paraId="0B4224E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A.4.7.3.1.2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871</w:t>
      </w:r>
    </w:p>
    <w:p w14:paraId="038F380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A.4.7.3.1.3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875</w:t>
      </w:r>
    </w:p>
    <w:p w14:paraId="2864D9D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A.4.7.3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EN-DC Inter-frequency measurement accuracy with FR1 serving cell and FR1 target cell</w:t>
      </w:r>
      <w:r>
        <w:tab/>
        <w:t>875</w:t>
      </w:r>
    </w:p>
    <w:p w14:paraId="400574D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A.4.7.3.</w:t>
      </w:r>
      <w:r w:rsidRPr="0046111E">
        <w:rPr>
          <w:snapToGrid w:val="0"/>
          <w:lang w:eastAsia="zh-CN"/>
        </w:rPr>
        <w:t>2</w:t>
      </w:r>
      <w:r w:rsidRPr="0046111E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875</w:t>
      </w:r>
    </w:p>
    <w:p w14:paraId="2C5FC88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A.4.7.3.</w:t>
      </w:r>
      <w:r>
        <w:rPr>
          <w:lang w:eastAsia="zh-CN"/>
        </w:rPr>
        <w:t>2</w:t>
      </w:r>
      <w: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875</w:t>
      </w:r>
    </w:p>
    <w:p w14:paraId="719D936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A.4.7.3.</w:t>
      </w:r>
      <w:r>
        <w:rPr>
          <w:lang w:eastAsia="zh-CN"/>
        </w:rPr>
        <w:t>2</w:t>
      </w:r>
      <w:r>
        <w:t>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880</w:t>
      </w:r>
    </w:p>
    <w:p w14:paraId="452CA98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A.4.7.4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L1-RSRP measurement for beam reporting</w:t>
      </w:r>
      <w:r>
        <w:tab/>
        <w:t>880</w:t>
      </w:r>
    </w:p>
    <w:p w14:paraId="5D6FF15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A.4.7.4.1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</w:t>
      </w:r>
      <w:r>
        <w:tab/>
        <w:t>880</w:t>
      </w:r>
    </w:p>
    <w:p w14:paraId="2A8B506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880</w:t>
      </w:r>
    </w:p>
    <w:p w14:paraId="3D98748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881</w:t>
      </w:r>
    </w:p>
    <w:p w14:paraId="1CBB5B9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A.4.7.4.1.3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884</w:t>
      </w:r>
    </w:p>
    <w:p w14:paraId="5AB4EBE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A.4.7.4.2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CSI-RS based L1-RSRP measurement on resource set with repetition off</w:t>
      </w:r>
      <w:r>
        <w:tab/>
        <w:t>884</w:t>
      </w:r>
    </w:p>
    <w:p w14:paraId="69CA93B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884</w:t>
      </w:r>
    </w:p>
    <w:p w14:paraId="1B90F5E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885</w:t>
      </w:r>
    </w:p>
    <w:p w14:paraId="2336310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A.4.7.4.2.3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888</w:t>
      </w:r>
    </w:p>
    <w:p w14:paraId="710497E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v4.2.0"/>
        </w:rPr>
        <w:t>A.4.7.5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v4.2.0"/>
        </w:rPr>
        <w:t>SFTD accuracy</w:t>
      </w:r>
      <w:r>
        <w:tab/>
        <w:t>888</w:t>
      </w:r>
    </w:p>
    <w:p w14:paraId="5844BDD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A.4.7.5.1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SFTD accuracy</w:t>
      </w:r>
      <w:r>
        <w:tab/>
        <w:t>888</w:t>
      </w:r>
    </w:p>
    <w:p w14:paraId="6033555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A.4.7.5.1.1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888</w:t>
      </w:r>
    </w:p>
    <w:p w14:paraId="2C5DD6F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A.4.7.5.1.2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888</w:t>
      </w:r>
    </w:p>
    <w:p w14:paraId="270C1B2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A.4.7.5.1.3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893</w:t>
      </w:r>
    </w:p>
    <w:p w14:paraId="167A1F6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A.4.7.5.2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893</w:t>
      </w:r>
    </w:p>
    <w:p w14:paraId="661283E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A.4.7.5.3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893</w:t>
      </w:r>
    </w:p>
    <w:p w14:paraId="6F5B59E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A.4.7.6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CLI measurements</w:t>
      </w:r>
      <w:r>
        <w:tab/>
        <w:t>893</w:t>
      </w:r>
    </w:p>
    <w:p w14:paraId="1E95187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A.4.7.6.1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EN-DC SRS-RSRP measurement accuracy with FR1 serving cell</w:t>
      </w:r>
      <w:r>
        <w:tab/>
        <w:t>893</w:t>
      </w:r>
    </w:p>
    <w:p w14:paraId="58D73D9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893</w:t>
      </w:r>
    </w:p>
    <w:p w14:paraId="546330A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894</w:t>
      </w:r>
    </w:p>
    <w:p w14:paraId="7C4DA21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A.4.7.6.1.3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899</w:t>
      </w:r>
    </w:p>
    <w:p w14:paraId="494F89F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A.4.7.6.2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EN-DC CLI-RSSI measurement accuracy with FR1 serving cell</w:t>
      </w:r>
      <w:r>
        <w:tab/>
        <w:t>899</w:t>
      </w:r>
    </w:p>
    <w:p w14:paraId="0B6CCBA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A.4.7.6.2.1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899</w:t>
      </w:r>
    </w:p>
    <w:p w14:paraId="67CCC5D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A.4.7.6.2.2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900</w:t>
      </w:r>
    </w:p>
    <w:p w14:paraId="35CEA79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A.4.7.6.2.3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903</w:t>
      </w:r>
    </w:p>
    <w:p w14:paraId="5400279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A.4.7.7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L1-SINR measurement for beam reporting</w:t>
      </w:r>
      <w:r>
        <w:tab/>
        <w:t>903</w:t>
      </w:r>
    </w:p>
    <w:p w14:paraId="24FACC1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A.4.7.7.1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L1-SINR measurement with CSI-RS based CMR and no dedicated IMR configured and CSI-RS resource set with repetition off</w:t>
      </w:r>
      <w:r>
        <w:tab/>
        <w:t>903</w:t>
      </w:r>
    </w:p>
    <w:p w14:paraId="4474E6E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A.4.7.7.1.1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903</w:t>
      </w:r>
    </w:p>
    <w:p w14:paraId="53CADD2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A.4.7.7.1.2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904</w:t>
      </w:r>
    </w:p>
    <w:p w14:paraId="2892BB3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A.4.7.7.1.3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908</w:t>
      </w:r>
    </w:p>
    <w:p w14:paraId="20261B7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A.4.7.7.2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L1-SINR measurement with SSB based CMR and dedicated IMR</w:t>
      </w:r>
      <w:r>
        <w:tab/>
        <w:t>908</w:t>
      </w:r>
    </w:p>
    <w:p w14:paraId="70F81A7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A.4.7.7.2.1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908</w:t>
      </w:r>
    </w:p>
    <w:p w14:paraId="791D161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A.4.7.7.2.2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909</w:t>
      </w:r>
    </w:p>
    <w:p w14:paraId="6BE51A6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A.4.7.7.2.3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913</w:t>
      </w:r>
    </w:p>
    <w:p w14:paraId="4F32446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A.4.7.7.3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L1-SINR measurement with CSI-RS based CMR and dedicated IMR</w:t>
      </w:r>
      <w:r>
        <w:tab/>
        <w:t>913</w:t>
      </w:r>
    </w:p>
    <w:p w14:paraId="5677B1D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A.4.7.7.3.1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913</w:t>
      </w:r>
    </w:p>
    <w:p w14:paraId="48EE26F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A.4.7.7.3.2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914</w:t>
      </w:r>
    </w:p>
    <w:p w14:paraId="7359FC3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A.4.7.7.3.3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917</w:t>
      </w:r>
    </w:p>
    <w:p w14:paraId="5E2CC68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A.4.7.8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CSI-RSRP</w:t>
      </w:r>
      <w:r>
        <w:tab/>
        <w:t>917</w:t>
      </w:r>
    </w:p>
    <w:p w14:paraId="76CA1F0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A.4.7.8</w:t>
      </w:r>
      <w:r w:rsidRPr="0046111E">
        <w:rPr>
          <w:rFonts w:eastAsia="SimSun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lang w:eastAsia="zh-CN"/>
        </w:rPr>
        <w:t>EN-DC Intra-frequency measurement accuracy with FR1 serving cell and FR1 target cell</w:t>
      </w:r>
      <w:r>
        <w:tab/>
        <w:t>917</w:t>
      </w:r>
    </w:p>
    <w:p w14:paraId="43147F5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A.4.7.8</w:t>
      </w:r>
      <w:r w:rsidRPr="0046111E">
        <w:rPr>
          <w:rFonts w:eastAsia="SimSun"/>
        </w:rPr>
        <w:t>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Purpose and Environment</w:t>
      </w:r>
      <w:r>
        <w:tab/>
        <w:t>917</w:t>
      </w:r>
    </w:p>
    <w:p w14:paraId="04672BD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A.4.7.8</w:t>
      </w:r>
      <w:r w:rsidRPr="0046111E">
        <w:rPr>
          <w:rFonts w:eastAsia="SimSun"/>
        </w:rPr>
        <w:t>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parameters</w:t>
      </w:r>
      <w:r>
        <w:tab/>
        <w:t>918</w:t>
      </w:r>
    </w:p>
    <w:p w14:paraId="050A9AA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A.4.7.8</w:t>
      </w:r>
      <w:r w:rsidRPr="0046111E">
        <w:rPr>
          <w:rFonts w:eastAsia="SimSun"/>
        </w:rPr>
        <w:t>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Requirements</w:t>
      </w:r>
      <w:r>
        <w:tab/>
        <w:t>921</w:t>
      </w:r>
    </w:p>
    <w:p w14:paraId="02DB923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A.4.7.8</w:t>
      </w:r>
      <w:r w:rsidRPr="0046111E">
        <w:rPr>
          <w:rFonts w:eastAsia="SimSun"/>
          <w:snapToGrid w:val="0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EN-DC inter-frequency measurement accuracy with FR1 serving cell and FR1 target cell</w:t>
      </w:r>
      <w:r>
        <w:tab/>
        <w:t>921</w:t>
      </w:r>
    </w:p>
    <w:p w14:paraId="3C8545D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A.4.7.8</w:t>
      </w:r>
      <w:r w:rsidRPr="0046111E">
        <w:rPr>
          <w:rFonts w:eastAsia="SimSun"/>
        </w:rPr>
        <w:t>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Purpose and Environment</w:t>
      </w:r>
      <w:r>
        <w:tab/>
        <w:t>921</w:t>
      </w:r>
    </w:p>
    <w:p w14:paraId="5FD5E8C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A.4.7.8</w:t>
      </w:r>
      <w:r w:rsidRPr="0046111E">
        <w:rPr>
          <w:rFonts w:eastAsia="SimSun"/>
        </w:rPr>
        <w:t>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parameters</w:t>
      </w:r>
      <w:r>
        <w:tab/>
        <w:t>922</w:t>
      </w:r>
    </w:p>
    <w:p w14:paraId="2C4F312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A.4.7.8</w:t>
      </w:r>
      <w:r w:rsidRPr="0046111E">
        <w:rPr>
          <w:rFonts w:eastAsia="SimSun"/>
        </w:rPr>
        <w:t>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Requirements</w:t>
      </w:r>
      <w:r>
        <w:tab/>
        <w:t>925</w:t>
      </w:r>
    </w:p>
    <w:p w14:paraId="751E1E8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lastRenderedPageBreak/>
        <w:t>A.4.7.9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CSI-RSRQ</w:t>
      </w:r>
      <w:r>
        <w:tab/>
        <w:t>926</w:t>
      </w:r>
    </w:p>
    <w:p w14:paraId="1F860E1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A.4.7.9.1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EN-DC Intra-frequency measurement accuracy with FR1 serving cell and FR1 target cell</w:t>
      </w:r>
      <w:r>
        <w:tab/>
        <w:t>926</w:t>
      </w:r>
    </w:p>
    <w:p w14:paraId="74D660B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A.4.7.9.1.1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Test Purpose and Environment</w:t>
      </w:r>
      <w:r>
        <w:tab/>
        <w:t>926</w:t>
      </w:r>
    </w:p>
    <w:p w14:paraId="5F4A263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A.4.7.9.1.2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Test Parameters</w:t>
      </w:r>
      <w:r>
        <w:tab/>
        <w:t>926</w:t>
      </w:r>
    </w:p>
    <w:p w14:paraId="3AA84FF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A.4.7.9.1.3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Test Requirements</w:t>
      </w:r>
      <w:r>
        <w:tab/>
        <w:t>931</w:t>
      </w:r>
    </w:p>
    <w:p w14:paraId="66107D9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A.4.7.9</w:t>
      </w:r>
      <w:r w:rsidRPr="0046111E">
        <w:rPr>
          <w:rFonts w:eastAsia="SimSun"/>
          <w:lang w:eastAsia="zh-CN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lang w:eastAsia="zh-CN"/>
        </w:rPr>
        <w:t>EN-DC Inter-frequency measurement accuracy with FR1 serving cell and FR1 target cell</w:t>
      </w:r>
      <w:r>
        <w:tab/>
        <w:t>931</w:t>
      </w:r>
    </w:p>
    <w:p w14:paraId="21AFC36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A.4.7.9.</w:t>
      </w:r>
      <w:r w:rsidRPr="0046111E">
        <w:rPr>
          <w:rFonts w:eastAsia="SimSun"/>
          <w:snapToGrid w:val="0"/>
          <w:lang w:eastAsia="zh-CN"/>
        </w:rPr>
        <w:t>2</w:t>
      </w:r>
      <w:r w:rsidRPr="0046111E">
        <w:rPr>
          <w:rFonts w:eastAsia="SimSun"/>
          <w:snapToGrid w:val="0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Test Purpose and Environment</w:t>
      </w:r>
      <w:r>
        <w:tab/>
        <w:t>931</w:t>
      </w:r>
    </w:p>
    <w:p w14:paraId="6EE9332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A.4.7.9.</w:t>
      </w:r>
      <w:r w:rsidRPr="0046111E">
        <w:rPr>
          <w:rFonts w:eastAsia="SimSun"/>
          <w:lang w:eastAsia="zh-CN"/>
        </w:rPr>
        <w:t>2</w:t>
      </w:r>
      <w:r w:rsidRPr="0046111E">
        <w:rPr>
          <w:rFonts w:eastAsia="SimSun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Parameters</w:t>
      </w:r>
      <w:r>
        <w:tab/>
        <w:t>931</w:t>
      </w:r>
    </w:p>
    <w:p w14:paraId="035CDB2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A.4.7.2.</w:t>
      </w:r>
      <w:r w:rsidRPr="0046111E">
        <w:rPr>
          <w:rFonts w:eastAsia="SimSun"/>
          <w:lang w:eastAsia="zh-CN"/>
        </w:rPr>
        <w:t>2</w:t>
      </w:r>
      <w:r w:rsidRPr="0046111E">
        <w:rPr>
          <w:rFonts w:eastAsia="SimSun"/>
        </w:rPr>
        <w:t>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Requirements</w:t>
      </w:r>
      <w:r>
        <w:tab/>
        <w:t>936</w:t>
      </w:r>
    </w:p>
    <w:p w14:paraId="1C503B9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A.4.7.10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CSI-SINR</w:t>
      </w:r>
      <w:r>
        <w:tab/>
        <w:t>936</w:t>
      </w:r>
    </w:p>
    <w:p w14:paraId="4D0BC4B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A.4.7.10.1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EN-DC Intra-frequency measurement accuracy with FR1 serving cell and FR1 target cell</w:t>
      </w:r>
      <w:r>
        <w:tab/>
        <w:t>936</w:t>
      </w:r>
    </w:p>
    <w:p w14:paraId="5786495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A.4.7.10.1.1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Test Purpose and Environment</w:t>
      </w:r>
      <w:r>
        <w:tab/>
        <w:t>936</w:t>
      </w:r>
    </w:p>
    <w:p w14:paraId="55B7820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A.4.7.10.1.2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Test Parameters</w:t>
      </w:r>
      <w:r>
        <w:tab/>
        <w:t>937</w:t>
      </w:r>
    </w:p>
    <w:p w14:paraId="7C049CC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A.4.7.10.1.3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Test Requirements</w:t>
      </w:r>
      <w:r>
        <w:tab/>
        <w:t>940</w:t>
      </w:r>
    </w:p>
    <w:p w14:paraId="57FECA9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A.4.7.10</w:t>
      </w:r>
      <w:r w:rsidRPr="0046111E">
        <w:rPr>
          <w:rFonts w:eastAsia="SimSun"/>
          <w:lang w:eastAsia="zh-CN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lang w:eastAsia="zh-CN"/>
        </w:rPr>
        <w:t>EN-DC Inter-frequency measurement accuracy with FR1 serving cell and FR1 target cell</w:t>
      </w:r>
      <w:r>
        <w:tab/>
        <w:t>940</w:t>
      </w:r>
    </w:p>
    <w:p w14:paraId="64AEF67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A.4.7.10.</w:t>
      </w:r>
      <w:r w:rsidRPr="0046111E">
        <w:rPr>
          <w:rFonts w:eastAsia="SimSun"/>
          <w:snapToGrid w:val="0"/>
          <w:lang w:eastAsia="zh-CN"/>
        </w:rPr>
        <w:t>2</w:t>
      </w:r>
      <w:r w:rsidRPr="0046111E">
        <w:rPr>
          <w:rFonts w:eastAsia="SimSun"/>
          <w:snapToGrid w:val="0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Test Purpose and Environment</w:t>
      </w:r>
      <w:r>
        <w:tab/>
        <w:t>940</w:t>
      </w:r>
    </w:p>
    <w:p w14:paraId="27323DD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A.4.7.10.</w:t>
      </w:r>
      <w:r w:rsidRPr="0046111E">
        <w:rPr>
          <w:rFonts w:eastAsia="SimSun"/>
          <w:lang w:eastAsia="zh-CN"/>
        </w:rPr>
        <w:t>2</w:t>
      </w:r>
      <w:r w:rsidRPr="0046111E">
        <w:rPr>
          <w:rFonts w:eastAsia="SimSun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Parameters</w:t>
      </w:r>
      <w:r>
        <w:tab/>
        <w:t>940</w:t>
      </w:r>
    </w:p>
    <w:p w14:paraId="4D7B890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A.4.7.10.</w:t>
      </w:r>
      <w:r w:rsidRPr="0046111E">
        <w:rPr>
          <w:rFonts w:eastAsia="SimSun"/>
          <w:lang w:eastAsia="zh-CN"/>
        </w:rPr>
        <w:t>2</w:t>
      </w:r>
      <w:r w:rsidRPr="0046111E">
        <w:rPr>
          <w:rFonts w:eastAsia="SimSun"/>
        </w:rPr>
        <w:t>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Requirements</w:t>
      </w:r>
      <w:r>
        <w:tab/>
        <w:t>943</w:t>
      </w:r>
    </w:p>
    <w:p w14:paraId="174460D5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A.4.8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944</w:t>
      </w:r>
    </w:p>
    <w:p w14:paraId="354380F4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A.4A</w:t>
      </w:r>
      <w:r>
        <w:rPr>
          <w:rFonts w:ascii="Calibri" w:eastAsia="Malgun Gothic" w:hAnsi="Calibri"/>
          <w:szCs w:val="22"/>
          <w:lang w:eastAsia="en-GB"/>
        </w:rPr>
        <w:tab/>
      </w:r>
      <w:r>
        <w:t>NE-DC test with all NR cells in FR1</w:t>
      </w:r>
      <w:r>
        <w:tab/>
        <w:t>944</w:t>
      </w:r>
    </w:p>
    <w:p w14:paraId="79B6E59B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A.4A.1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Signaling characteristics</w:t>
      </w:r>
      <w:r>
        <w:tab/>
        <w:t>944</w:t>
      </w:r>
    </w:p>
    <w:p w14:paraId="78936AC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A.4A.1.1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PSCell addition</w:t>
      </w:r>
      <w:r>
        <w:tab/>
        <w:t>944</w:t>
      </w:r>
    </w:p>
    <w:p w14:paraId="4A7393A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A.4A.1.1.1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944</w:t>
      </w:r>
    </w:p>
    <w:p w14:paraId="4EF36AC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A.4A.1.1.2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948</w:t>
      </w:r>
    </w:p>
    <w:p w14:paraId="6B53D4E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rFonts w:eastAsia="Malgun Gothic"/>
          <w:lang w:eastAsia="zh-CN"/>
        </w:rPr>
        <w:t>4A.1.2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  <w:lang w:eastAsia="zh-CN"/>
        </w:rPr>
        <w:t>Active BWP switch</w:t>
      </w:r>
      <w:r>
        <w:tab/>
        <w:t>949</w:t>
      </w:r>
    </w:p>
    <w:p w14:paraId="0A1B1A0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A.4A.1.2.1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E-UTRAN</w:t>
      </w:r>
      <w:r>
        <w:rPr>
          <w:rFonts w:eastAsia="Malgun Gothic"/>
          <w:lang w:val="en-US" w:eastAsia="zh-CN"/>
        </w:rPr>
        <w:t xml:space="preserve"> PSCell</w:t>
      </w:r>
      <w:r w:rsidRPr="0046111E">
        <w:rPr>
          <w:lang w:val="en-US"/>
        </w:rPr>
        <w:t xml:space="preserve"> – NR </w:t>
      </w:r>
      <w:r>
        <w:rPr>
          <w:rFonts w:eastAsia="Malgun Gothic"/>
          <w:lang w:val="en-US" w:eastAsia="zh-CN"/>
        </w:rPr>
        <w:t>P</w:t>
      </w:r>
      <w:r w:rsidRPr="0046111E">
        <w:rPr>
          <w:lang w:val="en-US"/>
        </w:rPr>
        <w:t xml:space="preserve">Cell </w:t>
      </w:r>
      <w:r>
        <w:rPr>
          <w:rFonts w:eastAsia="Malgun Gothic"/>
          <w:lang w:val="en-US" w:eastAsia="zh-CN"/>
        </w:rPr>
        <w:t xml:space="preserve">FR1 </w:t>
      </w:r>
      <w:r>
        <w:rPr>
          <w:rFonts w:eastAsia="Malgun Gothic"/>
          <w:lang w:eastAsia="zh-CN"/>
        </w:rPr>
        <w:t>DCI-based and Timer-based</w:t>
      </w:r>
      <w:r>
        <w:t xml:space="preserve"> </w:t>
      </w:r>
      <w:r w:rsidRPr="0046111E">
        <w:rPr>
          <w:lang w:val="en-US"/>
        </w:rPr>
        <w:t xml:space="preserve">DL active BWP switch in non-DRX in synchronous </w:t>
      </w:r>
      <w:r>
        <w:rPr>
          <w:rFonts w:eastAsia="Malgun Gothic"/>
          <w:lang w:val="en-US" w:eastAsia="zh-CN"/>
        </w:rPr>
        <w:t>NE-DC</w:t>
      </w:r>
      <w:r>
        <w:tab/>
        <w:t>949</w:t>
      </w:r>
    </w:p>
    <w:p w14:paraId="4CC33BD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A.4A.1.2.1.1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Test Purpose and Environment</w:t>
      </w:r>
      <w:r>
        <w:tab/>
        <w:t>949</w:t>
      </w:r>
    </w:p>
    <w:p w14:paraId="78DC70A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A.4A.1.2.</w:t>
      </w:r>
      <w:r>
        <w:rPr>
          <w:rFonts w:eastAsia="Malgun Gothic"/>
          <w:lang w:eastAsia="zh-CN"/>
        </w:rPr>
        <w:t>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Test Requirements</w:t>
      </w:r>
      <w:r>
        <w:tab/>
        <w:t>953</w:t>
      </w:r>
    </w:p>
    <w:p w14:paraId="3BDA17DF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A.4A.2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performance</w:t>
      </w:r>
      <w:r>
        <w:tab/>
        <w:t>954</w:t>
      </w:r>
    </w:p>
    <w:p w14:paraId="38D2AD3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A.4A.2.1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SFTD accuracy</w:t>
      </w:r>
      <w:r>
        <w:tab/>
        <w:t>954</w:t>
      </w:r>
    </w:p>
    <w:p w14:paraId="054AE8D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A.4A.2.1.1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SFTD accuracy</w:t>
      </w:r>
      <w:r>
        <w:tab/>
        <w:t>954</w:t>
      </w:r>
    </w:p>
    <w:p w14:paraId="25D3A19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A.4A.2.1.1.1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</w:t>
      </w:r>
      <w:r>
        <w:tab/>
        <w:t>954</w:t>
      </w:r>
    </w:p>
    <w:p w14:paraId="42EA6EF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A.4A.2.1.1.2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Environment</w:t>
      </w:r>
      <w:r>
        <w:tab/>
        <w:t>954</w:t>
      </w:r>
    </w:p>
    <w:p w14:paraId="36AF455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A.4A.2.1.1.3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957</w:t>
      </w:r>
    </w:p>
    <w:p w14:paraId="7D048F2B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rPr>
          <w:lang w:eastAsia="zh-CN"/>
        </w:rPr>
        <w:t>A.5</w:t>
      </w:r>
      <w:r>
        <w:rPr>
          <w:rFonts w:ascii="Calibri" w:eastAsia="Malgun Gothic" w:hAnsi="Calibri"/>
          <w:szCs w:val="22"/>
          <w:lang w:eastAsia="en-GB"/>
        </w:rPr>
        <w:tab/>
      </w:r>
      <w:r>
        <w:rPr>
          <w:lang w:eastAsia="zh-CN"/>
        </w:rPr>
        <w:t>EN-DC tests with one or more NR cells in FR2</w:t>
      </w:r>
      <w:r>
        <w:tab/>
        <w:t>958</w:t>
      </w:r>
    </w:p>
    <w:p w14:paraId="32F56007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958</w:t>
      </w:r>
    </w:p>
    <w:p w14:paraId="0A71CCAE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Void</w:t>
      </w:r>
      <w:r>
        <w:tab/>
        <w:t>958</w:t>
      </w:r>
    </w:p>
    <w:p w14:paraId="4AC5E469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RRC_CONNECTED state mobility</w:t>
      </w:r>
      <w:r>
        <w:tab/>
        <w:t>958</w:t>
      </w:r>
    </w:p>
    <w:p w14:paraId="24D868A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958</w:t>
      </w:r>
    </w:p>
    <w:p w14:paraId="1D32FC8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 Connection Mobility Control</w:t>
      </w:r>
      <w:r>
        <w:tab/>
        <w:t>958</w:t>
      </w:r>
    </w:p>
    <w:p w14:paraId="480F5DB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Void</w:t>
      </w:r>
      <w:r>
        <w:tab/>
        <w:t>958</w:t>
      </w:r>
    </w:p>
    <w:p w14:paraId="108A89E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Random Access</w:t>
      </w:r>
      <w:r>
        <w:tab/>
        <w:t>958</w:t>
      </w:r>
    </w:p>
    <w:p w14:paraId="2DD814C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A.5.3.2.2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4-step RA type contention based random access test in FR2 for PSCell</w:t>
      </w:r>
      <w:r>
        <w:rPr>
          <w:lang w:eastAsia="zh-CN"/>
        </w:rPr>
        <w:t>/SCell</w:t>
      </w:r>
      <w:r>
        <w:t xml:space="preserve"> in EN-DC</w:t>
      </w:r>
      <w:r>
        <w:tab/>
        <w:t>958</w:t>
      </w:r>
    </w:p>
    <w:p w14:paraId="55A26EF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A.5.3.2.2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4-step RA type non-contention based random access test in FR2 for PSCell</w:t>
      </w:r>
      <w:r>
        <w:rPr>
          <w:lang w:eastAsia="zh-CN"/>
        </w:rPr>
        <w:t>/SCell</w:t>
      </w:r>
      <w:r>
        <w:t xml:space="preserve"> in EN-DC</w:t>
      </w:r>
      <w:r>
        <w:tab/>
        <w:t>961</w:t>
      </w:r>
    </w:p>
    <w:p w14:paraId="53889F1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A.5.3.2.2</w:t>
      </w:r>
      <w:r>
        <w:rPr>
          <w:lang w:eastAsia="zh-CN"/>
        </w:rPr>
        <w:t>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2-step RA type contention based random access test in FR2 for PSCell</w:t>
      </w:r>
      <w:r>
        <w:rPr>
          <w:lang w:eastAsia="zh-CN"/>
        </w:rPr>
        <w:t>/SCell</w:t>
      </w:r>
      <w:r>
        <w:t xml:space="preserve"> in EN-DC</w:t>
      </w:r>
      <w:r>
        <w:tab/>
        <w:t>967</w:t>
      </w:r>
    </w:p>
    <w:p w14:paraId="3B4B7A7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A.5.3.2.2.4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2-step RA type n</w:t>
      </w:r>
      <w:r>
        <w:t>on-contention based random access test in FR2 for PSCell</w:t>
      </w:r>
      <w:r>
        <w:rPr>
          <w:lang w:eastAsia="zh-CN"/>
        </w:rPr>
        <w:t>/SCell</w:t>
      </w:r>
      <w:r>
        <w:t xml:space="preserve"> in EN-DC</w:t>
      </w:r>
      <w:r>
        <w:tab/>
        <w:t>970</w:t>
      </w:r>
    </w:p>
    <w:p w14:paraId="59A5E38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A.5.3.2.3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Void</w:t>
      </w:r>
      <w:r>
        <w:tab/>
        <w:t>974</w:t>
      </w:r>
    </w:p>
    <w:p w14:paraId="4C17542A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A.5.4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Timing</w:t>
      </w:r>
      <w:r>
        <w:tab/>
        <w:t>974</w:t>
      </w:r>
    </w:p>
    <w:p w14:paraId="3604B51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transmit timing</w:t>
      </w:r>
      <w:r>
        <w:tab/>
        <w:t>974</w:t>
      </w:r>
    </w:p>
    <w:p w14:paraId="6DA3E10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UE Transmit Timing Test for FR2</w:t>
      </w:r>
      <w:r>
        <w:tab/>
        <w:t>974</w:t>
      </w:r>
    </w:p>
    <w:p w14:paraId="42FDF50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A.5.4.1.1.1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974</w:t>
      </w:r>
    </w:p>
    <w:p w14:paraId="23AD319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A.5.4.1.1.2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977</w:t>
      </w:r>
    </w:p>
    <w:p w14:paraId="4654E60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timer accuracy</w:t>
      </w:r>
      <w:r>
        <w:tab/>
        <w:t>978</w:t>
      </w:r>
    </w:p>
    <w:p w14:paraId="4209181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Timing advance</w:t>
      </w:r>
      <w:r>
        <w:tab/>
        <w:t>978</w:t>
      </w:r>
    </w:p>
    <w:p w14:paraId="71ED449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A.5.4.3.1 EN-DC FR2 timing advance adjustment accuracy</w:t>
      </w:r>
      <w:r>
        <w:tab/>
        <w:t>978</w:t>
      </w:r>
    </w:p>
    <w:p w14:paraId="366DAE8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A.5.4.3.1.1 Test Purpose and Environment</w:t>
      </w:r>
      <w:r>
        <w:tab/>
        <w:t>978</w:t>
      </w:r>
    </w:p>
    <w:p w14:paraId="28CD17C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A.5.4.3.1.2 Test Parameters</w:t>
      </w:r>
      <w:r>
        <w:tab/>
        <w:t>978</w:t>
      </w:r>
    </w:p>
    <w:p w14:paraId="5F1629F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A.5.4.3.1.3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982</w:t>
      </w:r>
    </w:p>
    <w:p w14:paraId="705518E2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A.5.5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Signaling characteristics</w:t>
      </w:r>
      <w:r>
        <w:tab/>
        <w:t>982</w:t>
      </w:r>
    </w:p>
    <w:p w14:paraId="0BA897B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A.5.5.1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</w:t>
      </w:r>
      <w:r>
        <w:tab/>
        <w:t>982</w:t>
      </w:r>
    </w:p>
    <w:p w14:paraId="5DD19DB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Out-of-sync Test for FR2 PSCell configured with SSB-based RLM RS in non-DRX mode</w:t>
      </w:r>
      <w:r>
        <w:tab/>
        <w:t>982</w:t>
      </w:r>
    </w:p>
    <w:p w14:paraId="4D9BC1C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A.5.5.1.1.1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982</w:t>
      </w:r>
    </w:p>
    <w:p w14:paraId="6B65E2C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A.5.5.1.1.2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986</w:t>
      </w:r>
    </w:p>
    <w:p w14:paraId="3EB902C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In-sync Test for FR2 PSCell configured with SSB-based RLM RS in non-DRX mode</w:t>
      </w:r>
      <w:r>
        <w:tab/>
        <w:t>987</w:t>
      </w:r>
    </w:p>
    <w:p w14:paraId="5AAD092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A.5.5.1.2.1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987</w:t>
      </w:r>
    </w:p>
    <w:p w14:paraId="3B45DE9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A.5.5.1.2.2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990</w:t>
      </w:r>
    </w:p>
    <w:p w14:paraId="0279E9A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Out-of-sync Test for FR2 PSCell configured with SSB-based RLM RS in DRX mode</w:t>
      </w:r>
      <w:r>
        <w:tab/>
        <w:t>991</w:t>
      </w:r>
    </w:p>
    <w:p w14:paraId="1A05837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A.5.5.1.3.1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991</w:t>
      </w:r>
    </w:p>
    <w:p w14:paraId="6092016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A.5.5.1.3.2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995</w:t>
      </w:r>
    </w:p>
    <w:p w14:paraId="5C4C45E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In-sync Test for FR2 PSCell configured with SSB-based RLM RS in DRX mode</w:t>
      </w:r>
      <w:r>
        <w:tab/>
        <w:t>995</w:t>
      </w:r>
    </w:p>
    <w:p w14:paraId="752269F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A.5.5.1.4.1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995</w:t>
      </w:r>
    </w:p>
    <w:p w14:paraId="4447E14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A.5.5.1.4.2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999</w:t>
      </w:r>
    </w:p>
    <w:p w14:paraId="149B263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EN-DC Radio Link Monitoring Out-of-sync Test for FR2 PSCell configured with CSI-RS-based RLM in non-DRX mode</w:t>
      </w:r>
      <w:r>
        <w:tab/>
        <w:t>999</w:t>
      </w:r>
    </w:p>
    <w:p w14:paraId="1F1593E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A.5.5.1.6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EN-DC Radio Link Monitoring In-sync Test for FR2 PSCell configured with CSI-RS-based RLM in non-DRX mode</w:t>
      </w:r>
      <w:r>
        <w:tab/>
        <w:t>1003</w:t>
      </w:r>
    </w:p>
    <w:p w14:paraId="19D8A85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A.5.5.1.7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EN-DC Radio Link Monitoring Out-of-sync Test for FR2 PSCell configured with CSI-RS-based RLM in DRX mode</w:t>
      </w:r>
      <w:r>
        <w:tab/>
        <w:t>1007</w:t>
      </w:r>
    </w:p>
    <w:p w14:paraId="27BDEE4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A.5.5.1.8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EN-DC Radio Link Monitoring In-sync Test for FR2 PSCell configured with CSI-RS-based RLM in DRX mode</w:t>
      </w:r>
      <w:r>
        <w:tab/>
        <w:t>1012</w:t>
      </w:r>
    </w:p>
    <w:p w14:paraId="3C6A5B1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A.5.5.1.8.2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1016</w:t>
      </w:r>
    </w:p>
    <w:p w14:paraId="5734E6D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A.5.5.1.9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EN-DC Radio Link Monitoring UE Scheduling Restrictions on FR2</w:t>
      </w:r>
      <w:r>
        <w:tab/>
        <w:t>1017</w:t>
      </w:r>
    </w:p>
    <w:p w14:paraId="238847A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A.5.5.1.9.1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1017</w:t>
      </w:r>
    </w:p>
    <w:p w14:paraId="3E32B0E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A.5.5.1.9.2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1019</w:t>
      </w:r>
    </w:p>
    <w:p w14:paraId="39BA88A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</w:t>
      </w:r>
      <w:r>
        <w:tab/>
        <w:t>1019</w:t>
      </w:r>
    </w:p>
    <w:p w14:paraId="441A5C7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FR2 interruptions at transitions between active and non-active during DRX in synchronous EN-DC</w:t>
      </w:r>
      <w:r>
        <w:tab/>
        <w:t>1019</w:t>
      </w:r>
    </w:p>
    <w:p w14:paraId="425A389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A.5.5.2.1.1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1019</w:t>
      </w:r>
    </w:p>
    <w:p w14:paraId="1A39E04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A.5.5.2.1.2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1022</w:t>
      </w:r>
    </w:p>
    <w:p w14:paraId="395D10E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FR2 interruptions at transitions between active and non-active during DRX in asynchronous EN-DC</w:t>
      </w:r>
      <w:r>
        <w:tab/>
        <w:t>1022</w:t>
      </w:r>
    </w:p>
    <w:p w14:paraId="425F42D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A.5.5.2.2.1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1022</w:t>
      </w:r>
    </w:p>
    <w:p w14:paraId="5B941DC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A.5.5.2.2.2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1025</w:t>
      </w:r>
    </w:p>
    <w:p w14:paraId="5C4735C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 w:cs="Arial"/>
          <w:bCs/>
        </w:rPr>
        <w:t>A.5.5.2.</w:t>
      </w:r>
      <w:r w:rsidRPr="0046111E">
        <w:rPr>
          <w:rFonts w:cs="Arial"/>
          <w:bCs/>
        </w:rP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FR2 interruptions during measurements on deactivated NR SCC in synchronous EN-DC</w:t>
      </w:r>
      <w:r>
        <w:tab/>
        <w:t>1025</w:t>
      </w:r>
    </w:p>
    <w:p w14:paraId="32E809D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A.5.5.2.</w:t>
      </w:r>
      <w:r w:rsidRPr="0046111E">
        <w:rPr>
          <w:rFonts w:cs="Arial"/>
        </w:rPr>
        <w:t>3</w:t>
      </w:r>
      <w: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1025</w:t>
      </w:r>
    </w:p>
    <w:p w14:paraId="0ACF179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A.5.5.2.</w:t>
      </w:r>
      <w:r w:rsidRPr="0046111E">
        <w:rPr>
          <w:rFonts w:cs="Arial"/>
          <w:bCs/>
        </w:rPr>
        <w:t>3</w:t>
      </w:r>
      <w:r w:rsidRPr="0046111E">
        <w:rPr>
          <w:rFonts w:eastAsia="MS Mincho"/>
          <w:bCs/>
        </w:rPr>
        <w:t>.</w:t>
      </w:r>
      <w:r w:rsidRPr="0046111E">
        <w:rPr>
          <w:bCs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1029</w:t>
      </w:r>
    </w:p>
    <w:p w14:paraId="45C8A71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 w:cs="Arial"/>
          <w:bCs/>
        </w:rPr>
        <w:t>A.5.5.2.</w:t>
      </w:r>
      <w:r w:rsidRPr="0046111E">
        <w:rPr>
          <w:rFonts w:cs="Arial"/>
          <w:bCs/>
        </w:rPr>
        <w:t>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FR2 interruptions during measurements on deactivated NR SCC in asynchronous EN-DC</w:t>
      </w:r>
      <w:r>
        <w:tab/>
        <w:t>1029</w:t>
      </w:r>
    </w:p>
    <w:p w14:paraId="3DBEEFC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A.5.5.2.</w:t>
      </w:r>
      <w:r w:rsidRPr="0046111E">
        <w:rPr>
          <w:rFonts w:cs="Arial"/>
        </w:rPr>
        <w:t>4</w:t>
      </w:r>
      <w: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1029</w:t>
      </w:r>
    </w:p>
    <w:p w14:paraId="610177A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A.5.5.2.</w:t>
      </w:r>
      <w:r w:rsidRPr="0046111E">
        <w:rPr>
          <w:rFonts w:cs="Arial"/>
          <w:bCs/>
        </w:rPr>
        <w:t>4</w:t>
      </w:r>
      <w:r w:rsidRPr="0046111E">
        <w:rPr>
          <w:rFonts w:eastAsia="MS Mincho"/>
          <w:bCs/>
        </w:rPr>
        <w:t>.</w:t>
      </w:r>
      <w:r w:rsidRPr="0046111E">
        <w:rPr>
          <w:bCs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1032</w:t>
      </w:r>
    </w:p>
    <w:p w14:paraId="105799F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 w:cs="Arial"/>
          <w:bCs/>
        </w:rPr>
        <w:t>A.5.5.2.</w:t>
      </w:r>
      <w:r w:rsidRPr="0046111E">
        <w:rPr>
          <w:rFonts w:cs="Arial"/>
          <w:bCs/>
        </w:rPr>
        <w:t>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FR2 interruptions during measurements on deactivated E-UTRAN SCC in synchronous EN-DC</w:t>
      </w:r>
      <w:r>
        <w:tab/>
        <w:t>1033</w:t>
      </w:r>
    </w:p>
    <w:p w14:paraId="0BBA1B8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A.5.5.2.</w:t>
      </w:r>
      <w:r w:rsidRPr="0046111E">
        <w:rPr>
          <w:rFonts w:cs="Arial"/>
        </w:rPr>
        <w:t>5</w:t>
      </w:r>
      <w: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1033</w:t>
      </w:r>
    </w:p>
    <w:p w14:paraId="7DBDF2F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A.5.5.2.</w:t>
      </w:r>
      <w:r w:rsidRPr="0046111E">
        <w:rPr>
          <w:rFonts w:cs="Arial"/>
          <w:bCs/>
        </w:rPr>
        <w:t>5</w:t>
      </w:r>
      <w:r w:rsidRPr="0046111E">
        <w:rPr>
          <w:rFonts w:eastAsia="MS Mincho"/>
          <w:bCs/>
        </w:rPr>
        <w:t>.</w:t>
      </w:r>
      <w:r w:rsidRPr="0046111E">
        <w:rPr>
          <w:bCs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1036</w:t>
      </w:r>
    </w:p>
    <w:p w14:paraId="7B1FA68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 w:cs="Arial"/>
          <w:bCs/>
        </w:rPr>
        <w:t>A.5.5.2.</w:t>
      </w:r>
      <w:r w:rsidRPr="0046111E">
        <w:rPr>
          <w:rFonts w:cs="Arial"/>
          <w:bCs/>
        </w:rPr>
        <w:t>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FR2 interruptions during measurements on deactivated E-UTRAN SCC in asynchronous EN-DC</w:t>
      </w:r>
      <w:r>
        <w:tab/>
        <w:t>1037</w:t>
      </w:r>
    </w:p>
    <w:p w14:paraId="08457CE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A.5.5.2.</w:t>
      </w:r>
      <w:r w:rsidRPr="0046111E">
        <w:rPr>
          <w:rFonts w:cs="Arial"/>
        </w:rPr>
        <w:t>6</w:t>
      </w:r>
      <w: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1037</w:t>
      </w:r>
    </w:p>
    <w:p w14:paraId="6CD5E31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A.5.5.2.</w:t>
      </w:r>
      <w:r w:rsidRPr="0046111E">
        <w:rPr>
          <w:rFonts w:cs="Arial"/>
          <w:bCs/>
        </w:rPr>
        <w:t>6</w:t>
      </w:r>
      <w:r w:rsidRPr="0046111E">
        <w:rPr>
          <w:rFonts w:eastAsia="MS Mincho"/>
          <w:bCs/>
        </w:rPr>
        <w:t>.</w:t>
      </w:r>
      <w:r w:rsidRPr="0046111E">
        <w:rPr>
          <w:bCs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1039</w:t>
      </w:r>
    </w:p>
    <w:p w14:paraId="6474D6A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 w:cs="Arial"/>
          <w:bCs/>
        </w:rPr>
        <w:t>A.5.5.2.7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FR2 interruptions at E-UTRA SRS carrier based switching</w:t>
      </w:r>
      <w:r>
        <w:tab/>
        <w:t>1040</w:t>
      </w:r>
    </w:p>
    <w:p w14:paraId="715B5F4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A.5.5.2.7.1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1040</w:t>
      </w:r>
    </w:p>
    <w:p w14:paraId="5962A00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A.5.5.2.7.2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1043</w:t>
      </w:r>
    </w:p>
    <w:p w14:paraId="37A2DF6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 xml:space="preserve">A.5.5.2.8 </w:t>
      </w:r>
      <w:r w:rsidRPr="0046111E">
        <w:rPr>
          <w:lang w:val="en-US"/>
        </w:rPr>
        <w:t>E-UTRAN – NR FR2 interruptions at NR SRS carrier based switching</w:t>
      </w:r>
      <w:r>
        <w:tab/>
        <w:t>1043</w:t>
      </w:r>
    </w:p>
    <w:p w14:paraId="7E6038B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A.5.5.2.8.1 Test Purpose and Environment</w:t>
      </w:r>
      <w:r>
        <w:tab/>
        <w:t>1043</w:t>
      </w:r>
    </w:p>
    <w:p w14:paraId="4C6DCD2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A.5.5.2.8.3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1045</w:t>
      </w:r>
    </w:p>
    <w:p w14:paraId="2B6536C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SCell Activation and Deactivation Delay</w:t>
      </w:r>
      <w:r>
        <w:tab/>
        <w:t>1045</w:t>
      </w:r>
    </w:p>
    <w:p w14:paraId="64F42F3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A.5.5.3.</w:t>
      </w:r>
      <w:r>
        <w:rPr>
          <w:lang w:eastAsia="zh-CN"/>
        </w:rPr>
        <w:t>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SCell Activation and deactivation of SCell in FR2 intra-band</w:t>
      </w:r>
      <w:r>
        <w:tab/>
        <w:t>1045</w:t>
      </w:r>
    </w:p>
    <w:p w14:paraId="06C320A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lastRenderedPageBreak/>
        <w:t>A.5.5.3.1.1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1045</w:t>
      </w:r>
    </w:p>
    <w:p w14:paraId="06C9575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A.5.5.3.1.2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1048</w:t>
      </w:r>
    </w:p>
    <w:p w14:paraId="7527FA1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A.5.5.3.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SCell Activation and deactivation of known SCell in FR1 for 160ms SCell measurement cycle</w:t>
      </w:r>
      <w:r>
        <w:tab/>
        <w:t>1048</w:t>
      </w:r>
    </w:p>
    <w:p w14:paraId="19B3517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A.5.5.3.2.1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1048</w:t>
      </w:r>
    </w:p>
    <w:p w14:paraId="0F49837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A.5.5.3.2.2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1052</w:t>
      </w:r>
    </w:p>
    <w:p w14:paraId="12457DB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A.5.5.3.</w:t>
      </w:r>
      <w:r>
        <w:rPr>
          <w:lang w:eastAsia="zh-CN"/>
        </w:rP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1052</w:t>
      </w:r>
    </w:p>
    <w:p w14:paraId="0EF5B22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A.5.5.3.</w:t>
      </w:r>
      <w:r>
        <w:rPr>
          <w:lang w:eastAsia="zh-CN"/>
        </w:rPr>
        <w:t>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1052</w:t>
      </w:r>
    </w:p>
    <w:p w14:paraId="02BF2FC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A.5.5.3.</w:t>
      </w:r>
      <w:r>
        <w:rPr>
          <w:lang w:eastAsia="zh-CN"/>
        </w:rPr>
        <w:t>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SCell Activation and deactivation of SCell in FR2</w:t>
      </w:r>
      <w:r>
        <w:tab/>
        <w:t>1052</w:t>
      </w:r>
    </w:p>
    <w:p w14:paraId="7B98709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A.5.5.3.5.1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1052</w:t>
      </w:r>
    </w:p>
    <w:p w14:paraId="2224D49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A.5.5.3.5.2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1055</w:t>
      </w:r>
    </w:p>
    <w:p w14:paraId="79FB523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A.5.5.3.6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Multiple SCell Activation and deactivation of one unknown SCell and one known SCell in FR2</w:t>
      </w:r>
      <w:r>
        <w:tab/>
        <w:t>1056</w:t>
      </w:r>
    </w:p>
    <w:p w14:paraId="398E8AE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A.5.5.3.6.1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1056</w:t>
      </w:r>
    </w:p>
    <w:p w14:paraId="2C74C31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A.5.5.3.6.2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1060</w:t>
      </w:r>
    </w:p>
    <w:p w14:paraId="166C77F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PMingLiU"/>
        </w:rPr>
        <w:t>A.5.5.3.7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PMingLiU"/>
          <w:lang w:eastAsia="zh-TW"/>
        </w:rPr>
        <w:t xml:space="preserve">Direct </w:t>
      </w:r>
      <w:r w:rsidRPr="0046111E">
        <w:rPr>
          <w:rFonts w:eastAsia="PMingLiU"/>
        </w:rPr>
        <w:t>SCell activation at SCell addition of known SCell in FR2</w:t>
      </w:r>
      <w:r>
        <w:tab/>
        <w:t>1061</w:t>
      </w:r>
    </w:p>
    <w:p w14:paraId="5A43CE5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PMingLiU"/>
        </w:rPr>
        <w:t>A.5.5.3.7.1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PMingLiU"/>
        </w:rPr>
        <w:t>Test Purpose and Environment</w:t>
      </w:r>
      <w:r>
        <w:tab/>
        <w:t>1061</w:t>
      </w:r>
    </w:p>
    <w:p w14:paraId="764FF0F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PMingLiU"/>
          <w:lang w:eastAsia="zh-CN"/>
        </w:rPr>
        <w:t>A.5.5.3.7.2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PMingLiU"/>
          <w:lang w:eastAsia="zh-CN"/>
        </w:rPr>
        <w:t>Test Requirements</w:t>
      </w:r>
      <w:r>
        <w:tab/>
        <w:t>1064</w:t>
      </w:r>
    </w:p>
    <w:p w14:paraId="73DC1C4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A.5.5.4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1064</w:t>
      </w:r>
    </w:p>
    <w:p w14:paraId="5E34D27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A.5.5.5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Beam Failure Detection and Link recovery procedures</w:t>
      </w:r>
      <w:r>
        <w:tab/>
        <w:t>1064</w:t>
      </w:r>
    </w:p>
    <w:p w14:paraId="2B79F10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Beam Failure Detection and Link Recovery Test for FR2 PSCell configured with SSB-based BFD and LR in non-DRX mode</w:t>
      </w:r>
      <w:r>
        <w:tab/>
        <w:t>1064</w:t>
      </w:r>
    </w:p>
    <w:p w14:paraId="002040F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A.5.5.5.1.1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1064</w:t>
      </w:r>
    </w:p>
    <w:p w14:paraId="7068BF4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A.5.5.5.1.2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1068</w:t>
      </w:r>
    </w:p>
    <w:p w14:paraId="7D801E6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Beam Failure Detection and Link Recovery Test for FR2 PSCell configured with SSB-based BFD and LR in DRX mode</w:t>
      </w:r>
      <w:r>
        <w:tab/>
        <w:t>1068</w:t>
      </w:r>
    </w:p>
    <w:p w14:paraId="371B427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A.5.5.5.2.1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1068</w:t>
      </w:r>
    </w:p>
    <w:p w14:paraId="2BD0A79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A.5.5.5.2.2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1072</w:t>
      </w:r>
    </w:p>
    <w:p w14:paraId="7EBB259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Beam Failure Detection and Link Recovery Test for FR2 PSCell configured with CSI-RS-based BFD and LR in non-DRX mode</w:t>
      </w:r>
      <w:r>
        <w:tab/>
        <w:t>1072</w:t>
      </w:r>
    </w:p>
    <w:p w14:paraId="6C9D55B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A.5.5.5.3.1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1072</w:t>
      </w:r>
    </w:p>
    <w:p w14:paraId="6AED205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A.5.5.5.3.2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1076</w:t>
      </w:r>
    </w:p>
    <w:p w14:paraId="25FDCC7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A.5.5.5.4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Beam Failure Detection and Link Recovery Test for FR2 PSCell configured with CSI-RS-based BFD and LR in DRX mode</w:t>
      </w:r>
      <w:r>
        <w:tab/>
        <w:t>1076</w:t>
      </w:r>
    </w:p>
    <w:p w14:paraId="1499F9F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A.5.5.5.4.1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1076</w:t>
      </w:r>
    </w:p>
    <w:p w14:paraId="7217B24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A.5.5.5.4.2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1080</w:t>
      </w:r>
    </w:p>
    <w:p w14:paraId="121E379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A.5.5.5.5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scheduling availability restriction during Beam Failure Detection and Link Recovery for FR2 PSCell configured with SSB-based BFD and LR in non-DRX mode</w:t>
      </w:r>
      <w:r>
        <w:tab/>
        <w:t>1080</w:t>
      </w:r>
    </w:p>
    <w:p w14:paraId="2C4661F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A.5.5.5.5.1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1080</w:t>
      </w:r>
    </w:p>
    <w:p w14:paraId="2328DB4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A.5.5.5.5.2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1084</w:t>
      </w:r>
    </w:p>
    <w:p w14:paraId="717031F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A.5.5.5.6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Beam Failure Detection and Link Recovery Test for FR2 SCell configured with CSI-RS-based BFD and LR in non-DRX mode</w:t>
      </w:r>
      <w:r>
        <w:tab/>
        <w:t>1084</w:t>
      </w:r>
    </w:p>
    <w:p w14:paraId="783AADE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A.5.5.5.6.1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1084</w:t>
      </w:r>
    </w:p>
    <w:p w14:paraId="7E2E151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A.5.5.5.6.2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1088</w:t>
      </w:r>
    </w:p>
    <w:p w14:paraId="48ECDB2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A.5.5.5.7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Beam Failure Detection and Link Recovery Test for FR2 SCell configured with CSI-RS-based BFD and LR in DRX mode</w:t>
      </w:r>
      <w:r>
        <w:tab/>
        <w:t>1088</w:t>
      </w:r>
    </w:p>
    <w:p w14:paraId="41A0CE2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A.5.5.5.7.1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1088</w:t>
      </w:r>
    </w:p>
    <w:p w14:paraId="511247B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A.5.5.5.7.2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1092</w:t>
      </w:r>
    </w:p>
    <w:p w14:paraId="45575B7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A.5.5.6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Active BWP switch</w:t>
      </w:r>
      <w:r>
        <w:tab/>
        <w:t>1092</w:t>
      </w:r>
    </w:p>
    <w:p w14:paraId="435C4EA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DCI-based and Timer-based Active BWP Switch</w:t>
      </w:r>
      <w:r>
        <w:tab/>
        <w:t>1092</w:t>
      </w:r>
    </w:p>
    <w:p w14:paraId="47422A8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</w:rPr>
        <w:t>A.5.5.6.1.1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</w:rPr>
        <w:t xml:space="preserve">E-UTRAN – NR </w:t>
      </w:r>
      <w:r w:rsidRPr="0046111E">
        <w:rPr>
          <w:rFonts w:cs="Arial"/>
          <w:lang w:val="en-US"/>
        </w:rPr>
        <w:t xml:space="preserve">PSCell </w:t>
      </w:r>
      <w:r w:rsidRPr="0046111E">
        <w:rPr>
          <w:rFonts w:cs="Arial"/>
        </w:rPr>
        <w:t>FR2 DL active BWP switch with non-DRX in synchronous EN-DC</w:t>
      </w:r>
      <w:r>
        <w:tab/>
        <w:t>1092</w:t>
      </w:r>
    </w:p>
    <w:p w14:paraId="5065FF97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A.5.5.6.1.1.1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Test Purpose and Environment</w:t>
      </w:r>
      <w:r>
        <w:tab/>
        <w:t>1092</w:t>
      </w:r>
    </w:p>
    <w:p w14:paraId="740B246F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</w:t>
      </w:r>
      <w:r w:rsidRPr="0046111E">
        <w:rPr>
          <w:rFonts w:eastAsia="MS Mincho"/>
          <w:bCs/>
        </w:rPr>
        <w:t>5.5.6.1.1</w:t>
      </w:r>
      <w:r w:rsidRPr="0046111E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1096</w:t>
      </w:r>
    </w:p>
    <w:p w14:paraId="6A81BBB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A.5.5.6.1.2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PSCell FR2 with FR2 SCell DL active BWP switch in non-DRX in synchronous EN-DC</w:t>
      </w:r>
      <w:r>
        <w:tab/>
        <w:t>1096</w:t>
      </w:r>
    </w:p>
    <w:p w14:paraId="0E0A81C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RRC-based Active BWP Switch</w:t>
      </w:r>
      <w:r>
        <w:tab/>
        <w:t>1101</w:t>
      </w:r>
    </w:p>
    <w:p w14:paraId="4422125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 xml:space="preserve">A.5.5.6.3 </w:t>
      </w:r>
      <w:r w:rsidRPr="0046111E">
        <w:rPr>
          <w:lang w:val="en-US" w:eastAsia="zh-CN"/>
        </w:rPr>
        <w:t xml:space="preserve">Simultaneous </w:t>
      </w:r>
      <w:r>
        <w:t xml:space="preserve">DCI-based and Timer-based Active BWP Switch </w:t>
      </w:r>
      <w:r w:rsidRPr="0046111E">
        <w:rPr>
          <w:rFonts w:cs="Arial"/>
          <w:lang w:val="en-US"/>
        </w:rPr>
        <w:t>on multiple CCs</w:t>
      </w:r>
      <w:r>
        <w:tab/>
        <w:t>1105</w:t>
      </w:r>
    </w:p>
    <w:p w14:paraId="6A25E23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</w:rPr>
        <w:t>A.5.5.6.3.1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</w:rPr>
        <w:t xml:space="preserve">E-UTRAN – NR </w:t>
      </w:r>
      <w:r w:rsidRPr="0046111E">
        <w:rPr>
          <w:rFonts w:cs="Arial"/>
          <w:lang w:val="en-US"/>
        </w:rPr>
        <w:t xml:space="preserve">PSCell </w:t>
      </w:r>
      <w:r w:rsidRPr="0046111E">
        <w:rPr>
          <w:rFonts w:cs="Arial"/>
        </w:rPr>
        <w:t>FR2 and NR SCell FR2 DL active BWP switch on multiple CCs in synchronous EN-DC</w:t>
      </w:r>
      <w:r>
        <w:tab/>
        <w:t>1105</w:t>
      </w:r>
    </w:p>
    <w:p w14:paraId="4A64B060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A.5.5.6.3.1.1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Test Purpose and Environment</w:t>
      </w:r>
      <w:r>
        <w:tab/>
        <w:t>1105</w:t>
      </w:r>
    </w:p>
    <w:p w14:paraId="13CF1C88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A.5.5.6.3.1.2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1109</w:t>
      </w:r>
    </w:p>
    <w:p w14:paraId="0B86561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A.5.5.6.4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SCell dormancy switch</w:t>
      </w:r>
      <w:r>
        <w:tab/>
        <w:t>1109</w:t>
      </w:r>
    </w:p>
    <w:p w14:paraId="3BA16B2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A.5.5.6.4.1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E-UTRAN – NR FR2 PSCell SCell dormancy switch of single FR2 SCell inside active time</w:t>
      </w:r>
      <w:r>
        <w:tab/>
        <w:t>1109</w:t>
      </w:r>
    </w:p>
    <w:p w14:paraId="3A996761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A.5.5.6.4.1.1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1109</w:t>
      </w:r>
    </w:p>
    <w:p w14:paraId="2A1FB966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lastRenderedPageBreak/>
        <w:t>A.5.5.6.4.1.2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1113</w:t>
      </w:r>
    </w:p>
    <w:p w14:paraId="1E184AA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A.5.5.6.4.2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</w:rPr>
        <w:t>E-UTRAN – NR FR1 PSCell SCell dormancy switch of two FR2 SCells outside active time</w:t>
      </w:r>
      <w:r>
        <w:tab/>
        <w:t>1113</w:t>
      </w:r>
    </w:p>
    <w:p w14:paraId="24F3F4C2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A.5.5.6.4.2.1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  <w:lang w:eastAsia="zh-CN"/>
        </w:rPr>
        <w:t>Test Purpose and Environment</w:t>
      </w:r>
      <w:r>
        <w:tab/>
        <w:t>1113</w:t>
      </w:r>
    </w:p>
    <w:p w14:paraId="3E016A07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  <w:lang w:eastAsia="zh-CN"/>
        </w:rPr>
        <w:t>A.5.5.6.4.2.2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  <w:lang w:eastAsia="zh-CN"/>
        </w:rPr>
        <w:t>Test Requirements</w:t>
      </w:r>
      <w:r>
        <w:tab/>
        <w:t>1120</w:t>
      </w:r>
    </w:p>
    <w:p w14:paraId="574D672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A.5.5.6.5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Simultaneous RRC-based Active BWP Switch on multiple CCs</w:t>
      </w:r>
      <w:r>
        <w:tab/>
        <w:t>1120</w:t>
      </w:r>
    </w:p>
    <w:p w14:paraId="4F7C4B5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A.5.5.7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PSCell addition and release delay</w:t>
      </w:r>
      <w:r>
        <w:tab/>
        <w:t>1123</w:t>
      </w:r>
    </w:p>
    <w:p w14:paraId="6E633D9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Addition and Release Delay of NR PSCell</w:t>
      </w:r>
      <w:r>
        <w:tab/>
        <w:t>1123</w:t>
      </w:r>
    </w:p>
    <w:p w14:paraId="703DD24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A.5.5.7.1.1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1123</w:t>
      </w:r>
    </w:p>
    <w:p w14:paraId="0EB87EC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A.5.5.7.1.2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1127</w:t>
      </w:r>
    </w:p>
    <w:p w14:paraId="56E5614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A.5.5.8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Active TCI state switch delay</w:t>
      </w:r>
      <w:r>
        <w:tab/>
        <w:t>1128</w:t>
      </w:r>
    </w:p>
    <w:p w14:paraId="38D2B73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MAC-CE based active TCI state switch</w:t>
      </w:r>
      <w:r>
        <w:tab/>
        <w:t>1128</w:t>
      </w:r>
    </w:p>
    <w:p w14:paraId="06CB969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</w:rPr>
        <w:t>A.5.5.8.1.1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</w:rPr>
        <w:t xml:space="preserve">E-UTRAN – NR </w:t>
      </w:r>
      <w:r w:rsidRPr="0046111E">
        <w:rPr>
          <w:rFonts w:cs="Arial"/>
          <w:lang w:val="en-US"/>
        </w:rPr>
        <w:t xml:space="preserve">PSCell </w:t>
      </w:r>
      <w:r w:rsidRPr="0046111E">
        <w:rPr>
          <w:rFonts w:cs="Arial"/>
        </w:rPr>
        <w:t>FR2 active TCI state switch for a known TCI state</w:t>
      </w:r>
      <w:r>
        <w:tab/>
        <w:t>1128</w:t>
      </w:r>
    </w:p>
    <w:p w14:paraId="4B5C0D7F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A.5.5.8.1.1.1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Test Purpose and Environment</w:t>
      </w:r>
      <w:r>
        <w:tab/>
        <w:t>1128</w:t>
      </w:r>
    </w:p>
    <w:p w14:paraId="257E8C4B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A.5.5.8</w:t>
      </w:r>
      <w:r w:rsidRPr="0046111E">
        <w:rPr>
          <w:rFonts w:eastAsia="MS Mincho"/>
          <w:bCs/>
        </w:rPr>
        <w:t>.1.1</w:t>
      </w:r>
      <w:r w:rsidRPr="0046111E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1131</w:t>
      </w:r>
    </w:p>
    <w:p w14:paraId="02D8D3D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 based active TCI state switch</w:t>
      </w:r>
      <w:r>
        <w:tab/>
        <w:t>1131</w:t>
      </w:r>
    </w:p>
    <w:p w14:paraId="5343BA9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</w:rPr>
        <w:t>A.5.5.8.2.1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</w:rPr>
        <w:t xml:space="preserve">E-UTRAN – NR </w:t>
      </w:r>
      <w:r w:rsidRPr="0046111E">
        <w:rPr>
          <w:rFonts w:cs="Arial"/>
          <w:lang w:val="en-US"/>
        </w:rPr>
        <w:t xml:space="preserve">PSCell </w:t>
      </w:r>
      <w:r w:rsidRPr="0046111E">
        <w:rPr>
          <w:rFonts w:cs="Arial"/>
        </w:rPr>
        <w:t>FR2 active TCI state switch for a known TCI state</w:t>
      </w:r>
      <w:r>
        <w:tab/>
        <w:t>1131</w:t>
      </w:r>
    </w:p>
    <w:p w14:paraId="685A2ABE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A.5.5.8.2.1.1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Test Purpose and Environment</w:t>
      </w:r>
      <w:r>
        <w:tab/>
        <w:t>1131</w:t>
      </w:r>
    </w:p>
    <w:p w14:paraId="66269D7A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A.5.5.8.2</w:t>
      </w:r>
      <w:r w:rsidRPr="0046111E">
        <w:rPr>
          <w:rFonts w:eastAsia="MS Mincho"/>
          <w:bCs/>
        </w:rPr>
        <w:t>.1</w:t>
      </w:r>
      <w:r w:rsidRPr="0046111E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1135</w:t>
      </w:r>
    </w:p>
    <w:p w14:paraId="7274451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A.5.5.9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Uplink spatial relation switch delay</w:t>
      </w:r>
      <w:r>
        <w:tab/>
        <w:t>1135</w:t>
      </w:r>
    </w:p>
    <w:p w14:paraId="718B28D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MAC-CE based uplink spatial relation switch</w:t>
      </w:r>
      <w:r>
        <w:tab/>
        <w:t>1135</w:t>
      </w:r>
    </w:p>
    <w:p w14:paraId="02A9D33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</w:rPr>
        <w:t>A.5.5.9.1.1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</w:rPr>
        <w:t>E-UTRAN – NR PSCell FR2 uplink spatial relation switch for a known spatial relation</w:t>
      </w:r>
      <w:r>
        <w:tab/>
        <w:t>1135</w:t>
      </w:r>
    </w:p>
    <w:p w14:paraId="481981A2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A.5.5.9.1.1.1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Test Purpose and Environment</w:t>
      </w:r>
      <w:r>
        <w:tab/>
        <w:t>1135</w:t>
      </w:r>
    </w:p>
    <w:p w14:paraId="158EFFB8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A.5.5.9</w:t>
      </w:r>
      <w:r w:rsidRPr="0046111E">
        <w:rPr>
          <w:rFonts w:eastAsia="MS Mincho"/>
          <w:bCs/>
        </w:rPr>
        <w:t>.1.1</w:t>
      </w:r>
      <w:r w:rsidRPr="0046111E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1138</w:t>
      </w:r>
    </w:p>
    <w:p w14:paraId="29F4F47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</w:t>
      </w:r>
      <w:r>
        <w:rPr>
          <w:lang w:eastAsia="zh-CN"/>
        </w:rPr>
        <w:t>9</w:t>
      </w:r>
      <w: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 based spatial relation switch</w:t>
      </w:r>
      <w:r>
        <w:tab/>
        <w:t>1138</w:t>
      </w:r>
    </w:p>
    <w:p w14:paraId="35540D3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</w:rPr>
        <w:t>A.5.5.9.2.1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</w:rPr>
        <w:t xml:space="preserve">E-UTRAN – NR </w:t>
      </w:r>
      <w:r w:rsidRPr="0046111E">
        <w:rPr>
          <w:rFonts w:cs="Arial"/>
          <w:lang w:val="en-US"/>
        </w:rPr>
        <w:t xml:space="preserve">PSCell </w:t>
      </w:r>
      <w:r w:rsidRPr="0046111E">
        <w:rPr>
          <w:rFonts w:cs="Arial"/>
        </w:rPr>
        <w:t>FR2 spatial relation switch associated with a known DL-RS</w:t>
      </w:r>
      <w:r>
        <w:tab/>
        <w:t>1138</w:t>
      </w:r>
    </w:p>
    <w:p w14:paraId="748AE9F6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A.5.5.9.2.1.1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Test Purpose and Environment</w:t>
      </w:r>
      <w:r>
        <w:tab/>
        <w:t>1138</w:t>
      </w:r>
    </w:p>
    <w:p w14:paraId="103E886B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A.5.5.9.2</w:t>
      </w:r>
      <w:r w:rsidRPr="0046111E">
        <w:rPr>
          <w:rFonts w:eastAsia="MS Mincho"/>
          <w:bCs/>
        </w:rPr>
        <w:t>.1</w:t>
      </w:r>
      <w:r w:rsidRPr="0046111E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1141</w:t>
      </w:r>
    </w:p>
    <w:p w14:paraId="4A0422B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A.5.5.</w:t>
      </w:r>
      <w:r>
        <w:rPr>
          <w:lang w:eastAsia="zh-CN"/>
        </w:rPr>
        <w:t>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specific CBW change</w:t>
      </w:r>
      <w:r>
        <w:tab/>
        <w:t>1141</w:t>
      </w:r>
    </w:p>
    <w:p w14:paraId="1BB3FED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A.5.5.</w:t>
      </w:r>
      <w:r>
        <w:rPr>
          <w:lang w:eastAsia="zh-CN"/>
        </w:rPr>
        <w:t>10</w:t>
      </w:r>
      <w: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specific CBW change on FR2 NR PSCell</w:t>
      </w:r>
      <w:r>
        <w:tab/>
        <w:t>1141</w:t>
      </w:r>
    </w:p>
    <w:p w14:paraId="6344B22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A.5.5.</w:t>
      </w:r>
      <w:r>
        <w:rPr>
          <w:lang w:eastAsia="zh-CN"/>
        </w:rPr>
        <w:t>10</w:t>
      </w:r>
      <w:r>
        <w:t>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1141</w:t>
      </w:r>
    </w:p>
    <w:p w14:paraId="5D7394E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A.5.5.</w:t>
      </w:r>
      <w:r>
        <w:rPr>
          <w:lang w:eastAsia="zh-CN"/>
        </w:rPr>
        <w:t>10</w:t>
      </w:r>
      <w:r>
        <w:t>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1144</w:t>
      </w:r>
    </w:p>
    <w:p w14:paraId="3623483E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A.5.6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procedure</w:t>
      </w:r>
      <w:r>
        <w:tab/>
        <w:t>1145</w:t>
      </w:r>
    </w:p>
    <w:p w14:paraId="0297377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Intra-frequency Measurements</w:t>
      </w:r>
      <w:r>
        <w:tab/>
        <w:t>1145</w:t>
      </w:r>
    </w:p>
    <w:p w14:paraId="7E37618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 xml:space="preserve">EN-DC event triggered reporting </w:t>
      </w:r>
      <w:r w:rsidRPr="0046111E">
        <w:rPr>
          <w:snapToGrid w:val="0"/>
          <w:lang w:eastAsia="zh-CN"/>
        </w:rPr>
        <w:t>test without gap under non-DRX</w:t>
      </w:r>
      <w:r>
        <w:tab/>
        <w:t>1145</w:t>
      </w:r>
    </w:p>
    <w:p w14:paraId="2DA5C36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1145</w:t>
      </w:r>
    </w:p>
    <w:p w14:paraId="4B460FE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1148</w:t>
      </w:r>
    </w:p>
    <w:p w14:paraId="59DDB1D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A.5.6.1.</w:t>
      </w:r>
      <w:r w:rsidRPr="0046111E">
        <w:rPr>
          <w:snapToGrid w:val="0"/>
          <w:lang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EN-DC event triggered reporting</w:t>
      </w:r>
      <w:r w:rsidRPr="0046111E">
        <w:rPr>
          <w:snapToGrid w:val="0"/>
          <w:lang w:eastAsia="zh-CN"/>
        </w:rPr>
        <w:t xml:space="preserve"> test without gap under DRX</w:t>
      </w:r>
      <w:r>
        <w:tab/>
        <w:t>1148</w:t>
      </w:r>
    </w:p>
    <w:p w14:paraId="28FC6E8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A.5.6.1.</w:t>
      </w:r>
      <w:r w:rsidRPr="0046111E">
        <w:rPr>
          <w:snapToGrid w:val="0"/>
          <w:lang w:eastAsia="zh-CN"/>
        </w:rPr>
        <w:t>2</w:t>
      </w:r>
      <w:r w:rsidRPr="0046111E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1148</w:t>
      </w:r>
    </w:p>
    <w:p w14:paraId="772920A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A.5.6.1.</w:t>
      </w:r>
      <w:r w:rsidRPr="0046111E">
        <w:rPr>
          <w:snapToGrid w:val="0"/>
          <w:lang w:eastAsia="zh-CN"/>
        </w:rPr>
        <w:t>2</w:t>
      </w:r>
      <w:r w:rsidRPr="0046111E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1150</w:t>
      </w:r>
    </w:p>
    <w:p w14:paraId="7FD7CC2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EN-DC event triggered reporting</w:t>
      </w:r>
      <w:r w:rsidRPr="0046111E">
        <w:rPr>
          <w:snapToGrid w:val="0"/>
          <w:lang w:eastAsia="zh-CN"/>
        </w:rPr>
        <w:t xml:space="preserve"> test with per-UE gaps under non-DRX</w:t>
      </w:r>
      <w:r>
        <w:tab/>
        <w:t>1151</w:t>
      </w:r>
    </w:p>
    <w:p w14:paraId="14BF509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1151</w:t>
      </w:r>
    </w:p>
    <w:p w14:paraId="0A830CF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1155</w:t>
      </w:r>
    </w:p>
    <w:p w14:paraId="6095395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EN-DC event triggered reporting</w:t>
      </w:r>
      <w:r w:rsidRPr="0046111E">
        <w:rPr>
          <w:snapToGrid w:val="0"/>
          <w:lang w:eastAsia="zh-CN"/>
        </w:rPr>
        <w:t xml:space="preserve"> test with per-UE gaps under DRX</w:t>
      </w:r>
      <w:r>
        <w:tab/>
        <w:t>1155</w:t>
      </w:r>
    </w:p>
    <w:p w14:paraId="57C5C81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1155</w:t>
      </w:r>
    </w:p>
    <w:p w14:paraId="599A4CD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1158</w:t>
      </w:r>
    </w:p>
    <w:p w14:paraId="0F827AD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Inter-frequency Measurements</w:t>
      </w:r>
      <w:r>
        <w:tab/>
        <w:t>1159</w:t>
      </w:r>
    </w:p>
    <w:p w14:paraId="1BAF86C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 xml:space="preserve">A.5.6.2.1 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event triggered reporting tests for FR2 cell without SSB time index detection when DRX is not used</w:t>
      </w:r>
      <w:r>
        <w:tab/>
        <w:t>1159</w:t>
      </w:r>
    </w:p>
    <w:p w14:paraId="37D2B07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1159</w:t>
      </w:r>
    </w:p>
    <w:p w14:paraId="28C8070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1162</w:t>
      </w:r>
    </w:p>
    <w:p w14:paraId="1CC2ED9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 xml:space="preserve">A.5.6.2.2 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event triggered reporting tests for FR2 cell without SSB time index detection when DRX is used</w:t>
      </w:r>
      <w:r>
        <w:tab/>
        <w:t>1162</w:t>
      </w:r>
    </w:p>
    <w:p w14:paraId="7D2277D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1162</w:t>
      </w:r>
    </w:p>
    <w:p w14:paraId="2E5CBB8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1166</w:t>
      </w:r>
    </w:p>
    <w:p w14:paraId="369372C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 xml:space="preserve">A.5.6.2.3 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event triggered reporting tests for FR2 cell with SSB time index detection when DRX is not used</w:t>
      </w:r>
      <w:r>
        <w:tab/>
        <w:t>1166</w:t>
      </w:r>
    </w:p>
    <w:p w14:paraId="51A7075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1166</w:t>
      </w:r>
    </w:p>
    <w:p w14:paraId="0FD2A18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A.5.6.2.3.2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1170</w:t>
      </w:r>
    </w:p>
    <w:p w14:paraId="1E8A8B1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A.5.6.2.4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event triggered reporting tests for FR2 cell with SSB time index detection when DRX is used</w:t>
      </w:r>
      <w:r>
        <w:tab/>
        <w:t>1170</w:t>
      </w:r>
    </w:p>
    <w:p w14:paraId="4407825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A.5.6.2.4.1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1170</w:t>
      </w:r>
    </w:p>
    <w:p w14:paraId="6F1F52C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A.5.6.2.4.2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1174</w:t>
      </w:r>
    </w:p>
    <w:p w14:paraId="1FB6EDE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A.5.6.2.5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event triggered reporting tests for FR2 cell without SSB time index detection when DRX is not used</w:t>
      </w:r>
      <w:r>
        <w:tab/>
        <w:t>1174</w:t>
      </w:r>
    </w:p>
    <w:p w14:paraId="47D1F33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A.5.6.2.5.1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1174</w:t>
      </w:r>
    </w:p>
    <w:p w14:paraId="5C6C4A3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A.5.6.2.5.2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1179</w:t>
      </w:r>
    </w:p>
    <w:p w14:paraId="4167F38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A.5.6.2.6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event triggered reporting tests for FR2 cell without SSB time index detection when DRX is used</w:t>
      </w:r>
      <w:r>
        <w:tab/>
        <w:t>1179</w:t>
      </w:r>
    </w:p>
    <w:p w14:paraId="4BF649D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A.5.6.2.6.1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1179</w:t>
      </w:r>
    </w:p>
    <w:p w14:paraId="427AFDF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A.5.6.2.6.2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1183</w:t>
      </w:r>
    </w:p>
    <w:p w14:paraId="036CDBA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A.5.6.2.7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event triggered reporting tests for FR2 cell with SSB time index detection when DRX is not used</w:t>
      </w:r>
      <w:r>
        <w:tab/>
        <w:t>1183</w:t>
      </w:r>
    </w:p>
    <w:p w14:paraId="0234162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A.5.6.2.7.1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1183</w:t>
      </w:r>
    </w:p>
    <w:p w14:paraId="2342804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A.5.6.2.7.2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1188</w:t>
      </w:r>
    </w:p>
    <w:p w14:paraId="494000C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A.5.6.2.8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event triggered reporting tests for FR2 cell with SSB time index detection when DRX is used</w:t>
      </w:r>
      <w:r>
        <w:tab/>
        <w:t>1188</w:t>
      </w:r>
    </w:p>
    <w:p w14:paraId="376AD31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A.5.6.2.8.1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1188</w:t>
      </w:r>
    </w:p>
    <w:p w14:paraId="183122C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A.5.6.2.8.2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1193</w:t>
      </w:r>
    </w:p>
    <w:p w14:paraId="300FE4B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L1-RSRP measurement for beam reporting</w:t>
      </w:r>
      <w:r>
        <w:tab/>
        <w:t>1193</w:t>
      </w:r>
    </w:p>
    <w:p w14:paraId="6CC611B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 when DRX is not used</w:t>
      </w:r>
      <w:r>
        <w:tab/>
        <w:t>1193</w:t>
      </w:r>
    </w:p>
    <w:p w14:paraId="05A1FC5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1193</w:t>
      </w:r>
    </w:p>
    <w:p w14:paraId="325A2FE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1193</w:t>
      </w:r>
    </w:p>
    <w:p w14:paraId="48ECA7C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A.5.6.3.1.3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1195</w:t>
      </w:r>
    </w:p>
    <w:p w14:paraId="39EC741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 when DRX is used</w:t>
      </w:r>
      <w:r>
        <w:tab/>
        <w:t>1195</w:t>
      </w:r>
    </w:p>
    <w:p w14:paraId="3F2ECCE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1195</w:t>
      </w:r>
    </w:p>
    <w:p w14:paraId="0176BFD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1196</w:t>
      </w:r>
    </w:p>
    <w:p w14:paraId="43AB38E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A.5.6.3.2.3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1198</w:t>
      </w:r>
    </w:p>
    <w:p w14:paraId="1AB2076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CSI-RS based L1-RSRP measurement when DRX is not used</w:t>
      </w:r>
      <w:r>
        <w:tab/>
        <w:t>1198</w:t>
      </w:r>
    </w:p>
    <w:p w14:paraId="3AD2BC6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A.5.6.3.3.1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1198</w:t>
      </w:r>
    </w:p>
    <w:p w14:paraId="4193A2C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A.5.6.3.3.2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1199</w:t>
      </w:r>
    </w:p>
    <w:p w14:paraId="57D8657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A.5.6.3.3.3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1201</w:t>
      </w:r>
    </w:p>
    <w:p w14:paraId="23B9506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CSI-RS based L1-RSRP measurement when DRX is used</w:t>
      </w:r>
      <w:r>
        <w:tab/>
        <w:t>1202</w:t>
      </w:r>
    </w:p>
    <w:p w14:paraId="174E9F3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A.5.6.3.4.1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1202</w:t>
      </w:r>
    </w:p>
    <w:p w14:paraId="3E3FD1D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A.5.6.3.4.2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1202</w:t>
      </w:r>
    </w:p>
    <w:p w14:paraId="3162B19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A.5.6.3.4.3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1204</w:t>
      </w:r>
    </w:p>
    <w:p w14:paraId="3243274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A.5.6.4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CLI measurements</w:t>
      </w:r>
      <w:r>
        <w:tab/>
        <w:t>1205</w:t>
      </w:r>
    </w:p>
    <w:p w14:paraId="55467E3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SRS-RSRP measurement with DRX</w:t>
      </w:r>
      <w:r>
        <w:tab/>
        <w:t>1205</w:t>
      </w:r>
    </w:p>
    <w:p w14:paraId="0C6529B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1205</w:t>
      </w:r>
    </w:p>
    <w:p w14:paraId="1FFE6FF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1205</w:t>
      </w:r>
    </w:p>
    <w:p w14:paraId="7F19C3F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A.5.6.4.1.3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1207</w:t>
      </w:r>
    </w:p>
    <w:p w14:paraId="1A80FE1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CLI-RSSI measurement with DRX</w:t>
      </w:r>
      <w:r>
        <w:tab/>
        <w:t>1207</w:t>
      </w:r>
    </w:p>
    <w:p w14:paraId="61A11E0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1207</w:t>
      </w:r>
    </w:p>
    <w:p w14:paraId="7D09288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1208</w:t>
      </w:r>
    </w:p>
    <w:p w14:paraId="6364181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A.5.6.4.2.3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1210</w:t>
      </w:r>
    </w:p>
    <w:p w14:paraId="11FDC10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A.5.6.5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Measurements with autonomous gaps</w:t>
      </w:r>
      <w:r>
        <w:tab/>
        <w:t>1210</w:t>
      </w:r>
    </w:p>
    <w:p w14:paraId="4EE27DE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 xml:space="preserve">A.5.6.5.1 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inter-frequency CGI identification of NR neighbor cell in FR2</w:t>
      </w:r>
      <w:r>
        <w:tab/>
        <w:t>1210</w:t>
      </w:r>
    </w:p>
    <w:p w14:paraId="62061E9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1210</w:t>
      </w:r>
    </w:p>
    <w:p w14:paraId="1FD0DF8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1213</w:t>
      </w:r>
    </w:p>
    <w:p w14:paraId="2B1CE36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A.5.6.6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L1-SINR measurement for beam reporting</w:t>
      </w:r>
      <w:r>
        <w:tab/>
        <w:t>1214</w:t>
      </w:r>
    </w:p>
    <w:p w14:paraId="0E4C2B8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L1-SINR measurement with CSI-RS based CMR and no dedicated IMR configured when DRX is used</w:t>
      </w:r>
      <w:r>
        <w:tab/>
        <w:t>1214</w:t>
      </w:r>
    </w:p>
    <w:p w14:paraId="1B2E965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1214</w:t>
      </w:r>
    </w:p>
    <w:p w14:paraId="654B29B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1214</w:t>
      </w:r>
    </w:p>
    <w:p w14:paraId="0F8CAA6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A.5.6.6.1.3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1216</w:t>
      </w:r>
    </w:p>
    <w:p w14:paraId="2271DF2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L1-SINR measurement with SSB based CMR and dedicated IMR when DRX is not used</w:t>
      </w:r>
      <w:r>
        <w:tab/>
        <w:t>1216</w:t>
      </w:r>
    </w:p>
    <w:p w14:paraId="0589A0D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A.5.6.6.2.1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1216</w:t>
      </w:r>
    </w:p>
    <w:p w14:paraId="0BEB7C1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A.5.6.6.2.2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1217</w:t>
      </w:r>
    </w:p>
    <w:p w14:paraId="64047C7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A.5.6.6.2.3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1220</w:t>
      </w:r>
    </w:p>
    <w:p w14:paraId="1B27893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A.5.6.6.</w:t>
      </w:r>
      <w:r w:rsidRPr="0046111E">
        <w:rPr>
          <w:snapToGrid w:val="0"/>
          <w:lang w:eastAsia="zh-CN"/>
        </w:rP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L1-SINR measurement</w:t>
      </w:r>
      <w:r w:rsidRPr="0046111E">
        <w:rPr>
          <w:snapToGrid w:val="0"/>
          <w:lang w:eastAsia="zh-CN"/>
        </w:rPr>
        <w:t xml:space="preserve"> with</w:t>
      </w:r>
      <w:r w:rsidRPr="0046111E">
        <w:rPr>
          <w:snapToGrid w:val="0"/>
        </w:rPr>
        <w:t xml:space="preserve"> CSI-RS based CMR and dedicated IMR configured when DRX is not used</w:t>
      </w:r>
      <w:r>
        <w:tab/>
        <w:t>1220</w:t>
      </w:r>
    </w:p>
    <w:p w14:paraId="56C8E93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A.5.6.6.3.1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1220</w:t>
      </w:r>
    </w:p>
    <w:p w14:paraId="74A7A6B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A.5.6.6.3.2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1221</w:t>
      </w:r>
    </w:p>
    <w:p w14:paraId="5EB39C1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A.5.6.6.3.3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1223</w:t>
      </w:r>
    </w:p>
    <w:p w14:paraId="2B78D21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A.5.6.7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CSI-RS based Intra-frequency Measurements</w:t>
      </w:r>
      <w:r>
        <w:tab/>
        <w:t>1223</w:t>
      </w:r>
    </w:p>
    <w:p w14:paraId="55206FC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lastRenderedPageBreak/>
        <w:t>A.5.6.7.1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 xml:space="preserve">EN-DC event triggered reporting </w:t>
      </w:r>
      <w:r w:rsidRPr="0046111E">
        <w:rPr>
          <w:rFonts w:eastAsia="SimSun"/>
          <w:snapToGrid w:val="0"/>
          <w:lang w:eastAsia="zh-CN"/>
        </w:rPr>
        <w:t>test without gap under non-DRX</w:t>
      </w:r>
      <w:r>
        <w:tab/>
        <w:t>1223</w:t>
      </w:r>
    </w:p>
    <w:p w14:paraId="586C302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A.5.6.7.1.1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Test purpose and Environment</w:t>
      </w:r>
      <w:r>
        <w:tab/>
        <w:t>1223</w:t>
      </w:r>
    </w:p>
    <w:p w14:paraId="4981323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A.5.6.7.1.2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Test Requirements</w:t>
      </w:r>
      <w:r>
        <w:tab/>
        <w:t>1226</w:t>
      </w:r>
    </w:p>
    <w:p w14:paraId="7C70828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A.5.6.8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CSI-RS based Inter-frequency Measurements</w:t>
      </w:r>
      <w:r>
        <w:tab/>
        <w:t>1226</w:t>
      </w:r>
    </w:p>
    <w:p w14:paraId="034D773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 xml:space="preserve">A.5.6.8.1 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EN-DC event triggered reporting tests for NR FR2 cell when DRX is used</w:t>
      </w:r>
      <w:r>
        <w:tab/>
        <w:t>1226</w:t>
      </w:r>
    </w:p>
    <w:p w14:paraId="4DE3A67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A.5.6.8.1.1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Purpose and Environment</w:t>
      </w:r>
      <w:r>
        <w:tab/>
        <w:t>1226</w:t>
      </w:r>
    </w:p>
    <w:p w14:paraId="317503A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A.5.6.8.1.2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Requirements</w:t>
      </w:r>
      <w:r>
        <w:tab/>
        <w:t>1230</w:t>
      </w:r>
    </w:p>
    <w:p w14:paraId="711952BD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A.5.7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Performance requirements</w:t>
      </w:r>
      <w:r>
        <w:tab/>
        <w:t>1230</w:t>
      </w:r>
    </w:p>
    <w:p w14:paraId="7388044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SS-RSRP</w:t>
      </w:r>
      <w:r>
        <w:tab/>
        <w:t>1231</w:t>
      </w:r>
    </w:p>
    <w:p w14:paraId="4419467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A.5.7.1.1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EN-DC intra-frequency case measurement accuracy with FR2 serving cell and FR2 target cell</w:t>
      </w:r>
      <w:r>
        <w:tab/>
        <w:t>1231</w:t>
      </w:r>
    </w:p>
    <w:p w14:paraId="18B0933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1231</w:t>
      </w:r>
    </w:p>
    <w:p w14:paraId="490BFB2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1231</w:t>
      </w:r>
    </w:p>
    <w:p w14:paraId="6BAF932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1233</w:t>
      </w:r>
    </w:p>
    <w:p w14:paraId="49AE67D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A.5.7.1.2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EN-DC inter-frequency case measurement accuracy with FR2 serving cell and FR2 target cell</w:t>
      </w:r>
      <w:r>
        <w:tab/>
        <w:t>1234</w:t>
      </w:r>
    </w:p>
    <w:p w14:paraId="42D3517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1234</w:t>
      </w:r>
    </w:p>
    <w:p w14:paraId="3FE832D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1234</w:t>
      </w:r>
    </w:p>
    <w:p w14:paraId="49F262C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1238</w:t>
      </w:r>
    </w:p>
    <w:p w14:paraId="72C53B5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A.5.7.1.3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EN-DC inter-frequency measurement accuracy with FR1 serving cell and FR2 target cell</w:t>
      </w:r>
      <w:r>
        <w:tab/>
        <w:t>1239</w:t>
      </w:r>
    </w:p>
    <w:p w14:paraId="138390B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1239</w:t>
      </w:r>
    </w:p>
    <w:p w14:paraId="39548BC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1239</w:t>
      </w:r>
    </w:p>
    <w:p w14:paraId="7B8371C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A.5.7.1.3.3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1242</w:t>
      </w:r>
    </w:p>
    <w:p w14:paraId="7CB12F1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SS-RSRQ</w:t>
      </w:r>
      <w:r>
        <w:tab/>
        <w:t>1243</w:t>
      </w:r>
    </w:p>
    <w:p w14:paraId="3467938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  <w:snapToGrid w:val="0"/>
        </w:rPr>
        <w:t>A.5.7.2.1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</w:rPr>
        <w:t>EN-DC Intra-frequency measurement accuracy with FR2 serving cell and FR2 TDD target cell</w:t>
      </w:r>
      <w:r>
        <w:tab/>
        <w:t>1243</w:t>
      </w:r>
    </w:p>
    <w:p w14:paraId="0493F26C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  <w:snapToGrid w:val="0"/>
        </w:rPr>
        <w:t>A.5.7.2.1.1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  <w:snapToGrid w:val="0"/>
        </w:rPr>
        <w:t>Test Purpose and Environment</w:t>
      </w:r>
      <w:r>
        <w:tab/>
        <w:t>1243</w:t>
      </w:r>
    </w:p>
    <w:p w14:paraId="3AC7D22E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  <w:snapToGrid w:val="0"/>
        </w:rPr>
        <w:t>A.5.7.2.1.2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  <w:snapToGrid w:val="0"/>
        </w:rPr>
        <w:t>Test Parameters</w:t>
      </w:r>
      <w:r>
        <w:tab/>
        <w:t>1243</w:t>
      </w:r>
    </w:p>
    <w:p w14:paraId="1ED70A5A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  <w:snapToGrid w:val="0"/>
        </w:rPr>
        <w:t>A.5.7.2.1.3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  <w:snapToGrid w:val="0"/>
        </w:rPr>
        <w:t>Test Requirements</w:t>
      </w:r>
      <w:r>
        <w:tab/>
        <w:t>1245</w:t>
      </w:r>
    </w:p>
    <w:p w14:paraId="3AB4D7C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5</w:t>
      </w:r>
      <w:r>
        <w:t>.7.2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EN-DC Inter-frequency measurement accuracy with FR2 serving cell and FR2 TDD target cell</w:t>
      </w:r>
      <w:r>
        <w:tab/>
        <w:t>1246</w:t>
      </w:r>
    </w:p>
    <w:p w14:paraId="46C749F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</w:t>
      </w:r>
      <w:r w:rsidRPr="0046111E">
        <w:rPr>
          <w:snapToGrid w:val="0"/>
          <w:lang w:eastAsia="zh-CN"/>
        </w:rPr>
        <w:t>5</w:t>
      </w:r>
      <w:r w:rsidRPr="0046111E">
        <w:rPr>
          <w:snapToGrid w:val="0"/>
        </w:rPr>
        <w:t>.7.2.2.1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1246</w:t>
      </w:r>
    </w:p>
    <w:p w14:paraId="666D133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5</w:t>
      </w:r>
      <w:r>
        <w:t>.7.2.2.2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1246</w:t>
      </w:r>
    </w:p>
    <w:p w14:paraId="018735A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5</w:t>
      </w:r>
      <w:r>
        <w:t>.7.2.2.3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1248</w:t>
      </w:r>
    </w:p>
    <w:p w14:paraId="3B22B14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A.5.7.3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SS-SINR</w:t>
      </w:r>
      <w:r>
        <w:tab/>
        <w:t>1248</w:t>
      </w:r>
    </w:p>
    <w:p w14:paraId="3CF871B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A.5.7.3.1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EN-DC Intra-frequency measurement accuracy with FR2 serving cell and FR2 TDD target cell</w:t>
      </w:r>
      <w:r>
        <w:tab/>
        <w:t>1248</w:t>
      </w:r>
    </w:p>
    <w:p w14:paraId="222FA59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A.5.7.3.1.1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1248</w:t>
      </w:r>
    </w:p>
    <w:p w14:paraId="18F0747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1248</w:t>
      </w:r>
    </w:p>
    <w:p w14:paraId="5BB0AE3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A.5.7.3.1.3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1250</w:t>
      </w:r>
    </w:p>
    <w:p w14:paraId="2417EAD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A.5.7.3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EN-DC Inter-frequency measurement accuracy with FR2 serving cell and FR2 TDD target cell</w:t>
      </w:r>
      <w:r>
        <w:tab/>
        <w:t>1250</w:t>
      </w:r>
    </w:p>
    <w:p w14:paraId="44990DC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A.5.7.3.2.1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1250</w:t>
      </w:r>
    </w:p>
    <w:p w14:paraId="3EB3473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1250</w:t>
      </w:r>
    </w:p>
    <w:p w14:paraId="7EBEF4D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A.5.7.3.2.3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1252</w:t>
      </w:r>
    </w:p>
    <w:p w14:paraId="7EC3FEB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A.5.7.4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L1-RSRP measurement for beam reporting</w:t>
      </w:r>
      <w:r>
        <w:tab/>
        <w:t>1252</w:t>
      </w:r>
    </w:p>
    <w:p w14:paraId="400EF92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A.5.7.4.1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</w:t>
      </w:r>
      <w:r>
        <w:tab/>
        <w:t>1252</w:t>
      </w:r>
    </w:p>
    <w:p w14:paraId="1979758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1252</w:t>
      </w:r>
    </w:p>
    <w:p w14:paraId="639EC1D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1253</w:t>
      </w:r>
    </w:p>
    <w:p w14:paraId="5C8024D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A.5.7.4.1.3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1255</w:t>
      </w:r>
    </w:p>
    <w:p w14:paraId="3B12E32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A.5.7.4.2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CSI-RS based L1-RSRP measurement on resource set with repetition off</w:t>
      </w:r>
      <w:r>
        <w:tab/>
        <w:t>1256</w:t>
      </w:r>
    </w:p>
    <w:p w14:paraId="5EA0A00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1256</w:t>
      </w:r>
    </w:p>
    <w:p w14:paraId="53286FC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1256</w:t>
      </w:r>
    </w:p>
    <w:p w14:paraId="5156195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A.5.7.4.2.3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1258</w:t>
      </w:r>
    </w:p>
    <w:p w14:paraId="6F15E5F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A.5.7.5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CLI measurements</w:t>
      </w:r>
      <w:r>
        <w:tab/>
        <w:t>1259</w:t>
      </w:r>
    </w:p>
    <w:p w14:paraId="3624B8C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A.5.7.5.1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EN-DC SRS-RSRP measurement accuracy with FR2 serving cell</w:t>
      </w:r>
      <w:r>
        <w:tab/>
        <w:t>1259</w:t>
      </w:r>
    </w:p>
    <w:p w14:paraId="39D2A2F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1259</w:t>
      </w:r>
    </w:p>
    <w:p w14:paraId="60C26EF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1259</w:t>
      </w:r>
    </w:p>
    <w:p w14:paraId="1E27CB0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A.5.7.5.1.3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1262</w:t>
      </w:r>
    </w:p>
    <w:p w14:paraId="77A4A87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A.5.7.5.2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EN-DC CLI-RSSI measurement accuracy with FR2 serving cell</w:t>
      </w:r>
      <w:r>
        <w:tab/>
        <w:t>1263</w:t>
      </w:r>
    </w:p>
    <w:p w14:paraId="02DF4CF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A.5.7.5.2.1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1263</w:t>
      </w:r>
    </w:p>
    <w:p w14:paraId="4B98B66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1263</w:t>
      </w:r>
    </w:p>
    <w:p w14:paraId="3C9ABEB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A.5.7.5.2.3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1265</w:t>
      </w:r>
    </w:p>
    <w:p w14:paraId="1792C0B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A.5.7.6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L1-SINR measurement for beam reporting</w:t>
      </w:r>
      <w:r>
        <w:tab/>
        <w:t>1266</w:t>
      </w:r>
    </w:p>
    <w:p w14:paraId="73F8886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A.5.7.6.1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L1-SINR measurement with CSI-RS based CMR and no dedicated IMR configured and CSI-RS resource set with repetition off</w:t>
      </w:r>
      <w:r>
        <w:tab/>
        <w:t>1266</w:t>
      </w:r>
    </w:p>
    <w:p w14:paraId="209568F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1266</w:t>
      </w:r>
    </w:p>
    <w:p w14:paraId="1EE81F9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A.5.7.6.1.2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1266</w:t>
      </w:r>
    </w:p>
    <w:p w14:paraId="4A110AF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A.5.7.6.1.3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1268</w:t>
      </w:r>
    </w:p>
    <w:p w14:paraId="0ADDC20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A.5.7.6.2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L1-SINR measurement with SSB based CMR and dedicated IMR</w:t>
      </w:r>
      <w:r>
        <w:tab/>
        <w:t>1268</w:t>
      </w:r>
    </w:p>
    <w:p w14:paraId="78685CE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A.5.7.6.2.1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1268</w:t>
      </w:r>
    </w:p>
    <w:p w14:paraId="56C1012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A.5.7.6.2.2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1269</w:t>
      </w:r>
    </w:p>
    <w:p w14:paraId="4555288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A.5.7.6.2.3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1271</w:t>
      </w:r>
    </w:p>
    <w:p w14:paraId="6F009F3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A.5.7.6.3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L1-SINR measurement with CSI-RS based CMR and dedicated IMR</w:t>
      </w:r>
      <w:r>
        <w:tab/>
        <w:t>1272</w:t>
      </w:r>
    </w:p>
    <w:p w14:paraId="05E877C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A.5.7.6.3.1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1272</w:t>
      </w:r>
    </w:p>
    <w:p w14:paraId="4247670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A.5.7.6.3.2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1272</w:t>
      </w:r>
    </w:p>
    <w:p w14:paraId="4847722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A.5.7.6.3.3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1274</w:t>
      </w:r>
    </w:p>
    <w:p w14:paraId="77F3CF8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A.5.7.7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CSI-RSRP</w:t>
      </w:r>
      <w:r>
        <w:tab/>
        <w:t>1274</w:t>
      </w:r>
    </w:p>
    <w:p w14:paraId="5F6D948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A.5.7.7.1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EN-DC intra-frequency case measurement accuracy with FR2 serving cell and FR2 target cell</w:t>
      </w:r>
      <w:r>
        <w:tab/>
        <w:t>1274</w:t>
      </w:r>
    </w:p>
    <w:p w14:paraId="09E816A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A.5.7.7.1.2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parameters</w:t>
      </w:r>
      <w:r>
        <w:tab/>
        <w:t>1275</w:t>
      </w:r>
    </w:p>
    <w:p w14:paraId="27B8BD3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A.5.7.7.1.3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Requirements</w:t>
      </w:r>
      <w:r>
        <w:tab/>
        <w:t>1277</w:t>
      </w:r>
    </w:p>
    <w:p w14:paraId="753F863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A.5.7.7.2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EN-DC inter-frequency case measurement accuracy with FR2 serving cell and FR2 target cell</w:t>
      </w:r>
      <w:r>
        <w:tab/>
        <w:t>1278</w:t>
      </w:r>
    </w:p>
    <w:p w14:paraId="210D2F1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A.5.7.7.2.1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Purpose and Environment</w:t>
      </w:r>
      <w:r>
        <w:tab/>
        <w:t>1278</w:t>
      </w:r>
    </w:p>
    <w:p w14:paraId="11D4854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A.5.7.7.2.2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parameters</w:t>
      </w:r>
      <w:r>
        <w:tab/>
        <w:t>1278</w:t>
      </w:r>
    </w:p>
    <w:p w14:paraId="2109112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A.5.7.7.2.3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Requirements</w:t>
      </w:r>
      <w:r>
        <w:tab/>
        <w:t>1282</w:t>
      </w:r>
    </w:p>
    <w:p w14:paraId="73E3559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A.5.7.8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CSI-RSRQ</w:t>
      </w:r>
      <w:r>
        <w:tab/>
        <w:t>1283</w:t>
      </w:r>
    </w:p>
    <w:p w14:paraId="73574E9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A.5.7.8.1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EN-DC Intra-frequency measurement accuracy with FR2 serving cell and FR2 target cell</w:t>
      </w:r>
      <w:r>
        <w:tab/>
        <w:t>1283</w:t>
      </w:r>
    </w:p>
    <w:p w14:paraId="776E83F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A.5.7.8.1.1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Test Purpose and Environment</w:t>
      </w:r>
      <w:r>
        <w:tab/>
        <w:t>1283</w:t>
      </w:r>
    </w:p>
    <w:p w14:paraId="65C992D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A.5.7.8.1.2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Test Parameters</w:t>
      </w:r>
      <w:r>
        <w:tab/>
        <w:t>1283</w:t>
      </w:r>
    </w:p>
    <w:p w14:paraId="0113228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A.5.7.8.1.3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Test Requirements</w:t>
      </w:r>
      <w:r>
        <w:tab/>
        <w:t>1285</w:t>
      </w:r>
    </w:p>
    <w:p w14:paraId="5620D93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A.5.7.8</w:t>
      </w:r>
      <w:r w:rsidRPr="0046111E">
        <w:rPr>
          <w:rFonts w:eastAsia="SimSun"/>
          <w:lang w:eastAsia="zh-CN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lang w:eastAsia="zh-CN"/>
        </w:rPr>
        <w:t>EN-DC Inter-frequency measurement accuracy with FR2 serving cell and FR2 TDD target cell</w:t>
      </w:r>
      <w:r>
        <w:tab/>
        <w:t>1285</w:t>
      </w:r>
    </w:p>
    <w:p w14:paraId="45398E4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A.5.7.8.2.1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Test Purpose and Environment</w:t>
      </w:r>
      <w:r>
        <w:tab/>
        <w:t>1285</w:t>
      </w:r>
    </w:p>
    <w:p w14:paraId="4C1374A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A.5.7.8.2.2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Parameters</w:t>
      </w:r>
      <w:r>
        <w:tab/>
        <w:t>1285</w:t>
      </w:r>
    </w:p>
    <w:p w14:paraId="216E51F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A.5.7.9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CSI-SINR</w:t>
      </w:r>
      <w:r>
        <w:tab/>
        <w:t>1287</w:t>
      </w:r>
    </w:p>
    <w:p w14:paraId="204AD51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A.5.7.9.1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lang w:eastAsia="zh-CN"/>
        </w:rPr>
        <w:t>EN-DC Intra-frequency measurement accuracy with FR2 serving cell and FR2 TDD target cell</w:t>
      </w:r>
      <w:r>
        <w:tab/>
        <w:t>1287</w:t>
      </w:r>
    </w:p>
    <w:p w14:paraId="71DD5F7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A.5.7.9.1.1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Test Purpose and Environment</w:t>
      </w:r>
      <w:r>
        <w:tab/>
        <w:t>1287</w:t>
      </w:r>
    </w:p>
    <w:p w14:paraId="54A54EF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A.5.7.9.1.2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Parameters</w:t>
      </w:r>
      <w:r>
        <w:tab/>
        <w:t>1287</w:t>
      </w:r>
    </w:p>
    <w:p w14:paraId="64D2829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Table A.5.7.9.1.2-1: CSI-SINR Intra frequency CSI-SINR supported test configurations</w:t>
      </w:r>
      <w:r>
        <w:tab/>
        <w:t>1288</w:t>
      </w:r>
    </w:p>
    <w:p w14:paraId="7AE8AB2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A.5.7.9.1.3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Requirements</w:t>
      </w:r>
      <w:r>
        <w:tab/>
        <w:t>1290</w:t>
      </w:r>
    </w:p>
    <w:p w14:paraId="4AFBD2C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A.5.7.9</w:t>
      </w:r>
      <w:r w:rsidRPr="0046111E">
        <w:rPr>
          <w:rFonts w:eastAsia="SimSun"/>
          <w:lang w:eastAsia="zh-CN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lang w:eastAsia="zh-CN"/>
        </w:rPr>
        <w:t>EN-DC Inter-frequency measurement accuracy with FR2 serving cell and FR2 TDD target cell</w:t>
      </w:r>
      <w:r>
        <w:tab/>
        <w:t>1290</w:t>
      </w:r>
    </w:p>
    <w:p w14:paraId="39D14E9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</w:rPr>
        <w:t>A.5.7.9.2.1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Test Purpose and Environment</w:t>
      </w:r>
      <w:r>
        <w:tab/>
        <w:t>1290</w:t>
      </w:r>
    </w:p>
    <w:p w14:paraId="2DC0E93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A.5.7.9.2.2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Parameters</w:t>
      </w:r>
      <w:r>
        <w:tab/>
        <w:t>1290</w:t>
      </w:r>
    </w:p>
    <w:p w14:paraId="5CBF040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A.5.7.9.2.3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Requirements</w:t>
      </w:r>
      <w:r>
        <w:tab/>
        <w:t>1293</w:t>
      </w:r>
    </w:p>
    <w:p w14:paraId="270B14E1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A.5.8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1293</w:t>
      </w:r>
    </w:p>
    <w:p w14:paraId="6F2CD161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A.6</w:t>
      </w:r>
      <w:r>
        <w:rPr>
          <w:rFonts w:ascii="Calibri" w:eastAsia="Malgun Gothic" w:hAnsi="Calibri"/>
          <w:szCs w:val="22"/>
          <w:lang w:eastAsia="en-GB"/>
        </w:rPr>
        <w:tab/>
      </w:r>
      <w:r>
        <w:t>NR standalone tests with all NR cells in FR1</w:t>
      </w:r>
      <w:r>
        <w:tab/>
        <w:t>1011</w:t>
      </w:r>
    </w:p>
    <w:p w14:paraId="256967AF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SA: RRC_IDLE state mobility</w:t>
      </w:r>
      <w:r>
        <w:tab/>
        <w:t>1011</w:t>
      </w:r>
    </w:p>
    <w:p w14:paraId="57BB585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Cell re-selection to NR</w:t>
      </w:r>
      <w:r>
        <w:tab/>
        <w:t>1011</w:t>
      </w:r>
    </w:p>
    <w:p w14:paraId="49393BE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Cell reselection to FR1 intra-frequency NR case</w:t>
      </w:r>
      <w:r>
        <w:tab/>
        <w:t>1011</w:t>
      </w:r>
    </w:p>
    <w:p w14:paraId="33BAEFA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1011</w:t>
      </w:r>
    </w:p>
    <w:p w14:paraId="25885CA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1011</w:t>
      </w:r>
    </w:p>
    <w:p w14:paraId="7B57C9C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1015</w:t>
      </w:r>
    </w:p>
    <w:p w14:paraId="71E510A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Cell reselection to FR1 inter-frequency NR case</w:t>
      </w:r>
      <w:r>
        <w:tab/>
        <w:t>1015</w:t>
      </w:r>
    </w:p>
    <w:p w14:paraId="7BBD324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1015</w:t>
      </w:r>
    </w:p>
    <w:p w14:paraId="243EDCF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1015</w:t>
      </w:r>
    </w:p>
    <w:p w14:paraId="1AB0678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1019</w:t>
      </w:r>
    </w:p>
    <w:p w14:paraId="7C80271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Cell reselection to FR1 intra-frequency NR case for UE fulfilling low mobility</w:t>
      </w:r>
      <w:r w:rsidRPr="0046111E">
        <w:rPr>
          <w:lang w:val="en-US" w:eastAsia="zh-CN"/>
        </w:rPr>
        <w:t xml:space="preserve"> relaxed measurement</w:t>
      </w:r>
      <w:r>
        <w:rPr>
          <w:lang w:eastAsia="zh-CN"/>
        </w:rPr>
        <w:t xml:space="preserve"> criterion</w:t>
      </w:r>
      <w:r>
        <w:tab/>
        <w:t>1019</w:t>
      </w:r>
    </w:p>
    <w:p w14:paraId="5B688C0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1019</w:t>
      </w:r>
    </w:p>
    <w:p w14:paraId="54D0A6F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1019</w:t>
      </w:r>
    </w:p>
    <w:p w14:paraId="63A1EA9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1024</w:t>
      </w:r>
    </w:p>
    <w:p w14:paraId="55B221D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Cell reselection to FR1 intra-frequency NR case for UE fulfilling not-at-cell edge relaxed measurement criterion</w:t>
      </w:r>
      <w:r>
        <w:tab/>
        <w:t>1024</w:t>
      </w:r>
    </w:p>
    <w:p w14:paraId="2DC8ED4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1024</w:t>
      </w:r>
    </w:p>
    <w:p w14:paraId="104485A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1024</w:t>
      </w:r>
    </w:p>
    <w:p w14:paraId="2FC839F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1028</w:t>
      </w:r>
    </w:p>
    <w:p w14:paraId="2F64EB4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Cell reselection to FR1 inter-frequency NR case for UE fulfilling low mobility relaxed measurement criterion</w:t>
      </w:r>
      <w:r>
        <w:tab/>
        <w:t>1028</w:t>
      </w:r>
    </w:p>
    <w:p w14:paraId="4DA3239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lastRenderedPageBreak/>
        <w:t>A.6.1.1.5.1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1028</w:t>
      </w:r>
    </w:p>
    <w:p w14:paraId="06992A0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1028</w:t>
      </w:r>
    </w:p>
    <w:p w14:paraId="3CEF188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1032</w:t>
      </w:r>
    </w:p>
    <w:p w14:paraId="3B8CCAC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Cell reselection to FR1 inter-frequency NR case for UE fulfilling not-at-cell edge relaxed measurement criterion</w:t>
      </w:r>
      <w:r>
        <w:tab/>
        <w:t>1033</w:t>
      </w:r>
    </w:p>
    <w:p w14:paraId="234C4F6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1033</w:t>
      </w:r>
    </w:p>
    <w:p w14:paraId="418EAF6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1033</w:t>
      </w:r>
    </w:p>
    <w:p w14:paraId="19EB065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1037</w:t>
      </w:r>
    </w:p>
    <w:p w14:paraId="685EF2D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 xml:space="preserve">Cell reselection to FR1 intra-frequency NR case </w:t>
      </w:r>
      <w:r>
        <w:t xml:space="preserve">for UE configured with </w:t>
      </w:r>
      <w:r w:rsidRPr="0046111E">
        <w:rPr>
          <w:rFonts w:cs="v4.2.0"/>
          <w:bCs/>
          <w:i/>
          <w:iCs/>
          <w:lang w:eastAsia="zh-CN"/>
        </w:rPr>
        <w:t>highSpeedMeasFlag-r16</w:t>
      </w:r>
      <w:r>
        <w:tab/>
        <w:t>1038</w:t>
      </w:r>
    </w:p>
    <w:p w14:paraId="1D9848D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1038</w:t>
      </w:r>
    </w:p>
    <w:p w14:paraId="762FA5F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1038</w:t>
      </w:r>
    </w:p>
    <w:p w14:paraId="1CFFD01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A.6.1.1.7.3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1042</w:t>
      </w:r>
    </w:p>
    <w:p w14:paraId="1CDF2C3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Inter-RAT E-UTRAN cell re-selection</w:t>
      </w:r>
      <w:r>
        <w:tab/>
        <w:t>1042</w:t>
      </w:r>
    </w:p>
    <w:p w14:paraId="38B031B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Cell reselection to higher priority E-UTRAN</w:t>
      </w:r>
      <w:r>
        <w:tab/>
        <w:t>1042</w:t>
      </w:r>
    </w:p>
    <w:p w14:paraId="5A701D5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1042</w:t>
      </w:r>
    </w:p>
    <w:p w14:paraId="1A23312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1042</w:t>
      </w:r>
    </w:p>
    <w:p w14:paraId="5320AF9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A.6.1.2.1.3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1045</w:t>
      </w:r>
    </w:p>
    <w:p w14:paraId="27FDA76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Cell reselection to lower priority E-UTRAN</w:t>
      </w:r>
      <w:r>
        <w:tab/>
        <w:t>1046</w:t>
      </w:r>
    </w:p>
    <w:p w14:paraId="490ACE1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1046</w:t>
      </w:r>
    </w:p>
    <w:p w14:paraId="3E91156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1046</w:t>
      </w:r>
    </w:p>
    <w:p w14:paraId="5EEE1FF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A.6.1.2.2.3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1049</w:t>
      </w:r>
    </w:p>
    <w:p w14:paraId="704C94D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Cell reselection to lower priority E-UTRAN for UE fulfilling low mobility relaxed measurement criterion</w:t>
      </w:r>
      <w:r>
        <w:tab/>
        <w:t>1050</w:t>
      </w:r>
    </w:p>
    <w:p w14:paraId="44F663E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1050</w:t>
      </w:r>
    </w:p>
    <w:p w14:paraId="3B637B7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A.6.1.2.3.2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1050</w:t>
      </w:r>
    </w:p>
    <w:p w14:paraId="7285842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A.6.1.2.3.3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1053</w:t>
      </w:r>
    </w:p>
    <w:p w14:paraId="072C0E9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 xml:space="preserve">Cell reselection to lower priority E-UTRAN for </w:t>
      </w:r>
      <w:r w:rsidRPr="0046111E">
        <w:rPr>
          <w:lang w:val="en-US" w:eastAsia="zh-CN"/>
        </w:rPr>
        <w:t>UE fulfilling not-at-cell edge relaxed measurement criterion</w:t>
      </w:r>
      <w:r>
        <w:tab/>
        <w:t>1054</w:t>
      </w:r>
    </w:p>
    <w:p w14:paraId="403937E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A.6.1.2.4.1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1054</w:t>
      </w:r>
    </w:p>
    <w:p w14:paraId="6E23ADA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A.6.1.2.4.2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1054</w:t>
      </w:r>
    </w:p>
    <w:p w14:paraId="69CACE9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A.6.1.2.4.3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1057</w:t>
      </w:r>
    </w:p>
    <w:p w14:paraId="246463B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A.6.1.2.5.3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1061</w:t>
      </w:r>
    </w:p>
    <w:p w14:paraId="3A52AD7D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SA: RRC_INACTIVE state mobility</w:t>
      </w:r>
      <w:r>
        <w:tab/>
        <w:t>1062</w:t>
      </w:r>
    </w:p>
    <w:p w14:paraId="10D662DD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RRC_CONNECTED state mobility</w:t>
      </w:r>
      <w:r>
        <w:tab/>
        <w:t>1062</w:t>
      </w:r>
    </w:p>
    <w:p w14:paraId="0B9B729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Handover</w:t>
      </w:r>
      <w:r>
        <w:tab/>
        <w:t>1062</w:t>
      </w:r>
    </w:p>
    <w:p w14:paraId="65877DB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Intra-frequency handover from FR1 to FR1; known target cell</w:t>
      </w:r>
      <w:r>
        <w:tab/>
        <w:t>1062</w:t>
      </w:r>
    </w:p>
    <w:p w14:paraId="19EFC40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1062</w:t>
      </w:r>
    </w:p>
    <w:p w14:paraId="1E4030D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1062</w:t>
      </w:r>
    </w:p>
    <w:p w14:paraId="1F9F4C7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A.6.3.1.1.3 Test Requirements</w:t>
      </w:r>
      <w:r>
        <w:tab/>
        <w:t>1066</w:t>
      </w:r>
    </w:p>
    <w:p w14:paraId="3D45B50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Intra-frequency handover from FR1 to FR1; unknown target cell</w:t>
      </w:r>
      <w:r>
        <w:tab/>
        <w:t>1066</w:t>
      </w:r>
    </w:p>
    <w:p w14:paraId="363E4C5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1066</w:t>
      </w:r>
    </w:p>
    <w:p w14:paraId="0F03A96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1066</w:t>
      </w:r>
    </w:p>
    <w:p w14:paraId="1A86C1A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1070</w:t>
      </w:r>
    </w:p>
    <w:p w14:paraId="3EC06A2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Inter-frequency handover from FR1 to FR1; unknown target cell</w:t>
      </w:r>
      <w:r>
        <w:tab/>
        <w:t>1070</w:t>
      </w:r>
    </w:p>
    <w:p w14:paraId="76B53A5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1070</w:t>
      </w:r>
    </w:p>
    <w:p w14:paraId="218D576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1070</w:t>
      </w:r>
    </w:p>
    <w:p w14:paraId="465F053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A.6.3.1.3.3 Test Requirements</w:t>
      </w:r>
      <w:r>
        <w:tab/>
        <w:t>1074</w:t>
      </w:r>
    </w:p>
    <w:p w14:paraId="465850B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v4.2.0"/>
          <w:lang w:val="sv-FI"/>
        </w:rPr>
        <w:t>A.6.3.1.4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v4.2.0"/>
          <w:lang w:val="sv-FI"/>
        </w:rPr>
        <w:t xml:space="preserve"> SA NR </w:t>
      </w:r>
      <w:r w:rsidRPr="0046111E">
        <w:rPr>
          <w:lang w:val="sv-FI"/>
        </w:rPr>
        <w:t>- E-UTRAN handover</w:t>
      </w:r>
      <w:r>
        <w:tab/>
        <w:t>1074</w:t>
      </w:r>
    </w:p>
    <w:p w14:paraId="451E7E9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1074</w:t>
      </w:r>
    </w:p>
    <w:p w14:paraId="3DEB1A1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1080</w:t>
      </w:r>
    </w:p>
    <w:p w14:paraId="7F5560E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v4.2.0"/>
        </w:rPr>
        <w:t>A.6.3.1.5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v4.2.0"/>
        </w:rPr>
        <w:t xml:space="preserve">SA NR </w:t>
      </w:r>
      <w:r>
        <w:t>- E-UTRAN handover with unknown target cell</w:t>
      </w:r>
      <w:r>
        <w:tab/>
        <w:t>1080</w:t>
      </w:r>
    </w:p>
    <w:p w14:paraId="0974BCF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1080</w:t>
      </w:r>
    </w:p>
    <w:p w14:paraId="5E8136C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1086</w:t>
      </w:r>
    </w:p>
    <w:p w14:paraId="1E203AB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v4.2.0"/>
          <w:lang w:val="sv-FI"/>
        </w:rPr>
        <w:t>A.6.3.1.6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v4.2.0"/>
          <w:lang w:val="sv-FI"/>
        </w:rPr>
        <w:t xml:space="preserve"> SA NR </w:t>
      </w:r>
      <w:r w:rsidRPr="0046111E">
        <w:rPr>
          <w:lang w:val="sv-FI"/>
        </w:rPr>
        <w:t>- UTRAN FDD handover</w:t>
      </w:r>
      <w:r>
        <w:tab/>
        <w:t>1086</w:t>
      </w:r>
    </w:p>
    <w:p w14:paraId="5579CCC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1086</w:t>
      </w:r>
    </w:p>
    <w:p w14:paraId="3CB10A7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1090</w:t>
      </w:r>
    </w:p>
    <w:p w14:paraId="6EEC395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 xml:space="preserve">Intra-frequency </w:t>
      </w:r>
      <w:r w:rsidRPr="0046111E">
        <w:rPr>
          <w:rFonts w:eastAsia="SimSun"/>
          <w:snapToGrid w:val="0"/>
        </w:rPr>
        <w:t xml:space="preserve">synchronous DAPS </w:t>
      </w:r>
      <w:r w:rsidRPr="0046111E">
        <w:rPr>
          <w:snapToGrid w:val="0"/>
        </w:rPr>
        <w:t>handover in FR1</w:t>
      </w:r>
      <w:r>
        <w:tab/>
        <w:t>1090</w:t>
      </w:r>
    </w:p>
    <w:p w14:paraId="7760E04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1090</w:t>
      </w:r>
    </w:p>
    <w:p w14:paraId="5A89C33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1090</w:t>
      </w:r>
    </w:p>
    <w:p w14:paraId="7212D55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A.6.3.1.7.3 Test Requirements</w:t>
      </w:r>
      <w:r>
        <w:tab/>
        <w:t>1094</w:t>
      </w:r>
    </w:p>
    <w:p w14:paraId="578F6BE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 xml:space="preserve">Intra-frequency </w:t>
      </w:r>
      <w:r w:rsidRPr="0046111E">
        <w:rPr>
          <w:rFonts w:eastAsia="SimSun"/>
          <w:snapToGrid w:val="0"/>
        </w:rPr>
        <w:t xml:space="preserve">asynchronous DAPS </w:t>
      </w:r>
      <w:r w:rsidRPr="0046111E">
        <w:rPr>
          <w:snapToGrid w:val="0"/>
        </w:rPr>
        <w:t>handover in FR1</w:t>
      </w:r>
      <w:r>
        <w:tab/>
        <w:t>1095</w:t>
      </w:r>
    </w:p>
    <w:p w14:paraId="342C771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lastRenderedPageBreak/>
        <w:t>A.6.3.1.8.1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1095</w:t>
      </w:r>
    </w:p>
    <w:p w14:paraId="28E1308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1095</w:t>
      </w:r>
    </w:p>
    <w:p w14:paraId="620E907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A.6.3.1.8.3 Test Requirements</w:t>
      </w:r>
      <w:r>
        <w:tab/>
        <w:t>1099</w:t>
      </w:r>
    </w:p>
    <w:p w14:paraId="63C909A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Intra-band inter-frequency synchronous DAPS handover test in SA for FR1</w:t>
      </w:r>
      <w:r>
        <w:tab/>
        <w:t>1100</w:t>
      </w:r>
    </w:p>
    <w:p w14:paraId="328374F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1100</w:t>
      </w:r>
    </w:p>
    <w:p w14:paraId="782B6E9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1100</w:t>
      </w:r>
    </w:p>
    <w:p w14:paraId="353E738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A.6.3.1.9.3 Test Requirements</w:t>
      </w:r>
      <w:r>
        <w:tab/>
        <w:t>1104</w:t>
      </w:r>
    </w:p>
    <w:p w14:paraId="37E3697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Intra-band inter-frequency asynchronous DAPS handover test in SA for FR1</w:t>
      </w:r>
      <w:r>
        <w:tab/>
        <w:t>1104</w:t>
      </w:r>
    </w:p>
    <w:p w14:paraId="2A530A5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A.6.3.1.10.1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1104</w:t>
      </w:r>
    </w:p>
    <w:p w14:paraId="4EC0D0A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A.6.3.1.10.2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1104</w:t>
      </w:r>
    </w:p>
    <w:p w14:paraId="5612363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A.6.3.1.10.3 Test Requirements</w:t>
      </w:r>
      <w:r>
        <w:tab/>
        <w:t>1107</w:t>
      </w:r>
    </w:p>
    <w:p w14:paraId="13B7C79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A.6.3.1.11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Inter-band inter-frequency synchronous DAPS handover from FR1 to FR1</w:t>
      </w:r>
      <w:r>
        <w:tab/>
        <w:t>1107</w:t>
      </w:r>
    </w:p>
    <w:p w14:paraId="0C71726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A.6.3.1.11.1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1107</w:t>
      </w:r>
    </w:p>
    <w:p w14:paraId="773EC53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A.6.3.1.11.2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1107</w:t>
      </w:r>
    </w:p>
    <w:p w14:paraId="3E219D9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A.6.3.1.11.3 Test Requirements</w:t>
      </w:r>
      <w:r>
        <w:tab/>
        <w:t>1114</w:t>
      </w:r>
    </w:p>
    <w:p w14:paraId="2AA84B9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A.6.3.1.12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Inter-band inter-frequency asynchronous DAPS handover from FR1 to FR1</w:t>
      </w:r>
      <w:r>
        <w:tab/>
        <w:t>1114</w:t>
      </w:r>
    </w:p>
    <w:p w14:paraId="15693C4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A.6.3.1.12.1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1114</w:t>
      </w:r>
    </w:p>
    <w:p w14:paraId="013AF1E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A.6.3.1.12.2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1114</w:t>
      </w:r>
    </w:p>
    <w:p w14:paraId="4D5FBB0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A.6.3.1.12.3 Test Requirements</w:t>
      </w:r>
      <w:r>
        <w:tab/>
        <w:t>1122</w:t>
      </w:r>
    </w:p>
    <w:p w14:paraId="6C97FD7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 Connection Mobility Control</w:t>
      </w:r>
      <w:r>
        <w:tab/>
        <w:t>1122</w:t>
      </w:r>
    </w:p>
    <w:p w14:paraId="1DE4EEA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SA: RRC Re-establishment</w:t>
      </w:r>
      <w:r>
        <w:tab/>
        <w:t>1122</w:t>
      </w:r>
    </w:p>
    <w:p w14:paraId="72A3ED0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Intra-frequency RRC Re-establishment in FR1</w:t>
      </w:r>
      <w:r>
        <w:tab/>
        <w:t>1122</w:t>
      </w:r>
    </w:p>
    <w:p w14:paraId="15C840F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Inter-frequency RRC Re-establishment in FR1</w:t>
      </w:r>
      <w:r>
        <w:tab/>
        <w:t>1126</w:t>
      </w:r>
    </w:p>
    <w:p w14:paraId="3E720D0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A.6.3.2.1.3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Intra-frequency RRC Re-establishment in FR1 without serving cell timing</w:t>
      </w:r>
      <w:r>
        <w:tab/>
        <w:t>1130</w:t>
      </w:r>
    </w:p>
    <w:p w14:paraId="386B1E6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Random Access</w:t>
      </w:r>
      <w:r>
        <w:tab/>
        <w:t>1134</w:t>
      </w:r>
    </w:p>
    <w:p w14:paraId="0079891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6.3.2.2.1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4-step RA type contention based random access test in FR1 for NR standalone</w:t>
      </w:r>
      <w:r>
        <w:tab/>
        <w:t>1134</w:t>
      </w:r>
    </w:p>
    <w:p w14:paraId="518C277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6.3.2.2.2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4-step RA type n</w:t>
      </w:r>
      <w:r>
        <w:rPr>
          <w:lang w:eastAsia="zh-CN"/>
        </w:rPr>
        <w:t>on-c</w:t>
      </w:r>
      <w:r>
        <w:t>ontention based random access test in FR1 for NR standalone</w:t>
      </w:r>
      <w:r>
        <w:tab/>
        <w:t>1139</w:t>
      </w:r>
    </w:p>
    <w:p w14:paraId="08D3F03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6.3.2.2.3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2-step RA type contention based random access test in FR1 for NR standalone</w:t>
      </w:r>
      <w:r>
        <w:tab/>
        <w:t>1143</w:t>
      </w:r>
    </w:p>
    <w:p w14:paraId="45B2E19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A.6.3.2.2.4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2-step RA type n</w:t>
      </w:r>
      <w:r>
        <w:rPr>
          <w:lang w:eastAsia="zh-CN"/>
        </w:rPr>
        <w:t>on-</w:t>
      </w:r>
      <w:r w:rsidRPr="0046111E">
        <w:rPr>
          <w:lang w:val="en-US" w:eastAsia="zh-CN"/>
        </w:rPr>
        <w:t>c</w:t>
      </w:r>
      <w:r>
        <w:t>ontention based test in FR1 for NR standalone</w:t>
      </w:r>
      <w:r>
        <w:tab/>
        <w:t>1148</w:t>
      </w:r>
    </w:p>
    <w:p w14:paraId="7A86455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A.6.3.2.3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SA: RRC Connection Release with Redirection</w:t>
      </w:r>
      <w:r>
        <w:tab/>
        <w:t>1152</w:t>
      </w:r>
    </w:p>
    <w:p w14:paraId="0C1FC7E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A.6.3.2.3.1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Redirection from NR in FR1 to NR in FR1</w:t>
      </w:r>
      <w:r>
        <w:tab/>
        <w:t>1152</w:t>
      </w:r>
    </w:p>
    <w:p w14:paraId="3A445E3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A.6.3.2.3.2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Redirection from NR in FR1 to E-UTRAN</w:t>
      </w:r>
      <w:r>
        <w:tab/>
        <w:t>1156</w:t>
      </w:r>
    </w:p>
    <w:p w14:paraId="6BDECBB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Conditional handover</w:t>
      </w:r>
      <w:r>
        <w:tab/>
        <w:t>1163</w:t>
      </w:r>
    </w:p>
    <w:p w14:paraId="5D3997E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Intra-frequency conditional handover from FR1 to FR1</w:t>
      </w:r>
      <w:r>
        <w:tab/>
        <w:t>1163</w:t>
      </w:r>
    </w:p>
    <w:p w14:paraId="0586295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1163</w:t>
      </w:r>
    </w:p>
    <w:p w14:paraId="06ED3BC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1163</w:t>
      </w:r>
    </w:p>
    <w:p w14:paraId="561A680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A.6.3.3.1.3 Test Requirements</w:t>
      </w:r>
      <w:r>
        <w:tab/>
        <w:t>1167</w:t>
      </w:r>
    </w:p>
    <w:p w14:paraId="4E16AE1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Inter-frequency conditional handover from FR1 to FR1</w:t>
      </w:r>
      <w:r>
        <w:tab/>
        <w:t>1167</w:t>
      </w:r>
    </w:p>
    <w:p w14:paraId="57225DE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1167</w:t>
      </w:r>
    </w:p>
    <w:p w14:paraId="5C788EA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1167</w:t>
      </w:r>
    </w:p>
    <w:p w14:paraId="1805778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A.6.3.3.2.3 Test Requirements</w:t>
      </w:r>
      <w:r>
        <w:tab/>
        <w:t>1171</w:t>
      </w:r>
    </w:p>
    <w:p w14:paraId="24C86917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A.6.4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Timing</w:t>
      </w:r>
      <w:r>
        <w:tab/>
        <w:t>1171</w:t>
      </w:r>
    </w:p>
    <w:p w14:paraId="37745D6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transmit timing</w:t>
      </w:r>
      <w:r>
        <w:tab/>
        <w:t>1171</w:t>
      </w:r>
    </w:p>
    <w:p w14:paraId="06307EF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UE Transmit Timing Test for FR1</w:t>
      </w:r>
      <w:r>
        <w:tab/>
        <w:t>1171</w:t>
      </w:r>
    </w:p>
    <w:p w14:paraId="0D84240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A.6.4.1.1.1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1171</w:t>
      </w:r>
    </w:p>
    <w:p w14:paraId="2165CC0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A.6.4.1.1.2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1175</w:t>
      </w:r>
    </w:p>
    <w:p w14:paraId="5951BD1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timer accuracy</w:t>
      </w:r>
      <w:r>
        <w:tab/>
        <w:t>1175</w:t>
      </w:r>
    </w:p>
    <w:p w14:paraId="2FD078F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Timing advance</w:t>
      </w:r>
      <w:r>
        <w:tab/>
        <w:t>1175</w:t>
      </w:r>
    </w:p>
    <w:p w14:paraId="6BBE8D5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A.6.4.3.1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FR1 timing advance adjustment accuracy</w:t>
      </w:r>
      <w:r>
        <w:tab/>
        <w:t>1175</w:t>
      </w:r>
    </w:p>
    <w:p w14:paraId="084190D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A.6.4.3.1.1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1175</w:t>
      </w:r>
    </w:p>
    <w:p w14:paraId="565D2A3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A.6.4.3.1.2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1175</w:t>
      </w:r>
    </w:p>
    <w:p w14:paraId="4F2A6C9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A.6.4.3.1.3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1179</w:t>
      </w:r>
    </w:p>
    <w:p w14:paraId="299464BA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A.6.5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Signalling characteristics</w:t>
      </w:r>
      <w:r>
        <w:tab/>
        <w:t>1179</w:t>
      </w:r>
    </w:p>
    <w:p w14:paraId="3CE8E9D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</w:t>
      </w:r>
      <w:r>
        <w:tab/>
        <w:t>1179</w:t>
      </w:r>
    </w:p>
    <w:p w14:paraId="4E5EE43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Out-of-sync Test for FR1 PCell configured with SSB-based RLM RS in non-DRX mode</w:t>
      </w:r>
      <w:r>
        <w:tab/>
        <w:t>1180</w:t>
      </w:r>
    </w:p>
    <w:p w14:paraId="29671F4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A.6.5.1.1.1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1180</w:t>
      </w:r>
    </w:p>
    <w:p w14:paraId="7426B65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A.6.5.1.1.2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1185</w:t>
      </w:r>
    </w:p>
    <w:p w14:paraId="0C2DE42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In-sync Test for FR1 PCell configured with SSB-based RLM RS in non-DRX mode</w:t>
      </w:r>
      <w:r>
        <w:tab/>
        <w:t>1185</w:t>
      </w:r>
    </w:p>
    <w:p w14:paraId="579656A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A.6.5.1.2.1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1185</w:t>
      </w:r>
    </w:p>
    <w:p w14:paraId="3D871E2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A.6.5.1.2.2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1191</w:t>
      </w:r>
    </w:p>
    <w:p w14:paraId="039BD38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A.6.5.1.3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Out-of-sync Test for FR1 PCell configured with SSB-based RLM RS in DRX mode</w:t>
      </w:r>
      <w:r>
        <w:tab/>
        <w:t>1191</w:t>
      </w:r>
    </w:p>
    <w:p w14:paraId="0C0F697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A.6.5.1.3.1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1191</w:t>
      </w:r>
    </w:p>
    <w:p w14:paraId="464ED32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A.6.5.1.3.2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1197</w:t>
      </w:r>
    </w:p>
    <w:p w14:paraId="59064FF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In-sync Test for FR1 PCell configured with SSB-based RLM RS in DRX mode</w:t>
      </w:r>
      <w:r>
        <w:tab/>
        <w:t>1197</w:t>
      </w:r>
    </w:p>
    <w:p w14:paraId="62375CD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A.6.5.1.4.1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1197</w:t>
      </w:r>
    </w:p>
    <w:p w14:paraId="00F0E22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A.6.5.1.4.2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1203</w:t>
      </w:r>
    </w:p>
    <w:p w14:paraId="34216B7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Out-of-sync Test for FR1 PCell configured with CSI-RS-based RLM in non-DRX mode</w:t>
      </w:r>
      <w:r>
        <w:tab/>
        <w:t>1203</w:t>
      </w:r>
    </w:p>
    <w:p w14:paraId="0124273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A.6.5.1.5.1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1203</w:t>
      </w:r>
    </w:p>
    <w:p w14:paraId="6300774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A.6.5.1.5.2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1209</w:t>
      </w:r>
    </w:p>
    <w:p w14:paraId="23ECB34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A.6.5.1.6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In-sync Test for FR1 PCell configured with CSI-RS-based RLM in non-DRX mode</w:t>
      </w:r>
      <w:r>
        <w:tab/>
        <w:t>1209</w:t>
      </w:r>
    </w:p>
    <w:p w14:paraId="4AA6754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A.6.5.1.6.1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1209</w:t>
      </w:r>
    </w:p>
    <w:p w14:paraId="6EEDC70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A.6.5.1.6.2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1214</w:t>
      </w:r>
    </w:p>
    <w:p w14:paraId="32F97E7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A.6.5.1.7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Out-of-sync Test for FR1 PCell configured with CSI-RS-based RLM in DRX mode</w:t>
      </w:r>
      <w:r>
        <w:tab/>
        <w:t>1214</w:t>
      </w:r>
    </w:p>
    <w:p w14:paraId="2876293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A.6.5.1.7.1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1214</w:t>
      </w:r>
    </w:p>
    <w:p w14:paraId="58174E4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A.6.5.1.7.2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1218</w:t>
      </w:r>
    </w:p>
    <w:p w14:paraId="1124232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A.6.5.1.8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In-sync Test for FR1 PCell configured with CSI-RS-based RLM in DRX mode</w:t>
      </w:r>
      <w:r>
        <w:tab/>
        <w:t>1218</w:t>
      </w:r>
    </w:p>
    <w:p w14:paraId="3265BC6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A.6.5.1.8.1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1218</w:t>
      </w:r>
    </w:p>
    <w:p w14:paraId="03F9937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A.6.5.1.8.2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1224</w:t>
      </w:r>
    </w:p>
    <w:p w14:paraId="189AD9C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</w:t>
      </w:r>
      <w:r>
        <w:tab/>
        <w:t>1224</w:t>
      </w:r>
    </w:p>
    <w:p w14:paraId="07A08A5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 w:cs="Arial"/>
          <w:bCs/>
        </w:rPr>
        <w:t>A.6.5.2.</w:t>
      </w:r>
      <w:r w:rsidRPr="0046111E">
        <w:rPr>
          <w:bCs/>
        </w:rPr>
        <w:t>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during measurements on deactivated NR SCC in FR1</w:t>
      </w:r>
      <w:r>
        <w:tab/>
        <w:t>1224</w:t>
      </w:r>
    </w:p>
    <w:p w14:paraId="34E7310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  <w:bCs/>
        </w:rPr>
        <w:t>A.6.5.2.1</w:t>
      </w:r>
      <w:r w:rsidRPr="0046111E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1228</w:t>
      </w:r>
    </w:p>
    <w:p w14:paraId="245086B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interruptions at NR SRS carrier based switching</w:t>
      </w:r>
      <w:r>
        <w:tab/>
        <w:t>1229</w:t>
      </w:r>
    </w:p>
    <w:p w14:paraId="404D555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A.6.5.2.2.1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1229</w:t>
      </w:r>
    </w:p>
    <w:p w14:paraId="71D037F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A.6.5.2.2.2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1229</w:t>
      </w:r>
    </w:p>
    <w:p w14:paraId="5C0093A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A.6.5.2.2.3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1231</w:t>
      </w:r>
    </w:p>
    <w:p w14:paraId="1D2DC7C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SCell Activation and Deactivation Delay</w:t>
      </w:r>
      <w:r>
        <w:tab/>
        <w:t>1232</w:t>
      </w:r>
    </w:p>
    <w:p w14:paraId="00563A7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</w:t>
      </w:r>
      <w:r>
        <w:rPr>
          <w:rFonts w:eastAsia="Malgun Gothic"/>
          <w:lang w:eastAsia="zh-CN"/>
        </w:rPr>
        <w:t>6.</w:t>
      </w:r>
      <w:r>
        <w:rPr>
          <w:lang w:eastAsia="zh-CN"/>
        </w:rPr>
        <w:t>5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3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SCell Activation and deactivation of known SCell in FR1 in non-DRX for 160ms SCell measurement cycle</w:t>
      </w:r>
      <w:r>
        <w:tab/>
        <w:t>1232</w:t>
      </w:r>
    </w:p>
    <w:p w14:paraId="070ED0C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</w:t>
      </w:r>
      <w:r>
        <w:rPr>
          <w:rFonts w:eastAsia="Malgun Gothic"/>
          <w:lang w:eastAsia="zh-CN"/>
        </w:rPr>
        <w:t>6.</w:t>
      </w:r>
      <w:r>
        <w:rPr>
          <w:lang w:eastAsia="zh-CN"/>
        </w:rPr>
        <w:t>5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3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1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1232</w:t>
      </w:r>
    </w:p>
    <w:p w14:paraId="5E6B8C4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</w:t>
      </w:r>
      <w:r>
        <w:rPr>
          <w:rFonts w:eastAsia="Malgun Gothic"/>
          <w:lang w:eastAsia="zh-CN"/>
        </w:rPr>
        <w:t>6.</w:t>
      </w:r>
      <w:r>
        <w:rPr>
          <w:lang w:eastAsia="zh-CN"/>
        </w:rPr>
        <w:t>5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3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1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1237</w:t>
      </w:r>
    </w:p>
    <w:p w14:paraId="5EF153E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rFonts w:eastAsia="Malgun Gothic"/>
          <w:lang w:eastAsia="zh-CN"/>
        </w:rPr>
        <w:t>6</w:t>
      </w:r>
      <w:r>
        <w:t>.5.3.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SCell Activation and deactivation of known SCell in FR1 in non-DRX for 640 ms SCell measurement cycle</w:t>
      </w:r>
      <w:r>
        <w:tab/>
        <w:t>1238</w:t>
      </w:r>
    </w:p>
    <w:p w14:paraId="6B2D9B5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</w:t>
      </w:r>
      <w:r>
        <w:rPr>
          <w:rFonts w:eastAsia="Malgun Gothic"/>
          <w:lang w:eastAsia="zh-CN"/>
        </w:rPr>
        <w:t>6.</w:t>
      </w:r>
      <w:r>
        <w:rPr>
          <w:lang w:eastAsia="zh-CN"/>
        </w:rPr>
        <w:t>5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3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2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1238</w:t>
      </w:r>
    </w:p>
    <w:p w14:paraId="4FAD363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</w:t>
      </w:r>
      <w:r>
        <w:rPr>
          <w:rFonts w:eastAsia="Malgun Gothic"/>
          <w:lang w:eastAsia="zh-CN"/>
        </w:rPr>
        <w:t>6.</w:t>
      </w:r>
      <w:r>
        <w:rPr>
          <w:lang w:eastAsia="zh-CN"/>
        </w:rPr>
        <w:t>5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3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2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1238</w:t>
      </w:r>
    </w:p>
    <w:p w14:paraId="4304CAB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rFonts w:eastAsia="Malgun Gothic"/>
          <w:lang w:eastAsia="zh-CN"/>
        </w:rPr>
        <w:t>6.</w:t>
      </w:r>
      <w:r>
        <w:t>5</w:t>
      </w:r>
      <w:r>
        <w:rPr>
          <w:rFonts w:eastAsia="Malgun Gothic"/>
          <w:lang w:eastAsia="zh-CN"/>
        </w:rPr>
        <w:t>.</w:t>
      </w:r>
      <w:r>
        <w:t>3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SCell Activation and deactivation of unknown SCell in FR1 in non-DRX</w:t>
      </w:r>
      <w:r>
        <w:tab/>
        <w:t>1238</w:t>
      </w:r>
    </w:p>
    <w:p w14:paraId="29E0E0C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</w:t>
      </w:r>
      <w:r>
        <w:rPr>
          <w:rFonts w:eastAsia="Malgun Gothic"/>
          <w:lang w:eastAsia="zh-CN"/>
        </w:rPr>
        <w:t>6.</w:t>
      </w:r>
      <w:r>
        <w:rPr>
          <w:lang w:eastAsia="zh-CN"/>
        </w:rPr>
        <w:t>5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3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3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1238</w:t>
      </w:r>
    </w:p>
    <w:p w14:paraId="331C5BD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</w:t>
      </w:r>
      <w:r>
        <w:rPr>
          <w:rFonts w:eastAsia="Malgun Gothic"/>
          <w:lang w:eastAsia="zh-CN"/>
        </w:rPr>
        <w:t>6.</w:t>
      </w:r>
      <w:r>
        <w:rPr>
          <w:lang w:eastAsia="zh-CN"/>
        </w:rPr>
        <w:t>5</w:t>
      </w:r>
      <w:r>
        <w:rPr>
          <w:rFonts w:eastAsia="Malgun Gothic"/>
          <w:lang w:eastAsia="zh-CN"/>
        </w:rPr>
        <w:t>.</w:t>
      </w:r>
      <w:r>
        <w:rPr>
          <w:lang w:eastAsia="zh-CN"/>
        </w:rPr>
        <w:t>3</w:t>
      </w:r>
      <w:r>
        <w:rPr>
          <w:rFonts w:eastAsia="Malgun Gothic"/>
          <w:lang w:eastAsia="zh-CN"/>
        </w:rPr>
        <w:t>.3.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1239</w:t>
      </w:r>
    </w:p>
    <w:p w14:paraId="61FCBC6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Direct SCell activation at SCell addition of known SCell in FR1</w:t>
      </w:r>
      <w:r>
        <w:tab/>
        <w:t>1239</w:t>
      </w:r>
    </w:p>
    <w:p w14:paraId="37D5493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A.6.5.3.4.1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 xml:space="preserve"> Test Purpose and Environment</w:t>
      </w:r>
      <w:r>
        <w:tab/>
        <w:t>1239</w:t>
      </w:r>
    </w:p>
    <w:p w14:paraId="0C67600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A.6.5.3.4.2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Test Requirements</w:t>
      </w:r>
      <w:r>
        <w:tab/>
        <w:t>1243</w:t>
      </w:r>
    </w:p>
    <w:p w14:paraId="74DB051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A.6.5.3.5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Direct SCell activation at handover with known SCell in FR1</w:t>
      </w:r>
      <w:r>
        <w:tab/>
        <w:t>1243</w:t>
      </w:r>
    </w:p>
    <w:p w14:paraId="115E3CF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A.6.5.3.5.1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Test Purpose and Environment</w:t>
      </w:r>
      <w:r>
        <w:tab/>
        <w:t>1243</w:t>
      </w:r>
    </w:p>
    <w:p w14:paraId="67547C0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A.6.5.3.5.2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1248</w:t>
      </w:r>
    </w:p>
    <w:p w14:paraId="2F28201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A.6.5.4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UL carrier RRC reconfiguration Delay</w:t>
      </w:r>
      <w:r>
        <w:tab/>
        <w:t>1249</w:t>
      </w:r>
    </w:p>
    <w:p w14:paraId="3165027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UL carrier RRC reconfiguration Delay</w:t>
      </w:r>
      <w:r>
        <w:tab/>
        <w:t>1249</w:t>
      </w:r>
    </w:p>
    <w:p w14:paraId="0B1CEB8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A.6.5.4.1.1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1249</w:t>
      </w:r>
    </w:p>
    <w:p w14:paraId="6F84280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A.6.5.4.1.2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1259</w:t>
      </w:r>
    </w:p>
    <w:p w14:paraId="3C0179A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A.6.5.4.2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Void</w:t>
      </w:r>
      <w:r>
        <w:tab/>
        <w:t>1260</w:t>
      </w:r>
    </w:p>
    <w:p w14:paraId="1FA4CA1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A.6.5.5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Beam Failure Detection and Link recovery procedures</w:t>
      </w:r>
      <w:r>
        <w:tab/>
        <w:t>1260</w:t>
      </w:r>
    </w:p>
    <w:p w14:paraId="0FEAC18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 w:cs="Arial"/>
        </w:rPr>
        <w:t>Beam Failure Detection and Link Recovery Test for FR1 PCell configured with SSB-based BFD and LR in non-DRX mode</w:t>
      </w:r>
      <w:r>
        <w:tab/>
        <w:t>1260</w:t>
      </w:r>
    </w:p>
    <w:p w14:paraId="3C104A9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A.6.5.5.1.1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1260</w:t>
      </w:r>
    </w:p>
    <w:p w14:paraId="5809585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 w:cs="Arial"/>
        </w:rPr>
        <w:t>Beam Failure Detection and Link Recovery Test for FR1 PCell configured with SSB-based BFD and LR in DRX mode</w:t>
      </w:r>
      <w:r>
        <w:tab/>
        <w:t>1265</w:t>
      </w:r>
    </w:p>
    <w:p w14:paraId="798E0BB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A.6.5.5.2.1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1265</w:t>
      </w:r>
    </w:p>
    <w:p w14:paraId="59655C9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A.6.5.5.2.2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1272</w:t>
      </w:r>
    </w:p>
    <w:p w14:paraId="209D6A9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A.6.5.5.3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 w:cs="Arial"/>
        </w:rPr>
        <w:t>Beam Failure Detection and Link Recovery Test for FR1 PCell configured with CSI-RS-based BFD and LR in non-DRX mode</w:t>
      </w:r>
      <w:r>
        <w:tab/>
        <w:t>1272</w:t>
      </w:r>
    </w:p>
    <w:p w14:paraId="520FE28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A.6.5.5.3.1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1272</w:t>
      </w:r>
    </w:p>
    <w:p w14:paraId="46711DB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A.6.5.5.3.2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1278</w:t>
      </w:r>
    </w:p>
    <w:p w14:paraId="7C8CFD4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A.6.5.5.4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 w:cs="Arial"/>
        </w:rPr>
        <w:t>Beam Failure Detection and Link Recovery Test for FR1 PCell configured with CSI-RS-based BFD and LR in DRX mode</w:t>
      </w:r>
      <w:r>
        <w:tab/>
        <w:t>1278</w:t>
      </w:r>
    </w:p>
    <w:p w14:paraId="47DE18F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A.6.5.5.4.1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1278</w:t>
      </w:r>
    </w:p>
    <w:p w14:paraId="2E7072C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A.6.5.5.4.2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1284</w:t>
      </w:r>
    </w:p>
    <w:p w14:paraId="2AF10FB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A.6.5.5.5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 w:cs="Arial"/>
        </w:rPr>
        <w:t xml:space="preserve">Beam Failure Detection and Link Recovery Test for FR1 SCell configured with </w:t>
      </w:r>
      <w:r>
        <w:t xml:space="preserve">CSI-RS-based BFD and SSB-based LR </w:t>
      </w:r>
      <w:r w:rsidRPr="0046111E">
        <w:rPr>
          <w:rFonts w:eastAsia="MS Mincho" w:cs="Arial"/>
        </w:rPr>
        <w:t>in non-DRX mode</w:t>
      </w:r>
      <w:r>
        <w:tab/>
        <w:t>1284</w:t>
      </w:r>
    </w:p>
    <w:p w14:paraId="7CF4D93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A.6.5.5.5.1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1284</w:t>
      </w:r>
    </w:p>
    <w:p w14:paraId="583ED95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A.6.5.5.5.2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1288</w:t>
      </w:r>
    </w:p>
    <w:p w14:paraId="7E25CDA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A.6.5.5.6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 w:cs="Arial"/>
        </w:rPr>
        <w:t xml:space="preserve">Beam Failure Detection and Link Recovery Test for FR1 SCell configured with </w:t>
      </w:r>
      <w:r>
        <w:t xml:space="preserve">CSI-RS-based BFD and SSB-based LR </w:t>
      </w:r>
      <w:r w:rsidRPr="0046111E">
        <w:rPr>
          <w:rFonts w:eastAsia="MS Mincho" w:cs="Arial"/>
        </w:rPr>
        <w:t>in DRX mode</w:t>
      </w:r>
      <w:r>
        <w:tab/>
        <w:t>1289</w:t>
      </w:r>
    </w:p>
    <w:p w14:paraId="0B50609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A.6.5.5.6.1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1289</w:t>
      </w:r>
    </w:p>
    <w:p w14:paraId="2595FBF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A.6.5.5.6.2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1293</w:t>
      </w:r>
    </w:p>
    <w:p w14:paraId="05F0D3C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A.6.5.6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Active BWP switch</w:t>
      </w:r>
      <w:r>
        <w:tab/>
        <w:t>1293</w:t>
      </w:r>
    </w:p>
    <w:p w14:paraId="02FA56D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DCI-based and Timer-based Active BWP Switch</w:t>
      </w:r>
      <w:r>
        <w:tab/>
        <w:t>1293</w:t>
      </w:r>
    </w:p>
    <w:p w14:paraId="58E210C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A.6.5.6.1.1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FR1- NR FR1 DL active BWP switch of SCell with non-DRX in SA</w:t>
      </w:r>
      <w:r>
        <w:tab/>
        <w:t>1293</w:t>
      </w:r>
    </w:p>
    <w:p w14:paraId="73AA959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</w:rPr>
        <w:t>A.6.5.6.1.2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</w:rPr>
        <w:t xml:space="preserve">NR FR1 DL active BWP switch </w:t>
      </w:r>
      <w:r>
        <w:rPr>
          <w:lang w:eastAsia="zh-CN"/>
        </w:rPr>
        <w:t>with</w:t>
      </w:r>
      <w:r>
        <w:t xml:space="preserve"> non-DRX in </w:t>
      </w:r>
      <w:r>
        <w:rPr>
          <w:lang w:eastAsia="zh-CN"/>
        </w:rPr>
        <w:t>SA</w:t>
      </w:r>
      <w:r>
        <w:tab/>
        <w:t>1300</w:t>
      </w:r>
    </w:p>
    <w:p w14:paraId="723A610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RRC-based Active BWP Switch</w:t>
      </w:r>
      <w:r>
        <w:tab/>
        <w:t>1304</w:t>
      </w:r>
    </w:p>
    <w:p w14:paraId="44AA38C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A.6.5.6.2.1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FR1 DL active BWP switch of Cell with non-DRX in SA</w:t>
      </w:r>
      <w:r>
        <w:tab/>
        <w:t>1304</w:t>
      </w:r>
    </w:p>
    <w:p w14:paraId="5150999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 xml:space="preserve">Simultaneous </w:t>
      </w:r>
      <w:r>
        <w:t xml:space="preserve">DCI-based and Timer-based Active BWP Switch </w:t>
      </w:r>
      <w:r w:rsidRPr="0046111E">
        <w:rPr>
          <w:rFonts w:cs="Arial"/>
          <w:lang w:val="en-US"/>
        </w:rPr>
        <w:t>on multiple CCs</w:t>
      </w:r>
      <w:r>
        <w:tab/>
        <w:t>1308</w:t>
      </w:r>
    </w:p>
    <w:p w14:paraId="1C20D5E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</w:rPr>
        <w:t>A.6.5.6.3.1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  <w:lang w:val="en-US"/>
        </w:rPr>
        <w:t xml:space="preserve">NR FR1- NR FR1 DL active BWP switch on multiple CCs </w:t>
      </w:r>
      <w:r w:rsidRPr="0046111E">
        <w:rPr>
          <w:lang w:val="en-US" w:eastAsia="zh-CN"/>
        </w:rPr>
        <w:t>with</w:t>
      </w:r>
      <w:r w:rsidRPr="0046111E">
        <w:rPr>
          <w:lang w:val="en-US"/>
        </w:rPr>
        <w:t xml:space="preserve"> non-DRX in </w:t>
      </w:r>
      <w:r w:rsidRPr="0046111E">
        <w:rPr>
          <w:lang w:val="en-US" w:eastAsia="zh-CN"/>
        </w:rPr>
        <w:t>SA</w:t>
      </w:r>
      <w:r>
        <w:tab/>
        <w:t>1308</w:t>
      </w:r>
    </w:p>
    <w:p w14:paraId="32BBB50C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A.6.5.6.3.1.1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Test Purpose and Environment</w:t>
      </w:r>
      <w:r>
        <w:tab/>
        <w:t>1308</w:t>
      </w:r>
    </w:p>
    <w:p w14:paraId="661D5FEE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A.6.5.6.3.1.2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Test Requirements</w:t>
      </w:r>
      <w:r>
        <w:tab/>
        <w:t>1315</w:t>
      </w:r>
    </w:p>
    <w:p w14:paraId="0FF60DB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A.6.5.6.4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SCell dormancy switch</w:t>
      </w:r>
      <w:r>
        <w:tab/>
        <w:t>1315</w:t>
      </w:r>
    </w:p>
    <w:p w14:paraId="6D7A1B8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A.6.5.6.4.1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FR1 PCell SCell dormancy switch of single FR1 SCell outside active time</w:t>
      </w:r>
      <w:r>
        <w:tab/>
        <w:t>1315</w:t>
      </w:r>
    </w:p>
    <w:p w14:paraId="007EB3E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A.6.5.6.4.2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FR1 PCell SCell dormancy switch of two FR1 SCells inside active time</w:t>
      </w:r>
      <w:r>
        <w:tab/>
        <w:t>1321</w:t>
      </w:r>
    </w:p>
    <w:p w14:paraId="17C9799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A.6.5.6.5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 xml:space="preserve">Simultaneous </w:t>
      </w:r>
      <w:r>
        <w:t xml:space="preserve">RRC-based Active BWP Switch </w:t>
      </w:r>
      <w:r w:rsidRPr="0046111E">
        <w:rPr>
          <w:rFonts w:cs="Arial"/>
          <w:lang w:val="en-US"/>
        </w:rPr>
        <w:t>on multiple CCs</w:t>
      </w:r>
      <w:r>
        <w:tab/>
        <w:t>1328</w:t>
      </w:r>
    </w:p>
    <w:p w14:paraId="274B792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A.6.5.6.5.1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 xml:space="preserve">NR FR1- NR FR1 DL active BWP switch on multiple CCs </w:t>
      </w:r>
      <w:r w:rsidRPr="0046111E">
        <w:rPr>
          <w:lang w:val="en-US" w:eastAsia="zh-CN"/>
        </w:rPr>
        <w:t>with</w:t>
      </w:r>
      <w:r w:rsidRPr="0046111E">
        <w:rPr>
          <w:lang w:val="en-US"/>
        </w:rPr>
        <w:t xml:space="preserve"> non-DRX in </w:t>
      </w:r>
      <w:r w:rsidRPr="0046111E">
        <w:rPr>
          <w:lang w:val="en-US" w:eastAsia="zh-CN"/>
        </w:rPr>
        <w:t>SA</w:t>
      </w:r>
      <w:r>
        <w:tab/>
        <w:t>1328</w:t>
      </w:r>
    </w:p>
    <w:p w14:paraId="157432A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A.6.5.7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DL </w:t>
      </w:r>
      <w:r>
        <w:rPr>
          <w:lang w:eastAsia="zh-CN"/>
        </w:rPr>
        <w:t>i</w:t>
      </w:r>
      <w:r>
        <w:t>nterruptions at switching between two uplink carriers</w:t>
      </w:r>
      <w:r>
        <w:tab/>
        <w:t>1333</w:t>
      </w:r>
    </w:p>
    <w:p w14:paraId="25C7686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DL </w:t>
      </w:r>
      <w:r>
        <w:rPr>
          <w:lang w:eastAsia="zh-CN"/>
        </w:rPr>
        <w:t>i</w:t>
      </w:r>
      <w:r>
        <w:t xml:space="preserve">nterruptions at switching between </w:t>
      </w:r>
      <w:r>
        <w:rPr>
          <w:lang w:eastAsia="zh-CN"/>
        </w:rPr>
        <w:t>two uplink carriers in FDD-TDD CA</w:t>
      </w:r>
      <w:r>
        <w:tab/>
        <w:t>1333</w:t>
      </w:r>
    </w:p>
    <w:p w14:paraId="6DFCF6B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A.6.5.7.1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1333</w:t>
      </w:r>
    </w:p>
    <w:p w14:paraId="1C90E07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A.6.5.7.</w:t>
      </w:r>
      <w:r w:rsidRPr="0046111E">
        <w:rPr>
          <w:snapToGrid w:val="0"/>
          <w:lang w:eastAsia="zh-CN"/>
        </w:rPr>
        <w:t>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1337</w:t>
      </w:r>
    </w:p>
    <w:p w14:paraId="7D01317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DL </w:t>
      </w:r>
      <w:r>
        <w:rPr>
          <w:lang w:eastAsia="zh-CN"/>
        </w:rPr>
        <w:t>i</w:t>
      </w:r>
      <w:r>
        <w:t xml:space="preserve">nterruptions at switching between </w:t>
      </w:r>
      <w:r>
        <w:rPr>
          <w:lang w:eastAsia="zh-CN"/>
        </w:rPr>
        <w:t>two uplink carriers in TDD-TDD CA</w:t>
      </w:r>
      <w:r>
        <w:tab/>
        <w:t>1337</w:t>
      </w:r>
    </w:p>
    <w:p w14:paraId="31D481F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A.6.5.7.2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1337</w:t>
      </w:r>
    </w:p>
    <w:p w14:paraId="4089EC5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A.6.5.7.</w:t>
      </w:r>
      <w:r w:rsidRPr="0046111E">
        <w:rPr>
          <w:snapToGrid w:val="0"/>
          <w:lang w:eastAsia="zh-CN"/>
        </w:rPr>
        <w:t>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1341</w:t>
      </w:r>
    </w:p>
    <w:p w14:paraId="063DA89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A.6.5.</w:t>
      </w:r>
      <w:r>
        <w:rPr>
          <w:lang w:eastAsia="zh-CN"/>
        </w:rPr>
        <w:t>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specific CBW change</w:t>
      </w:r>
      <w:r>
        <w:tab/>
        <w:t>1341</w:t>
      </w:r>
    </w:p>
    <w:p w14:paraId="067A806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</w:t>
      </w:r>
      <w:r>
        <w:rPr>
          <w:lang w:eastAsia="zh-CN"/>
        </w:rPr>
        <w:t>8</w:t>
      </w:r>
      <w: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specific CBW change on PCell in FR1 in non-DRX</w:t>
      </w:r>
      <w:r>
        <w:tab/>
        <w:t>1341</w:t>
      </w:r>
    </w:p>
    <w:p w14:paraId="249CC27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A.6.5.</w:t>
      </w:r>
      <w:r>
        <w:rPr>
          <w:lang w:eastAsia="zh-CN"/>
        </w:rPr>
        <w:t>8</w:t>
      </w:r>
      <w:r>
        <w:t>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1341</w:t>
      </w:r>
    </w:p>
    <w:p w14:paraId="2CDC266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A.6.5.</w:t>
      </w:r>
      <w:r>
        <w:rPr>
          <w:lang w:eastAsia="zh-CN"/>
        </w:rPr>
        <w:t>8</w:t>
      </w:r>
      <w:r>
        <w:t>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1345</w:t>
      </w:r>
    </w:p>
    <w:p w14:paraId="14BAA7A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A.6.5.</w:t>
      </w:r>
      <w:r w:rsidRPr="0046111E">
        <w:rPr>
          <w:lang w:val="en-US" w:eastAsia="zh-CN"/>
        </w:rPr>
        <w:t>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Pathloss reference signal switching delay</w:t>
      </w:r>
      <w:r>
        <w:tab/>
        <w:t>1345</w:t>
      </w:r>
    </w:p>
    <w:p w14:paraId="57BE377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A.6.5.</w:t>
      </w:r>
      <w:r w:rsidRPr="0046111E">
        <w:rPr>
          <w:lang w:val="en-US" w:eastAsia="zh-CN"/>
        </w:rPr>
        <w:t>9</w:t>
      </w:r>
      <w: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MAC-CE based pathloss reference signal switch delay</w:t>
      </w:r>
      <w:r>
        <w:tab/>
        <w:t>1345</w:t>
      </w:r>
    </w:p>
    <w:p w14:paraId="37619D0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A.6.5.</w:t>
      </w:r>
      <w:r w:rsidRPr="0046111E">
        <w:rPr>
          <w:lang w:val="en-US" w:eastAsia="zh-CN"/>
        </w:rPr>
        <w:t>9</w:t>
      </w:r>
      <w:r>
        <w:t>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1345</w:t>
      </w:r>
    </w:p>
    <w:p w14:paraId="36D0F69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A.6.5.</w:t>
      </w:r>
      <w:r w:rsidRPr="0046111E">
        <w:rPr>
          <w:lang w:val="en-US" w:eastAsia="zh-CN"/>
        </w:rPr>
        <w:t>9</w:t>
      </w:r>
      <w:r>
        <w:t>.1.</w:t>
      </w:r>
      <w:r w:rsidRPr="0046111E">
        <w:rPr>
          <w:lang w:val="en-US"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1348</w:t>
      </w:r>
    </w:p>
    <w:p w14:paraId="099201A4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A.6.6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procedure</w:t>
      </w:r>
      <w:r>
        <w:tab/>
        <w:t>1349</w:t>
      </w:r>
    </w:p>
    <w:p w14:paraId="415595D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Intra-frequency Measurements</w:t>
      </w:r>
      <w:r>
        <w:tab/>
        <w:t>1349</w:t>
      </w:r>
    </w:p>
    <w:p w14:paraId="0B61575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event triggered reporting tests without gap under non-DRX</w:t>
      </w:r>
      <w:r>
        <w:tab/>
        <w:t>1349</w:t>
      </w:r>
    </w:p>
    <w:p w14:paraId="30601AA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1349</w:t>
      </w:r>
    </w:p>
    <w:p w14:paraId="71EAD95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1349</w:t>
      </w:r>
    </w:p>
    <w:p w14:paraId="59A1080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1353</w:t>
      </w:r>
    </w:p>
    <w:p w14:paraId="11BD75D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event triggered reporting tests without gap under DRX</w:t>
      </w:r>
      <w:r>
        <w:tab/>
        <w:t>1353</w:t>
      </w:r>
    </w:p>
    <w:p w14:paraId="2C5DB02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1353</w:t>
      </w:r>
    </w:p>
    <w:p w14:paraId="213B070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1353</w:t>
      </w:r>
    </w:p>
    <w:p w14:paraId="708A83D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1357</w:t>
      </w:r>
    </w:p>
    <w:p w14:paraId="0CF0D48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event triggered reporting tests with per-UE gaps under non-DRX</w:t>
      </w:r>
      <w:r>
        <w:tab/>
        <w:t>1357</w:t>
      </w:r>
    </w:p>
    <w:p w14:paraId="0E17126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1357</w:t>
      </w:r>
    </w:p>
    <w:p w14:paraId="2629791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1357</w:t>
      </w:r>
    </w:p>
    <w:p w14:paraId="2018583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1361</w:t>
      </w:r>
    </w:p>
    <w:p w14:paraId="60FD8B3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event triggered reporting tests with per-UE gaps under DRX</w:t>
      </w:r>
      <w:r>
        <w:tab/>
        <w:t>1361</w:t>
      </w:r>
    </w:p>
    <w:p w14:paraId="79D307F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1361</w:t>
      </w:r>
    </w:p>
    <w:p w14:paraId="2FE544A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lastRenderedPageBreak/>
        <w:t>A.6.6.1.4.2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1361</w:t>
      </w:r>
    </w:p>
    <w:p w14:paraId="098898A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1365</w:t>
      </w:r>
    </w:p>
    <w:p w14:paraId="58554FE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event triggered reporting tests without gap under non-DRX with SSB index reading</w:t>
      </w:r>
      <w:r>
        <w:tab/>
        <w:t>1365</w:t>
      </w:r>
    </w:p>
    <w:p w14:paraId="5BE6455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1365</w:t>
      </w:r>
    </w:p>
    <w:p w14:paraId="2BFE722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1365</w:t>
      </w:r>
    </w:p>
    <w:p w14:paraId="5B6DCBF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1367</w:t>
      </w:r>
    </w:p>
    <w:p w14:paraId="1E37548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event triggered reporting tests with per-UE gaps under non-DRX with SSB index reading</w:t>
      </w:r>
      <w:r>
        <w:tab/>
        <w:t>1368</w:t>
      </w:r>
    </w:p>
    <w:p w14:paraId="4BB2413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1368</w:t>
      </w:r>
    </w:p>
    <w:p w14:paraId="107CBF1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1368</w:t>
      </w:r>
    </w:p>
    <w:p w14:paraId="1CBB7C3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1369</w:t>
      </w:r>
    </w:p>
    <w:p w14:paraId="5F9A3AC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event triggered reporting tests under DRX</w:t>
      </w:r>
      <w:r>
        <w:t xml:space="preserve"> </w:t>
      </w:r>
      <w:r w:rsidRPr="0046111E">
        <w:rPr>
          <w:snapToGrid w:val="0"/>
        </w:rPr>
        <w:t>for UE configured with highSpeedMeasFlag-r16</w:t>
      </w:r>
      <w:r>
        <w:tab/>
        <w:t>1370</w:t>
      </w:r>
    </w:p>
    <w:p w14:paraId="3ACDBF7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1370</w:t>
      </w:r>
    </w:p>
    <w:p w14:paraId="0237ADB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1370</w:t>
      </w:r>
    </w:p>
    <w:p w14:paraId="2D0F619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A.6.6.1.7.3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1374</w:t>
      </w:r>
    </w:p>
    <w:p w14:paraId="422025E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Inter-frequency Measurements</w:t>
      </w:r>
      <w:r>
        <w:tab/>
        <w:t>1374</w:t>
      </w:r>
    </w:p>
    <w:p w14:paraId="665B721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A.6.6.2.1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event triggered reporting tests for FR1 without SSB time index detection when DRX is not used</w:t>
      </w:r>
      <w:r>
        <w:tab/>
        <w:t>1374</w:t>
      </w:r>
    </w:p>
    <w:p w14:paraId="5D351F1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1374</w:t>
      </w:r>
    </w:p>
    <w:p w14:paraId="59F6B8C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1378</w:t>
      </w:r>
    </w:p>
    <w:p w14:paraId="691B9B0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A.6.6.2.2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event triggered reporting tests for FR1 without SSB time index detection when DRX is used</w:t>
      </w:r>
      <w:r>
        <w:tab/>
        <w:t>1378</w:t>
      </w:r>
    </w:p>
    <w:p w14:paraId="6318767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1378</w:t>
      </w:r>
    </w:p>
    <w:p w14:paraId="3C84F81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1383</w:t>
      </w:r>
    </w:p>
    <w:p w14:paraId="542F3E4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A.6.6.2.3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1384</w:t>
      </w:r>
    </w:p>
    <w:p w14:paraId="33764B5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A.6.6.2.4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1384</w:t>
      </w:r>
    </w:p>
    <w:p w14:paraId="5C3639D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A.6.6.2.5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event triggered reporting tests for FR1 with SSB time index detection when DRX is not used</w:t>
      </w:r>
      <w:r>
        <w:tab/>
        <w:t>1384</w:t>
      </w:r>
    </w:p>
    <w:p w14:paraId="27563ED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A.6.6.2.5.1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1384</w:t>
      </w:r>
    </w:p>
    <w:p w14:paraId="32B534A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A.6.6.2.5.2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1388</w:t>
      </w:r>
    </w:p>
    <w:p w14:paraId="6CB23BF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A.6.6.2.6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event triggered reporting tests for FR1 with SSB time index detection when DRX is used</w:t>
      </w:r>
      <w:r>
        <w:tab/>
        <w:t>1388</w:t>
      </w:r>
    </w:p>
    <w:p w14:paraId="0CB272C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A.6.6.2.6.1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1388</w:t>
      </w:r>
    </w:p>
    <w:p w14:paraId="34E926A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A.6.6.2.6.2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1393</w:t>
      </w:r>
    </w:p>
    <w:p w14:paraId="6F7D055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A.6.6.2.7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1394</w:t>
      </w:r>
    </w:p>
    <w:p w14:paraId="2A430D0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A.6.6.2.8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1394</w:t>
      </w:r>
    </w:p>
    <w:p w14:paraId="6956F24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A.6.6.2.9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event triggered reporting tests with additional mandatory gap pattern</w:t>
      </w:r>
      <w:r>
        <w:tab/>
        <w:t>1394</w:t>
      </w:r>
    </w:p>
    <w:p w14:paraId="479A2F0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A.6.6.2.9.1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1394</w:t>
      </w:r>
    </w:p>
    <w:p w14:paraId="010A8B6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A.6.6.2.9.2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1397</w:t>
      </w:r>
    </w:p>
    <w:p w14:paraId="0C92342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A.6.6.2.10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event triggered reporting tests for FR1 when DRX is used</w:t>
      </w:r>
      <w:r>
        <w:tab/>
        <w:t>1397</w:t>
      </w:r>
    </w:p>
    <w:p w14:paraId="5FE67D5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A.6.6.2.10.1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1397</w:t>
      </w:r>
    </w:p>
    <w:p w14:paraId="2862CC5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A.6.6.2.10.2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1401</w:t>
      </w:r>
    </w:p>
    <w:p w14:paraId="7146902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A.6.6.2.11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SA event triggered reporting tests for FR1 </w:t>
      </w:r>
      <w:r>
        <w:rPr>
          <w:lang w:eastAsia="zh-CN"/>
        </w:rPr>
        <w:t xml:space="preserve">without gap </w:t>
      </w:r>
      <w:r>
        <w:t>when DRX is not used</w:t>
      </w:r>
      <w:r>
        <w:tab/>
        <w:t>1402</w:t>
      </w:r>
    </w:p>
    <w:p w14:paraId="3B14305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A.6.6.2.11.1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1402</w:t>
      </w:r>
    </w:p>
    <w:p w14:paraId="1090025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A.6.6.2.11.2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1405</w:t>
      </w:r>
    </w:p>
    <w:p w14:paraId="7FB6203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Inter-RAT Measurements</w:t>
      </w:r>
      <w:r>
        <w:tab/>
        <w:t>1405</w:t>
      </w:r>
    </w:p>
    <w:p w14:paraId="08FFA83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A.6.6.3.1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NR - E-UTRAN event-triggered reporting in non-DRX in FR1</w:t>
      </w:r>
      <w:r>
        <w:tab/>
        <w:t>1405</w:t>
      </w:r>
    </w:p>
    <w:p w14:paraId="52E4262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1405</w:t>
      </w:r>
    </w:p>
    <w:p w14:paraId="1598BBE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1411</w:t>
      </w:r>
    </w:p>
    <w:p w14:paraId="1F6C571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A.6.6.3.2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NR - E-UTRAN event-triggered reporting in DRX in FR1</w:t>
      </w:r>
      <w:r>
        <w:tab/>
        <w:t>1411</w:t>
      </w:r>
    </w:p>
    <w:p w14:paraId="1A55071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1411</w:t>
      </w:r>
    </w:p>
    <w:p w14:paraId="4AFD9DA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1418</w:t>
      </w:r>
    </w:p>
    <w:p w14:paraId="7E95CE2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A.6.6.3.3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 xml:space="preserve">SA NR - E-UTRAN event-triggered reporting in DRX in FR1 </w:t>
      </w:r>
      <w:r w:rsidRPr="0046111E">
        <w:rPr>
          <w:snapToGrid w:val="0"/>
        </w:rPr>
        <w:t>for UE configured with highSpeedMeasFlag-r16</w:t>
      </w:r>
      <w:r>
        <w:tab/>
        <w:t>1418</w:t>
      </w:r>
    </w:p>
    <w:p w14:paraId="5412C11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A.6.6.3.3.1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1418</w:t>
      </w:r>
    </w:p>
    <w:p w14:paraId="6E86E3E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A.6.6.3.3.2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1425</w:t>
      </w:r>
    </w:p>
    <w:p w14:paraId="47E2E10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A.6.6.4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L1-RSRP measurement for beam reporting</w:t>
      </w:r>
      <w:r>
        <w:tab/>
        <w:t>1425</w:t>
      </w:r>
    </w:p>
    <w:p w14:paraId="65DE980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 when DRX is not used</w:t>
      </w:r>
      <w:r>
        <w:tab/>
        <w:t>1425</w:t>
      </w:r>
    </w:p>
    <w:p w14:paraId="277B85B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1425</w:t>
      </w:r>
    </w:p>
    <w:p w14:paraId="48C554E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1425</w:t>
      </w:r>
    </w:p>
    <w:p w14:paraId="5558290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A.6.6.4.1.3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1428</w:t>
      </w:r>
    </w:p>
    <w:p w14:paraId="322B6B2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 when DRX is used</w:t>
      </w:r>
      <w:r>
        <w:tab/>
        <w:t>1428</w:t>
      </w:r>
    </w:p>
    <w:p w14:paraId="46B9AC8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1428</w:t>
      </w:r>
    </w:p>
    <w:p w14:paraId="5C1D75B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1429</w:t>
      </w:r>
    </w:p>
    <w:p w14:paraId="7139B4C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A.6.6.4.2.3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1432</w:t>
      </w:r>
    </w:p>
    <w:p w14:paraId="4DDA666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CSI-RS based L1-RSRP measurement when DRX is not used</w:t>
      </w:r>
      <w:r>
        <w:tab/>
        <w:t>1432</w:t>
      </w:r>
    </w:p>
    <w:p w14:paraId="4E976B5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A.6.6.4.3.1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1432</w:t>
      </w:r>
    </w:p>
    <w:p w14:paraId="21FDADF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A.6.6.4.3.2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1433</w:t>
      </w:r>
    </w:p>
    <w:p w14:paraId="1C08A46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A.6.6.4.3.3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1436</w:t>
      </w:r>
    </w:p>
    <w:p w14:paraId="1297763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A.6.6.4.4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CSI-RS based L1-RSRP measurement when DRX is used</w:t>
      </w:r>
      <w:r>
        <w:tab/>
        <w:t>1436</w:t>
      </w:r>
    </w:p>
    <w:p w14:paraId="579F907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A.6.6.4.4.1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1436</w:t>
      </w:r>
    </w:p>
    <w:p w14:paraId="1F76400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A.6.6.4.4.2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1437</w:t>
      </w:r>
    </w:p>
    <w:p w14:paraId="1683571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A.6.6.4.4.3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1440</w:t>
      </w:r>
    </w:p>
    <w:p w14:paraId="47B0BB3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A.6.6.4.5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 xml:space="preserve">SSB based L1-RSRP measurement when DRX is used for UE configured with </w:t>
      </w:r>
      <w:r w:rsidRPr="0046111E">
        <w:rPr>
          <w:i/>
          <w:iCs/>
          <w:snapToGrid w:val="0"/>
        </w:rPr>
        <w:t>highSpeedMeasFlag-r16</w:t>
      </w:r>
      <w:r>
        <w:tab/>
        <w:t>1440</w:t>
      </w:r>
    </w:p>
    <w:p w14:paraId="620AE6C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A.6.6.4.5.1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1440</w:t>
      </w:r>
    </w:p>
    <w:p w14:paraId="57432F5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A.6.6.4.5.2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1441</w:t>
      </w:r>
    </w:p>
    <w:p w14:paraId="477AE88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A.6.6.4.5.3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1444</w:t>
      </w:r>
    </w:p>
    <w:p w14:paraId="513856E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A.6.6.5</w:t>
      </w:r>
      <w:r>
        <w:tab/>
        <w:t>1444</w:t>
      </w:r>
    </w:p>
    <w:p w14:paraId="796B4C3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A.6.6.5.1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NR - UTRAN FDD event-triggered reporting in non-DRX in FR1</w:t>
      </w:r>
      <w:r>
        <w:tab/>
        <w:t>1444</w:t>
      </w:r>
    </w:p>
    <w:p w14:paraId="2457A17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1444</w:t>
      </w:r>
    </w:p>
    <w:p w14:paraId="50DA10C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1448</w:t>
      </w:r>
    </w:p>
    <w:p w14:paraId="58C32F4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A.6.6.6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CLI measurements</w:t>
      </w:r>
      <w:r>
        <w:tab/>
        <w:t>1448</w:t>
      </w:r>
    </w:p>
    <w:p w14:paraId="52F9E0C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SRS-RSRP measurement with DRX</w:t>
      </w:r>
      <w:r>
        <w:tab/>
        <w:t>1448</w:t>
      </w:r>
    </w:p>
    <w:p w14:paraId="57321E2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1448</w:t>
      </w:r>
    </w:p>
    <w:p w14:paraId="38BB4D1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1449</w:t>
      </w:r>
    </w:p>
    <w:p w14:paraId="0488D7B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A.6.6.6.1.3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1452</w:t>
      </w:r>
    </w:p>
    <w:p w14:paraId="10C8BDC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CLI-RSSI measurement with DRX</w:t>
      </w:r>
      <w:r>
        <w:tab/>
        <w:t>1452</w:t>
      </w:r>
    </w:p>
    <w:p w14:paraId="002578E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A.6.6.6.2.1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1452</w:t>
      </w:r>
    </w:p>
    <w:p w14:paraId="389AED5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A.6.6.6.2.2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1453</w:t>
      </w:r>
    </w:p>
    <w:p w14:paraId="2A8FCC6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A.6.6.6.2.3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1455</w:t>
      </w:r>
    </w:p>
    <w:p w14:paraId="69A1F45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A.6.6.7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measurements with autonomous gaps</w:t>
      </w:r>
      <w:r>
        <w:tab/>
        <w:t>1455</w:t>
      </w:r>
    </w:p>
    <w:p w14:paraId="0528AFA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intra-frequency CGI identification of NR neighbor cell in FR1</w:t>
      </w:r>
      <w:r>
        <w:tab/>
        <w:t>1455</w:t>
      </w:r>
    </w:p>
    <w:p w14:paraId="04E6D2D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A.6.6.7.1.1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1455</w:t>
      </w:r>
    </w:p>
    <w:p w14:paraId="2634292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A.6.6.7.1.2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1455</w:t>
      </w:r>
    </w:p>
    <w:p w14:paraId="3A1C625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A.6.6.7.1.3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1458</w:t>
      </w:r>
    </w:p>
    <w:p w14:paraId="6DF65A6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 xml:space="preserve">Identification of a new CGI of inter-RAT E-UTRA cell </w:t>
      </w:r>
      <w:r w:rsidRPr="0046111E">
        <w:rPr>
          <w:snapToGrid w:val="0"/>
          <w:lang w:eastAsia="zh-CN"/>
        </w:rPr>
        <w:t>using</w:t>
      </w:r>
      <w:r w:rsidRPr="0046111E">
        <w:rPr>
          <w:snapToGrid w:val="0"/>
        </w:rPr>
        <w:t xml:space="preserve"> autonomous gaps in NR SA</w:t>
      </w:r>
      <w:r>
        <w:tab/>
        <w:t>1458</w:t>
      </w:r>
    </w:p>
    <w:p w14:paraId="1EF732B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A.6.6.7.2.1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1458</w:t>
      </w:r>
    </w:p>
    <w:p w14:paraId="0C61050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A.6.6.7.2.2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1461</w:t>
      </w:r>
    </w:p>
    <w:p w14:paraId="010A84A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A.6.6.8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L1-SINR measurement for beam reporting</w:t>
      </w:r>
      <w:r>
        <w:tab/>
        <w:t>1462</w:t>
      </w:r>
    </w:p>
    <w:p w14:paraId="0B8FF3D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L1-SINR measurement with CSI-RS based CMR and no dedicated IMR configured when DRX is used</w:t>
      </w:r>
      <w:r>
        <w:tab/>
        <w:t>1462</w:t>
      </w:r>
    </w:p>
    <w:p w14:paraId="2C89DAD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A.6.6.8.1.1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1462</w:t>
      </w:r>
    </w:p>
    <w:p w14:paraId="3F9D52B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L1-SINR measurement with SSB based CMR and dedicated IMR when DRX is not used</w:t>
      </w:r>
      <w:r>
        <w:tab/>
        <w:t>1465</w:t>
      </w:r>
    </w:p>
    <w:p w14:paraId="117C230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A.6.6.8.2.1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1465</w:t>
      </w:r>
    </w:p>
    <w:p w14:paraId="6259414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A.6.6.8.2.2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1466</w:t>
      </w:r>
    </w:p>
    <w:p w14:paraId="15290F7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A.6.6.8.2.3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1470</w:t>
      </w:r>
    </w:p>
    <w:p w14:paraId="634217B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A.6.6.8.</w:t>
      </w:r>
      <w:r w:rsidRPr="0046111E">
        <w:rPr>
          <w:snapToGrid w:val="0"/>
          <w:lang w:eastAsia="zh-CN"/>
        </w:rP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 xml:space="preserve">L1-SINR measurement </w:t>
      </w:r>
      <w:r w:rsidRPr="0046111E">
        <w:rPr>
          <w:snapToGrid w:val="0"/>
          <w:lang w:eastAsia="zh-CN"/>
        </w:rPr>
        <w:t xml:space="preserve">with </w:t>
      </w:r>
      <w:r w:rsidRPr="0046111E">
        <w:rPr>
          <w:snapToGrid w:val="0"/>
        </w:rPr>
        <w:t>CSI-RS based CMR and dedicated IMR configured when DRX is not used</w:t>
      </w:r>
      <w:r>
        <w:tab/>
        <w:t>1470</w:t>
      </w:r>
    </w:p>
    <w:p w14:paraId="799409F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A.6.6.8.3.1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1470</w:t>
      </w:r>
    </w:p>
    <w:p w14:paraId="3F4F1DB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A.6.6.8.3.2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1471</w:t>
      </w:r>
    </w:p>
    <w:p w14:paraId="5933354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A.6.6.8.3.3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1474</w:t>
      </w:r>
    </w:p>
    <w:p w14:paraId="1C8F585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A.6.6.9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Idle Mode CA/DC Measurements</w:t>
      </w:r>
      <w:r>
        <w:tab/>
        <w:t>1474</w:t>
      </w:r>
    </w:p>
    <w:p w14:paraId="423D6F0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A.6.6.9.1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SA Idle mode CA/DC measurement for FR1</w:t>
      </w:r>
      <w:r>
        <w:tab/>
        <w:t>1474</w:t>
      </w:r>
    </w:p>
    <w:p w14:paraId="49DA375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A.6.6.9.1.1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Purpose and Environment</w:t>
      </w:r>
      <w:r>
        <w:tab/>
        <w:t>1474</w:t>
      </w:r>
    </w:p>
    <w:p w14:paraId="5388DFF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A.6.6.9.1.2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Requirements</w:t>
      </w:r>
      <w:r>
        <w:tab/>
        <w:t>1481</w:t>
      </w:r>
    </w:p>
    <w:p w14:paraId="4505C44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A.6.6.10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CSI-RS based i</w:t>
      </w:r>
      <w:r>
        <w:t>ntra-frequency Measurements</w:t>
      </w:r>
      <w:r>
        <w:tab/>
        <w:t>1481</w:t>
      </w:r>
    </w:p>
    <w:p w14:paraId="0947A9B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A.6.6.10.1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event triggered reporting tests without gap under non-DRX</w:t>
      </w:r>
      <w:r>
        <w:tab/>
        <w:t>1481</w:t>
      </w:r>
    </w:p>
    <w:p w14:paraId="1D45B33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A.6.6.10.1.1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1481</w:t>
      </w:r>
    </w:p>
    <w:p w14:paraId="15F9C6A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A.6.6.10.1.</w:t>
      </w:r>
      <w:r w:rsidRPr="0046111E">
        <w:rPr>
          <w:snapToGrid w:val="0"/>
          <w:lang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1484</w:t>
      </w:r>
    </w:p>
    <w:p w14:paraId="2A470E4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A.6.6.11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CSI-RS based i</w:t>
      </w:r>
      <w:r>
        <w:t>nter-frequency Measurements</w:t>
      </w:r>
      <w:r>
        <w:tab/>
        <w:t>1484</w:t>
      </w:r>
    </w:p>
    <w:p w14:paraId="02FB54D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A.6.6.11.1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 </w:t>
      </w:r>
      <w:r w:rsidRPr="0046111E">
        <w:rPr>
          <w:snapToGrid w:val="0"/>
        </w:rPr>
        <w:t>SA event triggered reporting tests with gap under DRX</w:t>
      </w:r>
      <w:r>
        <w:tab/>
        <w:t>1484</w:t>
      </w:r>
    </w:p>
    <w:p w14:paraId="7EF2ABE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A.6.6.11.1.1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1484</w:t>
      </w:r>
    </w:p>
    <w:p w14:paraId="3EB970B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A.6.6.11.1.2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1488</w:t>
      </w:r>
    </w:p>
    <w:p w14:paraId="6B253AD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A.6.6.12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RSTD measurements</w:t>
      </w:r>
      <w:r>
        <w:tab/>
        <w:t>1488</w:t>
      </w:r>
    </w:p>
    <w:p w14:paraId="0E4F7D0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 6.</w:t>
      </w:r>
      <w:r>
        <w:rPr>
          <w:lang w:eastAsia="zh-CN"/>
        </w:rPr>
        <w:t>6.12</w:t>
      </w:r>
      <w: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RSTD measurement reporting delay test case for single positioning frequency layer in FR1 SA</w:t>
      </w:r>
      <w:r>
        <w:tab/>
        <w:t>1488</w:t>
      </w:r>
    </w:p>
    <w:p w14:paraId="1A7C92D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 6.</w:t>
      </w:r>
      <w:r>
        <w:rPr>
          <w:lang w:eastAsia="zh-CN"/>
        </w:rPr>
        <w:t>6.12</w:t>
      </w:r>
      <w:r>
        <w:t>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1488</w:t>
      </w:r>
    </w:p>
    <w:p w14:paraId="38193FE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A.6.</w:t>
      </w:r>
      <w:r>
        <w:rPr>
          <w:lang w:eastAsia="zh-CN"/>
        </w:rPr>
        <w:t>6.12</w:t>
      </w:r>
      <w:r>
        <w:t>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1496</w:t>
      </w:r>
    </w:p>
    <w:p w14:paraId="3BB4806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 6.</w:t>
      </w:r>
      <w:r>
        <w:rPr>
          <w:lang w:eastAsia="zh-CN"/>
        </w:rPr>
        <w:t>6.12</w:t>
      </w:r>
      <w: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RSTD measurement reporting delay test case for dual positioning frequency layers in FR1 SA</w:t>
      </w:r>
      <w:r>
        <w:tab/>
        <w:t>1496</w:t>
      </w:r>
    </w:p>
    <w:p w14:paraId="16AF4F0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 6.</w:t>
      </w:r>
      <w:r>
        <w:rPr>
          <w:lang w:eastAsia="zh-CN"/>
        </w:rPr>
        <w:t>6.12</w:t>
      </w:r>
      <w:r>
        <w:t>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1496</w:t>
      </w:r>
    </w:p>
    <w:p w14:paraId="5E76B3C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A.6.6.12.2.2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1503</w:t>
      </w:r>
    </w:p>
    <w:p w14:paraId="0ADCA28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A.6.6.13 PRS-RSRP measurements</w:t>
      </w:r>
      <w:r>
        <w:tab/>
        <w:t>1503</w:t>
      </w:r>
    </w:p>
    <w:p w14:paraId="4D53F3D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  <w:snapToGrid w:val="0"/>
        </w:rPr>
        <w:t>A.6.6.13.1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  <w:snapToGrid w:val="0"/>
        </w:rPr>
        <w:t>PRS-RSRP reporting delay test case for single positioning frequency layer</w:t>
      </w:r>
      <w:r>
        <w:tab/>
        <w:t>1503</w:t>
      </w:r>
    </w:p>
    <w:p w14:paraId="28BDDD3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A.6.6.13.1.1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</w:rPr>
        <w:t>Test purpose and Environment</w:t>
      </w:r>
      <w:r>
        <w:tab/>
        <w:t>1503</w:t>
      </w:r>
    </w:p>
    <w:p w14:paraId="16DD431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A.6.6.13.1.2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</w:rPr>
        <w:t>Test Requirements</w:t>
      </w:r>
      <w:r>
        <w:tab/>
        <w:t>1507</w:t>
      </w:r>
    </w:p>
    <w:p w14:paraId="4164236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  <w:snapToGrid w:val="0"/>
        </w:rPr>
        <w:t>A.6.6.13.2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  <w:snapToGrid w:val="0"/>
        </w:rPr>
        <w:t>PRS-RSRP reporting delay test case for dual positioning frequency layer</w:t>
      </w:r>
      <w:r>
        <w:tab/>
        <w:t>1507</w:t>
      </w:r>
    </w:p>
    <w:p w14:paraId="39AEC98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A.6.6.13.2.1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</w:rPr>
        <w:t>Test purpose and Environment</w:t>
      </w:r>
      <w:r>
        <w:tab/>
        <w:t>1507</w:t>
      </w:r>
    </w:p>
    <w:p w14:paraId="0177540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A.6.6.13.2.2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</w:rPr>
        <w:t>Test Requirements</w:t>
      </w:r>
      <w:r>
        <w:tab/>
        <w:t>1511</w:t>
      </w:r>
    </w:p>
    <w:p w14:paraId="59E0868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A.6.6.14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Rx-Tx time difference measurements</w:t>
      </w:r>
      <w:r>
        <w:tab/>
        <w:t>1511</w:t>
      </w:r>
    </w:p>
    <w:p w14:paraId="159518E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A.6.6.14.1 UE Rx-Tx time difference measurement for single positioning frequency layer in FR1 SA</w:t>
      </w:r>
      <w:r>
        <w:tab/>
        <w:t>1511</w:t>
      </w:r>
    </w:p>
    <w:p w14:paraId="13E7FAA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A.6.6.14.1.1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1511</w:t>
      </w:r>
    </w:p>
    <w:p w14:paraId="4588AC9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A.6.6.14.1.2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1515</w:t>
      </w:r>
    </w:p>
    <w:p w14:paraId="2753073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A.6.6.14.2 UE Rx-Tx time difference measurement for dual positioning frequency layers in FR1 SA</w:t>
      </w:r>
      <w:r>
        <w:tab/>
        <w:t>1515</w:t>
      </w:r>
    </w:p>
    <w:p w14:paraId="374865F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A.6.6.14.2.1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1515</w:t>
      </w:r>
    </w:p>
    <w:p w14:paraId="6F7D0CF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A.6.6.14.2.2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1519</w:t>
      </w:r>
    </w:p>
    <w:p w14:paraId="2B678E8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A.6.6.15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Idle Mode measurements of inter-RAT CA candidate cells for early reporting</w:t>
      </w:r>
      <w:r>
        <w:tab/>
        <w:t>1519</w:t>
      </w:r>
    </w:p>
    <w:p w14:paraId="3ED4152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  <w:snapToGrid w:val="0"/>
          <w:lang w:eastAsia="zh-CN"/>
        </w:rPr>
        <w:t>A.6.6.15.1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  <w:snapToGrid w:val="0"/>
          <w:lang w:eastAsia="zh-CN"/>
        </w:rPr>
        <w:t>Test Purpose and Environment</w:t>
      </w:r>
      <w:r>
        <w:tab/>
        <w:t>1519</w:t>
      </w:r>
    </w:p>
    <w:p w14:paraId="693B7A6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  <w:snapToGrid w:val="0"/>
        </w:rPr>
        <w:t>A.6.6.15.2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  <w:snapToGrid w:val="0"/>
        </w:rPr>
        <w:t>Test Requirements</w:t>
      </w:r>
      <w:r>
        <w:tab/>
        <w:t>1526</w:t>
      </w:r>
    </w:p>
    <w:p w14:paraId="29D31B48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A.6.7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Performance requirements</w:t>
      </w:r>
      <w:r>
        <w:tab/>
        <w:t>1527</w:t>
      </w:r>
    </w:p>
    <w:p w14:paraId="22CA618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SS-RSRP</w:t>
      </w:r>
      <w:r>
        <w:tab/>
        <w:t>1527</w:t>
      </w:r>
    </w:p>
    <w:p w14:paraId="490CB07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SA: intra-frequency case measurement accuracy with FR1 serving cell and FR1 target cell</w:t>
      </w:r>
      <w:r>
        <w:tab/>
        <w:t>1527</w:t>
      </w:r>
    </w:p>
    <w:p w14:paraId="06D9B99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1527</w:t>
      </w:r>
    </w:p>
    <w:p w14:paraId="69B0B35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1527</w:t>
      </w:r>
    </w:p>
    <w:p w14:paraId="3ADCC4E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1532</w:t>
      </w:r>
    </w:p>
    <w:p w14:paraId="427AC9E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inter-frequency case measurement accuracy with FR1 serving cell and FR1 target cell</w:t>
      </w:r>
      <w:r>
        <w:tab/>
        <w:t>1532</w:t>
      </w:r>
    </w:p>
    <w:p w14:paraId="7B9F8F2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1532</w:t>
      </w:r>
    </w:p>
    <w:p w14:paraId="3343EA3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1532</w:t>
      </w:r>
    </w:p>
    <w:p w14:paraId="4F7E17F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1536</w:t>
      </w:r>
    </w:p>
    <w:p w14:paraId="336AA84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Void</w:t>
      </w:r>
      <w:r>
        <w:tab/>
        <w:t>1536</w:t>
      </w:r>
    </w:p>
    <w:p w14:paraId="1DC6E9E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SS-RSRQ</w:t>
      </w:r>
      <w:r>
        <w:tab/>
        <w:t>1536</w:t>
      </w:r>
    </w:p>
    <w:p w14:paraId="73077C7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SA: </w:t>
      </w:r>
      <w:r>
        <w:rPr>
          <w:lang w:eastAsia="zh-CN"/>
        </w:rPr>
        <w:t>Intra-frequency measurement accuracy with FR1 serving cell and FR1 target cell</w:t>
      </w:r>
      <w:r>
        <w:tab/>
        <w:t>1536</w:t>
      </w:r>
    </w:p>
    <w:p w14:paraId="013F84C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1536</w:t>
      </w:r>
    </w:p>
    <w:p w14:paraId="7CD5972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1537</w:t>
      </w:r>
    </w:p>
    <w:p w14:paraId="2914198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A.6.7.2.1.3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1542</w:t>
      </w:r>
    </w:p>
    <w:p w14:paraId="0324CA3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A.6.7.2.2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SA </w:t>
      </w:r>
      <w:r>
        <w:rPr>
          <w:lang w:eastAsia="zh-CN"/>
        </w:rPr>
        <w:t>Inter-frequency measurement accuracy with FR1 serving cell and FR1 target cell</w:t>
      </w:r>
      <w:r>
        <w:tab/>
        <w:t>1542</w:t>
      </w:r>
    </w:p>
    <w:p w14:paraId="356F000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1542</w:t>
      </w:r>
    </w:p>
    <w:p w14:paraId="7E60775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1542</w:t>
      </w:r>
    </w:p>
    <w:p w14:paraId="55CF25F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A.6.7.2.2.3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1547</w:t>
      </w:r>
    </w:p>
    <w:p w14:paraId="06EF403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A.6.7.3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SS-SINR</w:t>
      </w:r>
      <w:r>
        <w:tab/>
        <w:t>1547</w:t>
      </w:r>
    </w:p>
    <w:p w14:paraId="237FDB5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intra-frequency measurement accuracy with FR1 serving cell and FR1 target cell</w:t>
      </w:r>
      <w:r>
        <w:tab/>
        <w:t>1547</w:t>
      </w:r>
    </w:p>
    <w:p w14:paraId="7B0DA1F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1547</w:t>
      </w:r>
    </w:p>
    <w:p w14:paraId="550C78D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1548</w:t>
      </w:r>
    </w:p>
    <w:p w14:paraId="5A85D68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A.6.7.3.1.3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1552</w:t>
      </w:r>
    </w:p>
    <w:p w14:paraId="5B84F3B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A.6.7.3.2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SA </w:t>
      </w:r>
      <w:r>
        <w:rPr>
          <w:lang w:eastAsia="zh-CN"/>
        </w:rPr>
        <w:t>Inter-frequency measurement accuracy with FR1 serving cell and FR1 target cell</w:t>
      </w:r>
      <w:r>
        <w:tab/>
        <w:t>1552</w:t>
      </w:r>
    </w:p>
    <w:p w14:paraId="1687273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1552</w:t>
      </w:r>
    </w:p>
    <w:p w14:paraId="59F88AD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1552</w:t>
      </w:r>
    </w:p>
    <w:p w14:paraId="2EF2A7A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A.6.7.3.2.3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1558</w:t>
      </w:r>
    </w:p>
    <w:p w14:paraId="2E178EA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A.6.7.4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L1-RSRP measurement for beam reporting</w:t>
      </w:r>
      <w:r>
        <w:tab/>
        <w:t>1559</w:t>
      </w:r>
    </w:p>
    <w:p w14:paraId="58C9AC8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</w:t>
      </w:r>
      <w:r>
        <w:tab/>
        <w:t>1559</w:t>
      </w:r>
    </w:p>
    <w:p w14:paraId="4BEDD3B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1559</w:t>
      </w:r>
    </w:p>
    <w:p w14:paraId="7DE1328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1559</w:t>
      </w:r>
    </w:p>
    <w:p w14:paraId="435B833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A.6.7.4.1.3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1563</w:t>
      </w:r>
    </w:p>
    <w:p w14:paraId="28C499E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CSI-RS based L1-RSRP measurement on resource set with repetition off</w:t>
      </w:r>
      <w:r>
        <w:tab/>
        <w:t>1563</w:t>
      </w:r>
    </w:p>
    <w:p w14:paraId="19505DF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1563</w:t>
      </w:r>
    </w:p>
    <w:p w14:paraId="3B310DD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1564</w:t>
      </w:r>
    </w:p>
    <w:p w14:paraId="63EDC84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A.6.7.4.2.3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1568</w:t>
      </w:r>
    </w:p>
    <w:p w14:paraId="3429225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A.6.7.5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RSRP</w:t>
      </w:r>
      <w:r>
        <w:tab/>
        <w:t>1568</w:t>
      </w:r>
    </w:p>
    <w:p w14:paraId="29170F3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SA: inter-RAT measurement accuracy with FR1 serving cell</w:t>
      </w:r>
      <w:r>
        <w:tab/>
        <w:t>1568</w:t>
      </w:r>
    </w:p>
    <w:p w14:paraId="74AF7FE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A.6.7.5.1.1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1568</w:t>
      </w:r>
    </w:p>
    <w:p w14:paraId="0BC9BED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1569</w:t>
      </w:r>
    </w:p>
    <w:p w14:paraId="55AB31B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A.6.7.5.1.3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1575</w:t>
      </w:r>
    </w:p>
    <w:p w14:paraId="239F441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A.6.7.6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RSRQ</w:t>
      </w:r>
      <w:r>
        <w:tab/>
        <w:t>1576</w:t>
      </w:r>
    </w:p>
    <w:p w14:paraId="30044E4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SA: inter-RAT measurement accuracy with FR1 serving cell</w:t>
      </w:r>
      <w:r>
        <w:tab/>
        <w:t>1576</w:t>
      </w:r>
    </w:p>
    <w:p w14:paraId="303B891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1576</w:t>
      </w:r>
    </w:p>
    <w:p w14:paraId="7706A03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1576</w:t>
      </w:r>
    </w:p>
    <w:p w14:paraId="543CBFD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A.6.7.6.1.3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1581</w:t>
      </w:r>
    </w:p>
    <w:p w14:paraId="3999342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A.6.7.7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RS-SINR</w:t>
      </w:r>
      <w:r>
        <w:tab/>
        <w:t>1582</w:t>
      </w:r>
    </w:p>
    <w:p w14:paraId="4572EF8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SA: inter-RAT measurement accuracy with FR1 serving cell</w:t>
      </w:r>
      <w:r>
        <w:tab/>
        <w:t>1582</w:t>
      </w:r>
    </w:p>
    <w:p w14:paraId="655CA1D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A.6.7.7.1.1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1582</w:t>
      </w:r>
    </w:p>
    <w:p w14:paraId="2DBA19C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A.6.7.7.1.2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1582</w:t>
      </w:r>
    </w:p>
    <w:p w14:paraId="577C1BF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A.6.7.7.1.3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1588</w:t>
      </w:r>
    </w:p>
    <w:p w14:paraId="4F48EA4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A.6.7.8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CLI measurements</w:t>
      </w:r>
      <w:r>
        <w:tab/>
        <w:t>1589</w:t>
      </w:r>
    </w:p>
    <w:p w14:paraId="3B509E0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SRS-RSRP measurement accuracy with FR1 serving cell</w:t>
      </w:r>
      <w:r>
        <w:tab/>
        <w:t>1589</w:t>
      </w:r>
    </w:p>
    <w:p w14:paraId="1ECC470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A.6.7.8.1.1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1589</w:t>
      </w:r>
    </w:p>
    <w:p w14:paraId="1DCD4CA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A.6.7.8.1.2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1589</w:t>
      </w:r>
    </w:p>
    <w:p w14:paraId="68037C1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A.6.7.8.1.3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1595</w:t>
      </w:r>
    </w:p>
    <w:p w14:paraId="68BC3FC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CLI-RSSI measurement accuracy with FR1 serving cell</w:t>
      </w:r>
      <w:r>
        <w:tab/>
        <w:t>1595</w:t>
      </w:r>
    </w:p>
    <w:p w14:paraId="18E7320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A.6.7.8.2.1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1595</w:t>
      </w:r>
    </w:p>
    <w:p w14:paraId="7875DDC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A.6.7.8.2.2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1596</w:t>
      </w:r>
    </w:p>
    <w:p w14:paraId="5CC9E27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A.6.7.8.2.3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1599</w:t>
      </w:r>
    </w:p>
    <w:p w14:paraId="48022B6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A.6.7.9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L1-SINR measurement for beam reporting</w:t>
      </w:r>
      <w:r>
        <w:tab/>
        <w:t>1600</w:t>
      </w:r>
    </w:p>
    <w:p w14:paraId="1646DF8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L1-SINR measurement with CSI-RS based CMR and no dedicated IMR configured and CSI-RS resource set with repetition off</w:t>
      </w:r>
      <w:r>
        <w:tab/>
        <w:t>1600</w:t>
      </w:r>
    </w:p>
    <w:p w14:paraId="37FA668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A.6.7.9.1.1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1600</w:t>
      </w:r>
    </w:p>
    <w:p w14:paraId="1C3D42F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A.6.7.9.1.2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1600</w:t>
      </w:r>
    </w:p>
    <w:p w14:paraId="753F788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A.6.7.9.1.3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1604</w:t>
      </w:r>
    </w:p>
    <w:p w14:paraId="1EFF37E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L1-SINR measurement with SSB based CMR and dedicated IMR</w:t>
      </w:r>
      <w:r>
        <w:tab/>
        <w:t>1604</w:t>
      </w:r>
    </w:p>
    <w:p w14:paraId="401115C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A.6.7.9.2.1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1604</w:t>
      </w:r>
    </w:p>
    <w:p w14:paraId="6A7E34B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A.6.7.9.2.2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1605</w:t>
      </w:r>
    </w:p>
    <w:p w14:paraId="06B9F34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A.6.7.9.2.3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1610</w:t>
      </w:r>
    </w:p>
    <w:p w14:paraId="26B6C29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A.6.7.9.3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L1-SINR measurement with CSI-RS based CMR and dedicated IMR</w:t>
      </w:r>
      <w:r>
        <w:tab/>
        <w:t>1610</w:t>
      </w:r>
    </w:p>
    <w:p w14:paraId="4C54B00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A.6.7.9.3.1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1610</w:t>
      </w:r>
    </w:p>
    <w:p w14:paraId="67F15F0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A.6.7.9.3.2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1610</w:t>
      </w:r>
    </w:p>
    <w:p w14:paraId="31D72D4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A.6.7.9.3.3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1615</w:t>
      </w:r>
    </w:p>
    <w:p w14:paraId="26F14DF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A.6.7.10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CSI-RSRP</w:t>
      </w:r>
      <w:r>
        <w:tab/>
        <w:t>1615</w:t>
      </w:r>
    </w:p>
    <w:p w14:paraId="1249E88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A.6.7.10.1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SA: intra-frequency case measurement accuracy with FR1 serving cell and FR1 target cell</w:t>
      </w:r>
      <w:r>
        <w:tab/>
        <w:t>1615</w:t>
      </w:r>
    </w:p>
    <w:p w14:paraId="386997E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A.6.7.10.1.1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1615</w:t>
      </w:r>
    </w:p>
    <w:p w14:paraId="45F50FC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A.6.7.10.1.2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1616</w:t>
      </w:r>
    </w:p>
    <w:p w14:paraId="656AE1C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A.6.7.10.1.3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1621</w:t>
      </w:r>
    </w:p>
    <w:p w14:paraId="5063F6F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A.6.7.10.2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inter-frequency case measurement accuracy with FR1 serving cell and FR1 target cell</w:t>
      </w:r>
      <w:r>
        <w:tab/>
        <w:t>1621</w:t>
      </w:r>
    </w:p>
    <w:p w14:paraId="2605541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A.6.7.10.2.1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1621</w:t>
      </w:r>
    </w:p>
    <w:p w14:paraId="3578D13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A.6.7.10.2.2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1621</w:t>
      </w:r>
    </w:p>
    <w:p w14:paraId="76FE643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A.6.7.10.2.3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1626</w:t>
      </w:r>
    </w:p>
    <w:p w14:paraId="1858B31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A.6.7.11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CSI-RSRQ</w:t>
      </w:r>
      <w:r>
        <w:tab/>
        <w:t>1626</w:t>
      </w:r>
    </w:p>
    <w:p w14:paraId="1DDBF42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A.6.7.11.1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SA: Intra-frequency measurement accuracy with FR1 serving cell and FR1 target cell</w:t>
      </w:r>
      <w:r>
        <w:tab/>
        <w:t>1626</w:t>
      </w:r>
    </w:p>
    <w:p w14:paraId="1A31E10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1626</w:t>
      </w:r>
    </w:p>
    <w:p w14:paraId="0693464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1626</w:t>
      </w:r>
    </w:p>
    <w:p w14:paraId="5AFBDF1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1631</w:t>
      </w:r>
    </w:p>
    <w:p w14:paraId="0BAB6D2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A.6.7.11.2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SA Inter-frequency measurement accuracy with FR1 serving cell and FR1 target cell</w:t>
      </w:r>
      <w:r>
        <w:tab/>
        <w:t>1631</w:t>
      </w:r>
    </w:p>
    <w:p w14:paraId="4A86155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1631</w:t>
      </w:r>
    </w:p>
    <w:p w14:paraId="14ED13E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1631</w:t>
      </w:r>
    </w:p>
    <w:p w14:paraId="66215D5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1636</w:t>
      </w:r>
    </w:p>
    <w:p w14:paraId="29066C9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A.6.7.12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CSI-SINR</w:t>
      </w:r>
      <w:r>
        <w:tab/>
        <w:t>1637</w:t>
      </w:r>
    </w:p>
    <w:p w14:paraId="7681514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A.6.7.12.1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intra-frequency measurement accuracy with FR1 serving cell and FR1 target cell</w:t>
      </w:r>
      <w:r>
        <w:tab/>
        <w:t>1637</w:t>
      </w:r>
    </w:p>
    <w:p w14:paraId="5A17B18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A.6.7.12.1.1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1637</w:t>
      </w:r>
    </w:p>
    <w:p w14:paraId="5A02BD2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1637</w:t>
      </w:r>
    </w:p>
    <w:p w14:paraId="361F0F4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A.6.7.12.1.3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1641</w:t>
      </w:r>
    </w:p>
    <w:p w14:paraId="6099102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A.6.7.12.2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SA </w:t>
      </w:r>
      <w:r>
        <w:rPr>
          <w:lang w:eastAsia="zh-CN"/>
        </w:rPr>
        <w:t>Inter-frequency measurement accuracy with FR1 serving cell and FR1 target cell</w:t>
      </w:r>
      <w:r>
        <w:tab/>
        <w:t>1642</w:t>
      </w:r>
    </w:p>
    <w:p w14:paraId="6B0D4BF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A.6.7.12.2.1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1642</w:t>
      </w:r>
    </w:p>
    <w:p w14:paraId="7828D5A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1642</w:t>
      </w:r>
    </w:p>
    <w:p w14:paraId="5198DF5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A.6.7.12.2.3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1648</w:t>
      </w:r>
    </w:p>
    <w:p w14:paraId="70BD536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A.6.7.13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RSTD measurements</w:t>
      </w:r>
      <w:r>
        <w:tab/>
        <w:t>1648</w:t>
      </w:r>
    </w:p>
    <w:p w14:paraId="2A34F90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  <w:snapToGrid w:val="0"/>
        </w:rPr>
        <w:t>A.6.7.13.1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  <w:snapToGrid w:val="0"/>
        </w:rPr>
        <w:t>RSTD measurement accuracy test case for single positioning frequency layer</w:t>
      </w:r>
      <w:r>
        <w:tab/>
        <w:t>1648</w:t>
      </w:r>
    </w:p>
    <w:p w14:paraId="4D43136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A.6.7.13.1.1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</w:rPr>
        <w:t>Test purpose and Environment</w:t>
      </w:r>
      <w:r>
        <w:tab/>
        <w:t>1648</w:t>
      </w:r>
    </w:p>
    <w:p w14:paraId="214C52A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A.6.7.13.1.2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</w:rPr>
        <w:t>Test Requirements</w:t>
      </w:r>
      <w:r>
        <w:tab/>
        <w:t>1651</w:t>
      </w:r>
    </w:p>
    <w:p w14:paraId="080B8A4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  <w:snapToGrid w:val="0"/>
        </w:rPr>
        <w:t>A.6.7.13.2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  <w:snapToGrid w:val="0"/>
        </w:rPr>
        <w:t>RSTD measurement accuracy test case for dual positioning frequency layer</w:t>
      </w:r>
      <w:r>
        <w:tab/>
        <w:t>1651</w:t>
      </w:r>
    </w:p>
    <w:p w14:paraId="3DC5068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A.6.7.13.2.1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</w:rPr>
        <w:t>Test purpose and Environment</w:t>
      </w:r>
      <w:r>
        <w:tab/>
        <w:t>1651</w:t>
      </w:r>
    </w:p>
    <w:p w14:paraId="4A9789F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A.6.7.13.2.2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</w:rPr>
        <w:t>Test Requirements</w:t>
      </w:r>
      <w:r>
        <w:tab/>
        <w:t>1655</w:t>
      </w:r>
    </w:p>
    <w:p w14:paraId="329468F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A.6.7.14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PRS-RSRP measurements</w:t>
      </w:r>
      <w:r>
        <w:tab/>
        <w:t>1655</w:t>
      </w:r>
    </w:p>
    <w:p w14:paraId="028B102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  <w:lang w:eastAsia="zh-CN"/>
        </w:rPr>
        <w:t>A.6.7.14</w:t>
      </w:r>
      <w:r w:rsidRPr="0046111E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 xml:space="preserve">SA: measurement accuracy with </w:t>
      </w:r>
      <w:r w:rsidRPr="0046111E">
        <w:rPr>
          <w:rFonts w:eastAsia="SimSun"/>
          <w:snapToGrid w:val="0"/>
          <w:lang w:val="en-US" w:eastAsia="zh-CN"/>
        </w:rPr>
        <w:t>PRS in FR1</w:t>
      </w:r>
      <w:r>
        <w:tab/>
        <w:t>1655</w:t>
      </w:r>
    </w:p>
    <w:p w14:paraId="2BF7E59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1655</w:t>
      </w:r>
    </w:p>
    <w:p w14:paraId="602F8C8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lang w:eastAsia="zh-CN"/>
        </w:rPr>
        <w:t>A.6.7.14</w:t>
      </w:r>
      <w:r>
        <w:t>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1656</w:t>
      </w:r>
    </w:p>
    <w:p w14:paraId="1B2EEA2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lang w:eastAsia="zh-CN"/>
        </w:rPr>
        <w:t>A.6.7.14</w:t>
      </w:r>
      <w:r>
        <w:t>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1660</w:t>
      </w:r>
    </w:p>
    <w:p w14:paraId="71D92B6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A.6.7.15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Rx-Tx time difference measurements</w:t>
      </w:r>
      <w:r>
        <w:tab/>
        <w:t>1660</w:t>
      </w:r>
    </w:p>
    <w:p w14:paraId="33634E2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A.6.7.15.1 UE Rx-Tx time difference measurement accuracy for single positioning frequency layer in FR1 SA</w:t>
      </w:r>
      <w:r>
        <w:tab/>
        <w:t>1660</w:t>
      </w:r>
    </w:p>
    <w:p w14:paraId="03BA4DD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1660</w:t>
      </w:r>
    </w:p>
    <w:p w14:paraId="1D490DD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1661</w:t>
      </w:r>
    </w:p>
    <w:p w14:paraId="16A5D28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A.6.7.15.1.3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1664</w:t>
      </w:r>
    </w:p>
    <w:p w14:paraId="728AF09D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SA: RRC_IDLE state mobility</w:t>
      </w:r>
      <w:r>
        <w:tab/>
        <w:t>1665</w:t>
      </w:r>
    </w:p>
    <w:p w14:paraId="573DBA3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Cell re-selection to NR</w:t>
      </w:r>
      <w:r>
        <w:tab/>
        <w:t>1665</w:t>
      </w:r>
    </w:p>
    <w:p w14:paraId="761E6BB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Cell reselection to FR2 intra-frequency NR case</w:t>
      </w:r>
      <w:r>
        <w:tab/>
        <w:t>1665</w:t>
      </w:r>
    </w:p>
    <w:p w14:paraId="0817E04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1665</w:t>
      </w:r>
    </w:p>
    <w:p w14:paraId="170369F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1665</w:t>
      </w:r>
    </w:p>
    <w:p w14:paraId="7904293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1668</w:t>
      </w:r>
    </w:p>
    <w:p w14:paraId="2FAD83E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Cell reselection to FR2 inter-frequency NR case</w:t>
      </w:r>
      <w:r>
        <w:tab/>
        <w:t>1668</w:t>
      </w:r>
    </w:p>
    <w:p w14:paraId="2EA966C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1668</w:t>
      </w:r>
    </w:p>
    <w:p w14:paraId="33D85C1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1669</w:t>
      </w:r>
    </w:p>
    <w:p w14:paraId="0E51FE5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1671</w:t>
      </w:r>
    </w:p>
    <w:p w14:paraId="7A96AEC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Cell reselection to FR2 intra-frequency NR case</w:t>
      </w:r>
      <w:r w:rsidRPr="0046111E">
        <w:rPr>
          <w:lang w:val="en-US" w:eastAsia="zh-CN"/>
        </w:rPr>
        <w:t xml:space="preserve"> </w:t>
      </w:r>
      <w:r>
        <w:rPr>
          <w:lang w:eastAsia="zh-CN"/>
        </w:rPr>
        <w:t>for UE fulfilling low mobility relaxed measurement criterion</w:t>
      </w:r>
      <w:r>
        <w:tab/>
        <w:t>1671</w:t>
      </w:r>
    </w:p>
    <w:p w14:paraId="01BC3FC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1671</w:t>
      </w:r>
    </w:p>
    <w:p w14:paraId="2DE8227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1671</w:t>
      </w:r>
    </w:p>
    <w:p w14:paraId="3D7E1EC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1674</w:t>
      </w:r>
    </w:p>
    <w:p w14:paraId="2A6F549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Cell reselection to FR2 intra-frequency NR case</w:t>
      </w:r>
      <w:r w:rsidRPr="0046111E">
        <w:rPr>
          <w:lang w:val="en-US" w:eastAsia="zh-CN"/>
        </w:rPr>
        <w:t xml:space="preserve"> </w:t>
      </w:r>
      <w:r>
        <w:rPr>
          <w:lang w:eastAsia="zh-CN"/>
        </w:rPr>
        <w:t xml:space="preserve">for UE </w:t>
      </w:r>
      <w:r w:rsidRPr="0046111E">
        <w:rPr>
          <w:lang w:val="en-US" w:eastAsia="zh-CN"/>
        </w:rPr>
        <w:t>fulfilling not-at-cell edge relaxed measurement criterion</w:t>
      </w:r>
      <w:r>
        <w:tab/>
        <w:t>1674</w:t>
      </w:r>
    </w:p>
    <w:p w14:paraId="0C0DFE3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1674</w:t>
      </w:r>
    </w:p>
    <w:p w14:paraId="0FDDCB5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1674</w:t>
      </w:r>
    </w:p>
    <w:p w14:paraId="4ACE6FC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1677</w:t>
      </w:r>
    </w:p>
    <w:p w14:paraId="6CA3988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Cell reselection to FR2 inter-frequency NR case for UE fulfilling low mobility relaxed measurement criterion</w:t>
      </w:r>
      <w:r>
        <w:tab/>
        <w:t>1677</w:t>
      </w:r>
    </w:p>
    <w:p w14:paraId="5B1EA44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1677</w:t>
      </w:r>
    </w:p>
    <w:p w14:paraId="4191AED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1677</w:t>
      </w:r>
    </w:p>
    <w:p w14:paraId="0CECF63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1680</w:t>
      </w:r>
    </w:p>
    <w:p w14:paraId="79ADCDA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 xml:space="preserve">Cell reselection to FR2 inter-frequency NR case for UE </w:t>
      </w:r>
      <w:r w:rsidRPr="0046111E">
        <w:rPr>
          <w:lang w:val="en-US" w:eastAsia="zh-CN"/>
        </w:rPr>
        <w:t>fulfilling not-at-cell edge relaxed measurement criterion</w:t>
      </w:r>
      <w:r>
        <w:tab/>
        <w:t>1680</w:t>
      </w:r>
    </w:p>
    <w:p w14:paraId="1BB86D2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1680</w:t>
      </w:r>
    </w:p>
    <w:p w14:paraId="0D40E64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1680</w:t>
      </w:r>
    </w:p>
    <w:p w14:paraId="0DCE517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A.7.1.1.6.3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1683</w:t>
      </w:r>
    </w:p>
    <w:p w14:paraId="3F16F8E6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SA: RRC_INACTIVE state mobility</w:t>
      </w:r>
      <w:r>
        <w:tab/>
        <w:t>1683</w:t>
      </w:r>
    </w:p>
    <w:p w14:paraId="6F5766C5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A.7.3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RRC_CONNECTED state mobility</w:t>
      </w:r>
      <w:r>
        <w:tab/>
        <w:t>1683</w:t>
      </w:r>
    </w:p>
    <w:p w14:paraId="070E7DE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Handover</w:t>
      </w:r>
      <w:r>
        <w:tab/>
        <w:t>1683</w:t>
      </w:r>
    </w:p>
    <w:p w14:paraId="5200641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Inter-frequency handover from FR1 to FR2; unknown target cell</w:t>
      </w:r>
      <w:r>
        <w:tab/>
        <w:t>1683</w:t>
      </w:r>
    </w:p>
    <w:p w14:paraId="740C1B5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1683</w:t>
      </w:r>
    </w:p>
    <w:p w14:paraId="0F81F52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1683</w:t>
      </w:r>
    </w:p>
    <w:p w14:paraId="07A5DE1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1687</w:t>
      </w:r>
    </w:p>
    <w:p w14:paraId="0144D4F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Intra-frequency handover from FR2 to FR2; unknown target cell</w:t>
      </w:r>
      <w:r>
        <w:tab/>
        <w:t>1687</w:t>
      </w:r>
    </w:p>
    <w:p w14:paraId="48AA062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1687</w:t>
      </w:r>
    </w:p>
    <w:p w14:paraId="3DBBEA6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1687</w:t>
      </w:r>
    </w:p>
    <w:p w14:paraId="6D1B5E1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1690</w:t>
      </w:r>
    </w:p>
    <w:p w14:paraId="4DF62DF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Inter-frequency handover from FR2 to FR2; unknown target cell</w:t>
      </w:r>
      <w:r>
        <w:tab/>
        <w:t>1690</w:t>
      </w:r>
    </w:p>
    <w:p w14:paraId="784E35D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1690</w:t>
      </w:r>
    </w:p>
    <w:p w14:paraId="6B73920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1690</w:t>
      </w:r>
    </w:p>
    <w:p w14:paraId="4BB50C9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lastRenderedPageBreak/>
        <w:t>A.7.3.1.3.3 Test Requirements</w:t>
      </w:r>
      <w:r>
        <w:tab/>
        <w:t>1691</w:t>
      </w:r>
    </w:p>
    <w:p w14:paraId="7BB13A7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Inter-band inter-frequency synchronous DAPS handover from FR1 to FR2</w:t>
      </w:r>
      <w:r>
        <w:tab/>
        <w:t>1692</w:t>
      </w:r>
    </w:p>
    <w:p w14:paraId="591E101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1692</w:t>
      </w:r>
    </w:p>
    <w:p w14:paraId="715B7F2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1692</w:t>
      </w:r>
    </w:p>
    <w:p w14:paraId="5E298AE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A.7.3.1.4.3 Test Requirements</w:t>
      </w:r>
      <w:r>
        <w:tab/>
        <w:t>1699</w:t>
      </w:r>
    </w:p>
    <w:p w14:paraId="7AC29F7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Inter-band inter-frequency asynchronous DAPS handover from FR1 to FR2</w:t>
      </w:r>
      <w:r>
        <w:tab/>
        <w:t>1699</w:t>
      </w:r>
    </w:p>
    <w:p w14:paraId="176BEF5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A.7.3.1.5.1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1699</w:t>
      </w:r>
    </w:p>
    <w:p w14:paraId="22C8F00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A.7.3.1.5.2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1699</w:t>
      </w:r>
    </w:p>
    <w:p w14:paraId="11AD5B8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A.7.3.1.5.3 Test Requirements</w:t>
      </w:r>
      <w:r>
        <w:tab/>
        <w:t>1706</w:t>
      </w:r>
    </w:p>
    <w:p w14:paraId="429DA7E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 Connection Mobility Control</w:t>
      </w:r>
      <w:r>
        <w:tab/>
        <w:t>1706</w:t>
      </w:r>
    </w:p>
    <w:p w14:paraId="353F42E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SA: RRC Re-establishment</w:t>
      </w:r>
      <w:r>
        <w:tab/>
        <w:t>1706</w:t>
      </w:r>
    </w:p>
    <w:p w14:paraId="56F666A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Intra-frequency RRC Re-establishment in FR2</w:t>
      </w:r>
      <w:r>
        <w:tab/>
        <w:t>1706</w:t>
      </w:r>
    </w:p>
    <w:p w14:paraId="45CD844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Inter-frequency RRC Re-establishment in FR2</w:t>
      </w:r>
      <w:r>
        <w:tab/>
        <w:t>1709</w:t>
      </w:r>
    </w:p>
    <w:p w14:paraId="7858E05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A.7.3.2.1.3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Intra-frequency RRC Re-establishment in FR2 without serving cell timing</w:t>
      </w:r>
      <w:r>
        <w:tab/>
        <w:t>1712</w:t>
      </w:r>
    </w:p>
    <w:p w14:paraId="04A4A662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>
        <w:t>A.7.3.2.1.3.1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1712</w:t>
      </w:r>
    </w:p>
    <w:p w14:paraId="3B8FB978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>
        <w:t>A.7.3.2.1.3.2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1714</w:t>
      </w:r>
    </w:p>
    <w:p w14:paraId="13CB0F7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Random Access</w:t>
      </w:r>
      <w:r>
        <w:tab/>
        <w:t>1715</w:t>
      </w:r>
    </w:p>
    <w:p w14:paraId="701CAD5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7.</w:t>
      </w:r>
      <w:r>
        <w:t>3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4-step RA type contention based random access test in FR2 for </w:t>
      </w:r>
      <w:r>
        <w:rPr>
          <w:lang w:eastAsia="zh-CN"/>
        </w:rPr>
        <w:t>NR Standalone</w:t>
      </w:r>
      <w:r>
        <w:tab/>
        <w:t>1715</w:t>
      </w:r>
    </w:p>
    <w:p w14:paraId="173267B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7.</w:t>
      </w:r>
      <w:r>
        <w:t>3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4-step RA type non-contention based random access test in FR2 for </w:t>
      </w:r>
      <w:r>
        <w:rPr>
          <w:lang w:eastAsia="zh-CN"/>
        </w:rPr>
        <w:t>NR Standalone</w:t>
      </w:r>
      <w:r>
        <w:tab/>
        <w:t>1719</w:t>
      </w:r>
    </w:p>
    <w:p w14:paraId="03C1255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7.</w:t>
      </w:r>
      <w:r>
        <w:t>3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2-step RA type contention based random access test in FR2 for </w:t>
      </w:r>
      <w:r>
        <w:rPr>
          <w:lang w:eastAsia="zh-CN"/>
        </w:rPr>
        <w:t>NR Standalone</w:t>
      </w:r>
      <w:r>
        <w:tab/>
        <w:t>1724</w:t>
      </w:r>
    </w:p>
    <w:p w14:paraId="23C2DA0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7.</w:t>
      </w:r>
      <w:r>
        <w:t>3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2-step RA type non-contention based random access test in FR2 for </w:t>
      </w:r>
      <w:r>
        <w:rPr>
          <w:lang w:eastAsia="zh-CN"/>
        </w:rPr>
        <w:t>NR Standalone</w:t>
      </w:r>
      <w:r>
        <w:tab/>
        <w:t>1727</w:t>
      </w:r>
    </w:p>
    <w:p w14:paraId="0533A48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SA: RRC Connection Release with Redirection</w:t>
      </w:r>
      <w:r>
        <w:tab/>
        <w:t>1730</w:t>
      </w:r>
    </w:p>
    <w:p w14:paraId="293A877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A.7.3.2.3.1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Redirection from NR in FR2 to NR in FR2</w:t>
      </w:r>
      <w:r>
        <w:tab/>
        <w:t>1730</w:t>
      </w:r>
    </w:p>
    <w:p w14:paraId="456A8B5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Conditional Handover</w:t>
      </w:r>
      <w:r>
        <w:tab/>
        <w:t>1734</w:t>
      </w:r>
    </w:p>
    <w:p w14:paraId="237120B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Intra-frequency conditional handover from FR2 to FR2</w:t>
      </w:r>
      <w:r>
        <w:tab/>
        <w:t>1734</w:t>
      </w:r>
    </w:p>
    <w:p w14:paraId="45FFD8B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1734</w:t>
      </w:r>
    </w:p>
    <w:p w14:paraId="032A3AC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1734</w:t>
      </w:r>
    </w:p>
    <w:p w14:paraId="061DAAA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A.7.3.3.1.2.3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1737</w:t>
      </w:r>
    </w:p>
    <w:p w14:paraId="3B2891A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 xml:space="preserve">Inter-frequency </w:t>
      </w:r>
      <w:r w:rsidRPr="0046111E">
        <w:rPr>
          <w:rFonts w:eastAsia="SimSun"/>
          <w:snapToGrid w:val="0"/>
        </w:rPr>
        <w:t xml:space="preserve">conditional </w:t>
      </w:r>
      <w:r w:rsidRPr="0046111E">
        <w:rPr>
          <w:snapToGrid w:val="0"/>
        </w:rPr>
        <w:t>handover from FR2 to FR2; unknown target cell</w:t>
      </w:r>
      <w:r>
        <w:tab/>
        <w:t>1737</w:t>
      </w:r>
    </w:p>
    <w:p w14:paraId="1E687AF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1737</w:t>
      </w:r>
    </w:p>
    <w:p w14:paraId="294329D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1737</w:t>
      </w:r>
    </w:p>
    <w:p w14:paraId="10A895C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A.7.3.3.2.3 Test Requirements</w:t>
      </w:r>
      <w:r>
        <w:tab/>
        <w:t>1740</w:t>
      </w:r>
    </w:p>
    <w:p w14:paraId="2E863B53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A.7.4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Timing</w:t>
      </w:r>
      <w:r>
        <w:tab/>
        <w:t>1740</w:t>
      </w:r>
    </w:p>
    <w:p w14:paraId="6E9E9EB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transmit timing</w:t>
      </w:r>
      <w:r>
        <w:tab/>
        <w:t>1740</w:t>
      </w:r>
    </w:p>
    <w:p w14:paraId="563AC75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UE Transmit Timing Test for FR2</w:t>
      </w:r>
      <w:r>
        <w:tab/>
        <w:t>1740</w:t>
      </w:r>
    </w:p>
    <w:p w14:paraId="27FE22C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A.7.4.1.1.1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1740</w:t>
      </w:r>
    </w:p>
    <w:p w14:paraId="5B88314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A.7.4.1.1.2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1743</w:t>
      </w:r>
    </w:p>
    <w:p w14:paraId="12D6A77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timer accuracy</w:t>
      </w:r>
      <w:r>
        <w:tab/>
        <w:t>1743</w:t>
      </w:r>
    </w:p>
    <w:p w14:paraId="4FE2543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Timing advance</w:t>
      </w:r>
      <w:r>
        <w:tab/>
        <w:t>1743</w:t>
      </w:r>
    </w:p>
    <w:p w14:paraId="38C4DA3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A.7.4.3.1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FR2 timing advance adjustment accuracy</w:t>
      </w:r>
      <w:r>
        <w:tab/>
        <w:t>1743</w:t>
      </w:r>
    </w:p>
    <w:p w14:paraId="72F3E72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A.7.4.3.1.1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1743</w:t>
      </w:r>
    </w:p>
    <w:p w14:paraId="11F7194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A.7.4.3.1.2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1743</w:t>
      </w:r>
    </w:p>
    <w:p w14:paraId="4F91CAD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A.7.4.3.1.3 Test Requirements</w:t>
      </w:r>
      <w:r>
        <w:tab/>
        <w:t>1747</w:t>
      </w:r>
    </w:p>
    <w:p w14:paraId="271F0188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A.7.5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Signaling characteristics</w:t>
      </w:r>
      <w:r>
        <w:tab/>
        <w:t>1747</w:t>
      </w:r>
    </w:p>
    <w:p w14:paraId="6B8A821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</w:t>
      </w:r>
      <w:r>
        <w:tab/>
        <w:t>1747</w:t>
      </w:r>
    </w:p>
    <w:p w14:paraId="3BACA0D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Out-of-sync Test for FR2 PCell configured with SSB-based RLM RS in non-DRX mode</w:t>
      </w:r>
      <w:r>
        <w:tab/>
        <w:t>1747</w:t>
      </w:r>
    </w:p>
    <w:p w14:paraId="68A329D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A.7.5.1.1.1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1747</w:t>
      </w:r>
    </w:p>
    <w:p w14:paraId="5689708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A.7.5.1.1.2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1750</w:t>
      </w:r>
    </w:p>
    <w:p w14:paraId="71AFC1B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In-sync Test for FR2 PCell configured with SSB-based RLM RS in non-DRX mode</w:t>
      </w:r>
      <w:r>
        <w:tab/>
        <w:t>1751</w:t>
      </w:r>
    </w:p>
    <w:p w14:paraId="7EA66F6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A.7.5.1.2.1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1751</w:t>
      </w:r>
    </w:p>
    <w:p w14:paraId="520D976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A.7.5.1.2.2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1755</w:t>
      </w:r>
    </w:p>
    <w:p w14:paraId="6E76B03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Out-of-sync Test for FR2 PCell configured with SSB-based RLM RS in DRX mode</w:t>
      </w:r>
      <w:r>
        <w:tab/>
        <w:t>1756</w:t>
      </w:r>
    </w:p>
    <w:p w14:paraId="5A53581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A.7.5.1.3.1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1756</w:t>
      </w:r>
    </w:p>
    <w:p w14:paraId="4A666A9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A.7.5.1.3.2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1760</w:t>
      </w:r>
    </w:p>
    <w:p w14:paraId="56147B6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In-sync Test for FR2 PCell configured with SSB-based RLM RS in DRX mode</w:t>
      </w:r>
      <w:r>
        <w:tab/>
        <w:t>1760</w:t>
      </w:r>
    </w:p>
    <w:p w14:paraId="6ACECFA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A.7.5.1.4.1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1760</w:t>
      </w:r>
    </w:p>
    <w:p w14:paraId="1B00D3B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A.7.5.1.4.2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1765</w:t>
      </w:r>
    </w:p>
    <w:p w14:paraId="09C801F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A.7.5.1.5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Out-of-sync Test for FR2 PCell configured with CSI-RS-based RLM in non-DRX mode</w:t>
      </w:r>
      <w:r>
        <w:tab/>
        <w:t>1765</w:t>
      </w:r>
    </w:p>
    <w:p w14:paraId="58FFD6F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A.7.5.1.5.1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1765</w:t>
      </w:r>
    </w:p>
    <w:p w14:paraId="69E7909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A.7.5.1.5.2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1770</w:t>
      </w:r>
    </w:p>
    <w:p w14:paraId="73A29AD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A.7.5.1.6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In-sync Test for FR2 PCell configured with CSI-RS-based RLM in non-DRX mode</w:t>
      </w:r>
      <w:r>
        <w:tab/>
        <w:t>1770</w:t>
      </w:r>
    </w:p>
    <w:p w14:paraId="401A12F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A.7.5.1.6.1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1770</w:t>
      </w:r>
    </w:p>
    <w:p w14:paraId="4356CC9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A.7.5.1.6.2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1774</w:t>
      </w:r>
    </w:p>
    <w:p w14:paraId="73F2EF6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A.7.5.1.7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Out-of-sync Test for FR2 PCell configured with CSI-RS-based RLM in DRX mode</w:t>
      </w:r>
      <w:r>
        <w:tab/>
        <w:t>1774</w:t>
      </w:r>
    </w:p>
    <w:p w14:paraId="49D63D1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A.7.5.1.7.1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1774</w:t>
      </w:r>
    </w:p>
    <w:p w14:paraId="3AF3A2D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A.7.5.1.7.2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1778</w:t>
      </w:r>
    </w:p>
    <w:p w14:paraId="2FBB882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A.7.5.1.8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In-sync Test for FR2 PCell configured with CSI-RS-based RLM in DRX mode</w:t>
      </w:r>
      <w:r>
        <w:tab/>
        <w:t>1778</w:t>
      </w:r>
    </w:p>
    <w:p w14:paraId="4863C6F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A.7.5.1.8.1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1778</w:t>
      </w:r>
    </w:p>
    <w:p w14:paraId="36D3E5E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A.7.5.1.8.2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1783</w:t>
      </w:r>
    </w:p>
    <w:p w14:paraId="7A281E1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A.7.5.1.9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UE Radio Link Monitoring Scheduling Restrictions on FR2</w:t>
      </w:r>
      <w:r>
        <w:tab/>
        <w:t>1783</w:t>
      </w:r>
    </w:p>
    <w:p w14:paraId="7017619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A.7.5.1.9.1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1783</w:t>
      </w:r>
    </w:p>
    <w:p w14:paraId="4C0907F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A.7.5.1.9.2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1786</w:t>
      </w:r>
    </w:p>
    <w:p w14:paraId="1183B50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</w:t>
      </w:r>
      <w:r>
        <w:tab/>
        <w:t>1786</w:t>
      </w:r>
    </w:p>
    <w:p w14:paraId="04C376C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 w:cs="Arial"/>
          <w:bCs/>
        </w:rPr>
        <w:t>A.7.5.2.</w:t>
      </w:r>
      <w:r w:rsidRPr="0046111E">
        <w:rPr>
          <w:bCs/>
        </w:rPr>
        <w:t>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 during measurements on deactivated NR SCC in FR2</w:t>
      </w:r>
      <w:r>
        <w:tab/>
        <w:t>1786</w:t>
      </w:r>
    </w:p>
    <w:p w14:paraId="59B159F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interruptions at NR SRS carrier-based switching</w:t>
      </w:r>
      <w:r>
        <w:tab/>
        <w:t>1790</w:t>
      </w:r>
    </w:p>
    <w:p w14:paraId="03D5E54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A.7.5.2.2.1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1790</w:t>
      </w:r>
    </w:p>
    <w:p w14:paraId="3FC9884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A.7.5.2.2.2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1790</w:t>
      </w:r>
    </w:p>
    <w:p w14:paraId="317D90B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A.7.5.2.2.3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1792</w:t>
      </w:r>
    </w:p>
    <w:p w14:paraId="39267C0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SCell Activation and Deactivation Delay</w:t>
      </w:r>
      <w:r>
        <w:tab/>
        <w:t>1792</w:t>
      </w:r>
    </w:p>
    <w:p w14:paraId="1471CCF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7.</w:t>
      </w:r>
      <w:r>
        <w:t>5</w:t>
      </w:r>
      <w:r>
        <w:rPr>
          <w:lang w:eastAsia="zh-CN"/>
        </w:rPr>
        <w:t>.</w:t>
      </w:r>
      <w:r>
        <w:t>3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SCell Activation and deactivation </w:t>
      </w:r>
      <w:r>
        <w:rPr>
          <w:lang w:eastAsia="zh-CN"/>
        </w:rPr>
        <w:t>for</w:t>
      </w:r>
      <w:r>
        <w:t xml:space="preserve"> SCell in FR2 intra-band in non-DRX</w:t>
      </w:r>
      <w:r>
        <w:tab/>
        <w:t>1792</w:t>
      </w:r>
    </w:p>
    <w:p w14:paraId="6CD0520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A.7.5.3.1.1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1792</w:t>
      </w:r>
    </w:p>
    <w:p w14:paraId="0EE7C8E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A.7.5.3.1.2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1794</w:t>
      </w:r>
    </w:p>
    <w:p w14:paraId="6D12672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7.</w:t>
      </w:r>
      <w:r>
        <w:t>5</w:t>
      </w:r>
      <w:r>
        <w:rPr>
          <w:lang w:eastAsia="zh-CN"/>
        </w:rPr>
        <w:t>.</w:t>
      </w:r>
      <w:r>
        <w:t>3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SCell Activation and deactivation </w:t>
      </w:r>
      <w:r>
        <w:rPr>
          <w:lang w:eastAsia="zh-CN"/>
        </w:rPr>
        <w:t>for FR1+FR2</w:t>
      </w:r>
      <w:r>
        <w:t xml:space="preserve"> int</w:t>
      </w:r>
      <w:r>
        <w:rPr>
          <w:lang w:eastAsia="zh-CN"/>
        </w:rPr>
        <w:t>er</w:t>
      </w:r>
      <w:r>
        <w:t xml:space="preserve">-band </w:t>
      </w:r>
      <w:r>
        <w:rPr>
          <w:lang w:eastAsia="zh-CN"/>
        </w:rPr>
        <w:t>with target SCell in FR2</w:t>
      </w:r>
      <w:r>
        <w:tab/>
        <w:t>1794</w:t>
      </w:r>
    </w:p>
    <w:p w14:paraId="760B65C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A.7.5.3.2.1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1794</w:t>
      </w:r>
    </w:p>
    <w:p w14:paraId="2E4D83C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A.7.5.3.2.2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1798</w:t>
      </w:r>
    </w:p>
    <w:p w14:paraId="6EC4369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SCell Activation and deactivation </w:t>
      </w:r>
      <w:r>
        <w:rPr>
          <w:lang w:eastAsia="zh-CN"/>
        </w:rPr>
        <w:t>for</w:t>
      </w:r>
      <w:r>
        <w:t xml:space="preserve"> SCell in FR2 inter-band in non-DRX</w:t>
      </w:r>
      <w:r>
        <w:tab/>
        <w:t>1799</w:t>
      </w:r>
    </w:p>
    <w:p w14:paraId="786F108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A.7.5.3.3.1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1799</w:t>
      </w:r>
    </w:p>
    <w:p w14:paraId="57D9E49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A.7.5.3.3.2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1802</w:t>
      </w:r>
    </w:p>
    <w:p w14:paraId="5D23045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Direct SCell activation at SCell addition of known SCell in FR2</w:t>
      </w:r>
      <w:r>
        <w:tab/>
        <w:t>1803</w:t>
      </w:r>
    </w:p>
    <w:p w14:paraId="236B54A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A.7.5.3.4.1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1803</w:t>
      </w:r>
    </w:p>
    <w:p w14:paraId="679A6D1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A.7.5.3.4.2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1806</w:t>
      </w:r>
    </w:p>
    <w:p w14:paraId="2A580BE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7.</w:t>
      </w:r>
      <w:r>
        <w:t>5</w:t>
      </w:r>
      <w:r>
        <w:rPr>
          <w:lang w:eastAsia="zh-CN"/>
        </w:rPr>
        <w:t>.</w:t>
      </w:r>
      <w:r>
        <w:t>3</w:t>
      </w:r>
      <w:r>
        <w:rPr>
          <w:lang w:eastAsia="zh-CN"/>
        </w:rPr>
        <w:t>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Direct SCell activation at handover with known SCell in FR2</w:t>
      </w:r>
      <w:r>
        <w:tab/>
        <w:t>1807</w:t>
      </w:r>
    </w:p>
    <w:p w14:paraId="0ECE9DF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A.7.5.3.5.1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1807</w:t>
      </w:r>
    </w:p>
    <w:p w14:paraId="278F449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A.7.5.3.5.2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1809</w:t>
      </w:r>
    </w:p>
    <w:p w14:paraId="3E47BE6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A.7.5.4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1810</w:t>
      </w:r>
    </w:p>
    <w:p w14:paraId="61607C4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A.7.5.5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Beam Failure Detection and Link recovery procedures</w:t>
      </w:r>
      <w:r>
        <w:tab/>
        <w:t>1810</w:t>
      </w:r>
    </w:p>
    <w:p w14:paraId="4D8CFAE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Beam Failure Detection and Link Recovery Test for FR2 PCell configured with SSB-based BFD and LR in non-DRX mode</w:t>
      </w:r>
      <w:r>
        <w:tab/>
        <w:t>1810</w:t>
      </w:r>
    </w:p>
    <w:p w14:paraId="348319F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A.7.5.5.1.1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1810</w:t>
      </w:r>
    </w:p>
    <w:p w14:paraId="2488A1C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A.7.5.5.1.2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1814</w:t>
      </w:r>
    </w:p>
    <w:p w14:paraId="28B22E5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Beam Failure Detection and Link Recovery Test for FR2 PCell configured with SSB-based BFD and LR in DRX mode</w:t>
      </w:r>
      <w:r>
        <w:tab/>
        <w:t>1814</w:t>
      </w:r>
    </w:p>
    <w:p w14:paraId="56A8DFE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A.7.5.5.2.1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1814</w:t>
      </w:r>
    </w:p>
    <w:p w14:paraId="27A1828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A.7.5.5.2.2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1818</w:t>
      </w:r>
    </w:p>
    <w:p w14:paraId="7A19029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Beam Failure Detection and Link Recovery Test for FR2 PCell configured with CSI-RS-based BFD and LR in non-DRX mode</w:t>
      </w:r>
      <w:r>
        <w:tab/>
        <w:t>1818</w:t>
      </w:r>
    </w:p>
    <w:p w14:paraId="2C85C96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A.7.5.5.3.1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1818</w:t>
      </w:r>
    </w:p>
    <w:p w14:paraId="238D41A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A.7.5.5.3.2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1822</w:t>
      </w:r>
    </w:p>
    <w:p w14:paraId="7D1B679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A.7.5.5.4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Beam Failure Detection and Link Recovery Test for FR2 PCell configured with CSI-RS-based BFD and LR in DRX mode</w:t>
      </w:r>
      <w:r>
        <w:tab/>
        <w:t>1822</w:t>
      </w:r>
    </w:p>
    <w:p w14:paraId="1F62359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A.7.5.5.4.1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1822</w:t>
      </w:r>
    </w:p>
    <w:p w14:paraId="15ADE58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A.7.5.5.4.2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1826</w:t>
      </w:r>
    </w:p>
    <w:p w14:paraId="4B4C1EF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A.7.5.5.5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Scheduling availability restriction during Beam Failure Detection and Link Recovery for FR2 PCell configured with SSB-based BFD and LR in non-DRX mode</w:t>
      </w:r>
      <w:r>
        <w:tab/>
        <w:t>1826</w:t>
      </w:r>
    </w:p>
    <w:p w14:paraId="424C2A1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A.7.5.5.5.1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1826</w:t>
      </w:r>
    </w:p>
    <w:p w14:paraId="7EF8929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lastRenderedPageBreak/>
        <w:t>A.7.5.5.5.2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1830</w:t>
      </w:r>
    </w:p>
    <w:p w14:paraId="211BC46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A.7.5.5.6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Beam Failure Detection and Link Recovery Test for FR2 SCell configured with CSI-RS-based BFD and LR in non-DRX mode</w:t>
      </w:r>
      <w:r>
        <w:tab/>
        <w:t>1830</w:t>
      </w:r>
    </w:p>
    <w:p w14:paraId="414B7E4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A.7.5.5.6.1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1830</w:t>
      </w:r>
    </w:p>
    <w:p w14:paraId="0837A31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A.7.5.5.6.2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1834</w:t>
      </w:r>
    </w:p>
    <w:p w14:paraId="597764A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A.7.5.5.7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Beam Failure Detection and Link Recovery Test for FR2 SCell configured with CSI-RS-based BFD and LR in DRX mode</w:t>
      </w:r>
      <w:r>
        <w:tab/>
        <w:t>1834</w:t>
      </w:r>
    </w:p>
    <w:p w14:paraId="545DD56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A.7.5.5.7.1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1834</w:t>
      </w:r>
    </w:p>
    <w:p w14:paraId="2ECFBB3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A.7.5.5.7.2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1838</w:t>
      </w:r>
    </w:p>
    <w:p w14:paraId="724ED43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A.7.5.6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Active BWP switch</w:t>
      </w:r>
      <w:r>
        <w:tab/>
        <w:t>1838</w:t>
      </w:r>
    </w:p>
    <w:p w14:paraId="552F757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DCI-based and Timer-based Active BWP Switch</w:t>
      </w:r>
      <w:r>
        <w:tab/>
        <w:t>1838</w:t>
      </w:r>
    </w:p>
    <w:p w14:paraId="18BAB82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A.7.5.6.1.1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NR FR2- NR FR2 DL active BWP switch of SCell with non-DRX in SA</w:t>
      </w:r>
      <w:r>
        <w:tab/>
        <w:t>1838</w:t>
      </w:r>
    </w:p>
    <w:p w14:paraId="4E37095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A.7.5.6.1.2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NR FR1- NR FR2 DL active BWP switch of SCell with non-DRX in SA</w:t>
      </w:r>
      <w:r>
        <w:t xml:space="preserve"> A.</w:t>
      </w:r>
      <w:r>
        <w:rPr>
          <w:lang w:eastAsia="zh-CN"/>
        </w:rPr>
        <w:t>7.</w:t>
      </w:r>
      <w:r>
        <w:t>5</w:t>
      </w:r>
      <w:r>
        <w:rPr>
          <w:lang w:eastAsia="zh-CN"/>
        </w:rPr>
        <w:t>.</w:t>
      </w:r>
      <w:r>
        <w:t>6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.2.</w:t>
      </w:r>
      <w:r>
        <w:t>1 Test Purpose and Environment</w:t>
      </w:r>
      <w:r>
        <w:tab/>
        <w:t>1843</w:t>
      </w:r>
    </w:p>
    <w:p w14:paraId="306EBE7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A.7.5.6.1.3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FR2 DL active BWP switch with non-DRX in SA</w:t>
      </w:r>
      <w:r>
        <w:tab/>
        <w:t>1848</w:t>
      </w:r>
    </w:p>
    <w:p w14:paraId="238D2C2D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A.7.5.6.1.3.1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Test Purpose and Environment</w:t>
      </w:r>
      <w:r>
        <w:tab/>
        <w:t>1848</w:t>
      </w:r>
    </w:p>
    <w:p w14:paraId="79E4917C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</w:t>
      </w:r>
      <w:r w:rsidRPr="0046111E">
        <w:rPr>
          <w:rFonts w:eastAsia="MS Mincho"/>
        </w:rPr>
        <w:t>7.5.6.1.3</w:t>
      </w:r>
      <w:r w:rsidRPr="0046111E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1851</w:t>
      </w:r>
    </w:p>
    <w:p w14:paraId="50AE4BC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RRC-based Active BWP Switch</w:t>
      </w:r>
      <w:r>
        <w:tab/>
        <w:t>1851</w:t>
      </w:r>
    </w:p>
    <w:p w14:paraId="499D72A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 xml:space="preserve">Simultaneous </w:t>
      </w:r>
      <w:r>
        <w:t xml:space="preserve">DCI-based and Timer-based Active BWP Switch </w:t>
      </w:r>
      <w:r w:rsidRPr="0046111E">
        <w:rPr>
          <w:rFonts w:cs="Arial"/>
          <w:lang w:val="en-US"/>
        </w:rPr>
        <w:t>on multiple CCs</w:t>
      </w:r>
      <w:r>
        <w:tab/>
        <w:t>1855</w:t>
      </w:r>
    </w:p>
    <w:p w14:paraId="384418F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A.7.5.6.3.1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Active BWP switch on multiple SCells with non-DRX in SA</w:t>
      </w:r>
      <w:r>
        <w:tab/>
        <w:t>1855</w:t>
      </w:r>
    </w:p>
    <w:p w14:paraId="277F246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A.7.5.6.4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SCell dormancy switch</w:t>
      </w:r>
      <w:r>
        <w:tab/>
        <w:t>1858</w:t>
      </w:r>
    </w:p>
    <w:p w14:paraId="53A39D3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A.7.5.6.4.1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NR FR2 PCell SCell dormancy switch of single FR2 SCell inside active time</w:t>
      </w:r>
      <w:r>
        <w:tab/>
        <w:t>1858</w:t>
      </w:r>
    </w:p>
    <w:p w14:paraId="46D32A1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A.7.5.6.4.2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NR FR1 PCell SCell dormancy switch of two FR2 SCells outside active time</w:t>
      </w:r>
      <w:r>
        <w:tab/>
        <w:t>1863</w:t>
      </w:r>
    </w:p>
    <w:p w14:paraId="2E0359ED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lang w:val="en-US"/>
        </w:rPr>
        <w:t>A.7.5.6.4.2.2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lang w:val="en-US"/>
        </w:rPr>
        <w:t xml:space="preserve"> Test Requirements</w:t>
      </w:r>
      <w:r>
        <w:tab/>
        <w:t>1868</w:t>
      </w:r>
    </w:p>
    <w:p w14:paraId="519DA63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lang w:val="en-US"/>
        </w:rPr>
        <w:t>A.7.5.6.5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lang w:val="en-US" w:eastAsia="zh-CN"/>
        </w:rPr>
        <w:t xml:space="preserve">Simultaneous </w:t>
      </w:r>
      <w:r w:rsidRPr="0046111E">
        <w:rPr>
          <w:rFonts w:eastAsia="SimSun"/>
          <w:lang w:val="en-US"/>
        </w:rPr>
        <w:t xml:space="preserve">RRC-based Active BWP Switch </w:t>
      </w:r>
      <w:r w:rsidRPr="0046111E">
        <w:rPr>
          <w:rFonts w:eastAsia="SimSun" w:cs="Arial"/>
          <w:lang w:val="en-US"/>
        </w:rPr>
        <w:t>on multiple CCs</w:t>
      </w:r>
      <w:r>
        <w:tab/>
        <w:t>1868</w:t>
      </w:r>
    </w:p>
    <w:p w14:paraId="27FDC8D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lang w:val="en-US" w:eastAsia="zh-CN"/>
        </w:rPr>
        <w:t>A.7.5.6.5.1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lang w:val="en-US" w:eastAsia="zh-CN"/>
        </w:rPr>
        <w:t>Active BWP switch on multiple SCells with non-DRX in SA</w:t>
      </w:r>
      <w:r>
        <w:tab/>
        <w:t>1868</w:t>
      </w:r>
    </w:p>
    <w:p w14:paraId="4E0EE9E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A.7.5.7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PSCell addition and release delay</w:t>
      </w:r>
      <w:r>
        <w:tab/>
        <w:t>1873</w:t>
      </w:r>
    </w:p>
    <w:p w14:paraId="2D2FF7D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Addition and Release Delay of known NR PSCell</w:t>
      </w:r>
      <w:r>
        <w:tab/>
        <w:t>1873</w:t>
      </w:r>
    </w:p>
    <w:p w14:paraId="2442EFE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A.7.5.7.1.1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1873</w:t>
      </w:r>
    </w:p>
    <w:p w14:paraId="36FA6F1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Addition and Release Delay of unknown NR PSCell</w:t>
      </w:r>
      <w:r>
        <w:tab/>
        <w:t>1876</w:t>
      </w:r>
    </w:p>
    <w:p w14:paraId="4084E76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A.7.5.7.2.1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1876</w:t>
      </w:r>
    </w:p>
    <w:p w14:paraId="45AF162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A.7.5.7.2.2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1879</w:t>
      </w:r>
    </w:p>
    <w:p w14:paraId="68F233B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A.7.5.8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Active TCI state switch delay</w:t>
      </w:r>
      <w:r>
        <w:tab/>
        <w:t>1879</w:t>
      </w:r>
    </w:p>
    <w:p w14:paraId="2EB76B0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MAC-CE based active TCI state switch</w:t>
      </w:r>
      <w:r>
        <w:tab/>
        <w:t>1879</w:t>
      </w:r>
    </w:p>
    <w:p w14:paraId="4D92643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 based active TCI state switch</w:t>
      </w:r>
      <w:r>
        <w:tab/>
        <w:t>1883</w:t>
      </w:r>
    </w:p>
    <w:p w14:paraId="041C001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A.7.5.9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Uplink spatial relation switch delay</w:t>
      </w:r>
      <w:r>
        <w:tab/>
        <w:t>1887</w:t>
      </w:r>
    </w:p>
    <w:p w14:paraId="413CC90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MAC-CE based Spatial Relation switch</w:t>
      </w:r>
      <w:r>
        <w:tab/>
        <w:t>1887</w:t>
      </w:r>
    </w:p>
    <w:p w14:paraId="53F8D46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A.7.5.9.1.1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 xml:space="preserve"> NR PCell FR2 spatial relation associated with known DL-RS</w:t>
      </w:r>
      <w:r>
        <w:tab/>
        <w:t>1887</w:t>
      </w:r>
    </w:p>
    <w:p w14:paraId="0BF867FB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  <w:snapToGrid w:val="0"/>
        </w:rPr>
        <w:t>A.7.5.9</w:t>
      </w:r>
      <w:r w:rsidRPr="0046111E">
        <w:rPr>
          <w:rFonts w:eastAsia="MS Mincho"/>
        </w:rPr>
        <w:t>.1.1</w:t>
      </w:r>
      <w:r w:rsidRPr="0046111E">
        <w:rPr>
          <w:rFonts w:eastAsia="MS Mincho"/>
          <w:snapToGrid w:val="0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  <w:snapToGrid w:val="0"/>
        </w:rPr>
        <w:t>Test Requirements</w:t>
      </w:r>
      <w:r>
        <w:tab/>
        <w:t>1890</w:t>
      </w:r>
    </w:p>
    <w:p w14:paraId="53B9BA6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 based spatial relation switch</w:t>
      </w:r>
      <w:r>
        <w:tab/>
        <w:t>1890</w:t>
      </w:r>
    </w:p>
    <w:p w14:paraId="1730364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</w:rPr>
        <w:t>A.7.5.9.2.1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</w:rPr>
        <w:t xml:space="preserve">NR </w:t>
      </w:r>
      <w:r w:rsidRPr="0046111E">
        <w:rPr>
          <w:rFonts w:cs="Arial"/>
          <w:lang w:val="en-US"/>
        </w:rPr>
        <w:t xml:space="preserve">PCell </w:t>
      </w:r>
      <w:r w:rsidRPr="0046111E">
        <w:rPr>
          <w:rFonts w:cs="Arial"/>
        </w:rPr>
        <w:t>FR2 spatial relation switch associated with a known DL-RS</w:t>
      </w:r>
      <w:r>
        <w:tab/>
        <w:t>1890</w:t>
      </w:r>
    </w:p>
    <w:p w14:paraId="2F9EA16D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A.7.5.9.2.1.1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Test Purpose and Environment</w:t>
      </w:r>
      <w:r>
        <w:tab/>
        <w:t>1890</w:t>
      </w:r>
    </w:p>
    <w:p w14:paraId="73A39A73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A.7.5.9.2</w:t>
      </w:r>
      <w:r w:rsidRPr="0046111E">
        <w:rPr>
          <w:rFonts w:eastAsia="MS Mincho"/>
          <w:bCs/>
        </w:rPr>
        <w:t>.1</w:t>
      </w:r>
      <w:r w:rsidRPr="0046111E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1893</w:t>
      </w:r>
    </w:p>
    <w:p w14:paraId="6669356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A.7.5.10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specific CBW change</w:t>
      </w:r>
      <w:r>
        <w:tab/>
        <w:t>1893</w:t>
      </w:r>
    </w:p>
    <w:p w14:paraId="6D325B3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A.7.5.10.1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FR2 UE specific CBW change of PCell with non-DRX in SA</w:t>
      </w:r>
      <w:r>
        <w:tab/>
        <w:t>1893</w:t>
      </w:r>
    </w:p>
    <w:p w14:paraId="3FE1A8D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A.7.5.10.1.1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1893</w:t>
      </w:r>
    </w:p>
    <w:p w14:paraId="4F18118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A.7.5.10.1.2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Test </w:t>
      </w:r>
      <w:r w:rsidRPr="0046111E">
        <w:rPr>
          <w:snapToGrid w:val="0"/>
        </w:rPr>
        <w:t>Requirements</w:t>
      </w:r>
      <w:r>
        <w:tab/>
        <w:t>1896</w:t>
      </w:r>
    </w:p>
    <w:p w14:paraId="69647F4B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A.7.6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procedure</w:t>
      </w:r>
      <w:r>
        <w:tab/>
        <w:t>1897</w:t>
      </w:r>
    </w:p>
    <w:p w14:paraId="4F743CA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Intra-frequency Measurements</w:t>
      </w:r>
      <w:r>
        <w:tab/>
        <w:t>1897</w:t>
      </w:r>
    </w:p>
    <w:p w14:paraId="3946EB4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event triggered reporting</w:t>
      </w:r>
      <w:r w:rsidRPr="0046111E">
        <w:rPr>
          <w:snapToGrid w:val="0"/>
          <w:lang w:eastAsia="zh-CN"/>
        </w:rPr>
        <w:t xml:space="preserve"> test without gap under non-DRX</w:t>
      </w:r>
      <w:r>
        <w:tab/>
        <w:t>1897</w:t>
      </w:r>
    </w:p>
    <w:p w14:paraId="70BC766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1897</w:t>
      </w:r>
    </w:p>
    <w:p w14:paraId="091834E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1899</w:t>
      </w:r>
    </w:p>
    <w:p w14:paraId="00B32F5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A.7.6.1.</w:t>
      </w:r>
      <w:r w:rsidRPr="0046111E">
        <w:rPr>
          <w:snapToGrid w:val="0"/>
          <w:lang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event triggered reporting</w:t>
      </w:r>
      <w:r w:rsidRPr="0046111E">
        <w:rPr>
          <w:snapToGrid w:val="0"/>
          <w:lang w:eastAsia="zh-CN"/>
        </w:rPr>
        <w:t xml:space="preserve"> test without gap under DRX</w:t>
      </w:r>
      <w:r>
        <w:tab/>
        <w:t>1900</w:t>
      </w:r>
    </w:p>
    <w:p w14:paraId="752C85E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A.7.6.1.</w:t>
      </w:r>
      <w:r w:rsidRPr="0046111E">
        <w:rPr>
          <w:snapToGrid w:val="0"/>
          <w:lang w:eastAsia="zh-CN"/>
        </w:rPr>
        <w:t>2</w:t>
      </w:r>
      <w:r w:rsidRPr="0046111E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1900</w:t>
      </w:r>
    </w:p>
    <w:p w14:paraId="481AED6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A.7.6.1.</w:t>
      </w:r>
      <w:r w:rsidRPr="0046111E">
        <w:rPr>
          <w:snapToGrid w:val="0"/>
          <w:lang w:eastAsia="zh-CN"/>
        </w:rPr>
        <w:t>2</w:t>
      </w:r>
      <w:r w:rsidRPr="0046111E">
        <w:rPr>
          <w:snapToGrid w:val="0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1902</w:t>
      </w:r>
    </w:p>
    <w:p w14:paraId="4C135E9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event triggered reporting</w:t>
      </w:r>
      <w:r w:rsidRPr="0046111E">
        <w:rPr>
          <w:snapToGrid w:val="0"/>
          <w:lang w:eastAsia="zh-CN"/>
        </w:rPr>
        <w:t xml:space="preserve"> test with per-UE gaps under non-DRX</w:t>
      </w:r>
      <w:r>
        <w:tab/>
        <w:t>1903</w:t>
      </w:r>
    </w:p>
    <w:p w14:paraId="1E219C1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1903</w:t>
      </w:r>
    </w:p>
    <w:p w14:paraId="0A6D8C7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1906</w:t>
      </w:r>
    </w:p>
    <w:p w14:paraId="27B1E1C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event triggered reporting</w:t>
      </w:r>
      <w:r w:rsidRPr="0046111E">
        <w:rPr>
          <w:snapToGrid w:val="0"/>
          <w:lang w:eastAsia="zh-CN"/>
        </w:rPr>
        <w:t xml:space="preserve"> test with per-UE gaps under DRX</w:t>
      </w:r>
      <w:r>
        <w:tab/>
        <w:t>1906</w:t>
      </w:r>
    </w:p>
    <w:p w14:paraId="6E30875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1906</w:t>
      </w:r>
    </w:p>
    <w:p w14:paraId="56C5A0F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1909</w:t>
      </w:r>
    </w:p>
    <w:p w14:paraId="76BE490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Inter-frequency Measurements</w:t>
      </w:r>
      <w:r>
        <w:tab/>
        <w:t>1910</w:t>
      </w:r>
    </w:p>
    <w:p w14:paraId="7D055F9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A.7.6.2.1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event triggered reporting tests For FR2 without SSB time index detection when DRX is not used (PCell in FR2)</w:t>
      </w:r>
      <w:r>
        <w:tab/>
        <w:t>1910</w:t>
      </w:r>
    </w:p>
    <w:p w14:paraId="52305AF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1910</w:t>
      </w:r>
    </w:p>
    <w:p w14:paraId="241E004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1913</w:t>
      </w:r>
    </w:p>
    <w:p w14:paraId="2DFE9CF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A.7.6.2.2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event triggered reporting tests For FR2 without SSB time index detection when DRX is used (PCell in FR2)</w:t>
      </w:r>
      <w:r>
        <w:tab/>
        <w:t>1913</w:t>
      </w:r>
    </w:p>
    <w:p w14:paraId="1BD9319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1913</w:t>
      </w:r>
    </w:p>
    <w:p w14:paraId="764F15C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1917</w:t>
      </w:r>
    </w:p>
    <w:p w14:paraId="5302B95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A.7.6.2.3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event triggered reporting tests For FR2 with SSB time index detection when DRX is not used (PCell in FR2)</w:t>
      </w:r>
      <w:r>
        <w:tab/>
        <w:t>1917</w:t>
      </w:r>
    </w:p>
    <w:p w14:paraId="2A8E622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1917</w:t>
      </w:r>
    </w:p>
    <w:p w14:paraId="3357660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A.7.6.2.3.2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1921</w:t>
      </w:r>
    </w:p>
    <w:p w14:paraId="3AF2E74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A.7.6.2.4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event triggered reporting tests For FR2 with SSB time index detection when DRX is used (PCell in FR2)</w:t>
      </w:r>
      <w:r>
        <w:tab/>
        <w:t>1921</w:t>
      </w:r>
    </w:p>
    <w:p w14:paraId="13A0420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A.7.6.2.4.1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1921</w:t>
      </w:r>
    </w:p>
    <w:p w14:paraId="0610C95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A.7.6.2.4.2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1925</w:t>
      </w:r>
    </w:p>
    <w:p w14:paraId="4D0942E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A.7.6.2.5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event triggered reporting tests for FR2 without SSB time index detection when DRX is not used (PCell in FR1)</w:t>
      </w:r>
      <w:r>
        <w:tab/>
        <w:t>1925</w:t>
      </w:r>
    </w:p>
    <w:p w14:paraId="7757B2F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A.7.6.2.5.1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1925</w:t>
      </w:r>
    </w:p>
    <w:p w14:paraId="7A7A7A6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A.7.6.2.5.2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1929</w:t>
      </w:r>
    </w:p>
    <w:p w14:paraId="47B6FA9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A.7.6.2.6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event triggered reporting tests for FR2 without SSB time index detection when DRX is used (PCell in FR1)</w:t>
      </w:r>
      <w:r>
        <w:tab/>
        <w:t>1930</w:t>
      </w:r>
    </w:p>
    <w:p w14:paraId="51B7603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A.7.6.2.6.1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1930</w:t>
      </w:r>
    </w:p>
    <w:p w14:paraId="02F3327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A.7.6.2.6.2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1934</w:t>
      </w:r>
    </w:p>
    <w:p w14:paraId="46E4BFB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A.7.6.2.7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event triggered reporting tests for FR2 with SSB time index detection when DRX is not used (PCell in FR1)</w:t>
      </w:r>
      <w:r>
        <w:tab/>
        <w:t>1935</w:t>
      </w:r>
    </w:p>
    <w:p w14:paraId="509B0B2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A.7.6.2.7.1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1935</w:t>
      </w:r>
    </w:p>
    <w:p w14:paraId="6707887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A.7.6.2.7.2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1939</w:t>
      </w:r>
    </w:p>
    <w:p w14:paraId="270B515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A.7.6.2.8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event triggered reporting tests for FR2 with SSB time index detection when DRX is used (PCell in FR1)</w:t>
      </w:r>
      <w:r>
        <w:tab/>
        <w:t>1940</w:t>
      </w:r>
    </w:p>
    <w:p w14:paraId="783D3A9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A.7.6.2.8.1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1940</w:t>
      </w:r>
    </w:p>
    <w:p w14:paraId="5FFDC2F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A.7.6.2.8.2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1944</w:t>
      </w:r>
    </w:p>
    <w:p w14:paraId="252C7CC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A.7.6.2.9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SA event triggered reporting tests For FR2 without SSB time index detection when DRX is not used (PCell in FR2) (rel16 additional mandatory gap pattern 17)</w:t>
      </w:r>
      <w:r>
        <w:tab/>
        <w:t>1945</w:t>
      </w:r>
    </w:p>
    <w:p w14:paraId="36BBC75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A.7.6.2.9.1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1945</w:t>
      </w:r>
    </w:p>
    <w:p w14:paraId="5CDB47C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A.7.6.2.9.2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1948</w:t>
      </w:r>
    </w:p>
    <w:p w14:paraId="635D315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A.7.6.2.10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event triggered reporting</w:t>
      </w:r>
      <w:r w:rsidRPr="0046111E">
        <w:rPr>
          <w:snapToGrid w:val="0"/>
          <w:lang w:eastAsia="zh-CN"/>
        </w:rPr>
        <w:t xml:space="preserve"> test without gap under non-DRX</w:t>
      </w:r>
      <w:r>
        <w:tab/>
        <w:t>1948</w:t>
      </w:r>
    </w:p>
    <w:p w14:paraId="093BFD6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A.7.6.2.10.1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1948</w:t>
      </w:r>
    </w:p>
    <w:p w14:paraId="5D76185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A.7.6.2.10.2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1950</w:t>
      </w:r>
    </w:p>
    <w:p w14:paraId="1691727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A.7.6.2.11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event triggered reporting</w:t>
      </w:r>
      <w:r w:rsidRPr="0046111E">
        <w:rPr>
          <w:snapToGrid w:val="0"/>
          <w:lang w:eastAsia="zh-CN"/>
        </w:rPr>
        <w:t xml:space="preserve"> test without gap under DRX</w:t>
      </w:r>
      <w:r>
        <w:tab/>
        <w:t>1950</w:t>
      </w:r>
    </w:p>
    <w:p w14:paraId="64E202E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A.7.6.2.11.1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1950</w:t>
      </w:r>
    </w:p>
    <w:p w14:paraId="4D96E59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A.7.6.2.11.2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1953</w:t>
      </w:r>
    </w:p>
    <w:p w14:paraId="30F27AC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L1-RSRP measurement for beam reporting</w:t>
      </w:r>
      <w:r>
        <w:tab/>
        <w:t>1954</w:t>
      </w:r>
    </w:p>
    <w:p w14:paraId="615C91C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 when DRX is not used</w:t>
      </w:r>
      <w:r>
        <w:tab/>
        <w:t>1954</w:t>
      </w:r>
    </w:p>
    <w:p w14:paraId="3751AB0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 when DRX is not used</w:t>
      </w:r>
      <w:r>
        <w:tab/>
        <w:t>1954</w:t>
      </w:r>
    </w:p>
    <w:p w14:paraId="531B11A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1954</w:t>
      </w:r>
    </w:p>
    <w:p w14:paraId="5081BD1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1954</w:t>
      </w:r>
    </w:p>
    <w:p w14:paraId="1C3EF6E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A.7.6.3.1.3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1956</w:t>
      </w:r>
    </w:p>
    <w:p w14:paraId="369247C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 when DRX is used</w:t>
      </w:r>
      <w:r>
        <w:tab/>
        <w:t>1956</w:t>
      </w:r>
    </w:p>
    <w:p w14:paraId="24D81A3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1956</w:t>
      </w:r>
    </w:p>
    <w:p w14:paraId="1172C56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1957</w:t>
      </w:r>
    </w:p>
    <w:p w14:paraId="7B0B482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A.7.6.3.2.3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1959</w:t>
      </w:r>
    </w:p>
    <w:p w14:paraId="7ADBA3D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CSI-RS based L1-RSRP measurement when DRX is not used</w:t>
      </w:r>
      <w:r>
        <w:tab/>
        <w:t>1959</w:t>
      </w:r>
    </w:p>
    <w:p w14:paraId="57290DE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A.7.6.3.3.1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1959</w:t>
      </w:r>
    </w:p>
    <w:p w14:paraId="5D07239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A.7.6.3.3.2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1960</w:t>
      </w:r>
    </w:p>
    <w:p w14:paraId="75EC6AE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A.7.6.3.3.3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1962</w:t>
      </w:r>
    </w:p>
    <w:p w14:paraId="09CE427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CSI-RS based L1-RSRP measurement when DRX is used</w:t>
      </w:r>
      <w:r>
        <w:tab/>
        <w:t>1963</w:t>
      </w:r>
    </w:p>
    <w:p w14:paraId="48D79BC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A.7.6.3.4.1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1963</w:t>
      </w:r>
    </w:p>
    <w:p w14:paraId="127FFA0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A.7.6.3.4.2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1963</w:t>
      </w:r>
    </w:p>
    <w:p w14:paraId="52A6FAF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A.7.6.3.3.3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1965</w:t>
      </w:r>
    </w:p>
    <w:p w14:paraId="6AF6A03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A.7.6.4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CLI measurements</w:t>
      </w:r>
      <w:r>
        <w:tab/>
        <w:t>1966</w:t>
      </w:r>
    </w:p>
    <w:p w14:paraId="126D003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SRS-RSRP measurement with non-DRX</w:t>
      </w:r>
      <w:r>
        <w:tab/>
        <w:t>1966</w:t>
      </w:r>
    </w:p>
    <w:p w14:paraId="7AAE64F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A.7.6.4.1.1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1966</w:t>
      </w:r>
    </w:p>
    <w:p w14:paraId="0F655FC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1966</w:t>
      </w:r>
    </w:p>
    <w:p w14:paraId="3F17562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A.7.6.4.1.3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1968</w:t>
      </w:r>
    </w:p>
    <w:p w14:paraId="7D50738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CLI-RSSI measurement with non-DRX</w:t>
      </w:r>
      <w:r>
        <w:tab/>
        <w:t>1968</w:t>
      </w:r>
    </w:p>
    <w:p w14:paraId="126DC53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1968</w:t>
      </w:r>
    </w:p>
    <w:p w14:paraId="18336C2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1969</w:t>
      </w:r>
    </w:p>
    <w:p w14:paraId="07C7FAB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A.7.6.4.2.3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1970</w:t>
      </w:r>
    </w:p>
    <w:p w14:paraId="1DEA185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A.7.6.5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Measurements with autonomous gaps</w:t>
      </w:r>
      <w:r>
        <w:tab/>
        <w:t>1971</w:t>
      </w:r>
    </w:p>
    <w:p w14:paraId="38B3D37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interfrequency CGI reporting in autonomous gaps test (PCell in FR2)</w:t>
      </w:r>
      <w:r>
        <w:tab/>
        <w:t>1971</w:t>
      </w:r>
    </w:p>
    <w:p w14:paraId="65C42F4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1971</w:t>
      </w:r>
    </w:p>
    <w:p w14:paraId="3255C53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1974</w:t>
      </w:r>
    </w:p>
    <w:p w14:paraId="1F7B27A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A.7.6.6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L1-SINR measurement for beam reporting</w:t>
      </w:r>
      <w:r>
        <w:tab/>
        <w:t>1974</w:t>
      </w:r>
    </w:p>
    <w:p w14:paraId="52ACB0E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L1-SINR measurement with CSI-RS based CMR and no dedicated IMR configured when DRX is not used</w:t>
      </w:r>
      <w:r>
        <w:tab/>
        <w:t>1974</w:t>
      </w:r>
    </w:p>
    <w:p w14:paraId="460C084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1974</w:t>
      </w:r>
    </w:p>
    <w:p w14:paraId="56A57A2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1974</w:t>
      </w:r>
    </w:p>
    <w:p w14:paraId="254B3FF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A.7.6.6.1.3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1976</w:t>
      </w:r>
    </w:p>
    <w:p w14:paraId="52E2E4B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L1-SINR measurement with SSB based CMR and dedicated IMR when DRX is used</w:t>
      </w:r>
      <w:r>
        <w:tab/>
        <w:t>1976</w:t>
      </w:r>
    </w:p>
    <w:p w14:paraId="656D1A7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A.7.6.6.2.1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1976</w:t>
      </w:r>
    </w:p>
    <w:p w14:paraId="259D4D3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A.7.6.6.2.2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1977</w:t>
      </w:r>
    </w:p>
    <w:p w14:paraId="1EA7950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A.7.6.6.2.3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1979</w:t>
      </w:r>
    </w:p>
    <w:p w14:paraId="1E0D6F9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A.7.6.6.</w:t>
      </w:r>
      <w:r w:rsidRPr="0046111E">
        <w:rPr>
          <w:snapToGrid w:val="0"/>
          <w:lang w:eastAsia="zh-CN"/>
        </w:rP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 xml:space="preserve">L1-SINR measurement </w:t>
      </w:r>
      <w:r w:rsidRPr="0046111E">
        <w:rPr>
          <w:snapToGrid w:val="0"/>
          <w:lang w:eastAsia="zh-CN"/>
        </w:rPr>
        <w:t xml:space="preserve">with </w:t>
      </w:r>
      <w:r w:rsidRPr="0046111E">
        <w:rPr>
          <w:snapToGrid w:val="0"/>
        </w:rPr>
        <w:t>CSI-RS based CMR and dedicated IMR configured when DRX is used</w:t>
      </w:r>
      <w:r>
        <w:tab/>
        <w:t>1980</w:t>
      </w:r>
    </w:p>
    <w:p w14:paraId="047F786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A.7.6.6.3.1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1980</w:t>
      </w:r>
    </w:p>
    <w:p w14:paraId="293A10B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A.7.6.6.3.2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1980</w:t>
      </w:r>
    </w:p>
    <w:p w14:paraId="33A0BA9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A.7.6.6.3.3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1982</w:t>
      </w:r>
    </w:p>
    <w:p w14:paraId="3821FDF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A.7.6.7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CSI-RS based i</w:t>
      </w:r>
      <w:r>
        <w:t>ntra-frequency Measurements</w:t>
      </w:r>
      <w:r>
        <w:tab/>
        <w:t>1982</w:t>
      </w:r>
    </w:p>
    <w:p w14:paraId="0B194D9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A.7.6.7.1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SA event triggered reporting test without gap under DRX for CSI-RS based intra-frequency measurement</w:t>
      </w:r>
      <w:r>
        <w:tab/>
        <w:t>1982</w:t>
      </w:r>
    </w:p>
    <w:p w14:paraId="64C277A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A.7.6.7</w:t>
      </w:r>
      <w:r w:rsidRPr="0046111E">
        <w:rPr>
          <w:rFonts w:eastAsia="SimSun"/>
        </w:rPr>
        <w:t>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purpose and Environment</w:t>
      </w:r>
      <w:r>
        <w:tab/>
        <w:t>1982</w:t>
      </w:r>
    </w:p>
    <w:p w14:paraId="13759E7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A.7.6.7</w:t>
      </w:r>
      <w:r w:rsidRPr="0046111E">
        <w:rPr>
          <w:rFonts w:eastAsia="SimSun"/>
        </w:rPr>
        <w:t>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Requirements</w:t>
      </w:r>
      <w:r>
        <w:tab/>
        <w:t>1985</w:t>
      </w:r>
    </w:p>
    <w:p w14:paraId="224DB9D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A.7.6.8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CSI-RS based i</w:t>
      </w:r>
      <w:r>
        <w:t>nter-frequency Measurements</w:t>
      </w:r>
      <w:r>
        <w:tab/>
        <w:t>1985</w:t>
      </w:r>
    </w:p>
    <w:p w14:paraId="1ADF28D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A.7.6.8</w:t>
      </w:r>
      <w:r w:rsidRPr="0046111E">
        <w:rPr>
          <w:rFonts w:eastAsia="SimSun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SA event triggered reporting tests for FR2 CSI-RS based measurement when non-DRX is used (PCell in FR2)</w:t>
      </w:r>
      <w:r>
        <w:tab/>
        <w:t>1985</w:t>
      </w:r>
    </w:p>
    <w:p w14:paraId="7E2DF79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A.7.6.8</w:t>
      </w:r>
      <w:r w:rsidRPr="0046111E">
        <w:rPr>
          <w:rFonts w:eastAsia="SimSun"/>
        </w:rPr>
        <w:t>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Purpose and Environment</w:t>
      </w:r>
      <w:r>
        <w:tab/>
        <w:t>1985</w:t>
      </w:r>
    </w:p>
    <w:p w14:paraId="447FA2D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A.7.6.2.2.2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Requirements</w:t>
      </w:r>
      <w:r>
        <w:tab/>
        <w:t>1989</w:t>
      </w:r>
    </w:p>
    <w:p w14:paraId="6F96BCE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A.7.6.9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RSTD measurements</w:t>
      </w:r>
      <w:r>
        <w:tab/>
        <w:t>1989</w:t>
      </w:r>
    </w:p>
    <w:p w14:paraId="04D945C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A.7.6.9.1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 NR RSTD measurement reporting delay test case for single positioning frequency layer in FR2 SA</w:t>
      </w:r>
      <w:r>
        <w:tab/>
        <w:t>1989</w:t>
      </w:r>
    </w:p>
    <w:p w14:paraId="1E57B4B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A.7.6.9.1.1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1989</w:t>
      </w:r>
    </w:p>
    <w:p w14:paraId="25BBE7B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A.7.6.9.1.2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1995</w:t>
      </w:r>
    </w:p>
    <w:p w14:paraId="34B5CD5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A.7.6.9.2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 NR RSTD measurement reporting delay test case for dual positioning frequency layers in FR2 SA</w:t>
      </w:r>
      <w:r>
        <w:tab/>
        <w:t>1995</w:t>
      </w:r>
    </w:p>
    <w:p w14:paraId="3D929B3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A.7.6.9.2.1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1995</w:t>
      </w:r>
    </w:p>
    <w:p w14:paraId="3C59009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A.7.6.9.2.2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2002</w:t>
      </w:r>
    </w:p>
    <w:p w14:paraId="3D79885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A.7.6.10 PRS-RSRP measurements</w:t>
      </w:r>
      <w:r>
        <w:tab/>
        <w:t>2002</w:t>
      </w:r>
    </w:p>
    <w:p w14:paraId="7A711EE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A.7.6.10</w:t>
      </w:r>
      <w:r>
        <w:rPr>
          <w:rFonts w:eastAsia="Malgun Gothic"/>
          <w:lang w:eastAsia="zh-CN"/>
        </w:rPr>
        <w:t>.1</w:t>
      </w:r>
      <w:r>
        <w:rPr>
          <w:rFonts w:eastAsia="Malgun Gothic"/>
        </w:rPr>
        <w:t xml:space="preserve"> PRS-RSRP </w:t>
      </w:r>
      <w:r>
        <w:rPr>
          <w:rFonts w:eastAsia="Malgun Gothic"/>
          <w:lang w:eastAsia="zh-CN"/>
        </w:rPr>
        <w:t>reporting delay test case for single positioning frequency layer</w:t>
      </w:r>
      <w:r>
        <w:tab/>
        <w:t>2002</w:t>
      </w:r>
    </w:p>
    <w:p w14:paraId="60BAF92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A.7.6.10.1.1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</w:rPr>
        <w:t>Test Purpose and Environment</w:t>
      </w:r>
      <w:r>
        <w:tab/>
        <w:t>2002</w:t>
      </w:r>
    </w:p>
    <w:p w14:paraId="7FF43AD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A.7.6.10.</w:t>
      </w:r>
      <w:r>
        <w:rPr>
          <w:rFonts w:eastAsia="Malgun Gothic"/>
          <w:lang w:eastAsia="zh-CN"/>
        </w:rPr>
        <w:t>1.</w:t>
      </w:r>
      <w:r>
        <w:rPr>
          <w:rFonts w:eastAsia="Malgun Gothic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</w:rPr>
        <w:t>Test Requirements</w:t>
      </w:r>
      <w:r>
        <w:tab/>
        <w:t>2006</w:t>
      </w:r>
    </w:p>
    <w:p w14:paraId="5781E10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A.7.6.10</w:t>
      </w:r>
      <w:r>
        <w:rPr>
          <w:rFonts w:eastAsia="Malgun Gothic"/>
          <w:lang w:eastAsia="zh-CN"/>
        </w:rPr>
        <w:t>.2</w:t>
      </w:r>
      <w:r>
        <w:rPr>
          <w:rFonts w:eastAsia="Malgun Gothic"/>
        </w:rPr>
        <w:t xml:space="preserve"> PRS-RSRP </w:t>
      </w:r>
      <w:r>
        <w:rPr>
          <w:rFonts w:eastAsia="Malgun Gothic"/>
          <w:lang w:eastAsia="zh-CN"/>
        </w:rPr>
        <w:t>reporting delay test case for dual positioning frequency layer</w:t>
      </w:r>
      <w:r>
        <w:tab/>
        <w:t>2006</w:t>
      </w:r>
    </w:p>
    <w:p w14:paraId="2CA2E03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A.7.6.10.</w:t>
      </w:r>
      <w:r>
        <w:rPr>
          <w:rFonts w:eastAsia="Malgun Gothic"/>
          <w:lang w:eastAsia="zh-CN"/>
        </w:rPr>
        <w:t>2</w:t>
      </w:r>
      <w:r>
        <w:rPr>
          <w:rFonts w:eastAsia="Malgun Gothic"/>
        </w:rPr>
        <w:t>.</w:t>
      </w:r>
      <w:r>
        <w:rPr>
          <w:rFonts w:eastAsia="Malgun Gothic"/>
          <w:lang w:eastAsia="zh-CN"/>
        </w:rPr>
        <w:t>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</w:rPr>
        <w:t>Test Purpose and Environment</w:t>
      </w:r>
      <w:r>
        <w:tab/>
        <w:t>2006</w:t>
      </w:r>
    </w:p>
    <w:p w14:paraId="7F80CF4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A.7.6.10.2</w:t>
      </w:r>
      <w:r>
        <w:rPr>
          <w:rFonts w:eastAsia="Malgun Gothic"/>
          <w:lang w:eastAsia="zh-CN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</w:rPr>
        <w:t>Test Requirements</w:t>
      </w:r>
      <w:r>
        <w:tab/>
        <w:t>2009</w:t>
      </w:r>
    </w:p>
    <w:p w14:paraId="0B9C0E0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A.7.6.11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Rx-Tx time difference measurements</w:t>
      </w:r>
      <w:r>
        <w:tab/>
        <w:t>2009</w:t>
      </w:r>
    </w:p>
    <w:p w14:paraId="7CD3613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A.7.6.11.1 UE Rx-Tx time difference measurements for single positioning frequency layer in FR2 SA</w:t>
      </w:r>
      <w:r>
        <w:tab/>
        <w:t>2009</w:t>
      </w:r>
    </w:p>
    <w:p w14:paraId="54461F3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A.7.6.11.1.1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2009</w:t>
      </w:r>
    </w:p>
    <w:p w14:paraId="2127D0A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A.7.6.11.1.2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2013</w:t>
      </w:r>
    </w:p>
    <w:p w14:paraId="0F7C6A7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A.7.6.11.2 UE Rx-Tx time difference measurement period for dual positioning frequency layers in FR2 SA</w:t>
      </w:r>
      <w:r>
        <w:tab/>
        <w:t>2013</w:t>
      </w:r>
    </w:p>
    <w:p w14:paraId="330C276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A.7.6.11.2.1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2013</w:t>
      </w:r>
    </w:p>
    <w:p w14:paraId="744F5BC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A.7.6.11.2.2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2017</w:t>
      </w:r>
    </w:p>
    <w:p w14:paraId="23819DB8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A.7.7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Performance requirements</w:t>
      </w:r>
      <w:r>
        <w:tab/>
        <w:t>2017</w:t>
      </w:r>
    </w:p>
    <w:p w14:paraId="3E8C520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SS-RSRP</w:t>
      </w:r>
      <w:r>
        <w:tab/>
        <w:t>2017</w:t>
      </w:r>
    </w:p>
    <w:p w14:paraId="283349C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intra-frequency case measurement accuracy with FR2 serving cell and FR2 target cell</w:t>
      </w:r>
      <w:r>
        <w:tab/>
        <w:t>2017</w:t>
      </w:r>
    </w:p>
    <w:p w14:paraId="52A3425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A.7.7.1.1.1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2017</w:t>
      </w:r>
    </w:p>
    <w:p w14:paraId="5C341F8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2018</w:t>
      </w:r>
    </w:p>
    <w:p w14:paraId="56A957E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2022</w:t>
      </w:r>
    </w:p>
    <w:p w14:paraId="399F048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inter-frequency case measurement accuracy with FR2 serving cell and FR2 target cell</w:t>
      </w:r>
      <w:r>
        <w:tab/>
        <w:t>2023</w:t>
      </w:r>
    </w:p>
    <w:p w14:paraId="247E6CD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2023</w:t>
      </w:r>
    </w:p>
    <w:p w14:paraId="21214E5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2023</w:t>
      </w:r>
    </w:p>
    <w:p w14:paraId="15C827B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2027</w:t>
      </w:r>
    </w:p>
    <w:p w14:paraId="3AA880D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</w:t>
      </w:r>
      <w:r w:rsidRPr="0046111E">
        <w:rPr>
          <w:snapToGrid w:val="0"/>
          <w:lang w:eastAsia="zh-CN"/>
        </w:rPr>
        <w:t>7.</w:t>
      </w:r>
      <w:r w:rsidRPr="0046111E">
        <w:rPr>
          <w:snapToGrid w:val="0"/>
        </w:rPr>
        <w:t>7</w:t>
      </w:r>
      <w:r w:rsidRPr="0046111E">
        <w:rPr>
          <w:snapToGrid w:val="0"/>
          <w:lang w:eastAsia="zh-CN"/>
        </w:rPr>
        <w:t>.</w:t>
      </w:r>
      <w:r w:rsidRPr="0046111E">
        <w:rPr>
          <w:snapToGrid w:val="0"/>
        </w:rPr>
        <w:t>1</w:t>
      </w:r>
      <w:r w:rsidRPr="0046111E">
        <w:rPr>
          <w:snapToGrid w:val="0"/>
          <w:lang w:eastAsia="zh-CN"/>
        </w:rPr>
        <w:t>.</w:t>
      </w:r>
      <w:r w:rsidRPr="0046111E">
        <w:rPr>
          <w:snapToGrid w:val="0"/>
        </w:rP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inter-frequency measurement accuracy with FR1 serving cell and FR2 target cell</w:t>
      </w:r>
      <w:r>
        <w:tab/>
        <w:t>2028</w:t>
      </w:r>
    </w:p>
    <w:p w14:paraId="6D632DB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7.</w:t>
      </w:r>
      <w:r>
        <w:t>7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</w:t>
      </w:r>
      <w:r>
        <w:t>3</w:t>
      </w:r>
      <w:r>
        <w:rPr>
          <w:lang w:eastAsia="zh-CN"/>
        </w:rPr>
        <w:t>.</w:t>
      </w:r>
      <w:r>
        <w:t>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2028</w:t>
      </w:r>
    </w:p>
    <w:p w14:paraId="10DCAFA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7.</w:t>
      </w:r>
      <w:r>
        <w:t>7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</w:t>
      </w:r>
      <w:r>
        <w:t>3</w:t>
      </w:r>
      <w:r>
        <w:rPr>
          <w:lang w:eastAsia="zh-CN"/>
        </w:rPr>
        <w:t>.</w:t>
      </w:r>
      <w: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2028</w:t>
      </w:r>
    </w:p>
    <w:p w14:paraId="7D4A5C2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7.</w:t>
      </w:r>
      <w:r>
        <w:t>7</w:t>
      </w:r>
      <w:r>
        <w:rPr>
          <w:lang w:eastAsia="zh-CN"/>
        </w:rPr>
        <w:t>.</w:t>
      </w:r>
      <w:r>
        <w:t>1</w:t>
      </w:r>
      <w:r>
        <w:rPr>
          <w:lang w:eastAsia="zh-CN"/>
        </w:rPr>
        <w:t>.</w:t>
      </w:r>
      <w:r>
        <w:t>3</w:t>
      </w:r>
      <w:r>
        <w:rPr>
          <w:lang w:eastAsia="zh-CN"/>
        </w:rPr>
        <w:t>.</w:t>
      </w:r>
      <w: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2032</w:t>
      </w:r>
    </w:p>
    <w:p w14:paraId="28BEF60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SS-RSRQ</w:t>
      </w:r>
      <w:r>
        <w:tab/>
        <w:t>2032</w:t>
      </w:r>
    </w:p>
    <w:p w14:paraId="40F12FB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intra-frequency measurement accuracy with FR2 serving cell and FR2 target cell</w:t>
      </w:r>
      <w:r>
        <w:tab/>
        <w:t>2032</w:t>
      </w:r>
    </w:p>
    <w:p w14:paraId="7FBFD8F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2032</w:t>
      </w:r>
    </w:p>
    <w:p w14:paraId="7DF36DF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2032</w:t>
      </w:r>
    </w:p>
    <w:p w14:paraId="7ECFA99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A.7.7.2.1.3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2034</w:t>
      </w:r>
    </w:p>
    <w:p w14:paraId="7FAB3EC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7.</w:t>
      </w:r>
      <w:r>
        <w:t>7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SA Inter-frequency measurement accuracy with FR2 serving cell and FR2 TDD target cell</w:t>
      </w:r>
      <w:r>
        <w:tab/>
        <w:t>2034</w:t>
      </w:r>
    </w:p>
    <w:p w14:paraId="6795636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</w:t>
      </w:r>
      <w:r w:rsidRPr="0046111E">
        <w:rPr>
          <w:snapToGrid w:val="0"/>
          <w:lang w:eastAsia="zh-CN"/>
        </w:rPr>
        <w:t>7.</w:t>
      </w:r>
      <w:r w:rsidRPr="0046111E">
        <w:rPr>
          <w:snapToGrid w:val="0"/>
        </w:rPr>
        <w:t>7</w:t>
      </w:r>
      <w:r w:rsidRPr="0046111E">
        <w:rPr>
          <w:snapToGrid w:val="0"/>
          <w:lang w:eastAsia="zh-CN"/>
        </w:rPr>
        <w:t>.</w:t>
      </w:r>
      <w:r w:rsidRPr="0046111E">
        <w:rPr>
          <w:snapToGrid w:val="0"/>
        </w:rPr>
        <w:t>2</w:t>
      </w:r>
      <w:r w:rsidRPr="0046111E">
        <w:rPr>
          <w:snapToGrid w:val="0"/>
          <w:lang w:eastAsia="zh-CN"/>
        </w:rPr>
        <w:t>.2.</w:t>
      </w:r>
      <w:r w:rsidRPr="0046111E">
        <w:rPr>
          <w:snapToGrid w:val="0"/>
        </w:rPr>
        <w:t>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2034</w:t>
      </w:r>
    </w:p>
    <w:p w14:paraId="6912C53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7.</w:t>
      </w:r>
      <w:r>
        <w:t>7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.2.</w:t>
      </w:r>
      <w: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2034</w:t>
      </w:r>
    </w:p>
    <w:p w14:paraId="10250A0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</w:t>
      </w:r>
      <w:r>
        <w:rPr>
          <w:lang w:eastAsia="zh-CN"/>
        </w:rPr>
        <w:t>7.</w:t>
      </w:r>
      <w:r>
        <w:t>7</w:t>
      </w:r>
      <w:r>
        <w:rPr>
          <w:lang w:eastAsia="zh-CN"/>
        </w:rPr>
        <w:t>.</w:t>
      </w:r>
      <w:r>
        <w:t>2</w:t>
      </w:r>
      <w:r>
        <w:rPr>
          <w:lang w:eastAsia="zh-CN"/>
        </w:rPr>
        <w:t>.2.</w:t>
      </w:r>
      <w: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2036</w:t>
      </w:r>
    </w:p>
    <w:p w14:paraId="77FD8A3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A.7.7.3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SS-SINR</w:t>
      </w:r>
      <w:r>
        <w:tab/>
        <w:t>2036</w:t>
      </w:r>
    </w:p>
    <w:p w14:paraId="54AC9FF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intra-frequency case measurement accuracy with FR2 serving cell and FR2 target cell</w:t>
      </w:r>
      <w:r>
        <w:tab/>
        <w:t>2036</w:t>
      </w:r>
    </w:p>
    <w:p w14:paraId="7D80EED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2036</w:t>
      </w:r>
    </w:p>
    <w:p w14:paraId="5657857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2036</w:t>
      </w:r>
    </w:p>
    <w:p w14:paraId="76A8450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A.7.7.3.1.3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2039</w:t>
      </w:r>
    </w:p>
    <w:p w14:paraId="306C0D3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A.7.7.3.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SA Inter-frequency measurement accuracy with FR2 serving cell and FR2 TDD target cell</w:t>
      </w:r>
      <w:r>
        <w:tab/>
        <w:t>2039</w:t>
      </w:r>
    </w:p>
    <w:p w14:paraId="3C44709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A.7.7.3.</w:t>
      </w:r>
      <w:r w:rsidRPr="0046111E">
        <w:rPr>
          <w:snapToGrid w:val="0"/>
          <w:lang w:eastAsia="zh-CN"/>
        </w:rPr>
        <w:t>2</w:t>
      </w:r>
      <w:r w:rsidRPr="0046111E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2039</w:t>
      </w:r>
    </w:p>
    <w:p w14:paraId="289F463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A.7.7.3.</w:t>
      </w:r>
      <w:r>
        <w:rPr>
          <w:lang w:eastAsia="zh-CN"/>
        </w:rPr>
        <w:t>2</w:t>
      </w:r>
      <w: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2039</w:t>
      </w:r>
    </w:p>
    <w:p w14:paraId="01566AA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A.7.7.3.</w:t>
      </w:r>
      <w:r>
        <w:rPr>
          <w:lang w:eastAsia="zh-CN"/>
        </w:rPr>
        <w:t>2</w:t>
      </w:r>
      <w:r>
        <w:t>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2041</w:t>
      </w:r>
    </w:p>
    <w:p w14:paraId="6B464FF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A.7.7.4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L1-RSRP measurement for beam reporting</w:t>
      </w:r>
      <w:r>
        <w:tab/>
        <w:t>2041</w:t>
      </w:r>
    </w:p>
    <w:p w14:paraId="0377E6D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</w:t>
      </w:r>
      <w:r>
        <w:tab/>
        <w:t>2041</w:t>
      </w:r>
    </w:p>
    <w:p w14:paraId="29DFBF9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2041</w:t>
      </w:r>
    </w:p>
    <w:p w14:paraId="07C4E20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2042</w:t>
      </w:r>
    </w:p>
    <w:p w14:paraId="271F59B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A.7.7.4.1.3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2044</w:t>
      </w:r>
    </w:p>
    <w:p w14:paraId="78C2A0E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CSI-RS based L1-RSRP measurement on resource set with repetition off</w:t>
      </w:r>
      <w:r>
        <w:tab/>
        <w:t>2045</w:t>
      </w:r>
    </w:p>
    <w:p w14:paraId="5DA346F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2045</w:t>
      </w:r>
    </w:p>
    <w:p w14:paraId="5BE70AA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2045</w:t>
      </w:r>
    </w:p>
    <w:p w14:paraId="498FE7E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A.7.7.4.2.3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2047</w:t>
      </w:r>
    </w:p>
    <w:p w14:paraId="30C171B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A.7.7.5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CLI measurements</w:t>
      </w:r>
      <w:r>
        <w:tab/>
        <w:t>2048</w:t>
      </w:r>
    </w:p>
    <w:p w14:paraId="0833AA8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SRS-RSRP measurement accuracy with FR2 serving cell</w:t>
      </w:r>
      <w:r>
        <w:tab/>
        <w:t>2048</w:t>
      </w:r>
    </w:p>
    <w:p w14:paraId="412105D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2048</w:t>
      </w:r>
    </w:p>
    <w:p w14:paraId="2AE9969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2048</w:t>
      </w:r>
    </w:p>
    <w:p w14:paraId="5E43135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A.7.7.5.1.3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2051</w:t>
      </w:r>
    </w:p>
    <w:p w14:paraId="4E4AE84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SA CLI-RSSI measurement accuracy with FR2 serving cell</w:t>
      </w:r>
      <w:r>
        <w:tab/>
        <w:t>2052</w:t>
      </w:r>
    </w:p>
    <w:p w14:paraId="2ABE7BB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A.7.7.5.2.1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2052</w:t>
      </w:r>
    </w:p>
    <w:p w14:paraId="689CAF4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2052</w:t>
      </w:r>
    </w:p>
    <w:p w14:paraId="5DFC756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A.7.7.5.2.3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2054</w:t>
      </w:r>
    </w:p>
    <w:p w14:paraId="392FF47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A.7.7.6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L1-SINR measurement for beam reporting</w:t>
      </w:r>
      <w:r>
        <w:tab/>
        <w:t>2055</w:t>
      </w:r>
    </w:p>
    <w:p w14:paraId="7FC3289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L1-SINR measurement with CSI-RS based CMR and no dedicated IMR configured and CSI-RS resource set with repetition off</w:t>
      </w:r>
      <w:r>
        <w:tab/>
        <w:t>2055</w:t>
      </w:r>
    </w:p>
    <w:p w14:paraId="7CF9FAA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2055</w:t>
      </w:r>
    </w:p>
    <w:p w14:paraId="1D10EC6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2055</w:t>
      </w:r>
    </w:p>
    <w:p w14:paraId="2D49CCE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A.7.7.6.1.3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2057</w:t>
      </w:r>
    </w:p>
    <w:p w14:paraId="0346E7E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L1-SINR measurement with SSB based CMR and dedicated IMR</w:t>
      </w:r>
      <w:r>
        <w:tab/>
        <w:t>2057</w:t>
      </w:r>
    </w:p>
    <w:p w14:paraId="523B59E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A.7.7.6.2.1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2057</w:t>
      </w:r>
    </w:p>
    <w:p w14:paraId="49F54D6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A.7.7.6.2.2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2058</w:t>
      </w:r>
    </w:p>
    <w:p w14:paraId="62A7991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A.7.7.6.2.3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2060</w:t>
      </w:r>
    </w:p>
    <w:p w14:paraId="52A939C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L1-SINR measurement with CSI-RS based CMR and dedicated IMR</w:t>
      </w:r>
      <w:r>
        <w:tab/>
        <w:t>2060</w:t>
      </w:r>
    </w:p>
    <w:p w14:paraId="4119B3F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A.7.7.6.3.1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2060</w:t>
      </w:r>
    </w:p>
    <w:p w14:paraId="121A31E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A.7.7.6.3.2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2061</w:t>
      </w:r>
    </w:p>
    <w:p w14:paraId="11F9014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A.7.7.6.3.3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2063</w:t>
      </w:r>
    </w:p>
    <w:p w14:paraId="18B1ACA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A.7.7.7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CSI-RSRP</w:t>
      </w:r>
      <w:r>
        <w:tab/>
        <w:t>2063</w:t>
      </w:r>
    </w:p>
    <w:p w14:paraId="733A13B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lastRenderedPageBreak/>
        <w:t>A.7.7.7.1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SA intra-frequency case measurement accuracy with FR2 serving cell and FR2 target cell</w:t>
      </w:r>
      <w:r>
        <w:tab/>
        <w:t>2063</w:t>
      </w:r>
    </w:p>
    <w:p w14:paraId="1612DCB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A.7.7.7</w:t>
      </w:r>
      <w:r w:rsidRPr="0046111E">
        <w:rPr>
          <w:rFonts w:eastAsia="SimSun"/>
        </w:rPr>
        <w:t>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Purpose and Environment</w:t>
      </w:r>
      <w:r>
        <w:tab/>
        <w:t>2063</w:t>
      </w:r>
    </w:p>
    <w:p w14:paraId="6CA97FB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A.7.7.7</w:t>
      </w:r>
      <w:r w:rsidRPr="0046111E">
        <w:rPr>
          <w:rFonts w:eastAsia="SimSun"/>
        </w:rPr>
        <w:t>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parameters</w:t>
      </w:r>
      <w:r>
        <w:tab/>
        <w:t>2064</w:t>
      </w:r>
    </w:p>
    <w:p w14:paraId="3D9479C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A.7.7.7</w:t>
      </w:r>
      <w:r w:rsidRPr="0046111E">
        <w:rPr>
          <w:rFonts w:eastAsia="SimSun"/>
        </w:rPr>
        <w:t>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Requirements</w:t>
      </w:r>
      <w:r>
        <w:tab/>
        <w:t>2067</w:t>
      </w:r>
    </w:p>
    <w:p w14:paraId="04107E1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A.7.7.7.2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SA inter-frequency case measurement accuracy with FR2 serving cell and FR2 target cell</w:t>
      </w:r>
      <w:r>
        <w:tab/>
        <w:t>2068</w:t>
      </w:r>
    </w:p>
    <w:p w14:paraId="07C1238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A.7.7.7</w:t>
      </w:r>
      <w:r w:rsidRPr="0046111E">
        <w:rPr>
          <w:rFonts w:eastAsia="SimSun"/>
        </w:rPr>
        <w:t>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Purpose and Environment</w:t>
      </w:r>
      <w:r>
        <w:tab/>
        <w:t>2068</w:t>
      </w:r>
    </w:p>
    <w:p w14:paraId="177D95B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A.7.7.7</w:t>
      </w:r>
      <w:r w:rsidRPr="0046111E">
        <w:rPr>
          <w:rFonts w:eastAsia="SimSun"/>
        </w:rPr>
        <w:t>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parameters</w:t>
      </w:r>
      <w:r>
        <w:tab/>
        <w:t>2068</w:t>
      </w:r>
    </w:p>
    <w:p w14:paraId="47E6525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A.7.7.7</w:t>
      </w:r>
      <w:r w:rsidRPr="0046111E">
        <w:rPr>
          <w:rFonts w:eastAsia="SimSun"/>
        </w:rPr>
        <w:t>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Requirements</w:t>
      </w:r>
      <w:r>
        <w:tab/>
        <w:t>2071</w:t>
      </w:r>
    </w:p>
    <w:p w14:paraId="69F2D0C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A.7.7.8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CSI-RSRQ</w:t>
      </w:r>
      <w:r>
        <w:tab/>
        <w:t>2071</w:t>
      </w:r>
    </w:p>
    <w:p w14:paraId="233FC94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A.7.7.8</w:t>
      </w:r>
      <w:r w:rsidRPr="0046111E">
        <w:rPr>
          <w:rFonts w:eastAsia="SimSun"/>
          <w:snapToGrid w:val="0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SA intra-frequency measurement accuracy with FR2 serving cell and FR2 target cell</w:t>
      </w:r>
      <w:r>
        <w:tab/>
        <w:t>2071</w:t>
      </w:r>
    </w:p>
    <w:p w14:paraId="61191C4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A.7.7.8</w:t>
      </w:r>
      <w:r w:rsidRPr="0046111E">
        <w:rPr>
          <w:rFonts w:eastAsia="SimSun"/>
          <w:snapToGrid w:val="0"/>
        </w:rPr>
        <w:t>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Test Purpose and Environment</w:t>
      </w:r>
      <w:r>
        <w:tab/>
        <w:t>2071</w:t>
      </w:r>
    </w:p>
    <w:p w14:paraId="1B5EC32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A.7.7.8</w:t>
      </w:r>
      <w:r w:rsidRPr="0046111E">
        <w:rPr>
          <w:rFonts w:eastAsia="SimSun"/>
          <w:snapToGrid w:val="0"/>
        </w:rPr>
        <w:t>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Test Parameters</w:t>
      </w:r>
      <w:r>
        <w:tab/>
        <w:t>2072</w:t>
      </w:r>
    </w:p>
    <w:p w14:paraId="1D72B16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A.7.7.8</w:t>
      </w:r>
      <w:r w:rsidRPr="0046111E">
        <w:rPr>
          <w:rFonts w:eastAsia="SimSun"/>
          <w:snapToGrid w:val="0"/>
        </w:rPr>
        <w:t>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Test Requirements</w:t>
      </w:r>
      <w:r>
        <w:tab/>
        <w:t>2074</w:t>
      </w:r>
    </w:p>
    <w:p w14:paraId="540D63C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A.7.7.8</w:t>
      </w:r>
      <w:r w:rsidRPr="0046111E">
        <w:rPr>
          <w:rFonts w:eastAsia="SimSun"/>
          <w:lang w:eastAsia="zh-CN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lang w:eastAsia="zh-CN"/>
        </w:rPr>
        <w:t>SA Inter-frequency measurement accuracy with FR2 serving cell and FR2 TDD target cell</w:t>
      </w:r>
      <w:r>
        <w:tab/>
        <w:t>2074</w:t>
      </w:r>
    </w:p>
    <w:p w14:paraId="20B9F0E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A.7.7.8</w:t>
      </w:r>
      <w:r w:rsidRPr="0046111E">
        <w:rPr>
          <w:rFonts w:eastAsia="SimSun"/>
          <w:snapToGrid w:val="0"/>
          <w:lang w:eastAsia="zh-CN"/>
        </w:rPr>
        <w:t>.2.</w:t>
      </w:r>
      <w:r w:rsidRPr="0046111E">
        <w:rPr>
          <w:rFonts w:eastAsia="SimSun"/>
          <w:snapToGrid w:val="0"/>
        </w:rPr>
        <w:t>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</w:rPr>
        <w:t>Test Purpose and Environment</w:t>
      </w:r>
      <w:r>
        <w:tab/>
        <w:t>2074</w:t>
      </w:r>
    </w:p>
    <w:p w14:paraId="185BDAC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A.7.7.8</w:t>
      </w:r>
      <w:r w:rsidRPr="0046111E">
        <w:rPr>
          <w:rFonts w:eastAsia="SimSun"/>
          <w:lang w:eastAsia="zh-CN"/>
        </w:rPr>
        <w:t>.2.</w:t>
      </w:r>
      <w:r w:rsidRPr="0046111E">
        <w:rPr>
          <w:rFonts w:eastAsia="SimSu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Parameters</w:t>
      </w:r>
      <w:r>
        <w:tab/>
        <w:t>2074</w:t>
      </w:r>
    </w:p>
    <w:p w14:paraId="16E5171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A.7.7.8</w:t>
      </w:r>
      <w:r w:rsidRPr="0046111E">
        <w:rPr>
          <w:rFonts w:eastAsia="SimSun"/>
          <w:lang w:eastAsia="zh-CN"/>
        </w:rPr>
        <w:t>.2.</w:t>
      </w:r>
      <w:r w:rsidRPr="0046111E">
        <w:rPr>
          <w:rFonts w:eastAsia="SimSun"/>
        </w:rP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Test Requirements</w:t>
      </w:r>
      <w:r>
        <w:tab/>
        <w:t>2076</w:t>
      </w:r>
    </w:p>
    <w:p w14:paraId="6DB32DB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A.7.7.9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CSI-SINR</w:t>
      </w:r>
      <w:r>
        <w:tab/>
        <w:t>2076</w:t>
      </w:r>
    </w:p>
    <w:p w14:paraId="0DEE6C7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A.7.7.9</w:t>
      </w:r>
      <w:r w:rsidRPr="0046111E">
        <w:rPr>
          <w:rFonts w:eastAsia="PMingLiU"/>
          <w:snapToGrid w:val="0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PMingLiU"/>
          <w:snapToGrid w:val="0"/>
        </w:rPr>
        <w:t>SA intra-frequency case measurement accuracy with FR2 serving cell and FR2 target cell</w:t>
      </w:r>
      <w:r>
        <w:tab/>
        <w:t>2076</w:t>
      </w:r>
    </w:p>
    <w:p w14:paraId="0EC43C7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A.7.7.9</w:t>
      </w:r>
      <w:r w:rsidRPr="0046111E">
        <w:rPr>
          <w:rFonts w:eastAsia="PMingLiU"/>
          <w:snapToGrid w:val="0"/>
        </w:rPr>
        <w:t>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PMingLiU"/>
          <w:snapToGrid w:val="0"/>
        </w:rPr>
        <w:t>Test Purpose and Environment</w:t>
      </w:r>
      <w:r>
        <w:tab/>
        <w:t>2076</w:t>
      </w:r>
    </w:p>
    <w:p w14:paraId="194F96C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A.7.7.9</w:t>
      </w:r>
      <w:r w:rsidRPr="0046111E">
        <w:rPr>
          <w:rFonts w:eastAsia="PMingLiU"/>
        </w:rPr>
        <w:t>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PMingLiU"/>
        </w:rPr>
        <w:t>Test Parameters</w:t>
      </w:r>
      <w:r>
        <w:tab/>
        <w:t>2076</w:t>
      </w:r>
    </w:p>
    <w:p w14:paraId="1D579D4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A.7.7.9</w:t>
      </w:r>
      <w:r w:rsidRPr="0046111E">
        <w:rPr>
          <w:rFonts w:eastAsia="PMingLiU"/>
        </w:rPr>
        <w:t>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PMingLiU"/>
        </w:rPr>
        <w:t>Test Requirements</w:t>
      </w:r>
      <w:r>
        <w:tab/>
        <w:t>2079</w:t>
      </w:r>
    </w:p>
    <w:p w14:paraId="45391F2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A.7.7.9</w:t>
      </w:r>
      <w:r w:rsidRPr="0046111E">
        <w:rPr>
          <w:rFonts w:eastAsia="PMingLiU"/>
        </w:rPr>
        <w:t>.</w:t>
      </w:r>
      <w:r w:rsidRPr="0046111E">
        <w:rPr>
          <w:rFonts w:eastAsia="PMingLiU"/>
          <w:lang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PMingLiU"/>
          <w:lang w:eastAsia="zh-CN"/>
        </w:rPr>
        <w:t>SA Inter-frequency measurement accuracy with FR2 serving cell and FR2 TDD target cell</w:t>
      </w:r>
      <w:r>
        <w:tab/>
        <w:t>2079</w:t>
      </w:r>
    </w:p>
    <w:p w14:paraId="3B6D191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A.7.7.9</w:t>
      </w:r>
      <w:r w:rsidRPr="0046111E">
        <w:rPr>
          <w:rFonts w:eastAsia="PMingLiU"/>
        </w:rPr>
        <w:t>.</w:t>
      </w:r>
      <w:r w:rsidRPr="0046111E">
        <w:rPr>
          <w:rFonts w:eastAsia="PMingLiU"/>
          <w:lang w:eastAsia="zh-CN"/>
        </w:rPr>
        <w:t>2</w:t>
      </w:r>
      <w:r w:rsidRPr="0046111E">
        <w:rPr>
          <w:rFonts w:eastAsia="PMingLiU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PMingLiU"/>
        </w:rPr>
        <w:t>Test Parameters</w:t>
      </w:r>
      <w:r>
        <w:tab/>
        <w:t>2079</w:t>
      </w:r>
    </w:p>
    <w:p w14:paraId="6369A11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A.7.7.9</w:t>
      </w:r>
      <w:r w:rsidRPr="0046111E">
        <w:rPr>
          <w:rFonts w:eastAsia="PMingLiU"/>
        </w:rPr>
        <w:t>.</w:t>
      </w:r>
      <w:r w:rsidRPr="0046111E">
        <w:rPr>
          <w:rFonts w:eastAsia="PMingLiU"/>
          <w:lang w:eastAsia="zh-CN"/>
        </w:rPr>
        <w:t>2</w:t>
      </w:r>
      <w:r w:rsidRPr="0046111E">
        <w:rPr>
          <w:rFonts w:eastAsia="PMingLiU"/>
        </w:rPr>
        <w:t>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PMingLiU"/>
        </w:rPr>
        <w:t>Test Requirements</w:t>
      </w:r>
      <w:r>
        <w:tab/>
        <w:t>2081</w:t>
      </w:r>
    </w:p>
    <w:p w14:paraId="6654C4B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A.7.7.10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RSTD measurements</w:t>
      </w:r>
      <w:r>
        <w:tab/>
        <w:t>2081</w:t>
      </w:r>
    </w:p>
    <w:p w14:paraId="5D0C965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  <w:snapToGrid w:val="0"/>
        </w:rPr>
        <w:t>A.7.7.10.1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  <w:snapToGrid w:val="0"/>
        </w:rPr>
        <w:t>RSTD measurement accuracy test case for single positioning frequency layer</w:t>
      </w:r>
      <w:r>
        <w:tab/>
        <w:t>2081</w:t>
      </w:r>
    </w:p>
    <w:p w14:paraId="46F1A33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A.7.7.10.1.1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</w:rPr>
        <w:t>Test purpose and Environment</w:t>
      </w:r>
      <w:r>
        <w:tab/>
        <w:t>2081</w:t>
      </w:r>
    </w:p>
    <w:p w14:paraId="3F0E38C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A.7.7.10.1.2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</w:rPr>
        <w:t>Test Requirements</w:t>
      </w:r>
      <w:r>
        <w:tab/>
        <w:t>2084</w:t>
      </w:r>
    </w:p>
    <w:p w14:paraId="1FA45FE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  <w:snapToGrid w:val="0"/>
        </w:rPr>
        <w:t>A.7.7.10.2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  <w:snapToGrid w:val="0"/>
        </w:rPr>
        <w:t>RSTD measurement accuracy test case for dual positioning frequency layer</w:t>
      </w:r>
      <w:r>
        <w:tab/>
        <w:t>2084</w:t>
      </w:r>
    </w:p>
    <w:p w14:paraId="7FFF798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A.7.7.10.2.1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</w:rPr>
        <w:t>Test purpose and Environment</w:t>
      </w:r>
      <w:r>
        <w:tab/>
        <w:t>2084</w:t>
      </w:r>
    </w:p>
    <w:p w14:paraId="06E5353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A.7.7.10.2.2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</w:rPr>
        <w:t>Test Requirements</w:t>
      </w:r>
      <w:r>
        <w:tab/>
        <w:t>2087</w:t>
      </w:r>
    </w:p>
    <w:p w14:paraId="223823E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A.7.7.11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PRS-RSRP measurements</w:t>
      </w:r>
      <w:r>
        <w:tab/>
        <w:t>2087</w:t>
      </w:r>
    </w:p>
    <w:p w14:paraId="5EC5237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  <w:lang w:eastAsia="zh-CN"/>
        </w:rPr>
        <w:t>A.7.7.11</w:t>
      </w:r>
      <w:r w:rsidRPr="0046111E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 xml:space="preserve">SA measurement accuracy </w:t>
      </w:r>
      <w:r w:rsidRPr="0046111E">
        <w:rPr>
          <w:rFonts w:eastAsia="SimSun"/>
          <w:snapToGrid w:val="0"/>
          <w:lang w:val="en-US" w:eastAsia="zh-CN"/>
        </w:rPr>
        <w:t>with PRS in FR2</w:t>
      </w:r>
      <w:r>
        <w:tab/>
        <w:t>2087</w:t>
      </w:r>
    </w:p>
    <w:p w14:paraId="4BEF477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lang w:eastAsia="zh-CN"/>
        </w:rPr>
        <w:t>A.7.7.11</w:t>
      </w:r>
      <w:r>
        <w:t>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2087</w:t>
      </w:r>
    </w:p>
    <w:p w14:paraId="35950D3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lang w:eastAsia="zh-CN"/>
        </w:rPr>
        <w:t>A.7.7.11</w:t>
      </w:r>
      <w:r>
        <w:t>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2087</w:t>
      </w:r>
    </w:p>
    <w:p w14:paraId="3228321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lang w:eastAsia="zh-CN"/>
        </w:rPr>
        <w:t>A.7.7.11</w:t>
      </w:r>
      <w:r>
        <w:t>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2091</w:t>
      </w:r>
    </w:p>
    <w:p w14:paraId="4B17ABD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A.7.7.12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Rx-Tx time difference measurements</w:t>
      </w:r>
      <w:r>
        <w:tab/>
        <w:t>2092</w:t>
      </w:r>
    </w:p>
    <w:p w14:paraId="6629775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A.7.7.12.1 UE Rx-Tx time difference measurement accuracy for single positioning frequency layer in FR2 SA</w:t>
      </w:r>
      <w:r>
        <w:tab/>
        <w:t>2092</w:t>
      </w:r>
    </w:p>
    <w:p w14:paraId="5FD3D23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A.7.7.12.1.1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2092</w:t>
      </w:r>
    </w:p>
    <w:p w14:paraId="5C35709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A.7.7.12.1.2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2092</w:t>
      </w:r>
    </w:p>
    <w:p w14:paraId="092DF39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A.7.7.12.1.3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2095</w:t>
      </w:r>
    </w:p>
    <w:p w14:paraId="42E6459D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A.8</w:t>
      </w:r>
      <w:r>
        <w:rPr>
          <w:rFonts w:ascii="Calibri" w:eastAsia="Malgun Gothic" w:hAnsi="Calibri"/>
          <w:szCs w:val="22"/>
          <w:lang w:eastAsia="en-GB"/>
        </w:rPr>
        <w:tab/>
      </w:r>
      <w:r>
        <w:t>E-UTRA standalone tests for NR RRM</w:t>
      </w:r>
      <w:r>
        <w:tab/>
        <w:t>2095</w:t>
      </w:r>
    </w:p>
    <w:p w14:paraId="17097181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2096</w:t>
      </w:r>
    </w:p>
    <w:p w14:paraId="605410B1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RRC_IDLE state mobility</w:t>
      </w:r>
      <w:r>
        <w:tab/>
        <w:t>2096</w:t>
      </w:r>
    </w:p>
    <w:p w14:paraId="1411444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A.8.2.1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Inter-RAT NR Cell re-selection</w:t>
      </w:r>
      <w:r>
        <w:tab/>
        <w:t>2096</w:t>
      </w:r>
    </w:p>
    <w:p w14:paraId="7575E3F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A.8.2.1.1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 Cell reselection to higher priority NR target Cell in FR1</w:t>
      </w:r>
      <w:r>
        <w:tab/>
        <w:t>2096</w:t>
      </w:r>
    </w:p>
    <w:p w14:paraId="46B731B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A.8.2.1.1.1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2096</w:t>
      </w:r>
    </w:p>
    <w:p w14:paraId="7CFB92F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A.8.2.1.1.2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Requirements</w:t>
      </w:r>
      <w:r>
        <w:tab/>
        <w:t>2101</w:t>
      </w:r>
    </w:p>
    <w:p w14:paraId="5A43261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A.8.2.1.2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 Cell reselection to lower priority NR target Cell in FR1 for UE configured with highSpeedInterRAT-NR-r16</w:t>
      </w:r>
      <w:r>
        <w:tab/>
        <w:t>2102</w:t>
      </w:r>
    </w:p>
    <w:p w14:paraId="5D19181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A.8.2.1.2.1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2102</w:t>
      </w:r>
    </w:p>
    <w:p w14:paraId="26BE457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A.8.2.1.2.2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Requirements</w:t>
      </w:r>
      <w:r>
        <w:tab/>
        <w:t>2107</w:t>
      </w:r>
    </w:p>
    <w:p w14:paraId="6C7B733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A.8.2.2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>E-UTRA – NR Inter-RAT Early Measruement Reporting</w:t>
      </w:r>
      <w:r>
        <w:tab/>
        <w:t>2108</w:t>
      </w:r>
    </w:p>
    <w:p w14:paraId="56FF08E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A.8.2.2.1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 – NR Early Measurement Reporting for NR in FR1</w:t>
      </w:r>
      <w:r>
        <w:tab/>
        <w:t>2108</w:t>
      </w:r>
    </w:p>
    <w:p w14:paraId="1105413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  <w:lang w:eastAsia="zh-CN"/>
        </w:rPr>
        <w:t>A.8.2.2.1.1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  <w:lang w:eastAsia="zh-CN"/>
        </w:rPr>
        <w:t>Test Purpose and Environment</w:t>
      </w:r>
      <w:r>
        <w:tab/>
        <w:t>2108</w:t>
      </w:r>
    </w:p>
    <w:p w14:paraId="11A29BE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  <w:lang w:eastAsia="zh-CN"/>
        </w:rPr>
        <w:t>A.8.2.2.1.2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  <w:lang w:eastAsia="zh-CN"/>
        </w:rPr>
        <w:t>Test Requirements</w:t>
      </w:r>
      <w:r>
        <w:tab/>
        <w:t>2113</w:t>
      </w:r>
    </w:p>
    <w:p w14:paraId="264432C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</w:rPr>
        <w:t>A.8.2.2.2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</w:rPr>
        <w:t xml:space="preserve">E-UTRA – NR Early </w:t>
      </w:r>
      <w:r>
        <w:t>Measurement</w:t>
      </w:r>
      <w:r w:rsidRPr="0046111E">
        <w:rPr>
          <w:rFonts w:eastAsia="SimSun"/>
        </w:rPr>
        <w:t xml:space="preserve"> Reporting for NR in FR2</w:t>
      </w:r>
      <w:r>
        <w:tab/>
        <w:t>2113</w:t>
      </w:r>
    </w:p>
    <w:p w14:paraId="215DD7A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  <w:lang w:eastAsia="zh-CN"/>
        </w:rPr>
        <w:t>A.8.2.2.2.1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  <w:lang w:eastAsia="zh-CN"/>
        </w:rPr>
        <w:t>Test Purpose and Environment</w:t>
      </w:r>
      <w:r>
        <w:tab/>
        <w:t>2113</w:t>
      </w:r>
    </w:p>
    <w:p w14:paraId="28274B8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SimSun"/>
          <w:snapToGrid w:val="0"/>
          <w:lang w:eastAsia="zh-CN"/>
        </w:rPr>
        <w:t>A.8.2.2.2.2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SimSun"/>
          <w:snapToGrid w:val="0"/>
          <w:lang w:eastAsia="zh-CN"/>
        </w:rPr>
        <w:t>Test Requirements</w:t>
      </w:r>
      <w:r>
        <w:tab/>
        <w:t>2116</w:t>
      </w:r>
    </w:p>
    <w:p w14:paraId="068971C8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A.8.3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RRC_CONNECTED state mobility</w:t>
      </w:r>
      <w:r>
        <w:tab/>
        <w:t>2117</w:t>
      </w:r>
    </w:p>
    <w:p w14:paraId="61DEC32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A.8.3.1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Handover</w:t>
      </w:r>
      <w:r>
        <w:tab/>
        <w:t>2117</w:t>
      </w:r>
    </w:p>
    <w:p w14:paraId="39F24DB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v4.2.0"/>
          <w:lang w:val="sv-FI"/>
        </w:rPr>
        <w:t>A.8.3.1.1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sv-FI"/>
        </w:rPr>
        <w:t xml:space="preserve">E-UTRAN - </w:t>
      </w:r>
      <w:r w:rsidRPr="0046111E">
        <w:rPr>
          <w:rFonts w:cs="v4.2.0"/>
          <w:lang w:val="sv-FI"/>
        </w:rPr>
        <w:t xml:space="preserve">NR </w:t>
      </w:r>
      <w:r w:rsidRPr="0046111E">
        <w:rPr>
          <w:lang w:val="sv-FI"/>
        </w:rPr>
        <w:t>handover in FR1</w:t>
      </w:r>
      <w:r>
        <w:tab/>
        <w:t>2117</w:t>
      </w:r>
    </w:p>
    <w:p w14:paraId="1F9B6FE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A.8.3.1.1.1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2117</w:t>
      </w:r>
    </w:p>
    <w:p w14:paraId="2921647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A.8.3.1.1.2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2122</w:t>
      </w:r>
    </w:p>
    <w:p w14:paraId="0116DCE8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A.8.4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procedure</w:t>
      </w:r>
      <w:r>
        <w:tab/>
        <w:t>2122</w:t>
      </w:r>
    </w:p>
    <w:p w14:paraId="652556F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A.8.4.1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E-UTRA – NR Inter-RAT SFTD Measurement Delay</w:t>
      </w:r>
      <w:r>
        <w:tab/>
        <w:t>2122</w:t>
      </w:r>
    </w:p>
    <w:p w14:paraId="6485514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A.8.4.1.1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E-UTRA – NR Inter-RAT SFTD Measurement Delay in non-DRX</w:t>
      </w:r>
      <w:r>
        <w:tab/>
        <w:t>2122</w:t>
      </w:r>
    </w:p>
    <w:p w14:paraId="698B6A5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A.8.4.1.1.1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2122</w:t>
      </w:r>
    </w:p>
    <w:p w14:paraId="247BF7E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A.8.4.1.1.2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Requirements</w:t>
      </w:r>
      <w:r>
        <w:tab/>
        <w:t>2124</w:t>
      </w:r>
    </w:p>
    <w:p w14:paraId="42E33B4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A.8.4.1.2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E-UTRA – NR Inter-RAT SFTD Measurement Delay in DRX</w:t>
      </w:r>
      <w:r>
        <w:tab/>
        <w:t>2125</w:t>
      </w:r>
    </w:p>
    <w:p w14:paraId="226505A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A.8.4.1.2.1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2125</w:t>
      </w:r>
    </w:p>
    <w:p w14:paraId="1895C33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A.8.4.1.2.2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Requirements</w:t>
      </w:r>
      <w:r>
        <w:tab/>
        <w:t>2126</w:t>
      </w:r>
    </w:p>
    <w:p w14:paraId="446FB52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A.8.4.2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E-UTRA – NR Inter-RAT Measurements</w:t>
      </w:r>
      <w:r>
        <w:tab/>
        <w:t>2126</w:t>
      </w:r>
    </w:p>
    <w:p w14:paraId="0C8589A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A.8.4.2.1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Inter-RAT event triggered reporting tests for FR1 without SSB time index detection when DRX is not used</w:t>
      </w:r>
      <w:r>
        <w:tab/>
        <w:t>2126</w:t>
      </w:r>
    </w:p>
    <w:p w14:paraId="79FDFE5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A.8.4.2.1.1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2126</w:t>
      </w:r>
    </w:p>
    <w:p w14:paraId="20133E6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A.8.4.2.1.2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2131</w:t>
      </w:r>
    </w:p>
    <w:p w14:paraId="1D4EA7F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A.8.4.2.2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Inter-RAT event triggered reporting tests for FR1 without SSB time index detection when DRX is used</w:t>
      </w:r>
      <w:r>
        <w:tab/>
        <w:t>2131</w:t>
      </w:r>
    </w:p>
    <w:p w14:paraId="6D8DF2A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A.8.4.2.2.1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2131</w:t>
      </w:r>
    </w:p>
    <w:p w14:paraId="79A23D7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A.8.4.2.2.2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2135</w:t>
      </w:r>
    </w:p>
    <w:p w14:paraId="601DE25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A.8.4.2.3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Inter-RAT event triggered reporting tests for FR1 with SSB time index detection when DRX is not used</w:t>
      </w:r>
      <w:r>
        <w:tab/>
        <w:t>2135</w:t>
      </w:r>
    </w:p>
    <w:p w14:paraId="7581F0A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A.8.4.2.3.1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2135</w:t>
      </w:r>
    </w:p>
    <w:p w14:paraId="14FA6C4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A.8.4.2.3.2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2140</w:t>
      </w:r>
    </w:p>
    <w:p w14:paraId="66195E7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A.8.4.2.4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Inter-RAT event triggered reporting tests for FR1 with SSB time index detection when DRX is used</w:t>
      </w:r>
      <w:r>
        <w:tab/>
        <w:t>2140</w:t>
      </w:r>
    </w:p>
    <w:p w14:paraId="764A310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A.8.4.2.4.1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2140</w:t>
      </w:r>
    </w:p>
    <w:p w14:paraId="1746E68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A.8.4.2.4.2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2144</w:t>
      </w:r>
    </w:p>
    <w:p w14:paraId="1606A9E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A.8.4.2.5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Inter-RAT event triggered reporting tests for FR2 without SSB time index detection when DRX is not used</w:t>
      </w:r>
      <w:r>
        <w:tab/>
        <w:t>2144</w:t>
      </w:r>
    </w:p>
    <w:p w14:paraId="18B1BD9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A.8.4.2.5.1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2144</w:t>
      </w:r>
    </w:p>
    <w:p w14:paraId="75C42C0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A.8.4.2.5.2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2146</w:t>
      </w:r>
    </w:p>
    <w:p w14:paraId="01DA6D1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A.8.4.2.6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Inter-RAT event triggered reporting tests for FR2 without SSB time index detection when DRX is used</w:t>
      </w:r>
      <w:r>
        <w:tab/>
        <w:t>2147</w:t>
      </w:r>
    </w:p>
    <w:p w14:paraId="33974C0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A.8.4.2.6.1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2147</w:t>
      </w:r>
    </w:p>
    <w:p w14:paraId="4E4D092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A.8.4.2.6.2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2149</w:t>
      </w:r>
    </w:p>
    <w:p w14:paraId="7C66099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A.8.4.2.7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Inter-RAT event triggered reporting tests for FR2 with SSB time index detection when DRX is not used</w:t>
      </w:r>
      <w:r>
        <w:tab/>
        <w:t>2150</w:t>
      </w:r>
    </w:p>
    <w:p w14:paraId="718BDF6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A.8.4.2.7.1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2150</w:t>
      </w:r>
    </w:p>
    <w:p w14:paraId="1E06F0C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A.8.4.2.7.2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2152</w:t>
      </w:r>
    </w:p>
    <w:p w14:paraId="0B50B5B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A.8.4.2.8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Inter-RAT event triggered reporting tests for FR2 with SSB time index detection when DRX is used</w:t>
      </w:r>
      <w:r>
        <w:tab/>
        <w:t>2153</w:t>
      </w:r>
    </w:p>
    <w:p w14:paraId="32585E7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A.8.4.2.8.1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2153</w:t>
      </w:r>
    </w:p>
    <w:p w14:paraId="032CB00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A.8.4.2.8.2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2155</w:t>
      </w:r>
    </w:p>
    <w:p w14:paraId="646AE51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A.8.4.2.9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NR Inter-RAT event triggered reporting tests for FR1 with SSB time index detection in DRX </w:t>
      </w:r>
      <w:r w:rsidRPr="0046111E">
        <w:rPr>
          <w:rFonts w:cs="v4.2.0"/>
        </w:rPr>
        <w:t xml:space="preserve">for UE configured with </w:t>
      </w:r>
      <w:r>
        <w:t>highSpeedInterRAT-NR-r16</w:t>
      </w:r>
      <w:r>
        <w:tab/>
        <w:t>2156</w:t>
      </w:r>
    </w:p>
    <w:p w14:paraId="73E3CC0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A.8.4.2.9.1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2156</w:t>
      </w:r>
    </w:p>
    <w:p w14:paraId="0516C7C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A.8.4.2.9.2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2162</w:t>
      </w:r>
    </w:p>
    <w:p w14:paraId="55FB607B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A.8.5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performance</w:t>
      </w:r>
      <w:r>
        <w:tab/>
        <w:t>2162</w:t>
      </w:r>
    </w:p>
    <w:p w14:paraId="27B12F3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A.8.5.1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SFTD accuracy</w:t>
      </w:r>
      <w:r>
        <w:tab/>
        <w:t>2162</w:t>
      </w:r>
    </w:p>
    <w:p w14:paraId="536C42D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A.8.5.1.1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SFTD accuracy</w:t>
      </w:r>
      <w:r>
        <w:tab/>
        <w:t>2162</w:t>
      </w:r>
    </w:p>
    <w:p w14:paraId="7B4D1C5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A.8.5.1.1.1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</w:t>
      </w:r>
      <w:r>
        <w:tab/>
        <w:t>2162</w:t>
      </w:r>
    </w:p>
    <w:p w14:paraId="5845984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A.8.5.1.1.2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Environment</w:t>
      </w:r>
      <w:r>
        <w:tab/>
        <w:t>2162</w:t>
      </w:r>
    </w:p>
    <w:p w14:paraId="00EF2E0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A.8.5.1.1.3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2168</w:t>
      </w:r>
    </w:p>
    <w:p w14:paraId="72C5039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A.8.5.2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 – NR Inter-RAT Measurement Performance requirements</w:t>
      </w:r>
      <w:r>
        <w:tab/>
        <w:t>2168</w:t>
      </w:r>
    </w:p>
    <w:p w14:paraId="0B2814F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A.8.5.2.1.1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inter-RAT measurements with FR1 target cell</w:t>
      </w:r>
      <w:r>
        <w:tab/>
        <w:t>2168</w:t>
      </w:r>
    </w:p>
    <w:p w14:paraId="1BB9546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A.8.5.2.1.2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TW"/>
        </w:rPr>
        <w:t>E-UTRAN – NR inter-RAT measurements with FR2 target cell</w:t>
      </w:r>
      <w:r>
        <w:tab/>
        <w:t>2173</w:t>
      </w:r>
    </w:p>
    <w:p w14:paraId="2FE69807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A.8.5.2.1.2.1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2173</w:t>
      </w:r>
    </w:p>
    <w:p w14:paraId="3C632460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A.8.5.2.1.2.2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2173</w:t>
      </w:r>
    </w:p>
    <w:p w14:paraId="42775CED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A.8.5.2.1.2.3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2175</w:t>
      </w:r>
    </w:p>
    <w:p w14:paraId="7834D91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A.8.5.2.2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SS-RSRQ</w:t>
      </w:r>
      <w:r>
        <w:tab/>
        <w:t>2175</w:t>
      </w:r>
    </w:p>
    <w:p w14:paraId="1E7873B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lastRenderedPageBreak/>
        <w:t>A.8.5.2.2.1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inter-RAT measurements with FR1 target cell</w:t>
      </w:r>
      <w:r>
        <w:tab/>
        <w:t>2175</w:t>
      </w:r>
    </w:p>
    <w:p w14:paraId="0DFCD83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A.8.5.2.2.2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TW"/>
        </w:rPr>
        <w:t>E-UTRAN – NR inter-RAT measurements with FR2 target cell</w:t>
      </w:r>
      <w:r>
        <w:tab/>
        <w:t>2180</w:t>
      </w:r>
    </w:p>
    <w:p w14:paraId="37FFF63F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A.8.5.2.2.2.1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2180</w:t>
      </w:r>
    </w:p>
    <w:p w14:paraId="7196AC2B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A.8.5.2.2.2.2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2180</w:t>
      </w:r>
    </w:p>
    <w:p w14:paraId="3C57F34B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A.8.5.2.2.2.3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2182</w:t>
      </w:r>
    </w:p>
    <w:p w14:paraId="151D5FE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A.8.5.2.3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SS-SINR</w:t>
      </w:r>
      <w:r>
        <w:tab/>
        <w:t>2182</w:t>
      </w:r>
    </w:p>
    <w:p w14:paraId="22F4409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A.8.5.2.3.1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inter-RAT measurements with FR1 target cell</w:t>
      </w:r>
      <w:r>
        <w:tab/>
        <w:t>2182</w:t>
      </w:r>
    </w:p>
    <w:p w14:paraId="0F5D978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A.8.5.2.3.2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TW"/>
        </w:rPr>
        <w:t>E-UTRAN – NR inter-RAT measurements with FR2 target cell</w:t>
      </w:r>
      <w:r>
        <w:tab/>
        <w:t>2186</w:t>
      </w:r>
    </w:p>
    <w:p w14:paraId="148AC6E6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A.8.5.2.3.2.1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2186</w:t>
      </w:r>
    </w:p>
    <w:p w14:paraId="2AFD2984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A.8.5.2.3.2.2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2186</w:t>
      </w:r>
    </w:p>
    <w:p w14:paraId="4D2E7D20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A.8.5.2.3.2.3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2188</w:t>
      </w:r>
    </w:p>
    <w:p w14:paraId="0B831C1B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 w:rsidRPr="0046111E">
        <w:rPr>
          <w:lang w:val="en-US"/>
        </w:rPr>
        <w:t>A.9</w:t>
      </w:r>
      <w:r>
        <w:rPr>
          <w:rFonts w:ascii="Calibri" w:eastAsia="Malgun Gothic" w:hAnsi="Calibri"/>
          <w:szCs w:val="22"/>
          <w:lang w:eastAsia="en-GB"/>
        </w:rPr>
        <w:tab/>
      </w:r>
      <w:r w:rsidRPr="0046111E">
        <w:rPr>
          <w:lang w:val="en-US"/>
        </w:rPr>
        <w:t>V2X Tests</w:t>
      </w:r>
      <w:r>
        <w:tab/>
        <w:t>2189</w:t>
      </w:r>
    </w:p>
    <w:p w14:paraId="3FD9E55E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V2X Tests in FR1</w:t>
      </w:r>
      <w:r>
        <w:tab/>
        <w:t>2189</w:t>
      </w:r>
    </w:p>
    <w:p w14:paraId="25410B6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A.9.1.1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for V2X UE Transmit Timing</w:t>
      </w:r>
      <w:r>
        <w:tab/>
        <w:t>2189</w:t>
      </w:r>
    </w:p>
    <w:p w14:paraId="4B5F80D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A.9.1.1.1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for GNSS as Synchronization Reference Source</w:t>
      </w:r>
      <w:r>
        <w:tab/>
        <w:t>2189</w:t>
      </w:r>
    </w:p>
    <w:p w14:paraId="29DE1C0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A.9.1.1.1.1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2189</w:t>
      </w:r>
    </w:p>
    <w:p w14:paraId="48E54E2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A.9.1.1.1.2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2189</w:t>
      </w:r>
    </w:p>
    <w:p w14:paraId="1FF3BDF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A.9.1.1.2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for SyncRef UE as Synchronization Reference Source</w:t>
      </w:r>
      <w:r>
        <w:tab/>
        <w:t>2189</w:t>
      </w:r>
    </w:p>
    <w:p w14:paraId="64CC062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A.9.1.1.2.1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2189</w:t>
      </w:r>
    </w:p>
    <w:p w14:paraId="0215A47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A.9.1.1.2.2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2190</w:t>
      </w:r>
    </w:p>
    <w:p w14:paraId="13536B4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A.9.1.1.3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for FR1 NR Cell as Synchronization Reference Source</w:t>
      </w:r>
      <w:r>
        <w:tab/>
        <w:t>2190</w:t>
      </w:r>
    </w:p>
    <w:p w14:paraId="024875C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A.9.1.1.3.1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2190</w:t>
      </w:r>
    </w:p>
    <w:p w14:paraId="30DAB64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A.9.1.1.3.2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2193</w:t>
      </w:r>
    </w:p>
    <w:p w14:paraId="5190502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A.9.1.2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for Initiation/Cease of S-SSB Transmission with V2X Sidelink Communication</w:t>
      </w:r>
      <w:r>
        <w:tab/>
        <w:t>2193</w:t>
      </w:r>
    </w:p>
    <w:p w14:paraId="285F26F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A.9.1.2.1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for FR1 NR Cell as synchronization reference source without gap under non-DRX</w:t>
      </w:r>
      <w:r>
        <w:tab/>
        <w:t>2193</w:t>
      </w:r>
    </w:p>
    <w:p w14:paraId="656743F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A.9.1.2.1.1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2193</w:t>
      </w:r>
    </w:p>
    <w:p w14:paraId="45A78AA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A.9.1.2.1.2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2197</w:t>
      </w:r>
    </w:p>
    <w:p w14:paraId="477F621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A.9.1.2.2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for SyncRef UE as synchronization reference source</w:t>
      </w:r>
      <w:r>
        <w:tab/>
        <w:t>2197</w:t>
      </w:r>
    </w:p>
    <w:p w14:paraId="7CE3E1E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A.9.1.2.2.1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2197</w:t>
      </w:r>
    </w:p>
    <w:p w14:paraId="4D5D4B6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A.9.1.2.2.2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2198</w:t>
      </w:r>
    </w:p>
    <w:p w14:paraId="0F239AF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A.9.1.3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for V2X Synchronization Reference Selection/Reselection</w:t>
      </w:r>
      <w:r>
        <w:tab/>
        <w:t>2199</w:t>
      </w:r>
    </w:p>
    <w:p w14:paraId="63FC038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A.9.1.3.1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for GNSS configured as the highest priority</w:t>
      </w:r>
      <w:r>
        <w:tab/>
        <w:t>2199</w:t>
      </w:r>
    </w:p>
    <w:p w14:paraId="5620A5D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A.9.1.3.1.1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2199</w:t>
      </w:r>
    </w:p>
    <w:p w14:paraId="3D87FC3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A.9.1.3.1.2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2201</w:t>
      </w:r>
    </w:p>
    <w:p w14:paraId="24E4415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A.9.1.3.2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 Test for FR1 NR Cell configured as the highest priority</w:t>
      </w:r>
      <w:r>
        <w:tab/>
        <w:t>2203</w:t>
      </w:r>
    </w:p>
    <w:p w14:paraId="63AAB11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A.9.1.3.2.1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2203</w:t>
      </w:r>
    </w:p>
    <w:p w14:paraId="2659ACE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A.9.1.3.2.2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2205</w:t>
      </w:r>
    </w:p>
    <w:p w14:paraId="594C08E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A.9.1.4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for L1 SL-RSRP Measurement</w:t>
      </w:r>
      <w:r>
        <w:tab/>
        <w:t>2206</w:t>
      </w:r>
    </w:p>
    <w:p w14:paraId="54FEECC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A.9.1.4.1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for V2X UE Autonomous Resource Selection/Reselection</w:t>
      </w:r>
      <w:r>
        <w:tab/>
        <w:t>2206</w:t>
      </w:r>
    </w:p>
    <w:p w14:paraId="52CE33C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A.9.1.4.1.1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2206</w:t>
      </w:r>
    </w:p>
    <w:p w14:paraId="4BA46C6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A.9.1.4.1.2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2209</w:t>
      </w:r>
    </w:p>
    <w:p w14:paraId="7DE047F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A.9.1.4.2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for V2X UE Resource Pre-emption</w:t>
      </w:r>
      <w:r>
        <w:tab/>
        <w:t>2209</w:t>
      </w:r>
    </w:p>
    <w:p w14:paraId="2036D68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A.9.1.4.2.1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2209</w:t>
      </w:r>
    </w:p>
    <w:p w14:paraId="72D0F19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A.9.1.4.2.2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2213</w:t>
      </w:r>
    </w:p>
    <w:p w14:paraId="54D184C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A.9.1.4.3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for V2X UE Resource Re-evaluation</w:t>
      </w:r>
      <w:r>
        <w:tab/>
        <w:t>2213</w:t>
      </w:r>
    </w:p>
    <w:p w14:paraId="04DE917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A.9.1.4.3.1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2213</w:t>
      </w:r>
    </w:p>
    <w:p w14:paraId="69805D2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A.9.1.4.3.2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2220</w:t>
      </w:r>
    </w:p>
    <w:p w14:paraId="7C82547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A.9.1.5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for Congestion Control Measurement</w:t>
      </w:r>
      <w:r>
        <w:tab/>
        <w:t>2220</w:t>
      </w:r>
    </w:p>
    <w:p w14:paraId="2EF04FE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A.9.1.5.1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2220</w:t>
      </w:r>
    </w:p>
    <w:p w14:paraId="5434FFA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A.9.1.5.2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2226</w:t>
      </w:r>
    </w:p>
    <w:p w14:paraId="10402A6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A.9.1.6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for Interruption</w:t>
      </w:r>
      <w:r>
        <w:tab/>
        <w:t>2226</w:t>
      </w:r>
    </w:p>
    <w:p w14:paraId="08A81DA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A.9.1.6.1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for Interruption to WAN due to V2X Sidelink Communication</w:t>
      </w:r>
      <w:r>
        <w:tab/>
        <w:t>2226</w:t>
      </w:r>
    </w:p>
    <w:p w14:paraId="3486F7F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A.9.1.6.1.1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2226</w:t>
      </w:r>
    </w:p>
    <w:p w14:paraId="38E2DC0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A.9.1.6.1.2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2229</w:t>
      </w:r>
    </w:p>
    <w:p w14:paraId="7220B018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A.10</w:t>
      </w:r>
      <w:r>
        <w:rPr>
          <w:rFonts w:ascii="Calibri" w:eastAsia="Malgun Gothic" w:hAnsi="Calibri"/>
          <w:szCs w:val="22"/>
          <w:lang w:eastAsia="en-GB"/>
        </w:rPr>
        <w:tab/>
      </w:r>
      <w:r>
        <w:t>EN-DC Tests with NR PSCell under CCA and Other NR Cells in FR1</w:t>
      </w:r>
      <w:r>
        <w:tab/>
        <w:t>2229</w:t>
      </w:r>
    </w:p>
    <w:p w14:paraId="6B106C99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A.10.1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RRC_CONNECTED state mobility</w:t>
      </w:r>
      <w:r>
        <w:tab/>
        <w:t>2229</w:t>
      </w:r>
    </w:p>
    <w:p w14:paraId="7023085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A.10.1.1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 connection mobility control</w:t>
      </w:r>
      <w:r>
        <w:tab/>
        <w:t>2229</w:t>
      </w:r>
    </w:p>
    <w:p w14:paraId="0B04CF7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Random Access</w:t>
      </w:r>
      <w:r>
        <w:tab/>
        <w:t>2229</w:t>
      </w:r>
    </w:p>
    <w:p w14:paraId="5297256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A.10.1.1.1.1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4-step RA type contention-based random access for NR PSCell with CCA</w:t>
      </w:r>
      <w:r>
        <w:tab/>
        <w:t>2229</w:t>
      </w:r>
    </w:p>
    <w:p w14:paraId="0B82A3DB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>
        <w:t>A.10.1.1.1.1.1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2229</w:t>
      </w:r>
    </w:p>
    <w:p w14:paraId="2DD4CE51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A.10.1.1.1.1.2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</w:t>
      </w:r>
      <w:r>
        <w:rPr>
          <w:lang w:eastAsia="zh-CN"/>
        </w:rPr>
        <w:t xml:space="preserve"> Requirements</w:t>
      </w:r>
      <w:r>
        <w:tab/>
        <w:t>2232</w:t>
      </w:r>
    </w:p>
    <w:p w14:paraId="57FBD762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A.10.1.1.1.1.2.1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Random Access Preamble Transmission</w:t>
      </w:r>
      <w:r>
        <w:tab/>
        <w:t>2232</w:t>
      </w:r>
    </w:p>
    <w:p w14:paraId="7382C242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A.10.1.1.1.1.2.2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Random Access Response Reception</w:t>
      </w:r>
      <w:r>
        <w:tab/>
        <w:t>2232</w:t>
      </w:r>
    </w:p>
    <w:p w14:paraId="7A63613F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A.10.1.1.1.1.2.3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No Random Access Response Reception</w:t>
      </w:r>
      <w:r>
        <w:tab/>
        <w:t>2233</w:t>
      </w:r>
    </w:p>
    <w:p w14:paraId="5196B714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A.10.1.1.1.1.2.4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 xml:space="preserve">Receiving an </w:t>
      </w:r>
      <w:r>
        <w:t>UL grant for msg3 retransmission</w:t>
      </w:r>
      <w:r>
        <w:tab/>
        <w:t>2233</w:t>
      </w:r>
    </w:p>
    <w:p w14:paraId="1DFA6A96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A.10.1.1.1.1.2.5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 Contention Resolution Timer expiry</w:t>
      </w:r>
      <w:r>
        <w:tab/>
        <w:t>2233</w:t>
      </w:r>
    </w:p>
    <w:p w14:paraId="2AD7BAA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A.10.1.1.1.2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4-step RA type non-contention based random access for NR PSCell with CCA</w:t>
      </w:r>
      <w:r>
        <w:tab/>
        <w:t>2234</w:t>
      </w:r>
    </w:p>
    <w:p w14:paraId="31219C46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>
        <w:t>A.10.1.1.1.2.1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 xml:space="preserve">Test Purpose </w:t>
      </w:r>
      <w:r>
        <w:t>and</w:t>
      </w:r>
      <w:r>
        <w:rPr>
          <w:lang w:eastAsia="zh-CN"/>
        </w:rPr>
        <w:t xml:space="preserve"> Environment</w:t>
      </w:r>
      <w:r>
        <w:tab/>
        <w:t>2234</w:t>
      </w:r>
    </w:p>
    <w:p w14:paraId="7174F4F4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>
        <w:t>A.10.1.1.1.2.2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2237</w:t>
      </w:r>
    </w:p>
    <w:p w14:paraId="2EE63871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A.10.1.1.1.2.</w:t>
      </w:r>
      <w:r>
        <w:rPr>
          <w:lang w:eastAsia="zh-CN"/>
        </w:rPr>
        <w:t>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SSB-based Random Access Preamble Transmission</w:t>
      </w:r>
      <w:r>
        <w:tab/>
        <w:t>2237</w:t>
      </w:r>
    </w:p>
    <w:p w14:paraId="51100E02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A.10.1.1.1.2.</w:t>
      </w:r>
      <w:r>
        <w:rPr>
          <w:lang w:eastAsia="zh-CN"/>
        </w:rPr>
        <w:t>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Random Access Response Reception</w:t>
      </w:r>
      <w:r>
        <w:tab/>
        <w:t>2238</w:t>
      </w:r>
    </w:p>
    <w:p w14:paraId="6FF63D16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A.10.1.1.1.2.</w:t>
      </w:r>
      <w:r>
        <w:rPr>
          <w:lang w:eastAsia="zh-CN"/>
        </w:rPr>
        <w:t>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No Random Access Response Reception</w:t>
      </w:r>
      <w:r>
        <w:tab/>
        <w:t>2238</w:t>
      </w:r>
    </w:p>
    <w:p w14:paraId="5492777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A.10.1.1.1.3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2-step RA type contention-based random access for NR PSCell with CCA</w:t>
      </w:r>
      <w:r>
        <w:tab/>
        <w:t>2238</w:t>
      </w:r>
    </w:p>
    <w:p w14:paraId="11FD0D09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>
        <w:t>A.10.1.1.1.3.1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2238</w:t>
      </w:r>
    </w:p>
    <w:p w14:paraId="33E9C3B9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>
        <w:t>A.10.1.1.1.3.2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2242</w:t>
      </w:r>
    </w:p>
    <w:p w14:paraId="2A06658D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A.10.1.1.1.3.</w:t>
      </w:r>
      <w:r>
        <w:rPr>
          <w:lang w:eastAsia="zh-CN"/>
        </w:rPr>
        <w:t>2.</w:t>
      </w:r>
      <w:r>
        <w:t>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MsgA Transmission</w:t>
      </w:r>
      <w:r>
        <w:tab/>
        <w:t>2242</w:t>
      </w:r>
    </w:p>
    <w:p w14:paraId="5272A7CA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A.10.1.1.1.3.</w:t>
      </w:r>
      <w:r>
        <w:rPr>
          <w:lang w:eastAsia="zh-CN"/>
        </w:rPr>
        <w:t>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MsgB Reception</w:t>
      </w:r>
      <w:r>
        <w:tab/>
        <w:t>2242</w:t>
      </w:r>
    </w:p>
    <w:p w14:paraId="139BDADC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A.10.1.1.1.3.</w:t>
      </w:r>
      <w:r>
        <w:rPr>
          <w:lang w:eastAsia="zh-CN"/>
        </w:rPr>
        <w:t>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No MsgB Reception</w:t>
      </w:r>
      <w:r>
        <w:tab/>
        <w:t>2243</w:t>
      </w:r>
    </w:p>
    <w:p w14:paraId="5D27E1A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A.10.1.1.1.4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2-step RA type non-contention based random access for NR PSCell with CCA</w:t>
      </w:r>
      <w:r>
        <w:tab/>
        <w:t>2243</w:t>
      </w:r>
    </w:p>
    <w:p w14:paraId="5E093C5A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>
        <w:t>A.10.1.1.1.4.1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2243</w:t>
      </w:r>
    </w:p>
    <w:p w14:paraId="235D43BB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>
        <w:t>A.10.1.1.1.4.2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2247</w:t>
      </w:r>
    </w:p>
    <w:p w14:paraId="4BFC1A26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A.10.1.1.1.4.</w:t>
      </w:r>
      <w:r>
        <w:rPr>
          <w:lang w:eastAsia="zh-CN"/>
        </w:rPr>
        <w:t>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MsgA Transmission</w:t>
      </w:r>
      <w:r>
        <w:tab/>
        <w:t>2247</w:t>
      </w:r>
    </w:p>
    <w:p w14:paraId="21840D02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A.10.1.1.1.4.</w:t>
      </w:r>
      <w:r>
        <w:rPr>
          <w:lang w:eastAsia="zh-CN"/>
        </w:rPr>
        <w:t>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MsgB Reception</w:t>
      </w:r>
      <w:r>
        <w:tab/>
        <w:t>2248</w:t>
      </w:r>
    </w:p>
    <w:p w14:paraId="61F3BA1A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A.10.1.1.1.4.</w:t>
      </w:r>
      <w:r>
        <w:rPr>
          <w:lang w:eastAsia="zh-CN"/>
        </w:rPr>
        <w:t>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No MsgB Reception</w:t>
      </w:r>
      <w:r>
        <w:tab/>
        <w:t>2248</w:t>
      </w:r>
    </w:p>
    <w:p w14:paraId="5E375002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A.10.2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Timing</w:t>
      </w:r>
      <w:r>
        <w:tab/>
        <w:t>2249</w:t>
      </w:r>
    </w:p>
    <w:p w14:paraId="0B05516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A.10.2.1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transmit timing</w:t>
      </w:r>
      <w:r>
        <w:tab/>
        <w:t>2249</w:t>
      </w:r>
    </w:p>
    <w:p w14:paraId="66103C0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A.10.2.2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timing advance</w:t>
      </w:r>
      <w:r>
        <w:tab/>
        <w:t>2253</w:t>
      </w:r>
    </w:p>
    <w:p w14:paraId="17DC8695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A.10.3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Signalling characteristics</w:t>
      </w:r>
      <w:r>
        <w:tab/>
        <w:t>2256</w:t>
      </w:r>
    </w:p>
    <w:p w14:paraId="0223BD0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A.10.3.1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</w:t>
      </w:r>
      <w:r>
        <w:tab/>
        <w:t>2256</w:t>
      </w:r>
    </w:p>
    <w:p w14:paraId="3017602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2256</w:t>
      </w:r>
    </w:p>
    <w:p w14:paraId="0BD185C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out-of-sync test for PSCell configured with SSB-based RLM RS in non-DRX mode</w:t>
      </w:r>
      <w:r>
        <w:tab/>
        <w:t>2257</w:t>
      </w:r>
    </w:p>
    <w:p w14:paraId="0004FAB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A.10.3.1.2.1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2257</w:t>
      </w:r>
    </w:p>
    <w:p w14:paraId="5A12B11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A.10.3.1.2.2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requirements</w:t>
      </w:r>
      <w:r>
        <w:tab/>
        <w:t>2262</w:t>
      </w:r>
    </w:p>
    <w:p w14:paraId="1A1FC5A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A.10.3.1.3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in-sync test for PSCell configured with SSB-based RLM RS in non-DRX mode</w:t>
      </w:r>
      <w:r>
        <w:tab/>
        <w:t>2262</w:t>
      </w:r>
    </w:p>
    <w:p w14:paraId="4FEF3FC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A.10.3.1.3.1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2262</w:t>
      </w:r>
    </w:p>
    <w:p w14:paraId="286ED5D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A.10.3.1.3.2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requirements</w:t>
      </w:r>
      <w:r>
        <w:tab/>
        <w:t>2268</w:t>
      </w:r>
    </w:p>
    <w:p w14:paraId="3F0F62F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A.10.3.1.4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out-of-sync test for PSCell configured with SSB-based RLM RS in DRX mode</w:t>
      </w:r>
      <w:r>
        <w:tab/>
        <w:t>2268</w:t>
      </w:r>
    </w:p>
    <w:p w14:paraId="4C53815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A.10.3.1.4.1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2268</w:t>
      </w:r>
    </w:p>
    <w:p w14:paraId="3A9656A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A.10.3.1.4.2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requirements</w:t>
      </w:r>
      <w:r>
        <w:tab/>
        <w:t>2268</w:t>
      </w:r>
    </w:p>
    <w:p w14:paraId="348803C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A.10.3.1.5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in-sync test for PSCell configured with SSB-based RLM RS in DRX mode</w:t>
      </w:r>
      <w:r>
        <w:tab/>
        <w:t>2268</w:t>
      </w:r>
    </w:p>
    <w:p w14:paraId="6106272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A.10.3.1.5.1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2268</w:t>
      </w:r>
    </w:p>
    <w:p w14:paraId="4419346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A.10.3.1.5.2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requirements</w:t>
      </w:r>
      <w:r>
        <w:tab/>
        <w:t>2268</w:t>
      </w:r>
    </w:p>
    <w:p w14:paraId="15FB109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A.10.3.2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</w:t>
      </w:r>
      <w:r>
        <w:tab/>
        <w:t>2268</w:t>
      </w:r>
    </w:p>
    <w:p w14:paraId="5BB8D9F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interruptions during SCell operations with CCA</w:t>
      </w:r>
      <w:r>
        <w:tab/>
        <w:t>2268</w:t>
      </w:r>
    </w:p>
    <w:p w14:paraId="5D8E691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A.10.3.2</w:t>
      </w:r>
      <w:r>
        <w:rPr>
          <w:lang w:eastAsia="zh-CN"/>
        </w:rPr>
        <w:t>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2268</w:t>
      </w:r>
    </w:p>
    <w:p w14:paraId="3B617B9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A.10.3.2.1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2273</w:t>
      </w:r>
    </w:p>
    <w:p w14:paraId="25CEC4C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A.10.3.3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SCell activation and deactivation delay</w:t>
      </w:r>
      <w:r>
        <w:tab/>
        <w:t>2273</w:t>
      </w:r>
    </w:p>
    <w:p w14:paraId="085F718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A.10.3.3.2 SCell Activation and Deactivation of known NR SCell with NR PSCell and NR SCell under CCA, 640 ms SCell measurement cycle</w:t>
      </w:r>
      <w:r>
        <w:tab/>
        <w:t>2278</w:t>
      </w:r>
    </w:p>
    <w:p w14:paraId="509388E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A.10.3.3.2.1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2278</w:t>
      </w:r>
    </w:p>
    <w:p w14:paraId="46F81AF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A.10.3.3.2.2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2279</w:t>
      </w:r>
    </w:p>
    <w:p w14:paraId="372EC0F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A.10.3.3.3 SCell Activation and Deactivation of unknown NR SCell with NR PSCell and NR SCell under CCA</w:t>
      </w:r>
      <w:r>
        <w:tab/>
        <w:t>2279</w:t>
      </w:r>
    </w:p>
    <w:p w14:paraId="17AE3BD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A.10.3.3.3.1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2279</w:t>
      </w:r>
    </w:p>
    <w:p w14:paraId="1239AA9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A.10.3.3.3.2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2280</w:t>
      </w:r>
    </w:p>
    <w:p w14:paraId="4951A79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A.10.3.4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Beam failure detection and link recovery procedures</w:t>
      </w:r>
      <w:r>
        <w:tab/>
        <w:t>2280</w:t>
      </w:r>
    </w:p>
    <w:p w14:paraId="5C970BB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A.10.3.4.1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Beam Failure Detection and Link Recovery Test for FR1 PSCell configured with SSB-based BFD and LR in non-DRX mode</w:t>
      </w:r>
      <w:r>
        <w:tab/>
        <w:t>2280</w:t>
      </w:r>
    </w:p>
    <w:p w14:paraId="29A87C3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A.10.3.4.1.1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2280</w:t>
      </w:r>
    </w:p>
    <w:p w14:paraId="3FB2079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lastRenderedPageBreak/>
        <w:t>A.10.3.4.1.2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2285</w:t>
      </w:r>
    </w:p>
    <w:p w14:paraId="2BD951B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A.10.3.4.2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Beam Failure Detection and Link Recovery Test for FR1 PSCell configured with SSB-based BFD and LR in DRX mode</w:t>
      </w:r>
      <w:r>
        <w:tab/>
        <w:t>2285</w:t>
      </w:r>
    </w:p>
    <w:p w14:paraId="4B20C5F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A.10.3.4.2.1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2285</w:t>
      </w:r>
    </w:p>
    <w:p w14:paraId="4357E24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A.10.3.4.2.2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2291</w:t>
      </w:r>
    </w:p>
    <w:p w14:paraId="1D8FE10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A.10.3.5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Active BWP switching</w:t>
      </w:r>
      <w:r>
        <w:tab/>
        <w:t>2291</w:t>
      </w:r>
    </w:p>
    <w:p w14:paraId="33B8CEB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A.10.3.5.1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UL active BWP switch delay with consistent UL LBT failure on PSCell subject to UL CCA in EN-DC</w:t>
      </w:r>
      <w:r>
        <w:tab/>
        <w:t>2291</w:t>
      </w:r>
    </w:p>
    <w:p w14:paraId="53DE2D8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</w:rPr>
        <w:t>A.10.3.5.1.1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Test Purpose and Environment</w:t>
      </w:r>
      <w:r>
        <w:tab/>
        <w:t>2291</w:t>
      </w:r>
    </w:p>
    <w:p w14:paraId="0D8543A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</w:rPr>
        <w:t>A.10.3.5.1.2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2296</w:t>
      </w:r>
    </w:p>
    <w:p w14:paraId="4C8011B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A.10.3.5.2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DCI-based and Timer-based Active BWP Switch</w:t>
      </w:r>
      <w:r>
        <w:tab/>
        <w:t>2297</w:t>
      </w:r>
    </w:p>
    <w:p w14:paraId="683462F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</w:rPr>
        <w:t>A.10.3.5.2.1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  <w:lang w:val="en-US"/>
        </w:rPr>
        <w:t>E-UTRAN – NR PSCell FR1 DL active BWP switch in non-DRX in synchronous EN-DC</w:t>
      </w:r>
      <w:r>
        <w:tab/>
        <w:t>2297</w:t>
      </w:r>
    </w:p>
    <w:p w14:paraId="3CC63EA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A.10.3.5.2.2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 – NR PSCell FR1 DL active BWP switch with FR1 SCell in non-DRX in synchronous EN-DC</w:t>
      </w:r>
      <w:r>
        <w:tab/>
        <w:t>2300</w:t>
      </w:r>
    </w:p>
    <w:p w14:paraId="1C5E761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A.10.3.5.3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RRC-based Active BWP Switch</w:t>
      </w:r>
      <w:r>
        <w:tab/>
        <w:t>2304</w:t>
      </w:r>
    </w:p>
    <w:p w14:paraId="6EE53FF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A.10.3.6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PSCell addition and release delay</w:t>
      </w:r>
      <w:r>
        <w:tab/>
        <w:t>2308</w:t>
      </w:r>
    </w:p>
    <w:p w14:paraId="6BD50C3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A.10.3.6.1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Addition and Release Delay of known NR PSCell on the carrier under CCA</w:t>
      </w:r>
      <w:r>
        <w:tab/>
        <w:t>2308</w:t>
      </w:r>
    </w:p>
    <w:p w14:paraId="6741F66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A.10.3.6.1.1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2308</w:t>
      </w:r>
    </w:p>
    <w:p w14:paraId="6896298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A.10.3.6.1.2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2312</w:t>
      </w:r>
    </w:p>
    <w:p w14:paraId="63C3F9A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A.10.3.7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2313</w:t>
      </w:r>
    </w:p>
    <w:p w14:paraId="704D8529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A.10.4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procedure</w:t>
      </w:r>
      <w:r>
        <w:tab/>
        <w:t>2313</w:t>
      </w:r>
    </w:p>
    <w:p w14:paraId="68FA5BA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A.10.4.1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Intra-frequency measurements</w:t>
      </w:r>
      <w:r>
        <w:tab/>
        <w:t>2313</w:t>
      </w:r>
    </w:p>
    <w:p w14:paraId="679ABC8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</w:t>
      </w:r>
      <w:r w:rsidRPr="0046111E">
        <w:rPr>
          <w:snapToGrid w:val="0"/>
        </w:rPr>
        <w:t>vent-triggered reporting tests on PSCC without gaps under non-DRX</w:t>
      </w:r>
      <w:r>
        <w:tab/>
        <w:t>2313</w:t>
      </w:r>
    </w:p>
    <w:p w14:paraId="364077D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2313</w:t>
      </w:r>
    </w:p>
    <w:p w14:paraId="62424E4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2313</w:t>
      </w:r>
    </w:p>
    <w:p w14:paraId="24C26F4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2313</w:t>
      </w:r>
    </w:p>
    <w:p w14:paraId="523312E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</w:t>
      </w:r>
      <w:r w:rsidRPr="0046111E">
        <w:rPr>
          <w:snapToGrid w:val="0"/>
        </w:rPr>
        <w:t>vent-triggered reporting tests on PSCC without gaps under DRX</w:t>
      </w:r>
      <w:r>
        <w:tab/>
        <w:t>2314</w:t>
      </w:r>
    </w:p>
    <w:p w14:paraId="0C696FF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2314</w:t>
      </w:r>
    </w:p>
    <w:p w14:paraId="43F9A2E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2314</w:t>
      </w:r>
    </w:p>
    <w:p w14:paraId="5AEB9D5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2314</w:t>
      </w:r>
    </w:p>
    <w:p w14:paraId="1C00AEA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</w:t>
      </w:r>
      <w:r w:rsidRPr="0046111E">
        <w:rPr>
          <w:snapToGrid w:val="0"/>
        </w:rPr>
        <w:t>vent-triggered reporting tests on PSCC with per-UE gaps under non-DRX</w:t>
      </w:r>
      <w:r>
        <w:tab/>
        <w:t>2314</w:t>
      </w:r>
    </w:p>
    <w:p w14:paraId="613953D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2314</w:t>
      </w:r>
    </w:p>
    <w:p w14:paraId="6F5380F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2314</w:t>
      </w:r>
    </w:p>
    <w:p w14:paraId="7187F76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2314</w:t>
      </w:r>
    </w:p>
    <w:p w14:paraId="082AD23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</w:t>
      </w:r>
      <w:r w:rsidRPr="0046111E">
        <w:rPr>
          <w:snapToGrid w:val="0"/>
        </w:rPr>
        <w:t>vent-triggered reporting tests on PSCC with per-UE gaps under DRX</w:t>
      </w:r>
      <w:r>
        <w:tab/>
        <w:t>2315</w:t>
      </w:r>
    </w:p>
    <w:p w14:paraId="6DCF001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2315</w:t>
      </w:r>
    </w:p>
    <w:p w14:paraId="39442F9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2315</w:t>
      </w:r>
    </w:p>
    <w:p w14:paraId="07E3037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2315</w:t>
      </w:r>
    </w:p>
    <w:p w14:paraId="2B096C0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</w:t>
      </w:r>
      <w:r w:rsidRPr="0046111E">
        <w:rPr>
          <w:snapToGrid w:val="0"/>
        </w:rPr>
        <w:t>vent-triggered reporting tests on SCC without gaps under non-DRX</w:t>
      </w:r>
      <w:r>
        <w:tab/>
        <w:t>2315</w:t>
      </w:r>
    </w:p>
    <w:p w14:paraId="238273C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2315</w:t>
      </w:r>
    </w:p>
    <w:p w14:paraId="5E9F8ED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2315</w:t>
      </w:r>
    </w:p>
    <w:p w14:paraId="2A371B1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2315</w:t>
      </w:r>
    </w:p>
    <w:p w14:paraId="1F16B3B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A.10.4.1.6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</w:t>
      </w:r>
      <w:r w:rsidRPr="0046111E">
        <w:rPr>
          <w:snapToGrid w:val="0"/>
        </w:rPr>
        <w:t>vent-triggered reporting tests on SCC without gaps under DRX</w:t>
      </w:r>
      <w:r>
        <w:tab/>
        <w:t>2316</w:t>
      </w:r>
    </w:p>
    <w:p w14:paraId="44F9716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2316</w:t>
      </w:r>
    </w:p>
    <w:p w14:paraId="3081962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2316</w:t>
      </w:r>
    </w:p>
    <w:p w14:paraId="76692B8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2316</w:t>
      </w:r>
    </w:p>
    <w:p w14:paraId="3BB8CFF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A.10.4.1.7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</w:t>
      </w:r>
      <w:r w:rsidRPr="0046111E">
        <w:rPr>
          <w:snapToGrid w:val="0"/>
        </w:rPr>
        <w:t>vent-triggered reporting tests on SCC with per-UE gaps under non-DRX</w:t>
      </w:r>
      <w:r>
        <w:tab/>
        <w:t>2316</w:t>
      </w:r>
    </w:p>
    <w:p w14:paraId="3C0DECA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2316</w:t>
      </w:r>
    </w:p>
    <w:p w14:paraId="7D3C7A9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2316</w:t>
      </w:r>
    </w:p>
    <w:p w14:paraId="1436D37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A.10.4.1.7.3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2316</w:t>
      </w:r>
    </w:p>
    <w:p w14:paraId="165C088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A.10.4.1.8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</w:t>
      </w:r>
      <w:r w:rsidRPr="0046111E">
        <w:rPr>
          <w:snapToGrid w:val="0"/>
        </w:rPr>
        <w:t>vent-triggered reporting tests on SCC with per-UE gaps under DRX</w:t>
      </w:r>
      <w:r>
        <w:tab/>
        <w:t>2317</w:t>
      </w:r>
    </w:p>
    <w:p w14:paraId="63C0CE2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2317</w:t>
      </w:r>
    </w:p>
    <w:p w14:paraId="76B1B29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2317</w:t>
      </w:r>
    </w:p>
    <w:p w14:paraId="1A1C3CF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A.10.4.1.8.3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2317</w:t>
      </w:r>
    </w:p>
    <w:p w14:paraId="485AC27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A.10.4.1.9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RSSI measurement reporting on PSCC</w:t>
      </w:r>
      <w:r>
        <w:tab/>
        <w:t>2317</w:t>
      </w:r>
    </w:p>
    <w:p w14:paraId="5CE4268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2317</w:t>
      </w:r>
    </w:p>
    <w:p w14:paraId="37A7D3B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2317</w:t>
      </w:r>
    </w:p>
    <w:p w14:paraId="3C716A1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A.10.4.1.10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Channel occupancy measurement reporting on PSCC</w:t>
      </w:r>
      <w:r>
        <w:tab/>
        <w:t>2318</w:t>
      </w:r>
    </w:p>
    <w:p w14:paraId="6600F6E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A.10.4.1.10.1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2318</w:t>
      </w:r>
    </w:p>
    <w:p w14:paraId="4E0D25B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A.10.4.1.10.2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2318</w:t>
      </w:r>
    </w:p>
    <w:p w14:paraId="696C5B2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A.10.4.1.11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RSSI measurement reporting on SCC</w:t>
      </w:r>
      <w:r>
        <w:tab/>
        <w:t>2318</w:t>
      </w:r>
    </w:p>
    <w:p w14:paraId="7CF1F58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A.10.4.1.11.1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2318</w:t>
      </w:r>
    </w:p>
    <w:p w14:paraId="696540B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A.10.4.1.11.2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2318</w:t>
      </w:r>
    </w:p>
    <w:p w14:paraId="6C7186D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A.10.4.1.12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Channel occupancy measurement reporting on SCC</w:t>
      </w:r>
      <w:r>
        <w:tab/>
        <w:t>2319</w:t>
      </w:r>
    </w:p>
    <w:p w14:paraId="5A500EA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A.10.4.1.12.1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2319</w:t>
      </w:r>
    </w:p>
    <w:p w14:paraId="4C4ED70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A.10.4.1.12.2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2319</w:t>
      </w:r>
    </w:p>
    <w:p w14:paraId="079C613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A.10.4.2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Inter-frequency measurements</w:t>
      </w:r>
      <w:r>
        <w:tab/>
        <w:t>2319</w:t>
      </w:r>
    </w:p>
    <w:p w14:paraId="154A58D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RSSI measurement reporting</w:t>
      </w:r>
      <w:r>
        <w:tab/>
        <w:t>2319</w:t>
      </w:r>
    </w:p>
    <w:p w14:paraId="604006F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2319</w:t>
      </w:r>
    </w:p>
    <w:p w14:paraId="135885D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2319</w:t>
      </w:r>
    </w:p>
    <w:p w14:paraId="4613DEA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Channel occupancy measurement reporting</w:t>
      </w:r>
      <w:r>
        <w:tab/>
        <w:t>2320</w:t>
      </w:r>
    </w:p>
    <w:p w14:paraId="03517A1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2320</w:t>
      </w:r>
    </w:p>
    <w:p w14:paraId="67C4D05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2320</w:t>
      </w:r>
    </w:p>
    <w:p w14:paraId="047A791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event triggered reporting tests for FR1 with CCA cell without SSB time index detection when DRX is not used</w:t>
      </w:r>
      <w:r>
        <w:tab/>
        <w:t>2320</w:t>
      </w:r>
    </w:p>
    <w:p w14:paraId="6984817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2320</w:t>
      </w:r>
    </w:p>
    <w:p w14:paraId="1B683DE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A.10.4.2.3.2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2325</w:t>
      </w:r>
    </w:p>
    <w:p w14:paraId="091A8D5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event triggered reporting tests for FR1 cell with CCA without SSB time index detection when DRX is used</w:t>
      </w:r>
      <w:r>
        <w:tab/>
        <w:t>2326</w:t>
      </w:r>
    </w:p>
    <w:p w14:paraId="5AAC5F8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A.10.4.2.4.1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2326</w:t>
      </w:r>
    </w:p>
    <w:p w14:paraId="21DA791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A.10.4.2.4.2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2330</w:t>
      </w:r>
    </w:p>
    <w:p w14:paraId="5565460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event triggered reporting tests for FR1 cell with CCA with SSB time index detection when DRX is not used</w:t>
      </w:r>
      <w:r>
        <w:tab/>
        <w:t>2331</w:t>
      </w:r>
    </w:p>
    <w:p w14:paraId="293C0AA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A.10.4.2.5.1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2331</w:t>
      </w:r>
    </w:p>
    <w:p w14:paraId="7F71848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A.10.4.2.5.2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2335</w:t>
      </w:r>
    </w:p>
    <w:p w14:paraId="40F6236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event triggered reporting tests for FR1 cell with CCA with SSB time index detection when DRX is used</w:t>
      </w:r>
      <w:r>
        <w:tab/>
        <w:t>2336</w:t>
      </w:r>
    </w:p>
    <w:p w14:paraId="3DB92A1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A.10.4.2.6.1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2336</w:t>
      </w:r>
    </w:p>
    <w:p w14:paraId="038FAD7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A.10.4.2.6.2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2340</w:t>
      </w:r>
    </w:p>
    <w:p w14:paraId="39FF49A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A.10.4.2.7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event triggered reporting tests for FR1 cell without SSB time index detection when DRX is not used</w:t>
      </w:r>
      <w:r>
        <w:tab/>
        <w:t>2341</w:t>
      </w:r>
    </w:p>
    <w:p w14:paraId="11BA9E0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A.10.4.2.7.1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2341</w:t>
      </w:r>
    </w:p>
    <w:p w14:paraId="3F4D827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A.10.4.2.7.2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2347</w:t>
      </w:r>
    </w:p>
    <w:p w14:paraId="1B937FE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A.10.4.2.8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event triggered reporting tests for FR1 cell without SSB time index detection when DRX is used</w:t>
      </w:r>
      <w:r>
        <w:tab/>
        <w:t>2347</w:t>
      </w:r>
    </w:p>
    <w:p w14:paraId="049E84E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A.10.4.2.8.1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2347</w:t>
      </w:r>
    </w:p>
    <w:p w14:paraId="505C7BE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A.10.4.2.8.2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2353</w:t>
      </w:r>
    </w:p>
    <w:p w14:paraId="070A812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A.10.4.2.9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event triggered reporting tests for FR1 cell with SSB time index detection when DRX is not used</w:t>
      </w:r>
      <w:r>
        <w:tab/>
        <w:t>2354</w:t>
      </w:r>
    </w:p>
    <w:p w14:paraId="3908562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A.10.4.2.9.1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2354</w:t>
      </w:r>
    </w:p>
    <w:p w14:paraId="0FDF0D5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A.10.4.2.9.2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2359</w:t>
      </w:r>
    </w:p>
    <w:p w14:paraId="7B0F61E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A.10.4.2.10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EN-DC event triggered reporting tests for FR1 cell with SSB time index detection when DRX is used</w:t>
      </w:r>
      <w:r>
        <w:tab/>
        <w:t>2359</w:t>
      </w:r>
    </w:p>
    <w:p w14:paraId="182C981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A.10.4.2.10.1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2359</w:t>
      </w:r>
    </w:p>
    <w:p w14:paraId="01D37FD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A.10.4.2.10.2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2365</w:t>
      </w:r>
    </w:p>
    <w:p w14:paraId="29DC8B5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A.10.4.3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L1-RSRP measurements for beam reporting</w:t>
      </w:r>
      <w:r>
        <w:tab/>
        <w:t>2366</w:t>
      </w:r>
    </w:p>
    <w:p w14:paraId="0CDA447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A.10.4.3.1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 on PSCC when DRX is not used</w:t>
      </w:r>
      <w:r>
        <w:tab/>
        <w:t>2366</w:t>
      </w:r>
    </w:p>
    <w:p w14:paraId="2C81CBD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2366</w:t>
      </w:r>
    </w:p>
    <w:p w14:paraId="0A75066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2366</w:t>
      </w:r>
    </w:p>
    <w:p w14:paraId="4683E32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A.10.4.3.1.3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2368</w:t>
      </w:r>
    </w:p>
    <w:p w14:paraId="4CAE366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A.10.4.3.2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 on PSCC when DRX is used</w:t>
      </w:r>
      <w:r>
        <w:tab/>
        <w:t>2369</w:t>
      </w:r>
    </w:p>
    <w:p w14:paraId="526A8C4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2369</w:t>
      </w:r>
    </w:p>
    <w:p w14:paraId="5C9343D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2369</w:t>
      </w:r>
    </w:p>
    <w:p w14:paraId="189FACF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A.10.4.3.2.3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2371</w:t>
      </w:r>
    </w:p>
    <w:p w14:paraId="40BA2E6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A.10.4.3.3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 on SCC when DRX is not used</w:t>
      </w:r>
      <w:r>
        <w:tab/>
        <w:t>2372</w:t>
      </w:r>
    </w:p>
    <w:p w14:paraId="41922C1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A.10.4.3.3.1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2372</w:t>
      </w:r>
    </w:p>
    <w:p w14:paraId="1FB3051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A.10.4.3.3.2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2372</w:t>
      </w:r>
    </w:p>
    <w:p w14:paraId="31D711C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A.10.4.3.3.3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2375</w:t>
      </w:r>
    </w:p>
    <w:p w14:paraId="22D2EC7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A.10.4.3.4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 on SCC when DRX is used</w:t>
      </w:r>
      <w:r>
        <w:tab/>
        <w:t>2376</w:t>
      </w:r>
    </w:p>
    <w:p w14:paraId="10C783C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A.10.4.3.4.1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2376</w:t>
      </w:r>
    </w:p>
    <w:p w14:paraId="51163EC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A.10.4.3.4.2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2376</w:t>
      </w:r>
    </w:p>
    <w:p w14:paraId="5D72626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A.10.4.3.4.3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2379</w:t>
      </w:r>
    </w:p>
    <w:p w14:paraId="0836FA8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A.10.4.4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</w:t>
      </w:r>
      <w:r w:rsidRPr="007275DF">
        <w:sym w:font="Symbol" w:char="F02D"/>
      </w:r>
      <w:r>
        <w:t>NR inter-RAT measurements on NR carrier frequency under CCA</w:t>
      </w:r>
      <w:r>
        <w:tab/>
        <w:t>2380</w:t>
      </w:r>
    </w:p>
    <w:p w14:paraId="40356AA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A.10.4.4.1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E-UTRA-NR inter-RAT event triggered reporting tests for FR1 without SSB time index detection when DRX is not used</w:t>
      </w:r>
      <w:r>
        <w:tab/>
        <w:t>2380</w:t>
      </w:r>
    </w:p>
    <w:p w14:paraId="5C49543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2380</w:t>
      </w:r>
    </w:p>
    <w:p w14:paraId="042FDF9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2384</w:t>
      </w:r>
    </w:p>
    <w:p w14:paraId="3BA1DDD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</w:t>
      </w:r>
      <w:r>
        <w:rPr>
          <w:lang w:eastAsia="zh-CN"/>
        </w:rPr>
        <w:t>-</w:t>
      </w:r>
      <w:r>
        <w:t xml:space="preserve">NR </w:t>
      </w:r>
      <w:r>
        <w:rPr>
          <w:lang w:eastAsia="zh-CN"/>
        </w:rPr>
        <w:t>i</w:t>
      </w:r>
      <w:r>
        <w:t>nter-RAT event triggered reporting tests for FR1 without SSB time index detection when DRX is used</w:t>
      </w:r>
      <w:r>
        <w:tab/>
        <w:t>2385</w:t>
      </w:r>
    </w:p>
    <w:p w14:paraId="4BC7E16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2385</w:t>
      </w:r>
    </w:p>
    <w:p w14:paraId="4E1F595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2390</w:t>
      </w:r>
    </w:p>
    <w:p w14:paraId="23B3B43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Inter-RAT event triggered reporting tests for FR1 with SSB time index detection when DRX is not used</w:t>
      </w:r>
      <w:r>
        <w:tab/>
        <w:t>2391</w:t>
      </w:r>
    </w:p>
    <w:p w14:paraId="4015E97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A.10.4.4.3.1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2391</w:t>
      </w:r>
    </w:p>
    <w:p w14:paraId="23A95BC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A.10.4.4.3.2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2395</w:t>
      </w:r>
    </w:p>
    <w:p w14:paraId="3331F4C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A.10.4.4.4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Inter-RAT event triggered reporting tests for FR1 with SSB time index detection when DRX is used</w:t>
      </w:r>
      <w:r>
        <w:tab/>
        <w:t>2396</w:t>
      </w:r>
    </w:p>
    <w:p w14:paraId="1E890F5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A.10.4.4.4.1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2396</w:t>
      </w:r>
    </w:p>
    <w:p w14:paraId="0B1EAFF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A.10.4.4.4.2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2401</w:t>
      </w:r>
    </w:p>
    <w:p w14:paraId="33522A8B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A.10.5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performance</w:t>
      </w:r>
      <w:r>
        <w:tab/>
        <w:t>2402</w:t>
      </w:r>
    </w:p>
    <w:p w14:paraId="7236E1B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A.10.5.1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SS-RSRP</w:t>
      </w:r>
      <w:r>
        <w:tab/>
        <w:t>2402</w:t>
      </w:r>
    </w:p>
    <w:p w14:paraId="3E7E5E2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A.10.5.1.1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 xml:space="preserve">Intra-frequency measurement accuracy on a </w:t>
      </w:r>
      <w:r>
        <w:t>CCA serving cell</w:t>
      </w:r>
      <w:r>
        <w:tab/>
        <w:t>2402</w:t>
      </w:r>
    </w:p>
    <w:p w14:paraId="10EE15C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A.10.5.1.1.1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2402</w:t>
      </w:r>
    </w:p>
    <w:p w14:paraId="18C6E59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A.10.5.1.1.2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2402</w:t>
      </w:r>
    </w:p>
    <w:p w14:paraId="21637BD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A.10.5.1.1.3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2405</w:t>
      </w:r>
    </w:p>
    <w:p w14:paraId="0092F61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A.10.5.1.2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Inter-frequency measurement accuracy with FR1 CCA serving cell and FR1 CCA target cell</w:t>
      </w:r>
      <w:r>
        <w:tab/>
        <w:t>2405</w:t>
      </w:r>
    </w:p>
    <w:p w14:paraId="20F6D9E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A.10.5.1.2.1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2405</w:t>
      </w:r>
    </w:p>
    <w:p w14:paraId="3911F95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A.10.5.1.2.2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2405</w:t>
      </w:r>
    </w:p>
    <w:p w14:paraId="01983B9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A.10.5.1.2.3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2409</w:t>
      </w:r>
    </w:p>
    <w:p w14:paraId="4832E71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A.10.5.2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SS-RSRQ</w:t>
      </w:r>
      <w:r>
        <w:tab/>
        <w:t>2409</w:t>
      </w:r>
    </w:p>
    <w:p w14:paraId="63D787D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  <w:bCs/>
          <w:snapToGrid w:val="0"/>
        </w:rPr>
        <w:t>A.10.5.2.1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  <w:bCs/>
          <w:snapToGrid w:val="0"/>
        </w:rPr>
        <w:t>Intra-frequency measurement accuracy with FR1 CCA serving cell and FR1 CCA target cell</w:t>
      </w:r>
      <w:r>
        <w:tab/>
        <w:t>2409</w:t>
      </w:r>
    </w:p>
    <w:p w14:paraId="5E8404E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  <w:snapToGrid w:val="0"/>
        </w:rPr>
        <w:t>A.10.5.2.1.1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  <w:snapToGrid w:val="0"/>
        </w:rPr>
        <w:t>Test Purpose and Environment</w:t>
      </w:r>
      <w:r>
        <w:tab/>
        <w:t>2409</w:t>
      </w:r>
    </w:p>
    <w:p w14:paraId="09BDB13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  <w:snapToGrid w:val="0"/>
        </w:rPr>
        <w:t>A.10.5.2.1.2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  <w:snapToGrid w:val="0"/>
        </w:rPr>
        <w:t>Test Parameters</w:t>
      </w:r>
      <w:r>
        <w:tab/>
        <w:t>2409</w:t>
      </w:r>
    </w:p>
    <w:p w14:paraId="4D438E6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  <w:snapToGrid w:val="0"/>
        </w:rPr>
        <w:t>A.10.5.2.1.3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  <w:snapToGrid w:val="0"/>
        </w:rPr>
        <w:t>Test Requirements</w:t>
      </w:r>
      <w:r>
        <w:tab/>
        <w:t>2412</w:t>
      </w:r>
    </w:p>
    <w:p w14:paraId="33B9D01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  <w:bCs/>
          <w:snapToGrid w:val="0"/>
        </w:rPr>
        <w:t>A.10.5.2.2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  <w:bCs/>
          <w:snapToGrid w:val="0"/>
        </w:rPr>
        <w:t>Inter-frequency measurement accuracy with FR1 CCA serving cell and FR1 CCA target cell</w:t>
      </w:r>
      <w:r>
        <w:tab/>
        <w:t>2412</w:t>
      </w:r>
    </w:p>
    <w:p w14:paraId="7A70ECA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  <w:snapToGrid w:val="0"/>
        </w:rPr>
        <w:t>A.10.5.2.2.1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  <w:snapToGrid w:val="0"/>
        </w:rPr>
        <w:t>Test Purpose and Environment</w:t>
      </w:r>
      <w:r>
        <w:tab/>
        <w:t>2412</w:t>
      </w:r>
    </w:p>
    <w:p w14:paraId="59349F6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  <w:snapToGrid w:val="0"/>
        </w:rPr>
        <w:t>A.10.5.2.2.2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  <w:snapToGrid w:val="0"/>
        </w:rPr>
        <w:t>Test Parameters</w:t>
      </w:r>
      <w:r>
        <w:tab/>
        <w:t>2412</w:t>
      </w:r>
    </w:p>
    <w:p w14:paraId="52D35A3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  <w:snapToGrid w:val="0"/>
        </w:rPr>
        <w:t>A.10.5.2.2.3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Arial"/>
          <w:snapToGrid w:val="0"/>
        </w:rPr>
        <w:t>Test Requirements</w:t>
      </w:r>
      <w:r>
        <w:tab/>
        <w:t>2415</w:t>
      </w:r>
    </w:p>
    <w:p w14:paraId="113944E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A.10.5.3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SS-SINR</w:t>
      </w:r>
      <w:r>
        <w:tab/>
        <w:t>2415</w:t>
      </w:r>
    </w:p>
    <w:p w14:paraId="5D161A7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A.10.5.3.1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Intra-frequency measurement accuracy on PSCC</w:t>
      </w:r>
      <w:r>
        <w:tab/>
        <w:t>2415</w:t>
      </w:r>
    </w:p>
    <w:p w14:paraId="3402A71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A.10.5.3.1.1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2415</w:t>
      </w:r>
    </w:p>
    <w:p w14:paraId="64D1F9D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A.10.5.3.1.2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2415</w:t>
      </w:r>
    </w:p>
    <w:p w14:paraId="666ACC6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A.10.5.3.1.3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2418</w:t>
      </w:r>
    </w:p>
    <w:p w14:paraId="2A306BB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A.10.5.3</w:t>
      </w:r>
      <w:r>
        <w:rPr>
          <w:lang w:eastAsia="zh-CN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Inter-frequency measurement accuracy on PSCC</w:t>
      </w:r>
      <w:r>
        <w:tab/>
        <w:t>2418</w:t>
      </w:r>
    </w:p>
    <w:p w14:paraId="1EA09B8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A.10.5.3.</w:t>
      </w:r>
      <w:r w:rsidRPr="0046111E">
        <w:rPr>
          <w:snapToGrid w:val="0"/>
          <w:lang w:eastAsia="zh-CN"/>
        </w:rPr>
        <w:t>2</w:t>
      </w:r>
      <w:r w:rsidRPr="0046111E">
        <w:rPr>
          <w:snapToGrid w:val="0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2418</w:t>
      </w:r>
    </w:p>
    <w:p w14:paraId="127B5A4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A.10.5.3.</w:t>
      </w:r>
      <w:r>
        <w:rPr>
          <w:lang w:eastAsia="zh-CN"/>
        </w:rPr>
        <w:t>2</w:t>
      </w:r>
      <w:r>
        <w:rPr>
          <w:lang w:eastAsia="ko-KR"/>
        </w:rPr>
        <w:t>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Test Parameters</w:t>
      </w:r>
      <w:r>
        <w:tab/>
        <w:t>2418</w:t>
      </w:r>
    </w:p>
    <w:p w14:paraId="2143B75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A.10.5.3.</w:t>
      </w:r>
      <w:r>
        <w:rPr>
          <w:lang w:eastAsia="zh-CN"/>
        </w:rPr>
        <w:t>2</w:t>
      </w:r>
      <w:r>
        <w:rPr>
          <w:lang w:eastAsia="ko-KR"/>
        </w:rPr>
        <w:t>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Test Requirements</w:t>
      </w:r>
      <w:r>
        <w:tab/>
        <w:t>2422</w:t>
      </w:r>
    </w:p>
    <w:p w14:paraId="3DDCE15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A.10.5.3.3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Intra-frequency measurement accuracy on SCC</w:t>
      </w:r>
      <w:r>
        <w:tab/>
        <w:t>2422</w:t>
      </w:r>
    </w:p>
    <w:p w14:paraId="5DBCA50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A.10.5.3.3.1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2422</w:t>
      </w:r>
    </w:p>
    <w:p w14:paraId="291518F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A.10.5.3.3.2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2422</w:t>
      </w:r>
    </w:p>
    <w:p w14:paraId="296BF13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A.10.5.3.3.3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2425</w:t>
      </w:r>
    </w:p>
    <w:p w14:paraId="2D11558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A.10.5.4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L1-RSRP measurement for beam reporting with CCA serving cell</w:t>
      </w:r>
      <w:r>
        <w:tab/>
        <w:t>2425</w:t>
      </w:r>
    </w:p>
    <w:p w14:paraId="0D0BA6C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A.10.5.4.1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</w:t>
      </w:r>
      <w:r>
        <w:tab/>
        <w:t>2425</w:t>
      </w:r>
    </w:p>
    <w:p w14:paraId="130A5F7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A.10.5.4.1.1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2425</w:t>
      </w:r>
    </w:p>
    <w:p w14:paraId="0FFC0D2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A.10.5.4.1.2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2426</w:t>
      </w:r>
    </w:p>
    <w:p w14:paraId="539247B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A.10.5.4.1.3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2428</w:t>
      </w:r>
    </w:p>
    <w:p w14:paraId="2DD7406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A.10.5.5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RSSI</w:t>
      </w:r>
      <w:r>
        <w:tab/>
        <w:t>2428</w:t>
      </w:r>
    </w:p>
    <w:p w14:paraId="35CE9D5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 xml:space="preserve">A.10.5.5.1 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RSSI measurement accuracy </w:t>
      </w:r>
      <w:r w:rsidRPr="0046111E">
        <w:rPr>
          <w:snapToGrid w:val="0"/>
        </w:rPr>
        <w:t xml:space="preserve">on </w:t>
      </w:r>
      <w:r w:rsidRPr="0046111E">
        <w:rPr>
          <w:snapToGrid w:val="0"/>
          <w:lang w:eastAsia="zh-CN"/>
        </w:rPr>
        <w:t>PSCC</w:t>
      </w:r>
      <w:r w:rsidRPr="0046111E">
        <w:rPr>
          <w:snapToGrid w:val="0"/>
          <w:lang w:val="en-US" w:eastAsia="zh-CN"/>
        </w:rPr>
        <w:t xml:space="preserve"> </w:t>
      </w:r>
      <w:r w:rsidRPr="0046111E">
        <w:rPr>
          <w:snapToGrid w:val="0"/>
        </w:rPr>
        <w:t>with CCA</w:t>
      </w:r>
      <w:r>
        <w:tab/>
        <w:t>2428</w:t>
      </w:r>
    </w:p>
    <w:p w14:paraId="5276D7F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A.10.5.5.1.1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2428</w:t>
      </w:r>
    </w:p>
    <w:p w14:paraId="3448E66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A.10.5.5.1.2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2428</w:t>
      </w:r>
    </w:p>
    <w:p w14:paraId="6BBB703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A.10.5.5.1.3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2431</w:t>
      </w:r>
    </w:p>
    <w:p w14:paraId="10CD627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 xml:space="preserve">A.10.5.5.2 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RSSI measurement accuracy </w:t>
      </w:r>
      <w:r w:rsidRPr="0046111E">
        <w:rPr>
          <w:snapToGrid w:val="0"/>
        </w:rPr>
        <w:t xml:space="preserve">on </w:t>
      </w:r>
      <w:r w:rsidRPr="0046111E">
        <w:rPr>
          <w:snapToGrid w:val="0"/>
          <w:lang w:eastAsia="zh-CN"/>
        </w:rPr>
        <w:t>SCC</w:t>
      </w:r>
      <w:r w:rsidRPr="0046111E">
        <w:rPr>
          <w:snapToGrid w:val="0"/>
          <w:lang w:val="en-US" w:eastAsia="zh-CN"/>
        </w:rPr>
        <w:t xml:space="preserve"> </w:t>
      </w:r>
      <w:r w:rsidRPr="0046111E">
        <w:rPr>
          <w:snapToGrid w:val="0"/>
        </w:rPr>
        <w:t>with CCA</w:t>
      </w:r>
      <w:r>
        <w:tab/>
        <w:t>2431</w:t>
      </w:r>
    </w:p>
    <w:p w14:paraId="32478A1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A.10.5.5.2.1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2431</w:t>
      </w:r>
    </w:p>
    <w:p w14:paraId="7D8A18F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A.10.5.5.2.2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2431</w:t>
      </w:r>
    </w:p>
    <w:p w14:paraId="35EC3F1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A.10.5.5.2.3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2434</w:t>
      </w:r>
    </w:p>
    <w:p w14:paraId="433DA90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 xml:space="preserve">A.10.5.5.3 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Inter-frequency RSSI measurement accuracy on </w:t>
      </w:r>
      <w:r w:rsidRPr="0046111E">
        <w:rPr>
          <w:snapToGrid w:val="0"/>
        </w:rPr>
        <w:t>a carrier with CCA</w:t>
      </w:r>
      <w:r>
        <w:tab/>
        <w:t>2434</w:t>
      </w:r>
    </w:p>
    <w:p w14:paraId="2F8A508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A.10.5.5.3.1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2434</w:t>
      </w:r>
    </w:p>
    <w:p w14:paraId="6841175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A.10.5.5.3.2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2434</w:t>
      </w:r>
    </w:p>
    <w:p w14:paraId="2429A14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A.10.5.5.3.3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2438</w:t>
      </w:r>
    </w:p>
    <w:p w14:paraId="6C1CE28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A.10.5.6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Channel occupancy</w:t>
      </w:r>
      <w:r>
        <w:tab/>
        <w:t>2438</w:t>
      </w:r>
    </w:p>
    <w:p w14:paraId="2B2A542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 xml:space="preserve">A.10.5.6.1 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Channel occupancy measurement accuracy </w:t>
      </w:r>
      <w:r w:rsidRPr="0046111E">
        <w:rPr>
          <w:snapToGrid w:val="0"/>
        </w:rPr>
        <w:t xml:space="preserve">on </w:t>
      </w:r>
      <w:r w:rsidRPr="0046111E">
        <w:rPr>
          <w:snapToGrid w:val="0"/>
          <w:lang w:eastAsia="zh-CN"/>
        </w:rPr>
        <w:t>PSCC</w:t>
      </w:r>
      <w:r w:rsidRPr="0046111E">
        <w:rPr>
          <w:snapToGrid w:val="0"/>
          <w:lang w:val="en-US" w:eastAsia="zh-CN"/>
        </w:rPr>
        <w:t xml:space="preserve"> </w:t>
      </w:r>
      <w:r w:rsidRPr="0046111E">
        <w:rPr>
          <w:snapToGrid w:val="0"/>
        </w:rPr>
        <w:t>with CCA</w:t>
      </w:r>
      <w:r>
        <w:tab/>
        <w:t>2438</w:t>
      </w:r>
    </w:p>
    <w:p w14:paraId="11EBBF4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A.10.5.6.1.1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2438</w:t>
      </w:r>
    </w:p>
    <w:p w14:paraId="1C15CF7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A.10.5.6.1.2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2438</w:t>
      </w:r>
    </w:p>
    <w:p w14:paraId="0BC5362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A.10.5.6.1.3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2442</w:t>
      </w:r>
    </w:p>
    <w:p w14:paraId="27BACD1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 xml:space="preserve">A.10.5.6.2 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Channel occupancy measurement accuracy </w:t>
      </w:r>
      <w:r w:rsidRPr="0046111E">
        <w:rPr>
          <w:snapToGrid w:val="0"/>
        </w:rPr>
        <w:t xml:space="preserve">on </w:t>
      </w:r>
      <w:r w:rsidRPr="0046111E">
        <w:rPr>
          <w:snapToGrid w:val="0"/>
          <w:lang w:eastAsia="zh-CN"/>
        </w:rPr>
        <w:t>SCC</w:t>
      </w:r>
      <w:r w:rsidRPr="0046111E">
        <w:rPr>
          <w:snapToGrid w:val="0"/>
          <w:lang w:val="en-US" w:eastAsia="zh-CN"/>
        </w:rPr>
        <w:t xml:space="preserve"> </w:t>
      </w:r>
      <w:r w:rsidRPr="0046111E">
        <w:rPr>
          <w:snapToGrid w:val="0"/>
        </w:rPr>
        <w:t>with CCA</w:t>
      </w:r>
      <w:r>
        <w:tab/>
        <w:t>2442</w:t>
      </w:r>
    </w:p>
    <w:p w14:paraId="445B705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A.10.5.6.2.1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2442</w:t>
      </w:r>
    </w:p>
    <w:p w14:paraId="02F1397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A.10.5.6.2.2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2442</w:t>
      </w:r>
    </w:p>
    <w:p w14:paraId="7B36096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A.10.5.6.2.3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2445</w:t>
      </w:r>
    </w:p>
    <w:p w14:paraId="6313B4B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 xml:space="preserve">A.10.5.6.3 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Inter-frequency channel occupancy measurement accuracy on </w:t>
      </w:r>
      <w:r w:rsidRPr="0046111E">
        <w:rPr>
          <w:snapToGrid w:val="0"/>
        </w:rPr>
        <w:t>a carrier with CCA</w:t>
      </w:r>
      <w:r>
        <w:tab/>
        <w:t>2445</w:t>
      </w:r>
    </w:p>
    <w:p w14:paraId="0608006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A.10.5.6.3.1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2445</w:t>
      </w:r>
    </w:p>
    <w:p w14:paraId="7C0382C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A.10.5.6.3.2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2445</w:t>
      </w:r>
    </w:p>
    <w:p w14:paraId="2DBCB13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A.10.5.6.3.3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2449</w:t>
      </w:r>
    </w:p>
    <w:p w14:paraId="3AE81367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A.11</w:t>
      </w:r>
      <w:r>
        <w:rPr>
          <w:rFonts w:ascii="Calibri" w:eastAsia="Malgun Gothic" w:hAnsi="Calibri"/>
          <w:szCs w:val="22"/>
          <w:lang w:eastAsia="en-GB"/>
        </w:rPr>
        <w:tab/>
      </w:r>
      <w:r>
        <w:t>NR Standalone Tests with NR PCell under CCA and Other NR Cells in FR1</w:t>
      </w:r>
      <w:r>
        <w:tab/>
        <w:t>2449</w:t>
      </w:r>
    </w:p>
    <w:p w14:paraId="743D30A1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A.11.1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RRC_IDLE state mobility</w:t>
      </w:r>
      <w:r>
        <w:tab/>
        <w:t>2449</w:t>
      </w:r>
    </w:p>
    <w:p w14:paraId="6A7F850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Cell re-selection with both source and target NR carrier frequencies under CCA</w:t>
      </w:r>
      <w:r>
        <w:tab/>
        <w:t>2449</w:t>
      </w:r>
    </w:p>
    <w:p w14:paraId="391E3C3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Cell reselection to FR1 intra-frequency NR cells when subject to CCA on the serving and target cell</w:t>
      </w:r>
      <w:r>
        <w:tab/>
        <w:t>2449</w:t>
      </w:r>
    </w:p>
    <w:p w14:paraId="57F92DC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2449</w:t>
      </w:r>
    </w:p>
    <w:p w14:paraId="0D5DE15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2450</w:t>
      </w:r>
    </w:p>
    <w:p w14:paraId="6599B8D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2453</w:t>
      </w:r>
    </w:p>
    <w:p w14:paraId="5554F6D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Cell reselection to FR1 inter-frequency NR case when subject to CCA on the serving and target cell</w:t>
      </w:r>
      <w:r>
        <w:tab/>
        <w:t>2453</w:t>
      </w:r>
    </w:p>
    <w:p w14:paraId="378E245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2453</w:t>
      </w:r>
    </w:p>
    <w:p w14:paraId="63150B1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2453</w:t>
      </w:r>
    </w:p>
    <w:p w14:paraId="3956C03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2457</w:t>
      </w:r>
    </w:p>
    <w:p w14:paraId="50185EB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Cell re-selection to NR with source NR carrier frequency under CCA</w:t>
      </w:r>
      <w:r>
        <w:tab/>
        <w:t>2457</w:t>
      </w:r>
    </w:p>
    <w:p w14:paraId="51F735F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Cell reselection to FR1 inter-frequency NR case when serving cell is subject to CCA</w:t>
      </w:r>
      <w:r>
        <w:tab/>
        <w:t>2457</w:t>
      </w:r>
    </w:p>
    <w:p w14:paraId="13DD9B7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2457</w:t>
      </w:r>
    </w:p>
    <w:p w14:paraId="37A13B0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2458</w:t>
      </w:r>
    </w:p>
    <w:p w14:paraId="3F627AD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A.11.1.2.1.3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2464</w:t>
      </w:r>
    </w:p>
    <w:p w14:paraId="400FA19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Cell re-selection from NR carrier with target NR carrier frequency under CCA</w:t>
      </w:r>
      <w:r>
        <w:tab/>
        <w:t>2465</w:t>
      </w:r>
    </w:p>
    <w:p w14:paraId="32B7C22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Cell reselection to FR1 inter-frequency NR case when target cell is subject to CCA</w:t>
      </w:r>
      <w:r>
        <w:tab/>
        <w:t>2465</w:t>
      </w:r>
    </w:p>
    <w:p w14:paraId="4EA01BE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2465</w:t>
      </w:r>
    </w:p>
    <w:p w14:paraId="6F5B163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2465</w:t>
      </w:r>
    </w:p>
    <w:p w14:paraId="146FA5F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A.11.1.3.1.3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2470</w:t>
      </w:r>
    </w:p>
    <w:p w14:paraId="1A3E4C3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A.11.1.4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Inter-RAT cell re-selection to E-UTRAN with source NR carrier frequency under CCA</w:t>
      </w:r>
      <w:r>
        <w:tab/>
        <w:t>2471</w:t>
      </w:r>
    </w:p>
    <w:p w14:paraId="62FDE9B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Cell reselection to higher priority E-UTRAN when serving cell is subject to CCA</w:t>
      </w:r>
      <w:r>
        <w:tab/>
        <w:t>2471</w:t>
      </w:r>
    </w:p>
    <w:p w14:paraId="41FCCDC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2471</w:t>
      </w:r>
    </w:p>
    <w:p w14:paraId="1A6E33A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Parameters</w:t>
      </w:r>
      <w:r>
        <w:tab/>
        <w:t>2471</w:t>
      </w:r>
    </w:p>
    <w:p w14:paraId="10BFDBD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A.11.1.4.1.3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2474</w:t>
      </w:r>
    </w:p>
    <w:p w14:paraId="2B61A8F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Cell reselection to lower priority E-UTRAN when serving cell is subject to CCA</w:t>
      </w:r>
      <w:r>
        <w:tab/>
        <w:t>2475</w:t>
      </w:r>
    </w:p>
    <w:p w14:paraId="5C9BC7B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2475</w:t>
      </w:r>
    </w:p>
    <w:p w14:paraId="5F4AD72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A.11.1.4.2.2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2477</w:t>
      </w:r>
    </w:p>
    <w:p w14:paraId="552DF606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A.11.2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RRC_CONNECTED state mobility</w:t>
      </w:r>
      <w:r>
        <w:tab/>
        <w:t>2478</w:t>
      </w:r>
    </w:p>
    <w:p w14:paraId="5F4416C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Handover</w:t>
      </w:r>
      <w:r>
        <w:tab/>
        <w:t>2478</w:t>
      </w:r>
    </w:p>
    <w:p w14:paraId="5229A40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Intra-frequency handover from FR1 carrier under CCA to FR1 carrier under CCA; known target cell</w:t>
      </w:r>
      <w:r>
        <w:tab/>
        <w:t>2478</w:t>
      </w:r>
    </w:p>
    <w:p w14:paraId="2286B06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2478</w:t>
      </w:r>
    </w:p>
    <w:p w14:paraId="242A560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2478</w:t>
      </w:r>
    </w:p>
    <w:p w14:paraId="073338F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A.11.2.1.1.3 Test Requirements</w:t>
      </w:r>
      <w:r>
        <w:tab/>
        <w:t>2481</w:t>
      </w:r>
    </w:p>
    <w:p w14:paraId="531E11B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Intra-frequency handover from FR1 carrier under CCA to FR1 carrier under CCA; unknown target cell</w:t>
      </w:r>
      <w:r>
        <w:tab/>
        <w:t>2481</w:t>
      </w:r>
    </w:p>
    <w:p w14:paraId="439A37C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2481</w:t>
      </w:r>
    </w:p>
    <w:p w14:paraId="0E59A94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2481</w:t>
      </w:r>
    </w:p>
    <w:p w14:paraId="20BFCB2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2484</w:t>
      </w:r>
    </w:p>
    <w:p w14:paraId="78E27B0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lastRenderedPageBreak/>
        <w:t>A.11.2.1.3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Inter-frequency handover from FR1 carrier under CCA to FR1 carrier under CCA; unknown target cell</w:t>
      </w:r>
      <w:r>
        <w:tab/>
        <w:t>2484</w:t>
      </w:r>
    </w:p>
    <w:p w14:paraId="2395A04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2484</w:t>
      </w:r>
    </w:p>
    <w:p w14:paraId="3E33294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2484</w:t>
      </w:r>
    </w:p>
    <w:p w14:paraId="4BC4307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A.11.2.1.3.3 Test Requirements</w:t>
      </w:r>
      <w:r>
        <w:tab/>
        <w:t>2487</w:t>
      </w:r>
    </w:p>
    <w:p w14:paraId="4083EF4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Inter-frequency handover from FR1 carrier under CCA to FR1; known target cell</w:t>
      </w:r>
      <w:r>
        <w:tab/>
        <w:t>2487</w:t>
      </w:r>
    </w:p>
    <w:p w14:paraId="207ED9B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2487</w:t>
      </w:r>
    </w:p>
    <w:p w14:paraId="3D7355C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2487</w:t>
      </w:r>
    </w:p>
    <w:p w14:paraId="0CAE059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A.11.2.1.4.3 Test Requirements</w:t>
      </w:r>
      <w:r>
        <w:tab/>
        <w:t>2491</w:t>
      </w:r>
    </w:p>
    <w:p w14:paraId="0B192CF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Inter-frequency handover from FR1 carrier under CCA to FR1; unknown target cell</w:t>
      </w:r>
      <w:r>
        <w:tab/>
        <w:t>2492</w:t>
      </w:r>
    </w:p>
    <w:p w14:paraId="5FDF325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2492</w:t>
      </w:r>
    </w:p>
    <w:p w14:paraId="109BCE7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2492</w:t>
      </w:r>
    </w:p>
    <w:p w14:paraId="444C52F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A.11.2.1.5.3 Test Requirements</w:t>
      </w:r>
      <w:r>
        <w:tab/>
        <w:t>2495</w:t>
      </w:r>
    </w:p>
    <w:p w14:paraId="3F16CBB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Inter-frequency handover from FR1 to FR1 carrier under CCA; unknown target cell</w:t>
      </w:r>
      <w:r>
        <w:tab/>
        <w:t>2496</w:t>
      </w:r>
    </w:p>
    <w:p w14:paraId="6892992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2496</w:t>
      </w:r>
    </w:p>
    <w:p w14:paraId="5B0A4D4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2496</w:t>
      </w:r>
    </w:p>
    <w:p w14:paraId="35445E8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A.11.2.1.6.3 Test Requirements</w:t>
      </w:r>
      <w:r>
        <w:tab/>
        <w:t>2499</w:t>
      </w:r>
    </w:p>
    <w:p w14:paraId="1AEB864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v4.2.0"/>
          <w:lang w:val="en-US"/>
        </w:rPr>
        <w:t>A.11.2.1.7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v4.2.0"/>
          <w:lang w:val="en-US"/>
        </w:rPr>
        <w:t xml:space="preserve"> SA NR FR1 carrier under CCA </w:t>
      </w:r>
      <w:r w:rsidRPr="0046111E">
        <w:rPr>
          <w:lang w:val="en-US"/>
        </w:rPr>
        <w:t>- E-UTRAN handover with known target cell</w:t>
      </w:r>
      <w:r>
        <w:tab/>
        <w:t>2500</w:t>
      </w:r>
    </w:p>
    <w:p w14:paraId="588A7FA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2500</w:t>
      </w:r>
    </w:p>
    <w:p w14:paraId="5450C05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2506</w:t>
      </w:r>
    </w:p>
    <w:p w14:paraId="38EF1DF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v4.2.0"/>
        </w:rPr>
        <w:t>A.11.2.1.8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cs="v4.2.0"/>
        </w:rPr>
        <w:t xml:space="preserve">SA NR FR1 carrier under CCA </w:t>
      </w:r>
      <w:r>
        <w:t>- E-UTRAN handover with unknown target cell</w:t>
      </w:r>
      <w:r>
        <w:tab/>
        <w:t>2506</w:t>
      </w:r>
    </w:p>
    <w:p w14:paraId="485EA46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2506</w:t>
      </w:r>
    </w:p>
    <w:p w14:paraId="71D65C1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A.11.2.1.8.2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2511</w:t>
      </w:r>
    </w:p>
    <w:p w14:paraId="479883B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 connection mobility control</w:t>
      </w:r>
      <w:r>
        <w:tab/>
        <w:t>2511</w:t>
      </w:r>
    </w:p>
    <w:p w14:paraId="410148A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 re-establishment</w:t>
      </w:r>
      <w:r>
        <w:tab/>
        <w:t>2511</w:t>
      </w:r>
    </w:p>
    <w:p w14:paraId="694D650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Intra-</w:t>
      </w:r>
      <w:r>
        <w:t>frequency</w:t>
      </w:r>
      <w:r w:rsidRPr="0046111E">
        <w:rPr>
          <w:snapToGrid w:val="0"/>
        </w:rPr>
        <w:t xml:space="preserve"> RRC Re-establishment with CCA in FR1</w:t>
      </w:r>
      <w:r>
        <w:tab/>
        <w:t>2511</w:t>
      </w:r>
    </w:p>
    <w:p w14:paraId="592A352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Inter-frequency RRC Re-establishment with CCA in FR1</w:t>
      </w:r>
      <w:r>
        <w:tab/>
        <w:t>2514</w:t>
      </w:r>
    </w:p>
    <w:p w14:paraId="43470BE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A.11.2.2.1.3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Intra-frequency RRC Re-establishment with CCA in FR1 without serving cell timing</w:t>
      </w:r>
      <w:r>
        <w:tab/>
        <w:t>2518</w:t>
      </w:r>
    </w:p>
    <w:p w14:paraId="17A0E08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A.11.2.2.1.4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 xml:space="preserve">Inter-frequency RRC Re-establishment from NR FR1 carrier </w:t>
      </w:r>
      <w:r>
        <w:t>without</w:t>
      </w:r>
      <w:r w:rsidRPr="0046111E">
        <w:rPr>
          <w:snapToGrid w:val="0"/>
        </w:rPr>
        <w:t xml:space="preserve"> CCA to NR FR1 carrier under CCA</w:t>
      </w:r>
      <w:r>
        <w:tab/>
        <w:t>2521</w:t>
      </w:r>
    </w:p>
    <w:p w14:paraId="11D38B8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Random Access</w:t>
      </w:r>
      <w:r>
        <w:tab/>
        <w:t>2526</w:t>
      </w:r>
    </w:p>
    <w:p w14:paraId="7B9D12C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A.11.2.2.2.1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4-step RA type contention-based random access for NR PCell with CCA</w:t>
      </w:r>
      <w:r>
        <w:tab/>
        <w:t>2526</w:t>
      </w:r>
    </w:p>
    <w:p w14:paraId="53E77BB2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>
        <w:t>A.11.2.2.2.1.1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2526</w:t>
      </w:r>
    </w:p>
    <w:p w14:paraId="7281361A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>
        <w:t>A.11.2.2.2.1.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2529</w:t>
      </w:r>
    </w:p>
    <w:p w14:paraId="62056680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A.11.2.2.2.1</w:t>
      </w:r>
      <w:r>
        <w:rPr>
          <w:lang w:eastAsia="zh-CN"/>
        </w:rPr>
        <w:t>.2</w:t>
      </w:r>
      <w: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Random Access Preamble Transmission</w:t>
      </w:r>
      <w:r>
        <w:tab/>
        <w:t>2529</w:t>
      </w:r>
    </w:p>
    <w:p w14:paraId="043A1B70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A.11.2.2.2.1</w:t>
      </w:r>
      <w:r>
        <w:rPr>
          <w:lang w:eastAsia="zh-CN"/>
        </w:rPr>
        <w:t>.2</w:t>
      </w:r>
      <w:r>
        <w:t>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Random Access Response Reception</w:t>
      </w:r>
      <w:r>
        <w:tab/>
        <w:t>2529</w:t>
      </w:r>
    </w:p>
    <w:p w14:paraId="443B507C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A.11.2.2.2.1</w:t>
      </w:r>
      <w:r>
        <w:rPr>
          <w:lang w:eastAsia="zh-CN"/>
        </w:rPr>
        <w:t>.2</w:t>
      </w:r>
      <w:r>
        <w:t>.</w:t>
      </w:r>
      <w:r>
        <w:rPr>
          <w:lang w:eastAsia="zh-CN"/>
        </w:rP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No Random Access Response Reception</w:t>
      </w:r>
      <w:r>
        <w:tab/>
        <w:t>2530</w:t>
      </w:r>
    </w:p>
    <w:p w14:paraId="328B72C0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A.11.2.2.2.1</w:t>
      </w:r>
      <w:r>
        <w:rPr>
          <w:lang w:eastAsia="zh-CN"/>
        </w:rPr>
        <w:t>.2</w:t>
      </w:r>
      <w:r>
        <w:t>.</w:t>
      </w:r>
      <w:r>
        <w:rPr>
          <w:lang w:eastAsia="zh-CN"/>
        </w:rPr>
        <w:t>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Receiving </w:t>
      </w:r>
      <w:r>
        <w:rPr>
          <w:lang w:eastAsia="zh-CN"/>
        </w:rPr>
        <w:t>an UL grant for msg3 retransmission</w:t>
      </w:r>
      <w:r>
        <w:tab/>
        <w:t>2530</w:t>
      </w:r>
    </w:p>
    <w:p w14:paraId="2ABDF117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A.11.2.2.2.1</w:t>
      </w:r>
      <w:r>
        <w:rPr>
          <w:lang w:eastAsia="zh-CN"/>
        </w:rPr>
        <w:t>.2</w:t>
      </w:r>
      <w:r>
        <w:t>.</w:t>
      </w:r>
      <w:r>
        <w:rPr>
          <w:lang w:eastAsia="zh-CN"/>
        </w:rPr>
        <w:t>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Reception of an Incorrect Message over Temporary C-RNTI</w:t>
      </w:r>
      <w:r>
        <w:tab/>
        <w:t>2530</w:t>
      </w:r>
    </w:p>
    <w:p w14:paraId="53D6C1D1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A.11.2.2.2.1</w:t>
      </w:r>
      <w:r>
        <w:rPr>
          <w:lang w:eastAsia="zh-CN"/>
        </w:rPr>
        <w:t>.2</w:t>
      </w:r>
      <w:r>
        <w:t>.</w:t>
      </w:r>
      <w:r>
        <w:rPr>
          <w:lang w:eastAsia="zh-CN"/>
        </w:rPr>
        <w:t>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Reception of a Correct Message over Temporary C-RNTI</w:t>
      </w:r>
      <w:r>
        <w:tab/>
        <w:t>2531</w:t>
      </w:r>
    </w:p>
    <w:p w14:paraId="70D64D2F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A.11.2.2.2.1</w:t>
      </w:r>
      <w:r>
        <w:rPr>
          <w:lang w:eastAsia="zh-CN"/>
        </w:rPr>
        <w:t>.2</w:t>
      </w:r>
      <w:r>
        <w:t>.</w:t>
      </w:r>
      <w:r>
        <w:rPr>
          <w:lang w:eastAsia="zh-CN"/>
        </w:rPr>
        <w:t>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Contention Resolution Timer expiry</w:t>
      </w:r>
      <w:r>
        <w:tab/>
        <w:t>2531</w:t>
      </w:r>
    </w:p>
    <w:p w14:paraId="685BF13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A.11.2.2.2.2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4-step RA type non-contention based random access for NR PSCell with CCA</w:t>
      </w:r>
      <w:r>
        <w:tab/>
        <w:t>2531</w:t>
      </w:r>
    </w:p>
    <w:p w14:paraId="2A42CA64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>
        <w:t>A.11.2.2.2.2.1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2531</w:t>
      </w:r>
    </w:p>
    <w:p w14:paraId="5F5B2343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>
        <w:t>A.11.2.2.2.2.2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2534</w:t>
      </w:r>
    </w:p>
    <w:p w14:paraId="46649F60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A.11.2.2.2.2.</w:t>
      </w:r>
      <w:r>
        <w:rPr>
          <w:lang w:eastAsia="zh-CN"/>
        </w:rPr>
        <w:t>2</w:t>
      </w:r>
      <w: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SSB-based Random Access Preamble Transmission</w:t>
      </w:r>
      <w:r>
        <w:tab/>
        <w:t>2534</w:t>
      </w:r>
    </w:p>
    <w:p w14:paraId="1D42FE25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A.11.2.2.2.2.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Random Access Response Reception</w:t>
      </w:r>
      <w:r>
        <w:tab/>
        <w:t>2535</w:t>
      </w:r>
    </w:p>
    <w:p w14:paraId="2E1C83DF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A.11.2.2.2.2.</w:t>
      </w:r>
      <w:r>
        <w:rPr>
          <w:lang w:eastAsia="zh-CN"/>
        </w:rPr>
        <w:t>2</w:t>
      </w:r>
      <w:r>
        <w:t>.</w:t>
      </w:r>
      <w:r>
        <w:rPr>
          <w:lang w:eastAsia="zh-CN"/>
        </w:rP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No Random Access Response Reception</w:t>
      </w:r>
      <w:r>
        <w:tab/>
        <w:t>2535</w:t>
      </w:r>
    </w:p>
    <w:p w14:paraId="16FBBED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A.11.2.2.2.3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2-step RA type contention-based random access for NR PCell with CCA</w:t>
      </w:r>
      <w:r>
        <w:tab/>
        <w:t>2535</w:t>
      </w:r>
    </w:p>
    <w:p w14:paraId="52D59DEA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>
        <w:t>A.11.2.2.2.3.1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2535</w:t>
      </w:r>
    </w:p>
    <w:p w14:paraId="68180959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>
        <w:t>A.11.2.2.2.3.2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2539</w:t>
      </w:r>
    </w:p>
    <w:p w14:paraId="7D2B9862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A.11.2.2.2.3.</w:t>
      </w:r>
      <w:r>
        <w:rPr>
          <w:lang w:eastAsia="zh-CN"/>
        </w:rPr>
        <w:t>2.</w:t>
      </w:r>
      <w:r>
        <w:t>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MsgA Transmission</w:t>
      </w:r>
      <w:r>
        <w:tab/>
        <w:t>2539</w:t>
      </w:r>
    </w:p>
    <w:p w14:paraId="0C81EDE0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A.11.2.2.2.3.</w:t>
      </w:r>
      <w:r>
        <w:rPr>
          <w:lang w:eastAsia="zh-CN"/>
        </w:rPr>
        <w:t>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MsgB Reception</w:t>
      </w:r>
      <w:r>
        <w:tab/>
        <w:t>2539</w:t>
      </w:r>
    </w:p>
    <w:p w14:paraId="6F8F7108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A.11.2.2.2.3.</w:t>
      </w:r>
      <w:r>
        <w:rPr>
          <w:lang w:eastAsia="zh-CN"/>
        </w:rPr>
        <w:t>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No MsgB Reception</w:t>
      </w:r>
      <w:r>
        <w:tab/>
        <w:t>2540</w:t>
      </w:r>
    </w:p>
    <w:p w14:paraId="6CF024C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A.11.2.2.2.4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2-step RA type non-contention-based random access for NR PCell with CCA</w:t>
      </w:r>
      <w:r>
        <w:tab/>
        <w:t>2540</w:t>
      </w:r>
    </w:p>
    <w:p w14:paraId="53BF1332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>
        <w:t>A.11.2.2.2.4.1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2540</w:t>
      </w:r>
    </w:p>
    <w:p w14:paraId="64505495" w14:textId="77777777" w:rsidR="00FD68A6" w:rsidRDefault="00FD68A6">
      <w:pPr>
        <w:pStyle w:val="TOC6"/>
        <w:rPr>
          <w:rFonts w:ascii="Calibri" w:eastAsia="Malgun Gothic" w:hAnsi="Calibri"/>
          <w:sz w:val="22"/>
          <w:szCs w:val="22"/>
          <w:lang w:eastAsia="en-GB"/>
        </w:rPr>
      </w:pPr>
      <w:r>
        <w:t>A.11.2.2.2.4.2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2544</w:t>
      </w:r>
    </w:p>
    <w:p w14:paraId="78C9B5C9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A.11.2.2.2.4.2.1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MsgA</w:t>
      </w:r>
      <w:r>
        <w:t xml:space="preserve"> Transmission</w:t>
      </w:r>
      <w:r>
        <w:tab/>
        <w:t>2544</w:t>
      </w:r>
    </w:p>
    <w:p w14:paraId="6D4FE22B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A.11.2.2.2.4.2.</w:t>
      </w:r>
      <w:r w:rsidRPr="0046111E">
        <w:rPr>
          <w:lang w:val="en-US"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MsgB</w:t>
      </w:r>
      <w:r>
        <w:t xml:space="preserve"> Reception</w:t>
      </w:r>
      <w:r>
        <w:tab/>
        <w:t>2545</w:t>
      </w:r>
    </w:p>
    <w:p w14:paraId="2CA47918" w14:textId="77777777" w:rsidR="00FD68A6" w:rsidRDefault="00FD68A6">
      <w:pPr>
        <w:pStyle w:val="TOC7"/>
        <w:rPr>
          <w:rFonts w:ascii="Calibri" w:eastAsia="Malgun Gothic" w:hAnsi="Calibri"/>
          <w:sz w:val="22"/>
          <w:szCs w:val="22"/>
          <w:lang w:eastAsia="en-GB"/>
        </w:rPr>
      </w:pPr>
      <w:r>
        <w:t>A.11.2.2.2.4.2.</w:t>
      </w:r>
      <w:r w:rsidRPr="0046111E">
        <w:rPr>
          <w:lang w:val="en-US" w:eastAsia="zh-CN"/>
        </w:rP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No </w:t>
      </w:r>
      <w:r w:rsidRPr="0046111E">
        <w:rPr>
          <w:lang w:val="en-US" w:eastAsia="zh-CN"/>
        </w:rPr>
        <w:t>MsgB</w:t>
      </w:r>
      <w:r>
        <w:t xml:space="preserve"> Reception</w:t>
      </w:r>
      <w:r>
        <w:tab/>
        <w:t>2545</w:t>
      </w:r>
    </w:p>
    <w:p w14:paraId="3CC64FB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A.11.2.2.3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 connection release with redirection</w:t>
      </w:r>
      <w:r>
        <w:tab/>
        <w:t>2546</w:t>
      </w:r>
    </w:p>
    <w:p w14:paraId="1EED93C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A.11.2.2.3.1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Redirection from NR </w:t>
      </w:r>
      <w:r w:rsidRPr="0046111E">
        <w:rPr>
          <w:snapToGrid w:val="0"/>
        </w:rPr>
        <w:t xml:space="preserve">FR1 carrier under CCA </w:t>
      </w:r>
      <w:r>
        <w:t xml:space="preserve">to NR </w:t>
      </w:r>
      <w:r w:rsidRPr="0046111E">
        <w:rPr>
          <w:snapToGrid w:val="0"/>
        </w:rPr>
        <w:t>FR1 carrier under CCA</w:t>
      </w:r>
      <w:r>
        <w:tab/>
        <w:t>2546</w:t>
      </w:r>
    </w:p>
    <w:p w14:paraId="1B49E5EC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A.11.3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Timing</w:t>
      </w:r>
      <w:r>
        <w:tab/>
        <w:t>2554</w:t>
      </w:r>
    </w:p>
    <w:p w14:paraId="7D0658E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A.11.3.1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transmit timing</w:t>
      </w:r>
      <w:r>
        <w:tab/>
        <w:t>2554</w:t>
      </w:r>
    </w:p>
    <w:p w14:paraId="778DDC1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timing advance</w:t>
      </w:r>
      <w:r>
        <w:tab/>
        <w:t>2558</w:t>
      </w:r>
    </w:p>
    <w:p w14:paraId="1841BC3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Timing Advance Adjustment Accuracy with PCell under DL CCA</w:t>
      </w:r>
      <w:r>
        <w:tab/>
        <w:t>2558</w:t>
      </w:r>
    </w:p>
    <w:p w14:paraId="2CDE840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A.11.3.2.1.1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2558</w:t>
      </w:r>
    </w:p>
    <w:p w14:paraId="6F7C495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A.11.3.2.1.2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2558</w:t>
      </w:r>
    </w:p>
    <w:p w14:paraId="0E16D3B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A.11.3.2.1.3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2562</w:t>
      </w:r>
    </w:p>
    <w:p w14:paraId="1CC5F5F8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A.11.4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Signalling characteristics</w:t>
      </w:r>
      <w:r>
        <w:tab/>
        <w:t>2562</w:t>
      </w:r>
    </w:p>
    <w:p w14:paraId="7179EBA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</w:t>
      </w:r>
      <w:r>
        <w:tab/>
        <w:t>2562</w:t>
      </w:r>
    </w:p>
    <w:p w14:paraId="6D53621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2562</w:t>
      </w:r>
    </w:p>
    <w:p w14:paraId="32E67A7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out-of-sync test for PCell configured with SSB-based RLM RS in non-DRX mode</w:t>
      </w:r>
      <w:r>
        <w:tab/>
        <w:t>2563</w:t>
      </w:r>
    </w:p>
    <w:p w14:paraId="4EF457E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A.11.4.1.2.1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2563</w:t>
      </w:r>
    </w:p>
    <w:p w14:paraId="0EDC453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A.11.4.1.2.2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requirements</w:t>
      </w:r>
      <w:r>
        <w:tab/>
        <w:t>2567</w:t>
      </w:r>
    </w:p>
    <w:p w14:paraId="3358B0E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A.11.4.1.3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in-sync test for PCell configured with SSB-based RLM RS in non-DRX mode</w:t>
      </w:r>
      <w:r>
        <w:tab/>
        <w:t>2567</w:t>
      </w:r>
    </w:p>
    <w:p w14:paraId="6C86E71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A.11.4.1.3.1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2567</w:t>
      </w:r>
    </w:p>
    <w:p w14:paraId="0E5CCD3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A.11.4.1.3.2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requirements</w:t>
      </w:r>
      <w:r>
        <w:tab/>
        <w:t>2573</w:t>
      </w:r>
    </w:p>
    <w:p w14:paraId="1939080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A.11.4.1.4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out-of-sync test for PCell configured with SSB-based RLM RS in DRX mode</w:t>
      </w:r>
      <w:r>
        <w:tab/>
        <w:t>2573</w:t>
      </w:r>
    </w:p>
    <w:p w14:paraId="3BF4C61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A.11.4.1.4.1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2573</w:t>
      </w:r>
    </w:p>
    <w:p w14:paraId="3860FF6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A.11.4.1.4.2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requirements</w:t>
      </w:r>
      <w:r>
        <w:tab/>
        <w:t>2573</w:t>
      </w:r>
    </w:p>
    <w:p w14:paraId="7C330D7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A.11.4.1.5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Radio link monitoring in-sync test for PCell configured with SSB-based RLM RS in DRX mode</w:t>
      </w:r>
      <w:r>
        <w:tab/>
        <w:t>2573</w:t>
      </w:r>
    </w:p>
    <w:p w14:paraId="4D97D85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A.11.4.1.5.1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2573</w:t>
      </w:r>
    </w:p>
    <w:p w14:paraId="5554045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A.11.4.1.5.2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requirements</w:t>
      </w:r>
      <w:r>
        <w:tab/>
        <w:t>2573</w:t>
      </w:r>
    </w:p>
    <w:p w14:paraId="1337129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</w:t>
      </w:r>
      <w:r>
        <w:tab/>
        <w:t>2574</w:t>
      </w:r>
    </w:p>
    <w:p w14:paraId="42D0D8F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interruptions during Scell operations with CCA on PCell and SCell</w:t>
      </w:r>
      <w:r>
        <w:tab/>
        <w:t>2574</w:t>
      </w:r>
    </w:p>
    <w:p w14:paraId="611F3DD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A.11.4.2.1</w:t>
      </w:r>
      <w:r>
        <w:rPr>
          <w:lang w:eastAsia="zh-CN"/>
        </w:rPr>
        <w:t>.1 Test Purpose and Environment</w:t>
      </w:r>
      <w:r>
        <w:tab/>
        <w:t>2574</w:t>
      </w:r>
    </w:p>
    <w:p w14:paraId="0695167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A.11.4.2.1.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2578</w:t>
      </w:r>
    </w:p>
    <w:p w14:paraId="208C6CA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A.11.4.3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SCell activation and deactivation delay</w:t>
      </w:r>
      <w:r>
        <w:tab/>
        <w:t>2578</w:t>
      </w:r>
    </w:p>
    <w:p w14:paraId="4631728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A.11.4.3.2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SCell Activation and Deactivation of known SCell with PCell and SCell under CCA, 640 ms SCell measurement cycle</w:t>
      </w:r>
      <w:r>
        <w:tab/>
        <w:t>2583</w:t>
      </w:r>
    </w:p>
    <w:p w14:paraId="7203646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A.11.4.3.2.1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2583</w:t>
      </w:r>
    </w:p>
    <w:p w14:paraId="0730C36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A.11.4.3.2.2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2584</w:t>
      </w:r>
    </w:p>
    <w:p w14:paraId="74C602F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A.11.4.4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Beam failure detection and link recovery procedures</w:t>
      </w:r>
      <w:r>
        <w:tab/>
        <w:t>2585</w:t>
      </w:r>
    </w:p>
    <w:p w14:paraId="6B6D8E4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A.11.4.4.1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 w:cs="Arial"/>
        </w:rPr>
        <w:t>Beam Failure Detection and Link Recovery Test for FR1 PCell configured with SSB-based BFD and LR in non-DRX mode</w:t>
      </w:r>
      <w:r>
        <w:tab/>
        <w:t>2585</w:t>
      </w:r>
    </w:p>
    <w:p w14:paraId="64F943D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A.11.4.4.1.1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2585</w:t>
      </w:r>
    </w:p>
    <w:p w14:paraId="49AC728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A.11.4.4.1.2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2591</w:t>
      </w:r>
    </w:p>
    <w:p w14:paraId="77B2CD0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A.11.4.4.2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 w:cs="Arial"/>
        </w:rPr>
        <w:t>Beam Failure Detection and Link Recovery Test for FR1 PCell configured with SSB-based BFD and LR in DRX mode</w:t>
      </w:r>
      <w:r>
        <w:tab/>
        <w:t>2591</w:t>
      </w:r>
    </w:p>
    <w:p w14:paraId="21708EE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A.11.4.4.2.1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2591</w:t>
      </w:r>
    </w:p>
    <w:p w14:paraId="7626725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A.11.4.4.2.2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2597</w:t>
      </w:r>
    </w:p>
    <w:p w14:paraId="3BFDE95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A.11.4.5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Active BWP switching</w:t>
      </w:r>
      <w:r>
        <w:tab/>
        <w:t>2597</w:t>
      </w:r>
    </w:p>
    <w:p w14:paraId="16EEB2F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A.11.4.5.1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UL active BWP switch delay with consistent UL LBT failure on PCell subject to UL CCA</w:t>
      </w:r>
      <w:r>
        <w:tab/>
        <w:t>2597</w:t>
      </w:r>
    </w:p>
    <w:p w14:paraId="5E544BD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Arial"/>
        </w:rPr>
        <w:t>A.11.4.5.1.2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2601</w:t>
      </w:r>
    </w:p>
    <w:p w14:paraId="62EEC4C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A.11.4.6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2611</w:t>
      </w:r>
    </w:p>
    <w:p w14:paraId="7D001DA5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A.11.5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procedure</w:t>
      </w:r>
      <w:r>
        <w:tab/>
        <w:t>2611</w:t>
      </w:r>
    </w:p>
    <w:p w14:paraId="087E3FD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A.11.5.1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Intra-frequency measurements</w:t>
      </w:r>
      <w:r>
        <w:tab/>
        <w:t>2611</w:t>
      </w:r>
    </w:p>
    <w:p w14:paraId="6E6439E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</w:t>
      </w:r>
      <w:r w:rsidRPr="0046111E">
        <w:rPr>
          <w:snapToGrid w:val="0"/>
        </w:rPr>
        <w:t>vent-triggered reporting tests on PCC without gaps under non-DRX</w:t>
      </w:r>
      <w:r>
        <w:tab/>
        <w:t>2611</w:t>
      </w:r>
    </w:p>
    <w:p w14:paraId="160D429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2611</w:t>
      </w:r>
    </w:p>
    <w:p w14:paraId="15C1147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2611</w:t>
      </w:r>
    </w:p>
    <w:p w14:paraId="2B3A0E9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2611</w:t>
      </w:r>
    </w:p>
    <w:p w14:paraId="6D4F758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</w:t>
      </w:r>
      <w:r w:rsidRPr="0046111E">
        <w:rPr>
          <w:snapToGrid w:val="0"/>
        </w:rPr>
        <w:t>vent-triggered reporting tests on PCC without gaps under DRX</w:t>
      </w:r>
      <w:r>
        <w:tab/>
        <w:t>2612</w:t>
      </w:r>
    </w:p>
    <w:p w14:paraId="1C5C836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2612</w:t>
      </w:r>
    </w:p>
    <w:p w14:paraId="2428D0B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2612</w:t>
      </w:r>
    </w:p>
    <w:p w14:paraId="4CDBEA5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2612</w:t>
      </w:r>
    </w:p>
    <w:p w14:paraId="2BB956E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A.11.5.1.3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</w:t>
      </w:r>
      <w:r w:rsidRPr="0046111E">
        <w:rPr>
          <w:snapToGrid w:val="0"/>
        </w:rPr>
        <w:t>vent-triggered reporting tests on PCC with per-UE gaps under non-DRX</w:t>
      </w:r>
      <w:r>
        <w:tab/>
        <w:t>2612</w:t>
      </w:r>
    </w:p>
    <w:p w14:paraId="0048CE1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2612</w:t>
      </w:r>
    </w:p>
    <w:p w14:paraId="0416215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2612</w:t>
      </w:r>
    </w:p>
    <w:p w14:paraId="6009E52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2612</w:t>
      </w:r>
    </w:p>
    <w:p w14:paraId="76A96D4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A.11.5.1.4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</w:t>
      </w:r>
      <w:r w:rsidRPr="0046111E">
        <w:rPr>
          <w:snapToGrid w:val="0"/>
        </w:rPr>
        <w:t>vent-triggered reporting tests on PCC with per-UE gaps under DRX</w:t>
      </w:r>
      <w:r>
        <w:tab/>
        <w:t>2613</w:t>
      </w:r>
    </w:p>
    <w:p w14:paraId="5CD35CB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2613</w:t>
      </w:r>
    </w:p>
    <w:p w14:paraId="3398E3C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A.11.5.1.4.2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2613</w:t>
      </w:r>
    </w:p>
    <w:p w14:paraId="0B66F01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2613</w:t>
      </w:r>
    </w:p>
    <w:p w14:paraId="0716191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A.11.5.1.5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</w:t>
      </w:r>
      <w:r w:rsidRPr="0046111E">
        <w:rPr>
          <w:snapToGrid w:val="0"/>
        </w:rPr>
        <w:t>vent-triggered reporting tests on SCC without gaps under non-DRX</w:t>
      </w:r>
      <w:r>
        <w:tab/>
        <w:t>2613</w:t>
      </w:r>
    </w:p>
    <w:p w14:paraId="75CD8D0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2613</w:t>
      </w:r>
    </w:p>
    <w:p w14:paraId="69A8212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2613</w:t>
      </w:r>
    </w:p>
    <w:p w14:paraId="720DC13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A.11.5.1.6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</w:t>
      </w:r>
      <w:r w:rsidRPr="0046111E">
        <w:rPr>
          <w:snapToGrid w:val="0"/>
        </w:rPr>
        <w:t>vent-triggered reporting tests on SCC without gaps under DRX</w:t>
      </w:r>
      <w:r>
        <w:tab/>
        <w:t>2614</w:t>
      </w:r>
    </w:p>
    <w:p w14:paraId="14BB581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2614</w:t>
      </w:r>
    </w:p>
    <w:p w14:paraId="722E576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2614</w:t>
      </w:r>
    </w:p>
    <w:p w14:paraId="76DC9C8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2614</w:t>
      </w:r>
    </w:p>
    <w:p w14:paraId="086CEBC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A.11.5.1.7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</w:t>
      </w:r>
      <w:r w:rsidRPr="0046111E">
        <w:rPr>
          <w:snapToGrid w:val="0"/>
        </w:rPr>
        <w:t>vent-triggered reporting tests on SCC with per-UE gaps under non-DRX</w:t>
      </w:r>
      <w:r>
        <w:tab/>
        <w:t>2614</w:t>
      </w:r>
    </w:p>
    <w:p w14:paraId="559E5FA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2614</w:t>
      </w:r>
    </w:p>
    <w:p w14:paraId="37C8572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2614</w:t>
      </w:r>
    </w:p>
    <w:p w14:paraId="1BC3F93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A.11.5.1.7.3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2614</w:t>
      </w:r>
    </w:p>
    <w:p w14:paraId="483D67F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A.11.5.1.8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</w:t>
      </w:r>
      <w:r w:rsidRPr="0046111E">
        <w:rPr>
          <w:snapToGrid w:val="0"/>
        </w:rPr>
        <w:t>vent-triggered reporting tests on SCC with per-UE gaps under DRX</w:t>
      </w:r>
      <w:r>
        <w:tab/>
        <w:t>2615</w:t>
      </w:r>
    </w:p>
    <w:p w14:paraId="76CB0BA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2615</w:t>
      </w:r>
    </w:p>
    <w:p w14:paraId="668C09F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2615</w:t>
      </w:r>
    </w:p>
    <w:p w14:paraId="25666CF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A.11.5.1.8.3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2615</w:t>
      </w:r>
    </w:p>
    <w:p w14:paraId="656E463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A.11.5.1.9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RSSI measurement reporting on PCC</w:t>
      </w:r>
      <w:r>
        <w:tab/>
        <w:t>2615</w:t>
      </w:r>
    </w:p>
    <w:p w14:paraId="5287D48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2615</w:t>
      </w:r>
    </w:p>
    <w:p w14:paraId="3FF18CF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2615</w:t>
      </w:r>
    </w:p>
    <w:p w14:paraId="30B8FF7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A.11.5.1.10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Channel occupancy measurement reporting on PCC</w:t>
      </w:r>
      <w:r>
        <w:tab/>
        <w:t>2615</w:t>
      </w:r>
    </w:p>
    <w:p w14:paraId="442CA8F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A.11.5.1.10.1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2615</w:t>
      </w:r>
    </w:p>
    <w:p w14:paraId="005A921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A.11.5.1.10.2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2616</w:t>
      </w:r>
    </w:p>
    <w:p w14:paraId="2DA3B3C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A.11.5.1.11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RSSI measurement reporting on SCC</w:t>
      </w:r>
      <w:r>
        <w:tab/>
        <w:t>2616</w:t>
      </w:r>
    </w:p>
    <w:p w14:paraId="7C34CC4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A.11.5.1.11.1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2616</w:t>
      </w:r>
    </w:p>
    <w:p w14:paraId="108ED3F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A.11.5.1.11.2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2616</w:t>
      </w:r>
    </w:p>
    <w:p w14:paraId="52662F2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A.11.5.1.12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Channel occupancy measurement reporting on SCC</w:t>
      </w:r>
      <w:r>
        <w:tab/>
        <w:t>2616</w:t>
      </w:r>
    </w:p>
    <w:p w14:paraId="352BBA2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A.11.5.1.12.1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2616</w:t>
      </w:r>
    </w:p>
    <w:p w14:paraId="6990E22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A.11.5.1.12.2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2616</w:t>
      </w:r>
    </w:p>
    <w:p w14:paraId="7640BB4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A.11.5.2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Inter-frequency measurements</w:t>
      </w:r>
      <w:r>
        <w:tab/>
        <w:t>2617</w:t>
      </w:r>
    </w:p>
    <w:p w14:paraId="2C5E373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A.11.5.2.1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RSSI measurement reporting</w:t>
      </w:r>
      <w:r>
        <w:tab/>
        <w:t>2617</w:t>
      </w:r>
    </w:p>
    <w:p w14:paraId="3579F6E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2617</w:t>
      </w:r>
    </w:p>
    <w:p w14:paraId="2301CA4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2617</w:t>
      </w:r>
    </w:p>
    <w:p w14:paraId="16BA78F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Channel occupancy measurement reporting</w:t>
      </w:r>
      <w:r>
        <w:tab/>
        <w:t>2617</w:t>
      </w:r>
    </w:p>
    <w:p w14:paraId="0ABE52E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2617</w:t>
      </w:r>
    </w:p>
    <w:p w14:paraId="4280095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2617</w:t>
      </w:r>
    </w:p>
    <w:p w14:paraId="44F428A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A.11.5.2.3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 triggered reporting tests for FR1 with CCA without SSB time index detection when DRX is not used</w:t>
      </w:r>
      <w:r>
        <w:tab/>
        <w:t>2618</w:t>
      </w:r>
    </w:p>
    <w:p w14:paraId="65C754E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2618</w:t>
      </w:r>
    </w:p>
    <w:p w14:paraId="2B11B08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A.11.5.2.3.2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2622</w:t>
      </w:r>
    </w:p>
    <w:p w14:paraId="60AF3B1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A.11.5.2.4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 triggered reporting tests for FR1 with CCA without SSB time index detection when DRX is used</w:t>
      </w:r>
      <w:r>
        <w:tab/>
        <w:t>2623</w:t>
      </w:r>
    </w:p>
    <w:p w14:paraId="3D7A8C5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A.11.5.2.4.1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2623</w:t>
      </w:r>
    </w:p>
    <w:p w14:paraId="2167AFA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A.11.5.2.4.2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2628</w:t>
      </w:r>
    </w:p>
    <w:p w14:paraId="21CAEB7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A.11.5.2.5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 triggered reporting tests for FR1 with CCA with SSB time index detection when DRX is not used</w:t>
      </w:r>
      <w:r>
        <w:tab/>
        <w:t>2628</w:t>
      </w:r>
    </w:p>
    <w:p w14:paraId="00B824D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A.11.5.2.5.1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2628</w:t>
      </w:r>
    </w:p>
    <w:p w14:paraId="336A72E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A.11.5.2.5.2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2632</w:t>
      </w:r>
    </w:p>
    <w:p w14:paraId="15C6A1C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A.11.5.2.6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 triggered reporting tests for FR1 with CCA with SSB time index detection when DRX is used</w:t>
      </w:r>
      <w:r>
        <w:tab/>
        <w:t>2633</w:t>
      </w:r>
    </w:p>
    <w:p w14:paraId="0038DB1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A.11.5.2.6.1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2633</w:t>
      </w:r>
    </w:p>
    <w:p w14:paraId="203A05B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A.11.5.2.6.2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2638</w:t>
      </w:r>
    </w:p>
    <w:p w14:paraId="6CFA257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A.11.5.2.7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 triggered reporting tests for FR1 without SSB time index detection when DRX is not used</w:t>
      </w:r>
      <w:r>
        <w:tab/>
        <w:t>2638</w:t>
      </w:r>
    </w:p>
    <w:p w14:paraId="537B5C7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A.11.5.2.7.1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2638</w:t>
      </w:r>
    </w:p>
    <w:p w14:paraId="3E9745E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A.11.5.2.7.2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2642</w:t>
      </w:r>
    </w:p>
    <w:p w14:paraId="4C62893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A.11.5.2.8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 triggered reporting tests for FR1 without SSB time index detection when DRX is used</w:t>
      </w:r>
      <w:r>
        <w:tab/>
        <w:t>2643</w:t>
      </w:r>
    </w:p>
    <w:p w14:paraId="7B37B17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A.11.5.2.8.1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2643</w:t>
      </w:r>
    </w:p>
    <w:p w14:paraId="22A006F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A.11.5.2.8.2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2648</w:t>
      </w:r>
    </w:p>
    <w:p w14:paraId="7036DD7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A.11.5.2.9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 triggered reporting tests for FR1 with SSB time index detection when DRX is not used</w:t>
      </w:r>
      <w:r>
        <w:tab/>
        <w:t>2648</w:t>
      </w:r>
    </w:p>
    <w:p w14:paraId="03DABB2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A.11.5.2.9.1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2648</w:t>
      </w:r>
    </w:p>
    <w:p w14:paraId="794AA58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A.11.5.2.9.2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2653</w:t>
      </w:r>
    </w:p>
    <w:p w14:paraId="3FBC13A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A.11.5.2.10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 triggered reporting tests for FR1 with SSB time index detection when DRX is used</w:t>
      </w:r>
      <w:r>
        <w:tab/>
        <w:t>2654</w:t>
      </w:r>
    </w:p>
    <w:p w14:paraId="2D4A430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A.11.5.2.10.1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2654</w:t>
      </w:r>
    </w:p>
    <w:p w14:paraId="14FA7C8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A.11.5.2.10.2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2659</w:t>
      </w:r>
    </w:p>
    <w:p w14:paraId="6888DD4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A.11.5.3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Inter-RAT E-UTRAN measurements</w:t>
      </w:r>
      <w:r>
        <w:tab/>
        <w:t>2660</w:t>
      </w:r>
    </w:p>
    <w:p w14:paraId="659CCAA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A.11.5.4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L1-RSRP measurements for beam reporting</w:t>
      </w:r>
      <w:r>
        <w:tab/>
        <w:t>2660</w:t>
      </w:r>
    </w:p>
    <w:p w14:paraId="4B17197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A.11.5.4.1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 when DRX is not used</w:t>
      </w:r>
      <w:r>
        <w:tab/>
        <w:t>2660</w:t>
      </w:r>
    </w:p>
    <w:p w14:paraId="50380DC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2660</w:t>
      </w:r>
    </w:p>
    <w:p w14:paraId="117512D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2660</w:t>
      </w:r>
    </w:p>
    <w:p w14:paraId="5361690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A.11.5.4.1.3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2662</w:t>
      </w:r>
    </w:p>
    <w:p w14:paraId="5B06E29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A.11.5.4.2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 when DRX is used</w:t>
      </w:r>
      <w:r>
        <w:tab/>
        <w:t>2662</w:t>
      </w:r>
    </w:p>
    <w:p w14:paraId="3230C6A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2662</w:t>
      </w:r>
    </w:p>
    <w:p w14:paraId="1440D24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2663</w:t>
      </w:r>
    </w:p>
    <w:p w14:paraId="15D0963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A.11.5.4.2.3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2665</w:t>
      </w:r>
    </w:p>
    <w:p w14:paraId="7E1F5EF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A.11.5.4.3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 on SCC when DRX is not used</w:t>
      </w:r>
      <w:r>
        <w:tab/>
        <w:t>2665</w:t>
      </w:r>
    </w:p>
    <w:p w14:paraId="148B49A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A.11.5.4.3.1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2665</w:t>
      </w:r>
    </w:p>
    <w:p w14:paraId="3E9470F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A.11.5.4.3.2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2666</w:t>
      </w:r>
    </w:p>
    <w:p w14:paraId="5FBDA40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A.11.5.4.3.3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2669</w:t>
      </w:r>
    </w:p>
    <w:p w14:paraId="094A1ED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A.11.5.4.4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 on SCC when DRX is used</w:t>
      </w:r>
      <w:r>
        <w:tab/>
        <w:t>2670</w:t>
      </w:r>
    </w:p>
    <w:p w14:paraId="7B8D314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A.11.5.4.4.1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2670</w:t>
      </w:r>
    </w:p>
    <w:p w14:paraId="72A9876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A.11.5.4.4.2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2670</w:t>
      </w:r>
    </w:p>
    <w:p w14:paraId="6CBD57C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A.11.5.4.4.3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2673</w:t>
      </w:r>
    </w:p>
    <w:p w14:paraId="36DE79BD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A.11.6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performance</w:t>
      </w:r>
      <w:r>
        <w:tab/>
        <w:t>2674</w:t>
      </w:r>
    </w:p>
    <w:p w14:paraId="0FF123E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A.11.6.1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SS-RSRP</w:t>
      </w:r>
      <w:r>
        <w:tab/>
        <w:t>2674</w:t>
      </w:r>
    </w:p>
    <w:p w14:paraId="30FAF90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Intra-frequency measurement accuracy on a carrier frequency with CCA</w:t>
      </w:r>
      <w:r>
        <w:tab/>
        <w:t>2674</w:t>
      </w:r>
    </w:p>
    <w:p w14:paraId="273096E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A.11.6.1.1.1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2674</w:t>
      </w:r>
    </w:p>
    <w:p w14:paraId="0E18E99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A.11.6.1.1.2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2674</w:t>
      </w:r>
    </w:p>
    <w:p w14:paraId="6CC6140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A.11.6.1.1.3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2676</w:t>
      </w:r>
    </w:p>
    <w:p w14:paraId="05FA558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Intra-frequency measurement accuracy on SCC on a carrier frequency with CCA</w:t>
      </w:r>
      <w:r>
        <w:tab/>
        <w:t>2676</w:t>
      </w:r>
    </w:p>
    <w:p w14:paraId="6FAF52D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A.11.6.1.2.1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2676</w:t>
      </w:r>
    </w:p>
    <w:p w14:paraId="3409CA3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A.11.6.1.2.2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2676</w:t>
      </w:r>
    </w:p>
    <w:p w14:paraId="769E636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A.11.6.1.2.3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2678</w:t>
      </w:r>
    </w:p>
    <w:p w14:paraId="35579F89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sv-SE"/>
        </w:rPr>
        <w:t>A.11.6.2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sv-SE"/>
        </w:rPr>
        <w:t>SS-RSRQ</w:t>
      </w:r>
      <w:r>
        <w:tab/>
        <w:t>2678</w:t>
      </w:r>
    </w:p>
    <w:p w14:paraId="7D902B3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A.11.6.2.1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Intra-frequency measurement accuracy</w:t>
      </w:r>
      <w:r>
        <w:tab/>
        <w:t>2678</w:t>
      </w:r>
    </w:p>
    <w:p w14:paraId="1ED63AF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A.11.6.2.1.1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2678</w:t>
      </w:r>
    </w:p>
    <w:p w14:paraId="1BA0DDE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A.11.6.2.1.2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2678</w:t>
      </w:r>
    </w:p>
    <w:p w14:paraId="056D243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A.11.6.2.1.3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2681</w:t>
      </w:r>
    </w:p>
    <w:p w14:paraId="4713D24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A.11.6.2.2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Inter-frequency measurement accuracy</w:t>
      </w:r>
      <w:r>
        <w:tab/>
        <w:t>2681</w:t>
      </w:r>
    </w:p>
    <w:p w14:paraId="5E78099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A.11.6.2.2.1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2681</w:t>
      </w:r>
    </w:p>
    <w:p w14:paraId="3E1517D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A.11.6.2.2.2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Test Parameters</w:t>
      </w:r>
      <w:r>
        <w:tab/>
        <w:t>2681</w:t>
      </w:r>
    </w:p>
    <w:p w14:paraId="4A3F494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A.11.6.2.2.3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Test Requirements</w:t>
      </w:r>
      <w:r>
        <w:tab/>
        <w:t>2684</w:t>
      </w:r>
    </w:p>
    <w:p w14:paraId="78E9E90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A.11.6.2.3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Intra-frequency measurement accuracy on SCC</w:t>
      </w:r>
      <w:r>
        <w:tab/>
        <w:t>2684</w:t>
      </w:r>
    </w:p>
    <w:p w14:paraId="409E788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A.11.6.2.3.1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2684</w:t>
      </w:r>
    </w:p>
    <w:p w14:paraId="1A82C6F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A.11.6.2.3.2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2684</w:t>
      </w:r>
    </w:p>
    <w:p w14:paraId="26177EC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A.11.6.2.3.3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2687</w:t>
      </w:r>
    </w:p>
    <w:p w14:paraId="6E67164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A.11.6.2.4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Inter-frequency measurement accuracy</w:t>
      </w:r>
      <w:r>
        <w:tab/>
        <w:t>2687</w:t>
      </w:r>
    </w:p>
    <w:p w14:paraId="03CE329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A.11.6.2.4.1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2687</w:t>
      </w:r>
    </w:p>
    <w:p w14:paraId="1877259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A.11.6.2.4.2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Test Parameters</w:t>
      </w:r>
      <w:r>
        <w:tab/>
        <w:t>2687</w:t>
      </w:r>
    </w:p>
    <w:p w14:paraId="2DEAEDA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A.11.6.2.4.3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Test Requirements</w:t>
      </w:r>
      <w:r>
        <w:tab/>
        <w:t>2696</w:t>
      </w:r>
    </w:p>
    <w:p w14:paraId="28ACC01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sv-SE"/>
        </w:rPr>
        <w:t>A.11.6.3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sv-SE"/>
        </w:rPr>
        <w:t>SS-SINR</w:t>
      </w:r>
      <w:r>
        <w:tab/>
        <w:t>2696</w:t>
      </w:r>
    </w:p>
    <w:p w14:paraId="06512B3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A.11.6.3.1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Intra-frequency measurement accuracy</w:t>
      </w:r>
      <w:r>
        <w:tab/>
        <w:t>2696</w:t>
      </w:r>
    </w:p>
    <w:p w14:paraId="72F2903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A.11.6.3.1.1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2696</w:t>
      </w:r>
    </w:p>
    <w:p w14:paraId="5E92E47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A.11.6.3.1.2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Test Parameters</w:t>
      </w:r>
      <w:r>
        <w:tab/>
        <w:t>2696</w:t>
      </w:r>
    </w:p>
    <w:p w14:paraId="4453B7D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A.11.6.3.1.3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Test Requirements</w:t>
      </w:r>
      <w:r>
        <w:tab/>
        <w:t>2699</w:t>
      </w:r>
    </w:p>
    <w:p w14:paraId="5ABFC02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A.11.6.3.2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Inter-frequency measurement accuracy</w:t>
      </w:r>
      <w:r>
        <w:tab/>
        <w:t>2699</w:t>
      </w:r>
    </w:p>
    <w:p w14:paraId="093BF30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A.11.6.3.2.1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2699</w:t>
      </w:r>
    </w:p>
    <w:p w14:paraId="5BE769B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A.11.6.3.2.2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Test Parameters</w:t>
      </w:r>
      <w:r>
        <w:tab/>
        <w:t>2699</w:t>
      </w:r>
    </w:p>
    <w:p w14:paraId="57CED22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A.11.6.3.2.3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Test Requirements</w:t>
      </w:r>
      <w:r>
        <w:tab/>
        <w:t>2702</w:t>
      </w:r>
    </w:p>
    <w:p w14:paraId="346182C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A.11.6.3.3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Intra-frequency measurement accuracy on SCC</w:t>
      </w:r>
      <w:r>
        <w:tab/>
        <w:t>2702</w:t>
      </w:r>
    </w:p>
    <w:p w14:paraId="1BE3E1BE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A.11.6.3.3.1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2702</w:t>
      </w:r>
    </w:p>
    <w:p w14:paraId="105805C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A.11.6.3.3.2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Test Parameters</w:t>
      </w:r>
      <w:r>
        <w:tab/>
        <w:t>2702</w:t>
      </w:r>
    </w:p>
    <w:p w14:paraId="1BE1546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A.11.6.3.3.3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Test Requirements</w:t>
      </w:r>
      <w:r>
        <w:tab/>
        <w:t>2705</w:t>
      </w:r>
    </w:p>
    <w:p w14:paraId="2E70532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A.11.6.3.4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Inter-frequency measurement accuracy</w:t>
      </w:r>
      <w:r>
        <w:tab/>
        <w:t>2705</w:t>
      </w:r>
    </w:p>
    <w:p w14:paraId="2632E78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A.11.6.3.4.1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2705</w:t>
      </w:r>
    </w:p>
    <w:p w14:paraId="09E99A5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lastRenderedPageBreak/>
        <w:t>A.11.6.3.4.2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Test Parameters</w:t>
      </w:r>
      <w:r>
        <w:tab/>
        <w:t>2705</w:t>
      </w:r>
    </w:p>
    <w:p w14:paraId="61D1A83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A.11.6.3.4.3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Test Requirements</w:t>
      </w:r>
      <w:r>
        <w:tab/>
        <w:t>2713</w:t>
      </w:r>
    </w:p>
    <w:p w14:paraId="432FCFF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A.11.6.4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L1-RSRP measurement for beam reporting with CCA serving cell</w:t>
      </w:r>
      <w:r>
        <w:tab/>
        <w:t>2713</w:t>
      </w:r>
    </w:p>
    <w:p w14:paraId="1C4A7CE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A.11.6.4.1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</w:t>
      </w:r>
      <w:r>
        <w:tab/>
        <w:t>2713</w:t>
      </w:r>
    </w:p>
    <w:p w14:paraId="70A707B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A.11.6.4.1.1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2713</w:t>
      </w:r>
    </w:p>
    <w:p w14:paraId="52DF776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A.11.6.4.1.2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2714</w:t>
      </w:r>
    </w:p>
    <w:p w14:paraId="61F4A3B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A.11.6.4.1.3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2717</w:t>
      </w:r>
    </w:p>
    <w:p w14:paraId="0139F35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A.11.6.5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RSSI</w:t>
      </w:r>
      <w:r>
        <w:tab/>
        <w:t>2717</w:t>
      </w:r>
    </w:p>
    <w:p w14:paraId="2738D8C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 xml:space="preserve">A.11.6.5.1 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Intra-frequency RSSI measurement accuracy </w:t>
      </w:r>
      <w:r w:rsidRPr="0046111E">
        <w:rPr>
          <w:snapToGrid w:val="0"/>
        </w:rPr>
        <w:t>on PCC with CCA</w:t>
      </w:r>
      <w:r>
        <w:tab/>
        <w:t>2717</w:t>
      </w:r>
    </w:p>
    <w:p w14:paraId="4AE0F60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A.11.6.5.1.1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2717</w:t>
      </w:r>
    </w:p>
    <w:p w14:paraId="334C391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A.11.6.5.1.2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2717</w:t>
      </w:r>
    </w:p>
    <w:p w14:paraId="0E35DF0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A.11.6.5.1.3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2720</w:t>
      </w:r>
    </w:p>
    <w:p w14:paraId="43B8C1B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 xml:space="preserve">A.11.6.5.2 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Intra-frequency RSSI measurement accuracy </w:t>
      </w:r>
      <w:r w:rsidRPr="0046111E">
        <w:rPr>
          <w:snapToGrid w:val="0"/>
        </w:rPr>
        <w:t>on SCC with CCA</w:t>
      </w:r>
      <w:r>
        <w:tab/>
        <w:t>2720</w:t>
      </w:r>
    </w:p>
    <w:p w14:paraId="21EC649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A.11.6.5.2.1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2720</w:t>
      </w:r>
    </w:p>
    <w:p w14:paraId="04DBF04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A.11.6.5.2.2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2720</w:t>
      </w:r>
    </w:p>
    <w:p w14:paraId="049D1A6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A.11.6.5.2.3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2723</w:t>
      </w:r>
    </w:p>
    <w:p w14:paraId="1A0A8FA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 xml:space="preserve">A.11.6.5.3 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Inter-frequency RSSI measurement accuracy </w:t>
      </w:r>
      <w:r w:rsidRPr="0046111E">
        <w:rPr>
          <w:snapToGrid w:val="0"/>
        </w:rPr>
        <w:t>on a carrier with CCA</w:t>
      </w:r>
      <w:r>
        <w:tab/>
        <w:t>2723</w:t>
      </w:r>
    </w:p>
    <w:p w14:paraId="2235AFEB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A.11.6.5.3.1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2723</w:t>
      </w:r>
    </w:p>
    <w:p w14:paraId="00AA915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A.11.6.5.3.2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2723</w:t>
      </w:r>
    </w:p>
    <w:p w14:paraId="2A961DE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A.11.6.5.3.3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2726</w:t>
      </w:r>
    </w:p>
    <w:p w14:paraId="5C051CD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A.11.6.6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Channel occupancy</w:t>
      </w:r>
      <w:r>
        <w:tab/>
        <w:t>2726</w:t>
      </w:r>
    </w:p>
    <w:p w14:paraId="4B2FB90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 xml:space="preserve">A.11.6.6.1 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Intra-frequency channel occupancy measurement accuracy </w:t>
      </w:r>
      <w:r w:rsidRPr="0046111E">
        <w:rPr>
          <w:snapToGrid w:val="0"/>
        </w:rPr>
        <w:t>on PCC with CCA</w:t>
      </w:r>
      <w:r>
        <w:tab/>
        <w:t>2726</w:t>
      </w:r>
    </w:p>
    <w:p w14:paraId="00DB53E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A.11.6.6.1.1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2726</w:t>
      </w:r>
    </w:p>
    <w:p w14:paraId="792ED4D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A.11.6.6.1.2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2726</w:t>
      </w:r>
    </w:p>
    <w:p w14:paraId="14A8ACC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A.11.6.6.1.3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2730</w:t>
      </w:r>
    </w:p>
    <w:p w14:paraId="25F91DC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 xml:space="preserve">A.11.6.6.2 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Intra-frequency channel occupancy measurement accuracy </w:t>
      </w:r>
      <w:r w:rsidRPr="0046111E">
        <w:rPr>
          <w:snapToGrid w:val="0"/>
        </w:rPr>
        <w:t>on SCC with CCA</w:t>
      </w:r>
      <w:r>
        <w:tab/>
        <w:t>2730</w:t>
      </w:r>
    </w:p>
    <w:p w14:paraId="60F8C3D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A.11.6.6.2.1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2730</w:t>
      </w:r>
    </w:p>
    <w:p w14:paraId="427F14A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A.11.6.6.2.2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2730</w:t>
      </w:r>
    </w:p>
    <w:p w14:paraId="2048584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A.11.6.6.2.3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2733</w:t>
      </w:r>
    </w:p>
    <w:p w14:paraId="126FA78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 xml:space="preserve">A.11.6.6.3 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Inter-frequency channel occupancy measurement accuracy </w:t>
      </w:r>
      <w:r w:rsidRPr="0046111E">
        <w:rPr>
          <w:snapToGrid w:val="0"/>
        </w:rPr>
        <w:t>on a carrier with CCA</w:t>
      </w:r>
      <w:r>
        <w:tab/>
        <w:t>2733</w:t>
      </w:r>
    </w:p>
    <w:p w14:paraId="607B036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A.11.6.6.3.1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2733</w:t>
      </w:r>
    </w:p>
    <w:p w14:paraId="6A3DFE4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A.11.6.6.3.2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2733</w:t>
      </w:r>
    </w:p>
    <w:p w14:paraId="674FBEC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A.11.6.6.3.3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2736</w:t>
      </w:r>
    </w:p>
    <w:p w14:paraId="7957D1B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sv-SE"/>
        </w:rPr>
        <w:t>A.11.6.7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sv-SE"/>
        </w:rPr>
        <w:t>E-UTRAN RSRP</w:t>
      </w:r>
      <w:r>
        <w:tab/>
        <w:t>2736</w:t>
      </w:r>
    </w:p>
    <w:p w14:paraId="3914E3A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sv-SE"/>
        </w:rPr>
        <w:t>A.11.6.8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sv-SE"/>
        </w:rPr>
        <w:t>E-UTRAN RSRQ</w:t>
      </w:r>
      <w:r>
        <w:tab/>
        <w:t>2736</w:t>
      </w:r>
    </w:p>
    <w:p w14:paraId="716F0BE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A.11.6.9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E-UTRAN SINR</w:t>
      </w:r>
      <w:r>
        <w:tab/>
        <w:t>2736</w:t>
      </w:r>
    </w:p>
    <w:p w14:paraId="4C29B07B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A.12</w:t>
      </w:r>
      <w:r>
        <w:rPr>
          <w:rFonts w:ascii="Calibri" w:eastAsia="Malgun Gothic" w:hAnsi="Calibri"/>
          <w:szCs w:val="22"/>
          <w:lang w:eastAsia="en-GB"/>
        </w:rPr>
        <w:tab/>
      </w:r>
      <w:r>
        <w:t>E-UTRA Standalone Tests with at Least One NR Cell under CCA</w:t>
      </w:r>
      <w:r>
        <w:tab/>
        <w:t>2736</w:t>
      </w:r>
    </w:p>
    <w:p w14:paraId="766444CF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A.12.1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RRC_IDLE state mobility</w:t>
      </w:r>
      <w:r>
        <w:tab/>
        <w:t>2736</w:t>
      </w:r>
    </w:p>
    <w:p w14:paraId="7FB0A92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Inter-RAT cell re-selection to NR on a carrier frequency with CCA</w:t>
      </w:r>
      <w:r>
        <w:tab/>
        <w:t>2736</w:t>
      </w:r>
    </w:p>
    <w:p w14:paraId="3755B24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A.12.1.1.1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 Cell reselection to higher priority NR target Cell in FR1</w:t>
      </w:r>
      <w:r>
        <w:rPr>
          <w:lang w:eastAsia="zh-CN"/>
        </w:rPr>
        <w:t xml:space="preserve"> when target cell is subject to CCA</w:t>
      </w:r>
      <w:r>
        <w:tab/>
        <w:t>2736</w:t>
      </w:r>
    </w:p>
    <w:p w14:paraId="6DA6274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A.12.1.1.1.1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2736</w:t>
      </w:r>
    </w:p>
    <w:p w14:paraId="1A3E0A4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A.12.1.1.1.2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Requirements</w:t>
      </w:r>
      <w:r>
        <w:tab/>
        <w:t>2742</w:t>
      </w:r>
    </w:p>
    <w:p w14:paraId="591C9829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A.12.2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RRC_CONNECTED state mobility</w:t>
      </w:r>
      <w:r>
        <w:tab/>
        <w:t>2743</w:t>
      </w:r>
    </w:p>
    <w:p w14:paraId="3906455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Handover</w:t>
      </w:r>
      <w:r>
        <w:tab/>
        <w:t>2743</w:t>
      </w:r>
    </w:p>
    <w:p w14:paraId="409F22C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cs="v4.2.0"/>
          <w:lang w:val="en-US"/>
        </w:rPr>
        <w:t>A.12.2.1.1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 xml:space="preserve">E-UTRAN - </w:t>
      </w:r>
      <w:r w:rsidRPr="0046111E">
        <w:rPr>
          <w:rFonts w:cs="v4.2.0"/>
          <w:lang w:val="en-US"/>
        </w:rPr>
        <w:t xml:space="preserve">NR </w:t>
      </w:r>
      <w:r w:rsidRPr="0046111E">
        <w:rPr>
          <w:lang w:val="en-US"/>
        </w:rPr>
        <w:t>with CCA handover</w:t>
      </w:r>
      <w:r>
        <w:tab/>
        <w:t>2743</w:t>
      </w:r>
    </w:p>
    <w:p w14:paraId="3404FB2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A.12.2.1.1.1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2743</w:t>
      </w:r>
    </w:p>
    <w:p w14:paraId="3E2444D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A.12.2.1.1.2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2748</w:t>
      </w:r>
    </w:p>
    <w:p w14:paraId="1070AF24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A.12.3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Signalling characteristics</w:t>
      </w:r>
      <w:r>
        <w:tab/>
        <w:t>2749</w:t>
      </w:r>
    </w:p>
    <w:p w14:paraId="4DFBA7C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Interruptions</w:t>
      </w:r>
      <w:r>
        <w:tab/>
        <w:t>2749</w:t>
      </w:r>
    </w:p>
    <w:p w14:paraId="4A617EB9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A.12.4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procedure</w:t>
      </w:r>
      <w:r>
        <w:tab/>
        <w:t>2749</w:t>
      </w:r>
    </w:p>
    <w:p w14:paraId="194766D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A.12.4.1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</w:t>
      </w:r>
      <w:r w:rsidRPr="007275DF">
        <w:sym w:font="Symbol" w:char="F02D"/>
      </w:r>
      <w:r>
        <w:t>NR inter-RAT SFTD measurements</w:t>
      </w:r>
      <w:r>
        <w:tab/>
        <w:t>2749</w:t>
      </w:r>
    </w:p>
    <w:p w14:paraId="6340DB3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A.12.4.1.1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E-UTRA – NR Inter-RAT SFTD Measurement Delay with NR under CCA in non-DRX</w:t>
      </w:r>
      <w:r>
        <w:tab/>
        <w:t>2749</w:t>
      </w:r>
    </w:p>
    <w:p w14:paraId="4A276F2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A.12.4.1.1.1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Purpose and Environment</w:t>
      </w:r>
      <w:r>
        <w:tab/>
        <w:t>2749</w:t>
      </w:r>
    </w:p>
    <w:p w14:paraId="65E0FE2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  <w:lang w:eastAsia="zh-CN"/>
        </w:rPr>
        <w:t>A.12.4.1.1.2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  <w:lang w:eastAsia="zh-CN"/>
        </w:rPr>
        <w:t>Test Requirements</w:t>
      </w:r>
      <w:r>
        <w:tab/>
        <w:t>2753</w:t>
      </w:r>
    </w:p>
    <w:p w14:paraId="0382A16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A.12.4.2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E-UTRAN</w:t>
      </w:r>
      <w:r w:rsidRPr="007275DF">
        <w:sym w:font="Symbol" w:char="F02D"/>
      </w:r>
      <w:r>
        <w:t>NR inter-RAT measurements on NR carrier frequency under CCA</w:t>
      </w:r>
      <w:r>
        <w:tab/>
        <w:t>2753</w:t>
      </w:r>
    </w:p>
    <w:p w14:paraId="45764BE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A.12.4.2.1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E-UTRA-NR inter-RAT event triggered reporting tests for FR1 without SSB time index detection when DRX is not used</w:t>
      </w:r>
      <w:r>
        <w:tab/>
        <w:t>2753</w:t>
      </w:r>
    </w:p>
    <w:p w14:paraId="664A96D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A.12.4.2.1.1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2753</w:t>
      </w:r>
    </w:p>
    <w:p w14:paraId="5689793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A.12.4.2.1.2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2757</w:t>
      </w:r>
    </w:p>
    <w:p w14:paraId="72FD0FC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A.12.4.2.2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E-UTRA</w:t>
      </w:r>
      <w:r>
        <w:rPr>
          <w:lang w:eastAsia="zh-CN"/>
        </w:rPr>
        <w:t>-</w:t>
      </w:r>
      <w:r>
        <w:t xml:space="preserve">NR </w:t>
      </w:r>
      <w:r>
        <w:rPr>
          <w:lang w:eastAsia="zh-CN"/>
        </w:rPr>
        <w:t>i</w:t>
      </w:r>
      <w:r>
        <w:t>nter-RAT event triggered reporting tests for FR1 without SSB time index detection when DRX is used</w:t>
      </w:r>
      <w:r>
        <w:tab/>
        <w:t>2758</w:t>
      </w:r>
    </w:p>
    <w:p w14:paraId="7152E702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A.12.4.2.2.1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2758</w:t>
      </w:r>
    </w:p>
    <w:p w14:paraId="14752E0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A.12.4.2.2.2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2762</w:t>
      </w:r>
    </w:p>
    <w:p w14:paraId="6E74084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A.12.4.2.3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Inter-RAT event triggered reporting tests for FR1 with SSB time index detection when DRX is not used</w:t>
      </w:r>
      <w:r>
        <w:tab/>
        <w:t>2762</w:t>
      </w:r>
    </w:p>
    <w:p w14:paraId="746E730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A.12.4.2.3.1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2762</w:t>
      </w:r>
    </w:p>
    <w:p w14:paraId="4C40528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A.12.4.2.3.2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2766</w:t>
      </w:r>
    </w:p>
    <w:p w14:paraId="5AAABD5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A.12.4.2.4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Inter-RAT event triggered reporting tests for FR1 with SSB time index detection when DRX is used</w:t>
      </w:r>
      <w:r>
        <w:tab/>
        <w:t>2767</w:t>
      </w:r>
    </w:p>
    <w:p w14:paraId="632D8FB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A.12.4.2.4.1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2767</w:t>
      </w:r>
    </w:p>
    <w:p w14:paraId="65EF174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A.12.4.2.4.2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2771</w:t>
      </w:r>
    </w:p>
    <w:p w14:paraId="205DCB2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A.12.4.2.5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RSSI measurement reporting</w:t>
      </w:r>
      <w:r>
        <w:tab/>
        <w:t>2771</w:t>
      </w:r>
    </w:p>
    <w:p w14:paraId="49484DE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A.12.4.2.5.1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2771</w:t>
      </w:r>
    </w:p>
    <w:p w14:paraId="75E12E2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A.12.4.2.5.2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2771</w:t>
      </w:r>
    </w:p>
    <w:p w14:paraId="5AB4271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A.12.4.2.6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Channel occupancy measurement reporting</w:t>
      </w:r>
      <w:r>
        <w:tab/>
        <w:t>2772</w:t>
      </w:r>
    </w:p>
    <w:p w14:paraId="4C4D967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A.12.4.2.6.1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2772</w:t>
      </w:r>
    </w:p>
    <w:p w14:paraId="57925B0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A.12.4.2.6.2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2772</w:t>
      </w:r>
    </w:p>
    <w:p w14:paraId="24B9EDF0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A.12.5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performance</w:t>
      </w:r>
      <w:r>
        <w:tab/>
        <w:t>2772</w:t>
      </w:r>
    </w:p>
    <w:p w14:paraId="0BE9C8F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A.12.5.1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E-UTRAN</w:t>
      </w:r>
      <w:r w:rsidRPr="007275DF">
        <w:sym w:font="Symbol" w:char="F02D"/>
      </w:r>
      <w:r w:rsidRPr="0046111E">
        <w:rPr>
          <w:lang w:val="en-US"/>
        </w:rPr>
        <w:t>NR SFTD</w:t>
      </w:r>
      <w:r>
        <w:tab/>
        <w:t>2772</w:t>
      </w:r>
    </w:p>
    <w:p w14:paraId="22D0394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sv-SE"/>
        </w:rPr>
        <w:t>A.12.5.2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sv-SE"/>
        </w:rPr>
        <w:t>E-UTRAN</w:t>
      </w:r>
      <w:r w:rsidRPr="007275DF">
        <w:sym w:font="Symbol" w:char="F02D"/>
      </w:r>
      <w:r w:rsidRPr="0046111E">
        <w:rPr>
          <w:lang w:val="sv-SE"/>
        </w:rPr>
        <w:t>NR SS-RSRP</w:t>
      </w:r>
      <w:r>
        <w:tab/>
        <w:t>2778</w:t>
      </w:r>
    </w:p>
    <w:p w14:paraId="29310D9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sv-SE"/>
        </w:rPr>
        <w:t>A.12.5.3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sv-SE"/>
        </w:rPr>
        <w:t>E-UTRAN</w:t>
      </w:r>
      <w:r w:rsidRPr="007275DF">
        <w:sym w:font="Symbol" w:char="F02D"/>
      </w:r>
      <w:r w:rsidRPr="0046111E">
        <w:rPr>
          <w:lang w:val="sv-SE"/>
        </w:rPr>
        <w:t>NR SS-RSRQ</w:t>
      </w:r>
      <w:r>
        <w:tab/>
        <w:t>2778</w:t>
      </w:r>
    </w:p>
    <w:p w14:paraId="59E31C5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sv-SE"/>
        </w:rPr>
        <w:t>A.12.5.4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sv-SE"/>
        </w:rPr>
        <w:t>E-UTRAN</w:t>
      </w:r>
      <w:r w:rsidRPr="007275DF">
        <w:sym w:font="Symbol" w:char="F02D"/>
      </w:r>
      <w:r w:rsidRPr="0046111E">
        <w:rPr>
          <w:lang w:val="sv-SE"/>
        </w:rPr>
        <w:t>NR SS-SINR</w:t>
      </w:r>
      <w:r>
        <w:tab/>
        <w:t>2778</w:t>
      </w:r>
    </w:p>
    <w:p w14:paraId="78C22DA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sv-SE"/>
        </w:rPr>
        <w:t>A.12.5.5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sv-SE"/>
        </w:rPr>
        <w:t>E-UTRAN</w:t>
      </w:r>
      <w:r w:rsidRPr="007275DF">
        <w:sym w:font="Symbol" w:char="F02D"/>
      </w:r>
      <w:r w:rsidRPr="0046111E">
        <w:rPr>
          <w:lang w:val="sv-SE"/>
        </w:rPr>
        <w:t>NR RSSI</w:t>
      </w:r>
      <w:r>
        <w:tab/>
        <w:t>2778</w:t>
      </w:r>
    </w:p>
    <w:p w14:paraId="4C5F7FB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sv-SE"/>
        </w:rPr>
        <w:t>A.12.5.6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sv-SE"/>
        </w:rPr>
        <w:t>E-UTRAN</w:t>
      </w:r>
      <w:r w:rsidRPr="007275DF">
        <w:sym w:font="Symbol" w:char="F02D"/>
      </w:r>
      <w:r w:rsidRPr="0046111E">
        <w:rPr>
          <w:lang w:val="sv-SE"/>
        </w:rPr>
        <w:t>NR channel occupancy</w:t>
      </w:r>
      <w:r>
        <w:tab/>
        <w:t>2778</w:t>
      </w:r>
    </w:p>
    <w:p w14:paraId="06B48EE4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A.13</w:t>
      </w:r>
      <w:r>
        <w:rPr>
          <w:rFonts w:ascii="Calibri" w:eastAsia="Malgun Gothic" w:hAnsi="Calibri"/>
          <w:szCs w:val="22"/>
          <w:lang w:eastAsia="en-GB"/>
        </w:rPr>
        <w:tab/>
      </w:r>
      <w:r>
        <w:t xml:space="preserve"> NR Standalone Tests with NR SCell under CCA and All Other NR Cells in FR1</w:t>
      </w:r>
      <w:r>
        <w:tab/>
        <w:t>2778</w:t>
      </w:r>
    </w:p>
    <w:p w14:paraId="57DA85C3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A.13.1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Timing</w:t>
      </w:r>
      <w:r>
        <w:tab/>
        <w:t>2778</w:t>
      </w:r>
    </w:p>
    <w:p w14:paraId="754A67DF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A.13.1.1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UE transmit timing</w:t>
      </w:r>
      <w:r>
        <w:tab/>
        <w:t>2778</w:t>
      </w:r>
    </w:p>
    <w:p w14:paraId="427FD4A4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A.13.1.2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Timing advance</w:t>
      </w:r>
      <w:r>
        <w:tab/>
        <w:t>2778</w:t>
      </w:r>
    </w:p>
    <w:p w14:paraId="3D0D7085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A.13.2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Signalling characteristics</w:t>
      </w:r>
      <w:r>
        <w:tab/>
        <w:t>2778</w:t>
      </w:r>
    </w:p>
    <w:p w14:paraId="47A2691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Interruption</w:t>
      </w:r>
      <w:r>
        <w:tab/>
        <w:t>2778</w:t>
      </w:r>
    </w:p>
    <w:p w14:paraId="3CA6A23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NR interruptions during SCell operations with CCA on SCell</w:t>
      </w:r>
      <w:r>
        <w:tab/>
        <w:t>2778</w:t>
      </w:r>
    </w:p>
    <w:p w14:paraId="5FA9484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A.13.2.1.1</w:t>
      </w:r>
      <w:r>
        <w:rPr>
          <w:lang w:eastAsia="zh-CN"/>
        </w:rPr>
        <w:t>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2778</w:t>
      </w:r>
    </w:p>
    <w:p w14:paraId="7C45DB9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A.13.2.1</w:t>
      </w:r>
      <w:r>
        <w:rPr>
          <w:lang w:eastAsia="zh-CN"/>
        </w:rPr>
        <w:t>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2782</w:t>
      </w:r>
    </w:p>
    <w:p w14:paraId="1F07663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SCell activation and deactivation delay</w:t>
      </w:r>
      <w:r>
        <w:tab/>
        <w:t>2782</w:t>
      </w:r>
    </w:p>
    <w:p w14:paraId="79E809F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A.13.2.2.2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SCell Activation and Deactivation of known SCell under CCA, 640 ms SCell measurement cycle</w:t>
      </w:r>
      <w:r>
        <w:tab/>
        <w:t>2787</w:t>
      </w:r>
    </w:p>
    <w:p w14:paraId="55D424D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A.13.2.2.2.1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2787</w:t>
      </w:r>
    </w:p>
    <w:p w14:paraId="46966F1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A.13.2.2.2.2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2788</w:t>
      </w:r>
    </w:p>
    <w:p w14:paraId="1430085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 w:eastAsia="zh-CN"/>
        </w:rPr>
        <w:t>A.13.2.2.3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 w:eastAsia="zh-CN"/>
        </w:rPr>
        <w:t>SCell Activation and Deactivation of unknown SCell under CCA</w:t>
      </w:r>
      <w:r>
        <w:tab/>
        <w:t>2788</w:t>
      </w:r>
    </w:p>
    <w:p w14:paraId="11BDB72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A.13.2.2.3.1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Purpose and Environment</w:t>
      </w:r>
      <w:r>
        <w:tab/>
        <w:t>2788</w:t>
      </w:r>
    </w:p>
    <w:p w14:paraId="3628CF3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A.13.2.2.3.2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Test Requirements</w:t>
      </w:r>
      <w:r>
        <w:tab/>
        <w:t>2789</w:t>
      </w:r>
    </w:p>
    <w:p w14:paraId="56A2BF6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A.13.2.3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2789</w:t>
      </w:r>
    </w:p>
    <w:p w14:paraId="3C95E2BB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A.13.3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procedure</w:t>
      </w:r>
      <w:r>
        <w:tab/>
        <w:t>2789</w:t>
      </w:r>
    </w:p>
    <w:p w14:paraId="5D27F3A1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A.13.3.1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Intra-frequency measurements</w:t>
      </w:r>
      <w:r>
        <w:tab/>
        <w:t>2789</w:t>
      </w:r>
    </w:p>
    <w:p w14:paraId="60BA3D3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</w:t>
      </w:r>
      <w:r w:rsidRPr="0046111E">
        <w:rPr>
          <w:snapToGrid w:val="0"/>
        </w:rPr>
        <w:t>vent-triggered reporting tests on SCC without gaps under non-DRX</w:t>
      </w:r>
      <w:r>
        <w:tab/>
        <w:t>2789</w:t>
      </w:r>
    </w:p>
    <w:p w14:paraId="63CAEC4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2789</w:t>
      </w:r>
    </w:p>
    <w:p w14:paraId="7AD81BD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2789</w:t>
      </w:r>
    </w:p>
    <w:p w14:paraId="4FB0E71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2794</w:t>
      </w:r>
    </w:p>
    <w:p w14:paraId="509E2B0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</w:t>
      </w:r>
      <w:r w:rsidRPr="0046111E">
        <w:rPr>
          <w:snapToGrid w:val="0"/>
        </w:rPr>
        <w:t>vent-triggered reporting tests on SCC without gaps under DRX</w:t>
      </w:r>
      <w:r>
        <w:tab/>
        <w:t>2794</w:t>
      </w:r>
    </w:p>
    <w:p w14:paraId="5EE69FC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A.13.3.1.2.1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2794</w:t>
      </w:r>
    </w:p>
    <w:p w14:paraId="508CCAD8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A.13.3.1.2.2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2794</w:t>
      </w:r>
    </w:p>
    <w:p w14:paraId="444E9EB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A.13.3.1.2.3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2799</w:t>
      </w:r>
    </w:p>
    <w:p w14:paraId="172C32B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A.13.3.1.3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</w:t>
      </w:r>
      <w:r w:rsidRPr="0046111E">
        <w:rPr>
          <w:snapToGrid w:val="0"/>
        </w:rPr>
        <w:t>vent-triggered reporting tests on SCC with per-UE gaps under non-DRX</w:t>
      </w:r>
      <w:r>
        <w:tab/>
        <w:t>2799</w:t>
      </w:r>
    </w:p>
    <w:p w14:paraId="15A36F7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2799</w:t>
      </w:r>
    </w:p>
    <w:p w14:paraId="39F7731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2799</w:t>
      </w:r>
    </w:p>
    <w:p w14:paraId="6507B4F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A.13.3.1.3.3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2804</w:t>
      </w:r>
    </w:p>
    <w:p w14:paraId="73B63F9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A.13.3.1.4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</w:t>
      </w:r>
      <w:r w:rsidRPr="0046111E">
        <w:rPr>
          <w:snapToGrid w:val="0"/>
        </w:rPr>
        <w:t>vent-triggered reporting tests on SCC with per-UE gaps under DRX</w:t>
      </w:r>
      <w:r>
        <w:tab/>
        <w:t>2804</w:t>
      </w:r>
    </w:p>
    <w:p w14:paraId="31B39313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A.13.3.1.4.1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2804</w:t>
      </w:r>
    </w:p>
    <w:p w14:paraId="511E115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A.13.3.1.4.2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2804</w:t>
      </w:r>
    </w:p>
    <w:p w14:paraId="098C6E2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A.13.3.1.4.3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2809</w:t>
      </w:r>
    </w:p>
    <w:p w14:paraId="6B6BB54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A.13.3.1.5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RSSI measurement reporting on SCC</w:t>
      </w:r>
      <w:r>
        <w:tab/>
        <w:t>2809</w:t>
      </w:r>
    </w:p>
    <w:p w14:paraId="1E17159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A.13.3.1.5.1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2809</w:t>
      </w:r>
    </w:p>
    <w:p w14:paraId="76A48B7C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A.13.3.1.5.2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2809</w:t>
      </w:r>
    </w:p>
    <w:p w14:paraId="21880C6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A.13.3.1.6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Channel occupancy measurement reporting on SCC</w:t>
      </w:r>
      <w:r>
        <w:tab/>
        <w:t>2811</w:t>
      </w:r>
    </w:p>
    <w:p w14:paraId="7B4FDAA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A.13.3.1.6.1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2811</w:t>
      </w:r>
    </w:p>
    <w:p w14:paraId="4184045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A.13.3.1.6.2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2812</w:t>
      </w:r>
    </w:p>
    <w:p w14:paraId="00A78F7F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A.13.3.2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Inter-frequency measurements</w:t>
      </w:r>
      <w:r>
        <w:tab/>
        <w:t>2812</w:t>
      </w:r>
    </w:p>
    <w:p w14:paraId="3738A15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RSSI measurement reporting</w:t>
      </w:r>
      <w:r>
        <w:tab/>
        <w:t>2812</w:t>
      </w:r>
    </w:p>
    <w:p w14:paraId="1292C59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2812</w:t>
      </w:r>
    </w:p>
    <w:p w14:paraId="23B363F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2812</w:t>
      </w:r>
    </w:p>
    <w:p w14:paraId="340EA4F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Channel occupancy measurement reporting</w:t>
      </w:r>
      <w:r>
        <w:tab/>
        <w:t>2813</w:t>
      </w:r>
    </w:p>
    <w:p w14:paraId="30DC68D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2813</w:t>
      </w:r>
    </w:p>
    <w:p w14:paraId="12AE94F0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2813</w:t>
      </w:r>
    </w:p>
    <w:p w14:paraId="4E9481B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A.13.3.2.3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 triggered reporting tests for FR1 with CCA without SSB time index detection when DRX is not used</w:t>
      </w:r>
      <w:r>
        <w:tab/>
        <w:t>2813</w:t>
      </w:r>
    </w:p>
    <w:p w14:paraId="3240609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A.13.3.2.3.1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2813</w:t>
      </w:r>
    </w:p>
    <w:p w14:paraId="6AC6029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A.13.3.2.3.2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2819</w:t>
      </w:r>
    </w:p>
    <w:p w14:paraId="495DC86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A.13.3.2.4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 triggered reporting tests for FR1 with CCA without SSB time index detection when DRX is used</w:t>
      </w:r>
      <w:r>
        <w:tab/>
        <w:t>2819</w:t>
      </w:r>
    </w:p>
    <w:p w14:paraId="2DDEBD5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A.13.3.2.4.1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2819</w:t>
      </w:r>
    </w:p>
    <w:p w14:paraId="5513625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A.13.3.2.4.2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2824</w:t>
      </w:r>
    </w:p>
    <w:p w14:paraId="63B171D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A.13.3.2.5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 triggered reporting tests for FR1 with CCA with SSB time index detection when DRX is not used</w:t>
      </w:r>
      <w:r>
        <w:tab/>
        <w:t>2825</w:t>
      </w:r>
    </w:p>
    <w:p w14:paraId="2969EA3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A.13.3.2.5.1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2825</w:t>
      </w:r>
    </w:p>
    <w:p w14:paraId="5F4B7CB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A.13.3.2.5.2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2830</w:t>
      </w:r>
    </w:p>
    <w:p w14:paraId="6DFCB44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A.13.3.2.6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Event triggered reporting tests for FR1 with CCA with SSB time index detection when DRX is used</w:t>
      </w:r>
      <w:r>
        <w:tab/>
        <w:t>2830</w:t>
      </w:r>
    </w:p>
    <w:p w14:paraId="129BDC6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A.13.3.2.6.1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2830</w:t>
      </w:r>
    </w:p>
    <w:p w14:paraId="0064586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A.13.3.2.6.2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2836</w:t>
      </w:r>
    </w:p>
    <w:p w14:paraId="24A1401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A.13.3.3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L1-RSRP measurements for beam reporting</w:t>
      </w:r>
      <w:r>
        <w:tab/>
        <w:t>2837</w:t>
      </w:r>
    </w:p>
    <w:p w14:paraId="59247AD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A.13.3.3.1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 when DRX is not used</w:t>
      </w:r>
      <w:r>
        <w:tab/>
        <w:t>2837</w:t>
      </w:r>
    </w:p>
    <w:p w14:paraId="67885839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2837</w:t>
      </w:r>
    </w:p>
    <w:p w14:paraId="74AD7AA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2837</w:t>
      </w:r>
    </w:p>
    <w:p w14:paraId="3E47C48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A.13.3.3.1.3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2842</w:t>
      </w:r>
    </w:p>
    <w:p w14:paraId="624BDAD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A.13.3.3.2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 when DRX is used</w:t>
      </w:r>
      <w:r>
        <w:tab/>
        <w:t>2842</w:t>
      </w:r>
    </w:p>
    <w:p w14:paraId="13175BDA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2842</w:t>
      </w:r>
    </w:p>
    <w:p w14:paraId="022B635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2842</w:t>
      </w:r>
    </w:p>
    <w:p w14:paraId="558E8301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A.13.3.3.2.3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2846</w:t>
      </w:r>
    </w:p>
    <w:p w14:paraId="57449003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A.13.4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Measurement performance</w:t>
      </w:r>
      <w:r>
        <w:tab/>
        <w:t>2846</w:t>
      </w:r>
    </w:p>
    <w:p w14:paraId="7C559AF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A.13.4.1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SS-RSRP</w:t>
      </w:r>
      <w:r>
        <w:tab/>
        <w:t>2846</w:t>
      </w:r>
    </w:p>
    <w:p w14:paraId="7B276B7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A.13.4.1.1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Intra-frequency measurement accuracy on a carrier frequency with CCA</w:t>
      </w:r>
      <w:r>
        <w:tab/>
        <w:t>2846</w:t>
      </w:r>
    </w:p>
    <w:p w14:paraId="3253B896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A.13.4.1.1.1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2846</w:t>
      </w:r>
    </w:p>
    <w:p w14:paraId="50DD170D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A.13.4.1.1.2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2846</w:t>
      </w:r>
    </w:p>
    <w:p w14:paraId="4CCA2F4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A.13.4.1.1.3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2848</w:t>
      </w:r>
    </w:p>
    <w:p w14:paraId="0384A3A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sv-SE"/>
        </w:rPr>
        <w:t>A.13.4.2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sv-SE"/>
        </w:rPr>
        <w:t>SS-RSRQ</w:t>
      </w:r>
      <w:r>
        <w:tab/>
        <w:t>2848</w:t>
      </w:r>
    </w:p>
    <w:p w14:paraId="128787A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A.13.4.2.1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Intra-frequency measurement accuracy on SCC</w:t>
      </w:r>
      <w:r>
        <w:tab/>
        <w:t>2848</w:t>
      </w:r>
    </w:p>
    <w:p w14:paraId="746CC64B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A.13.4.2.1.1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2848</w:t>
      </w:r>
    </w:p>
    <w:p w14:paraId="0C00324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A.13.4.2.1.2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Parameters</w:t>
      </w:r>
      <w:r>
        <w:tab/>
        <w:t>2848</w:t>
      </w:r>
    </w:p>
    <w:p w14:paraId="7E9540D4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A.13.4.2.1.3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Requirements</w:t>
      </w:r>
      <w:r>
        <w:tab/>
        <w:t>2856</w:t>
      </w:r>
    </w:p>
    <w:p w14:paraId="3EE4F4F5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sv-SE"/>
        </w:rPr>
        <w:t>A.13.4.3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sv-SE"/>
        </w:rPr>
        <w:t>SS-SINR</w:t>
      </w:r>
      <w:r>
        <w:tab/>
        <w:t>2856</w:t>
      </w:r>
    </w:p>
    <w:p w14:paraId="7096433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A.13.4.3.1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Intra-frequency measurement accuracy on SCC</w:t>
      </w:r>
      <w:r>
        <w:tab/>
        <w:t>2856</w:t>
      </w:r>
    </w:p>
    <w:p w14:paraId="4F9DFB4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A.13.4.3.1.1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Test Purpose and Environment</w:t>
      </w:r>
      <w:r>
        <w:tab/>
        <w:t>2856</w:t>
      </w:r>
    </w:p>
    <w:p w14:paraId="7ABEED9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A.13.4.3.1.2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Test Parameters</w:t>
      </w:r>
      <w:r>
        <w:tab/>
        <w:t>2856</w:t>
      </w:r>
    </w:p>
    <w:p w14:paraId="09AEEA7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ko-KR"/>
        </w:rPr>
        <w:t>A.13.4.3.1.3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ko-KR"/>
        </w:rPr>
        <w:t>Test Requirements</w:t>
      </w:r>
      <w:r>
        <w:tab/>
        <w:t>2862</w:t>
      </w:r>
    </w:p>
    <w:p w14:paraId="1666B5D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A.13.4.4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L1-RSRP measurement for beam reporting with CCA serving cell</w:t>
      </w:r>
      <w:r>
        <w:tab/>
        <w:t>2863</w:t>
      </w:r>
    </w:p>
    <w:p w14:paraId="7D5A0F2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snapToGrid w:val="0"/>
        </w:rPr>
        <w:t>A.13.4.4.1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snapToGrid w:val="0"/>
        </w:rPr>
        <w:t>SSB based L1-RSRP measurement</w:t>
      </w:r>
      <w:r>
        <w:tab/>
        <w:t>2863</w:t>
      </w:r>
    </w:p>
    <w:p w14:paraId="03045185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A.13.4.4.1.1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2863</w:t>
      </w:r>
    </w:p>
    <w:p w14:paraId="57B802A7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A.13.4.4.1.2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2863</w:t>
      </w:r>
    </w:p>
    <w:p w14:paraId="494AA85F" w14:textId="77777777" w:rsidR="00FD68A6" w:rsidRDefault="00FD68A6">
      <w:pPr>
        <w:pStyle w:val="TOC5"/>
        <w:rPr>
          <w:rFonts w:ascii="Calibri" w:eastAsia="Malgun Gothic" w:hAnsi="Calibri"/>
          <w:sz w:val="22"/>
          <w:szCs w:val="22"/>
          <w:lang w:eastAsia="en-GB"/>
        </w:rPr>
      </w:pPr>
      <w:r>
        <w:t>A.13.4.4.1.3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2867</w:t>
      </w:r>
    </w:p>
    <w:p w14:paraId="502A1DF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A.13.4.5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RSSI</w:t>
      </w:r>
      <w:r>
        <w:tab/>
        <w:t>2867</w:t>
      </w:r>
    </w:p>
    <w:p w14:paraId="7ACCD50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 xml:space="preserve">A.13.4.5.1 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Intra-frequency RSSI measurement accuracy </w:t>
      </w:r>
      <w:r w:rsidRPr="0046111E">
        <w:rPr>
          <w:snapToGrid w:val="0"/>
        </w:rPr>
        <w:t>on a carrier with CCA</w:t>
      </w:r>
      <w:r>
        <w:tab/>
        <w:t>2867</w:t>
      </w:r>
    </w:p>
    <w:p w14:paraId="1F14C216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A.13.4.5.1.1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2867</w:t>
      </w:r>
    </w:p>
    <w:p w14:paraId="7A669257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A.13.4.5.1.2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2867</w:t>
      </w:r>
    </w:p>
    <w:p w14:paraId="4C09175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lastRenderedPageBreak/>
        <w:t>A.13.4.5.1.3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2871</w:t>
      </w:r>
    </w:p>
    <w:p w14:paraId="13D0D7F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A.13.4.5.2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  Inter-frequency RSSI measurement accuracy </w:t>
      </w:r>
      <w:r w:rsidRPr="0046111E">
        <w:rPr>
          <w:snapToGrid w:val="0"/>
        </w:rPr>
        <w:t>on a carrier with CCA</w:t>
      </w:r>
      <w:r>
        <w:tab/>
        <w:t>2871</w:t>
      </w:r>
    </w:p>
    <w:p w14:paraId="4DF91E0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A.13.4.5.2.1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2871</w:t>
      </w:r>
    </w:p>
    <w:p w14:paraId="6900E3F4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A.13.4.5.2.2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2871</w:t>
      </w:r>
    </w:p>
    <w:p w14:paraId="6235EE7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A.13.4.5.2.3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2875</w:t>
      </w:r>
    </w:p>
    <w:p w14:paraId="4A0946F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A.13.4.6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Channel occupancy</w:t>
      </w:r>
      <w:r>
        <w:tab/>
        <w:t>2875</w:t>
      </w:r>
    </w:p>
    <w:p w14:paraId="60F4F48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 xml:space="preserve">A.13.4.6.1 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Intra-frequency channel occupancy measurement accuracy </w:t>
      </w:r>
      <w:r w:rsidRPr="0046111E">
        <w:rPr>
          <w:snapToGrid w:val="0"/>
        </w:rPr>
        <w:t>on SCC with CCA</w:t>
      </w:r>
      <w:r>
        <w:tab/>
        <w:t>2875</w:t>
      </w:r>
    </w:p>
    <w:p w14:paraId="3055EE15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A.13.4.6.1.1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2875</w:t>
      </w:r>
    </w:p>
    <w:p w14:paraId="6B9B6BF3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A.13.4.6.1.2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2875</w:t>
      </w:r>
    </w:p>
    <w:p w14:paraId="44893EB1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A.13.4.6.1.3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2879</w:t>
      </w:r>
    </w:p>
    <w:p w14:paraId="6036D80D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A.13.4.6.2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  Inter-frequency channel occupancy measurement accuracy </w:t>
      </w:r>
      <w:r w:rsidRPr="0046111E">
        <w:rPr>
          <w:snapToGrid w:val="0"/>
        </w:rPr>
        <w:t>on a carrier with CCA</w:t>
      </w:r>
      <w:r>
        <w:tab/>
        <w:t>2879</w:t>
      </w:r>
    </w:p>
    <w:p w14:paraId="330B5D1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A.13.4.6.2.1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Purpose and Environment</w:t>
      </w:r>
      <w:r>
        <w:tab/>
        <w:t>2879</w:t>
      </w:r>
    </w:p>
    <w:p w14:paraId="55FE0FB2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A.13.4.6.2.2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</w:t>
      </w:r>
      <w:r>
        <w:tab/>
        <w:t>2879</w:t>
      </w:r>
    </w:p>
    <w:p w14:paraId="0EACF430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A.13.4.6.2.3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Requirements</w:t>
      </w:r>
      <w:r>
        <w:tab/>
        <w:t>2883</w:t>
      </w:r>
    </w:p>
    <w:p w14:paraId="1C2084B8" w14:textId="77777777" w:rsidR="00FD68A6" w:rsidRDefault="00FD68A6">
      <w:pPr>
        <w:pStyle w:val="TOC8"/>
        <w:rPr>
          <w:rFonts w:ascii="Calibri" w:eastAsia="Malgun Gothic" w:hAnsi="Calibri"/>
          <w:b w:val="0"/>
          <w:szCs w:val="22"/>
          <w:lang w:eastAsia="en-GB"/>
        </w:rPr>
      </w:pPr>
      <w:r>
        <w:t>Annex B (normative): Conditions for RRM requirements applicability for operating bands</w:t>
      </w:r>
      <w:r>
        <w:tab/>
        <w:t>1818</w:t>
      </w:r>
    </w:p>
    <w:p w14:paraId="269051EC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B.1</w:t>
      </w:r>
      <w:r>
        <w:rPr>
          <w:rFonts w:ascii="Calibri" w:eastAsia="Malgun Gothic" w:hAnsi="Calibri"/>
          <w:szCs w:val="22"/>
          <w:lang w:eastAsia="en-GB"/>
        </w:rPr>
        <w:tab/>
      </w:r>
      <w:r>
        <w:t>Conditions for NR RRC_IDLE state mobility</w:t>
      </w:r>
      <w:r>
        <w:tab/>
        <w:t>1818</w:t>
      </w:r>
    </w:p>
    <w:p w14:paraId="09A3A4BA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1818</w:t>
      </w:r>
    </w:p>
    <w:p w14:paraId="65F32CD0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B.1.2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Conditions for measurements on NR intra-frequency cells for cell re-selection</w:t>
      </w:r>
      <w:r>
        <w:tab/>
        <w:t>1818</w:t>
      </w:r>
    </w:p>
    <w:p w14:paraId="3D0B1F13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B.1.3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Conditions for measurements on NR inter-frequency cells for cell re-selection</w:t>
      </w:r>
      <w:r>
        <w:tab/>
        <w:t>1819</w:t>
      </w:r>
    </w:p>
    <w:p w14:paraId="6EB3EAE0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B.2</w:t>
      </w:r>
      <w:r>
        <w:rPr>
          <w:rFonts w:ascii="Calibri" w:eastAsia="Malgun Gothic" w:hAnsi="Calibri"/>
          <w:szCs w:val="22"/>
          <w:lang w:eastAsia="en-GB"/>
        </w:rPr>
        <w:tab/>
      </w:r>
      <w:r>
        <w:t>Conditions for UE measurements procedures and performance requirements in RRC_CONNECTED state</w:t>
      </w:r>
      <w:r>
        <w:tab/>
        <w:t>1820</w:t>
      </w:r>
    </w:p>
    <w:p w14:paraId="07467E74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1820</w:t>
      </w:r>
    </w:p>
    <w:p w14:paraId="366DCAF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B</w:t>
      </w:r>
      <w:r>
        <w:t>.2.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General</w:t>
      </w:r>
      <w:r>
        <w:tab/>
        <w:t>1820</w:t>
      </w:r>
    </w:p>
    <w:p w14:paraId="2D10EAC8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B</w:t>
      </w:r>
      <w:r>
        <w:t>.2.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 xml:space="preserve">Derivation of Minimum SSB_RP values for </w:t>
      </w:r>
      <w:r>
        <w:t>FR1</w:t>
      </w:r>
      <w:r>
        <w:tab/>
        <w:t>1820</w:t>
      </w:r>
    </w:p>
    <w:p w14:paraId="7D0BCE3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B</w:t>
      </w:r>
      <w:r>
        <w:t>.2.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 xml:space="preserve">Derivation of Minimum SSB_RP values for </w:t>
      </w:r>
      <w:r>
        <w:t>FR2</w:t>
      </w:r>
      <w:r>
        <w:tab/>
        <w:t>1820</w:t>
      </w:r>
    </w:p>
    <w:p w14:paraId="48F268A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B.2.1.3.1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SSB_RP values for</w:t>
      </w:r>
      <w:r w:rsidRPr="0046111E">
        <w:rPr>
          <w:rFonts w:cs="Arial"/>
        </w:rPr>
        <w:t xml:space="preserve"> </w:t>
      </w:r>
      <w:r>
        <w:t>Rx Beam Peak angle of arrival</w:t>
      </w:r>
      <w:r>
        <w:tab/>
        <w:t>1820</w:t>
      </w:r>
    </w:p>
    <w:p w14:paraId="16A668ED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B.2.1.3.2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Minimum SSB_RP values for</w:t>
      </w:r>
      <w:r w:rsidRPr="0046111E">
        <w:rPr>
          <w:rFonts w:cs="Arial"/>
        </w:rPr>
        <w:t xml:space="preserve"> </w:t>
      </w:r>
      <w:r>
        <w:t>angle of arrival within Spherical coverage</w:t>
      </w:r>
      <w:r>
        <w:tab/>
        <w:t>1821</w:t>
      </w:r>
    </w:p>
    <w:p w14:paraId="091408CB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B</w:t>
      </w:r>
      <w:r>
        <w:t>.2.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Gain to SS-RSRP and CSI-RSRP measurement point for FR1</w:t>
      </w:r>
      <w:r>
        <w:tab/>
        <w:t>1821</w:t>
      </w:r>
    </w:p>
    <w:p w14:paraId="60A20C2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B</w:t>
      </w:r>
      <w:r>
        <w:t>.2.</w:t>
      </w:r>
      <w:r>
        <w:rPr>
          <w:lang w:eastAsia="zh-CN"/>
        </w:rPr>
        <w:t>1</w:t>
      </w:r>
      <w:r>
        <w:t>.</w:t>
      </w:r>
      <w:r>
        <w:rPr>
          <w:lang w:eastAsia="zh-CN"/>
        </w:rPr>
        <w:t>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Gain to SS-RSRP and CSI-RSRP measurement point for FR2</w:t>
      </w:r>
      <w:r>
        <w:tab/>
        <w:t>1822</w:t>
      </w:r>
    </w:p>
    <w:p w14:paraId="43B99ED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B.2.1.5.1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Gain to SS-RSRP and CSI-RSRP measurement point for</w:t>
      </w:r>
      <w:r w:rsidRPr="0046111E">
        <w:rPr>
          <w:rFonts w:cs="Arial"/>
        </w:rPr>
        <w:t xml:space="preserve"> </w:t>
      </w:r>
      <w:r>
        <w:t>Rx Beam Peak angle of arrival</w:t>
      </w:r>
      <w:r>
        <w:tab/>
        <w:t>1822</w:t>
      </w:r>
    </w:p>
    <w:p w14:paraId="430F9A6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B.2.1.5.2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  <w:lang w:eastAsia="zh-CN"/>
        </w:rPr>
        <w:t>Gain to SS-RSRP measurement point</w:t>
      </w:r>
      <w:r>
        <w:rPr>
          <w:rFonts w:eastAsia="Malgun Gothic"/>
        </w:rPr>
        <w:t xml:space="preserve"> for</w:t>
      </w:r>
      <w:r>
        <w:rPr>
          <w:rFonts w:eastAsia="Malgun Gothic" w:cs="Arial"/>
        </w:rPr>
        <w:t xml:space="preserve"> </w:t>
      </w:r>
      <w:r>
        <w:rPr>
          <w:rFonts w:eastAsia="Malgun Gothic"/>
        </w:rPr>
        <w:t>different frequency</w:t>
      </w:r>
      <w:r>
        <w:tab/>
        <w:t>1822</w:t>
      </w:r>
    </w:p>
    <w:p w14:paraId="48A3951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</w:rPr>
        <w:t>B.2.1.5.3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  <w:lang w:eastAsia="zh-CN"/>
        </w:rPr>
        <w:t>Alignment of Rough beam to Rx beam Peak</w:t>
      </w:r>
      <w:r>
        <w:tab/>
        <w:t>1822</w:t>
      </w:r>
    </w:p>
    <w:p w14:paraId="469BA996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rPr>
          <w:rFonts w:eastAsia="Malgun Gothic"/>
          <w:lang w:eastAsia="zh-CN"/>
        </w:rPr>
        <w:t>B</w:t>
      </w:r>
      <w:r>
        <w:rPr>
          <w:rFonts w:eastAsia="Malgun Gothic"/>
        </w:rPr>
        <w:t>.2.</w:t>
      </w:r>
      <w:r>
        <w:rPr>
          <w:rFonts w:eastAsia="Malgun Gothic"/>
          <w:lang w:eastAsia="zh-CN"/>
        </w:rPr>
        <w:t>1</w:t>
      </w:r>
      <w:r>
        <w:rPr>
          <w:rFonts w:eastAsia="Malgun Gothic"/>
        </w:rPr>
        <w:t>.</w:t>
      </w:r>
      <w:r>
        <w:rPr>
          <w:rFonts w:eastAsia="Malgun Gothic"/>
          <w:lang w:eastAsia="zh-CN"/>
        </w:rPr>
        <w:t>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rFonts w:eastAsia="Malgun Gothic"/>
          <w:lang w:eastAsia="zh-CN"/>
        </w:rPr>
        <w:t xml:space="preserve">Gain to PRS-RSRP measurement point for </w:t>
      </w:r>
      <w:r>
        <w:rPr>
          <w:rFonts w:eastAsia="Malgun Gothic"/>
        </w:rPr>
        <w:t>FR2</w:t>
      </w:r>
      <w:r>
        <w:tab/>
        <w:t>1823</w:t>
      </w:r>
    </w:p>
    <w:p w14:paraId="5CC5C099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B.2.1.6.1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Gain to PRS-RSRP measurement point</w:t>
      </w:r>
      <w:r>
        <w:t xml:space="preserve"> for</w:t>
      </w:r>
      <w:r w:rsidRPr="0046111E">
        <w:rPr>
          <w:rFonts w:cs="Arial"/>
        </w:rPr>
        <w:t xml:space="preserve"> </w:t>
      </w:r>
      <w:r>
        <w:t>Rx Beam Peak angle of arriva</w:t>
      </w:r>
      <w:r>
        <w:rPr>
          <w:rFonts w:eastAsia="Malgun Gothic"/>
        </w:rPr>
        <w:t>l</w:t>
      </w:r>
      <w:r>
        <w:tab/>
        <w:t>1823</w:t>
      </w:r>
    </w:p>
    <w:p w14:paraId="297A9702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Conditions for NR intra-frequency measurements</w:t>
      </w:r>
      <w:r>
        <w:tab/>
        <w:t>1824</w:t>
      </w:r>
    </w:p>
    <w:p w14:paraId="5EFFF101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Conditions for NR inter-frequency measurements</w:t>
      </w:r>
      <w:r>
        <w:tab/>
        <w:t>1825</w:t>
      </w:r>
    </w:p>
    <w:p w14:paraId="1BCDA5EE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Conditions for NR L1-RSRP reporting</w:t>
      </w:r>
      <w:r>
        <w:tab/>
        <w:t>1826</w:t>
      </w:r>
    </w:p>
    <w:p w14:paraId="3B636AE3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B.2.4.1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Conditions for SSB based L1-RSRP reporting</w:t>
      </w:r>
      <w:r>
        <w:tab/>
        <w:t>1826</w:t>
      </w:r>
    </w:p>
    <w:p w14:paraId="70084E9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B.2.4.2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Conditions for CSI-RS based L1-RSRP reporting</w:t>
      </w:r>
      <w:r>
        <w:tab/>
        <w:t>1827</w:t>
      </w:r>
    </w:p>
    <w:p w14:paraId="09BD0088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B.2.5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Conditions for RRC connection release with redirection to NR</w:t>
      </w:r>
      <w:r>
        <w:tab/>
        <w:t>1829</w:t>
      </w:r>
    </w:p>
    <w:p w14:paraId="32CA2212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B.2.6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1830</w:t>
      </w:r>
    </w:p>
    <w:p w14:paraId="0F89DD0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B.2.6.1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1830</w:t>
      </w:r>
    </w:p>
    <w:p w14:paraId="36F0991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B.2.6.2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Void</w:t>
      </w:r>
      <w:r>
        <w:tab/>
        <w:t>1830</w:t>
      </w:r>
    </w:p>
    <w:p w14:paraId="472D57B3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B.2.7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Conditions for SRS-RSRP measurements</w:t>
      </w:r>
      <w:r>
        <w:tab/>
        <w:t>1830</w:t>
      </w:r>
    </w:p>
    <w:p w14:paraId="318A5A26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B.2.8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Conditions for NR L1-SINR reporting</w:t>
      </w:r>
      <w:r>
        <w:tab/>
        <w:t>1831</w:t>
      </w:r>
    </w:p>
    <w:p w14:paraId="23B141C4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B.2.8.1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Conditions for L1-SINR reporting with CSI-RS based CMR and no dedicated IMR configured</w:t>
      </w:r>
      <w:r>
        <w:tab/>
        <w:t>1831</w:t>
      </w:r>
    </w:p>
    <w:p w14:paraId="6234CD8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B.2.8.2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Conditions for L1-SINR reporting with SSB based CMR and dedicated IMR configured</w:t>
      </w:r>
      <w:r>
        <w:tab/>
        <w:t>1832</w:t>
      </w:r>
    </w:p>
    <w:p w14:paraId="1EBC846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B.2.8.2.1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L1-SINR reporting with SSB based CMR and dedicated ZP-IMR configured</w:t>
      </w:r>
      <w:r>
        <w:tab/>
        <w:t>1832</w:t>
      </w:r>
    </w:p>
    <w:p w14:paraId="413092FA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B.2.8.2.2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L1-SINR reporting with SSB based CMR and dedicated NZP-IMR configured</w:t>
      </w:r>
      <w:r>
        <w:tab/>
        <w:t>1832</w:t>
      </w:r>
    </w:p>
    <w:p w14:paraId="7F834AB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B.2.8.3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Conditions for L1-SINR reporting with CSI-RS based CMR and dedicated IMR configured</w:t>
      </w:r>
      <w:r>
        <w:tab/>
        <w:t>1834</w:t>
      </w:r>
    </w:p>
    <w:p w14:paraId="6AD5929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lang w:val="en-US"/>
        </w:rPr>
        <w:t>B.2.8.3.1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L1-SINR reporting with CSI-RS based CMR and dedicated ZP-IMR configured</w:t>
      </w:r>
      <w:r>
        <w:tab/>
        <w:t>1834</w:t>
      </w:r>
    </w:p>
    <w:p w14:paraId="1E6665E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B.2.8.3.2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lang w:val="en-US"/>
        </w:rPr>
        <w:t>L1-SINR reporting with CSI-RS based CMR and dedicated NZP-IMR configured</w:t>
      </w:r>
      <w:r>
        <w:tab/>
        <w:t>1835</w:t>
      </w:r>
    </w:p>
    <w:p w14:paraId="59612DA8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B.2.9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Conditions for NR intra-frequency measurements under CCA</w:t>
      </w:r>
      <w:r>
        <w:tab/>
        <w:t>1836</w:t>
      </w:r>
    </w:p>
    <w:p w14:paraId="002169D7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B.2.10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Conditions for NR inter-frequency measurements under CCA</w:t>
      </w:r>
      <w:r>
        <w:tab/>
        <w:t>1836</w:t>
      </w:r>
    </w:p>
    <w:p w14:paraId="1CE60E7C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B.2.11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Conditions for NR L1-RSRP reporting under CCA</w:t>
      </w:r>
      <w:r>
        <w:tab/>
        <w:t>1836</w:t>
      </w:r>
    </w:p>
    <w:p w14:paraId="40C6796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B.2.11.1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Conditions for SSB based L1-RSRP reporting</w:t>
      </w:r>
      <w:r>
        <w:tab/>
        <w:t>1836</w:t>
      </w:r>
    </w:p>
    <w:p w14:paraId="192D0C50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B.2.12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Conditions for NR </w:t>
      </w:r>
      <w:r>
        <w:rPr>
          <w:lang w:eastAsia="zh-CN"/>
        </w:rPr>
        <w:t xml:space="preserve">CSI-RS based </w:t>
      </w:r>
      <w:r>
        <w:t>intra-frequency measurements</w:t>
      </w:r>
      <w:r>
        <w:tab/>
        <w:t>1837</w:t>
      </w:r>
    </w:p>
    <w:p w14:paraId="703E1800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B.2.13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 xml:space="preserve">Conditions for NR </w:t>
      </w:r>
      <w:r>
        <w:rPr>
          <w:lang w:eastAsia="zh-CN"/>
        </w:rPr>
        <w:t xml:space="preserve">CSI-RS based </w:t>
      </w:r>
      <w:r>
        <w:t>inter-frequency measurements</w:t>
      </w:r>
      <w:r>
        <w:tab/>
        <w:t>1838</w:t>
      </w:r>
    </w:p>
    <w:p w14:paraId="192BA805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B.2.</w:t>
      </w:r>
      <w:r>
        <w:rPr>
          <w:lang w:eastAsia="zh-CN"/>
        </w:rPr>
        <w:t>14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Conditions for NR</w:t>
      </w:r>
      <w:r>
        <w:rPr>
          <w:lang w:eastAsia="zh-CN"/>
        </w:rPr>
        <w:t xml:space="preserve"> PRS-based</w:t>
      </w:r>
      <w:r>
        <w:t xml:space="preserve"> measurements</w:t>
      </w:r>
      <w:r>
        <w:tab/>
        <w:t>1840</w:t>
      </w:r>
    </w:p>
    <w:p w14:paraId="3AD99093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lastRenderedPageBreak/>
        <w:t>B.3</w:t>
      </w:r>
      <w:r>
        <w:rPr>
          <w:rFonts w:ascii="Calibri" w:eastAsia="Malgun Gothic" w:hAnsi="Calibri"/>
          <w:szCs w:val="22"/>
          <w:lang w:eastAsia="en-GB"/>
        </w:rPr>
        <w:tab/>
      </w:r>
      <w:r>
        <w:t>RRM Requirements Exceptions</w:t>
      </w:r>
      <w:r>
        <w:tab/>
        <w:t>1841</w:t>
      </w:r>
    </w:p>
    <w:p w14:paraId="478C1930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Introduction</w:t>
      </w:r>
      <w:r>
        <w:tab/>
        <w:t>1841</w:t>
      </w:r>
    </w:p>
    <w:p w14:paraId="64AF32B5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Receiver sensitivity relaxation for CA</w:t>
      </w:r>
      <w:r>
        <w:tab/>
        <w:t>1841</w:t>
      </w:r>
    </w:p>
    <w:p w14:paraId="303935A7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B.3.2.1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Receiver sensitivity relaxation for UE supporting CA in FR1</w:t>
      </w:r>
      <w:r>
        <w:tab/>
        <w:t>1841</w:t>
      </w:r>
    </w:p>
    <w:p w14:paraId="1DCC10B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B.3.2.2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Receiver sensitivity relaxation for UE configured with CA in FR1</w:t>
      </w:r>
      <w:r>
        <w:tab/>
        <w:t>1842</w:t>
      </w:r>
    </w:p>
    <w:p w14:paraId="38AA66DE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B.3.2.2.1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Inter-band carrier aggregation</w:t>
      </w:r>
      <w:r>
        <w:tab/>
        <w:t>1842</w:t>
      </w:r>
    </w:p>
    <w:p w14:paraId="7C392E6F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B.3.2.2.2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Reference sensitivity exceptions due to UL harmonic interference for CA</w:t>
      </w:r>
      <w:r>
        <w:tab/>
        <w:t>1842</w:t>
      </w:r>
    </w:p>
    <w:p w14:paraId="38B745B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t>B.3.2.2.3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Reference sensitivity exceptions due to intermodulation interference due to 2UL CA</w:t>
      </w:r>
      <w:r>
        <w:tab/>
        <w:t>1842</w:t>
      </w:r>
    </w:p>
    <w:p w14:paraId="69FA852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B.3.2.3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Receiver sensitivity relaxation for UE supporting CA in FR2</w:t>
      </w:r>
      <w:r>
        <w:tab/>
        <w:t>1842</w:t>
      </w:r>
    </w:p>
    <w:p w14:paraId="4AD3E750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B.3.2.4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Receiver sensitivity relaxation for UE configured with CA in FR2</w:t>
      </w:r>
      <w:r>
        <w:tab/>
        <w:t>1842</w:t>
      </w:r>
    </w:p>
    <w:p w14:paraId="3E5DCB5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B.3.2.4.1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Intra-band contiguous carrier aggregation</w:t>
      </w:r>
      <w:r>
        <w:tab/>
        <w:t>1842</w:t>
      </w:r>
    </w:p>
    <w:p w14:paraId="2F4EBC4C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 w:rsidRPr="0046111E">
        <w:rPr>
          <w:rFonts w:eastAsia="MS Mincho"/>
        </w:rPr>
        <w:t>B.3.2.4.2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 w:rsidRPr="0046111E">
        <w:rPr>
          <w:rFonts w:eastAsia="MS Mincho"/>
        </w:rPr>
        <w:t>Intra-band non-contiguous carrier aggregation</w:t>
      </w:r>
      <w:r>
        <w:tab/>
        <w:t>1843</w:t>
      </w:r>
    </w:p>
    <w:p w14:paraId="7A9A7477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B.3.3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Receiver sensitivity relaxation for DC</w:t>
      </w:r>
      <w:r>
        <w:tab/>
        <w:t>1843</w:t>
      </w:r>
    </w:p>
    <w:p w14:paraId="1272F6AA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B.3.3.1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Receiver sensitivity relaxation for EN-DC</w:t>
      </w:r>
      <w:r>
        <w:tab/>
        <w:t>1843</w:t>
      </w:r>
    </w:p>
    <w:p w14:paraId="5F6D8DEE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B.3.3.2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Receiver sensitivity relaxation for NE-DC</w:t>
      </w:r>
      <w:r>
        <w:tab/>
        <w:t>1843</w:t>
      </w:r>
    </w:p>
    <w:p w14:paraId="08EAC9D1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B.3.4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Receiver sensitivity relaxation for SUL</w:t>
      </w:r>
      <w:r>
        <w:tab/>
        <w:t>1843</w:t>
      </w:r>
    </w:p>
    <w:p w14:paraId="324D0F0C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B.3.4.1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Receiver sensitivity relaxation for UE supporting SUL in FR1</w:t>
      </w:r>
      <w:r>
        <w:tab/>
        <w:t>1843</w:t>
      </w:r>
    </w:p>
    <w:p w14:paraId="51471B12" w14:textId="77777777" w:rsidR="00FD68A6" w:rsidRDefault="00FD68A6">
      <w:pPr>
        <w:pStyle w:val="TOC3"/>
        <w:rPr>
          <w:rFonts w:ascii="Calibri" w:eastAsia="Malgun Gothic" w:hAnsi="Calibri"/>
          <w:sz w:val="22"/>
          <w:szCs w:val="22"/>
          <w:lang w:eastAsia="en-GB"/>
        </w:rPr>
      </w:pPr>
      <w:r>
        <w:t>B.3.4.2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Receiver sensitivity relaxation for UE configured with SUL in FR1</w:t>
      </w:r>
      <w:r>
        <w:tab/>
        <w:t>1843</w:t>
      </w:r>
    </w:p>
    <w:p w14:paraId="2FE667F8" w14:textId="77777777" w:rsidR="00FD68A6" w:rsidRDefault="00FD68A6">
      <w:pPr>
        <w:pStyle w:val="TOC4"/>
        <w:rPr>
          <w:rFonts w:ascii="Calibri" w:eastAsia="Malgun Gothic" w:hAnsi="Calibri"/>
          <w:sz w:val="22"/>
          <w:szCs w:val="22"/>
          <w:lang w:eastAsia="en-GB"/>
        </w:rPr>
      </w:pPr>
      <w:r>
        <w:rPr>
          <w:lang w:eastAsia="zh-CN"/>
        </w:rPr>
        <w:t>B.3.4.2.1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rPr>
          <w:lang w:eastAsia="zh-CN"/>
        </w:rPr>
        <w:t>Reference sensitivity exceptions due to UL harmonic interference for SUL</w:t>
      </w:r>
      <w:r>
        <w:tab/>
        <w:t>1843</w:t>
      </w:r>
    </w:p>
    <w:p w14:paraId="352F542F" w14:textId="77777777" w:rsidR="00FD68A6" w:rsidRDefault="00FD68A6">
      <w:pPr>
        <w:pStyle w:val="TOC1"/>
        <w:rPr>
          <w:rFonts w:ascii="Calibri" w:eastAsia="Malgun Gothic" w:hAnsi="Calibri"/>
          <w:szCs w:val="22"/>
          <w:lang w:eastAsia="en-GB"/>
        </w:rPr>
      </w:pPr>
      <w:r>
        <w:t>B.4</w:t>
      </w:r>
      <w:r>
        <w:rPr>
          <w:rFonts w:ascii="Calibri" w:eastAsia="Malgun Gothic" w:hAnsi="Calibri"/>
          <w:szCs w:val="22"/>
          <w:lang w:eastAsia="en-GB"/>
        </w:rPr>
        <w:tab/>
      </w:r>
      <w:r>
        <w:t>Conditions for V2X</w:t>
      </w:r>
      <w:r>
        <w:tab/>
        <w:t>1843</w:t>
      </w:r>
    </w:p>
    <w:p w14:paraId="73BD66AA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B.4.1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Test parameters for GNSS signals</w:t>
      </w:r>
      <w:r>
        <w:tab/>
        <w:t>1843</w:t>
      </w:r>
    </w:p>
    <w:p w14:paraId="44186E8F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B.4.2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Conditions for PSBCH-RSRP Accuracy Requirements</w:t>
      </w:r>
      <w:r>
        <w:tab/>
        <w:t>1844</w:t>
      </w:r>
    </w:p>
    <w:p w14:paraId="785645E1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B.4.3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Conditions for Selection/Reselection to Intra-frequency SyncRef UE</w:t>
      </w:r>
      <w:r>
        <w:tab/>
        <w:t>1844</w:t>
      </w:r>
    </w:p>
    <w:p w14:paraId="20C3B217" w14:textId="77777777" w:rsidR="00FD68A6" w:rsidRDefault="00FD68A6">
      <w:pPr>
        <w:pStyle w:val="TOC2"/>
        <w:rPr>
          <w:rFonts w:ascii="Calibri" w:eastAsia="Malgun Gothic" w:hAnsi="Calibri"/>
          <w:sz w:val="22"/>
          <w:szCs w:val="22"/>
          <w:lang w:eastAsia="en-GB"/>
        </w:rPr>
      </w:pPr>
      <w:r>
        <w:t>B.4.4</w:t>
      </w:r>
      <w:r>
        <w:rPr>
          <w:rFonts w:ascii="Calibri" w:eastAsia="Malgun Gothic" w:hAnsi="Calibri"/>
          <w:sz w:val="22"/>
          <w:szCs w:val="22"/>
          <w:lang w:eastAsia="en-GB"/>
        </w:rPr>
        <w:tab/>
      </w:r>
      <w:r>
        <w:t>Conditions for L1 SL-RSRP Accuracy Requirements</w:t>
      </w:r>
      <w:r>
        <w:tab/>
        <w:t>1844</w:t>
      </w:r>
    </w:p>
    <w:p w14:paraId="0E93DED2" w14:textId="77777777" w:rsidR="00FD68A6" w:rsidRDefault="00FD68A6">
      <w:pPr>
        <w:pStyle w:val="TOC8"/>
        <w:rPr>
          <w:rFonts w:ascii="Calibri" w:eastAsia="Malgun Gothic" w:hAnsi="Calibri"/>
          <w:b w:val="0"/>
          <w:szCs w:val="22"/>
          <w:lang w:eastAsia="en-GB"/>
        </w:rPr>
      </w:pPr>
      <w:r>
        <w:t>Annex C (informative): Change history</w:t>
      </w:r>
      <w:r>
        <w:tab/>
        <w:t>1846</w:t>
      </w:r>
    </w:p>
    <w:p w14:paraId="5EE24C8D" w14:textId="59D7D62F" w:rsidR="003C3971" w:rsidRPr="00235394" w:rsidRDefault="00FD68A6" w:rsidP="000334B8">
      <w:r>
        <w:rPr>
          <w:noProof/>
          <w:sz w:val="22"/>
        </w:rPr>
        <w:fldChar w:fldCharType="end"/>
      </w:r>
    </w:p>
    <w:p w14:paraId="2DF90460" w14:textId="1634DA03" w:rsidR="00B92048" w:rsidRPr="00B92048" w:rsidRDefault="000334B8" w:rsidP="00B92048">
      <w:pPr>
        <w:rPr>
          <w:rFonts w:eastAsia="SimSun"/>
          <w:noProof/>
        </w:rPr>
      </w:pPr>
      <w:r w:rsidRPr="00B840AC">
        <w:rPr>
          <w:noProof/>
        </w:rPr>
        <w:fldChar w:fldCharType="begin"/>
      </w:r>
      <w:r w:rsidRPr="00B840AC">
        <w:rPr>
          <w:noProof/>
        </w:rPr>
        <w:instrText xml:space="preserve"> RD "38133-g</w:instrText>
      </w:r>
      <w:r w:rsidR="009F0EEA">
        <w:rPr>
          <w:noProof/>
        </w:rPr>
        <w:instrText>e</w:instrText>
      </w:r>
      <w:r w:rsidRPr="00B840AC">
        <w:rPr>
          <w:noProof/>
        </w:rPr>
        <w:instrText>0_s0-11.doc</w:instrText>
      </w:r>
      <w:r w:rsidR="00B92048">
        <w:rPr>
          <w:noProof/>
        </w:rPr>
        <w:instrText>x</w:instrText>
      </w:r>
      <w:r w:rsidRPr="00B840AC">
        <w:rPr>
          <w:noProof/>
        </w:rPr>
        <w:instrText xml:space="preserve">" \f  </w:instrText>
      </w:r>
      <w:r w:rsidRPr="00B840AC">
        <w:rPr>
          <w:noProof/>
        </w:rPr>
        <w:fldChar w:fldCharType="end"/>
      </w:r>
      <w:r w:rsidRPr="00B840AC">
        <w:rPr>
          <w:noProof/>
        </w:rPr>
        <w:fldChar w:fldCharType="begin"/>
      </w:r>
      <w:r w:rsidRPr="00B840AC">
        <w:rPr>
          <w:noProof/>
        </w:rPr>
        <w:instrText xml:space="preserve"> RD "38133-g</w:instrText>
      </w:r>
      <w:r w:rsidR="009F0EEA">
        <w:rPr>
          <w:noProof/>
        </w:rPr>
        <w:instrText>e</w:instrText>
      </w:r>
      <w:r w:rsidRPr="00B840AC">
        <w:rPr>
          <w:noProof/>
        </w:rPr>
        <w:instrText>0_sA.1-A.5.doc</w:instrText>
      </w:r>
      <w:r w:rsidR="00B92048">
        <w:rPr>
          <w:noProof/>
        </w:rPr>
        <w:instrText>x</w:instrText>
      </w:r>
      <w:r w:rsidRPr="00B840AC">
        <w:rPr>
          <w:noProof/>
        </w:rPr>
        <w:instrText xml:space="preserve">" \f  </w:instrText>
      </w:r>
      <w:r w:rsidRPr="00B840AC">
        <w:rPr>
          <w:noProof/>
        </w:rPr>
        <w:fldChar w:fldCharType="end"/>
      </w:r>
      <w:r w:rsidRPr="00B840AC">
        <w:rPr>
          <w:noProof/>
        </w:rPr>
        <w:fldChar w:fldCharType="begin"/>
      </w:r>
      <w:r w:rsidRPr="00B840AC">
        <w:rPr>
          <w:noProof/>
        </w:rPr>
        <w:instrText xml:space="preserve"> RD "38133-g</w:instrText>
      </w:r>
      <w:r w:rsidR="009F0EEA">
        <w:rPr>
          <w:noProof/>
        </w:rPr>
        <w:instrText>e</w:instrText>
      </w:r>
      <w:r w:rsidRPr="00B840AC">
        <w:rPr>
          <w:noProof/>
        </w:rPr>
        <w:instrText>0_sA.6-A.</w:instrText>
      </w:r>
      <w:r w:rsidR="00D27472">
        <w:rPr>
          <w:noProof/>
        </w:rPr>
        <w:instrText>13</w:instrText>
      </w:r>
      <w:r w:rsidRPr="00B840AC">
        <w:rPr>
          <w:noProof/>
        </w:rPr>
        <w:instrText>.doc</w:instrText>
      </w:r>
      <w:r w:rsidR="00B92048">
        <w:rPr>
          <w:noProof/>
        </w:rPr>
        <w:instrText>x</w:instrText>
      </w:r>
      <w:r w:rsidRPr="00B840AC">
        <w:rPr>
          <w:noProof/>
        </w:rPr>
        <w:instrText xml:space="preserve">" \f  </w:instrText>
      </w:r>
      <w:r w:rsidRPr="00B840AC">
        <w:rPr>
          <w:noProof/>
        </w:rPr>
        <w:fldChar w:fldCharType="end"/>
      </w:r>
      <w:r w:rsidR="00B92048" w:rsidRPr="00B92048">
        <w:rPr>
          <w:rFonts w:eastAsia="SimSun"/>
          <w:noProof/>
        </w:rPr>
        <w:fldChar w:fldCharType="begin"/>
      </w:r>
      <w:r w:rsidR="00B92048" w:rsidRPr="00B92048">
        <w:rPr>
          <w:rFonts w:eastAsia="SimSun"/>
          <w:noProof/>
        </w:rPr>
        <w:instrText xml:space="preserve"> RD "38133-</w:instrText>
      </w:r>
      <w:r w:rsidR="00B92048">
        <w:rPr>
          <w:rFonts w:eastAsia="SimSun"/>
          <w:noProof/>
        </w:rPr>
        <w:instrText>g</w:instrText>
      </w:r>
      <w:r w:rsidR="009F0EEA">
        <w:rPr>
          <w:rFonts w:eastAsia="SimSun"/>
          <w:noProof/>
        </w:rPr>
        <w:instrText>e</w:instrText>
      </w:r>
      <w:r w:rsidR="00B92048" w:rsidRPr="00B92048">
        <w:rPr>
          <w:rFonts w:eastAsia="SimSun"/>
          <w:noProof/>
        </w:rPr>
        <w:instrText xml:space="preserve">0_sB.1-XX.docx" \f  </w:instrText>
      </w:r>
      <w:r w:rsidR="00B92048" w:rsidRPr="00B92048">
        <w:rPr>
          <w:rFonts w:eastAsia="SimSun"/>
          <w:noProof/>
        </w:rPr>
        <w:fldChar w:fldCharType="end"/>
      </w:r>
    </w:p>
    <w:sectPr w:rsidR="00B92048" w:rsidRPr="00B92048">
      <w:headerReference w:type="default" r:id="rId11"/>
      <w:footerReference w:type="default" r:id="rId12"/>
      <w:footnotePr>
        <w:numRestart w:val="eachSect"/>
      </w:footnotePr>
      <w:pgSz w:w="11907" w:h="16840" w:code="9"/>
      <w:pgMar w:top="1416" w:right="1133" w:bottom="1133" w:left="1133" w:header="850" w:footer="340" w:gutter="0"/>
      <w:cols w:space="720"/>
      <w:formProt w:val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91B65" w14:textId="77777777" w:rsidR="00A0533B" w:rsidRDefault="00A0533B">
      <w:r>
        <w:separator/>
      </w:r>
    </w:p>
  </w:endnote>
  <w:endnote w:type="continuationSeparator" w:id="0">
    <w:p w14:paraId="3190A97D" w14:textId="77777777" w:rsidR="00A0533B" w:rsidRDefault="00A0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4.2.0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?? ??">
    <w:altName w:val="MS Gothic"/>
    <w:charset w:val="80"/>
    <w:family w:val="roman"/>
    <w:pitch w:val="default"/>
    <w:sig w:usb0="00000000" w:usb1="0000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703DF" w14:textId="77777777" w:rsidR="00597B11" w:rsidRDefault="00597B11">
    <w:pPr>
      <w:pStyle w:val="Footer"/>
    </w:pPr>
    <w:r>
      <w:t>3GPP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786B4" w14:textId="77777777" w:rsidR="00A0533B" w:rsidRDefault="00A0533B">
      <w:r>
        <w:separator/>
      </w:r>
    </w:p>
  </w:footnote>
  <w:footnote w:type="continuationSeparator" w:id="0">
    <w:p w14:paraId="526F9ADA" w14:textId="77777777" w:rsidR="00A0533B" w:rsidRDefault="00A05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AD4BF" w14:textId="680CFC72" w:rsidR="00597B11" w:rsidRDefault="00597B11">
    <w:pPr>
      <w:framePr w:h="284" w:hRule="exact" w:wrap="around" w:vAnchor="text" w:hAnchor="margin" w:xAlign="right" w:y="1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STYLEREF ZA </w:instrText>
    </w:r>
    <w:r>
      <w:rPr>
        <w:rFonts w:ascii="Arial" w:hAnsi="Arial" w:cs="Arial"/>
        <w:b/>
        <w:sz w:val="18"/>
        <w:szCs w:val="18"/>
      </w:rPr>
      <w:fldChar w:fldCharType="separate"/>
    </w:r>
    <w:r w:rsidR="00FD68A6">
      <w:rPr>
        <w:rFonts w:ascii="Arial" w:hAnsi="Arial" w:cs="Arial"/>
        <w:b/>
        <w:noProof/>
        <w:sz w:val="18"/>
        <w:szCs w:val="18"/>
      </w:rPr>
      <w:t>3GPP TS 38.133 V16.14.0 (2022-12)</w:t>
    </w:r>
    <w:r>
      <w:rPr>
        <w:rFonts w:ascii="Arial" w:hAnsi="Arial" w:cs="Arial"/>
        <w:b/>
        <w:sz w:val="18"/>
        <w:szCs w:val="18"/>
      </w:rPr>
      <w:fldChar w:fldCharType="end"/>
    </w:r>
  </w:p>
  <w:p w14:paraId="59507F8C" w14:textId="77777777" w:rsidR="00597B11" w:rsidRDefault="00597B11">
    <w:pPr>
      <w:framePr w:h="284" w:hRule="exact" w:wrap="around" w:vAnchor="text" w:hAnchor="margin" w:xAlign="center" w:y="7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PAGE </w:instrText>
    </w:r>
    <w:r>
      <w:rPr>
        <w:rFonts w:ascii="Arial" w:hAnsi="Arial" w:cs="Arial"/>
        <w:b/>
        <w:sz w:val="18"/>
        <w:szCs w:val="18"/>
      </w:rPr>
      <w:fldChar w:fldCharType="separate"/>
    </w:r>
    <w:r>
      <w:rPr>
        <w:rFonts w:ascii="Arial" w:hAnsi="Arial" w:cs="Arial"/>
        <w:b/>
        <w:noProof/>
        <w:sz w:val="18"/>
        <w:szCs w:val="18"/>
      </w:rPr>
      <w:t>14</w:t>
    </w:r>
    <w:r>
      <w:rPr>
        <w:rFonts w:ascii="Arial" w:hAnsi="Arial" w:cs="Arial"/>
        <w:b/>
        <w:sz w:val="18"/>
        <w:szCs w:val="18"/>
      </w:rPr>
      <w:fldChar w:fldCharType="end"/>
    </w:r>
  </w:p>
  <w:p w14:paraId="003A07BD" w14:textId="381A9FD2" w:rsidR="00597B11" w:rsidRDefault="00597B11">
    <w:pPr>
      <w:framePr w:h="284" w:hRule="exact" w:wrap="around" w:vAnchor="text" w:hAnchor="margin" w:y="7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STYLEREF ZGSM </w:instrText>
    </w:r>
    <w:r>
      <w:rPr>
        <w:rFonts w:ascii="Arial" w:hAnsi="Arial" w:cs="Arial"/>
        <w:b/>
        <w:sz w:val="18"/>
        <w:szCs w:val="18"/>
      </w:rPr>
      <w:fldChar w:fldCharType="separate"/>
    </w:r>
    <w:r w:rsidR="00FD68A6">
      <w:rPr>
        <w:rFonts w:ascii="Arial" w:hAnsi="Arial" w:cs="Arial"/>
        <w:b/>
        <w:noProof/>
        <w:sz w:val="18"/>
        <w:szCs w:val="18"/>
      </w:rPr>
      <w:t>Release 16</w:t>
    </w:r>
    <w:r>
      <w:rPr>
        <w:rFonts w:ascii="Arial" w:hAnsi="Arial" w:cs="Arial"/>
        <w:b/>
        <w:sz w:val="18"/>
        <w:szCs w:val="18"/>
      </w:rPr>
      <w:fldChar w:fldCharType="end"/>
    </w:r>
  </w:p>
  <w:p w14:paraId="4D478406" w14:textId="77777777" w:rsidR="00597B11" w:rsidRDefault="00597B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F2553B"/>
    <w:multiLevelType w:val="hybridMultilevel"/>
    <w:tmpl w:val="DAD8533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9217601"/>
    <w:multiLevelType w:val="hybridMultilevel"/>
    <w:tmpl w:val="CEB47B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66103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86732682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" w16cid:durableId="519318538">
    <w:abstractNumId w:val="1"/>
  </w:num>
  <w:num w:numId="4" w16cid:durableId="147109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7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213A"/>
    <w:rsid w:val="00033397"/>
    <w:rsid w:val="000334B8"/>
    <w:rsid w:val="000335D2"/>
    <w:rsid w:val="0003788F"/>
    <w:rsid w:val="00040095"/>
    <w:rsid w:val="00051834"/>
    <w:rsid w:val="00054A22"/>
    <w:rsid w:val="00062023"/>
    <w:rsid w:val="00063F79"/>
    <w:rsid w:val="000655A6"/>
    <w:rsid w:val="00073880"/>
    <w:rsid w:val="00080512"/>
    <w:rsid w:val="000A3D27"/>
    <w:rsid w:val="000B6D39"/>
    <w:rsid w:val="000C47C3"/>
    <w:rsid w:val="000D4557"/>
    <w:rsid w:val="000D58AB"/>
    <w:rsid w:val="000E7256"/>
    <w:rsid w:val="000F62BA"/>
    <w:rsid w:val="00100AA6"/>
    <w:rsid w:val="00133525"/>
    <w:rsid w:val="00190945"/>
    <w:rsid w:val="001A4C42"/>
    <w:rsid w:val="001A7420"/>
    <w:rsid w:val="001B3CA5"/>
    <w:rsid w:val="001B6637"/>
    <w:rsid w:val="001C21C3"/>
    <w:rsid w:val="001D02C2"/>
    <w:rsid w:val="001F0C1D"/>
    <w:rsid w:val="001F1132"/>
    <w:rsid w:val="001F168B"/>
    <w:rsid w:val="001F34FC"/>
    <w:rsid w:val="002303FE"/>
    <w:rsid w:val="002347A2"/>
    <w:rsid w:val="00245AA4"/>
    <w:rsid w:val="002675F0"/>
    <w:rsid w:val="002A5657"/>
    <w:rsid w:val="002B6339"/>
    <w:rsid w:val="002C57A6"/>
    <w:rsid w:val="002D51FF"/>
    <w:rsid w:val="002E00EE"/>
    <w:rsid w:val="003172DC"/>
    <w:rsid w:val="00322CE5"/>
    <w:rsid w:val="003341EA"/>
    <w:rsid w:val="0035462D"/>
    <w:rsid w:val="003765B8"/>
    <w:rsid w:val="003A2BB4"/>
    <w:rsid w:val="003C3971"/>
    <w:rsid w:val="003F2EEA"/>
    <w:rsid w:val="00405594"/>
    <w:rsid w:val="00423334"/>
    <w:rsid w:val="004345EC"/>
    <w:rsid w:val="00465515"/>
    <w:rsid w:val="004D3578"/>
    <w:rsid w:val="004E213A"/>
    <w:rsid w:val="004F0988"/>
    <w:rsid w:val="004F3340"/>
    <w:rsid w:val="00510085"/>
    <w:rsid w:val="0053388B"/>
    <w:rsid w:val="00535773"/>
    <w:rsid w:val="00543E6C"/>
    <w:rsid w:val="00565087"/>
    <w:rsid w:val="005668BA"/>
    <w:rsid w:val="005727DA"/>
    <w:rsid w:val="00586CBC"/>
    <w:rsid w:val="00597B11"/>
    <w:rsid w:val="005D2E01"/>
    <w:rsid w:val="005D7526"/>
    <w:rsid w:val="005E4BB2"/>
    <w:rsid w:val="005F4AE7"/>
    <w:rsid w:val="00602AEA"/>
    <w:rsid w:val="00614FDF"/>
    <w:rsid w:val="0063543D"/>
    <w:rsid w:val="00647114"/>
    <w:rsid w:val="006621EA"/>
    <w:rsid w:val="006769CD"/>
    <w:rsid w:val="006906D5"/>
    <w:rsid w:val="006A323F"/>
    <w:rsid w:val="006B30D0"/>
    <w:rsid w:val="006C3D95"/>
    <w:rsid w:val="006C5AB7"/>
    <w:rsid w:val="006E5C86"/>
    <w:rsid w:val="00700D4E"/>
    <w:rsid w:val="00701116"/>
    <w:rsid w:val="00713C44"/>
    <w:rsid w:val="00734A5B"/>
    <w:rsid w:val="0074026F"/>
    <w:rsid w:val="007429F6"/>
    <w:rsid w:val="00744E76"/>
    <w:rsid w:val="00774DA4"/>
    <w:rsid w:val="00781F0F"/>
    <w:rsid w:val="007838E9"/>
    <w:rsid w:val="007A220E"/>
    <w:rsid w:val="007B600E"/>
    <w:rsid w:val="007F0F4A"/>
    <w:rsid w:val="00801426"/>
    <w:rsid w:val="008028A4"/>
    <w:rsid w:val="00830747"/>
    <w:rsid w:val="008768CA"/>
    <w:rsid w:val="008814AE"/>
    <w:rsid w:val="00894552"/>
    <w:rsid w:val="008C384C"/>
    <w:rsid w:val="0090271F"/>
    <w:rsid w:val="00902E23"/>
    <w:rsid w:val="009114D7"/>
    <w:rsid w:val="0091348E"/>
    <w:rsid w:val="00917CCB"/>
    <w:rsid w:val="00942EC2"/>
    <w:rsid w:val="009C559F"/>
    <w:rsid w:val="009F0EEA"/>
    <w:rsid w:val="009F37B7"/>
    <w:rsid w:val="00A0533B"/>
    <w:rsid w:val="00A10F02"/>
    <w:rsid w:val="00A13D6A"/>
    <w:rsid w:val="00A164B4"/>
    <w:rsid w:val="00A26956"/>
    <w:rsid w:val="00A27486"/>
    <w:rsid w:val="00A3405D"/>
    <w:rsid w:val="00A53724"/>
    <w:rsid w:val="00A56066"/>
    <w:rsid w:val="00A73129"/>
    <w:rsid w:val="00A82346"/>
    <w:rsid w:val="00A92BA1"/>
    <w:rsid w:val="00AC6BC6"/>
    <w:rsid w:val="00AE65E2"/>
    <w:rsid w:val="00B13FCC"/>
    <w:rsid w:val="00B15449"/>
    <w:rsid w:val="00B46396"/>
    <w:rsid w:val="00B646B7"/>
    <w:rsid w:val="00B92048"/>
    <w:rsid w:val="00B93086"/>
    <w:rsid w:val="00BA19ED"/>
    <w:rsid w:val="00BA4B8D"/>
    <w:rsid w:val="00BC0F7D"/>
    <w:rsid w:val="00BD7D31"/>
    <w:rsid w:val="00BE3255"/>
    <w:rsid w:val="00BF128E"/>
    <w:rsid w:val="00C074DD"/>
    <w:rsid w:val="00C1496A"/>
    <w:rsid w:val="00C33079"/>
    <w:rsid w:val="00C332FB"/>
    <w:rsid w:val="00C45231"/>
    <w:rsid w:val="00C615D0"/>
    <w:rsid w:val="00C72833"/>
    <w:rsid w:val="00C80F1D"/>
    <w:rsid w:val="00C82A7D"/>
    <w:rsid w:val="00C93F40"/>
    <w:rsid w:val="00CA3D0C"/>
    <w:rsid w:val="00CC0C7E"/>
    <w:rsid w:val="00CE40A8"/>
    <w:rsid w:val="00D052C0"/>
    <w:rsid w:val="00D16CBA"/>
    <w:rsid w:val="00D2055B"/>
    <w:rsid w:val="00D27472"/>
    <w:rsid w:val="00D57972"/>
    <w:rsid w:val="00D675A9"/>
    <w:rsid w:val="00D738D6"/>
    <w:rsid w:val="00D755EB"/>
    <w:rsid w:val="00D76048"/>
    <w:rsid w:val="00D814E9"/>
    <w:rsid w:val="00D87E00"/>
    <w:rsid w:val="00D9134D"/>
    <w:rsid w:val="00DA7A03"/>
    <w:rsid w:val="00DB1818"/>
    <w:rsid w:val="00DC309B"/>
    <w:rsid w:val="00DC4DA2"/>
    <w:rsid w:val="00DD4C17"/>
    <w:rsid w:val="00DD74A5"/>
    <w:rsid w:val="00DF2B1F"/>
    <w:rsid w:val="00DF62CD"/>
    <w:rsid w:val="00DF708B"/>
    <w:rsid w:val="00E16509"/>
    <w:rsid w:val="00E2031C"/>
    <w:rsid w:val="00E44582"/>
    <w:rsid w:val="00E77645"/>
    <w:rsid w:val="00E9219E"/>
    <w:rsid w:val="00EA15B0"/>
    <w:rsid w:val="00EA5EA7"/>
    <w:rsid w:val="00EC4A25"/>
    <w:rsid w:val="00F025A2"/>
    <w:rsid w:val="00F04712"/>
    <w:rsid w:val="00F13360"/>
    <w:rsid w:val="00F22EC7"/>
    <w:rsid w:val="00F325C8"/>
    <w:rsid w:val="00F56E11"/>
    <w:rsid w:val="00F653B8"/>
    <w:rsid w:val="00F705BC"/>
    <w:rsid w:val="00F9008D"/>
    <w:rsid w:val="00FA1266"/>
    <w:rsid w:val="00FC1192"/>
    <w:rsid w:val="00FD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A43A5E"/>
  <w15:chartTrackingRefBased/>
  <w15:docId w15:val="{C1E256F0-A0B3-411F-BCCB-5F2ECFDEF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80"/>
    </w:pPr>
    <w:rPr>
      <w:lang w:eastAsia="en-US"/>
    </w:rPr>
  </w:style>
  <w:style w:type="paragraph" w:styleId="Heading1">
    <w:name w:val="heading 1"/>
    <w:next w:val="Normal"/>
    <w:qFormat/>
    <w:pPr>
      <w:keepNext/>
      <w:keepLines/>
      <w:pBdr>
        <w:top w:val="single" w:sz="12" w:space="3" w:color="auto"/>
      </w:pBdr>
      <w:spacing w:before="240" w:after="180"/>
      <w:ind w:left="1134" w:hanging="1134"/>
      <w:outlineLvl w:val="0"/>
    </w:pPr>
    <w:rPr>
      <w:rFonts w:ascii="Arial" w:hAnsi="Arial"/>
      <w:sz w:val="36"/>
      <w:lang w:eastAsia="en-US"/>
    </w:rPr>
  </w:style>
  <w:style w:type="paragraph" w:styleId="Heading2">
    <w:name w:val="heading 2"/>
    <w:basedOn w:val="Heading1"/>
    <w:next w:val="Normal"/>
    <w:qFormat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pPr>
      <w:outlineLvl w:val="5"/>
    </w:pPr>
  </w:style>
  <w:style w:type="paragraph" w:styleId="Heading7">
    <w:name w:val="heading 7"/>
    <w:basedOn w:val="H6"/>
    <w:next w:val="Normal"/>
    <w:qFormat/>
    <w:pPr>
      <w:outlineLvl w:val="6"/>
    </w:pPr>
  </w:style>
  <w:style w:type="paragraph" w:styleId="Heading8">
    <w:name w:val="heading 8"/>
    <w:basedOn w:val="Heading1"/>
    <w:next w:val="Normal"/>
    <w:qFormat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6">
    <w:name w:val="H6"/>
    <w:basedOn w:val="Heading5"/>
    <w:next w:val="Normal"/>
    <w:pPr>
      <w:ind w:left="1985" w:hanging="1985"/>
      <w:outlineLvl w:val="9"/>
    </w:pPr>
    <w:rPr>
      <w:sz w:val="20"/>
    </w:rPr>
  </w:style>
  <w:style w:type="paragraph" w:styleId="TOC9">
    <w:name w:val="toc 9"/>
    <w:basedOn w:val="TOC8"/>
    <w:uiPriority w:val="39"/>
    <w:pPr>
      <w:ind w:left="1418" w:hanging="1418"/>
    </w:pPr>
  </w:style>
  <w:style w:type="paragraph" w:styleId="TOC8">
    <w:name w:val="toc 8"/>
    <w:basedOn w:val="TOC1"/>
    <w:uiPriority w:val="39"/>
    <w:pPr>
      <w:spacing w:before="180"/>
      <w:ind w:left="2693" w:hanging="2693"/>
    </w:pPr>
    <w:rPr>
      <w:b/>
    </w:rPr>
  </w:style>
  <w:style w:type="paragraph" w:styleId="TOC1">
    <w:name w:val="toc 1"/>
    <w:uiPriority w:val="39"/>
    <w:pPr>
      <w:keepNext/>
      <w:keepLines/>
      <w:widowControl w:val="0"/>
      <w:tabs>
        <w:tab w:val="right" w:leader="dot" w:pos="9639"/>
      </w:tabs>
      <w:spacing w:before="120"/>
      <w:ind w:left="567" w:right="425" w:hanging="567"/>
    </w:pPr>
    <w:rPr>
      <w:noProof/>
      <w:sz w:val="22"/>
      <w:lang w:eastAsia="en-US"/>
    </w:rPr>
  </w:style>
  <w:style w:type="paragraph" w:customStyle="1" w:styleId="EQ">
    <w:name w:val="EQ"/>
    <w:basedOn w:val="Normal"/>
    <w:next w:val="Normal"/>
    <w:pPr>
      <w:keepLines/>
      <w:tabs>
        <w:tab w:val="center" w:pos="4536"/>
        <w:tab w:val="right" w:pos="9072"/>
      </w:tabs>
    </w:pPr>
    <w:rPr>
      <w:noProof/>
    </w:rPr>
  </w:style>
  <w:style w:type="character" w:customStyle="1" w:styleId="ZGSM">
    <w:name w:val="ZGSM"/>
  </w:style>
  <w:style w:type="paragraph" w:styleId="Header">
    <w:name w:val="header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noProof/>
      <w:sz w:val="18"/>
      <w:lang w:eastAsia="ja-JP"/>
    </w:rPr>
  </w:style>
  <w:style w:type="paragraph" w:customStyle="1" w:styleId="ZD">
    <w:name w:val="ZD"/>
    <w:pPr>
      <w:framePr w:wrap="notBeside" w:vAnchor="page" w:hAnchor="margin" w:y="15764"/>
      <w:widowControl w:val="0"/>
    </w:pPr>
    <w:rPr>
      <w:rFonts w:ascii="Arial" w:hAnsi="Arial"/>
      <w:noProof/>
      <w:sz w:val="32"/>
      <w:lang w:eastAsia="en-US"/>
    </w:rPr>
  </w:style>
  <w:style w:type="paragraph" w:styleId="TOC5">
    <w:name w:val="toc 5"/>
    <w:basedOn w:val="TOC4"/>
    <w:uiPriority w:val="39"/>
    <w:pPr>
      <w:ind w:left="1701" w:hanging="1701"/>
    </w:pPr>
  </w:style>
  <w:style w:type="paragraph" w:styleId="TOC4">
    <w:name w:val="toc 4"/>
    <w:basedOn w:val="TOC3"/>
    <w:uiPriority w:val="39"/>
    <w:pPr>
      <w:ind w:left="1418" w:hanging="1418"/>
    </w:pPr>
  </w:style>
  <w:style w:type="paragraph" w:styleId="TOC3">
    <w:name w:val="toc 3"/>
    <w:basedOn w:val="TOC2"/>
    <w:uiPriority w:val="39"/>
    <w:pPr>
      <w:ind w:left="1134" w:hanging="1134"/>
    </w:pPr>
  </w:style>
  <w:style w:type="paragraph" w:styleId="TOC2">
    <w:name w:val="toc 2"/>
    <w:basedOn w:val="TOC1"/>
    <w:uiPriority w:val="39"/>
    <w:pPr>
      <w:keepNext w:val="0"/>
      <w:spacing w:before="0"/>
      <w:ind w:left="851" w:hanging="851"/>
    </w:pPr>
    <w:rPr>
      <w:sz w:val="20"/>
    </w:rPr>
  </w:style>
  <w:style w:type="paragraph" w:styleId="Footer">
    <w:name w:val="footer"/>
    <w:basedOn w:val="Header"/>
    <w:pPr>
      <w:jc w:val="center"/>
    </w:pPr>
    <w:rPr>
      <w:i/>
    </w:rPr>
  </w:style>
  <w:style w:type="paragraph" w:customStyle="1" w:styleId="TT">
    <w:name w:val="TT"/>
    <w:basedOn w:val="Heading1"/>
    <w:next w:val="Normal"/>
    <w:pPr>
      <w:outlineLvl w:val="9"/>
    </w:pPr>
  </w:style>
  <w:style w:type="paragraph" w:customStyle="1" w:styleId="NF">
    <w:name w:val="NF"/>
    <w:basedOn w:val="NO"/>
    <w:pPr>
      <w:keepNext/>
      <w:spacing w:after="0"/>
    </w:pPr>
    <w:rPr>
      <w:rFonts w:ascii="Arial" w:hAnsi="Arial"/>
      <w:sz w:val="18"/>
    </w:rPr>
  </w:style>
  <w:style w:type="paragraph" w:customStyle="1" w:styleId="NO">
    <w:name w:val="NO"/>
    <w:basedOn w:val="Normal"/>
    <w:pPr>
      <w:keepLines/>
      <w:ind w:left="1135" w:hanging="851"/>
    </w:pPr>
  </w:style>
  <w:style w:type="paragraph" w:customStyle="1" w:styleId="PL">
    <w:name w:val="PL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</w:pPr>
    <w:rPr>
      <w:rFonts w:ascii="Courier New" w:hAnsi="Courier New"/>
      <w:noProof/>
      <w:sz w:val="16"/>
      <w:lang w:eastAsia="en-US"/>
    </w:rPr>
  </w:style>
  <w:style w:type="paragraph" w:customStyle="1" w:styleId="TAR">
    <w:name w:val="TAR"/>
    <w:basedOn w:val="TAL"/>
    <w:pPr>
      <w:jc w:val="right"/>
    </w:pPr>
  </w:style>
  <w:style w:type="paragraph" w:customStyle="1" w:styleId="TAL">
    <w:name w:val="TAL"/>
    <w:basedOn w:val="Normal"/>
    <w:pPr>
      <w:keepNext/>
      <w:keepLines/>
      <w:spacing w:after="0"/>
    </w:pPr>
    <w:rPr>
      <w:rFonts w:ascii="Arial" w:hAnsi="Arial"/>
      <w:sz w:val="18"/>
    </w:rPr>
  </w:style>
  <w:style w:type="paragraph" w:customStyle="1" w:styleId="TAH">
    <w:name w:val="TAH"/>
    <w:basedOn w:val="TAC"/>
    <w:rPr>
      <w:b/>
    </w:rPr>
  </w:style>
  <w:style w:type="paragraph" w:customStyle="1" w:styleId="TAC">
    <w:name w:val="TAC"/>
    <w:basedOn w:val="TAL"/>
    <w:pPr>
      <w:jc w:val="center"/>
    </w:pPr>
  </w:style>
  <w:style w:type="paragraph" w:customStyle="1" w:styleId="LD">
    <w:name w:val="LD"/>
    <w:pPr>
      <w:keepNext/>
      <w:keepLines/>
      <w:spacing w:line="180" w:lineRule="exact"/>
    </w:pPr>
    <w:rPr>
      <w:rFonts w:ascii="Courier New" w:hAnsi="Courier New"/>
      <w:noProof/>
      <w:lang w:eastAsia="en-US"/>
    </w:rPr>
  </w:style>
  <w:style w:type="paragraph" w:customStyle="1" w:styleId="EX">
    <w:name w:val="EX"/>
    <w:basedOn w:val="Normal"/>
    <w:pPr>
      <w:keepLines/>
      <w:ind w:left="1702" w:hanging="1418"/>
    </w:pPr>
  </w:style>
  <w:style w:type="paragraph" w:customStyle="1" w:styleId="FP">
    <w:name w:val="FP"/>
    <w:basedOn w:val="Normal"/>
    <w:pPr>
      <w:spacing w:after="0"/>
    </w:pPr>
  </w:style>
  <w:style w:type="paragraph" w:customStyle="1" w:styleId="NW">
    <w:name w:val="NW"/>
    <w:basedOn w:val="NO"/>
    <w:pPr>
      <w:spacing w:after="0"/>
    </w:pPr>
  </w:style>
  <w:style w:type="paragraph" w:customStyle="1" w:styleId="EW">
    <w:name w:val="EW"/>
    <w:basedOn w:val="EX"/>
    <w:pPr>
      <w:spacing w:after="0"/>
    </w:pPr>
  </w:style>
  <w:style w:type="paragraph" w:customStyle="1" w:styleId="B1">
    <w:name w:val="B1"/>
    <w:basedOn w:val="Normal"/>
    <w:pPr>
      <w:ind w:left="568" w:hanging="284"/>
    </w:pPr>
  </w:style>
  <w:style w:type="paragraph" w:styleId="TOC6">
    <w:name w:val="toc 6"/>
    <w:basedOn w:val="TOC5"/>
    <w:next w:val="Normal"/>
    <w:uiPriority w:val="39"/>
    <w:pPr>
      <w:ind w:left="1985" w:hanging="1985"/>
    </w:pPr>
  </w:style>
  <w:style w:type="paragraph" w:styleId="TOC7">
    <w:name w:val="toc 7"/>
    <w:basedOn w:val="TOC6"/>
    <w:next w:val="Normal"/>
    <w:uiPriority w:val="39"/>
    <w:pPr>
      <w:ind w:left="2268" w:hanging="2268"/>
    </w:pPr>
  </w:style>
  <w:style w:type="paragraph" w:customStyle="1" w:styleId="EditorsNote">
    <w:name w:val="Editor's Note"/>
    <w:basedOn w:val="NO"/>
    <w:rPr>
      <w:color w:val="FF0000"/>
    </w:rPr>
  </w:style>
  <w:style w:type="paragraph" w:customStyle="1" w:styleId="TH">
    <w:name w:val="TH"/>
    <w:basedOn w:val="Normal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ZA">
    <w:name w:val="ZA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jc w:val="right"/>
    </w:pPr>
    <w:rPr>
      <w:rFonts w:ascii="Arial" w:hAnsi="Arial"/>
      <w:noProof/>
      <w:sz w:val="40"/>
      <w:lang w:eastAsia="en-US"/>
    </w:rPr>
  </w:style>
  <w:style w:type="paragraph" w:customStyle="1" w:styleId="ZB">
    <w:name w:val="ZB"/>
    <w:pPr>
      <w:framePr w:w="10206" w:h="284" w:hRule="exact" w:wrap="notBeside" w:vAnchor="page" w:hAnchor="margin" w:y="1986"/>
      <w:widowControl w:val="0"/>
      <w:ind w:right="28"/>
      <w:jc w:val="right"/>
    </w:pPr>
    <w:rPr>
      <w:rFonts w:ascii="Arial" w:hAnsi="Arial"/>
      <w:i/>
      <w:noProof/>
      <w:lang w:eastAsia="en-US"/>
    </w:rPr>
  </w:style>
  <w:style w:type="paragraph" w:customStyle="1" w:styleId="ZT">
    <w:name w:val="ZT"/>
    <w:pPr>
      <w:framePr w:wrap="notBeside" w:hAnchor="margin" w:yAlign="center"/>
      <w:widowControl w:val="0"/>
      <w:spacing w:line="240" w:lineRule="atLeast"/>
      <w:jc w:val="right"/>
    </w:pPr>
    <w:rPr>
      <w:rFonts w:ascii="Arial" w:hAnsi="Arial"/>
      <w:b/>
      <w:sz w:val="34"/>
      <w:lang w:eastAsia="en-US"/>
    </w:rPr>
  </w:style>
  <w:style w:type="paragraph" w:customStyle="1" w:styleId="ZU">
    <w:name w:val="ZU"/>
    <w:pPr>
      <w:framePr w:w="10206" w:wrap="notBeside" w:vAnchor="page" w:hAnchor="margin" w:y="6238"/>
      <w:widowControl w:val="0"/>
      <w:pBdr>
        <w:top w:val="single" w:sz="12" w:space="1" w:color="auto"/>
      </w:pBdr>
      <w:jc w:val="right"/>
    </w:pPr>
    <w:rPr>
      <w:rFonts w:ascii="Arial" w:hAnsi="Arial"/>
      <w:noProof/>
      <w:lang w:eastAsia="en-US"/>
    </w:rPr>
  </w:style>
  <w:style w:type="paragraph" w:customStyle="1" w:styleId="TAN">
    <w:name w:val="TAN"/>
    <w:basedOn w:val="TAL"/>
    <w:pPr>
      <w:ind w:left="851" w:hanging="851"/>
    </w:pPr>
  </w:style>
  <w:style w:type="paragraph" w:customStyle="1" w:styleId="ZH">
    <w:name w:val="ZH"/>
    <w:pPr>
      <w:framePr w:wrap="notBeside" w:vAnchor="page" w:hAnchor="margin" w:xAlign="center" w:y="6805"/>
      <w:widowControl w:val="0"/>
    </w:pPr>
    <w:rPr>
      <w:rFonts w:ascii="Arial" w:hAnsi="Arial"/>
      <w:noProof/>
      <w:lang w:eastAsia="en-US"/>
    </w:rPr>
  </w:style>
  <w:style w:type="paragraph" w:customStyle="1" w:styleId="TF">
    <w:name w:val="TF"/>
    <w:basedOn w:val="TH"/>
    <w:pPr>
      <w:keepNext w:val="0"/>
      <w:spacing w:before="0" w:after="240"/>
    </w:pPr>
  </w:style>
  <w:style w:type="paragraph" w:customStyle="1" w:styleId="ZG">
    <w:name w:val="ZG"/>
    <w:pPr>
      <w:framePr w:wrap="notBeside" w:vAnchor="page" w:hAnchor="margin" w:xAlign="right" w:y="6805"/>
      <w:widowControl w:val="0"/>
      <w:jc w:val="right"/>
    </w:pPr>
    <w:rPr>
      <w:rFonts w:ascii="Arial" w:hAnsi="Arial"/>
      <w:noProof/>
      <w:lang w:eastAsia="en-US"/>
    </w:rPr>
  </w:style>
  <w:style w:type="paragraph" w:customStyle="1" w:styleId="B2">
    <w:name w:val="B2"/>
    <w:basedOn w:val="Normal"/>
    <w:pPr>
      <w:ind w:left="851" w:hanging="284"/>
    </w:pPr>
  </w:style>
  <w:style w:type="paragraph" w:customStyle="1" w:styleId="B3">
    <w:name w:val="B3"/>
    <w:basedOn w:val="Normal"/>
    <w:pPr>
      <w:ind w:left="1135" w:hanging="284"/>
    </w:pPr>
  </w:style>
  <w:style w:type="paragraph" w:customStyle="1" w:styleId="B4">
    <w:name w:val="B4"/>
    <w:basedOn w:val="Normal"/>
    <w:pPr>
      <w:ind w:left="1418" w:hanging="284"/>
    </w:pPr>
  </w:style>
  <w:style w:type="paragraph" w:customStyle="1" w:styleId="B5">
    <w:name w:val="B5"/>
    <w:basedOn w:val="Normal"/>
    <w:pPr>
      <w:ind w:left="1702" w:hanging="284"/>
    </w:pPr>
  </w:style>
  <w:style w:type="paragraph" w:customStyle="1" w:styleId="ZTD">
    <w:name w:val="ZTD"/>
    <w:basedOn w:val="ZB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pPr>
      <w:framePr w:wrap="notBeside" w:y="16161"/>
    </w:pPr>
  </w:style>
  <w:style w:type="paragraph" w:customStyle="1" w:styleId="TAJ">
    <w:name w:val="TAJ"/>
    <w:basedOn w:val="TH"/>
  </w:style>
  <w:style w:type="paragraph" w:customStyle="1" w:styleId="Guidance">
    <w:name w:val="Guidance"/>
    <w:basedOn w:val="Normal"/>
    <w:rPr>
      <w:i/>
      <w:color w:val="0000FF"/>
    </w:rPr>
  </w:style>
  <w:style w:type="paragraph" w:styleId="BalloonText">
    <w:name w:val="Balloon Text"/>
    <w:basedOn w:val="Normal"/>
    <w:link w:val="BalloonTextChar"/>
    <w:rsid w:val="004F098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F0988"/>
    <w:rPr>
      <w:rFonts w:ascii="Segoe UI" w:hAnsi="Segoe UI" w:cs="Segoe UI"/>
      <w:sz w:val="18"/>
      <w:szCs w:val="18"/>
      <w:lang w:eastAsia="en-US"/>
    </w:rPr>
  </w:style>
  <w:style w:type="table" w:styleId="TableGrid">
    <w:name w:val="Table Grid"/>
    <w:basedOn w:val="TableNormal"/>
    <w:rsid w:val="004F09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4026F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74026F"/>
    <w:rPr>
      <w:color w:val="605E5C"/>
      <w:shd w:val="clear" w:color="auto" w:fill="E1DFDD"/>
    </w:rPr>
  </w:style>
  <w:style w:type="character" w:styleId="FollowedHyperlink">
    <w:name w:val="FollowedHyperlink"/>
    <w:rsid w:val="00F13360"/>
    <w:rPr>
      <w:color w:val="954F72"/>
      <w:u w:val="single"/>
    </w:rPr>
  </w:style>
  <w:style w:type="paragraph" w:styleId="Revision">
    <w:name w:val="Revision"/>
    <w:hidden/>
    <w:uiPriority w:val="99"/>
    <w:semiHidden/>
    <w:rsid w:val="00C615D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ylorcarol\AppData\Roaming\Microsoft\Templates\3gpp_7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D2ECF-1349-4183-A621-883A9C2A2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3gpp_70.dot</Template>
  <TotalTime>73</TotalTime>
  <Pages>68</Pages>
  <Words>29658</Words>
  <Characters>169056</Characters>
  <Application>Microsoft Office Word</Application>
  <DocSecurity>0</DocSecurity>
  <Lines>1408</Lines>
  <Paragraphs>396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3GPP TS ab.cde</vt:lpstr>
    </vt:vector>
  </TitlesOfParts>
  <Company>ETSI</Company>
  <LinksUpToDate>false</LinksUpToDate>
  <CharactersWithSpaces>198318</CharactersWithSpaces>
  <SharedDoc>false</SharedDoc>
  <HyperlinkBase/>
  <HLinks>
    <vt:vector size="6" baseType="variant">
      <vt:variant>
        <vt:i4>4128872</vt:i4>
      </vt:variant>
      <vt:variant>
        <vt:i4>69</vt:i4>
      </vt:variant>
      <vt:variant>
        <vt:i4>0</vt:i4>
      </vt:variant>
      <vt:variant>
        <vt:i4>5</vt:i4>
      </vt:variant>
      <vt:variant>
        <vt:lpwstr>ftp://ftp.3gpp.org/Information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3GPP TS ab.cde</dc:title>
  <dc:subject>&lt;Title 1; Title 2&gt; (Release 14 | 13 |12)</dc:subject>
  <dc:creator>MCC Support</dc:creator>
  <cp:keywords>&lt;keyword[, keyword, ]&gt;</cp:keywords>
  <cp:lastModifiedBy>MCC</cp:lastModifiedBy>
  <cp:revision>48</cp:revision>
  <cp:lastPrinted>2019-02-25T14:05:00Z</cp:lastPrinted>
  <dcterms:created xsi:type="dcterms:W3CDTF">2020-09-16T08:21:00Z</dcterms:created>
  <dcterms:modified xsi:type="dcterms:W3CDTF">2023-01-11T17:25:00Z</dcterms:modified>
</cp:coreProperties>
</file>