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A6922" w14:textId="77777777" w:rsidR="00E10D5C" w:rsidRPr="00835F44" w:rsidRDefault="00E10D5C" w:rsidP="00E10D5C">
      <w:pPr>
        <w:pStyle w:val="Heading1"/>
      </w:pPr>
      <w:bookmarkStart w:id="0" w:name="_Toc21342833"/>
      <w:bookmarkStart w:id="1" w:name="_Toc29769794"/>
      <w:bookmarkStart w:id="2" w:name="_Toc29799293"/>
      <w:bookmarkStart w:id="3" w:name="_Toc37254517"/>
      <w:bookmarkStart w:id="4" w:name="_Toc37255160"/>
      <w:bookmarkStart w:id="5" w:name="_Toc45887183"/>
      <w:bookmarkStart w:id="6" w:name="_Toc53171920"/>
      <w:bookmarkStart w:id="7" w:name="_Toc61356685"/>
      <w:bookmarkStart w:id="8" w:name="_Toc67913554"/>
      <w:bookmarkStart w:id="9" w:name="_Toc75469370"/>
      <w:bookmarkStart w:id="10" w:name="_Toc76507860"/>
      <w:bookmarkStart w:id="11" w:name="_Toc83192761"/>
      <w:bookmarkStart w:id="12" w:name="_Toc21342834"/>
      <w:bookmarkStart w:id="13" w:name="_Toc29769795"/>
      <w:bookmarkStart w:id="14" w:name="_Toc29799294"/>
      <w:bookmarkStart w:id="15" w:name="_Toc37254518"/>
      <w:bookmarkStart w:id="16" w:name="_Toc37255161"/>
      <w:bookmarkStart w:id="17" w:name="_Toc45887184"/>
      <w:bookmarkStart w:id="18" w:name="_Toc53171921"/>
      <w:bookmarkStart w:id="19" w:name="_Toc61356686"/>
      <w:bookmarkStart w:id="20" w:name="_Toc67913555"/>
      <w:bookmarkStart w:id="21" w:name="_Toc75469371"/>
      <w:bookmarkStart w:id="22" w:name="_Toc76507861"/>
      <w:bookmarkStart w:id="23" w:name="_Toc83192762"/>
      <w:bookmarkStart w:id="24" w:name="_Hlk500785459"/>
      <w:r w:rsidRPr="00835F44">
        <w:t>Foreword</w:t>
      </w:r>
      <w:bookmarkEnd w:id="0"/>
      <w:bookmarkEnd w:id="1"/>
      <w:bookmarkEnd w:id="2"/>
      <w:bookmarkEnd w:id="3"/>
      <w:bookmarkEnd w:id="4"/>
      <w:bookmarkEnd w:id="5"/>
      <w:bookmarkEnd w:id="6"/>
      <w:bookmarkEnd w:id="7"/>
      <w:bookmarkEnd w:id="8"/>
      <w:bookmarkEnd w:id="9"/>
      <w:bookmarkEnd w:id="10"/>
      <w:bookmarkEnd w:id="11"/>
    </w:p>
    <w:p w14:paraId="688FF638" w14:textId="77777777" w:rsidR="00E10D5C" w:rsidRPr="00835F44" w:rsidRDefault="00E10D5C" w:rsidP="00E10D5C">
      <w:r w:rsidRPr="00835F44">
        <w:t>This Technical Specification has been produced by the 3rd Generation Partnership Project (3GPP).</w:t>
      </w:r>
    </w:p>
    <w:p w14:paraId="75E5BD5F" w14:textId="77777777" w:rsidR="00E10D5C" w:rsidRPr="00835F44" w:rsidRDefault="00E10D5C" w:rsidP="00E10D5C">
      <w:r w:rsidRPr="00835F44">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099EEF75" w14:textId="77777777" w:rsidR="00E10D5C" w:rsidRPr="00835F44" w:rsidRDefault="00E10D5C" w:rsidP="00E10D5C">
      <w:r w:rsidRPr="00835F44">
        <w:t>Version x.y.z</w:t>
      </w:r>
    </w:p>
    <w:p w14:paraId="31551E6B" w14:textId="77777777" w:rsidR="00E10D5C" w:rsidRPr="00835F44" w:rsidRDefault="00E10D5C" w:rsidP="00E10D5C">
      <w:r w:rsidRPr="00835F44">
        <w:t>where:</w:t>
      </w:r>
    </w:p>
    <w:p w14:paraId="297CAA37" w14:textId="77777777" w:rsidR="00E10D5C" w:rsidRPr="00835F44" w:rsidRDefault="00E10D5C" w:rsidP="00E10D5C">
      <w:pPr>
        <w:pStyle w:val="B20"/>
      </w:pPr>
      <w:r w:rsidRPr="00835F44">
        <w:t>x</w:t>
      </w:r>
      <w:r w:rsidRPr="00835F44">
        <w:tab/>
        <w:t>the first digit:</w:t>
      </w:r>
    </w:p>
    <w:p w14:paraId="2E9AD46D" w14:textId="77777777" w:rsidR="00E10D5C" w:rsidRPr="00835F44" w:rsidRDefault="00E10D5C" w:rsidP="00E10D5C">
      <w:pPr>
        <w:pStyle w:val="B30"/>
      </w:pPr>
      <w:r w:rsidRPr="00835F44">
        <w:t>1</w:t>
      </w:r>
      <w:r w:rsidRPr="00835F44">
        <w:tab/>
        <w:t>presented to TSG for information;</w:t>
      </w:r>
    </w:p>
    <w:p w14:paraId="04D42847" w14:textId="77777777" w:rsidR="00E10D5C" w:rsidRPr="00835F44" w:rsidRDefault="00E10D5C" w:rsidP="00E10D5C">
      <w:pPr>
        <w:pStyle w:val="B30"/>
      </w:pPr>
      <w:r w:rsidRPr="00835F44">
        <w:t>2</w:t>
      </w:r>
      <w:r w:rsidRPr="00835F44">
        <w:tab/>
        <w:t>presented to TSG for approval;</w:t>
      </w:r>
    </w:p>
    <w:p w14:paraId="5A19D4A1" w14:textId="77777777" w:rsidR="00E10D5C" w:rsidRPr="00835F44" w:rsidRDefault="00E10D5C" w:rsidP="00E10D5C">
      <w:pPr>
        <w:pStyle w:val="B30"/>
      </w:pPr>
      <w:r w:rsidRPr="00835F44">
        <w:t>3</w:t>
      </w:r>
      <w:r w:rsidRPr="00835F44">
        <w:tab/>
        <w:t>or greater indicates TSG approved document under change control.</w:t>
      </w:r>
    </w:p>
    <w:p w14:paraId="2BFEFE1B" w14:textId="77777777" w:rsidR="00E10D5C" w:rsidRPr="00835F44" w:rsidRDefault="00E10D5C" w:rsidP="00E10D5C">
      <w:pPr>
        <w:pStyle w:val="B20"/>
      </w:pPr>
      <w:r w:rsidRPr="00835F44">
        <w:t>y</w:t>
      </w:r>
      <w:r w:rsidRPr="00835F44">
        <w:tab/>
        <w:t>the second digit is incremented for all changes of substance, i.e. technical enhancements, corrections, updates, etc.</w:t>
      </w:r>
    </w:p>
    <w:p w14:paraId="70670E93" w14:textId="77777777" w:rsidR="00E10D5C" w:rsidRPr="00835F44" w:rsidRDefault="00E10D5C" w:rsidP="00E10D5C">
      <w:pPr>
        <w:pStyle w:val="B20"/>
      </w:pPr>
      <w:r w:rsidRPr="00835F44">
        <w:t>z</w:t>
      </w:r>
      <w:r w:rsidRPr="00835F44">
        <w:tab/>
        <w:t>the third digit is incremented when editorial only changes have been incorporated in the document.</w:t>
      </w:r>
    </w:p>
    <w:p w14:paraId="3CA70328" w14:textId="77777777" w:rsidR="00E10D5C" w:rsidRPr="00835F44" w:rsidRDefault="00E10D5C" w:rsidP="00E10D5C"/>
    <w:p w14:paraId="6CDA7AEB" w14:textId="6E30E2C8" w:rsidR="00E10D5C" w:rsidRDefault="00E10D5C" w:rsidP="00E10D5C">
      <w:pPr>
        <w:pStyle w:val="Heading1"/>
      </w:pPr>
      <w:r w:rsidRPr="00835F44">
        <w:br w:type="page"/>
      </w:r>
    </w:p>
    <w:p w14:paraId="7805ACC1" w14:textId="2F3A5BA4" w:rsidR="0075147B" w:rsidRPr="00835F44" w:rsidRDefault="0075147B" w:rsidP="0075147B">
      <w:pPr>
        <w:pStyle w:val="Heading1"/>
      </w:pPr>
      <w:r w:rsidRPr="00835F44">
        <w:lastRenderedPageBreak/>
        <w:t>1</w:t>
      </w:r>
      <w:r w:rsidRPr="00835F44">
        <w:tab/>
        <w:t>Scope</w:t>
      </w:r>
      <w:bookmarkEnd w:id="12"/>
      <w:bookmarkEnd w:id="13"/>
      <w:bookmarkEnd w:id="14"/>
      <w:bookmarkEnd w:id="15"/>
      <w:bookmarkEnd w:id="16"/>
      <w:bookmarkEnd w:id="17"/>
      <w:bookmarkEnd w:id="18"/>
      <w:bookmarkEnd w:id="19"/>
      <w:bookmarkEnd w:id="20"/>
      <w:bookmarkEnd w:id="21"/>
      <w:bookmarkEnd w:id="22"/>
      <w:bookmarkEnd w:id="23"/>
    </w:p>
    <w:p w14:paraId="0CC16EFD" w14:textId="77777777" w:rsidR="005F7BBD" w:rsidRPr="00835F44" w:rsidRDefault="005F7BBD" w:rsidP="00863308">
      <w:pPr>
        <w:rPr>
          <w:rFonts w:cs="v5.0.0"/>
        </w:rPr>
      </w:pPr>
      <w:r w:rsidRPr="00835F44">
        <w:t xml:space="preserve">The present document </w:t>
      </w:r>
      <w:r w:rsidRPr="00835F44">
        <w:rPr>
          <w:rFonts w:cs="v5.0.0"/>
        </w:rPr>
        <w:t>establishes the</w:t>
      </w:r>
      <w:r w:rsidRPr="00835F44">
        <w:t xml:space="preserve"> minimum</w:t>
      </w:r>
      <w:r w:rsidRPr="00835F44">
        <w:rPr>
          <w:rFonts w:cs="v5.0.0"/>
        </w:rPr>
        <w:t xml:space="preserve"> RF requirements for NR </w:t>
      </w:r>
      <w:r w:rsidRPr="00835F44">
        <w:t xml:space="preserve">User Equipment (UE) </w:t>
      </w:r>
      <w:r w:rsidR="0075147B" w:rsidRPr="00835F44">
        <w:t>operating on frequency Range 1.</w:t>
      </w:r>
    </w:p>
    <w:p w14:paraId="73CB9196" w14:textId="77777777" w:rsidR="005F7BBD" w:rsidRPr="00835F44" w:rsidRDefault="005F7BBD" w:rsidP="00667077">
      <w:pPr>
        <w:pStyle w:val="Heading1"/>
      </w:pPr>
      <w:bookmarkStart w:id="25" w:name="_Toc21342835"/>
      <w:bookmarkStart w:id="26" w:name="_Toc29769796"/>
      <w:bookmarkStart w:id="27" w:name="_Toc29799295"/>
      <w:bookmarkStart w:id="28" w:name="_Toc37254519"/>
      <w:bookmarkStart w:id="29" w:name="_Toc37255162"/>
      <w:bookmarkStart w:id="30" w:name="_Toc45887185"/>
      <w:bookmarkStart w:id="31" w:name="_Toc53171922"/>
      <w:bookmarkStart w:id="32" w:name="_Toc61356687"/>
      <w:bookmarkStart w:id="33" w:name="_Toc67913556"/>
      <w:bookmarkStart w:id="34" w:name="_Toc75469372"/>
      <w:bookmarkStart w:id="35" w:name="_Toc76507862"/>
      <w:bookmarkStart w:id="36" w:name="_Toc83192763"/>
      <w:r w:rsidRPr="00835F44">
        <w:t>2</w:t>
      </w:r>
      <w:r w:rsidRPr="00835F44">
        <w:tab/>
        <w:t>References</w:t>
      </w:r>
      <w:bookmarkEnd w:id="25"/>
      <w:bookmarkEnd w:id="26"/>
      <w:bookmarkEnd w:id="27"/>
      <w:bookmarkEnd w:id="28"/>
      <w:bookmarkEnd w:id="29"/>
      <w:bookmarkEnd w:id="30"/>
      <w:bookmarkEnd w:id="31"/>
      <w:bookmarkEnd w:id="32"/>
      <w:bookmarkEnd w:id="33"/>
      <w:bookmarkEnd w:id="34"/>
      <w:bookmarkEnd w:id="35"/>
      <w:bookmarkEnd w:id="36"/>
    </w:p>
    <w:p w14:paraId="639D11BD" w14:textId="77777777" w:rsidR="005F7BBD" w:rsidRPr="00835F44" w:rsidRDefault="005F7BBD">
      <w:r w:rsidRPr="00835F44">
        <w:t>The following documents contain provisions which, through reference in this text, constitute provisions of the present document.</w:t>
      </w:r>
    </w:p>
    <w:p w14:paraId="1BBE6F61" w14:textId="77777777" w:rsidR="005F7BBD" w:rsidRPr="00835F44" w:rsidRDefault="005F7BBD" w:rsidP="00922250">
      <w:bookmarkStart w:id="37" w:name="OLE_LINK2"/>
      <w:bookmarkStart w:id="38" w:name="OLE_LINK3"/>
      <w:bookmarkStart w:id="39" w:name="OLE_LINK4"/>
      <w:r w:rsidRPr="00835F44">
        <w:t>References are either specific (identified by date of publication, edition number, version number, etc.) or non</w:t>
      </w:r>
      <w:r w:rsidRPr="00835F44">
        <w:noBreakHyphen/>
        <w:t>specific.</w:t>
      </w:r>
    </w:p>
    <w:p w14:paraId="73C3AF68" w14:textId="77777777" w:rsidR="005F7BBD" w:rsidRPr="00835F44" w:rsidRDefault="005F7BBD" w:rsidP="00922250">
      <w:r w:rsidRPr="00835F44">
        <w:t>For a specific reference, subsequent revisions do not apply.</w:t>
      </w:r>
    </w:p>
    <w:p w14:paraId="352D1A73" w14:textId="77777777" w:rsidR="005F7BBD" w:rsidRPr="00835F44" w:rsidRDefault="005F7BBD" w:rsidP="00922250">
      <w:r w:rsidRPr="00835F44">
        <w:t>For a non-specific reference, the latest version applies. In the case of a reference to a 3GPP document (including a GSM document), a non-specific reference implicitly refers to the latest version of that document in the same Release as the present document.</w:t>
      </w:r>
    </w:p>
    <w:bookmarkEnd w:id="37"/>
    <w:bookmarkEnd w:id="38"/>
    <w:bookmarkEnd w:id="39"/>
    <w:p w14:paraId="1E5C7663" w14:textId="77777777" w:rsidR="005F7BBD" w:rsidRPr="00835F44" w:rsidRDefault="005F7BBD" w:rsidP="0075147B">
      <w:pPr>
        <w:pStyle w:val="EX"/>
      </w:pPr>
      <w:r w:rsidRPr="00835F44">
        <w:t>[1]</w:t>
      </w:r>
      <w:r w:rsidRPr="00835F44">
        <w:tab/>
        <w:t>3GPP TR 21.905: "Vocabulary for 3GPP Specifications".</w:t>
      </w:r>
    </w:p>
    <w:p w14:paraId="5C3667D0" w14:textId="77777777" w:rsidR="005F7BBD" w:rsidRPr="00835F44" w:rsidRDefault="005F7BBD" w:rsidP="0075147B">
      <w:pPr>
        <w:pStyle w:val="EX"/>
      </w:pPr>
      <w:r w:rsidRPr="00835F44">
        <w:t>[2]</w:t>
      </w:r>
      <w:r w:rsidRPr="00835F44">
        <w:tab/>
        <w:t>3GPP</w:t>
      </w:r>
      <w:r w:rsidR="008F5618" w:rsidRPr="00835F44">
        <w:t xml:space="preserve"> TS 38.101-2: "</w:t>
      </w:r>
      <w:r w:rsidRPr="00835F44">
        <w:t>NR; User Equipment (UE) radio transmission and recept</w:t>
      </w:r>
      <w:r w:rsidR="008F5618" w:rsidRPr="00835F44">
        <w:t>ion; Part 2: Range 2 Standalone".</w:t>
      </w:r>
    </w:p>
    <w:p w14:paraId="2E398B14" w14:textId="77777777" w:rsidR="005F7BBD" w:rsidRPr="00835F44" w:rsidRDefault="008F5618" w:rsidP="0075147B">
      <w:pPr>
        <w:pStyle w:val="EX"/>
      </w:pPr>
      <w:r w:rsidRPr="00835F44">
        <w:t>[3]</w:t>
      </w:r>
      <w:r w:rsidRPr="00835F44">
        <w:tab/>
        <w:t>3GPP TS 38.101-3: "</w:t>
      </w:r>
      <w:r w:rsidR="005F7BBD" w:rsidRPr="00835F44">
        <w:t>NR; User Equipment (UE) radio transmission and reception; Part 3: Range 1 and Range 2 Interwork</w:t>
      </w:r>
      <w:r w:rsidRPr="00835F44">
        <w:t>ing operation with other radios".</w:t>
      </w:r>
    </w:p>
    <w:p w14:paraId="7099430C" w14:textId="77777777" w:rsidR="005F7BBD" w:rsidRPr="00835F44" w:rsidRDefault="005F7BBD" w:rsidP="0075147B">
      <w:pPr>
        <w:pStyle w:val="EX"/>
      </w:pPr>
      <w:r w:rsidRPr="00835F44">
        <w:t>[4]</w:t>
      </w:r>
      <w:r w:rsidR="008F5618" w:rsidRPr="00835F44">
        <w:tab/>
        <w:t>3GPP TS 38.521-1: "</w:t>
      </w:r>
      <w:r w:rsidRPr="00835F44">
        <w:t>NR; User Equipment (UE) conformance specification; Radio transmission and reception; Part 1: Range 1 Standalone"</w:t>
      </w:r>
      <w:r w:rsidR="008F5618" w:rsidRPr="00835F44">
        <w:t>.</w:t>
      </w:r>
    </w:p>
    <w:p w14:paraId="42AE19D2" w14:textId="77777777" w:rsidR="005F7BBD" w:rsidRPr="00835F44" w:rsidRDefault="005F7BBD" w:rsidP="0075147B">
      <w:pPr>
        <w:pStyle w:val="EX"/>
      </w:pPr>
      <w:r w:rsidRPr="00835F44">
        <w:t>[5]</w:t>
      </w:r>
      <w:r w:rsidRPr="00835F44">
        <w:tab/>
        <w:t>Recommendation ITU-R M.1545: "Measurement uncertainty as it applies to test limits for the terrestrial component of International Mobile Telecommunications-2000"</w:t>
      </w:r>
      <w:r w:rsidR="008F5618" w:rsidRPr="00835F44">
        <w:t>.</w:t>
      </w:r>
    </w:p>
    <w:p w14:paraId="2C216DE0" w14:textId="77777777" w:rsidR="005F7BBD" w:rsidRPr="00835F44" w:rsidRDefault="005F7BBD" w:rsidP="0075147B">
      <w:pPr>
        <w:pStyle w:val="EX"/>
      </w:pPr>
      <w:r w:rsidRPr="00835F44">
        <w:t>[6]</w:t>
      </w:r>
      <w:r w:rsidRPr="00835F44">
        <w:tab/>
        <w:t>3GPP TS 38.211: "NR; Physical channels and modulation".</w:t>
      </w:r>
    </w:p>
    <w:p w14:paraId="1980E306" w14:textId="77777777" w:rsidR="005F7BBD" w:rsidRPr="00835F44" w:rsidRDefault="008F5618" w:rsidP="0075147B">
      <w:pPr>
        <w:pStyle w:val="EX"/>
      </w:pPr>
      <w:r w:rsidRPr="00835F44">
        <w:t>[7]</w:t>
      </w:r>
      <w:r w:rsidRPr="00835F44">
        <w:tab/>
        <w:t>3GPP TS 38.331: "</w:t>
      </w:r>
      <w:r w:rsidR="005F7BBD" w:rsidRPr="00835F44">
        <w:t>Radio Resource Contr</w:t>
      </w:r>
      <w:r w:rsidRPr="00835F44">
        <w:t>ol (RRC) protocol specification".</w:t>
      </w:r>
    </w:p>
    <w:p w14:paraId="00921CF3" w14:textId="2CB24448" w:rsidR="00915CFF" w:rsidRPr="00835F44" w:rsidRDefault="00915CFF" w:rsidP="0075147B">
      <w:pPr>
        <w:pStyle w:val="EX"/>
      </w:pPr>
      <w:r w:rsidRPr="00835F44">
        <w:t>[8]</w:t>
      </w:r>
      <w:r w:rsidRPr="00835F44">
        <w:tab/>
        <w:t>3GPP TS 38.213: "NR; Physical layer procedures for control".</w:t>
      </w:r>
    </w:p>
    <w:p w14:paraId="4DF24AA8" w14:textId="2872BA6B" w:rsidR="00366F43" w:rsidRPr="00835F44" w:rsidRDefault="00366F43" w:rsidP="0075147B">
      <w:pPr>
        <w:pStyle w:val="EX"/>
      </w:pPr>
      <w:r w:rsidRPr="00835F44">
        <w:t>[9]</w:t>
      </w:r>
      <w:r w:rsidRPr="00835F44">
        <w:tab/>
        <w:t>ITU-R Recommendation SM.329-10, "Unwanted emissions in the spurious domain".</w:t>
      </w:r>
    </w:p>
    <w:p w14:paraId="54666340" w14:textId="5A30C23D" w:rsidR="00A96EDD" w:rsidRPr="00835F44" w:rsidRDefault="00A96EDD" w:rsidP="0075147B">
      <w:pPr>
        <w:pStyle w:val="EX"/>
      </w:pPr>
      <w:r w:rsidRPr="00835F44">
        <w:t>[10]</w:t>
      </w:r>
      <w:r w:rsidRPr="00835F44">
        <w:tab/>
        <w:t>3GPP TS 38.214: "NR; Physical layer procedures for data".</w:t>
      </w:r>
    </w:p>
    <w:p w14:paraId="006D397F" w14:textId="77777777" w:rsidR="0075147B" w:rsidRPr="00835F44" w:rsidRDefault="0075147B" w:rsidP="0075147B">
      <w:pPr>
        <w:pStyle w:val="EX"/>
      </w:pPr>
    </w:p>
    <w:p w14:paraId="79437ED9" w14:textId="77777777" w:rsidR="005F7BBD" w:rsidRPr="00835F44" w:rsidRDefault="005F7BBD" w:rsidP="00667077">
      <w:pPr>
        <w:pStyle w:val="Heading1"/>
      </w:pPr>
      <w:bookmarkStart w:id="40" w:name="_Toc21342836"/>
      <w:bookmarkStart w:id="41" w:name="_Toc29769797"/>
      <w:bookmarkStart w:id="42" w:name="_Toc29799296"/>
      <w:bookmarkStart w:id="43" w:name="_Toc37254520"/>
      <w:bookmarkStart w:id="44" w:name="_Toc37255163"/>
      <w:bookmarkStart w:id="45" w:name="_Toc45887186"/>
      <w:bookmarkStart w:id="46" w:name="_Toc53171923"/>
      <w:bookmarkStart w:id="47" w:name="_Toc61356688"/>
      <w:bookmarkStart w:id="48" w:name="_Toc67913557"/>
      <w:bookmarkStart w:id="49" w:name="_Toc75469373"/>
      <w:bookmarkStart w:id="50" w:name="_Toc76507863"/>
      <w:bookmarkStart w:id="51" w:name="_Toc83192764"/>
      <w:r w:rsidRPr="00835F44">
        <w:t>3</w:t>
      </w:r>
      <w:r w:rsidRPr="00835F44">
        <w:tab/>
        <w:t>Definitions, symbols and abbreviations</w:t>
      </w:r>
      <w:bookmarkEnd w:id="40"/>
      <w:bookmarkEnd w:id="41"/>
      <w:bookmarkEnd w:id="42"/>
      <w:bookmarkEnd w:id="43"/>
      <w:bookmarkEnd w:id="44"/>
      <w:bookmarkEnd w:id="45"/>
      <w:bookmarkEnd w:id="46"/>
      <w:bookmarkEnd w:id="47"/>
      <w:bookmarkEnd w:id="48"/>
      <w:bookmarkEnd w:id="49"/>
      <w:bookmarkEnd w:id="50"/>
      <w:bookmarkEnd w:id="51"/>
    </w:p>
    <w:p w14:paraId="2D663BA3" w14:textId="77777777" w:rsidR="005F7BBD" w:rsidRPr="00835F44" w:rsidRDefault="005F7BBD" w:rsidP="00495FE7">
      <w:pPr>
        <w:pStyle w:val="Heading2"/>
      </w:pPr>
      <w:bookmarkStart w:id="52" w:name="_Toc21342837"/>
      <w:bookmarkStart w:id="53" w:name="_Toc29769798"/>
      <w:bookmarkStart w:id="54" w:name="_Toc29799297"/>
      <w:bookmarkStart w:id="55" w:name="_Toc37254521"/>
      <w:bookmarkStart w:id="56" w:name="_Toc37255164"/>
      <w:bookmarkStart w:id="57" w:name="_Toc45887187"/>
      <w:bookmarkStart w:id="58" w:name="_Toc53171924"/>
      <w:bookmarkStart w:id="59" w:name="_Toc61356689"/>
      <w:bookmarkStart w:id="60" w:name="_Toc67913558"/>
      <w:bookmarkStart w:id="61" w:name="_Toc75469374"/>
      <w:bookmarkStart w:id="62" w:name="_Toc76507864"/>
      <w:bookmarkStart w:id="63" w:name="_Toc83192765"/>
      <w:r w:rsidRPr="00835F44">
        <w:t>3.1</w:t>
      </w:r>
      <w:r w:rsidRPr="00835F44">
        <w:tab/>
        <w:t>Definitions</w:t>
      </w:r>
      <w:bookmarkEnd w:id="52"/>
      <w:bookmarkEnd w:id="53"/>
      <w:bookmarkEnd w:id="54"/>
      <w:bookmarkEnd w:id="55"/>
      <w:bookmarkEnd w:id="56"/>
      <w:bookmarkEnd w:id="57"/>
      <w:bookmarkEnd w:id="58"/>
      <w:bookmarkEnd w:id="59"/>
      <w:bookmarkEnd w:id="60"/>
      <w:bookmarkEnd w:id="61"/>
      <w:bookmarkEnd w:id="62"/>
      <w:bookmarkEnd w:id="63"/>
    </w:p>
    <w:p w14:paraId="460A9DA1" w14:textId="77777777" w:rsidR="005F7BBD" w:rsidRPr="00835F44" w:rsidRDefault="005F7BBD">
      <w:r w:rsidRPr="00835F44">
        <w:t xml:space="preserve">For the purposes of the present document, the terms and definitions given in </w:t>
      </w:r>
      <w:bookmarkStart w:id="64" w:name="OLE_LINK6"/>
      <w:bookmarkStart w:id="65" w:name="OLE_LINK7"/>
      <w:bookmarkStart w:id="66" w:name="OLE_LINK8"/>
      <w:r w:rsidRPr="00835F44">
        <w:t xml:space="preserve">3GPP </w:t>
      </w:r>
      <w:bookmarkEnd w:id="64"/>
      <w:bookmarkEnd w:id="65"/>
      <w:bookmarkEnd w:id="66"/>
      <w:r w:rsidRPr="00835F44">
        <w:t>TR 21.905 [1] and the following apply. A term defined in the present document takes precedence over the definition of the same term, if any, in 3GPP TR 21.905 [1].</w:t>
      </w:r>
    </w:p>
    <w:p w14:paraId="204DF2EC" w14:textId="77777777" w:rsidR="00E04484" w:rsidRPr="00835F44" w:rsidRDefault="00AD78FD" w:rsidP="00922250">
      <w:r w:rsidRPr="00835F44">
        <w:rPr>
          <w:b/>
        </w:rPr>
        <w:t>Aggregated Channel Bandwidth</w:t>
      </w:r>
      <w:r w:rsidR="00E04484" w:rsidRPr="00835F44">
        <w:t>: The RF bandwidth in which a UE transmits and receives multiple contiguously aggregated carriers.</w:t>
      </w:r>
    </w:p>
    <w:p w14:paraId="696CFB82" w14:textId="281E3100" w:rsidR="00E04484" w:rsidRPr="00835F44" w:rsidRDefault="00AD78FD" w:rsidP="00922250">
      <w:r w:rsidRPr="00835F44">
        <w:rPr>
          <w:b/>
        </w:rPr>
        <w:t>Carrier aggregation</w:t>
      </w:r>
      <w:r w:rsidR="00E04484" w:rsidRPr="00835F44">
        <w:t>: Aggregation of two or more component carriers in order to support wider transmission bandwidths.</w:t>
      </w:r>
    </w:p>
    <w:p w14:paraId="14F997C6" w14:textId="77777777" w:rsidR="00E04484" w:rsidRPr="00835F44" w:rsidRDefault="00AD78FD" w:rsidP="007E4508">
      <w:r w:rsidRPr="00835F44">
        <w:rPr>
          <w:b/>
        </w:rPr>
        <w:t>Carrier aggregation band</w:t>
      </w:r>
      <w:r w:rsidR="00E04484" w:rsidRPr="00835F44">
        <w:t>: A set of one or more operating bands across which multiple carriers are aggregated with a specific set of technical requirements.</w:t>
      </w:r>
    </w:p>
    <w:p w14:paraId="46404FD6" w14:textId="77777777" w:rsidR="00E04484" w:rsidRPr="00835F44" w:rsidRDefault="00AD78FD" w:rsidP="0052172B">
      <w:r w:rsidRPr="00835F44">
        <w:rPr>
          <w:b/>
        </w:rPr>
        <w:t>Carrier aggregation bandwidth class</w:t>
      </w:r>
      <w:r w:rsidR="00E04484" w:rsidRPr="00835F44">
        <w:t>: A class defined by the aggregated transmission bandwidth configuration and maximum number of component carriers supported by a UE.</w:t>
      </w:r>
    </w:p>
    <w:p w14:paraId="2C439478" w14:textId="77777777" w:rsidR="00E04484" w:rsidRPr="00835F44" w:rsidRDefault="00AD78FD" w:rsidP="00440762">
      <w:r w:rsidRPr="00835F44">
        <w:rPr>
          <w:b/>
        </w:rPr>
        <w:lastRenderedPageBreak/>
        <w:t>Carrier aggregation configuration</w:t>
      </w:r>
      <w:r w:rsidR="00E04484" w:rsidRPr="00835F44">
        <w:t>: A combination of CA operating band(s) and CA bandwidth class(es) supported by a UE.</w:t>
      </w:r>
    </w:p>
    <w:p w14:paraId="37A37D43" w14:textId="77777777" w:rsidR="00FF0392" w:rsidRPr="00835F44" w:rsidRDefault="00AD78FD" w:rsidP="00922250">
      <w:r w:rsidRPr="00835F44">
        <w:rPr>
          <w:b/>
        </w:rPr>
        <w:t>Contiguous carriers</w:t>
      </w:r>
      <w:r w:rsidR="00FF0392" w:rsidRPr="00835F44">
        <w:t>: A set of two or more carriers configured in a spectrum block where there are no RF requirements based on co-existence for un-coordinated operation within the spectrum block.</w:t>
      </w:r>
    </w:p>
    <w:p w14:paraId="160939A0" w14:textId="77777777" w:rsidR="00FF0392" w:rsidRPr="00835F44" w:rsidRDefault="00AD78FD" w:rsidP="00922250">
      <w:r w:rsidRPr="00835F44">
        <w:rPr>
          <w:b/>
        </w:rPr>
        <w:t>Contiguous resource allocation</w:t>
      </w:r>
      <w:r w:rsidR="00FF0392" w:rsidRPr="00835F44">
        <w:t>: A resource allocation of consecutive resource blocks within one carrier or across contiguously aggregated carriers. The gap between contiguously aggregated carriers due to the nominal channel spacing is allowed.</w:t>
      </w:r>
    </w:p>
    <w:p w14:paraId="7AF47122" w14:textId="77777777" w:rsidR="00E04484" w:rsidRPr="00835F44" w:rsidRDefault="00AD78FD" w:rsidP="00922250">
      <w:r w:rsidRPr="00835F44">
        <w:rPr>
          <w:b/>
        </w:rPr>
        <w:t>Contiguous spectrum</w:t>
      </w:r>
      <w:r w:rsidR="00FF0392" w:rsidRPr="00835F44">
        <w:t>: Spectrum consisting of a contiguous block of spectrum with no sub-block gaps.</w:t>
      </w:r>
    </w:p>
    <w:p w14:paraId="0EA52688" w14:textId="77777777" w:rsidR="00E04484" w:rsidRPr="00835F44" w:rsidRDefault="00E04484" w:rsidP="00922250">
      <w:r w:rsidRPr="00835F44">
        <w:rPr>
          <w:b/>
        </w:rPr>
        <w:t>Inter-band carrier aggregation:</w:t>
      </w:r>
      <w:r w:rsidRPr="00835F44">
        <w:t xml:space="preserve"> Carrier aggregation of component carriers in different operating bands.</w:t>
      </w:r>
    </w:p>
    <w:p w14:paraId="70C3E893" w14:textId="77777777" w:rsidR="00281553" w:rsidRPr="00835F44" w:rsidRDefault="00E04484" w:rsidP="00495FE7">
      <w:pPr>
        <w:pStyle w:val="NO"/>
      </w:pPr>
      <w:r w:rsidRPr="00835F44">
        <w:t>NOTE:</w:t>
      </w:r>
      <w:r w:rsidRPr="00835F44">
        <w:tab/>
        <w:t>Carriers aggregated in each band can be contiguous or non-contiguous.</w:t>
      </w:r>
    </w:p>
    <w:p w14:paraId="26BE3FF2" w14:textId="294A9C0D" w:rsidR="00E04484" w:rsidRPr="00835F44" w:rsidRDefault="00AD78FD" w:rsidP="00922250">
      <w:r w:rsidRPr="00835F44">
        <w:rPr>
          <w:b/>
        </w:rPr>
        <w:t>Intra-band contiguous carrier aggregation</w:t>
      </w:r>
      <w:r w:rsidR="00E04484" w:rsidRPr="00835F44">
        <w:t>: Contiguous carriers aggregated in the same operating band.</w:t>
      </w:r>
    </w:p>
    <w:p w14:paraId="6BA7FA28" w14:textId="77777777" w:rsidR="00E04484" w:rsidRPr="00835F44" w:rsidRDefault="00AD78FD" w:rsidP="00922250">
      <w:r w:rsidRPr="00835F44">
        <w:rPr>
          <w:b/>
        </w:rPr>
        <w:t>Intra-band non-contiguous carrier aggregation</w:t>
      </w:r>
      <w:r w:rsidR="00E04484" w:rsidRPr="00835F44">
        <w:t>: Non-contiguous carriers aggregated in the same operating band.</w:t>
      </w:r>
    </w:p>
    <w:p w14:paraId="2634C92B" w14:textId="77777777" w:rsidR="00E04484" w:rsidRPr="00835F44" w:rsidRDefault="00AD78FD" w:rsidP="00922250">
      <w:r w:rsidRPr="00835F44">
        <w:rPr>
          <w:b/>
        </w:rPr>
        <w:t>Sub-block</w:t>
      </w:r>
      <w:r w:rsidR="00E04484" w:rsidRPr="00835F44">
        <w:t>: This is one contiguous allocated block of spectrum for transmission and reception by the same UE. There may be multiple instances of sub-blocks within an RF bandwidth.</w:t>
      </w:r>
    </w:p>
    <w:p w14:paraId="52163B2E" w14:textId="77777777" w:rsidR="00FF0392" w:rsidRPr="00835F44" w:rsidRDefault="00AD78FD" w:rsidP="00922250">
      <w:r w:rsidRPr="00835F44">
        <w:rPr>
          <w:b/>
        </w:rPr>
        <w:t>Sub-block bandwidth</w:t>
      </w:r>
      <w:r w:rsidR="00FF0392" w:rsidRPr="00835F44">
        <w:t>: The bandwidth of one sub-block.</w:t>
      </w:r>
    </w:p>
    <w:p w14:paraId="39E93545" w14:textId="29107598" w:rsidR="00FF0392" w:rsidRPr="00835F44" w:rsidRDefault="00AD78FD" w:rsidP="00922250">
      <w:r w:rsidRPr="00835F44">
        <w:rPr>
          <w:b/>
        </w:rPr>
        <w:t>Sub-block gap</w:t>
      </w:r>
      <w:r w:rsidR="00FF0392" w:rsidRPr="00835F44">
        <w:t>: A frequency gap between two consecutive sub-blocks within an RF bandwidth, where the RF requirements in the gap are based on co-existence for un-coordinated operation.</w:t>
      </w:r>
    </w:p>
    <w:p w14:paraId="777C0894" w14:textId="2102D206" w:rsidR="00D95BFA" w:rsidRPr="00835F44" w:rsidRDefault="00D95BFA" w:rsidP="00922250">
      <w:r w:rsidRPr="00835F44">
        <w:rPr>
          <w:b/>
        </w:rPr>
        <w:t>UE transmission bandwidth configuration</w:t>
      </w:r>
      <w:r w:rsidRPr="00835F44">
        <w:t>: Set of resource blocks located within the UE channel bandwidth which may be used for transmitting or receiving by the UE</w:t>
      </w:r>
      <w:r w:rsidR="00CB5798" w:rsidRPr="00835F44">
        <w:t>.</w:t>
      </w:r>
    </w:p>
    <w:p w14:paraId="414C6767" w14:textId="77777777" w:rsidR="00CB5798" w:rsidRPr="00835F44" w:rsidRDefault="00CB5798" w:rsidP="00CB5798">
      <w:pPr>
        <w:rPr>
          <w:rFonts w:eastAsia="SimSun"/>
          <w:lang w:eastAsia="zh-CN"/>
        </w:rPr>
      </w:pPr>
      <w:r w:rsidRPr="00835F44">
        <w:rPr>
          <w:rFonts w:eastAsia="SimSun"/>
          <w:b/>
          <w:lang w:eastAsia="zh-CN"/>
        </w:rPr>
        <w:t>Vehicular UE:</w:t>
      </w:r>
      <w:r w:rsidRPr="00835F44">
        <w:rPr>
          <w:rFonts w:eastAsia="SimSun"/>
          <w:lang w:eastAsia="zh-CN"/>
        </w:rPr>
        <w:t xml:space="preserve"> A UE embedded in a vehicle, permanently connected to an embedded antenna system that radiates externally for NR operating bands.</w:t>
      </w:r>
    </w:p>
    <w:p w14:paraId="3850A83F" w14:textId="1BAD4EB5" w:rsidR="00CB5798" w:rsidRPr="00835F44" w:rsidRDefault="00CB5798" w:rsidP="003F5B9D">
      <w:pPr>
        <w:pStyle w:val="NO"/>
      </w:pPr>
      <w:r w:rsidRPr="00835F44">
        <w:rPr>
          <w:rFonts w:eastAsia="SimSun"/>
          <w:lang w:eastAsia="zh-CN"/>
        </w:rPr>
        <w:t>NOTE:</w:t>
      </w:r>
      <w:r w:rsidRPr="00835F44">
        <w:rPr>
          <w:rFonts w:eastAsia="SimSun"/>
          <w:lang w:eastAsia="zh-CN"/>
        </w:rPr>
        <w:tab/>
        <w:t>Vehicular UE does not refer to other UE form factors placed inside the vehicle.</w:t>
      </w:r>
    </w:p>
    <w:p w14:paraId="42AD5E93" w14:textId="77777777" w:rsidR="005F7BBD" w:rsidRPr="00835F44" w:rsidRDefault="005F7BBD" w:rsidP="00495FE7">
      <w:pPr>
        <w:pStyle w:val="Heading2"/>
      </w:pPr>
      <w:bookmarkStart w:id="67" w:name="_Toc21342838"/>
      <w:bookmarkStart w:id="68" w:name="_Toc29769799"/>
      <w:bookmarkStart w:id="69" w:name="_Toc29799298"/>
      <w:bookmarkStart w:id="70" w:name="_Toc37254522"/>
      <w:bookmarkStart w:id="71" w:name="_Toc37255165"/>
      <w:bookmarkStart w:id="72" w:name="_Toc45887188"/>
      <w:bookmarkStart w:id="73" w:name="_Toc53171925"/>
      <w:bookmarkStart w:id="74" w:name="_Toc61356690"/>
      <w:bookmarkStart w:id="75" w:name="_Toc67913559"/>
      <w:bookmarkStart w:id="76" w:name="_Toc75469375"/>
      <w:bookmarkStart w:id="77" w:name="_Toc76507865"/>
      <w:bookmarkStart w:id="78" w:name="_Toc83192766"/>
      <w:r w:rsidRPr="00835F44">
        <w:t>3.2</w:t>
      </w:r>
      <w:r w:rsidRPr="00835F44">
        <w:tab/>
        <w:t>Symbols</w:t>
      </w:r>
      <w:bookmarkEnd w:id="67"/>
      <w:bookmarkEnd w:id="68"/>
      <w:bookmarkEnd w:id="69"/>
      <w:bookmarkEnd w:id="70"/>
      <w:bookmarkEnd w:id="71"/>
      <w:bookmarkEnd w:id="72"/>
      <w:bookmarkEnd w:id="73"/>
      <w:bookmarkEnd w:id="74"/>
      <w:bookmarkEnd w:id="75"/>
      <w:bookmarkEnd w:id="76"/>
      <w:bookmarkEnd w:id="77"/>
      <w:bookmarkEnd w:id="78"/>
    </w:p>
    <w:p w14:paraId="10120453" w14:textId="77777777" w:rsidR="005F7BBD" w:rsidRPr="00835F44" w:rsidRDefault="005F7BBD" w:rsidP="0075147B">
      <w:pPr>
        <w:keepNext/>
      </w:pPr>
      <w:r w:rsidRPr="00835F44">
        <w:t>For the purposes of the present document, the following symbols apply:</w:t>
      </w:r>
    </w:p>
    <w:p w14:paraId="1E3C8C3E" w14:textId="77777777" w:rsidR="00E84F97" w:rsidRPr="00835F44" w:rsidRDefault="00E84F97" w:rsidP="00E84F97">
      <w:pPr>
        <w:pStyle w:val="EW"/>
      </w:pPr>
      <w:r w:rsidRPr="00835F44">
        <w:t>ΔF</w:t>
      </w:r>
      <w:r w:rsidRPr="00835F44">
        <w:rPr>
          <w:vertAlign w:val="subscript"/>
        </w:rPr>
        <w:t>Global</w:t>
      </w:r>
      <w:r w:rsidR="0075147B" w:rsidRPr="00835F44">
        <w:rPr>
          <w:vertAlign w:val="subscript"/>
        </w:rPr>
        <w:tab/>
      </w:r>
      <w:r w:rsidRPr="00835F44">
        <w:t>Granularity of the global frequency raster</w:t>
      </w:r>
    </w:p>
    <w:p w14:paraId="13DCE0D2" w14:textId="2E516A67" w:rsidR="00E84F97" w:rsidRPr="00835F44" w:rsidRDefault="00E84F97" w:rsidP="00E84F97">
      <w:pPr>
        <w:pStyle w:val="EW"/>
        <w:rPr>
          <w:rFonts w:eastAsia="Yu Mincho"/>
        </w:rPr>
      </w:pPr>
      <w:r w:rsidRPr="00835F44">
        <w:rPr>
          <w:rFonts w:eastAsia="Yu Mincho"/>
        </w:rPr>
        <w:t>ΔF</w:t>
      </w:r>
      <w:r w:rsidRPr="00835F44">
        <w:rPr>
          <w:rFonts w:eastAsia="Yu Mincho"/>
          <w:vertAlign w:val="subscript"/>
        </w:rPr>
        <w:t>Raster</w:t>
      </w:r>
      <w:r w:rsidRPr="00835F44">
        <w:rPr>
          <w:rFonts w:eastAsia="Yu Mincho"/>
        </w:rPr>
        <w:tab/>
        <w:t>Band dependent channel raster granularity</w:t>
      </w:r>
    </w:p>
    <w:p w14:paraId="1BA997E8" w14:textId="77777777" w:rsidR="00E84F97" w:rsidRPr="00835F44" w:rsidRDefault="00E84F97" w:rsidP="00E84F97">
      <w:pPr>
        <w:pStyle w:val="EW"/>
      </w:pPr>
      <w:r w:rsidRPr="00835F44">
        <w:t>Δ</w:t>
      </w:r>
      <w:r w:rsidRPr="00835F44">
        <w:rPr>
          <w:rFonts w:hint="eastAsia"/>
          <w:lang w:eastAsia="zh-CN"/>
        </w:rPr>
        <w:t>f</w:t>
      </w:r>
      <w:r w:rsidRPr="00835F44">
        <w:rPr>
          <w:vertAlign w:val="subscript"/>
        </w:rPr>
        <w:t>OOB</w:t>
      </w:r>
      <w:r w:rsidRPr="00835F44">
        <w:rPr>
          <w:vertAlign w:val="subscript"/>
        </w:rPr>
        <w:tab/>
      </w:r>
      <w:r w:rsidRPr="00835F44">
        <w:t>Δ Frequency of Out Of Band emission</w:t>
      </w:r>
    </w:p>
    <w:p w14:paraId="54355AEC" w14:textId="77777777" w:rsidR="00E84F97" w:rsidRPr="00835F44" w:rsidRDefault="00E84F97" w:rsidP="00E84F97">
      <w:pPr>
        <w:pStyle w:val="EW"/>
      </w:pPr>
      <w:r w:rsidRPr="00835F44">
        <w:t>ΔF</w:t>
      </w:r>
      <w:r w:rsidRPr="00835F44">
        <w:rPr>
          <w:vertAlign w:val="subscript"/>
        </w:rPr>
        <w:t>TX-RX</w:t>
      </w:r>
      <w:r w:rsidRPr="00835F44">
        <w:tab/>
        <w:t xml:space="preserve">Δ Frequency of default TX-RX separation of the FDD </w:t>
      </w:r>
      <w:r w:rsidRPr="00835F44">
        <w:rPr>
          <w:i/>
        </w:rPr>
        <w:t>operating band</w:t>
      </w:r>
    </w:p>
    <w:p w14:paraId="1DEE000E" w14:textId="77777777" w:rsidR="00E84F97" w:rsidRPr="00835F44" w:rsidRDefault="00E84F97" w:rsidP="00E84F97">
      <w:pPr>
        <w:pStyle w:val="EW"/>
      </w:pPr>
      <w:r w:rsidRPr="00835F44">
        <w:t>ΔP</w:t>
      </w:r>
      <w:r w:rsidRPr="00835F44">
        <w:rPr>
          <w:vertAlign w:val="subscript"/>
        </w:rPr>
        <w:t>PowerClass</w:t>
      </w:r>
      <w:r w:rsidR="0075147B" w:rsidRPr="00835F44">
        <w:tab/>
      </w:r>
      <w:r w:rsidRPr="00835F44">
        <w:t>Adjustment to maximum output power for a given power class</w:t>
      </w:r>
    </w:p>
    <w:p w14:paraId="12AF00B3" w14:textId="04512D71" w:rsidR="00936B4B" w:rsidRDefault="00936B4B" w:rsidP="00936B4B">
      <w:pPr>
        <w:pStyle w:val="EW"/>
        <w:rPr>
          <w:i/>
        </w:rPr>
      </w:pPr>
      <w:r w:rsidRPr="00835F44">
        <w:rPr>
          <w:rFonts w:ascii="Symbol" w:hAnsi="Symbol"/>
          <w:lang w:bidi="bn-IN"/>
        </w:rPr>
        <w:t></w:t>
      </w:r>
      <w:r w:rsidRPr="00835F44">
        <w:rPr>
          <w:vertAlign w:val="subscript"/>
          <w:lang w:bidi="bn-IN"/>
        </w:rPr>
        <w:t>RB</w:t>
      </w:r>
      <w:r w:rsidRPr="00835F44">
        <w:tab/>
        <w:t>The starting frequency offset between the allocated RB and the measured non-allocated RB</w:t>
      </w:r>
    </w:p>
    <w:p w14:paraId="5EBA847A" w14:textId="77777777" w:rsidR="00936B4B" w:rsidRPr="00835F44" w:rsidRDefault="00936B4B" w:rsidP="00936B4B">
      <w:pPr>
        <w:pStyle w:val="EW"/>
        <w:rPr>
          <w:i/>
        </w:rPr>
      </w:pPr>
      <w:r w:rsidRPr="00835F44">
        <w:t>ΔR</w:t>
      </w:r>
      <w:r w:rsidRPr="00835F44">
        <w:rPr>
          <w:vertAlign w:val="subscript"/>
        </w:rPr>
        <w:t>IB,c</w:t>
      </w:r>
      <w:r w:rsidRPr="00835F44">
        <w:rPr>
          <w:vertAlign w:val="subscript"/>
        </w:rPr>
        <w:tab/>
      </w:r>
      <w:r w:rsidRPr="00835F44">
        <w:t xml:space="preserve">Allowed reference sensitivity relaxation due to support for inter-band CA operation, for serving cell </w:t>
      </w:r>
      <w:r w:rsidRPr="00835F44">
        <w:rPr>
          <w:i/>
        </w:rPr>
        <w:t>c</w:t>
      </w:r>
    </w:p>
    <w:p w14:paraId="34793807" w14:textId="77777777" w:rsidR="00936B4B" w:rsidRPr="00835F44" w:rsidRDefault="00936B4B" w:rsidP="00936B4B">
      <w:pPr>
        <w:pStyle w:val="EW"/>
      </w:pPr>
      <w:r w:rsidRPr="00835F44">
        <w:t>ΔR</w:t>
      </w:r>
      <w:r w:rsidRPr="00835F44">
        <w:rPr>
          <w:vertAlign w:val="subscript"/>
        </w:rPr>
        <w:t>IB,4R</w:t>
      </w:r>
      <w:r w:rsidRPr="00835F44">
        <w:rPr>
          <w:vertAlign w:val="subscript"/>
        </w:rPr>
        <w:tab/>
      </w:r>
      <w:r w:rsidRPr="00835F44">
        <w:rPr>
          <w:rFonts w:hint="eastAsia"/>
          <w:lang w:eastAsia="zh-CN"/>
        </w:rPr>
        <w:t>R</w:t>
      </w:r>
      <w:r w:rsidRPr="00835F44">
        <w:t xml:space="preserve">eference sensitivity </w:t>
      </w:r>
      <w:r w:rsidRPr="00835F44">
        <w:rPr>
          <w:rFonts w:hint="eastAsia"/>
          <w:lang w:eastAsia="zh-CN"/>
        </w:rPr>
        <w:t>adjustment</w:t>
      </w:r>
      <w:r w:rsidRPr="00835F44">
        <w:t xml:space="preserve"> due to support for 4 antenna ports</w:t>
      </w:r>
    </w:p>
    <w:p w14:paraId="29673A1D" w14:textId="77777777" w:rsidR="00936B4B" w:rsidRPr="00835F44" w:rsidRDefault="00936B4B" w:rsidP="00936B4B">
      <w:pPr>
        <w:pStyle w:val="EW"/>
        <w:rPr>
          <w:rFonts w:eastAsia="Yu Mincho"/>
        </w:rPr>
      </w:pPr>
      <w:r w:rsidRPr="00835F44">
        <w:rPr>
          <w:rFonts w:eastAsia="Yu Mincho" w:hint="eastAsia"/>
        </w:rPr>
        <w:t>Δ</w:t>
      </w:r>
      <w:r w:rsidRPr="00835F44">
        <w:rPr>
          <w:rFonts w:eastAsia="Yu Mincho"/>
          <w:vertAlign w:val="subscript"/>
        </w:rPr>
        <w:t>Shift</w:t>
      </w:r>
      <w:r w:rsidRPr="00835F44">
        <w:rPr>
          <w:rFonts w:eastAsia="Yu Mincho"/>
        </w:rPr>
        <w:tab/>
        <w:t>Channel raster offset</w:t>
      </w:r>
    </w:p>
    <w:p w14:paraId="50E68768" w14:textId="77777777" w:rsidR="00E84F97" w:rsidRPr="00835F44" w:rsidRDefault="00E84F97" w:rsidP="00E84F97">
      <w:pPr>
        <w:pStyle w:val="EW"/>
      </w:pPr>
      <w:r w:rsidRPr="00835F44">
        <w:rPr>
          <w:rFonts w:ascii="Symbol" w:hAnsi="Symbol"/>
          <w:lang w:bidi="bn-IN"/>
        </w:rPr>
        <w:t></w:t>
      </w:r>
      <w:r w:rsidRPr="00835F44">
        <w:rPr>
          <w:lang w:bidi="bn-IN"/>
        </w:rPr>
        <w:t>T</w:t>
      </w:r>
      <w:r w:rsidRPr="00835F44">
        <w:rPr>
          <w:vertAlign w:val="subscript"/>
          <w:lang w:bidi="bn-IN"/>
        </w:rPr>
        <w:t>C</w:t>
      </w:r>
      <w:r w:rsidRPr="00835F44">
        <w:rPr>
          <w:vertAlign w:val="subscript"/>
        </w:rPr>
        <w:tab/>
      </w:r>
      <w:r w:rsidRPr="00835F44">
        <w:t>Allowed operating band edge transmission power relaxation</w:t>
      </w:r>
    </w:p>
    <w:p w14:paraId="36E58E07" w14:textId="77777777" w:rsidR="00E84F97" w:rsidRPr="00835F44" w:rsidRDefault="00E84F97" w:rsidP="00E84F97">
      <w:pPr>
        <w:pStyle w:val="EW"/>
        <w:rPr>
          <w:rFonts w:eastAsia="Yu Mincho"/>
        </w:rPr>
      </w:pPr>
      <w:r w:rsidRPr="00835F44">
        <w:rPr>
          <w:rFonts w:ascii="Symbol" w:hAnsi="Symbol"/>
          <w:lang w:bidi="bn-IN"/>
        </w:rPr>
        <w:t></w:t>
      </w:r>
      <w:r w:rsidRPr="00835F44">
        <w:rPr>
          <w:lang w:bidi="bn-IN"/>
        </w:rPr>
        <w:t>T</w:t>
      </w:r>
      <w:r w:rsidRPr="00835F44">
        <w:rPr>
          <w:vertAlign w:val="subscript"/>
          <w:lang w:bidi="bn-IN"/>
        </w:rPr>
        <w:t>C</w:t>
      </w:r>
      <w:r w:rsidRPr="00835F44">
        <w:rPr>
          <w:rFonts w:hint="eastAsia"/>
          <w:vertAlign w:val="subscript"/>
        </w:rPr>
        <w:t>,</w:t>
      </w:r>
      <w:r w:rsidRPr="00835F44">
        <w:rPr>
          <w:rFonts w:hint="eastAsia"/>
          <w:i/>
          <w:vertAlign w:val="subscript"/>
        </w:rPr>
        <w:t>c</w:t>
      </w:r>
      <w:r w:rsidR="0075147B" w:rsidRPr="00835F44">
        <w:rPr>
          <w:vertAlign w:val="subscript"/>
        </w:rPr>
        <w:tab/>
      </w:r>
      <w:r w:rsidRPr="00835F44">
        <w:t xml:space="preserve">Allowed operating band edge transmission power relaxation for serving cell </w:t>
      </w:r>
      <w:r w:rsidRPr="00835F44">
        <w:rPr>
          <w:i/>
        </w:rPr>
        <w:t>c</w:t>
      </w:r>
    </w:p>
    <w:p w14:paraId="1F8675F1" w14:textId="06A2298F" w:rsidR="00E84F97" w:rsidRPr="00835F44" w:rsidRDefault="00E84F97" w:rsidP="00E84F97">
      <w:pPr>
        <w:pStyle w:val="EW"/>
      </w:pPr>
      <w:r w:rsidRPr="00835F44">
        <w:t>ΔT</w:t>
      </w:r>
      <w:r w:rsidRPr="00835F44">
        <w:rPr>
          <w:vertAlign w:val="subscript"/>
        </w:rPr>
        <w:t>IB,c</w:t>
      </w:r>
      <w:r w:rsidRPr="00835F44">
        <w:rPr>
          <w:vertAlign w:val="subscript"/>
        </w:rPr>
        <w:tab/>
      </w:r>
      <w:r w:rsidRPr="00835F44">
        <w:t>Allowed maximum configured output power relaxation due to support for inter-band CA operation</w:t>
      </w:r>
      <w:r w:rsidR="00B26133" w:rsidRPr="00835F44">
        <w:t xml:space="preserve"> and due to support for SUL operations</w:t>
      </w:r>
      <w:r w:rsidRPr="00835F44">
        <w:t xml:space="preserve">, for serving cell </w:t>
      </w:r>
      <w:r w:rsidRPr="00835F44">
        <w:rPr>
          <w:i/>
        </w:rPr>
        <w:t>c</w:t>
      </w:r>
    </w:p>
    <w:p w14:paraId="0BB6FD3A" w14:textId="77777777" w:rsidR="00E84F97" w:rsidRPr="00835F44" w:rsidRDefault="00E84F97" w:rsidP="00E84F97">
      <w:pPr>
        <w:pStyle w:val="EW"/>
      </w:pPr>
      <w:r w:rsidRPr="00835F44">
        <w:t>BW</w:t>
      </w:r>
      <w:r w:rsidRPr="00835F44">
        <w:rPr>
          <w:vertAlign w:val="subscript"/>
        </w:rPr>
        <w:t>Channel</w:t>
      </w:r>
      <w:r w:rsidRPr="00835F44">
        <w:tab/>
        <w:t>Channel bandwidth</w:t>
      </w:r>
    </w:p>
    <w:p w14:paraId="061D4815" w14:textId="77777777" w:rsidR="00E84F97" w:rsidRPr="00835F44" w:rsidRDefault="00E84F97" w:rsidP="00E84F97">
      <w:pPr>
        <w:pStyle w:val="EW"/>
      </w:pPr>
      <w:r w:rsidRPr="00835F44">
        <w:t>BW</w:t>
      </w:r>
      <w:r w:rsidRPr="00835F44">
        <w:rPr>
          <w:vertAlign w:val="subscript"/>
        </w:rPr>
        <w:t>Channel,block</w:t>
      </w:r>
      <w:r w:rsidR="0075147B" w:rsidRPr="00835F44">
        <w:tab/>
      </w:r>
      <w:r w:rsidRPr="00835F44">
        <w:t>Sub-block bandwidth, expressed in MHz. BW</w:t>
      </w:r>
      <w:r w:rsidRPr="00835F44">
        <w:rPr>
          <w:vertAlign w:val="subscript"/>
        </w:rPr>
        <w:t>Channel,block</w:t>
      </w:r>
      <w:r w:rsidRPr="00835F44">
        <w:t>= F</w:t>
      </w:r>
      <w:r w:rsidRPr="00835F44">
        <w:rPr>
          <w:vertAlign w:val="subscript"/>
        </w:rPr>
        <w:t>edge,block,high</w:t>
      </w:r>
      <w:r w:rsidRPr="00835F44">
        <w:t>- F</w:t>
      </w:r>
      <w:r w:rsidRPr="00835F44">
        <w:rPr>
          <w:vertAlign w:val="subscript"/>
        </w:rPr>
        <w:t>edge,block,low</w:t>
      </w:r>
    </w:p>
    <w:p w14:paraId="2C62EEF9" w14:textId="77777777" w:rsidR="00E84F97" w:rsidRPr="00835F44" w:rsidRDefault="00E84F97" w:rsidP="00E84F97">
      <w:pPr>
        <w:pStyle w:val="EW"/>
      </w:pPr>
      <w:r w:rsidRPr="00835F44">
        <w:t>BW</w:t>
      </w:r>
      <w:r w:rsidRPr="00835F44">
        <w:rPr>
          <w:vertAlign w:val="subscript"/>
        </w:rPr>
        <w:t>Channel_CA</w:t>
      </w:r>
      <w:r w:rsidR="0075147B" w:rsidRPr="00835F44">
        <w:tab/>
      </w:r>
      <w:r w:rsidRPr="00835F44">
        <w:t>Aggregated channel bandwidth, expressed in MHz</w:t>
      </w:r>
    </w:p>
    <w:p w14:paraId="6A7699C6" w14:textId="77777777" w:rsidR="00E84F97" w:rsidRPr="00835F44" w:rsidRDefault="00E84F97" w:rsidP="00E84F97">
      <w:pPr>
        <w:pStyle w:val="EW"/>
      </w:pPr>
      <w:r w:rsidRPr="00835F44">
        <w:t>BW</w:t>
      </w:r>
      <w:r w:rsidRPr="00835F44">
        <w:rPr>
          <w:vertAlign w:val="subscript"/>
        </w:rPr>
        <w:t>Channel,max</w:t>
      </w:r>
      <w:r w:rsidRPr="00835F44">
        <w:tab/>
        <w:t>Maximum channel bandwidth supported among all bands in a release</w:t>
      </w:r>
    </w:p>
    <w:p w14:paraId="62F64088" w14:textId="77777777" w:rsidR="00E84F97" w:rsidRPr="00835F44" w:rsidRDefault="00E84F97" w:rsidP="00E84F97">
      <w:pPr>
        <w:pStyle w:val="EW"/>
      </w:pPr>
      <w:r w:rsidRPr="00835F44">
        <w:t>BW</w:t>
      </w:r>
      <w:r w:rsidRPr="00835F44">
        <w:rPr>
          <w:vertAlign w:val="subscript"/>
        </w:rPr>
        <w:t>GB</w:t>
      </w:r>
      <w:r w:rsidR="0075147B" w:rsidRPr="00835F44">
        <w:tab/>
      </w:r>
      <w:r w:rsidRPr="00835F44">
        <w:t>max( BW</w:t>
      </w:r>
      <w:r w:rsidRPr="00835F44">
        <w:rPr>
          <w:vertAlign w:val="subscript"/>
        </w:rPr>
        <w:t>GB,Channel(</w:t>
      </w:r>
      <w:r w:rsidRPr="00835F44">
        <w:rPr>
          <w:i/>
          <w:vertAlign w:val="subscript"/>
        </w:rPr>
        <w:t>k</w:t>
      </w:r>
      <w:r w:rsidRPr="00835F44">
        <w:rPr>
          <w:vertAlign w:val="subscript"/>
        </w:rPr>
        <w:t xml:space="preserve">) </w:t>
      </w:r>
      <w:r w:rsidRPr="00835F44">
        <w:t>)</w:t>
      </w:r>
    </w:p>
    <w:p w14:paraId="54828FA4" w14:textId="3234E853" w:rsidR="00E84F97" w:rsidRPr="00835F44" w:rsidRDefault="00E84F97" w:rsidP="00E84F97">
      <w:pPr>
        <w:pStyle w:val="EW"/>
      </w:pPr>
      <w:r w:rsidRPr="00835F44">
        <w:t>BW</w:t>
      </w:r>
      <w:r w:rsidRPr="00835F44">
        <w:rPr>
          <w:vertAlign w:val="subscript"/>
        </w:rPr>
        <w:t>GB</w:t>
      </w:r>
      <w:r w:rsidRPr="00835F44">
        <w:rPr>
          <w:rFonts w:hint="eastAsia"/>
          <w:vertAlign w:val="subscript"/>
        </w:rPr>
        <w:t>,</w:t>
      </w:r>
      <w:r w:rsidRPr="00835F44">
        <w:rPr>
          <w:vertAlign w:val="subscript"/>
        </w:rPr>
        <w:t>Channel(</w:t>
      </w:r>
      <w:r w:rsidRPr="00835F44">
        <w:rPr>
          <w:rFonts w:hint="eastAsia"/>
          <w:vertAlign w:val="subscript"/>
        </w:rPr>
        <w:t>k)</w:t>
      </w:r>
      <w:r w:rsidR="0075147B" w:rsidRPr="00835F44">
        <w:rPr>
          <w:rFonts w:hint="eastAsia"/>
          <w:vertAlign w:val="subscript"/>
        </w:rPr>
        <w:tab/>
      </w:r>
      <w:r w:rsidRPr="00835F44">
        <w:t xml:space="preserve">Minimum guard band defined in </w:t>
      </w:r>
      <w:r w:rsidR="00B95E72" w:rsidRPr="00835F44">
        <w:t>clause</w:t>
      </w:r>
      <w:r w:rsidRPr="00835F44">
        <w:t xml:space="preserve"> 5.3A.1</w:t>
      </w:r>
      <w:r w:rsidRPr="00835F44">
        <w:rPr>
          <w:rFonts w:hint="eastAsia"/>
        </w:rPr>
        <w:t xml:space="preserve"> of carrier </w:t>
      </w:r>
      <w:r w:rsidRPr="00835F44">
        <w:rPr>
          <w:rFonts w:hint="eastAsia"/>
          <w:i/>
        </w:rPr>
        <w:t>k</w:t>
      </w:r>
    </w:p>
    <w:p w14:paraId="2FCD6E81" w14:textId="77777777" w:rsidR="00E84F97" w:rsidRPr="00835F44" w:rsidRDefault="00E84F97" w:rsidP="00E84F97">
      <w:pPr>
        <w:pStyle w:val="EW"/>
        <w:rPr>
          <w:lang w:eastAsia="zh-CN"/>
        </w:rPr>
      </w:pPr>
      <w:r w:rsidRPr="00835F44">
        <w:rPr>
          <w:rFonts w:hint="eastAsia"/>
          <w:lang w:eastAsia="zh-CN"/>
        </w:rPr>
        <w:t>BW</w:t>
      </w:r>
      <w:r w:rsidRPr="00835F44">
        <w:rPr>
          <w:rFonts w:hint="eastAsia"/>
          <w:vertAlign w:val="subscript"/>
          <w:lang w:eastAsia="zh-CN"/>
        </w:rPr>
        <w:t>DL</w:t>
      </w:r>
      <w:r w:rsidRPr="00835F44">
        <w:rPr>
          <w:rFonts w:hint="eastAsia"/>
          <w:lang w:eastAsia="zh-CN"/>
        </w:rPr>
        <w:tab/>
      </w:r>
      <w:r w:rsidRPr="00835F44">
        <w:rPr>
          <w:lang w:eastAsia="zh-CN"/>
        </w:rPr>
        <w:t>Channel bandwidth for DL</w:t>
      </w:r>
    </w:p>
    <w:p w14:paraId="7715223A" w14:textId="77777777" w:rsidR="00E84F97" w:rsidRPr="00835F44" w:rsidRDefault="00E84F97" w:rsidP="00E84F97">
      <w:pPr>
        <w:pStyle w:val="EW"/>
      </w:pPr>
      <w:r w:rsidRPr="00835F44">
        <w:rPr>
          <w:lang w:eastAsia="zh-CN"/>
        </w:rPr>
        <w:t>BW</w:t>
      </w:r>
      <w:r w:rsidRPr="00835F44">
        <w:rPr>
          <w:vertAlign w:val="subscript"/>
          <w:lang w:eastAsia="zh-CN"/>
        </w:rPr>
        <w:t>UL</w:t>
      </w:r>
      <w:r w:rsidRPr="00835F44">
        <w:rPr>
          <w:lang w:eastAsia="zh-CN"/>
        </w:rPr>
        <w:tab/>
        <w:t>Channel bandwidth for UL</w:t>
      </w:r>
    </w:p>
    <w:p w14:paraId="00CF0356" w14:textId="77777777" w:rsidR="00E84F97" w:rsidRPr="00835F44" w:rsidRDefault="00E84F97" w:rsidP="00E84F97">
      <w:pPr>
        <w:pStyle w:val="EW"/>
      </w:pPr>
      <w:r w:rsidRPr="00835F44">
        <w:rPr>
          <w:lang w:eastAsia="zh-CN"/>
        </w:rPr>
        <w:t>BW</w:t>
      </w:r>
      <w:r w:rsidRPr="00835F44">
        <w:rPr>
          <w:vertAlign w:val="subscript"/>
          <w:lang w:eastAsia="zh-CN"/>
        </w:rPr>
        <w:t>interferer</w:t>
      </w:r>
      <w:r w:rsidRPr="00835F44">
        <w:rPr>
          <w:lang w:eastAsia="zh-CN"/>
        </w:rPr>
        <w:tab/>
        <w:t>Bandwidth of the interferer</w:t>
      </w:r>
    </w:p>
    <w:p w14:paraId="20BF9BE3" w14:textId="77777777" w:rsidR="00E84F97" w:rsidRPr="00835F44" w:rsidRDefault="00E84F97" w:rsidP="00E84F97">
      <w:pPr>
        <w:pStyle w:val="EW"/>
      </w:pPr>
      <w:r w:rsidRPr="00835F44">
        <w:t>Ceil(x)</w:t>
      </w:r>
      <w:r w:rsidRPr="00835F44">
        <w:tab/>
        <w:t>Rounding upwards; ceil(x) is the smallest integer such that ceil(x) ≥ x</w:t>
      </w:r>
    </w:p>
    <w:p w14:paraId="71CC1C4B" w14:textId="77777777" w:rsidR="00E84F97" w:rsidRPr="00835F44" w:rsidRDefault="00E84F97" w:rsidP="00E84F97">
      <w:pPr>
        <w:pStyle w:val="EW"/>
      </w:pPr>
      <w:r w:rsidRPr="00835F44">
        <w:lastRenderedPageBreak/>
        <w:t>Floor(x)</w:t>
      </w:r>
      <w:r w:rsidRPr="00835F44">
        <w:tab/>
        <w:t>Rounding downwards; floor(x) is the greatest integer such that floor(x) ≤ x</w:t>
      </w:r>
    </w:p>
    <w:p w14:paraId="3E6663DE" w14:textId="77777777" w:rsidR="00E84F97" w:rsidRPr="00835F44" w:rsidRDefault="00E84F97" w:rsidP="00E84F97">
      <w:pPr>
        <w:pStyle w:val="EW"/>
      </w:pPr>
      <w:r w:rsidRPr="00835F44">
        <w:t>F</w:t>
      </w:r>
      <w:r w:rsidRPr="00835F44">
        <w:rPr>
          <w:vertAlign w:val="subscript"/>
        </w:rPr>
        <w:t>C</w:t>
      </w:r>
      <w:r w:rsidRPr="00835F44">
        <w:rPr>
          <w:vertAlign w:val="subscript"/>
        </w:rPr>
        <w:tab/>
      </w:r>
      <w:r w:rsidRPr="00835F44">
        <w:rPr>
          <w:i/>
        </w:rPr>
        <w:t>RF reference frequency</w:t>
      </w:r>
      <w:r w:rsidRPr="00835F44">
        <w:t xml:space="preserve"> on the channel raster</w:t>
      </w:r>
      <w:r w:rsidRPr="00835F44">
        <w:rPr>
          <w:rFonts w:hint="eastAsia"/>
          <w:lang w:eastAsia="zh-CN"/>
        </w:rPr>
        <w:t>,</w:t>
      </w:r>
      <w:r w:rsidRPr="00835F44">
        <w:t xml:space="preserve"> given in table 5.4.2.2-1</w:t>
      </w:r>
    </w:p>
    <w:p w14:paraId="79120C31" w14:textId="77777777" w:rsidR="00E84F97" w:rsidRPr="00835F44" w:rsidRDefault="00E84F97" w:rsidP="00E84F97">
      <w:pPr>
        <w:pStyle w:val="EW"/>
        <w:rPr>
          <w:vertAlign w:val="subscript"/>
        </w:rPr>
      </w:pPr>
      <w:r w:rsidRPr="00835F44">
        <w:rPr>
          <w:bCs/>
        </w:rPr>
        <w:t>F</w:t>
      </w:r>
      <w:r w:rsidRPr="00835F44">
        <w:rPr>
          <w:bCs/>
          <w:vertAlign w:val="subscript"/>
        </w:rPr>
        <w:t>C,block, high</w:t>
      </w:r>
      <w:r w:rsidRPr="00835F44">
        <w:rPr>
          <w:vertAlign w:val="subscript"/>
        </w:rPr>
        <w:tab/>
      </w:r>
      <w:r w:rsidRPr="00835F44">
        <w:rPr>
          <w:rFonts w:eastAsia="SimSun" w:hint="eastAsia"/>
          <w:lang w:eastAsia="zh-CN"/>
        </w:rPr>
        <w:t xml:space="preserve">Fc </w:t>
      </w:r>
      <w:r w:rsidRPr="00835F44">
        <w:t xml:space="preserve">of the highest transmitted/received carrier in a </w:t>
      </w:r>
      <w:r w:rsidRPr="00835F44">
        <w:rPr>
          <w:i/>
        </w:rPr>
        <w:t>sub-block</w:t>
      </w:r>
      <w:r w:rsidRPr="00835F44">
        <w:rPr>
          <w:vertAlign w:val="subscript"/>
        </w:rPr>
        <w:tab/>
      </w:r>
    </w:p>
    <w:p w14:paraId="446ABE1E" w14:textId="77777777" w:rsidR="00E84F97" w:rsidRPr="00835F44" w:rsidRDefault="00E84F97" w:rsidP="00E84F97">
      <w:pPr>
        <w:pStyle w:val="EW"/>
      </w:pPr>
      <w:r w:rsidRPr="00835F44">
        <w:rPr>
          <w:bCs/>
        </w:rPr>
        <w:t>F</w:t>
      </w:r>
      <w:r w:rsidRPr="00835F44">
        <w:rPr>
          <w:bCs/>
          <w:vertAlign w:val="subscript"/>
        </w:rPr>
        <w:t>C,block, low</w:t>
      </w:r>
      <w:r w:rsidR="008F5618" w:rsidRPr="00835F44">
        <w:rPr>
          <w:vertAlign w:val="subscript"/>
        </w:rPr>
        <w:tab/>
      </w:r>
      <w:r w:rsidRPr="00835F44">
        <w:rPr>
          <w:rFonts w:eastAsia="SimSun" w:hint="eastAsia"/>
          <w:lang w:eastAsia="zh-CN"/>
        </w:rPr>
        <w:t>Fc</w:t>
      </w:r>
      <w:r w:rsidRPr="00835F44">
        <w:t xml:space="preserve"> of the lowest transmitted/received carrier in a </w:t>
      </w:r>
      <w:r w:rsidRPr="00835F44">
        <w:rPr>
          <w:i/>
        </w:rPr>
        <w:t>sub-block</w:t>
      </w:r>
    </w:p>
    <w:p w14:paraId="4E0C6ABA" w14:textId="77777777" w:rsidR="00E84F97" w:rsidRPr="00835F44" w:rsidRDefault="00E84F97" w:rsidP="00E84F97">
      <w:pPr>
        <w:pStyle w:val="EW"/>
      </w:pPr>
      <w:r w:rsidRPr="00835F44">
        <w:t>F</w:t>
      </w:r>
      <w:r w:rsidRPr="00835F44">
        <w:rPr>
          <w:vertAlign w:val="subscript"/>
        </w:rPr>
        <w:t>C,low</w:t>
      </w:r>
      <w:r w:rsidR="0075147B" w:rsidRPr="00835F44">
        <w:tab/>
      </w:r>
      <w:r w:rsidRPr="00835F44">
        <w:t xml:space="preserve">The </w:t>
      </w:r>
      <w:r w:rsidRPr="00835F44">
        <w:rPr>
          <w:rFonts w:eastAsia="SimSun" w:hint="eastAsia"/>
          <w:lang w:eastAsia="zh-CN"/>
        </w:rPr>
        <w:t xml:space="preserve">Fc </w:t>
      </w:r>
      <w:r w:rsidRPr="00835F44">
        <w:t>of the lowest carrier, expressed in MHz</w:t>
      </w:r>
    </w:p>
    <w:p w14:paraId="4D6735A4" w14:textId="77777777" w:rsidR="00E84F97" w:rsidRPr="00835F44" w:rsidRDefault="00E84F97" w:rsidP="00E84F97">
      <w:pPr>
        <w:pStyle w:val="EW"/>
      </w:pPr>
      <w:r w:rsidRPr="00835F44">
        <w:t>F</w:t>
      </w:r>
      <w:r w:rsidRPr="00835F44">
        <w:rPr>
          <w:vertAlign w:val="subscript"/>
        </w:rPr>
        <w:t>C,high</w:t>
      </w:r>
      <w:r w:rsidR="0075147B" w:rsidRPr="00835F44">
        <w:tab/>
      </w:r>
      <w:r w:rsidRPr="00835F44">
        <w:t xml:space="preserve">The </w:t>
      </w:r>
      <w:r w:rsidRPr="00835F44">
        <w:rPr>
          <w:rFonts w:eastAsia="SimSun" w:hint="eastAsia"/>
          <w:lang w:eastAsia="zh-CN"/>
        </w:rPr>
        <w:t xml:space="preserve">Fc </w:t>
      </w:r>
      <w:r w:rsidRPr="00835F44">
        <w:t xml:space="preserve">of the </w:t>
      </w:r>
      <w:r w:rsidRPr="00835F44">
        <w:rPr>
          <w:rFonts w:hint="eastAsia"/>
          <w:lang w:eastAsia="zh-CN"/>
        </w:rPr>
        <w:t>high</w:t>
      </w:r>
      <w:r w:rsidRPr="00835F44">
        <w:t>est carrier, expressed in MHz</w:t>
      </w:r>
    </w:p>
    <w:p w14:paraId="0B81A6C7" w14:textId="77777777" w:rsidR="00E84F97" w:rsidRPr="00835F44" w:rsidRDefault="00E84F97" w:rsidP="00E84F97">
      <w:pPr>
        <w:pStyle w:val="EW"/>
      </w:pPr>
      <w:r w:rsidRPr="00835F44">
        <w:t>F</w:t>
      </w:r>
      <w:r w:rsidRPr="00835F44">
        <w:rPr>
          <w:vertAlign w:val="subscript"/>
        </w:rPr>
        <w:t>DL_low</w:t>
      </w:r>
      <w:r w:rsidRPr="00835F44">
        <w:rPr>
          <w:vertAlign w:val="subscript"/>
        </w:rPr>
        <w:tab/>
      </w:r>
      <w:r w:rsidRPr="00835F44">
        <w:t xml:space="preserve">The lowest frequency of the downlink </w:t>
      </w:r>
      <w:r w:rsidRPr="00835F44">
        <w:rPr>
          <w:i/>
        </w:rPr>
        <w:t>operating band</w:t>
      </w:r>
    </w:p>
    <w:p w14:paraId="07E7DDBD" w14:textId="77777777" w:rsidR="00E84F97" w:rsidRPr="00835F44" w:rsidRDefault="00E84F97" w:rsidP="00E84F97">
      <w:pPr>
        <w:pStyle w:val="EW"/>
      </w:pPr>
      <w:r w:rsidRPr="00835F44">
        <w:t>F</w:t>
      </w:r>
      <w:r w:rsidRPr="00835F44">
        <w:rPr>
          <w:vertAlign w:val="subscript"/>
        </w:rPr>
        <w:t>DL_high</w:t>
      </w:r>
      <w:r w:rsidRPr="00835F44">
        <w:rPr>
          <w:vertAlign w:val="subscript"/>
        </w:rPr>
        <w:tab/>
      </w:r>
      <w:r w:rsidRPr="00835F44">
        <w:t xml:space="preserve">The highest frequency of the downlink </w:t>
      </w:r>
      <w:r w:rsidRPr="00835F44">
        <w:rPr>
          <w:i/>
        </w:rPr>
        <w:t>operating band</w:t>
      </w:r>
    </w:p>
    <w:p w14:paraId="65324D09" w14:textId="77777777" w:rsidR="00E84F97" w:rsidRPr="00835F44" w:rsidRDefault="00E84F97" w:rsidP="00E84F97">
      <w:pPr>
        <w:pStyle w:val="EW"/>
      </w:pPr>
      <w:r w:rsidRPr="00835F44">
        <w:t>F</w:t>
      </w:r>
      <w:r w:rsidRPr="00835F44">
        <w:rPr>
          <w:vertAlign w:val="subscript"/>
        </w:rPr>
        <w:t>UL_low</w:t>
      </w:r>
      <w:r w:rsidRPr="00835F44">
        <w:rPr>
          <w:vertAlign w:val="subscript"/>
        </w:rPr>
        <w:tab/>
      </w:r>
      <w:r w:rsidRPr="00835F44">
        <w:t xml:space="preserve">The lowest frequency of the uplink </w:t>
      </w:r>
      <w:r w:rsidRPr="00835F44">
        <w:rPr>
          <w:i/>
        </w:rPr>
        <w:t>operating band</w:t>
      </w:r>
    </w:p>
    <w:p w14:paraId="55C24702" w14:textId="77777777" w:rsidR="00E84F97" w:rsidRPr="00835F44" w:rsidRDefault="00E84F97" w:rsidP="00E84F97">
      <w:pPr>
        <w:pStyle w:val="EW"/>
      </w:pPr>
      <w:r w:rsidRPr="00835F44">
        <w:t>F</w:t>
      </w:r>
      <w:r w:rsidRPr="00835F44">
        <w:rPr>
          <w:vertAlign w:val="subscript"/>
        </w:rPr>
        <w:t>UL_high</w:t>
      </w:r>
      <w:r w:rsidRPr="00835F44">
        <w:rPr>
          <w:vertAlign w:val="subscript"/>
        </w:rPr>
        <w:tab/>
      </w:r>
      <w:r w:rsidRPr="00835F44">
        <w:t xml:space="preserve">The highest frequency of the uplink </w:t>
      </w:r>
      <w:r w:rsidRPr="00835F44">
        <w:rPr>
          <w:i/>
        </w:rPr>
        <w:t>operating band</w:t>
      </w:r>
    </w:p>
    <w:p w14:paraId="192AF16B" w14:textId="77777777" w:rsidR="00E84F97" w:rsidRPr="00835F44" w:rsidRDefault="00E84F97" w:rsidP="00E84F97">
      <w:pPr>
        <w:pStyle w:val="EW"/>
        <w:rPr>
          <w:vertAlign w:val="subscript"/>
        </w:rPr>
      </w:pPr>
      <w:r w:rsidRPr="00835F44">
        <w:t>F</w:t>
      </w:r>
      <w:r w:rsidRPr="00835F44">
        <w:rPr>
          <w:vertAlign w:val="subscript"/>
        </w:rPr>
        <w:t>edge,block,low</w:t>
      </w:r>
      <w:r w:rsidR="0075147B" w:rsidRPr="00835F44">
        <w:tab/>
      </w:r>
      <w:r w:rsidRPr="00835F44">
        <w:t xml:space="preserve">The lower </w:t>
      </w:r>
      <w:r w:rsidRPr="00835F44">
        <w:rPr>
          <w:i/>
        </w:rPr>
        <w:t>sub-block</w:t>
      </w:r>
      <w:r w:rsidRPr="00835F44">
        <w:t xml:space="preserve"> edge, where F</w:t>
      </w:r>
      <w:r w:rsidRPr="00835F44">
        <w:rPr>
          <w:vertAlign w:val="subscript"/>
        </w:rPr>
        <w:t xml:space="preserve">edge,block,low </w:t>
      </w:r>
      <w:r w:rsidRPr="00835F44">
        <w:t>= F</w:t>
      </w:r>
      <w:r w:rsidRPr="00835F44">
        <w:rPr>
          <w:vertAlign w:val="subscript"/>
        </w:rPr>
        <w:t xml:space="preserve">C,block,low </w:t>
      </w:r>
      <w:r w:rsidRPr="00835F44">
        <w:t>- F</w:t>
      </w:r>
      <w:r w:rsidRPr="00835F44">
        <w:rPr>
          <w:vertAlign w:val="subscript"/>
        </w:rPr>
        <w:t>offset, low.</w:t>
      </w:r>
    </w:p>
    <w:p w14:paraId="1F7C599C" w14:textId="77777777" w:rsidR="00E84F97" w:rsidRPr="00835F44" w:rsidRDefault="00E84F97" w:rsidP="00E84F97">
      <w:pPr>
        <w:pStyle w:val="EW"/>
        <w:rPr>
          <w:vertAlign w:val="subscript"/>
        </w:rPr>
      </w:pPr>
      <w:r w:rsidRPr="00835F44">
        <w:t>F</w:t>
      </w:r>
      <w:r w:rsidRPr="00835F44">
        <w:rPr>
          <w:vertAlign w:val="subscript"/>
        </w:rPr>
        <w:t>edge,block,high</w:t>
      </w:r>
      <w:r w:rsidR="0075147B" w:rsidRPr="00835F44">
        <w:tab/>
      </w:r>
      <w:r w:rsidRPr="00835F44">
        <w:t xml:space="preserve">The upper </w:t>
      </w:r>
      <w:r w:rsidRPr="00835F44">
        <w:rPr>
          <w:i/>
        </w:rPr>
        <w:t>sub-block</w:t>
      </w:r>
      <w:r w:rsidRPr="00835F44">
        <w:t xml:space="preserve"> edge, where F</w:t>
      </w:r>
      <w:r w:rsidRPr="00835F44">
        <w:rPr>
          <w:vertAlign w:val="subscript"/>
        </w:rPr>
        <w:t xml:space="preserve">edge,block,high </w:t>
      </w:r>
      <w:r w:rsidRPr="00835F44">
        <w:t>= F</w:t>
      </w:r>
      <w:r w:rsidRPr="00835F44">
        <w:rPr>
          <w:vertAlign w:val="subscript"/>
        </w:rPr>
        <w:t xml:space="preserve">C,block,high </w:t>
      </w:r>
      <w:r w:rsidRPr="00835F44">
        <w:t>+ F</w:t>
      </w:r>
      <w:r w:rsidRPr="00835F44">
        <w:rPr>
          <w:vertAlign w:val="subscript"/>
        </w:rPr>
        <w:t>offset, high.</w:t>
      </w:r>
    </w:p>
    <w:p w14:paraId="008670F2" w14:textId="3B446CF6" w:rsidR="00E84F97" w:rsidRPr="00835F44" w:rsidRDefault="00E84F97" w:rsidP="00E84F97">
      <w:pPr>
        <w:pStyle w:val="EW"/>
      </w:pPr>
      <w:r w:rsidRPr="00835F44">
        <w:t>F</w:t>
      </w:r>
      <w:r w:rsidRPr="00835F44">
        <w:rPr>
          <w:vertAlign w:val="subscript"/>
        </w:rPr>
        <w:t>edge</w:t>
      </w:r>
      <w:r w:rsidR="00A63FDF" w:rsidRPr="00835F44">
        <w:rPr>
          <w:vertAlign w:val="subscript"/>
        </w:rPr>
        <w:t xml:space="preserve"> , </w:t>
      </w:r>
      <w:r w:rsidRPr="00835F44">
        <w:rPr>
          <w:vertAlign w:val="subscript"/>
        </w:rPr>
        <w:t>low</w:t>
      </w:r>
      <w:r w:rsidR="0075147B" w:rsidRPr="00835F44">
        <w:tab/>
      </w:r>
      <w:r w:rsidRPr="00835F44">
        <w:t xml:space="preserve">The </w:t>
      </w:r>
      <w:r w:rsidRPr="00835F44">
        <w:rPr>
          <w:i/>
          <w:iCs/>
        </w:rPr>
        <w:t>lower edge</w:t>
      </w:r>
      <w:r w:rsidRPr="00835F44">
        <w:t xml:space="preserve"> of </w:t>
      </w:r>
      <w:r w:rsidRPr="00835F44">
        <w:rPr>
          <w:i/>
        </w:rPr>
        <w:t>aggregated channel bandwidth</w:t>
      </w:r>
      <w:r w:rsidRPr="00835F44">
        <w:t>, expressed in MHz. F</w:t>
      </w:r>
      <w:r w:rsidRPr="00835F44">
        <w:rPr>
          <w:vertAlign w:val="subscript"/>
        </w:rPr>
        <w:t xml:space="preserve">edge,low </w:t>
      </w:r>
      <w:r w:rsidRPr="00835F44">
        <w:t>= F</w:t>
      </w:r>
      <w:r w:rsidRPr="00835F44">
        <w:rPr>
          <w:vertAlign w:val="subscript"/>
        </w:rPr>
        <w:t xml:space="preserve">C,low </w:t>
      </w:r>
      <w:r w:rsidRPr="00835F44">
        <w:t>- F</w:t>
      </w:r>
      <w:r w:rsidRPr="00835F44">
        <w:rPr>
          <w:vertAlign w:val="subscript"/>
        </w:rPr>
        <w:t>offset</w:t>
      </w:r>
      <w:r w:rsidRPr="00835F44">
        <w:rPr>
          <w:vertAlign w:val="subscript"/>
          <w:lang w:eastAsia="zh-CN"/>
        </w:rPr>
        <w:t>,</w:t>
      </w:r>
      <w:r w:rsidRPr="00835F44">
        <w:rPr>
          <w:rFonts w:hint="eastAsia"/>
          <w:vertAlign w:val="subscript"/>
          <w:lang w:eastAsia="zh-CN"/>
        </w:rPr>
        <w:t>low</w:t>
      </w:r>
      <w:r w:rsidRPr="00835F44">
        <w:rPr>
          <w:vertAlign w:val="subscript"/>
        </w:rPr>
        <w:t>.</w:t>
      </w:r>
    </w:p>
    <w:p w14:paraId="40A79B07" w14:textId="4B14FB99" w:rsidR="00E84F97" w:rsidRPr="00835F44" w:rsidRDefault="00E84F97" w:rsidP="00E84F97">
      <w:pPr>
        <w:pStyle w:val="EW"/>
      </w:pPr>
      <w:r w:rsidRPr="00835F44">
        <w:t>F</w:t>
      </w:r>
      <w:r w:rsidRPr="00835F44">
        <w:rPr>
          <w:vertAlign w:val="subscript"/>
        </w:rPr>
        <w:t>edge</w:t>
      </w:r>
      <w:r w:rsidR="00A63FDF" w:rsidRPr="00835F44">
        <w:rPr>
          <w:vertAlign w:val="subscript"/>
        </w:rPr>
        <w:t xml:space="preserve">, </w:t>
      </w:r>
      <w:r w:rsidRPr="00835F44">
        <w:rPr>
          <w:vertAlign w:val="subscript"/>
        </w:rPr>
        <w:t>high</w:t>
      </w:r>
      <w:r w:rsidR="0075147B" w:rsidRPr="00835F44">
        <w:tab/>
      </w:r>
      <w:r w:rsidRPr="00835F44">
        <w:t xml:space="preserve">The </w:t>
      </w:r>
      <w:r w:rsidRPr="00835F44">
        <w:rPr>
          <w:i/>
          <w:iCs/>
        </w:rPr>
        <w:t>higher edge</w:t>
      </w:r>
      <w:r w:rsidRPr="00835F44">
        <w:t xml:space="preserve"> of </w:t>
      </w:r>
      <w:r w:rsidRPr="00835F44">
        <w:rPr>
          <w:i/>
        </w:rPr>
        <w:t>aggregated channel bandwidth</w:t>
      </w:r>
      <w:r w:rsidRPr="00835F44">
        <w:t>, expressed in MHz. F</w:t>
      </w:r>
      <w:r w:rsidRPr="00835F44">
        <w:rPr>
          <w:vertAlign w:val="subscript"/>
        </w:rPr>
        <w:t xml:space="preserve">edge,high </w:t>
      </w:r>
      <w:r w:rsidRPr="00835F44">
        <w:t>= F</w:t>
      </w:r>
      <w:r w:rsidRPr="00835F44">
        <w:rPr>
          <w:vertAlign w:val="subscript"/>
        </w:rPr>
        <w:t xml:space="preserve">C,high </w:t>
      </w:r>
      <w:r w:rsidRPr="00835F44">
        <w:t>+ F</w:t>
      </w:r>
      <w:r w:rsidRPr="00835F44">
        <w:rPr>
          <w:vertAlign w:val="subscript"/>
        </w:rPr>
        <w:t>offset</w:t>
      </w:r>
      <w:r w:rsidRPr="00835F44">
        <w:rPr>
          <w:vertAlign w:val="subscript"/>
          <w:lang w:eastAsia="zh-CN"/>
        </w:rPr>
        <w:t>,</w:t>
      </w:r>
      <w:r w:rsidRPr="00835F44">
        <w:rPr>
          <w:rFonts w:hint="eastAsia"/>
          <w:vertAlign w:val="subscript"/>
          <w:lang w:eastAsia="zh-CN"/>
        </w:rPr>
        <w:t>high</w:t>
      </w:r>
      <w:r w:rsidRPr="00835F44">
        <w:rPr>
          <w:vertAlign w:val="subscript"/>
        </w:rPr>
        <w:t>.</w:t>
      </w:r>
    </w:p>
    <w:p w14:paraId="78F32E56" w14:textId="77777777" w:rsidR="00E84F97" w:rsidRPr="00835F44" w:rsidRDefault="00E84F97" w:rsidP="00E84F97">
      <w:pPr>
        <w:pStyle w:val="EW"/>
        <w:tabs>
          <w:tab w:val="left" w:pos="284"/>
          <w:tab w:val="left" w:pos="568"/>
          <w:tab w:val="left" w:pos="852"/>
          <w:tab w:val="left" w:pos="1136"/>
          <w:tab w:val="left" w:pos="1420"/>
          <w:tab w:val="left" w:pos="3405"/>
        </w:tabs>
      </w:pPr>
      <w:r w:rsidRPr="00835F44">
        <w:t>F</w:t>
      </w:r>
      <w:r w:rsidRPr="00835F44">
        <w:rPr>
          <w:vertAlign w:val="subscript"/>
        </w:rPr>
        <w:t xml:space="preserve">Interferer </w:t>
      </w:r>
      <w:r w:rsidRPr="00835F44">
        <w:t>(offset)</w:t>
      </w:r>
      <w:r w:rsidRPr="00835F44">
        <w:tab/>
        <w:t>Frequency offset of the interferer (between the center frequency of the interferer and the carrier frequency of the carrier measured)</w:t>
      </w:r>
    </w:p>
    <w:p w14:paraId="244599E5" w14:textId="046BB66E" w:rsidR="00E84F97" w:rsidRPr="00835F44" w:rsidRDefault="00E84F97" w:rsidP="008F5618">
      <w:pPr>
        <w:pStyle w:val="EW"/>
      </w:pPr>
      <w:r w:rsidRPr="00835F44">
        <w:t>F</w:t>
      </w:r>
      <w:r w:rsidRPr="00835F44">
        <w:rPr>
          <w:vertAlign w:val="subscript"/>
        </w:rPr>
        <w:t>Interferer</w:t>
      </w:r>
      <w:r w:rsidR="008F5618" w:rsidRPr="00835F44">
        <w:rPr>
          <w:vertAlign w:val="subscript"/>
        </w:rPr>
        <w:tab/>
      </w:r>
      <w:r w:rsidRPr="00835F44">
        <w:t>Frequency of the interferer</w:t>
      </w:r>
    </w:p>
    <w:p w14:paraId="1D2DBB63" w14:textId="77777777" w:rsidR="00E84F97" w:rsidRPr="00835F44" w:rsidRDefault="00E84F97" w:rsidP="008F5618">
      <w:pPr>
        <w:pStyle w:val="EW"/>
      </w:pPr>
      <w:r w:rsidRPr="00835F44">
        <w:t>F</w:t>
      </w:r>
      <w:r w:rsidRPr="00835F44">
        <w:rPr>
          <w:vertAlign w:val="subscript"/>
        </w:rPr>
        <w:t>Ioffset</w:t>
      </w:r>
      <w:r w:rsidR="008F5618" w:rsidRPr="00835F44">
        <w:rPr>
          <w:vertAlign w:val="subscript"/>
        </w:rPr>
        <w:tab/>
      </w:r>
      <w:r w:rsidRPr="00835F44">
        <w:t>Frequency offset of the interferer (between the center frequency of the interferer and the closest edge of the carrier measured)</w:t>
      </w:r>
    </w:p>
    <w:p w14:paraId="7E7A8C98" w14:textId="77777777" w:rsidR="00E84F97" w:rsidRPr="00835F44" w:rsidRDefault="00E84F97" w:rsidP="00E84F97">
      <w:pPr>
        <w:pStyle w:val="EW"/>
        <w:rPr>
          <w:i/>
        </w:rPr>
      </w:pPr>
      <w:r w:rsidRPr="00835F44">
        <w:t>F</w:t>
      </w:r>
      <w:r w:rsidRPr="00835F44">
        <w:rPr>
          <w:vertAlign w:val="subscript"/>
        </w:rPr>
        <w:t>offset</w:t>
      </w:r>
      <w:r w:rsidR="0075147B" w:rsidRPr="00835F44">
        <w:tab/>
      </w:r>
      <w:r w:rsidRPr="00835F44">
        <w:t>Frequency offset from F</w:t>
      </w:r>
      <w:r w:rsidRPr="00835F44">
        <w:rPr>
          <w:vertAlign w:val="subscript"/>
        </w:rPr>
        <w:t>C_high</w:t>
      </w:r>
      <w:r w:rsidRPr="00835F44">
        <w:t xml:space="preserve"> to the </w:t>
      </w:r>
      <w:r w:rsidRPr="00835F44">
        <w:rPr>
          <w:i/>
        </w:rPr>
        <w:t>higher edge</w:t>
      </w:r>
      <w:r w:rsidRPr="00835F44">
        <w:t xml:space="preserve"> or F</w:t>
      </w:r>
      <w:r w:rsidRPr="00835F44">
        <w:rPr>
          <w:vertAlign w:val="subscript"/>
        </w:rPr>
        <w:t>C_low</w:t>
      </w:r>
      <w:r w:rsidRPr="00835F44">
        <w:t xml:space="preserve"> to the </w:t>
      </w:r>
      <w:r w:rsidRPr="00835F44">
        <w:rPr>
          <w:i/>
          <w:iCs/>
        </w:rPr>
        <w:t>lower edge</w:t>
      </w:r>
      <w:r w:rsidRPr="00835F44">
        <w:rPr>
          <w:i/>
        </w:rPr>
        <w:t>.</w:t>
      </w:r>
    </w:p>
    <w:p w14:paraId="0500043A" w14:textId="0C3FB20E" w:rsidR="00E84F97" w:rsidRPr="00835F44" w:rsidRDefault="00E84F97" w:rsidP="00E84F97">
      <w:pPr>
        <w:pStyle w:val="EW"/>
      </w:pPr>
      <w:r w:rsidRPr="00835F44">
        <w:t>F</w:t>
      </w:r>
      <w:r w:rsidRPr="00835F44">
        <w:rPr>
          <w:vertAlign w:val="subscript"/>
        </w:rPr>
        <w:t>offset</w:t>
      </w:r>
      <w:r w:rsidRPr="00835F44">
        <w:rPr>
          <w:rFonts w:hint="eastAsia"/>
          <w:vertAlign w:val="subscript"/>
          <w:lang w:eastAsia="zh-CN"/>
        </w:rPr>
        <w:t>,high</w:t>
      </w:r>
      <w:r w:rsidR="0075147B" w:rsidRPr="00835F44">
        <w:tab/>
      </w:r>
      <w:r w:rsidRPr="00835F44">
        <w:t>Frequency offset from F</w:t>
      </w:r>
      <w:r w:rsidRPr="00835F44">
        <w:rPr>
          <w:vertAlign w:val="subscript"/>
        </w:rPr>
        <w:t>C,high</w:t>
      </w:r>
      <w:r w:rsidRPr="00835F44">
        <w:t xml:space="preserve"> to the upper </w:t>
      </w:r>
      <w:r w:rsidRPr="00835F44">
        <w:rPr>
          <w:i/>
          <w:iCs/>
        </w:rPr>
        <w:t>UE RF Bandwidth edge</w:t>
      </w:r>
      <w:r w:rsidRPr="00835F44">
        <w:t>,</w:t>
      </w:r>
      <w:r w:rsidR="00A63FDF" w:rsidRPr="00835F44">
        <w:t xml:space="preserve"> or from </w:t>
      </w:r>
      <w:r w:rsidR="00A63FDF" w:rsidRPr="00835F44">
        <w:rPr>
          <w:bCs/>
        </w:rPr>
        <w:t>F</w:t>
      </w:r>
      <w:r w:rsidR="00A63FDF" w:rsidRPr="00835F44">
        <w:rPr>
          <w:bCs/>
          <w:vertAlign w:val="subscript"/>
        </w:rPr>
        <w:t xml:space="preserve">C,block, high </w:t>
      </w:r>
      <w:r w:rsidR="00A63FDF" w:rsidRPr="00835F44">
        <w:t>to the upper sub-block edge</w:t>
      </w:r>
    </w:p>
    <w:p w14:paraId="6CAED21A" w14:textId="355E2254" w:rsidR="00E84F97" w:rsidRPr="00835F44" w:rsidRDefault="00E84F97">
      <w:pPr>
        <w:pStyle w:val="EW"/>
        <w:rPr>
          <w:lang w:eastAsia="zh-CN"/>
        </w:rPr>
      </w:pPr>
      <w:r w:rsidRPr="00835F44">
        <w:t>F</w:t>
      </w:r>
      <w:r w:rsidRPr="00835F44">
        <w:rPr>
          <w:vertAlign w:val="subscript"/>
        </w:rPr>
        <w:t>offset</w:t>
      </w:r>
      <w:r w:rsidRPr="00835F44">
        <w:rPr>
          <w:rFonts w:hint="eastAsia"/>
          <w:vertAlign w:val="subscript"/>
          <w:lang w:eastAsia="zh-CN"/>
        </w:rPr>
        <w:t>,low</w:t>
      </w:r>
      <w:r w:rsidR="0075147B" w:rsidRPr="00835F44">
        <w:tab/>
      </w:r>
      <w:r w:rsidRPr="00835F44">
        <w:t>Frequency offset from F</w:t>
      </w:r>
      <w:r w:rsidRPr="00835F44">
        <w:rPr>
          <w:vertAlign w:val="subscript"/>
        </w:rPr>
        <w:t>C,low</w:t>
      </w:r>
      <w:r w:rsidRPr="00835F44">
        <w:t xml:space="preserve"> to the lower </w:t>
      </w:r>
      <w:r w:rsidRPr="00835F44">
        <w:rPr>
          <w:i/>
          <w:iCs/>
        </w:rPr>
        <w:t>UE RF Bandwidth edge</w:t>
      </w:r>
      <w:r w:rsidRPr="00835F44">
        <w:t>,</w:t>
      </w:r>
      <w:r w:rsidR="00A63FDF" w:rsidRPr="00835F44">
        <w:t xml:space="preserve"> or from </w:t>
      </w:r>
      <w:r w:rsidR="00A63FDF" w:rsidRPr="00835F44">
        <w:rPr>
          <w:bCs/>
        </w:rPr>
        <w:t>F</w:t>
      </w:r>
      <w:r w:rsidR="00A63FDF" w:rsidRPr="00835F44">
        <w:rPr>
          <w:bCs/>
          <w:vertAlign w:val="subscript"/>
        </w:rPr>
        <w:t xml:space="preserve">C,block, low </w:t>
      </w:r>
      <w:r w:rsidR="00A63FDF" w:rsidRPr="00835F44">
        <w:t>to the lower sub-block edge</w:t>
      </w:r>
    </w:p>
    <w:p w14:paraId="72A36B81" w14:textId="77777777" w:rsidR="00936B4B" w:rsidRPr="00835F44" w:rsidRDefault="00936B4B" w:rsidP="00936B4B">
      <w:pPr>
        <w:pStyle w:val="EW"/>
      </w:pPr>
      <w:r w:rsidRPr="00835F44">
        <w:rPr>
          <w:rFonts w:hint="eastAsia"/>
          <w:lang w:eastAsia="zh-CN"/>
        </w:rPr>
        <w:t>F</w:t>
      </w:r>
      <w:r w:rsidRPr="00835F44">
        <w:rPr>
          <w:vertAlign w:val="subscript"/>
        </w:rPr>
        <w:t>OOB</w:t>
      </w:r>
      <w:r w:rsidRPr="00835F44">
        <w:tab/>
        <w:t>The boundary between the NR</w:t>
      </w:r>
      <w:r w:rsidRPr="00835F44">
        <w:rPr>
          <w:rFonts w:hint="eastAsia"/>
          <w:lang w:eastAsia="zh-CN"/>
        </w:rPr>
        <w:t xml:space="preserve"> </w:t>
      </w:r>
      <w:r w:rsidRPr="00835F44">
        <w:t>out of band emission and spurious emission domains</w:t>
      </w:r>
    </w:p>
    <w:p w14:paraId="02601DAB" w14:textId="77777777" w:rsidR="00936B4B" w:rsidRPr="00835F44" w:rsidRDefault="00936B4B" w:rsidP="00936B4B">
      <w:pPr>
        <w:pStyle w:val="EW"/>
        <w:rPr>
          <w:rFonts w:eastAsia="Yu Mincho"/>
        </w:rPr>
      </w:pPr>
      <w:r w:rsidRPr="00835F44">
        <w:rPr>
          <w:rFonts w:eastAsia="Yu Mincho"/>
        </w:rPr>
        <w:t>F</w:t>
      </w:r>
      <w:r w:rsidRPr="00835F44">
        <w:rPr>
          <w:rFonts w:eastAsia="Yu Mincho"/>
          <w:vertAlign w:val="subscript"/>
        </w:rPr>
        <w:t>REF</w:t>
      </w:r>
      <w:r w:rsidRPr="00835F44">
        <w:rPr>
          <w:rFonts w:eastAsia="Yu Mincho"/>
        </w:rPr>
        <w:tab/>
        <w:t>RF reference frequency</w:t>
      </w:r>
    </w:p>
    <w:p w14:paraId="3C5EC884" w14:textId="77777777" w:rsidR="00936B4B" w:rsidRPr="00835F44" w:rsidRDefault="00936B4B" w:rsidP="00936B4B">
      <w:pPr>
        <w:pStyle w:val="EW"/>
      </w:pPr>
      <w:r w:rsidRPr="00835F44">
        <w:t>F</w:t>
      </w:r>
      <w:r w:rsidRPr="00835F44">
        <w:rPr>
          <w:vertAlign w:val="subscript"/>
        </w:rPr>
        <w:t>REF-Offs</w:t>
      </w:r>
      <w:r w:rsidRPr="00835F44">
        <w:rPr>
          <w:vertAlign w:val="subscript"/>
        </w:rPr>
        <w:tab/>
      </w:r>
      <w:r w:rsidRPr="00835F44">
        <w:t>Offset used for calculating F</w:t>
      </w:r>
      <w:r w:rsidRPr="00835F44">
        <w:rPr>
          <w:vertAlign w:val="subscript"/>
        </w:rPr>
        <w:t>REF</w:t>
      </w:r>
    </w:p>
    <w:p w14:paraId="1B3F4DEB" w14:textId="5971DECD" w:rsidR="00936B4B" w:rsidRPr="00835F44" w:rsidRDefault="00936B4B" w:rsidP="00936B4B">
      <w:pPr>
        <w:pStyle w:val="EW"/>
      </w:pPr>
      <w:r w:rsidRPr="00835F44">
        <w:t>F</w:t>
      </w:r>
      <w:r w:rsidRPr="00835F44">
        <w:rPr>
          <w:vertAlign w:val="subscript"/>
        </w:rPr>
        <w:t>REF,</w:t>
      </w:r>
      <w:r>
        <w:rPr>
          <w:vertAlign w:val="subscript"/>
        </w:rPr>
        <w:t xml:space="preserve"> shift</w:t>
      </w:r>
      <w:r w:rsidRPr="00835F44">
        <w:rPr>
          <w:vertAlign w:val="subscript"/>
        </w:rPr>
        <w:tab/>
      </w:r>
      <w:r w:rsidRPr="00835F44">
        <w:t>RF reference frequency for Supplementary Uplink (SUL) bands</w:t>
      </w:r>
      <w:r>
        <w:t>,</w:t>
      </w:r>
      <w:r w:rsidRPr="00835F44">
        <w:t xml:space="preserve"> the uplink </w:t>
      </w:r>
      <w:r>
        <w:t>of</w:t>
      </w:r>
      <w:r w:rsidRPr="00835F44">
        <w:t xml:space="preserve"> all FDD bands</w:t>
      </w:r>
      <w:r>
        <w:t>, and TDD bands</w:t>
      </w:r>
    </w:p>
    <w:p w14:paraId="669CF24E" w14:textId="77777777" w:rsidR="00936B4B" w:rsidRPr="00835F44" w:rsidRDefault="00936B4B" w:rsidP="00936B4B">
      <w:pPr>
        <w:pStyle w:val="EW"/>
      </w:pPr>
      <w:r w:rsidRPr="00835F44">
        <w:t>F</w:t>
      </w:r>
      <w:r w:rsidRPr="00835F44">
        <w:rPr>
          <w:vertAlign w:val="subscript"/>
        </w:rPr>
        <w:t>uw</w:t>
      </w:r>
      <w:r w:rsidRPr="00835F44">
        <w:t xml:space="preserve"> (offset)</w:t>
      </w:r>
      <w:r w:rsidRPr="00835F44">
        <w:tab/>
        <w:t>The frequency separation of the center frequency of the carrier closest to the interferer and the center frequency of the interferer</w:t>
      </w:r>
    </w:p>
    <w:p w14:paraId="394197B8" w14:textId="45A61EFB" w:rsidR="00E84F97" w:rsidRPr="00835F44" w:rsidRDefault="00E84F97" w:rsidP="00E84F97">
      <w:pPr>
        <w:pStyle w:val="EW"/>
        <w:rPr>
          <w:rFonts w:eastAsia="Yu Mincho"/>
        </w:rPr>
      </w:pPr>
      <w:r w:rsidRPr="00835F44">
        <w:rPr>
          <w:rFonts w:hint="eastAsia"/>
          <w:lang w:eastAsia="zh-CN"/>
        </w:rPr>
        <w:t>GB</w:t>
      </w:r>
      <w:r w:rsidRPr="00835F44">
        <w:rPr>
          <w:rFonts w:hint="eastAsia"/>
          <w:vertAlign w:val="subscript"/>
          <w:lang w:eastAsia="zh-CN"/>
        </w:rPr>
        <w:t>Channel</w:t>
      </w:r>
      <w:r w:rsidRPr="00835F44">
        <w:rPr>
          <w:rFonts w:hint="eastAsia"/>
          <w:vertAlign w:val="subscript"/>
          <w:lang w:eastAsia="zh-CN"/>
        </w:rPr>
        <w:tab/>
      </w:r>
      <w:r w:rsidRPr="00835F44">
        <w:rPr>
          <w:lang w:eastAsia="zh-CN"/>
        </w:rPr>
        <w:t>M</w:t>
      </w:r>
      <w:r w:rsidRPr="00835F44">
        <w:rPr>
          <w:rFonts w:hint="eastAsia"/>
          <w:lang w:eastAsia="zh-CN"/>
        </w:rPr>
        <w:t xml:space="preserve">inimum guard band defined in </w:t>
      </w:r>
      <w:r w:rsidR="00B95E72" w:rsidRPr="00835F44">
        <w:rPr>
          <w:rFonts w:hint="eastAsia"/>
          <w:lang w:eastAsia="zh-CN"/>
        </w:rPr>
        <w:t>clause</w:t>
      </w:r>
      <w:r w:rsidRPr="00835F44">
        <w:rPr>
          <w:rFonts w:hint="eastAsia"/>
          <w:lang w:eastAsia="zh-CN"/>
        </w:rPr>
        <w:t xml:space="preserve"> 5.3.3</w:t>
      </w:r>
    </w:p>
    <w:p w14:paraId="02CA76E6" w14:textId="4698830A" w:rsidR="00E84F97" w:rsidRPr="00835F44" w:rsidRDefault="00E84F97" w:rsidP="00495FE7">
      <w:pPr>
        <w:pStyle w:val="EW"/>
        <w:rPr>
          <w:rFonts w:eastAsia="Yu Mincho"/>
        </w:rPr>
      </w:pPr>
      <w:r w:rsidRPr="00835F44">
        <w:rPr>
          <w:rFonts w:eastAsia="Yu Mincho"/>
        </w:rPr>
        <w:t>L</w:t>
      </w:r>
      <w:r w:rsidRPr="00835F44">
        <w:rPr>
          <w:rFonts w:eastAsia="Yu Mincho"/>
          <w:vertAlign w:val="subscript"/>
        </w:rPr>
        <w:t>CRB</w:t>
      </w:r>
      <w:r w:rsidR="0075147B" w:rsidRPr="00835F44">
        <w:rPr>
          <w:rFonts w:eastAsia="Yu Mincho"/>
        </w:rPr>
        <w:tab/>
      </w:r>
      <w:r w:rsidRPr="00835F44">
        <w:rPr>
          <w:rFonts w:eastAsia="Yu Mincho"/>
        </w:rPr>
        <w:t>Transmission bandwidth which represents the length of a contiguous resource block allocation</w:t>
      </w:r>
      <w:r w:rsidR="00E62EE4" w:rsidRPr="00835F44">
        <w:rPr>
          <w:rFonts w:eastAsia="Yu Mincho"/>
        </w:rPr>
        <w:t xml:space="preserve"> </w:t>
      </w:r>
      <w:r w:rsidRPr="00835F44">
        <w:rPr>
          <w:rFonts w:eastAsia="Yu Mincho"/>
        </w:rPr>
        <w:t>expressed in units of resources blocks</w:t>
      </w:r>
    </w:p>
    <w:p w14:paraId="2C3FF6D3" w14:textId="77777777" w:rsidR="00E84F97" w:rsidRPr="00835F44" w:rsidRDefault="00E84F97" w:rsidP="00E84F97">
      <w:pPr>
        <w:pStyle w:val="EW"/>
        <w:rPr>
          <w:rFonts w:eastAsia="Yu Mincho"/>
        </w:rPr>
      </w:pPr>
      <w:r w:rsidRPr="00835F44">
        <w:rPr>
          <w:rFonts w:eastAsia="Yu Mincho"/>
        </w:rPr>
        <w:t>Max()</w:t>
      </w:r>
      <w:r w:rsidRPr="00835F44">
        <w:rPr>
          <w:rFonts w:eastAsia="Yu Mincho"/>
        </w:rPr>
        <w:tab/>
        <w:t>The largest of given numbers</w:t>
      </w:r>
    </w:p>
    <w:p w14:paraId="2CECC902" w14:textId="77777777" w:rsidR="00E84F97" w:rsidRPr="00835F44" w:rsidRDefault="00E84F97" w:rsidP="00E84F97">
      <w:pPr>
        <w:pStyle w:val="EW"/>
        <w:rPr>
          <w:rFonts w:eastAsia="Yu Mincho"/>
        </w:rPr>
      </w:pPr>
      <w:r w:rsidRPr="00835F44">
        <w:rPr>
          <w:rFonts w:eastAsia="Yu Mincho"/>
        </w:rPr>
        <w:t>Min()</w:t>
      </w:r>
      <w:r w:rsidRPr="00835F44">
        <w:rPr>
          <w:rFonts w:eastAsia="Yu Mincho"/>
        </w:rPr>
        <w:tab/>
        <w:t>The smallest of given numbers</w:t>
      </w:r>
    </w:p>
    <w:p w14:paraId="12E81FBB" w14:textId="77777777" w:rsidR="00E84F97" w:rsidRPr="00835F44" w:rsidRDefault="00E84F97" w:rsidP="00E84F97">
      <w:pPr>
        <w:pStyle w:val="EW"/>
        <w:rPr>
          <w:rFonts w:eastAsia="Yu Mincho"/>
        </w:rPr>
      </w:pPr>
      <w:r w:rsidRPr="00835F44">
        <w:rPr>
          <w:rFonts w:eastAsia="Yu Mincho"/>
          <w:position w:val="-10"/>
        </w:rPr>
        <w:object w:dxaOrig="435" w:dyaOrig="315" w14:anchorId="37D9C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4pt;height:11.25pt" o:ole="">
            <v:imagedata r:id="rId12" o:title=""/>
          </v:shape>
          <o:OLEObject Type="Embed" ProgID="Equation.3" ShapeID="_x0000_i1025" DrawAspect="Content" ObjectID="_1734986056" r:id="rId13"/>
        </w:object>
      </w:r>
      <w:r w:rsidRPr="00835F44">
        <w:rPr>
          <w:rFonts w:eastAsia="Yu Mincho"/>
        </w:rPr>
        <w:tab/>
        <w:t>Physical resource block number</w:t>
      </w:r>
    </w:p>
    <w:p w14:paraId="6E15FFC7" w14:textId="77777777" w:rsidR="00E84F97" w:rsidRPr="00835F44" w:rsidRDefault="00E84F97" w:rsidP="0052172B">
      <w:pPr>
        <w:pStyle w:val="EW"/>
      </w:pPr>
      <w:r w:rsidRPr="00835F44">
        <w:t>NR</w:t>
      </w:r>
      <w:r w:rsidRPr="00835F44">
        <w:rPr>
          <w:vertAlign w:val="subscript"/>
        </w:rPr>
        <w:t>ACLR</w:t>
      </w:r>
      <w:r w:rsidRPr="00835F44">
        <w:tab/>
        <w:t>NR ACLR</w:t>
      </w:r>
    </w:p>
    <w:p w14:paraId="5D0273FF" w14:textId="2282F8E1" w:rsidR="00E84F97" w:rsidRPr="00835F44" w:rsidRDefault="00E84F97" w:rsidP="00E84F97">
      <w:pPr>
        <w:pStyle w:val="EW"/>
      </w:pPr>
      <w:r w:rsidRPr="00835F44">
        <w:t>N</w:t>
      </w:r>
      <w:r w:rsidRPr="00835F44">
        <w:rPr>
          <w:vertAlign w:val="subscript"/>
        </w:rPr>
        <w:t>RB</w:t>
      </w:r>
      <w:r w:rsidR="0075147B" w:rsidRPr="00835F44">
        <w:tab/>
      </w:r>
      <w:r w:rsidRPr="00835F44">
        <w:t>Transmission bandwidth configuration, expressed in units of resource blocks</w:t>
      </w:r>
    </w:p>
    <w:p w14:paraId="5708E2BD" w14:textId="77777777" w:rsidR="00A668A2" w:rsidRPr="00835F44" w:rsidRDefault="00A668A2" w:rsidP="00A668A2">
      <w:pPr>
        <w:pStyle w:val="EW"/>
      </w:pPr>
      <w:r w:rsidRPr="00835F44">
        <w:t>N</w:t>
      </w:r>
      <w:r w:rsidRPr="00835F44">
        <w:rPr>
          <w:vertAlign w:val="subscript"/>
        </w:rPr>
        <w:t>RB_agg</w:t>
      </w:r>
      <w:r w:rsidRPr="00835F44">
        <w:tab/>
        <w:t>The number of the aggregated RBs within the fully allocated aggregated channel bandwidth</w:t>
      </w:r>
    </w:p>
    <w:p w14:paraId="6F52624B" w14:textId="77777777" w:rsidR="000057F3" w:rsidRDefault="000057F3" w:rsidP="00A12751">
      <w:pPr>
        <w:pStyle w:val="EW"/>
      </w:pPr>
      <w:r w:rsidRPr="001C0CC4">
        <w:t>N</w:t>
      </w:r>
      <w:r w:rsidRPr="001C0CC4">
        <w:rPr>
          <w:vertAlign w:val="subscript"/>
        </w:rPr>
        <w:t>RB_agg</w:t>
      </w:r>
      <w:r w:rsidRPr="001C0CC4">
        <w:tab/>
        <w:t>The number of the aggregated RBs within the fully allocated aggregated channel bandwidth</w:t>
      </w:r>
      <w:r>
        <w:t xml:space="preserve"> </w:t>
      </w:r>
    </w:p>
    <w:p w14:paraId="4691D9EC" w14:textId="02C1D8C4" w:rsidR="000057F3" w:rsidRDefault="00000000" w:rsidP="00A12751">
      <w:pPr>
        <w:pStyle w:val="EW"/>
        <w:jc w:val="center"/>
        <w:rPr>
          <w:lang w:eastAsia="zh-CN"/>
        </w:rPr>
      </w:pPr>
      <m:oMath>
        <m:sSub>
          <m:sSubPr>
            <m:ctrlPr>
              <w:rPr>
                <w:rFonts w:ascii="Cambria Math" w:eastAsiaTheme="minorEastAsia" w:hAnsi="Cambria Math"/>
                <w:lang w:eastAsia="zh-CN"/>
              </w:rPr>
            </m:ctrlPr>
          </m:sSubPr>
          <m:e>
            <m:r>
              <w:rPr>
                <w:rFonts w:ascii="Cambria Math" w:eastAsiaTheme="minorEastAsia" w:hAnsi="Cambria Math"/>
                <w:lang w:eastAsia="zh-CN"/>
              </w:rPr>
              <m:t>N</m:t>
            </m:r>
          </m:e>
          <m:sub>
            <m:r>
              <w:rPr>
                <w:rFonts w:ascii="Cambria Math" w:eastAsiaTheme="minorEastAsia" w:hAnsi="Cambria Math"/>
                <w:lang w:eastAsia="zh-CN"/>
              </w:rPr>
              <m:t>R</m:t>
            </m:r>
            <m:sSub>
              <m:sSubPr>
                <m:ctrlPr>
                  <w:rPr>
                    <w:rFonts w:ascii="Cambria Math" w:eastAsiaTheme="minorEastAsia" w:hAnsi="Cambria Math"/>
                    <w:lang w:eastAsia="zh-CN"/>
                  </w:rPr>
                </m:ctrlPr>
              </m:sSubPr>
              <m:e>
                <m:r>
                  <w:rPr>
                    <w:rFonts w:ascii="Cambria Math" w:eastAsiaTheme="minorEastAsia" w:hAnsi="Cambria Math"/>
                    <w:lang w:eastAsia="zh-CN"/>
                  </w:rPr>
                  <m:t>B</m:t>
                </m:r>
              </m:e>
              <m:sub>
                <m:r>
                  <m:rPr>
                    <m:sty m:val="p"/>
                  </m:rPr>
                  <w:rPr>
                    <w:rFonts w:ascii="Cambria Math" w:eastAsiaTheme="minorEastAsia" w:hAnsi="Cambria Math"/>
                    <w:lang w:eastAsia="zh-CN"/>
                  </w:rPr>
                  <m:t>_</m:t>
                </m:r>
                <m:r>
                  <w:rPr>
                    <w:rFonts w:ascii="Cambria Math" w:eastAsiaTheme="minorEastAsia" w:hAnsi="Cambria Math"/>
                    <w:lang w:eastAsia="zh-CN"/>
                  </w:rPr>
                  <m:t>agg</m:t>
                </m:r>
              </m:sub>
            </m:sSub>
          </m:sub>
        </m:sSub>
        <m:r>
          <m:rPr>
            <m:sty m:val="p"/>
          </m:rPr>
          <w:rPr>
            <w:rFonts w:ascii="Cambria Math" w:eastAsiaTheme="minorEastAsia" w:hAnsi="Cambria Math"/>
            <w:lang w:eastAsia="zh-CN"/>
          </w:rPr>
          <m:t>=</m:t>
        </m:r>
        <m:nary>
          <m:naryPr>
            <m:chr m:val="∑"/>
            <m:limLoc m:val="subSup"/>
            <m:ctrlPr>
              <w:rPr>
                <w:rFonts w:ascii="Cambria Math" w:eastAsiaTheme="minorEastAsia" w:hAnsi="Cambria Math"/>
                <w:lang w:eastAsia="zh-CN"/>
              </w:rPr>
            </m:ctrlPr>
          </m:naryPr>
          <m:sub>
            <m:r>
              <m:rPr>
                <m:sty m:val="p"/>
              </m:rPr>
              <w:rPr>
                <w:rFonts w:ascii="Cambria Math" w:eastAsiaTheme="minorEastAsia" w:hAnsi="Cambria Math"/>
                <w:lang w:eastAsia="zh-CN"/>
              </w:rPr>
              <m:t>1</m:t>
            </m:r>
          </m:sub>
          <m:sup>
            <m:r>
              <w:rPr>
                <w:rFonts w:ascii="Cambria Math" w:eastAsiaTheme="minorEastAsia" w:hAnsi="Cambria Math"/>
                <w:lang w:eastAsia="zh-CN"/>
              </w:rPr>
              <m:t>j</m:t>
            </m:r>
          </m:sup>
          <m:e>
            <m:sSub>
              <m:sSubPr>
                <m:ctrlPr>
                  <w:rPr>
                    <w:rFonts w:ascii="Cambria Math" w:eastAsiaTheme="minorEastAsia" w:hAnsi="Cambria Math"/>
                    <w:lang w:eastAsia="zh-CN"/>
                  </w:rPr>
                </m:ctrlPr>
              </m:sSubPr>
              <m:e>
                <m:r>
                  <w:rPr>
                    <w:rFonts w:ascii="Cambria Math" w:eastAsiaTheme="minorEastAsia" w:hAnsi="Cambria Math"/>
                    <w:lang w:eastAsia="zh-CN"/>
                  </w:rPr>
                  <m:t>N</m:t>
                </m:r>
              </m:e>
              <m:sub>
                <m:r>
                  <w:rPr>
                    <w:rFonts w:ascii="Cambria Math" w:eastAsiaTheme="minorEastAsia" w:hAnsi="Cambria Math"/>
                    <w:lang w:eastAsia="zh-CN"/>
                  </w:rPr>
                  <m:t>R</m:t>
                </m:r>
                <m:sSub>
                  <m:sSubPr>
                    <m:ctrlPr>
                      <w:rPr>
                        <w:rFonts w:ascii="Cambria Math" w:eastAsiaTheme="minorEastAsia" w:hAnsi="Cambria Math"/>
                        <w:lang w:eastAsia="zh-CN"/>
                      </w:rPr>
                    </m:ctrlPr>
                  </m:sSubPr>
                  <m:e>
                    <m:r>
                      <w:rPr>
                        <w:rFonts w:ascii="Cambria Math" w:eastAsiaTheme="minorEastAsia" w:hAnsi="Cambria Math"/>
                        <w:lang w:eastAsia="zh-CN"/>
                      </w:rPr>
                      <m:t>B</m:t>
                    </m:r>
                  </m:e>
                  <m:sub>
                    <m:r>
                      <w:rPr>
                        <w:rFonts w:ascii="Cambria Math" w:eastAsiaTheme="minorEastAsia" w:hAnsi="Cambria Math"/>
                        <w:lang w:eastAsia="zh-CN"/>
                      </w:rPr>
                      <m:t>j</m:t>
                    </m:r>
                  </m:sub>
                </m:sSub>
              </m:sub>
            </m:sSub>
            <m:r>
              <m:rPr>
                <m:sty m:val="p"/>
              </m:rPr>
              <w:rPr>
                <w:rFonts w:ascii="Cambria Math" w:eastAsiaTheme="minorEastAsia" w:hAnsi="Cambria Math"/>
                <w:lang w:eastAsia="zh-CN"/>
              </w:rPr>
              <m:t>*</m:t>
            </m:r>
            <m:sSup>
              <m:sSupPr>
                <m:ctrlPr>
                  <w:rPr>
                    <w:rFonts w:ascii="Cambria Math" w:eastAsiaTheme="minorEastAsia" w:hAnsi="Cambria Math"/>
                    <w:lang w:eastAsia="zh-CN"/>
                  </w:rPr>
                </m:ctrlPr>
              </m:sSupPr>
              <m:e>
                <m:r>
                  <m:rPr>
                    <m:sty m:val="p"/>
                  </m:rPr>
                  <w:rPr>
                    <w:rFonts w:ascii="Cambria Math" w:eastAsiaTheme="minorEastAsia" w:hAnsi="Cambria Math"/>
                    <w:lang w:eastAsia="zh-CN"/>
                  </w:rPr>
                  <m:t>2</m:t>
                </m:r>
              </m:e>
              <m:sup>
                <m:sSub>
                  <m:sSubPr>
                    <m:ctrlPr>
                      <w:rPr>
                        <w:rFonts w:ascii="Cambria Math" w:eastAsiaTheme="minorEastAsia" w:hAnsi="Cambria Math"/>
                        <w:lang w:eastAsia="zh-CN"/>
                      </w:rPr>
                    </m:ctrlPr>
                  </m:sSubPr>
                  <m:e>
                    <m:r>
                      <w:rPr>
                        <w:rFonts w:ascii="Cambria Math" w:eastAsiaTheme="minorEastAsia" w:hAnsi="Cambria Math"/>
                        <w:lang w:eastAsia="zh-CN"/>
                      </w:rPr>
                      <m:t>μ</m:t>
                    </m:r>
                  </m:e>
                  <m:sub>
                    <m:r>
                      <w:rPr>
                        <w:rFonts w:ascii="Cambria Math" w:eastAsiaTheme="minorEastAsia" w:hAnsi="Cambria Math"/>
                        <w:lang w:eastAsia="zh-CN"/>
                      </w:rPr>
                      <m:t>j</m:t>
                    </m:r>
                  </m:sub>
                </m:sSub>
              </m:sup>
            </m:sSup>
          </m:e>
        </m:nary>
      </m:oMath>
      <w:r w:rsidR="000057F3">
        <w:rPr>
          <w:lang w:eastAsia="zh-CN"/>
        </w:rPr>
        <w:t xml:space="preserve"> for carrier 1 to j</w:t>
      </w:r>
      <w:r w:rsidR="000057F3">
        <w:rPr>
          <w:rFonts w:hint="eastAsia"/>
          <w:lang w:eastAsia="zh-CN"/>
        </w:rPr>
        <w:t>,</w:t>
      </w:r>
      <w:r w:rsidR="000057F3">
        <w:rPr>
          <w:lang w:eastAsia="zh-CN"/>
        </w:rPr>
        <w:t xml:space="preserve"> where </w:t>
      </w:r>
      <w:r w:rsidR="000057F3" w:rsidRPr="00495FE7">
        <w:t xml:space="preserve">μ </w:t>
      </w:r>
      <w:r w:rsidR="000057F3">
        <w:t>is</w:t>
      </w:r>
      <w:r w:rsidR="000057F3" w:rsidRPr="00495FE7">
        <w:t xml:space="preserve"> defined in TS 38.211</w:t>
      </w:r>
      <w:r w:rsidR="000057F3">
        <w:t xml:space="preserve"> [6]</w:t>
      </w:r>
    </w:p>
    <w:p w14:paraId="7AE43A18" w14:textId="77777777" w:rsidR="000057F3" w:rsidRDefault="000057F3" w:rsidP="000057F3">
      <w:pPr>
        <w:pStyle w:val="EW"/>
      </w:pPr>
      <w:r w:rsidRPr="001C0CC4">
        <w:t>N</w:t>
      </w:r>
      <w:r w:rsidRPr="001C0CC4">
        <w:rPr>
          <w:vertAlign w:val="subscript"/>
        </w:rPr>
        <w:t>RB,c</w:t>
      </w:r>
      <w:r w:rsidRPr="001C0CC4">
        <w:tab/>
        <w:t>The transmission bandwidth configuration of component carrier c, expressed in units of resource blocks</w:t>
      </w:r>
    </w:p>
    <w:p w14:paraId="2095A6CD" w14:textId="77777777" w:rsidR="000057F3" w:rsidRPr="00E3624B" w:rsidRDefault="00000000" w:rsidP="00A12751">
      <w:pPr>
        <w:pStyle w:val="EW"/>
        <w:jc w:val="center"/>
      </w:pPr>
      <m:oMath>
        <m:sSub>
          <m:sSubPr>
            <m:ctrlPr>
              <w:rPr>
                <w:rFonts w:ascii="Cambria Math" w:eastAsiaTheme="minorEastAsia" w:hAnsi="Cambria Math"/>
                <w:i/>
                <w:lang w:eastAsia="zh-CN"/>
              </w:rPr>
            </m:ctrlPr>
          </m:sSubPr>
          <m:e>
            <m:r>
              <w:rPr>
                <w:rFonts w:ascii="Cambria Math" w:eastAsiaTheme="minorEastAsia" w:hAnsi="Cambria Math"/>
                <w:lang w:eastAsia="zh-CN"/>
              </w:rPr>
              <m:t>N</m:t>
            </m:r>
          </m:e>
          <m:sub>
            <m:r>
              <w:rPr>
                <w:rFonts w:ascii="Cambria Math" w:eastAsiaTheme="minorEastAsia" w:hAnsi="Cambria Math"/>
                <w:lang w:eastAsia="zh-CN"/>
              </w:rPr>
              <m:t>RB,cj</m:t>
            </m:r>
          </m:sub>
        </m:sSub>
        <m:r>
          <w:rPr>
            <w:rFonts w:ascii="Cambria Math" w:eastAsiaTheme="minorEastAsia" w:hAnsi="Cambria Math"/>
            <w:lang w:eastAsia="zh-CN"/>
          </w:rPr>
          <m:t>=</m:t>
        </m:r>
        <m:sSub>
          <m:sSubPr>
            <m:ctrlPr>
              <w:rPr>
                <w:rFonts w:ascii="Cambria Math" w:eastAsiaTheme="minorEastAsia" w:hAnsi="Cambria Math"/>
                <w:i/>
                <w:lang w:eastAsia="zh-CN"/>
              </w:rPr>
            </m:ctrlPr>
          </m:sSubPr>
          <m:e>
            <m:r>
              <w:rPr>
                <w:rFonts w:ascii="Cambria Math" w:eastAsiaTheme="minorEastAsia" w:hAnsi="Cambria Math"/>
                <w:lang w:eastAsia="zh-CN"/>
              </w:rPr>
              <m:t>N</m:t>
            </m:r>
          </m:e>
          <m:sub>
            <m:r>
              <w:rPr>
                <w:rFonts w:ascii="Cambria Math" w:eastAsiaTheme="minorEastAsia" w:hAnsi="Cambria Math"/>
                <w:lang w:eastAsia="zh-CN"/>
              </w:rPr>
              <m:t>R</m:t>
            </m:r>
            <m:sSub>
              <m:sSubPr>
                <m:ctrlPr>
                  <w:rPr>
                    <w:rFonts w:ascii="Cambria Math" w:eastAsiaTheme="minorEastAsia" w:hAnsi="Cambria Math"/>
                    <w:i/>
                    <w:lang w:eastAsia="zh-CN"/>
                  </w:rPr>
                </m:ctrlPr>
              </m:sSubPr>
              <m:e>
                <m:r>
                  <w:rPr>
                    <w:rFonts w:ascii="Cambria Math" w:eastAsiaTheme="minorEastAsia" w:hAnsi="Cambria Math"/>
                    <w:lang w:eastAsia="zh-CN"/>
                  </w:rPr>
                  <m:t>B</m:t>
                </m:r>
              </m:e>
              <m:sub>
                <m:r>
                  <w:rPr>
                    <w:rFonts w:ascii="Cambria Math" w:eastAsiaTheme="minorEastAsia" w:hAnsi="Cambria Math"/>
                    <w:lang w:eastAsia="zh-CN"/>
                  </w:rPr>
                  <m:t>j</m:t>
                </m:r>
              </m:sub>
            </m:sSub>
          </m:sub>
        </m:sSub>
        <m:r>
          <w:rPr>
            <w:rFonts w:ascii="Cambria Math" w:eastAsiaTheme="minorEastAsia" w:hAnsi="Cambria Math"/>
            <w:lang w:eastAsia="zh-CN"/>
          </w:rPr>
          <m:t>*</m:t>
        </m:r>
        <m:sSup>
          <m:sSupPr>
            <m:ctrlPr>
              <w:rPr>
                <w:rFonts w:ascii="Cambria Math" w:eastAsiaTheme="minorEastAsia" w:hAnsi="Cambria Math"/>
                <w:i/>
                <w:lang w:eastAsia="zh-CN"/>
              </w:rPr>
            </m:ctrlPr>
          </m:sSupPr>
          <m:e>
            <m:r>
              <w:rPr>
                <w:rFonts w:ascii="Cambria Math" w:eastAsiaTheme="minorEastAsia" w:hAnsi="Cambria Math"/>
                <w:lang w:eastAsia="zh-CN"/>
              </w:rPr>
              <m:t>2</m:t>
            </m:r>
          </m:e>
          <m:sup>
            <m:sSub>
              <m:sSubPr>
                <m:ctrlPr>
                  <w:rPr>
                    <w:rFonts w:ascii="Cambria Math" w:eastAsiaTheme="minorEastAsia" w:hAnsi="Cambria Math"/>
                    <w:i/>
                    <w:lang w:eastAsia="zh-CN"/>
                  </w:rPr>
                </m:ctrlPr>
              </m:sSubPr>
              <m:e>
                <m:r>
                  <w:rPr>
                    <w:rFonts w:ascii="Cambria Math" w:eastAsiaTheme="minorEastAsia" w:hAnsi="Cambria Math"/>
                    <w:lang w:eastAsia="zh-CN"/>
                  </w:rPr>
                  <m:t>μ</m:t>
                </m:r>
              </m:e>
              <m:sub>
                <m:r>
                  <w:rPr>
                    <w:rFonts w:ascii="Cambria Math" w:eastAsiaTheme="minorEastAsia" w:hAnsi="Cambria Math"/>
                    <w:lang w:eastAsia="zh-CN"/>
                  </w:rPr>
                  <m:t>j</m:t>
                </m:r>
              </m:sub>
            </m:sSub>
          </m:sup>
        </m:sSup>
      </m:oMath>
      <w:r w:rsidR="000057F3" w:rsidRPr="00A12751">
        <w:rPr>
          <w:rFonts w:eastAsiaTheme="minorEastAsia"/>
          <w:lang w:eastAsia="zh-CN"/>
        </w:rPr>
        <w:t xml:space="preserve"> for carrier j</w:t>
      </w:r>
      <w:r w:rsidR="000057F3">
        <w:rPr>
          <w:rFonts w:eastAsiaTheme="minorEastAsia"/>
          <w:lang w:eastAsia="zh-CN"/>
        </w:rPr>
        <w:t xml:space="preserve">, where </w:t>
      </w:r>
      <w:r w:rsidR="000057F3" w:rsidRPr="00495FE7">
        <w:rPr>
          <w:i/>
        </w:rPr>
        <w:t>μ</w:t>
      </w:r>
      <w:r w:rsidR="000057F3">
        <w:rPr>
          <w:i/>
        </w:rPr>
        <w:t xml:space="preserve"> </w:t>
      </w:r>
      <w:r w:rsidR="000057F3">
        <w:t>is defined in TS 38.211 [6]</w:t>
      </w:r>
    </w:p>
    <w:p w14:paraId="0B01E4EB" w14:textId="77777777" w:rsidR="00E84F97" w:rsidRPr="00835F44" w:rsidRDefault="00E84F97" w:rsidP="0052172B">
      <w:pPr>
        <w:pStyle w:val="EW"/>
      </w:pPr>
      <w:r w:rsidRPr="00835F44">
        <w:t>N</w:t>
      </w:r>
      <w:r w:rsidRPr="00835F44">
        <w:rPr>
          <w:vertAlign w:val="subscript"/>
        </w:rPr>
        <w:t>RB,low</w:t>
      </w:r>
      <w:r w:rsidR="0075147B" w:rsidRPr="00835F44">
        <w:tab/>
      </w:r>
      <w:r w:rsidRPr="00835F44">
        <w:t>The transmission bandwidth configurations according to Table 5.3.2-1 for the lowest assigned component carrier in section 5.3A.1</w:t>
      </w:r>
    </w:p>
    <w:p w14:paraId="62B7D134" w14:textId="77777777" w:rsidR="00E84F97" w:rsidRPr="00835F44" w:rsidRDefault="00E84F97" w:rsidP="0052172B">
      <w:pPr>
        <w:pStyle w:val="EW"/>
      </w:pPr>
      <w:r w:rsidRPr="00835F44">
        <w:t>N</w:t>
      </w:r>
      <w:r w:rsidRPr="00835F44">
        <w:rPr>
          <w:vertAlign w:val="subscript"/>
        </w:rPr>
        <w:t>RB,high</w:t>
      </w:r>
      <w:r w:rsidR="0075147B" w:rsidRPr="00835F44">
        <w:tab/>
      </w:r>
      <w:r w:rsidRPr="00835F44">
        <w:t>The transmission bandwidth configurations according to Table 5.3.2-1 for the highest assigned component carrier in section 5.3A.1</w:t>
      </w:r>
    </w:p>
    <w:p w14:paraId="40E19CD2" w14:textId="77777777" w:rsidR="00E84F97" w:rsidRPr="00835F44" w:rsidRDefault="00E84F97" w:rsidP="00E84F97">
      <w:pPr>
        <w:pStyle w:val="EW"/>
      </w:pPr>
      <w:r w:rsidRPr="00835F44">
        <w:t>N</w:t>
      </w:r>
      <w:r w:rsidRPr="00835F44">
        <w:rPr>
          <w:vertAlign w:val="subscript"/>
        </w:rPr>
        <w:t>REF</w:t>
      </w:r>
      <w:r w:rsidRPr="00835F44">
        <w:tab/>
        <w:t>NR Absolute Radio Frequency Channel Number (NR-ARFCN)</w:t>
      </w:r>
    </w:p>
    <w:p w14:paraId="2A49F178" w14:textId="77777777" w:rsidR="00E84F97" w:rsidRPr="00835F44" w:rsidRDefault="00E84F97" w:rsidP="00E84F97">
      <w:pPr>
        <w:pStyle w:val="EW"/>
      </w:pPr>
      <w:r w:rsidRPr="00835F44">
        <w:t>N</w:t>
      </w:r>
      <w:r w:rsidRPr="00835F44">
        <w:rPr>
          <w:vertAlign w:val="subscript"/>
        </w:rPr>
        <w:t>REF-Offs</w:t>
      </w:r>
      <w:r w:rsidRPr="00835F44">
        <w:tab/>
        <w:t>Offset used for calculating N</w:t>
      </w:r>
      <w:r w:rsidRPr="00835F44">
        <w:rPr>
          <w:vertAlign w:val="subscript"/>
        </w:rPr>
        <w:t>REF</w:t>
      </w:r>
    </w:p>
    <w:p w14:paraId="71C13F83" w14:textId="77777777" w:rsidR="00E84F97" w:rsidRPr="00835F44" w:rsidRDefault="00E84F97" w:rsidP="0052172B">
      <w:pPr>
        <w:pStyle w:val="EW"/>
      </w:pPr>
      <w:r w:rsidRPr="00835F44">
        <w:t>P</w:t>
      </w:r>
      <w:r w:rsidRPr="00835F44">
        <w:rPr>
          <w:vertAlign w:val="subscript"/>
        </w:rPr>
        <w:t>CMAX</w:t>
      </w:r>
      <w:r w:rsidRPr="00835F44">
        <w:tab/>
        <w:t>The configured maximum UE output power</w:t>
      </w:r>
    </w:p>
    <w:p w14:paraId="1DAE8A44" w14:textId="77777777" w:rsidR="00E84F97" w:rsidRPr="00835F44" w:rsidRDefault="00E84F97" w:rsidP="00E84F97">
      <w:pPr>
        <w:pStyle w:val="EW"/>
      </w:pPr>
      <w:r w:rsidRPr="00835F44">
        <w:rPr>
          <w:rFonts w:cs="Vrinda"/>
          <w:lang w:bidi="bn-IN"/>
        </w:rPr>
        <w:t>P</w:t>
      </w:r>
      <w:r w:rsidRPr="00835F44">
        <w:rPr>
          <w:rFonts w:cs="Vrinda"/>
          <w:vertAlign w:val="subscript"/>
          <w:lang w:bidi="bn-IN"/>
        </w:rPr>
        <w:t>CMAX</w:t>
      </w:r>
      <w:r w:rsidRPr="00835F44">
        <w:rPr>
          <w:rFonts w:hint="eastAsia"/>
        </w:rPr>
        <w:t>,</w:t>
      </w:r>
      <w:r w:rsidRPr="00835F44">
        <w:rPr>
          <w:rFonts w:hint="eastAsia"/>
          <w:i/>
          <w:vertAlign w:val="subscript"/>
        </w:rPr>
        <w:t xml:space="preserve"> c</w:t>
      </w:r>
      <w:r w:rsidRPr="00835F44">
        <w:rPr>
          <w:rFonts w:cs="Vrinda"/>
          <w:lang w:bidi="bn-IN"/>
        </w:rPr>
        <w:tab/>
      </w:r>
      <w:r w:rsidRPr="00835F44">
        <w:t xml:space="preserve">The configured maximum UE output power for serving cell </w:t>
      </w:r>
      <w:r w:rsidRPr="00835F44">
        <w:rPr>
          <w:i/>
        </w:rPr>
        <w:t>c</w:t>
      </w:r>
    </w:p>
    <w:p w14:paraId="4BFB07FA" w14:textId="77777777" w:rsidR="00E84F97" w:rsidRPr="00835F44" w:rsidRDefault="00E84F97" w:rsidP="00E84F97">
      <w:pPr>
        <w:pStyle w:val="EW"/>
      </w:pPr>
      <w:r w:rsidRPr="00835F44">
        <w:rPr>
          <w:rFonts w:cs="Vrinda"/>
          <w:lang w:bidi="bn-IN"/>
        </w:rPr>
        <w:t>P</w:t>
      </w:r>
      <w:r w:rsidRPr="00835F44">
        <w:rPr>
          <w:rFonts w:cs="Vrinda"/>
          <w:vertAlign w:val="subscript"/>
          <w:lang w:bidi="bn-IN"/>
        </w:rPr>
        <w:t>CMAX</w:t>
      </w:r>
      <w:r w:rsidRPr="00835F44">
        <w:rPr>
          <w:rFonts w:hint="eastAsia"/>
        </w:rPr>
        <w:t>,</w:t>
      </w:r>
      <w:r w:rsidRPr="00835F44">
        <w:rPr>
          <w:rFonts w:hint="eastAsia"/>
          <w:i/>
          <w:vertAlign w:val="subscript"/>
        </w:rPr>
        <w:t xml:space="preserve"> </w:t>
      </w:r>
      <w:r w:rsidRPr="00835F44">
        <w:rPr>
          <w:i/>
          <w:vertAlign w:val="subscript"/>
        </w:rPr>
        <w:t>f</w:t>
      </w:r>
      <w:r w:rsidRPr="00835F44">
        <w:rPr>
          <w:rFonts w:hint="eastAsia"/>
        </w:rPr>
        <w:t>,</w:t>
      </w:r>
      <w:r w:rsidRPr="00835F44">
        <w:rPr>
          <w:rFonts w:hint="eastAsia"/>
          <w:i/>
          <w:vertAlign w:val="subscript"/>
        </w:rPr>
        <w:t xml:space="preserve"> c</w:t>
      </w:r>
      <w:r w:rsidRPr="00835F44">
        <w:rPr>
          <w:rFonts w:cs="Vrinda"/>
          <w:lang w:bidi="bn-IN"/>
        </w:rPr>
        <w:tab/>
      </w:r>
      <w:r w:rsidRPr="00835F44">
        <w:t xml:space="preserve">The configured maximum UE output power for carrier </w:t>
      </w:r>
      <w:r w:rsidRPr="00835F44">
        <w:rPr>
          <w:i/>
        </w:rPr>
        <w:t>f</w:t>
      </w:r>
      <w:r w:rsidRPr="00835F44">
        <w:t xml:space="preserve"> of serving cell </w:t>
      </w:r>
      <w:r w:rsidRPr="00835F44">
        <w:rPr>
          <w:i/>
        </w:rPr>
        <w:t>c</w:t>
      </w:r>
      <w:r w:rsidRPr="00835F44">
        <w:t xml:space="preserve"> in each slot</w:t>
      </w:r>
    </w:p>
    <w:p w14:paraId="786DE147" w14:textId="134DE018" w:rsidR="00E84F97" w:rsidRPr="00835F44" w:rsidRDefault="00E84F97" w:rsidP="00E84F97">
      <w:pPr>
        <w:pStyle w:val="EW"/>
      </w:pPr>
      <w:r w:rsidRPr="00835F44">
        <w:t>P</w:t>
      </w:r>
      <w:r w:rsidRPr="00835F44">
        <w:rPr>
          <w:vertAlign w:val="subscript"/>
        </w:rPr>
        <w:t>EMAX</w:t>
      </w:r>
      <w:r w:rsidR="0075147B" w:rsidRPr="00835F44">
        <w:tab/>
      </w:r>
      <w:r w:rsidRPr="00835F44">
        <w:t>Maximum allowed UE output power signalled by higher layers</w:t>
      </w:r>
    </w:p>
    <w:p w14:paraId="2A684A5E" w14:textId="77777777" w:rsidR="00E84F97" w:rsidRPr="00835F44" w:rsidRDefault="00E84F97" w:rsidP="00E84F97">
      <w:pPr>
        <w:pStyle w:val="EW"/>
      </w:pPr>
      <w:r w:rsidRPr="00835F44">
        <w:rPr>
          <w:lang w:bidi="bn-IN"/>
        </w:rPr>
        <w:t>P</w:t>
      </w:r>
      <w:r w:rsidRPr="00835F44">
        <w:rPr>
          <w:vertAlign w:val="subscript"/>
          <w:lang w:bidi="bn-IN"/>
        </w:rPr>
        <w:t>EMAX</w:t>
      </w:r>
      <w:r w:rsidRPr="00835F44">
        <w:rPr>
          <w:rFonts w:hint="eastAsia"/>
          <w:vertAlign w:val="subscript"/>
        </w:rPr>
        <w:t>,</w:t>
      </w:r>
      <w:r w:rsidRPr="00835F44">
        <w:rPr>
          <w:rFonts w:hint="eastAsia"/>
          <w:i/>
          <w:vertAlign w:val="subscript"/>
        </w:rPr>
        <w:t xml:space="preserve"> c</w:t>
      </w:r>
      <w:r w:rsidRPr="00835F44">
        <w:tab/>
        <w:t xml:space="preserve">Maximum allowed UE output power signalled by higher layers for serving cell </w:t>
      </w:r>
      <w:r w:rsidRPr="00835F44">
        <w:rPr>
          <w:i/>
        </w:rPr>
        <w:t>c</w:t>
      </w:r>
    </w:p>
    <w:p w14:paraId="7DF9CF70" w14:textId="242459B4" w:rsidR="00E84F97" w:rsidRPr="00835F44" w:rsidRDefault="00E84F97" w:rsidP="00E84F97">
      <w:pPr>
        <w:pStyle w:val="EW"/>
      </w:pPr>
      <w:r w:rsidRPr="00835F44">
        <w:t>P</w:t>
      </w:r>
      <w:r w:rsidRPr="00835F44">
        <w:rPr>
          <w:vertAlign w:val="subscript"/>
        </w:rPr>
        <w:t>Interferer</w:t>
      </w:r>
      <w:r w:rsidRPr="00835F44">
        <w:tab/>
        <w:t>Modulated mean power of the interferer</w:t>
      </w:r>
    </w:p>
    <w:p w14:paraId="21921EF1" w14:textId="61E9F6A5" w:rsidR="00A668A2" w:rsidRPr="00835F44" w:rsidRDefault="00A668A2" w:rsidP="00E84F97">
      <w:pPr>
        <w:pStyle w:val="EW"/>
      </w:pPr>
      <w:r w:rsidRPr="00835F44">
        <w:t>P</w:t>
      </w:r>
      <w:r w:rsidRPr="00835F44">
        <w:rPr>
          <w:vertAlign w:val="subscript"/>
        </w:rPr>
        <w:t>largest BW</w:t>
      </w:r>
      <w:r w:rsidRPr="00835F44">
        <w:tab/>
        <w:t>Power of the largest transmission bandwidth configuration of the component carriers in the bandwidth combination</w:t>
      </w:r>
    </w:p>
    <w:p w14:paraId="4D62BD07" w14:textId="007D3BFD" w:rsidR="00936B4B" w:rsidRPr="00835F44" w:rsidRDefault="00936B4B" w:rsidP="00936B4B">
      <w:pPr>
        <w:pStyle w:val="EW"/>
      </w:pPr>
      <w:r w:rsidRPr="00835F44">
        <w:t>P</w:t>
      </w:r>
      <w:r w:rsidRPr="00835F44">
        <w:rPr>
          <w:vertAlign w:val="subscript"/>
        </w:rPr>
        <w:t>PowerClass</w:t>
      </w:r>
      <w:r w:rsidRPr="00835F44">
        <w:tab/>
      </w:r>
      <w:r>
        <w:t>The</w:t>
      </w:r>
      <w:r w:rsidRPr="00835F44">
        <w:t xml:space="preserve"> nominal UE power (i.e., no tolerance)</w:t>
      </w:r>
    </w:p>
    <w:p w14:paraId="5FFA96E0" w14:textId="77777777" w:rsidR="00936B4B" w:rsidRPr="00835F44" w:rsidRDefault="00936B4B" w:rsidP="00936B4B">
      <w:pPr>
        <w:pStyle w:val="EW"/>
      </w:pPr>
      <w:r w:rsidRPr="00835F44">
        <w:rPr>
          <w:lang w:bidi="bn-IN"/>
        </w:rPr>
        <w:t>P-MPR</w:t>
      </w:r>
      <w:r w:rsidRPr="00835F44">
        <w:rPr>
          <w:rFonts w:hint="eastAsia"/>
          <w:i/>
          <w:vertAlign w:val="subscript"/>
        </w:rPr>
        <w:t>c</w:t>
      </w:r>
      <w:r w:rsidRPr="00835F44">
        <w:tab/>
      </w:r>
      <w:r w:rsidRPr="0079530E">
        <w:t>Power Management Maximum Power Reduction</w:t>
      </w:r>
      <w:r w:rsidRPr="00835F44">
        <w:t xml:space="preserve"> for serving cell </w:t>
      </w:r>
      <w:r w:rsidRPr="00835F44">
        <w:rPr>
          <w:i/>
        </w:rPr>
        <w:t>c</w:t>
      </w:r>
    </w:p>
    <w:p w14:paraId="2B7AE758" w14:textId="77777777" w:rsidR="00936B4B" w:rsidRPr="00835F44" w:rsidRDefault="00936B4B" w:rsidP="00936B4B">
      <w:pPr>
        <w:pStyle w:val="EW"/>
      </w:pPr>
      <w:r w:rsidRPr="00835F44">
        <w:lastRenderedPageBreak/>
        <w:t>P</w:t>
      </w:r>
      <w:r w:rsidRPr="00835F44">
        <w:rPr>
          <w:vertAlign w:val="subscript"/>
        </w:rPr>
        <w:t>RB</w:t>
      </w:r>
      <w:r w:rsidRPr="00835F44">
        <w:tab/>
        <w:t>The transmitted power per allocated RB, measured in dBm</w:t>
      </w:r>
    </w:p>
    <w:p w14:paraId="2509D7E3" w14:textId="77777777" w:rsidR="00936B4B" w:rsidRPr="00835F44" w:rsidRDefault="00936B4B" w:rsidP="00936B4B">
      <w:pPr>
        <w:pStyle w:val="EW"/>
      </w:pPr>
      <w:r w:rsidRPr="00835F44">
        <w:t>P</w:t>
      </w:r>
      <w:r w:rsidRPr="00835F44">
        <w:rPr>
          <w:vertAlign w:val="subscript"/>
        </w:rPr>
        <w:t>UMAX</w:t>
      </w:r>
      <w:r w:rsidRPr="00835F44">
        <w:tab/>
      </w:r>
      <w:r w:rsidRPr="00835F44">
        <w:rPr>
          <w:rFonts w:cs="Vrinda"/>
          <w:lang w:bidi="bn-IN"/>
        </w:rPr>
        <w:t>The measured configured maximum UE output power</w:t>
      </w:r>
    </w:p>
    <w:p w14:paraId="05ABECCB" w14:textId="77777777" w:rsidR="00936B4B" w:rsidRPr="00835F44" w:rsidRDefault="00936B4B" w:rsidP="00936B4B">
      <w:pPr>
        <w:pStyle w:val="EW"/>
      </w:pPr>
      <w:r w:rsidRPr="00835F44">
        <w:t>Puw</w:t>
      </w:r>
      <w:r w:rsidRPr="00835F44">
        <w:tab/>
        <w:t>Power of an un</w:t>
      </w:r>
      <w:r w:rsidRPr="00835F44">
        <w:rPr>
          <w:rFonts w:cs="Vrinda"/>
          <w:lang w:bidi="bn-IN"/>
        </w:rPr>
        <w:t>wanted DL signal</w:t>
      </w:r>
    </w:p>
    <w:p w14:paraId="2FA7EC9B" w14:textId="77777777" w:rsidR="00936B4B" w:rsidRPr="00835F44" w:rsidRDefault="00936B4B" w:rsidP="00936B4B">
      <w:pPr>
        <w:pStyle w:val="EW"/>
        <w:rPr>
          <w:rFonts w:cs="Vrinda"/>
          <w:lang w:bidi="bn-IN"/>
        </w:rPr>
      </w:pPr>
      <w:r w:rsidRPr="00835F44">
        <w:t>Pw</w:t>
      </w:r>
      <w:r w:rsidRPr="00835F44">
        <w:tab/>
        <w:t xml:space="preserve">Power of a </w:t>
      </w:r>
      <w:r w:rsidRPr="00835F44">
        <w:rPr>
          <w:rFonts w:cs="Vrinda"/>
          <w:lang w:bidi="bn-IN"/>
        </w:rPr>
        <w:t>wanted DL signal</w:t>
      </w:r>
    </w:p>
    <w:p w14:paraId="582CCD60" w14:textId="5F730065" w:rsidR="00936B4B" w:rsidRPr="00835F44" w:rsidRDefault="00936B4B" w:rsidP="00936B4B">
      <w:pPr>
        <w:pStyle w:val="EW"/>
      </w:pPr>
      <w:r w:rsidRPr="00835F44">
        <w:t>RB</w:t>
      </w:r>
      <w:r w:rsidRPr="00835F44">
        <w:rPr>
          <w:vertAlign w:val="subscript"/>
        </w:rPr>
        <w:t>start</w:t>
      </w:r>
      <w:r w:rsidRPr="00835F44">
        <w:tab/>
      </w:r>
      <w:r>
        <w:t>The</w:t>
      </w:r>
      <w:r w:rsidRPr="00835F44">
        <w:t xml:space="preserve"> lowest RB index of transmitted resource blocks</w:t>
      </w:r>
    </w:p>
    <w:p w14:paraId="7DD30A21" w14:textId="77777777" w:rsidR="00A668A2" w:rsidRPr="00835F44" w:rsidRDefault="00A668A2" w:rsidP="00A668A2">
      <w:pPr>
        <w:pStyle w:val="EW"/>
      </w:pPr>
      <w:r w:rsidRPr="00835F44">
        <w:t>SCS</w:t>
      </w:r>
      <w:r w:rsidRPr="00835F44">
        <w:rPr>
          <w:vertAlign w:val="subscript"/>
        </w:rPr>
        <w:t>c</w:t>
      </w:r>
      <w:r w:rsidRPr="00835F44">
        <w:tab/>
        <w:t>SCS for the component carrier c</w:t>
      </w:r>
    </w:p>
    <w:p w14:paraId="606E859C" w14:textId="24389398" w:rsidR="00A668A2" w:rsidRPr="00835F44" w:rsidRDefault="00A668A2" w:rsidP="00A668A2">
      <w:pPr>
        <w:pStyle w:val="EW"/>
      </w:pPr>
      <w:r w:rsidRPr="00835F44">
        <w:t>SCS</w:t>
      </w:r>
      <w:r w:rsidRPr="00835F44">
        <w:rPr>
          <w:vertAlign w:val="subscript"/>
        </w:rPr>
        <w:t>largest BW</w:t>
      </w:r>
      <w:r w:rsidRPr="00835F44">
        <w:tab/>
        <w:t>SCS for the largest transmission bandwidth configuration of the component carriers in the bandwidth combination</w:t>
      </w:r>
    </w:p>
    <w:p w14:paraId="5AAFF322" w14:textId="77777777" w:rsidR="00E84F97" w:rsidRPr="00835F44" w:rsidRDefault="00E84F97" w:rsidP="00E84F97">
      <w:pPr>
        <w:pStyle w:val="EW"/>
      </w:pPr>
      <w:r w:rsidRPr="00835F44">
        <w:rPr>
          <w:rFonts w:hint="eastAsia"/>
          <w:lang w:eastAsia="zh-CN"/>
        </w:rPr>
        <w:t>SCS</w:t>
      </w:r>
      <w:r w:rsidRPr="00835F44">
        <w:rPr>
          <w:rFonts w:hint="eastAsia"/>
          <w:vertAlign w:val="subscript"/>
          <w:lang w:eastAsia="zh-CN"/>
        </w:rPr>
        <w:t>low</w:t>
      </w:r>
      <w:r w:rsidRPr="00835F44">
        <w:rPr>
          <w:rFonts w:hint="eastAsia"/>
          <w:lang w:eastAsia="zh-CN"/>
        </w:rPr>
        <w:tab/>
      </w:r>
      <w:r w:rsidRPr="00835F44">
        <w:rPr>
          <w:lang w:eastAsia="zh-CN"/>
        </w:rPr>
        <w:t xml:space="preserve">SCS </w:t>
      </w:r>
      <w:r w:rsidRPr="00835F44">
        <w:t>for the lowest assigned component carrier in section 5.3A.1</w:t>
      </w:r>
    </w:p>
    <w:p w14:paraId="2B0F3D3D" w14:textId="77777777" w:rsidR="00E84F97" w:rsidRPr="00835F44" w:rsidRDefault="00E84F97" w:rsidP="00E84F97">
      <w:pPr>
        <w:pStyle w:val="EW"/>
      </w:pPr>
      <w:r w:rsidRPr="00835F44">
        <w:rPr>
          <w:rFonts w:hint="eastAsia"/>
          <w:lang w:eastAsia="zh-CN"/>
        </w:rPr>
        <w:t>SCS</w:t>
      </w:r>
      <w:r w:rsidRPr="00835F44">
        <w:rPr>
          <w:vertAlign w:val="subscript"/>
          <w:lang w:eastAsia="zh-CN"/>
        </w:rPr>
        <w:t>high</w:t>
      </w:r>
      <w:r w:rsidRPr="00835F44">
        <w:rPr>
          <w:rFonts w:hint="eastAsia"/>
          <w:lang w:eastAsia="zh-CN"/>
        </w:rPr>
        <w:tab/>
      </w:r>
      <w:r w:rsidRPr="00835F44">
        <w:rPr>
          <w:lang w:eastAsia="zh-CN"/>
        </w:rPr>
        <w:t xml:space="preserve">SCS </w:t>
      </w:r>
      <w:r w:rsidRPr="00835F44">
        <w:t>for the highest assigned component carrier in section 5.3A.1</w:t>
      </w:r>
    </w:p>
    <w:p w14:paraId="02AD177E" w14:textId="77777777" w:rsidR="00E84F97" w:rsidRPr="00835F44" w:rsidRDefault="00E84F97" w:rsidP="00E84F97">
      <w:pPr>
        <w:pStyle w:val="EW"/>
      </w:pPr>
      <w:r w:rsidRPr="00835F44">
        <w:rPr>
          <w:rFonts w:cs="Vrinda"/>
          <w:lang w:eastAsia="zh-CN" w:bidi="bn-IN"/>
        </w:rPr>
        <w:t>T(</w:t>
      </w:r>
      <w:r w:rsidRPr="00835F44">
        <w:rPr>
          <w:rFonts w:cs="Vrinda"/>
          <w:lang w:bidi="bn-IN"/>
        </w:rPr>
        <w:t>P</w:t>
      </w:r>
      <w:r w:rsidRPr="00835F44">
        <w:rPr>
          <w:rFonts w:cs="Vrinda"/>
          <w:vertAlign w:val="subscript"/>
          <w:lang w:bidi="bn-IN"/>
        </w:rPr>
        <w:t>CMAX</w:t>
      </w:r>
      <w:r w:rsidRPr="00835F44">
        <w:rPr>
          <w:rFonts w:hint="eastAsia"/>
        </w:rPr>
        <w:t>,</w:t>
      </w:r>
      <w:r w:rsidRPr="00835F44">
        <w:rPr>
          <w:rFonts w:hint="eastAsia"/>
          <w:i/>
          <w:vertAlign w:val="subscript"/>
        </w:rPr>
        <w:t xml:space="preserve"> </w:t>
      </w:r>
      <w:r w:rsidRPr="00835F44">
        <w:rPr>
          <w:i/>
          <w:vertAlign w:val="subscript"/>
        </w:rPr>
        <w:t>f</w:t>
      </w:r>
      <w:r w:rsidRPr="00835F44">
        <w:rPr>
          <w:rFonts w:hint="eastAsia"/>
        </w:rPr>
        <w:t>,</w:t>
      </w:r>
      <w:r w:rsidRPr="00835F44">
        <w:rPr>
          <w:rFonts w:hint="eastAsia"/>
          <w:i/>
          <w:vertAlign w:val="subscript"/>
        </w:rPr>
        <w:t xml:space="preserve"> c</w:t>
      </w:r>
      <w:r w:rsidRPr="00835F44">
        <w:rPr>
          <w:rFonts w:cs="Vrinda"/>
          <w:lang w:eastAsia="zh-CN" w:bidi="bn-IN"/>
        </w:rPr>
        <w:t>)</w:t>
      </w:r>
      <w:r w:rsidRPr="00835F44">
        <w:rPr>
          <w:rFonts w:cs="Vrinda"/>
          <w:lang w:bidi="bn-IN"/>
        </w:rPr>
        <w:tab/>
      </w:r>
      <w:r w:rsidRPr="00835F44">
        <w:t xml:space="preserve">Tolerance for applicable values of </w:t>
      </w:r>
      <w:r w:rsidRPr="00835F44">
        <w:rPr>
          <w:rFonts w:cs="Vrinda"/>
          <w:lang w:bidi="bn-IN"/>
        </w:rPr>
        <w:t>P</w:t>
      </w:r>
      <w:r w:rsidRPr="00835F44">
        <w:rPr>
          <w:rFonts w:cs="Vrinda"/>
          <w:vertAlign w:val="subscript"/>
          <w:lang w:bidi="bn-IN"/>
        </w:rPr>
        <w:t>CMAX</w:t>
      </w:r>
      <w:r w:rsidRPr="00835F44">
        <w:rPr>
          <w:rFonts w:hint="eastAsia"/>
        </w:rPr>
        <w:t>,</w:t>
      </w:r>
      <w:r w:rsidRPr="00835F44">
        <w:rPr>
          <w:rFonts w:hint="eastAsia"/>
          <w:i/>
          <w:vertAlign w:val="subscript"/>
        </w:rPr>
        <w:t xml:space="preserve"> </w:t>
      </w:r>
      <w:r w:rsidRPr="00835F44">
        <w:rPr>
          <w:i/>
          <w:vertAlign w:val="subscript"/>
        </w:rPr>
        <w:t>f</w:t>
      </w:r>
      <w:r w:rsidRPr="00835F44">
        <w:rPr>
          <w:rFonts w:hint="eastAsia"/>
        </w:rPr>
        <w:t>,</w:t>
      </w:r>
      <w:r w:rsidRPr="00835F44">
        <w:rPr>
          <w:rFonts w:hint="eastAsia"/>
          <w:i/>
          <w:vertAlign w:val="subscript"/>
        </w:rPr>
        <w:t xml:space="preserve"> c</w:t>
      </w:r>
      <w:r w:rsidRPr="00835F44">
        <w:t xml:space="preserve"> for configured maximum UE output power for carrier </w:t>
      </w:r>
      <w:r w:rsidRPr="00835F44">
        <w:rPr>
          <w:i/>
        </w:rPr>
        <w:t>f</w:t>
      </w:r>
      <w:r w:rsidRPr="00835F44">
        <w:t xml:space="preserve"> of serving cell </w:t>
      </w:r>
      <w:r w:rsidRPr="00835F44">
        <w:rPr>
          <w:i/>
        </w:rPr>
        <w:t>c</w:t>
      </w:r>
    </w:p>
    <w:p w14:paraId="456AF771" w14:textId="77777777" w:rsidR="00E84F97" w:rsidRPr="00835F44" w:rsidRDefault="00E84F97" w:rsidP="00E84F97">
      <w:pPr>
        <w:pStyle w:val="EW"/>
      </w:pPr>
      <w:r w:rsidRPr="00835F44">
        <w:rPr>
          <w:lang w:eastAsia="zh-CN"/>
        </w:rPr>
        <w:t>T</w:t>
      </w:r>
      <w:r w:rsidRPr="00835F44">
        <w:rPr>
          <w:vertAlign w:val="subscript"/>
          <w:lang w:eastAsia="zh-CN"/>
        </w:rPr>
        <w:t>L,c</w:t>
      </w:r>
      <w:r w:rsidRPr="00835F44">
        <w:rPr>
          <w:lang w:eastAsia="zh-CN"/>
        </w:rPr>
        <w:tab/>
        <w:t xml:space="preserve">Absolute value of the lower tolerance for the applicable </w:t>
      </w:r>
      <w:r w:rsidRPr="00835F44">
        <w:rPr>
          <w:i/>
          <w:lang w:eastAsia="zh-CN"/>
        </w:rPr>
        <w:t>operating band</w:t>
      </w:r>
      <w:r w:rsidRPr="00835F44">
        <w:rPr>
          <w:lang w:eastAsia="zh-CN"/>
        </w:rPr>
        <w:t xml:space="preserve"> as specified in </w:t>
      </w:r>
      <w:r w:rsidRPr="00835F44">
        <w:t xml:space="preserve">section </w:t>
      </w:r>
      <w:r w:rsidRPr="00835F44">
        <w:rPr>
          <w:lang w:eastAsia="zh-CN"/>
        </w:rPr>
        <w:t>6.2.1</w:t>
      </w:r>
    </w:p>
    <w:p w14:paraId="33A38C83" w14:textId="77777777" w:rsidR="00E84F97" w:rsidRPr="00835F44" w:rsidRDefault="00E84F97" w:rsidP="00E84F97">
      <w:pPr>
        <w:pStyle w:val="EW"/>
      </w:pPr>
      <w:r w:rsidRPr="00835F44">
        <w:t>SS</w:t>
      </w:r>
      <w:r w:rsidRPr="00835F44">
        <w:rPr>
          <w:vertAlign w:val="subscript"/>
        </w:rPr>
        <w:t>REF</w:t>
      </w:r>
      <w:r w:rsidRPr="00835F44">
        <w:tab/>
        <w:t>SS block reference frequency position</w:t>
      </w:r>
    </w:p>
    <w:p w14:paraId="24523BA2" w14:textId="77777777" w:rsidR="00E84F97" w:rsidRPr="00835F44" w:rsidRDefault="00E84F97" w:rsidP="0052172B">
      <w:pPr>
        <w:pStyle w:val="EW"/>
      </w:pPr>
      <w:r w:rsidRPr="00835F44">
        <w:t>UTRA</w:t>
      </w:r>
      <w:r w:rsidRPr="00835F44">
        <w:rPr>
          <w:vertAlign w:val="subscript"/>
        </w:rPr>
        <w:t>ACLR</w:t>
      </w:r>
      <w:r w:rsidR="008F5618" w:rsidRPr="00835F44">
        <w:tab/>
      </w:r>
      <w:r w:rsidRPr="00835F44">
        <w:t>UTRA ACLR</w:t>
      </w:r>
    </w:p>
    <w:p w14:paraId="360DF2CE" w14:textId="77777777" w:rsidR="005F7BBD" w:rsidRPr="00835F44" w:rsidRDefault="005F7BBD" w:rsidP="00495FE7">
      <w:pPr>
        <w:pStyle w:val="Heading2"/>
      </w:pPr>
      <w:bookmarkStart w:id="79" w:name="_Toc21342839"/>
      <w:bookmarkStart w:id="80" w:name="_Toc29769800"/>
      <w:bookmarkStart w:id="81" w:name="_Toc29799299"/>
      <w:bookmarkStart w:id="82" w:name="_Toc37254523"/>
      <w:bookmarkStart w:id="83" w:name="_Toc37255166"/>
      <w:bookmarkStart w:id="84" w:name="_Toc45887189"/>
      <w:bookmarkStart w:id="85" w:name="_Toc53171926"/>
      <w:bookmarkStart w:id="86" w:name="_Toc61356691"/>
      <w:bookmarkStart w:id="87" w:name="_Toc67913560"/>
      <w:bookmarkStart w:id="88" w:name="_Toc75469376"/>
      <w:bookmarkStart w:id="89" w:name="_Toc76507866"/>
      <w:bookmarkStart w:id="90" w:name="_Toc83192767"/>
      <w:r w:rsidRPr="00835F44">
        <w:t>3.3</w:t>
      </w:r>
      <w:r w:rsidRPr="00835F44">
        <w:tab/>
        <w:t>Abbreviations</w:t>
      </w:r>
      <w:bookmarkEnd w:id="79"/>
      <w:bookmarkEnd w:id="80"/>
      <w:bookmarkEnd w:id="81"/>
      <w:bookmarkEnd w:id="82"/>
      <w:bookmarkEnd w:id="83"/>
      <w:bookmarkEnd w:id="84"/>
      <w:bookmarkEnd w:id="85"/>
      <w:bookmarkEnd w:id="86"/>
      <w:bookmarkEnd w:id="87"/>
      <w:bookmarkEnd w:id="88"/>
      <w:bookmarkEnd w:id="89"/>
      <w:bookmarkEnd w:id="90"/>
    </w:p>
    <w:p w14:paraId="5028A586" w14:textId="77777777" w:rsidR="005F7BBD" w:rsidRPr="00835F44" w:rsidRDefault="005F7BBD">
      <w:pPr>
        <w:keepNext/>
      </w:pPr>
      <w:r w:rsidRPr="00835F44">
        <w:t>For the purposes of the present document, the abbreviations given in 3GPP TR 21.905 [1] and the following apply. An abbreviation defined in the present document takes precedence over the definition of the same abbreviation, if any, in 3GPP TR 21.905 [1].</w:t>
      </w:r>
    </w:p>
    <w:p w14:paraId="67CF2FD9" w14:textId="77777777" w:rsidR="00E84F97" w:rsidRPr="00835F44" w:rsidRDefault="00E84F97" w:rsidP="00E84F97">
      <w:pPr>
        <w:pStyle w:val="EW"/>
      </w:pPr>
      <w:r w:rsidRPr="00835F44">
        <w:rPr>
          <w:rFonts w:eastAsia="SimSun" w:hint="eastAsia"/>
          <w:lang w:eastAsia="zh-CN"/>
        </w:rPr>
        <w:t>A</w:t>
      </w:r>
      <w:r w:rsidRPr="00835F44">
        <w:rPr>
          <w:rFonts w:hint="eastAsia"/>
          <w:lang w:eastAsia="zh-CN"/>
        </w:rPr>
        <w:t>CLR</w:t>
      </w:r>
      <w:r w:rsidRPr="00835F44">
        <w:rPr>
          <w:rFonts w:hint="eastAsia"/>
          <w:lang w:eastAsia="zh-CN"/>
        </w:rPr>
        <w:tab/>
      </w:r>
      <w:r w:rsidRPr="00835F44">
        <w:t>Adjacent Channel Leakage Ratio</w:t>
      </w:r>
    </w:p>
    <w:p w14:paraId="126B751F" w14:textId="77777777" w:rsidR="00E84F97" w:rsidRPr="00835F44" w:rsidRDefault="00E84F97" w:rsidP="00E84F97">
      <w:pPr>
        <w:pStyle w:val="EW"/>
      </w:pPr>
      <w:r w:rsidRPr="00835F44">
        <w:t>ACS</w:t>
      </w:r>
      <w:r w:rsidRPr="00835F44">
        <w:tab/>
        <w:t>Adjacent Channel Selectivity</w:t>
      </w:r>
    </w:p>
    <w:p w14:paraId="3F78DF35" w14:textId="77777777" w:rsidR="00E84F97" w:rsidRPr="00835F44" w:rsidRDefault="00E84F97" w:rsidP="00E84F97">
      <w:pPr>
        <w:pStyle w:val="EW"/>
      </w:pPr>
      <w:r w:rsidRPr="00835F44">
        <w:t>A-MPR</w:t>
      </w:r>
      <w:r w:rsidRPr="00835F44">
        <w:tab/>
        <w:t>Additional Maximum Power Reduction</w:t>
      </w:r>
    </w:p>
    <w:p w14:paraId="1B17CFE5" w14:textId="77777777" w:rsidR="00E84F97" w:rsidRPr="00835F44" w:rsidRDefault="00E84F97" w:rsidP="00E84F97">
      <w:pPr>
        <w:pStyle w:val="EW"/>
      </w:pPr>
      <w:r w:rsidRPr="00835F44">
        <w:t>BS</w:t>
      </w:r>
      <w:r w:rsidRPr="00835F44">
        <w:tab/>
        <w:t>Base Station</w:t>
      </w:r>
    </w:p>
    <w:p w14:paraId="7B8F3D49" w14:textId="77777777" w:rsidR="00E84F97" w:rsidRPr="00835F44" w:rsidRDefault="00E84F97" w:rsidP="00E84F97">
      <w:pPr>
        <w:pStyle w:val="EW"/>
      </w:pPr>
      <w:r w:rsidRPr="00835F44">
        <w:t>BW</w:t>
      </w:r>
      <w:r w:rsidRPr="00835F44">
        <w:tab/>
        <w:t>Bandwidth</w:t>
      </w:r>
    </w:p>
    <w:p w14:paraId="412F0318" w14:textId="77777777" w:rsidR="00E84F97" w:rsidRPr="00835F44" w:rsidRDefault="00E84F97" w:rsidP="00E84F97">
      <w:pPr>
        <w:pStyle w:val="EW"/>
      </w:pPr>
      <w:r w:rsidRPr="00835F44">
        <w:t>BWP</w:t>
      </w:r>
      <w:r w:rsidRPr="00835F44">
        <w:tab/>
        <w:t>Bandwidth Part</w:t>
      </w:r>
    </w:p>
    <w:p w14:paraId="43968703" w14:textId="77777777" w:rsidR="00E84F97" w:rsidRPr="00835F44" w:rsidRDefault="00E84F97" w:rsidP="00E84F97">
      <w:pPr>
        <w:pStyle w:val="EW"/>
      </w:pPr>
      <w:r w:rsidRPr="00835F44">
        <w:t>CA</w:t>
      </w:r>
      <w:r w:rsidRPr="00835F44">
        <w:tab/>
        <w:t>Carrier Aggregation</w:t>
      </w:r>
    </w:p>
    <w:p w14:paraId="23614CF8" w14:textId="77777777" w:rsidR="00936B4B" w:rsidRPr="00835F44" w:rsidRDefault="00936B4B" w:rsidP="00936B4B">
      <w:pPr>
        <w:pStyle w:val="EW"/>
      </w:pPr>
      <w:r w:rsidRPr="00835F44">
        <w:t>CA_nX-nY</w:t>
      </w:r>
      <w:r w:rsidRPr="00835F44">
        <w:tab/>
        <w:t xml:space="preserve">Inter-band CA of component carrier(s) in one sub-block within Band </w:t>
      </w:r>
      <w:r>
        <w:t>n</w:t>
      </w:r>
      <w:r w:rsidRPr="00835F44">
        <w:t xml:space="preserve">X and component carrier(s) in one sub-block within Band </w:t>
      </w:r>
      <w:r>
        <w:t>n</w:t>
      </w:r>
      <w:r w:rsidRPr="00835F44">
        <w:t xml:space="preserve">Y where </w:t>
      </w:r>
      <w:r>
        <w:t>n</w:t>
      </w:r>
      <w:r w:rsidRPr="00835F44">
        <w:t xml:space="preserve">X and </w:t>
      </w:r>
      <w:r>
        <w:t>n</w:t>
      </w:r>
      <w:r w:rsidRPr="00835F44">
        <w:t xml:space="preserve">Y are the applicable NR </w:t>
      </w:r>
      <w:r w:rsidRPr="00835F44">
        <w:rPr>
          <w:i/>
        </w:rPr>
        <w:t>operating band</w:t>
      </w:r>
      <w:r>
        <w:rPr>
          <w:i/>
        </w:rPr>
        <w:t>s</w:t>
      </w:r>
    </w:p>
    <w:p w14:paraId="51EC10DE" w14:textId="77777777" w:rsidR="00E84F97" w:rsidRPr="00835F44" w:rsidRDefault="00E84F97" w:rsidP="00E84F97">
      <w:pPr>
        <w:pStyle w:val="EW"/>
      </w:pPr>
      <w:r w:rsidRPr="00835F44">
        <w:t>CC</w:t>
      </w:r>
      <w:r w:rsidRPr="00835F44">
        <w:tab/>
        <w:t>Component Carriers</w:t>
      </w:r>
    </w:p>
    <w:p w14:paraId="684FFC80" w14:textId="77777777" w:rsidR="00E84F97" w:rsidRPr="00835F44" w:rsidRDefault="00E84F97" w:rsidP="00E84F97">
      <w:pPr>
        <w:pStyle w:val="EW"/>
      </w:pPr>
      <w:r w:rsidRPr="00835F44">
        <w:t>CP-OFDM</w:t>
      </w:r>
      <w:r w:rsidRPr="00835F44">
        <w:tab/>
        <w:t>Cyclic Prefix-OFDM</w:t>
      </w:r>
    </w:p>
    <w:p w14:paraId="5F96965C" w14:textId="77777777" w:rsidR="00E84F97" w:rsidRPr="00835F44" w:rsidRDefault="00E84F97" w:rsidP="00E84F97">
      <w:pPr>
        <w:pStyle w:val="EW"/>
      </w:pPr>
      <w:r w:rsidRPr="00835F44">
        <w:t>CW</w:t>
      </w:r>
      <w:r w:rsidRPr="00835F44">
        <w:tab/>
        <w:t>Continuous Wave</w:t>
      </w:r>
    </w:p>
    <w:p w14:paraId="2F133BC9" w14:textId="77777777" w:rsidR="00E84F97" w:rsidRPr="00835F44" w:rsidRDefault="00E84F97" w:rsidP="00E84F97">
      <w:pPr>
        <w:pStyle w:val="EW"/>
      </w:pPr>
      <w:r w:rsidRPr="00835F44">
        <w:t>DC</w:t>
      </w:r>
      <w:r w:rsidRPr="00835F44">
        <w:tab/>
        <w:t>Dual Connectivity</w:t>
      </w:r>
    </w:p>
    <w:p w14:paraId="0FE96B3C" w14:textId="77777777" w:rsidR="00E84F97" w:rsidRPr="00835F44" w:rsidRDefault="00E84F97" w:rsidP="00E84F97">
      <w:pPr>
        <w:pStyle w:val="EW"/>
      </w:pPr>
      <w:r w:rsidRPr="00835F44">
        <w:rPr>
          <w:rFonts w:hint="eastAsia"/>
          <w:lang w:eastAsia="zh-CN"/>
        </w:rPr>
        <w:t>DFT-s-OFDM</w:t>
      </w:r>
      <w:r w:rsidRPr="00835F44">
        <w:rPr>
          <w:rFonts w:hint="eastAsia"/>
          <w:lang w:eastAsia="zh-CN"/>
        </w:rPr>
        <w:tab/>
        <w:t>D</w:t>
      </w:r>
      <w:r w:rsidRPr="00835F44">
        <w:rPr>
          <w:lang w:eastAsia="zh-CN"/>
        </w:rPr>
        <w:t>iscrete Fourier Transform-spread-OFDM</w:t>
      </w:r>
    </w:p>
    <w:p w14:paraId="08C38EC7" w14:textId="77777777" w:rsidR="00E84F97" w:rsidRPr="00835F44" w:rsidRDefault="00E84F97" w:rsidP="00E84F97">
      <w:pPr>
        <w:pStyle w:val="EW"/>
      </w:pPr>
      <w:r w:rsidRPr="00835F44">
        <w:t>DM-RS</w:t>
      </w:r>
      <w:r w:rsidRPr="00835F44">
        <w:tab/>
        <w:t>Demodulation Reference Signal</w:t>
      </w:r>
    </w:p>
    <w:p w14:paraId="514921B0" w14:textId="77777777" w:rsidR="00E84F97" w:rsidRPr="00835F44" w:rsidRDefault="00E84F97" w:rsidP="00E84F97">
      <w:pPr>
        <w:pStyle w:val="EW"/>
        <w:rPr>
          <w:rFonts w:cs="v4.2.0"/>
        </w:rPr>
      </w:pPr>
      <w:r w:rsidRPr="00835F44">
        <w:t>DTX</w:t>
      </w:r>
      <w:r w:rsidRPr="00835F44">
        <w:tab/>
        <w:t>Discontinuous Transmission</w:t>
      </w:r>
      <w:r w:rsidRPr="00835F44">
        <w:rPr>
          <w:rFonts w:cs="v4.2.0"/>
        </w:rPr>
        <w:t>E-UTRA</w:t>
      </w:r>
      <w:r w:rsidRPr="00835F44">
        <w:rPr>
          <w:rFonts w:cs="v4.2.0"/>
        </w:rPr>
        <w:tab/>
        <w:t>Evolved UTRA</w:t>
      </w:r>
    </w:p>
    <w:p w14:paraId="7D9E3C05" w14:textId="77777777" w:rsidR="00E84F97" w:rsidRPr="00835F44" w:rsidRDefault="00E84F97" w:rsidP="00E84F97">
      <w:pPr>
        <w:pStyle w:val="EW"/>
        <w:rPr>
          <w:rFonts w:cs="v4.2.0"/>
        </w:rPr>
      </w:pPr>
      <w:r w:rsidRPr="00835F44">
        <w:rPr>
          <w:rFonts w:cs="v4.2.0"/>
        </w:rPr>
        <w:t>EVM</w:t>
      </w:r>
      <w:r w:rsidRPr="00835F44">
        <w:rPr>
          <w:rFonts w:cs="v4.2.0"/>
        </w:rPr>
        <w:tab/>
        <w:t>Error Vector Magnitude</w:t>
      </w:r>
    </w:p>
    <w:p w14:paraId="3A7178EA" w14:textId="77777777" w:rsidR="00E84F97" w:rsidRPr="00835F44" w:rsidRDefault="00E84F97" w:rsidP="00E84F97">
      <w:pPr>
        <w:pStyle w:val="EW"/>
      </w:pPr>
      <w:r w:rsidRPr="00835F44">
        <w:t>FR</w:t>
      </w:r>
      <w:r w:rsidRPr="00835F44">
        <w:tab/>
        <w:t>Frequency Range</w:t>
      </w:r>
    </w:p>
    <w:p w14:paraId="2E386E78" w14:textId="77777777" w:rsidR="00E84F97" w:rsidRPr="00835F44" w:rsidRDefault="00E84F97" w:rsidP="00E84F97">
      <w:pPr>
        <w:pStyle w:val="EW"/>
      </w:pPr>
      <w:r w:rsidRPr="00835F44">
        <w:t>FRC</w:t>
      </w:r>
      <w:r w:rsidRPr="00835F44">
        <w:tab/>
        <w:t>Fixed Reference Channel</w:t>
      </w:r>
    </w:p>
    <w:p w14:paraId="45F2B3AE" w14:textId="77777777" w:rsidR="00E84F97" w:rsidRPr="00835F44" w:rsidRDefault="00E84F97" w:rsidP="00E84F97">
      <w:pPr>
        <w:pStyle w:val="EW"/>
      </w:pPr>
      <w:r w:rsidRPr="00835F44">
        <w:t>GSCN</w:t>
      </w:r>
      <w:r w:rsidRPr="00835F44">
        <w:tab/>
        <w:t>Global Synchronization Channel Number</w:t>
      </w:r>
    </w:p>
    <w:p w14:paraId="0AE3FBFF" w14:textId="77777777" w:rsidR="00E84F97" w:rsidRPr="00835F44" w:rsidRDefault="00E84F97" w:rsidP="00E84F97">
      <w:pPr>
        <w:pStyle w:val="EW"/>
        <w:rPr>
          <w:lang w:eastAsia="zh-CN"/>
        </w:rPr>
      </w:pPr>
      <w:r w:rsidRPr="00835F44">
        <w:rPr>
          <w:rFonts w:hint="eastAsia"/>
          <w:lang w:eastAsia="zh-CN"/>
        </w:rPr>
        <w:t>IBB</w:t>
      </w:r>
      <w:r w:rsidRPr="00835F44">
        <w:rPr>
          <w:rFonts w:hint="eastAsia"/>
          <w:lang w:eastAsia="zh-CN"/>
        </w:rPr>
        <w:tab/>
        <w:t>In</w:t>
      </w:r>
      <w:r w:rsidRPr="00835F44">
        <w:rPr>
          <w:lang w:eastAsia="zh-CN"/>
        </w:rPr>
        <w:t>-band Blocking</w:t>
      </w:r>
    </w:p>
    <w:p w14:paraId="67471AAF" w14:textId="77777777" w:rsidR="00E84F97" w:rsidRPr="00835F44" w:rsidRDefault="00E84F97" w:rsidP="00E84F97">
      <w:pPr>
        <w:pStyle w:val="EW"/>
        <w:rPr>
          <w:lang w:eastAsia="zh-CN"/>
        </w:rPr>
      </w:pPr>
      <w:r w:rsidRPr="00835F44">
        <w:rPr>
          <w:lang w:eastAsia="zh-CN"/>
        </w:rPr>
        <w:t>IDFT</w:t>
      </w:r>
      <w:r w:rsidRPr="00835F44">
        <w:rPr>
          <w:lang w:eastAsia="zh-CN"/>
        </w:rPr>
        <w:tab/>
        <w:t>Inverse Discrete Fourier Transformation</w:t>
      </w:r>
    </w:p>
    <w:p w14:paraId="2DD79C7E" w14:textId="77777777" w:rsidR="00E84F97" w:rsidRPr="00835F44" w:rsidRDefault="00E84F97" w:rsidP="00E84F97">
      <w:pPr>
        <w:pStyle w:val="EW"/>
      </w:pPr>
      <w:r w:rsidRPr="00835F44">
        <w:t>ITU</w:t>
      </w:r>
      <w:r w:rsidRPr="00835F44">
        <w:noBreakHyphen/>
        <w:t>R</w:t>
      </w:r>
      <w:r w:rsidRPr="00835F44">
        <w:tab/>
        <w:t>Radiocommunication Sector of the International Telecommunication Union</w:t>
      </w:r>
    </w:p>
    <w:p w14:paraId="439B5D59" w14:textId="77777777" w:rsidR="00E84F97" w:rsidRPr="00835F44" w:rsidRDefault="00E84F97" w:rsidP="00E84F97">
      <w:pPr>
        <w:pStyle w:val="EW"/>
      </w:pPr>
      <w:r w:rsidRPr="00835F44">
        <w:t>MBW</w:t>
      </w:r>
      <w:r w:rsidRPr="00835F44">
        <w:tab/>
        <w:t>Measurement bandwidth defined for the protected band</w:t>
      </w:r>
    </w:p>
    <w:p w14:paraId="3A58F56D" w14:textId="2D9AAB86" w:rsidR="00E84F97" w:rsidRPr="00835F44" w:rsidRDefault="00E84F97" w:rsidP="00E84F97">
      <w:pPr>
        <w:pStyle w:val="EW"/>
      </w:pPr>
      <w:r w:rsidRPr="00835F44">
        <w:t>MOP</w:t>
      </w:r>
      <w:r w:rsidRPr="00835F44">
        <w:tab/>
        <w:t>Maximum Output Power</w:t>
      </w:r>
    </w:p>
    <w:p w14:paraId="01CC2520" w14:textId="77777777" w:rsidR="00E84F97" w:rsidRPr="00835F44" w:rsidRDefault="00E84F97" w:rsidP="00E84F97">
      <w:pPr>
        <w:pStyle w:val="EW"/>
      </w:pPr>
      <w:r w:rsidRPr="00835F44">
        <w:t>MPR</w:t>
      </w:r>
      <w:r w:rsidR="0075147B" w:rsidRPr="00835F44">
        <w:tab/>
      </w:r>
      <w:r w:rsidRPr="00835F44">
        <w:t>Allowed maximum power reduction</w:t>
      </w:r>
    </w:p>
    <w:p w14:paraId="0FB8FDE4" w14:textId="77777777" w:rsidR="00E84F97" w:rsidRPr="00835F44" w:rsidRDefault="00E84F97" w:rsidP="00E84F97">
      <w:pPr>
        <w:pStyle w:val="EW"/>
      </w:pPr>
      <w:r w:rsidRPr="00835F44">
        <w:t>MSD</w:t>
      </w:r>
      <w:r w:rsidRPr="00835F44">
        <w:tab/>
        <w:t>Maximum Sensitivity Degradation</w:t>
      </w:r>
    </w:p>
    <w:p w14:paraId="46F0CF53" w14:textId="77777777" w:rsidR="00E84F97" w:rsidRPr="00835F44" w:rsidRDefault="00E84F97" w:rsidP="00E84F97">
      <w:pPr>
        <w:pStyle w:val="EW"/>
      </w:pPr>
      <w:r w:rsidRPr="00835F44">
        <w:t>NR</w:t>
      </w:r>
      <w:r w:rsidRPr="00835F44">
        <w:tab/>
        <w:t>New Radio</w:t>
      </w:r>
    </w:p>
    <w:p w14:paraId="1F4E762D" w14:textId="77777777" w:rsidR="00E84F97" w:rsidRPr="00835F44" w:rsidRDefault="00E84F97" w:rsidP="00E84F97">
      <w:pPr>
        <w:pStyle w:val="EW"/>
      </w:pPr>
      <w:r w:rsidRPr="00835F44">
        <w:t>NR-ARFCN</w:t>
      </w:r>
      <w:r w:rsidRPr="00835F44">
        <w:tab/>
        <w:t>NR Absolute Radio Frequency Channel Number</w:t>
      </w:r>
    </w:p>
    <w:p w14:paraId="201859B7" w14:textId="77777777" w:rsidR="00E84F97" w:rsidRPr="00835F44" w:rsidRDefault="00E84F97" w:rsidP="00E84F97">
      <w:pPr>
        <w:pStyle w:val="EW"/>
      </w:pPr>
      <w:r w:rsidRPr="00835F44">
        <w:t>NS</w:t>
      </w:r>
      <w:r w:rsidRPr="00835F44">
        <w:tab/>
        <w:t>Network Signalling</w:t>
      </w:r>
    </w:p>
    <w:p w14:paraId="61369240" w14:textId="77777777" w:rsidR="00E84F97" w:rsidRPr="00835F44" w:rsidRDefault="00E84F97" w:rsidP="00E84F97">
      <w:pPr>
        <w:pStyle w:val="EW"/>
      </w:pPr>
      <w:r w:rsidRPr="00835F44">
        <w:t>OCNG</w:t>
      </w:r>
      <w:r w:rsidRPr="00835F44">
        <w:tab/>
        <w:t>OFDMA Channel Noise Generator</w:t>
      </w:r>
    </w:p>
    <w:p w14:paraId="05959A1D" w14:textId="77777777" w:rsidR="00E84F97" w:rsidRPr="00835F44" w:rsidRDefault="00E84F97" w:rsidP="00E84F97">
      <w:pPr>
        <w:pStyle w:val="EW"/>
      </w:pPr>
      <w:r w:rsidRPr="00835F44">
        <w:t>OOB</w:t>
      </w:r>
      <w:r w:rsidRPr="00835F44">
        <w:tab/>
        <w:t>Out-of-band</w:t>
      </w:r>
    </w:p>
    <w:p w14:paraId="5745FD7C" w14:textId="21B2ED01" w:rsidR="00E84F97" w:rsidRPr="00835F44" w:rsidRDefault="00E84F97" w:rsidP="00E84F97">
      <w:pPr>
        <w:pStyle w:val="EW"/>
      </w:pPr>
      <w:r w:rsidRPr="00835F44">
        <w:t>P-MPR</w:t>
      </w:r>
      <w:r w:rsidRPr="00835F44">
        <w:tab/>
        <w:t>Power Management Maximum Power Reduction</w:t>
      </w:r>
    </w:p>
    <w:p w14:paraId="331A6BAB" w14:textId="77777777" w:rsidR="00E84F97" w:rsidRPr="00835F44" w:rsidRDefault="00E84F97" w:rsidP="0052172B">
      <w:pPr>
        <w:pStyle w:val="EW"/>
      </w:pPr>
      <w:r w:rsidRPr="00835F44">
        <w:rPr>
          <w:lang w:eastAsia="en-US"/>
        </w:rPr>
        <w:t>PRB</w:t>
      </w:r>
      <w:r w:rsidRPr="00835F44">
        <w:rPr>
          <w:lang w:eastAsia="en-US"/>
        </w:rPr>
        <w:tab/>
      </w:r>
      <w:r w:rsidRPr="00835F44">
        <w:t>Physical Resource Block</w:t>
      </w:r>
    </w:p>
    <w:p w14:paraId="17A14EFF" w14:textId="77777777" w:rsidR="00E84F97" w:rsidRPr="00835F44" w:rsidRDefault="00E84F97" w:rsidP="00E84F97">
      <w:pPr>
        <w:pStyle w:val="EW"/>
      </w:pPr>
      <w:r w:rsidRPr="00835F44">
        <w:t>QAM</w:t>
      </w:r>
      <w:r w:rsidRPr="00835F44">
        <w:tab/>
        <w:t>Quadrature Amplitude Modulation</w:t>
      </w:r>
    </w:p>
    <w:p w14:paraId="2260583E" w14:textId="77777777" w:rsidR="00E84F97" w:rsidRPr="00835F44" w:rsidRDefault="00E84F97" w:rsidP="00E84F97">
      <w:pPr>
        <w:pStyle w:val="EW"/>
        <w:rPr>
          <w:lang w:eastAsia="zh-CN"/>
        </w:rPr>
      </w:pPr>
      <w:r w:rsidRPr="00835F44">
        <w:t>RE</w:t>
      </w:r>
      <w:r w:rsidRPr="00835F44">
        <w:tab/>
        <w:t>Resource Element</w:t>
      </w:r>
    </w:p>
    <w:p w14:paraId="65260090" w14:textId="77777777" w:rsidR="00E84F97" w:rsidRPr="00835F44" w:rsidRDefault="00E84F97" w:rsidP="00E84F97">
      <w:pPr>
        <w:pStyle w:val="EW"/>
      </w:pPr>
      <w:r w:rsidRPr="00835F44">
        <w:t>REFSENS</w:t>
      </w:r>
      <w:r w:rsidRPr="00835F44">
        <w:tab/>
        <w:t>Reference Sensitivity</w:t>
      </w:r>
    </w:p>
    <w:p w14:paraId="7DF07D6F" w14:textId="77777777" w:rsidR="00E84F97" w:rsidRPr="00835F44" w:rsidRDefault="00E84F97" w:rsidP="00E84F97">
      <w:pPr>
        <w:pStyle w:val="EW"/>
      </w:pPr>
      <w:r w:rsidRPr="00835F44">
        <w:t>RF</w:t>
      </w:r>
      <w:r w:rsidRPr="00835F44">
        <w:tab/>
        <w:t>Radio Frequency</w:t>
      </w:r>
    </w:p>
    <w:p w14:paraId="0E090576" w14:textId="77777777" w:rsidR="00E84F97" w:rsidRPr="00835F44" w:rsidRDefault="00E84F97" w:rsidP="00E84F97">
      <w:pPr>
        <w:pStyle w:val="EW"/>
      </w:pPr>
      <w:r w:rsidRPr="00835F44">
        <w:t>RMS</w:t>
      </w:r>
      <w:r w:rsidRPr="00835F44">
        <w:tab/>
        <w:t>Root Mean Square (value)</w:t>
      </w:r>
    </w:p>
    <w:p w14:paraId="0B233658" w14:textId="77777777" w:rsidR="00E84F97" w:rsidRPr="00835F44" w:rsidRDefault="00E84F97" w:rsidP="00E84F97">
      <w:pPr>
        <w:pStyle w:val="EW"/>
      </w:pPr>
      <w:r w:rsidRPr="00835F44">
        <w:lastRenderedPageBreak/>
        <w:t>RSRP</w:t>
      </w:r>
      <w:r w:rsidRPr="00835F44">
        <w:tab/>
        <w:t>Reference Signal Receiving PowerRx</w:t>
      </w:r>
      <w:r w:rsidRPr="00835F44">
        <w:tab/>
        <w:t>Receiver</w:t>
      </w:r>
    </w:p>
    <w:p w14:paraId="25C46F5F" w14:textId="77777777" w:rsidR="00936B4B" w:rsidRPr="00835F44" w:rsidRDefault="00936B4B" w:rsidP="00936B4B">
      <w:pPr>
        <w:pStyle w:val="EW"/>
      </w:pPr>
      <w:r w:rsidRPr="00835F44">
        <w:t>R</w:t>
      </w:r>
      <w:r>
        <w:t>x</w:t>
      </w:r>
      <w:r w:rsidRPr="00835F44">
        <w:tab/>
        <w:t>Receiver</w:t>
      </w:r>
    </w:p>
    <w:p w14:paraId="7BF1442F" w14:textId="77777777" w:rsidR="00936B4B" w:rsidRPr="00835F44" w:rsidRDefault="00936B4B" w:rsidP="00936B4B">
      <w:pPr>
        <w:pStyle w:val="EW"/>
        <w:rPr>
          <w:lang w:eastAsia="zh-CN"/>
        </w:rPr>
      </w:pPr>
      <w:r w:rsidRPr="00835F44">
        <w:rPr>
          <w:rFonts w:hint="eastAsia"/>
          <w:lang w:eastAsia="zh-CN"/>
        </w:rPr>
        <w:t>SC</w:t>
      </w:r>
      <w:r w:rsidRPr="00835F44">
        <w:rPr>
          <w:rFonts w:hint="eastAsia"/>
          <w:lang w:eastAsia="zh-CN"/>
        </w:rPr>
        <w:tab/>
        <w:t>Single Carrier</w:t>
      </w:r>
    </w:p>
    <w:p w14:paraId="71D1B383" w14:textId="77777777" w:rsidR="00936B4B" w:rsidRPr="00835F44" w:rsidRDefault="00936B4B" w:rsidP="00936B4B">
      <w:pPr>
        <w:pStyle w:val="EW"/>
      </w:pPr>
      <w:r w:rsidRPr="00835F44">
        <w:t>SCS</w:t>
      </w:r>
      <w:r w:rsidRPr="00835F44">
        <w:tab/>
        <w:t>Subcarrier spacing</w:t>
      </w:r>
    </w:p>
    <w:p w14:paraId="14E08CEC" w14:textId="77777777" w:rsidR="00936B4B" w:rsidRPr="00835F44" w:rsidRDefault="00936B4B" w:rsidP="00936B4B">
      <w:pPr>
        <w:pStyle w:val="EW"/>
      </w:pPr>
      <w:r w:rsidRPr="00835F44">
        <w:t>SDL</w:t>
      </w:r>
      <w:r w:rsidRPr="00835F44">
        <w:tab/>
        <w:t>Supplementary Downlink</w:t>
      </w:r>
    </w:p>
    <w:p w14:paraId="058AF59B" w14:textId="77777777" w:rsidR="00936B4B" w:rsidRPr="00835F44" w:rsidRDefault="00936B4B" w:rsidP="00936B4B">
      <w:pPr>
        <w:pStyle w:val="EW"/>
        <w:rPr>
          <w:rFonts w:eastAsia="SimSun"/>
          <w:lang w:eastAsia="zh-CN"/>
        </w:rPr>
      </w:pPr>
      <w:r w:rsidRPr="00835F44">
        <w:rPr>
          <w:rFonts w:eastAsia="SimSun" w:hint="eastAsia"/>
          <w:lang w:eastAsia="zh-CN"/>
        </w:rPr>
        <w:t>SEM</w:t>
      </w:r>
      <w:r w:rsidRPr="00835F44">
        <w:rPr>
          <w:rFonts w:eastAsia="SimSun" w:hint="eastAsia"/>
          <w:lang w:eastAsia="zh-CN"/>
        </w:rPr>
        <w:tab/>
        <w:t>Spectrum Emission Mask</w:t>
      </w:r>
    </w:p>
    <w:p w14:paraId="3EFCF3CE" w14:textId="77777777" w:rsidR="00936B4B" w:rsidRPr="00835F44" w:rsidRDefault="00936B4B" w:rsidP="00936B4B">
      <w:pPr>
        <w:pStyle w:val="EW"/>
      </w:pPr>
      <w:r w:rsidRPr="00835F44">
        <w:t>SNR</w:t>
      </w:r>
      <w:r w:rsidRPr="00835F44">
        <w:tab/>
        <w:t>Signal-to-Noise Ratio</w:t>
      </w:r>
    </w:p>
    <w:p w14:paraId="0921FE08" w14:textId="77777777" w:rsidR="00936B4B" w:rsidRPr="00835F44" w:rsidRDefault="00936B4B" w:rsidP="00936B4B">
      <w:pPr>
        <w:pStyle w:val="EW"/>
      </w:pPr>
      <w:r w:rsidRPr="00835F44">
        <w:rPr>
          <w:rFonts w:hint="eastAsia"/>
          <w:lang w:eastAsia="zh-CN"/>
        </w:rPr>
        <w:t>SRS</w:t>
      </w:r>
      <w:r w:rsidRPr="00835F44">
        <w:rPr>
          <w:rFonts w:hint="eastAsia"/>
          <w:lang w:eastAsia="zh-CN"/>
        </w:rPr>
        <w:tab/>
      </w:r>
      <w:r w:rsidRPr="00835F44">
        <w:rPr>
          <w:lang w:eastAsia="zh-CN"/>
        </w:rPr>
        <w:t>Sounding Reference Symbol</w:t>
      </w:r>
      <w:r w:rsidRPr="00835F44">
        <w:t>SUL</w:t>
      </w:r>
      <w:r w:rsidRPr="00835F44">
        <w:tab/>
        <w:t>Supplementary uplink</w:t>
      </w:r>
    </w:p>
    <w:p w14:paraId="781B245D" w14:textId="77777777" w:rsidR="00936B4B" w:rsidRDefault="00936B4B" w:rsidP="00936B4B">
      <w:pPr>
        <w:pStyle w:val="EW"/>
      </w:pPr>
      <w:r w:rsidRPr="00835F44">
        <w:t>SS</w:t>
      </w:r>
      <w:r w:rsidRPr="00835F44">
        <w:tab/>
        <w:t>Synchronization Symbol</w:t>
      </w:r>
    </w:p>
    <w:p w14:paraId="444EEB1D" w14:textId="77777777" w:rsidR="00936B4B" w:rsidRPr="00835F44" w:rsidRDefault="00936B4B" w:rsidP="00936B4B">
      <w:pPr>
        <w:pStyle w:val="EW"/>
      </w:pPr>
      <w:r>
        <w:t>SUL</w:t>
      </w:r>
      <w:r w:rsidRPr="00835F44">
        <w:tab/>
        <w:t>S</w:t>
      </w:r>
      <w:r>
        <w:t>upplementary uplink</w:t>
      </w:r>
    </w:p>
    <w:p w14:paraId="229E7D98" w14:textId="77777777" w:rsidR="00936B4B" w:rsidRPr="00835F44" w:rsidRDefault="00936B4B" w:rsidP="00936B4B">
      <w:pPr>
        <w:pStyle w:val="EW"/>
      </w:pPr>
      <w:r w:rsidRPr="00835F44">
        <w:t>TAE</w:t>
      </w:r>
      <w:r w:rsidRPr="00835F44">
        <w:tab/>
        <w:t>Time Alignment Error</w:t>
      </w:r>
    </w:p>
    <w:p w14:paraId="354503B1" w14:textId="77777777" w:rsidR="00936B4B" w:rsidRPr="00835F44" w:rsidRDefault="00936B4B" w:rsidP="00936B4B">
      <w:pPr>
        <w:pStyle w:val="EW"/>
      </w:pPr>
      <w:r w:rsidRPr="00835F44">
        <w:t>Tx</w:t>
      </w:r>
      <w:r w:rsidRPr="00835F44">
        <w:tab/>
        <w:t>Transmitter</w:t>
      </w:r>
    </w:p>
    <w:p w14:paraId="5C15CA53" w14:textId="6EB55E81" w:rsidR="00E84F97" w:rsidRPr="00835F44" w:rsidRDefault="00040653" w:rsidP="00E84F97">
      <w:pPr>
        <w:pStyle w:val="EW"/>
      </w:pPr>
      <w:r w:rsidRPr="00835F44">
        <w:t>UL MIMO</w:t>
      </w:r>
      <w:r w:rsidR="00E84F97" w:rsidRPr="00835F44">
        <w:tab/>
        <w:t>Uplink Multiple Antenna transmission</w:t>
      </w:r>
    </w:p>
    <w:p w14:paraId="4FCBE60B" w14:textId="77777777" w:rsidR="005F7BBD" w:rsidRPr="00835F44" w:rsidRDefault="005F7BBD" w:rsidP="00667077">
      <w:pPr>
        <w:pStyle w:val="Heading1"/>
      </w:pPr>
      <w:bookmarkStart w:id="91" w:name="_Toc21342840"/>
      <w:bookmarkStart w:id="92" w:name="_Toc29769801"/>
      <w:bookmarkStart w:id="93" w:name="_Toc29799300"/>
      <w:bookmarkStart w:id="94" w:name="_Toc37254524"/>
      <w:bookmarkStart w:id="95" w:name="_Toc37255167"/>
      <w:bookmarkStart w:id="96" w:name="_Toc45887190"/>
      <w:bookmarkStart w:id="97" w:name="_Toc53171927"/>
      <w:bookmarkStart w:id="98" w:name="_Toc61356692"/>
      <w:bookmarkStart w:id="99" w:name="_Toc67913561"/>
      <w:bookmarkStart w:id="100" w:name="_Toc75469377"/>
      <w:bookmarkStart w:id="101" w:name="_Toc76507867"/>
      <w:bookmarkStart w:id="102" w:name="_Toc83192768"/>
      <w:r w:rsidRPr="00835F44">
        <w:t>4</w:t>
      </w:r>
      <w:r w:rsidRPr="00835F44">
        <w:tab/>
        <w:t>General</w:t>
      </w:r>
      <w:bookmarkEnd w:id="91"/>
      <w:bookmarkEnd w:id="92"/>
      <w:bookmarkEnd w:id="93"/>
      <w:bookmarkEnd w:id="94"/>
      <w:bookmarkEnd w:id="95"/>
      <w:bookmarkEnd w:id="96"/>
      <w:bookmarkEnd w:id="97"/>
      <w:bookmarkEnd w:id="98"/>
      <w:bookmarkEnd w:id="99"/>
      <w:bookmarkEnd w:id="100"/>
      <w:bookmarkEnd w:id="101"/>
      <w:bookmarkEnd w:id="102"/>
    </w:p>
    <w:p w14:paraId="5C45268F" w14:textId="77777777" w:rsidR="005F7BBD" w:rsidRPr="00835F44" w:rsidRDefault="005F7BBD" w:rsidP="00495FE7">
      <w:pPr>
        <w:pStyle w:val="Heading2"/>
      </w:pPr>
      <w:bookmarkStart w:id="103" w:name="_Toc21342841"/>
      <w:bookmarkStart w:id="104" w:name="_Toc29769802"/>
      <w:bookmarkStart w:id="105" w:name="_Toc29799301"/>
      <w:bookmarkStart w:id="106" w:name="_Toc37254525"/>
      <w:bookmarkStart w:id="107" w:name="_Toc37255168"/>
      <w:bookmarkStart w:id="108" w:name="_Toc45887191"/>
      <w:bookmarkStart w:id="109" w:name="_Toc53171928"/>
      <w:bookmarkStart w:id="110" w:name="_Toc61356693"/>
      <w:bookmarkStart w:id="111" w:name="_Toc67913562"/>
      <w:bookmarkStart w:id="112" w:name="_Toc75469378"/>
      <w:bookmarkStart w:id="113" w:name="_Toc76507868"/>
      <w:bookmarkStart w:id="114" w:name="_Toc83192769"/>
      <w:r w:rsidRPr="00835F44">
        <w:t>4.1</w:t>
      </w:r>
      <w:r w:rsidRPr="00835F44">
        <w:tab/>
        <w:t>Relationship between minimum requirements and test requirements</w:t>
      </w:r>
      <w:bookmarkEnd w:id="103"/>
      <w:bookmarkEnd w:id="104"/>
      <w:bookmarkEnd w:id="105"/>
      <w:bookmarkEnd w:id="106"/>
      <w:bookmarkEnd w:id="107"/>
      <w:bookmarkEnd w:id="108"/>
      <w:bookmarkEnd w:id="109"/>
      <w:bookmarkEnd w:id="110"/>
      <w:bookmarkEnd w:id="111"/>
      <w:bookmarkEnd w:id="112"/>
      <w:bookmarkEnd w:id="113"/>
      <w:bookmarkEnd w:id="114"/>
    </w:p>
    <w:p w14:paraId="63E531BC" w14:textId="683AF11D" w:rsidR="005F7BBD" w:rsidRPr="00835F44" w:rsidRDefault="005F7BBD" w:rsidP="00863308">
      <w:r w:rsidRPr="00835F44">
        <w:t xml:space="preserve">The present document is a Single-RAT specification for NR UE, covering </w:t>
      </w:r>
      <w:r w:rsidRPr="00835F44">
        <w:rPr>
          <w:rFonts w:cs="v5.0.0"/>
        </w:rPr>
        <w:t xml:space="preserve">RF characteristics and minimum performance requirements. </w:t>
      </w:r>
      <w:r w:rsidRPr="00835F44">
        <w:t>Conformance to the present specification is demonstrated by fulfilling the test requirements specified in the conformance specification 3GPP TS 38.521-1 [4].</w:t>
      </w:r>
    </w:p>
    <w:p w14:paraId="6AB1E7D0" w14:textId="77777777" w:rsidR="005F7BBD" w:rsidRPr="00835F44" w:rsidRDefault="005F7BBD" w:rsidP="00863308">
      <w:pPr>
        <w:rPr>
          <w:rFonts w:cs="v5.0.0"/>
          <w:snapToGrid w:val="0"/>
        </w:rPr>
      </w:pPr>
      <w:r w:rsidRPr="00835F44">
        <w:rPr>
          <w:rFonts w:cs="v5.0.0"/>
          <w:snapToGrid w:val="0"/>
        </w:rPr>
        <w:t>The Minimum Requirements given in this specification make no allowance for measurement uncertainty. The test specification TS 38.521-1 [4] defines test tolerances. These test tolerances are individually calculated for each test. The test tolerances are used to relax the minimum requirements in this specification to create test requirements. For some requirements, including regulatory requirements, the test tolerance is set to zero.</w:t>
      </w:r>
    </w:p>
    <w:p w14:paraId="461713B1" w14:textId="3840D6C1" w:rsidR="005F7BBD" w:rsidRPr="00835F44" w:rsidRDefault="005F7BBD" w:rsidP="00863308">
      <w:pPr>
        <w:rPr>
          <w:rFonts w:cs="v5.0.0"/>
          <w:snapToGrid w:val="0"/>
        </w:rPr>
      </w:pPr>
      <w:r w:rsidRPr="00835F44">
        <w:rPr>
          <w:rFonts w:cs="v5.0.0"/>
          <w:snapToGrid w:val="0"/>
        </w:rPr>
        <w:t>The measurement results returned by the test system are compared - without any modification - against the test requirements as defined by the shared risk principle.</w:t>
      </w:r>
    </w:p>
    <w:p w14:paraId="7E5B542D" w14:textId="77777777" w:rsidR="005F7BBD" w:rsidRPr="00835F44" w:rsidRDefault="005F7BBD" w:rsidP="00863308">
      <w:r w:rsidRPr="00835F44">
        <w:rPr>
          <w:rFonts w:cs="v5.0.0"/>
          <w:snapToGrid w:val="0"/>
        </w:rPr>
        <w:t>The shared risk principle is defined in Recommendation ITU</w:t>
      </w:r>
      <w:r w:rsidRPr="00835F44">
        <w:rPr>
          <w:rFonts w:cs="v5.0.0"/>
          <w:snapToGrid w:val="0"/>
        </w:rPr>
        <w:noBreakHyphen/>
        <w:t>R M.1545 [5].</w:t>
      </w:r>
    </w:p>
    <w:p w14:paraId="10B92B40" w14:textId="77777777" w:rsidR="005F7BBD" w:rsidRPr="00835F44" w:rsidRDefault="005F7BBD" w:rsidP="00495FE7">
      <w:pPr>
        <w:pStyle w:val="Heading2"/>
      </w:pPr>
      <w:bookmarkStart w:id="115" w:name="_Toc21342842"/>
      <w:bookmarkStart w:id="116" w:name="_Toc29769803"/>
      <w:bookmarkStart w:id="117" w:name="_Toc29799302"/>
      <w:bookmarkStart w:id="118" w:name="_Toc37254526"/>
      <w:bookmarkStart w:id="119" w:name="_Toc37255169"/>
      <w:bookmarkStart w:id="120" w:name="_Toc45887192"/>
      <w:bookmarkStart w:id="121" w:name="_Toc53171929"/>
      <w:bookmarkStart w:id="122" w:name="_Toc61356694"/>
      <w:bookmarkStart w:id="123" w:name="_Toc67913563"/>
      <w:bookmarkStart w:id="124" w:name="_Toc75469379"/>
      <w:bookmarkStart w:id="125" w:name="_Toc76507869"/>
      <w:bookmarkStart w:id="126" w:name="_Toc83192770"/>
      <w:r w:rsidRPr="00835F44">
        <w:t>4.2</w:t>
      </w:r>
      <w:r w:rsidRPr="00835F44">
        <w:tab/>
        <w:t>Applicability of minimum requirements</w:t>
      </w:r>
      <w:bookmarkEnd w:id="115"/>
      <w:bookmarkEnd w:id="116"/>
      <w:bookmarkEnd w:id="117"/>
      <w:bookmarkEnd w:id="118"/>
      <w:bookmarkEnd w:id="119"/>
      <w:bookmarkEnd w:id="120"/>
      <w:bookmarkEnd w:id="121"/>
      <w:bookmarkEnd w:id="122"/>
      <w:bookmarkEnd w:id="123"/>
      <w:bookmarkEnd w:id="124"/>
      <w:bookmarkEnd w:id="125"/>
      <w:bookmarkEnd w:id="126"/>
    </w:p>
    <w:p w14:paraId="2ABCF51E" w14:textId="2A7B6F33" w:rsidR="005F7BBD" w:rsidRPr="00835F44" w:rsidRDefault="005F7BBD" w:rsidP="000E530E">
      <w:pPr>
        <w:pStyle w:val="B1"/>
      </w:pPr>
      <w:r w:rsidRPr="00835F44">
        <w:t>a)</w:t>
      </w:r>
      <w:r w:rsidRPr="00835F44">
        <w:tab/>
        <w:t>In this specification the Minimum Requirements are specified as general requirements and additional requirements. Where the Requirement is specified as a general requirement, the requirement is mandated to be met in all scenarios</w:t>
      </w:r>
    </w:p>
    <w:p w14:paraId="2E144296" w14:textId="77777777" w:rsidR="005F7BBD" w:rsidRPr="00835F44" w:rsidRDefault="005F7BBD" w:rsidP="000E530E">
      <w:pPr>
        <w:pStyle w:val="B1"/>
      </w:pPr>
      <w:r w:rsidRPr="00835F44">
        <w:t>b)</w:t>
      </w:r>
      <w:r w:rsidRPr="00835F44">
        <w:tab/>
        <w:t>For specific scenarios for which an additional requirement is specified, in addition to meeting the general requirement, the UE is mandated to meet the additional requirements.</w:t>
      </w:r>
    </w:p>
    <w:p w14:paraId="5A4B414B" w14:textId="5CCF1B33" w:rsidR="005F7BBD" w:rsidRPr="00835F44" w:rsidRDefault="005F7BBD" w:rsidP="000E530E">
      <w:pPr>
        <w:pStyle w:val="B1"/>
      </w:pPr>
      <w:r w:rsidRPr="00835F44">
        <w:t>c)</w:t>
      </w:r>
      <w:r w:rsidRPr="00835F44">
        <w:tab/>
        <w:t>The spurious emissions power requirements are for the long-term average of the power. For the purpose of reducing measurement uncertainty it is acceptable to average the measured power over a period of time sufficient to reduce the uncertainty due to the statistical nature of the signal</w:t>
      </w:r>
    </w:p>
    <w:p w14:paraId="6F4A6FE0" w14:textId="14A2D31C" w:rsidR="006E569A" w:rsidRDefault="006E569A" w:rsidP="006E569A">
      <w:pPr>
        <w:pStyle w:val="B1"/>
      </w:pPr>
      <w:bookmarkStart w:id="127" w:name="_Toc21342843"/>
      <w:bookmarkStart w:id="128" w:name="_Toc29769804"/>
      <w:bookmarkStart w:id="129" w:name="_Toc29799303"/>
      <w:bookmarkStart w:id="130" w:name="_Toc37254527"/>
      <w:bookmarkStart w:id="131" w:name="_Toc37255170"/>
      <w:bookmarkStart w:id="132" w:name="_Toc45887193"/>
      <w:bookmarkStart w:id="133" w:name="_Toc53171930"/>
      <w:bookmarkStart w:id="134" w:name="_Toc61356695"/>
      <w:r>
        <w:t>d)</w:t>
      </w:r>
      <w:r>
        <w:tab/>
        <w:t xml:space="preserve">All the requirements for intra-band contiguous and non-contiguous CA apply under the assumption of the same slot format indicated by </w:t>
      </w:r>
      <w:r>
        <w:rPr>
          <w:i/>
        </w:rPr>
        <w:t xml:space="preserve">TDD-UL-DL-ConfigurationCommon </w:t>
      </w:r>
      <w:r>
        <w:rPr>
          <w:iCs/>
        </w:rPr>
        <w:t xml:space="preserve">and </w:t>
      </w:r>
      <w:r>
        <w:rPr>
          <w:i/>
        </w:rPr>
        <w:t>TDD-UL-DL-ConfigurationDedicated</w:t>
      </w:r>
      <w:r>
        <w:t xml:space="preserve"> in the PCell and SCells for NR SA.</w:t>
      </w:r>
    </w:p>
    <w:p w14:paraId="1414BB0E" w14:textId="77777777" w:rsidR="005F7BBD" w:rsidRPr="00835F44" w:rsidRDefault="005F7BBD" w:rsidP="00495FE7">
      <w:pPr>
        <w:pStyle w:val="Heading2"/>
      </w:pPr>
      <w:bookmarkStart w:id="135" w:name="_Toc67913564"/>
      <w:bookmarkStart w:id="136" w:name="_Toc75469380"/>
      <w:bookmarkStart w:id="137" w:name="_Toc76507870"/>
      <w:bookmarkStart w:id="138" w:name="_Toc83192771"/>
      <w:r w:rsidRPr="00835F44">
        <w:t>4.3</w:t>
      </w:r>
      <w:r w:rsidRPr="00835F44">
        <w:tab/>
        <w:t>Specification suffix information</w:t>
      </w:r>
      <w:bookmarkEnd w:id="127"/>
      <w:bookmarkEnd w:id="128"/>
      <w:bookmarkEnd w:id="129"/>
      <w:bookmarkEnd w:id="130"/>
      <w:bookmarkEnd w:id="131"/>
      <w:bookmarkEnd w:id="132"/>
      <w:bookmarkEnd w:id="133"/>
      <w:bookmarkEnd w:id="134"/>
      <w:bookmarkEnd w:id="135"/>
      <w:bookmarkEnd w:id="136"/>
      <w:bookmarkEnd w:id="137"/>
      <w:bookmarkEnd w:id="138"/>
    </w:p>
    <w:p w14:paraId="7A58D5A2" w14:textId="3166AC6B" w:rsidR="005F7BBD" w:rsidRPr="00835F44" w:rsidRDefault="005F7BBD" w:rsidP="00863308">
      <w:r w:rsidRPr="00835F44">
        <w:t>Unless stated otherwise the following suffixes are used for indicating at 2</w:t>
      </w:r>
      <w:r w:rsidRPr="00835F44">
        <w:rPr>
          <w:vertAlign w:val="superscript"/>
        </w:rPr>
        <w:t>nd</w:t>
      </w:r>
      <w:r w:rsidRPr="00835F44">
        <w:t xml:space="preserve"> level </w:t>
      </w:r>
      <w:r w:rsidR="00B95E72" w:rsidRPr="00835F44">
        <w:t>clause</w:t>
      </w:r>
      <w:r w:rsidRPr="00835F44">
        <w:t>, shown in Table 4.3-1.</w:t>
      </w:r>
    </w:p>
    <w:p w14:paraId="3D08A7FB" w14:textId="77777777" w:rsidR="005F7BBD" w:rsidRPr="00835F44" w:rsidRDefault="005F7BBD" w:rsidP="00863308">
      <w:pPr>
        <w:pStyle w:val="TH"/>
      </w:pPr>
      <w:r w:rsidRPr="00835F44">
        <w:lastRenderedPageBreak/>
        <w:t>Table 4.3-1: Definition of suffixes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551"/>
      </w:tblGrid>
      <w:tr w:rsidR="00495FE7" w:rsidRPr="00835F44" w14:paraId="4F6DF774" w14:textId="77777777" w:rsidTr="00863308">
        <w:trPr>
          <w:jc w:val="center"/>
        </w:trPr>
        <w:tc>
          <w:tcPr>
            <w:tcW w:w="1668" w:type="dxa"/>
            <w:tcBorders>
              <w:top w:val="single" w:sz="4" w:space="0" w:color="auto"/>
              <w:left w:val="single" w:sz="4" w:space="0" w:color="auto"/>
              <w:bottom w:val="single" w:sz="4" w:space="0" w:color="auto"/>
              <w:right w:val="single" w:sz="4" w:space="0" w:color="auto"/>
            </w:tcBorders>
            <w:shd w:val="clear" w:color="auto" w:fill="D9D9D9"/>
            <w:hideMark/>
          </w:tcPr>
          <w:p w14:paraId="1021130A" w14:textId="77777777" w:rsidR="005F7BBD" w:rsidRPr="00835F44" w:rsidRDefault="005F7BBD" w:rsidP="005C5B2B">
            <w:pPr>
              <w:pStyle w:val="TAH"/>
            </w:pPr>
            <w:r w:rsidRPr="00835F44">
              <w:t>Clause suffix</w:t>
            </w:r>
          </w:p>
        </w:tc>
        <w:tc>
          <w:tcPr>
            <w:tcW w:w="2551" w:type="dxa"/>
            <w:tcBorders>
              <w:top w:val="single" w:sz="4" w:space="0" w:color="auto"/>
              <w:left w:val="single" w:sz="4" w:space="0" w:color="auto"/>
              <w:bottom w:val="single" w:sz="4" w:space="0" w:color="auto"/>
              <w:right w:val="single" w:sz="4" w:space="0" w:color="auto"/>
            </w:tcBorders>
            <w:shd w:val="clear" w:color="auto" w:fill="D9D9D9"/>
            <w:hideMark/>
          </w:tcPr>
          <w:p w14:paraId="5FE42BB7" w14:textId="77777777" w:rsidR="005F7BBD" w:rsidRPr="00835F44" w:rsidRDefault="005F7BBD" w:rsidP="005C5B2B">
            <w:pPr>
              <w:pStyle w:val="TAH"/>
            </w:pPr>
            <w:r w:rsidRPr="00835F44">
              <w:t>Variant</w:t>
            </w:r>
          </w:p>
        </w:tc>
      </w:tr>
      <w:tr w:rsidR="00495FE7" w:rsidRPr="00835F44" w14:paraId="37349746" w14:textId="77777777" w:rsidTr="00863308">
        <w:trPr>
          <w:jc w:val="center"/>
        </w:trPr>
        <w:tc>
          <w:tcPr>
            <w:tcW w:w="1668" w:type="dxa"/>
            <w:tcBorders>
              <w:top w:val="single" w:sz="4" w:space="0" w:color="auto"/>
              <w:left w:val="single" w:sz="4" w:space="0" w:color="auto"/>
              <w:bottom w:val="single" w:sz="4" w:space="0" w:color="auto"/>
              <w:right w:val="single" w:sz="4" w:space="0" w:color="auto"/>
            </w:tcBorders>
            <w:hideMark/>
          </w:tcPr>
          <w:p w14:paraId="48BAED2A" w14:textId="77777777" w:rsidR="00281553" w:rsidRPr="00835F44" w:rsidRDefault="005F7BBD">
            <w:pPr>
              <w:pStyle w:val="TAC"/>
            </w:pPr>
            <w:r w:rsidRPr="00835F44">
              <w:t>None</w:t>
            </w:r>
          </w:p>
        </w:tc>
        <w:tc>
          <w:tcPr>
            <w:tcW w:w="2551" w:type="dxa"/>
            <w:tcBorders>
              <w:top w:val="single" w:sz="4" w:space="0" w:color="auto"/>
              <w:left w:val="single" w:sz="4" w:space="0" w:color="auto"/>
              <w:bottom w:val="single" w:sz="4" w:space="0" w:color="auto"/>
              <w:right w:val="single" w:sz="4" w:space="0" w:color="auto"/>
            </w:tcBorders>
            <w:hideMark/>
          </w:tcPr>
          <w:p w14:paraId="46293DCC" w14:textId="77777777" w:rsidR="005F7BBD" w:rsidRPr="00835F44" w:rsidRDefault="005F7BBD" w:rsidP="00863308">
            <w:pPr>
              <w:pStyle w:val="TAL"/>
            </w:pPr>
            <w:r w:rsidRPr="00835F44">
              <w:t>Single Carrier</w:t>
            </w:r>
          </w:p>
        </w:tc>
      </w:tr>
      <w:tr w:rsidR="00495FE7" w:rsidRPr="00835F44" w14:paraId="0D18B2A3" w14:textId="77777777" w:rsidTr="00863308">
        <w:trPr>
          <w:jc w:val="center"/>
        </w:trPr>
        <w:tc>
          <w:tcPr>
            <w:tcW w:w="1668" w:type="dxa"/>
            <w:tcBorders>
              <w:top w:val="single" w:sz="4" w:space="0" w:color="auto"/>
              <w:left w:val="single" w:sz="4" w:space="0" w:color="auto"/>
              <w:bottom w:val="single" w:sz="4" w:space="0" w:color="auto"/>
              <w:right w:val="single" w:sz="4" w:space="0" w:color="auto"/>
            </w:tcBorders>
            <w:hideMark/>
          </w:tcPr>
          <w:p w14:paraId="779C1BF0" w14:textId="77777777" w:rsidR="00281553" w:rsidRPr="00835F44" w:rsidRDefault="005F7BBD">
            <w:pPr>
              <w:pStyle w:val="TAC"/>
            </w:pPr>
            <w:r w:rsidRPr="00835F44">
              <w:t>A</w:t>
            </w:r>
          </w:p>
        </w:tc>
        <w:tc>
          <w:tcPr>
            <w:tcW w:w="2551" w:type="dxa"/>
            <w:tcBorders>
              <w:top w:val="single" w:sz="4" w:space="0" w:color="auto"/>
              <w:left w:val="single" w:sz="4" w:space="0" w:color="auto"/>
              <w:bottom w:val="single" w:sz="4" w:space="0" w:color="auto"/>
              <w:right w:val="single" w:sz="4" w:space="0" w:color="auto"/>
            </w:tcBorders>
            <w:hideMark/>
          </w:tcPr>
          <w:p w14:paraId="3AE8B947" w14:textId="77777777" w:rsidR="005F7BBD" w:rsidRPr="00835F44" w:rsidRDefault="005F7BBD" w:rsidP="00863308">
            <w:pPr>
              <w:pStyle w:val="TAL"/>
            </w:pPr>
            <w:r w:rsidRPr="00835F44">
              <w:t>Carrier Aggregation (CA)</w:t>
            </w:r>
          </w:p>
        </w:tc>
      </w:tr>
      <w:tr w:rsidR="00495FE7" w:rsidRPr="00835F44" w14:paraId="36BD48C4" w14:textId="77777777" w:rsidTr="00863308">
        <w:trPr>
          <w:jc w:val="center"/>
        </w:trPr>
        <w:tc>
          <w:tcPr>
            <w:tcW w:w="1668" w:type="dxa"/>
            <w:tcBorders>
              <w:top w:val="single" w:sz="4" w:space="0" w:color="auto"/>
              <w:left w:val="single" w:sz="4" w:space="0" w:color="auto"/>
              <w:bottom w:val="single" w:sz="4" w:space="0" w:color="auto"/>
              <w:right w:val="single" w:sz="4" w:space="0" w:color="auto"/>
            </w:tcBorders>
            <w:hideMark/>
          </w:tcPr>
          <w:p w14:paraId="0789C287" w14:textId="77777777" w:rsidR="00281553" w:rsidRPr="00835F44" w:rsidRDefault="005F7BBD">
            <w:pPr>
              <w:pStyle w:val="TAC"/>
            </w:pPr>
            <w:r w:rsidRPr="00835F44">
              <w:t>B</w:t>
            </w:r>
          </w:p>
        </w:tc>
        <w:tc>
          <w:tcPr>
            <w:tcW w:w="2551" w:type="dxa"/>
            <w:tcBorders>
              <w:top w:val="single" w:sz="4" w:space="0" w:color="auto"/>
              <w:left w:val="single" w:sz="4" w:space="0" w:color="auto"/>
              <w:bottom w:val="single" w:sz="4" w:space="0" w:color="auto"/>
              <w:right w:val="single" w:sz="4" w:space="0" w:color="auto"/>
            </w:tcBorders>
            <w:hideMark/>
          </w:tcPr>
          <w:p w14:paraId="4AF86812" w14:textId="77777777" w:rsidR="005F7BBD" w:rsidRPr="00835F44" w:rsidRDefault="005F7BBD" w:rsidP="00863308">
            <w:pPr>
              <w:pStyle w:val="TAL"/>
            </w:pPr>
            <w:r w:rsidRPr="00835F44">
              <w:t>Dual-Connectivity (DC)</w:t>
            </w:r>
          </w:p>
        </w:tc>
      </w:tr>
      <w:tr w:rsidR="00495FE7" w:rsidRPr="00835F44" w14:paraId="6A8A1A10" w14:textId="77777777" w:rsidTr="00863308">
        <w:trPr>
          <w:jc w:val="center"/>
        </w:trPr>
        <w:tc>
          <w:tcPr>
            <w:tcW w:w="1668" w:type="dxa"/>
            <w:tcBorders>
              <w:top w:val="single" w:sz="4" w:space="0" w:color="auto"/>
              <w:left w:val="single" w:sz="4" w:space="0" w:color="auto"/>
              <w:bottom w:val="single" w:sz="4" w:space="0" w:color="auto"/>
              <w:right w:val="single" w:sz="4" w:space="0" w:color="auto"/>
            </w:tcBorders>
            <w:hideMark/>
          </w:tcPr>
          <w:p w14:paraId="169D52F5" w14:textId="77777777" w:rsidR="00281553" w:rsidRPr="00835F44" w:rsidRDefault="005F7BBD">
            <w:pPr>
              <w:pStyle w:val="TAC"/>
            </w:pPr>
            <w:r w:rsidRPr="00835F44">
              <w:t>C</w:t>
            </w:r>
          </w:p>
        </w:tc>
        <w:tc>
          <w:tcPr>
            <w:tcW w:w="2551" w:type="dxa"/>
            <w:tcBorders>
              <w:top w:val="single" w:sz="4" w:space="0" w:color="auto"/>
              <w:left w:val="single" w:sz="4" w:space="0" w:color="auto"/>
              <w:bottom w:val="single" w:sz="4" w:space="0" w:color="auto"/>
              <w:right w:val="single" w:sz="4" w:space="0" w:color="auto"/>
            </w:tcBorders>
            <w:hideMark/>
          </w:tcPr>
          <w:p w14:paraId="2C844CFC" w14:textId="77777777" w:rsidR="005F7BBD" w:rsidRPr="00835F44" w:rsidRDefault="005F7BBD" w:rsidP="00863308">
            <w:pPr>
              <w:pStyle w:val="TAL"/>
            </w:pPr>
            <w:r w:rsidRPr="00835F44">
              <w:t>Supplement Uplink (SUL)</w:t>
            </w:r>
          </w:p>
        </w:tc>
      </w:tr>
      <w:tr w:rsidR="005F7BBD" w:rsidRPr="00835F44" w14:paraId="75B3BDC6" w14:textId="77777777" w:rsidTr="00863308">
        <w:trPr>
          <w:jc w:val="center"/>
        </w:trPr>
        <w:tc>
          <w:tcPr>
            <w:tcW w:w="1668" w:type="dxa"/>
            <w:tcBorders>
              <w:top w:val="single" w:sz="4" w:space="0" w:color="auto"/>
              <w:left w:val="single" w:sz="4" w:space="0" w:color="auto"/>
              <w:bottom w:val="single" w:sz="4" w:space="0" w:color="auto"/>
              <w:right w:val="single" w:sz="4" w:space="0" w:color="auto"/>
            </w:tcBorders>
            <w:hideMark/>
          </w:tcPr>
          <w:p w14:paraId="4F16D2B2" w14:textId="77777777" w:rsidR="00281553" w:rsidRPr="00835F44" w:rsidRDefault="005F7BBD">
            <w:pPr>
              <w:pStyle w:val="TAC"/>
            </w:pPr>
            <w:r w:rsidRPr="00835F44">
              <w:t>D</w:t>
            </w:r>
          </w:p>
        </w:tc>
        <w:tc>
          <w:tcPr>
            <w:tcW w:w="2551" w:type="dxa"/>
            <w:tcBorders>
              <w:top w:val="single" w:sz="4" w:space="0" w:color="auto"/>
              <w:left w:val="single" w:sz="4" w:space="0" w:color="auto"/>
              <w:bottom w:val="single" w:sz="4" w:space="0" w:color="auto"/>
              <w:right w:val="single" w:sz="4" w:space="0" w:color="auto"/>
            </w:tcBorders>
            <w:hideMark/>
          </w:tcPr>
          <w:p w14:paraId="399DCC4F" w14:textId="77777777" w:rsidR="005F7BBD" w:rsidRPr="00835F44" w:rsidRDefault="005F7BBD" w:rsidP="00863308">
            <w:pPr>
              <w:pStyle w:val="TAL"/>
            </w:pPr>
            <w:r w:rsidRPr="00835F44">
              <w:t>UL MIMO</w:t>
            </w:r>
          </w:p>
        </w:tc>
      </w:tr>
    </w:tbl>
    <w:p w14:paraId="0B845549" w14:textId="77777777" w:rsidR="000B4031" w:rsidRPr="00835F44" w:rsidRDefault="000B4031" w:rsidP="003F077E"/>
    <w:p w14:paraId="6EC88AD6" w14:textId="594462BF" w:rsidR="003F077E" w:rsidRPr="00835F44" w:rsidRDefault="003F077E" w:rsidP="003F077E">
      <w:r w:rsidRPr="00835F44">
        <w:t xml:space="preserve">A terminal which supports the above features needs to meet both the general requirements and the additional requirement applicable to the additional </w:t>
      </w:r>
      <w:r w:rsidR="00B95E72" w:rsidRPr="00835F44">
        <w:t>clause</w:t>
      </w:r>
      <w:r w:rsidRPr="00835F44">
        <w:t xml:space="preserve"> (suffix A, B, C and D) in clauses 5, 6 and 7. Where there is a difference in requirement between the general requirements and the additional </w:t>
      </w:r>
      <w:r w:rsidR="00B95E72" w:rsidRPr="00835F44">
        <w:t>clause</w:t>
      </w:r>
      <w:r w:rsidRPr="00835F44">
        <w:t xml:space="preserve"> requirements (suffix A, B, C and D) in clauses 5, 6 and 7, the tighter requirements are applicable unless stated otherwise in the additional </w:t>
      </w:r>
      <w:r w:rsidR="00B95E72" w:rsidRPr="00835F44">
        <w:t>clause</w:t>
      </w:r>
      <w:r w:rsidRPr="00835F44">
        <w:t>.</w:t>
      </w:r>
    </w:p>
    <w:p w14:paraId="1E833239" w14:textId="77777777" w:rsidR="003F077E" w:rsidRPr="00835F44" w:rsidRDefault="003F077E" w:rsidP="003F077E">
      <w:r w:rsidRPr="00835F44">
        <w:t>A terminal which supports more than one feature in clauses 5, 6 and 7 shall meet all of the separate corresponding requirements.</w:t>
      </w:r>
    </w:p>
    <w:p w14:paraId="2A2A7F90" w14:textId="0E7434B0" w:rsidR="005F7BBD" w:rsidRPr="00835F44" w:rsidRDefault="003F077E" w:rsidP="003F077E">
      <w:r w:rsidRPr="00835F44">
        <w:t>For a terminal that supports SUL for the band combination specified in Table 5.2C-1, the current version of the specification assumes the terminal is configured with active transmission either on UL carrier or SUL carrier at any time in one serving cell and the UE requirements for single carrier shall apply for the active UL or SUL carrier accordingly.</w:t>
      </w:r>
      <w:r w:rsidR="00361DCA" w:rsidRPr="00835F44">
        <w:t xml:space="preserve"> For a terminal that supports SUL, the current version of the specification assumes the terminal is not configured with UL MIMO on SUL carrier.</w:t>
      </w:r>
    </w:p>
    <w:p w14:paraId="3B6C7C66" w14:textId="77777777" w:rsidR="005F7BBD" w:rsidRPr="00835F44" w:rsidRDefault="005F7BBD" w:rsidP="00667077">
      <w:pPr>
        <w:pStyle w:val="Heading1"/>
      </w:pPr>
      <w:bookmarkStart w:id="139" w:name="_Toc21342844"/>
      <w:bookmarkStart w:id="140" w:name="_Toc29769805"/>
      <w:bookmarkStart w:id="141" w:name="_Toc29799304"/>
      <w:bookmarkStart w:id="142" w:name="_Toc37254528"/>
      <w:bookmarkStart w:id="143" w:name="_Toc37255171"/>
      <w:bookmarkStart w:id="144" w:name="_Toc45887194"/>
      <w:bookmarkStart w:id="145" w:name="_Toc53171931"/>
      <w:bookmarkStart w:id="146" w:name="_Toc61356696"/>
      <w:bookmarkStart w:id="147" w:name="_Toc67913565"/>
      <w:bookmarkStart w:id="148" w:name="_Toc75469381"/>
      <w:bookmarkStart w:id="149" w:name="_Toc76507871"/>
      <w:bookmarkStart w:id="150" w:name="_Toc83192772"/>
      <w:r w:rsidRPr="00835F44">
        <w:t>5</w:t>
      </w:r>
      <w:r w:rsidRPr="00835F44">
        <w:tab/>
        <w:t>Operating bands and channel arrangement</w:t>
      </w:r>
      <w:bookmarkEnd w:id="139"/>
      <w:bookmarkEnd w:id="140"/>
      <w:bookmarkEnd w:id="141"/>
      <w:bookmarkEnd w:id="142"/>
      <w:bookmarkEnd w:id="143"/>
      <w:bookmarkEnd w:id="144"/>
      <w:bookmarkEnd w:id="145"/>
      <w:bookmarkEnd w:id="146"/>
      <w:bookmarkEnd w:id="147"/>
      <w:bookmarkEnd w:id="148"/>
      <w:bookmarkEnd w:id="149"/>
      <w:bookmarkEnd w:id="150"/>
    </w:p>
    <w:p w14:paraId="4BED1AAA" w14:textId="77777777" w:rsidR="005F7BBD" w:rsidRPr="00835F44" w:rsidRDefault="005F7BBD" w:rsidP="00495FE7">
      <w:pPr>
        <w:pStyle w:val="Heading2"/>
      </w:pPr>
      <w:bookmarkStart w:id="151" w:name="_Toc21342845"/>
      <w:bookmarkStart w:id="152" w:name="_Toc29769806"/>
      <w:bookmarkStart w:id="153" w:name="_Toc29799305"/>
      <w:bookmarkStart w:id="154" w:name="_Toc37254529"/>
      <w:bookmarkStart w:id="155" w:name="_Toc37255172"/>
      <w:bookmarkStart w:id="156" w:name="_Toc45887195"/>
      <w:bookmarkStart w:id="157" w:name="_Toc53171932"/>
      <w:bookmarkStart w:id="158" w:name="_Toc61356697"/>
      <w:bookmarkStart w:id="159" w:name="_Toc67913566"/>
      <w:bookmarkStart w:id="160" w:name="_Toc75469382"/>
      <w:bookmarkStart w:id="161" w:name="_Toc76507872"/>
      <w:bookmarkStart w:id="162" w:name="_Toc83192773"/>
      <w:r w:rsidRPr="00835F44">
        <w:t>5.1</w:t>
      </w:r>
      <w:r w:rsidRPr="00835F44">
        <w:tab/>
        <w:t>General</w:t>
      </w:r>
      <w:bookmarkEnd w:id="151"/>
      <w:bookmarkEnd w:id="152"/>
      <w:bookmarkEnd w:id="153"/>
      <w:bookmarkEnd w:id="154"/>
      <w:bookmarkEnd w:id="155"/>
      <w:bookmarkEnd w:id="156"/>
      <w:bookmarkEnd w:id="157"/>
      <w:bookmarkEnd w:id="158"/>
      <w:bookmarkEnd w:id="159"/>
      <w:bookmarkEnd w:id="160"/>
      <w:bookmarkEnd w:id="161"/>
      <w:bookmarkEnd w:id="162"/>
    </w:p>
    <w:p w14:paraId="6224BBC8" w14:textId="77777777" w:rsidR="005F7BBD" w:rsidRPr="00835F44" w:rsidRDefault="005F7BBD" w:rsidP="00863308">
      <w:pPr>
        <w:rPr>
          <w:rFonts w:cs="v5.0.0"/>
        </w:rPr>
      </w:pPr>
      <w:r w:rsidRPr="00835F44">
        <w:rPr>
          <w:rFonts w:cs="v5.0.0"/>
        </w:rPr>
        <w:t>The channel arrangements presented in this clause are based on the operating bands and channel bandwidths defined in the present release of specifications.</w:t>
      </w:r>
    </w:p>
    <w:p w14:paraId="3644C132" w14:textId="30639DA3" w:rsidR="005F7BBD" w:rsidRPr="00835F44" w:rsidRDefault="005F7BBD" w:rsidP="00495FE7">
      <w:pPr>
        <w:pStyle w:val="NO"/>
      </w:pPr>
      <w:r w:rsidRPr="00835F44">
        <w:t>NOTE:</w:t>
      </w:r>
      <w:r w:rsidRPr="00835F44">
        <w:tab/>
        <w:t>Other operating bands and channel bandwidths may be considered in future releases.</w:t>
      </w:r>
    </w:p>
    <w:p w14:paraId="06B47754" w14:textId="5C65BD22" w:rsidR="005F7BBD" w:rsidRPr="00835F44" w:rsidRDefault="005F7BBD" w:rsidP="00863308">
      <w:r w:rsidRPr="00835F44">
        <w:t>Requirements throughout the RF specifications are in many cases defined separately for different frequency ranges (FR). The frequency ranges in which NR can operate according to this version of the specification are identified as described in Table 5.1-1.</w:t>
      </w:r>
    </w:p>
    <w:p w14:paraId="54529506" w14:textId="77777777" w:rsidR="005F7BBD" w:rsidRPr="00835F44" w:rsidRDefault="005F7BBD" w:rsidP="00863308">
      <w:pPr>
        <w:pStyle w:val="TH"/>
      </w:pPr>
      <w:r w:rsidRPr="00835F44">
        <w:t>Table 5.1-1: Definition of frequency ranges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977"/>
      </w:tblGrid>
      <w:tr w:rsidR="00495FE7" w:rsidRPr="00835F44" w14:paraId="3AD55007" w14:textId="77777777" w:rsidTr="00863308">
        <w:trPr>
          <w:jc w:val="center"/>
        </w:trPr>
        <w:tc>
          <w:tcPr>
            <w:tcW w:w="1951" w:type="dxa"/>
            <w:tcBorders>
              <w:top w:val="single" w:sz="4" w:space="0" w:color="auto"/>
              <w:left w:val="single" w:sz="4" w:space="0" w:color="auto"/>
              <w:bottom w:val="single" w:sz="4" w:space="0" w:color="auto"/>
              <w:right w:val="single" w:sz="4" w:space="0" w:color="auto"/>
            </w:tcBorders>
            <w:hideMark/>
          </w:tcPr>
          <w:p w14:paraId="7F2BFA44" w14:textId="77777777" w:rsidR="005F7BBD" w:rsidRPr="00835F44" w:rsidRDefault="005F7BBD" w:rsidP="005C5B2B">
            <w:pPr>
              <w:pStyle w:val="TAH"/>
            </w:pPr>
            <w:r w:rsidRPr="00835F44">
              <w:t>Frequency range designation</w:t>
            </w:r>
          </w:p>
        </w:tc>
        <w:tc>
          <w:tcPr>
            <w:tcW w:w="2977" w:type="dxa"/>
            <w:tcBorders>
              <w:top w:val="single" w:sz="4" w:space="0" w:color="auto"/>
              <w:left w:val="single" w:sz="4" w:space="0" w:color="auto"/>
              <w:bottom w:val="single" w:sz="4" w:space="0" w:color="auto"/>
              <w:right w:val="single" w:sz="4" w:space="0" w:color="auto"/>
            </w:tcBorders>
            <w:hideMark/>
          </w:tcPr>
          <w:p w14:paraId="552D02E8" w14:textId="77777777" w:rsidR="005F7BBD" w:rsidRPr="00835F44" w:rsidRDefault="005F7BBD" w:rsidP="005C5B2B">
            <w:pPr>
              <w:pStyle w:val="TAH"/>
            </w:pPr>
            <w:r w:rsidRPr="00835F44">
              <w:t xml:space="preserve">Corresponding frequency range </w:t>
            </w:r>
          </w:p>
        </w:tc>
      </w:tr>
      <w:tr w:rsidR="00495FE7" w:rsidRPr="00835F44" w14:paraId="5A8B564E" w14:textId="77777777" w:rsidTr="00863308">
        <w:trPr>
          <w:jc w:val="center"/>
        </w:trPr>
        <w:tc>
          <w:tcPr>
            <w:tcW w:w="1951" w:type="dxa"/>
            <w:tcBorders>
              <w:top w:val="single" w:sz="4" w:space="0" w:color="auto"/>
              <w:left w:val="single" w:sz="4" w:space="0" w:color="auto"/>
              <w:bottom w:val="single" w:sz="4" w:space="0" w:color="auto"/>
              <w:right w:val="single" w:sz="4" w:space="0" w:color="auto"/>
            </w:tcBorders>
            <w:hideMark/>
          </w:tcPr>
          <w:p w14:paraId="246BFCE7" w14:textId="77777777" w:rsidR="005F7BBD" w:rsidRPr="00835F44" w:rsidRDefault="005F7BBD" w:rsidP="00863308">
            <w:pPr>
              <w:pStyle w:val="TAC"/>
            </w:pPr>
            <w:r w:rsidRPr="00835F44">
              <w:t>FR1</w:t>
            </w:r>
          </w:p>
        </w:tc>
        <w:tc>
          <w:tcPr>
            <w:tcW w:w="2977" w:type="dxa"/>
            <w:tcBorders>
              <w:top w:val="single" w:sz="4" w:space="0" w:color="auto"/>
              <w:left w:val="single" w:sz="4" w:space="0" w:color="auto"/>
              <w:bottom w:val="single" w:sz="4" w:space="0" w:color="auto"/>
              <w:right w:val="single" w:sz="4" w:space="0" w:color="auto"/>
            </w:tcBorders>
            <w:hideMark/>
          </w:tcPr>
          <w:p w14:paraId="5DD1F405" w14:textId="3E411CCF" w:rsidR="005F7BBD" w:rsidRPr="00835F44" w:rsidRDefault="005F7BBD" w:rsidP="00863308">
            <w:pPr>
              <w:pStyle w:val="TAC"/>
            </w:pPr>
            <w:r w:rsidRPr="00835F44">
              <w:t>4</w:t>
            </w:r>
            <w:r w:rsidR="00820980" w:rsidRPr="00835F44">
              <w:t>1</w:t>
            </w:r>
            <w:r w:rsidRPr="00835F44">
              <w:t xml:space="preserve">0 MHz – </w:t>
            </w:r>
            <w:r w:rsidR="00820980" w:rsidRPr="00835F44">
              <w:t>7125</w:t>
            </w:r>
            <w:r w:rsidRPr="00835F44">
              <w:t xml:space="preserve"> MHz</w:t>
            </w:r>
          </w:p>
        </w:tc>
      </w:tr>
      <w:tr w:rsidR="005F7BBD" w:rsidRPr="00835F44" w14:paraId="519BC297" w14:textId="77777777" w:rsidTr="00863308">
        <w:trPr>
          <w:jc w:val="center"/>
        </w:trPr>
        <w:tc>
          <w:tcPr>
            <w:tcW w:w="1951" w:type="dxa"/>
            <w:tcBorders>
              <w:top w:val="single" w:sz="4" w:space="0" w:color="auto"/>
              <w:left w:val="single" w:sz="4" w:space="0" w:color="auto"/>
              <w:bottom w:val="single" w:sz="4" w:space="0" w:color="auto"/>
              <w:right w:val="single" w:sz="4" w:space="0" w:color="auto"/>
            </w:tcBorders>
            <w:hideMark/>
          </w:tcPr>
          <w:p w14:paraId="2E7ADD28" w14:textId="77777777" w:rsidR="005F7BBD" w:rsidRPr="00835F44" w:rsidRDefault="005F7BBD" w:rsidP="00863308">
            <w:pPr>
              <w:pStyle w:val="TAC"/>
            </w:pPr>
            <w:r w:rsidRPr="00835F44">
              <w:t>FR2</w:t>
            </w:r>
          </w:p>
        </w:tc>
        <w:tc>
          <w:tcPr>
            <w:tcW w:w="2977" w:type="dxa"/>
            <w:tcBorders>
              <w:top w:val="single" w:sz="4" w:space="0" w:color="auto"/>
              <w:left w:val="single" w:sz="4" w:space="0" w:color="auto"/>
              <w:bottom w:val="single" w:sz="4" w:space="0" w:color="auto"/>
              <w:right w:val="single" w:sz="4" w:space="0" w:color="auto"/>
            </w:tcBorders>
            <w:hideMark/>
          </w:tcPr>
          <w:p w14:paraId="3A8313CF" w14:textId="77777777" w:rsidR="005F7BBD" w:rsidRPr="00835F44" w:rsidRDefault="005F7BBD" w:rsidP="00863308">
            <w:pPr>
              <w:pStyle w:val="TAC"/>
            </w:pPr>
            <w:r w:rsidRPr="00835F44">
              <w:t>24250 MHz – 52600 MHz</w:t>
            </w:r>
          </w:p>
        </w:tc>
      </w:tr>
    </w:tbl>
    <w:p w14:paraId="5F850541" w14:textId="77777777" w:rsidR="005F7BBD" w:rsidRPr="00835F44" w:rsidRDefault="005F7BBD" w:rsidP="00863308"/>
    <w:p w14:paraId="0D2765C2" w14:textId="77777777" w:rsidR="005F7BBD" w:rsidRPr="00835F44" w:rsidRDefault="005F7BBD" w:rsidP="00863308">
      <w:r w:rsidRPr="00835F44">
        <w:t>The present specification covers FR1 operating bands.</w:t>
      </w:r>
    </w:p>
    <w:p w14:paraId="3B778078" w14:textId="77777777" w:rsidR="005F7BBD" w:rsidRPr="00835F44" w:rsidRDefault="005F7BBD" w:rsidP="00495FE7">
      <w:pPr>
        <w:pStyle w:val="Heading2"/>
      </w:pPr>
      <w:bookmarkStart w:id="163" w:name="_Toc21342846"/>
      <w:bookmarkStart w:id="164" w:name="_Toc29769807"/>
      <w:bookmarkStart w:id="165" w:name="_Toc29799306"/>
      <w:bookmarkStart w:id="166" w:name="_Toc37254530"/>
      <w:bookmarkStart w:id="167" w:name="_Toc37255173"/>
      <w:bookmarkStart w:id="168" w:name="_Toc45887196"/>
      <w:bookmarkStart w:id="169" w:name="_Toc53171933"/>
      <w:bookmarkStart w:id="170" w:name="_Toc61356698"/>
      <w:bookmarkStart w:id="171" w:name="_Toc67913567"/>
      <w:bookmarkStart w:id="172" w:name="_Toc75469383"/>
      <w:bookmarkStart w:id="173" w:name="_Toc76507873"/>
      <w:bookmarkStart w:id="174" w:name="_Toc83192774"/>
      <w:r w:rsidRPr="00835F44">
        <w:t>5.2</w:t>
      </w:r>
      <w:r w:rsidRPr="00835F44">
        <w:tab/>
        <w:t>Operating bands</w:t>
      </w:r>
      <w:bookmarkEnd w:id="163"/>
      <w:bookmarkEnd w:id="164"/>
      <w:bookmarkEnd w:id="165"/>
      <w:bookmarkEnd w:id="166"/>
      <w:bookmarkEnd w:id="167"/>
      <w:bookmarkEnd w:id="168"/>
      <w:bookmarkEnd w:id="169"/>
      <w:bookmarkEnd w:id="170"/>
      <w:bookmarkEnd w:id="171"/>
      <w:bookmarkEnd w:id="172"/>
      <w:bookmarkEnd w:id="173"/>
      <w:bookmarkEnd w:id="174"/>
    </w:p>
    <w:p w14:paraId="72884FE3" w14:textId="77777777" w:rsidR="005F7BBD" w:rsidRPr="00835F44" w:rsidRDefault="005F7BBD" w:rsidP="00863308">
      <w:r w:rsidRPr="00835F44">
        <w:t>NR is designed to operate in the FR1 operating bands defined in Table 5.2-1.</w:t>
      </w:r>
    </w:p>
    <w:p w14:paraId="726D9E90" w14:textId="77777777" w:rsidR="005F7BBD" w:rsidRPr="00835F44" w:rsidRDefault="005F7BBD" w:rsidP="00863308">
      <w:pPr>
        <w:pStyle w:val="TH"/>
      </w:pPr>
      <w:r w:rsidRPr="00835F44">
        <w:lastRenderedPageBreak/>
        <w:t>Table 5.2-1: NR operating bands in FR1</w:t>
      </w:r>
    </w:p>
    <w:tbl>
      <w:tblPr>
        <w:tblW w:w="7737" w:type="dxa"/>
        <w:jc w:val="center"/>
        <w:tblLayout w:type="fixed"/>
        <w:tblLook w:val="04A0" w:firstRow="1" w:lastRow="0" w:firstColumn="1" w:lastColumn="0" w:noHBand="0" w:noVBand="1"/>
      </w:tblPr>
      <w:tblGrid>
        <w:gridCol w:w="1161"/>
        <w:gridCol w:w="2715"/>
        <w:gridCol w:w="2953"/>
        <w:gridCol w:w="908"/>
      </w:tblGrid>
      <w:tr w:rsidR="00495FE7" w:rsidRPr="00835F44" w14:paraId="6960DBC1"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7268F81D" w14:textId="77777777" w:rsidR="005F7BBD" w:rsidRPr="00835F44" w:rsidRDefault="005F7BBD" w:rsidP="005C5B2B">
            <w:pPr>
              <w:pStyle w:val="TAH"/>
            </w:pPr>
            <w:r w:rsidRPr="00835F44">
              <w:t>NR operating band</w:t>
            </w:r>
          </w:p>
        </w:tc>
        <w:tc>
          <w:tcPr>
            <w:tcW w:w="2715" w:type="dxa"/>
            <w:tcBorders>
              <w:top w:val="single" w:sz="4" w:space="0" w:color="auto"/>
              <w:left w:val="single" w:sz="4" w:space="0" w:color="auto"/>
              <w:bottom w:val="single" w:sz="4" w:space="0" w:color="auto"/>
              <w:right w:val="single" w:sz="4" w:space="0" w:color="auto"/>
            </w:tcBorders>
            <w:hideMark/>
          </w:tcPr>
          <w:p w14:paraId="40036FD7" w14:textId="77777777" w:rsidR="005F7BBD" w:rsidRPr="00835F44" w:rsidRDefault="005F7BBD" w:rsidP="005C5B2B">
            <w:pPr>
              <w:pStyle w:val="TAH"/>
            </w:pPr>
            <w:r w:rsidRPr="00835F44">
              <w:t xml:space="preserve">Uplink (UL) </w:t>
            </w:r>
            <w:r w:rsidRPr="00835F44">
              <w:rPr>
                <w:i/>
              </w:rPr>
              <w:t>operating band</w:t>
            </w:r>
            <w:r w:rsidRPr="00835F44">
              <w:br/>
              <w:t>BS receive / UE transmit</w:t>
            </w:r>
          </w:p>
          <w:p w14:paraId="5EE655F5" w14:textId="77777777" w:rsidR="005F7BBD" w:rsidRPr="00835F44" w:rsidRDefault="005F7BBD" w:rsidP="005C5B2B">
            <w:pPr>
              <w:pStyle w:val="TAH"/>
              <w:rPr>
                <w:vertAlign w:val="subscript"/>
              </w:rPr>
            </w:pPr>
            <w:r w:rsidRPr="00835F44">
              <w:t>F</w:t>
            </w:r>
            <w:r w:rsidRPr="00835F44">
              <w:rPr>
                <w:vertAlign w:val="subscript"/>
              </w:rPr>
              <w:t xml:space="preserve">UL_low </w:t>
            </w:r>
            <w:r w:rsidRPr="00835F44">
              <w:t xml:space="preserve">  –  F</w:t>
            </w:r>
            <w:r w:rsidRPr="00835F44">
              <w:rPr>
                <w:vertAlign w:val="subscript"/>
              </w:rPr>
              <w:t>UL_high</w:t>
            </w:r>
          </w:p>
          <w:p w14:paraId="457C8373" w14:textId="77777777" w:rsidR="005F7BBD" w:rsidRPr="00835F44" w:rsidRDefault="005F7BBD" w:rsidP="005C5B2B">
            <w:pPr>
              <w:pStyle w:val="TAH"/>
            </w:pPr>
          </w:p>
        </w:tc>
        <w:tc>
          <w:tcPr>
            <w:tcW w:w="2953" w:type="dxa"/>
            <w:tcBorders>
              <w:top w:val="single" w:sz="4" w:space="0" w:color="auto"/>
              <w:left w:val="single" w:sz="4" w:space="0" w:color="auto"/>
              <w:bottom w:val="single" w:sz="4" w:space="0" w:color="auto"/>
              <w:right w:val="single" w:sz="4" w:space="0" w:color="auto"/>
            </w:tcBorders>
            <w:hideMark/>
          </w:tcPr>
          <w:p w14:paraId="54CBBEC0" w14:textId="77777777" w:rsidR="005F7BBD" w:rsidRPr="00835F44" w:rsidRDefault="005F7BBD" w:rsidP="005C5B2B">
            <w:pPr>
              <w:pStyle w:val="TAH"/>
            </w:pPr>
            <w:r w:rsidRPr="00835F44">
              <w:t xml:space="preserve">Downlink (DL) </w:t>
            </w:r>
            <w:r w:rsidRPr="00835F44">
              <w:rPr>
                <w:i/>
              </w:rPr>
              <w:t>operating band</w:t>
            </w:r>
            <w:r w:rsidRPr="00835F44">
              <w:br/>
              <w:t>BS transmit / UE receive</w:t>
            </w:r>
          </w:p>
          <w:p w14:paraId="27619BC6" w14:textId="77777777" w:rsidR="005F7BBD" w:rsidRPr="00835F44" w:rsidRDefault="005F7BBD" w:rsidP="005C5B2B">
            <w:pPr>
              <w:pStyle w:val="TAH"/>
            </w:pPr>
            <w:r w:rsidRPr="00835F44">
              <w:t>F</w:t>
            </w:r>
            <w:r w:rsidRPr="00835F44">
              <w:rPr>
                <w:vertAlign w:val="subscript"/>
              </w:rPr>
              <w:t>DL_low</w:t>
            </w:r>
            <w:r w:rsidRPr="00835F44">
              <w:t xml:space="preserve">   –  F</w:t>
            </w:r>
            <w:r w:rsidRPr="00835F44">
              <w:rPr>
                <w:vertAlign w:val="subscript"/>
              </w:rPr>
              <w:t>DL_high</w:t>
            </w:r>
          </w:p>
        </w:tc>
        <w:tc>
          <w:tcPr>
            <w:tcW w:w="908" w:type="dxa"/>
            <w:tcBorders>
              <w:top w:val="single" w:sz="4" w:space="0" w:color="auto"/>
              <w:left w:val="single" w:sz="4" w:space="0" w:color="auto"/>
              <w:bottom w:val="nil"/>
              <w:right w:val="single" w:sz="4" w:space="0" w:color="auto"/>
            </w:tcBorders>
            <w:hideMark/>
          </w:tcPr>
          <w:p w14:paraId="66A1D478" w14:textId="77777777" w:rsidR="005F7BBD" w:rsidRPr="00835F44" w:rsidRDefault="005F7BBD" w:rsidP="005C5B2B">
            <w:pPr>
              <w:pStyle w:val="TAH"/>
            </w:pPr>
            <w:r w:rsidRPr="00835F44">
              <w:t>Duplex Mode</w:t>
            </w:r>
          </w:p>
        </w:tc>
      </w:tr>
      <w:tr w:rsidR="00495FE7" w:rsidRPr="00835F44" w14:paraId="4886DEDE"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43DB64FD" w14:textId="77777777" w:rsidR="005F7BBD" w:rsidRPr="00835F44" w:rsidRDefault="005F7BBD" w:rsidP="00863308">
            <w:pPr>
              <w:pStyle w:val="TAC"/>
            </w:pPr>
            <w:r w:rsidRPr="00835F44">
              <w:t>n1</w:t>
            </w:r>
          </w:p>
        </w:tc>
        <w:tc>
          <w:tcPr>
            <w:tcW w:w="2715" w:type="dxa"/>
            <w:tcBorders>
              <w:top w:val="single" w:sz="4" w:space="0" w:color="auto"/>
              <w:left w:val="single" w:sz="4" w:space="0" w:color="auto"/>
              <w:bottom w:val="single" w:sz="4" w:space="0" w:color="auto"/>
              <w:right w:val="single" w:sz="4" w:space="0" w:color="auto"/>
            </w:tcBorders>
            <w:hideMark/>
          </w:tcPr>
          <w:p w14:paraId="52BE0AA3" w14:textId="77777777" w:rsidR="005F7BBD" w:rsidRPr="00835F44" w:rsidRDefault="005F7BBD" w:rsidP="00863308">
            <w:pPr>
              <w:pStyle w:val="TAC"/>
            </w:pPr>
            <w:r w:rsidRPr="00835F44">
              <w:t>1920 MHz – 1980 MHz</w:t>
            </w:r>
          </w:p>
        </w:tc>
        <w:tc>
          <w:tcPr>
            <w:tcW w:w="2953" w:type="dxa"/>
            <w:tcBorders>
              <w:top w:val="single" w:sz="4" w:space="0" w:color="auto"/>
              <w:left w:val="single" w:sz="4" w:space="0" w:color="auto"/>
              <w:bottom w:val="single" w:sz="4" w:space="0" w:color="auto"/>
              <w:right w:val="single" w:sz="4" w:space="0" w:color="auto"/>
            </w:tcBorders>
            <w:hideMark/>
          </w:tcPr>
          <w:p w14:paraId="5FAAE90D" w14:textId="77777777" w:rsidR="005F7BBD" w:rsidRPr="00835F44" w:rsidRDefault="005F7BBD" w:rsidP="00863308">
            <w:pPr>
              <w:pStyle w:val="TAC"/>
            </w:pPr>
            <w:r w:rsidRPr="00835F44">
              <w:t>2110 MHz – 2170 MHz</w:t>
            </w:r>
          </w:p>
        </w:tc>
        <w:tc>
          <w:tcPr>
            <w:tcW w:w="908" w:type="dxa"/>
            <w:tcBorders>
              <w:top w:val="single" w:sz="4" w:space="0" w:color="auto"/>
              <w:left w:val="single" w:sz="4" w:space="0" w:color="auto"/>
              <w:bottom w:val="nil"/>
              <w:right w:val="single" w:sz="4" w:space="0" w:color="auto"/>
            </w:tcBorders>
            <w:hideMark/>
          </w:tcPr>
          <w:p w14:paraId="3ABB8FC2" w14:textId="77777777" w:rsidR="005F7BBD" w:rsidRPr="00835F44" w:rsidRDefault="005F7BBD" w:rsidP="00863308">
            <w:pPr>
              <w:pStyle w:val="TAC"/>
            </w:pPr>
            <w:r w:rsidRPr="00835F44">
              <w:t>FDD</w:t>
            </w:r>
          </w:p>
        </w:tc>
      </w:tr>
      <w:tr w:rsidR="00495FE7" w:rsidRPr="00835F44" w14:paraId="2429E751"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7920B8DF" w14:textId="77777777" w:rsidR="005F7BBD" w:rsidRPr="00835F44" w:rsidRDefault="005F7BBD" w:rsidP="00863308">
            <w:pPr>
              <w:pStyle w:val="TAC"/>
            </w:pPr>
            <w:r w:rsidRPr="00835F44">
              <w:t>n2</w:t>
            </w:r>
          </w:p>
        </w:tc>
        <w:tc>
          <w:tcPr>
            <w:tcW w:w="2715" w:type="dxa"/>
            <w:tcBorders>
              <w:top w:val="single" w:sz="4" w:space="0" w:color="auto"/>
              <w:left w:val="single" w:sz="4" w:space="0" w:color="auto"/>
              <w:bottom w:val="single" w:sz="4" w:space="0" w:color="auto"/>
              <w:right w:val="single" w:sz="4" w:space="0" w:color="auto"/>
            </w:tcBorders>
            <w:hideMark/>
          </w:tcPr>
          <w:p w14:paraId="77613520" w14:textId="77777777" w:rsidR="005F7BBD" w:rsidRPr="00835F44" w:rsidRDefault="005F7BBD" w:rsidP="00863308">
            <w:pPr>
              <w:pStyle w:val="TAC"/>
            </w:pPr>
            <w:r w:rsidRPr="00835F44">
              <w:t>1850 MHz – 1910 MHz</w:t>
            </w:r>
          </w:p>
        </w:tc>
        <w:tc>
          <w:tcPr>
            <w:tcW w:w="2953" w:type="dxa"/>
            <w:tcBorders>
              <w:top w:val="single" w:sz="4" w:space="0" w:color="auto"/>
              <w:left w:val="single" w:sz="4" w:space="0" w:color="auto"/>
              <w:bottom w:val="single" w:sz="4" w:space="0" w:color="auto"/>
              <w:right w:val="single" w:sz="4" w:space="0" w:color="auto"/>
            </w:tcBorders>
            <w:hideMark/>
          </w:tcPr>
          <w:p w14:paraId="673FFF0A" w14:textId="77777777" w:rsidR="005F7BBD" w:rsidRPr="00835F44" w:rsidRDefault="005F7BBD" w:rsidP="00863308">
            <w:pPr>
              <w:pStyle w:val="TAC"/>
            </w:pPr>
            <w:r w:rsidRPr="00835F44">
              <w:t>1930 MHz – 1990 MHz</w:t>
            </w:r>
          </w:p>
        </w:tc>
        <w:tc>
          <w:tcPr>
            <w:tcW w:w="908" w:type="dxa"/>
            <w:tcBorders>
              <w:top w:val="single" w:sz="4" w:space="0" w:color="auto"/>
              <w:left w:val="single" w:sz="4" w:space="0" w:color="auto"/>
              <w:bottom w:val="nil"/>
              <w:right w:val="single" w:sz="4" w:space="0" w:color="auto"/>
            </w:tcBorders>
            <w:hideMark/>
          </w:tcPr>
          <w:p w14:paraId="1D280A90" w14:textId="77777777" w:rsidR="005F7BBD" w:rsidRPr="00835F44" w:rsidRDefault="005F7BBD" w:rsidP="00863308">
            <w:pPr>
              <w:pStyle w:val="TAC"/>
            </w:pPr>
            <w:r w:rsidRPr="00835F44">
              <w:t>FDD</w:t>
            </w:r>
          </w:p>
        </w:tc>
      </w:tr>
      <w:tr w:rsidR="00495FE7" w:rsidRPr="00835F44" w14:paraId="7BF71D19"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769BE052" w14:textId="77777777" w:rsidR="005F7BBD" w:rsidRPr="00835F44" w:rsidRDefault="005F7BBD" w:rsidP="00863308">
            <w:pPr>
              <w:pStyle w:val="TAC"/>
            </w:pPr>
            <w:r w:rsidRPr="00835F44">
              <w:t>n3</w:t>
            </w:r>
          </w:p>
        </w:tc>
        <w:tc>
          <w:tcPr>
            <w:tcW w:w="2715" w:type="dxa"/>
            <w:tcBorders>
              <w:top w:val="single" w:sz="4" w:space="0" w:color="auto"/>
              <w:left w:val="single" w:sz="4" w:space="0" w:color="auto"/>
              <w:bottom w:val="single" w:sz="4" w:space="0" w:color="auto"/>
              <w:right w:val="single" w:sz="4" w:space="0" w:color="auto"/>
            </w:tcBorders>
            <w:hideMark/>
          </w:tcPr>
          <w:p w14:paraId="54F99815" w14:textId="77777777" w:rsidR="005F7BBD" w:rsidRPr="00835F44" w:rsidRDefault="005F7BBD" w:rsidP="00863308">
            <w:pPr>
              <w:pStyle w:val="TAC"/>
            </w:pPr>
            <w:r w:rsidRPr="00835F44">
              <w:t>1710 MHz – 1785 MHz</w:t>
            </w:r>
          </w:p>
        </w:tc>
        <w:tc>
          <w:tcPr>
            <w:tcW w:w="2953" w:type="dxa"/>
            <w:tcBorders>
              <w:top w:val="single" w:sz="4" w:space="0" w:color="auto"/>
              <w:left w:val="single" w:sz="4" w:space="0" w:color="auto"/>
              <w:bottom w:val="single" w:sz="4" w:space="0" w:color="auto"/>
              <w:right w:val="single" w:sz="4" w:space="0" w:color="auto"/>
            </w:tcBorders>
            <w:hideMark/>
          </w:tcPr>
          <w:p w14:paraId="064C45DC" w14:textId="77777777" w:rsidR="005F7BBD" w:rsidRPr="00835F44" w:rsidRDefault="005F7BBD" w:rsidP="00863308">
            <w:pPr>
              <w:pStyle w:val="TAC"/>
            </w:pPr>
            <w:r w:rsidRPr="00835F44">
              <w:t>1805 MHz – 1880 MHz</w:t>
            </w:r>
          </w:p>
        </w:tc>
        <w:tc>
          <w:tcPr>
            <w:tcW w:w="908" w:type="dxa"/>
            <w:tcBorders>
              <w:top w:val="single" w:sz="4" w:space="0" w:color="auto"/>
              <w:left w:val="single" w:sz="4" w:space="0" w:color="auto"/>
              <w:bottom w:val="nil"/>
              <w:right w:val="single" w:sz="4" w:space="0" w:color="auto"/>
            </w:tcBorders>
            <w:hideMark/>
          </w:tcPr>
          <w:p w14:paraId="3720AF70" w14:textId="77777777" w:rsidR="005F7BBD" w:rsidRPr="00835F44" w:rsidRDefault="005F7BBD" w:rsidP="00863308">
            <w:pPr>
              <w:pStyle w:val="TAC"/>
            </w:pPr>
            <w:r w:rsidRPr="00835F44">
              <w:t>FDD</w:t>
            </w:r>
          </w:p>
        </w:tc>
      </w:tr>
      <w:tr w:rsidR="00495FE7" w:rsidRPr="00835F44" w14:paraId="2310737D"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522437E0" w14:textId="77777777" w:rsidR="005F7BBD" w:rsidRPr="00835F44" w:rsidRDefault="005F7BBD" w:rsidP="00863308">
            <w:pPr>
              <w:pStyle w:val="TAC"/>
            </w:pPr>
            <w:r w:rsidRPr="00835F44">
              <w:t>n5</w:t>
            </w:r>
          </w:p>
        </w:tc>
        <w:tc>
          <w:tcPr>
            <w:tcW w:w="2715" w:type="dxa"/>
            <w:tcBorders>
              <w:top w:val="single" w:sz="4" w:space="0" w:color="auto"/>
              <w:left w:val="single" w:sz="4" w:space="0" w:color="auto"/>
              <w:bottom w:val="single" w:sz="4" w:space="0" w:color="auto"/>
              <w:right w:val="single" w:sz="4" w:space="0" w:color="auto"/>
            </w:tcBorders>
            <w:hideMark/>
          </w:tcPr>
          <w:p w14:paraId="52806683" w14:textId="77777777" w:rsidR="005F7BBD" w:rsidRPr="00835F44" w:rsidRDefault="005F7BBD" w:rsidP="00863308">
            <w:pPr>
              <w:pStyle w:val="TAC"/>
            </w:pPr>
            <w:r w:rsidRPr="00835F44">
              <w:t>824 MHz – 849 MHz</w:t>
            </w:r>
          </w:p>
        </w:tc>
        <w:tc>
          <w:tcPr>
            <w:tcW w:w="2953" w:type="dxa"/>
            <w:tcBorders>
              <w:top w:val="single" w:sz="4" w:space="0" w:color="auto"/>
              <w:left w:val="single" w:sz="4" w:space="0" w:color="auto"/>
              <w:bottom w:val="single" w:sz="4" w:space="0" w:color="auto"/>
              <w:right w:val="single" w:sz="4" w:space="0" w:color="auto"/>
            </w:tcBorders>
            <w:hideMark/>
          </w:tcPr>
          <w:p w14:paraId="22E99D23" w14:textId="77777777" w:rsidR="005F7BBD" w:rsidRPr="00835F44" w:rsidRDefault="005F7BBD" w:rsidP="00863308">
            <w:pPr>
              <w:pStyle w:val="TAC"/>
            </w:pPr>
            <w:r w:rsidRPr="00835F44">
              <w:t>869 MHz – 894 MHz</w:t>
            </w:r>
          </w:p>
        </w:tc>
        <w:tc>
          <w:tcPr>
            <w:tcW w:w="908" w:type="dxa"/>
            <w:tcBorders>
              <w:top w:val="single" w:sz="4" w:space="0" w:color="auto"/>
              <w:left w:val="single" w:sz="4" w:space="0" w:color="auto"/>
              <w:bottom w:val="nil"/>
              <w:right w:val="single" w:sz="4" w:space="0" w:color="auto"/>
            </w:tcBorders>
            <w:hideMark/>
          </w:tcPr>
          <w:p w14:paraId="773E109E" w14:textId="77777777" w:rsidR="005F7BBD" w:rsidRPr="00835F44" w:rsidRDefault="005F7BBD" w:rsidP="00863308">
            <w:pPr>
              <w:pStyle w:val="TAC"/>
            </w:pPr>
            <w:r w:rsidRPr="00835F44">
              <w:t>FDD</w:t>
            </w:r>
          </w:p>
        </w:tc>
      </w:tr>
      <w:tr w:rsidR="00495FE7" w:rsidRPr="00835F44" w14:paraId="3A9C0C35"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492B4013" w14:textId="77777777" w:rsidR="005F7BBD" w:rsidRPr="00835F44" w:rsidRDefault="005F7BBD" w:rsidP="00863308">
            <w:pPr>
              <w:pStyle w:val="TAC"/>
            </w:pPr>
            <w:r w:rsidRPr="00835F44">
              <w:t>n7</w:t>
            </w:r>
          </w:p>
        </w:tc>
        <w:tc>
          <w:tcPr>
            <w:tcW w:w="2715" w:type="dxa"/>
            <w:tcBorders>
              <w:top w:val="single" w:sz="4" w:space="0" w:color="auto"/>
              <w:left w:val="single" w:sz="4" w:space="0" w:color="auto"/>
              <w:bottom w:val="single" w:sz="4" w:space="0" w:color="auto"/>
              <w:right w:val="single" w:sz="4" w:space="0" w:color="auto"/>
            </w:tcBorders>
            <w:hideMark/>
          </w:tcPr>
          <w:p w14:paraId="1B46058D" w14:textId="77777777" w:rsidR="005F7BBD" w:rsidRPr="00835F44" w:rsidRDefault="005F7BBD" w:rsidP="00863308">
            <w:pPr>
              <w:pStyle w:val="TAC"/>
            </w:pPr>
            <w:r w:rsidRPr="00835F44">
              <w:t>2500 MHz – 2570 MHz</w:t>
            </w:r>
          </w:p>
        </w:tc>
        <w:tc>
          <w:tcPr>
            <w:tcW w:w="2953" w:type="dxa"/>
            <w:tcBorders>
              <w:top w:val="single" w:sz="4" w:space="0" w:color="auto"/>
              <w:left w:val="single" w:sz="4" w:space="0" w:color="auto"/>
              <w:bottom w:val="single" w:sz="4" w:space="0" w:color="auto"/>
              <w:right w:val="single" w:sz="4" w:space="0" w:color="auto"/>
            </w:tcBorders>
            <w:hideMark/>
          </w:tcPr>
          <w:p w14:paraId="684FB43B" w14:textId="77777777" w:rsidR="005F7BBD" w:rsidRPr="00835F44" w:rsidRDefault="005F7BBD" w:rsidP="00863308">
            <w:pPr>
              <w:pStyle w:val="TAC"/>
            </w:pPr>
            <w:r w:rsidRPr="00835F44">
              <w:t>2620 MHz – 2690 MHz</w:t>
            </w:r>
          </w:p>
        </w:tc>
        <w:tc>
          <w:tcPr>
            <w:tcW w:w="908" w:type="dxa"/>
            <w:tcBorders>
              <w:top w:val="single" w:sz="4" w:space="0" w:color="auto"/>
              <w:left w:val="single" w:sz="4" w:space="0" w:color="auto"/>
              <w:bottom w:val="nil"/>
              <w:right w:val="single" w:sz="4" w:space="0" w:color="auto"/>
            </w:tcBorders>
            <w:hideMark/>
          </w:tcPr>
          <w:p w14:paraId="54C23C9C" w14:textId="77777777" w:rsidR="005F7BBD" w:rsidRPr="00835F44" w:rsidRDefault="005F7BBD" w:rsidP="00863308">
            <w:pPr>
              <w:pStyle w:val="TAC"/>
            </w:pPr>
            <w:r w:rsidRPr="00835F44">
              <w:t>FDD</w:t>
            </w:r>
          </w:p>
        </w:tc>
      </w:tr>
      <w:tr w:rsidR="00495FE7" w:rsidRPr="00835F44" w14:paraId="62FC0D2B"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0F8D1770" w14:textId="77777777" w:rsidR="005F7BBD" w:rsidRPr="00835F44" w:rsidRDefault="005F7BBD" w:rsidP="00863308">
            <w:pPr>
              <w:pStyle w:val="TAC"/>
            </w:pPr>
            <w:r w:rsidRPr="00835F44">
              <w:t>n8</w:t>
            </w:r>
          </w:p>
        </w:tc>
        <w:tc>
          <w:tcPr>
            <w:tcW w:w="2715" w:type="dxa"/>
            <w:tcBorders>
              <w:top w:val="single" w:sz="4" w:space="0" w:color="auto"/>
              <w:left w:val="single" w:sz="4" w:space="0" w:color="auto"/>
              <w:bottom w:val="single" w:sz="4" w:space="0" w:color="auto"/>
              <w:right w:val="single" w:sz="4" w:space="0" w:color="auto"/>
            </w:tcBorders>
            <w:hideMark/>
          </w:tcPr>
          <w:p w14:paraId="32C8D06C" w14:textId="77777777" w:rsidR="005F7BBD" w:rsidRPr="00835F44" w:rsidRDefault="005F7BBD" w:rsidP="00863308">
            <w:pPr>
              <w:pStyle w:val="TAC"/>
            </w:pPr>
            <w:r w:rsidRPr="00835F44">
              <w:t>880 MHz – 915 MHz</w:t>
            </w:r>
          </w:p>
        </w:tc>
        <w:tc>
          <w:tcPr>
            <w:tcW w:w="2953" w:type="dxa"/>
            <w:tcBorders>
              <w:top w:val="single" w:sz="4" w:space="0" w:color="auto"/>
              <w:left w:val="single" w:sz="4" w:space="0" w:color="auto"/>
              <w:bottom w:val="single" w:sz="4" w:space="0" w:color="auto"/>
              <w:right w:val="single" w:sz="4" w:space="0" w:color="auto"/>
            </w:tcBorders>
            <w:hideMark/>
          </w:tcPr>
          <w:p w14:paraId="5CF08391" w14:textId="77777777" w:rsidR="005F7BBD" w:rsidRPr="00835F44" w:rsidRDefault="005F7BBD" w:rsidP="00863308">
            <w:pPr>
              <w:pStyle w:val="TAC"/>
            </w:pPr>
            <w:r w:rsidRPr="00835F44">
              <w:t>925 MHz – 960 MHz</w:t>
            </w:r>
          </w:p>
        </w:tc>
        <w:tc>
          <w:tcPr>
            <w:tcW w:w="908" w:type="dxa"/>
            <w:tcBorders>
              <w:top w:val="single" w:sz="4" w:space="0" w:color="auto"/>
              <w:left w:val="single" w:sz="4" w:space="0" w:color="auto"/>
              <w:bottom w:val="nil"/>
              <w:right w:val="single" w:sz="4" w:space="0" w:color="auto"/>
            </w:tcBorders>
            <w:hideMark/>
          </w:tcPr>
          <w:p w14:paraId="11F444B2" w14:textId="77777777" w:rsidR="005F7BBD" w:rsidRPr="00835F44" w:rsidRDefault="005F7BBD" w:rsidP="00863308">
            <w:pPr>
              <w:pStyle w:val="TAC"/>
            </w:pPr>
            <w:r w:rsidRPr="00835F44">
              <w:t>FDD</w:t>
            </w:r>
          </w:p>
        </w:tc>
      </w:tr>
      <w:tr w:rsidR="00495FE7" w:rsidRPr="00835F44" w14:paraId="26D6BC09" w14:textId="77777777" w:rsidTr="007F387F">
        <w:trPr>
          <w:jc w:val="center"/>
        </w:trPr>
        <w:tc>
          <w:tcPr>
            <w:tcW w:w="1161" w:type="dxa"/>
            <w:tcBorders>
              <w:top w:val="single" w:sz="4" w:space="0" w:color="auto"/>
              <w:left w:val="single" w:sz="4" w:space="0" w:color="auto"/>
              <w:bottom w:val="nil"/>
              <w:right w:val="single" w:sz="4" w:space="0" w:color="auto"/>
            </w:tcBorders>
          </w:tcPr>
          <w:p w14:paraId="7A9226C6" w14:textId="77777777" w:rsidR="00FA0C3F" w:rsidRPr="00835F44" w:rsidRDefault="00FA0C3F" w:rsidP="00FA0C3F">
            <w:pPr>
              <w:pStyle w:val="TAC"/>
            </w:pPr>
            <w:r w:rsidRPr="00835F44">
              <w:t>n12</w:t>
            </w:r>
          </w:p>
        </w:tc>
        <w:tc>
          <w:tcPr>
            <w:tcW w:w="2715" w:type="dxa"/>
            <w:tcBorders>
              <w:top w:val="single" w:sz="4" w:space="0" w:color="auto"/>
              <w:left w:val="single" w:sz="4" w:space="0" w:color="auto"/>
              <w:bottom w:val="single" w:sz="4" w:space="0" w:color="auto"/>
              <w:right w:val="single" w:sz="4" w:space="0" w:color="auto"/>
            </w:tcBorders>
          </w:tcPr>
          <w:p w14:paraId="53E6794F" w14:textId="77777777" w:rsidR="00FA0C3F" w:rsidRPr="00835F44" w:rsidRDefault="00FA0C3F" w:rsidP="00FA0C3F">
            <w:pPr>
              <w:pStyle w:val="TAC"/>
            </w:pPr>
            <w:r w:rsidRPr="00835F44">
              <w:t>699 MHz – 716 MHz</w:t>
            </w:r>
          </w:p>
        </w:tc>
        <w:tc>
          <w:tcPr>
            <w:tcW w:w="2953" w:type="dxa"/>
            <w:tcBorders>
              <w:top w:val="single" w:sz="4" w:space="0" w:color="auto"/>
              <w:left w:val="single" w:sz="4" w:space="0" w:color="auto"/>
              <w:bottom w:val="single" w:sz="4" w:space="0" w:color="auto"/>
              <w:right w:val="single" w:sz="4" w:space="0" w:color="auto"/>
            </w:tcBorders>
          </w:tcPr>
          <w:p w14:paraId="4BC89D72" w14:textId="77777777" w:rsidR="00FA0C3F" w:rsidRPr="00835F44" w:rsidRDefault="00FA0C3F" w:rsidP="00FA0C3F">
            <w:pPr>
              <w:pStyle w:val="TAC"/>
            </w:pPr>
            <w:r w:rsidRPr="00835F44">
              <w:t>729 MHz – 746 MHz</w:t>
            </w:r>
          </w:p>
        </w:tc>
        <w:tc>
          <w:tcPr>
            <w:tcW w:w="908" w:type="dxa"/>
            <w:tcBorders>
              <w:top w:val="single" w:sz="4" w:space="0" w:color="auto"/>
              <w:left w:val="single" w:sz="4" w:space="0" w:color="auto"/>
              <w:bottom w:val="nil"/>
              <w:right w:val="single" w:sz="4" w:space="0" w:color="auto"/>
            </w:tcBorders>
          </w:tcPr>
          <w:p w14:paraId="6A4CFEC5" w14:textId="77777777" w:rsidR="00FA0C3F" w:rsidRPr="00835F44" w:rsidRDefault="00FA0C3F" w:rsidP="00FA0C3F">
            <w:pPr>
              <w:pStyle w:val="TAC"/>
            </w:pPr>
            <w:r w:rsidRPr="00835F44">
              <w:t>FDD</w:t>
            </w:r>
          </w:p>
        </w:tc>
      </w:tr>
      <w:tr w:rsidR="00495FE7" w:rsidRPr="00835F44" w14:paraId="30DE6408"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16F87166" w14:textId="77777777" w:rsidR="005F7BBD" w:rsidRPr="00835F44" w:rsidRDefault="005F7BBD" w:rsidP="00863308">
            <w:pPr>
              <w:pStyle w:val="TAC"/>
            </w:pPr>
            <w:r w:rsidRPr="00835F44">
              <w:t>n20</w:t>
            </w:r>
          </w:p>
        </w:tc>
        <w:tc>
          <w:tcPr>
            <w:tcW w:w="2715" w:type="dxa"/>
            <w:tcBorders>
              <w:top w:val="single" w:sz="4" w:space="0" w:color="auto"/>
              <w:left w:val="single" w:sz="4" w:space="0" w:color="auto"/>
              <w:bottom w:val="single" w:sz="4" w:space="0" w:color="auto"/>
              <w:right w:val="single" w:sz="4" w:space="0" w:color="auto"/>
            </w:tcBorders>
            <w:hideMark/>
          </w:tcPr>
          <w:p w14:paraId="54231E82" w14:textId="77777777" w:rsidR="005F7BBD" w:rsidRPr="00835F44" w:rsidRDefault="005F7BBD" w:rsidP="00863308">
            <w:pPr>
              <w:pStyle w:val="TAC"/>
            </w:pPr>
            <w:r w:rsidRPr="00835F44">
              <w:t>832 MHz – 862 MHz</w:t>
            </w:r>
          </w:p>
        </w:tc>
        <w:tc>
          <w:tcPr>
            <w:tcW w:w="2953" w:type="dxa"/>
            <w:tcBorders>
              <w:top w:val="single" w:sz="4" w:space="0" w:color="auto"/>
              <w:left w:val="single" w:sz="4" w:space="0" w:color="auto"/>
              <w:bottom w:val="single" w:sz="4" w:space="0" w:color="auto"/>
              <w:right w:val="single" w:sz="4" w:space="0" w:color="auto"/>
            </w:tcBorders>
            <w:hideMark/>
          </w:tcPr>
          <w:p w14:paraId="625653DD" w14:textId="77777777" w:rsidR="005F7BBD" w:rsidRPr="00835F44" w:rsidRDefault="005F7BBD" w:rsidP="00863308">
            <w:pPr>
              <w:pStyle w:val="TAC"/>
            </w:pPr>
            <w:r w:rsidRPr="00835F44">
              <w:t>791 MHz – 821 MHz</w:t>
            </w:r>
          </w:p>
        </w:tc>
        <w:tc>
          <w:tcPr>
            <w:tcW w:w="908" w:type="dxa"/>
            <w:tcBorders>
              <w:top w:val="single" w:sz="4" w:space="0" w:color="auto"/>
              <w:left w:val="single" w:sz="4" w:space="0" w:color="auto"/>
              <w:bottom w:val="nil"/>
              <w:right w:val="single" w:sz="4" w:space="0" w:color="auto"/>
            </w:tcBorders>
            <w:hideMark/>
          </w:tcPr>
          <w:p w14:paraId="24DC420B" w14:textId="77777777" w:rsidR="005F7BBD" w:rsidRPr="00835F44" w:rsidRDefault="005F7BBD" w:rsidP="00863308">
            <w:pPr>
              <w:pStyle w:val="TAC"/>
            </w:pPr>
            <w:r w:rsidRPr="00835F44">
              <w:t>FDD</w:t>
            </w:r>
          </w:p>
        </w:tc>
      </w:tr>
      <w:tr w:rsidR="00495FE7" w:rsidRPr="00835F44" w14:paraId="5601DA59" w14:textId="77777777" w:rsidTr="007F387F">
        <w:trPr>
          <w:jc w:val="center"/>
        </w:trPr>
        <w:tc>
          <w:tcPr>
            <w:tcW w:w="1161" w:type="dxa"/>
            <w:tcBorders>
              <w:top w:val="single" w:sz="4" w:space="0" w:color="auto"/>
              <w:left w:val="single" w:sz="4" w:space="0" w:color="auto"/>
              <w:bottom w:val="nil"/>
              <w:right w:val="single" w:sz="4" w:space="0" w:color="auto"/>
            </w:tcBorders>
          </w:tcPr>
          <w:p w14:paraId="5EB05E0C" w14:textId="77777777" w:rsidR="00491DBA" w:rsidRPr="00835F44" w:rsidRDefault="00491DBA" w:rsidP="00491DBA">
            <w:pPr>
              <w:pStyle w:val="TAC"/>
            </w:pPr>
            <w:r w:rsidRPr="00835F44">
              <w:t>n25</w:t>
            </w:r>
          </w:p>
        </w:tc>
        <w:tc>
          <w:tcPr>
            <w:tcW w:w="2715" w:type="dxa"/>
            <w:tcBorders>
              <w:top w:val="single" w:sz="4" w:space="0" w:color="auto"/>
              <w:left w:val="single" w:sz="4" w:space="0" w:color="auto"/>
              <w:bottom w:val="single" w:sz="4" w:space="0" w:color="auto"/>
              <w:right w:val="single" w:sz="4" w:space="0" w:color="auto"/>
            </w:tcBorders>
          </w:tcPr>
          <w:p w14:paraId="2F14D5B7" w14:textId="77777777" w:rsidR="00491DBA" w:rsidRPr="00835F44" w:rsidRDefault="00491DBA" w:rsidP="00491DBA">
            <w:pPr>
              <w:pStyle w:val="TAC"/>
            </w:pPr>
            <w:r w:rsidRPr="00835F44">
              <w:t>1850 MHz – 1915 MHz</w:t>
            </w:r>
          </w:p>
        </w:tc>
        <w:tc>
          <w:tcPr>
            <w:tcW w:w="2953" w:type="dxa"/>
            <w:tcBorders>
              <w:top w:val="single" w:sz="4" w:space="0" w:color="auto"/>
              <w:left w:val="single" w:sz="4" w:space="0" w:color="auto"/>
              <w:bottom w:val="single" w:sz="4" w:space="0" w:color="auto"/>
              <w:right w:val="single" w:sz="4" w:space="0" w:color="auto"/>
            </w:tcBorders>
          </w:tcPr>
          <w:p w14:paraId="4D57A1C6" w14:textId="77777777" w:rsidR="00491DBA" w:rsidRPr="00835F44" w:rsidRDefault="00491DBA" w:rsidP="00491DBA">
            <w:pPr>
              <w:pStyle w:val="TAC"/>
            </w:pPr>
            <w:r w:rsidRPr="00835F44">
              <w:t>1930 MHz – 1995 MHz</w:t>
            </w:r>
          </w:p>
        </w:tc>
        <w:tc>
          <w:tcPr>
            <w:tcW w:w="908" w:type="dxa"/>
            <w:tcBorders>
              <w:top w:val="single" w:sz="4" w:space="0" w:color="auto"/>
              <w:left w:val="single" w:sz="4" w:space="0" w:color="auto"/>
              <w:bottom w:val="nil"/>
              <w:right w:val="single" w:sz="4" w:space="0" w:color="auto"/>
            </w:tcBorders>
          </w:tcPr>
          <w:p w14:paraId="35E61008" w14:textId="77777777" w:rsidR="00491DBA" w:rsidRPr="00835F44" w:rsidRDefault="00491DBA" w:rsidP="00491DBA">
            <w:pPr>
              <w:pStyle w:val="TAC"/>
            </w:pPr>
            <w:r w:rsidRPr="00835F44">
              <w:t>FDD</w:t>
            </w:r>
          </w:p>
        </w:tc>
      </w:tr>
      <w:tr w:rsidR="00495FE7" w:rsidRPr="00835F44" w14:paraId="573B38E6"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20226133" w14:textId="77777777" w:rsidR="005F7BBD" w:rsidRPr="00835F44" w:rsidRDefault="005F7BBD" w:rsidP="00863308">
            <w:pPr>
              <w:pStyle w:val="TAC"/>
            </w:pPr>
            <w:r w:rsidRPr="00835F44">
              <w:t>n28</w:t>
            </w:r>
          </w:p>
        </w:tc>
        <w:tc>
          <w:tcPr>
            <w:tcW w:w="2715" w:type="dxa"/>
            <w:tcBorders>
              <w:top w:val="single" w:sz="4" w:space="0" w:color="auto"/>
              <w:left w:val="single" w:sz="4" w:space="0" w:color="auto"/>
              <w:bottom w:val="single" w:sz="4" w:space="0" w:color="auto"/>
              <w:right w:val="single" w:sz="4" w:space="0" w:color="auto"/>
            </w:tcBorders>
            <w:hideMark/>
          </w:tcPr>
          <w:p w14:paraId="61F7A556" w14:textId="77777777" w:rsidR="005F7BBD" w:rsidRPr="00835F44" w:rsidRDefault="005F7BBD" w:rsidP="00863308">
            <w:pPr>
              <w:pStyle w:val="TAC"/>
            </w:pPr>
            <w:r w:rsidRPr="00835F44">
              <w:t>703 MHz – 748 MHz</w:t>
            </w:r>
          </w:p>
        </w:tc>
        <w:tc>
          <w:tcPr>
            <w:tcW w:w="2953" w:type="dxa"/>
            <w:tcBorders>
              <w:top w:val="single" w:sz="4" w:space="0" w:color="auto"/>
              <w:left w:val="single" w:sz="4" w:space="0" w:color="auto"/>
              <w:bottom w:val="single" w:sz="4" w:space="0" w:color="auto"/>
              <w:right w:val="single" w:sz="4" w:space="0" w:color="auto"/>
            </w:tcBorders>
            <w:hideMark/>
          </w:tcPr>
          <w:p w14:paraId="748EBCD7" w14:textId="77777777" w:rsidR="005F7BBD" w:rsidRPr="00835F44" w:rsidRDefault="005F7BBD" w:rsidP="00863308">
            <w:pPr>
              <w:pStyle w:val="TAC"/>
            </w:pPr>
            <w:r w:rsidRPr="00835F44">
              <w:t>758 MHz – 803 MHz</w:t>
            </w:r>
          </w:p>
        </w:tc>
        <w:tc>
          <w:tcPr>
            <w:tcW w:w="908" w:type="dxa"/>
            <w:tcBorders>
              <w:top w:val="single" w:sz="4" w:space="0" w:color="auto"/>
              <w:left w:val="single" w:sz="4" w:space="0" w:color="auto"/>
              <w:bottom w:val="nil"/>
              <w:right w:val="single" w:sz="4" w:space="0" w:color="auto"/>
            </w:tcBorders>
            <w:hideMark/>
          </w:tcPr>
          <w:p w14:paraId="22EF73D3" w14:textId="77777777" w:rsidR="005F7BBD" w:rsidRPr="00835F44" w:rsidRDefault="005F7BBD" w:rsidP="00863308">
            <w:pPr>
              <w:pStyle w:val="TAC"/>
            </w:pPr>
            <w:r w:rsidRPr="00835F44">
              <w:t>FDD</w:t>
            </w:r>
          </w:p>
        </w:tc>
      </w:tr>
      <w:tr w:rsidR="00495FE7" w:rsidRPr="00835F44" w14:paraId="645344F6" w14:textId="77777777" w:rsidTr="007F387F">
        <w:trPr>
          <w:jc w:val="center"/>
        </w:trPr>
        <w:tc>
          <w:tcPr>
            <w:tcW w:w="1161" w:type="dxa"/>
            <w:tcBorders>
              <w:top w:val="single" w:sz="4" w:space="0" w:color="auto"/>
              <w:left w:val="single" w:sz="4" w:space="0" w:color="auto"/>
              <w:bottom w:val="nil"/>
              <w:right w:val="single" w:sz="4" w:space="0" w:color="auto"/>
            </w:tcBorders>
          </w:tcPr>
          <w:p w14:paraId="1602A1D4" w14:textId="77777777" w:rsidR="00447CDC" w:rsidRPr="00835F44" w:rsidRDefault="00447CDC" w:rsidP="00447CDC">
            <w:pPr>
              <w:pStyle w:val="TAC"/>
            </w:pPr>
            <w:r w:rsidRPr="00835F44">
              <w:t>n34</w:t>
            </w:r>
          </w:p>
        </w:tc>
        <w:tc>
          <w:tcPr>
            <w:tcW w:w="2715" w:type="dxa"/>
            <w:tcBorders>
              <w:top w:val="single" w:sz="4" w:space="0" w:color="auto"/>
              <w:left w:val="single" w:sz="4" w:space="0" w:color="auto"/>
              <w:bottom w:val="single" w:sz="4" w:space="0" w:color="auto"/>
              <w:right w:val="single" w:sz="4" w:space="0" w:color="auto"/>
            </w:tcBorders>
          </w:tcPr>
          <w:p w14:paraId="7E07066C" w14:textId="77777777" w:rsidR="00447CDC" w:rsidRPr="00835F44" w:rsidRDefault="00447CDC" w:rsidP="00447CDC">
            <w:pPr>
              <w:pStyle w:val="TAC"/>
            </w:pPr>
            <w:r w:rsidRPr="00835F44">
              <w:t>2010 MHz – 2025 MHz</w:t>
            </w:r>
          </w:p>
        </w:tc>
        <w:tc>
          <w:tcPr>
            <w:tcW w:w="2953" w:type="dxa"/>
            <w:tcBorders>
              <w:top w:val="single" w:sz="4" w:space="0" w:color="auto"/>
              <w:left w:val="single" w:sz="4" w:space="0" w:color="auto"/>
              <w:bottom w:val="single" w:sz="4" w:space="0" w:color="auto"/>
              <w:right w:val="single" w:sz="4" w:space="0" w:color="auto"/>
            </w:tcBorders>
          </w:tcPr>
          <w:p w14:paraId="6E8E5737" w14:textId="77777777" w:rsidR="00447CDC" w:rsidRPr="00835F44" w:rsidRDefault="00447CDC" w:rsidP="00447CDC">
            <w:pPr>
              <w:pStyle w:val="TAC"/>
            </w:pPr>
            <w:r w:rsidRPr="00835F44">
              <w:t>2010 MHz – 2025 MHz</w:t>
            </w:r>
          </w:p>
        </w:tc>
        <w:tc>
          <w:tcPr>
            <w:tcW w:w="908" w:type="dxa"/>
            <w:tcBorders>
              <w:top w:val="single" w:sz="4" w:space="0" w:color="auto"/>
              <w:left w:val="single" w:sz="4" w:space="0" w:color="auto"/>
              <w:bottom w:val="nil"/>
              <w:right w:val="single" w:sz="4" w:space="0" w:color="auto"/>
            </w:tcBorders>
          </w:tcPr>
          <w:p w14:paraId="65B4CE17" w14:textId="77777777" w:rsidR="00447CDC" w:rsidRPr="00835F44" w:rsidRDefault="00447CDC" w:rsidP="00447CDC">
            <w:pPr>
              <w:pStyle w:val="TAC"/>
            </w:pPr>
            <w:r w:rsidRPr="00835F44">
              <w:t>TDD</w:t>
            </w:r>
          </w:p>
        </w:tc>
      </w:tr>
      <w:tr w:rsidR="00495FE7" w:rsidRPr="00835F44" w14:paraId="74C499E1"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69896DD4" w14:textId="77777777" w:rsidR="005F7BBD" w:rsidRPr="00835F44" w:rsidRDefault="005F7BBD" w:rsidP="00863308">
            <w:pPr>
              <w:pStyle w:val="TAC"/>
            </w:pPr>
            <w:r w:rsidRPr="00835F44">
              <w:t>n38</w:t>
            </w:r>
          </w:p>
        </w:tc>
        <w:tc>
          <w:tcPr>
            <w:tcW w:w="2715" w:type="dxa"/>
            <w:tcBorders>
              <w:top w:val="single" w:sz="4" w:space="0" w:color="auto"/>
              <w:left w:val="single" w:sz="4" w:space="0" w:color="auto"/>
              <w:bottom w:val="single" w:sz="4" w:space="0" w:color="auto"/>
              <w:right w:val="single" w:sz="4" w:space="0" w:color="auto"/>
            </w:tcBorders>
            <w:hideMark/>
          </w:tcPr>
          <w:p w14:paraId="58473D66" w14:textId="77777777" w:rsidR="005F7BBD" w:rsidRPr="00835F44" w:rsidRDefault="005F7BBD" w:rsidP="00863308">
            <w:pPr>
              <w:pStyle w:val="TAC"/>
            </w:pPr>
            <w:r w:rsidRPr="00835F44">
              <w:t>2570 MHz – 2620 MHz</w:t>
            </w:r>
          </w:p>
        </w:tc>
        <w:tc>
          <w:tcPr>
            <w:tcW w:w="2953" w:type="dxa"/>
            <w:tcBorders>
              <w:top w:val="single" w:sz="4" w:space="0" w:color="auto"/>
              <w:left w:val="single" w:sz="4" w:space="0" w:color="auto"/>
              <w:bottom w:val="single" w:sz="4" w:space="0" w:color="auto"/>
              <w:right w:val="single" w:sz="4" w:space="0" w:color="auto"/>
            </w:tcBorders>
            <w:hideMark/>
          </w:tcPr>
          <w:p w14:paraId="400B54A9" w14:textId="77777777" w:rsidR="005F7BBD" w:rsidRPr="00835F44" w:rsidRDefault="005F7BBD" w:rsidP="00863308">
            <w:pPr>
              <w:pStyle w:val="TAC"/>
            </w:pPr>
            <w:r w:rsidRPr="00835F44">
              <w:t>2570 MHz – 2620 MHz</w:t>
            </w:r>
          </w:p>
        </w:tc>
        <w:tc>
          <w:tcPr>
            <w:tcW w:w="908" w:type="dxa"/>
            <w:tcBorders>
              <w:top w:val="single" w:sz="4" w:space="0" w:color="auto"/>
              <w:left w:val="single" w:sz="4" w:space="0" w:color="auto"/>
              <w:bottom w:val="nil"/>
              <w:right w:val="single" w:sz="4" w:space="0" w:color="auto"/>
            </w:tcBorders>
            <w:hideMark/>
          </w:tcPr>
          <w:p w14:paraId="0DBBB2BC" w14:textId="77777777" w:rsidR="005F7BBD" w:rsidRPr="00835F44" w:rsidRDefault="005F7BBD" w:rsidP="00863308">
            <w:pPr>
              <w:pStyle w:val="TAC"/>
            </w:pPr>
            <w:r w:rsidRPr="00835F44">
              <w:t>TDD</w:t>
            </w:r>
          </w:p>
        </w:tc>
      </w:tr>
      <w:tr w:rsidR="00495FE7" w:rsidRPr="00835F44" w14:paraId="083F6A67" w14:textId="77777777" w:rsidTr="007F387F">
        <w:trPr>
          <w:jc w:val="center"/>
        </w:trPr>
        <w:tc>
          <w:tcPr>
            <w:tcW w:w="1161" w:type="dxa"/>
            <w:tcBorders>
              <w:top w:val="single" w:sz="4" w:space="0" w:color="auto"/>
              <w:left w:val="single" w:sz="4" w:space="0" w:color="auto"/>
              <w:bottom w:val="nil"/>
              <w:right w:val="single" w:sz="4" w:space="0" w:color="auto"/>
            </w:tcBorders>
          </w:tcPr>
          <w:p w14:paraId="355046CC" w14:textId="77777777" w:rsidR="00447CDC" w:rsidRPr="00835F44" w:rsidRDefault="00447CDC" w:rsidP="00447CDC">
            <w:pPr>
              <w:pStyle w:val="TAC"/>
            </w:pPr>
            <w:r w:rsidRPr="00835F44">
              <w:t>n39</w:t>
            </w:r>
          </w:p>
        </w:tc>
        <w:tc>
          <w:tcPr>
            <w:tcW w:w="2715" w:type="dxa"/>
            <w:tcBorders>
              <w:top w:val="single" w:sz="4" w:space="0" w:color="auto"/>
              <w:left w:val="single" w:sz="4" w:space="0" w:color="auto"/>
              <w:bottom w:val="single" w:sz="4" w:space="0" w:color="auto"/>
              <w:right w:val="single" w:sz="4" w:space="0" w:color="auto"/>
            </w:tcBorders>
          </w:tcPr>
          <w:p w14:paraId="63B8D5E7" w14:textId="77777777" w:rsidR="00447CDC" w:rsidRPr="00835F44" w:rsidRDefault="00447CDC" w:rsidP="00447CDC">
            <w:pPr>
              <w:pStyle w:val="TAC"/>
            </w:pPr>
            <w:r w:rsidRPr="00835F44">
              <w:t>1880 MHz – 1920 MHz</w:t>
            </w:r>
          </w:p>
        </w:tc>
        <w:tc>
          <w:tcPr>
            <w:tcW w:w="2953" w:type="dxa"/>
            <w:tcBorders>
              <w:top w:val="single" w:sz="4" w:space="0" w:color="auto"/>
              <w:left w:val="single" w:sz="4" w:space="0" w:color="auto"/>
              <w:bottom w:val="single" w:sz="4" w:space="0" w:color="auto"/>
              <w:right w:val="single" w:sz="4" w:space="0" w:color="auto"/>
            </w:tcBorders>
          </w:tcPr>
          <w:p w14:paraId="44F2D7EF" w14:textId="77777777" w:rsidR="00447CDC" w:rsidRPr="00835F44" w:rsidRDefault="00447CDC" w:rsidP="00447CDC">
            <w:pPr>
              <w:pStyle w:val="TAC"/>
            </w:pPr>
            <w:r w:rsidRPr="00835F44">
              <w:t>1880 MHz – 1920 MHz</w:t>
            </w:r>
          </w:p>
        </w:tc>
        <w:tc>
          <w:tcPr>
            <w:tcW w:w="908" w:type="dxa"/>
            <w:tcBorders>
              <w:top w:val="single" w:sz="4" w:space="0" w:color="auto"/>
              <w:left w:val="single" w:sz="4" w:space="0" w:color="auto"/>
              <w:bottom w:val="nil"/>
              <w:right w:val="single" w:sz="4" w:space="0" w:color="auto"/>
            </w:tcBorders>
          </w:tcPr>
          <w:p w14:paraId="3352BD92" w14:textId="77777777" w:rsidR="00447CDC" w:rsidRPr="00835F44" w:rsidRDefault="00447CDC" w:rsidP="00447CDC">
            <w:pPr>
              <w:pStyle w:val="TAC"/>
            </w:pPr>
            <w:r w:rsidRPr="00835F44">
              <w:t>TDD</w:t>
            </w:r>
          </w:p>
        </w:tc>
      </w:tr>
      <w:tr w:rsidR="00495FE7" w:rsidRPr="00835F44" w14:paraId="2C13738B" w14:textId="77777777" w:rsidTr="007F387F">
        <w:trPr>
          <w:jc w:val="center"/>
        </w:trPr>
        <w:tc>
          <w:tcPr>
            <w:tcW w:w="1161" w:type="dxa"/>
            <w:tcBorders>
              <w:top w:val="single" w:sz="4" w:space="0" w:color="auto"/>
              <w:left w:val="single" w:sz="4" w:space="0" w:color="auto"/>
              <w:bottom w:val="nil"/>
              <w:right w:val="single" w:sz="4" w:space="0" w:color="auto"/>
            </w:tcBorders>
          </w:tcPr>
          <w:p w14:paraId="03E1952A" w14:textId="77777777" w:rsidR="00447CDC" w:rsidRPr="00835F44" w:rsidRDefault="00447CDC" w:rsidP="00447CDC">
            <w:pPr>
              <w:pStyle w:val="TAC"/>
            </w:pPr>
            <w:r w:rsidRPr="00835F44">
              <w:t>n40</w:t>
            </w:r>
          </w:p>
        </w:tc>
        <w:tc>
          <w:tcPr>
            <w:tcW w:w="2715" w:type="dxa"/>
            <w:tcBorders>
              <w:top w:val="single" w:sz="4" w:space="0" w:color="auto"/>
              <w:left w:val="single" w:sz="4" w:space="0" w:color="auto"/>
              <w:bottom w:val="single" w:sz="4" w:space="0" w:color="auto"/>
              <w:right w:val="single" w:sz="4" w:space="0" w:color="auto"/>
            </w:tcBorders>
          </w:tcPr>
          <w:p w14:paraId="00241207" w14:textId="77777777" w:rsidR="00447CDC" w:rsidRPr="00835F44" w:rsidRDefault="00447CDC" w:rsidP="00447CDC">
            <w:pPr>
              <w:pStyle w:val="TAC"/>
            </w:pPr>
            <w:r w:rsidRPr="00835F44">
              <w:t>2300 MHz – 2400 MHz</w:t>
            </w:r>
          </w:p>
        </w:tc>
        <w:tc>
          <w:tcPr>
            <w:tcW w:w="2953" w:type="dxa"/>
            <w:tcBorders>
              <w:top w:val="single" w:sz="4" w:space="0" w:color="auto"/>
              <w:left w:val="single" w:sz="4" w:space="0" w:color="auto"/>
              <w:bottom w:val="single" w:sz="4" w:space="0" w:color="auto"/>
              <w:right w:val="single" w:sz="4" w:space="0" w:color="auto"/>
            </w:tcBorders>
          </w:tcPr>
          <w:p w14:paraId="02D438A4" w14:textId="77777777" w:rsidR="00447CDC" w:rsidRPr="00835F44" w:rsidRDefault="00447CDC" w:rsidP="00447CDC">
            <w:pPr>
              <w:pStyle w:val="TAC"/>
            </w:pPr>
            <w:r w:rsidRPr="00835F44">
              <w:t>2300 MHz – 2400 MHz</w:t>
            </w:r>
          </w:p>
        </w:tc>
        <w:tc>
          <w:tcPr>
            <w:tcW w:w="908" w:type="dxa"/>
            <w:tcBorders>
              <w:top w:val="single" w:sz="4" w:space="0" w:color="auto"/>
              <w:left w:val="single" w:sz="4" w:space="0" w:color="auto"/>
              <w:bottom w:val="nil"/>
              <w:right w:val="single" w:sz="4" w:space="0" w:color="auto"/>
            </w:tcBorders>
          </w:tcPr>
          <w:p w14:paraId="228D917F" w14:textId="77777777" w:rsidR="00447CDC" w:rsidRPr="00835F44" w:rsidRDefault="00447CDC" w:rsidP="00447CDC">
            <w:pPr>
              <w:pStyle w:val="TAC"/>
            </w:pPr>
            <w:r w:rsidRPr="00835F44">
              <w:t>TDD</w:t>
            </w:r>
          </w:p>
        </w:tc>
      </w:tr>
      <w:tr w:rsidR="00495FE7" w:rsidRPr="00835F44" w14:paraId="74CD8B1D"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01445ADA" w14:textId="77777777" w:rsidR="005F7BBD" w:rsidRPr="00835F44" w:rsidRDefault="005F7BBD" w:rsidP="00863308">
            <w:pPr>
              <w:pStyle w:val="TAC"/>
            </w:pPr>
            <w:r w:rsidRPr="00835F44">
              <w:t>n41</w:t>
            </w:r>
          </w:p>
        </w:tc>
        <w:tc>
          <w:tcPr>
            <w:tcW w:w="2715" w:type="dxa"/>
            <w:tcBorders>
              <w:top w:val="single" w:sz="4" w:space="0" w:color="auto"/>
              <w:left w:val="single" w:sz="4" w:space="0" w:color="auto"/>
              <w:bottom w:val="single" w:sz="4" w:space="0" w:color="auto"/>
              <w:right w:val="single" w:sz="4" w:space="0" w:color="auto"/>
            </w:tcBorders>
            <w:hideMark/>
          </w:tcPr>
          <w:p w14:paraId="365E13A2" w14:textId="77777777" w:rsidR="005F7BBD" w:rsidRPr="00835F44" w:rsidRDefault="005F7BBD" w:rsidP="00863308">
            <w:pPr>
              <w:pStyle w:val="TAC"/>
            </w:pPr>
            <w:r w:rsidRPr="00835F44">
              <w:t>2496 MHz – 2690 MHz</w:t>
            </w:r>
          </w:p>
        </w:tc>
        <w:tc>
          <w:tcPr>
            <w:tcW w:w="2953" w:type="dxa"/>
            <w:tcBorders>
              <w:top w:val="single" w:sz="4" w:space="0" w:color="auto"/>
              <w:left w:val="single" w:sz="4" w:space="0" w:color="auto"/>
              <w:bottom w:val="single" w:sz="4" w:space="0" w:color="auto"/>
              <w:right w:val="single" w:sz="4" w:space="0" w:color="auto"/>
            </w:tcBorders>
            <w:hideMark/>
          </w:tcPr>
          <w:p w14:paraId="5223F30C" w14:textId="77777777" w:rsidR="005F7BBD" w:rsidRPr="00835F44" w:rsidRDefault="005F7BBD" w:rsidP="00863308">
            <w:pPr>
              <w:pStyle w:val="TAC"/>
            </w:pPr>
            <w:r w:rsidRPr="00835F44">
              <w:t>2496 MHz – 2690 MHz</w:t>
            </w:r>
          </w:p>
        </w:tc>
        <w:tc>
          <w:tcPr>
            <w:tcW w:w="908" w:type="dxa"/>
            <w:tcBorders>
              <w:top w:val="single" w:sz="4" w:space="0" w:color="auto"/>
              <w:left w:val="single" w:sz="4" w:space="0" w:color="auto"/>
              <w:bottom w:val="nil"/>
              <w:right w:val="single" w:sz="4" w:space="0" w:color="auto"/>
            </w:tcBorders>
            <w:hideMark/>
          </w:tcPr>
          <w:p w14:paraId="4830021A" w14:textId="77777777" w:rsidR="005F7BBD" w:rsidRPr="00835F44" w:rsidRDefault="005F7BBD" w:rsidP="00863308">
            <w:pPr>
              <w:pStyle w:val="TAC"/>
            </w:pPr>
            <w:r w:rsidRPr="00835F44">
              <w:t>TDD</w:t>
            </w:r>
          </w:p>
        </w:tc>
      </w:tr>
      <w:tr w:rsidR="00495FE7" w:rsidRPr="00835F44" w14:paraId="2C570D52" w14:textId="77777777" w:rsidTr="007F387F">
        <w:trPr>
          <w:jc w:val="center"/>
        </w:trPr>
        <w:tc>
          <w:tcPr>
            <w:tcW w:w="1161" w:type="dxa"/>
            <w:tcBorders>
              <w:top w:val="single" w:sz="4" w:space="0" w:color="auto"/>
              <w:left w:val="single" w:sz="4" w:space="0" w:color="auto"/>
              <w:bottom w:val="nil"/>
              <w:right w:val="single" w:sz="4" w:space="0" w:color="auto"/>
            </w:tcBorders>
          </w:tcPr>
          <w:p w14:paraId="0C5ED86A" w14:textId="77777777" w:rsidR="004215DC" w:rsidRPr="00835F44" w:rsidRDefault="004215DC" w:rsidP="004215DC">
            <w:pPr>
              <w:pStyle w:val="TAC"/>
            </w:pPr>
            <w:r w:rsidRPr="00835F44">
              <w:t>n50</w:t>
            </w:r>
          </w:p>
        </w:tc>
        <w:tc>
          <w:tcPr>
            <w:tcW w:w="2715" w:type="dxa"/>
            <w:tcBorders>
              <w:top w:val="single" w:sz="4" w:space="0" w:color="auto"/>
              <w:left w:val="single" w:sz="4" w:space="0" w:color="auto"/>
              <w:bottom w:val="single" w:sz="4" w:space="0" w:color="auto"/>
              <w:right w:val="single" w:sz="4" w:space="0" w:color="auto"/>
            </w:tcBorders>
          </w:tcPr>
          <w:p w14:paraId="2DA11E2B" w14:textId="77777777" w:rsidR="004215DC" w:rsidRPr="00835F44" w:rsidRDefault="004215DC" w:rsidP="004215DC">
            <w:pPr>
              <w:pStyle w:val="TAC"/>
            </w:pPr>
            <w:r w:rsidRPr="00835F44">
              <w:t>1432 MHz – 1517 MHz</w:t>
            </w:r>
          </w:p>
        </w:tc>
        <w:tc>
          <w:tcPr>
            <w:tcW w:w="2953" w:type="dxa"/>
            <w:tcBorders>
              <w:top w:val="single" w:sz="4" w:space="0" w:color="auto"/>
              <w:left w:val="single" w:sz="4" w:space="0" w:color="auto"/>
              <w:bottom w:val="single" w:sz="4" w:space="0" w:color="auto"/>
              <w:right w:val="single" w:sz="4" w:space="0" w:color="auto"/>
            </w:tcBorders>
          </w:tcPr>
          <w:p w14:paraId="190F3249" w14:textId="77777777" w:rsidR="004215DC" w:rsidRPr="00835F44" w:rsidRDefault="004215DC" w:rsidP="004215DC">
            <w:pPr>
              <w:pStyle w:val="TAC"/>
            </w:pPr>
            <w:r w:rsidRPr="00835F44">
              <w:t>1432 MHz – 1517 MHz</w:t>
            </w:r>
          </w:p>
        </w:tc>
        <w:tc>
          <w:tcPr>
            <w:tcW w:w="908" w:type="dxa"/>
            <w:tcBorders>
              <w:top w:val="single" w:sz="4" w:space="0" w:color="auto"/>
              <w:left w:val="single" w:sz="4" w:space="0" w:color="auto"/>
              <w:bottom w:val="nil"/>
              <w:right w:val="single" w:sz="4" w:space="0" w:color="auto"/>
            </w:tcBorders>
          </w:tcPr>
          <w:p w14:paraId="7708EC1D" w14:textId="77777777" w:rsidR="004215DC" w:rsidRPr="00835F44" w:rsidRDefault="004215DC" w:rsidP="004215DC">
            <w:pPr>
              <w:pStyle w:val="TAC"/>
            </w:pPr>
            <w:r w:rsidRPr="00835F44">
              <w:t>TDD</w:t>
            </w:r>
            <w:r w:rsidRPr="00835F44">
              <w:rPr>
                <w:rFonts w:cs="Arial"/>
                <w:vertAlign w:val="superscript"/>
              </w:rPr>
              <w:t>1</w:t>
            </w:r>
          </w:p>
        </w:tc>
      </w:tr>
      <w:tr w:rsidR="00495FE7" w:rsidRPr="00835F44" w14:paraId="7321F41C"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22A6D523" w14:textId="77777777" w:rsidR="004215DC" w:rsidRPr="00835F44" w:rsidRDefault="004215DC" w:rsidP="004215DC">
            <w:pPr>
              <w:pStyle w:val="TAC"/>
            </w:pPr>
            <w:r w:rsidRPr="00835F44">
              <w:t>n51</w:t>
            </w:r>
          </w:p>
        </w:tc>
        <w:tc>
          <w:tcPr>
            <w:tcW w:w="2715" w:type="dxa"/>
            <w:tcBorders>
              <w:top w:val="single" w:sz="4" w:space="0" w:color="auto"/>
              <w:left w:val="single" w:sz="4" w:space="0" w:color="auto"/>
              <w:bottom w:val="single" w:sz="4" w:space="0" w:color="auto"/>
              <w:right w:val="single" w:sz="4" w:space="0" w:color="auto"/>
            </w:tcBorders>
            <w:hideMark/>
          </w:tcPr>
          <w:p w14:paraId="754B6B17" w14:textId="77777777" w:rsidR="004215DC" w:rsidRPr="00835F44" w:rsidRDefault="004215DC" w:rsidP="004215DC">
            <w:pPr>
              <w:pStyle w:val="TAC"/>
            </w:pPr>
            <w:r w:rsidRPr="00835F44">
              <w:t>1427 MHz – 1432 MHz</w:t>
            </w:r>
          </w:p>
        </w:tc>
        <w:tc>
          <w:tcPr>
            <w:tcW w:w="2953" w:type="dxa"/>
            <w:tcBorders>
              <w:top w:val="single" w:sz="4" w:space="0" w:color="auto"/>
              <w:left w:val="single" w:sz="4" w:space="0" w:color="auto"/>
              <w:bottom w:val="single" w:sz="4" w:space="0" w:color="auto"/>
              <w:right w:val="single" w:sz="4" w:space="0" w:color="auto"/>
            </w:tcBorders>
            <w:hideMark/>
          </w:tcPr>
          <w:p w14:paraId="69584737" w14:textId="77777777" w:rsidR="004215DC" w:rsidRPr="00835F44" w:rsidRDefault="004215DC" w:rsidP="004215DC">
            <w:pPr>
              <w:pStyle w:val="TAC"/>
            </w:pPr>
            <w:r w:rsidRPr="00835F44">
              <w:t>1427 MHz – 1432 MHz</w:t>
            </w:r>
          </w:p>
        </w:tc>
        <w:tc>
          <w:tcPr>
            <w:tcW w:w="908" w:type="dxa"/>
            <w:tcBorders>
              <w:top w:val="single" w:sz="4" w:space="0" w:color="auto"/>
              <w:left w:val="single" w:sz="4" w:space="0" w:color="auto"/>
              <w:bottom w:val="nil"/>
              <w:right w:val="single" w:sz="4" w:space="0" w:color="auto"/>
            </w:tcBorders>
            <w:hideMark/>
          </w:tcPr>
          <w:p w14:paraId="7AB0FE8A" w14:textId="77777777" w:rsidR="004215DC" w:rsidRPr="00835F44" w:rsidRDefault="004215DC" w:rsidP="004215DC">
            <w:pPr>
              <w:pStyle w:val="TAC"/>
            </w:pPr>
            <w:r w:rsidRPr="00835F44">
              <w:t>TDD</w:t>
            </w:r>
          </w:p>
        </w:tc>
      </w:tr>
      <w:tr w:rsidR="00495FE7" w:rsidRPr="00835F44" w14:paraId="641121F1"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789EB94D" w14:textId="77777777" w:rsidR="004215DC" w:rsidRPr="00835F44" w:rsidRDefault="004215DC" w:rsidP="004215DC">
            <w:pPr>
              <w:pStyle w:val="TAC"/>
            </w:pPr>
            <w:r w:rsidRPr="00835F44">
              <w:t>n66</w:t>
            </w:r>
          </w:p>
        </w:tc>
        <w:tc>
          <w:tcPr>
            <w:tcW w:w="2715" w:type="dxa"/>
            <w:tcBorders>
              <w:top w:val="single" w:sz="4" w:space="0" w:color="auto"/>
              <w:left w:val="single" w:sz="4" w:space="0" w:color="auto"/>
              <w:bottom w:val="single" w:sz="4" w:space="0" w:color="auto"/>
              <w:right w:val="single" w:sz="4" w:space="0" w:color="auto"/>
            </w:tcBorders>
            <w:hideMark/>
          </w:tcPr>
          <w:p w14:paraId="7C37A4CC" w14:textId="77777777" w:rsidR="004215DC" w:rsidRPr="00835F44" w:rsidRDefault="004215DC" w:rsidP="004215DC">
            <w:pPr>
              <w:pStyle w:val="TAC"/>
            </w:pPr>
            <w:r w:rsidRPr="00835F44">
              <w:t>1710 MHz – 1780 MHz</w:t>
            </w:r>
          </w:p>
        </w:tc>
        <w:tc>
          <w:tcPr>
            <w:tcW w:w="2953" w:type="dxa"/>
            <w:tcBorders>
              <w:top w:val="single" w:sz="4" w:space="0" w:color="auto"/>
              <w:left w:val="single" w:sz="4" w:space="0" w:color="auto"/>
              <w:bottom w:val="single" w:sz="4" w:space="0" w:color="auto"/>
              <w:right w:val="single" w:sz="4" w:space="0" w:color="auto"/>
            </w:tcBorders>
            <w:hideMark/>
          </w:tcPr>
          <w:p w14:paraId="7DBA209D" w14:textId="77777777" w:rsidR="004215DC" w:rsidRPr="00835F44" w:rsidRDefault="004215DC" w:rsidP="004215DC">
            <w:pPr>
              <w:pStyle w:val="TAC"/>
            </w:pPr>
            <w:r w:rsidRPr="00835F44">
              <w:t>2110 MHz – 2200 MHz</w:t>
            </w:r>
          </w:p>
        </w:tc>
        <w:tc>
          <w:tcPr>
            <w:tcW w:w="908" w:type="dxa"/>
            <w:tcBorders>
              <w:top w:val="single" w:sz="4" w:space="0" w:color="auto"/>
              <w:left w:val="single" w:sz="4" w:space="0" w:color="auto"/>
              <w:bottom w:val="nil"/>
              <w:right w:val="single" w:sz="4" w:space="0" w:color="auto"/>
            </w:tcBorders>
            <w:hideMark/>
          </w:tcPr>
          <w:p w14:paraId="688226A3" w14:textId="77777777" w:rsidR="004215DC" w:rsidRPr="00835F44" w:rsidRDefault="004215DC" w:rsidP="004215DC">
            <w:pPr>
              <w:pStyle w:val="TAC"/>
            </w:pPr>
            <w:r w:rsidRPr="00835F44">
              <w:t>FDD</w:t>
            </w:r>
          </w:p>
        </w:tc>
      </w:tr>
      <w:tr w:rsidR="00495FE7" w:rsidRPr="00835F44" w14:paraId="1102DE19"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004FF585" w14:textId="77777777" w:rsidR="004215DC" w:rsidRPr="00835F44" w:rsidRDefault="004215DC" w:rsidP="004215DC">
            <w:pPr>
              <w:pStyle w:val="TAC"/>
            </w:pPr>
            <w:r w:rsidRPr="00835F44">
              <w:t>n70</w:t>
            </w:r>
          </w:p>
        </w:tc>
        <w:tc>
          <w:tcPr>
            <w:tcW w:w="2715" w:type="dxa"/>
            <w:tcBorders>
              <w:top w:val="single" w:sz="4" w:space="0" w:color="auto"/>
              <w:left w:val="single" w:sz="4" w:space="0" w:color="auto"/>
              <w:bottom w:val="single" w:sz="4" w:space="0" w:color="auto"/>
              <w:right w:val="single" w:sz="4" w:space="0" w:color="auto"/>
            </w:tcBorders>
            <w:hideMark/>
          </w:tcPr>
          <w:p w14:paraId="168A9010" w14:textId="77777777" w:rsidR="004215DC" w:rsidRPr="00835F44" w:rsidRDefault="004215DC" w:rsidP="004215DC">
            <w:pPr>
              <w:pStyle w:val="TAC"/>
            </w:pPr>
            <w:r w:rsidRPr="00835F44">
              <w:t>1695 MHz – 1710 MHz</w:t>
            </w:r>
          </w:p>
        </w:tc>
        <w:tc>
          <w:tcPr>
            <w:tcW w:w="2953" w:type="dxa"/>
            <w:tcBorders>
              <w:top w:val="single" w:sz="4" w:space="0" w:color="auto"/>
              <w:left w:val="single" w:sz="4" w:space="0" w:color="auto"/>
              <w:bottom w:val="single" w:sz="4" w:space="0" w:color="auto"/>
              <w:right w:val="single" w:sz="4" w:space="0" w:color="auto"/>
            </w:tcBorders>
            <w:hideMark/>
          </w:tcPr>
          <w:p w14:paraId="5CC577C0" w14:textId="77777777" w:rsidR="004215DC" w:rsidRPr="00835F44" w:rsidRDefault="004215DC" w:rsidP="004215DC">
            <w:pPr>
              <w:pStyle w:val="TAC"/>
            </w:pPr>
            <w:r w:rsidRPr="00835F44">
              <w:t>1995 MHz – 2020 MHz</w:t>
            </w:r>
          </w:p>
        </w:tc>
        <w:tc>
          <w:tcPr>
            <w:tcW w:w="908" w:type="dxa"/>
            <w:tcBorders>
              <w:top w:val="single" w:sz="4" w:space="0" w:color="auto"/>
              <w:left w:val="single" w:sz="4" w:space="0" w:color="auto"/>
              <w:bottom w:val="nil"/>
              <w:right w:val="single" w:sz="4" w:space="0" w:color="auto"/>
            </w:tcBorders>
            <w:hideMark/>
          </w:tcPr>
          <w:p w14:paraId="1E8FE2F7" w14:textId="77777777" w:rsidR="004215DC" w:rsidRPr="00835F44" w:rsidRDefault="004215DC" w:rsidP="004215DC">
            <w:pPr>
              <w:pStyle w:val="TAC"/>
            </w:pPr>
            <w:r w:rsidRPr="00835F44">
              <w:t>FDD</w:t>
            </w:r>
          </w:p>
        </w:tc>
      </w:tr>
      <w:tr w:rsidR="00495FE7" w:rsidRPr="00835F44" w14:paraId="7A5582FA"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360F19AF" w14:textId="77777777" w:rsidR="004215DC" w:rsidRPr="00835F44" w:rsidRDefault="004215DC" w:rsidP="004215DC">
            <w:pPr>
              <w:pStyle w:val="TAC"/>
            </w:pPr>
            <w:r w:rsidRPr="00835F44">
              <w:t>n71</w:t>
            </w:r>
          </w:p>
        </w:tc>
        <w:tc>
          <w:tcPr>
            <w:tcW w:w="2715" w:type="dxa"/>
            <w:tcBorders>
              <w:top w:val="single" w:sz="4" w:space="0" w:color="auto"/>
              <w:left w:val="single" w:sz="4" w:space="0" w:color="auto"/>
              <w:bottom w:val="single" w:sz="4" w:space="0" w:color="auto"/>
              <w:right w:val="single" w:sz="4" w:space="0" w:color="auto"/>
            </w:tcBorders>
            <w:hideMark/>
          </w:tcPr>
          <w:p w14:paraId="7C5915AE" w14:textId="77777777" w:rsidR="004215DC" w:rsidRPr="00835F44" w:rsidRDefault="004215DC" w:rsidP="004215DC">
            <w:pPr>
              <w:pStyle w:val="TAC"/>
            </w:pPr>
            <w:r w:rsidRPr="00835F44">
              <w:t>663 MHz – 698 MHz</w:t>
            </w:r>
          </w:p>
        </w:tc>
        <w:tc>
          <w:tcPr>
            <w:tcW w:w="2953" w:type="dxa"/>
            <w:tcBorders>
              <w:top w:val="single" w:sz="4" w:space="0" w:color="auto"/>
              <w:left w:val="single" w:sz="4" w:space="0" w:color="auto"/>
              <w:bottom w:val="single" w:sz="4" w:space="0" w:color="auto"/>
              <w:right w:val="single" w:sz="4" w:space="0" w:color="auto"/>
            </w:tcBorders>
            <w:hideMark/>
          </w:tcPr>
          <w:p w14:paraId="00A19C84" w14:textId="77777777" w:rsidR="004215DC" w:rsidRPr="00835F44" w:rsidRDefault="004215DC" w:rsidP="004215DC">
            <w:pPr>
              <w:pStyle w:val="TAC"/>
            </w:pPr>
            <w:r w:rsidRPr="00835F44">
              <w:t>617 MHz – 652 MHz</w:t>
            </w:r>
          </w:p>
        </w:tc>
        <w:tc>
          <w:tcPr>
            <w:tcW w:w="908" w:type="dxa"/>
            <w:tcBorders>
              <w:top w:val="single" w:sz="4" w:space="0" w:color="auto"/>
              <w:left w:val="single" w:sz="4" w:space="0" w:color="auto"/>
              <w:bottom w:val="nil"/>
              <w:right w:val="single" w:sz="4" w:space="0" w:color="auto"/>
            </w:tcBorders>
            <w:hideMark/>
          </w:tcPr>
          <w:p w14:paraId="52FE216F" w14:textId="77777777" w:rsidR="004215DC" w:rsidRPr="00835F44" w:rsidRDefault="004215DC" w:rsidP="004215DC">
            <w:pPr>
              <w:pStyle w:val="TAC"/>
            </w:pPr>
            <w:r w:rsidRPr="00835F44">
              <w:t>FDD</w:t>
            </w:r>
          </w:p>
        </w:tc>
      </w:tr>
      <w:tr w:rsidR="00495FE7" w:rsidRPr="00835F44" w14:paraId="71118D91" w14:textId="77777777" w:rsidTr="007F387F">
        <w:trPr>
          <w:jc w:val="center"/>
        </w:trPr>
        <w:tc>
          <w:tcPr>
            <w:tcW w:w="1161" w:type="dxa"/>
            <w:tcBorders>
              <w:top w:val="single" w:sz="4" w:space="0" w:color="auto"/>
              <w:left w:val="single" w:sz="4" w:space="0" w:color="auto"/>
              <w:bottom w:val="nil"/>
              <w:right w:val="single" w:sz="4" w:space="0" w:color="auto"/>
            </w:tcBorders>
          </w:tcPr>
          <w:p w14:paraId="3D8EAC74" w14:textId="77777777" w:rsidR="004215DC" w:rsidRPr="00835F44" w:rsidRDefault="004215DC" w:rsidP="004215DC">
            <w:pPr>
              <w:pStyle w:val="TAC"/>
            </w:pPr>
            <w:r w:rsidRPr="00835F44">
              <w:t>n74</w:t>
            </w:r>
          </w:p>
        </w:tc>
        <w:tc>
          <w:tcPr>
            <w:tcW w:w="2715" w:type="dxa"/>
            <w:tcBorders>
              <w:top w:val="single" w:sz="4" w:space="0" w:color="auto"/>
              <w:left w:val="single" w:sz="4" w:space="0" w:color="auto"/>
              <w:bottom w:val="single" w:sz="4" w:space="0" w:color="auto"/>
              <w:right w:val="single" w:sz="4" w:space="0" w:color="auto"/>
            </w:tcBorders>
          </w:tcPr>
          <w:p w14:paraId="257AACE4" w14:textId="77777777" w:rsidR="004215DC" w:rsidRPr="00835F44" w:rsidRDefault="004215DC" w:rsidP="004215DC">
            <w:pPr>
              <w:pStyle w:val="TAC"/>
            </w:pPr>
            <w:r w:rsidRPr="00835F44">
              <w:t>1427 MHz – 1470 MHz</w:t>
            </w:r>
          </w:p>
        </w:tc>
        <w:tc>
          <w:tcPr>
            <w:tcW w:w="2953" w:type="dxa"/>
            <w:tcBorders>
              <w:top w:val="single" w:sz="4" w:space="0" w:color="auto"/>
              <w:left w:val="single" w:sz="4" w:space="0" w:color="auto"/>
              <w:bottom w:val="single" w:sz="4" w:space="0" w:color="auto"/>
              <w:right w:val="single" w:sz="4" w:space="0" w:color="auto"/>
            </w:tcBorders>
          </w:tcPr>
          <w:p w14:paraId="6E477CFE" w14:textId="77777777" w:rsidR="004215DC" w:rsidRPr="00835F44" w:rsidRDefault="004215DC" w:rsidP="004215DC">
            <w:pPr>
              <w:pStyle w:val="TAC"/>
            </w:pPr>
            <w:r w:rsidRPr="00835F44">
              <w:t>1475 MHz – 1518 MHz</w:t>
            </w:r>
          </w:p>
        </w:tc>
        <w:tc>
          <w:tcPr>
            <w:tcW w:w="908" w:type="dxa"/>
            <w:tcBorders>
              <w:top w:val="single" w:sz="4" w:space="0" w:color="auto"/>
              <w:left w:val="single" w:sz="4" w:space="0" w:color="auto"/>
              <w:bottom w:val="nil"/>
              <w:right w:val="single" w:sz="4" w:space="0" w:color="auto"/>
            </w:tcBorders>
          </w:tcPr>
          <w:p w14:paraId="47931821" w14:textId="77777777" w:rsidR="004215DC" w:rsidRPr="00835F44" w:rsidRDefault="004215DC" w:rsidP="004215DC">
            <w:pPr>
              <w:pStyle w:val="TAC"/>
            </w:pPr>
            <w:r w:rsidRPr="00835F44">
              <w:t>FDD</w:t>
            </w:r>
          </w:p>
        </w:tc>
      </w:tr>
      <w:tr w:rsidR="00495FE7" w:rsidRPr="00835F44" w14:paraId="1968AA2F"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4970DCE0" w14:textId="77777777" w:rsidR="004215DC" w:rsidRPr="00835F44" w:rsidRDefault="004215DC" w:rsidP="004215DC">
            <w:pPr>
              <w:pStyle w:val="TAC"/>
            </w:pPr>
            <w:r w:rsidRPr="00835F44">
              <w:t>n75</w:t>
            </w:r>
          </w:p>
        </w:tc>
        <w:tc>
          <w:tcPr>
            <w:tcW w:w="2715" w:type="dxa"/>
            <w:tcBorders>
              <w:top w:val="single" w:sz="4" w:space="0" w:color="auto"/>
              <w:left w:val="single" w:sz="4" w:space="0" w:color="auto"/>
              <w:bottom w:val="single" w:sz="4" w:space="0" w:color="auto"/>
              <w:right w:val="single" w:sz="4" w:space="0" w:color="auto"/>
            </w:tcBorders>
            <w:hideMark/>
          </w:tcPr>
          <w:p w14:paraId="09D6581E" w14:textId="77777777" w:rsidR="004215DC" w:rsidRPr="00835F44" w:rsidRDefault="004215DC" w:rsidP="004215DC">
            <w:pPr>
              <w:pStyle w:val="TAC"/>
            </w:pPr>
            <w:r w:rsidRPr="00835F44">
              <w:t>N/A</w:t>
            </w:r>
          </w:p>
        </w:tc>
        <w:tc>
          <w:tcPr>
            <w:tcW w:w="2953" w:type="dxa"/>
            <w:tcBorders>
              <w:top w:val="single" w:sz="4" w:space="0" w:color="auto"/>
              <w:left w:val="single" w:sz="4" w:space="0" w:color="auto"/>
              <w:bottom w:val="single" w:sz="4" w:space="0" w:color="auto"/>
              <w:right w:val="single" w:sz="4" w:space="0" w:color="auto"/>
            </w:tcBorders>
            <w:hideMark/>
          </w:tcPr>
          <w:p w14:paraId="7EFF2919" w14:textId="77777777" w:rsidR="004215DC" w:rsidRPr="00835F44" w:rsidRDefault="004215DC" w:rsidP="004215DC">
            <w:pPr>
              <w:pStyle w:val="TAC"/>
            </w:pPr>
            <w:r w:rsidRPr="00835F44">
              <w:t>1432 MHz – 1517 MHz</w:t>
            </w:r>
          </w:p>
        </w:tc>
        <w:tc>
          <w:tcPr>
            <w:tcW w:w="908" w:type="dxa"/>
            <w:tcBorders>
              <w:top w:val="single" w:sz="4" w:space="0" w:color="auto"/>
              <w:left w:val="single" w:sz="4" w:space="0" w:color="auto"/>
              <w:bottom w:val="nil"/>
              <w:right w:val="single" w:sz="4" w:space="0" w:color="auto"/>
            </w:tcBorders>
            <w:hideMark/>
          </w:tcPr>
          <w:p w14:paraId="1DD898BF" w14:textId="77777777" w:rsidR="004215DC" w:rsidRPr="00835F44" w:rsidRDefault="004215DC" w:rsidP="004215DC">
            <w:pPr>
              <w:pStyle w:val="TAC"/>
            </w:pPr>
            <w:r w:rsidRPr="00835F44">
              <w:t>SDL</w:t>
            </w:r>
          </w:p>
        </w:tc>
      </w:tr>
      <w:tr w:rsidR="00495FE7" w:rsidRPr="00835F44" w14:paraId="5F53CE3C"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5F559BE6" w14:textId="77777777" w:rsidR="004215DC" w:rsidRPr="00835F44" w:rsidRDefault="004215DC" w:rsidP="004215DC">
            <w:pPr>
              <w:pStyle w:val="TAC"/>
            </w:pPr>
            <w:r w:rsidRPr="00835F44">
              <w:t>n76</w:t>
            </w:r>
          </w:p>
        </w:tc>
        <w:tc>
          <w:tcPr>
            <w:tcW w:w="2715" w:type="dxa"/>
            <w:tcBorders>
              <w:top w:val="single" w:sz="4" w:space="0" w:color="auto"/>
              <w:left w:val="single" w:sz="4" w:space="0" w:color="auto"/>
              <w:bottom w:val="single" w:sz="4" w:space="0" w:color="auto"/>
              <w:right w:val="single" w:sz="4" w:space="0" w:color="auto"/>
            </w:tcBorders>
            <w:hideMark/>
          </w:tcPr>
          <w:p w14:paraId="724AA3B0" w14:textId="77777777" w:rsidR="004215DC" w:rsidRPr="00835F44" w:rsidRDefault="004215DC" w:rsidP="004215DC">
            <w:pPr>
              <w:pStyle w:val="TAC"/>
            </w:pPr>
            <w:r w:rsidRPr="00835F44">
              <w:t>N/A</w:t>
            </w:r>
          </w:p>
        </w:tc>
        <w:tc>
          <w:tcPr>
            <w:tcW w:w="2953" w:type="dxa"/>
            <w:tcBorders>
              <w:top w:val="single" w:sz="4" w:space="0" w:color="auto"/>
              <w:left w:val="single" w:sz="4" w:space="0" w:color="auto"/>
              <w:bottom w:val="single" w:sz="4" w:space="0" w:color="auto"/>
              <w:right w:val="single" w:sz="4" w:space="0" w:color="auto"/>
            </w:tcBorders>
            <w:hideMark/>
          </w:tcPr>
          <w:p w14:paraId="34768EAD" w14:textId="77777777" w:rsidR="004215DC" w:rsidRPr="00835F44" w:rsidRDefault="004215DC" w:rsidP="004215DC">
            <w:pPr>
              <w:pStyle w:val="TAC"/>
            </w:pPr>
            <w:r w:rsidRPr="00835F44">
              <w:t>1427 MHz – 1432 MHz</w:t>
            </w:r>
          </w:p>
        </w:tc>
        <w:tc>
          <w:tcPr>
            <w:tcW w:w="908" w:type="dxa"/>
            <w:tcBorders>
              <w:top w:val="single" w:sz="4" w:space="0" w:color="auto"/>
              <w:left w:val="single" w:sz="4" w:space="0" w:color="auto"/>
              <w:bottom w:val="nil"/>
              <w:right w:val="single" w:sz="4" w:space="0" w:color="auto"/>
            </w:tcBorders>
            <w:hideMark/>
          </w:tcPr>
          <w:p w14:paraId="434C4084" w14:textId="77777777" w:rsidR="004215DC" w:rsidRPr="00835F44" w:rsidRDefault="004215DC" w:rsidP="004215DC">
            <w:pPr>
              <w:pStyle w:val="TAC"/>
            </w:pPr>
            <w:r w:rsidRPr="00835F44">
              <w:t>SDL</w:t>
            </w:r>
          </w:p>
        </w:tc>
      </w:tr>
      <w:tr w:rsidR="00495FE7" w:rsidRPr="00835F44" w14:paraId="6A8CDB81"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2D1BBC2C" w14:textId="77777777" w:rsidR="004215DC" w:rsidRPr="00835F44" w:rsidRDefault="004215DC" w:rsidP="004215DC">
            <w:pPr>
              <w:pStyle w:val="TAC"/>
            </w:pPr>
            <w:r w:rsidRPr="00835F44">
              <w:t>n77</w:t>
            </w:r>
          </w:p>
        </w:tc>
        <w:tc>
          <w:tcPr>
            <w:tcW w:w="2715" w:type="dxa"/>
            <w:tcBorders>
              <w:top w:val="single" w:sz="4" w:space="0" w:color="auto"/>
              <w:left w:val="single" w:sz="4" w:space="0" w:color="auto"/>
              <w:bottom w:val="single" w:sz="4" w:space="0" w:color="auto"/>
              <w:right w:val="single" w:sz="4" w:space="0" w:color="auto"/>
            </w:tcBorders>
            <w:hideMark/>
          </w:tcPr>
          <w:p w14:paraId="1C0EBECD" w14:textId="77777777" w:rsidR="004215DC" w:rsidRPr="00835F44" w:rsidRDefault="004215DC" w:rsidP="004215DC">
            <w:pPr>
              <w:pStyle w:val="TAC"/>
            </w:pPr>
            <w:r w:rsidRPr="00835F44">
              <w:t>3300 MHz – 4200 MHz</w:t>
            </w:r>
          </w:p>
        </w:tc>
        <w:tc>
          <w:tcPr>
            <w:tcW w:w="2953" w:type="dxa"/>
            <w:tcBorders>
              <w:top w:val="single" w:sz="4" w:space="0" w:color="auto"/>
              <w:left w:val="single" w:sz="4" w:space="0" w:color="auto"/>
              <w:bottom w:val="single" w:sz="4" w:space="0" w:color="auto"/>
              <w:right w:val="single" w:sz="4" w:space="0" w:color="auto"/>
            </w:tcBorders>
            <w:hideMark/>
          </w:tcPr>
          <w:p w14:paraId="7CBA77A4" w14:textId="77777777" w:rsidR="004215DC" w:rsidRPr="00835F44" w:rsidRDefault="004215DC" w:rsidP="004215DC">
            <w:pPr>
              <w:pStyle w:val="TAC"/>
            </w:pPr>
            <w:r w:rsidRPr="00835F44">
              <w:t>3300 MHz – 4200 MHz</w:t>
            </w:r>
          </w:p>
        </w:tc>
        <w:tc>
          <w:tcPr>
            <w:tcW w:w="908" w:type="dxa"/>
            <w:tcBorders>
              <w:top w:val="single" w:sz="4" w:space="0" w:color="auto"/>
              <w:left w:val="single" w:sz="4" w:space="0" w:color="auto"/>
              <w:bottom w:val="nil"/>
              <w:right w:val="single" w:sz="4" w:space="0" w:color="auto"/>
            </w:tcBorders>
            <w:hideMark/>
          </w:tcPr>
          <w:p w14:paraId="188CBF20" w14:textId="77777777" w:rsidR="004215DC" w:rsidRPr="00835F44" w:rsidRDefault="004215DC" w:rsidP="004215DC">
            <w:pPr>
              <w:pStyle w:val="TAC"/>
            </w:pPr>
            <w:r w:rsidRPr="00835F44">
              <w:t>TDD</w:t>
            </w:r>
          </w:p>
        </w:tc>
      </w:tr>
      <w:tr w:rsidR="00495FE7" w:rsidRPr="00835F44" w14:paraId="5C595F62"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38CDDC80" w14:textId="77777777" w:rsidR="004215DC" w:rsidRPr="00835F44" w:rsidRDefault="004215DC" w:rsidP="004215DC">
            <w:pPr>
              <w:pStyle w:val="TAC"/>
            </w:pPr>
            <w:r w:rsidRPr="00835F44">
              <w:t>n78</w:t>
            </w:r>
          </w:p>
        </w:tc>
        <w:tc>
          <w:tcPr>
            <w:tcW w:w="2715" w:type="dxa"/>
            <w:tcBorders>
              <w:top w:val="single" w:sz="4" w:space="0" w:color="auto"/>
              <w:left w:val="single" w:sz="4" w:space="0" w:color="auto"/>
              <w:bottom w:val="single" w:sz="4" w:space="0" w:color="auto"/>
              <w:right w:val="single" w:sz="4" w:space="0" w:color="auto"/>
            </w:tcBorders>
            <w:hideMark/>
          </w:tcPr>
          <w:p w14:paraId="4C90DEE9" w14:textId="77777777" w:rsidR="004215DC" w:rsidRPr="00835F44" w:rsidRDefault="004215DC" w:rsidP="004215DC">
            <w:pPr>
              <w:pStyle w:val="TAC"/>
            </w:pPr>
            <w:r w:rsidRPr="00835F44">
              <w:t>3300 MHz – 3800 MHz</w:t>
            </w:r>
          </w:p>
        </w:tc>
        <w:tc>
          <w:tcPr>
            <w:tcW w:w="2953" w:type="dxa"/>
            <w:tcBorders>
              <w:top w:val="single" w:sz="4" w:space="0" w:color="auto"/>
              <w:left w:val="single" w:sz="4" w:space="0" w:color="auto"/>
              <w:bottom w:val="single" w:sz="4" w:space="0" w:color="auto"/>
              <w:right w:val="single" w:sz="4" w:space="0" w:color="auto"/>
            </w:tcBorders>
            <w:hideMark/>
          </w:tcPr>
          <w:p w14:paraId="6CC46443" w14:textId="77777777" w:rsidR="004215DC" w:rsidRPr="00835F44" w:rsidRDefault="004215DC" w:rsidP="004215DC">
            <w:pPr>
              <w:pStyle w:val="TAC"/>
            </w:pPr>
            <w:r w:rsidRPr="00835F44">
              <w:t>3300 MHz – 3800 MHz</w:t>
            </w:r>
          </w:p>
        </w:tc>
        <w:tc>
          <w:tcPr>
            <w:tcW w:w="908" w:type="dxa"/>
            <w:tcBorders>
              <w:top w:val="single" w:sz="4" w:space="0" w:color="auto"/>
              <w:left w:val="single" w:sz="4" w:space="0" w:color="auto"/>
              <w:bottom w:val="nil"/>
              <w:right w:val="single" w:sz="4" w:space="0" w:color="auto"/>
            </w:tcBorders>
            <w:hideMark/>
          </w:tcPr>
          <w:p w14:paraId="45475374" w14:textId="77777777" w:rsidR="004215DC" w:rsidRPr="00835F44" w:rsidRDefault="004215DC" w:rsidP="004215DC">
            <w:pPr>
              <w:pStyle w:val="TAC"/>
            </w:pPr>
            <w:r w:rsidRPr="00835F44">
              <w:t>TDD</w:t>
            </w:r>
          </w:p>
        </w:tc>
      </w:tr>
      <w:tr w:rsidR="00495FE7" w:rsidRPr="00835F44" w14:paraId="5D80C9C1"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6BAD0F10" w14:textId="77777777" w:rsidR="004215DC" w:rsidRPr="00835F44" w:rsidRDefault="004215DC" w:rsidP="004215DC">
            <w:pPr>
              <w:pStyle w:val="TAC"/>
            </w:pPr>
            <w:r w:rsidRPr="00835F44">
              <w:t>n79</w:t>
            </w:r>
          </w:p>
        </w:tc>
        <w:tc>
          <w:tcPr>
            <w:tcW w:w="2715" w:type="dxa"/>
            <w:tcBorders>
              <w:top w:val="single" w:sz="4" w:space="0" w:color="auto"/>
              <w:left w:val="single" w:sz="4" w:space="0" w:color="auto"/>
              <w:bottom w:val="single" w:sz="4" w:space="0" w:color="auto"/>
              <w:right w:val="single" w:sz="4" w:space="0" w:color="auto"/>
            </w:tcBorders>
            <w:hideMark/>
          </w:tcPr>
          <w:p w14:paraId="6927B832" w14:textId="77777777" w:rsidR="004215DC" w:rsidRPr="00835F44" w:rsidRDefault="004215DC" w:rsidP="004215DC">
            <w:pPr>
              <w:pStyle w:val="TAC"/>
            </w:pPr>
            <w:r w:rsidRPr="00835F44">
              <w:t>4400 MHz – 5000 MHz</w:t>
            </w:r>
          </w:p>
        </w:tc>
        <w:tc>
          <w:tcPr>
            <w:tcW w:w="2953" w:type="dxa"/>
            <w:tcBorders>
              <w:top w:val="single" w:sz="4" w:space="0" w:color="auto"/>
              <w:left w:val="single" w:sz="4" w:space="0" w:color="auto"/>
              <w:bottom w:val="single" w:sz="4" w:space="0" w:color="auto"/>
              <w:right w:val="single" w:sz="4" w:space="0" w:color="auto"/>
            </w:tcBorders>
            <w:hideMark/>
          </w:tcPr>
          <w:p w14:paraId="33D238D8" w14:textId="77777777" w:rsidR="004215DC" w:rsidRPr="00835F44" w:rsidRDefault="004215DC" w:rsidP="004215DC">
            <w:pPr>
              <w:pStyle w:val="TAC"/>
            </w:pPr>
            <w:r w:rsidRPr="00835F44">
              <w:t>4400 MHz – 5000 MHz</w:t>
            </w:r>
          </w:p>
        </w:tc>
        <w:tc>
          <w:tcPr>
            <w:tcW w:w="908" w:type="dxa"/>
            <w:tcBorders>
              <w:top w:val="single" w:sz="4" w:space="0" w:color="auto"/>
              <w:left w:val="single" w:sz="4" w:space="0" w:color="auto"/>
              <w:bottom w:val="nil"/>
              <w:right w:val="single" w:sz="4" w:space="0" w:color="auto"/>
            </w:tcBorders>
            <w:hideMark/>
          </w:tcPr>
          <w:p w14:paraId="22DB98C7" w14:textId="77777777" w:rsidR="004215DC" w:rsidRPr="00835F44" w:rsidRDefault="004215DC" w:rsidP="004215DC">
            <w:pPr>
              <w:pStyle w:val="TAC"/>
            </w:pPr>
            <w:r w:rsidRPr="00835F44">
              <w:t>TDD</w:t>
            </w:r>
          </w:p>
        </w:tc>
      </w:tr>
      <w:tr w:rsidR="00495FE7" w:rsidRPr="00835F44" w14:paraId="39B8217D"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30C8EB8C" w14:textId="77777777" w:rsidR="004215DC" w:rsidRPr="00835F44" w:rsidRDefault="004215DC" w:rsidP="004215DC">
            <w:pPr>
              <w:pStyle w:val="TAC"/>
            </w:pPr>
            <w:r w:rsidRPr="00835F44">
              <w:t>n80</w:t>
            </w:r>
          </w:p>
        </w:tc>
        <w:tc>
          <w:tcPr>
            <w:tcW w:w="2715" w:type="dxa"/>
            <w:tcBorders>
              <w:top w:val="single" w:sz="4" w:space="0" w:color="auto"/>
              <w:left w:val="single" w:sz="4" w:space="0" w:color="auto"/>
              <w:bottom w:val="single" w:sz="4" w:space="0" w:color="auto"/>
              <w:right w:val="single" w:sz="4" w:space="0" w:color="auto"/>
            </w:tcBorders>
            <w:hideMark/>
          </w:tcPr>
          <w:p w14:paraId="27012C0F" w14:textId="77777777" w:rsidR="004215DC" w:rsidRPr="00835F44" w:rsidRDefault="004215DC" w:rsidP="004215DC">
            <w:pPr>
              <w:pStyle w:val="TAC"/>
            </w:pPr>
            <w:r w:rsidRPr="00835F44">
              <w:t>1710 MHz – 1785 MHz</w:t>
            </w:r>
          </w:p>
        </w:tc>
        <w:tc>
          <w:tcPr>
            <w:tcW w:w="2953" w:type="dxa"/>
            <w:tcBorders>
              <w:top w:val="single" w:sz="4" w:space="0" w:color="auto"/>
              <w:left w:val="single" w:sz="4" w:space="0" w:color="auto"/>
              <w:bottom w:val="single" w:sz="4" w:space="0" w:color="auto"/>
              <w:right w:val="single" w:sz="4" w:space="0" w:color="auto"/>
            </w:tcBorders>
            <w:hideMark/>
          </w:tcPr>
          <w:p w14:paraId="7303F8E3" w14:textId="77777777" w:rsidR="004215DC" w:rsidRPr="00835F44" w:rsidRDefault="004215DC" w:rsidP="004215DC">
            <w:pPr>
              <w:pStyle w:val="TAC"/>
            </w:pPr>
            <w:r w:rsidRPr="00835F44">
              <w:t>N/A</w:t>
            </w:r>
          </w:p>
        </w:tc>
        <w:tc>
          <w:tcPr>
            <w:tcW w:w="908" w:type="dxa"/>
            <w:tcBorders>
              <w:top w:val="single" w:sz="4" w:space="0" w:color="auto"/>
              <w:left w:val="single" w:sz="4" w:space="0" w:color="auto"/>
              <w:bottom w:val="nil"/>
              <w:right w:val="single" w:sz="4" w:space="0" w:color="auto"/>
            </w:tcBorders>
            <w:hideMark/>
          </w:tcPr>
          <w:p w14:paraId="7A701A91" w14:textId="77777777" w:rsidR="004215DC" w:rsidRPr="00835F44" w:rsidRDefault="004215DC" w:rsidP="004215DC">
            <w:pPr>
              <w:pStyle w:val="TAC"/>
            </w:pPr>
            <w:r w:rsidRPr="00835F44">
              <w:t xml:space="preserve">SUL </w:t>
            </w:r>
          </w:p>
        </w:tc>
      </w:tr>
      <w:tr w:rsidR="00495FE7" w:rsidRPr="00835F44" w14:paraId="39A9DAE5"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67E99924" w14:textId="77777777" w:rsidR="004215DC" w:rsidRPr="00835F44" w:rsidRDefault="004215DC" w:rsidP="004215DC">
            <w:pPr>
              <w:pStyle w:val="TAC"/>
            </w:pPr>
            <w:r w:rsidRPr="00835F44">
              <w:t>n81</w:t>
            </w:r>
          </w:p>
        </w:tc>
        <w:tc>
          <w:tcPr>
            <w:tcW w:w="2715" w:type="dxa"/>
            <w:tcBorders>
              <w:top w:val="single" w:sz="4" w:space="0" w:color="auto"/>
              <w:left w:val="single" w:sz="4" w:space="0" w:color="auto"/>
              <w:bottom w:val="single" w:sz="4" w:space="0" w:color="auto"/>
              <w:right w:val="single" w:sz="4" w:space="0" w:color="auto"/>
            </w:tcBorders>
            <w:hideMark/>
          </w:tcPr>
          <w:p w14:paraId="07A4E707" w14:textId="77777777" w:rsidR="004215DC" w:rsidRPr="00835F44" w:rsidRDefault="004215DC" w:rsidP="004215DC">
            <w:pPr>
              <w:pStyle w:val="TAC"/>
            </w:pPr>
            <w:r w:rsidRPr="00835F44">
              <w:t>880 MHz – 915 MHz</w:t>
            </w:r>
          </w:p>
        </w:tc>
        <w:tc>
          <w:tcPr>
            <w:tcW w:w="2953" w:type="dxa"/>
            <w:tcBorders>
              <w:top w:val="single" w:sz="4" w:space="0" w:color="auto"/>
              <w:left w:val="single" w:sz="4" w:space="0" w:color="auto"/>
              <w:bottom w:val="single" w:sz="4" w:space="0" w:color="auto"/>
              <w:right w:val="single" w:sz="4" w:space="0" w:color="auto"/>
            </w:tcBorders>
            <w:hideMark/>
          </w:tcPr>
          <w:p w14:paraId="5C3FAF10" w14:textId="77777777" w:rsidR="004215DC" w:rsidRPr="00835F44" w:rsidRDefault="004215DC" w:rsidP="004215DC">
            <w:pPr>
              <w:pStyle w:val="TAC"/>
            </w:pPr>
            <w:r w:rsidRPr="00835F44">
              <w:t>N/A</w:t>
            </w:r>
          </w:p>
        </w:tc>
        <w:tc>
          <w:tcPr>
            <w:tcW w:w="908" w:type="dxa"/>
            <w:tcBorders>
              <w:top w:val="single" w:sz="4" w:space="0" w:color="auto"/>
              <w:left w:val="single" w:sz="4" w:space="0" w:color="auto"/>
              <w:bottom w:val="nil"/>
              <w:right w:val="single" w:sz="4" w:space="0" w:color="auto"/>
            </w:tcBorders>
            <w:hideMark/>
          </w:tcPr>
          <w:p w14:paraId="122BE982" w14:textId="77777777" w:rsidR="004215DC" w:rsidRPr="00835F44" w:rsidRDefault="004215DC" w:rsidP="004215DC">
            <w:pPr>
              <w:pStyle w:val="TAC"/>
            </w:pPr>
            <w:r w:rsidRPr="00835F44">
              <w:t xml:space="preserve">SUL </w:t>
            </w:r>
          </w:p>
        </w:tc>
      </w:tr>
      <w:tr w:rsidR="00495FE7" w:rsidRPr="00835F44" w14:paraId="35BE39AA"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443F65A6" w14:textId="77777777" w:rsidR="004215DC" w:rsidRPr="00835F44" w:rsidRDefault="004215DC" w:rsidP="004215DC">
            <w:pPr>
              <w:pStyle w:val="TAC"/>
            </w:pPr>
            <w:r w:rsidRPr="00835F44">
              <w:t>n82</w:t>
            </w:r>
          </w:p>
        </w:tc>
        <w:tc>
          <w:tcPr>
            <w:tcW w:w="2715" w:type="dxa"/>
            <w:tcBorders>
              <w:top w:val="single" w:sz="4" w:space="0" w:color="auto"/>
              <w:left w:val="single" w:sz="4" w:space="0" w:color="auto"/>
              <w:bottom w:val="single" w:sz="4" w:space="0" w:color="auto"/>
              <w:right w:val="single" w:sz="4" w:space="0" w:color="auto"/>
            </w:tcBorders>
            <w:hideMark/>
          </w:tcPr>
          <w:p w14:paraId="4F2B5EB4" w14:textId="77777777" w:rsidR="004215DC" w:rsidRPr="00835F44" w:rsidRDefault="004215DC" w:rsidP="004215DC">
            <w:pPr>
              <w:pStyle w:val="TAC"/>
            </w:pPr>
            <w:r w:rsidRPr="00835F44">
              <w:t>832 MHz – 862 MHz</w:t>
            </w:r>
          </w:p>
        </w:tc>
        <w:tc>
          <w:tcPr>
            <w:tcW w:w="2953" w:type="dxa"/>
            <w:tcBorders>
              <w:top w:val="single" w:sz="4" w:space="0" w:color="auto"/>
              <w:left w:val="single" w:sz="4" w:space="0" w:color="auto"/>
              <w:bottom w:val="single" w:sz="4" w:space="0" w:color="auto"/>
              <w:right w:val="single" w:sz="4" w:space="0" w:color="auto"/>
            </w:tcBorders>
            <w:hideMark/>
          </w:tcPr>
          <w:p w14:paraId="4DDD1195" w14:textId="77777777" w:rsidR="004215DC" w:rsidRPr="00835F44" w:rsidRDefault="004215DC" w:rsidP="004215DC">
            <w:pPr>
              <w:pStyle w:val="TAC"/>
            </w:pPr>
            <w:r w:rsidRPr="00835F44">
              <w:t>N/A</w:t>
            </w:r>
          </w:p>
        </w:tc>
        <w:tc>
          <w:tcPr>
            <w:tcW w:w="908" w:type="dxa"/>
            <w:tcBorders>
              <w:top w:val="single" w:sz="4" w:space="0" w:color="auto"/>
              <w:left w:val="single" w:sz="4" w:space="0" w:color="auto"/>
              <w:bottom w:val="nil"/>
              <w:right w:val="single" w:sz="4" w:space="0" w:color="auto"/>
            </w:tcBorders>
            <w:hideMark/>
          </w:tcPr>
          <w:p w14:paraId="34F85413" w14:textId="77777777" w:rsidR="004215DC" w:rsidRPr="00835F44" w:rsidRDefault="004215DC" w:rsidP="004215DC">
            <w:pPr>
              <w:pStyle w:val="TAC"/>
            </w:pPr>
            <w:r w:rsidRPr="00835F44">
              <w:t xml:space="preserve">SUL </w:t>
            </w:r>
          </w:p>
        </w:tc>
      </w:tr>
      <w:tr w:rsidR="00495FE7" w:rsidRPr="00835F44" w14:paraId="49605C41" w14:textId="77777777" w:rsidTr="007F387F">
        <w:trPr>
          <w:jc w:val="center"/>
        </w:trPr>
        <w:tc>
          <w:tcPr>
            <w:tcW w:w="1161" w:type="dxa"/>
            <w:tcBorders>
              <w:top w:val="single" w:sz="4" w:space="0" w:color="auto"/>
              <w:left w:val="single" w:sz="4" w:space="0" w:color="auto"/>
              <w:bottom w:val="nil"/>
              <w:right w:val="single" w:sz="4" w:space="0" w:color="auto"/>
            </w:tcBorders>
            <w:hideMark/>
          </w:tcPr>
          <w:p w14:paraId="5DB703A6" w14:textId="77777777" w:rsidR="004215DC" w:rsidRPr="00835F44" w:rsidRDefault="004215DC" w:rsidP="004215DC">
            <w:pPr>
              <w:pStyle w:val="TAC"/>
            </w:pPr>
            <w:r w:rsidRPr="00835F44">
              <w:t>n83</w:t>
            </w:r>
          </w:p>
        </w:tc>
        <w:tc>
          <w:tcPr>
            <w:tcW w:w="2715" w:type="dxa"/>
            <w:tcBorders>
              <w:top w:val="single" w:sz="4" w:space="0" w:color="auto"/>
              <w:left w:val="single" w:sz="4" w:space="0" w:color="auto"/>
              <w:bottom w:val="single" w:sz="4" w:space="0" w:color="auto"/>
              <w:right w:val="single" w:sz="4" w:space="0" w:color="auto"/>
            </w:tcBorders>
            <w:hideMark/>
          </w:tcPr>
          <w:p w14:paraId="5113EFCA" w14:textId="77777777" w:rsidR="004215DC" w:rsidRPr="00835F44" w:rsidRDefault="004215DC" w:rsidP="004215DC">
            <w:pPr>
              <w:pStyle w:val="TAC"/>
            </w:pPr>
            <w:r w:rsidRPr="00835F44">
              <w:t>703 MHz – 748 MHz</w:t>
            </w:r>
          </w:p>
        </w:tc>
        <w:tc>
          <w:tcPr>
            <w:tcW w:w="2953" w:type="dxa"/>
            <w:tcBorders>
              <w:top w:val="single" w:sz="4" w:space="0" w:color="auto"/>
              <w:left w:val="single" w:sz="4" w:space="0" w:color="auto"/>
              <w:bottom w:val="single" w:sz="4" w:space="0" w:color="auto"/>
              <w:right w:val="single" w:sz="4" w:space="0" w:color="auto"/>
            </w:tcBorders>
            <w:hideMark/>
          </w:tcPr>
          <w:p w14:paraId="04E2F539" w14:textId="77777777" w:rsidR="004215DC" w:rsidRPr="00835F44" w:rsidRDefault="004215DC" w:rsidP="004215DC">
            <w:pPr>
              <w:pStyle w:val="TAC"/>
            </w:pPr>
            <w:r w:rsidRPr="00835F44">
              <w:t>N/A</w:t>
            </w:r>
          </w:p>
        </w:tc>
        <w:tc>
          <w:tcPr>
            <w:tcW w:w="908" w:type="dxa"/>
            <w:tcBorders>
              <w:top w:val="single" w:sz="4" w:space="0" w:color="auto"/>
              <w:left w:val="single" w:sz="4" w:space="0" w:color="auto"/>
              <w:bottom w:val="nil"/>
              <w:right w:val="single" w:sz="4" w:space="0" w:color="auto"/>
            </w:tcBorders>
            <w:hideMark/>
          </w:tcPr>
          <w:p w14:paraId="11E64135" w14:textId="77777777" w:rsidR="004215DC" w:rsidRPr="00835F44" w:rsidRDefault="004215DC" w:rsidP="004215DC">
            <w:pPr>
              <w:pStyle w:val="TAC"/>
            </w:pPr>
            <w:r w:rsidRPr="00835F44">
              <w:t>SUL</w:t>
            </w:r>
          </w:p>
        </w:tc>
      </w:tr>
      <w:tr w:rsidR="00495FE7" w:rsidRPr="00835F44" w14:paraId="4140A815" w14:textId="77777777" w:rsidTr="007F387F">
        <w:trPr>
          <w:jc w:val="center"/>
        </w:trPr>
        <w:tc>
          <w:tcPr>
            <w:tcW w:w="1161" w:type="dxa"/>
            <w:tcBorders>
              <w:top w:val="single" w:sz="4" w:space="0" w:color="auto"/>
              <w:left w:val="single" w:sz="4" w:space="0" w:color="auto"/>
              <w:bottom w:val="single" w:sz="4" w:space="0" w:color="auto"/>
              <w:right w:val="single" w:sz="4" w:space="0" w:color="auto"/>
            </w:tcBorders>
            <w:hideMark/>
          </w:tcPr>
          <w:p w14:paraId="10C006D4" w14:textId="77777777" w:rsidR="004215DC" w:rsidRPr="00835F44" w:rsidRDefault="004215DC" w:rsidP="004215DC">
            <w:pPr>
              <w:pStyle w:val="TAC"/>
            </w:pPr>
            <w:r w:rsidRPr="00835F44">
              <w:t>n84</w:t>
            </w:r>
          </w:p>
        </w:tc>
        <w:tc>
          <w:tcPr>
            <w:tcW w:w="2715" w:type="dxa"/>
            <w:tcBorders>
              <w:top w:val="single" w:sz="4" w:space="0" w:color="auto"/>
              <w:left w:val="single" w:sz="4" w:space="0" w:color="auto"/>
              <w:bottom w:val="single" w:sz="4" w:space="0" w:color="auto"/>
              <w:right w:val="single" w:sz="4" w:space="0" w:color="auto"/>
            </w:tcBorders>
            <w:hideMark/>
          </w:tcPr>
          <w:p w14:paraId="31D2A4FE" w14:textId="77777777" w:rsidR="004215DC" w:rsidRPr="00835F44" w:rsidRDefault="004215DC" w:rsidP="004215DC">
            <w:pPr>
              <w:pStyle w:val="TAC"/>
            </w:pPr>
            <w:r w:rsidRPr="00835F44">
              <w:t>1920 MHz – 1980 MHz</w:t>
            </w:r>
          </w:p>
        </w:tc>
        <w:tc>
          <w:tcPr>
            <w:tcW w:w="2953" w:type="dxa"/>
            <w:tcBorders>
              <w:top w:val="single" w:sz="4" w:space="0" w:color="auto"/>
              <w:left w:val="single" w:sz="4" w:space="0" w:color="auto"/>
              <w:bottom w:val="single" w:sz="4" w:space="0" w:color="auto"/>
              <w:right w:val="single" w:sz="4" w:space="0" w:color="auto"/>
            </w:tcBorders>
            <w:hideMark/>
          </w:tcPr>
          <w:p w14:paraId="79108407" w14:textId="77777777" w:rsidR="004215DC" w:rsidRPr="00835F44" w:rsidRDefault="004215DC" w:rsidP="004215DC">
            <w:pPr>
              <w:pStyle w:val="TAC"/>
            </w:pPr>
            <w:r w:rsidRPr="00835F44">
              <w:t>N/A</w:t>
            </w:r>
          </w:p>
        </w:tc>
        <w:tc>
          <w:tcPr>
            <w:tcW w:w="908" w:type="dxa"/>
            <w:tcBorders>
              <w:top w:val="single" w:sz="4" w:space="0" w:color="auto"/>
              <w:left w:val="single" w:sz="4" w:space="0" w:color="auto"/>
              <w:bottom w:val="single" w:sz="4" w:space="0" w:color="auto"/>
              <w:right w:val="single" w:sz="4" w:space="0" w:color="auto"/>
            </w:tcBorders>
            <w:hideMark/>
          </w:tcPr>
          <w:p w14:paraId="09A605FE" w14:textId="77777777" w:rsidR="004215DC" w:rsidRPr="00835F44" w:rsidRDefault="004215DC" w:rsidP="004215DC">
            <w:pPr>
              <w:pStyle w:val="TAC"/>
            </w:pPr>
            <w:r w:rsidRPr="00835F44">
              <w:t>SUL</w:t>
            </w:r>
          </w:p>
        </w:tc>
      </w:tr>
      <w:tr w:rsidR="00495FE7" w:rsidRPr="00835F44" w14:paraId="04F218B2" w14:textId="77777777" w:rsidTr="007F387F">
        <w:trPr>
          <w:jc w:val="center"/>
        </w:trPr>
        <w:tc>
          <w:tcPr>
            <w:tcW w:w="1161" w:type="dxa"/>
            <w:tcBorders>
              <w:top w:val="single" w:sz="4" w:space="0" w:color="auto"/>
              <w:left w:val="single" w:sz="4" w:space="0" w:color="auto"/>
              <w:bottom w:val="single" w:sz="4" w:space="0" w:color="auto"/>
              <w:right w:val="single" w:sz="4" w:space="0" w:color="auto"/>
            </w:tcBorders>
          </w:tcPr>
          <w:p w14:paraId="687CFA0E" w14:textId="77777777" w:rsidR="004215DC" w:rsidRPr="00835F44" w:rsidRDefault="004215DC" w:rsidP="004215DC">
            <w:pPr>
              <w:pStyle w:val="TAC"/>
              <w:rPr>
                <w:b/>
              </w:rPr>
            </w:pPr>
            <w:r w:rsidRPr="00835F44">
              <w:t>n86</w:t>
            </w:r>
          </w:p>
        </w:tc>
        <w:tc>
          <w:tcPr>
            <w:tcW w:w="2715" w:type="dxa"/>
            <w:tcBorders>
              <w:top w:val="single" w:sz="4" w:space="0" w:color="auto"/>
              <w:left w:val="single" w:sz="4" w:space="0" w:color="auto"/>
              <w:bottom w:val="single" w:sz="4" w:space="0" w:color="auto"/>
              <w:right w:val="single" w:sz="4" w:space="0" w:color="auto"/>
            </w:tcBorders>
          </w:tcPr>
          <w:p w14:paraId="1D91CF6B" w14:textId="052F65C1" w:rsidR="004215DC" w:rsidRPr="00835F44" w:rsidRDefault="004215DC" w:rsidP="004215DC">
            <w:pPr>
              <w:pStyle w:val="TAC"/>
            </w:pPr>
            <w:r w:rsidRPr="00835F44">
              <w:t>1710 MHz – 1780</w:t>
            </w:r>
            <w:r w:rsidR="00820833" w:rsidRPr="00835F44">
              <w:t xml:space="preserve"> </w:t>
            </w:r>
            <w:r w:rsidRPr="00835F44">
              <w:t>MHz</w:t>
            </w:r>
          </w:p>
        </w:tc>
        <w:tc>
          <w:tcPr>
            <w:tcW w:w="2953" w:type="dxa"/>
            <w:tcBorders>
              <w:top w:val="single" w:sz="4" w:space="0" w:color="auto"/>
              <w:left w:val="single" w:sz="4" w:space="0" w:color="auto"/>
              <w:bottom w:val="single" w:sz="4" w:space="0" w:color="auto"/>
              <w:right w:val="single" w:sz="4" w:space="0" w:color="auto"/>
            </w:tcBorders>
          </w:tcPr>
          <w:p w14:paraId="7DCEF7A9" w14:textId="77777777" w:rsidR="004215DC" w:rsidRPr="00835F44" w:rsidRDefault="004215DC" w:rsidP="004215DC">
            <w:pPr>
              <w:pStyle w:val="TAC"/>
            </w:pPr>
            <w:r w:rsidRPr="00835F44">
              <w:t>N/A</w:t>
            </w:r>
          </w:p>
        </w:tc>
        <w:tc>
          <w:tcPr>
            <w:tcW w:w="908" w:type="dxa"/>
            <w:tcBorders>
              <w:top w:val="single" w:sz="4" w:space="0" w:color="auto"/>
              <w:left w:val="single" w:sz="4" w:space="0" w:color="auto"/>
              <w:bottom w:val="single" w:sz="4" w:space="0" w:color="auto"/>
              <w:right w:val="single" w:sz="4" w:space="0" w:color="auto"/>
            </w:tcBorders>
          </w:tcPr>
          <w:p w14:paraId="08000CA7" w14:textId="77777777" w:rsidR="004215DC" w:rsidRPr="00835F44" w:rsidRDefault="004215DC" w:rsidP="004215DC">
            <w:pPr>
              <w:pStyle w:val="TAC"/>
            </w:pPr>
            <w:r w:rsidRPr="00835F44">
              <w:t>SUL</w:t>
            </w:r>
          </w:p>
        </w:tc>
      </w:tr>
      <w:tr w:rsidR="004215DC" w:rsidRPr="00835F44" w14:paraId="56365135" w14:textId="77777777" w:rsidTr="000B0A3B">
        <w:trPr>
          <w:jc w:val="center"/>
        </w:trPr>
        <w:tc>
          <w:tcPr>
            <w:tcW w:w="7737" w:type="dxa"/>
            <w:gridSpan w:val="4"/>
            <w:tcBorders>
              <w:top w:val="single" w:sz="4" w:space="0" w:color="auto"/>
              <w:left w:val="single" w:sz="4" w:space="0" w:color="auto"/>
              <w:bottom w:val="single" w:sz="4" w:space="0" w:color="auto"/>
              <w:right w:val="single" w:sz="4" w:space="0" w:color="auto"/>
            </w:tcBorders>
          </w:tcPr>
          <w:p w14:paraId="5517C72F" w14:textId="77777777" w:rsidR="004215DC" w:rsidRPr="00835F44" w:rsidRDefault="004215DC" w:rsidP="00EC4FD1">
            <w:pPr>
              <w:pStyle w:val="TAN"/>
            </w:pPr>
            <w:r w:rsidRPr="00835F44">
              <w:t>NOTE 1:</w:t>
            </w:r>
            <w:r w:rsidRPr="00835F44">
              <w:tab/>
              <w:t>UE that complies with the NR Band n50 minimum requirements in this specification         shall also comply with the NR Band n51 minimum requirements.</w:t>
            </w:r>
          </w:p>
          <w:p w14:paraId="56AA16B7" w14:textId="1C277B74" w:rsidR="001D1B2D" w:rsidRPr="00835F44" w:rsidRDefault="001D1B2D" w:rsidP="00EC4FD1">
            <w:pPr>
              <w:pStyle w:val="TAN"/>
            </w:pPr>
            <w:r w:rsidRPr="00835F44">
              <w:t>NOTE 2:</w:t>
            </w:r>
            <w:r w:rsidRPr="00835F44">
              <w:tab/>
              <w:t>UE that complies with the NR Band n75 minimum requirements in this specification         shall also comply with the NR Band n76 minimum requirements.</w:t>
            </w:r>
          </w:p>
        </w:tc>
      </w:tr>
    </w:tbl>
    <w:p w14:paraId="7CD63937" w14:textId="77777777" w:rsidR="005F7BBD" w:rsidRPr="00835F44" w:rsidRDefault="005F7BBD" w:rsidP="00863308"/>
    <w:p w14:paraId="415DE073" w14:textId="485C7D8D" w:rsidR="005F7BBD" w:rsidRPr="00835F44" w:rsidRDefault="005F7BBD" w:rsidP="00495FE7">
      <w:pPr>
        <w:pStyle w:val="Heading2"/>
      </w:pPr>
      <w:bookmarkStart w:id="175" w:name="_Toc21342847"/>
      <w:bookmarkStart w:id="176" w:name="_Toc29769808"/>
      <w:bookmarkStart w:id="177" w:name="_Toc29799307"/>
      <w:bookmarkStart w:id="178" w:name="_Toc37254531"/>
      <w:bookmarkStart w:id="179" w:name="_Toc37255174"/>
      <w:bookmarkStart w:id="180" w:name="_Toc45887197"/>
      <w:bookmarkStart w:id="181" w:name="_Toc53171934"/>
      <w:bookmarkStart w:id="182" w:name="_Toc61356699"/>
      <w:bookmarkStart w:id="183" w:name="_Toc67913568"/>
      <w:bookmarkStart w:id="184" w:name="_Toc75469384"/>
      <w:bookmarkStart w:id="185" w:name="_Toc76507874"/>
      <w:bookmarkStart w:id="186" w:name="_Toc83192775"/>
      <w:r w:rsidRPr="00835F44">
        <w:t>5.2A</w:t>
      </w:r>
      <w:r w:rsidR="002F2BA6" w:rsidRPr="00835F44">
        <w:tab/>
      </w:r>
      <w:r w:rsidRPr="00835F44">
        <w:t>Operating bands for CA</w:t>
      </w:r>
      <w:bookmarkEnd w:id="175"/>
      <w:bookmarkEnd w:id="176"/>
      <w:bookmarkEnd w:id="177"/>
      <w:bookmarkEnd w:id="178"/>
      <w:bookmarkEnd w:id="179"/>
      <w:bookmarkEnd w:id="180"/>
      <w:bookmarkEnd w:id="181"/>
      <w:bookmarkEnd w:id="182"/>
      <w:bookmarkEnd w:id="183"/>
      <w:bookmarkEnd w:id="184"/>
      <w:bookmarkEnd w:id="185"/>
      <w:bookmarkEnd w:id="186"/>
    </w:p>
    <w:p w14:paraId="49788427" w14:textId="6775C793" w:rsidR="005F7BBD" w:rsidRPr="00835F44" w:rsidRDefault="005F7BBD" w:rsidP="00495FE7">
      <w:pPr>
        <w:pStyle w:val="Heading3"/>
      </w:pPr>
      <w:bookmarkStart w:id="187" w:name="_Toc21342848"/>
      <w:bookmarkStart w:id="188" w:name="_Toc29769809"/>
      <w:bookmarkStart w:id="189" w:name="_Toc29799308"/>
      <w:bookmarkStart w:id="190" w:name="_Toc37254532"/>
      <w:bookmarkStart w:id="191" w:name="_Toc37255175"/>
      <w:bookmarkStart w:id="192" w:name="_Toc45887198"/>
      <w:bookmarkStart w:id="193" w:name="_Toc53171935"/>
      <w:bookmarkStart w:id="194" w:name="_Toc61356700"/>
      <w:bookmarkStart w:id="195" w:name="_Toc67913569"/>
      <w:bookmarkStart w:id="196" w:name="_Toc75469385"/>
      <w:bookmarkStart w:id="197" w:name="_Toc76507875"/>
      <w:bookmarkStart w:id="198" w:name="_Toc83192776"/>
      <w:r w:rsidRPr="00835F44">
        <w:t>5.2A.1</w:t>
      </w:r>
      <w:r w:rsidR="002F2BA6" w:rsidRPr="00835F44">
        <w:tab/>
      </w:r>
      <w:r w:rsidRPr="00835F44">
        <w:t>Intra-band CA</w:t>
      </w:r>
      <w:bookmarkEnd w:id="187"/>
      <w:bookmarkEnd w:id="188"/>
      <w:bookmarkEnd w:id="189"/>
      <w:bookmarkEnd w:id="190"/>
      <w:bookmarkEnd w:id="191"/>
      <w:bookmarkEnd w:id="192"/>
      <w:bookmarkEnd w:id="193"/>
      <w:bookmarkEnd w:id="194"/>
      <w:bookmarkEnd w:id="195"/>
      <w:bookmarkEnd w:id="196"/>
      <w:bookmarkEnd w:id="197"/>
      <w:bookmarkEnd w:id="198"/>
    </w:p>
    <w:p w14:paraId="2F72A6FB" w14:textId="77777777" w:rsidR="005F7BBD" w:rsidRPr="00835F44" w:rsidRDefault="005F7BBD" w:rsidP="00AC05ED">
      <w:r w:rsidRPr="00835F44">
        <w:t>NR intra-band contiguous carrier aggregation is designed to operate in the operating bands defined in Table 5.2A.1-1, where all operating bands are within FR1.</w:t>
      </w:r>
    </w:p>
    <w:p w14:paraId="5C7CCAB7" w14:textId="77777777" w:rsidR="005F7BBD" w:rsidRPr="00835F44" w:rsidRDefault="005F7BBD" w:rsidP="00863308">
      <w:pPr>
        <w:pStyle w:val="TH"/>
      </w:pPr>
      <w:r w:rsidRPr="00835F44">
        <w:t>Table 5.2A.1-1: Intra-band contiguous CA operating bands in FR1</w:t>
      </w:r>
    </w:p>
    <w:tbl>
      <w:tblPr>
        <w:tblW w:w="4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8"/>
        <w:gridCol w:w="2497"/>
      </w:tblGrid>
      <w:tr w:rsidR="00495FE7" w:rsidRPr="00835F44" w14:paraId="00F682A5" w14:textId="77777777" w:rsidTr="00863308">
        <w:trPr>
          <w:trHeight w:val="225"/>
          <w:jc w:val="center"/>
        </w:trPr>
        <w:tc>
          <w:tcPr>
            <w:tcW w:w="2348" w:type="dxa"/>
            <w:tcBorders>
              <w:top w:val="single" w:sz="4" w:space="0" w:color="auto"/>
              <w:left w:val="single" w:sz="4" w:space="0" w:color="auto"/>
              <w:bottom w:val="single" w:sz="4" w:space="0" w:color="auto"/>
              <w:right w:val="single" w:sz="4" w:space="0" w:color="auto"/>
            </w:tcBorders>
            <w:vAlign w:val="center"/>
            <w:hideMark/>
          </w:tcPr>
          <w:p w14:paraId="3A79BF06" w14:textId="77777777" w:rsidR="005F7BBD" w:rsidRPr="00835F44" w:rsidRDefault="005F7BBD" w:rsidP="005C5B2B">
            <w:pPr>
              <w:pStyle w:val="TAH"/>
              <w:rPr>
                <w:rFonts w:eastAsia="MS Mincho"/>
              </w:rPr>
            </w:pPr>
            <w:r w:rsidRPr="00835F44">
              <w:t>NR CA Band</w:t>
            </w:r>
          </w:p>
        </w:tc>
        <w:tc>
          <w:tcPr>
            <w:tcW w:w="2497" w:type="dxa"/>
            <w:tcBorders>
              <w:top w:val="single" w:sz="4" w:space="0" w:color="auto"/>
              <w:left w:val="single" w:sz="4" w:space="0" w:color="auto"/>
              <w:bottom w:val="single" w:sz="4" w:space="0" w:color="auto"/>
              <w:right w:val="single" w:sz="4" w:space="0" w:color="auto"/>
            </w:tcBorders>
            <w:vAlign w:val="center"/>
            <w:hideMark/>
          </w:tcPr>
          <w:p w14:paraId="6BA21C46" w14:textId="77777777" w:rsidR="005F7BBD" w:rsidRPr="00835F44" w:rsidRDefault="005F7BBD" w:rsidP="005C5B2B">
            <w:pPr>
              <w:pStyle w:val="TAH"/>
            </w:pPr>
            <w:r w:rsidRPr="00835F44">
              <w:t>NR Band</w:t>
            </w:r>
          </w:p>
          <w:p w14:paraId="45239421" w14:textId="77777777" w:rsidR="005F7BBD" w:rsidRPr="00835F44" w:rsidRDefault="005F7BBD" w:rsidP="005C5B2B">
            <w:pPr>
              <w:pStyle w:val="TAH"/>
              <w:rPr>
                <w:rFonts w:eastAsia="MS Mincho"/>
              </w:rPr>
            </w:pPr>
            <w:r w:rsidRPr="00835F44">
              <w:t>(Table 5.2-1)</w:t>
            </w:r>
          </w:p>
        </w:tc>
      </w:tr>
      <w:tr w:rsidR="00495FE7" w:rsidRPr="00835F44" w14:paraId="43ABE992" w14:textId="77777777" w:rsidTr="00863308">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7528C073" w14:textId="06E0F5B8" w:rsidR="009B6A36" w:rsidRPr="00835F44" w:rsidRDefault="009B6A36" w:rsidP="00863308">
            <w:pPr>
              <w:pStyle w:val="TAC"/>
            </w:pPr>
            <w:r w:rsidRPr="00835F44">
              <w:t>CA_n41</w:t>
            </w:r>
            <w:r w:rsidR="00314057" w:rsidRPr="00835F44">
              <w:rPr>
                <w:vertAlign w:val="superscript"/>
              </w:rPr>
              <w:t>1</w:t>
            </w:r>
          </w:p>
        </w:tc>
        <w:tc>
          <w:tcPr>
            <w:tcW w:w="2497" w:type="dxa"/>
            <w:tcBorders>
              <w:top w:val="single" w:sz="4" w:space="0" w:color="auto"/>
              <w:left w:val="single" w:sz="4" w:space="0" w:color="auto"/>
              <w:bottom w:val="single" w:sz="4" w:space="0" w:color="auto"/>
              <w:right w:val="single" w:sz="4" w:space="0" w:color="auto"/>
            </w:tcBorders>
          </w:tcPr>
          <w:p w14:paraId="376BF53D" w14:textId="7D92C3CC" w:rsidR="009B6A36" w:rsidRPr="00835F44" w:rsidRDefault="009B6A36" w:rsidP="00863308">
            <w:pPr>
              <w:pStyle w:val="TAC"/>
            </w:pPr>
            <w:r w:rsidRPr="00835F44">
              <w:t>n41</w:t>
            </w:r>
          </w:p>
        </w:tc>
      </w:tr>
      <w:tr w:rsidR="00495FE7" w:rsidRPr="00835F44" w14:paraId="32A0928E" w14:textId="77777777" w:rsidTr="00863308">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0BFEA074" w14:textId="1CB2DFE5" w:rsidR="005F7BBD" w:rsidRPr="00835F44" w:rsidRDefault="005F7BBD" w:rsidP="00863308">
            <w:pPr>
              <w:pStyle w:val="TAC"/>
              <w:rPr>
                <w:rFonts w:eastAsia="MS Mincho"/>
              </w:rPr>
            </w:pPr>
            <w:r w:rsidRPr="00835F44">
              <w:t>CA_n77</w:t>
            </w:r>
            <w:r w:rsidR="009B0932" w:rsidRPr="00835F44">
              <w:rPr>
                <w:vertAlign w:val="superscript"/>
              </w:rPr>
              <w:t>1</w:t>
            </w:r>
          </w:p>
        </w:tc>
        <w:tc>
          <w:tcPr>
            <w:tcW w:w="2497" w:type="dxa"/>
            <w:tcBorders>
              <w:top w:val="single" w:sz="4" w:space="0" w:color="auto"/>
              <w:left w:val="single" w:sz="4" w:space="0" w:color="auto"/>
              <w:bottom w:val="single" w:sz="4" w:space="0" w:color="auto"/>
              <w:right w:val="single" w:sz="4" w:space="0" w:color="auto"/>
            </w:tcBorders>
          </w:tcPr>
          <w:p w14:paraId="425E3192" w14:textId="77777777" w:rsidR="005F7BBD" w:rsidRPr="00835F44" w:rsidRDefault="005F7BBD" w:rsidP="00863308">
            <w:pPr>
              <w:pStyle w:val="TAC"/>
              <w:rPr>
                <w:rFonts w:eastAsia="MS Mincho"/>
              </w:rPr>
            </w:pPr>
            <w:r w:rsidRPr="00835F44">
              <w:t>n77</w:t>
            </w:r>
          </w:p>
        </w:tc>
      </w:tr>
      <w:tr w:rsidR="00495FE7" w:rsidRPr="00835F44" w14:paraId="26C21AF2" w14:textId="77777777" w:rsidTr="00863308">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552331F1" w14:textId="15440A38" w:rsidR="005F7BBD" w:rsidRPr="00835F44" w:rsidRDefault="005F7BBD" w:rsidP="00863308">
            <w:pPr>
              <w:pStyle w:val="TAC"/>
              <w:rPr>
                <w:rFonts w:eastAsia="MS Mincho"/>
              </w:rPr>
            </w:pPr>
            <w:r w:rsidRPr="00835F44">
              <w:t>CA_n78</w:t>
            </w:r>
            <w:r w:rsidR="009B0932" w:rsidRPr="00835F44">
              <w:rPr>
                <w:vertAlign w:val="superscript"/>
              </w:rPr>
              <w:t>1</w:t>
            </w:r>
          </w:p>
        </w:tc>
        <w:tc>
          <w:tcPr>
            <w:tcW w:w="2497" w:type="dxa"/>
            <w:tcBorders>
              <w:top w:val="single" w:sz="4" w:space="0" w:color="auto"/>
              <w:left w:val="single" w:sz="4" w:space="0" w:color="auto"/>
              <w:bottom w:val="single" w:sz="4" w:space="0" w:color="auto"/>
              <w:right w:val="single" w:sz="4" w:space="0" w:color="auto"/>
            </w:tcBorders>
          </w:tcPr>
          <w:p w14:paraId="423FDB05" w14:textId="77777777" w:rsidR="005F7BBD" w:rsidRPr="00835F44" w:rsidRDefault="005F7BBD" w:rsidP="00863308">
            <w:pPr>
              <w:pStyle w:val="TAC"/>
              <w:rPr>
                <w:rFonts w:eastAsia="MS Mincho"/>
              </w:rPr>
            </w:pPr>
            <w:r w:rsidRPr="00835F44">
              <w:t>n78</w:t>
            </w:r>
          </w:p>
        </w:tc>
      </w:tr>
      <w:tr w:rsidR="00495FE7" w:rsidRPr="00835F44" w14:paraId="4EA5F1ED" w14:textId="77777777" w:rsidTr="00863308">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7F907E5E" w14:textId="6E48B865" w:rsidR="005F7BBD" w:rsidRPr="00835F44" w:rsidRDefault="005F7BBD" w:rsidP="00863308">
            <w:pPr>
              <w:pStyle w:val="TAC"/>
              <w:rPr>
                <w:rFonts w:eastAsia="MS Mincho"/>
              </w:rPr>
            </w:pPr>
            <w:r w:rsidRPr="00835F44">
              <w:t>CA_n79</w:t>
            </w:r>
            <w:r w:rsidR="009B0932" w:rsidRPr="00835F44">
              <w:rPr>
                <w:vertAlign w:val="superscript"/>
              </w:rPr>
              <w:t>1</w:t>
            </w:r>
          </w:p>
        </w:tc>
        <w:tc>
          <w:tcPr>
            <w:tcW w:w="2497" w:type="dxa"/>
            <w:tcBorders>
              <w:top w:val="single" w:sz="4" w:space="0" w:color="auto"/>
              <w:left w:val="single" w:sz="4" w:space="0" w:color="auto"/>
              <w:bottom w:val="single" w:sz="4" w:space="0" w:color="auto"/>
              <w:right w:val="single" w:sz="4" w:space="0" w:color="auto"/>
            </w:tcBorders>
          </w:tcPr>
          <w:p w14:paraId="654CCEC9" w14:textId="77777777" w:rsidR="005F7BBD" w:rsidRPr="00835F44" w:rsidRDefault="005F7BBD" w:rsidP="00863308">
            <w:pPr>
              <w:pStyle w:val="TAC"/>
              <w:rPr>
                <w:rFonts w:eastAsia="MS Mincho"/>
              </w:rPr>
            </w:pPr>
            <w:r w:rsidRPr="00835F44">
              <w:t>n79</w:t>
            </w:r>
          </w:p>
        </w:tc>
      </w:tr>
      <w:tr w:rsidR="00495FE7" w:rsidRPr="00835F44" w14:paraId="22CF1FC7" w14:textId="77777777" w:rsidTr="001B6A06">
        <w:trPr>
          <w:trHeight w:val="225"/>
          <w:jc w:val="center"/>
        </w:trPr>
        <w:tc>
          <w:tcPr>
            <w:tcW w:w="4845" w:type="dxa"/>
            <w:gridSpan w:val="2"/>
            <w:tcBorders>
              <w:top w:val="single" w:sz="4" w:space="0" w:color="auto"/>
              <w:left w:val="single" w:sz="4" w:space="0" w:color="auto"/>
              <w:bottom w:val="single" w:sz="4" w:space="0" w:color="auto"/>
              <w:right w:val="single" w:sz="4" w:space="0" w:color="auto"/>
            </w:tcBorders>
          </w:tcPr>
          <w:p w14:paraId="5D691172" w14:textId="2A6802BE" w:rsidR="00FC36FC" w:rsidRPr="00835F44" w:rsidRDefault="00FC36FC" w:rsidP="00495FE7">
            <w:pPr>
              <w:pStyle w:val="TAN"/>
            </w:pPr>
            <w:r w:rsidRPr="00835F44">
              <w:t>NOTE 1:</w:t>
            </w:r>
            <w:r w:rsidRPr="00835F44">
              <w:tab/>
              <w:t>The minimum requirements only apply for non</w:t>
            </w:r>
            <w:r w:rsidRPr="00835F44">
              <w:noBreakHyphen/>
              <w:t>simultaneous Tx/Rx between all carriers.</w:t>
            </w:r>
          </w:p>
        </w:tc>
      </w:tr>
    </w:tbl>
    <w:p w14:paraId="4F3EE312" w14:textId="77777777" w:rsidR="005F7BBD" w:rsidRPr="00835F44" w:rsidRDefault="005F7BBD" w:rsidP="00863308"/>
    <w:p w14:paraId="3A99F870" w14:textId="2C762F9D" w:rsidR="005F7BBD" w:rsidRPr="00835F44" w:rsidRDefault="005F7BBD" w:rsidP="00495FE7">
      <w:pPr>
        <w:pStyle w:val="Heading3"/>
      </w:pPr>
      <w:bookmarkStart w:id="199" w:name="_Toc21342849"/>
      <w:bookmarkStart w:id="200" w:name="_Toc29769810"/>
      <w:bookmarkStart w:id="201" w:name="_Toc29799309"/>
      <w:bookmarkStart w:id="202" w:name="_Toc37254533"/>
      <w:bookmarkStart w:id="203" w:name="_Toc37255176"/>
      <w:bookmarkStart w:id="204" w:name="_Toc45887199"/>
      <w:bookmarkStart w:id="205" w:name="_Toc53171936"/>
      <w:bookmarkStart w:id="206" w:name="_Toc61356701"/>
      <w:bookmarkStart w:id="207" w:name="_Toc67913570"/>
      <w:bookmarkStart w:id="208" w:name="_Toc75469386"/>
      <w:bookmarkStart w:id="209" w:name="_Toc76507876"/>
      <w:bookmarkStart w:id="210" w:name="_Toc83192777"/>
      <w:r w:rsidRPr="00835F44">
        <w:lastRenderedPageBreak/>
        <w:t>5.2A.2</w:t>
      </w:r>
      <w:r w:rsidRPr="00835F44">
        <w:tab/>
        <w:t>Inter-band CA</w:t>
      </w:r>
      <w:bookmarkEnd w:id="199"/>
      <w:bookmarkEnd w:id="200"/>
      <w:bookmarkEnd w:id="201"/>
      <w:bookmarkEnd w:id="202"/>
      <w:bookmarkEnd w:id="203"/>
      <w:bookmarkEnd w:id="204"/>
      <w:bookmarkEnd w:id="205"/>
      <w:bookmarkEnd w:id="206"/>
      <w:bookmarkEnd w:id="207"/>
      <w:bookmarkEnd w:id="208"/>
      <w:bookmarkEnd w:id="209"/>
      <w:bookmarkEnd w:id="210"/>
    </w:p>
    <w:p w14:paraId="5E129A0C" w14:textId="77777777" w:rsidR="00E77F2F" w:rsidRDefault="00E77F2F" w:rsidP="00E77F2F">
      <w:r>
        <w:t>NR inter-band carrier aggregation is designed to operate in the operating bands defined in Table 5.2A.2.1-1, where all operating bands are within FR1.</w:t>
      </w:r>
    </w:p>
    <w:p w14:paraId="0AACAEE8" w14:textId="5FEC24D2" w:rsidR="00E77F2F" w:rsidRDefault="00E77F2F" w:rsidP="00E77F2F">
      <w:r>
        <w:t xml:space="preserve">If the mandatory simultaneous Rx/Tx capability applies for a </w:t>
      </w:r>
      <w:r w:rsidRPr="003A70D7">
        <w:t xml:space="preserve">lower order </w:t>
      </w:r>
      <w:r>
        <w:t xml:space="preserve">band combination, </w:t>
      </w:r>
      <w:r w:rsidRPr="003A70D7">
        <w:t xml:space="preserve">when the applicable lower order band combination is a band pair in a higher order band combination, </w:t>
      </w:r>
      <w:r>
        <w:t xml:space="preserve">the mandatory simultaneous Rx/Tx capability also applies for the band </w:t>
      </w:r>
      <w:r w:rsidRPr="003A70D7">
        <w:t>pair</w:t>
      </w:r>
      <w:r>
        <w:t xml:space="preserve"> </w:t>
      </w:r>
      <w:r w:rsidRPr="003A70D7">
        <w:t>in the</w:t>
      </w:r>
      <w:r>
        <w:t xml:space="preserve"> higher order band combination.</w:t>
      </w:r>
    </w:p>
    <w:p w14:paraId="0A80F671" w14:textId="77777777" w:rsidR="00CA6479" w:rsidRDefault="00CA6479" w:rsidP="00AD3DA1"/>
    <w:p w14:paraId="305620DC" w14:textId="77777777" w:rsidR="00B441BC" w:rsidRDefault="00B441BC" w:rsidP="00B441BC">
      <w:pPr>
        <w:pStyle w:val="TH"/>
      </w:pPr>
      <w:r>
        <w:t>Table 5.2A.2-1: Void</w:t>
      </w:r>
    </w:p>
    <w:p w14:paraId="733752D0" w14:textId="77777777" w:rsidR="00B441BC" w:rsidRPr="001C0CC4" w:rsidRDefault="00B441BC" w:rsidP="00B441BC">
      <w:pPr>
        <w:pStyle w:val="Heading4"/>
      </w:pPr>
      <w:bookmarkStart w:id="211" w:name="_Toc45887200"/>
      <w:bookmarkStart w:id="212" w:name="_Toc53171937"/>
      <w:bookmarkStart w:id="213" w:name="_Toc61356702"/>
      <w:bookmarkStart w:id="214" w:name="_Toc67913571"/>
      <w:bookmarkStart w:id="215" w:name="_Toc75469387"/>
      <w:bookmarkStart w:id="216" w:name="_Toc76507877"/>
      <w:bookmarkStart w:id="217" w:name="_Toc83192778"/>
      <w:r>
        <w:t>5</w:t>
      </w:r>
      <w:r w:rsidRPr="001C0CC4">
        <w:t>.</w:t>
      </w:r>
      <w:r>
        <w:t>2A</w:t>
      </w:r>
      <w:r w:rsidRPr="001C0CC4">
        <w:t>.</w:t>
      </w:r>
      <w:r>
        <w:t>2</w:t>
      </w:r>
      <w:r w:rsidRPr="001C0CC4">
        <w:t>.1</w:t>
      </w:r>
      <w:r w:rsidRPr="001C0CC4">
        <w:tab/>
      </w:r>
      <w:r>
        <w:t>I</w:t>
      </w:r>
      <w:r w:rsidRPr="0045128F">
        <w:t xml:space="preserve">nter-band CA </w:t>
      </w:r>
      <w:r>
        <w:t>(</w:t>
      </w:r>
      <w:r>
        <w:rPr>
          <w:bCs/>
        </w:rPr>
        <w:t>two bands)</w:t>
      </w:r>
      <w:bookmarkEnd w:id="211"/>
      <w:bookmarkEnd w:id="212"/>
      <w:bookmarkEnd w:id="213"/>
      <w:bookmarkEnd w:id="214"/>
      <w:bookmarkEnd w:id="215"/>
      <w:bookmarkEnd w:id="216"/>
      <w:bookmarkEnd w:id="217"/>
    </w:p>
    <w:p w14:paraId="13766D00" w14:textId="61A599D0" w:rsidR="005F7BBD" w:rsidRPr="00835F44" w:rsidRDefault="005F7BBD" w:rsidP="00863308">
      <w:pPr>
        <w:pStyle w:val="TH"/>
      </w:pPr>
      <w:r w:rsidRPr="00835F44">
        <w:t>Table 5.2A.2</w:t>
      </w:r>
      <w:r w:rsidR="002F5AE0">
        <w:t>.</w:t>
      </w:r>
      <w:r w:rsidRPr="00835F44">
        <w:t>1</w:t>
      </w:r>
      <w:r w:rsidR="002F5AE0">
        <w:t>-1</w:t>
      </w:r>
      <w:r w:rsidRPr="00835F44">
        <w:t>: Inter-band CA operating bands involving FR1 (two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2552"/>
      </w:tblGrid>
      <w:tr w:rsidR="00495FE7" w:rsidRPr="00835F44" w14:paraId="632B962A" w14:textId="77777777" w:rsidTr="00863308">
        <w:trPr>
          <w:jc w:val="center"/>
        </w:trPr>
        <w:tc>
          <w:tcPr>
            <w:tcW w:w="2366" w:type="dxa"/>
            <w:tcBorders>
              <w:top w:val="single" w:sz="4" w:space="0" w:color="auto"/>
              <w:left w:val="single" w:sz="4" w:space="0" w:color="auto"/>
              <w:bottom w:val="single" w:sz="4" w:space="0" w:color="auto"/>
              <w:right w:val="single" w:sz="4" w:space="0" w:color="auto"/>
            </w:tcBorders>
            <w:vAlign w:val="center"/>
            <w:hideMark/>
          </w:tcPr>
          <w:p w14:paraId="414056E4" w14:textId="77777777" w:rsidR="005F7BBD" w:rsidRPr="00835F44" w:rsidRDefault="005F7BBD" w:rsidP="005C5B2B">
            <w:pPr>
              <w:pStyle w:val="TAH"/>
            </w:pPr>
            <w:r w:rsidRPr="00835F44">
              <w:t>NR CA Band</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C524404" w14:textId="77777777" w:rsidR="005F7BBD" w:rsidRPr="00835F44" w:rsidRDefault="005F7BBD" w:rsidP="005C5B2B">
            <w:pPr>
              <w:pStyle w:val="TAH"/>
            </w:pPr>
            <w:r w:rsidRPr="00835F44">
              <w:t>NR Band</w:t>
            </w:r>
          </w:p>
          <w:p w14:paraId="5B082977" w14:textId="77777777" w:rsidR="005F7BBD" w:rsidRPr="00835F44" w:rsidRDefault="005F7BBD" w:rsidP="005C5B2B">
            <w:pPr>
              <w:pStyle w:val="TAH"/>
            </w:pPr>
            <w:r w:rsidRPr="00835F44">
              <w:t>(Table 5.2-1)</w:t>
            </w:r>
          </w:p>
        </w:tc>
      </w:tr>
      <w:tr w:rsidR="00495FE7" w:rsidRPr="00835F44" w14:paraId="10E3F5A2" w14:textId="77777777" w:rsidTr="00B23EEA">
        <w:trPr>
          <w:jc w:val="center"/>
        </w:trPr>
        <w:tc>
          <w:tcPr>
            <w:tcW w:w="2366" w:type="dxa"/>
            <w:tcBorders>
              <w:top w:val="single" w:sz="4" w:space="0" w:color="auto"/>
              <w:left w:val="single" w:sz="4" w:space="0" w:color="auto"/>
              <w:bottom w:val="single" w:sz="4" w:space="0" w:color="auto"/>
              <w:right w:val="single" w:sz="4" w:space="0" w:color="auto"/>
            </w:tcBorders>
          </w:tcPr>
          <w:p w14:paraId="1A2CC498" w14:textId="76D6E16A" w:rsidR="000B1EC1" w:rsidRPr="00835F44" w:rsidRDefault="000B1EC1" w:rsidP="000B1EC1">
            <w:pPr>
              <w:pStyle w:val="TAC"/>
            </w:pPr>
            <w:r w:rsidRPr="00835F44">
              <w:t>CA_n3-n77</w:t>
            </w:r>
            <w:r w:rsidR="009B0932" w:rsidRPr="00835F44">
              <w:rPr>
                <w:vertAlign w:val="superscript"/>
              </w:rPr>
              <w:t>1</w:t>
            </w:r>
          </w:p>
        </w:tc>
        <w:tc>
          <w:tcPr>
            <w:tcW w:w="2552" w:type="dxa"/>
            <w:tcBorders>
              <w:top w:val="single" w:sz="4" w:space="0" w:color="auto"/>
              <w:left w:val="single" w:sz="4" w:space="0" w:color="auto"/>
              <w:bottom w:val="single" w:sz="4" w:space="0" w:color="auto"/>
              <w:right w:val="single" w:sz="4" w:space="0" w:color="auto"/>
            </w:tcBorders>
          </w:tcPr>
          <w:p w14:paraId="427EADF2" w14:textId="77777777" w:rsidR="000B1EC1" w:rsidRPr="00835F44" w:rsidRDefault="000B1EC1" w:rsidP="000B1EC1">
            <w:pPr>
              <w:pStyle w:val="TAC"/>
            </w:pPr>
            <w:r w:rsidRPr="00835F44">
              <w:t>n3, n77</w:t>
            </w:r>
          </w:p>
        </w:tc>
      </w:tr>
      <w:tr w:rsidR="00495FE7" w:rsidRPr="00835F44" w14:paraId="7F022253" w14:textId="77777777" w:rsidTr="00863308">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1452FDBA" w14:textId="3010CEE5" w:rsidR="006E4E2B" w:rsidRPr="00835F44" w:rsidRDefault="006E4E2B" w:rsidP="006E4E2B">
            <w:pPr>
              <w:pStyle w:val="TAC"/>
            </w:pPr>
            <w:r w:rsidRPr="00835F44">
              <w:t>CA_n3-n78</w:t>
            </w:r>
            <w:r w:rsidR="009B0932" w:rsidRPr="00835F44">
              <w:rPr>
                <w:vertAlign w:val="superscript"/>
              </w:rPr>
              <w:t>1</w:t>
            </w:r>
          </w:p>
        </w:tc>
        <w:tc>
          <w:tcPr>
            <w:tcW w:w="2552" w:type="dxa"/>
            <w:tcBorders>
              <w:top w:val="single" w:sz="4" w:space="0" w:color="auto"/>
              <w:left w:val="single" w:sz="4" w:space="0" w:color="auto"/>
              <w:bottom w:val="single" w:sz="4" w:space="0" w:color="auto"/>
              <w:right w:val="single" w:sz="4" w:space="0" w:color="auto"/>
            </w:tcBorders>
            <w:vAlign w:val="center"/>
          </w:tcPr>
          <w:p w14:paraId="4EDC930C" w14:textId="77777777" w:rsidR="006E4E2B" w:rsidRPr="00835F44" w:rsidRDefault="006E4E2B" w:rsidP="006E4E2B">
            <w:pPr>
              <w:pStyle w:val="TAC"/>
            </w:pPr>
            <w:r w:rsidRPr="00835F44">
              <w:t>n3, n78</w:t>
            </w:r>
          </w:p>
        </w:tc>
      </w:tr>
      <w:tr w:rsidR="00495FE7" w:rsidRPr="00835F44" w14:paraId="52A0AEC7" w14:textId="77777777" w:rsidTr="00863308">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0FEBCABC" w14:textId="0FDDF74B" w:rsidR="000B1EC1" w:rsidRPr="00835F44" w:rsidRDefault="000B1EC1" w:rsidP="000B1EC1">
            <w:pPr>
              <w:pStyle w:val="TAC"/>
            </w:pPr>
            <w:r w:rsidRPr="00835F44">
              <w:t>CA_n3-n79</w:t>
            </w:r>
            <w:r w:rsidR="009B0932" w:rsidRPr="00835F44">
              <w:rPr>
                <w:vertAlign w:val="superscript"/>
              </w:rPr>
              <w:t>1</w:t>
            </w:r>
          </w:p>
        </w:tc>
        <w:tc>
          <w:tcPr>
            <w:tcW w:w="2552" w:type="dxa"/>
            <w:tcBorders>
              <w:top w:val="single" w:sz="4" w:space="0" w:color="auto"/>
              <w:left w:val="single" w:sz="4" w:space="0" w:color="auto"/>
              <w:bottom w:val="single" w:sz="4" w:space="0" w:color="auto"/>
              <w:right w:val="single" w:sz="4" w:space="0" w:color="auto"/>
            </w:tcBorders>
            <w:vAlign w:val="center"/>
          </w:tcPr>
          <w:p w14:paraId="63CD3615" w14:textId="77777777" w:rsidR="000B1EC1" w:rsidRPr="00835F44" w:rsidRDefault="000B1EC1" w:rsidP="000B1EC1">
            <w:pPr>
              <w:pStyle w:val="TAC"/>
            </w:pPr>
            <w:r w:rsidRPr="00835F44">
              <w:t>n3, n79</w:t>
            </w:r>
          </w:p>
        </w:tc>
      </w:tr>
      <w:tr w:rsidR="00495FE7" w:rsidRPr="00835F44" w14:paraId="521A6DC8" w14:textId="77777777" w:rsidTr="00863308">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795DD863" w14:textId="5164B264" w:rsidR="00607F91" w:rsidRPr="00835F44" w:rsidRDefault="00607F91" w:rsidP="00607F91">
            <w:pPr>
              <w:pStyle w:val="TAC"/>
            </w:pPr>
            <w:r w:rsidRPr="00835F44">
              <w:rPr>
                <w:rFonts w:eastAsia="MS Mincho"/>
              </w:rPr>
              <w:t>CA_n8-n75</w:t>
            </w:r>
            <w:r w:rsidR="009B0932" w:rsidRPr="00835F44">
              <w:rPr>
                <w:vertAlign w:val="superscript"/>
              </w:rPr>
              <w:t>1</w:t>
            </w:r>
          </w:p>
        </w:tc>
        <w:tc>
          <w:tcPr>
            <w:tcW w:w="2552" w:type="dxa"/>
            <w:tcBorders>
              <w:top w:val="single" w:sz="4" w:space="0" w:color="auto"/>
              <w:left w:val="single" w:sz="4" w:space="0" w:color="auto"/>
              <w:bottom w:val="single" w:sz="4" w:space="0" w:color="auto"/>
              <w:right w:val="single" w:sz="4" w:space="0" w:color="auto"/>
            </w:tcBorders>
            <w:vAlign w:val="center"/>
          </w:tcPr>
          <w:p w14:paraId="204354D7" w14:textId="77777777" w:rsidR="00607F91" w:rsidRPr="00835F44" w:rsidRDefault="00607F91" w:rsidP="00607F91">
            <w:pPr>
              <w:pStyle w:val="TAC"/>
            </w:pPr>
            <w:r w:rsidRPr="00835F44">
              <w:t>n8, n75</w:t>
            </w:r>
          </w:p>
        </w:tc>
      </w:tr>
      <w:tr w:rsidR="00495FE7" w:rsidRPr="00835F44" w14:paraId="3C854CA5" w14:textId="77777777" w:rsidTr="00863308">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5AF27BE7" w14:textId="1F1C7E5F" w:rsidR="009667EF" w:rsidRPr="00835F44" w:rsidRDefault="00CC7694" w:rsidP="006E4E2B">
            <w:pPr>
              <w:pStyle w:val="TAC"/>
            </w:pPr>
            <w:r w:rsidRPr="00835F44">
              <w:t>CA n8-n78</w:t>
            </w:r>
            <w:r w:rsidR="009B0932" w:rsidRPr="00835F44">
              <w:rPr>
                <w:vertAlign w:val="superscript"/>
              </w:rPr>
              <w:t>1</w:t>
            </w:r>
          </w:p>
        </w:tc>
        <w:tc>
          <w:tcPr>
            <w:tcW w:w="2552" w:type="dxa"/>
            <w:tcBorders>
              <w:top w:val="single" w:sz="4" w:space="0" w:color="auto"/>
              <w:left w:val="single" w:sz="4" w:space="0" w:color="auto"/>
              <w:bottom w:val="single" w:sz="4" w:space="0" w:color="auto"/>
              <w:right w:val="single" w:sz="4" w:space="0" w:color="auto"/>
            </w:tcBorders>
            <w:vAlign w:val="center"/>
          </w:tcPr>
          <w:p w14:paraId="23883C7D" w14:textId="77777777" w:rsidR="009667EF" w:rsidRPr="00835F44" w:rsidRDefault="000B1EC1" w:rsidP="006E4E2B">
            <w:pPr>
              <w:pStyle w:val="TAC"/>
            </w:pPr>
            <w:r w:rsidRPr="00835F44">
              <w:t>n</w:t>
            </w:r>
            <w:r w:rsidR="00CC7694" w:rsidRPr="00835F44">
              <w:t>8, n78</w:t>
            </w:r>
          </w:p>
        </w:tc>
      </w:tr>
      <w:tr w:rsidR="00495FE7" w:rsidRPr="00835F44" w14:paraId="5587FA17" w14:textId="77777777" w:rsidTr="00B23EEA">
        <w:trPr>
          <w:jc w:val="center"/>
        </w:trPr>
        <w:tc>
          <w:tcPr>
            <w:tcW w:w="2366" w:type="dxa"/>
            <w:tcBorders>
              <w:top w:val="single" w:sz="4" w:space="0" w:color="auto"/>
              <w:left w:val="single" w:sz="4" w:space="0" w:color="auto"/>
              <w:bottom w:val="single" w:sz="4" w:space="0" w:color="auto"/>
              <w:right w:val="single" w:sz="4" w:space="0" w:color="auto"/>
            </w:tcBorders>
          </w:tcPr>
          <w:p w14:paraId="60DA297C" w14:textId="2328C666" w:rsidR="000B1EC1" w:rsidRPr="00835F44" w:rsidRDefault="000B1EC1" w:rsidP="000B1EC1">
            <w:pPr>
              <w:pStyle w:val="TAC"/>
            </w:pPr>
            <w:r w:rsidRPr="00835F44">
              <w:t>CA_n8-n79</w:t>
            </w:r>
            <w:r w:rsidR="009B0932" w:rsidRPr="00835F44">
              <w:rPr>
                <w:vertAlign w:val="superscript"/>
              </w:rPr>
              <w:t>1</w:t>
            </w:r>
          </w:p>
        </w:tc>
        <w:tc>
          <w:tcPr>
            <w:tcW w:w="2552" w:type="dxa"/>
            <w:tcBorders>
              <w:top w:val="single" w:sz="4" w:space="0" w:color="auto"/>
              <w:left w:val="single" w:sz="4" w:space="0" w:color="auto"/>
              <w:bottom w:val="single" w:sz="4" w:space="0" w:color="auto"/>
              <w:right w:val="single" w:sz="4" w:space="0" w:color="auto"/>
            </w:tcBorders>
          </w:tcPr>
          <w:p w14:paraId="2C766831" w14:textId="77777777" w:rsidR="000B1EC1" w:rsidRPr="00835F44" w:rsidDel="000B1EC1" w:rsidRDefault="000B1EC1" w:rsidP="000B1EC1">
            <w:pPr>
              <w:pStyle w:val="TAC"/>
            </w:pPr>
            <w:r w:rsidRPr="00835F44">
              <w:t>n8, n79</w:t>
            </w:r>
          </w:p>
        </w:tc>
      </w:tr>
      <w:tr w:rsidR="00495FE7" w:rsidRPr="00835F44" w14:paraId="42D31D05" w14:textId="77777777" w:rsidTr="00B23EEA">
        <w:trPr>
          <w:jc w:val="center"/>
        </w:trPr>
        <w:tc>
          <w:tcPr>
            <w:tcW w:w="2366" w:type="dxa"/>
            <w:tcBorders>
              <w:top w:val="single" w:sz="4" w:space="0" w:color="auto"/>
              <w:left w:val="single" w:sz="4" w:space="0" w:color="auto"/>
              <w:bottom w:val="single" w:sz="4" w:space="0" w:color="auto"/>
              <w:right w:val="single" w:sz="4" w:space="0" w:color="auto"/>
            </w:tcBorders>
          </w:tcPr>
          <w:p w14:paraId="5C921979" w14:textId="57D55298" w:rsidR="00607F91" w:rsidRPr="00835F44" w:rsidRDefault="00607F91" w:rsidP="00607F91">
            <w:pPr>
              <w:pStyle w:val="TAC"/>
            </w:pPr>
            <w:r w:rsidRPr="00835F44">
              <w:t>CA_n28-n75</w:t>
            </w:r>
            <w:r w:rsidRPr="00835F44">
              <w:rPr>
                <w:vertAlign w:val="superscript"/>
              </w:rPr>
              <w:t>2</w:t>
            </w:r>
          </w:p>
        </w:tc>
        <w:tc>
          <w:tcPr>
            <w:tcW w:w="2552" w:type="dxa"/>
            <w:tcBorders>
              <w:top w:val="single" w:sz="4" w:space="0" w:color="auto"/>
              <w:left w:val="single" w:sz="4" w:space="0" w:color="auto"/>
              <w:bottom w:val="single" w:sz="4" w:space="0" w:color="auto"/>
              <w:right w:val="single" w:sz="4" w:space="0" w:color="auto"/>
            </w:tcBorders>
          </w:tcPr>
          <w:p w14:paraId="6BE81DFB" w14:textId="77777777" w:rsidR="00607F91" w:rsidRPr="00835F44" w:rsidRDefault="00607F91" w:rsidP="00607F91">
            <w:pPr>
              <w:pStyle w:val="TAC"/>
            </w:pPr>
            <w:r w:rsidRPr="00835F44">
              <w:t>n28, n75</w:t>
            </w:r>
          </w:p>
        </w:tc>
      </w:tr>
      <w:tr w:rsidR="00495FE7" w:rsidRPr="00835F44" w14:paraId="222CFDF9" w14:textId="77777777" w:rsidTr="00863308">
        <w:trPr>
          <w:jc w:val="center"/>
        </w:trPr>
        <w:tc>
          <w:tcPr>
            <w:tcW w:w="2366" w:type="dxa"/>
            <w:tcBorders>
              <w:top w:val="single" w:sz="4" w:space="0" w:color="auto"/>
              <w:left w:val="single" w:sz="4" w:space="0" w:color="auto"/>
              <w:bottom w:val="single" w:sz="4" w:space="0" w:color="auto"/>
              <w:right w:val="single" w:sz="4" w:space="0" w:color="auto"/>
            </w:tcBorders>
            <w:vAlign w:val="center"/>
            <w:hideMark/>
          </w:tcPr>
          <w:p w14:paraId="380D25F4" w14:textId="6E500042" w:rsidR="006E4E2B" w:rsidRPr="00835F44" w:rsidRDefault="006E4E2B" w:rsidP="006E4E2B">
            <w:pPr>
              <w:pStyle w:val="TAC"/>
            </w:pPr>
            <w:r w:rsidRPr="00835F44">
              <w:t>CA_n28</w:t>
            </w:r>
            <w:r w:rsidR="00B46E3F" w:rsidRPr="00835F44">
              <w:t>-</w:t>
            </w:r>
            <w:r w:rsidRPr="00835F44">
              <w:t>n78</w:t>
            </w:r>
            <w:r w:rsidR="009B0932" w:rsidRPr="00835F44">
              <w:rPr>
                <w:vertAlign w:val="superscript"/>
              </w:rPr>
              <w:t>1</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B75D303" w14:textId="77777777" w:rsidR="006E4E2B" w:rsidRPr="00835F44" w:rsidRDefault="006E4E2B" w:rsidP="006E4E2B">
            <w:pPr>
              <w:pStyle w:val="TAC"/>
            </w:pPr>
            <w:r w:rsidRPr="00835F44">
              <w:t>n28, n78</w:t>
            </w:r>
          </w:p>
        </w:tc>
      </w:tr>
      <w:tr w:rsidR="00495FE7" w:rsidRPr="00835F44" w14:paraId="7D02544E" w14:textId="77777777" w:rsidTr="00863308">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3317F1E1" w14:textId="5E4CD166" w:rsidR="006E4E2B" w:rsidRPr="00835F44" w:rsidRDefault="006E4E2B" w:rsidP="006E4E2B">
            <w:pPr>
              <w:pStyle w:val="TAC"/>
            </w:pPr>
            <w:r w:rsidRPr="00835F44">
              <w:t>CA_n41-n78</w:t>
            </w:r>
          </w:p>
        </w:tc>
        <w:tc>
          <w:tcPr>
            <w:tcW w:w="2552" w:type="dxa"/>
            <w:tcBorders>
              <w:top w:val="single" w:sz="4" w:space="0" w:color="auto"/>
              <w:left w:val="single" w:sz="4" w:space="0" w:color="auto"/>
              <w:bottom w:val="single" w:sz="4" w:space="0" w:color="auto"/>
              <w:right w:val="single" w:sz="4" w:space="0" w:color="auto"/>
            </w:tcBorders>
            <w:vAlign w:val="center"/>
          </w:tcPr>
          <w:p w14:paraId="38A715F6" w14:textId="77777777" w:rsidR="006E4E2B" w:rsidRPr="00835F44" w:rsidRDefault="006E4E2B" w:rsidP="006E4E2B">
            <w:pPr>
              <w:pStyle w:val="TAC"/>
            </w:pPr>
            <w:r w:rsidRPr="00835F44">
              <w:t>n41, n78</w:t>
            </w:r>
          </w:p>
        </w:tc>
      </w:tr>
      <w:tr w:rsidR="00495FE7" w:rsidRPr="00835F44" w14:paraId="2056D1D6" w14:textId="77777777" w:rsidTr="00FB29FA">
        <w:trPr>
          <w:jc w:val="center"/>
        </w:trPr>
        <w:tc>
          <w:tcPr>
            <w:tcW w:w="2366" w:type="dxa"/>
            <w:tcBorders>
              <w:top w:val="single" w:sz="4" w:space="0" w:color="auto"/>
              <w:left w:val="single" w:sz="4" w:space="0" w:color="auto"/>
              <w:bottom w:val="single" w:sz="4" w:space="0" w:color="auto"/>
              <w:right w:val="single" w:sz="4" w:space="0" w:color="auto"/>
            </w:tcBorders>
          </w:tcPr>
          <w:p w14:paraId="5D6941A6" w14:textId="539D1881" w:rsidR="00F60C8E" w:rsidRPr="00835F44" w:rsidRDefault="00F60C8E" w:rsidP="00F60C8E">
            <w:pPr>
              <w:pStyle w:val="TAC"/>
            </w:pPr>
            <w:r w:rsidRPr="00835F44">
              <w:t>CA_n75-n78</w:t>
            </w:r>
            <w:r w:rsidR="00AD78FD" w:rsidRPr="00835F44">
              <w:rPr>
                <w:vertAlign w:val="superscript"/>
              </w:rPr>
              <w:t>1</w:t>
            </w:r>
          </w:p>
        </w:tc>
        <w:tc>
          <w:tcPr>
            <w:tcW w:w="2552" w:type="dxa"/>
            <w:tcBorders>
              <w:top w:val="single" w:sz="4" w:space="0" w:color="auto"/>
              <w:left w:val="single" w:sz="4" w:space="0" w:color="auto"/>
              <w:bottom w:val="single" w:sz="4" w:space="0" w:color="auto"/>
              <w:right w:val="single" w:sz="4" w:space="0" w:color="auto"/>
            </w:tcBorders>
          </w:tcPr>
          <w:p w14:paraId="2A086D53" w14:textId="77777777" w:rsidR="00F60C8E" w:rsidRPr="00835F44" w:rsidRDefault="00F60C8E" w:rsidP="00F60C8E">
            <w:pPr>
              <w:pStyle w:val="TAC"/>
            </w:pPr>
            <w:r w:rsidRPr="00835F44">
              <w:t>n75, n78</w:t>
            </w:r>
          </w:p>
        </w:tc>
      </w:tr>
      <w:tr w:rsidR="00495FE7" w:rsidRPr="00835F44" w14:paraId="5A340B03" w14:textId="77777777" w:rsidTr="00FB29FA">
        <w:trPr>
          <w:jc w:val="center"/>
        </w:trPr>
        <w:tc>
          <w:tcPr>
            <w:tcW w:w="2366" w:type="dxa"/>
            <w:tcBorders>
              <w:top w:val="single" w:sz="4" w:space="0" w:color="auto"/>
              <w:left w:val="single" w:sz="4" w:space="0" w:color="auto"/>
              <w:bottom w:val="single" w:sz="4" w:space="0" w:color="auto"/>
              <w:right w:val="single" w:sz="4" w:space="0" w:color="auto"/>
            </w:tcBorders>
          </w:tcPr>
          <w:p w14:paraId="633F2953" w14:textId="0E26CF94" w:rsidR="001976DA" w:rsidRPr="00835F44" w:rsidRDefault="001976DA" w:rsidP="001976DA">
            <w:pPr>
              <w:pStyle w:val="TAC"/>
            </w:pPr>
            <w:r w:rsidRPr="00835F44">
              <w:t>CA_n76-n78</w:t>
            </w:r>
            <w:r w:rsidR="009B0932" w:rsidRPr="00835F44">
              <w:rPr>
                <w:vertAlign w:val="superscript"/>
              </w:rPr>
              <w:t>1</w:t>
            </w:r>
          </w:p>
        </w:tc>
        <w:tc>
          <w:tcPr>
            <w:tcW w:w="2552" w:type="dxa"/>
            <w:tcBorders>
              <w:top w:val="single" w:sz="4" w:space="0" w:color="auto"/>
              <w:left w:val="single" w:sz="4" w:space="0" w:color="auto"/>
              <w:bottom w:val="single" w:sz="4" w:space="0" w:color="auto"/>
              <w:right w:val="single" w:sz="4" w:space="0" w:color="auto"/>
            </w:tcBorders>
          </w:tcPr>
          <w:p w14:paraId="0921367D" w14:textId="44DB45E0" w:rsidR="001976DA" w:rsidRPr="00835F44" w:rsidRDefault="001976DA" w:rsidP="001976DA">
            <w:pPr>
              <w:pStyle w:val="TAC"/>
            </w:pPr>
            <w:r w:rsidRPr="00835F44">
              <w:t>n76, n78</w:t>
            </w:r>
          </w:p>
        </w:tc>
      </w:tr>
      <w:tr w:rsidR="00495FE7" w:rsidRPr="00835F44" w14:paraId="654C5C20" w14:textId="77777777" w:rsidTr="00863308">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3DBCB990" w14:textId="4934911A" w:rsidR="006E4E2B" w:rsidRPr="00835F44" w:rsidRDefault="006E4E2B" w:rsidP="006E4E2B">
            <w:pPr>
              <w:pStyle w:val="TAC"/>
            </w:pPr>
            <w:r w:rsidRPr="00835F44">
              <w:t>CA_n77-n79</w:t>
            </w:r>
          </w:p>
        </w:tc>
        <w:tc>
          <w:tcPr>
            <w:tcW w:w="2552" w:type="dxa"/>
            <w:tcBorders>
              <w:top w:val="single" w:sz="4" w:space="0" w:color="auto"/>
              <w:left w:val="single" w:sz="4" w:space="0" w:color="auto"/>
              <w:bottom w:val="single" w:sz="4" w:space="0" w:color="auto"/>
              <w:right w:val="single" w:sz="4" w:space="0" w:color="auto"/>
            </w:tcBorders>
            <w:vAlign w:val="center"/>
          </w:tcPr>
          <w:p w14:paraId="0C279358" w14:textId="77777777" w:rsidR="006E4E2B" w:rsidRPr="00835F44" w:rsidRDefault="006E4E2B" w:rsidP="006E4E2B">
            <w:pPr>
              <w:pStyle w:val="TAC"/>
            </w:pPr>
            <w:r w:rsidRPr="00835F44">
              <w:t>n77, n79</w:t>
            </w:r>
          </w:p>
        </w:tc>
      </w:tr>
      <w:tr w:rsidR="00495FE7" w:rsidRPr="00835F44" w14:paraId="2923AFAE" w14:textId="77777777" w:rsidTr="00863308">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3D772A91" w14:textId="4F37679D" w:rsidR="006E4E2B" w:rsidRPr="00835F44" w:rsidRDefault="006E4E2B" w:rsidP="006E4E2B">
            <w:pPr>
              <w:pStyle w:val="TAC"/>
            </w:pPr>
            <w:r w:rsidRPr="00835F44">
              <w:t>CA_n7</w:t>
            </w:r>
            <w:r w:rsidRPr="00A5382E">
              <w:t>8-n79</w:t>
            </w:r>
            <w:r w:rsidR="00A5382E" w:rsidRPr="00A12751">
              <w:rPr>
                <w:vertAlign w:val="superscript"/>
              </w:rPr>
              <w:t>3</w:t>
            </w:r>
          </w:p>
        </w:tc>
        <w:tc>
          <w:tcPr>
            <w:tcW w:w="2552" w:type="dxa"/>
            <w:tcBorders>
              <w:top w:val="single" w:sz="4" w:space="0" w:color="auto"/>
              <w:left w:val="single" w:sz="4" w:space="0" w:color="auto"/>
              <w:bottom w:val="single" w:sz="4" w:space="0" w:color="auto"/>
              <w:right w:val="single" w:sz="4" w:space="0" w:color="auto"/>
            </w:tcBorders>
            <w:vAlign w:val="center"/>
          </w:tcPr>
          <w:p w14:paraId="1FA8C895" w14:textId="77777777" w:rsidR="006E4E2B" w:rsidRPr="00835F44" w:rsidRDefault="006E4E2B" w:rsidP="006E4E2B">
            <w:pPr>
              <w:pStyle w:val="TAC"/>
            </w:pPr>
            <w:r w:rsidRPr="00835F44">
              <w:t>n78, n79</w:t>
            </w:r>
          </w:p>
        </w:tc>
      </w:tr>
      <w:tr w:rsidR="00F60C8E" w:rsidRPr="00835F44" w14:paraId="091E11D5" w14:textId="77777777" w:rsidTr="00FB29FA">
        <w:trPr>
          <w:jc w:val="center"/>
        </w:trPr>
        <w:tc>
          <w:tcPr>
            <w:tcW w:w="4918" w:type="dxa"/>
            <w:gridSpan w:val="2"/>
            <w:tcBorders>
              <w:top w:val="single" w:sz="4" w:space="0" w:color="auto"/>
              <w:left w:val="single" w:sz="4" w:space="0" w:color="auto"/>
              <w:bottom w:val="single" w:sz="4" w:space="0" w:color="auto"/>
              <w:right w:val="single" w:sz="4" w:space="0" w:color="auto"/>
            </w:tcBorders>
            <w:vAlign w:val="center"/>
          </w:tcPr>
          <w:p w14:paraId="59177EDA" w14:textId="77777777" w:rsidR="00281553" w:rsidRPr="00835F44" w:rsidRDefault="00F60C8E" w:rsidP="009D333D">
            <w:pPr>
              <w:pStyle w:val="TAN"/>
            </w:pPr>
            <w:r w:rsidRPr="00835F44">
              <w:t>NOTE 1:</w:t>
            </w:r>
            <w:r w:rsidR="00D7522A" w:rsidRPr="00835F44">
              <w:tab/>
            </w:r>
            <w:r w:rsidRPr="00835F44">
              <w:t>Applicable for UE supporting inter-band carrier aggregation with mandatory simultaneous Rx/Tx capability.</w:t>
            </w:r>
          </w:p>
          <w:p w14:paraId="56ACC848" w14:textId="4DC19F7A" w:rsidR="00E14A2F" w:rsidRPr="003F5B3E" w:rsidRDefault="00607F91" w:rsidP="00E14A2F">
            <w:pPr>
              <w:pStyle w:val="TAN"/>
            </w:pPr>
            <w:r w:rsidRPr="00835F44">
              <w:t>NOTE 2:</w:t>
            </w:r>
            <w:r w:rsidRPr="00835F44">
              <w:tab/>
              <w:t>The frequency range in band n28 is restricted for this band combination to 703-733 MHz for the UL and 758-788 MHz for the DL.</w:t>
            </w:r>
            <w:r w:rsidR="00E14A2F" w:rsidRPr="003F5B3E">
              <w:t xml:space="preserve"> </w:t>
            </w:r>
          </w:p>
          <w:p w14:paraId="17E6DC47" w14:textId="4DCA133F" w:rsidR="00CA01AD" w:rsidRDefault="00CA01AD" w:rsidP="00CA01AD">
            <w:pPr>
              <w:pStyle w:val="TAN"/>
              <w:rPr>
                <w:rFonts w:cs="Arial"/>
                <w:szCs w:val="18"/>
              </w:rPr>
            </w:pPr>
            <w:r w:rsidRPr="00BC7882">
              <w:t>NOTE 3:</w:t>
            </w:r>
            <w:r w:rsidRPr="00BC7882">
              <w:tab/>
              <w:t xml:space="preserve">For UEs supporting band n77, the minimum requirements apply only when there is non-simultaneous Rx/Tx operation between n78-n79 NR carriers. </w:t>
            </w:r>
            <w:r w:rsidRPr="00BC7882">
              <w:rPr>
                <w:rFonts w:cs="Arial"/>
                <w:szCs w:val="18"/>
              </w:rPr>
              <w:t>This restriction applies also for these ca</w:t>
            </w:r>
            <w:r w:rsidRPr="00FF7271">
              <w:rPr>
                <w:rFonts w:cs="Arial"/>
                <w:szCs w:val="18"/>
              </w:rPr>
              <w:t>rriers when applicable NR CA configuration is part of a higher order</w:t>
            </w:r>
            <w:r>
              <w:rPr>
                <w:rFonts w:cs="Arial"/>
                <w:szCs w:val="18"/>
              </w:rPr>
              <w:t xml:space="preserve"> </w:t>
            </w:r>
            <w:r w:rsidRPr="00FF7271">
              <w:rPr>
                <w:rFonts w:cs="Arial"/>
                <w:szCs w:val="18"/>
              </w:rPr>
              <w:t>configuration.</w:t>
            </w:r>
          </w:p>
          <w:p w14:paraId="756A4676" w14:textId="0E9D40B9" w:rsidR="00607F91" w:rsidRPr="00835F44" w:rsidRDefault="00CA01AD" w:rsidP="00CA01AD">
            <w:pPr>
              <w:pStyle w:val="TAN"/>
            </w:pPr>
            <w:r>
              <w:t>NOTE 4</w:t>
            </w:r>
            <w:r w:rsidRPr="003F5B3E">
              <w:t>:</w:t>
            </w:r>
            <w:r w:rsidRPr="003F5B3E">
              <w:tab/>
            </w:r>
            <w:r w:rsidRPr="00FF7271">
              <w:rPr>
                <w:rFonts w:cs="Arial"/>
                <w:szCs w:val="18"/>
              </w:rPr>
              <w:t>The minimum requirements apply only whe</w:t>
            </w:r>
            <w:r>
              <w:rPr>
                <w:rFonts w:cs="Arial"/>
                <w:szCs w:val="18"/>
              </w:rPr>
              <w:t>n there is non-simultaneous Rx/T</w:t>
            </w:r>
            <w:r w:rsidRPr="00FF7271">
              <w:rPr>
                <w:rFonts w:cs="Arial"/>
                <w:szCs w:val="18"/>
              </w:rPr>
              <w:t>x operation between n77-n79 NR carriers. This restriction applies also for these carriers when applicable NR CA configuration is part of a higher order configuration.</w:t>
            </w:r>
          </w:p>
        </w:tc>
      </w:tr>
    </w:tbl>
    <w:p w14:paraId="619EE0AF" w14:textId="77777777" w:rsidR="005F7BBD" w:rsidRPr="00835F44" w:rsidRDefault="005F7BBD" w:rsidP="00863308"/>
    <w:p w14:paraId="271E7E48" w14:textId="24934945" w:rsidR="005F7BBD" w:rsidRPr="00835F44" w:rsidRDefault="005F7BBD" w:rsidP="00495FE7">
      <w:pPr>
        <w:pStyle w:val="Heading2"/>
      </w:pPr>
      <w:bookmarkStart w:id="218" w:name="_Toc21342850"/>
      <w:bookmarkStart w:id="219" w:name="_Toc29769811"/>
      <w:bookmarkStart w:id="220" w:name="_Toc29799310"/>
      <w:bookmarkStart w:id="221" w:name="_Toc37254534"/>
      <w:bookmarkStart w:id="222" w:name="_Toc37255177"/>
      <w:bookmarkStart w:id="223" w:name="_Toc45887201"/>
      <w:bookmarkStart w:id="224" w:name="_Toc53171938"/>
      <w:bookmarkStart w:id="225" w:name="_Toc61356703"/>
      <w:bookmarkStart w:id="226" w:name="_Toc67913572"/>
      <w:bookmarkStart w:id="227" w:name="_Toc75469388"/>
      <w:bookmarkStart w:id="228" w:name="_Toc76507878"/>
      <w:bookmarkStart w:id="229" w:name="_Toc83192779"/>
      <w:r w:rsidRPr="00835F44">
        <w:t>5.2B</w:t>
      </w:r>
      <w:r w:rsidRPr="00835F44">
        <w:tab/>
      </w:r>
      <w:r w:rsidR="00F7133F" w:rsidRPr="00835F44">
        <w:t>Void</w:t>
      </w:r>
      <w:bookmarkEnd w:id="218"/>
      <w:bookmarkEnd w:id="219"/>
      <w:bookmarkEnd w:id="220"/>
      <w:bookmarkEnd w:id="221"/>
      <w:bookmarkEnd w:id="222"/>
      <w:bookmarkEnd w:id="223"/>
      <w:bookmarkEnd w:id="224"/>
      <w:bookmarkEnd w:id="225"/>
      <w:bookmarkEnd w:id="226"/>
      <w:bookmarkEnd w:id="227"/>
      <w:bookmarkEnd w:id="228"/>
      <w:bookmarkEnd w:id="229"/>
    </w:p>
    <w:p w14:paraId="34610901" w14:textId="77777777" w:rsidR="005F7BBD" w:rsidRPr="00835F44" w:rsidRDefault="005F7BBD" w:rsidP="00495FE7">
      <w:pPr>
        <w:pStyle w:val="Heading2"/>
        <w:rPr>
          <w:lang w:eastAsia="en-US"/>
        </w:rPr>
      </w:pPr>
      <w:bookmarkStart w:id="230" w:name="_Toc21342851"/>
      <w:bookmarkStart w:id="231" w:name="_Toc29769812"/>
      <w:bookmarkStart w:id="232" w:name="_Toc29799311"/>
      <w:bookmarkStart w:id="233" w:name="_Toc37254535"/>
      <w:bookmarkStart w:id="234" w:name="_Toc37255178"/>
      <w:bookmarkStart w:id="235" w:name="_Toc45887202"/>
      <w:bookmarkStart w:id="236" w:name="_Toc53171939"/>
      <w:bookmarkStart w:id="237" w:name="_Toc61356704"/>
      <w:bookmarkStart w:id="238" w:name="_Toc67913573"/>
      <w:bookmarkStart w:id="239" w:name="_Toc75469389"/>
      <w:bookmarkStart w:id="240" w:name="_Toc76507879"/>
      <w:bookmarkStart w:id="241" w:name="_Toc83192780"/>
      <w:r w:rsidRPr="00835F44">
        <w:t>5.2</w:t>
      </w:r>
      <w:r w:rsidRPr="00835F44">
        <w:rPr>
          <w:lang w:eastAsia="en-US"/>
        </w:rPr>
        <w:t>C</w:t>
      </w:r>
      <w:r w:rsidRPr="00835F44">
        <w:tab/>
        <w:t>Operating band</w:t>
      </w:r>
      <w:r w:rsidRPr="00835F44">
        <w:rPr>
          <w:lang w:eastAsia="en-US"/>
        </w:rPr>
        <w:t xml:space="preserve"> combination</w:t>
      </w:r>
      <w:r w:rsidRPr="00835F44">
        <w:t xml:space="preserve"> </w:t>
      </w:r>
      <w:r w:rsidRPr="00835F44">
        <w:rPr>
          <w:lang w:eastAsia="en-US"/>
        </w:rPr>
        <w:t>for</w:t>
      </w:r>
      <w:r w:rsidRPr="00835F44">
        <w:t xml:space="preserve"> </w:t>
      </w:r>
      <w:r w:rsidRPr="00835F44">
        <w:rPr>
          <w:lang w:eastAsia="en-US"/>
        </w:rPr>
        <w:t>SUL</w:t>
      </w:r>
      <w:bookmarkEnd w:id="230"/>
      <w:bookmarkEnd w:id="231"/>
      <w:bookmarkEnd w:id="232"/>
      <w:bookmarkEnd w:id="233"/>
      <w:bookmarkEnd w:id="234"/>
      <w:bookmarkEnd w:id="235"/>
      <w:bookmarkEnd w:id="236"/>
      <w:bookmarkEnd w:id="237"/>
      <w:bookmarkEnd w:id="238"/>
      <w:bookmarkEnd w:id="239"/>
      <w:bookmarkEnd w:id="240"/>
      <w:bookmarkEnd w:id="241"/>
    </w:p>
    <w:p w14:paraId="12E18FCE" w14:textId="77777777" w:rsidR="00E77F2F" w:rsidRDefault="00E77F2F" w:rsidP="00E77F2F">
      <w:r w:rsidRPr="00835F44">
        <w:t>NR</w:t>
      </w:r>
      <w:r w:rsidRPr="00835F44">
        <w:rPr>
          <w:rFonts w:hint="eastAsia"/>
          <w:lang w:eastAsia="zh-CN"/>
        </w:rPr>
        <w:t xml:space="preserve"> operation</w:t>
      </w:r>
      <w:r w:rsidRPr="00835F44">
        <w:t xml:space="preserve"> is designed to operate in the operating band</w:t>
      </w:r>
      <w:r w:rsidRPr="00835F44">
        <w:rPr>
          <w:rFonts w:hint="eastAsia"/>
          <w:lang w:eastAsia="zh-CN"/>
        </w:rPr>
        <w:t xml:space="preserve"> combination</w:t>
      </w:r>
      <w:r w:rsidRPr="00835F44">
        <w:t xml:space="preserve"> defined in Table 5.2</w:t>
      </w:r>
      <w:r w:rsidRPr="00835F44">
        <w:rPr>
          <w:lang w:eastAsia="zh-CN"/>
        </w:rPr>
        <w:t>C</w:t>
      </w:r>
      <w:r w:rsidRPr="00835F44">
        <w:t>-1, where all operating bands are within FR1.</w:t>
      </w:r>
    </w:p>
    <w:p w14:paraId="72568C6D" w14:textId="014D7DA9" w:rsidR="00E77F2F" w:rsidRDefault="00E77F2F" w:rsidP="00E77F2F">
      <w:r w:rsidRPr="00CE1F2C">
        <w:t xml:space="preserve">If the mandatory simultaneous Rx/Tx capability applies for a </w:t>
      </w:r>
      <w:r>
        <w:t xml:space="preserve">lower order </w:t>
      </w:r>
      <w:r w:rsidRPr="00CE1F2C">
        <w:t xml:space="preserve">band combination, </w:t>
      </w:r>
      <w:r w:rsidRPr="003A70D7">
        <w:t xml:space="preserve">when the applicable lower order band combination is a band pair in a higher order band combination, </w:t>
      </w:r>
      <w:r w:rsidRPr="00CE1F2C">
        <w:t xml:space="preserve">the mandatory simultaneous Rx/Tx capability also applies for the band </w:t>
      </w:r>
      <w:r>
        <w:t>pair</w:t>
      </w:r>
      <w:r w:rsidRPr="00CE1F2C">
        <w:t xml:space="preserve"> </w:t>
      </w:r>
      <w:r w:rsidRPr="003A70D7">
        <w:t xml:space="preserve">in the </w:t>
      </w:r>
      <w:r w:rsidRPr="00CE1F2C">
        <w:t>higher order band combination.</w:t>
      </w:r>
    </w:p>
    <w:p w14:paraId="5ACAA01B" w14:textId="77777777" w:rsidR="00CA6479" w:rsidRPr="00835F44" w:rsidRDefault="00CA6479" w:rsidP="00863308">
      <w:pPr>
        <w:rPr>
          <w:lang w:eastAsia="zh-CN"/>
        </w:rPr>
      </w:pPr>
    </w:p>
    <w:p w14:paraId="57D94B1B" w14:textId="77777777" w:rsidR="005F7BBD" w:rsidRPr="00835F44" w:rsidRDefault="005F7BBD" w:rsidP="00863308">
      <w:pPr>
        <w:pStyle w:val="TH"/>
      </w:pPr>
      <w:r w:rsidRPr="00835F44">
        <w:lastRenderedPageBreak/>
        <w:t>Table 5.2</w:t>
      </w:r>
      <w:r w:rsidRPr="00835F44">
        <w:rPr>
          <w:rFonts w:hint="eastAsia"/>
          <w:lang w:eastAsia="zh-CN"/>
        </w:rPr>
        <w:t>C</w:t>
      </w:r>
      <w:r w:rsidRPr="00835F44">
        <w:t xml:space="preserve">-1: </w:t>
      </w:r>
      <w:r w:rsidRPr="00835F44">
        <w:rPr>
          <w:rFonts w:hint="eastAsia"/>
          <w:lang w:eastAsia="zh-CN"/>
        </w:rPr>
        <w:t>O</w:t>
      </w:r>
      <w:r w:rsidRPr="00835F44">
        <w:t>perating band</w:t>
      </w:r>
      <w:r w:rsidRPr="00835F44">
        <w:rPr>
          <w:rFonts w:hint="eastAsia"/>
          <w:lang w:eastAsia="zh-CN"/>
        </w:rPr>
        <w:t xml:space="preserve"> combination for SUL</w:t>
      </w:r>
      <w:r w:rsidRPr="00835F44">
        <w:t xml:space="preserve"> in FR1</w:t>
      </w:r>
    </w:p>
    <w:tbl>
      <w:tblPr>
        <w:tblW w:w="4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8"/>
        <w:gridCol w:w="2497"/>
      </w:tblGrid>
      <w:tr w:rsidR="00495FE7" w:rsidRPr="00835F44" w14:paraId="4D442D5E" w14:textId="77777777" w:rsidTr="00863308">
        <w:trPr>
          <w:trHeight w:val="225"/>
          <w:jc w:val="center"/>
        </w:trPr>
        <w:tc>
          <w:tcPr>
            <w:tcW w:w="2348" w:type="dxa"/>
            <w:tcBorders>
              <w:top w:val="single" w:sz="4" w:space="0" w:color="auto"/>
              <w:left w:val="single" w:sz="4" w:space="0" w:color="auto"/>
              <w:bottom w:val="single" w:sz="4" w:space="0" w:color="auto"/>
              <w:right w:val="single" w:sz="4" w:space="0" w:color="auto"/>
            </w:tcBorders>
            <w:vAlign w:val="center"/>
            <w:hideMark/>
          </w:tcPr>
          <w:p w14:paraId="462322A0" w14:textId="77777777" w:rsidR="005F7BBD" w:rsidRPr="00835F44" w:rsidRDefault="005F7BBD" w:rsidP="005C5B2B">
            <w:pPr>
              <w:pStyle w:val="TAH"/>
              <w:rPr>
                <w:rFonts w:eastAsia="MS Mincho"/>
                <w:lang w:eastAsia="zh-CN"/>
              </w:rPr>
            </w:pPr>
            <w:r w:rsidRPr="00835F44">
              <w:t>NR Band</w:t>
            </w:r>
            <w:r w:rsidRPr="00835F44">
              <w:rPr>
                <w:rFonts w:hint="eastAsia"/>
                <w:lang w:eastAsia="zh-CN"/>
              </w:rPr>
              <w:t xml:space="preserve"> combination for SUL</w:t>
            </w:r>
          </w:p>
        </w:tc>
        <w:tc>
          <w:tcPr>
            <w:tcW w:w="2497" w:type="dxa"/>
            <w:tcBorders>
              <w:top w:val="single" w:sz="4" w:space="0" w:color="auto"/>
              <w:left w:val="single" w:sz="4" w:space="0" w:color="auto"/>
              <w:bottom w:val="single" w:sz="4" w:space="0" w:color="auto"/>
              <w:right w:val="single" w:sz="4" w:space="0" w:color="auto"/>
            </w:tcBorders>
            <w:vAlign w:val="center"/>
            <w:hideMark/>
          </w:tcPr>
          <w:p w14:paraId="4CF42978" w14:textId="77777777" w:rsidR="005F7BBD" w:rsidRPr="00835F44" w:rsidRDefault="005F7BBD" w:rsidP="005C5B2B">
            <w:pPr>
              <w:pStyle w:val="TAH"/>
            </w:pPr>
            <w:r w:rsidRPr="00835F44">
              <w:t>NR Band</w:t>
            </w:r>
          </w:p>
          <w:p w14:paraId="4DE7B629" w14:textId="77777777" w:rsidR="005F7BBD" w:rsidRPr="00835F44" w:rsidRDefault="005F7BBD" w:rsidP="005C5B2B">
            <w:pPr>
              <w:pStyle w:val="TAH"/>
              <w:rPr>
                <w:rFonts w:eastAsia="MS Mincho"/>
              </w:rPr>
            </w:pPr>
            <w:r w:rsidRPr="00835F44">
              <w:t>(Table 5.2-1)</w:t>
            </w:r>
          </w:p>
        </w:tc>
      </w:tr>
      <w:tr w:rsidR="00495FE7" w:rsidRPr="00835F44" w14:paraId="6A163849" w14:textId="77777777" w:rsidTr="00863308">
        <w:trPr>
          <w:trHeight w:val="225"/>
          <w:jc w:val="center"/>
        </w:trPr>
        <w:tc>
          <w:tcPr>
            <w:tcW w:w="2348" w:type="dxa"/>
            <w:tcBorders>
              <w:top w:val="single" w:sz="4" w:space="0" w:color="auto"/>
              <w:left w:val="single" w:sz="4" w:space="0" w:color="auto"/>
              <w:bottom w:val="single" w:sz="4" w:space="0" w:color="auto"/>
              <w:right w:val="single" w:sz="4" w:space="0" w:color="auto"/>
            </w:tcBorders>
            <w:vAlign w:val="center"/>
          </w:tcPr>
          <w:p w14:paraId="4B8D4D42" w14:textId="77777777" w:rsidR="005F7BBD" w:rsidRPr="00835F44" w:rsidRDefault="005F7BBD" w:rsidP="00863308">
            <w:pPr>
              <w:pStyle w:val="TAC"/>
              <w:rPr>
                <w:rFonts w:eastAsia="MS Mincho"/>
              </w:rPr>
            </w:pPr>
            <w:r w:rsidRPr="00835F44">
              <w:rPr>
                <w:szCs w:val="18"/>
              </w:rPr>
              <w:t>SUL_n78-n80</w:t>
            </w:r>
            <w:r w:rsidR="00AD78FD" w:rsidRPr="00835F44">
              <w:rPr>
                <w:vertAlign w:val="superscript"/>
              </w:rPr>
              <w:t>2</w:t>
            </w:r>
          </w:p>
        </w:tc>
        <w:tc>
          <w:tcPr>
            <w:tcW w:w="2497" w:type="dxa"/>
            <w:tcBorders>
              <w:top w:val="single" w:sz="4" w:space="0" w:color="auto"/>
              <w:left w:val="single" w:sz="4" w:space="0" w:color="auto"/>
              <w:bottom w:val="single" w:sz="4" w:space="0" w:color="auto"/>
              <w:right w:val="single" w:sz="4" w:space="0" w:color="auto"/>
            </w:tcBorders>
            <w:vAlign w:val="center"/>
          </w:tcPr>
          <w:p w14:paraId="06D9BC37" w14:textId="77777777" w:rsidR="005F7BBD" w:rsidRPr="00835F44" w:rsidRDefault="005F7BBD" w:rsidP="00863308">
            <w:pPr>
              <w:pStyle w:val="TAC"/>
              <w:rPr>
                <w:rFonts w:eastAsia="MS Mincho"/>
              </w:rPr>
            </w:pPr>
            <w:r w:rsidRPr="00835F44">
              <w:rPr>
                <w:rFonts w:eastAsia="MS Mincho"/>
              </w:rPr>
              <w:t>n78, n80</w:t>
            </w:r>
          </w:p>
        </w:tc>
      </w:tr>
      <w:tr w:rsidR="00495FE7" w:rsidRPr="00835F44" w14:paraId="087D38E6" w14:textId="77777777" w:rsidTr="00863308">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717A2C19" w14:textId="77777777" w:rsidR="000309A0" w:rsidRPr="00835F44" w:rsidRDefault="000309A0" w:rsidP="000309A0">
            <w:pPr>
              <w:pStyle w:val="TAC"/>
            </w:pPr>
            <w:r w:rsidRPr="00835F44">
              <w:t>SUL_n78-n81</w:t>
            </w:r>
            <w:r w:rsidR="00AD78FD" w:rsidRPr="00835F4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76FAA447" w14:textId="77777777" w:rsidR="000309A0" w:rsidRPr="00835F44" w:rsidRDefault="000309A0" w:rsidP="000309A0">
            <w:pPr>
              <w:pStyle w:val="TAC"/>
            </w:pPr>
            <w:r w:rsidRPr="00835F44">
              <w:t>n78, n81</w:t>
            </w:r>
          </w:p>
        </w:tc>
      </w:tr>
      <w:tr w:rsidR="00495FE7" w:rsidRPr="00835F44" w14:paraId="0565B7E9" w14:textId="77777777" w:rsidTr="00863308">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46FC81D5" w14:textId="77777777" w:rsidR="00281553" w:rsidRPr="00835F44" w:rsidRDefault="000309A0">
            <w:pPr>
              <w:pStyle w:val="TAC"/>
              <w:rPr>
                <w:rFonts w:eastAsia="MS Mincho"/>
              </w:rPr>
            </w:pPr>
            <w:r w:rsidRPr="00835F44">
              <w:t>SUL_n78-n82</w:t>
            </w:r>
            <w:r w:rsidR="00AD78FD" w:rsidRPr="00835F4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600D9DA5" w14:textId="77777777" w:rsidR="00281553" w:rsidRPr="00835F44" w:rsidRDefault="000309A0">
            <w:pPr>
              <w:pStyle w:val="TAC"/>
              <w:rPr>
                <w:rFonts w:eastAsia="MS Mincho"/>
              </w:rPr>
            </w:pPr>
            <w:r w:rsidRPr="00835F44">
              <w:t>n78, n82</w:t>
            </w:r>
          </w:p>
        </w:tc>
      </w:tr>
      <w:tr w:rsidR="00495FE7" w:rsidRPr="00835F44" w14:paraId="1666F4E9" w14:textId="77777777" w:rsidTr="00863308">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2A4D0784" w14:textId="77777777" w:rsidR="000309A0" w:rsidRPr="00835F44" w:rsidRDefault="000309A0" w:rsidP="000309A0">
            <w:pPr>
              <w:pStyle w:val="TAC"/>
            </w:pPr>
            <w:r w:rsidRPr="00835F44">
              <w:t>SUL_n78-n83</w:t>
            </w:r>
            <w:r w:rsidR="00AD78FD" w:rsidRPr="00835F4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68260A53" w14:textId="77777777" w:rsidR="000309A0" w:rsidRPr="00835F44" w:rsidRDefault="000309A0" w:rsidP="000309A0">
            <w:pPr>
              <w:pStyle w:val="TAC"/>
            </w:pPr>
            <w:r w:rsidRPr="00835F44">
              <w:t>n78, n83</w:t>
            </w:r>
          </w:p>
        </w:tc>
      </w:tr>
      <w:tr w:rsidR="00495FE7" w:rsidRPr="00835F44" w14:paraId="21618FB1" w14:textId="77777777" w:rsidTr="00863308">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06CE518F" w14:textId="77777777" w:rsidR="00281553" w:rsidRPr="00835F44" w:rsidRDefault="000309A0">
            <w:pPr>
              <w:pStyle w:val="TAC"/>
              <w:rPr>
                <w:rFonts w:eastAsia="MS Mincho"/>
              </w:rPr>
            </w:pPr>
            <w:r w:rsidRPr="00835F44">
              <w:t>SUL_n78-n84</w:t>
            </w:r>
            <w:r w:rsidR="00AD78FD" w:rsidRPr="00835F4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341B964B" w14:textId="77777777" w:rsidR="00281553" w:rsidRPr="00835F44" w:rsidRDefault="000309A0">
            <w:pPr>
              <w:pStyle w:val="TAC"/>
              <w:rPr>
                <w:rFonts w:eastAsia="MS Mincho"/>
              </w:rPr>
            </w:pPr>
            <w:r w:rsidRPr="00835F44">
              <w:t>n78, n84</w:t>
            </w:r>
          </w:p>
        </w:tc>
      </w:tr>
      <w:tr w:rsidR="00495FE7" w:rsidRPr="00835F44" w14:paraId="3539C66E" w14:textId="77777777" w:rsidTr="00863308">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36D247FA" w14:textId="77777777" w:rsidR="000309A0" w:rsidRPr="00835F44" w:rsidRDefault="000309A0" w:rsidP="000309A0">
            <w:pPr>
              <w:pStyle w:val="TAC"/>
            </w:pPr>
            <w:r w:rsidRPr="00835F44">
              <w:t>SUL_n78-n86</w:t>
            </w:r>
            <w:r w:rsidR="00AD78FD" w:rsidRPr="00835F4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3C201105" w14:textId="77777777" w:rsidR="000309A0" w:rsidRPr="00835F44" w:rsidRDefault="000309A0" w:rsidP="000309A0">
            <w:pPr>
              <w:pStyle w:val="TAC"/>
            </w:pPr>
            <w:r w:rsidRPr="00835F44">
              <w:t>n78, n86</w:t>
            </w:r>
          </w:p>
        </w:tc>
      </w:tr>
      <w:tr w:rsidR="00495FE7" w:rsidRPr="00835F44" w14:paraId="16146C47" w14:textId="77777777" w:rsidTr="00863308">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047E4D18" w14:textId="77777777" w:rsidR="000309A0" w:rsidRPr="00835F44" w:rsidRDefault="000309A0" w:rsidP="000309A0">
            <w:pPr>
              <w:pStyle w:val="TAC"/>
            </w:pPr>
            <w:r w:rsidRPr="00835F44">
              <w:t>SUL_n79-n80</w:t>
            </w:r>
            <w:r w:rsidR="00AD78FD" w:rsidRPr="00835F4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7C60511B" w14:textId="77777777" w:rsidR="000309A0" w:rsidRPr="00835F44" w:rsidRDefault="000309A0" w:rsidP="000309A0">
            <w:pPr>
              <w:pStyle w:val="TAC"/>
            </w:pPr>
            <w:r w:rsidRPr="00835F44">
              <w:t>n79, n80</w:t>
            </w:r>
          </w:p>
        </w:tc>
      </w:tr>
      <w:tr w:rsidR="00495FE7" w:rsidRPr="00835F44" w14:paraId="62301814" w14:textId="77777777" w:rsidTr="00863308">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288A8FD3" w14:textId="77777777" w:rsidR="00281553" w:rsidRPr="00835F44" w:rsidRDefault="000309A0">
            <w:pPr>
              <w:pStyle w:val="TAC"/>
              <w:rPr>
                <w:rFonts w:eastAsia="MS Mincho"/>
              </w:rPr>
            </w:pPr>
            <w:r w:rsidRPr="00835F44">
              <w:t>SUL_n79-n81</w:t>
            </w:r>
            <w:r w:rsidR="00AD78FD" w:rsidRPr="00835F4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66BC55AF" w14:textId="77777777" w:rsidR="00281553" w:rsidRPr="00835F44" w:rsidRDefault="000309A0">
            <w:pPr>
              <w:pStyle w:val="TAC"/>
              <w:rPr>
                <w:rFonts w:eastAsia="MS Mincho"/>
              </w:rPr>
            </w:pPr>
            <w:r w:rsidRPr="00835F44">
              <w:t>n79, n81</w:t>
            </w:r>
          </w:p>
        </w:tc>
      </w:tr>
      <w:tr w:rsidR="000309A0" w:rsidRPr="00835F44" w14:paraId="4552F230" w14:textId="77777777" w:rsidTr="003F678E">
        <w:trPr>
          <w:trHeight w:val="225"/>
          <w:jc w:val="center"/>
        </w:trPr>
        <w:tc>
          <w:tcPr>
            <w:tcW w:w="4845" w:type="dxa"/>
            <w:gridSpan w:val="2"/>
            <w:tcBorders>
              <w:top w:val="single" w:sz="4" w:space="0" w:color="auto"/>
              <w:left w:val="single" w:sz="4" w:space="0" w:color="auto"/>
              <w:bottom w:val="single" w:sz="4" w:space="0" w:color="auto"/>
              <w:right w:val="single" w:sz="4" w:space="0" w:color="auto"/>
            </w:tcBorders>
          </w:tcPr>
          <w:p w14:paraId="6A189A9E" w14:textId="43D4A1FD" w:rsidR="00281553" w:rsidRPr="00835F44" w:rsidRDefault="000309A0" w:rsidP="00EC4FD1">
            <w:pPr>
              <w:pStyle w:val="TAN"/>
            </w:pPr>
            <w:r w:rsidRPr="00835F44">
              <w:t>NOTE 1:</w:t>
            </w:r>
            <w:r w:rsidR="00D7522A" w:rsidRPr="00835F44">
              <w:tab/>
            </w:r>
            <w:r w:rsidRPr="00835F44">
              <w:t>If a UE is configured with both NR UL and NR SUL carriers in a cell, the switching time between NR UL carrier and NR SUL carrier is 0</w:t>
            </w:r>
            <w:r w:rsidR="00535C08" w:rsidRPr="00835F44">
              <w:t xml:space="preserve"> </w:t>
            </w:r>
            <w:r w:rsidRPr="00835F44">
              <w:t>us.</w:t>
            </w:r>
          </w:p>
          <w:p w14:paraId="21B7FE9F" w14:textId="77777777" w:rsidR="00281553" w:rsidRPr="00835F44" w:rsidRDefault="00F60C8E" w:rsidP="00EC4FD1">
            <w:pPr>
              <w:pStyle w:val="TAN"/>
            </w:pPr>
            <w:r w:rsidRPr="00835F44">
              <w:t>NOTE 2:</w:t>
            </w:r>
            <w:r w:rsidR="00D7522A" w:rsidRPr="00835F44">
              <w:tab/>
            </w:r>
            <w:r w:rsidRPr="00835F44">
              <w:t>For UE supporting SUL band combination simultaneous Rx/Tx capability is mandatory.</w:t>
            </w:r>
          </w:p>
          <w:p w14:paraId="4CF09A0E" w14:textId="1A1544D2" w:rsidR="00B36AA7" w:rsidRPr="00835F44" w:rsidRDefault="00B36AA7" w:rsidP="00EC4FD1">
            <w:pPr>
              <w:pStyle w:val="TAN"/>
            </w:pPr>
            <w:r w:rsidRPr="00835F44">
              <w:t>NOTE 3:</w:t>
            </w:r>
            <w:r w:rsidRPr="00835F44">
              <w:tab/>
              <w:t>For UE supporting SUL band combination, UL MIMO is not configured on SUL carrier.</w:t>
            </w:r>
          </w:p>
        </w:tc>
      </w:tr>
    </w:tbl>
    <w:p w14:paraId="1A21F2E2" w14:textId="77777777" w:rsidR="005F7BBD" w:rsidRPr="00835F44" w:rsidRDefault="005F7BBD" w:rsidP="00863308"/>
    <w:p w14:paraId="236F7A9B" w14:textId="77777777" w:rsidR="005F7BBD" w:rsidRPr="00835F44" w:rsidRDefault="005F7BBD" w:rsidP="00495FE7">
      <w:pPr>
        <w:pStyle w:val="Heading2"/>
      </w:pPr>
      <w:bookmarkStart w:id="242" w:name="_Toc21342852"/>
      <w:bookmarkStart w:id="243" w:name="_Toc29769813"/>
      <w:bookmarkStart w:id="244" w:name="_Toc29799312"/>
      <w:bookmarkStart w:id="245" w:name="_Toc37254536"/>
      <w:bookmarkStart w:id="246" w:name="_Toc37255179"/>
      <w:bookmarkStart w:id="247" w:name="_Toc45887203"/>
      <w:bookmarkStart w:id="248" w:name="_Toc53171940"/>
      <w:bookmarkStart w:id="249" w:name="_Toc61356705"/>
      <w:bookmarkStart w:id="250" w:name="_Toc67913574"/>
      <w:bookmarkStart w:id="251" w:name="_Toc75469390"/>
      <w:bookmarkStart w:id="252" w:name="_Toc76507880"/>
      <w:bookmarkStart w:id="253" w:name="_Toc83192781"/>
      <w:r w:rsidRPr="00835F44">
        <w:t>5.3</w:t>
      </w:r>
      <w:r w:rsidRPr="00835F44">
        <w:tab/>
        <w:t>UE channel bandwidth</w:t>
      </w:r>
      <w:bookmarkEnd w:id="242"/>
      <w:bookmarkEnd w:id="243"/>
      <w:bookmarkEnd w:id="244"/>
      <w:bookmarkEnd w:id="245"/>
      <w:bookmarkEnd w:id="246"/>
      <w:bookmarkEnd w:id="247"/>
      <w:bookmarkEnd w:id="248"/>
      <w:bookmarkEnd w:id="249"/>
      <w:bookmarkEnd w:id="250"/>
      <w:bookmarkEnd w:id="251"/>
      <w:bookmarkEnd w:id="252"/>
      <w:bookmarkEnd w:id="253"/>
    </w:p>
    <w:p w14:paraId="06BF501F" w14:textId="77777777" w:rsidR="005F7BBD" w:rsidRPr="00835F44" w:rsidRDefault="005F7BBD" w:rsidP="00495FE7">
      <w:pPr>
        <w:pStyle w:val="Heading3"/>
      </w:pPr>
      <w:bookmarkStart w:id="254" w:name="_Toc21342853"/>
      <w:bookmarkStart w:id="255" w:name="_Toc29769814"/>
      <w:bookmarkStart w:id="256" w:name="_Toc29799313"/>
      <w:bookmarkStart w:id="257" w:name="_Toc37254537"/>
      <w:bookmarkStart w:id="258" w:name="_Toc37255180"/>
      <w:bookmarkStart w:id="259" w:name="_Toc45887204"/>
      <w:bookmarkStart w:id="260" w:name="_Toc53171941"/>
      <w:bookmarkStart w:id="261" w:name="_Toc61356706"/>
      <w:bookmarkStart w:id="262" w:name="_Toc67913575"/>
      <w:bookmarkStart w:id="263" w:name="_Toc75469391"/>
      <w:bookmarkStart w:id="264" w:name="_Toc76507881"/>
      <w:bookmarkStart w:id="265" w:name="_Toc83192782"/>
      <w:r w:rsidRPr="00835F44">
        <w:t>5.3.1</w:t>
      </w:r>
      <w:r w:rsidRPr="00835F44">
        <w:tab/>
        <w:t>General</w:t>
      </w:r>
      <w:bookmarkEnd w:id="254"/>
      <w:bookmarkEnd w:id="255"/>
      <w:bookmarkEnd w:id="256"/>
      <w:bookmarkEnd w:id="257"/>
      <w:bookmarkEnd w:id="258"/>
      <w:bookmarkEnd w:id="259"/>
      <w:bookmarkEnd w:id="260"/>
      <w:bookmarkEnd w:id="261"/>
      <w:bookmarkEnd w:id="262"/>
      <w:bookmarkEnd w:id="263"/>
      <w:bookmarkEnd w:id="264"/>
      <w:bookmarkEnd w:id="265"/>
    </w:p>
    <w:p w14:paraId="7471777F" w14:textId="4615B7BD" w:rsidR="005F7BBD" w:rsidRPr="00835F44" w:rsidRDefault="005F7BBD" w:rsidP="00495FE7">
      <w:pPr>
        <w:rPr>
          <w:rFonts w:eastAsia="Yu Mincho"/>
        </w:rPr>
      </w:pPr>
      <w:r w:rsidRPr="00835F44">
        <w:rPr>
          <w:rFonts w:eastAsia="Yu Mincho"/>
        </w:rPr>
        <w:t>The UE channel bandwidth supports a single NR RF carrier in the uplink or downlink at the UE. From a BS perspective, different UE channel bandwidths may be supported within the same spectrum for transmitting to and receiving from UEs connected to the BS. Transmission of multiple carriers to the same UE (CA) or multiple carriers to different UEs within the BS channel bandwidth can be supported.</w:t>
      </w:r>
    </w:p>
    <w:p w14:paraId="400232DB" w14:textId="77777777" w:rsidR="005F7BBD" w:rsidRPr="00835F44" w:rsidRDefault="005F7BBD" w:rsidP="00495FE7">
      <w:pPr>
        <w:rPr>
          <w:rFonts w:eastAsia="Yu Mincho"/>
        </w:rPr>
      </w:pPr>
      <w:r w:rsidRPr="00835F44">
        <w:rPr>
          <w:rFonts w:eastAsia="Yu Mincho"/>
        </w:rPr>
        <w:t>From a UE perspective, the UE is configured with one or more BWP / carriers, each with its own UE channel bandwidth. The UE does not need to be aware of the BS channel bandwidth or how the BS allocates bandwidth to different UEs.</w:t>
      </w:r>
    </w:p>
    <w:p w14:paraId="2F65CECE" w14:textId="4A36A733" w:rsidR="005F7BBD" w:rsidRPr="00835F44" w:rsidRDefault="005F7BBD" w:rsidP="00495FE7">
      <w:pPr>
        <w:rPr>
          <w:rFonts w:eastAsia="Yu Mincho"/>
        </w:rPr>
      </w:pPr>
      <w:r w:rsidRPr="00835F44">
        <w:rPr>
          <w:rFonts w:eastAsia="Yu Mincho"/>
        </w:rPr>
        <w:t>The placement of the UE channel bandwidth for each UE carrier is flexible but can only be completely within the BS channel bandwidth.</w:t>
      </w:r>
    </w:p>
    <w:p w14:paraId="080D9679" w14:textId="5BE04DF6" w:rsidR="00A63FDF" w:rsidRPr="00835F44" w:rsidRDefault="00A63FDF" w:rsidP="00495FE7">
      <w:pPr>
        <w:rPr>
          <w:rFonts w:eastAsia="Yu Mincho"/>
        </w:rPr>
      </w:pPr>
      <w:r w:rsidRPr="00835F44">
        <w:rPr>
          <w:rFonts w:eastAsia="Yu Mincho"/>
        </w:rPr>
        <w:t>The relationship between the channel bandwidth, the guardband and the maximum transmission bandwidth configuration is shown in Figure 5.3.1-1.</w:t>
      </w:r>
    </w:p>
    <w:p w14:paraId="471BC8C8" w14:textId="4FE7D290" w:rsidR="00A63FDF" w:rsidRPr="00835F44" w:rsidRDefault="00A63FDF" w:rsidP="00495FE7">
      <w:pPr>
        <w:pStyle w:val="TH"/>
        <w:rPr>
          <w:rFonts w:eastAsia="Yu Mincho"/>
        </w:rPr>
      </w:pPr>
      <w:r w:rsidRPr="00835F44">
        <w:rPr>
          <w:noProof/>
          <w:lang w:eastAsia="zh-CN"/>
        </w:rPr>
        <w:drawing>
          <wp:inline distT="0" distB="0" distL="0" distR="0" wp14:anchorId="0FF28883" wp14:editId="6794BB71">
            <wp:extent cx="5525770" cy="27432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25770" cy="2743200"/>
                    </a:xfrm>
                    <a:prstGeom prst="rect">
                      <a:avLst/>
                    </a:prstGeom>
                    <a:noFill/>
                    <a:ln>
                      <a:noFill/>
                    </a:ln>
                  </pic:spPr>
                </pic:pic>
              </a:graphicData>
            </a:graphic>
          </wp:inline>
        </w:drawing>
      </w:r>
    </w:p>
    <w:p w14:paraId="2D53B116" w14:textId="1BC62841" w:rsidR="00A63FDF" w:rsidRPr="00835F44" w:rsidRDefault="00A63FDF" w:rsidP="003F5B9D">
      <w:pPr>
        <w:pStyle w:val="TF"/>
        <w:rPr>
          <w:rFonts w:eastAsia="Yu Mincho"/>
        </w:rPr>
      </w:pPr>
      <w:r w:rsidRPr="00835F44">
        <w:rPr>
          <w:rFonts w:eastAsia="Yu Mincho"/>
        </w:rPr>
        <w:t>Figure 5.3.1-1: Definition of the channel bandwidth and the maximum transmission bandwidth configuration for one NR channel</w:t>
      </w:r>
    </w:p>
    <w:p w14:paraId="6FBB871B" w14:textId="77777777" w:rsidR="005F7BBD" w:rsidRPr="00835F44" w:rsidRDefault="005F7BBD" w:rsidP="00495FE7">
      <w:pPr>
        <w:pStyle w:val="Heading3"/>
      </w:pPr>
      <w:bookmarkStart w:id="266" w:name="_Toc21342854"/>
      <w:bookmarkStart w:id="267" w:name="_Toc29769815"/>
      <w:bookmarkStart w:id="268" w:name="_Toc29799314"/>
      <w:bookmarkStart w:id="269" w:name="_Toc37254538"/>
      <w:bookmarkStart w:id="270" w:name="_Toc37255181"/>
      <w:bookmarkStart w:id="271" w:name="_Toc45887205"/>
      <w:bookmarkStart w:id="272" w:name="_Toc53171942"/>
      <w:bookmarkStart w:id="273" w:name="_Toc61356707"/>
      <w:bookmarkStart w:id="274" w:name="_Toc67913576"/>
      <w:bookmarkStart w:id="275" w:name="_Toc75469392"/>
      <w:bookmarkStart w:id="276" w:name="_Toc76507882"/>
      <w:bookmarkStart w:id="277" w:name="_Toc83192783"/>
      <w:r w:rsidRPr="00835F44">
        <w:lastRenderedPageBreak/>
        <w:t>5.3.2</w:t>
      </w:r>
      <w:r w:rsidRPr="00835F44">
        <w:tab/>
        <w:t>Maximum transmission bandwidth configuration</w:t>
      </w:r>
      <w:bookmarkEnd w:id="266"/>
      <w:bookmarkEnd w:id="267"/>
      <w:bookmarkEnd w:id="268"/>
      <w:bookmarkEnd w:id="269"/>
      <w:bookmarkEnd w:id="270"/>
      <w:bookmarkEnd w:id="271"/>
      <w:bookmarkEnd w:id="272"/>
      <w:bookmarkEnd w:id="273"/>
      <w:bookmarkEnd w:id="274"/>
      <w:bookmarkEnd w:id="275"/>
      <w:bookmarkEnd w:id="276"/>
      <w:bookmarkEnd w:id="277"/>
    </w:p>
    <w:p w14:paraId="083B0196" w14:textId="77777777" w:rsidR="005F7BBD" w:rsidRPr="00835F44" w:rsidRDefault="005F7BBD" w:rsidP="00863308">
      <w:pPr>
        <w:rPr>
          <w:rFonts w:eastAsia="Yu Mincho"/>
        </w:rPr>
      </w:pPr>
      <w:r w:rsidRPr="00835F44">
        <w:rPr>
          <w:rFonts w:eastAsia="Yu Mincho" w:hint="eastAsia"/>
        </w:rPr>
        <w:t xml:space="preserve">The maximum transmission bandwidth configuration </w:t>
      </w:r>
      <w:r w:rsidRPr="00835F44">
        <w:rPr>
          <w:rFonts w:eastAsia="Yu Mincho"/>
        </w:rPr>
        <w:t>N</w:t>
      </w:r>
      <w:r w:rsidRPr="00835F44">
        <w:rPr>
          <w:rFonts w:eastAsia="Yu Mincho"/>
          <w:vertAlign w:val="subscript"/>
        </w:rPr>
        <w:t>RB</w:t>
      </w:r>
      <w:r w:rsidRPr="00835F44">
        <w:rPr>
          <w:rFonts w:eastAsia="Yu Mincho"/>
        </w:rPr>
        <w:t xml:space="preserve"> for each UE channel bandwidth and subcarrier spacing is specified in Table 5.3.2-1.</w:t>
      </w:r>
    </w:p>
    <w:p w14:paraId="5AB884D3" w14:textId="77777777" w:rsidR="005F7BBD" w:rsidRPr="00835F44" w:rsidRDefault="005F7BBD" w:rsidP="00863308">
      <w:pPr>
        <w:pStyle w:val="TH"/>
        <w:rPr>
          <w:lang w:eastAsia="zh-CN"/>
        </w:rPr>
      </w:pPr>
      <w:bookmarkStart w:id="278" w:name="_Hlk497144372"/>
      <w:bookmarkStart w:id="279" w:name="_Hlk505013260"/>
      <w:r w:rsidRPr="00835F44">
        <w:t xml:space="preserve">Table 5.3.2-1: </w:t>
      </w:r>
      <w:bookmarkEnd w:id="278"/>
      <w:r w:rsidRPr="00835F44">
        <w:t>Maximum transmission bandwidth configuration N</w:t>
      </w:r>
      <w:r w:rsidRPr="00835F44">
        <w:rPr>
          <w:vertAlign w:val="subscript"/>
        </w:rPr>
        <w:t>RB</w:t>
      </w:r>
    </w:p>
    <w:tbl>
      <w:tblPr>
        <w:tblpPr w:leftFromText="142" w:rightFromText="142" w:vertAnchor="text" w:tblpXSpec="center" w:tblpY="1"/>
        <w:tblOverlap w:val="never"/>
        <w:tblW w:w="52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639"/>
        <w:gridCol w:w="793"/>
        <w:gridCol w:w="793"/>
        <w:gridCol w:w="795"/>
        <w:gridCol w:w="793"/>
        <w:gridCol w:w="793"/>
        <w:gridCol w:w="795"/>
        <w:gridCol w:w="793"/>
        <w:gridCol w:w="793"/>
        <w:gridCol w:w="794"/>
        <w:gridCol w:w="792"/>
        <w:gridCol w:w="792"/>
        <w:gridCol w:w="794"/>
      </w:tblGrid>
      <w:tr w:rsidR="00495FE7" w:rsidRPr="00835F44" w14:paraId="7F3FD352" w14:textId="77777777" w:rsidTr="00DF5084">
        <w:trPr>
          <w:trHeight w:val="531"/>
        </w:trPr>
        <w:tc>
          <w:tcPr>
            <w:tcW w:w="314" w:type="pct"/>
            <w:vMerge w:val="restart"/>
            <w:shd w:val="clear" w:color="auto" w:fill="auto"/>
            <w:tcMar>
              <w:top w:w="15" w:type="dxa"/>
              <w:left w:w="81" w:type="dxa"/>
              <w:bottom w:w="0" w:type="dxa"/>
              <w:right w:w="81" w:type="dxa"/>
            </w:tcMar>
            <w:vAlign w:val="center"/>
            <w:hideMark/>
          </w:tcPr>
          <w:bookmarkEnd w:id="279"/>
          <w:p w14:paraId="73CC685E" w14:textId="77777777" w:rsidR="008F05F2" w:rsidRPr="00835F44" w:rsidRDefault="008F05F2" w:rsidP="005C5B2B">
            <w:pPr>
              <w:pStyle w:val="TAH"/>
            </w:pPr>
            <w:r w:rsidRPr="00835F44">
              <w:t>SCS (kHz)</w:t>
            </w:r>
          </w:p>
        </w:tc>
        <w:tc>
          <w:tcPr>
            <w:tcW w:w="390" w:type="pct"/>
            <w:shd w:val="clear" w:color="auto" w:fill="auto"/>
            <w:tcMar>
              <w:top w:w="15" w:type="dxa"/>
              <w:left w:w="81" w:type="dxa"/>
              <w:bottom w:w="0" w:type="dxa"/>
              <w:right w:w="81" w:type="dxa"/>
            </w:tcMar>
            <w:vAlign w:val="center"/>
            <w:hideMark/>
          </w:tcPr>
          <w:p w14:paraId="03CCD690" w14:textId="6B5B8295" w:rsidR="008F05F2" w:rsidRPr="00835F44" w:rsidRDefault="008F05F2" w:rsidP="005C5B2B">
            <w:pPr>
              <w:pStyle w:val="TAH"/>
            </w:pPr>
            <w:r w:rsidRPr="00835F44">
              <w:t>5</w:t>
            </w:r>
            <w:r w:rsidR="002F2BA6" w:rsidRPr="00835F44">
              <w:t xml:space="preserve"> </w:t>
            </w:r>
            <w:r w:rsidRPr="00835F44">
              <w:t>MHz</w:t>
            </w:r>
          </w:p>
        </w:tc>
        <w:tc>
          <w:tcPr>
            <w:tcW w:w="390" w:type="pct"/>
            <w:shd w:val="clear" w:color="auto" w:fill="auto"/>
            <w:tcMar>
              <w:top w:w="15" w:type="dxa"/>
              <w:left w:w="81" w:type="dxa"/>
              <w:bottom w:w="0" w:type="dxa"/>
              <w:right w:w="81" w:type="dxa"/>
            </w:tcMar>
            <w:vAlign w:val="center"/>
            <w:hideMark/>
          </w:tcPr>
          <w:p w14:paraId="645001E4" w14:textId="30AD8544" w:rsidR="008F05F2" w:rsidRPr="00835F44" w:rsidRDefault="008F05F2" w:rsidP="005C5B2B">
            <w:pPr>
              <w:pStyle w:val="TAH"/>
            </w:pPr>
            <w:r w:rsidRPr="00835F44">
              <w:t>10</w:t>
            </w:r>
            <w:r w:rsidR="002F2BA6" w:rsidRPr="00835F44">
              <w:t xml:space="preserve"> </w:t>
            </w:r>
            <w:r w:rsidRPr="00835F44">
              <w:t>MHz</w:t>
            </w:r>
          </w:p>
        </w:tc>
        <w:tc>
          <w:tcPr>
            <w:tcW w:w="391" w:type="pct"/>
            <w:shd w:val="clear" w:color="auto" w:fill="auto"/>
            <w:tcMar>
              <w:top w:w="15" w:type="dxa"/>
              <w:left w:w="81" w:type="dxa"/>
              <w:bottom w:w="0" w:type="dxa"/>
              <w:right w:w="81" w:type="dxa"/>
            </w:tcMar>
            <w:vAlign w:val="center"/>
            <w:hideMark/>
          </w:tcPr>
          <w:p w14:paraId="6C656EC7" w14:textId="0BDE545A" w:rsidR="008F05F2" w:rsidRPr="00835F44" w:rsidRDefault="008F05F2" w:rsidP="005C5B2B">
            <w:pPr>
              <w:pStyle w:val="TAH"/>
            </w:pPr>
            <w:r w:rsidRPr="00835F44">
              <w:t>15</w:t>
            </w:r>
            <w:r w:rsidR="002F2BA6" w:rsidRPr="00835F44">
              <w:t xml:space="preserve"> </w:t>
            </w:r>
            <w:r w:rsidRPr="00835F44">
              <w:t>MHz</w:t>
            </w:r>
          </w:p>
        </w:tc>
        <w:tc>
          <w:tcPr>
            <w:tcW w:w="390" w:type="pct"/>
            <w:shd w:val="clear" w:color="auto" w:fill="auto"/>
            <w:tcMar>
              <w:top w:w="15" w:type="dxa"/>
              <w:left w:w="81" w:type="dxa"/>
              <w:bottom w:w="0" w:type="dxa"/>
              <w:right w:w="81" w:type="dxa"/>
            </w:tcMar>
            <w:vAlign w:val="center"/>
            <w:hideMark/>
          </w:tcPr>
          <w:p w14:paraId="0A57B82A" w14:textId="77777777" w:rsidR="008F05F2" w:rsidRPr="00835F44" w:rsidRDefault="008F05F2" w:rsidP="005C5B2B">
            <w:pPr>
              <w:pStyle w:val="TAH"/>
            </w:pPr>
            <w:r w:rsidRPr="00835F44">
              <w:t>20 MHz</w:t>
            </w:r>
          </w:p>
        </w:tc>
        <w:tc>
          <w:tcPr>
            <w:tcW w:w="390" w:type="pct"/>
            <w:shd w:val="clear" w:color="auto" w:fill="auto"/>
            <w:tcMar>
              <w:top w:w="15" w:type="dxa"/>
              <w:left w:w="81" w:type="dxa"/>
              <w:bottom w:w="0" w:type="dxa"/>
              <w:right w:w="81" w:type="dxa"/>
            </w:tcMar>
            <w:vAlign w:val="center"/>
            <w:hideMark/>
          </w:tcPr>
          <w:p w14:paraId="6240DE13" w14:textId="77777777" w:rsidR="008F05F2" w:rsidRPr="00835F44" w:rsidRDefault="008F05F2" w:rsidP="005C5B2B">
            <w:pPr>
              <w:pStyle w:val="TAH"/>
            </w:pPr>
            <w:r w:rsidRPr="00835F44">
              <w:t>25 MHz</w:t>
            </w:r>
          </w:p>
        </w:tc>
        <w:tc>
          <w:tcPr>
            <w:tcW w:w="391" w:type="pct"/>
            <w:vAlign w:val="center"/>
          </w:tcPr>
          <w:p w14:paraId="6D946F4B" w14:textId="77777777" w:rsidR="008F05F2" w:rsidRPr="00835F44" w:rsidRDefault="008F05F2" w:rsidP="005C5B2B">
            <w:pPr>
              <w:pStyle w:val="TAH"/>
            </w:pPr>
            <w:r w:rsidRPr="00835F44">
              <w:t>30 MHz</w:t>
            </w:r>
          </w:p>
        </w:tc>
        <w:tc>
          <w:tcPr>
            <w:tcW w:w="390" w:type="pct"/>
            <w:shd w:val="clear" w:color="auto" w:fill="auto"/>
            <w:tcMar>
              <w:top w:w="15" w:type="dxa"/>
              <w:left w:w="81" w:type="dxa"/>
              <w:bottom w:w="0" w:type="dxa"/>
              <w:right w:w="81" w:type="dxa"/>
            </w:tcMar>
            <w:vAlign w:val="center"/>
            <w:hideMark/>
          </w:tcPr>
          <w:p w14:paraId="727E7BC4" w14:textId="77777777" w:rsidR="008F05F2" w:rsidRPr="00835F44" w:rsidRDefault="008F05F2" w:rsidP="005C5B2B">
            <w:pPr>
              <w:pStyle w:val="TAH"/>
            </w:pPr>
            <w:r w:rsidRPr="00835F44">
              <w:t>40 MHz</w:t>
            </w:r>
          </w:p>
        </w:tc>
        <w:tc>
          <w:tcPr>
            <w:tcW w:w="390" w:type="pct"/>
            <w:shd w:val="clear" w:color="auto" w:fill="auto"/>
            <w:tcMar>
              <w:top w:w="15" w:type="dxa"/>
              <w:left w:w="81" w:type="dxa"/>
              <w:bottom w:w="0" w:type="dxa"/>
              <w:right w:w="81" w:type="dxa"/>
            </w:tcMar>
            <w:vAlign w:val="center"/>
            <w:hideMark/>
          </w:tcPr>
          <w:p w14:paraId="795F0137" w14:textId="6B56C195" w:rsidR="008F05F2" w:rsidRPr="00835F44" w:rsidRDefault="008F05F2" w:rsidP="005C5B2B">
            <w:pPr>
              <w:pStyle w:val="TAH"/>
            </w:pPr>
            <w:r w:rsidRPr="00835F44">
              <w:t>50</w:t>
            </w:r>
            <w:r w:rsidR="002F2BA6" w:rsidRPr="00835F44">
              <w:t xml:space="preserve"> </w:t>
            </w:r>
            <w:r w:rsidRPr="00835F44">
              <w:t>MHz</w:t>
            </w:r>
          </w:p>
        </w:tc>
        <w:tc>
          <w:tcPr>
            <w:tcW w:w="391" w:type="pct"/>
            <w:shd w:val="clear" w:color="auto" w:fill="auto"/>
            <w:tcMar>
              <w:top w:w="15" w:type="dxa"/>
              <w:left w:w="81" w:type="dxa"/>
              <w:bottom w:w="0" w:type="dxa"/>
              <w:right w:w="81" w:type="dxa"/>
            </w:tcMar>
            <w:vAlign w:val="center"/>
            <w:hideMark/>
          </w:tcPr>
          <w:p w14:paraId="4CBE944A" w14:textId="77777777" w:rsidR="008F05F2" w:rsidRPr="00835F44" w:rsidRDefault="008F05F2" w:rsidP="005C5B2B">
            <w:pPr>
              <w:pStyle w:val="TAH"/>
            </w:pPr>
            <w:r w:rsidRPr="00835F44">
              <w:t>60 MHz</w:t>
            </w:r>
          </w:p>
        </w:tc>
        <w:tc>
          <w:tcPr>
            <w:tcW w:w="390" w:type="pct"/>
            <w:shd w:val="clear" w:color="auto" w:fill="auto"/>
            <w:tcMar>
              <w:top w:w="15" w:type="dxa"/>
              <w:left w:w="81" w:type="dxa"/>
              <w:bottom w:w="0" w:type="dxa"/>
              <w:right w:w="81" w:type="dxa"/>
            </w:tcMar>
            <w:vAlign w:val="center"/>
            <w:hideMark/>
          </w:tcPr>
          <w:p w14:paraId="464BB7B8" w14:textId="77777777" w:rsidR="008F05F2" w:rsidRPr="00835F44" w:rsidRDefault="008F05F2" w:rsidP="005C5B2B">
            <w:pPr>
              <w:pStyle w:val="TAH"/>
            </w:pPr>
            <w:r w:rsidRPr="00835F44">
              <w:t>80 MHz</w:t>
            </w:r>
          </w:p>
        </w:tc>
        <w:tc>
          <w:tcPr>
            <w:tcW w:w="390" w:type="pct"/>
            <w:vAlign w:val="center"/>
          </w:tcPr>
          <w:p w14:paraId="61D3E9B4" w14:textId="77777777" w:rsidR="008F05F2" w:rsidRPr="00835F44" w:rsidRDefault="008F05F2" w:rsidP="005C5B2B">
            <w:pPr>
              <w:pStyle w:val="TAH"/>
            </w:pPr>
            <w:r w:rsidRPr="00835F44">
              <w:t>90 MHz</w:t>
            </w:r>
          </w:p>
        </w:tc>
        <w:tc>
          <w:tcPr>
            <w:tcW w:w="391" w:type="pct"/>
            <w:shd w:val="clear" w:color="auto" w:fill="auto"/>
            <w:tcMar>
              <w:top w:w="15" w:type="dxa"/>
              <w:left w:w="81" w:type="dxa"/>
              <w:bottom w:w="0" w:type="dxa"/>
              <w:right w:w="81" w:type="dxa"/>
            </w:tcMar>
            <w:vAlign w:val="center"/>
            <w:hideMark/>
          </w:tcPr>
          <w:p w14:paraId="19B992C2" w14:textId="77777777" w:rsidR="008F05F2" w:rsidRPr="00835F44" w:rsidRDefault="008F05F2" w:rsidP="005C5B2B">
            <w:pPr>
              <w:pStyle w:val="TAH"/>
            </w:pPr>
            <w:r w:rsidRPr="00835F44">
              <w:t>100 MHz</w:t>
            </w:r>
          </w:p>
        </w:tc>
      </w:tr>
      <w:tr w:rsidR="00495FE7" w:rsidRPr="00835F44" w14:paraId="36D0D5C6" w14:textId="77777777" w:rsidTr="00DF5084">
        <w:trPr>
          <w:trHeight w:val="284"/>
        </w:trPr>
        <w:tc>
          <w:tcPr>
            <w:tcW w:w="314" w:type="pct"/>
            <w:vMerge/>
            <w:vAlign w:val="center"/>
            <w:hideMark/>
          </w:tcPr>
          <w:p w14:paraId="4E9AEF7E" w14:textId="77777777" w:rsidR="008F05F2" w:rsidRPr="00835F44" w:rsidRDefault="008F05F2" w:rsidP="005C5B2B">
            <w:pPr>
              <w:pStyle w:val="TAH"/>
            </w:pPr>
          </w:p>
        </w:tc>
        <w:tc>
          <w:tcPr>
            <w:tcW w:w="390" w:type="pct"/>
            <w:shd w:val="clear" w:color="auto" w:fill="auto"/>
            <w:tcMar>
              <w:top w:w="15" w:type="dxa"/>
              <w:left w:w="81" w:type="dxa"/>
              <w:bottom w:w="0" w:type="dxa"/>
              <w:right w:w="81" w:type="dxa"/>
            </w:tcMar>
            <w:vAlign w:val="center"/>
            <w:hideMark/>
          </w:tcPr>
          <w:p w14:paraId="28E2949C" w14:textId="77777777" w:rsidR="008F05F2" w:rsidRPr="00835F44" w:rsidRDefault="008F05F2" w:rsidP="005C5B2B">
            <w:pPr>
              <w:pStyle w:val="TAH"/>
            </w:pPr>
            <w:r w:rsidRPr="00835F44">
              <w:t>N</w:t>
            </w:r>
            <w:r w:rsidRPr="00835F44">
              <w:rPr>
                <w:vertAlign w:val="subscript"/>
              </w:rPr>
              <w:t>RB</w:t>
            </w:r>
          </w:p>
        </w:tc>
        <w:tc>
          <w:tcPr>
            <w:tcW w:w="390" w:type="pct"/>
            <w:shd w:val="clear" w:color="auto" w:fill="auto"/>
            <w:tcMar>
              <w:top w:w="15" w:type="dxa"/>
              <w:left w:w="81" w:type="dxa"/>
              <w:bottom w:w="0" w:type="dxa"/>
              <w:right w:w="81" w:type="dxa"/>
            </w:tcMar>
            <w:vAlign w:val="center"/>
            <w:hideMark/>
          </w:tcPr>
          <w:p w14:paraId="176BE45D" w14:textId="77777777" w:rsidR="008F05F2" w:rsidRPr="00835F44" w:rsidRDefault="008F05F2" w:rsidP="005C5B2B">
            <w:pPr>
              <w:pStyle w:val="TAH"/>
            </w:pPr>
            <w:r w:rsidRPr="00835F44">
              <w:t>N</w:t>
            </w:r>
            <w:r w:rsidRPr="00835F44">
              <w:rPr>
                <w:vertAlign w:val="subscript"/>
              </w:rPr>
              <w:t>RB</w:t>
            </w:r>
          </w:p>
        </w:tc>
        <w:tc>
          <w:tcPr>
            <w:tcW w:w="391" w:type="pct"/>
            <w:shd w:val="clear" w:color="auto" w:fill="auto"/>
            <w:tcMar>
              <w:top w:w="15" w:type="dxa"/>
              <w:left w:w="81" w:type="dxa"/>
              <w:bottom w:w="0" w:type="dxa"/>
              <w:right w:w="81" w:type="dxa"/>
            </w:tcMar>
            <w:vAlign w:val="center"/>
            <w:hideMark/>
          </w:tcPr>
          <w:p w14:paraId="21248666" w14:textId="77777777" w:rsidR="008F05F2" w:rsidRPr="00835F44" w:rsidRDefault="008F05F2" w:rsidP="005C5B2B">
            <w:pPr>
              <w:pStyle w:val="TAH"/>
            </w:pPr>
            <w:r w:rsidRPr="00835F44">
              <w:t>N</w:t>
            </w:r>
            <w:r w:rsidRPr="00835F44">
              <w:rPr>
                <w:vertAlign w:val="subscript"/>
              </w:rPr>
              <w:t>RB</w:t>
            </w:r>
          </w:p>
        </w:tc>
        <w:tc>
          <w:tcPr>
            <w:tcW w:w="390" w:type="pct"/>
            <w:shd w:val="clear" w:color="auto" w:fill="auto"/>
            <w:tcMar>
              <w:top w:w="15" w:type="dxa"/>
              <w:left w:w="81" w:type="dxa"/>
              <w:bottom w:w="0" w:type="dxa"/>
              <w:right w:w="81" w:type="dxa"/>
            </w:tcMar>
            <w:vAlign w:val="center"/>
            <w:hideMark/>
          </w:tcPr>
          <w:p w14:paraId="1144BCE4" w14:textId="77777777" w:rsidR="008F05F2" w:rsidRPr="00835F44" w:rsidRDefault="008F05F2" w:rsidP="005C5B2B">
            <w:pPr>
              <w:pStyle w:val="TAH"/>
            </w:pPr>
            <w:r w:rsidRPr="00835F44">
              <w:t>N</w:t>
            </w:r>
            <w:r w:rsidRPr="00835F44">
              <w:rPr>
                <w:vertAlign w:val="subscript"/>
              </w:rPr>
              <w:t>RB</w:t>
            </w:r>
          </w:p>
        </w:tc>
        <w:tc>
          <w:tcPr>
            <w:tcW w:w="390" w:type="pct"/>
            <w:shd w:val="clear" w:color="auto" w:fill="auto"/>
            <w:tcMar>
              <w:top w:w="15" w:type="dxa"/>
              <w:left w:w="81" w:type="dxa"/>
              <w:bottom w:w="0" w:type="dxa"/>
              <w:right w:w="81" w:type="dxa"/>
            </w:tcMar>
            <w:vAlign w:val="center"/>
            <w:hideMark/>
          </w:tcPr>
          <w:p w14:paraId="150F3565" w14:textId="77777777" w:rsidR="008F05F2" w:rsidRPr="00835F44" w:rsidRDefault="008F05F2" w:rsidP="005C5B2B">
            <w:pPr>
              <w:pStyle w:val="TAH"/>
            </w:pPr>
            <w:r w:rsidRPr="00835F44">
              <w:t>N</w:t>
            </w:r>
            <w:r w:rsidRPr="00835F44">
              <w:rPr>
                <w:vertAlign w:val="subscript"/>
              </w:rPr>
              <w:t>RB</w:t>
            </w:r>
          </w:p>
        </w:tc>
        <w:tc>
          <w:tcPr>
            <w:tcW w:w="391" w:type="pct"/>
            <w:vAlign w:val="center"/>
          </w:tcPr>
          <w:p w14:paraId="038030DF" w14:textId="77777777" w:rsidR="008F05F2" w:rsidRPr="00835F44" w:rsidRDefault="008F05F2" w:rsidP="005C5B2B">
            <w:pPr>
              <w:pStyle w:val="TAH"/>
            </w:pPr>
            <w:r w:rsidRPr="00835F44">
              <w:t>N</w:t>
            </w:r>
            <w:r w:rsidRPr="00835F44">
              <w:rPr>
                <w:vertAlign w:val="subscript"/>
              </w:rPr>
              <w:t>RB</w:t>
            </w:r>
          </w:p>
        </w:tc>
        <w:tc>
          <w:tcPr>
            <w:tcW w:w="390" w:type="pct"/>
            <w:shd w:val="clear" w:color="auto" w:fill="auto"/>
            <w:tcMar>
              <w:top w:w="15" w:type="dxa"/>
              <w:left w:w="81" w:type="dxa"/>
              <w:bottom w:w="0" w:type="dxa"/>
              <w:right w:w="81" w:type="dxa"/>
            </w:tcMar>
            <w:vAlign w:val="center"/>
            <w:hideMark/>
          </w:tcPr>
          <w:p w14:paraId="67DF91EF" w14:textId="77777777" w:rsidR="008F05F2" w:rsidRPr="00835F44" w:rsidRDefault="008F05F2" w:rsidP="005C5B2B">
            <w:pPr>
              <w:pStyle w:val="TAH"/>
            </w:pPr>
            <w:r w:rsidRPr="00835F44">
              <w:t>N</w:t>
            </w:r>
            <w:r w:rsidRPr="00835F44">
              <w:rPr>
                <w:vertAlign w:val="subscript"/>
              </w:rPr>
              <w:t>RB</w:t>
            </w:r>
          </w:p>
        </w:tc>
        <w:tc>
          <w:tcPr>
            <w:tcW w:w="390" w:type="pct"/>
            <w:shd w:val="clear" w:color="auto" w:fill="auto"/>
            <w:tcMar>
              <w:top w:w="15" w:type="dxa"/>
              <w:left w:w="81" w:type="dxa"/>
              <w:bottom w:w="0" w:type="dxa"/>
              <w:right w:w="81" w:type="dxa"/>
            </w:tcMar>
            <w:vAlign w:val="center"/>
            <w:hideMark/>
          </w:tcPr>
          <w:p w14:paraId="06EE5D23" w14:textId="77777777" w:rsidR="008F05F2" w:rsidRPr="00835F44" w:rsidRDefault="008F05F2" w:rsidP="005C5B2B">
            <w:pPr>
              <w:pStyle w:val="TAH"/>
            </w:pPr>
            <w:r w:rsidRPr="00835F44">
              <w:t>N</w:t>
            </w:r>
            <w:r w:rsidRPr="00835F44">
              <w:rPr>
                <w:vertAlign w:val="subscript"/>
              </w:rPr>
              <w:t>RB</w:t>
            </w:r>
          </w:p>
        </w:tc>
        <w:tc>
          <w:tcPr>
            <w:tcW w:w="391" w:type="pct"/>
            <w:shd w:val="clear" w:color="auto" w:fill="auto"/>
            <w:tcMar>
              <w:top w:w="15" w:type="dxa"/>
              <w:left w:w="81" w:type="dxa"/>
              <w:bottom w:w="0" w:type="dxa"/>
              <w:right w:w="81" w:type="dxa"/>
            </w:tcMar>
            <w:vAlign w:val="center"/>
            <w:hideMark/>
          </w:tcPr>
          <w:p w14:paraId="0177BCFE" w14:textId="77777777" w:rsidR="008F05F2" w:rsidRPr="00835F44" w:rsidRDefault="008F05F2" w:rsidP="005C5B2B">
            <w:pPr>
              <w:pStyle w:val="TAH"/>
            </w:pPr>
            <w:r w:rsidRPr="00835F44">
              <w:t>N</w:t>
            </w:r>
            <w:r w:rsidRPr="00835F44">
              <w:rPr>
                <w:vertAlign w:val="subscript"/>
              </w:rPr>
              <w:t>RB</w:t>
            </w:r>
          </w:p>
        </w:tc>
        <w:tc>
          <w:tcPr>
            <w:tcW w:w="390" w:type="pct"/>
            <w:shd w:val="clear" w:color="auto" w:fill="auto"/>
            <w:tcMar>
              <w:top w:w="15" w:type="dxa"/>
              <w:left w:w="81" w:type="dxa"/>
              <w:bottom w:w="0" w:type="dxa"/>
              <w:right w:w="81" w:type="dxa"/>
            </w:tcMar>
            <w:vAlign w:val="center"/>
            <w:hideMark/>
          </w:tcPr>
          <w:p w14:paraId="699A155E" w14:textId="77777777" w:rsidR="008F05F2" w:rsidRPr="00835F44" w:rsidRDefault="008F05F2" w:rsidP="005C5B2B">
            <w:pPr>
              <w:pStyle w:val="TAH"/>
            </w:pPr>
            <w:r w:rsidRPr="00835F44">
              <w:t>N</w:t>
            </w:r>
            <w:r w:rsidRPr="00835F44">
              <w:rPr>
                <w:vertAlign w:val="subscript"/>
              </w:rPr>
              <w:t>RB</w:t>
            </w:r>
          </w:p>
        </w:tc>
        <w:tc>
          <w:tcPr>
            <w:tcW w:w="390" w:type="pct"/>
            <w:vAlign w:val="center"/>
          </w:tcPr>
          <w:p w14:paraId="5732A0B9" w14:textId="77777777" w:rsidR="008F05F2" w:rsidRPr="00835F44" w:rsidRDefault="008F05F2" w:rsidP="005C5B2B">
            <w:pPr>
              <w:pStyle w:val="TAH"/>
            </w:pPr>
            <w:r w:rsidRPr="00835F44">
              <w:t>N</w:t>
            </w:r>
            <w:r w:rsidRPr="00835F44">
              <w:rPr>
                <w:vertAlign w:val="subscript"/>
              </w:rPr>
              <w:t>RB</w:t>
            </w:r>
          </w:p>
        </w:tc>
        <w:tc>
          <w:tcPr>
            <w:tcW w:w="391" w:type="pct"/>
            <w:shd w:val="clear" w:color="auto" w:fill="auto"/>
            <w:tcMar>
              <w:top w:w="15" w:type="dxa"/>
              <w:left w:w="81" w:type="dxa"/>
              <w:bottom w:w="0" w:type="dxa"/>
              <w:right w:w="81" w:type="dxa"/>
            </w:tcMar>
            <w:vAlign w:val="center"/>
            <w:hideMark/>
          </w:tcPr>
          <w:p w14:paraId="4C4CBBE3" w14:textId="77777777" w:rsidR="008F05F2" w:rsidRPr="00835F44" w:rsidRDefault="008F05F2" w:rsidP="005C5B2B">
            <w:pPr>
              <w:pStyle w:val="TAH"/>
            </w:pPr>
            <w:r w:rsidRPr="00835F44">
              <w:t>N</w:t>
            </w:r>
            <w:r w:rsidRPr="00835F44">
              <w:rPr>
                <w:vertAlign w:val="subscript"/>
              </w:rPr>
              <w:t>RB</w:t>
            </w:r>
          </w:p>
        </w:tc>
      </w:tr>
      <w:tr w:rsidR="00495FE7" w:rsidRPr="00835F44" w14:paraId="21C591E2" w14:textId="77777777" w:rsidTr="00DF5084">
        <w:trPr>
          <w:trHeight w:val="270"/>
        </w:trPr>
        <w:tc>
          <w:tcPr>
            <w:tcW w:w="314" w:type="pct"/>
            <w:shd w:val="clear" w:color="auto" w:fill="auto"/>
            <w:tcMar>
              <w:top w:w="15" w:type="dxa"/>
              <w:left w:w="81" w:type="dxa"/>
              <w:bottom w:w="0" w:type="dxa"/>
              <w:right w:w="81" w:type="dxa"/>
            </w:tcMar>
            <w:vAlign w:val="center"/>
            <w:hideMark/>
          </w:tcPr>
          <w:p w14:paraId="04A5CC66" w14:textId="77777777" w:rsidR="008F05F2" w:rsidRPr="00835F44" w:rsidRDefault="008F05F2" w:rsidP="008F05F2">
            <w:pPr>
              <w:pStyle w:val="TAC"/>
            </w:pPr>
            <w:r w:rsidRPr="00835F44">
              <w:t>15</w:t>
            </w:r>
          </w:p>
        </w:tc>
        <w:tc>
          <w:tcPr>
            <w:tcW w:w="390" w:type="pct"/>
            <w:shd w:val="clear" w:color="auto" w:fill="auto"/>
            <w:tcMar>
              <w:top w:w="15" w:type="dxa"/>
              <w:left w:w="81" w:type="dxa"/>
              <w:bottom w:w="0" w:type="dxa"/>
              <w:right w:w="81" w:type="dxa"/>
            </w:tcMar>
            <w:vAlign w:val="center"/>
            <w:hideMark/>
          </w:tcPr>
          <w:p w14:paraId="679F12C2" w14:textId="77777777" w:rsidR="008F05F2" w:rsidRPr="00835F44" w:rsidRDefault="008F05F2" w:rsidP="008F05F2">
            <w:pPr>
              <w:pStyle w:val="TAC"/>
            </w:pPr>
            <w:r w:rsidRPr="00835F44">
              <w:t>25</w:t>
            </w:r>
          </w:p>
        </w:tc>
        <w:tc>
          <w:tcPr>
            <w:tcW w:w="390" w:type="pct"/>
            <w:shd w:val="clear" w:color="auto" w:fill="auto"/>
            <w:tcMar>
              <w:top w:w="15" w:type="dxa"/>
              <w:left w:w="81" w:type="dxa"/>
              <w:bottom w:w="0" w:type="dxa"/>
              <w:right w:w="81" w:type="dxa"/>
            </w:tcMar>
            <w:vAlign w:val="center"/>
            <w:hideMark/>
          </w:tcPr>
          <w:p w14:paraId="5C9F9509" w14:textId="77777777" w:rsidR="008F05F2" w:rsidRPr="00835F44" w:rsidRDefault="008F05F2" w:rsidP="008F05F2">
            <w:pPr>
              <w:pStyle w:val="TAC"/>
            </w:pPr>
            <w:r w:rsidRPr="00835F44">
              <w:t>52</w:t>
            </w:r>
          </w:p>
        </w:tc>
        <w:tc>
          <w:tcPr>
            <w:tcW w:w="391" w:type="pct"/>
            <w:shd w:val="clear" w:color="auto" w:fill="auto"/>
            <w:tcMar>
              <w:top w:w="15" w:type="dxa"/>
              <w:left w:w="81" w:type="dxa"/>
              <w:bottom w:w="0" w:type="dxa"/>
              <w:right w:w="81" w:type="dxa"/>
            </w:tcMar>
            <w:vAlign w:val="center"/>
            <w:hideMark/>
          </w:tcPr>
          <w:p w14:paraId="71255E12" w14:textId="77777777" w:rsidR="008F05F2" w:rsidRPr="00835F44" w:rsidRDefault="008F05F2" w:rsidP="008F05F2">
            <w:pPr>
              <w:pStyle w:val="TAC"/>
            </w:pPr>
            <w:r w:rsidRPr="00835F44">
              <w:t>79</w:t>
            </w:r>
          </w:p>
        </w:tc>
        <w:tc>
          <w:tcPr>
            <w:tcW w:w="390" w:type="pct"/>
            <w:shd w:val="clear" w:color="auto" w:fill="auto"/>
            <w:tcMar>
              <w:top w:w="15" w:type="dxa"/>
              <w:left w:w="81" w:type="dxa"/>
              <w:bottom w:w="0" w:type="dxa"/>
              <w:right w:w="81" w:type="dxa"/>
            </w:tcMar>
            <w:vAlign w:val="center"/>
            <w:hideMark/>
          </w:tcPr>
          <w:p w14:paraId="4196D6A5" w14:textId="77777777" w:rsidR="008F05F2" w:rsidRPr="00835F44" w:rsidRDefault="008F05F2" w:rsidP="008F05F2">
            <w:pPr>
              <w:pStyle w:val="TAC"/>
            </w:pPr>
            <w:r w:rsidRPr="00835F44">
              <w:t>106</w:t>
            </w:r>
          </w:p>
        </w:tc>
        <w:tc>
          <w:tcPr>
            <w:tcW w:w="390" w:type="pct"/>
            <w:shd w:val="clear" w:color="auto" w:fill="auto"/>
            <w:tcMar>
              <w:top w:w="15" w:type="dxa"/>
              <w:left w:w="81" w:type="dxa"/>
              <w:bottom w:w="0" w:type="dxa"/>
              <w:right w:w="81" w:type="dxa"/>
            </w:tcMar>
            <w:vAlign w:val="center"/>
            <w:hideMark/>
          </w:tcPr>
          <w:p w14:paraId="52B54664" w14:textId="77777777" w:rsidR="008F05F2" w:rsidRPr="00835F44" w:rsidRDefault="008F05F2" w:rsidP="008F05F2">
            <w:pPr>
              <w:pStyle w:val="TAC"/>
            </w:pPr>
            <w:r w:rsidRPr="00835F44">
              <w:t>133</w:t>
            </w:r>
          </w:p>
        </w:tc>
        <w:tc>
          <w:tcPr>
            <w:tcW w:w="391" w:type="pct"/>
            <w:vAlign w:val="center"/>
          </w:tcPr>
          <w:p w14:paraId="0F5A4AFD" w14:textId="77777777" w:rsidR="008F05F2" w:rsidRPr="00835F44" w:rsidRDefault="008F05F2" w:rsidP="008F05F2">
            <w:pPr>
              <w:pStyle w:val="TAC"/>
            </w:pPr>
            <w:r w:rsidRPr="00835F44">
              <w:t>160</w:t>
            </w:r>
          </w:p>
        </w:tc>
        <w:tc>
          <w:tcPr>
            <w:tcW w:w="390" w:type="pct"/>
            <w:shd w:val="clear" w:color="auto" w:fill="auto"/>
            <w:tcMar>
              <w:top w:w="15" w:type="dxa"/>
              <w:left w:w="81" w:type="dxa"/>
              <w:bottom w:w="0" w:type="dxa"/>
              <w:right w:w="81" w:type="dxa"/>
            </w:tcMar>
            <w:vAlign w:val="center"/>
            <w:hideMark/>
          </w:tcPr>
          <w:p w14:paraId="15FB8B87" w14:textId="77777777" w:rsidR="008F05F2" w:rsidRPr="00835F44" w:rsidRDefault="008F05F2" w:rsidP="008F05F2">
            <w:pPr>
              <w:pStyle w:val="TAC"/>
            </w:pPr>
            <w:r w:rsidRPr="00835F44">
              <w:t>216</w:t>
            </w:r>
          </w:p>
        </w:tc>
        <w:tc>
          <w:tcPr>
            <w:tcW w:w="390" w:type="pct"/>
            <w:shd w:val="clear" w:color="auto" w:fill="auto"/>
            <w:tcMar>
              <w:top w:w="15" w:type="dxa"/>
              <w:left w:w="81" w:type="dxa"/>
              <w:bottom w:w="0" w:type="dxa"/>
              <w:right w:w="81" w:type="dxa"/>
            </w:tcMar>
            <w:vAlign w:val="center"/>
            <w:hideMark/>
          </w:tcPr>
          <w:p w14:paraId="6E2475AF" w14:textId="77777777" w:rsidR="008F05F2" w:rsidRPr="00835F44" w:rsidRDefault="008F05F2" w:rsidP="008F05F2">
            <w:pPr>
              <w:pStyle w:val="TAC"/>
            </w:pPr>
            <w:r w:rsidRPr="00835F44">
              <w:t>270</w:t>
            </w:r>
          </w:p>
        </w:tc>
        <w:tc>
          <w:tcPr>
            <w:tcW w:w="391" w:type="pct"/>
            <w:shd w:val="clear" w:color="auto" w:fill="auto"/>
            <w:tcMar>
              <w:top w:w="15" w:type="dxa"/>
              <w:left w:w="81" w:type="dxa"/>
              <w:bottom w:w="0" w:type="dxa"/>
              <w:right w:w="81" w:type="dxa"/>
            </w:tcMar>
            <w:vAlign w:val="center"/>
            <w:hideMark/>
          </w:tcPr>
          <w:p w14:paraId="07C3AAE5" w14:textId="77777777" w:rsidR="008F05F2" w:rsidRPr="00835F44" w:rsidRDefault="008F05F2" w:rsidP="008F05F2">
            <w:pPr>
              <w:pStyle w:val="TAC"/>
            </w:pPr>
            <w:r w:rsidRPr="00835F44">
              <w:t>N/A</w:t>
            </w:r>
          </w:p>
        </w:tc>
        <w:tc>
          <w:tcPr>
            <w:tcW w:w="390" w:type="pct"/>
            <w:shd w:val="clear" w:color="auto" w:fill="auto"/>
            <w:tcMar>
              <w:top w:w="15" w:type="dxa"/>
              <w:left w:w="81" w:type="dxa"/>
              <w:bottom w:w="0" w:type="dxa"/>
              <w:right w:w="81" w:type="dxa"/>
            </w:tcMar>
            <w:vAlign w:val="center"/>
            <w:hideMark/>
          </w:tcPr>
          <w:p w14:paraId="787FD174" w14:textId="77777777" w:rsidR="008F05F2" w:rsidRPr="00835F44" w:rsidRDefault="008F05F2" w:rsidP="008F05F2">
            <w:pPr>
              <w:pStyle w:val="TAC"/>
            </w:pPr>
            <w:r w:rsidRPr="00835F44">
              <w:t>N/A</w:t>
            </w:r>
          </w:p>
        </w:tc>
        <w:tc>
          <w:tcPr>
            <w:tcW w:w="390" w:type="pct"/>
            <w:vAlign w:val="center"/>
          </w:tcPr>
          <w:p w14:paraId="5A934D2B" w14:textId="77777777" w:rsidR="008F05F2" w:rsidRPr="00835F44" w:rsidRDefault="008F05F2" w:rsidP="008F05F2">
            <w:pPr>
              <w:pStyle w:val="TAC"/>
            </w:pPr>
            <w:r w:rsidRPr="00835F44">
              <w:t>N/A</w:t>
            </w:r>
          </w:p>
        </w:tc>
        <w:tc>
          <w:tcPr>
            <w:tcW w:w="391" w:type="pct"/>
            <w:shd w:val="clear" w:color="auto" w:fill="auto"/>
            <w:tcMar>
              <w:top w:w="15" w:type="dxa"/>
              <w:left w:w="81" w:type="dxa"/>
              <w:bottom w:w="0" w:type="dxa"/>
              <w:right w:w="81" w:type="dxa"/>
            </w:tcMar>
            <w:vAlign w:val="center"/>
            <w:hideMark/>
          </w:tcPr>
          <w:p w14:paraId="6004588A" w14:textId="77777777" w:rsidR="008F05F2" w:rsidRPr="00835F44" w:rsidRDefault="008F05F2" w:rsidP="008F05F2">
            <w:pPr>
              <w:pStyle w:val="TAC"/>
            </w:pPr>
            <w:r w:rsidRPr="00835F44">
              <w:t>N/A</w:t>
            </w:r>
          </w:p>
        </w:tc>
      </w:tr>
      <w:tr w:rsidR="00495FE7" w:rsidRPr="00835F44" w14:paraId="4369213D" w14:textId="77777777" w:rsidTr="00DF5084">
        <w:trPr>
          <w:trHeight w:val="270"/>
        </w:trPr>
        <w:tc>
          <w:tcPr>
            <w:tcW w:w="314" w:type="pct"/>
            <w:shd w:val="clear" w:color="auto" w:fill="auto"/>
            <w:tcMar>
              <w:top w:w="15" w:type="dxa"/>
              <w:left w:w="81" w:type="dxa"/>
              <w:bottom w:w="0" w:type="dxa"/>
              <w:right w:w="81" w:type="dxa"/>
            </w:tcMar>
            <w:vAlign w:val="center"/>
            <w:hideMark/>
          </w:tcPr>
          <w:p w14:paraId="337A4639" w14:textId="77777777" w:rsidR="008F05F2" w:rsidRPr="00835F44" w:rsidRDefault="008F05F2" w:rsidP="00863308">
            <w:pPr>
              <w:pStyle w:val="TAC"/>
            </w:pPr>
            <w:r w:rsidRPr="00835F44">
              <w:t>30</w:t>
            </w:r>
          </w:p>
        </w:tc>
        <w:tc>
          <w:tcPr>
            <w:tcW w:w="390" w:type="pct"/>
            <w:shd w:val="clear" w:color="auto" w:fill="auto"/>
            <w:tcMar>
              <w:top w:w="15" w:type="dxa"/>
              <w:left w:w="81" w:type="dxa"/>
              <w:bottom w:w="0" w:type="dxa"/>
              <w:right w:w="81" w:type="dxa"/>
            </w:tcMar>
            <w:vAlign w:val="center"/>
            <w:hideMark/>
          </w:tcPr>
          <w:p w14:paraId="74E4B83E" w14:textId="77777777" w:rsidR="008F05F2" w:rsidRPr="00835F44" w:rsidRDefault="008F05F2" w:rsidP="00863308">
            <w:pPr>
              <w:pStyle w:val="TAC"/>
            </w:pPr>
            <w:r w:rsidRPr="00835F44">
              <w:t>11</w:t>
            </w:r>
          </w:p>
        </w:tc>
        <w:tc>
          <w:tcPr>
            <w:tcW w:w="390" w:type="pct"/>
            <w:shd w:val="clear" w:color="auto" w:fill="auto"/>
            <w:tcMar>
              <w:top w:w="15" w:type="dxa"/>
              <w:left w:w="81" w:type="dxa"/>
              <w:bottom w:w="0" w:type="dxa"/>
              <w:right w:w="81" w:type="dxa"/>
            </w:tcMar>
            <w:vAlign w:val="center"/>
            <w:hideMark/>
          </w:tcPr>
          <w:p w14:paraId="057D23EE" w14:textId="77777777" w:rsidR="008F05F2" w:rsidRPr="00835F44" w:rsidRDefault="008F05F2" w:rsidP="00863308">
            <w:pPr>
              <w:pStyle w:val="TAC"/>
            </w:pPr>
            <w:r w:rsidRPr="00835F44">
              <w:t>24</w:t>
            </w:r>
          </w:p>
        </w:tc>
        <w:tc>
          <w:tcPr>
            <w:tcW w:w="391" w:type="pct"/>
            <w:shd w:val="clear" w:color="auto" w:fill="auto"/>
            <w:tcMar>
              <w:top w:w="15" w:type="dxa"/>
              <w:left w:w="81" w:type="dxa"/>
              <w:bottom w:w="0" w:type="dxa"/>
              <w:right w:w="81" w:type="dxa"/>
            </w:tcMar>
            <w:vAlign w:val="center"/>
            <w:hideMark/>
          </w:tcPr>
          <w:p w14:paraId="2CD80940" w14:textId="77777777" w:rsidR="008F05F2" w:rsidRPr="00835F44" w:rsidRDefault="008F05F2" w:rsidP="00863308">
            <w:pPr>
              <w:pStyle w:val="TAC"/>
            </w:pPr>
            <w:r w:rsidRPr="00835F44">
              <w:t>38</w:t>
            </w:r>
          </w:p>
        </w:tc>
        <w:tc>
          <w:tcPr>
            <w:tcW w:w="390" w:type="pct"/>
            <w:shd w:val="clear" w:color="auto" w:fill="auto"/>
            <w:tcMar>
              <w:top w:w="15" w:type="dxa"/>
              <w:left w:w="81" w:type="dxa"/>
              <w:bottom w:w="0" w:type="dxa"/>
              <w:right w:w="81" w:type="dxa"/>
            </w:tcMar>
            <w:vAlign w:val="center"/>
            <w:hideMark/>
          </w:tcPr>
          <w:p w14:paraId="76E7A108" w14:textId="77777777" w:rsidR="008F05F2" w:rsidRPr="00835F44" w:rsidRDefault="008F05F2" w:rsidP="00863308">
            <w:pPr>
              <w:pStyle w:val="TAC"/>
            </w:pPr>
            <w:r w:rsidRPr="00835F44">
              <w:t>51</w:t>
            </w:r>
          </w:p>
        </w:tc>
        <w:tc>
          <w:tcPr>
            <w:tcW w:w="390" w:type="pct"/>
            <w:shd w:val="clear" w:color="auto" w:fill="auto"/>
            <w:tcMar>
              <w:top w:w="15" w:type="dxa"/>
              <w:left w:w="81" w:type="dxa"/>
              <w:bottom w:w="0" w:type="dxa"/>
              <w:right w:w="81" w:type="dxa"/>
            </w:tcMar>
            <w:vAlign w:val="center"/>
            <w:hideMark/>
          </w:tcPr>
          <w:p w14:paraId="2F19A65F" w14:textId="77777777" w:rsidR="008F05F2" w:rsidRPr="00835F44" w:rsidRDefault="008F05F2" w:rsidP="00863308">
            <w:pPr>
              <w:pStyle w:val="TAC"/>
            </w:pPr>
            <w:r w:rsidRPr="00835F44">
              <w:t>65</w:t>
            </w:r>
          </w:p>
        </w:tc>
        <w:tc>
          <w:tcPr>
            <w:tcW w:w="391" w:type="pct"/>
            <w:vAlign w:val="center"/>
          </w:tcPr>
          <w:p w14:paraId="061044BC" w14:textId="77777777" w:rsidR="008F05F2" w:rsidRPr="00835F44" w:rsidRDefault="008F05F2" w:rsidP="00863308">
            <w:pPr>
              <w:pStyle w:val="TAC"/>
            </w:pPr>
            <w:r w:rsidRPr="00835F44">
              <w:t>78</w:t>
            </w:r>
          </w:p>
        </w:tc>
        <w:tc>
          <w:tcPr>
            <w:tcW w:w="390" w:type="pct"/>
            <w:shd w:val="clear" w:color="auto" w:fill="auto"/>
            <w:tcMar>
              <w:top w:w="15" w:type="dxa"/>
              <w:left w:w="81" w:type="dxa"/>
              <w:bottom w:w="0" w:type="dxa"/>
              <w:right w:w="81" w:type="dxa"/>
            </w:tcMar>
            <w:vAlign w:val="center"/>
            <w:hideMark/>
          </w:tcPr>
          <w:p w14:paraId="392998F2" w14:textId="77777777" w:rsidR="008F05F2" w:rsidRPr="00835F44" w:rsidRDefault="008F05F2" w:rsidP="00863308">
            <w:pPr>
              <w:pStyle w:val="TAC"/>
            </w:pPr>
            <w:r w:rsidRPr="00835F44">
              <w:t>106</w:t>
            </w:r>
          </w:p>
        </w:tc>
        <w:tc>
          <w:tcPr>
            <w:tcW w:w="390" w:type="pct"/>
            <w:shd w:val="clear" w:color="auto" w:fill="auto"/>
            <w:tcMar>
              <w:top w:w="15" w:type="dxa"/>
              <w:left w:w="81" w:type="dxa"/>
              <w:bottom w:w="0" w:type="dxa"/>
              <w:right w:w="81" w:type="dxa"/>
            </w:tcMar>
            <w:vAlign w:val="center"/>
            <w:hideMark/>
          </w:tcPr>
          <w:p w14:paraId="0BDD3BAE" w14:textId="77777777" w:rsidR="008F05F2" w:rsidRPr="00835F44" w:rsidRDefault="008F05F2" w:rsidP="00863308">
            <w:pPr>
              <w:pStyle w:val="TAC"/>
            </w:pPr>
            <w:r w:rsidRPr="00835F44">
              <w:t>133</w:t>
            </w:r>
          </w:p>
        </w:tc>
        <w:tc>
          <w:tcPr>
            <w:tcW w:w="391" w:type="pct"/>
            <w:shd w:val="clear" w:color="auto" w:fill="auto"/>
            <w:tcMar>
              <w:top w:w="15" w:type="dxa"/>
              <w:left w:w="81" w:type="dxa"/>
              <w:bottom w:w="0" w:type="dxa"/>
              <w:right w:w="81" w:type="dxa"/>
            </w:tcMar>
            <w:vAlign w:val="center"/>
            <w:hideMark/>
          </w:tcPr>
          <w:p w14:paraId="41474BCA" w14:textId="77777777" w:rsidR="008F05F2" w:rsidRPr="00835F44" w:rsidRDefault="008F05F2" w:rsidP="00863308">
            <w:pPr>
              <w:pStyle w:val="TAC"/>
            </w:pPr>
            <w:r w:rsidRPr="00835F44">
              <w:t>162</w:t>
            </w:r>
          </w:p>
        </w:tc>
        <w:tc>
          <w:tcPr>
            <w:tcW w:w="390" w:type="pct"/>
            <w:shd w:val="clear" w:color="auto" w:fill="auto"/>
            <w:tcMar>
              <w:top w:w="15" w:type="dxa"/>
              <w:left w:w="81" w:type="dxa"/>
              <w:bottom w:w="0" w:type="dxa"/>
              <w:right w:w="81" w:type="dxa"/>
            </w:tcMar>
            <w:vAlign w:val="center"/>
            <w:hideMark/>
          </w:tcPr>
          <w:p w14:paraId="67336C75" w14:textId="77777777" w:rsidR="008F05F2" w:rsidRPr="00835F44" w:rsidRDefault="008F05F2" w:rsidP="00863308">
            <w:pPr>
              <w:pStyle w:val="TAC"/>
            </w:pPr>
            <w:r w:rsidRPr="00835F44">
              <w:t>217</w:t>
            </w:r>
          </w:p>
        </w:tc>
        <w:tc>
          <w:tcPr>
            <w:tcW w:w="390" w:type="pct"/>
          </w:tcPr>
          <w:p w14:paraId="3AD4A9CF" w14:textId="77777777" w:rsidR="008F05F2" w:rsidRPr="00835F44" w:rsidRDefault="008F05F2" w:rsidP="00863308">
            <w:pPr>
              <w:pStyle w:val="TAC"/>
            </w:pPr>
            <w:r w:rsidRPr="00835F44">
              <w:t>245</w:t>
            </w:r>
          </w:p>
        </w:tc>
        <w:tc>
          <w:tcPr>
            <w:tcW w:w="391" w:type="pct"/>
            <w:shd w:val="clear" w:color="auto" w:fill="auto"/>
            <w:tcMar>
              <w:top w:w="15" w:type="dxa"/>
              <w:left w:w="81" w:type="dxa"/>
              <w:bottom w:w="0" w:type="dxa"/>
              <w:right w:w="81" w:type="dxa"/>
            </w:tcMar>
            <w:vAlign w:val="center"/>
            <w:hideMark/>
          </w:tcPr>
          <w:p w14:paraId="0B8333DB" w14:textId="77777777" w:rsidR="008F05F2" w:rsidRPr="00835F44" w:rsidRDefault="008F05F2" w:rsidP="00863308">
            <w:pPr>
              <w:pStyle w:val="TAC"/>
            </w:pPr>
            <w:r w:rsidRPr="00835F44">
              <w:t>273</w:t>
            </w:r>
          </w:p>
        </w:tc>
      </w:tr>
      <w:tr w:rsidR="00495FE7" w:rsidRPr="00835F44" w14:paraId="7E079CEE" w14:textId="77777777" w:rsidTr="00DF5084">
        <w:trPr>
          <w:trHeight w:val="257"/>
        </w:trPr>
        <w:tc>
          <w:tcPr>
            <w:tcW w:w="314" w:type="pct"/>
            <w:shd w:val="clear" w:color="auto" w:fill="auto"/>
            <w:tcMar>
              <w:top w:w="15" w:type="dxa"/>
              <w:left w:w="81" w:type="dxa"/>
              <w:bottom w:w="0" w:type="dxa"/>
              <w:right w:w="81" w:type="dxa"/>
            </w:tcMar>
            <w:vAlign w:val="center"/>
            <w:hideMark/>
          </w:tcPr>
          <w:p w14:paraId="332D0258" w14:textId="77777777" w:rsidR="008F05F2" w:rsidRPr="00835F44" w:rsidRDefault="008F05F2" w:rsidP="00863308">
            <w:pPr>
              <w:pStyle w:val="TAC"/>
            </w:pPr>
            <w:r w:rsidRPr="00835F44">
              <w:t>60</w:t>
            </w:r>
          </w:p>
        </w:tc>
        <w:tc>
          <w:tcPr>
            <w:tcW w:w="390" w:type="pct"/>
            <w:shd w:val="clear" w:color="auto" w:fill="auto"/>
            <w:tcMar>
              <w:top w:w="15" w:type="dxa"/>
              <w:left w:w="81" w:type="dxa"/>
              <w:bottom w:w="0" w:type="dxa"/>
              <w:right w:w="81" w:type="dxa"/>
            </w:tcMar>
            <w:vAlign w:val="center"/>
            <w:hideMark/>
          </w:tcPr>
          <w:p w14:paraId="60BFB3FF" w14:textId="77777777" w:rsidR="008F05F2" w:rsidRPr="00835F44" w:rsidRDefault="008F05F2" w:rsidP="00863308">
            <w:pPr>
              <w:pStyle w:val="TAC"/>
            </w:pPr>
            <w:r w:rsidRPr="00835F44">
              <w:t>N/A</w:t>
            </w:r>
          </w:p>
        </w:tc>
        <w:tc>
          <w:tcPr>
            <w:tcW w:w="390" w:type="pct"/>
            <w:shd w:val="clear" w:color="auto" w:fill="auto"/>
            <w:tcMar>
              <w:top w:w="15" w:type="dxa"/>
              <w:left w:w="81" w:type="dxa"/>
              <w:bottom w:w="0" w:type="dxa"/>
              <w:right w:w="81" w:type="dxa"/>
            </w:tcMar>
            <w:vAlign w:val="center"/>
            <w:hideMark/>
          </w:tcPr>
          <w:p w14:paraId="35692929" w14:textId="77777777" w:rsidR="008F05F2" w:rsidRPr="00835F44" w:rsidRDefault="008F05F2" w:rsidP="00863308">
            <w:pPr>
              <w:pStyle w:val="TAC"/>
            </w:pPr>
            <w:r w:rsidRPr="00835F44">
              <w:t>11</w:t>
            </w:r>
          </w:p>
        </w:tc>
        <w:tc>
          <w:tcPr>
            <w:tcW w:w="391" w:type="pct"/>
            <w:shd w:val="clear" w:color="auto" w:fill="auto"/>
            <w:tcMar>
              <w:top w:w="15" w:type="dxa"/>
              <w:left w:w="81" w:type="dxa"/>
              <w:bottom w:w="0" w:type="dxa"/>
              <w:right w:w="81" w:type="dxa"/>
            </w:tcMar>
            <w:vAlign w:val="center"/>
            <w:hideMark/>
          </w:tcPr>
          <w:p w14:paraId="1E5CD679" w14:textId="77777777" w:rsidR="008F05F2" w:rsidRPr="00835F44" w:rsidRDefault="008F05F2" w:rsidP="00863308">
            <w:pPr>
              <w:pStyle w:val="TAC"/>
            </w:pPr>
            <w:r w:rsidRPr="00835F44">
              <w:t>18</w:t>
            </w:r>
          </w:p>
        </w:tc>
        <w:tc>
          <w:tcPr>
            <w:tcW w:w="390" w:type="pct"/>
            <w:shd w:val="clear" w:color="auto" w:fill="auto"/>
            <w:tcMar>
              <w:top w:w="15" w:type="dxa"/>
              <w:left w:w="81" w:type="dxa"/>
              <w:bottom w:w="0" w:type="dxa"/>
              <w:right w:w="81" w:type="dxa"/>
            </w:tcMar>
            <w:vAlign w:val="center"/>
            <w:hideMark/>
          </w:tcPr>
          <w:p w14:paraId="6A9CABDB" w14:textId="77777777" w:rsidR="008F05F2" w:rsidRPr="00835F44" w:rsidRDefault="008F05F2" w:rsidP="00863308">
            <w:pPr>
              <w:pStyle w:val="TAC"/>
            </w:pPr>
            <w:r w:rsidRPr="00835F44">
              <w:t>24</w:t>
            </w:r>
          </w:p>
        </w:tc>
        <w:tc>
          <w:tcPr>
            <w:tcW w:w="390" w:type="pct"/>
            <w:shd w:val="clear" w:color="auto" w:fill="auto"/>
            <w:tcMar>
              <w:top w:w="15" w:type="dxa"/>
              <w:left w:w="81" w:type="dxa"/>
              <w:bottom w:w="0" w:type="dxa"/>
              <w:right w:w="81" w:type="dxa"/>
            </w:tcMar>
            <w:vAlign w:val="center"/>
            <w:hideMark/>
          </w:tcPr>
          <w:p w14:paraId="1779F0D7" w14:textId="77777777" w:rsidR="008F05F2" w:rsidRPr="00835F44" w:rsidRDefault="008F05F2" w:rsidP="00863308">
            <w:pPr>
              <w:pStyle w:val="TAC"/>
            </w:pPr>
            <w:r w:rsidRPr="00835F44">
              <w:t>31</w:t>
            </w:r>
          </w:p>
        </w:tc>
        <w:tc>
          <w:tcPr>
            <w:tcW w:w="391" w:type="pct"/>
            <w:vAlign w:val="center"/>
          </w:tcPr>
          <w:p w14:paraId="3C191A62" w14:textId="77777777" w:rsidR="008F05F2" w:rsidRPr="00835F44" w:rsidRDefault="008F05F2" w:rsidP="00863308">
            <w:pPr>
              <w:pStyle w:val="TAC"/>
            </w:pPr>
            <w:r w:rsidRPr="00835F44">
              <w:t>38</w:t>
            </w:r>
          </w:p>
        </w:tc>
        <w:tc>
          <w:tcPr>
            <w:tcW w:w="390" w:type="pct"/>
            <w:shd w:val="clear" w:color="auto" w:fill="auto"/>
            <w:tcMar>
              <w:top w:w="15" w:type="dxa"/>
              <w:left w:w="81" w:type="dxa"/>
              <w:bottom w:w="0" w:type="dxa"/>
              <w:right w:w="81" w:type="dxa"/>
            </w:tcMar>
            <w:vAlign w:val="center"/>
            <w:hideMark/>
          </w:tcPr>
          <w:p w14:paraId="2A15F6DF" w14:textId="77777777" w:rsidR="008F05F2" w:rsidRPr="00835F44" w:rsidRDefault="008F05F2" w:rsidP="00863308">
            <w:pPr>
              <w:pStyle w:val="TAC"/>
            </w:pPr>
            <w:r w:rsidRPr="00835F44">
              <w:t>51</w:t>
            </w:r>
          </w:p>
        </w:tc>
        <w:tc>
          <w:tcPr>
            <w:tcW w:w="390" w:type="pct"/>
            <w:shd w:val="clear" w:color="auto" w:fill="auto"/>
            <w:tcMar>
              <w:top w:w="15" w:type="dxa"/>
              <w:left w:w="81" w:type="dxa"/>
              <w:bottom w:w="0" w:type="dxa"/>
              <w:right w:w="81" w:type="dxa"/>
            </w:tcMar>
            <w:vAlign w:val="center"/>
            <w:hideMark/>
          </w:tcPr>
          <w:p w14:paraId="27AC979D" w14:textId="77777777" w:rsidR="008F05F2" w:rsidRPr="00835F44" w:rsidRDefault="008F05F2" w:rsidP="00863308">
            <w:pPr>
              <w:pStyle w:val="TAC"/>
            </w:pPr>
            <w:r w:rsidRPr="00835F44">
              <w:t>65</w:t>
            </w:r>
          </w:p>
        </w:tc>
        <w:tc>
          <w:tcPr>
            <w:tcW w:w="391" w:type="pct"/>
            <w:shd w:val="clear" w:color="auto" w:fill="auto"/>
            <w:tcMar>
              <w:top w:w="15" w:type="dxa"/>
              <w:left w:w="81" w:type="dxa"/>
              <w:bottom w:w="0" w:type="dxa"/>
              <w:right w:w="81" w:type="dxa"/>
            </w:tcMar>
            <w:vAlign w:val="center"/>
            <w:hideMark/>
          </w:tcPr>
          <w:p w14:paraId="23412A45" w14:textId="77777777" w:rsidR="008F05F2" w:rsidRPr="00835F44" w:rsidRDefault="008F05F2" w:rsidP="00863308">
            <w:pPr>
              <w:pStyle w:val="TAC"/>
            </w:pPr>
            <w:r w:rsidRPr="00835F44">
              <w:t>79</w:t>
            </w:r>
          </w:p>
        </w:tc>
        <w:tc>
          <w:tcPr>
            <w:tcW w:w="390" w:type="pct"/>
            <w:shd w:val="clear" w:color="auto" w:fill="auto"/>
            <w:tcMar>
              <w:top w:w="15" w:type="dxa"/>
              <w:left w:w="81" w:type="dxa"/>
              <w:bottom w:w="0" w:type="dxa"/>
              <w:right w:w="81" w:type="dxa"/>
            </w:tcMar>
            <w:vAlign w:val="center"/>
            <w:hideMark/>
          </w:tcPr>
          <w:p w14:paraId="15FF5071" w14:textId="77777777" w:rsidR="008F05F2" w:rsidRPr="00835F44" w:rsidRDefault="008F05F2" w:rsidP="00863308">
            <w:pPr>
              <w:pStyle w:val="TAC"/>
            </w:pPr>
            <w:r w:rsidRPr="00835F44">
              <w:t>107</w:t>
            </w:r>
          </w:p>
        </w:tc>
        <w:tc>
          <w:tcPr>
            <w:tcW w:w="390" w:type="pct"/>
          </w:tcPr>
          <w:p w14:paraId="7EBDBB71" w14:textId="77777777" w:rsidR="008F05F2" w:rsidRPr="00835F44" w:rsidRDefault="008F05F2" w:rsidP="00863308">
            <w:pPr>
              <w:pStyle w:val="TAC"/>
            </w:pPr>
            <w:r w:rsidRPr="00835F44">
              <w:t>121</w:t>
            </w:r>
          </w:p>
        </w:tc>
        <w:tc>
          <w:tcPr>
            <w:tcW w:w="391" w:type="pct"/>
            <w:shd w:val="clear" w:color="auto" w:fill="auto"/>
            <w:tcMar>
              <w:top w:w="15" w:type="dxa"/>
              <w:left w:w="81" w:type="dxa"/>
              <w:bottom w:w="0" w:type="dxa"/>
              <w:right w:w="81" w:type="dxa"/>
            </w:tcMar>
            <w:vAlign w:val="center"/>
            <w:hideMark/>
          </w:tcPr>
          <w:p w14:paraId="4FCCC753" w14:textId="77777777" w:rsidR="008F05F2" w:rsidRPr="00835F44" w:rsidRDefault="008F05F2" w:rsidP="00863308">
            <w:pPr>
              <w:pStyle w:val="TAC"/>
            </w:pPr>
            <w:r w:rsidRPr="00835F44">
              <w:t>135</w:t>
            </w:r>
          </w:p>
        </w:tc>
      </w:tr>
    </w:tbl>
    <w:p w14:paraId="051C583E" w14:textId="77777777" w:rsidR="005F7BBD" w:rsidRPr="00835F44" w:rsidRDefault="005F7BBD" w:rsidP="00863308">
      <w:pPr>
        <w:rPr>
          <w:rFonts w:eastAsia="Yu Mincho"/>
        </w:rPr>
      </w:pPr>
    </w:p>
    <w:p w14:paraId="2B71E6B7" w14:textId="77777777" w:rsidR="005F7BBD" w:rsidRPr="00835F44" w:rsidRDefault="005F7BBD" w:rsidP="00495FE7">
      <w:pPr>
        <w:pStyle w:val="Heading3"/>
        <w:rPr>
          <w:rFonts w:eastAsia="Yu Mincho"/>
        </w:rPr>
      </w:pPr>
      <w:bookmarkStart w:id="280" w:name="_Toc21342855"/>
      <w:bookmarkStart w:id="281" w:name="_Toc29769816"/>
      <w:bookmarkStart w:id="282" w:name="_Toc29799315"/>
      <w:bookmarkStart w:id="283" w:name="_Toc37254539"/>
      <w:bookmarkStart w:id="284" w:name="_Toc37255182"/>
      <w:bookmarkStart w:id="285" w:name="_Toc45887206"/>
      <w:bookmarkStart w:id="286" w:name="_Toc53171943"/>
      <w:bookmarkStart w:id="287" w:name="_Toc61356708"/>
      <w:bookmarkStart w:id="288" w:name="_Toc67913577"/>
      <w:bookmarkStart w:id="289" w:name="_Toc75469393"/>
      <w:bookmarkStart w:id="290" w:name="_Toc76507883"/>
      <w:bookmarkStart w:id="291" w:name="_Toc83192784"/>
      <w:r w:rsidRPr="00835F44">
        <w:rPr>
          <w:rFonts w:eastAsia="Yu Mincho"/>
        </w:rPr>
        <w:t>5.3.3</w:t>
      </w:r>
      <w:r w:rsidRPr="00835F44">
        <w:rPr>
          <w:rFonts w:eastAsia="Yu Mincho"/>
        </w:rPr>
        <w:tab/>
        <w:t>Minimum guardband and transmission bandwidth configuration</w:t>
      </w:r>
      <w:bookmarkEnd w:id="280"/>
      <w:bookmarkEnd w:id="281"/>
      <w:bookmarkEnd w:id="282"/>
      <w:bookmarkEnd w:id="283"/>
      <w:bookmarkEnd w:id="284"/>
      <w:bookmarkEnd w:id="285"/>
      <w:bookmarkEnd w:id="286"/>
      <w:bookmarkEnd w:id="287"/>
      <w:bookmarkEnd w:id="288"/>
      <w:bookmarkEnd w:id="289"/>
      <w:bookmarkEnd w:id="290"/>
      <w:bookmarkEnd w:id="291"/>
    </w:p>
    <w:p w14:paraId="4BACCA0E" w14:textId="2DB92BB1" w:rsidR="005F7BBD" w:rsidRPr="00835F44" w:rsidRDefault="005F7BBD" w:rsidP="0052172B">
      <w:pPr>
        <w:rPr>
          <w:rFonts w:eastAsia="Yu Mincho"/>
        </w:rPr>
      </w:pPr>
      <w:r w:rsidRPr="00835F44">
        <w:rPr>
          <w:rFonts w:eastAsia="Yu Mincho"/>
        </w:rPr>
        <w:t>The minimum guardband for each UE channel bandwidth and SCS is specified in Table 5.3.3-1</w:t>
      </w:r>
      <w:r w:rsidR="007B2609" w:rsidRPr="00835F44">
        <w:rPr>
          <w:rFonts w:eastAsia="Yu Mincho"/>
        </w:rPr>
        <w:t>,</w:t>
      </w:r>
    </w:p>
    <w:p w14:paraId="3ED0512E" w14:textId="77777777" w:rsidR="005F7BBD" w:rsidRPr="00835F44" w:rsidRDefault="005F7BBD" w:rsidP="00863308">
      <w:pPr>
        <w:pStyle w:val="TH"/>
      </w:pPr>
      <w:r w:rsidRPr="00835F44">
        <w:t>Table 5.3.3-1: Minimum guardband for each UE channel bandwidth and SCS (kHz)</w:t>
      </w:r>
    </w:p>
    <w:tbl>
      <w:tblPr>
        <w:tblpPr w:leftFromText="142" w:rightFromText="142" w:vertAnchor="text" w:tblpXSpec="center" w:tblpY="1"/>
        <w:tblOverlap w:val="never"/>
        <w:tblW w:w="53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627"/>
        <w:gridCol w:w="811"/>
        <w:gridCol w:w="813"/>
        <w:gridCol w:w="811"/>
        <w:gridCol w:w="813"/>
        <w:gridCol w:w="810"/>
        <w:gridCol w:w="812"/>
        <w:gridCol w:w="810"/>
        <w:gridCol w:w="812"/>
        <w:gridCol w:w="810"/>
        <w:gridCol w:w="812"/>
        <w:gridCol w:w="810"/>
        <w:gridCol w:w="812"/>
      </w:tblGrid>
      <w:tr w:rsidR="00495FE7" w:rsidRPr="00835F44" w14:paraId="276ACE0C" w14:textId="77777777" w:rsidTr="00DF5084">
        <w:trPr>
          <w:trHeight w:val="449"/>
        </w:trPr>
        <w:tc>
          <w:tcPr>
            <w:tcW w:w="302" w:type="pct"/>
            <w:shd w:val="clear" w:color="auto" w:fill="auto"/>
            <w:tcMar>
              <w:top w:w="15" w:type="dxa"/>
              <w:left w:w="81" w:type="dxa"/>
              <w:bottom w:w="0" w:type="dxa"/>
              <w:right w:w="81" w:type="dxa"/>
            </w:tcMar>
            <w:vAlign w:val="center"/>
            <w:hideMark/>
          </w:tcPr>
          <w:p w14:paraId="58C7203C" w14:textId="77777777" w:rsidR="009929DD" w:rsidRPr="00835F44" w:rsidRDefault="009929DD" w:rsidP="005C5B2B">
            <w:pPr>
              <w:pStyle w:val="TAH"/>
            </w:pPr>
            <w:r w:rsidRPr="00835F44">
              <w:t>SCS (kHz)</w:t>
            </w:r>
          </w:p>
        </w:tc>
        <w:tc>
          <w:tcPr>
            <w:tcW w:w="391" w:type="pct"/>
            <w:shd w:val="clear" w:color="auto" w:fill="auto"/>
            <w:tcMar>
              <w:top w:w="15" w:type="dxa"/>
              <w:left w:w="81" w:type="dxa"/>
              <w:bottom w:w="0" w:type="dxa"/>
              <w:right w:w="81" w:type="dxa"/>
            </w:tcMar>
            <w:vAlign w:val="center"/>
            <w:hideMark/>
          </w:tcPr>
          <w:p w14:paraId="6A2C856C" w14:textId="77777777" w:rsidR="009929DD" w:rsidRPr="00835F44" w:rsidRDefault="009929DD" w:rsidP="005C5B2B">
            <w:pPr>
              <w:pStyle w:val="TAH"/>
            </w:pPr>
            <w:r w:rsidRPr="00835F44">
              <w:t>5 MHz</w:t>
            </w:r>
          </w:p>
        </w:tc>
        <w:tc>
          <w:tcPr>
            <w:tcW w:w="392" w:type="pct"/>
            <w:shd w:val="clear" w:color="auto" w:fill="auto"/>
            <w:tcMar>
              <w:top w:w="15" w:type="dxa"/>
              <w:left w:w="81" w:type="dxa"/>
              <w:bottom w:w="0" w:type="dxa"/>
              <w:right w:w="81" w:type="dxa"/>
            </w:tcMar>
            <w:vAlign w:val="center"/>
            <w:hideMark/>
          </w:tcPr>
          <w:p w14:paraId="49076217" w14:textId="77777777" w:rsidR="009929DD" w:rsidRPr="00835F44" w:rsidRDefault="009929DD" w:rsidP="005C5B2B">
            <w:pPr>
              <w:pStyle w:val="TAH"/>
            </w:pPr>
            <w:r w:rsidRPr="00835F44">
              <w:t>10 MHz</w:t>
            </w:r>
          </w:p>
        </w:tc>
        <w:tc>
          <w:tcPr>
            <w:tcW w:w="391" w:type="pct"/>
            <w:shd w:val="clear" w:color="auto" w:fill="auto"/>
            <w:tcMar>
              <w:top w:w="15" w:type="dxa"/>
              <w:left w:w="81" w:type="dxa"/>
              <w:bottom w:w="0" w:type="dxa"/>
              <w:right w:w="81" w:type="dxa"/>
            </w:tcMar>
            <w:vAlign w:val="center"/>
            <w:hideMark/>
          </w:tcPr>
          <w:p w14:paraId="3B4AEEBD" w14:textId="77777777" w:rsidR="009929DD" w:rsidRPr="00835F44" w:rsidRDefault="009929DD" w:rsidP="005C5B2B">
            <w:pPr>
              <w:pStyle w:val="TAH"/>
            </w:pPr>
            <w:r w:rsidRPr="00835F44">
              <w:t>15 MHz</w:t>
            </w:r>
          </w:p>
        </w:tc>
        <w:tc>
          <w:tcPr>
            <w:tcW w:w="392" w:type="pct"/>
            <w:shd w:val="clear" w:color="auto" w:fill="auto"/>
            <w:tcMar>
              <w:top w:w="15" w:type="dxa"/>
              <w:left w:w="81" w:type="dxa"/>
              <w:bottom w:w="0" w:type="dxa"/>
              <w:right w:w="81" w:type="dxa"/>
            </w:tcMar>
            <w:vAlign w:val="center"/>
            <w:hideMark/>
          </w:tcPr>
          <w:p w14:paraId="44B58F18" w14:textId="77777777" w:rsidR="009929DD" w:rsidRPr="00835F44" w:rsidRDefault="009929DD" w:rsidP="005C5B2B">
            <w:pPr>
              <w:pStyle w:val="TAH"/>
            </w:pPr>
            <w:r w:rsidRPr="00835F44">
              <w:t>20 MHz</w:t>
            </w:r>
          </w:p>
        </w:tc>
        <w:tc>
          <w:tcPr>
            <w:tcW w:w="391" w:type="pct"/>
            <w:shd w:val="clear" w:color="auto" w:fill="auto"/>
            <w:tcMar>
              <w:top w:w="15" w:type="dxa"/>
              <w:left w:w="81" w:type="dxa"/>
              <w:bottom w:w="0" w:type="dxa"/>
              <w:right w:w="81" w:type="dxa"/>
            </w:tcMar>
            <w:vAlign w:val="center"/>
            <w:hideMark/>
          </w:tcPr>
          <w:p w14:paraId="043F5BAC" w14:textId="77777777" w:rsidR="009929DD" w:rsidRPr="00835F44" w:rsidRDefault="009929DD" w:rsidP="005C5B2B">
            <w:pPr>
              <w:pStyle w:val="TAH"/>
            </w:pPr>
            <w:r w:rsidRPr="00835F44">
              <w:t>25 MHz</w:t>
            </w:r>
          </w:p>
        </w:tc>
        <w:tc>
          <w:tcPr>
            <w:tcW w:w="392" w:type="pct"/>
            <w:vAlign w:val="center"/>
          </w:tcPr>
          <w:p w14:paraId="0DAC81B2" w14:textId="77777777" w:rsidR="009929DD" w:rsidRPr="00835F44" w:rsidRDefault="009929DD" w:rsidP="005C5B2B">
            <w:pPr>
              <w:pStyle w:val="TAH"/>
            </w:pPr>
            <w:r w:rsidRPr="00835F44">
              <w:t>30 MHz</w:t>
            </w:r>
          </w:p>
        </w:tc>
        <w:tc>
          <w:tcPr>
            <w:tcW w:w="391" w:type="pct"/>
            <w:shd w:val="clear" w:color="auto" w:fill="auto"/>
            <w:tcMar>
              <w:top w:w="15" w:type="dxa"/>
              <w:left w:w="81" w:type="dxa"/>
              <w:bottom w:w="0" w:type="dxa"/>
              <w:right w:w="81" w:type="dxa"/>
            </w:tcMar>
            <w:vAlign w:val="center"/>
            <w:hideMark/>
          </w:tcPr>
          <w:p w14:paraId="2DF84396" w14:textId="77777777" w:rsidR="009929DD" w:rsidRPr="00835F44" w:rsidRDefault="009929DD" w:rsidP="005C5B2B">
            <w:pPr>
              <w:pStyle w:val="TAH"/>
            </w:pPr>
            <w:r w:rsidRPr="00835F44">
              <w:t>40 MHz</w:t>
            </w:r>
          </w:p>
        </w:tc>
        <w:tc>
          <w:tcPr>
            <w:tcW w:w="392" w:type="pct"/>
            <w:shd w:val="clear" w:color="auto" w:fill="auto"/>
            <w:tcMar>
              <w:top w:w="15" w:type="dxa"/>
              <w:left w:w="81" w:type="dxa"/>
              <w:bottom w:w="0" w:type="dxa"/>
              <w:right w:w="81" w:type="dxa"/>
            </w:tcMar>
            <w:vAlign w:val="center"/>
            <w:hideMark/>
          </w:tcPr>
          <w:p w14:paraId="284594A1" w14:textId="1D02BD31" w:rsidR="009929DD" w:rsidRPr="00835F44" w:rsidRDefault="009929DD" w:rsidP="005C5B2B">
            <w:pPr>
              <w:pStyle w:val="TAH"/>
            </w:pPr>
            <w:r w:rsidRPr="00835F44">
              <w:t>50</w:t>
            </w:r>
            <w:r w:rsidR="00197B79" w:rsidRPr="00835F44">
              <w:t xml:space="preserve"> </w:t>
            </w:r>
            <w:r w:rsidRPr="00835F44">
              <w:t>MHz</w:t>
            </w:r>
          </w:p>
        </w:tc>
        <w:tc>
          <w:tcPr>
            <w:tcW w:w="391" w:type="pct"/>
            <w:shd w:val="clear" w:color="auto" w:fill="auto"/>
            <w:tcMar>
              <w:top w:w="15" w:type="dxa"/>
              <w:left w:w="81" w:type="dxa"/>
              <w:bottom w:w="0" w:type="dxa"/>
              <w:right w:w="81" w:type="dxa"/>
            </w:tcMar>
            <w:vAlign w:val="center"/>
            <w:hideMark/>
          </w:tcPr>
          <w:p w14:paraId="1063B4BD" w14:textId="77777777" w:rsidR="009929DD" w:rsidRPr="00835F44" w:rsidRDefault="009929DD" w:rsidP="005C5B2B">
            <w:pPr>
              <w:pStyle w:val="TAH"/>
            </w:pPr>
            <w:r w:rsidRPr="00835F44">
              <w:t>60 MHz</w:t>
            </w:r>
          </w:p>
        </w:tc>
        <w:tc>
          <w:tcPr>
            <w:tcW w:w="392" w:type="pct"/>
            <w:shd w:val="clear" w:color="auto" w:fill="auto"/>
            <w:tcMar>
              <w:top w:w="15" w:type="dxa"/>
              <w:left w:w="81" w:type="dxa"/>
              <w:bottom w:w="0" w:type="dxa"/>
              <w:right w:w="81" w:type="dxa"/>
            </w:tcMar>
            <w:vAlign w:val="center"/>
            <w:hideMark/>
          </w:tcPr>
          <w:p w14:paraId="5C197EBD" w14:textId="77777777" w:rsidR="009929DD" w:rsidRPr="00835F44" w:rsidRDefault="009929DD" w:rsidP="005C5B2B">
            <w:pPr>
              <w:pStyle w:val="TAH"/>
            </w:pPr>
            <w:r w:rsidRPr="00835F44">
              <w:t>80 MHz</w:t>
            </w:r>
          </w:p>
        </w:tc>
        <w:tc>
          <w:tcPr>
            <w:tcW w:w="391" w:type="pct"/>
            <w:vAlign w:val="center"/>
          </w:tcPr>
          <w:p w14:paraId="59200ED2" w14:textId="77777777" w:rsidR="009929DD" w:rsidRPr="00835F44" w:rsidRDefault="009929DD" w:rsidP="005C5B2B">
            <w:pPr>
              <w:pStyle w:val="TAH"/>
            </w:pPr>
            <w:r w:rsidRPr="00835F44">
              <w:t>90 MHz</w:t>
            </w:r>
          </w:p>
        </w:tc>
        <w:tc>
          <w:tcPr>
            <w:tcW w:w="392" w:type="pct"/>
            <w:shd w:val="clear" w:color="auto" w:fill="auto"/>
            <w:tcMar>
              <w:top w:w="15" w:type="dxa"/>
              <w:left w:w="81" w:type="dxa"/>
              <w:bottom w:w="0" w:type="dxa"/>
              <w:right w:w="81" w:type="dxa"/>
            </w:tcMar>
            <w:vAlign w:val="center"/>
            <w:hideMark/>
          </w:tcPr>
          <w:p w14:paraId="3DE5794A" w14:textId="77777777" w:rsidR="009929DD" w:rsidRPr="00835F44" w:rsidRDefault="009929DD" w:rsidP="005C5B2B">
            <w:pPr>
              <w:pStyle w:val="TAH"/>
            </w:pPr>
            <w:r w:rsidRPr="00835F44">
              <w:t>100 MHz</w:t>
            </w:r>
          </w:p>
        </w:tc>
      </w:tr>
      <w:tr w:rsidR="00495FE7" w:rsidRPr="00835F44" w14:paraId="5521C14C" w14:textId="77777777" w:rsidTr="00DF5084">
        <w:trPr>
          <w:trHeight w:val="219"/>
        </w:trPr>
        <w:tc>
          <w:tcPr>
            <w:tcW w:w="302" w:type="pct"/>
            <w:shd w:val="clear" w:color="auto" w:fill="auto"/>
            <w:tcMar>
              <w:top w:w="15" w:type="dxa"/>
              <w:left w:w="81" w:type="dxa"/>
              <w:bottom w:w="0" w:type="dxa"/>
              <w:right w:w="81" w:type="dxa"/>
            </w:tcMar>
            <w:vAlign w:val="center"/>
            <w:hideMark/>
          </w:tcPr>
          <w:p w14:paraId="476F64BF" w14:textId="77777777" w:rsidR="009929DD" w:rsidRPr="00835F44" w:rsidRDefault="009929DD" w:rsidP="009929DD">
            <w:pPr>
              <w:pStyle w:val="TAC"/>
            </w:pPr>
            <w:r w:rsidRPr="00835F44">
              <w:t>15</w:t>
            </w:r>
          </w:p>
        </w:tc>
        <w:tc>
          <w:tcPr>
            <w:tcW w:w="391" w:type="pct"/>
            <w:shd w:val="clear" w:color="auto" w:fill="auto"/>
            <w:tcMar>
              <w:top w:w="15" w:type="dxa"/>
              <w:left w:w="81" w:type="dxa"/>
              <w:bottom w:w="0" w:type="dxa"/>
              <w:right w:w="81" w:type="dxa"/>
            </w:tcMar>
            <w:vAlign w:val="center"/>
          </w:tcPr>
          <w:p w14:paraId="1778CAAE" w14:textId="77777777" w:rsidR="009929DD" w:rsidRPr="00835F44" w:rsidRDefault="009929DD" w:rsidP="009929DD">
            <w:pPr>
              <w:pStyle w:val="TAC"/>
            </w:pPr>
            <w:r w:rsidRPr="00835F44">
              <w:t>242.5</w:t>
            </w:r>
          </w:p>
        </w:tc>
        <w:tc>
          <w:tcPr>
            <w:tcW w:w="392" w:type="pct"/>
            <w:shd w:val="clear" w:color="auto" w:fill="auto"/>
            <w:tcMar>
              <w:top w:w="15" w:type="dxa"/>
              <w:left w:w="81" w:type="dxa"/>
              <w:bottom w:w="0" w:type="dxa"/>
              <w:right w:w="81" w:type="dxa"/>
            </w:tcMar>
            <w:vAlign w:val="center"/>
          </w:tcPr>
          <w:p w14:paraId="10044024" w14:textId="77777777" w:rsidR="009929DD" w:rsidRPr="00835F44" w:rsidRDefault="009929DD" w:rsidP="009929DD">
            <w:pPr>
              <w:pStyle w:val="TAC"/>
            </w:pPr>
            <w:r w:rsidRPr="00835F44">
              <w:t>312.5</w:t>
            </w:r>
          </w:p>
        </w:tc>
        <w:tc>
          <w:tcPr>
            <w:tcW w:w="391" w:type="pct"/>
            <w:shd w:val="clear" w:color="auto" w:fill="auto"/>
            <w:tcMar>
              <w:top w:w="15" w:type="dxa"/>
              <w:left w:w="81" w:type="dxa"/>
              <w:bottom w:w="0" w:type="dxa"/>
              <w:right w:w="81" w:type="dxa"/>
            </w:tcMar>
            <w:vAlign w:val="center"/>
          </w:tcPr>
          <w:p w14:paraId="0E1D7122" w14:textId="77777777" w:rsidR="009929DD" w:rsidRPr="00835F44" w:rsidRDefault="009929DD" w:rsidP="009929DD">
            <w:pPr>
              <w:pStyle w:val="TAC"/>
            </w:pPr>
            <w:r w:rsidRPr="00835F44">
              <w:t>382.5</w:t>
            </w:r>
          </w:p>
        </w:tc>
        <w:tc>
          <w:tcPr>
            <w:tcW w:w="392" w:type="pct"/>
            <w:shd w:val="clear" w:color="auto" w:fill="auto"/>
            <w:tcMar>
              <w:top w:w="15" w:type="dxa"/>
              <w:left w:w="81" w:type="dxa"/>
              <w:bottom w:w="0" w:type="dxa"/>
              <w:right w:w="81" w:type="dxa"/>
            </w:tcMar>
            <w:vAlign w:val="center"/>
          </w:tcPr>
          <w:p w14:paraId="1A89E6D7" w14:textId="77777777" w:rsidR="009929DD" w:rsidRPr="00835F44" w:rsidRDefault="009929DD" w:rsidP="009929DD">
            <w:pPr>
              <w:pStyle w:val="TAC"/>
            </w:pPr>
            <w:r w:rsidRPr="00835F44">
              <w:t>452.5</w:t>
            </w:r>
          </w:p>
        </w:tc>
        <w:tc>
          <w:tcPr>
            <w:tcW w:w="391" w:type="pct"/>
            <w:shd w:val="clear" w:color="auto" w:fill="auto"/>
            <w:tcMar>
              <w:top w:w="15" w:type="dxa"/>
              <w:left w:w="81" w:type="dxa"/>
              <w:bottom w:w="0" w:type="dxa"/>
              <w:right w:w="81" w:type="dxa"/>
            </w:tcMar>
            <w:vAlign w:val="center"/>
          </w:tcPr>
          <w:p w14:paraId="37699681" w14:textId="77777777" w:rsidR="009929DD" w:rsidRPr="00835F44" w:rsidRDefault="009929DD" w:rsidP="009929DD">
            <w:pPr>
              <w:pStyle w:val="TAC"/>
            </w:pPr>
            <w:r w:rsidRPr="00835F44">
              <w:t>522.5</w:t>
            </w:r>
          </w:p>
        </w:tc>
        <w:tc>
          <w:tcPr>
            <w:tcW w:w="392" w:type="pct"/>
          </w:tcPr>
          <w:p w14:paraId="68BFA8E1" w14:textId="77777777" w:rsidR="009929DD" w:rsidRPr="00835F44" w:rsidRDefault="009929DD" w:rsidP="009929DD">
            <w:pPr>
              <w:pStyle w:val="TAC"/>
            </w:pPr>
            <w:r w:rsidRPr="00835F44">
              <w:t>592.5</w:t>
            </w:r>
          </w:p>
        </w:tc>
        <w:tc>
          <w:tcPr>
            <w:tcW w:w="391" w:type="pct"/>
            <w:shd w:val="clear" w:color="auto" w:fill="auto"/>
            <w:tcMar>
              <w:top w:w="15" w:type="dxa"/>
              <w:left w:w="81" w:type="dxa"/>
              <w:bottom w:w="0" w:type="dxa"/>
              <w:right w:w="81" w:type="dxa"/>
            </w:tcMar>
            <w:vAlign w:val="center"/>
          </w:tcPr>
          <w:p w14:paraId="1BBEADA9" w14:textId="77777777" w:rsidR="009929DD" w:rsidRPr="00835F44" w:rsidRDefault="009929DD" w:rsidP="009929DD">
            <w:pPr>
              <w:pStyle w:val="TAC"/>
            </w:pPr>
            <w:r w:rsidRPr="00835F44">
              <w:t>552.5</w:t>
            </w:r>
          </w:p>
        </w:tc>
        <w:tc>
          <w:tcPr>
            <w:tcW w:w="392" w:type="pct"/>
            <w:shd w:val="clear" w:color="auto" w:fill="auto"/>
            <w:tcMar>
              <w:top w:w="15" w:type="dxa"/>
              <w:left w:w="81" w:type="dxa"/>
              <w:bottom w:w="0" w:type="dxa"/>
              <w:right w:w="81" w:type="dxa"/>
            </w:tcMar>
            <w:vAlign w:val="center"/>
          </w:tcPr>
          <w:p w14:paraId="7D18F1C6" w14:textId="77777777" w:rsidR="009929DD" w:rsidRPr="00835F44" w:rsidRDefault="009929DD" w:rsidP="009929DD">
            <w:pPr>
              <w:pStyle w:val="TAC"/>
            </w:pPr>
            <w:r w:rsidRPr="00835F44">
              <w:t>692.5</w:t>
            </w:r>
          </w:p>
        </w:tc>
        <w:tc>
          <w:tcPr>
            <w:tcW w:w="391" w:type="pct"/>
            <w:shd w:val="clear" w:color="auto" w:fill="auto"/>
            <w:tcMar>
              <w:top w:w="15" w:type="dxa"/>
              <w:left w:w="81" w:type="dxa"/>
              <w:bottom w:w="0" w:type="dxa"/>
              <w:right w:w="81" w:type="dxa"/>
            </w:tcMar>
            <w:vAlign w:val="center"/>
            <w:hideMark/>
          </w:tcPr>
          <w:p w14:paraId="410040C6" w14:textId="77777777" w:rsidR="009929DD" w:rsidRPr="00835F44" w:rsidRDefault="009929DD" w:rsidP="009929DD">
            <w:pPr>
              <w:pStyle w:val="TAC"/>
            </w:pPr>
            <w:r w:rsidRPr="00835F44">
              <w:t>N/A</w:t>
            </w:r>
          </w:p>
        </w:tc>
        <w:tc>
          <w:tcPr>
            <w:tcW w:w="392" w:type="pct"/>
            <w:shd w:val="clear" w:color="auto" w:fill="auto"/>
            <w:tcMar>
              <w:top w:w="15" w:type="dxa"/>
              <w:left w:w="81" w:type="dxa"/>
              <w:bottom w:w="0" w:type="dxa"/>
              <w:right w:w="81" w:type="dxa"/>
            </w:tcMar>
            <w:vAlign w:val="center"/>
            <w:hideMark/>
          </w:tcPr>
          <w:p w14:paraId="41C1D1E8" w14:textId="77777777" w:rsidR="009929DD" w:rsidRPr="00835F44" w:rsidRDefault="009929DD" w:rsidP="009929DD">
            <w:pPr>
              <w:pStyle w:val="TAC"/>
            </w:pPr>
            <w:r w:rsidRPr="00835F44">
              <w:t>N/A</w:t>
            </w:r>
          </w:p>
        </w:tc>
        <w:tc>
          <w:tcPr>
            <w:tcW w:w="391" w:type="pct"/>
            <w:vAlign w:val="center"/>
          </w:tcPr>
          <w:p w14:paraId="439E934A" w14:textId="77777777" w:rsidR="009929DD" w:rsidRPr="00835F44" w:rsidRDefault="009929DD" w:rsidP="009929DD">
            <w:pPr>
              <w:pStyle w:val="TAC"/>
            </w:pPr>
            <w:r w:rsidRPr="00835F44">
              <w:t>N/A</w:t>
            </w:r>
          </w:p>
        </w:tc>
        <w:tc>
          <w:tcPr>
            <w:tcW w:w="392" w:type="pct"/>
            <w:shd w:val="clear" w:color="auto" w:fill="auto"/>
            <w:tcMar>
              <w:top w:w="15" w:type="dxa"/>
              <w:left w:w="81" w:type="dxa"/>
              <w:bottom w:w="0" w:type="dxa"/>
              <w:right w:w="81" w:type="dxa"/>
            </w:tcMar>
            <w:vAlign w:val="center"/>
            <w:hideMark/>
          </w:tcPr>
          <w:p w14:paraId="358547D7" w14:textId="77777777" w:rsidR="009929DD" w:rsidRPr="00835F44" w:rsidRDefault="009929DD" w:rsidP="009929DD">
            <w:pPr>
              <w:pStyle w:val="TAC"/>
            </w:pPr>
            <w:r w:rsidRPr="00835F44">
              <w:t>N/A</w:t>
            </w:r>
          </w:p>
        </w:tc>
      </w:tr>
      <w:tr w:rsidR="00495FE7" w:rsidRPr="00835F44" w14:paraId="4E7214CA" w14:textId="77777777" w:rsidTr="00DF5084">
        <w:trPr>
          <w:trHeight w:val="230"/>
        </w:trPr>
        <w:tc>
          <w:tcPr>
            <w:tcW w:w="302" w:type="pct"/>
            <w:shd w:val="clear" w:color="auto" w:fill="auto"/>
            <w:tcMar>
              <w:top w:w="15" w:type="dxa"/>
              <w:left w:w="81" w:type="dxa"/>
              <w:bottom w:w="0" w:type="dxa"/>
              <w:right w:w="81" w:type="dxa"/>
            </w:tcMar>
            <w:vAlign w:val="center"/>
            <w:hideMark/>
          </w:tcPr>
          <w:p w14:paraId="0B015150" w14:textId="77777777" w:rsidR="009929DD" w:rsidRPr="00835F44" w:rsidRDefault="009929DD" w:rsidP="00863308">
            <w:pPr>
              <w:pStyle w:val="TAC"/>
            </w:pPr>
            <w:r w:rsidRPr="00835F44">
              <w:t>30</w:t>
            </w:r>
          </w:p>
        </w:tc>
        <w:tc>
          <w:tcPr>
            <w:tcW w:w="391" w:type="pct"/>
            <w:shd w:val="clear" w:color="auto" w:fill="auto"/>
            <w:tcMar>
              <w:top w:w="15" w:type="dxa"/>
              <w:left w:w="81" w:type="dxa"/>
              <w:bottom w:w="0" w:type="dxa"/>
              <w:right w:w="81" w:type="dxa"/>
            </w:tcMar>
            <w:vAlign w:val="center"/>
          </w:tcPr>
          <w:p w14:paraId="4C990F3A" w14:textId="77777777" w:rsidR="009929DD" w:rsidRPr="00835F44" w:rsidRDefault="009929DD" w:rsidP="00863308">
            <w:pPr>
              <w:pStyle w:val="TAC"/>
            </w:pPr>
            <w:r w:rsidRPr="00835F44">
              <w:t>505</w:t>
            </w:r>
          </w:p>
        </w:tc>
        <w:tc>
          <w:tcPr>
            <w:tcW w:w="392" w:type="pct"/>
            <w:shd w:val="clear" w:color="auto" w:fill="auto"/>
            <w:tcMar>
              <w:top w:w="15" w:type="dxa"/>
              <w:left w:w="81" w:type="dxa"/>
              <w:bottom w:w="0" w:type="dxa"/>
              <w:right w:w="81" w:type="dxa"/>
            </w:tcMar>
            <w:vAlign w:val="center"/>
          </w:tcPr>
          <w:p w14:paraId="26EA0182" w14:textId="77777777" w:rsidR="009929DD" w:rsidRPr="00835F44" w:rsidRDefault="009929DD" w:rsidP="00863308">
            <w:pPr>
              <w:pStyle w:val="TAC"/>
            </w:pPr>
            <w:r w:rsidRPr="00835F44">
              <w:t>665</w:t>
            </w:r>
          </w:p>
        </w:tc>
        <w:tc>
          <w:tcPr>
            <w:tcW w:w="391" w:type="pct"/>
            <w:shd w:val="clear" w:color="auto" w:fill="auto"/>
            <w:tcMar>
              <w:top w:w="15" w:type="dxa"/>
              <w:left w:w="81" w:type="dxa"/>
              <w:bottom w:w="0" w:type="dxa"/>
              <w:right w:w="81" w:type="dxa"/>
            </w:tcMar>
            <w:vAlign w:val="center"/>
          </w:tcPr>
          <w:p w14:paraId="7A489F1B" w14:textId="77777777" w:rsidR="009929DD" w:rsidRPr="00835F44" w:rsidRDefault="009929DD" w:rsidP="00863308">
            <w:pPr>
              <w:pStyle w:val="TAC"/>
            </w:pPr>
            <w:r w:rsidRPr="00835F44">
              <w:t>645</w:t>
            </w:r>
          </w:p>
        </w:tc>
        <w:tc>
          <w:tcPr>
            <w:tcW w:w="392" w:type="pct"/>
            <w:shd w:val="clear" w:color="auto" w:fill="auto"/>
            <w:tcMar>
              <w:top w:w="15" w:type="dxa"/>
              <w:left w:w="81" w:type="dxa"/>
              <w:bottom w:w="0" w:type="dxa"/>
              <w:right w:w="81" w:type="dxa"/>
            </w:tcMar>
            <w:vAlign w:val="center"/>
          </w:tcPr>
          <w:p w14:paraId="4F0CC891" w14:textId="77777777" w:rsidR="009929DD" w:rsidRPr="00835F44" w:rsidRDefault="009929DD" w:rsidP="00863308">
            <w:pPr>
              <w:pStyle w:val="TAC"/>
            </w:pPr>
            <w:r w:rsidRPr="00835F44">
              <w:t>805</w:t>
            </w:r>
          </w:p>
        </w:tc>
        <w:tc>
          <w:tcPr>
            <w:tcW w:w="391" w:type="pct"/>
            <w:shd w:val="clear" w:color="auto" w:fill="auto"/>
            <w:tcMar>
              <w:top w:w="15" w:type="dxa"/>
              <w:left w:w="81" w:type="dxa"/>
              <w:bottom w:w="0" w:type="dxa"/>
              <w:right w:w="81" w:type="dxa"/>
            </w:tcMar>
            <w:vAlign w:val="center"/>
          </w:tcPr>
          <w:p w14:paraId="387742F6" w14:textId="77777777" w:rsidR="009929DD" w:rsidRPr="00835F44" w:rsidRDefault="009929DD" w:rsidP="00863308">
            <w:pPr>
              <w:pStyle w:val="TAC"/>
            </w:pPr>
            <w:r w:rsidRPr="00835F44">
              <w:t>785</w:t>
            </w:r>
          </w:p>
        </w:tc>
        <w:tc>
          <w:tcPr>
            <w:tcW w:w="392" w:type="pct"/>
          </w:tcPr>
          <w:p w14:paraId="52509A81" w14:textId="77777777" w:rsidR="009929DD" w:rsidRPr="00835F44" w:rsidRDefault="009929DD" w:rsidP="00863308">
            <w:pPr>
              <w:pStyle w:val="TAC"/>
              <w:rPr>
                <w:rFonts w:eastAsia="Calibri"/>
              </w:rPr>
            </w:pPr>
            <w:r w:rsidRPr="00835F44">
              <w:rPr>
                <w:rFonts w:eastAsia="Calibri"/>
              </w:rPr>
              <w:t>945</w:t>
            </w:r>
          </w:p>
        </w:tc>
        <w:tc>
          <w:tcPr>
            <w:tcW w:w="391" w:type="pct"/>
            <w:shd w:val="clear" w:color="auto" w:fill="auto"/>
            <w:tcMar>
              <w:top w:w="15" w:type="dxa"/>
              <w:left w:w="81" w:type="dxa"/>
              <w:bottom w:w="0" w:type="dxa"/>
              <w:right w:w="81" w:type="dxa"/>
            </w:tcMar>
            <w:vAlign w:val="center"/>
          </w:tcPr>
          <w:p w14:paraId="7944171C" w14:textId="77777777" w:rsidR="009929DD" w:rsidRPr="00835F44" w:rsidRDefault="009929DD" w:rsidP="00863308">
            <w:pPr>
              <w:pStyle w:val="TAC"/>
            </w:pPr>
            <w:r w:rsidRPr="00835F44">
              <w:rPr>
                <w:rFonts w:eastAsia="Calibri"/>
              </w:rPr>
              <w:t>905</w:t>
            </w:r>
          </w:p>
        </w:tc>
        <w:tc>
          <w:tcPr>
            <w:tcW w:w="392" w:type="pct"/>
            <w:shd w:val="clear" w:color="auto" w:fill="auto"/>
            <w:tcMar>
              <w:top w:w="15" w:type="dxa"/>
              <w:left w:w="81" w:type="dxa"/>
              <w:bottom w:w="0" w:type="dxa"/>
              <w:right w:w="81" w:type="dxa"/>
            </w:tcMar>
            <w:vAlign w:val="center"/>
          </w:tcPr>
          <w:p w14:paraId="44377B9E" w14:textId="77777777" w:rsidR="009929DD" w:rsidRPr="00835F44" w:rsidRDefault="009929DD" w:rsidP="00863308">
            <w:pPr>
              <w:pStyle w:val="TAC"/>
            </w:pPr>
            <w:r w:rsidRPr="00835F44">
              <w:rPr>
                <w:rFonts w:eastAsia="Calibri"/>
              </w:rPr>
              <w:t>1045</w:t>
            </w:r>
          </w:p>
        </w:tc>
        <w:tc>
          <w:tcPr>
            <w:tcW w:w="391" w:type="pct"/>
            <w:shd w:val="clear" w:color="auto" w:fill="auto"/>
            <w:tcMar>
              <w:top w:w="15" w:type="dxa"/>
              <w:left w:w="81" w:type="dxa"/>
              <w:bottom w:w="0" w:type="dxa"/>
              <w:right w:w="81" w:type="dxa"/>
            </w:tcMar>
            <w:vAlign w:val="center"/>
          </w:tcPr>
          <w:p w14:paraId="1F8E2C59" w14:textId="77777777" w:rsidR="009929DD" w:rsidRPr="00835F44" w:rsidRDefault="009929DD" w:rsidP="00863308">
            <w:pPr>
              <w:pStyle w:val="TAC"/>
            </w:pPr>
            <w:r w:rsidRPr="00835F44">
              <w:rPr>
                <w:rFonts w:eastAsia="Calibri"/>
              </w:rPr>
              <w:t>825</w:t>
            </w:r>
          </w:p>
        </w:tc>
        <w:tc>
          <w:tcPr>
            <w:tcW w:w="392" w:type="pct"/>
            <w:shd w:val="clear" w:color="auto" w:fill="auto"/>
            <w:tcMar>
              <w:top w:w="15" w:type="dxa"/>
              <w:left w:w="81" w:type="dxa"/>
              <w:bottom w:w="0" w:type="dxa"/>
              <w:right w:w="81" w:type="dxa"/>
            </w:tcMar>
            <w:vAlign w:val="center"/>
          </w:tcPr>
          <w:p w14:paraId="2C4824E8" w14:textId="77777777" w:rsidR="009929DD" w:rsidRPr="00835F44" w:rsidRDefault="009929DD" w:rsidP="00863308">
            <w:pPr>
              <w:pStyle w:val="TAC"/>
            </w:pPr>
            <w:r w:rsidRPr="00835F44">
              <w:rPr>
                <w:rFonts w:eastAsia="Calibri"/>
              </w:rPr>
              <w:t>925</w:t>
            </w:r>
          </w:p>
        </w:tc>
        <w:tc>
          <w:tcPr>
            <w:tcW w:w="391" w:type="pct"/>
          </w:tcPr>
          <w:p w14:paraId="66BC9233" w14:textId="77777777" w:rsidR="009929DD" w:rsidRPr="00835F44" w:rsidRDefault="009929DD" w:rsidP="00863308">
            <w:pPr>
              <w:pStyle w:val="TAC"/>
              <w:rPr>
                <w:rFonts w:eastAsia="Calibri"/>
              </w:rPr>
            </w:pPr>
            <w:r w:rsidRPr="00835F44">
              <w:rPr>
                <w:rFonts w:eastAsia="Calibri"/>
              </w:rPr>
              <w:t>885</w:t>
            </w:r>
          </w:p>
        </w:tc>
        <w:tc>
          <w:tcPr>
            <w:tcW w:w="392" w:type="pct"/>
            <w:shd w:val="clear" w:color="auto" w:fill="auto"/>
            <w:tcMar>
              <w:top w:w="15" w:type="dxa"/>
              <w:left w:w="81" w:type="dxa"/>
              <w:bottom w:w="0" w:type="dxa"/>
              <w:right w:w="81" w:type="dxa"/>
            </w:tcMar>
            <w:vAlign w:val="center"/>
          </w:tcPr>
          <w:p w14:paraId="6B419806" w14:textId="77777777" w:rsidR="009929DD" w:rsidRPr="00835F44" w:rsidRDefault="009929DD" w:rsidP="00863308">
            <w:pPr>
              <w:pStyle w:val="TAC"/>
            </w:pPr>
            <w:r w:rsidRPr="00835F44">
              <w:rPr>
                <w:rFonts w:eastAsia="Calibri"/>
              </w:rPr>
              <w:t>845</w:t>
            </w:r>
          </w:p>
        </w:tc>
      </w:tr>
      <w:tr w:rsidR="00495FE7" w:rsidRPr="00835F44" w14:paraId="1857C9AD" w14:textId="77777777" w:rsidTr="00DF5084">
        <w:trPr>
          <w:trHeight w:val="230"/>
        </w:trPr>
        <w:tc>
          <w:tcPr>
            <w:tcW w:w="302" w:type="pct"/>
            <w:shd w:val="clear" w:color="auto" w:fill="auto"/>
            <w:tcMar>
              <w:top w:w="15" w:type="dxa"/>
              <w:left w:w="81" w:type="dxa"/>
              <w:bottom w:w="0" w:type="dxa"/>
              <w:right w:w="81" w:type="dxa"/>
            </w:tcMar>
            <w:vAlign w:val="center"/>
            <w:hideMark/>
          </w:tcPr>
          <w:p w14:paraId="099477E8" w14:textId="77777777" w:rsidR="009929DD" w:rsidRPr="00835F44" w:rsidRDefault="009929DD" w:rsidP="00863308">
            <w:pPr>
              <w:pStyle w:val="TAC"/>
            </w:pPr>
            <w:r w:rsidRPr="00835F44">
              <w:t>60</w:t>
            </w:r>
          </w:p>
        </w:tc>
        <w:tc>
          <w:tcPr>
            <w:tcW w:w="391" w:type="pct"/>
            <w:shd w:val="clear" w:color="auto" w:fill="auto"/>
            <w:tcMar>
              <w:top w:w="15" w:type="dxa"/>
              <w:left w:w="81" w:type="dxa"/>
              <w:bottom w:w="0" w:type="dxa"/>
              <w:right w:w="81" w:type="dxa"/>
            </w:tcMar>
            <w:vAlign w:val="center"/>
            <w:hideMark/>
          </w:tcPr>
          <w:p w14:paraId="1FC8AFB0" w14:textId="77777777" w:rsidR="009929DD" w:rsidRPr="00835F44" w:rsidRDefault="009929DD" w:rsidP="00863308">
            <w:pPr>
              <w:pStyle w:val="TAC"/>
            </w:pPr>
            <w:r w:rsidRPr="00835F44">
              <w:t>N/A</w:t>
            </w:r>
          </w:p>
        </w:tc>
        <w:tc>
          <w:tcPr>
            <w:tcW w:w="392" w:type="pct"/>
            <w:shd w:val="clear" w:color="auto" w:fill="auto"/>
            <w:tcMar>
              <w:top w:w="15" w:type="dxa"/>
              <w:left w:w="81" w:type="dxa"/>
              <w:bottom w:w="0" w:type="dxa"/>
              <w:right w:w="81" w:type="dxa"/>
            </w:tcMar>
            <w:vAlign w:val="center"/>
          </w:tcPr>
          <w:p w14:paraId="7108B373" w14:textId="77777777" w:rsidR="009929DD" w:rsidRPr="00835F44" w:rsidRDefault="009929DD" w:rsidP="00863308">
            <w:pPr>
              <w:pStyle w:val="TAC"/>
            </w:pPr>
            <w:r w:rsidRPr="00835F44">
              <w:t>1010</w:t>
            </w:r>
          </w:p>
        </w:tc>
        <w:tc>
          <w:tcPr>
            <w:tcW w:w="391" w:type="pct"/>
            <w:shd w:val="clear" w:color="auto" w:fill="auto"/>
            <w:tcMar>
              <w:top w:w="15" w:type="dxa"/>
              <w:left w:w="81" w:type="dxa"/>
              <w:bottom w:w="0" w:type="dxa"/>
              <w:right w:w="81" w:type="dxa"/>
            </w:tcMar>
            <w:vAlign w:val="center"/>
          </w:tcPr>
          <w:p w14:paraId="75D92BAD" w14:textId="77777777" w:rsidR="009929DD" w:rsidRPr="00835F44" w:rsidRDefault="009929DD" w:rsidP="00863308">
            <w:pPr>
              <w:pStyle w:val="TAC"/>
            </w:pPr>
            <w:r w:rsidRPr="00835F44">
              <w:t>990</w:t>
            </w:r>
          </w:p>
        </w:tc>
        <w:tc>
          <w:tcPr>
            <w:tcW w:w="392" w:type="pct"/>
            <w:shd w:val="clear" w:color="auto" w:fill="auto"/>
            <w:tcMar>
              <w:top w:w="15" w:type="dxa"/>
              <w:left w:w="81" w:type="dxa"/>
              <w:bottom w:w="0" w:type="dxa"/>
              <w:right w:w="81" w:type="dxa"/>
            </w:tcMar>
            <w:vAlign w:val="center"/>
          </w:tcPr>
          <w:p w14:paraId="276D7114" w14:textId="77777777" w:rsidR="009929DD" w:rsidRPr="00835F44" w:rsidRDefault="009929DD" w:rsidP="00863308">
            <w:pPr>
              <w:pStyle w:val="TAC"/>
            </w:pPr>
            <w:r w:rsidRPr="00835F44">
              <w:t>1330</w:t>
            </w:r>
          </w:p>
        </w:tc>
        <w:tc>
          <w:tcPr>
            <w:tcW w:w="391" w:type="pct"/>
            <w:shd w:val="clear" w:color="auto" w:fill="auto"/>
            <w:tcMar>
              <w:top w:w="15" w:type="dxa"/>
              <w:left w:w="81" w:type="dxa"/>
              <w:bottom w:w="0" w:type="dxa"/>
              <w:right w:w="81" w:type="dxa"/>
            </w:tcMar>
            <w:vAlign w:val="center"/>
          </w:tcPr>
          <w:p w14:paraId="2C97CF07" w14:textId="77777777" w:rsidR="009929DD" w:rsidRPr="00835F44" w:rsidRDefault="009929DD" w:rsidP="00863308">
            <w:pPr>
              <w:pStyle w:val="TAC"/>
            </w:pPr>
            <w:r w:rsidRPr="00835F44">
              <w:t>1310</w:t>
            </w:r>
          </w:p>
        </w:tc>
        <w:tc>
          <w:tcPr>
            <w:tcW w:w="392" w:type="pct"/>
          </w:tcPr>
          <w:p w14:paraId="56EE1350" w14:textId="77777777" w:rsidR="009929DD" w:rsidRPr="00835F44" w:rsidRDefault="009929DD" w:rsidP="00863308">
            <w:pPr>
              <w:pStyle w:val="TAC"/>
              <w:rPr>
                <w:rFonts w:eastAsia="Calibri"/>
              </w:rPr>
            </w:pPr>
            <w:r w:rsidRPr="00835F44">
              <w:rPr>
                <w:rFonts w:eastAsia="Calibri"/>
              </w:rPr>
              <w:t>1290</w:t>
            </w:r>
          </w:p>
        </w:tc>
        <w:tc>
          <w:tcPr>
            <w:tcW w:w="391" w:type="pct"/>
            <w:shd w:val="clear" w:color="auto" w:fill="auto"/>
            <w:tcMar>
              <w:top w:w="15" w:type="dxa"/>
              <w:left w:w="81" w:type="dxa"/>
              <w:bottom w:w="0" w:type="dxa"/>
              <w:right w:w="81" w:type="dxa"/>
            </w:tcMar>
            <w:vAlign w:val="center"/>
          </w:tcPr>
          <w:p w14:paraId="0667C0C1" w14:textId="77777777" w:rsidR="009929DD" w:rsidRPr="00835F44" w:rsidRDefault="009929DD" w:rsidP="00863308">
            <w:pPr>
              <w:pStyle w:val="TAC"/>
            </w:pPr>
            <w:r w:rsidRPr="00835F44">
              <w:rPr>
                <w:rFonts w:eastAsia="Calibri"/>
              </w:rPr>
              <w:t>1610</w:t>
            </w:r>
          </w:p>
        </w:tc>
        <w:tc>
          <w:tcPr>
            <w:tcW w:w="392" w:type="pct"/>
            <w:shd w:val="clear" w:color="auto" w:fill="auto"/>
            <w:tcMar>
              <w:top w:w="15" w:type="dxa"/>
              <w:left w:w="81" w:type="dxa"/>
              <w:bottom w:w="0" w:type="dxa"/>
              <w:right w:w="81" w:type="dxa"/>
            </w:tcMar>
            <w:vAlign w:val="center"/>
          </w:tcPr>
          <w:p w14:paraId="555A53AD" w14:textId="77777777" w:rsidR="009929DD" w:rsidRPr="00835F44" w:rsidRDefault="009929DD" w:rsidP="00863308">
            <w:pPr>
              <w:pStyle w:val="TAC"/>
            </w:pPr>
            <w:r w:rsidRPr="00835F44">
              <w:rPr>
                <w:rFonts w:eastAsia="Calibri"/>
              </w:rPr>
              <w:t>1570</w:t>
            </w:r>
          </w:p>
        </w:tc>
        <w:tc>
          <w:tcPr>
            <w:tcW w:w="391" w:type="pct"/>
            <w:shd w:val="clear" w:color="auto" w:fill="auto"/>
            <w:tcMar>
              <w:top w:w="15" w:type="dxa"/>
              <w:left w:w="81" w:type="dxa"/>
              <w:bottom w:w="0" w:type="dxa"/>
              <w:right w:w="81" w:type="dxa"/>
            </w:tcMar>
            <w:vAlign w:val="center"/>
          </w:tcPr>
          <w:p w14:paraId="0548EA18" w14:textId="77777777" w:rsidR="009929DD" w:rsidRPr="00835F44" w:rsidRDefault="009929DD" w:rsidP="00863308">
            <w:pPr>
              <w:pStyle w:val="TAC"/>
            </w:pPr>
            <w:r w:rsidRPr="00835F44">
              <w:rPr>
                <w:rFonts w:eastAsia="Calibri"/>
              </w:rPr>
              <w:t>1530</w:t>
            </w:r>
          </w:p>
        </w:tc>
        <w:tc>
          <w:tcPr>
            <w:tcW w:w="392" w:type="pct"/>
            <w:shd w:val="clear" w:color="auto" w:fill="auto"/>
            <w:tcMar>
              <w:top w:w="15" w:type="dxa"/>
              <w:left w:w="81" w:type="dxa"/>
              <w:bottom w:w="0" w:type="dxa"/>
              <w:right w:w="81" w:type="dxa"/>
            </w:tcMar>
            <w:vAlign w:val="center"/>
          </w:tcPr>
          <w:p w14:paraId="594950D1" w14:textId="77777777" w:rsidR="009929DD" w:rsidRPr="00835F44" w:rsidRDefault="009929DD" w:rsidP="00863308">
            <w:pPr>
              <w:pStyle w:val="TAC"/>
            </w:pPr>
            <w:r w:rsidRPr="00835F44">
              <w:rPr>
                <w:rFonts w:eastAsia="Calibri"/>
              </w:rPr>
              <w:t>1450</w:t>
            </w:r>
          </w:p>
        </w:tc>
        <w:tc>
          <w:tcPr>
            <w:tcW w:w="391" w:type="pct"/>
          </w:tcPr>
          <w:p w14:paraId="6CAE414F" w14:textId="77777777" w:rsidR="009929DD" w:rsidRPr="00835F44" w:rsidRDefault="009929DD" w:rsidP="00863308">
            <w:pPr>
              <w:pStyle w:val="TAC"/>
              <w:rPr>
                <w:rFonts w:eastAsia="Calibri"/>
              </w:rPr>
            </w:pPr>
            <w:r w:rsidRPr="00835F44">
              <w:rPr>
                <w:rFonts w:eastAsia="Calibri"/>
              </w:rPr>
              <w:t>1410</w:t>
            </w:r>
          </w:p>
        </w:tc>
        <w:tc>
          <w:tcPr>
            <w:tcW w:w="392" w:type="pct"/>
            <w:shd w:val="clear" w:color="auto" w:fill="auto"/>
            <w:tcMar>
              <w:top w:w="15" w:type="dxa"/>
              <w:left w:w="81" w:type="dxa"/>
              <w:bottom w:w="0" w:type="dxa"/>
              <w:right w:w="81" w:type="dxa"/>
            </w:tcMar>
            <w:vAlign w:val="center"/>
          </w:tcPr>
          <w:p w14:paraId="740C564D" w14:textId="77777777" w:rsidR="009929DD" w:rsidRPr="00835F44" w:rsidRDefault="009929DD" w:rsidP="00863308">
            <w:pPr>
              <w:pStyle w:val="TAC"/>
            </w:pPr>
            <w:r w:rsidRPr="00835F44">
              <w:rPr>
                <w:rFonts w:eastAsia="Calibri"/>
              </w:rPr>
              <w:t>1370</w:t>
            </w:r>
          </w:p>
        </w:tc>
      </w:tr>
    </w:tbl>
    <w:p w14:paraId="7AE0B581" w14:textId="77777777" w:rsidR="005F7BBD" w:rsidRPr="00835F44" w:rsidRDefault="005F7BBD" w:rsidP="00863308">
      <w:pPr>
        <w:rPr>
          <w:rFonts w:eastAsia="Yu Mincho"/>
        </w:rPr>
      </w:pPr>
    </w:p>
    <w:p w14:paraId="4F3B9A69" w14:textId="68FAF2FF" w:rsidR="001B4E44" w:rsidRPr="00835F44" w:rsidRDefault="001B4E44" w:rsidP="001B4E44">
      <w:pPr>
        <w:pStyle w:val="NO"/>
      </w:pPr>
      <w:r w:rsidRPr="00835F44">
        <w:t>NOTE:</w:t>
      </w:r>
      <w:r w:rsidRPr="00835F44">
        <w:tab/>
        <w:t>The minimum guardbands have been calculated using the following equation: (BW</w:t>
      </w:r>
      <w:r w:rsidRPr="00835F44">
        <w:rPr>
          <w:vertAlign w:val="subscript"/>
        </w:rPr>
        <w:t>Channel</w:t>
      </w:r>
      <w:r w:rsidRPr="00835F44">
        <w:t xml:space="preserve"> x 1000 (kHz) - N</w:t>
      </w:r>
      <w:r w:rsidRPr="00835F44">
        <w:rPr>
          <w:vertAlign w:val="subscript"/>
        </w:rPr>
        <w:t>RB</w:t>
      </w:r>
      <w:r w:rsidRPr="00835F44">
        <w:t xml:space="preserve"> x SCS x 12) / 2 - SCS/2, where N</w:t>
      </w:r>
      <w:r w:rsidRPr="00835F44">
        <w:rPr>
          <w:vertAlign w:val="subscript"/>
        </w:rPr>
        <w:t>RB</w:t>
      </w:r>
      <w:r w:rsidRPr="00835F44">
        <w:t xml:space="preserve"> are from Table 5.3.2-1.</w:t>
      </w:r>
    </w:p>
    <w:p w14:paraId="2D9AFA94" w14:textId="77777777" w:rsidR="005F7BBD" w:rsidRPr="00835F44" w:rsidRDefault="005F7BBD" w:rsidP="003B0CA6">
      <w:pPr>
        <w:pStyle w:val="TF"/>
      </w:pPr>
      <w:r w:rsidRPr="00835F44">
        <w:t>Figure 5.3.3-1</w:t>
      </w:r>
      <w:r w:rsidR="009D333D" w:rsidRPr="00835F44">
        <w:t>:</w:t>
      </w:r>
      <w:r w:rsidRPr="00835F44">
        <w:t xml:space="preserve"> </w:t>
      </w:r>
      <w:r w:rsidR="009D333D" w:rsidRPr="00835F44">
        <w:t>Void</w:t>
      </w:r>
    </w:p>
    <w:p w14:paraId="2D8BB9C3" w14:textId="77777777" w:rsidR="005F7BBD" w:rsidRPr="00835F44" w:rsidRDefault="005F7BBD" w:rsidP="00863308">
      <w:pPr>
        <w:rPr>
          <w:rFonts w:eastAsia="Yu Mincho"/>
        </w:rPr>
      </w:pPr>
      <w:r w:rsidRPr="00835F44">
        <w:rPr>
          <w:rFonts w:eastAsia="Yu Mincho"/>
        </w:rPr>
        <w:t>The number of RBs configured in any channel bandwidth shall ensure that the minimum guardband specified in this clause is met.</w:t>
      </w:r>
    </w:p>
    <w:p w14:paraId="646237F1" w14:textId="77777777" w:rsidR="005F7BBD" w:rsidRPr="00835F44" w:rsidRDefault="00E64308" w:rsidP="00863308">
      <w:pPr>
        <w:pStyle w:val="TH"/>
        <w:rPr>
          <w:noProof/>
        </w:rPr>
      </w:pPr>
      <w:r w:rsidRPr="00835F44">
        <w:rPr>
          <w:noProof/>
        </w:rPr>
        <w:drawing>
          <wp:inline distT="0" distB="0" distL="0" distR="0" wp14:anchorId="38A0E9C0" wp14:editId="10344F02">
            <wp:extent cx="3840480" cy="2084705"/>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3840480" cy="2084705"/>
                    </a:xfrm>
                    <a:prstGeom prst="rect">
                      <a:avLst/>
                    </a:prstGeom>
                    <a:noFill/>
                    <a:ln w="9525">
                      <a:noFill/>
                      <a:miter lim="800000"/>
                      <a:headEnd/>
                      <a:tailEnd/>
                    </a:ln>
                  </pic:spPr>
                </pic:pic>
              </a:graphicData>
            </a:graphic>
          </wp:inline>
        </w:drawing>
      </w:r>
    </w:p>
    <w:p w14:paraId="27090B0B" w14:textId="77777777" w:rsidR="005F7BBD" w:rsidRPr="00835F44" w:rsidRDefault="005F7BBD" w:rsidP="003B0CA6">
      <w:pPr>
        <w:pStyle w:val="TF"/>
      </w:pPr>
      <w:r w:rsidRPr="00835F44">
        <w:t>Figure 5.3.3-2</w:t>
      </w:r>
      <w:r w:rsidR="009D333D" w:rsidRPr="00835F44">
        <w:t>:</w:t>
      </w:r>
      <w:r w:rsidRPr="00835F44">
        <w:t xml:space="preserve"> UE PRB utilization</w:t>
      </w:r>
    </w:p>
    <w:p w14:paraId="20F96D74" w14:textId="77777777" w:rsidR="005F7BBD" w:rsidRPr="00835F44" w:rsidRDefault="005F7BBD" w:rsidP="00863308">
      <w:pPr>
        <w:rPr>
          <w:rFonts w:eastAsia="Yu Mincho"/>
        </w:rPr>
      </w:pPr>
      <w:r w:rsidRPr="00835F44">
        <w:rPr>
          <w:rFonts w:eastAsia="Yu Mincho"/>
        </w:rPr>
        <w:t>In the case that multiple numerologies are multiplexed in the same symbol due to</w:t>
      </w:r>
      <w:r w:rsidR="008F5048" w:rsidRPr="00835F44">
        <w:rPr>
          <w:rFonts w:eastAsia="Yu Mincho"/>
        </w:rPr>
        <w:t xml:space="preserve"> BS</w:t>
      </w:r>
      <w:r w:rsidRPr="00835F44">
        <w:rPr>
          <w:rFonts w:eastAsia="Yu Mincho"/>
        </w:rPr>
        <w:t xml:space="preserve"> transmission of SSB, the minimum guardband on each side of the carrier is the guardband applied at the configured channel bandwidth for the numerology that is received immediately adjacent to the guard.</w:t>
      </w:r>
    </w:p>
    <w:p w14:paraId="1BE8C76C" w14:textId="77777777" w:rsidR="00D567C5" w:rsidRPr="00835F44" w:rsidRDefault="00D567C5" w:rsidP="00D567C5">
      <w:pPr>
        <w:rPr>
          <w:rFonts w:eastAsia="Yu Mincho"/>
        </w:rPr>
      </w:pPr>
      <w:r w:rsidRPr="00835F44">
        <w:rPr>
          <w:rFonts w:eastAsia="Yu Mincho"/>
        </w:rPr>
        <w:t>If multiple numerologies are multiplexed in the same symbol and the UE channel bandwidth is &gt;50 MHz, the minimum guardband applied adjacent to 15 kHz SCS shall be the same as the minimum guardband defined for 30 kHz SCS for the same UE channel bandwidth.</w:t>
      </w:r>
    </w:p>
    <w:p w14:paraId="4C372A43" w14:textId="77777777" w:rsidR="005F7BBD" w:rsidRPr="00835F44" w:rsidRDefault="005F7BBD" w:rsidP="00863308">
      <w:pPr>
        <w:rPr>
          <w:rFonts w:eastAsia="Yu Mincho"/>
        </w:rPr>
      </w:pPr>
    </w:p>
    <w:p w14:paraId="7B5D36BC" w14:textId="77777777" w:rsidR="005F7BBD" w:rsidRPr="00835F44" w:rsidRDefault="00E64308" w:rsidP="00863308">
      <w:pPr>
        <w:pStyle w:val="TH"/>
        <w:rPr>
          <w:noProof/>
        </w:rPr>
      </w:pPr>
      <w:r w:rsidRPr="00835F44">
        <w:rPr>
          <w:noProof/>
        </w:rPr>
        <w:drawing>
          <wp:inline distT="0" distB="0" distL="0" distR="0" wp14:anchorId="41C7B48D" wp14:editId="2566613D">
            <wp:extent cx="4169410" cy="173355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4169410" cy="1733550"/>
                    </a:xfrm>
                    <a:prstGeom prst="rect">
                      <a:avLst/>
                    </a:prstGeom>
                    <a:noFill/>
                    <a:ln w="9525">
                      <a:noFill/>
                      <a:miter lim="800000"/>
                      <a:headEnd/>
                      <a:tailEnd/>
                    </a:ln>
                  </pic:spPr>
                </pic:pic>
              </a:graphicData>
            </a:graphic>
          </wp:inline>
        </w:drawing>
      </w:r>
    </w:p>
    <w:p w14:paraId="4209C7CD" w14:textId="77777777" w:rsidR="005F7BBD" w:rsidRPr="00835F44" w:rsidRDefault="005F7BBD" w:rsidP="003B0CA6">
      <w:pPr>
        <w:pStyle w:val="TF"/>
      </w:pPr>
      <w:r w:rsidRPr="00835F44">
        <w:t>Figure 5.3.3-3 Guard band definition when transmitting multiple numerologies</w:t>
      </w:r>
    </w:p>
    <w:p w14:paraId="0C42E6E8" w14:textId="3F53C445" w:rsidR="005F7BBD" w:rsidRPr="00835F44" w:rsidRDefault="00A0658D" w:rsidP="00495FE7">
      <w:pPr>
        <w:pStyle w:val="NO"/>
      </w:pPr>
      <w:r w:rsidRPr="00835F44">
        <w:t>NOTE</w:t>
      </w:r>
      <w:r w:rsidR="005F7BBD" w:rsidRPr="00835F44">
        <w:t>:</w:t>
      </w:r>
      <w:r w:rsidR="005F7BBD" w:rsidRPr="00835F44">
        <w:tab/>
        <w:t>Figure 5.3.3-3 is not intended to imply the size of any guard between the two numerologies. Inter-numerology guard band within the carrier is implementation dependent.</w:t>
      </w:r>
    </w:p>
    <w:p w14:paraId="7DA1072D" w14:textId="008111A9" w:rsidR="005F7BBD" w:rsidRPr="00835F44" w:rsidRDefault="005F7BBD" w:rsidP="00495FE7">
      <w:pPr>
        <w:pStyle w:val="Heading3"/>
      </w:pPr>
      <w:bookmarkStart w:id="292" w:name="_Toc21342856"/>
      <w:bookmarkStart w:id="293" w:name="_Toc29769817"/>
      <w:bookmarkStart w:id="294" w:name="_Toc29799316"/>
      <w:bookmarkStart w:id="295" w:name="_Toc37254540"/>
      <w:bookmarkStart w:id="296" w:name="_Toc37255183"/>
      <w:bookmarkStart w:id="297" w:name="_Toc45887207"/>
      <w:bookmarkStart w:id="298" w:name="_Toc53171944"/>
      <w:bookmarkStart w:id="299" w:name="_Toc61356709"/>
      <w:bookmarkStart w:id="300" w:name="_Toc67913578"/>
      <w:bookmarkStart w:id="301" w:name="_Toc75469394"/>
      <w:bookmarkStart w:id="302" w:name="_Toc76507884"/>
      <w:bookmarkStart w:id="303" w:name="_Toc83192785"/>
      <w:r w:rsidRPr="00835F44">
        <w:t>5.3.4</w:t>
      </w:r>
      <w:r w:rsidRPr="00835F44">
        <w:tab/>
        <w:t>RB alignment</w:t>
      </w:r>
      <w:bookmarkEnd w:id="292"/>
      <w:bookmarkEnd w:id="293"/>
      <w:bookmarkEnd w:id="294"/>
      <w:bookmarkEnd w:id="295"/>
      <w:bookmarkEnd w:id="296"/>
      <w:bookmarkEnd w:id="297"/>
      <w:bookmarkEnd w:id="298"/>
      <w:bookmarkEnd w:id="299"/>
      <w:bookmarkEnd w:id="300"/>
      <w:bookmarkEnd w:id="301"/>
      <w:bookmarkEnd w:id="302"/>
      <w:bookmarkEnd w:id="303"/>
    </w:p>
    <w:p w14:paraId="259D52B1" w14:textId="6712DB10" w:rsidR="00506AA3" w:rsidRPr="00835F44" w:rsidRDefault="0058421D" w:rsidP="00506AA3">
      <w:r w:rsidRPr="00835F44">
        <w:rPr>
          <w:rFonts w:eastAsia="Yu Mincho"/>
        </w:rPr>
        <w:t xml:space="preserve">For each numerology, its common resource blocks are specified in </w:t>
      </w:r>
      <w:r w:rsidR="00B95E72" w:rsidRPr="00835F44">
        <w:rPr>
          <w:rFonts w:eastAsia="Yu Mincho"/>
        </w:rPr>
        <w:t>Clause</w:t>
      </w:r>
      <w:r w:rsidRPr="00835F44">
        <w:rPr>
          <w:rFonts w:eastAsia="Yu Mincho"/>
        </w:rPr>
        <w:t xml:space="preserve"> 4.4.4.3 in </w:t>
      </w:r>
      <w:r w:rsidR="00713E85" w:rsidRPr="00835F44">
        <w:t>TS 38.211</w:t>
      </w:r>
      <w:r w:rsidR="00713E85" w:rsidRPr="00835F44">
        <w:rPr>
          <w:rFonts w:eastAsia="Yu Mincho"/>
        </w:rPr>
        <w:t> </w:t>
      </w:r>
      <w:r w:rsidRPr="00835F44">
        <w:rPr>
          <w:rFonts w:eastAsia="Yu Mincho"/>
        </w:rPr>
        <w:t>[</w:t>
      </w:r>
      <w:r w:rsidR="003D250C" w:rsidRPr="00835F44">
        <w:rPr>
          <w:rFonts w:eastAsia="Yu Mincho"/>
        </w:rPr>
        <w:t>6</w:t>
      </w:r>
      <w:r w:rsidRPr="00835F44">
        <w:rPr>
          <w:rFonts w:eastAsia="Yu Mincho"/>
        </w:rPr>
        <w:t xml:space="preserve">], and the starting point of its transmission bandwidth configuration on the common resource block grid for a given channel bandwidth is indicated by an offset to </w:t>
      </w:r>
      <w:r w:rsidR="00495FE7" w:rsidRPr="00835F44">
        <w:rPr>
          <w:rFonts w:eastAsia="Yu Mincho"/>
        </w:rPr>
        <w:t>"</w:t>
      </w:r>
      <w:r w:rsidRPr="00835F44">
        <w:rPr>
          <w:rFonts w:eastAsia="Yu Mincho"/>
        </w:rPr>
        <w:t>Reference point A</w:t>
      </w:r>
      <w:r w:rsidR="00495FE7" w:rsidRPr="00835F44">
        <w:rPr>
          <w:rFonts w:eastAsia="Yu Mincho"/>
        </w:rPr>
        <w:t>"</w:t>
      </w:r>
      <w:r w:rsidRPr="00835F44">
        <w:rPr>
          <w:rFonts w:eastAsia="Yu Mincho"/>
        </w:rPr>
        <w:t xml:space="preserve"> in the unit of the numerology</w:t>
      </w:r>
      <w:r w:rsidR="00506AA3" w:rsidRPr="00835F44">
        <w:rPr>
          <w:rFonts w:eastAsia="Yu Mincho"/>
        </w:rPr>
        <w:t>.</w:t>
      </w:r>
      <w:r w:rsidRPr="00835F44">
        <w:rPr>
          <w:rFonts w:eastAsia="Yu Mincho"/>
        </w:rPr>
        <w:t xml:space="preserve"> The </w:t>
      </w:r>
      <w:r w:rsidR="005A5038" w:rsidRPr="00835F44">
        <w:rPr>
          <w:rFonts w:eastAsia="Yu Mincho"/>
          <w:i/>
        </w:rPr>
        <w:t xml:space="preserve">UE </w:t>
      </w:r>
      <w:r w:rsidRPr="00835F44">
        <w:rPr>
          <w:rFonts w:eastAsia="Yu Mincho"/>
          <w:i/>
        </w:rPr>
        <w:t>transmission bandwidth configuration</w:t>
      </w:r>
      <w:r w:rsidRPr="00835F44">
        <w:rPr>
          <w:rFonts w:eastAsia="Yu Mincho"/>
        </w:rPr>
        <w:t xml:space="preserve"> </w:t>
      </w:r>
      <w:r w:rsidR="005A5038" w:rsidRPr="00835F44">
        <w:rPr>
          <w:rFonts w:eastAsia="Yu Mincho"/>
        </w:rPr>
        <w:t xml:space="preserve">is indicated by the higher layer parameter </w:t>
      </w:r>
      <w:r w:rsidR="005A5038" w:rsidRPr="00835F44">
        <w:rPr>
          <w:rFonts w:eastAsia="Yu Mincho"/>
          <w:i/>
        </w:rPr>
        <w:t xml:space="preserve">carrierBandwidth </w:t>
      </w:r>
      <w:r w:rsidR="005A5038" w:rsidRPr="00835F44">
        <w:rPr>
          <w:rFonts w:eastAsia="Yu Mincho"/>
        </w:rPr>
        <w:t>[</w:t>
      </w:r>
      <w:r w:rsidR="003D250C" w:rsidRPr="00835F44">
        <w:rPr>
          <w:rFonts w:eastAsia="Yu Mincho"/>
        </w:rPr>
        <w:t>7</w:t>
      </w:r>
      <w:r w:rsidR="005A5038" w:rsidRPr="00835F44">
        <w:rPr>
          <w:rFonts w:eastAsia="Yu Mincho"/>
        </w:rPr>
        <w:t>]</w:t>
      </w:r>
      <w:r w:rsidRPr="00835F44">
        <w:rPr>
          <w:rFonts w:eastAsia="Yu Mincho"/>
        </w:rPr>
        <w:t xml:space="preserve"> </w:t>
      </w:r>
      <w:r w:rsidR="005A5038" w:rsidRPr="00835F44">
        <w:rPr>
          <w:rFonts w:eastAsia="Yu Mincho"/>
        </w:rPr>
        <w:t xml:space="preserve">and will </w:t>
      </w:r>
      <w:r w:rsidRPr="00835F44">
        <w:rPr>
          <w:rFonts w:eastAsia="Yu Mincho"/>
        </w:rPr>
        <w:t xml:space="preserve">fulfil the minimum </w:t>
      </w:r>
      <w:r w:rsidR="005A5038" w:rsidRPr="00835F44">
        <w:rPr>
          <w:rFonts w:eastAsia="Yu Mincho"/>
        </w:rPr>
        <w:t xml:space="preserve">UE </w:t>
      </w:r>
      <w:r w:rsidRPr="00835F44">
        <w:rPr>
          <w:rFonts w:eastAsia="Yu Mincho"/>
        </w:rPr>
        <w:t xml:space="preserve">guardband requirement specified in </w:t>
      </w:r>
      <w:r w:rsidR="00B95E72" w:rsidRPr="00835F44">
        <w:rPr>
          <w:rFonts w:eastAsia="Yu Mincho"/>
        </w:rPr>
        <w:t>Clause</w:t>
      </w:r>
      <w:r w:rsidRPr="00835F44">
        <w:rPr>
          <w:rFonts w:eastAsia="Yu Mincho"/>
        </w:rPr>
        <w:t xml:space="preserve"> 5.3.3.</w:t>
      </w:r>
    </w:p>
    <w:p w14:paraId="1F7A2832" w14:textId="77777777" w:rsidR="005F7BBD" w:rsidRPr="00835F44" w:rsidRDefault="005F7BBD" w:rsidP="00495FE7">
      <w:pPr>
        <w:pStyle w:val="Heading3"/>
      </w:pPr>
      <w:bookmarkStart w:id="304" w:name="_Toc21342857"/>
      <w:bookmarkStart w:id="305" w:name="_Toc29769818"/>
      <w:bookmarkStart w:id="306" w:name="_Toc29799317"/>
      <w:bookmarkStart w:id="307" w:name="_Toc37254541"/>
      <w:bookmarkStart w:id="308" w:name="_Toc37255184"/>
      <w:bookmarkStart w:id="309" w:name="_Toc45887208"/>
      <w:bookmarkStart w:id="310" w:name="_Toc53171945"/>
      <w:bookmarkStart w:id="311" w:name="_Toc61356710"/>
      <w:bookmarkStart w:id="312" w:name="_Toc67913579"/>
      <w:bookmarkStart w:id="313" w:name="_Toc75469395"/>
      <w:bookmarkStart w:id="314" w:name="_Toc76507885"/>
      <w:bookmarkStart w:id="315" w:name="_Toc83192786"/>
      <w:r w:rsidRPr="00835F44">
        <w:t>5.3.5</w:t>
      </w:r>
      <w:r w:rsidRPr="00835F44">
        <w:tab/>
        <w:t>UE channel bandwidth per operating band</w:t>
      </w:r>
      <w:bookmarkEnd w:id="304"/>
      <w:bookmarkEnd w:id="305"/>
      <w:bookmarkEnd w:id="306"/>
      <w:bookmarkEnd w:id="307"/>
      <w:bookmarkEnd w:id="308"/>
      <w:bookmarkEnd w:id="309"/>
      <w:bookmarkEnd w:id="310"/>
      <w:bookmarkEnd w:id="311"/>
      <w:bookmarkEnd w:id="312"/>
      <w:bookmarkEnd w:id="313"/>
      <w:bookmarkEnd w:id="314"/>
      <w:bookmarkEnd w:id="315"/>
    </w:p>
    <w:p w14:paraId="2C64BC1D" w14:textId="75BF8B29" w:rsidR="005F7BBD" w:rsidRPr="00835F44" w:rsidRDefault="005F7BBD" w:rsidP="00506AA3">
      <w:pPr>
        <w:rPr>
          <w:rFonts w:eastAsia="Yu Mincho"/>
        </w:rPr>
      </w:pPr>
      <w:r w:rsidRPr="00835F44">
        <w:rPr>
          <w:rFonts w:eastAsia="Yu Mincho"/>
        </w:rPr>
        <w:t>The requirements in this specification apply to the combination of channel bandwidths, SCS and operating bands shown in Table 5.3.5-1. The transmission bandwidth configuration in Table 5.3.2-1 shall be supported for each of the specified channel bandwidths. The channel bandwidths are specified for both the TX and RX path.</w:t>
      </w:r>
    </w:p>
    <w:p w14:paraId="2F9175FC" w14:textId="77777777" w:rsidR="005F7BBD" w:rsidRPr="00835F44" w:rsidRDefault="005F7BBD" w:rsidP="008F5618">
      <w:pPr>
        <w:pStyle w:val="TH"/>
        <w:rPr>
          <w:rFonts w:eastAsia="Yu Mincho"/>
        </w:rPr>
      </w:pPr>
      <w:r w:rsidRPr="00835F44">
        <w:rPr>
          <w:rFonts w:eastAsia="Yu Mincho"/>
        </w:rPr>
        <w:t xml:space="preserve">Table 5.3.5-1 Channel </w:t>
      </w:r>
      <w:r w:rsidR="00F845F8" w:rsidRPr="00835F44">
        <w:rPr>
          <w:rFonts w:eastAsia="Yu Mincho"/>
        </w:rPr>
        <w:t xml:space="preserve">bandwidths </w:t>
      </w:r>
      <w:r w:rsidRPr="00835F44">
        <w:rPr>
          <w:rFonts w:eastAsia="Yu Mincho"/>
        </w:rPr>
        <w:t xml:space="preserve">for </w:t>
      </w:r>
      <w:r w:rsidR="00F845F8" w:rsidRPr="00835F44">
        <w:rPr>
          <w:rFonts w:eastAsia="Yu Mincho"/>
        </w:rPr>
        <w:t xml:space="preserve">each </w:t>
      </w:r>
      <w:r w:rsidRPr="00835F44">
        <w:rPr>
          <w:rFonts w:eastAsia="Yu Mincho"/>
        </w:rPr>
        <w:t>NR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605"/>
        <w:gridCol w:w="657"/>
        <w:gridCol w:w="683"/>
        <w:gridCol w:w="683"/>
        <w:gridCol w:w="688"/>
        <w:gridCol w:w="688"/>
        <w:gridCol w:w="683"/>
        <w:gridCol w:w="683"/>
        <w:gridCol w:w="683"/>
        <w:gridCol w:w="683"/>
        <w:gridCol w:w="688"/>
        <w:gridCol w:w="704"/>
        <w:gridCol w:w="715"/>
      </w:tblGrid>
      <w:tr w:rsidR="00495FE7" w:rsidRPr="00835F44" w14:paraId="267C9CD8" w14:textId="77777777" w:rsidTr="008F5618">
        <w:trPr>
          <w:trHeight w:val="225"/>
          <w:tblHeader/>
          <w:jc w:val="center"/>
        </w:trPr>
        <w:tc>
          <w:tcPr>
            <w:tcW w:w="0" w:type="auto"/>
          </w:tcPr>
          <w:p w14:paraId="7A680907" w14:textId="77777777" w:rsidR="0082728E" w:rsidRPr="00835F44" w:rsidRDefault="0082728E" w:rsidP="000E530E">
            <w:pPr>
              <w:pStyle w:val="TAH"/>
              <w:keepNext w:val="0"/>
              <w:rPr>
                <w:rFonts w:eastAsia="Yu Mincho"/>
              </w:rPr>
            </w:pPr>
          </w:p>
        </w:tc>
        <w:tc>
          <w:tcPr>
            <w:tcW w:w="0" w:type="auto"/>
            <w:gridSpan w:val="13"/>
          </w:tcPr>
          <w:p w14:paraId="042F5280" w14:textId="77777777" w:rsidR="0082728E" w:rsidRPr="00835F44" w:rsidRDefault="0082728E" w:rsidP="000E530E">
            <w:pPr>
              <w:pStyle w:val="TAH"/>
              <w:keepNext w:val="0"/>
              <w:rPr>
                <w:rFonts w:eastAsia="Yu Mincho"/>
              </w:rPr>
            </w:pPr>
            <w:r w:rsidRPr="00835F44">
              <w:rPr>
                <w:rFonts w:eastAsia="Yu Mincho"/>
              </w:rPr>
              <w:t>NR band / SCS / UE Channel bandwidth</w:t>
            </w:r>
          </w:p>
        </w:tc>
      </w:tr>
      <w:tr w:rsidR="00814327" w:rsidRPr="00835F44" w14:paraId="1B98FE2C" w14:textId="77777777" w:rsidTr="008F5618">
        <w:trPr>
          <w:trHeight w:val="225"/>
          <w:tblHeader/>
          <w:jc w:val="center"/>
        </w:trPr>
        <w:tc>
          <w:tcPr>
            <w:tcW w:w="0" w:type="auto"/>
            <w:vAlign w:val="center"/>
            <w:hideMark/>
          </w:tcPr>
          <w:p w14:paraId="1599C19E" w14:textId="77777777" w:rsidR="00814327" w:rsidRPr="00835F44" w:rsidRDefault="00814327" w:rsidP="00814327">
            <w:pPr>
              <w:pStyle w:val="TAH"/>
              <w:keepNext w:val="0"/>
              <w:rPr>
                <w:rFonts w:eastAsia="Yu Mincho"/>
              </w:rPr>
            </w:pPr>
            <w:r w:rsidRPr="00835F44">
              <w:rPr>
                <w:rFonts w:eastAsia="Yu Mincho"/>
              </w:rPr>
              <w:t>NR Band</w:t>
            </w:r>
          </w:p>
        </w:tc>
        <w:tc>
          <w:tcPr>
            <w:tcW w:w="0" w:type="auto"/>
            <w:vAlign w:val="center"/>
            <w:hideMark/>
          </w:tcPr>
          <w:p w14:paraId="46A59840" w14:textId="77777777" w:rsidR="00814327" w:rsidRPr="00835F44" w:rsidRDefault="00814327" w:rsidP="00814327">
            <w:pPr>
              <w:pStyle w:val="TAH"/>
              <w:keepNext w:val="0"/>
              <w:rPr>
                <w:rFonts w:eastAsia="Yu Mincho"/>
              </w:rPr>
            </w:pPr>
            <w:r w:rsidRPr="00835F44">
              <w:rPr>
                <w:rFonts w:eastAsia="Yu Mincho"/>
              </w:rPr>
              <w:t>SCS</w:t>
            </w:r>
          </w:p>
          <w:p w14:paraId="59CE9E86" w14:textId="77777777" w:rsidR="00814327" w:rsidRPr="00835F44" w:rsidRDefault="00814327" w:rsidP="00814327">
            <w:pPr>
              <w:pStyle w:val="TAH"/>
              <w:keepNext w:val="0"/>
              <w:rPr>
                <w:rFonts w:eastAsia="Yu Mincho"/>
              </w:rPr>
            </w:pPr>
            <w:r w:rsidRPr="00835F44">
              <w:rPr>
                <w:rFonts w:eastAsia="Yu Mincho"/>
              </w:rPr>
              <w:t>kHz</w:t>
            </w:r>
          </w:p>
        </w:tc>
        <w:tc>
          <w:tcPr>
            <w:tcW w:w="0" w:type="auto"/>
            <w:vAlign w:val="center"/>
            <w:hideMark/>
          </w:tcPr>
          <w:p w14:paraId="66A45B43" w14:textId="77777777" w:rsidR="00814327" w:rsidRPr="00835F44" w:rsidRDefault="00814327" w:rsidP="00814327">
            <w:pPr>
              <w:pStyle w:val="TAH"/>
              <w:keepNext w:val="0"/>
              <w:rPr>
                <w:rFonts w:eastAsia="Yu Mincho"/>
              </w:rPr>
            </w:pPr>
            <w:r w:rsidRPr="00835F44">
              <w:rPr>
                <w:rFonts w:eastAsia="Yu Mincho"/>
              </w:rPr>
              <w:t>5 MHz</w:t>
            </w:r>
          </w:p>
        </w:tc>
        <w:tc>
          <w:tcPr>
            <w:tcW w:w="0" w:type="auto"/>
            <w:vAlign w:val="center"/>
            <w:hideMark/>
          </w:tcPr>
          <w:p w14:paraId="4A4DF859" w14:textId="7E49008B" w:rsidR="00814327" w:rsidRPr="00835F44" w:rsidRDefault="00814327" w:rsidP="00814327">
            <w:pPr>
              <w:pStyle w:val="TAH"/>
              <w:keepNext w:val="0"/>
              <w:rPr>
                <w:rFonts w:eastAsia="Yu Mincho"/>
              </w:rPr>
            </w:pPr>
            <w:r w:rsidRPr="00835F44">
              <w:rPr>
                <w:rFonts w:eastAsia="Yu Mincho"/>
              </w:rPr>
              <w:t>10 MHz</w:t>
            </w:r>
          </w:p>
        </w:tc>
        <w:tc>
          <w:tcPr>
            <w:tcW w:w="0" w:type="auto"/>
            <w:vAlign w:val="center"/>
            <w:hideMark/>
          </w:tcPr>
          <w:p w14:paraId="2C3D5476" w14:textId="51A6C184" w:rsidR="00814327" w:rsidRPr="00835F44" w:rsidRDefault="00814327" w:rsidP="00814327">
            <w:pPr>
              <w:pStyle w:val="TAH"/>
              <w:keepNext w:val="0"/>
              <w:rPr>
                <w:rFonts w:eastAsia="Yu Mincho"/>
              </w:rPr>
            </w:pPr>
            <w:r w:rsidRPr="00835F44">
              <w:rPr>
                <w:rFonts w:eastAsia="Yu Mincho"/>
              </w:rPr>
              <w:t>15 MHz</w:t>
            </w:r>
          </w:p>
        </w:tc>
        <w:tc>
          <w:tcPr>
            <w:tcW w:w="0" w:type="auto"/>
            <w:vAlign w:val="center"/>
            <w:hideMark/>
          </w:tcPr>
          <w:p w14:paraId="47DDFC72" w14:textId="055AC9E3" w:rsidR="00814327" w:rsidRPr="00835F44" w:rsidRDefault="00814327" w:rsidP="00814327">
            <w:pPr>
              <w:pStyle w:val="TAH"/>
              <w:keepNext w:val="0"/>
              <w:rPr>
                <w:rFonts w:eastAsia="Yu Mincho"/>
              </w:rPr>
            </w:pPr>
            <w:r w:rsidRPr="00835F44">
              <w:rPr>
                <w:rFonts w:eastAsia="Yu Mincho"/>
              </w:rPr>
              <w:t>20 MHz</w:t>
            </w:r>
          </w:p>
        </w:tc>
        <w:tc>
          <w:tcPr>
            <w:tcW w:w="0" w:type="auto"/>
            <w:vAlign w:val="center"/>
            <w:hideMark/>
          </w:tcPr>
          <w:p w14:paraId="2A2A897E" w14:textId="06FFB048" w:rsidR="00814327" w:rsidRPr="00835F44" w:rsidRDefault="00814327" w:rsidP="00814327">
            <w:pPr>
              <w:pStyle w:val="TAH"/>
              <w:keepNext w:val="0"/>
              <w:rPr>
                <w:rFonts w:eastAsia="Yu Mincho"/>
              </w:rPr>
            </w:pPr>
            <w:r w:rsidRPr="00835F44">
              <w:rPr>
                <w:rFonts w:eastAsia="Yu Mincho"/>
              </w:rPr>
              <w:t>25 MHz</w:t>
            </w:r>
          </w:p>
        </w:tc>
        <w:tc>
          <w:tcPr>
            <w:tcW w:w="0" w:type="auto"/>
          </w:tcPr>
          <w:p w14:paraId="3CE965B7" w14:textId="77777777" w:rsidR="00814327" w:rsidRPr="00835F44" w:rsidRDefault="00814327" w:rsidP="00814327">
            <w:pPr>
              <w:pStyle w:val="TAH"/>
              <w:keepNext w:val="0"/>
              <w:rPr>
                <w:rFonts w:eastAsia="Yu Mincho"/>
              </w:rPr>
            </w:pPr>
            <w:r w:rsidRPr="00835F44">
              <w:rPr>
                <w:rFonts w:eastAsia="Yu Mincho"/>
              </w:rPr>
              <w:t>30 MHz</w:t>
            </w:r>
          </w:p>
        </w:tc>
        <w:tc>
          <w:tcPr>
            <w:tcW w:w="0" w:type="auto"/>
            <w:vAlign w:val="center"/>
            <w:hideMark/>
          </w:tcPr>
          <w:p w14:paraId="60EFE722" w14:textId="77777777" w:rsidR="00814327" w:rsidRPr="00835F44" w:rsidRDefault="00814327" w:rsidP="00814327">
            <w:pPr>
              <w:pStyle w:val="TAH"/>
              <w:keepNext w:val="0"/>
              <w:rPr>
                <w:rFonts w:eastAsia="Yu Mincho"/>
              </w:rPr>
            </w:pPr>
            <w:r w:rsidRPr="00835F44">
              <w:rPr>
                <w:rFonts w:eastAsia="Yu Mincho"/>
              </w:rPr>
              <w:t>40 MHz</w:t>
            </w:r>
          </w:p>
        </w:tc>
        <w:tc>
          <w:tcPr>
            <w:tcW w:w="0" w:type="auto"/>
            <w:vAlign w:val="center"/>
            <w:hideMark/>
          </w:tcPr>
          <w:p w14:paraId="6E82F265" w14:textId="77777777" w:rsidR="00814327" w:rsidRPr="00835F44" w:rsidRDefault="00814327" w:rsidP="00814327">
            <w:pPr>
              <w:pStyle w:val="TAH"/>
              <w:keepNext w:val="0"/>
              <w:rPr>
                <w:rFonts w:eastAsia="Yu Mincho"/>
              </w:rPr>
            </w:pPr>
            <w:r w:rsidRPr="00835F44">
              <w:rPr>
                <w:rFonts w:eastAsia="Yu Mincho"/>
              </w:rPr>
              <w:t>50 MHz</w:t>
            </w:r>
          </w:p>
        </w:tc>
        <w:tc>
          <w:tcPr>
            <w:tcW w:w="0" w:type="auto"/>
            <w:vAlign w:val="center"/>
            <w:hideMark/>
          </w:tcPr>
          <w:p w14:paraId="3099EDE0" w14:textId="77777777" w:rsidR="00814327" w:rsidRPr="00835F44" w:rsidRDefault="00814327" w:rsidP="00814327">
            <w:pPr>
              <w:pStyle w:val="TAH"/>
              <w:keepNext w:val="0"/>
              <w:rPr>
                <w:rFonts w:eastAsia="Yu Mincho"/>
              </w:rPr>
            </w:pPr>
            <w:r w:rsidRPr="00835F44">
              <w:rPr>
                <w:rFonts w:eastAsia="Yu Mincho"/>
              </w:rPr>
              <w:t>60 MHz</w:t>
            </w:r>
          </w:p>
        </w:tc>
        <w:tc>
          <w:tcPr>
            <w:tcW w:w="0" w:type="auto"/>
            <w:vAlign w:val="center"/>
            <w:hideMark/>
          </w:tcPr>
          <w:p w14:paraId="1C47747B" w14:textId="77777777" w:rsidR="00814327" w:rsidRPr="00835F44" w:rsidRDefault="00814327" w:rsidP="00814327">
            <w:pPr>
              <w:pStyle w:val="TAH"/>
              <w:keepNext w:val="0"/>
              <w:rPr>
                <w:rFonts w:eastAsia="Yu Mincho"/>
              </w:rPr>
            </w:pPr>
            <w:r w:rsidRPr="00835F44">
              <w:rPr>
                <w:rFonts w:eastAsia="Yu Mincho"/>
              </w:rPr>
              <w:t>80 MHz</w:t>
            </w:r>
          </w:p>
        </w:tc>
        <w:tc>
          <w:tcPr>
            <w:tcW w:w="0" w:type="auto"/>
          </w:tcPr>
          <w:p w14:paraId="7C4C5ECF" w14:textId="1985A386" w:rsidR="00814327" w:rsidRPr="00835F44" w:rsidRDefault="00814327" w:rsidP="00814327">
            <w:pPr>
              <w:pStyle w:val="TAH"/>
              <w:keepNext w:val="0"/>
              <w:rPr>
                <w:rFonts w:eastAsia="Yu Mincho"/>
              </w:rPr>
            </w:pPr>
            <w:r w:rsidRPr="00835F44">
              <w:rPr>
                <w:rFonts w:eastAsia="Yu Mincho"/>
              </w:rPr>
              <w:t>90</w:t>
            </w:r>
            <w:r w:rsidRPr="00835F44">
              <w:rPr>
                <w:rFonts w:eastAsia="Yu Mincho"/>
                <w:vertAlign w:val="superscript"/>
              </w:rPr>
              <w:t>4</w:t>
            </w:r>
            <w:r w:rsidRPr="00835F44">
              <w:rPr>
                <w:rFonts w:eastAsia="Yu Mincho"/>
              </w:rPr>
              <w:t xml:space="preserve"> MHz</w:t>
            </w:r>
          </w:p>
        </w:tc>
        <w:tc>
          <w:tcPr>
            <w:tcW w:w="0" w:type="auto"/>
            <w:vAlign w:val="center"/>
            <w:hideMark/>
          </w:tcPr>
          <w:p w14:paraId="18DE1A05" w14:textId="77777777" w:rsidR="00814327" w:rsidRPr="00835F44" w:rsidRDefault="00814327" w:rsidP="00814327">
            <w:pPr>
              <w:pStyle w:val="TAH"/>
              <w:keepNext w:val="0"/>
              <w:rPr>
                <w:rFonts w:eastAsia="Yu Mincho"/>
              </w:rPr>
            </w:pPr>
            <w:r w:rsidRPr="00835F44">
              <w:rPr>
                <w:rFonts w:eastAsia="Yu Mincho"/>
              </w:rPr>
              <w:t>100 MHz</w:t>
            </w:r>
          </w:p>
        </w:tc>
      </w:tr>
      <w:tr w:rsidR="00495FE7" w:rsidRPr="00835F44" w14:paraId="28356411" w14:textId="77777777" w:rsidTr="000E530E">
        <w:trPr>
          <w:trHeight w:val="225"/>
          <w:jc w:val="center"/>
        </w:trPr>
        <w:tc>
          <w:tcPr>
            <w:tcW w:w="0" w:type="auto"/>
            <w:vMerge w:val="restart"/>
            <w:vAlign w:val="center"/>
            <w:hideMark/>
          </w:tcPr>
          <w:p w14:paraId="575B94FB" w14:textId="77777777" w:rsidR="0082728E" w:rsidRPr="00835F44" w:rsidRDefault="0082728E" w:rsidP="000E530E">
            <w:pPr>
              <w:pStyle w:val="TAC"/>
              <w:keepNext w:val="0"/>
              <w:rPr>
                <w:rFonts w:eastAsia="Yu Mincho"/>
              </w:rPr>
            </w:pPr>
            <w:r w:rsidRPr="00835F44">
              <w:rPr>
                <w:rFonts w:eastAsia="Yu Mincho"/>
              </w:rPr>
              <w:t>n1</w:t>
            </w:r>
          </w:p>
        </w:tc>
        <w:tc>
          <w:tcPr>
            <w:tcW w:w="0" w:type="auto"/>
            <w:vAlign w:val="center"/>
            <w:hideMark/>
          </w:tcPr>
          <w:p w14:paraId="6F6F4775" w14:textId="77777777" w:rsidR="0082728E" w:rsidRPr="00835F44" w:rsidRDefault="0082728E" w:rsidP="000E530E">
            <w:pPr>
              <w:pStyle w:val="TAC"/>
              <w:keepNext w:val="0"/>
              <w:rPr>
                <w:rFonts w:eastAsia="Yu Mincho"/>
              </w:rPr>
            </w:pPr>
            <w:r w:rsidRPr="00835F44">
              <w:rPr>
                <w:rFonts w:eastAsia="Yu Mincho"/>
              </w:rPr>
              <w:t>15</w:t>
            </w:r>
          </w:p>
        </w:tc>
        <w:tc>
          <w:tcPr>
            <w:tcW w:w="0" w:type="auto"/>
            <w:hideMark/>
          </w:tcPr>
          <w:p w14:paraId="1B155163"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1BDFFC70"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7AE41460"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1AEE8FDA"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4D11641A" w14:textId="77777777" w:rsidR="0082728E" w:rsidRPr="00835F44" w:rsidRDefault="0082728E" w:rsidP="000E530E">
            <w:pPr>
              <w:pStyle w:val="TAC"/>
              <w:keepNext w:val="0"/>
              <w:rPr>
                <w:rFonts w:eastAsia="Yu Mincho"/>
              </w:rPr>
            </w:pPr>
          </w:p>
        </w:tc>
        <w:tc>
          <w:tcPr>
            <w:tcW w:w="0" w:type="auto"/>
          </w:tcPr>
          <w:p w14:paraId="2F3A2558" w14:textId="77777777" w:rsidR="0082728E" w:rsidRPr="00835F44" w:rsidRDefault="0082728E" w:rsidP="000E530E">
            <w:pPr>
              <w:pStyle w:val="TAC"/>
              <w:keepNext w:val="0"/>
              <w:rPr>
                <w:sz w:val="20"/>
              </w:rPr>
            </w:pPr>
          </w:p>
        </w:tc>
        <w:tc>
          <w:tcPr>
            <w:tcW w:w="0" w:type="auto"/>
            <w:vAlign w:val="center"/>
            <w:hideMark/>
          </w:tcPr>
          <w:p w14:paraId="64B76A06" w14:textId="77777777" w:rsidR="0082728E" w:rsidRPr="00835F44" w:rsidRDefault="0082728E" w:rsidP="000E530E">
            <w:pPr>
              <w:pStyle w:val="TAC"/>
              <w:keepNext w:val="0"/>
              <w:rPr>
                <w:sz w:val="20"/>
              </w:rPr>
            </w:pPr>
          </w:p>
        </w:tc>
        <w:tc>
          <w:tcPr>
            <w:tcW w:w="0" w:type="auto"/>
            <w:vAlign w:val="center"/>
            <w:hideMark/>
          </w:tcPr>
          <w:p w14:paraId="6B6B45D6" w14:textId="77777777" w:rsidR="0082728E" w:rsidRPr="00835F44" w:rsidRDefault="0082728E" w:rsidP="000E530E">
            <w:pPr>
              <w:pStyle w:val="TAC"/>
              <w:keepNext w:val="0"/>
              <w:rPr>
                <w:sz w:val="20"/>
              </w:rPr>
            </w:pPr>
          </w:p>
        </w:tc>
        <w:tc>
          <w:tcPr>
            <w:tcW w:w="0" w:type="auto"/>
            <w:vAlign w:val="center"/>
            <w:hideMark/>
          </w:tcPr>
          <w:p w14:paraId="0D6324E5" w14:textId="77777777" w:rsidR="0082728E" w:rsidRPr="00835F44" w:rsidRDefault="0082728E" w:rsidP="000E530E">
            <w:pPr>
              <w:pStyle w:val="TAC"/>
              <w:keepNext w:val="0"/>
              <w:rPr>
                <w:sz w:val="20"/>
              </w:rPr>
            </w:pPr>
          </w:p>
        </w:tc>
        <w:tc>
          <w:tcPr>
            <w:tcW w:w="0" w:type="auto"/>
            <w:vAlign w:val="center"/>
            <w:hideMark/>
          </w:tcPr>
          <w:p w14:paraId="2F8B2C4D" w14:textId="77777777" w:rsidR="0082728E" w:rsidRPr="00835F44" w:rsidRDefault="0082728E" w:rsidP="000E530E">
            <w:pPr>
              <w:pStyle w:val="TAC"/>
              <w:keepNext w:val="0"/>
              <w:rPr>
                <w:sz w:val="20"/>
              </w:rPr>
            </w:pPr>
          </w:p>
        </w:tc>
        <w:tc>
          <w:tcPr>
            <w:tcW w:w="0" w:type="auto"/>
          </w:tcPr>
          <w:p w14:paraId="092F47EA" w14:textId="77777777" w:rsidR="0082728E" w:rsidRPr="00835F44" w:rsidRDefault="0082728E" w:rsidP="000E530E">
            <w:pPr>
              <w:pStyle w:val="TAC"/>
              <w:keepNext w:val="0"/>
              <w:rPr>
                <w:sz w:val="20"/>
              </w:rPr>
            </w:pPr>
          </w:p>
        </w:tc>
        <w:tc>
          <w:tcPr>
            <w:tcW w:w="0" w:type="auto"/>
            <w:vAlign w:val="center"/>
            <w:hideMark/>
          </w:tcPr>
          <w:p w14:paraId="75E6897C" w14:textId="77777777" w:rsidR="0082728E" w:rsidRPr="00835F44" w:rsidRDefault="0082728E" w:rsidP="000E530E">
            <w:pPr>
              <w:pStyle w:val="TAC"/>
              <w:keepNext w:val="0"/>
              <w:rPr>
                <w:sz w:val="20"/>
              </w:rPr>
            </w:pPr>
          </w:p>
        </w:tc>
      </w:tr>
      <w:tr w:rsidR="00495FE7" w:rsidRPr="00835F44" w14:paraId="062E7B7F" w14:textId="77777777" w:rsidTr="000E530E">
        <w:trPr>
          <w:trHeight w:val="225"/>
          <w:jc w:val="center"/>
        </w:trPr>
        <w:tc>
          <w:tcPr>
            <w:tcW w:w="0" w:type="auto"/>
            <w:vMerge/>
            <w:vAlign w:val="center"/>
            <w:hideMark/>
          </w:tcPr>
          <w:p w14:paraId="234CAA22" w14:textId="77777777" w:rsidR="0082728E" w:rsidRPr="00835F44" w:rsidRDefault="0082728E" w:rsidP="000E530E">
            <w:pPr>
              <w:pStyle w:val="TAC"/>
              <w:keepNext w:val="0"/>
              <w:rPr>
                <w:rFonts w:eastAsia="Yu Mincho"/>
              </w:rPr>
            </w:pPr>
          </w:p>
        </w:tc>
        <w:tc>
          <w:tcPr>
            <w:tcW w:w="0" w:type="auto"/>
            <w:vAlign w:val="center"/>
            <w:hideMark/>
          </w:tcPr>
          <w:p w14:paraId="4F27988B" w14:textId="77777777" w:rsidR="0082728E" w:rsidRPr="00835F44" w:rsidRDefault="0082728E" w:rsidP="000E530E">
            <w:pPr>
              <w:pStyle w:val="TAC"/>
              <w:keepNext w:val="0"/>
              <w:rPr>
                <w:rFonts w:eastAsia="Yu Mincho"/>
              </w:rPr>
            </w:pPr>
            <w:r w:rsidRPr="00835F44">
              <w:rPr>
                <w:rFonts w:eastAsia="Yu Mincho"/>
              </w:rPr>
              <w:t>30</w:t>
            </w:r>
          </w:p>
        </w:tc>
        <w:tc>
          <w:tcPr>
            <w:tcW w:w="0" w:type="auto"/>
          </w:tcPr>
          <w:p w14:paraId="3D13DD32" w14:textId="77777777" w:rsidR="0082728E" w:rsidRPr="00835F44" w:rsidRDefault="0082728E" w:rsidP="000E530E">
            <w:pPr>
              <w:pStyle w:val="TAC"/>
              <w:keepNext w:val="0"/>
              <w:rPr>
                <w:rFonts w:eastAsia="Yu Mincho"/>
              </w:rPr>
            </w:pPr>
          </w:p>
        </w:tc>
        <w:tc>
          <w:tcPr>
            <w:tcW w:w="0" w:type="auto"/>
            <w:hideMark/>
          </w:tcPr>
          <w:p w14:paraId="3E1992B1"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761D6DBC"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6207B28A"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5C59520A" w14:textId="77777777" w:rsidR="0082728E" w:rsidRPr="00835F44" w:rsidRDefault="0082728E" w:rsidP="000E530E">
            <w:pPr>
              <w:pStyle w:val="TAC"/>
              <w:keepNext w:val="0"/>
              <w:rPr>
                <w:rFonts w:eastAsia="Yu Mincho"/>
              </w:rPr>
            </w:pPr>
          </w:p>
        </w:tc>
        <w:tc>
          <w:tcPr>
            <w:tcW w:w="0" w:type="auto"/>
          </w:tcPr>
          <w:p w14:paraId="69AD37C6" w14:textId="77777777" w:rsidR="0082728E" w:rsidRPr="00835F44" w:rsidRDefault="0082728E" w:rsidP="000E530E">
            <w:pPr>
              <w:pStyle w:val="TAC"/>
              <w:keepNext w:val="0"/>
              <w:rPr>
                <w:sz w:val="20"/>
              </w:rPr>
            </w:pPr>
          </w:p>
        </w:tc>
        <w:tc>
          <w:tcPr>
            <w:tcW w:w="0" w:type="auto"/>
            <w:vAlign w:val="center"/>
            <w:hideMark/>
          </w:tcPr>
          <w:p w14:paraId="3541A795" w14:textId="77777777" w:rsidR="0082728E" w:rsidRPr="00835F44" w:rsidRDefault="0082728E" w:rsidP="000E530E">
            <w:pPr>
              <w:pStyle w:val="TAC"/>
              <w:keepNext w:val="0"/>
              <w:rPr>
                <w:sz w:val="20"/>
              </w:rPr>
            </w:pPr>
          </w:p>
        </w:tc>
        <w:tc>
          <w:tcPr>
            <w:tcW w:w="0" w:type="auto"/>
            <w:vAlign w:val="center"/>
            <w:hideMark/>
          </w:tcPr>
          <w:p w14:paraId="32C6D440" w14:textId="77777777" w:rsidR="0082728E" w:rsidRPr="00835F44" w:rsidRDefault="0082728E" w:rsidP="000E530E">
            <w:pPr>
              <w:pStyle w:val="TAC"/>
              <w:keepNext w:val="0"/>
              <w:rPr>
                <w:sz w:val="20"/>
              </w:rPr>
            </w:pPr>
          </w:p>
        </w:tc>
        <w:tc>
          <w:tcPr>
            <w:tcW w:w="0" w:type="auto"/>
            <w:vAlign w:val="center"/>
            <w:hideMark/>
          </w:tcPr>
          <w:p w14:paraId="10C95BEB" w14:textId="77777777" w:rsidR="0082728E" w:rsidRPr="00835F44" w:rsidRDefault="0082728E" w:rsidP="000E530E">
            <w:pPr>
              <w:pStyle w:val="TAC"/>
              <w:keepNext w:val="0"/>
              <w:rPr>
                <w:sz w:val="20"/>
              </w:rPr>
            </w:pPr>
          </w:p>
        </w:tc>
        <w:tc>
          <w:tcPr>
            <w:tcW w:w="0" w:type="auto"/>
            <w:vAlign w:val="center"/>
            <w:hideMark/>
          </w:tcPr>
          <w:p w14:paraId="17D7F07C" w14:textId="77777777" w:rsidR="0082728E" w:rsidRPr="00835F44" w:rsidRDefault="0082728E" w:rsidP="000E530E">
            <w:pPr>
              <w:pStyle w:val="TAC"/>
              <w:keepNext w:val="0"/>
              <w:rPr>
                <w:sz w:val="20"/>
              </w:rPr>
            </w:pPr>
          </w:p>
        </w:tc>
        <w:tc>
          <w:tcPr>
            <w:tcW w:w="0" w:type="auto"/>
          </w:tcPr>
          <w:p w14:paraId="52317BAB" w14:textId="77777777" w:rsidR="0082728E" w:rsidRPr="00835F44" w:rsidRDefault="0082728E" w:rsidP="000E530E">
            <w:pPr>
              <w:pStyle w:val="TAC"/>
              <w:keepNext w:val="0"/>
              <w:rPr>
                <w:sz w:val="20"/>
              </w:rPr>
            </w:pPr>
          </w:p>
        </w:tc>
        <w:tc>
          <w:tcPr>
            <w:tcW w:w="0" w:type="auto"/>
            <w:vAlign w:val="center"/>
            <w:hideMark/>
          </w:tcPr>
          <w:p w14:paraId="4F6238EB" w14:textId="77777777" w:rsidR="0082728E" w:rsidRPr="00835F44" w:rsidRDefault="0082728E" w:rsidP="000E530E">
            <w:pPr>
              <w:pStyle w:val="TAC"/>
              <w:keepNext w:val="0"/>
              <w:rPr>
                <w:sz w:val="20"/>
              </w:rPr>
            </w:pPr>
          </w:p>
        </w:tc>
      </w:tr>
      <w:tr w:rsidR="00495FE7" w:rsidRPr="00835F44" w14:paraId="4B735104" w14:textId="77777777" w:rsidTr="000E530E">
        <w:trPr>
          <w:trHeight w:val="225"/>
          <w:jc w:val="center"/>
        </w:trPr>
        <w:tc>
          <w:tcPr>
            <w:tcW w:w="0" w:type="auto"/>
            <w:vMerge/>
            <w:vAlign w:val="center"/>
            <w:hideMark/>
          </w:tcPr>
          <w:p w14:paraId="40446EBC" w14:textId="77777777" w:rsidR="0082728E" w:rsidRPr="00835F44" w:rsidRDefault="0082728E" w:rsidP="000E530E">
            <w:pPr>
              <w:pStyle w:val="TAC"/>
              <w:keepNext w:val="0"/>
              <w:rPr>
                <w:rFonts w:eastAsia="Yu Mincho"/>
              </w:rPr>
            </w:pPr>
          </w:p>
        </w:tc>
        <w:tc>
          <w:tcPr>
            <w:tcW w:w="0" w:type="auto"/>
            <w:vAlign w:val="center"/>
            <w:hideMark/>
          </w:tcPr>
          <w:p w14:paraId="1C58F399" w14:textId="77777777" w:rsidR="0082728E" w:rsidRPr="00835F44" w:rsidRDefault="0082728E" w:rsidP="000E530E">
            <w:pPr>
              <w:pStyle w:val="TAC"/>
              <w:keepNext w:val="0"/>
              <w:rPr>
                <w:rFonts w:eastAsia="Yu Mincho"/>
              </w:rPr>
            </w:pPr>
            <w:r w:rsidRPr="00835F44">
              <w:rPr>
                <w:rFonts w:eastAsia="Yu Mincho"/>
              </w:rPr>
              <w:t>60</w:t>
            </w:r>
          </w:p>
        </w:tc>
        <w:tc>
          <w:tcPr>
            <w:tcW w:w="0" w:type="auto"/>
          </w:tcPr>
          <w:p w14:paraId="1B85EB22" w14:textId="77777777" w:rsidR="0082728E" w:rsidRPr="00835F44" w:rsidRDefault="0082728E" w:rsidP="000E530E">
            <w:pPr>
              <w:pStyle w:val="TAC"/>
              <w:keepNext w:val="0"/>
              <w:rPr>
                <w:rFonts w:eastAsia="Yu Mincho"/>
              </w:rPr>
            </w:pPr>
          </w:p>
        </w:tc>
        <w:tc>
          <w:tcPr>
            <w:tcW w:w="0" w:type="auto"/>
            <w:vAlign w:val="center"/>
            <w:hideMark/>
          </w:tcPr>
          <w:p w14:paraId="7B9A33D1"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65C2C92B"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7CAC545A"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7A2D09D0" w14:textId="77777777" w:rsidR="0082728E" w:rsidRPr="00835F44" w:rsidRDefault="0082728E" w:rsidP="000E530E">
            <w:pPr>
              <w:pStyle w:val="TAC"/>
              <w:keepNext w:val="0"/>
              <w:rPr>
                <w:rFonts w:eastAsia="Yu Mincho"/>
              </w:rPr>
            </w:pPr>
          </w:p>
        </w:tc>
        <w:tc>
          <w:tcPr>
            <w:tcW w:w="0" w:type="auto"/>
          </w:tcPr>
          <w:p w14:paraId="2CDE59FD" w14:textId="77777777" w:rsidR="0082728E" w:rsidRPr="00835F44" w:rsidRDefault="0082728E" w:rsidP="000E530E">
            <w:pPr>
              <w:pStyle w:val="TAC"/>
              <w:keepNext w:val="0"/>
              <w:rPr>
                <w:sz w:val="20"/>
              </w:rPr>
            </w:pPr>
          </w:p>
        </w:tc>
        <w:tc>
          <w:tcPr>
            <w:tcW w:w="0" w:type="auto"/>
            <w:vAlign w:val="center"/>
            <w:hideMark/>
          </w:tcPr>
          <w:p w14:paraId="692F0843" w14:textId="77777777" w:rsidR="0082728E" w:rsidRPr="00835F44" w:rsidRDefault="0082728E" w:rsidP="000E530E">
            <w:pPr>
              <w:pStyle w:val="TAC"/>
              <w:keepNext w:val="0"/>
              <w:rPr>
                <w:sz w:val="20"/>
              </w:rPr>
            </w:pPr>
          </w:p>
        </w:tc>
        <w:tc>
          <w:tcPr>
            <w:tcW w:w="0" w:type="auto"/>
            <w:vAlign w:val="center"/>
            <w:hideMark/>
          </w:tcPr>
          <w:p w14:paraId="4C5CEBE0" w14:textId="77777777" w:rsidR="0082728E" w:rsidRPr="00835F44" w:rsidRDefault="0082728E" w:rsidP="000E530E">
            <w:pPr>
              <w:pStyle w:val="TAC"/>
              <w:keepNext w:val="0"/>
              <w:rPr>
                <w:sz w:val="20"/>
              </w:rPr>
            </w:pPr>
          </w:p>
        </w:tc>
        <w:tc>
          <w:tcPr>
            <w:tcW w:w="0" w:type="auto"/>
            <w:vAlign w:val="center"/>
            <w:hideMark/>
          </w:tcPr>
          <w:p w14:paraId="23D1BBAE" w14:textId="77777777" w:rsidR="0082728E" w:rsidRPr="00835F44" w:rsidRDefault="0082728E" w:rsidP="000E530E">
            <w:pPr>
              <w:pStyle w:val="TAC"/>
              <w:keepNext w:val="0"/>
              <w:rPr>
                <w:sz w:val="20"/>
              </w:rPr>
            </w:pPr>
          </w:p>
        </w:tc>
        <w:tc>
          <w:tcPr>
            <w:tcW w:w="0" w:type="auto"/>
            <w:vAlign w:val="center"/>
            <w:hideMark/>
          </w:tcPr>
          <w:p w14:paraId="4019CABE" w14:textId="77777777" w:rsidR="0082728E" w:rsidRPr="00835F44" w:rsidRDefault="0082728E" w:rsidP="000E530E">
            <w:pPr>
              <w:pStyle w:val="TAC"/>
              <w:keepNext w:val="0"/>
              <w:rPr>
                <w:sz w:val="20"/>
              </w:rPr>
            </w:pPr>
          </w:p>
        </w:tc>
        <w:tc>
          <w:tcPr>
            <w:tcW w:w="0" w:type="auto"/>
          </w:tcPr>
          <w:p w14:paraId="3883AE45" w14:textId="77777777" w:rsidR="0082728E" w:rsidRPr="00835F44" w:rsidRDefault="0082728E" w:rsidP="000E530E">
            <w:pPr>
              <w:pStyle w:val="TAC"/>
              <w:keepNext w:val="0"/>
              <w:rPr>
                <w:sz w:val="20"/>
              </w:rPr>
            </w:pPr>
          </w:p>
        </w:tc>
        <w:tc>
          <w:tcPr>
            <w:tcW w:w="0" w:type="auto"/>
            <w:vAlign w:val="center"/>
            <w:hideMark/>
          </w:tcPr>
          <w:p w14:paraId="2EC15F57" w14:textId="77777777" w:rsidR="0082728E" w:rsidRPr="00835F44" w:rsidRDefault="0082728E" w:rsidP="000E530E">
            <w:pPr>
              <w:pStyle w:val="TAC"/>
              <w:keepNext w:val="0"/>
              <w:rPr>
                <w:sz w:val="20"/>
              </w:rPr>
            </w:pPr>
          </w:p>
        </w:tc>
      </w:tr>
      <w:tr w:rsidR="00495FE7" w:rsidRPr="00835F44" w14:paraId="606DD37C" w14:textId="77777777" w:rsidTr="000E530E">
        <w:trPr>
          <w:trHeight w:val="225"/>
          <w:jc w:val="center"/>
        </w:trPr>
        <w:tc>
          <w:tcPr>
            <w:tcW w:w="0" w:type="auto"/>
            <w:vMerge w:val="restart"/>
            <w:vAlign w:val="center"/>
            <w:hideMark/>
          </w:tcPr>
          <w:p w14:paraId="21F7DA13" w14:textId="77777777" w:rsidR="0082728E" w:rsidRPr="00835F44" w:rsidRDefault="0082728E" w:rsidP="000E530E">
            <w:pPr>
              <w:pStyle w:val="TAC"/>
              <w:keepNext w:val="0"/>
              <w:rPr>
                <w:rFonts w:eastAsia="Yu Mincho"/>
              </w:rPr>
            </w:pPr>
            <w:r w:rsidRPr="00835F44">
              <w:rPr>
                <w:rFonts w:eastAsia="Yu Mincho"/>
              </w:rPr>
              <w:t>n2</w:t>
            </w:r>
          </w:p>
        </w:tc>
        <w:tc>
          <w:tcPr>
            <w:tcW w:w="0" w:type="auto"/>
            <w:vAlign w:val="center"/>
            <w:hideMark/>
          </w:tcPr>
          <w:p w14:paraId="3C75D9A7" w14:textId="77777777" w:rsidR="0082728E" w:rsidRPr="00835F44" w:rsidRDefault="0082728E" w:rsidP="000E530E">
            <w:pPr>
              <w:pStyle w:val="TAC"/>
              <w:keepNext w:val="0"/>
              <w:rPr>
                <w:rFonts w:ascii="Calibri" w:eastAsia="Yu Mincho" w:hAnsi="Calibri"/>
                <w:sz w:val="22"/>
              </w:rPr>
            </w:pPr>
            <w:r w:rsidRPr="00835F44">
              <w:rPr>
                <w:rFonts w:eastAsia="Yu Mincho"/>
              </w:rPr>
              <w:t>15</w:t>
            </w:r>
          </w:p>
        </w:tc>
        <w:tc>
          <w:tcPr>
            <w:tcW w:w="0" w:type="auto"/>
            <w:hideMark/>
          </w:tcPr>
          <w:p w14:paraId="102BB1D7"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7752343B"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27AAC54E"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5D5FFD34"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468192C0" w14:textId="77777777" w:rsidR="0082728E" w:rsidRPr="00835F44" w:rsidRDefault="0082728E" w:rsidP="000E530E">
            <w:pPr>
              <w:pStyle w:val="TAC"/>
              <w:keepNext w:val="0"/>
              <w:rPr>
                <w:rFonts w:eastAsia="Yu Mincho"/>
              </w:rPr>
            </w:pPr>
          </w:p>
        </w:tc>
        <w:tc>
          <w:tcPr>
            <w:tcW w:w="0" w:type="auto"/>
          </w:tcPr>
          <w:p w14:paraId="73E7A7F0" w14:textId="77777777" w:rsidR="0082728E" w:rsidRPr="00835F44" w:rsidRDefault="0082728E" w:rsidP="000E530E">
            <w:pPr>
              <w:pStyle w:val="TAC"/>
              <w:keepNext w:val="0"/>
              <w:rPr>
                <w:rFonts w:eastAsia="Yu Mincho"/>
              </w:rPr>
            </w:pPr>
          </w:p>
        </w:tc>
        <w:tc>
          <w:tcPr>
            <w:tcW w:w="0" w:type="auto"/>
            <w:vAlign w:val="center"/>
          </w:tcPr>
          <w:p w14:paraId="19229A60" w14:textId="77777777" w:rsidR="0082728E" w:rsidRPr="00835F44" w:rsidRDefault="0082728E" w:rsidP="000E530E">
            <w:pPr>
              <w:pStyle w:val="TAC"/>
              <w:keepNext w:val="0"/>
              <w:rPr>
                <w:rFonts w:eastAsia="Yu Mincho"/>
              </w:rPr>
            </w:pPr>
          </w:p>
        </w:tc>
        <w:tc>
          <w:tcPr>
            <w:tcW w:w="0" w:type="auto"/>
            <w:vAlign w:val="center"/>
          </w:tcPr>
          <w:p w14:paraId="5F8915D6" w14:textId="77777777" w:rsidR="0082728E" w:rsidRPr="00835F44" w:rsidRDefault="0082728E" w:rsidP="000E530E">
            <w:pPr>
              <w:pStyle w:val="TAC"/>
              <w:keepNext w:val="0"/>
              <w:rPr>
                <w:rFonts w:eastAsia="Yu Mincho"/>
              </w:rPr>
            </w:pPr>
          </w:p>
        </w:tc>
        <w:tc>
          <w:tcPr>
            <w:tcW w:w="0" w:type="auto"/>
            <w:vAlign w:val="center"/>
          </w:tcPr>
          <w:p w14:paraId="29179F17" w14:textId="77777777" w:rsidR="0082728E" w:rsidRPr="00835F44" w:rsidRDefault="0082728E" w:rsidP="000E530E">
            <w:pPr>
              <w:pStyle w:val="TAC"/>
              <w:keepNext w:val="0"/>
              <w:rPr>
                <w:rFonts w:eastAsia="Yu Mincho"/>
              </w:rPr>
            </w:pPr>
          </w:p>
        </w:tc>
        <w:tc>
          <w:tcPr>
            <w:tcW w:w="0" w:type="auto"/>
            <w:vAlign w:val="center"/>
          </w:tcPr>
          <w:p w14:paraId="0A3F01DC" w14:textId="77777777" w:rsidR="0082728E" w:rsidRPr="00835F44" w:rsidRDefault="0082728E" w:rsidP="000E530E">
            <w:pPr>
              <w:pStyle w:val="TAC"/>
              <w:keepNext w:val="0"/>
              <w:rPr>
                <w:rFonts w:eastAsia="Yu Mincho"/>
              </w:rPr>
            </w:pPr>
          </w:p>
        </w:tc>
        <w:tc>
          <w:tcPr>
            <w:tcW w:w="0" w:type="auto"/>
          </w:tcPr>
          <w:p w14:paraId="2E3719DB" w14:textId="77777777" w:rsidR="0082728E" w:rsidRPr="00835F44" w:rsidRDefault="0082728E" w:rsidP="000E530E">
            <w:pPr>
              <w:pStyle w:val="TAC"/>
              <w:keepNext w:val="0"/>
              <w:rPr>
                <w:rFonts w:eastAsia="Yu Mincho"/>
              </w:rPr>
            </w:pPr>
          </w:p>
        </w:tc>
        <w:tc>
          <w:tcPr>
            <w:tcW w:w="0" w:type="auto"/>
            <w:vAlign w:val="center"/>
          </w:tcPr>
          <w:p w14:paraId="12E7C499" w14:textId="77777777" w:rsidR="0082728E" w:rsidRPr="00835F44" w:rsidRDefault="0082728E" w:rsidP="000E530E">
            <w:pPr>
              <w:pStyle w:val="TAC"/>
              <w:keepNext w:val="0"/>
              <w:rPr>
                <w:rFonts w:eastAsia="Yu Mincho"/>
              </w:rPr>
            </w:pPr>
          </w:p>
        </w:tc>
      </w:tr>
      <w:tr w:rsidR="00495FE7" w:rsidRPr="00835F44" w14:paraId="4808124C" w14:textId="77777777" w:rsidTr="000E530E">
        <w:trPr>
          <w:trHeight w:val="225"/>
          <w:jc w:val="center"/>
        </w:trPr>
        <w:tc>
          <w:tcPr>
            <w:tcW w:w="0" w:type="auto"/>
            <w:vMerge/>
            <w:vAlign w:val="center"/>
            <w:hideMark/>
          </w:tcPr>
          <w:p w14:paraId="705714D6" w14:textId="77777777" w:rsidR="0082728E" w:rsidRPr="00835F44" w:rsidRDefault="0082728E" w:rsidP="000E530E">
            <w:pPr>
              <w:pStyle w:val="TAC"/>
              <w:keepNext w:val="0"/>
              <w:rPr>
                <w:rFonts w:eastAsia="Yu Mincho"/>
              </w:rPr>
            </w:pPr>
          </w:p>
        </w:tc>
        <w:tc>
          <w:tcPr>
            <w:tcW w:w="0" w:type="auto"/>
            <w:vAlign w:val="center"/>
            <w:hideMark/>
          </w:tcPr>
          <w:p w14:paraId="57C738F2" w14:textId="77777777" w:rsidR="0082728E" w:rsidRPr="00835F44" w:rsidRDefault="0082728E" w:rsidP="000E530E">
            <w:pPr>
              <w:pStyle w:val="TAC"/>
              <w:keepNext w:val="0"/>
              <w:rPr>
                <w:rFonts w:eastAsia="Yu Mincho"/>
              </w:rPr>
            </w:pPr>
            <w:r w:rsidRPr="00835F44">
              <w:rPr>
                <w:rFonts w:eastAsia="Yu Mincho"/>
              </w:rPr>
              <w:t>30</w:t>
            </w:r>
          </w:p>
        </w:tc>
        <w:tc>
          <w:tcPr>
            <w:tcW w:w="0" w:type="auto"/>
          </w:tcPr>
          <w:p w14:paraId="10E088A3" w14:textId="77777777" w:rsidR="0082728E" w:rsidRPr="00835F44" w:rsidRDefault="0082728E" w:rsidP="000E530E">
            <w:pPr>
              <w:pStyle w:val="TAC"/>
              <w:keepNext w:val="0"/>
              <w:rPr>
                <w:rFonts w:eastAsia="Yu Mincho"/>
              </w:rPr>
            </w:pPr>
          </w:p>
        </w:tc>
        <w:tc>
          <w:tcPr>
            <w:tcW w:w="0" w:type="auto"/>
            <w:hideMark/>
          </w:tcPr>
          <w:p w14:paraId="10E69E33"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7A4FBADA"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5FC04377"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6DE91940" w14:textId="77777777" w:rsidR="0082728E" w:rsidRPr="00835F44" w:rsidRDefault="0082728E" w:rsidP="000E530E">
            <w:pPr>
              <w:pStyle w:val="TAC"/>
              <w:keepNext w:val="0"/>
              <w:rPr>
                <w:rFonts w:eastAsia="Yu Mincho"/>
              </w:rPr>
            </w:pPr>
          </w:p>
        </w:tc>
        <w:tc>
          <w:tcPr>
            <w:tcW w:w="0" w:type="auto"/>
          </w:tcPr>
          <w:p w14:paraId="227A911B" w14:textId="77777777" w:rsidR="0082728E" w:rsidRPr="00835F44" w:rsidRDefault="0082728E" w:rsidP="000E530E">
            <w:pPr>
              <w:pStyle w:val="TAC"/>
              <w:keepNext w:val="0"/>
              <w:rPr>
                <w:rFonts w:eastAsia="Yu Mincho"/>
              </w:rPr>
            </w:pPr>
          </w:p>
        </w:tc>
        <w:tc>
          <w:tcPr>
            <w:tcW w:w="0" w:type="auto"/>
            <w:vAlign w:val="center"/>
          </w:tcPr>
          <w:p w14:paraId="531D7F2A" w14:textId="77777777" w:rsidR="0082728E" w:rsidRPr="00835F44" w:rsidRDefault="0082728E" w:rsidP="000E530E">
            <w:pPr>
              <w:pStyle w:val="TAC"/>
              <w:keepNext w:val="0"/>
              <w:rPr>
                <w:rFonts w:eastAsia="Yu Mincho"/>
              </w:rPr>
            </w:pPr>
          </w:p>
        </w:tc>
        <w:tc>
          <w:tcPr>
            <w:tcW w:w="0" w:type="auto"/>
            <w:vAlign w:val="center"/>
          </w:tcPr>
          <w:p w14:paraId="2DA45D9A" w14:textId="77777777" w:rsidR="0082728E" w:rsidRPr="00835F44" w:rsidRDefault="0082728E" w:rsidP="000E530E">
            <w:pPr>
              <w:pStyle w:val="TAC"/>
              <w:keepNext w:val="0"/>
              <w:rPr>
                <w:rFonts w:eastAsia="Yu Mincho"/>
              </w:rPr>
            </w:pPr>
          </w:p>
        </w:tc>
        <w:tc>
          <w:tcPr>
            <w:tcW w:w="0" w:type="auto"/>
            <w:vAlign w:val="center"/>
          </w:tcPr>
          <w:p w14:paraId="15A7B3A4" w14:textId="77777777" w:rsidR="0082728E" w:rsidRPr="00835F44" w:rsidRDefault="0082728E" w:rsidP="000E530E">
            <w:pPr>
              <w:pStyle w:val="TAC"/>
              <w:keepNext w:val="0"/>
              <w:rPr>
                <w:rFonts w:eastAsia="Yu Mincho"/>
              </w:rPr>
            </w:pPr>
          </w:p>
        </w:tc>
        <w:tc>
          <w:tcPr>
            <w:tcW w:w="0" w:type="auto"/>
            <w:vAlign w:val="center"/>
          </w:tcPr>
          <w:p w14:paraId="5DA3541F" w14:textId="77777777" w:rsidR="0082728E" w:rsidRPr="00835F44" w:rsidRDefault="0082728E" w:rsidP="000E530E">
            <w:pPr>
              <w:pStyle w:val="TAC"/>
              <w:keepNext w:val="0"/>
              <w:rPr>
                <w:rFonts w:eastAsia="Yu Mincho"/>
              </w:rPr>
            </w:pPr>
          </w:p>
        </w:tc>
        <w:tc>
          <w:tcPr>
            <w:tcW w:w="0" w:type="auto"/>
          </w:tcPr>
          <w:p w14:paraId="5DDF1648" w14:textId="77777777" w:rsidR="0082728E" w:rsidRPr="00835F44" w:rsidRDefault="0082728E" w:rsidP="000E530E">
            <w:pPr>
              <w:pStyle w:val="TAC"/>
              <w:keepNext w:val="0"/>
              <w:rPr>
                <w:rFonts w:eastAsia="Yu Mincho"/>
              </w:rPr>
            </w:pPr>
          </w:p>
        </w:tc>
        <w:tc>
          <w:tcPr>
            <w:tcW w:w="0" w:type="auto"/>
            <w:vAlign w:val="center"/>
          </w:tcPr>
          <w:p w14:paraId="5266AD02" w14:textId="77777777" w:rsidR="0082728E" w:rsidRPr="00835F44" w:rsidRDefault="0082728E" w:rsidP="000E530E">
            <w:pPr>
              <w:pStyle w:val="TAC"/>
              <w:keepNext w:val="0"/>
              <w:rPr>
                <w:rFonts w:eastAsia="Yu Mincho"/>
              </w:rPr>
            </w:pPr>
          </w:p>
        </w:tc>
      </w:tr>
      <w:tr w:rsidR="00495FE7" w:rsidRPr="00835F44" w14:paraId="20912F53" w14:textId="77777777" w:rsidTr="000E530E">
        <w:trPr>
          <w:trHeight w:val="225"/>
          <w:jc w:val="center"/>
        </w:trPr>
        <w:tc>
          <w:tcPr>
            <w:tcW w:w="0" w:type="auto"/>
            <w:vMerge/>
            <w:vAlign w:val="center"/>
            <w:hideMark/>
          </w:tcPr>
          <w:p w14:paraId="78B2CF03" w14:textId="77777777" w:rsidR="0082728E" w:rsidRPr="00835F44" w:rsidRDefault="0082728E" w:rsidP="000E530E">
            <w:pPr>
              <w:pStyle w:val="TAC"/>
              <w:keepNext w:val="0"/>
              <w:rPr>
                <w:rFonts w:eastAsia="Yu Mincho"/>
              </w:rPr>
            </w:pPr>
          </w:p>
        </w:tc>
        <w:tc>
          <w:tcPr>
            <w:tcW w:w="0" w:type="auto"/>
            <w:vAlign w:val="center"/>
            <w:hideMark/>
          </w:tcPr>
          <w:p w14:paraId="7EBCAB62" w14:textId="77777777" w:rsidR="0082728E" w:rsidRPr="00835F44" w:rsidRDefault="0082728E" w:rsidP="000E530E">
            <w:pPr>
              <w:pStyle w:val="TAC"/>
              <w:keepNext w:val="0"/>
              <w:rPr>
                <w:rFonts w:eastAsia="Yu Mincho"/>
              </w:rPr>
            </w:pPr>
            <w:r w:rsidRPr="00835F44">
              <w:rPr>
                <w:rFonts w:eastAsia="Yu Mincho"/>
              </w:rPr>
              <w:t>60</w:t>
            </w:r>
          </w:p>
        </w:tc>
        <w:tc>
          <w:tcPr>
            <w:tcW w:w="0" w:type="auto"/>
          </w:tcPr>
          <w:p w14:paraId="2707D433" w14:textId="77777777" w:rsidR="0082728E" w:rsidRPr="00835F44" w:rsidRDefault="0082728E" w:rsidP="000E530E">
            <w:pPr>
              <w:pStyle w:val="TAC"/>
              <w:keepNext w:val="0"/>
              <w:rPr>
                <w:rFonts w:eastAsia="Yu Mincho"/>
              </w:rPr>
            </w:pPr>
          </w:p>
        </w:tc>
        <w:tc>
          <w:tcPr>
            <w:tcW w:w="0" w:type="auto"/>
            <w:vAlign w:val="center"/>
            <w:hideMark/>
          </w:tcPr>
          <w:p w14:paraId="72647D45"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1426AA9E"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2A6C2E44"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1337A964" w14:textId="77777777" w:rsidR="0082728E" w:rsidRPr="00835F44" w:rsidRDefault="0082728E" w:rsidP="000E530E">
            <w:pPr>
              <w:pStyle w:val="TAC"/>
              <w:keepNext w:val="0"/>
              <w:rPr>
                <w:rFonts w:eastAsia="Yu Mincho"/>
              </w:rPr>
            </w:pPr>
          </w:p>
        </w:tc>
        <w:tc>
          <w:tcPr>
            <w:tcW w:w="0" w:type="auto"/>
          </w:tcPr>
          <w:p w14:paraId="596A2E21" w14:textId="77777777" w:rsidR="0082728E" w:rsidRPr="00835F44" w:rsidRDefault="0082728E" w:rsidP="000E530E">
            <w:pPr>
              <w:pStyle w:val="TAC"/>
              <w:keepNext w:val="0"/>
              <w:rPr>
                <w:rFonts w:eastAsia="Yu Mincho"/>
              </w:rPr>
            </w:pPr>
          </w:p>
        </w:tc>
        <w:tc>
          <w:tcPr>
            <w:tcW w:w="0" w:type="auto"/>
            <w:vAlign w:val="center"/>
          </w:tcPr>
          <w:p w14:paraId="597888CB" w14:textId="77777777" w:rsidR="0082728E" w:rsidRPr="00835F44" w:rsidRDefault="0082728E" w:rsidP="000E530E">
            <w:pPr>
              <w:pStyle w:val="TAC"/>
              <w:keepNext w:val="0"/>
              <w:rPr>
                <w:rFonts w:eastAsia="Yu Mincho"/>
              </w:rPr>
            </w:pPr>
          </w:p>
        </w:tc>
        <w:tc>
          <w:tcPr>
            <w:tcW w:w="0" w:type="auto"/>
            <w:vAlign w:val="center"/>
          </w:tcPr>
          <w:p w14:paraId="0024C7AA" w14:textId="77777777" w:rsidR="0082728E" w:rsidRPr="00835F44" w:rsidRDefault="0082728E" w:rsidP="000E530E">
            <w:pPr>
              <w:pStyle w:val="TAC"/>
              <w:keepNext w:val="0"/>
              <w:rPr>
                <w:rFonts w:eastAsia="Yu Mincho"/>
              </w:rPr>
            </w:pPr>
          </w:p>
        </w:tc>
        <w:tc>
          <w:tcPr>
            <w:tcW w:w="0" w:type="auto"/>
            <w:vAlign w:val="center"/>
          </w:tcPr>
          <w:p w14:paraId="1E0C7829" w14:textId="77777777" w:rsidR="0082728E" w:rsidRPr="00835F44" w:rsidRDefault="0082728E" w:rsidP="000E530E">
            <w:pPr>
              <w:pStyle w:val="TAC"/>
              <w:keepNext w:val="0"/>
              <w:rPr>
                <w:rFonts w:eastAsia="Yu Mincho"/>
              </w:rPr>
            </w:pPr>
          </w:p>
        </w:tc>
        <w:tc>
          <w:tcPr>
            <w:tcW w:w="0" w:type="auto"/>
            <w:vAlign w:val="center"/>
          </w:tcPr>
          <w:p w14:paraId="5F6A8799" w14:textId="77777777" w:rsidR="0082728E" w:rsidRPr="00835F44" w:rsidRDefault="0082728E" w:rsidP="000E530E">
            <w:pPr>
              <w:pStyle w:val="TAC"/>
              <w:keepNext w:val="0"/>
              <w:rPr>
                <w:rFonts w:eastAsia="Yu Mincho"/>
              </w:rPr>
            </w:pPr>
          </w:p>
        </w:tc>
        <w:tc>
          <w:tcPr>
            <w:tcW w:w="0" w:type="auto"/>
          </w:tcPr>
          <w:p w14:paraId="14E0E47B" w14:textId="77777777" w:rsidR="0082728E" w:rsidRPr="00835F44" w:rsidRDefault="0082728E" w:rsidP="000E530E">
            <w:pPr>
              <w:pStyle w:val="TAC"/>
              <w:keepNext w:val="0"/>
              <w:rPr>
                <w:rFonts w:eastAsia="Yu Mincho"/>
              </w:rPr>
            </w:pPr>
          </w:p>
        </w:tc>
        <w:tc>
          <w:tcPr>
            <w:tcW w:w="0" w:type="auto"/>
            <w:vAlign w:val="center"/>
          </w:tcPr>
          <w:p w14:paraId="12AA0BBE" w14:textId="77777777" w:rsidR="0082728E" w:rsidRPr="00835F44" w:rsidRDefault="0082728E" w:rsidP="000E530E">
            <w:pPr>
              <w:pStyle w:val="TAC"/>
              <w:keepNext w:val="0"/>
              <w:rPr>
                <w:rFonts w:eastAsia="Yu Mincho"/>
              </w:rPr>
            </w:pPr>
          </w:p>
        </w:tc>
      </w:tr>
      <w:tr w:rsidR="00495FE7" w:rsidRPr="00835F44" w14:paraId="56A138AB" w14:textId="77777777" w:rsidTr="000E530E">
        <w:trPr>
          <w:trHeight w:val="225"/>
          <w:jc w:val="center"/>
        </w:trPr>
        <w:tc>
          <w:tcPr>
            <w:tcW w:w="0" w:type="auto"/>
            <w:vMerge w:val="restart"/>
            <w:vAlign w:val="center"/>
            <w:hideMark/>
          </w:tcPr>
          <w:p w14:paraId="7CD13893" w14:textId="77777777" w:rsidR="0082728E" w:rsidRPr="00835F44" w:rsidRDefault="0082728E" w:rsidP="000E530E">
            <w:pPr>
              <w:pStyle w:val="TAC"/>
              <w:keepNext w:val="0"/>
              <w:rPr>
                <w:rFonts w:eastAsia="Yu Mincho"/>
              </w:rPr>
            </w:pPr>
            <w:r w:rsidRPr="00835F44">
              <w:rPr>
                <w:rFonts w:eastAsia="Yu Mincho"/>
              </w:rPr>
              <w:t>n3</w:t>
            </w:r>
          </w:p>
        </w:tc>
        <w:tc>
          <w:tcPr>
            <w:tcW w:w="0" w:type="auto"/>
            <w:vAlign w:val="center"/>
            <w:hideMark/>
          </w:tcPr>
          <w:p w14:paraId="01744CCD" w14:textId="77777777" w:rsidR="0082728E" w:rsidRPr="00835F44" w:rsidRDefault="0082728E" w:rsidP="000E530E">
            <w:pPr>
              <w:pStyle w:val="TAC"/>
              <w:keepNext w:val="0"/>
              <w:rPr>
                <w:rFonts w:eastAsia="Yu Mincho"/>
              </w:rPr>
            </w:pPr>
            <w:r w:rsidRPr="00835F44">
              <w:rPr>
                <w:rFonts w:eastAsia="Yu Mincho"/>
              </w:rPr>
              <w:t>15</w:t>
            </w:r>
          </w:p>
        </w:tc>
        <w:tc>
          <w:tcPr>
            <w:tcW w:w="0" w:type="auto"/>
            <w:hideMark/>
          </w:tcPr>
          <w:p w14:paraId="65B30F70"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21643A05"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1D129A33"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6DB25BD5"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6E79FB41" w14:textId="77777777" w:rsidR="0082728E" w:rsidRPr="00835F44" w:rsidRDefault="0082728E" w:rsidP="000E530E">
            <w:pPr>
              <w:pStyle w:val="TAC"/>
              <w:keepNext w:val="0"/>
              <w:rPr>
                <w:rFonts w:eastAsia="Yu Mincho"/>
              </w:rPr>
            </w:pPr>
            <w:r w:rsidRPr="00835F44">
              <w:rPr>
                <w:rFonts w:eastAsia="Yu Mincho"/>
              </w:rPr>
              <w:t>Yes</w:t>
            </w:r>
          </w:p>
        </w:tc>
        <w:tc>
          <w:tcPr>
            <w:tcW w:w="0" w:type="auto"/>
          </w:tcPr>
          <w:p w14:paraId="58A8D6A3"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603F05F4" w14:textId="77777777" w:rsidR="0082728E" w:rsidRPr="00835F44" w:rsidRDefault="0082728E" w:rsidP="000E530E">
            <w:pPr>
              <w:pStyle w:val="TAC"/>
              <w:keepNext w:val="0"/>
              <w:rPr>
                <w:rFonts w:eastAsia="Yu Mincho"/>
              </w:rPr>
            </w:pPr>
          </w:p>
        </w:tc>
        <w:tc>
          <w:tcPr>
            <w:tcW w:w="0" w:type="auto"/>
            <w:vAlign w:val="center"/>
          </w:tcPr>
          <w:p w14:paraId="6CD43A34" w14:textId="77777777" w:rsidR="0082728E" w:rsidRPr="00835F44" w:rsidRDefault="0082728E" w:rsidP="000E530E">
            <w:pPr>
              <w:pStyle w:val="TAC"/>
              <w:keepNext w:val="0"/>
              <w:rPr>
                <w:rFonts w:eastAsia="Yu Mincho"/>
              </w:rPr>
            </w:pPr>
          </w:p>
        </w:tc>
        <w:tc>
          <w:tcPr>
            <w:tcW w:w="0" w:type="auto"/>
            <w:vAlign w:val="center"/>
          </w:tcPr>
          <w:p w14:paraId="24C9D18E" w14:textId="77777777" w:rsidR="0082728E" w:rsidRPr="00835F44" w:rsidRDefault="0082728E" w:rsidP="000E530E">
            <w:pPr>
              <w:pStyle w:val="TAC"/>
              <w:keepNext w:val="0"/>
              <w:rPr>
                <w:rFonts w:eastAsia="Yu Mincho"/>
              </w:rPr>
            </w:pPr>
          </w:p>
        </w:tc>
        <w:tc>
          <w:tcPr>
            <w:tcW w:w="0" w:type="auto"/>
            <w:vAlign w:val="center"/>
          </w:tcPr>
          <w:p w14:paraId="6D790761" w14:textId="77777777" w:rsidR="0082728E" w:rsidRPr="00835F44" w:rsidRDefault="0082728E" w:rsidP="000E530E">
            <w:pPr>
              <w:pStyle w:val="TAC"/>
              <w:keepNext w:val="0"/>
              <w:rPr>
                <w:rFonts w:eastAsia="Yu Mincho"/>
              </w:rPr>
            </w:pPr>
          </w:p>
        </w:tc>
        <w:tc>
          <w:tcPr>
            <w:tcW w:w="0" w:type="auto"/>
          </w:tcPr>
          <w:p w14:paraId="571D096D" w14:textId="77777777" w:rsidR="0082728E" w:rsidRPr="00835F44" w:rsidRDefault="0082728E" w:rsidP="000E530E">
            <w:pPr>
              <w:pStyle w:val="TAC"/>
              <w:keepNext w:val="0"/>
              <w:rPr>
                <w:rFonts w:eastAsia="Yu Mincho"/>
              </w:rPr>
            </w:pPr>
          </w:p>
        </w:tc>
        <w:tc>
          <w:tcPr>
            <w:tcW w:w="0" w:type="auto"/>
            <w:vAlign w:val="center"/>
          </w:tcPr>
          <w:p w14:paraId="0FFF77BD" w14:textId="77777777" w:rsidR="0082728E" w:rsidRPr="00835F44" w:rsidRDefault="0082728E" w:rsidP="000E530E">
            <w:pPr>
              <w:pStyle w:val="TAC"/>
              <w:keepNext w:val="0"/>
              <w:rPr>
                <w:rFonts w:eastAsia="Yu Mincho"/>
              </w:rPr>
            </w:pPr>
          </w:p>
        </w:tc>
      </w:tr>
      <w:tr w:rsidR="00495FE7" w:rsidRPr="00835F44" w14:paraId="275F56FC" w14:textId="77777777" w:rsidTr="000E530E">
        <w:trPr>
          <w:trHeight w:val="225"/>
          <w:jc w:val="center"/>
        </w:trPr>
        <w:tc>
          <w:tcPr>
            <w:tcW w:w="0" w:type="auto"/>
            <w:vMerge/>
            <w:vAlign w:val="center"/>
            <w:hideMark/>
          </w:tcPr>
          <w:p w14:paraId="0207DC01" w14:textId="77777777" w:rsidR="0082728E" w:rsidRPr="00835F44" w:rsidRDefault="0082728E" w:rsidP="000E530E">
            <w:pPr>
              <w:pStyle w:val="TAC"/>
              <w:keepNext w:val="0"/>
              <w:rPr>
                <w:rFonts w:eastAsia="Yu Mincho"/>
              </w:rPr>
            </w:pPr>
          </w:p>
        </w:tc>
        <w:tc>
          <w:tcPr>
            <w:tcW w:w="0" w:type="auto"/>
            <w:vAlign w:val="center"/>
            <w:hideMark/>
          </w:tcPr>
          <w:p w14:paraId="028FCAB7" w14:textId="77777777" w:rsidR="0082728E" w:rsidRPr="00835F44" w:rsidRDefault="0082728E" w:rsidP="000E530E">
            <w:pPr>
              <w:pStyle w:val="TAC"/>
              <w:keepNext w:val="0"/>
              <w:rPr>
                <w:rFonts w:eastAsia="Yu Mincho"/>
              </w:rPr>
            </w:pPr>
            <w:r w:rsidRPr="00835F44">
              <w:rPr>
                <w:rFonts w:eastAsia="Yu Mincho"/>
              </w:rPr>
              <w:t>30</w:t>
            </w:r>
          </w:p>
        </w:tc>
        <w:tc>
          <w:tcPr>
            <w:tcW w:w="0" w:type="auto"/>
          </w:tcPr>
          <w:p w14:paraId="6160725F" w14:textId="77777777" w:rsidR="0082728E" w:rsidRPr="00835F44" w:rsidRDefault="0082728E" w:rsidP="000E530E">
            <w:pPr>
              <w:pStyle w:val="TAC"/>
              <w:keepNext w:val="0"/>
              <w:rPr>
                <w:rFonts w:eastAsia="Yu Mincho"/>
              </w:rPr>
            </w:pPr>
          </w:p>
        </w:tc>
        <w:tc>
          <w:tcPr>
            <w:tcW w:w="0" w:type="auto"/>
            <w:hideMark/>
          </w:tcPr>
          <w:p w14:paraId="4C109793"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3393B845"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45110F0D"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3A7B3359" w14:textId="77777777" w:rsidR="0082728E" w:rsidRPr="00835F44" w:rsidRDefault="0082728E" w:rsidP="000E530E">
            <w:pPr>
              <w:pStyle w:val="TAC"/>
              <w:keepNext w:val="0"/>
              <w:rPr>
                <w:rFonts w:eastAsia="Yu Mincho"/>
              </w:rPr>
            </w:pPr>
            <w:r w:rsidRPr="00835F44">
              <w:rPr>
                <w:rFonts w:eastAsia="Yu Mincho"/>
              </w:rPr>
              <w:t>Yes</w:t>
            </w:r>
          </w:p>
        </w:tc>
        <w:tc>
          <w:tcPr>
            <w:tcW w:w="0" w:type="auto"/>
          </w:tcPr>
          <w:p w14:paraId="236DBE11"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442158C2" w14:textId="77777777" w:rsidR="0082728E" w:rsidRPr="00835F44" w:rsidRDefault="0082728E" w:rsidP="000E530E">
            <w:pPr>
              <w:pStyle w:val="TAC"/>
              <w:keepNext w:val="0"/>
              <w:rPr>
                <w:rFonts w:eastAsia="Yu Mincho"/>
              </w:rPr>
            </w:pPr>
          </w:p>
        </w:tc>
        <w:tc>
          <w:tcPr>
            <w:tcW w:w="0" w:type="auto"/>
            <w:vAlign w:val="center"/>
          </w:tcPr>
          <w:p w14:paraId="4E56E85C" w14:textId="77777777" w:rsidR="0082728E" w:rsidRPr="00835F44" w:rsidRDefault="0082728E" w:rsidP="000E530E">
            <w:pPr>
              <w:pStyle w:val="TAC"/>
              <w:keepNext w:val="0"/>
              <w:rPr>
                <w:rFonts w:eastAsia="Yu Mincho"/>
              </w:rPr>
            </w:pPr>
          </w:p>
        </w:tc>
        <w:tc>
          <w:tcPr>
            <w:tcW w:w="0" w:type="auto"/>
            <w:vAlign w:val="center"/>
          </w:tcPr>
          <w:p w14:paraId="771D021C" w14:textId="77777777" w:rsidR="0082728E" w:rsidRPr="00835F44" w:rsidRDefault="0082728E" w:rsidP="000E530E">
            <w:pPr>
              <w:pStyle w:val="TAC"/>
              <w:keepNext w:val="0"/>
              <w:rPr>
                <w:rFonts w:eastAsia="Yu Mincho"/>
              </w:rPr>
            </w:pPr>
          </w:p>
        </w:tc>
        <w:tc>
          <w:tcPr>
            <w:tcW w:w="0" w:type="auto"/>
            <w:vAlign w:val="center"/>
          </w:tcPr>
          <w:p w14:paraId="2EE6F392" w14:textId="77777777" w:rsidR="0082728E" w:rsidRPr="00835F44" w:rsidRDefault="0082728E" w:rsidP="000E530E">
            <w:pPr>
              <w:pStyle w:val="TAC"/>
              <w:keepNext w:val="0"/>
              <w:rPr>
                <w:rFonts w:eastAsia="Yu Mincho"/>
              </w:rPr>
            </w:pPr>
          </w:p>
        </w:tc>
        <w:tc>
          <w:tcPr>
            <w:tcW w:w="0" w:type="auto"/>
          </w:tcPr>
          <w:p w14:paraId="6D1AE434" w14:textId="77777777" w:rsidR="0082728E" w:rsidRPr="00835F44" w:rsidRDefault="0082728E" w:rsidP="000E530E">
            <w:pPr>
              <w:pStyle w:val="TAC"/>
              <w:keepNext w:val="0"/>
              <w:rPr>
                <w:rFonts w:eastAsia="Yu Mincho"/>
              </w:rPr>
            </w:pPr>
          </w:p>
        </w:tc>
        <w:tc>
          <w:tcPr>
            <w:tcW w:w="0" w:type="auto"/>
            <w:vAlign w:val="center"/>
          </w:tcPr>
          <w:p w14:paraId="3BB199A0" w14:textId="77777777" w:rsidR="0082728E" w:rsidRPr="00835F44" w:rsidRDefault="0082728E" w:rsidP="000E530E">
            <w:pPr>
              <w:pStyle w:val="TAC"/>
              <w:keepNext w:val="0"/>
              <w:rPr>
                <w:rFonts w:eastAsia="Yu Mincho"/>
              </w:rPr>
            </w:pPr>
          </w:p>
        </w:tc>
      </w:tr>
      <w:tr w:rsidR="00495FE7" w:rsidRPr="00835F44" w14:paraId="2091FC59" w14:textId="77777777" w:rsidTr="000E530E">
        <w:trPr>
          <w:trHeight w:val="225"/>
          <w:jc w:val="center"/>
        </w:trPr>
        <w:tc>
          <w:tcPr>
            <w:tcW w:w="0" w:type="auto"/>
            <w:vMerge/>
            <w:vAlign w:val="center"/>
            <w:hideMark/>
          </w:tcPr>
          <w:p w14:paraId="0F98BC72" w14:textId="77777777" w:rsidR="0082728E" w:rsidRPr="00835F44" w:rsidRDefault="0082728E" w:rsidP="000E530E">
            <w:pPr>
              <w:pStyle w:val="TAC"/>
              <w:keepNext w:val="0"/>
              <w:rPr>
                <w:rFonts w:eastAsia="Yu Mincho"/>
              </w:rPr>
            </w:pPr>
          </w:p>
        </w:tc>
        <w:tc>
          <w:tcPr>
            <w:tcW w:w="0" w:type="auto"/>
            <w:vAlign w:val="center"/>
            <w:hideMark/>
          </w:tcPr>
          <w:p w14:paraId="71820C0C" w14:textId="77777777" w:rsidR="0082728E" w:rsidRPr="00835F44" w:rsidRDefault="0082728E" w:rsidP="000E530E">
            <w:pPr>
              <w:pStyle w:val="TAC"/>
              <w:keepNext w:val="0"/>
              <w:rPr>
                <w:rFonts w:eastAsia="Yu Mincho"/>
              </w:rPr>
            </w:pPr>
            <w:r w:rsidRPr="00835F44">
              <w:rPr>
                <w:rFonts w:eastAsia="Yu Mincho"/>
              </w:rPr>
              <w:t>60</w:t>
            </w:r>
          </w:p>
        </w:tc>
        <w:tc>
          <w:tcPr>
            <w:tcW w:w="0" w:type="auto"/>
          </w:tcPr>
          <w:p w14:paraId="25150FC3" w14:textId="77777777" w:rsidR="0082728E" w:rsidRPr="00835F44" w:rsidRDefault="0082728E" w:rsidP="000E530E">
            <w:pPr>
              <w:pStyle w:val="TAC"/>
              <w:keepNext w:val="0"/>
              <w:rPr>
                <w:rFonts w:eastAsia="Yu Mincho"/>
              </w:rPr>
            </w:pPr>
          </w:p>
        </w:tc>
        <w:tc>
          <w:tcPr>
            <w:tcW w:w="0" w:type="auto"/>
            <w:vAlign w:val="center"/>
            <w:hideMark/>
          </w:tcPr>
          <w:p w14:paraId="340A78CB"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10C8CC21"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024BD34D"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31F5E520" w14:textId="77777777" w:rsidR="0082728E" w:rsidRPr="00835F44" w:rsidRDefault="0082728E" w:rsidP="000E530E">
            <w:pPr>
              <w:pStyle w:val="TAC"/>
              <w:keepNext w:val="0"/>
              <w:rPr>
                <w:rFonts w:eastAsia="Yu Mincho"/>
              </w:rPr>
            </w:pPr>
            <w:r w:rsidRPr="00835F44">
              <w:rPr>
                <w:rFonts w:eastAsia="Yu Mincho"/>
              </w:rPr>
              <w:t>Yes</w:t>
            </w:r>
          </w:p>
        </w:tc>
        <w:tc>
          <w:tcPr>
            <w:tcW w:w="0" w:type="auto"/>
          </w:tcPr>
          <w:p w14:paraId="4163C04A"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2AD4A230" w14:textId="77777777" w:rsidR="0082728E" w:rsidRPr="00835F44" w:rsidRDefault="0082728E" w:rsidP="000E530E">
            <w:pPr>
              <w:pStyle w:val="TAC"/>
              <w:keepNext w:val="0"/>
              <w:rPr>
                <w:rFonts w:eastAsia="Yu Mincho"/>
              </w:rPr>
            </w:pPr>
          </w:p>
        </w:tc>
        <w:tc>
          <w:tcPr>
            <w:tcW w:w="0" w:type="auto"/>
            <w:vAlign w:val="center"/>
          </w:tcPr>
          <w:p w14:paraId="3A5ED3F8" w14:textId="77777777" w:rsidR="0082728E" w:rsidRPr="00835F44" w:rsidRDefault="0082728E" w:rsidP="000E530E">
            <w:pPr>
              <w:pStyle w:val="TAC"/>
              <w:keepNext w:val="0"/>
              <w:rPr>
                <w:rFonts w:eastAsia="Yu Mincho"/>
              </w:rPr>
            </w:pPr>
          </w:p>
        </w:tc>
        <w:tc>
          <w:tcPr>
            <w:tcW w:w="0" w:type="auto"/>
            <w:vAlign w:val="center"/>
          </w:tcPr>
          <w:p w14:paraId="62F6A456" w14:textId="77777777" w:rsidR="0082728E" w:rsidRPr="00835F44" w:rsidRDefault="0082728E" w:rsidP="000E530E">
            <w:pPr>
              <w:pStyle w:val="TAC"/>
              <w:keepNext w:val="0"/>
              <w:rPr>
                <w:rFonts w:eastAsia="Yu Mincho"/>
              </w:rPr>
            </w:pPr>
          </w:p>
        </w:tc>
        <w:tc>
          <w:tcPr>
            <w:tcW w:w="0" w:type="auto"/>
            <w:vAlign w:val="center"/>
          </w:tcPr>
          <w:p w14:paraId="2B0B6FE1" w14:textId="77777777" w:rsidR="0082728E" w:rsidRPr="00835F44" w:rsidRDefault="0082728E" w:rsidP="000E530E">
            <w:pPr>
              <w:pStyle w:val="TAC"/>
              <w:keepNext w:val="0"/>
              <w:rPr>
                <w:rFonts w:eastAsia="Yu Mincho"/>
              </w:rPr>
            </w:pPr>
          </w:p>
        </w:tc>
        <w:tc>
          <w:tcPr>
            <w:tcW w:w="0" w:type="auto"/>
          </w:tcPr>
          <w:p w14:paraId="70CFCF25" w14:textId="77777777" w:rsidR="0082728E" w:rsidRPr="00835F44" w:rsidRDefault="0082728E" w:rsidP="000E530E">
            <w:pPr>
              <w:pStyle w:val="TAC"/>
              <w:keepNext w:val="0"/>
              <w:rPr>
                <w:rFonts w:eastAsia="Yu Mincho"/>
              </w:rPr>
            </w:pPr>
          </w:p>
        </w:tc>
        <w:tc>
          <w:tcPr>
            <w:tcW w:w="0" w:type="auto"/>
            <w:vAlign w:val="center"/>
          </w:tcPr>
          <w:p w14:paraId="6F4AB86C" w14:textId="77777777" w:rsidR="0082728E" w:rsidRPr="00835F44" w:rsidRDefault="0082728E" w:rsidP="000E530E">
            <w:pPr>
              <w:pStyle w:val="TAC"/>
              <w:keepNext w:val="0"/>
              <w:rPr>
                <w:rFonts w:eastAsia="Yu Mincho"/>
              </w:rPr>
            </w:pPr>
          </w:p>
        </w:tc>
      </w:tr>
      <w:tr w:rsidR="00495FE7" w:rsidRPr="00835F44" w14:paraId="1D15FA88" w14:textId="77777777" w:rsidTr="000E530E">
        <w:trPr>
          <w:trHeight w:val="225"/>
          <w:jc w:val="center"/>
        </w:trPr>
        <w:tc>
          <w:tcPr>
            <w:tcW w:w="0" w:type="auto"/>
            <w:vMerge w:val="restart"/>
            <w:vAlign w:val="center"/>
            <w:hideMark/>
          </w:tcPr>
          <w:p w14:paraId="1B8AB894" w14:textId="77777777" w:rsidR="0082728E" w:rsidRPr="00835F44" w:rsidRDefault="0082728E" w:rsidP="000E530E">
            <w:pPr>
              <w:pStyle w:val="TAC"/>
              <w:keepNext w:val="0"/>
              <w:rPr>
                <w:rFonts w:eastAsia="Yu Mincho"/>
              </w:rPr>
            </w:pPr>
            <w:r w:rsidRPr="00835F44">
              <w:rPr>
                <w:rFonts w:eastAsia="Yu Mincho"/>
              </w:rPr>
              <w:t>n5</w:t>
            </w:r>
          </w:p>
        </w:tc>
        <w:tc>
          <w:tcPr>
            <w:tcW w:w="0" w:type="auto"/>
            <w:vAlign w:val="center"/>
            <w:hideMark/>
          </w:tcPr>
          <w:p w14:paraId="33D7BBDD" w14:textId="77777777" w:rsidR="0082728E" w:rsidRPr="00835F44" w:rsidRDefault="0082728E" w:rsidP="000E530E">
            <w:pPr>
              <w:pStyle w:val="TAC"/>
              <w:keepNext w:val="0"/>
              <w:rPr>
                <w:rFonts w:eastAsia="Yu Mincho"/>
              </w:rPr>
            </w:pPr>
            <w:r w:rsidRPr="00835F44">
              <w:rPr>
                <w:rFonts w:eastAsia="Yu Mincho"/>
              </w:rPr>
              <w:t>15</w:t>
            </w:r>
          </w:p>
        </w:tc>
        <w:tc>
          <w:tcPr>
            <w:tcW w:w="0" w:type="auto"/>
            <w:hideMark/>
          </w:tcPr>
          <w:p w14:paraId="764EECAA"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4CDA3EBA"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6BA540E8"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3DB7EE3B"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543B2147" w14:textId="77777777" w:rsidR="0082728E" w:rsidRPr="00835F44" w:rsidRDefault="0082728E" w:rsidP="000E530E">
            <w:pPr>
              <w:pStyle w:val="TAC"/>
              <w:keepNext w:val="0"/>
              <w:rPr>
                <w:rFonts w:eastAsia="Yu Mincho"/>
              </w:rPr>
            </w:pPr>
          </w:p>
        </w:tc>
        <w:tc>
          <w:tcPr>
            <w:tcW w:w="0" w:type="auto"/>
          </w:tcPr>
          <w:p w14:paraId="7B788472" w14:textId="77777777" w:rsidR="0082728E" w:rsidRPr="00835F44" w:rsidRDefault="0082728E" w:rsidP="000E530E">
            <w:pPr>
              <w:pStyle w:val="TAC"/>
              <w:keepNext w:val="0"/>
              <w:rPr>
                <w:rFonts w:eastAsia="Yu Mincho"/>
              </w:rPr>
            </w:pPr>
          </w:p>
        </w:tc>
        <w:tc>
          <w:tcPr>
            <w:tcW w:w="0" w:type="auto"/>
            <w:vAlign w:val="center"/>
          </w:tcPr>
          <w:p w14:paraId="597DF995" w14:textId="77777777" w:rsidR="0082728E" w:rsidRPr="00835F44" w:rsidRDefault="0082728E" w:rsidP="000E530E">
            <w:pPr>
              <w:pStyle w:val="TAC"/>
              <w:keepNext w:val="0"/>
              <w:rPr>
                <w:rFonts w:eastAsia="Yu Mincho"/>
              </w:rPr>
            </w:pPr>
          </w:p>
        </w:tc>
        <w:tc>
          <w:tcPr>
            <w:tcW w:w="0" w:type="auto"/>
            <w:vAlign w:val="center"/>
          </w:tcPr>
          <w:p w14:paraId="50DC9FD2" w14:textId="77777777" w:rsidR="0082728E" w:rsidRPr="00835F44" w:rsidRDefault="0082728E" w:rsidP="000E530E">
            <w:pPr>
              <w:pStyle w:val="TAC"/>
              <w:keepNext w:val="0"/>
              <w:rPr>
                <w:rFonts w:eastAsia="Yu Mincho"/>
              </w:rPr>
            </w:pPr>
          </w:p>
        </w:tc>
        <w:tc>
          <w:tcPr>
            <w:tcW w:w="0" w:type="auto"/>
            <w:vAlign w:val="center"/>
          </w:tcPr>
          <w:p w14:paraId="3AEC1B33" w14:textId="77777777" w:rsidR="0082728E" w:rsidRPr="00835F44" w:rsidRDefault="0082728E" w:rsidP="000E530E">
            <w:pPr>
              <w:pStyle w:val="TAC"/>
              <w:keepNext w:val="0"/>
              <w:rPr>
                <w:rFonts w:eastAsia="Yu Mincho"/>
              </w:rPr>
            </w:pPr>
          </w:p>
        </w:tc>
        <w:tc>
          <w:tcPr>
            <w:tcW w:w="0" w:type="auto"/>
            <w:vAlign w:val="center"/>
          </w:tcPr>
          <w:p w14:paraId="0EDC3A30" w14:textId="77777777" w:rsidR="0082728E" w:rsidRPr="00835F44" w:rsidRDefault="0082728E" w:rsidP="000E530E">
            <w:pPr>
              <w:pStyle w:val="TAC"/>
              <w:keepNext w:val="0"/>
              <w:rPr>
                <w:rFonts w:eastAsia="Yu Mincho"/>
              </w:rPr>
            </w:pPr>
          </w:p>
        </w:tc>
        <w:tc>
          <w:tcPr>
            <w:tcW w:w="0" w:type="auto"/>
          </w:tcPr>
          <w:p w14:paraId="31B101EE" w14:textId="77777777" w:rsidR="0082728E" w:rsidRPr="00835F44" w:rsidRDefault="0082728E" w:rsidP="000E530E">
            <w:pPr>
              <w:pStyle w:val="TAC"/>
              <w:keepNext w:val="0"/>
              <w:rPr>
                <w:rFonts w:eastAsia="Yu Mincho"/>
              </w:rPr>
            </w:pPr>
          </w:p>
        </w:tc>
        <w:tc>
          <w:tcPr>
            <w:tcW w:w="0" w:type="auto"/>
            <w:vAlign w:val="center"/>
          </w:tcPr>
          <w:p w14:paraId="6EA3CDAB" w14:textId="77777777" w:rsidR="0082728E" w:rsidRPr="00835F44" w:rsidRDefault="0082728E" w:rsidP="000E530E">
            <w:pPr>
              <w:pStyle w:val="TAC"/>
              <w:keepNext w:val="0"/>
              <w:rPr>
                <w:rFonts w:eastAsia="Yu Mincho"/>
              </w:rPr>
            </w:pPr>
          </w:p>
        </w:tc>
      </w:tr>
      <w:tr w:rsidR="00495FE7" w:rsidRPr="00835F44" w14:paraId="37EC56EE" w14:textId="77777777" w:rsidTr="000E530E">
        <w:trPr>
          <w:trHeight w:val="225"/>
          <w:jc w:val="center"/>
        </w:trPr>
        <w:tc>
          <w:tcPr>
            <w:tcW w:w="0" w:type="auto"/>
            <w:vMerge/>
            <w:vAlign w:val="center"/>
            <w:hideMark/>
          </w:tcPr>
          <w:p w14:paraId="6F38EBF9" w14:textId="77777777" w:rsidR="0082728E" w:rsidRPr="00835F44" w:rsidRDefault="0082728E" w:rsidP="000E530E">
            <w:pPr>
              <w:pStyle w:val="TAC"/>
              <w:keepNext w:val="0"/>
              <w:rPr>
                <w:rFonts w:eastAsia="Yu Mincho"/>
              </w:rPr>
            </w:pPr>
          </w:p>
        </w:tc>
        <w:tc>
          <w:tcPr>
            <w:tcW w:w="0" w:type="auto"/>
            <w:vAlign w:val="center"/>
            <w:hideMark/>
          </w:tcPr>
          <w:p w14:paraId="75C1B4FA" w14:textId="77777777" w:rsidR="0082728E" w:rsidRPr="00835F44" w:rsidRDefault="0082728E" w:rsidP="000E530E">
            <w:pPr>
              <w:pStyle w:val="TAC"/>
              <w:keepNext w:val="0"/>
              <w:rPr>
                <w:rFonts w:eastAsia="Yu Mincho"/>
              </w:rPr>
            </w:pPr>
            <w:r w:rsidRPr="00835F44">
              <w:rPr>
                <w:rFonts w:eastAsia="Yu Mincho"/>
              </w:rPr>
              <w:t>30</w:t>
            </w:r>
          </w:p>
        </w:tc>
        <w:tc>
          <w:tcPr>
            <w:tcW w:w="0" w:type="auto"/>
          </w:tcPr>
          <w:p w14:paraId="2348CF09" w14:textId="77777777" w:rsidR="0082728E" w:rsidRPr="00835F44" w:rsidRDefault="0082728E" w:rsidP="000E530E">
            <w:pPr>
              <w:pStyle w:val="TAC"/>
              <w:keepNext w:val="0"/>
              <w:rPr>
                <w:rFonts w:eastAsia="Yu Mincho"/>
              </w:rPr>
            </w:pPr>
          </w:p>
        </w:tc>
        <w:tc>
          <w:tcPr>
            <w:tcW w:w="0" w:type="auto"/>
            <w:hideMark/>
          </w:tcPr>
          <w:p w14:paraId="3B3B5B9F"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6F36A3F2"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1E3C7C2B"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11743DD6" w14:textId="77777777" w:rsidR="0082728E" w:rsidRPr="00835F44" w:rsidRDefault="0082728E" w:rsidP="000E530E">
            <w:pPr>
              <w:pStyle w:val="TAC"/>
              <w:keepNext w:val="0"/>
              <w:rPr>
                <w:rFonts w:eastAsia="Yu Mincho"/>
              </w:rPr>
            </w:pPr>
          </w:p>
        </w:tc>
        <w:tc>
          <w:tcPr>
            <w:tcW w:w="0" w:type="auto"/>
          </w:tcPr>
          <w:p w14:paraId="337507C5" w14:textId="77777777" w:rsidR="0082728E" w:rsidRPr="00835F44" w:rsidRDefault="0082728E" w:rsidP="000E530E">
            <w:pPr>
              <w:pStyle w:val="TAC"/>
              <w:keepNext w:val="0"/>
              <w:rPr>
                <w:rFonts w:eastAsia="Yu Mincho"/>
              </w:rPr>
            </w:pPr>
          </w:p>
        </w:tc>
        <w:tc>
          <w:tcPr>
            <w:tcW w:w="0" w:type="auto"/>
            <w:vAlign w:val="center"/>
          </w:tcPr>
          <w:p w14:paraId="2BB7DFEB" w14:textId="77777777" w:rsidR="0082728E" w:rsidRPr="00835F44" w:rsidRDefault="0082728E" w:rsidP="000E530E">
            <w:pPr>
              <w:pStyle w:val="TAC"/>
              <w:keepNext w:val="0"/>
              <w:rPr>
                <w:rFonts w:eastAsia="Yu Mincho"/>
              </w:rPr>
            </w:pPr>
          </w:p>
        </w:tc>
        <w:tc>
          <w:tcPr>
            <w:tcW w:w="0" w:type="auto"/>
            <w:vAlign w:val="center"/>
          </w:tcPr>
          <w:p w14:paraId="4815FB8F" w14:textId="77777777" w:rsidR="0082728E" w:rsidRPr="00835F44" w:rsidRDefault="0082728E" w:rsidP="000E530E">
            <w:pPr>
              <w:pStyle w:val="TAC"/>
              <w:keepNext w:val="0"/>
              <w:rPr>
                <w:rFonts w:eastAsia="Yu Mincho"/>
              </w:rPr>
            </w:pPr>
          </w:p>
        </w:tc>
        <w:tc>
          <w:tcPr>
            <w:tcW w:w="0" w:type="auto"/>
            <w:vAlign w:val="center"/>
          </w:tcPr>
          <w:p w14:paraId="0E6077D7" w14:textId="77777777" w:rsidR="0082728E" w:rsidRPr="00835F44" w:rsidRDefault="0082728E" w:rsidP="000E530E">
            <w:pPr>
              <w:pStyle w:val="TAC"/>
              <w:keepNext w:val="0"/>
              <w:rPr>
                <w:rFonts w:eastAsia="Yu Mincho"/>
              </w:rPr>
            </w:pPr>
          </w:p>
        </w:tc>
        <w:tc>
          <w:tcPr>
            <w:tcW w:w="0" w:type="auto"/>
            <w:vAlign w:val="center"/>
          </w:tcPr>
          <w:p w14:paraId="25E2333F" w14:textId="77777777" w:rsidR="0082728E" w:rsidRPr="00835F44" w:rsidRDefault="0082728E" w:rsidP="000E530E">
            <w:pPr>
              <w:pStyle w:val="TAC"/>
              <w:keepNext w:val="0"/>
              <w:rPr>
                <w:rFonts w:eastAsia="Yu Mincho"/>
              </w:rPr>
            </w:pPr>
          </w:p>
        </w:tc>
        <w:tc>
          <w:tcPr>
            <w:tcW w:w="0" w:type="auto"/>
          </w:tcPr>
          <w:p w14:paraId="71D4BDF1" w14:textId="77777777" w:rsidR="0082728E" w:rsidRPr="00835F44" w:rsidRDefault="0082728E" w:rsidP="000E530E">
            <w:pPr>
              <w:pStyle w:val="TAC"/>
              <w:keepNext w:val="0"/>
              <w:rPr>
                <w:rFonts w:eastAsia="Yu Mincho"/>
              </w:rPr>
            </w:pPr>
          </w:p>
        </w:tc>
        <w:tc>
          <w:tcPr>
            <w:tcW w:w="0" w:type="auto"/>
            <w:vAlign w:val="center"/>
          </w:tcPr>
          <w:p w14:paraId="0987C063" w14:textId="77777777" w:rsidR="0082728E" w:rsidRPr="00835F44" w:rsidRDefault="0082728E" w:rsidP="000E530E">
            <w:pPr>
              <w:pStyle w:val="TAC"/>
              <w:keepNext w:val="0"/>
              <w:rPr>
                <w:rFonts w:eastAsia="Yu Mincho"/>
              </w:rPr>
            </w:pPr>
          </w:p>
        </w:tc>
      </w:tr>
      <w:tr w:rsidR="00495FE7" w:rsidRPr="00835F44" w14:paraId="50D8FD97" w14:textId="77777777" w:rsidTr="000E530E">
        <w:trPr>
          <w:trHeight w:val="225"/>
          <w:jc w:val="center"/>
        </w:trPr>
        <w:tc>
          <w:tcPr>
            <w:tcW w:w="0" w:type="auto"/>
            <w:vMerge/>
            <w:vAlign w:val="center"/>
            <w:hideMark/>
          </w:tcPr>
          <w:p w14:paraId="00CFAE73" w14:textId="77777777" w:rsidR="0082728E" w:rsidRPr="00835F44" w:rsidRDefault="0082728E" w:rsidP="000E530E">
            <w:pPr>
              <w:pStyle w:val="TAC"/>
              <w:keepNext w:val="0"/>
              <w:rPr>
                <w:rFonts w:eastAsia="Yu Mincho"/>
              </w:rPr>
            </w:pPr>
          </w:p>
        </w:tc>
        <w:tc>
          <w:tcPr>
            <w:tcW w:w="0" w:type="auto"/>
            <w:vAlign w:val="center"/>
            <w:hideMark/>
          </w:tcPr>
          <w:p w14:paraId="3A6417EB" w14:textId="77777777" w:rsidR="0082728E" w:rsidRPr="00835F44" w:rsidRDefault="0082728E" w:rsidP="000E530E">
            <w:pPr>
              <w:pStyle w:val="TAC"/>
              <w:keepNext w:val="0"/>
              <w:rPr>
                <w:rFonts w:eastAsia="Yu Mincho"/>
              </w:rPr>
            </w:pPr>
            <w:r w:rsidRPr="00835F44">
              <w:rPr>
                <w:rFonts w:eastAsia="Yu Mincho"/>
              </w:rPr>
              <w:t>60</w:t>
            </w:r>
          </w:p>
        </w:tc>
        <w:tc>
          <w:tcPr>
            <w:tcW w:w="0" w:type="auto"/>
          </w:tcPr>
          <w:p w14:paraId="2CF6574F" w14:textId="77777777" w:rsidR="0082728E" w:rsidRPr="00835F44" w:rsidRDefault="0082728E" w:rsidP="000E530E">
            <w:pPr>
              <w:pStyle w:val="TAC"/>
              <w:keepNext w:val="0"/>
              <w:rPr>
                <w:rFonts w:eastAsia="Yu Mincho"/>
              </w:rPr>
            </w:pPr>
          </w:p>
        </w:tc>
        <w:tc>
          <w:tcPr>
            <w:tcW w:w="0" w:type="auto"/>
            <w:vAlign w:val="center"/>
          </w:tcPr>
          <w:p w14:paraId="018034D7" w14:textId="77777777" w:rsidR="0082728E" w:rsidRPr="00835F44" w:rsidRDefault="0082728E" w:rsidP="000E530E">
            <w:pPr>
              <w:pStyle w:val="TAC"/>
              <w:keepNext w:val="0"/>
              <w:rPr>
                <w:rFonts w:eastAsia="Yu Mincho"/>
              </w:rPr>
            </w:pPr>
          </w:p>
        </w:tc>
        <w:tc>
          <w:tcPr>
            <w:tcW w:w="0" w:type="auto"/>
            <w:vAlign w:val="center"/>
          </w:tcPr>
          <w:p w14:paraId="2E77C5FE" w14:textId="77777777" w:rsidR="0082728E" w:rsidRPr="00835F44" w:rsidRDefault="0082728E" w:rsidP="000E530E">
            <w:pPr>
              <w:pStyle w:val="TAC"/>
              <w:keepNext w:val="0"/>
              <w:rPr>
                <w:rFonts w:eastAsia="Yu Mincho"/>
              </w:rPr>
            </w:pPr>
          </w:p>
        </w:tc>
        <w:tc>
          <w:tcPr>
            <w:tcW w:w="0" w:type="auto"/>
            <w:vAlign w:val="center"/>
          </w:tcPr>
          <w:p w14:paraId="43F3695B" w14:textId="77777777" w:rsidR="0082728E" w:rsidRPr="00835F44" w:rsidRDefault="0082728E" w:rsidP="000E530E">
            <w:pPr>
              <w:pStyle w:val="TAC"/>
              <w:keepNext w:val="0"/>
              <w:rPr>
                <w:rFonts w:eastAsia="Yu Mincho"/>
              </w:rPr>
            </w:pPr>
          </w:p>
        </w:tc>
        <w:tc>
          <w:tcPr>
            <w:tcW w:w="0" w:type="auto"/>
            <w:vAlign w:val="center"/>
          </w:tcPr>
          <w:p w14:paraId="6C1DA35B" w14:textId="77777777" w:rsidR="0082728E" w:rsidRPr="00835F44" w:rsidRDefault="0082728E" w:rsidP="000E530E">
            <w:pPr>
              <w:pStyle w:val="TAC"/>
              <w:keepNext w:val="0"/>
              <w:rPr>
                <w:rFonts w:eastAsia="Yu Mincho"/>
              </w:rPr>
            </w:pPr>
          </w:p>
        </w:tc>
        <w:tc>
          <w:tcPr>
            <w:tcW w:w="0" w:type="auto"/>
          </w:tcPr>
          <w:p w14:paraId="4810D3BE" w14:textId="77777777" w:rsidR="0082728E" w:rsidRPr="00835F44" w:rsidRDefault="0082728E" w:rsidP="000E530E">
            <w:pPr>
              <w:pStyle w:val="TAC"/>
              <w:keepNext w:val="0"/>
              <w:rPr>
                <w:rFonts w:eastAsia="Yu Mincho"/>
              </w:rPr>
            </w:pPr>
          </w:p>
        </w:tc>
        <w:tc>
          <w:tcPr>
            <w:tcW w:w="0" w:type="auto"/>
            <w:vAlign w:val="center"/>
          </w:tcPr>
          <w:p w14:paraId="4897F943" w14:textId="77777777" w:rsidR="0082728E" w:rsidRPr="00835F44" w:rsidRDefault="0082728E" w:rsidP="000E530E">
            <w:pPr>
              <w:pStyle w:val="TAC"/>
              <w:keepNext w:val="0"/>
              <w:rPr>
                <w:rFonts w:eastAsia="Yu Mincho"/>
              </w:rPr>
            </w:pPr>
          </w:p>
        </w:tc>
        <w:tc>
          <w:tcPr>
            <w:tcW w:w="0" w:type="auto"/>
            <w:vAlign w:val="center"/>
          </w:tcPr>
          <w:p w14:paraId="094265FF" w14:textId="77777777" w:rsidR="0082728E" w:rsidRPr="00835F44" w:rsidRDefault="0082728E" w:rsidP="000E530E">
            <w:pPr>
              <w:pStyle w:val="TAC"/>
              <w:keepNext w:val="0"/>
              <w:rPr>
                <w:rFonts w:eastAsia="Yu Mincho"/>
              </w:rPr>
            </w:pPr>
          </w:p>
        </w:tc>
        <w:tc>
          <w:tcPr>
            <w:tcW w:w="0" w:type="auto"/>
            <w:vAlign w:val="center"/>
          </w:tcPr>
          <w:p w14:paraId="534F9544" w14:textId="77777777" w:rsidR="0082728E" w:rsidRPr="00835F44" w:rsidRDefault="0082728E" w:rsidP="000E530E">
            <w:pPr>
              <w:pStyle w:val="TAC"/>
              <w:keepNext w:val="0"/>
              <w:rPr>
                <w:rFonts w:eastAsia="Yu Mincho"/>
              </w:rPr>
            </w:pPr>
          </w:p>
        </w:tc>
        <w:tc>
          <w:tcPr>
            <w:tcW w:w="0" w:type="auto"/>
            <w:vAlign w:val="center"/>
          </w:tcPr>
          <w:p w14:paraId="2F1E434C" w14:textId="77777777" w:rsidR="0082728E" w:rsidRPr="00835F44" w:rsidRDefault="0082728E" w:rsidP="000E530E">
            <w:pPr>
              <w:pStyle w:val="TAC"/>
              <w:keepNext w:val="0"/>
              <w:rPr>
                <w:rFonts w:eastAsia="Yu Mincho"/>
              </w:rPr>
            </w:pPr>
          </w:p>
        </w:tc>
        <w:tc>
          <w:tcPr>
            <w:tcW w:w="0" w:type="auto"/>
          </w:tcPr>
          <w:p w14:paraId="37087C2C" w14:textId="77777777" w:rsidR="0082728E" w:rsidRPr="00835F44" w:rsidRDefault="0082728E" w:rsidP="000E530E">
            <w:pPr>
              <w:pStyle w:val="TAC"/>
              <w:keepNext w:val="0"/>
              <w:rPr>
                <w:rFonts w:eastAsia="Yu Mincho"/>
              </w:rPr>
            </w:pPr>
          </w:p>
        </w:tc>
        <w:tc>
          <w:tcPr>
            <w:tcW w:w="0" w:type="auto"/>
            <w:vAlign w:val="center"/>
          </w:tcPr>
          <w:p w14:paraId="5B907B59" w14:textId="77777777" w:rsidR="0082728E" w:rsidRPr="00835F44" w:rsidRDefault="0082728E" w:rsidP="000E530E">
            <w:pPr>
              <w:pStyle w:val="TAC"/>
              <w:keepNext w:val="0"/>
              <w:rPr>
                <w:rFonts w:eastAsia="Yu Mincho"/>
              </w:rPr>
            </w:pPr>
          </w:p>
        </w:tc>
      </w:tr>
      <w:tr w:rsidR="00495FE7" w:rsidRPr="00835F44" w14:paraId="3486AB93" w14:textId="77777777" w:rsidTr="000E530E">
        <w:trPr>
          <w:trHeight w:val="225"/>
          <w:jc w:val="center"/>
        </w:trPr>
        <w:tc>
          <w:tcPr>
            <w:tcW w:w="0" w:type="auto"/>
            <w:vMerge w:val="restart"/>
            <w:vAlign w:val="center"/>
            <w:hideMark/>
          </w:tcPr>
          <w:p w14:paraId="2F857827" w14:textId="77777777" w:rsidR="0082728E" w:rsidRPr="00835F44" w:rsidRDefault="0082728E" w:rsidP="000E530E">
            <w:pPr>
              <w:pStyle w:val="TAC"/>
              <w:keepNext w:val="0"/>
              <w:rPr>
                <w:rFonts w:eastAsia="Yu Mincho"/>
              </w:rPr>
            </w:pPr>
            <w:r w:rsidRPr="00835F44">
              <w:rPr>
                <w:rFonts w:eastAsia="Yu Mincho"/>
              </w:rPr>
              <w:t>n7</w:t>
            </w:r>
          </w:p>
        </w:tc>
        <w:tc>
          <w:tcPr>
            <w:tcW w:w="0" w:type="auto"/>
            <w:vAlign w:val="center"/>
            <w:hideMark/>
          </w:tcPr>
          <w:p w14:paraId="2E5F3208" w14:textId="77777777" w:rsidR="0082728E" w:rsidRPr="00835F44" w:rsidRDefault="0082728E" w:rsidP="000E530E">
            <w:pPr>
              <w:pStyle w:val="TAC"/>
              <w:keepNext w:val="0"/>
              <w:rPr>
                <w:rFonts w:eastAsia="Yu Mincho"/>
              </w:rPr>
            </w:pPr>
            <w:r w:rsidRPr="00835F44">
              <w:rPr>
                <w:rFonts w:eastAsia="Yu Mincho"/>
              </w:rPr>
              <w:t>15</w:t>
            </w:r>
          </w:p>
        </w:tc>
        <w:tc>
          <w:tcPr>
            <w:tcW w:w="0" w:type="auto"/>
            <w:hideMark/>
          </w:tcPr>
          <w:p w14:paraId="150F29C9"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01C2C570"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281CFCC1"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7B195240"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157565CD" w14:textId="77777777" w:rsidR="0082728E" w:rsidRPr="00835F44" w:rsidRDefault="0082728E" w:rsidP="000E530E">
            <w:pPr>
              <w:pStyle w:val="TAC"/>
              <w:keepNext w:val="0"/>
              <w:rPr>
                <w:rFonts w:eastAsia="Yu Mincho"/>
              </w:rPr>
            </w:pPr>
          </w:p>
        </w:tc>
        <w:tc>
          <w:tcPr>
            <w:tcW w:w="0" w:type="auto"/>
          </w:tcPr>
          <w:p w14:paraId="53CF2963" w14:textId="77777777" w:rsidR="0082728E" w:rsidRPr="00835F44" w:rsidRDefault="0082728E" w:rsidP="000E530E">
            <w:pPr>
              <w:pStyle w:val="TAC"/>
              <w:keepNext w:val="0"/>
              <w:rPr>
                <w:rFonts w:eastAsia="Yu Mincho"/>
              </w:rPr>
            </w:pPr>
          </w:p>
        </w:tc>
        <w:tc>
          <w:tcPr>
            <w:tcW w:w="0" w:type="auto"/>
            <w:vAlign w:val="center"/>
          </w:tcPr>
          <w:p w14:paraId="4D73927B" w14:textId="77777777" w:rsidR="0082728E" w:rsidRPr="00835F44" w:rsidRDefault="0082728E" w:rsidP="000E530E">
            <w:pPr>
              <w:pStyle w:val="TAC"/>
              <w:keepNext w:val="0"/>
              <w:rPr>
                <w:rFonts w:eastAsia="Yu Mincho"/>
              </w:rPr>
            </w:pPr>
          </w:p>
        </w:tc>
        <w:tc>
          <w:tcPr>
            <w:tcW w:w="0" w:type="auto"/>
            <w:vAlign w:val="center"/>
          </w:tcPr>
          <w:p w14:paraId="65C75884" w14:textId="77777777" w:rsidR="0082728E" w:rsidRPr="00835F44" w:rsidRDefault="0082728E" w:rsidP="000E530E">
            <w:pPr>
              <w:pStyle w:val="TAC"/>
              <w:keepNext w:val="0"/>
              <w:rPr>
                <w:rFonts w:eastAsia="Yu Mincho"/>
              </w:rPr>
            </w:pPr>
          </w:p>
        </w:tc>
        <w:tc>
          <w:tcPr>
            <w:tcW w:w="0" w:type="auto"/>
            <w:vAlign w:val="center"/>
          </w:tcPr>
          <w:p w14:paraId="2B9BA602" w14:textId="77777777" w:rsidR="0082728E" w:rsidRPr="00835F44" w:rsidRDefault="0082728E" w:rsidP="000E530E">
            <w:pPr>
              <w:pStyle w:val="TAC"/>
              <w:keepNext w:val="0"/>
              <w:rPr>
                <w:rFonts w:eastAsia="Yu Mincho"/>
              </w:rPr>
            </w:pPr>
          </w:p>
        </w:tc>
        <w:tc>
          <w:tcPr>
            <w:tcW w:w="0" w:type="auto"/>
            <w:vAlign w:val="center"/>
          </w:tcPr>
          <w:p w14:paraId="0D3C5D57" w14:textId="77777777" w:rsidR="0082728E" w:rsidRPr="00835F44" w:rsidRDefault="0082728E" w:rsidP="000E530E">
            <w:pPr>
              <w:pStyle w:val="TAC"/>
              <w:keepNext w:val="0"/>
              <w:rPr>
                <w:rFonts w:eastAsia="Yu Mincho"/>
              </w:rPr>
            </w:pPr>
          </w:p>
        </w:tc>
        <w:tc>
          <w:tcPr>
            <w:tcW w:w="0" w:type="auto"/>
          </w:tcPr>
          <w:p w14:paraId="5FD59870" w14:textId="77777777" w:rsidR="0082728E" w:rsidRPr="00835F44" w:rsidRDefault="0082728E" w:rsidP="000E530E">
            <w:pPr>
              <w:pStyle w:val="TAC"/>
              <w:keepNext w:val="0"/>
              <w:rPr>
                <w:rFonts w:eastAsia="Yu Mincho"/>
              </w:rPr>
            </w:pPr>
          </w:p>
        </w:tc>
        <w:tc>
          <w:tcPr>
            <w:tcW w:w="0" w:type="auto"/>
            <w:vAlign w:val="center"/>
          </w:tcPr>
          <w:p w14:paraId="2045E59E" w14:textId="77777777" w:rsidR="0082728E" w:rsidRPr="00835F44" w:rsidRDefault="0082728E" w:rsidP="000E530E">
            <w:pPr>
              <w:pStyle w:val="TAC"/>
              <w:keepNext w:val="0"/>
              <w:rPr>
                <w:rFonts w:eastAsia="Yu Mincho"/>
              </w:rPr>
            </w:pPr>
          </w:p>
        </w:tc>
      </w:tr>
      <w:tr w:rsidR="00495FE7" w:rsidRPr="00835F44" w14:paraId="32C79B47" w14:textId="77777777" w:rsidTr="000E530E">
        <w:trPr>
          <w:trHeight w:val="225"/>
          <w:jc w:val="center"/>
        </w:trPr>
        <w:tc>
          <w:tcPr>
            <w:tcW w:w="0" w:type="auto"/>
            <w:vMerge/>
            <w:vAlign w:val="center"/>
            <w:hideMark/>
          </w:tcPr>
          <w:p w14:paraId="2D7103B1" w14:textId="77777777" w:rsidR="0082728E" w:rsidRPr="00835F44" w:rsidRDefault="0082728E" w:rsidP="000E530E">
            <w:pPr>
              <w:pStyle w:val="TAC"/>
              <w:keepNext w:val="0"/>
              <w:rPr>
                <w:rFonts w:eastAsia="Yu Mincho"/>
              </w:rPr>
            </w:pPr>
          </w:p>
        </w:tc>
        <w:tc>
          <w:tcPr>
            <w:tcW w:w="0" w:type="auto"/>
            <w:vAlign w:val="center"/>
            <w:hideMark/>
          </w:tcPr>
          <w:p w14:paraId="63A7563F" w14:textId="77777777" w:rsidR="0082728E" w:rsidRPr="00835F44" w:rsidRDefault="0082728E" w:rsidP="000E530E">
            <w:pPr>
              <w:pStyle w:val="TAC"/>
              <w:keepNext w:val="0"/>
              <w:rPr>
                <w:rFonts w:eastAsia="Yu Mincho"/>
              </w:rPr>
            </w:pPr>
            <w:r w:rsidRPr="00835F44">
              <w:rPr>
                <w:rFonts w:eastAsia="Yu Mincho"/>
              </w:rPr>
              <w:t>30</w:t>
            </w:r>
          </w:p>
        </w:tc>
        <w:tc>
          <w:tcPr>
            <w:tcW w:w="0" w:type="auto"/>
          </w:tcPr>
          <w:p w14:paraId="25A48A87" w14:textId="77777777" w:rsidR="0082728E" w:rsidRPr="00835F44" w:rsidRDefault="0082728E" w:rsidP="000E530E">
            <w:pPr>
              <w:pStyle w:val="TAC"/>
              <w:keepNext w:val="0"/>
              <w:rPr>
                <w:rFonts w:eastAsia="Yu Mincho"/>
              </w:rPr>
            </w:pPr>
          </w:p>
        </w:tc>
        <w:tc>
          <w:tcPr>
            <w:tcW w:w="0" w:type="auto"/>
            <w:hideMark/>
          </w:tcPr>
          <w:p w14:paraId="34631624"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5855264A"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55AABC19"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11FEF569" w14:textId="77777777" w:rsidR="0082728E" w:rsidRPr="00835F44" w:rsidRDefault="0082728E" w:rsidP="000E530E">
            <w:pPr>
              <w:pStyle w:val="TAC"/>
              <w:keepNext w:val="0"/>
              <w:rPr>
                <w:rFonts w:eastAsia="Yu Mincho"/>
              </w:rPr>
            </w:pPr>
          </w:p>
        </w:tc>
        <w:tc>
          <w:tcPr>
            <w:tcW w:w="0" w:type="auto"/>
          </w:tcPr>
          <w:p w14:paraId="7D1966F3" w14:textId="77777777" w:rsidR="0082728E" w:rsidRPr="00835F44" w:rsidRDefault="0082728E" w:rsidP="000E530E">
            <w:pPr>
              <w:pStyle w:val="TAC"/>
              <w:keepNext w:val="0"/>
              <w:rPr>
                <w:rFonts w:eastAsia="Yu Mincho"/>
              </w:rPr>
            </w:pPr>
          </w:p>
        </w:tc>
        <w:tc>
          <w:tcPr>
            <w:tcW w:w="0" w:type="auto"/>
            <w:vAlign w:val="center"/>
          </w:tcPr>
          <w:p w14:paraId="528F861E" w14:textId="77777777" w:rsidR="0082728E" w:rsidRPr="00835F44" w:rsidRDefault="0082728E" w:rsidP="000E530E">
            <w:pPr>
              <w:pStyle w:val="TAC"/>
              <w:keepNext w:val="0"/>
              <w:rPr>
                <w:rFonts w:eastAsia="Yu Mincho"/>
              </w:rPr>
            </w:pPr>
          </w:p>
        </w:tc>
        <w:tc>
          <w:tcPr>
            <w:tcW w:w="0" w:type="auto"/>
            <w:vAlign w:val="center"/>
          </w:tcPr>
          <w:p w14:paraId="671900E4" w14:textId="77777777" w:rsidR="0082728E" w:rsidRPr="00835F44" w:rsidRDefault="0082728E" w:rsidP="000E530E">
            <w:pPr>
              <w:pStyle w:val="TAC"/>
              <w:keepNext w:val="0"/>
              <w:rPr>
                <w:rFonts w:eastAsia="Yu Mincho"/>
              </w:rPr>
            </w:pPr>
          </w:p>
        </w:tc>
        <w:tc>
          <w:tcPr>
            <w:tcW w:w="0" w:type="auto"/>
            <w:vAlign w:val="center"/>
          </w:tcPr>
          <w:p w14:paraId="45441C6B" w14:textId="77777777" w:rsidR="0082728E" w:rsidRPr="00835F44" w:rsidRDefault="0082728E" w:rsidP="000E530E">
            <w:pPr>
              <w:pStyle w:val="TAC"/>
              <w:keepNext w:val="0"/>
              <w:rPr>
                <w:rFonts w:eastAsia="Yu Mincho"/>
              </w:rPr>
            </w:pPr>
          </w:p>
        </w:tc>
        <w:tc>
          <w:tcPr>
            <w:tcW w:w="0" w:type="auto"/>
            <w:vAlign w:val="center"/>
          </w:tcPr>
          <w:p w14:paraId="61031CCC" w14:textId="77777777" w:rsidR="0082728E" w:rsidRPr="00835F44" w:rsidRDefault="0082728E" w:rsidP="000E530E">
            <w:pPr>
              <w:pStyle w:val="TAC"/>
              <w:keepNext w:val="0"/>
              <w:rPr>
                <w:rFonts w:eastAsia="Yu Mincho"/>
              </w:rPr>
            </w:pPr>
          </w:p>
        </w:tc>
        <w:tc>
          <w:tcPr>
            <w:tcW w:w="0" w:type="auto"/>
          </w:tcPr>
          <w:p w14:paraId="4F74957A" w14:textId="77777777" w:rsidR="0082728E" w:rsidRPr="00835F44" w:rsidRDefault="0082728E" w:rsidP="000E530E">
            <w:pPr>
              <w:pStyle w:val="TAC"/>
              <w:keepNext w:val="0"/>
              <w:rPr>
                <w:rFonts w:eastAsia="Yu Mincho"/>
              </w:rPr>
            </w:pPr>
          </w:p>
        </w:tc>
        <w:tc>
          <w:tcPr>
            <w:tcW w:w="0" w:type="auto"/>
            <w:vAlign w:val="center"/>
          </w:tcPr>
          <w:p w14:paraId="46973B38" w14:textId="77777777" w:rsidR="0082728E" w:rsidRPr="00835F44" w:rsidRDefault="0082728E" w:rsidP="000E530E">
            <w:pPr>
              <w:pStyle w:val="TAC"/>
              <w:keepNext w:val="0"/>
              <w:rPr>
                <w:rFonts w:eastAsia="Yu Mincho"/>
              </w:rPr>
            </w:pPr>
          </w:p>
        </w:tc>
      </w:tr>
      <w:tr w:rsidR="00495FE7" w:rsidRPr="00835F44" w14:paraId="607FF078" w14:textId="77777777" w:rsidTr="000E530E">
        <w:trPr>
          <w:trHeight w:val="225"/>
          <w:jc w:val="center"/>
        </w:trPr>
        <w:tc>
          <w:tcPr>
            <w:tcW w:w="0" w:type="auto"/>
            <w:vMerge/>
            <w:vAlign w:val="center"/>
            <w:hideMark/>
          </w:tcPr>
          <w:p w14:paraId="2E9CB4A8" w14:textId="77777777" w:rsidR="0082728E" w:rsidRPr="00835F44" w:rsidRDefault="0082728E" w:rsidP="000E530E">
            <w:pPr>
              <w:pStyle w:val="TAC"/>
              <w:keepNext w:val="0"/>
              <w:rPr>
                <w:rFonts w:eastAsia="Yu Mincho"/>
              </w:rPr>
            </w:pPr>
          </w:p>
        </w:tc>
        <w:tc>
          <w:tcPr>
            <w:tcW w:w="0" w:type="auto"/>
            <w:vAlign w:val="center"/>
            <w:hideMark/>
          </w:tcPr>
          <w:p w14:paraId="4CCB5DE8" w14:textId="77777777" w:rsidR="0082728E" w:rsidRPr="00835F44" w:rsidRDefault="0082728E" w:rsidP="000E530E">
            <w:pPr>
              <w:pStyle w:val="TAC"/>
              <w:keepNext w:val="0"/>
              <w:rPr>
                <w:rFonts w:eastAsia="Yu Mincho"/>
              </w:rPr>
            </w:pPr>
            <w:r w:rsidRPr="00835F44">
              <w:rPr>
                <w:rFonts w:eastAsia="Yu Mincho"/>
              </w:rPr>
              <w:t>60</w:t>
            </w:r>
          </w:p>
        </w:tc>
        <w:tc>
          <w:tcPr>
            <w:tcW w:w="0" w:type="auto"/>
          </w:tcPr>
          <w:p w14:paraId="30DE750F" w14:textId="77777777" w:rsidR="0082728E" w:rsidRPr="00835F44" w:rsidRDefault="0082728E" w:rsidP="000E530E">
            <w:pPr>
              <w:pStyle w:val="TAC"/>
              <w:keepNext w:val="0"/>
              <w:rPr>
                <w:rFonts w:eastAsia="Yu Mincho"/>
              </w:rPr>
            </w:pPr>
          </w:p>
        </w:tc>
        <w:tc>
          <w:tcPr>
            <w:tcW w:w="0" w:type="auto"/>
            <w:vAlign w:val="center"/>
            <w:hideMark/>
          </w:tcPr>
          <w:p w14:paraId="613D89E1"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10DF56E1"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6314BCEB"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2DA072A4" w14:textId="77777777" w:rsidR="0082728E" w:rsidRPr="00835F44" w:rsidRDefault="0082728E" w:rsidP="000E530E">
            <w:pPr>
              <w:pStyle w:val="TAC"/>
              <w:keepNext w:val="0"/>
              <w:rPr>
                <w:rFonts w:eastAsia="Yu Mincho"/>
              </w:rPr>
            </w:pPr>
          </w:p>
        </w:tc>
        <w:tc>
          <w:tcPr>
            <w:tcW w:w="0" w:type="auto"/>
          </w:tcPr>
          <w:p w14:paraId="7F5ACD4C" w14:textId="77777777" w:rsidR="0082728E" w:rsidRPr="00835F44" w:rsidRDefault="0082728E" w:rsidP="000E530E">
            <w:pPr>
              <w:pStyle w:val="TAC"/>
              <w:keepNext w:val="0"/>
              <w:rPr>
                <w:rFonts w:eastAsia="Yu Mincho"/>
              </w:rPr>
            </w:pPr>
          </w:p>
        </w:tc>
        <w:tc>
          <w:tcPr>
            <w:tcW w:w="0" w:type="auto"/>
            <w:vAlign w:val="center"/>
          </w:tcPr>
          <w:p w14:paraId="5982E700" w14:textId="77777777" w:rsidR="0082728E" w:rsidRPr="00835F44" w:rsidRDefault="0082728E" w:rsidP="000E530E">
            <w:pPr>
              <w:pStyle w:val="TAC"/>
              <w:keepNext w:val="0"/>
              <w:rPr>
                <w:rFonts w:eastAsia="Yu Mincho"/>
              </w:rPr>
            </w:pPr>
          </w:p>
        </w:tc>
        <w:tc>
          <w:tcPr>
            <w:tcW w:w="0" w:type="auto"/>
            <w:vAlign w:val="center"/>
          </w:tcPr>
          <w:p w14:paraId="0DE4D7B9" w14:textId="77777777" w:rsidR="0082728E" w:rsidRPr="00835F44" w:rsidRDefault="0082728E" w:rsidP="000E530E">
            <w:pPr>
              <w:pStyle w:val="TAC"/>
              <w:keepNext w:val="0"/>
              <w:rPr>
                <w:rFonts w:eastAsia="Yu Mincho"/>
              </w:rPr>
            </w:pPr>
          </w:p>
        </w:tc>
        <w:tc>
          <w:tcPr>
            <w:tcW w:w="0" w:type="auto"/>
            <w:vAlign w:val="center"/>
          </w:tcPr>
          <w:p w14:paraId="1F349D31" w14:textId="77777777" w:rsidR="0082728E" w:rsidRPr="00835F44" w:rsidRDefault="0082728E" w:rsidP="000E530E">
            <w:pPr>
              <w:pStyle w:val="TAC"/>
              <w:keepNext w:val="0"/>
              <w:rPr>
                <w:rFonts w:eastAsia="Yu Mincho"/>
              </w:rPr>
            </w:pPr>
          </w:p>
        </w:tc>
        <w:tc>
          <w:tcPr>
            <w:tcW w:w="0" w:type="auto"/>
            <w:vAlign w:val="center"/>
          </w:tcPr>
          <w:p w14:paraId="407F1121" w14:textId="77777777" w:rsidR="0082728E" w:rsidRPr="00835F44" w:rsidRDefault="0082728E" w:rsidP="000E530E">
            <w:pPr>
              <w:pStyle w:val="TAC"/>
              <w:keepNext w:val="0"/>
              <w:rPr>
                <w:rFonts w:eastAsia="Yu Mincho"/>
              </w:rPr>
            </w:pPr>
          </w:p>
        </w:tc>
        <w:tc>
          <w:tcPr>
            <w:tcW w:w="0" w:type="auto"/>
          </w:tcPr>
          <w:p w14:paraId="65C0FEE5" w14:textId="77777777" w:rsidR="0082728E" w:rsidRPr="00835F44" w:rsidRDefault="0082728E" w:rsidP="000E530E">
            <w:pPr>
              <w:pStyle w:val="TAC"/>
              <w:keepNext w:val="0"/>
              <w:rPr>
                <w:rFonts w:eastAsia="Yu Mincho"/>
              </w:rPr>
            </w:pPr>
          </w:p>
        </w:tc>
        <w:tc>
          <w:tcPr>
            <w:tcW w:w="0" w:type="auto"/>
            <w:vAlign w:val="center"/>
          </w:tcPr>
          <w:p w14:paraId="37FF8436" w14:textId="77777777" w:rsidR="0082728E" w:rsidRPr="00835F44" w:rsidRDefault="0082728E" w:rsidP="000E530E">
            <w:pPr>
              <w:pStyle w:val="TAC"/>
              <w:keepNext w:val="0"/>
              <w:rPr>
                <w:rFonts w:eastAsia="Yu Mincho"/>
              </w:rPr>
            </w:pPr>
          </w:p>
        </w:tc>
      </w:tr>
      <w:tr w:rsidR="00495FE7" w:rsidRPr="00835F44" w14:paraId="7B036ABF" w14:textId="77777777" w:rsidTr="000E530E">
        <w:trPr>
          <w:trHeight w:val="225"/>
          <w:jc w:val="center"/>
        </w:trPr>
        <w:tc>
          <w:tcPr>
            <w:tcW w:w="0" w:type="auto"/>
            <w:vMerge w:val="restart"/>
            <w:vAlign w:val="center"/>
            <w:hideMark/>
          </w:tcPr>
          <w:p w14:paraId="2739182B" w14:textId="77777777" w:rsidR="0082728E" w:rsidRPr="00835F44" w:rsidRDefault="0082728E" w:rsidP="000E530E">
            <w:pPr>
              <w:pStyle w:val="TAC"/>
              <w:keepNext w:val="0"/>
              <w:rPr>
                <w:rFonts w:eastAsia="Yu Mincho"/>
              </w:rPr>
            </w:pPr>
            <w:r w:rsidRPr="00835F44">
              <w:rPr>
                <w:rFonts w:eastAsia="Yu Mincho"/>
              </w:rPr>
              <w:t>n8</w:t>
            </w:r>
          </w:p>
        </w:tc>
        <w:tc>
          <w:tcPr>
            <w:tcW w:w="0" w:type="auto"/>
            <w:vAlign w:val="center"/>
            <w:hideMark/>
          </w:tcPr>
          <w:p w14:paraId="5460E4AA" w14:textId="77777777" w:rsidR="0082728E" w:rsidRPr="00835F44" w:rsidRDefault="0082728E" w:rsidP="000E530E">
            <w:pPr>
              <w:pStyle w:val="TAC"/>
              <w:keepNext w:val="0"/>
              <w:rPr>
                <w:rFonts w:eastAsia="Yu Mincho"/>
              </w:rPr>
            </w:pPr>
            <w:r w:rsidRPr="00835F44">
              <w:rPr>
                <w:rFonts w:eastAsia="Yu Mincho"/>
              </w:rPr>
              <w:t>15</w:t>
            </w:r>
          </w:p>
        </w:tc>
        <w:tc>
          <w:tcPr>
            <w:tcW w:w="0" w:type="auto"/>
            <w:hideMark/>
          </w:tcPr>
          <w:p w14:paraId="24312CB2"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0D8C6177"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5D83B991"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2172D761"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4DBD66B3" w14:textId="77777777" w:rsidR="0082728E" w:rsidRPr="00835F44" w:rsidRDefault="0082728E" w:rsidP="000E530E">
            <w:pPr>
              <w:pStyle w:val="TAC"/>
              <w:keepNext w:val="0"/>
              <w:rPr>
                <w:rFonts w:eastAsia="Yu Mincho"/>
              </w:rPr>
            </w:pPr>
          </w:p>
        </w:tc>
        <w:tc>
          <w:tcPr>
            <w:tcW w:w="0" w:type="auto"/>
          </w:tcPr>
          <w:p w14:paraId="7619BF49" w14:textId="77777777" w:rsidR="0082728E" w:rsidRPr="00835F44" w:rsidRDefault="0082728E" w:rsidP="000E530E">
            <w:pPr>
              <w:pStyle w:val="TAC"/>
              <w:keepNext w:val="0"/>
              <w:rPr>
                <w:rFonts w:eastAsia="Yu Mincho"/>
              </w:rPr>
            </w:pPr>
          </w:p>
        </w:tc>
        <w:tc>
          <w:tcPr>
            <w:tcW w:w="0" w:type="auto"/>
            <w:vAlign w:val="center"/>
          </w:tcPr>
          <w:p w14:paraId="54CC40B0" w14:textId="77777777" w:rsidR="0082728E" w:rsidRPr="00835F44" w:rsidRDefault="0082728E" w:rsidP="000E530E">
            <w:pPr>
              <w:pStyle w:val="TAC"/>
              <w:keepNext w:val="0"/>
              <w:rPr>
                <w:rFonts w:eastAsia="Yu Mincho"/>
              </w:rPr>
            </w:pPr>
          </w:p>
        </w:tc>
        <w:tc>
          <w:tcPr>
            <w:tcW w:w="0" w:type="auto"/>
            <w:vAlign w:val="center"/>
          </w:tcPr>
          <w:p w14:paraId="3ADA92CE" w14:textId="77777777" w:rsidR="0082728E" w:rsidRPr="00835F44" w:rsidRDefault="0082728E" w:rsidP="000E530E">
            <w:pPr>
              <w:pStyle w:val="TAC"/>
              <w:keepNext w:val="0"/>
              <w:rPr>
                <w:rFonts w:eastAsia="Yu Mincho"/>
              </w:rPr>
            </w:pPr>
          </w:p>
        </w:tc>
        <w:tc>
          <w:tcPr>
            <w:tcW w:w="0" w:type="auto"/>
            <w:vAlign w:val="center"/>
          </w:tcPr>
          <w:p w14:paraId="6E3EADC4" w14:textId="77777777" w:rsidR="0082728E" w:rsidRPr="00835F44" w:rsidRDefault="0082728E" w:rsidP="000E530E">
            <w:pPr>
              <w:pStyle w:val="TAC"/>
              <w:keepNext w:val="0"/>
              <w:rPr>
                <w:rFonts w:eastAsia="Yu Mincho"/>
              </w:rPr>
            </w:pPr>
          </w:p>
        </w:tc>
        <w:tc>
          <w:tcPr>
            <w:tcW w:w="0" w:type="auto"/>
            <w:vAlign w:val="center"/>
          </w:tcPr>
          <w:p w14:paraId="759D3C99" w14:textId="77777777" w:rsidR="0082728E" w:rsidRPr="00835F44" w:rsidRDefault="0082728E" w:rsidP="000E530E">
            <w:pPr>
              <w:pStyle w:val="TAC"/>
              <w:keepNext w:val="0"/>
              <w:rPr>
                <w:rFonts w:eastAsia="Yu Mincho"/>
              </w:rPr>
            </w:pPr>
          </w:p>
        </w:tc>
        <w:tc>
          <w:tcPr>
            <w:tcW w:w="0" w:type="auto"/>
          </w:tcPr>
          <w:p w14:paraId="2C2AB84A" w14:textId="77777777" w:rsidR="0082728E" w:rsidRPr="00835F44" w:rsidRDefault="0082728E" w:rsidP="000E530E">
            <w:pPr>
              <w:pStyle w:val="TAC"/>
              <w:keepNext w:val="0"/>
              <w:rPr>
                <w:rFonts w:eastAsia="Yu Mincho"/>
              </w:rPr>
            </w:pPr>
          </w:p>
        </w:tc>
        <w:tc>
          <w:tcPr>
            <w:tcW w:w="0" w:type="auto"/>
            <w:vAlign w:val="center"/>
          </w:tcPr>
          <w:p w14:paraId="7DECA859" w14:textId="77777777" w:rsidR="0082728E" w:rsidRPr="00835F44" w:rsidRDefault="0082728E" w:rsidP="000E530E">
            <w:pPr>
              <w:pStyle w:val="TAC"/>
              <w:keepNext w:val="0"/>
              <w:rPr>
                <w:rFonts w:eastAsia="Yu Mincho"/>
              </w:rPr>
            </w:pPr>
          </w:p>
        </w:tc>
      </w:tr>
      <w:tr w:rsidR="00495FE7" w:rsidRPr="00835F44" w14:paraId="0675B567" w14:textId="77777777" w:rsidTr="000E530E">
        <w:trPr>
          <w:trHeight w:val="225"/>
          <w:jc w:val="center"/>
        </w:trPr>
        <w:tc>
          <w:tcPr>
            <w:tcW w:w="0" w:type="auto"/>
            <w:vMerge/>
            <w:vAlign w:val="center"/>
            <w:hideMark/>
          </w:tcPr>
          <w:p w14:paraId="4D230A83" w14:textId="77777777" w:rsidR="0082728E" w:rsidRPr="00835F44" w:rsidRDefault="0082728E" w:rsidP="000E530E">
            <w:pPr>
              <w:pStyle w:val="TAC"/>
              <w:keepNext w:val="0"/>
              <w:rPr>
                <w:rFonts w:eastAsia="Yu Mincho"/>
              </w:rPr>
            </w:pPr>
          </w:p>
        </w:tc>
        <w:tc>
          <w:tcPr>
            <w:tcW w:w="0" w:type="auto"/>
            <w:vAlign w:val="center"/>
            <w:hideMark/>
          </w:tcPr>
          <w:p w14:paraId="5457176F" w14:textId="77777777" w:rsidR="0082728E" w:rsidRPr="00835F44" w:rsidRDefault="0082728E" w:rsidP="000E530E">
            <w:pPr>
              <w:pStyle w:val="TAC"/>
              <w:keepNext w:val="0"/>
              <w:rPr>
                <w:rFonts w:eastAsia="Yu Mincho"/>
              </w:rPr>
            </w:pPr>
            <w:r w:rsidRPr="00835F44">
              <w:rPr>
                <w:rFonts w:eastAsia="Yu Mincho"/>
              </w:rPr>
              <w:t>30</w:t>
            </w:r>
          </w:p>
        </w:tc>
        <w:tc>
          <w:tcPr>
            <w:tcW w:w="0" w:type="auto"/>
          </w:tcPr>
          <w:p w14:paraId="2C2AE0FB" w14:textId="77777777" w:rsidR="0082728E" w:rsidRPr="00835F44" w:rsidRDefault="0082728E" w:rsidP="000E530E">
            <w:pPr>
              <w:pStyle w:val="TAC"/>
              <w:keepNext w:val="0"/>
              <w:rPr>
                <w:rFonts w:eastAsia="Yu Mincho"/>
              </w:rPr>
            </w:pPr>
          </w:p>
        </w:tc>
        <w:tc>
          <w:tcPr>
            <w:tcW w:w="0" w:type="auto"/>
            <w:hideMark/>
          </w:tcPr>
          <w:p w14:paraId="0405C6FE"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6CAFAE86"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2AC749FC"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3A6E1367" w14:textId="77777777" w:rsidR="0082728E" w:rsidRPr="00835F44" w:rsidRDefault="0082728E" w:rsidP="000E530E">
            <w:pPr>
              <w:pStyle w:val="TAC"/>
              <w:keepNext w:val="0"/>
              <w:rPr>
                <w:rFonts w:eastAsia="Yu Mincho"/>
              </w:rPr>
            </w:pPr>
          </w:p>
        </w:tc>
        <w:tc>
          <w:tcPr>
            <w:tcW w:w="0" w:type="auto"/>
          </w:tcPr>
          <w:p w14:paraId="2BEB1B81" w14:textId="77777777" w:rsidR="0082728E" w:rsidRPr="00835F44" w:rsidRDefault="0082728E" w:rsidP="000E530E">
            <w:pPr>
              <w:pStyle w:val="TAC"/>
              <w:keepNext w:val="0"/>
              <w:rPr>
                <w:rFonts w:eastAsia="Yu Mincho"/>
              </w:rPr>
            </w:pPr>
          </w:p>
        </w:tc>
        <w:tc>
          <w:tcPr>
            <w:tcW w:w="0" w:type="auto"/>
            <w:vAlign w:val="center"/>
          </w:tcPr>
          <w:p w14:paraId="758AE978" w14:textId="77777777" w:rsidR="0082728E" w:rsidRPr="00835F44" w:rsidRDefault="0082728E" w:rsidP="000E530E">
            <w:pPr>
              <w:pStyle w:val="TAC"/>
              <w:keepNext w:val="0"/>
              <w:rPr>
                <w:rFonts w:eastAsia="Yu Mincho"/>
              </w:rPr>
            </w:pPr>
          </w:p>
        </w:tc>
        <w:tc>
          <w:tcPr>
            <w:tcW w:w="0" w:type="auto"/>
            <w:vAlign w:val="center"/>
          </w:tcPr>
          <w:p w14:paraId="6D2B96FA" w14:textId="77777777" w:rsidR="0082728E" w:rsidRPr="00835F44" w:rsidRDefault="0082728E" w:rsidP="000E530E">
            <w:pPr>
              <w:pStyle w:val="TAC"/>
              <w:keepNext w:val="0"/>
              <w:rPr>
                <w:rFonts w:eastAsia="Yu Mincho"/>
              </w:rPr>
            </w:pPr>
          </w:p>
        </w:tc>
        <w:tc>
          <w:tcPr>
            <w:tcW w:w="0" w:type="auto"/>
            <w:vAlign w:val="center"/>
          </w:tcPr>
          <w:p w14:paraId="3C4BF4B9" w14:textId="77777777" w:rsidR="0082728E" w:rsidRPr="00835F44" w:rsidRDefault="0082728E" w:rsidP="000E530E">
            <w:pPr>
              <w:pStyle w:val="TAC"/>
              <w:keepNext w:val="0"/>
              <w:rPr>
                <w:rFonts w:eastAsia="Yu Mincho"/>
              </w:rPr>
            </w:pPr>
          </w:p>
        </w:tc>
        <w:tc>
          <w:tcPr>
            <w:tcW w:w="0" w:type="auto"/>
            <w:vAlign w:val="center"/>
          </w:tcPr>
          <w:p w14:paraId="48F83972" w14:textId="77777777" w:rsidR="0082728E" w:rsidRPr="00835F44" w:rsidRDefault="0082728E" w:rsidP="000E530E">
            <w:pPr>
              <w:pStyle w:val="TAC"/>
              <w:keepNext w:val="0"/>
              <w:rPr>
                <w:rFonts w:eastAsia="Yu Mincho"/>
              </w:rPr>
            </w:pPr>
          </w:p>
        </w:tc>
        <w:tc>
          <w:tcPr>
            <w:tcW w:w="0" w:type="auto"/>
          </w:tcPr>
          <w:p w14:paraId="75C094E4" w14:textId="77777777" w:rsidR="0082728E" w:rsidRPr="00835F44" w:rsidRDefault="0082728E" w:rsidP="000E530E">
            <w:pPr>
              <w:pStyle w:val="TAC"/>
              <w:keepNext w:val="0"/>
              <w:rPr>
                <w:rFonts w:eastAsia="Yu Mincho"/>
              </w:rPr>
            </w:pPr>
          </w:p>
        </w:tc>
        <w:tc>
          <w:tcPr>
            <w:tcW w:w="0" w:type="auto"/>
            <w:vAlign w:val="center"/>
          </w:tcPr>
          <w:p w14:paraId="781CDDCB" w14:textId="77777777" w:rsidR="0082728E" w:rsidRPr="00835F44" w:rsidRDefault="0082728E" w:rsidP="000E530E">
            <w:pPr>
              <w:pStyle w:val="TAC"/>
              <w:keepNext w:val="0"/>
              <w:rPr>
                <w:rFonts w:eastAsia="Yu Mincho"/>
              </w:rPr>
            </w:pPr>
          </w:p>
        </w:tc>
      </w:tr>
      <w:tr w:rsidR="00495FE7" w:rsidRPr="00835F44" w14:paraId="615CC2FC" w14:textId="77777777" w:rsidTr="000E530E">
        <w:trPr>
          <w:trHeight w:val="225"/>
          <w:jc w:val="center"/>
        </w:trPr>
        <w:tc>
          <w:tcPr>
            <w:tcW w:w="0" w:type="auto"/>
            <w:vMerge/>
            <w:vAlign w:val="center"/>
            <w:hideMark/>
          </w:tcPr>
          <w:p w14:paraId="6CBCDF3F" w14:textId="77777777" w:rsidR="0082728E" w:rsidRPr="00835F44" w:rsidRDefault="0082728E" w:rsidP="000E530E">
            <w:pPr>
              <w:pStyle w:val="TAC"/>
              <w:keepNext w:val="0"/>
              <w:rPr>
                <w:rFonts w:eastAsia="Yu Mincho"/>
              </w:rPr>
            </w:pPr>
          </w:p>
        </w:tc>
        <w:tc>
          <w:tcPr>
            <w:tcW w:w="0" w:type="auto"/>
            <w:vAlign w:val="center"/>
            <w:hideMark/>
          </w:tcPr>
          <w:p w14:paraId="24CD61E2" w14:textId="77777777" w:rsidR="0082728E" w:rsidRPr="00835F44" w:rsidRDefault="0082728E" w:rsidP="000E530E">
            <w:pPr>
              <w:pStyle w:val="TAC"/>
              <w:keepNext w:val="0"/>
              <w:rPr>
                <w:rFonts w:eastAsia="Yu Mincho"/>
              </w:rPr>
            </w:pPr>
            <w:r w:rsidRPr="00835F44">
              <w:rPr>
                <w:rFonts w:eastAsia="Yu Mincho"/>
              </w:rPr>
              <w:t>60</w:t>
            </w:r>
          </w:p>
        </w:tc>
        <w:tc>
          <w:tcPr>
            <w:tcW w:w="0" w:type="auto"/>
          </w:tcPr>
          <w:p w14:paraId="7630E773" w14:textId="77777777" w:rsidR="0082728E" w:rsidRPr="00835F44" w:rsidRDefault="0082728E" w:rsidP="000E530E">
            <w:pPr>
              <w:pStyle w:val="TAC"/>
              <w:keepNext w:val="0"/>
              <w:rPr>
                <w:rFonts w:eastAsia="Yu Mincho"/>
              </w:rPr>
            </w:pPr>
          </w:p>
        </w:tc>
        <w:tc>
          <w:tcPr>
            <w:tcW w:w="0" w:type="auto"/>
            <w:vAlign w:val="center"/>
          </w:tcPr>
          <w:p w14:paraId="4D2C2A80" w14:textId="77777777" w:rsidR="0082728E" w:rsidRPr="00835F44" w:rsidRDefault="0082728E" w:rsidP="000E530E">
            <w:pPr>
              <w:pStyle w:val="TAC"/>
              <w:keepNext w:val="0"/>
              <w:rPr>
                <w:rFonts w:eastAsia="Yu Mincho"/>
              </w:rPr>
            </w:pPr>
          </w:p>
        </w:tc>
        <w:tc>
          <w:tcPr>
            <w:tcW w:w="0" w:type="auto"/>
            <w:vAlign w:val="center"/>
          </w:tcPr>
          <w:p w14:paraId="326756EE" w14:textId="77777777" w:rsidR="0082728E" w:rsidRPr="00835F44" w:rsidRDefault="0082728E" w:rsidP="000E530E">
            <w:pPr>
              <w:pStyle w:val="TAC"/>
              <w:keepNext w:val="0"/>
              <w:rPr>
                <w:rFonts w:eastAsia="Yu Mincho"/>
              </w:rPr>
            </w:pPr>
          </w:p>
        </w:tc>
        <w:tc>
          <w:tcPr>
            <w:tcW w:w="0" w:type="auto"/>
            <w:vAlign w:val="center"/>
          </w:tcPr>
          <w:p w14:paraId="417EA78D" w14:textId="77777777" w:rsidR="0082728E" w:rsidRPr="00835F44" w:rsidRDefault="0082728E" w:rsidP="000E530E">
            <w:pPr>
              <w:pStyle w:val="TAC"/>
              <w:keepNext w:val="0"/>
              <w:rPr>
                <w:rFonts w:eastAsia="Yu Mincho"/>
              </w:rPr>
            </w:pPr>
          </w:p>
        </w:tc>
        <w:tc>
          <w:tcPr>
            <w:tcW w:w="0" w:type="auto"/>
            <w:vAlign w:val="center"/>
          </w:tcPr>
          <w:p w14:paraId="32EEA3D1" w14:textId="77777777" w:rsidR="0082728E" w:rsidRPr="00835F44" w:rsidRDefault="0082728E" w:rsidP="000E530E">
            <w:pPr>
              <w:pStyle w:val="TAC"/>
              <w:keepNext w:val="0"/>
              <w:rPr>
                <w:rFonts w:eastAsia="Yu Mincho"/>
              </w:rPr>
            </w:pPr>
          </w:p>
        </w:tc>
        <w:tc>
          <w:tcPr>
            <w:tcW w:w="0" w:type="auto"/>
          </w:tcPr>
          <w:p w14:paraId="080F495E" w14:textId="77777777" w:rsidR="0082728E" w:rsidRPr="00835F44" w:rsidRDefault="0082728E" w:rsidP="000E530E">
            <w:pPr>
              <w:pStyle w:val="TAC"/>
              <w:keepNext w:val="0"/>
              <w:rPr>
                <w:rFonts w:eastAsia="Yu Mincho"/>
              </w:rPr>
            </w:pPr>
          </w:p>
        </w:tc>
        <w:tc>
          <w:tcPr>
            <w:tcW w:w="0" w:type="auto"/>
            <w:vAlign w:val="center"/>
          </w:tcPr>
          <w:p w14:paraId="4D7E56B7" w14:textId="77777777" w:rsidR="0082728E" w:rsidRPr="00835F44" w:rsidRDefault="0082728E" w:rsidP="000E530E">
            <w:pPr>
              <w:pStyle w:val="TAC"/>
              <w:keepNext w:val="0"/>
              <w:rPr>
                <w:rFonts w:eastAsia="Yu Mincho"/>
              </w:rPr>
            </w:pPr>
          </w:p>
        </w:tc>
        <w:tc>
          <w:tcPr>
            <w:tcW w:w="0" w:type="auto"/>
            <w:vAlign w:val="center"/>
          </w:tcPr>
          <w:p w14:paraId="02D193D5" w14:textId="77777777" w:rsidR="0082728E" w:rsidRPr="00835F44" w:rsidRDefault="0082728E" w:rsidP="000E530E">
            <w:pPr>
              <w:pStyle w:val="TAC"/>
              <w:keepNext w:val="0"/>
              <w:rPr>
                <w:rFonts w:eastAsia="Yu Mincho"/>
              </w:rPr>
            </w:pPr>
          </w:p>
        </w:tc>
        <w:tc>
          <w:tcPr>
            <w:tcW w:w="0" w:type="auto"/>
            <w:vAlign w:val="center"/>
          </w:tcPr>
          <w:p w14:paraId="3D2114B1" w14:textId="77777777" w:rsidR="0082728E" w:rsidRPr="00835F44" w:rsidRDefault="0082728E" w:rsidP="000E530E">
            <w:pPr>
              <w:pStyle w:val="TAC"/>
              <w:keepNext w:val="0"/>
              <w:rPr>
                <w:rFonts w:eastAsia="Yu Mincho"/>
              </w:rPr>
            </w:pPr>
          </w:p>
        </w:tc>
        <w:tc>
          <w:tcPr>
            <w:tcW w:w="0" w:type="auto"/>
            <w:vAlign w:val="center"/>
          </w:tcPr>
          <w:p w14:paraId="39239AA1" w14:textId="77777777" w:rsidR="0082728E" w:rsidRPr="00835F44" w:rsidRDefault="0082728E" w:rsidP="000E530E">
            <w:pPr>
              <w:pStyle w:val="TAC"/>
              <w:keepNext w:val="0"/>
              <w:rPr>
                <w:rFonts w:eastAsia="Yu Mincho"/>
              </w:rPr>
            </w:pPr>
          </w:p>
        </w:tc>
        <w:tc>
          <w:tcPr>
            <w:tcW w:w="0" w:type="auto"/>
          </w:tcPr>
          <w:p w14:paraId="25EFD22E" w14:textId="77777777" w:rsidR="0082728E" w:rsidRPr="00835F44" w:rsidRDefault="0082728E" w:rsidP="000E530E">
            <w:pPr>
              <w:pStyle w:val="TAC"/>
              <w:keepNext w:val="0"/>
              <w:rPr>
                <w:rFonts w:eastAsia="Yu Mincho"/>
              </w:rPr>
            </w:pPr>
          </w:p>
        </w:tc>
        <w:tc>
          <w:tcPr>
            <w:tcW w:w="0" w:type="auto"/>
            <w:vAlign w:val="center"/>
          </w:tcPr>
          <w:p w14:paraId="7C5EF152" w14:textId="77777777" w:rsidR="0082728E" w:rsidRPr="00835F44" w:rsidRDefault="0082728E" w:rsidP="000E530E">
            <w:pPr>
              <w:pStyle w:val="TAC"/>
              <w:keepNext w:val="0"/>
              <w:rPr>
                <w:rFonts w:eastAsia="Yu Mincho"/>
              </w:rPr>
            </w:pPr>
          </w:p>
        </w:tc>
      </w:tr>
      <w:tr w:rsidR="00495FE7" w:rsidRPr="00835F44" w14:paraId="16DA06C8" w14:textId="77777777" w:rsidTr="000E530E">
        <w:trPr>
          <w:trHeight w:val="225"/>
          <w:jc w:val="center"/>
        </w:trPr>
        <w:tc>
          <w:tcPr>
            <w:tcW w:w="0" w:type="auto"/>
            <w:vMerge w:val="restart"/>
            <w:vAlign w:val="center"/>
          </w:tcPr>
          <w:p w14:paraId="3EB1227A" w14:textId="77777777" w:rsidR="0082728E" w:rsidRPr="00835F44" w:rsidRDefault="0082728E" w:rsidP="000E530E">
            <w:pPr>
              <w:pStyle w:val="TAC"/>
              <w:keepNext w:val="0"/>
              <w:rPr>
                <w:rFonts w:eastAsia="Yu Mincho"/>
              </w:rPr>
            </w:pPr>
            <w:r w:rsidRPr="00835F44">
              <w:rPr>
                <w:rFonts w:eastAsia="Yu Mincho"/>
              </w:rPr>
              <w:t>n12</w:t>
            </w:r>
          </w:p>
        </w:tc>
        <w:tc>
          <w:tcPr>
            <w:tcW w:w="0" w:type="auto"/>
          </w:tcPr>
          <w:p w14:paraId="2C846F7F" w14:textId="77777777" w:rsidR="0082728E" w:rsidRPr="00835F44" w:rsidRDefault="0082728E" w:rsidP="000E530E">
            <w:pPr>
              <w:pStyle w:val="TAC"/>
              <w:keepNext w:val="0"/>
              <w:rPr>
                <w:rFonts w:eastAsia="Yu Mincho"/>
              </w:rPr>
            </w:pPr>
            <w:r w:rsidRPr="00835F44">
              <w:t>15</w:t>
            </w:r>
          </w:p>
        </w:tc>
        <w:tc>
          <w:tcPr>
            <w:tcW w:w="0" w:type="auto"/>
          </w:tcPr>
          <w:p w14:paraId="6FB6386B" w14:textId="77777777" w:rsidR="0082728E" w:rsidRPr="00835F44" w:rsidRDefault="0082728E" w:rsidP="000E530E">
            <w:pPr>
              <w:pStyle w:val="TAC"/>
              <w:keepNext w:val="0"/>
              <w:rPr>
                <w:rFonts w:eastAsia="Yu Mincho"/>
              </w:rPr>
            </w:pPr>
            <w:r w:rsidRPr="00835F44">
              <w:t>Yes</w:t>
            </w:r>
          </w:p>
        </w:tc>
        <w:tc>
          <w:tcPr>
            <w:tcW w:w="0" w:type="auto"/>
          </w:tcPr>
          <w:p w14:paraId="3C9F668B" w14:textId="77777777" w:rsidR="0082728E" w:rsidRPr="00835F44" w:rsidRDefault="0082728E" w:rsidP="000E530E">
            <w:pPr>
              <w:pStyle w:val="TAC"/>
              <w:keepNext w:val="0"/>
              <w:rPr>
                <w:rFonts w:eastAsia="Yu Mincho"/>
              </w:rPr>
            </w:pPr>
            <w:r w:rsidRPr="00835F44">
              <w:t>Yes</w:t>
            </w:r>
          </w:p>
        </w:tc>
        <w:tc>
          <w:tcPr>
            <w:tcW w:w="0" w:type="auto"/>
          </w:tcPr>
          <w:p w14:paraId="4A2DBE22" w14:textId="77777777" w:rsidR="0082728E" w:rsidRPr="00835F44" w:rsidRDefault="0082728E" w:rsidP="000E530E">
            <w:pPr>
              <w:pStyle w:val="TAC"/>
              <w:keepNext w:val="0"/>
              <w:rPr>
                <w:rFonts w:eastAsia="Yu Mincho"/>
              </w:rPr>
            </w:pPr>
            <w:r w:rsidRPr="00835F44">
              <w:t>Yes</w:t>
            </w:r>
          </w:p>
        </w:tc>
        <w:tc>
          <w:tcPr>
            <w:tcW w:w="0" w:type="auto"/>
            <w:vAlign w:val="center"/>
          </w:tcPr>
          <w:p w14:paraId="57E3FDCF" w14:textId="77777777" w:rsidR="0082728E" w:rsidRPr="00835F44" w:rsidRDefault="0082728E" w:rsidP="000E530E">
            <w:pPr>
              <w:pStyle w:val="TAC"/>
              <w:keepNext w:val="0"/>
              <w:rPr>
                <w:rFonts w:eastAsia="Yu Mincho"/>
              </w:rPr>
            </w:pPr>
          </w:p>
        </w:tc>
        <w:tc>
          <w:tcPr>
            <w:tcW w:w="0" w:type="auto"/>
            <w:vAlign w:val="center"/>
          </w:tcPr>
          <w:p w14:paraId="608CD7C6" w14:textId="77777777" w:rsidR="0082728E" w:rsidRPr="00835F44" w:rsidRDefault="0082728E" w:rsidP="000E530E">
            <w:pPr>
              <w:pStyle w:val="TAC"/>
              <w:keepNext w:val="0"/>
              <w:rPr>
                <w:rFonts w:eastAsia="Yu Mincho"/>
              </w:rPr>
            </w:pPr>
          </w:p>
        </w:tc>
        <w:tc>
          <w:tcPr>
            <w:tcW w:w="0" w:type="auto"/>
          </w:tcPr>
          <w:p w14:paraId="163E9E26" w14:textId="77777777" w:rsidR="0082728E" w:rsidRPr="00835F44" w:rsidRDefault="0082728E" w:rsidP="000E530E">
            <w:pPr>
              <w:pStyle w:val="TAC"/>
              <w:keepNext w:val="0"/>
              <w:rPr>
                <w:rFonts w:eastAsia="Yu Mincho"/>
              </w:rPr>
            </w:pPr>
          </w:p>
        </w:tc>
        <w:tc>
          <w:tcPr>
            <w:tcW w:w="0" w:type="auto"/>
            <w:vAlign w:val="center"/>
          </w:tcPr>
          <w:p w14:paraId="7B45DBC3" w14:textId="77777777" w:rsidR="0082728E" w:rsidRPr="00835F44" w:rsidRDefault="0082728E" w:rsidP="000E530E">
            <w:pPr>
              <w:pStyle w:val="TAC"/>
              <w:keepNext w:val="0"/>
              <w:rPr>
                <w:rFonts w:eastAsia="Yu Mincho"/>
              </w:rPr>
            </w:pPr>
          </w:p>
        </w:tc>
        <w:tc>
          <w:tcPr>
            <w:tcW w:w="0" w:type="auto"/>
            <w:vAlign w:val="center"/>
          </w:tcPr>
          <w:p w14:paraId="420CBE60" w14:textId="77777777" w:rsidR="0082728E" w:rsidRPr="00835F44" w:rsidRDefault="0082728E" w:rsidP="000E530E">
            <w:pPr>
              <w:pStyle w:val="TAC"/>
              <w:keepNext w:val="0"/>
              <w:rPr>
                <w:rFonts w:eastAsia="Yu Mincho"/>
              </w:rPr>
            </w:pPr>
          </w:p>
        </w:tc>
        <w:tc>
          <w:tcPr>
            <w:tcW w:w="0" w:type="auto"/>
            <w:vAlign w:val="center"/>
          </w:tcPr>
          <w:p w14:paraId="7DF0507F" w14:textId="77777777" w:rsidR="0082728E" w:rsidRPr="00835F44" w:rsidRDefault="0082728E" w:rsidP="000E530E">
            <w:pPr>
              <w:pStyle w:val="TAC"/>
              <w:keepNext w:val="0"/>
              <w:rPr>
                <w:rFonts w:eastAsia="Yu Mincho"/>
              </w:rPr>
            </w:pPr>
          </w:p>
        </w:tc>
        <w:tc>
          <w:tcPr>
            <w:tcW w:w="0" w:type="auto"/>
            <w:vAlign w:val="center"/>
          </w:tcPr>
          <w:p w14:paraId="074D205C" w14:textId="77777777" w:rsidR="0082728E" w:rsidRPr="00835F44" w:rsidRDefault="0082728E" w:rsidP="000E530E">
            <w:pPr>
              <w:pStyle w:val="TAC"/>
              <w:keepNext w:val="0"/>
              <w:rPr>
                <w:rFonts w:eastAsia="Yu Mincho"/>
              </w:rPr>
            </w:pPr>
          </w:p>
        </w:tc>
        <w:tc>
          <w:tcPr>
            <w:tcW w:w="0" w:type="auto"/>
          </w:tcPr>
          <w:p w14:paraId="34DF2597" w14:textId="77777777" w:rsidR="0082728E" w:rsidRPr="00835F44" w:rsidRDefault="0082728E" w:rsidP="000E530E">
            <w:pPr>
              <w:pStyle w:val="TAC"/>
              <w:keepNext w:val="0"/>
              <w:rPr>
                <w:rFonts w:eastAsia="Yu Mincho"/>
              </w:rPr>
            </w:pPr>
          </w:p>
        </w:tc>
        <w:tc>
          <w:tcPr>
            <w:tcW w:w="0" w:type="auto"/>
            <w:vAlign w:val="center"/>
          </w:tcPr>
          <w:p w14:paraId="6FB1E639" w14:textId="77777777" w:rsidR="0082728E" w:rsidRPr="00835F44" w:rsidRDefault="0082728E" w:rsidP="000E530E">
            <w:pPr>
              <w:pStyle w:val="TAC"/>
              <w:keepNext w:val="0"/>
              <w:rPr>
                <w:rFonts w:eastAsia="Yu Mincho"/>
              </w:rPr>
            </w:pPr>
          </w:p>
        </w:tc>
      </w:tr>
      <w:tr w:rsidR="00495FE7" w:rsidRPr="00835F44" w14:paraId="36EA3118" w14:textId="77777777" w:rsidTr="000E530E">
        <w:trPr>
          <w:trHeight w:val="225"/>
          <w:jc w:val="center"/>
        </w:trPr>
        <w:tc>
          <w:tcPr>
            <w:tcW w:w="0" w:type="auto"/>
            <w:vMerge/>
            <w:vAlign w:val="center"/>
          </w:tcPr>
          <w:p w14:paraId="4542D3B0" w14:textId="77777777" w:rsidR="0082728E" w:rsidRPr="00835F44" w:rsidRDefault="0082728E" w:rsidP="000E530E">
            <w:pPr>
              <w:pStyle w:val="TAC"/>
              <w:keepNext w:val="0"/>
              <w:rPr>
                <w:rFonts w:eastAsia="Yu Mincho"/>
              </w:rPr>
            </w:pPr>
          </w:p>
        </w:tc>
        <w:tc>
          <w:tcPr>
            <w:tcW w:w="0" w:type="auto"/>
          </w:tcPr>
          <w:p w14:paraId="2FBFE726" w14:textId="77777777" w:rsidR="0082728E" w:rsidRPr="00835F44" w:rsidRDefault="0082728E" w:rsidP="000E530E">
            <w:pPr>
              <w:pStyle w:val="TAC"/>
              <w:keepNext w:val="0"/>
              <w:rPr>
                <w:rFonts w:eastAsia="Yu Mincho"/>
              </w:rPr>
            </w:pPr>
            <w:r w:rsidRPr="00835F44">
              <w:t>30</w:t>
            </w:r>
          </w:p>
        </w:tc>
        <w:tc>
          <w:tcPr>
            <w:tcW w:w="0" w:type="auto"/>
          </w:tcPr>
          <w:p w14:paraId="701358F8" w14:textId="77777777" w:rsidR="0082728E" w:rsidRPr="00835F44" w:rsidRDefault="0082728E" w:rsidP="000E530E">
            <w:pPr>
              <w:pStyle w:val="TAC"/>
              <w:keepNext w:val="0"/>
              <w:rPr>
                <w:rFonts w:eastAsia="Yu Mincho"/>
              </w:rPr>
            </w:pPr>
          </w:p>
        </w:tc>
        <w:tc>
          <w:tcPr>
            <w:tcW w:w="0" w:type="auto"/>
          </w:tcPr>
          <w:p w14:paraId="31491CD4" w14:textId="77777777" w:rsidR="0082728E" w:rsidRPr="00835F44" w:rsidRDefault="0082728E" w:rsidP="000E530E">
            <w:pPr>
              <w:pStyle w:val="TAC"/>
              <w:keepNext w:val="0"/>
              <w:rPr>
                <w:rFonts w:eastAsia="Yu Mincho"/>
              </w:rPr>
            </w:pPr>
            <w:r w:rsidRPr="00835F44">
              <w:t>Yes</w:t>
            </w:r>
          </w:p>
        </w:tc>
        <w:tc>
          <w:tcPr>
            <w:tcW w:w="0" w:type="auto"/>
          </w:tcPr>
          <w:p w14:paraId="5CE3B8DF" w14:textId="77777777" w:rsidR="0082728E" w:rsidRPr="00835F44" w:rsidRDefault="0082728E" w:rsidP="000E530E">
            <w:pPr>
              <w:pStyle w:val="TAC"/>
              <w:keepNext w:val="0"/>
              <w:rPr>
                <w:rFonts w:eastAsia="Yu Mincho"/>
              </w:rPr>
            </w:pPr>
            <w:r w:rsidRPr="00835F44">
              <w:t>Yes</w:t>
            </w:r>
          </w:p>
        </w:tc>
        <w:tc>
          <w:tcPr>
            <w:tcW w:w="0" w:type="auto"/>
            <w:vAlign w:val="center"/>
          </w:tcPr>
          <w:p w14:paraId="27382445" w14:textId="77777777" w:rsidR="0082728E" w:rsidRPr="00835F44" w:rsidRDefault="0082728E" w:rsidP="000E530E">
            <w:pPr>
              <w:pStyle w:val="TAC"/>
              <w:keepNext w:val="0"/>
              <w:rPr>
                <w:rFonts w:eastAsia="Yu Mincho"/>
              </w:rPr>
            </w:pPr>
          </w:p>
        </w:tc>
        <w:tc>
          <w:tcPr>
            <w:tcW w:w="0" w:type="auto"/>
            <w:vAlign w:val="center"/>
          </w:tcPr>
          <w:p w14:paraId="2FD43C11" w14:textId="77777777" w:rsidR="0082728E" w:rsidRPr="00835F44" w:rsidRDefault="0082728E" w:rsidP="000E530E">
            <w:pPr>
              <w:pStyle w:val="TAC"/>
              <w:keepNext w:val="0"/>
              <w:rPr>
                <w:rFonts w:eastAsia="Yu Mincho"/>
              </w:rPr>
            </w:pPr>
          </w:p>
        </w:tc>
        <w:tc>
          <w:tcPr>
            <w:tcW w:w="0" w:type="auto"/>
          </w:tcPr>
          <w:p w14:paraId="7C111936" w14:textId="77777777" w:rsidR="0082728E" w:rsidRPr="00835F44" w:rsidRDefault="0082728E" w:rsidP="000E530E">
            <w:pPr>
              <w:pStyle w:val="TAC"/>
              <w:keepNext w:val="0"/>
              <w:rPr>
                <w:rFonts w:eastAsia="Yu Mincho"/>
              </w:rPr>
            </w:pPr>
          </w:p>
        </w:tc>
        <w:tc>
          <w:tcPr>
            <w:tcW w:w="0" w:type="auto"/>
            <w:vAlign w:val="center"/>
          </w:tcPr>
          <w:p w14:paraId="37011FEF" w14:textId="77777777" w:rsidR="0082728E" w:rsidRPr="00835F44" w:rsidRDefault="0082728E" w:rsidP="000E530E">
            <w:pPr>
              <w:pStyle w:val="TAC"/>
              <w:keepNext w:val="0"/>
              <w:rPr>
                <w:rFonts w:eastAsia="Yu Mincho"/>
              </w:rPr>
            </w:pPr>
          </w:p>
        </w:tc>
        <w:tc>
          <w:tcPr>
            <w:tcW w:w="0" w:type="auto"/>
            <w:vAlign w:val="center"/>
          </w:tcPr>
          <w:p w14:paraId="4132DC48" w14:textId="77777777" w:rsidR="0082728E" w:rsidRPr="00835F44" w:rsidRDefault="0082728E" w:rsidP="000E530E">
            <w:pPr>
              <w:pStyle w:val="TAC"/>
              <w:keepNext w:val="0"/>
              <w:rPr>
                <w:rFonts w:eastAsia="Yu Mincho"/>
              </w:rPr>
            </w:pPr>
          </w:p>
        </w:tc>
        <w:tc>
          <w:tcPr>
            <w:tcW w:w="0" w:type="auto"/>
            <w:vAlign w:val="center"/>
          </w:tcPr>
          <w:p w14:paraId="5739826F" w14:textId="77777777" w:rsidR="0082728E" w:rsidRPr="00835F44" w:rsidRDefault="0082728E" w:rsidP="000E530E">
            <w:pPr>
              <w:pStyle w:val="TAC"/>
              <w:keepNext w:val="0"/>
              <w:rPr>
                <w:rFonts w:eastAsia="Yu Mincho"/>
              </w:rPr>
            </w:pPr>
          </w:p>
        </w:tc>
        <w:tc>
          <w:tcPr>
            <w:tcW w:w="0" w:type="auto"/>
            <w:vAlign w:val="center"/>
          </w:tcPr>
          <w:p w14:paraId="544DB2B7" w14:textId="77777777" w:rsidR="0082728E" w:rsidRPr="00835F44" w:rsidRDefault="0082728E" w:rsidP="000E530E">
            <w:pPr>
              <w:pStyle w:val="TAC"/>
              <w:keepNext w:val="0"/>
              <w:rPr>
                <w:rFonts w:eastAsia="Yu Mincho"/>
              </w:rPr>
            </w:pPr>
          </w:p>
        </w:tc>
        <w:tc>
          <w:tcPr>
            <w:tcW w:w="0" w:type="auto"/>
          </w:tcPr>
          <w:p w14:paraId="43CE00E1" w14:textId="77777777" w:rsidR="0082728E" w:rsidRPr="00835F44" w:rsidRDefault="0082728E" w:rsidP="000E530E">
            <w:pPr>
              <w:pStyle w:val="TAC"/>
              <w:keepNext w:val="0"/>
              <w:rPr>
                <w:rFonts w:eastAsia="Yu Mincho"/>
              </w:rPr>
            </w:pPr>
          </w:p>
        </w:tc>
        <w:tc>
          <w:tcPr>
            <w:tcW w:w="0" w:type="auto"/>
            <w:vAlign w:val="center"/>
          </w:tcPr>
          <w:p w14:paraId="51048EE1" w14:textId="77777777" w:rsidR="0082728E" w:rsidRPr="00835F44" w:rsidRDefault="0082728E" w:rsidP="000E530E">
            <w:pPr>
              <w:pStyle w:val="TAC"/>
              <w:keepNext w:val="0"/>
              <w:rPr>
                <w:rFonts w:eastAsia="Yu Mincho"/>
              </w:rPr>
            </w:pPr>
          </w:p>
        </w:tc>
      </w:tr>
      <w:tr w:rsidR="00495FE7" w:rsidRPr="00835F44" w14:paraId="41BE4E3A" w14:textId="77777777" w:rsidTr="000E530E">
        <w:trPr>
          <w:trHeight w:val="225"/>
          <w:jc w:val="center"/>
        </w:trPr>
        <w:tc>
          <w:tcPr>
            <w:tcW w:w="0" w:type="auto"/>
            <w:vMerge/>
            <w:vAlign w:val="center"/>
          </w:tcPr>
          <w:p w14:paraId="516A3A03" w14:textId="77777777" w:rsidR="0082728E" w:rsidRPr="00835F44" w:rsidRDefault="0082728E" w:rsidP="000E530E">
            <w:pPr>
              <w:pStyle w:val="TAC"/>
              <w:keepNext w:val="0"/>
              <w:rPr>
                <w:rFonts w:eastAsia="Yu Mincho"/>
              </w:rPr>
            </w:pPr>
          </w:p>
        </w:tc>
        <w:tc>
          <w:tcPr>
            <w:tcW w:w="0" w:type="auto"/>
          </w:tcPr>
          <w:p w14:paraId="73406C30" w14:textId="77777777" w:rsidR="0082728E" w:rsidRPr="00835F44" w:rsidRDefault="0082728E" w:rsidP="000E530E">
            <w:pPr>
              <w:pStyle w:val="TAC"/>
              <w:keepNext w:val="0"/>
              <w:rPr>
                <w:rFonts w:eastAsia="Yu Mincho"/>
              </w:rPr>
            </w:pPr>
            <w:r w:rsidRPr="00835F44">
              <w:t>60</w:t>
            </w:r>
          </w:p>
        </w:tc>
        <w:tc>
          <w:tcPr>
            <w:tcW w:w="0" w:type="auto"/>
          </w:tcPr>
          <w:p w14:paraId="09836B3F" w14:textId="77777777" w:rsidR="0082728E" w:rsidRPr="00835F44" w:rsidRDefault="0082728E" w:rsidP="000E530E">
            <w:pPr>
              <w:pStyle w:val="TAC"/>
              <w:keepNext w:val="0"/>
              <w:rPr>
                <w:rFonts w:eastAsia="Yu Mincho"/>
              </w:rPr>
            </w:pPr>
          </w:p>
        </w:tc>
        <w:tc>
          <w:tcPr>
            <w:tcW w:w="0" w:type="auto"/>
          </w:tcPr>
          <w:p w14:paraId="11B60277" w14:textId="77777777" w:rsidR="0082728E" w:rsidRPr="00835F44" w:rsidRDefault="0082728E" w:rsidP="000E530E">
            <w:pPr>
              <w:pStyle w:val="TAC"/>
              <w:keepNext w:val="0"/>
              <w:rPr>
                <w:rFonts w:eastAsia="Yu Mincho"/>
              </w:rPr>
            </w:pPr>
          </w:p>
        </w:tc>
        <w:tc>
          <w:tcPr>
            <w:tcW w:w="0" w:type="auto"/>
          </w:tcPr>
          <w:p w14:paraId="0E895A03" w14:textId="77777777" w:rsidR="0082728E" w:rsidRPr="00835F44" w:rsidRDefault="0082728E" w:rsidP="000E530E">
            <w:pPr>
              <w:pStyle w:val="TAC"/>
              <w:keepNext w:val="0"/>
              <w:rPr>
                <w:rFonts w:eastAsia="Yu Mincho"/>
              </w:rPr>
            </w:pPr>
          </w:p>
        </w:tc>
        <w:tc>
          <w:tcPr>
            <w:tcW w:w="0" w:type="auto"/>
            <w:vAlign w:val="center"/>
          </w:tcPr>
          <w:p w14:paraId="464EE335" w14:textId="77777777" w:rsidR="0082728E" w:rsidRPr="00835F44" w:rsidRDefault="0082728E" w:rsidP="000E530E">
            <w:pPr>
              <w:pStyle w:val="TAC"/>
              <w:keepNext w:val="0"/>
              <w:rPr>
                <w:rFonts w:eastAsia="Yu Mincho"/>
              </w:rPr>
            </w:pPr>
          </w:p>
        </w:tc>
        <w:tc>
          <w:tcPr>
            <w:tcW w:w="0" w:type="auto"/>
            <w:vAlign w:val="center"/>
          </w:tcPr>
          <w:p w14:paraId="5B6F31FB" w14:textId="77777777" w:rsidR="0082728E" w:rsidRPr="00835F44" w:rsidRDefault="0082728E" w:rsidP="000E530E">
            <w:pPr>
              <w:pStyle w:val="TAC"/>
              <w:keepNext w:val="0"/>
              <w:rPr>
                <w:rFonts w:eastAsia="Yu Mincho"/>
              </w:rPr>
            </w:pPr>
          </w:p>
        </w:tc>
        <w:tc>
          <w:tcPr>
            <w:tcW w:w="0" w:type="auto"/>
          </w:tcPr>
          <w:p w14:paraId="53DD6032" w14:textId="77777777" w:rsidR="0082728E" w:rsidRPr="00835F44" w:rsidRDefault="0082728E" w:rsidP="000E530E">
            <w:pPr>
              <w:pStyle w:val="TAC"/>
              <w:keepNext w:val="0"/>
              <w:rPr>
                <w:rFonts w:eastAsia="Yu Mincho"/>
              </w:rPr>
            </w:pPr>
          </w:p>
        </w:tc>
        <w:tc>
          <w:tcPr>
            <w:tcW w:w="0" w:type="auto"/>
            <w:vAlign w:val="center"/>
          </w:tcPr>
          <w:p w14:paraId="6EC03B39" w14:textId="77777777" w:rsidR="0082728E" w:rsidRPr="00835F44" w:rsidRDefault="0082728E" w:rsidP="000E530E">
            <w:pPr>
              <w:pStyle w:val="TAC"/>
              <w:keepNext w:val="0"/>
              <w:rPr>
                <w:rFonts w:eastAsia="Yu Mincho"/>
              </w:rPr>
            </w:pPr>
          </w:p>
        </w:tc>
        <w:tc>
          <w:tcPr>
            <w:tcW w:w="0" w:type="auto"/>
            <w:vAlign w:val="center"/>
          </w:tcPr>
          <w:p w14:paraId="5FACEA79" w14:textId="77777777" w:rsidR="0082728E" w:rsidRPr="00835F44" w:rsidRDefault="0082728E" w:rsidP="000E530E">
            <w:pPr>
              <w:pStyle w:val="TAC"/>
              <w:keepNext w:val="0"/>
              <w:rPr>
                <w:rFonts w:eastAsia="Yu Mincho"/>
              </w:rPr>
            </w:pPr>
          </w:p>
        </w:tc>
        <w:tc>
          <w:tcPr>
            <w:tcW w:w="0" w:type="auto"/>
            <w:vAlign w:val="center"/>
          </w:tcPr>
          <w:p w14:paraId="07AC0C09" w14:textId="77777777" w:rsidR="0082728E" w:rsidRPr="00835F44" w:rsidRDefault="0082728E" w:rsidP="000E530E">
            <w:pPr>
              <w:pStyle w:val="TAC"/>
              <w:keepNext w:val="0"/>
              <w:rPr>
                <w:rFonts w:eastAsia="Yu Mincho"/>
              </w:rPr>
            </w:pPr>
          </w:p>
        </w:tc>
        <w:tc>
          <w:tcPr>
            <w:tcW w:w="0" w:type="auto"/>
            <w:vAlign w:val="center"/>
          </w:tcPr>
          <w:p w14:paraId="6E567435" w14:textId="77777777" w:rsidR="0082728E" w:rsidRPr="00835F44" w:rsidRDefault="0082728E" w:rsidP="000E530E">
            <w:pPr>
              <w:pStyle w:val="TAC"/>
              <w:keepNext w:val="0"/>
              <w:rPr>
                <w:rFonts w:eastAsia="Yu Mincho"/>
              </w:rPr>
            </w:pPr>
          </w:p>
        </w:tc>
        <w:tc>
          <w:tcPr>
            <w:tcW w:w="0" w:type="auto"/>
          </w:tcPr>
          <w:p w14:paraId="05B50547" w14:textId="77777777" w:rsidR="0082728E" w:rsidRPr="00835F44" w:rsidRDefault="0082728E" w:rsidP="000E530E">
            <w:pPr>
              <w:pStyle w:val="TAC"/>
              <w:keepNext w:val="0"/>
              <w:rPr>
                <w:rFonts w:eastAsia="Yu Mincho"/>
              </w:rPr>
            </w:pPr>
          </w:p>
        </w:tc>
        <w:tc>
          <w:tcPr>
            <w:tcW w:w="0" w:type="auto"/>
            <w:vAlign w:val="center"/>
          </w:tcPr>
          <w:p w14:paraId="0C981730" w14:textId="77777777" w:rsidR="0082728E" w:rsidRPr="00835F44" w:rsidRDefault="0082728E" w:rsidP="000E530E">
            <w:pPr>
              <w:pStyle w:val="TAC"/>
              <w:keepNext w:val="0"/>
              <w:rPr>
                <w:rFonts w:eastAsia="Yu Mincho"/>
              </w:rPr>
            </w:pPr>
          </w:p>
        </w:tc>
      </w:tr>
      <w:tr w:rsidR="00495FE7" w:rsidRPr="00835F44" w14:paraId="58CC2535" w14:textId="77777777" w:rsidTr="000E530E">
        <w:trPr>
          <w:trHeight w:val="225"/>
          <w:jc w:val="center"/>
        </w:trPr>
        <w:tc>
          <w:tcPr>
            <w:tcW w:w="0" w:type="auto"/>
            <w:vMerge w:val="restart"/>
            <w:vAlign w:val="center"/>
            <w:hideMark/>
          </w:tcPr>
          <w:p w14:paraId="3CCBCCFB" w14:textId="77777777" w:rsidR="0082728E" w:rsidRPr="00835F44" w:rsidRDefault="0082728E" w:rsidP="000E530E">
            <w:pPr>
              <w:pStyle w:val="TAC"/>
              <w:keepNext w:val="0"/>
              <w:rPr>
                <w:rFonts w:eastAsia="Yu Mincho"/>
              </w:rPr>
            </w:pPr>
            <w:r w:rsidRPr="00835F44">
              <w:rPr>
                <w:rFonts w:eastAsia="Yu Mincho"/>
              </w:rPr>
              <w:t>n20</w:t>
            </w:r>
          </w:p>
        </w:tc>
        <w:tc>
          <w:tcPr>
            <w:tcW w:w="0" w:type="auto"/>
            <w:vAlign w:val="center"/>
            <w:hideMark/>
          </w:tcPr>
          <w:p w14:paraId="71837EB7" w14:textId="77777777" w:rsidR="0082728E" w:rsidRPr="00835F44" w:rsidRDefault="0082728E" w:rsidP="000E530E">
            <w:pPr>
              <w:pStyle w:val="TAC"/>
              <w:keepNext w:val="0"/>
              <w:rPr>
                <w:rFonts w:eastAsia="Yu Mincho"/>
              </w:rPr>
            </w:pPr>
            <w:r w:rsidRPr="00835F44">
              <w:rPr>
                <w:rFonts w:eastAsia="Yu Mincho"/>
              </w:rPr>
              <w:t>15</w:t>
            </w:r>
          </w:p>
        </w:tc>
        <w:tc>
          <w:tcPr>
            <w:tcW w:w="0" w:type="auto"/>
            <w:hideMark/>
          </w:tcPr>
          <w:p w14:paraId="5CA121E6"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2C9E524B"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50C7C3A3"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1AA92D7E"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6742F61D" w14:textId="77777777" w:rsidR="0082728E" w:rsidRPr="00835F44" w:rsidRDefault="0082728E" w:rsidP="000E530E">
            <w:pPr>
              <w:pStyle w:val="TAC"/>
              <w:keepNext w:val="0"/>
              <w:rPr>
                <w:rFonts w:eastAsia="Yu Mincho"/>
              </w:rPr>
            </w:pPr>
          </w:p>
        </w:tc>
        <w:tc>
          <w:tcPr>
            <w:tcW w:w="0" w:type="auto"/>
          </w:tcPr>
          <w:p w14:paraId="0EE8B159" w14:textId="77777777" w:rsidR="0082728E" w:rsidRPr="00835F44" w:rsidRDefault="0082728E" w:rsidP="000E530E">
            <w:pPr>
              <w:pStyle w:val="TAC"/>
              <w:keepNext w:val="0"/>
              <w:rPr>
                <w:rFonts w:eastAsia="Yu Mincho"/>
              </w:rPr>
            </w:pPr>
          </w:p>
        </w:tc>
        <w:tc>
          <w:tcPr>
            <w:tcW w:w="0" w:type="auto"/>
            <w:vAlign w:val="center"/>
          </w:tcPr>
          <w:p w14:paraId="0FE84BA6" w14:textId="77777777" w:rsidR="0082728E" w:rsidRPr="00835F44" w:rsidRDefault="0082728E" w:rsidP="000E530E">
            <w:pPr>
              <w:pStyle w:val="TAC"/>
              <w:keepNext w:val="0"/>
              <w:rPr>
                <w:rFonts w:eastAsia="Yu Mincho"/>
              </w:rPr>
            </w:pPr>
          </w:p>
        </w:tc>
        <w:tc>
          <w:tcPr>
            <w:tcW w:w="0" w:type="auto"/>
            <w:vAlign w:val="center"/>
          </w:tcPr>
          <w:p w14:paraId="5DAAC824" w14:textId="77777777" w:rsidR="0082728E" w:rsidRPr="00835F44" w:rsidRDefault="0082728E" w:rsidP="000E530E">
            <w:pPr>
              <w:pStyle w:val="TAC"/>
              <w:keepNext w:val="0"/>
              <w:rPr>
                <w:rFonts w:eastAsia="Yu Mincho"/>
              </w:rPr>
            </w:pPr>
          </w:p>
        </w:tc>
        <w:tc>
          <w:tcPr>
            <w:tcW w:w="0" w:type="auto"/>
            <w:vAlign w:val="center"/>
          </w:tcPr>
          <w:p w14:paraId="7BCCE6B0" w14:textId="77777777" w:rsidR="0082728E" w:rsidRPr="00835F44" w:rsidRDefault="0082728E" w:rsidP="000E530E">
            <w:pPr>
              <w:pStyle w:val="TAC"/>
              <w:keepNext w:val="0"/>
              <w:rPr>
                <w:rFonts w:eastAsia="Yu Mincho"/>
              </w:rPr>
            </w:pPr>
          </w:p>
        </w:tc>
        <w:tc>
          <w:tcPr>
            <w:tcW w:w="0" w:type="auto"/>
            <w:vAlign w:val="center"/>
          </w:tcPr>
          <w:p w14:paraId="7EBAF76D" w14:textId="77777777" w:rsidR="0082728E" w:rsidRPr="00835F44" w:rsidRDefault="0082728E" w:rsidP="000E530E">
            <w:pPr>
              <w:pStyle w:val="TAC"/>
              <w:keepNext w:val="0"/>
              <w:rPr>
                <w:rFonts w:eastAsia="Yu Mincho"/>
              </w:rPr>
            </w:pPr>
          </w:p>
        </w:tc>
        <w:tc>
          <w:tcPr>
            <w:tcW w:w="0" w:type="auto"/>
          </w:tcPr>
          <w:p w14:paraId="65B31CC9" w14:textId="77777777" w:rsidR="0082728E" w:rsidRPr="00835F44" w:rsidRDefault="0082728E" w:rsidP="000E530E">
            <w:pPr>
              <w:pStyle w:val="TAC"/>
              <w:keepNext w:val="0"/>
              <w:rPr>
                <w:rFonts w:eastAsia="Yu Mincho"/>
              </w:rPr>
            </w:pPr>
          </w:p>
        </w:tc>
        <w:tc>
          <w:tcPr>
            <w:tcW w:w="0" w:type="auto"/>
            <w:vAlign w:val="center"/>
          </w:tcPr>
          <w:p w14:paraId="23644588" w14:textId="77777777" w:rsidR="0082728E" w:rsidRPr="00835F44" w:rsidRDefault="0082728E" w:rsidP="000E530E">
            <w:pPr>
              <w:pStyle w:val="TAC"/>
              <w:keepNext w:val="0"/>
              <w:rPr>
                <w:rFonts w:eastAsia="Yu Mincho"/>
              </w:rPr>
            </w:pPr>
          </w:p>
        </w:tc>
      </w:tr>
      <w:tr w:rsidR="00495FE7" w:rsidRPr="00835F44" w14:paraId="54AC762B" w14:textId="77777777" w:rsidTr="000E530E">
        <w:trPr>
          <w:trHeight w:val="225"/>
          <w:jc w:val="center"/>
        </w:trPr>
        <w:tc>
          <w:tcPr>
            <w:tcW w:w="0" w:type="auto"/>
            <w:vMerge/>
            <w:vAlign w:val="center"/>
            <w:hideMark/>
          </w:tcPr>
          <w:p w14:paraId="2ABC41F0" w14:textId="77777777" w:rsidR="0082728E" w:rsidRPr="00835F44" w:rsidRDefault="0082728E" w:rsidP="000E530E">
            <w:pPr>
              <w:pStyle w:val="TAC"/>
              <w:keepNext w:val="0"/>
              <w:rPr>
                <w:rFonts w:eastAsia="Yu Mincho"/>
              </w:rPr>
            </w:pPr>
          </w:p>
        </w:tc>
        <w:tc>
          <w:tcPr>
            <w:tcW w:w="0" w:type="auto"/>
            <w:vAlign w:val="center"/>
            <w:hideMark/>
          </w:tcPr>
          <w:p w14:paraId="133A6C4E" w14:textId="77777777" w:rsidR="0082728E" w:rsidRPr="00835F44" w:rsidRDefault="0082728E" w:rsidP="000E530E">
            <w:pPr>
              <w:pStyle w:val="TAC"/>
              <w:keepNext w:val="0"/>
              <w:rPr>
                <w:rFonts w:eastAsia="Yu Mincho"/>
              </w:rPr>
            </w:pPr>
            <w:r w:rsidRPr="00835F44">
              <w:rPr>
                <w:rFonts w:eastAsia="Yu Mincho"/>
              </w:rPr>
              <w:t>30</w:t>
            </w:r>
          </w:p>
        </w:tc>
        <w:tc>
          <w:tcPr>
            <w:tcW w:w="0" w:type="auto"/>
          </w:tcPr>
          <w:p w14:paraId="4359B730" w14:textId="77777777" w:rsidR="0082728E" w:rsidRPr="00835F44" w:rsidRDefault="0082728E" w:rsidP="000E530E">
            <w:pPr>
              <w:pStyle w:val="TAC"/>
              <w:keepNext w:val="0"/>
              <w:rPr>
                <w:rFonts w:eastAsia="Yu Mincho"/>
              </w:rPr>
            </w:pPr>
          </w:p>
        </w:tc>
        <w:tc>
          <w:tcPr>
            <w:tcW w:w="0" w:type="auto"/>
            <w:hideMark/>
          </w:tcPr>
          <w:p w14:paraId="63D597E2"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1430A514"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293999ED"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21D2F2A4" w14:textId="77777777" w:rsidR="0082728E" w:rsidRPr="00835F44" w:rsidRDefault="0082728E" w:rsidP="000E530E">
            <w:pPr>
              <w:pStyle w:val="TAC"/>
              <w:keepNext w:val="0"/>
              <w:rPr>
                <w:rFonts w:eastAsia="Yu Mincho"/>
              </w:rPr>
            </w:pPr>
          </w:p>
        </w:tc>
        <w:tc>
          <w:tcPr>
            <w:tcW w:w="0" w:type="auto"/>
          </w:tcPr>
          <w:p w14:paraId="34B33361" w14:textId="77777777" w:rsidR="0082728E" w:rsidRPr="00835F44" w:rsidRDefault="0082728E" w:rsidP="000E530E">
            <w:pPr>
              <w:pStyle w:val="TAC"/>
              <w:keepNext w:val="0"/>
              <w:rPr>
                <w:rFonts w:eastAsia="Yu Mincho"/>
              </w:rPr>
            </w:pPr>
          </w:p>
        </w:tc>
        <w:tc>
          <w:tcPr>
            <w:tcW w:w="0" w:type="auto"/>
            <w:vAlign w:val="center"/>
          </w:tcPr>
          <w:p w14:paraId="59C6D3BF" w14:textId="77777777" w:rsidR="0082728E" w:rsidRPr="00835F44" w:rsidRDefault="0082728E" w:rsidP="000E530E">
            <w:pPr>
              <w:pStyle w:val="TAC"/>
              <w:keepNext w:val="0"/>
              <w:rPr>
                <w:rFonts w:eastAsia="Yu Mincho"/>
              </w:rPr>
            </w:pPr>
          </w:p>
        </w:tc>
        <w:tc>
          <w:tcPr>
            <w:tcW w:w="0" w:type="auto"/>
            <w:vAlign w:val="center"/>
          </w:tcPr>
          <w:p w14:paraId="3BB6397A" w14:textId="77777777" w:rsidR="0082728E" w:rsidRPr="00835F44" w:rsidRDefault="0082728E" w:rsidP="000E530E">
            <w:pPr>
              <w:pStyle w:val="TAC"/>
              <w:keepNext w:val="0"/>
              <w:rPr>
                <w:rFonts w:eastAsia="Yu Mincho"/>
              </w:rPr>
            </w:pPr>
          </w:p>
        </w:tc>
        <w:tc>
          <w:tcPr>
            <w:tcW w:w="0" w:type="auto"/>
            <w:vAlign w:val="center"/>
          </w:tcPr>
          <w:p w14:paraId="58C7D728" w14:textId="77777777" w:rsidR="0082728E" w:rsidRPr="00835F44" w:rsidRDefault="0082728E" w:rsidP="000E530E">
            <w:pPr>
              <w:pStyle w:val="TAC"/>
              <w:keepNext w:val="0"/>
              <w:rPr>
                <w:rFonts w:eastAsia="Yu Mincho"/>
              </w:rPr>
            </w:pPr>
          </w:p>
        </w:tc>
        <w:tc>
          <w:tcPr>
            <w:tcW w:w="0" w:type="auto"/>
            <w:vAlign w:val="center"/>
          </w:tcPr>
          <w:p w14:paraId="05961192" w14:textId="77777777" w:rsidR="0082728E" w:rsidRPr="00835F44" w:rsidRDefault="0082728E" w:rsidP="000E530E">
            <w:pPr>
              <w:pStyle w:val="TAC"/>
              <w:keepNext w:val="0"/>
              <w:rPr>
                <w:rFonts w:eastAsia="Yu Mincho"/>
              </w:rPr>
            </w:pPr>
          </w:p>
        </w:tc>
        <w:tc>
          <w:tcPr>
            <w:tcW w:w="0" w:type="auto"/>
          </w:tcPr>
          <w:p w14:paraId="692CC110" w14:textId="77777777" w:rsidR="0082728E" w:rsidRPr="00835F44" w:rsidRDefault="0082728E" w:rsidP="000E530E">
            <w:pPr>
              <w:pStyle w:val="TAC"/>
              <w:keepNext w:val="0"/>
              <w:rPr>
                <w:rFonts w:eastAsia="Yu Mincho"/>
              </w:rPr>
            </w:pPr>
          </w:p>
        </w:tc>
        <w:tc>
          <w:tcPr>
            <w:tcW w:w="0" w:type="auto"/>
            <w:vAlign w:val="center"/>
          </w:tcPr>
          <w:p w14:paraId="74F77766" w14:textId="77777777" w:rsidR="0082728E" w:rsidRPr="00835F44" w:rsidRDefault="0082728E" w:rsidP="000E530E">
            <w:pPr>
              <w:pStyle w:val="TAC"/>
              <w:keepNext w:val="0"/>
              <w:rPr>
                <w:rFonts w:eastAsia="Yu Mincho"/>
              </w:rPr>
            </w:pPr>
          </w:p>
        </w:tc>
      </w:tr>
      <w:tr w:rsidR="00495FE7" w:rsidRPr="00835F44" w14:paraId="5FB3C3D4" w14:textId="77777777" w:rsidTr="000E530E">
        <w:trPr>
          <w:trHeight w:val="225"/>
          <w:jc w:val="center"/>
        </w:trPr>
        <w:tc>
          <w:tcPr>
            <w:tcW w:w="0" w:type="auto"/>
            <w:vMerge/>
            <w:vAlign w:val="center"/>
            <w:hideMark/>
          </w:tcPr>
          <w:p w14:paraId="773E4209" w14:textId="77777777" w:rsidR="0082728E" w:rsidRPr="00835F44" w:rsidRDefault="0082728E" w:rsidP="000E530E">
            <w:pPr>
              <w:pStyle w:val="TAC"/>
              <w:keepNext w:val="0"/>
              <w:rPr>
                <w:rFonts w:eastAsia="Yu Mincho"/>
              </w:rPr>
            </w:pPr>
          </w:p>
        </w:tc>
        <w:tc>
          <w:tcPr>
            <w:tcW w:w="0" w:type="auto"/>
            <w:vAlign w:val="center"/>
            <w:hideMark/>
          </w:tcPr>
          <w:p w14:paraId="2A783B1F" w14:textId="77777777" w:rsidR="0082728E" w:rsidRPr="00835F44" w:rsidRDefault="0082728E" w:rsidP="000E530E">
            <w:pPr>
              <w:pStyle w:val="TAC"/>
              <w:keepNext w:val="0"/>
              <w:rPr>
                <w:rFonts w:eastAsia="Yu Mincho"/>
              </w:rPr>
            </w:pPr>
            <w:r w:rsidRPr="00835F44">
              <w:rPr>
                <w:rFonts w:eastAsia="Yu Mincho"/>
              </w:rPr>
              <w:t>60</w:t>
            </w:r>
          </w:p>
        </w:tc>
        <w:tc>
          <w:tcPr>
            <w:tcW w:w="0" w:type="auto"/>
          </w:tcPr>
          <w:p w14:paraId="6180E4CF" w14:textId="77777777" w:rsidR="0082728E" w:rsidRPr="00835F44" w:rsidRDefault="0082728E" w:rsidP="000E530E">
            <w:pPr>
              <w:pStyle w:val="TAC"/>
              <w:keepNext w:val="0"/>
              <w:rPr>
                <w:rFonts w:eastAsia="Yu Mincho"/>
              </w:rPr>
            </w:pPr>
          </w:p>
        </w:tc>
        <w:tc>
          <w:tcPr>
            <w:tcW w:w="0" w:type="auto"/>
            <w:vAlign w:val="center"/>
          </w:tcPr>
          <w:p w14:paraId="28D6BD28" w14:textId="77777777" w:rsidR="0082728E" w:rsidRPr="00835F44" w:rsidRDefault="0082728E" w:rsidP="000E530E">
            <w:pPr>
              <w:pStyle w:val="TAC"/>
              <w:keepNext w:val="0"/>
              <w:rPr>
                <w:rFonts w:eastAsia="Yu Mincho"/>
              </w:rPr>
            </w:pPr>
          </w:p>
        </w:tc>
        <w:tc>
          <w:tcPr>
            <w:tcW w:w="0" w:type="auto"/>
            <w:vAlign w:val="center"/>
          </w:tcPr>
          <w:p w14:paraId="512366D8" w14:textId="77777777" w:rsidR="0082728E" w:rsidRPr="00835F44" w:rsidRDefault="0082728E" w:rsidP="000E530E">
            <w:pPr>
              <w:pStyle w:val="TAC"/>
              <w:keepNext w:val="0"/>
              <w:rPr>
                <w:rFonts w:eastAsia="Yu Mincho"/>
              </w:rPr>
            </w:pPr>
          </w:p>
        </w:tc>
        <w:tc>
          <w:tcPr>
            <w:tcW w:w="0" w:type="auto"/>
            <w:vAlign w:val="center"/>
          </w:tcPr>
          <w:p w14:paraId="562D58F7" w14:textId="77777777" w:rsidR="0082728E" w:rsidRPr="00835F44" w:rsidRDefault="0082728E" w:rsidP="000E530E">
            <w:pPr>
              <w:pStyle w:val="TAC"/>
              <w:keepNext w:val="0"/>
              <w:rPr>
                <w:rFonts w:eastAsia="Yu Mincho"/>
              </w:rPr>
            </w:pPr>
          </w:p>
        </w:tc>
        <w:tc>
          <w:tcPr>
            <w:tcW w:w="0" w:type="auto"/>
            <w:vAlign w:val="center"/>
          </w:tcPr>
          <w:p w14:paraId="24BAD62C" w14:textId="77777777" w:rsidR="0082728E" w:rsidRPr="00835F44" w:rsidRDefault="0082728E" w:rsidP="000E530E">
            <w:pPr>
              <w:pStyle w:val="TAC"/>
              <w:keepNext w:val="0"/>
              <w:rPr>
                <w:rFonts w:eastAsia="Yu Mincho"/>
              </w:rPr>
            </w:pPr>
          </w:p>
        </w:tc>
        <w:tc>
          <w:tcPr>
            <w:tcW w:w="0" w:type="auto"/>
          </w:tcPr>
          <w:p w14:paraId="2EB712AD" w14:textId="77777777" w:rsidR="0082728E" w:rsidRPr="00835F44" w:rsidRDefault="0082728E" w:rsidP="000E530E">
            <w:pPr>
              <w:pStyle w:val="TAC"/>
              <w:keepNext w:val="0"/>
              <w:rPr>
                <w:rFonts w:eastAsia="Yu Mincho"/>
              </w:rPr>
            </w:pPr>
          </w:p>
        </w:tc>
        <w:tc>
          <w:tcPr>
            <w:tcW w:w="0" w:type="auto"/>
            <w:vAlign w:val="center"/>
          </w:tcPr>
          <w:p w14:paraId="405455A2" w14:textId="77777777" w:rsidR="0082728E" w:rsidRPr="00835F44" w:rsidRDefault="0082728E" w:rsidP="000E530E">
            <w:pPr>
              <w:pStyle w:val="TAC"/>
              <w:keepNext w:val="0"/>
              <w:rPr>
                <w:rFonts w:eastAsia="Yu Mincho"/>
              </w:rPr>
            </w:pPr>
          </w:p>
        </w:tc>
        <w:tc>
          <w:tcPr>
            <w:tcW w:w="0" w:type="auto"/>
            <w:vAlign w:val="center"/>
          </w:tcPr>
          <w:p w14:paraId="7E65F912" w14:textId="77777777" w:rsidR="0082728E" w:rsidRPr="00835F44" w:rsidRDefault="0082728E" w:rsidP="000E530E">
            <w:pPr>
              <w:pStyle w:val="TAC"/>
              <w:keepNext w:val="0"/>
              <w:rPr>
                <w:rFonts w:eastAsia="Yu Mincho"/>
              </w:rPr>
            </w:pPr>
          </w:p>
        </w:tc>
        <w:tc>
          <w:tcPr>
            <w:tcW w:w="0" w:type="auto"/>
            <w:vAlign w:val="center"/>
          </w:tcPr>
          <w:p w14:paraId="291123D9" w14:textId="77777777" w:rsidR="0082728E" w:rsidRPr="00835F44" w:rsidRDefault="0082728E" w:rsidP="000E530E">
            <w:pPr>
              <w:pStyle w:val="TAC"/>
              <w:keepNext w:val="0"/>
              <w:rPr>
                <w:rFonts w:eastAsia="Yu Mincho"/>
              </w:rPr>
            </w:pPr>
          </w:p>
        </w:tc>
        <w:tc>
          <w:tcPr>
            <w:tcW w:w="0" w:type="auto"/>
            <w:vAlign w:val="center"/>
          </w:tcPr>
          <w:p w14:paraId="1198FC80" w14:textId="77777777" w:rsidR="0082728E" w:rsidRPr="00835F44" w:rsidRDefault="0082728E" w:rsidP="000E530E">
            <w:pPr>
              <w:pStyle w:val="TAC"/>
              <w:keepNext w:val="0"/>
              <w:rPr>
                <w:rFonts w:eastAsia="Yu Mincho"/>
              </w:rPr>
            </w:pPr>
          </w:p>
        </w:tc>
        <w:tc>
          <w:tcPr>
            <w:tcW w:w="0" w:type="auto"/>
          </w:tcPr>
          <w:p w14:paraId="351B649C" w14:textId="77777777" w:rsidR="0082728E" w:rsidRPr="00835F44" w:rsidRDefault="0082728E" w:rsidP="000E530E">
            <w:pPr>
              <w:pStyle w:val="TAC"/>
              <w:keepNext w:val="0"/>
              <w:rPr>
                <w:rFonts w:eastAsia="Yu Mincho"/>
              </w:rPr>
            </w:pPr>
          </w:p>
        </w:tc>
        <w:tc>
          <w:tcPr>
            <w:tcW w:w="0" w:type="auto"/>
            <w:vAlign w:val="center"/>
          </w:tcPr>
          <w:p w14:paraId="76EF91A8" w14:textId="77777777" w:rsidR="0082728E" w:rsidRPr="00835F44" w:rsidRDefault="0082728E" w:rsidP="000E530E">
            <w:pPr>
              <w:pStyle w:val="TAC"/>
              <w:keepNext w:val="0"/>
              <w:rPr>
                <w:rFonts w:eastAsia="Yu Mincho"/>
              </w:rPr>
            </w:pPr>
          </w:p>
        </w:tc>
      </w:tr>
      <w:tr w:rsidR="00495FE7" w:rsidRPr="00835F44" w14:paraId="2C71369C" w14:textId="77777777" w:rsidTr="000E530E">
        <w:trPr>
          <w:trHeight w:val="225"/>
          <w:jc w:val="center"/>
        </w:trPr>
        <w:tc>
          <w:tcPr>
            <w:tcW w:w="0" w:type="auto"/>
            <w:vMerge w:val="restart"/>
            <w:vAlign w:val="center"/>
          </w:tcPr>
          <w:p w14:paraId="0E6C8824" w14:textId="77777777" w:rsidR="0082728E" w:rsidRPr="00835F44" w:rsidRDefault="0082728E" w:rsidP="000E530E">
            <w:pPr>
              <w:pStyle w:val="TAC"/>
              <w:keepNext w:val="0"/>
              <w:rPr>
                <w:rFonts w:eastAsia="Yu Mincho"/>
              </w:rPr>
            </w:pPr>
            <w:r w:rsidRPr="00835F44">
              <w:rPr>
                <w:rFonts w:eastAsia="Yu Mincho"/>
              </w:rPr>
              <w:t>n25</w:t>
            </w:r>
          </w:p>
        </w:tc>
        <w:tc>
          <w:tcPr>
            <w:tcW w:w="0" w:type="auto"/>
          </w:tcPr>
          <w:p w14:paraId="74AF84AC" w14:textId="77777777" w:rsidR="0082728E" w:rsidRPr="00835F44" w:rsidRDefault="0082728E" w:rsidP="000E530E">
            <w:pPr>
              <w:pStyle w:val="TAC"/>
              <w:keepNext w:val="0"/>
              <w:rPr>
                <w:rFonts w:eastAsia="Yu Mincho"/>
              </w:rPr>
            </w:pPr>
            <w:r w:rsidRPr="00835F44">
              <w:t>15</w:t>
            </w:r>
          </w:p>
        </w:tc>
        <w:tc>
          <w:tcPr>
            <w:tcW w:w="0" w:type="auto"/>
          </w:tcPr>
          <w:p w14:paraId="0C81B226" w14:textId="77777777" w:rsidR="0082728E" w:rsidRPr="00835F44" w:rsidRDefault="0082728E" w:rsidP="000E530E">
            <w:pPr>
              <w:pStyle w:val="TAC"/>
              <w:keepNext w:val="0"/>
              <w:rPr>
                <w:rFonts w:eastAsia="Yu Mincho"/>
              </w:rPr>
            </w:pPr>
            <w:r w:rsidRPr="00835F44">
              <w:t>Yes</w:t>
            </w:r>
          </w:p>
        </w:tc>
        <w:tc>
          <w:tcPr>
            <w:tcW w:w="0" w:type="auto"/>
          </w:tcPr>
          <w:p w14:paraId="669C126D" w14:textId="77777777" w:rsidR="0082728E" w:rsidRPr="00835F44" w:rsidRDefault="0082728E" w:rsidP="000E530E">
            <w:pPr>
              <w:pStyle w:val="TAC"/>
              <w:keepNext w:val="0"/>
              <w:rPr>
                <w:rFonts w:eastAsia="Yu Mincho"/>
              </w:rPr>
            </w:pPr>
            <w:r w:rsidRPr="00835F44">
              <w:t>Yes</w:t>
            </w:r>
          </w:p>
        </w:tc>
        <w:tc>
          <w:tcPr>
            <w:tcW w:w="0" w:type="auto"/>
          </w:tcPr>
          <w:p w14:paraId="0C7BC966" w14:textId="77777777" w:rsidR="0082728E" w:rsidRPr="00835F44" w:rsidRDefault="0082728E" w:rsidP="000E530E">
            <w:pPr>
              <w:pStyle w:val="TAC"/>
              <w:keepNext w:val="0"/>
              <w:rPr>
                <w:rFonts w:eastAsia="Yu Mincho"/>
              </w:rPr>
            </w:pPr>
            <w:r w:rsidRPr="00835F44">
              <w:t>Yes</w:t>
            </w:r>
          </w:p>
        </w:tc>
        <w:tc>
          <w:tcPr>
            <w:tcW w:w="0" w:type="auto"/>
          </w:tcPr>
          <w:p w14:paraId="03EA13D1" w14:textId="77777777" w:rsidR="0082728E" w:rsidRPr="00835F44" w:rsidRDefault="0082728E" w:rsidP="000E530E">
            <w:pPr>
              <w:pStyle w:val="TAC"/>
              <w:keepNext w:val="0"/>
              <w:rPr>
                <w:rFonts w:eastAsia="Yu Mincho"/>
              </w:rPr>
            </w:pPr>
            <w:r w:rsidRPr="00835F44">
              <w:t>Yes</w:t>
            </w:r>
          </w:p>
        </w:tc>
        <w:tc>
          <w:tcPr>
            <w:tcW w:w="0" w:type="auto"/>
            <w:vAlign w:val="center"/>
          </w:tcPr>
          <w:p w14:paraId="4606F086" w14:textId="77777777" w:rsidR="0082728E" w:rsidRPr="00835F44" w:rsidRDefault="0082728E" w:rsidP="000E530E">
            <w:pPr>
              <w:pStyle w:val="TAC"/>
              <w:keepNext w:val="0"/>
              <w:rPr>
                <w:rFonts w:eastAsia="Yu Mincho"/>
              </w:rPr>
            </w:pPr>
          </w:p>
        </w:tc>
        <w:tc>
          <w:tcPr>
            <w:tcW w:w="0" w:type="auto"/>
          </w:tcPr>
          <w:p w14:paraId="134615FB" w14:textId="77777777" w:rsidR="0082728E" w:rsidRPr="00835F44" w:rsidRDefault="0082728E" w:rsidP="000E530E">
            <w:pPr>
              <w:pStyle w:val="TAC"/>
              <w:keepNext w:val="0"/>
              <w:rPr>
                <w:rFonts w:eastAsia="Yu Mincho"/>
              </w:rPr>
            </w:pPr>
          </w:p>
        </w:tc>
        <w:tc>
          <w:tcPr>
            <w:tcW w:w="0" w:type="auto"/>
            <w:vAlign w:val="center"/>
          </w:tcPr>
          <w:p w14:paraId="02C5F4BC" w14:textId="77777777" w:rsidR="0082728E" w:rsidRPr="00835F44" w:rsidRDefault="0082728E" w:rsidP="000E530E">
            <w:pPr>
              <w:pStyle w:val="TAC"/>
              <w:keepNext w:val="0"/>
              <w:rPr>
                <w:rFonts w:eastAsia="Yu Mincho"/>
              </w:rPr>
            </w:pPr>
          </w:p>
        </w:tc>
        <w:tc>
          <w:tcPr>
            <w:tcW w:w="0" w:type="auto"/>
            <w:vAlign w:val="center"/>
          </w:tcPr>
          <w:p w14:paraId="7F4A8CC3" w14:textId="77777777" w:rsidR="0082728E" w:rsidRPr="00835F44" w:rsidRDefault="0082728E" w:rsidP="000E530E">
            <w:pPr>
              <w:pStyle w:val="TAC"/>
              <w:keepNext w:val="0"/>
              <w:rPr>
                <w:rFonts w:eastAsia="Yu Mincho"/>
              </w:rPr>
            </w:pPr>
          </w:p>
        </w:tc>
        <w:tc>
          <w:tcPr>
            <w:tcW w:w="0" w:type="auto"/>
            <w:vAlign w:val="center"/>
          </w:tcPr>
          <w:p w14:paraId="6A070515" w14:textId="77777777" w:rsidR="0082728E" w:rsidRPr="00835F44" w:rsidRDefault="0082728E" w:rsidP="000E530E">
            <w:pPr>
              <w:pStyle w:val="TAC"/>
              <w:keepNext w:val="0"/>
              <w:rPr>
                <w:rFonts w:eastAsia="Yu Mincho"/>
              </w:rPr>
            </w:pPr>
          </w:p>
        </w:tc>
        <w:tc>
          <w:tcPr>
            <w:tcW w:w="0" w:type="auto"/>
            <w:vAlign w:val="center"/>
          </w:tcPr>
          <w:p w14:paraId="2A5AEB4B" w14:textId="77777777" w:rsidR="0082728E" w:rsidRPr="00835F44" w:rsidRDefault="0082728E" w:rsidP="000E530E">
            <w:pPr>
              <w:pStyle w:val="TAC"/>
              <w:keepNext w:val="0"/>
              <w:rPr>
                <w:rFonts w:eastAsia="Yu Mincho"/>
              </w:rPr>
            </w:pPr>
          </w:p>
        </w:tc>
        <w:tc>
          <w:tcPr>
            <w:tcW w:w="0" w:type="auto"/>
          </w:tcPr>
          <w:p w14:paraId="7D016EF7" w14:textId="77777777" w:rsidR="0082728E" w:rsidRPr="00835F44" w:rsidRDefault="0082728E" w:rsidP="000E530E">
            <w:pPr>
              <w:pStyle w:val="TAC"/>
              <w:keepNext w:val="0"/>
              <w:rPr>
                <w:rFonts w:eastAsia="Yu Mincho"/>
              </w:rPr>
            </w:pPr>
          </w:p>
        </w:tc>
        <w:tc>
          <w:tcPr>
            <w:tcW w:w="0" w:type="auto"/>
            <w:vAlign w:val="center"/>
          </w:tcPr>
          <w:p w14:paraId="3B0AE7F3" w14:textId="77777777" w:rsidR="0082728E" w:rsidRPr="00835F44" w:rsidRDefault="0082728E" w:rsidP="000E530E">
            <w:pPr>
              <w:pStyle w:val="TAC"/>
              <w:keepNext w:val="0"/>
              <w:rPr>
                <w:rFonts w:eastAsia="Yu Mincho"/>
              </w:rPr>
            </w:pPr>
          </w:p>
        </w:tc>
      </w:tr>
      <w:tr w:rsidR="00495FE7" w:rsidRPr="00835F44" w14:paraId="36CD211E" w14:textId="77777777" w:rsidTr="000E530E">
        <w:trPr>
          <w:trHeight w:val="225"/>
          <w:jc w:val="center"/>
        </w:trPr>
        <w:tc>
          <w:tcPr>
            <w:tcW w:w="0" w:type="auto"/>
            <w:vMerge/>
            <w:vAlign w:val="center"/>
          </w:tcPr>
          <w:p w14:paraId="0E48D6A4" w14:textId="77777777" w:rsidR="0082728E" w:rsidRPr="00835F44" w:rsidRDefault="0082728E" w:rsidP="000E530E">
            <w:pPr>
              <w:pStyle w:val="TAC"/>
              <w:keepNext w:val="0"/>
              <w:rPr>
                <w:rFonts w:eastAsia="Yu Mincho"/>
              </w:rPr>
            </w:pPr>
          </w:p>
        </w:tc>
        <w:tc>
          <w:tcPr>
            <w:tcW w:w="0" w:type="auto"/>
          </w:tcPr>
          <w:p w14:paraId="1B5F0E7F" w14:textId="77777777" w:rsidR="0082728E" w:rsidRPr="00835F44" w:rsidRDefault="0082728E" w:rsidP="000E530E">
            <w:pPr>
              <w:pStyle w:val="TAC"/>
              <w:keepNext w:val="0"/>
              <w:rPr>
                <w:rFonts w:eastAsia="Yu Mincho"/>
              </w:rPr>
            </w:pPr>
            <w:r w:rsidRPr="00835F44">
              <w:t>30</w:t>
            </w:r>
          </w:p>
        </w:tc>
        <w:tc>
          <w:tcPr>
            <w:tcW w:w="0" w:type="auto"/>
          </w:tcPr>
          <w:p w14:paraId="28BBEB77" w14:textId="77777777" w:rsidR="0082728E" w:rsidRPr="00835F44" w:rsidRDefault="0082728E" w:rsidP="000E530E">
            <w:pPr>
              <w:pStyle w:val="TAC"/>
              <w:keepNext w:val="0"/>
              <w:rPr>
                <w:rFonts w:eastAsia="Yu Mincho"/>
              </w:rPr>
            </w:pPr>
          </w:p>
        </w:tc>
        <w:tc>
          <w:tcPr>
            <w:tcW w:w="0" w:type="auto"/>
          </w:tcPr>
          <w:p w14:paraId="4C44F917" w14:textId="77777777" w:rsidR="0082728E" w:rsidRPr="00835F44" w:rsidRDefault="0082728E" w:rsidP="000E530E">
            <w:pPr>
              <w:pStyle w:val="TAC"/>
              <w:keepNext w:val="0"/>
              <w:rPr>
                <w:rFonts w:eastAsia="Yu Mincho"/>
              </w:rPr>
            </w:pPr>
            <w:r w:rsidRPr="00835F44">
              <w:t>Yes</w:t>
            </w:r>
          </w:p>
        </w:tc>
        <w:tc>
          <w:tcPr>
            <w:tcW w:w="0" w:type="auto"/>
          </w:tcPr>
          <w:p w14:paraId="0D14BE6D" w14:textId="77777777" w:rsidR="0082728E" w:rsidRPr="00835F44" w:rsidRDefault="0082728E" w:rsidP="000E530E">
            <w:pPr>
              <w:pStyle w:val="TAC"/>
              <w:keepNext w:val="0"/>
              <w:rPr>
                <w:rFonts w:eastAsia="Yu Mincho"/>
              </w:rPr>
            </w:pPr>
            <w:r w:rsidRPr="00835F44">
              <w:t>Yes</w:t>
            </w:r>
          </w:p>
        </w:tc>
        <w:tc>
          <w:tcPr>
            <w:tcW w:w="0" w:type="auto"/>
          </w:tcPr>
          <w:p w14:paraId="6FDA119E" w14:textId="77777777" w:rsidR="0082728E" w:rsidRPr="00835F44" w:rsidRDefault="0082728E" w:rsidP="000E530E">
            <w:pPr>
              <w:pStyle w:val="TAC"/>
              <w:keepNext w:val="0"/>
              <w:rPr>
                <w:rFonts w:eastAsia="Yu Mincho"/>
              </w:rPr>
            </w:pPr>
            <w:r w:rsidRPr="00835F44">
              <w:t>Yes</w:t>
            </w:r>
          </w:p>
        </w:tc>
        <w:tc>
          <w:tcPr>
            <w:tcW w:w="0" w:type="auto"/>
            <w:vAlign w:val="center"/>
          </w:tcPr>
          <w:p w14:paraId="1BE2D92E" w14:textId="77777777" w:rsidR="0082728E" w:rsidRPr="00835F44" w:rsidRDefault="0082728E" w:rsidP="000E530E">
            <w:pPr>
              <w:pStyle w:val="TAC"/>
              <w:keepNext w:val="0"/>
              <w:rPr>
                <w:rFonts w:eastAsia="Yu Mincho"/>
              </w:rPr>
            </w:pPr>
          </w:p>
        </w:tc>
        <w:tc>
          <w:tcPr>
            <w:tcW w:w="0" w:type="auto"/>
          </w:tcPr>
          <w:p w14:paraId="68B27A12" w14:textId="77777777" w:rsidR="0082728E" w:rsidRPr="00835F44" w:rsidRDefault="0082728E" w:rsidP="000E530E">
            <w:pPr>
              <w:pStyle w:val="TAC"/>
              <w:keepNext w:val="0"/>
              <w:rPr>
                <w:rFonts w:eastAsia="Yu Mincho"/>
              </w:rPr>
            </w:pPr>
          </w:p>
        </w:tc>
        <w:tc>
          <w:tcPr>
            <w:tcW w:w="0" w:type="auto"/>
            <w:vAlign w:val="center"/>
          </w:tcPr>
          <w:p w14:paraId="220205DE" w14:textId="77777777" w:rsidR="0082728E" w:rsidRPr="00835F44" w:rsidRDefault="0082728E" w:rsidP="000E530E">
            <w:pPr>
              <w:pStyle w:val="TAC"/>
              <w:keepNext w:val="0"/>
              <w:rPr>
                <w:rFonts w:eastAsia="Yu Mincho"/>
              </w:rPr>
            </w:pPr>
          </w:p>
        </w:tc>
        <w:tc>
          <w:tcPr>
            <w:tcW w:w="0" w:type="auto"/>
            <w:vAlign w:val="center"/>
          </w:tcPr>
          <w:p w14:paraId="42A7DCC1" w14:textId="77777777" w:rsidR="0082728E" w:rsidRPr="00835F44" w:rsidRDefault="0082728E" w:rsidP="000E530E">
            <w:pPr>
              <w:pStyle w:val="TAC"/>
              <w:keepNext w:val="0"/>
              <w:rPr>
                <w:rFonts w:eastAsia="Yu Mincho"/>
              </w:rPr>
            </w:pPr>
          </w:p>
        </w:tc>
        <w:tc>
          <w:tcPr>
            <w:tcW w:w="0" w:type="auto"/>
            <w:vAlign w:val="center"/>
          </w:tcPr>
          <w:p w14:paraId="3CCCC06A" w14:textId="77777777" w:rsidR="0082728E" w:rsidRPr="00835F44" w:rsidRDefault="0082728E" w:rsidP="000E530E">
            <w:pPr>
              <w:pStyle w:val="TAC"/>
              <w:keepNext w:val="0"/>
              <w:rPr>
                <w:rFonts w:eastAsia="Yu Mincho"/>
              </w:rPr>
            </w:pPr>
          </w:p>
        </w:tc>
        <w:tc>
          <w:tcPr>
            <w:tcW w:w="0" w:type="auto"/>
            <w:vAlign w:val="center"/>
          </w:tcPr>
          <w:p w14:paraId="15FE765B" w14:textId="77777777" w:rsidR="0082728E" w:rsidRPr="00835F44" w:rsidRDefault="0082728E" w:rsidP="000E530E">
            <w:pPr>
              <w:pStyle w:val="TAC"/>
              <w:keepNext w:val="0"/>
              <w:rPr>
                <w:rFonts w:eastAsia="Yu Mincho"/>
              </w:rPr>
            </w:pPr>
          </w:p>
        </w:tc>
        <w:tc>
          <w:tcPr>
            <w:tcW w:w="0" w:type="auto"/>
          </w:tcPr>
          <w:p w14:paraId="5E0F3E59" w14:textId="77777777" w:rsidR="0082728E" w:rsidRPr="00835F44" w:rsidRDefault="0082728E" w:rsidP="000E530E">
            <w:pPr>
              <w:pStyle w:val="TAC"/>
              <w:keepNext w:val="0"/>
              <w:rPr>
                <w:rFonts w:eastAsia="Yu Mincho"/>
              </w:rPr>
            </w:pPr>
          </w:p>
        </w:tc>
        <w:tc>
          <w:tcPr>
            <w:tcW w:w="0" w:type="auto"/>
            <w:vAlign w:val="center"/>
          </w:tcPr>
          <w:p w14:paraId="09D7CC81" w14:textId="77777777" w:rsidR="0082728E" w:rsidRPr="00835F44" w:rsidRDefault="0082728E" w:rsidP="000E530E">
            <w:pPr>
              <w:pStyle w:val="TAC"/>
              <w:keepNext w:val="0"/>
              <w:rPr>
                <w:rFonts w:eastAsia="Yu Mincho"/>
              </w:rPr>
            </w:pPr>
          </w:p>
        </w:tc>
      </w:tr>
      <w:tr w:rsidR="00495FE7" w:rsidRPr="00835F44" w14:paraId="2ABF56A4" w14:textId="77777777" w:rsidTr="000E530E">
        <w:trPr>
          <w:trHeight w:val="225"/>
          <w:jc w:val="center"/>
        </w:trPr>
        <w:tc>
          <w:tcPr>
            <w:tcW w:w="0" w:type="auto"/>
            <w:vMerge/>
            <w:vAlign w:val="center"/>
          </w:tcPr>
          <w:p w14:paraId="767C54D6" w14:textId="77777777" w:rsidR="0082728E" w:rsidRPr="00835F44" w:rsidRDefault="0082728E" w:rsidP="000E530E">
            <w:pPr>
              <w:pStyle w:val="TAC"/>
              <w:keepNext w:val="0"/>
              <w:rPr>
                <w:rFonts w:eastAsia="Yu Mincho"/>
              </w:rPr>
            </w:pPr>
          </w:p>
        </w:tc>
        <w:tc>
          <w:tcPr>
            <w:tcW w:w="0" w:type="auto"/>
          </w:tcPr>
          <w:p w14:paraId="1ACF86E3" w14:textId="77777777" w:rsidR="0082728E" w:rsidRPr="00835F44" w:rsidRDefault="0082728E" w:rsidP="000E530E">
            <w:pPr>
              <w:pStyle w:val="TAC"/>
              <w:keepNext w:val="0"/>
              <w:rPr>
                <w:rFonts w:eastAsia="Yu Mincho"/>
              </w:rPr>
            </w:pPr>
            <w:r w:rsidRPr="00835F44">
              <w:t>60</w:t>
            </w:r>
          </w:p>
        </w:tc>
        <w:tc>
          <w:tcPr>
            <w:tcW w:w="0" w:type="auto"/>
          </w:tcPr>
          <w:p w14:paraId="267670BB" w14:textId="77777777" w:rsidR="0082728E" w:rsidRPr="00835F44" w:rsidRDefault="0082728E" w:rsidP="000E530E">
            <w:pPr>
              <w:pStyle w:val="TAC"/>
              <w:keepNext w:val="0"/>
              <w:rPr>
                <w:rFonts w:eastAsia="Yu Mincho"/>
              </w:rPr>
            </w:pPr>
          </w:p>
        </w:tc>
        <w:tc>
          <w:tcPr>
            <w:tcW w:w="0" w:type="auto"/>
          </w:tcPr>
          <w:p w14:paraId="28CF8D9A" w14:textId="77777777" w:rsidR="0082728E" w:rsidRPr="00835F44" w:rsidRDefault="0082728E" w:rsidP="000E530E">
            <w:pPr>
              <w:pStyle w:val="TAC"/>
              <w:keepNext w:val="0"/>
              <w:rPr>
                <w:rFonts w:eastAsia="Yu Mincho"/>
              </w:rPr>
            </w:pPr>
            <w:r w:rsidRPr="00835F44">
              <w:t>Yes</w:t>
            </w:r>
          </w:p>
        </w:tc>
        <w:tc>
          <w:tcPr>
            <w:tcW w:w="0" w:type="auto"/>
          </w:tcPr>
          <w:p w14:paraId="3D78145A" w14:textId="77777777" w:rsidR="0082728E" w:rsidRPr="00835F44" w:rsidRDefault="0082728E" w:rsidP="000E530E">
            <w:pPr>
              <w:pStyle w:val="TAC"/>
              <w:keepNext w:val="0"/>
              <w:rPr>
                <w:rFonts w:eastAsia="Yu Mincho"/>
              </w:rPr>
            </w:pPr>
            <w:r w:rsidRPr="00835F44">
              <w:t>Yes</w:t>
            </w:r>
          </w:p>
        </w:tc>
        <w:tc>
          <w:tcPr>
            <w:tcW w:w="0" w:type="auto"/>
          </w:tcPr>
          <w:p w14:paraId="42B19E81" w14:textId="77777777" w:rsidR="0082728E" w:rsidRPr="00835F44" w:rsidRDefault="0082728E" w:rsidP="000E530E">
            <w:pPr>
              <w:pStyle w:val="TAC"/>
              <w:keepNext w:val="0"/>
              <w:rPr>
                <w:rFonts w:eastAsia="Yu Mincho"/>
              </w:rPr>
            </w:pPr>
            <w:r w:rsidRPr="00835F44">
              <w:t>Yes</w:t>
            </w:r>
          </w:p>
        </w:tc>
        <w:tc>
          <w:tcPr>
            <w:tcW w:w="0" w:type="auto"/>
            <w:vAlign w:val="center"/>
          </w:tcPr>
          <w:p w14:paraId="331AA497" w14:textId="77777777" w:rsidR="0082728E" w:rsidRPr="00835F44" w:rsidRDefault="0082728E" w:rsidP="000E530E">
            <w:pPr>
              <w:pStyle w:val="TAC"/>
              <w:keepNext w:val="0"/>
              <w:rPr>
                <w:rFonts w:eastAsia="Yu Mincho"/>
              </w:rPr>
            </w:pPr>
          </w:p>
        </w:tc>
        <w:tc>
          <w:tcPr>
            <w:tcW w:w="0" w:type="auto"/>
          </w:tcPr>
          <w:p w14:paraId="2028F3A6" w14:textId="77777777" w:rsidR="0082728E" w:rsidRPr="00835F44" w:rsidRDefault="0082728E" w:rsidP="000E530E">
            <w:pPr>
              <w:pStyle w:val="TAC"/>
              <w:keepNext w:val="0"/>
              <w:rPr>
                <w:rFonts w:eastAsia="Yu Mincho"/>
              </w:rPr>
            </w:pPr>
          </w:p>
        </w:tc>
        <w:tc>
          <w:tcPr>
            <w:tcW w:w="0" w:type="auto"/>
            <w:vAlign w:val="center"/>
          </w:tcPr>
          <w:p w14:paraId="5E17E305" w14:textId="77777777" w:rsidR="0082728E" w:rsidRPr="00835F44" w:rsidRDefault="0082728E" w:rsidP="000E530E">
            <w:pPr>
              <w:pStyle w:val="TAC"/>
              <w:keepNext w:val="0"/>
              <w:rPr>
                <w:rFonts w:eastAsia="Yu Mincho"/>
              </w:rPr>
            </w:pPr>
          </w:p>
        </w:tc>
        <w:tc>
          <w:tcPr>
            <w:tcW w:w="0" w:type="auto"/>
            <w:vAlign w:val="center"/>
          </w:tcPr>
          <w:p w14:paraId="556D2E1A" w14:textId="77777777" w:rsidR="0082728E" w:rsidRPr="00835F44" w:rsidRDefault="0082728E" w:rsidP="000E530E">
            <w:pPr>
              <w:pStyle w:val="TAC"/>
              <w:keepNext w:val="0"/>
              <w:rPr>
                <w:rFonts w:eastAsia="Yu Mincho"/>
              </w:rPr>
            </w:pPr>
          </w:p>
        </w:tc>
        <w:tc>
          <w:tcPr>
            <w:tcW w:w="0" w:type="auto"/>
            <w:vAlign w:val="center"/>
          </w:tcPr>
          <w:p w14:paraId="588E7BE0" w14:textId="77777777" w:rsidR="0082728E" w:rsidRPr="00835F44" w:rsidRDefault="0082728E" w:rsidP="000E530E">
            <w:pPr>
              <w:pStyle w:val="TAC"/>
              <w:keepNext w:val="0"/>
              <w:rPr>
                <w:rFonts w:eastAsia="Yu Mincho"/>
              </w:rPr>
            </w:pPr>
          </w:p>
        </w:tc>
        <w:tc>
          <w:tcPr>
            <w:tcW w:w="0" w:type="auto"/>
            <w:vAlign w:val="center"/>
          </w:tcPr>
          <w:p w14:paraId="6D3337CF" w14:textId="77777777" w:rsidR="0082728E" w:rsidRPr="00835F44" w:rsidRDefault="0082728E" w:rsidP="000E530E">
            <w:pPr>
              <w:pStyle w:val="TAC"/>
              <w:keepNext w:val="0"/>
              <w:rPr>
                <w:rFonts w:eastAsia="Yu Mincho"/>
              </w:rPr>
            </w:pPr>
          </w:p>
        </w:tc>
        <w:tc>
          <w:tcPr>
            <w:tcW w:w="0" w:type="auto"/>
          </w:tcPr>
          <w:p w14:paraId="60F0EE91" w14:textId="77777777" w:rsidR="0082728E" w:rsidRPr="00835F44" w:rsidRDefault="0082728E" w:rsidP="000E530E">
            <w:pPr>
              <w:pStyle w:val="TAC"/>
              <w:keepNext w:val="0"/>
              <w:rPr>
                <w:rFonts w:eastAsia="Yu Mincho"/>
              </w:rPr>
            </w:pPr>
          </w:p>
        </w:tc>
        <w:tc>
          <w:tcPr>
            <w:tcW w:w="0" w:type="auto"/>
            <w:vAlign w:val="center"/>
          </w:tcPr>
          <w:p w14:paraId="15FD1FF2" w14:textId="77777777" w:rsidR="0082728E" w:rsidRPr="00835F44" w:rsidRDefault="0082728E" w:rsidP="000E530E">
            <w:pPr>
              <w:pStyle w:val="TAC"/>
              <w:keepNext w:val="0"/>
              <w:rPr>
                <w:rFonts w:eastAsia="Yu Mincho"/>
              </w:rPr>
            </w:pPr>
          </w:p>
        </w:tc>
      </w:tr>
      <w:tr w:rsidR="00495FE7" w:rsidRPr="00835F44" w14:paraId="161149FB" w14:textId="77777777" w:rsidTr="000E530E">
        <w:trPr>
          <w:trHeight w:val="225"/>
          <w:jc w:val="center"/>
        </w:trPr>
        <w:tc>
          <w:tcPr>
            <w:tcW w:w="0" w:type="auto"/>
            <w:vMerge w:val="restart"/>
            <w:vAlign w:val="center"/>
            <w:hideMark/>
          </w:tcPr>
          <w:p w14:paraId="096B8F3F" w14:textId="77777777" w:rsidR="0082728E" w:rsidRPr="00835F44" w:rsidRDefault="0082728E" w:rsidP="000E530E">
            <w:pPr>
              <w:pStyle w:val="TAC"/>
              <w:keepNext w:val="0"/>
              <w:rPr>
                <w:rFonts w:eastAsia="Yu Mincho"/>
              </w:rPr>
            </w:pPr>
            <w:r w:rsidRPr="00835F44">
              <w:rPr>
                <w:rFonts w:eastAsia="Yu Mincho"/>
              </w:rPr>
              <w:t>n28</w:t>
            </w:r>
          </w:p>
        </w:tc>
        <w:tc>
          <w:tcPr>
            <w:tcW w:w="0" w:type="auto"/>
            <w:vAlign w:val="center"/>
            <w:hideMark/>
          </w:tcPr>
          <w:p w14:paraId="7E632A2A" w14:textId="77777777" w:rsidR="0082728E" w:rsidRPr="00835F44" w:rsidRDefault="0082728E" w:rsidP="000E530E">
            <w:pPr>
              <w:pStyle w:val="TAC"/>
              <w:keepNext w:val="0"/>
              <w:rPr>
                <w:rFonts w:eastAsia="Yu Mincho"/>
              </w:rPr>
            </w:pPr>
            <w:r w:rsidRPr="00835F44">
              <w:rPr>
                <w:rFonts w:eastAsia="Yu Mincho"/>
              </w:rPr>
              <w:t>15</w:t>
            </w:r>
          </w:p>
        </w:tc>
        <w:tc>
          <w:tcPr>
            <w:tcW w:w="0" w:type="auto"/>
            <w:hideMark/>
          </w:tcPr>
          <w:p w14:paraId="3D559BFF"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184E6087"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11D9DB2F"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6DBA6021" w14:textId="5A38C018" w:rsidR="0082728E" w:rsidRPr="00835F44" w:rsidRDefault="0082728E" w:rsidP="000E530E">
            <w:pPr>
              <w:pStyle w:val="TAC"/>
              <w:keepNext w:val="0"/>
              <w:rPr>
                <w:rFonts w:eastAsia="Yu Mincho"/>
              </w:rPr>
            </w:pPr>
            <w:r w:rsidRPr="00835F44">
              <w:rPr>
                <w:rFonts w:eastAsia="Yu Mincho"/>
              </w:rPr>
              <w:t>Yes</w:t>
            </w:r>
            <w:r w:rsidR="00205ADE" w:rsidRPr="00835F44">
              <w:rPr>
                <w:rFonts w:eastAsia="Yu Mincho"/>
                <w:vertAlign w:val="superscript"/>
              </w:rPr>
              <w:t>5</w:t>
            </w:r>
          </w:p>
        </w:tc>
        <w:tc>
          <w:tcPr>
            <w:tcW w:w="0" w:type="auto"/>
            <w:vAlign w:val="center"/>
          </w:tcPr>
          <w:p w14:paraId="2206CBD3" w14:textId="77777777" w:rsidR="0082728E" w:rsidRPr="00835F44" w:rsidRDefault="0082728E" w:rsidP="000E530E">
            <w:pPr>
              <w:pStyle w:val="TAC"/>
              <w:keepNext w:val="0"/>
              <w:rPr>
                <w:rFonts w:eastAsia="Yu Mincho"/>
              </w:rPr>
            </w:pPr>
          </w:p>
        </w:tc>
        <w:tc>
          <w:tcPr>
            <w:tcW w:w="0" w:type="auto"/>
          </w:tcPr>
          <w:p w14:paraId="79C61E9D" w14:textId="77777777" w:rsidR="0082728E" w:rsidRPr="00835F44" w:rsidRDefault="0082728E" w:rsidP="000E530E">
            <w:pPr>
              <w:pStyle w:val="TAC"/>
              <w:keepNext w:val="0"/>
              <w:rPr>
                <w:rFonts w:eastAsia="Yu Mincho"/>
              </w:rPr>
            </w:pPr>
          </w:p>
        </w:tc>
        <w:tc>
          <w:tcPr>
            <w:tcW w:w="0" w:type="auto"/>
            <w:vAlign w:val="center"/>
          </w:tcPr>
          <w:p w14:paraId="40915962" w14:textId="77777777" w:rsidR="0082728E" w:rsidRPr="00835F44" w:rsidRDefault="0082728E" w:rsidP="000E530E">
            <w:pPr>
              <w:pStyle w:val="TAC"/>
              <w:keepNext w:val="0"/>
              <w:rPr>
                <w:rFonts w:eastAsia="Yu Mincho"/>
              </w:rPr>
            </w:pPr>
          </w:p>
        </w:tc>
        <w:tc>
          <w:tcPr>
            <w:tcW w:w="0" w:type="auto"/>
            <w:vAlign w:val="center"/>
          </w:tcPr>
          <w:p w14:paraId="231ED141" w14:textId="77777777" w:rsidR="0082728E" w:rsidRPr="00835F44" w:rsidRDefault="0082728E" w:rsidP="000E530E">
            <w:pPr>
              <w:pStyle w:val="TAC"/>
              <w:keepNext w:val="0"/>
              <w:rPr>
                <w:rFonts w:eastAsia="Yu Mincho"/>
              </w:rPr>
            </w:pPr>
          </w:p>
        </w:tc>
        <w:tc>
          <w:tcPr>
            <w:tcW w:w="0" w:type="auto"/>
            <w:vAlign w:val="center"/>
          </w:tcPr>
          <w:p w14:paraId="704E7D7B" w14:textId="77777777" w:rsidR="0082728E" w:rsidRPr="00835F44" w:rsidRDefault="0082728E" w:rsidP="000E530E">
            <w:pPr>
              <w:pStyle w:val="TAC"/>
              <w:keepNext w:val="0"/>
              <w:rPr>
                <w:rFonts w:eastAsia="Yu Mincho"/>
              </w:rPr>
            </w:pPr>
          </w:p>
        </w:tc>
        <w:tc>
          <w:tcPr>
            <w:tcW w:w="0" w:type="auto"/>
            <w:vAlign w:val="center"/>
          </w:tcPr>
          <w:p w14:paraId="0E30D3D8" w14:textId="77777777" w:rsidR="0082728E" w:rsidRPr="00835F44" w:rsidRDefault="0082728E" w:rsidP="000E530E">
            <w:pPr>
              <w:pStyle w:val="TAC"/>
              <w:keepNext w:val="0"/>
              <w:rPr>
                <w:rFonts w:eastAsia="Yu Mincho"/>
              </w:rPr>
            </w:pPr>
          </w:p>
        </w:tc>
        <w:tc>
          <w:tcPr>
            <w:tcW w:w="0" w:type="auto"/>
          </w:tcPr>
          <w:p w14:paraId="023BB833" w14:textId="77777777" w:rsidR="0082728E" w:rsidRPr="00835F44" w:rsidRDefault="0082728E" w:rsidP="000E530E">
            <w:pPr>
              <w:pStyle w:val="TAC"/>
              <w:keepNext w:val="0"/>
              <w:rPr>
                <w:rFonts w:eastAsia="Yu Mincho"/>
              </w:rPr>
            </w:pPr>
          </w:p>
        </w:tc>
        <w:tc>
          <w:tcPr>
            <w:tcW w:w="0" w:type="auto"/>
            <w:vAlign w:val="center"/>
          </w:tcPr>
          <w:p w14:paraId="48162EE1" w14:textId="77777777" w:rsidR="0082728E" w:rsidRPr="00835F44" w:rsidRDefault="0082728E" w:rsidP="000E530E">
            <w:pPr>
              <w:pStyle w:val="TAC"/>
              <w:keepNext w:val="0"/>
              <w:rPr>
                <w:rFonts w:eastAsia="Yu Mincho"/>
              </w:rPr>
            </w:pPr>
          </w:p>
        </w:tc>
      </w:tr>
      <w:tr w:rsidR="00495FE7" w:rsidRPr="00835F44" w14:paraId="5296B94A" w14:textId="77777777" w:rsidTr="000E530E">
        <w:trPr>
          <w:trHeight w:val="225"/>
          <w:jc w:val="center"/>
        </w:trPr>
        <w:tc>
          <w:tcPr>
            <w:tcW w:w="0" w:type="auto"/>
            <w:vMerge/>
            <w:vAlign w:val="center"/>
            <w:hideMark/>
          </w:tcPr>
          <w:p w14:paraId="304FDD4E" w14:textId="77777777" w:rsidR="0082728E" w:rsidRPr="00835F44" w:rsidRDefault="0082728E" w:rsidP="000E530E">
            <w:pPr>
              <w:pStyle w:val="TAC"/>
              <w:keepNext w:val="0"/>
              <w:rPr>
                <w:rFonts w:eastAsia="Yu Mincho"/>
              </w:rPr>
            </w:pPr>
          </w:p>
        </w:tc>
        <w:tc>
          <w:tcPr>
            <w:tcW w:w="0" w:type="auto"/>
            <w:vAlign w:val="center"/>
            <w:hideMark/>
          </w:tcPr>
          <w:p w14:paraId="02E9B8E1" w14:textId="77777777" w:rsidR="0082728E" w:rsidRPr="00835F44" w:rsidRDefault="0082728E" w:rsidP="000E530E">
            <w:pPr>
              <w:pStyle w:val="TAC"/>
              <w:keepNext w:val="0"/>
              <w:rPr>
                <w:rFonts w:eastAsia="Yu Mincho"/>
              </w:rPr>
            </w:pPr>
            <w:r w:rsidRPr="00835F44">
              <w:rPr>
                <w:rFonts w:eastAsia="Yu Mincho"/>
              </w:rPr>
              <w:t>30</w:t>
            </w:r>
          </w:p>
        </w:tc>
        <w:tc>
          <w:tcPr>
            <w:tcW w:w="0" w:type="auto"/>
          </w:tcPr>
          <w:p w14:paraId="5B664469" w14:textId="77777777" w:rsidR="0082728E" w:rsidRPr="00835F44" w:rsidRDefault="0082728E" w:rsidP="000E530E">
            <w:pPr>
              <w:pStyle w:val="TAC"/>
              <w:keepNext w:val="0"/>
              <w:rPr>
                <w:rFonts w:eastAsia="Yu Mincho"/>
              </w:rPr>
            </w:pPr>
          </w:p>
        </w:tc>
        <w:tc>
          <w:tcPr>
            <w:tcW w:w="0" w:type="auto"/>
            <w:hideMark/>
          </w:tcPr>
          <w:p w14:paraId="7D5B6495"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362EA350"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363BFF37" w14:textId="4E2E3734" w:rsidR="0082728E" w:rsidRPr="00835F44" w:rsidRDefault="0082728E" w:rsidP="000E530E">
            <w:pPr>
              <w:pStyle w:val="TAC"/>
              <w:keepNext w:val="0"/>
              <w:rPr>
                <w:rFonts w:eastAsia="Yu Mincho"/>
              </w:rPr>
            </w:pPr>
            <w:r w:rsidRPr="00835F44">
              <w:rPr>
                <w:rFonts w:eastAsia="Yu Mincho"/>
              </w:rPr>
              <w:t>Yes</w:t>
            </w:r>
            <w:r w:rsidR="00205ADE" w:rsidRPr="00835F44">
              <w:rPr>
                <w:rFonts w:eastAsia="Yu Mincho"/>
                <w:vertAlign w:val="superscript"/>
              </w:rPr>
              <w:t>5</w:t>
            </w:r>
          </w:p>
        </w:tc>
        <w:tc>
          <w:tcPr>
            <w:tcW w:w="0" w:type="auto"/>
            <w:vAlign w:val="center"/>
          </w:tcPr>
          <w:p w14:paraId="36BAC1F0" w14:textId="77777777" w:rsidR="0082728E" w:rsidRPr="00835F44" w:rsidRDefault="0082728E" w:rsidP="000E530E">
            <w:pPr>
              <w:pStyle w:val="TAC"/>
              <w:keepNext w:val="0"/>
              <w:rPr>
                <w:rFonts w:eastAsia="Yu Mincho"/>
              </w:rPr>
            </w:pPr>
          </w:p>
        </w:tc>
        <w:tc>
          <w:tcPr>
            <w:tcW w:w="0" w:type="auto"/>
          </w:tcPr>
          <w:p w14:paraId="35AEEFAD" w14:textId="77777777" w:rsidR="0082728E" w:rsidRPr="00835F44" w:rsidRDefault="0082728E" w:rsidP="000E530E">
            <w:pPr>
              <w:pStyle w:val="TAC"/>
              <w:keepNext w:val="0"/>
              <w:rPr>
                <w:rFonts w:eastAsia="Yu Mincho"/>
              </w:rPr>
            </w:pPr>
          </w:p>
        </w:tc>
        <w:tc>
          <w:tcPr>
            <w:tcW w:w="0" w:type="auto"/>
            <w:vAlign w:val="center"/>
          </w:tcPr>
          <w:p w14:paraId="132D915F" w14:textId="77777777" w:rsidR="0082728E" w:rsidRPr="00835F44" w:rsidRDefault="0082728E" w:rsidP="000E530E">
            <w:pPr>
              <w:pStyle w:val="TAC"/>
              <w:keepNext w:val="0"/>
              <w:rPr>
                <w:rFonts w:eastAsia="Yu Mincho"/>
              </w:rPr>
            </w:pPr>
          </w:p>
        </w:tc>
        <w:tc>
          <w:tcPr>
            <w:tcW w:w="0" w:type="auto"/>
            <w:vAlign w:val="center"/>
          </w:tcPr>
          <w:p w14:paraId="562EB4F7" w14:textId="77777777" w:rsidR="0082728E" w:rsidRPr="00835F44" w:rsidRDefault="0082728E" w:rsidP="000E530E">
            <w:pPr>
              <w:pStyle w:val="TAC"/>
              <w:keepNext w:val="0"/>
              <w:rPr>
                <w:rFonts w:eastAsia="Yu Mincho"/>
              </w:rPr>
            </w:pPr>
          </w:p>
        </w:tc>
        <w:tc>
          <w:tcPr>
            <w:tcW w:w="0" w:type="auto"/>
            <w:vAlign w:val="center"/>
          </w:tcPr>
          <w:p w14:paraId="58E13E32" w14:textId="77777777" w:rsidR="0082728E" w:rsidRPr="00835F44" w:rsidRDefault="0082728E" w:rsidP="000E530E">
            <w:pPr>
              <w:pStyle w:val="TAC"/>
              <w:keepNext w:val="0"/>
              <w:rPr>
                <w:rFonts w:eastAsia="Yu Mincho"/>
              </w:rPr>
            </w:pPr>
          </w:p>
        </w:tc>
        <w:tc>
          <w:tcPr>
            <w:tcW w:w="0" w:type="auto"/>
            <w:vAlign w:val="center"/>
          </w:tcPr>
          <w:p w14:paraId="541BF588" w14:textId="77777777" w:rsidR="0082728E" w:rsidRPr="00835F44" w:rsidRDefault="0082728E" w:rsidP="000E530E">
            <w:pPr>
              <w:pStyle w:val="TAC"/>
              <w:keepNext w:val="0"/>
              <w:rPr>
                <w:rFonts w:eastAsia="Yu Mincho"/>
              </w:rPr>
            </w:pPr>
          </w:p>
        </w:tc>
        <w:tc>
          <w:tcPr>
            <w:tcW w:w="0" w:type="auto"/>
          </w:tcPr>
          <w:p w14:paraId="4FA7356D" w14:textId="77777777" w:rsidR="0082728E" w:rsidRPr="00835F44" w:rsidRDefault="0082728E" w:rsidP="000E530E">
            <w:pPr>
              <w:pStyle w:val="TAC"/>
              <w:keepNext w:val="0"/>
              <w:rPr>
                <w:rFonts w:eastAsia="Yu Mincho"/>
              </w:rPr>
            </w:pPr>
          </w:p>
        </w:tc>
        <w:tc>
          <w:tcPr>
            <w:tcW w:w="0" w:type="auto"/>
            <w:vAlign w:val="center"/>
          </w:tcPr>
          <w:p w14:paraId="5CB97A53" w14:textId="77777777" w:rsidR="0082728E" w:rsidRPr="00835F44" w:rsidRDefault="0082728E" w:rsidP="000E530E">
            <w:pPr>
              <w:pStyle w:val="TAC"/>
              <w:keepNext w:val="0"/>
              <w:rPr>
                <w:rFonts w:eastAsia="Yu Mincho"/>
              </w:rPr>
            </w:pPr>
          </w:p>
        </w:tc>
      </w:tr>
      <w:tr w:rsidR="00495FE7" w:rsidRPr="00835F44" w14:paraId="1742699F" w14:textId="77777777" w:rsidTr="000E530E">
        <w:trPr>
          <w:trHeight w:val="225"/>
          <w:jc w:val="center"/>
        </w:trPr>
        <w:tc>
          <w:tcPr>
            <w:tcW w:w="0" w:type="auto"/>
            <w:vMerge/>
            <w:vAlign w:val="center"/>
            <w:hideMark/>
          </w:tcPr>
          <w:p w14:paraId="7B4F1E60" w14:textId="77777777" w:rsidR="0082728E" w:rsidRPr="00835F44" w:rsidRDefault="0082728E" w:rsidP="000E530E">
            <w:pPr>
              <w:pStyle w:val="TAC"/>
              <w:keepNext w:val="0"/>
              <w:rPr>
                <w:rFonts w:eastAsia="Yu Mincho"/>
              </w:rPr>
            </w:pPr>
          </w:p>
        </w:tc>
        <w:tc>
          <w:tcPr>
            <w:tcW w:w="0" w:type="auto"/>
            <w:vAlign w:val="center"/>
            <w:hideMark/>
          </w:tcPr>
          <w:p w14:paraId="254D488E" w14:textId="77777777" w:rsidR="0082728E" w:rsidRPr="00835F44" w:rsidRDefault="0082728E" w:rsidP="000E530E">
            <w:pPr>
              <w:pStyle w:val="TAC"/>
              <w:keepNext w:val="0"/>
              <w:rPr>
                <w:rFonts w:eastAsia="Yu Mincho"/>
              </w:rPr>
            </w:pPr>
            <w:r w:rsidRPr="00835F44">
              <w:rPr>
                <w:rFonts w:eastAsia="Yu Mincho"/>
              </w:rPr>
              <w:t>60</w:t>
            </w:r>
          </w:p>
        </w:tc>
        <w:tc>
          <w:tcPr>
            <w:tcW w:w="0" w:type="auto"/>
          </w:tcPr>
          <w:p w14:paraId="20E536D8" w14:textId="77777777" w:rsidR="0082728E" w:rsidRPr="00835F44" w:rsidRDefault="0082728E" w:rsidP="000E530E">
            <w:pPr>
              <w:pStyle w:val="TAC"/>
              <w:keepNext w:val="0"/>
              <w:rPr>
                <w:rFonts w:eastAsia="Yu Mincho"/>
              </w:rPr>
            </w:pPr>
          </w:p>
        </w:tc>
        <w:tc>
          <w:tcPr>
            <w:tcW w:w="0" w:type="auto"/>
            <w:vAlign w:val="center"/>
          </w:tcPr>
          <w:p w14:paraId="1475CC58" w14:textId="77777777" w:rsidR="0082728E" w:rsidRPr="00835F44" w:rsidRDefault="0082728E" w:rsidP="000E530E">
            <w:pPr>
              <w:pStyle w:val="TAC"/>
              <w:keepNext w:val="0"/>
              <w:rPr>
                <w:rFonts w:eastAsia="Yu Mincho"/>
              </w:rPr>
            </w:pPr>
          </w:p>
        </w:tc>
        <w:tc>
          <w:tcPr>
            <w:tcW w:w="0" w:type="auto"/>
            <w:vAlign w:val="center"/>
          </w:tcPr>
          <w:p w14:paraId="062D1793" w14:textId="77777777" w:rsidR="0082728E" w:rsidRPr="00835F44" w:rsidRDefault="0082728E" w:rsidP="000E530E">
            <w:pPr>
              <w:pStyle w:val="TAC"/>
              <w:keepNext w:val="0"/>
              <w:rPr>
                <w:rFonts w:eastAsia="Yu Mincho"/>
              </w:rPr>
            </w:pPr>
          </w:p>
        </w:tc>
        <w:tc>
          <w:tcPr>
            <w:tcW w:w="0" w:type="auto"/>
            <w:vAlign w:val="center"/>
          </w:tcPr>
          <w:p w14:paraId="0AEE2072" w14:textId="77777777" w:rsidR="0082728E" w:rsidRPr="00835F44" w:rsidRDefault="0082728E" w:rsidP="000E530E">
            <w:pPr>
              <w:pStyle w:val="TAC"/>
              <w:keepNext w:val="0"/>
              <w:rPr>
                <w:rFonts w:eastAsia="Yu Mincho"/>
              </w:rPr>
            </w:pPr>
          </w:p>
        </w:tc>
        <w:tc>
          <w:tcPr>
            <w:tcW w:w="0" w:type="auto"/>
            <w:vAlign w:val="center"/>
          </w:tcPr>
          <w:p w14:paraId="6C5F782C" w14:textId="77777777" w:rsidR="0082728E" w:rsidRPr="00835F44" w:rsidRDefault="0082728E" w:rsidP="000E530E">
            <w:pPr>
              <w:pStyle w:val="TAC"/>
              <w:keepNext w:val="0"/>
              <w:rPr>
                <w:rFonts w:eastAsia="Yu Mincho"/>
              </w:rPr>
            </w:pPr>
          </w:p>
        </w:tc>
        <w:tc>
          <w:tcPr>
            <w:tcW w:w="0" w:type="auto"/>
          </w:tcPr>
          <w:p w14:paraId="25922A1F" w14:textId="77777777" w:rsidR="0082728E" w:rsidRPr="00835F44" w:rsidRDefault="0082728E" w:rsidP="000E530E">
            <w:pPr>
              <w:pStyle w:val="TAC"/>
              <w:keepNext w:val="0"/>
              <w:rPr>
                <w:rFonts w:eastAsia="Yu Mincho"/>
              </w:rPr>
            </w:pPr>
          </w:p>
        </w:tc>
        <w:tc>
          <w:tcPr>
            <w:tcW w:w="0" w:type="auto"/>
            <w:vAlign w:val="center"/>
          </w:tcPr>
          <w:p w14:paraId="73669DBB" w14:textId="77777777" w:rsidR="0082728E" w:rsidRPr="00835F44" w:rsidRDefault="0082728E" w:rsidP="000E530E">
            <w:pPr>
              <w:pStyle w:val="TAC"/>
              <w:keepNext w:val="0"/>
              <w:rPr>
                <w:rFonts w:eastAsia="Yu Mincho"/>
              </w:rPr>
            </w:pPr>
          </w:p>
        </w:tc>
        <w:tc>
          <w:tcPr>
            <w:tcW w:w="0" w:type="auto"/>
            <w:vAlign w:val="center"/>
          </w:tcPr>
          <w:p w14:paraId="42BE1129" w14:textId="77777777" w:rsidR="0082728E" w:rsidRPr="00835F44" w:rsidRDefault="0082728E" w:rsidP="000E530E">
            <w:pPr>
              <w:pStyle w:val="TAC"/>
              <w:keepNext w:val="0"/>
              <w:rPr>
                <w:rFonts w:eastAsia="Yu Mincho"/>
              </w:rPr>
            </w:pPr>
          </w:p>
        </w:tc>
        <w:tc>
          <w:tcPr>
            <w:tcW w:w="0" w:type="auto"/>
            <w:vAlign w:val="center"/>
          </w:tcPr>
          <w:p w14:paraId="10A5200C" w14:textId="77777777" w:rsidR="0082728E" w:rsidRPr="00835F44" w:rsidRDefault="0082728E" w:rsidP="000E530E">
            <w:pPr>
              <w:pStyle w:val="TAC"/>
              <w:keepNext w:val="0"/>
              <w:rPr>
                <w:rFonts w:eastAsia="Yu Mincho"/>
              </w:rPr>
            </w:pPr>
          </w:p>
        </w:tc>
        <w:tc>
          <w:tcPr>
            <w:tcW w:w="0" w:type="auto"/>
            <w:vAlign w:val="center"/>
          </w:tcPr>
          <w:p w14:paraId="29CB3125" w14:textId="77777777" w:rsidR="0082728E" w:rsidRPr="00835F44" w:rsidRDefault="0082728E" w:rsidP="000E530E">
            <w:pPr>
              <w:pStyle w:val="TAC"/>
              <w:keepNext w:val="0"/>
              <w:rPr>
                <w:rFonts w:eastAsia="Yu Mincho"/>
              </w:rPr>
            </w:pPr>
          </w:p>
        </w:tc>
        <w:tc>
          <w:tcPr>
            <w:tcW w:w="0" w:type="auto"/>
          </w:tcPr>
          <w:p w14:paraId="73292889" w14:textId="77777777" w:rsidR="0082728E" w:rsidRPr="00835F44" w:rsidRDefault="0082728E" w:rsidP="000E530E">
            <w:pPr>
              <w:pStyle w:val="TAC"/>
              <w:keepNext w:val="0"/>
              <w:rPr>
                <w:rFonts w:eastAsia="Yu Mincho"/>
              </w:rPr>
            </w:pPr>
          </w:p>
        </w:tc>
        <w:tc>
          <w:tcPr>
            <w:tcW w:w="0" w:type="auto"/>
            <w:vAlign w:val="center"/>
          </w:tcPr>
          <w:p w14:paraId="0D0516A5" w14:textId="77777777" w:rsidR="0082728E" w:rsidRPr="00835F44" w:rsidRDefault="0082728E" w:rsidP="000E530E">
            <w:pPr>
              <w:pStyle w:val="TAC"/>
              <w:keepNext w:val="0"/>
              <w:rPr>
                <w:rFonts w:eastAsia="Yu Mincho"/>
              </w:rPr>
            </w:pPr>
          </w:p>
        </w:tc>
      </w:tr>
      <w:tr w:rsidR="00495FE7" w:rsidRPr="00835F44" w14:paraId="4A7B45FF" w14:textId="77777777" w:rsidTr="000E530E">
        <w:trPr>
          <w:trHeight w:val="225"/>
          <w:jc w:val="center"/>
        </w:trPr>
        <w:tc>
          <w:tcPr>
            <w:tcW w:w="0" w:type="auto"/>
            <w:vMerge w:val="restart"/>
            <w:vAlign w:val="center"/>
          </w:tcPr>
          <w:p w14:paraId="69DABCA5" w14:textId="77777777" w:rsidR="0082728E" w:rsidRPr="00835F44" w:rsidRDefault="0082728E" w:rsidP="000E530E">
            <w:pPr>
              <w:pStyle w:val="TAC"/>
              <w:keepNext w:val="0"/>
              <w:rPr>
                <w:rFonts w:eastAsia="Yu Mincho"/>
              </w:rPr>
            </w:pPr>
            <w:r w:rsidRPr="00835F44">
              <w:rPr>
                <w:rFonts w:eastAsia="Yu Mincho"/>
              </w:rPr>
              <w:t>n34</w:t>
            </w:r>
          </w:p>
        </w:tc>
        <w:tc>
          <w:tcPr>
            <w:tcW w:w="0" w:type="auto"/>
          </w:tcPr>
          <w:p w14:paraId="0783F583" w14:textId="77777777" w:rsidR="0082728E" w:rsidRPr="00835F44" w:rsidRDefault="0082728E" w:rsidP="000E530E">
            <w:pPr>
              <w:pStyle w:val="TAC"/>
              <w:keepNext w:val="0"/>
              <w:rPr>
                <w:rFonts w:eastAsia="Yu Mincho"/>
              </w:rPr>
            </w:pPr>
            <w:r w:rsidRPr="00835F44">
              <w:t>15</w:t>
            </w:r>
          </w:p>
        </w:tc>
        <w:tc>
          <w:tcPr>
            <w:tcW w:w="0" w:type="auto"/>
          </w:tcPr>
          <w:p w14:paraId="6C6E67D2" w14:textId="77777777" w:rsidR="0082728E" w:rsidRPr="00835F44" w:rsidRDefault="0082728E" w:rsidP="000E530E">
            <w:pPr>
              <w:pStyle w:val="TAC"/>
              <w:keepNext w:val="0"/>
              <w:rPr>
                <w:rFonts w:eastAsia="Yu Mincho"/>
              </w:rPr>
            </w:pPr>
            <w:r w:rsidRPr="00835F44">
              <w:t>Yes</w:t>
            </w:r>
          </w:p>
        </w:tc>
        <w:tc>
          <w:tcPr>
            <w:tcW w:w="0" w:type="auto"/>
          </w:tcPr>
          <w:p w14:paraId="6291DD32" w14:textId="77777777" w:rsidR="0082728E" w:rsidRPr="00835F44" w:rsidRDefault="0082728E" w:rsidP="000E530E">
            <w:pPr>
              <w:pStyle w:val="TAC"/>
              <w:keepNext w:val="0"/>
              <w:rPr>
                <w:rFonts w:eastAsia="Yu Mincho"/>
              </w:rPr>
            </w:pPr>
            <w:r w:rsidRPr="00835F44">
              <w:t>Yes</w:t>
            </w:r>
          </w:p>
        </w:tc>
        <w:tc>
          <w:tcPr>
            <w:tcW w:w="0" w:type="auto"/>
          </w:tcPr>
          <w:p w14:paraId="10DFB563" w14:textId="77777777" w:rsidR="0082728E" w:rsidRPr="00835F44" w:rsidRDefault="0082728E" w:rsidP="000E530E">
            <w:pPr>
              <w:pStyle w:val="TAC"/>
              <w:keepNext w:val="0"/>
              <w:rPr>
                <w:rFonts w:eastAsia="Yu Mincho"/>
              </w:rPr>
            </w:pPr>
            <w:r w:rsidRPr="00835F44">
              <w:t>Yes</w:t>
            </w:r>
          </w:p>
        </w:tc>
        <w:tc>
          <w:tcPr>
            <w:tcW w:w="0" w:type="auto"/>
            <w:vAlign w:val="center"/>
          </w:tcPr>
          <w:p w14:paraId="713E51DB" w14:textId="77777777" w:rsidR="0082728E" w:rsidRPr="00835F44" w:rsidRDefault="0082728E" w:rsidP="000E530E">
            <w:pPr>
              <w:pStyle w:val="TAC"/>
              <w:keepNext w:val="0"/>
              <w:rPr>
                <w:rFonts w:eastAsia="Yu Mincho"/>
              </w:rPr>
            </w:pPr>
          </w:p>
        </w:tc>
        <w:tc>
          <w:tcPr>
            <w:tcW w:w="0" w:type="auto"/>
            <w:vAlign w:val="center"/>
          </w:tcPr>
          <w:p w14:paraId="7ED735EA" w14:textId="77777777" w:rsidR="0082728E" w:rsidRPr="00835F44" w:rsidRDefault="0082728E" w:rsidP="000E530E">
            <w:pPr>
              <w:pStyle w:val="TAC"/>
              <w:keepNext w:val="0"/>
              <w:rPr>
                <w:rFonts w:eastAsia="Yu Mincho"/>
              </w:rPr>
            </w:pPr>
          </w:p>
        </w:tc>
        <w:tc>
          <w:tcPr>
            <w:tcW w:w="0" w:type="auto"/>
          </w:tcPr>
          <w:p w14:paraId="213C5FD9" w14:textId="77777777" w:rsidR="0082728E" w:rsidRPr="00835F44" w:rsidRDefault="0082728E" w:rsidP="000E530E">
            <w:pPr>
              <w:pStyle w:val="TAC"/>
              <w:keepNext w:val="0"/>
              <w:rPr>
                <w:rFonts w:eastAsia="Yu Mincho"/>
              </w:rPr>
            </w:pPr>
          </w:p>
        </w:tc>
        <w:tc>
          <w:tcPr>
            <w:tcW w:w="0" w:type="auto"/>
            <w:vAlign w:val="center"/>
          </w:tcPr>
          <w:p w14:paraId="2435DBD4" w14:textId="77777777" w:rsidR="0082728E" w:rsidRPr="00835F44" w:rsidRDefault="0082728E" w:rsidP="000E530E">
            <w:pPr>
              <w:pStyle w:val="TAC"/>
              <w:keepNext w:val="0"/>
              <w:rPr>
                <w:rFonts w:eastAsia="Yu Mincho"/>
              </w:rPr>
            </w:pPr>
          </w:p>
        </w:tc>
        <w:tc>
          <w:tcPr>
            <w:tcW w:w="0" w:type="auto"/>
            <w:vAlign w:val="center"/>
          </w:tcPr>
          <w:p w14:paraId="413F1F3E" w14:textId="77777777" w:rsidR="0082728E" w:rsidRPr="00835F44" w:rsidRDefault="0082728E" w:rsidP="000E530E">
            <w:pPr>
              <w:pStyle w:val="TAC"/>
              <w:keepNext w:val="0"/>
              <w:rPr>
                <w:rFonts w:eastAsia="Yu Mincho"/>
              </w:rPr>
            </w:pPr>
          </w:p>
        </w:tc>
        <w:tc>
          <w:tcPr>
            <w:tcW w:w="0" w:type="auto"/>
            <w:vAlign w:val="center"/>
          </w:tcPr>
          <w:p w14:paraId="2D9E7573" w14:textId="77777777" w:rsidR="0082728E" w:rsidRPr="00835F44" w:rsidRDefault="0082728E" w:rsidP="000E530E">
            <w:pPr>
              <w:pStyle w:val="TAC"/>
              <w:keepNext w:val="0"/>
              <w:rPr>
                <w:rFonts w:eastAsia="Yu Mincho"/>
              </w:rPr>
            </w:pPr>
          </w:p>
        </w:tc>
        <w:tc>
          <w:tcPr>
            <w:tcW w:w="0" w:type="auto"/>
            <w:vAlign w:val="center"/>
          </w:tcPr>
          <w:p w14:paraId="330C9425" w14:textId="77777777" w:rsidR="0082728E" w:rsidRPr="00835F44" w:rsidRDefault="0082728E" w:rsidP="000E530E">
            <w:pPr>
              <w:pStyle w:val="TAC"/>
              <w:keepNext w:val="0"/>
              <w:rPr>
                <w:rFonts w:eastAsia="Yu Mincho"/>
              </w:rPr>
            </w:pPr>
          </w:p>
        </w:tc>
        <w:tc>
          <w:tcPr>
            <w:tcW w:w="0" w:type="auto"/>
          </w:tcPr>
          <w:p w14:paraId="049C2158" w14:textId="77777777" w:rsidR="0082728E" w:rsidRPr="00835F44" w:rsidRDefault="0082728E" w:rsidP="000E530E">
            <w:pPr>
              <w:pStyle w:val="TAC"/>
              <w:keepNext w:val="0"/>
              <w:rPr>
                <w:rFonts w:eastAsia="Yu Mincho"/>
              </w:rPr>
            </w:pPr>
          </w:p>
        </w:tc>
        <w:tc>
          <w:tcPr>
            <w:tcW w:w="0" w:type="auto"/>
            <w:vAlign w:val="center"/>
          </w:tcPr>
          <w:p w14:paraId="74B7CE89" w14:textId="77777777" w:rsidR="0082728E" w:rsidRPr="00835F44" w:rsidRDefault="0082728E" w:rsidP="000E530E">
            <w:pPr>
              <w:pStyle w:val="TAC"/>
              <w:keepNext w:val="0"/>
              <w:rPr>
                <w:rFonts w:eastAsia="Yu Mincho"/>
              </w:rPr>
            </w:pPr>
          </w:p>
        </w:tc>
      </w:tr>
      <w:tr w:rsidR="00495FE7" w:rsidRPr="00835F44" w14:paraId="7D6E6908" w14:textId="77777777" w:rsidTr="000E530E">
        <w:trPr>
          <w:trHeight w:val="225"/>
          <w:jc w:val="center"/>
        </w:trPr>
        <w:tc>
          <w:tcPr>
            <w:tcW w:w="0" w:type="auto"/>
            <w:vMerge/>
            <w:vAlign w:val="center"/>
          </w:tcPr>
          <w:p w14:paraId="76391496" w14:textId="77777777" w:rsidR="0082728E" w:rsidRPr="00835F44" w:rsidRDefault="0082728E" w:rsidP="000E530E">
            <w:pPr>
              <w:pStyle w:val="TAC"/>
              <w:keepNext w:val="0"/>
              <w:rPr>
                <w:rFonts w:eastAsia="Yu Mincho"/>
              </w:rPr>
            </w:pPr>
          </w:p>
        </w:tc>
        <w:tc>
          <w:tcPr>
            <w:tcW w:w="0" w:type="auto"/>
          </w:tcPr>
          <w:p w14:paraId="06D7AD3D" w14:textId="77777777" w:rsidR="0082728E" w:rsidRPr="00835F44" w:rsidRDefault="0082728E" w:rsidP="000E530E">
            <w:pPr>
              <w:pStyle w:val="TAC"/>
              <w:keepNext w:val="0"/>
              <w:rPr>
                <w:rFonts w:eastAsia="Yu Mincho"/>
              </w:rPr>
            </w:pPr>
            <w:r w:rsidRPr="00835F44">
              <w:t>30</w:t>
            </w:r>
          </w:p>
        </w:tc>
        <w:tc>
          <w:tcPr>
            <w:tcW w:w="0" w:type="auto"/>
          </w:tcPr>
          <w:p w14:paraId="1B1DC29F" w14:textId="77777777" w:rsidR="0082728E" w:rsidRPr="00835F44" w:rsidRDefault="0082728E" w:rsidP="000E530E">
            <w:pPr>
              <w:pStyle w:val="TAC"/>
              <w:keepNext w:val="0"/>
              <w:rPr>
                <w:rFonts w:eastAsia="Yu Mincho"/>
              </w:rPr>
            </w:pPr>
          </w:p>
        </w:tc>
        <w:tc>
          <w:tcPr>
            <w:tcW w:w="0" w:type="auto"/>
          </w:tcPr>
          <w:p w14:paraId="5FC00FD9" w14:textId="77777777" w:rsidR="0082728E" w:rsidRPr="00835F44" w:rsidRDefault="0082728E" w:rsidP="000E530E">
            <w:pPr>
              <w:pStyle w:val="TAC"/>
              <w:keepNext w:val="0"/>
              <w:rPr>
                <w:rFonts w:eastAsia="Yu Mincho"/>
              </w:rPr>
            </w:pPr>
            <w:r w:rsidRPr="00835F44">
              <w:t>Yes</w:t>
            </w:r>
          </w:p>
        </w:tc>
        <w:tc>
          <w:tcPr>
            <w:tcW w:w="0" w:type="auto"/>
          </w:tcPr>
          <w:p w14:paraId="662CD99D" w14:textId="77777777" w:rsidR="0082728E" w:rsidRPr="00835F44" w:rsidRDefault="0082728E" w:rsidP="000E530E">
            <w:pPr>
              <w:pStyle w:val="TAC"/>
              <w:keepNext w:val="0"/>
              <w:rPr>
                <w:rFonts w:eastAsia="Yu Mincho"/>
              </w:rPr>
            </w:pPr>
            <w:r w:rsidRPr="00835F44">
              <w:t>Yes</w:t>
            </w:r>
          </w:p>
        </w:tc>
        <w:tc>
          <w:tcPr>
            <w:tcW w:w="0" w:type="auto"/>
            <w:vAlign w:val="center"/>
          </w:tcPr>
          <w:p w14:paraId="61A53772" w14:textId="77777777" w:rsidR="0082728E" w:rsidRPr="00835F44" w:rsidRDefault="0082728E" w:rsidP="000E530E">
            <w:pPr>
              <w:pStyle w:val="TAC"/>
              <w:keepNext w:val="0"/>
              <w:rPr>
                <w:rFonts w:eastAsia="Yu Mincho"/>
              </w:rPr>
            </w:pPr>
          </w:p>
        </w:tc>
        <w:tc>
          <w:tcPr>
            <w:tcW w:w="0" w:type="auto"/>
            <w:vAlign w:val="center"/>
          </w:tcPr>
          <w:p w14:paraId="1A4D0155" w14:textId="77777777" w:rsidR="0082728E" w:rsidRPr="00835F44" w:rsidRDefault="0082728E" w:rsidP="000E530E">
            <w:pPr>
              <w:pStyle w:val="TAC"/>
              <w:keepNext w:val="0"/>
              <w:rPr>
                <w:rFonts w:eastAsia="Yu Mincho"/>
              </w:rPr>
            </w:pPr>
          </w:p>
        </w:tc>
        <w:tc>
          <w:tcPr>
            <w:tcW w:w="0" w:type="auto"/>
          </w:tcPr>
          <w:p w14:paraId="1738E975" w14:textId="77777777" w:rsidR="0082728E" w:rsidRPr="00835F44" w:rsidRDefault="0082728E" w:rsidP="000E530E">
            <w:pPr>
              <w:pStyle w:val="TAC"/>
              <w:keepNext w:val="0"/>
              <w:rPr>
                <w:rFonts w:eastAsia="Yu Mincho"/>
              </w:rPr>
            </w:pPr>
          </w:p>
        </w:tc>
        <w:tc>
          <w:tcPr>
            <w:tcW w:w="0" w:type="auto"/>
            <w:vAlign w:val="center"/>
          </w:tcPr>
          <w:p w14:paraId="7D60DD3B" w14:textId="77777777" w:rsidR="0082728E" w:rsidRPr="00835F44" w:rsidRDefault="0082728E" w:rsidP="000E530E">
            <w:pPr>
              <w:pStyle w:val="TAC"/>
              <w:keepNext w:val="0"/>
              <w:rPr>
                <w:rFonts w:eastAsia="Yu Mincho"/>
              </w:rPr>
            </w:pPr>
          </w:p>
        </w:tc>
        <w:tc>
          <w:tcPr>
            <w:tcW w:w="0" w:type="auto"/>
            <w:vAlign w:val="center"/>
          </w:tcPr>
          <w:p w14:paraId="08141553" w14:textId="77777777" w:rsidR="0082728E" w:rsidRPr="00835F44" w:rsidRDefault="0082728E" w:rsidP="000E530E">
            <w:pPr>
              <w:pStyle w:val="TAC"/>
              <w:keepNext w:val="0"/>
              <w:rPr>
                <w:rFonts w:eastAsia="Yu Mincho"/>
              </w:rPr>
            </w:pPr>
          </w:p>
        </w:tc>
        <w:tc>
          <w:tcPr>
            <w:tcW w:w="0" w:type="auto"/>
            <w:vAlign w:val="center"/>
          </w:tcPr>
          <w:p w14:paraId="0582D26B" w14:textId="77777777" w:rsidR="0082728E" w:rsidRPr="00835F44" w:rsidRDefault="0082728E" w:rsidP="000E530E">
            <w:pPr>
              <w:pStyle w:val="TAC"/>
              <w:keepNext w:val="0"/>
              <w:rPr>
                <w:rFonts w:eastAsia="Yu Mincho"/>
              </w:rPr>
            </w:pPr>
          </w:p>
        </w:tc>
        <w:tc>
          <w:tcPr>
            <w:tcW w:w="0" w:type="auto"/>
            <w:vAlign w:val="center"/>
          </w:tcPr>
          <w:p w14:paraId="06CF0E5E" w14:textId="77777777" w:rsidR="0082728E" w:rsidRPr="00835F44" w:rsidRDefault="0082728E" w:rsidP="000E530E">
            <w:pPr>
              <w:pStyle w:val="TAC"/>
              <w:keepNext w:val="0"/>
              <w:rPr>
                <w:rFonts w:eastAsia="Yu Mincho"/>
              </w:rPr>
            </w:pPr>
          </w:p>
        </w:tc>
        <w:tc>
          <w:tcPr>
            <w:tcW w:w="0" w:type="auto"/>
          </w:tcPr>
          <w:p w14:paraId="5066E82A" w14:textId="77777777" w:rsidR="0082728E" w:rsidRPr="00835F44" w:rsidRDefault="0082728E" w:rsidP="000E530E">
            <w:pPr>
              <w:pStyle w:val="TAC"/>
              <w:keepNext w:val="0"/>
              <w:rPr>
                <w:rFonts w:eastAsia="Yu Mincho"/>
              </w:rPr>
            </w:pPr>
          </w:p>
        </w:tc>
        <w:tc>
          <w:tcPr>
            <w:tcW w:w="0" w:type="auto"/>
            <w:vAlign w:val="center"/>
          </w:tcPr>
          <w:p w14:paraId="16E5800E" w14:textId="77777777" w:rsidR="0082728E" w:rsidRPr="00835F44" w:rsidRDefault="0082728E" w:rsidP="000E530E">
            <w:pPr>
              <w:pStyle w:val="TAC"/>
              <w:keepNext w:val="0"/>
              <w:rPr>
                <w:rFonts w:eastAsia="Yu Mincho"/>
              </w:rPr>
            </w:pPr>
          </w:p>
        </w:tc>
      </w:tr>
      <w:tr w:rsidR="00495FE7" w:rsidRPr="00835F44" w14:paraId="4E419E9C" w14:textId="77777777" w:rsidTr="000E530E">
        <w:trPr>
          <w:trHeight w:val="225"/>
          <w:jc w:val="center"/>
        </w:trPr>
        <w:tc>
          <w:tcPr>
            <w:tcW w:w="0" w:type="auto"/>
            <w:vMerge/>
            <w:vAlign w:val="center"/>
          </w:tcPr>
          <w:p w14:paraId="0FC050D8" w14:textId="77777777" w:rsidR="0082728E" w:rsidRPr="00835F44" w:rsidRDefault="0082728E" w:rsidP="000E530E">
            <w:pPr>
              <w:pStyle w:val="TAC"/>
              <w:keepNext w:val="0"/>
              <w:rPr>
                <w:rFonts w:eastAsia="Yu Mincho"/>
              </w:rPr>
            </w:pPr>
          </w:p>
        </w:tc>
        <w:tc>
          <w:tcPr>
            <w:tcW w:w="0" w:type="auto"/>
          </w:tcPr>
          <w:p w14:paraId="5FEA2889" w14:textId="77777777" w:rsidR="0082728E" w:rsidRPr="00835F44" w:rsidRDefault="0082728E" w:rsidP="000E530E">
            <w:pPr>
              <w:pStyle w:val="TAC"/>
              <w:keepNext w:val="0"/>
              <w:rPr>
                <w:rFonts w:eastAsia="Yu Mincho"/>
              </w:rPr>
            </w:pPr>
            <w:r w:rsidRPr="00835F44">
              <w:t>60</w:t>
            </w:r>
          </w:p>
        </w:tc>
        <w:tc>
          <w:tcPr>
            <w:tcW w:w="0" w:type="auto"/>
          </w:tcPr>
          <w:p w14:paraId="35220735" w14:textId="77777777" w:rsidR="0082728E" w:rsidRPr="00835F44" w:rsidRDefault="0082728E" w:rsidP="000E530E">
            <w:pPr>
              <w:pStyle w:val="TAC"/>
              <w:keepNext w:val="0"/>
              <w:rPr>
                <w:rFonts w:eastAsia="Yu Mincho"/>
              </w:rPr>
            </w:pPr>
          </w:p>
        </w:tc>
        <w:tc>
          <w:tcPr>
            <w:tcW w:w="0" w:type="auto"/>
          </w:tcPr>
          <w:p w14:paraId="757B4442" w14:textId="77777777" w:rsidR="0082728E" w:rsidRPr="00835F44" w:rsidRDefault="0082728E" w:rsidP="000E530E">
            <w:pPr>
              <w:pStyle w:val="TAC"/>
              <w:keepNext w:val="0"/>
              <w:rPr>
                <w:rFonts w:eastAsia="Yu Mincho"/>
              </w:rPr>
            </w:pPr>
            <w:r w:rsidRPr="00835F44">
              <w:t>Yes</w:t>
            </w:r>
          </w:p>
        </w:tc>
        <w:tc>
          <w:tcPr>
            <w:tcW w:w="0" w:type="auto"/>
          </w:tcPr>
          <w:p w14:paraId="14F6872C" w14:textId="77777777" w:rsidR="0082728E" w:rsidRPr="00835F44" w:rsidRDefault="0082728E" w:rsidP="000E530E">
            <w:pPr>
              <w:pStyle w:val="TAC"/>
              <w:keepNext w:val="0"/>
              <w:rPr>
                <w:rFonts w:eastAsia="Yu Mincho"/>
              </w:rPr>
            </w:pPr>
            <w:r w:rsidRPr="00835F44">
              <w:t>Yes</w:t>
            </w:r>
          </w:p>
        </w:tc>
        <w:tc>
          <w:tcPr>
            <w:tcW w:w="0" w:type="auto"/>
            <w:vAlign w:val="center"/>
          </w:tcPr>
          <w:p w14:paraId="50AC6BBD" w14:textId="77777777" w:rsidR="0082728E" w:rsidRPr="00835F44" w:rsidRDefault="0082728E" w:rsidP="000E530E">
            <w:pPr>
              <w:pStyle w:val="TAC"/>
              <w:keepNext w:val="0"/>
              <w:rPr>
                <w:rFonts w:eastAsia="Yu Mincho"/>
              </w:rPr>
            </w:pPr>
          </w:p>
        </w:tc>
        <w:tc>
          <w:tcPr>
            <w:tcW w:w="0" w:type="auto"/>
            <w:vAlign w:val="center"/>
          </w:tcPr>
          <w:p w14:paraId="01AE19D1" w14:textId="77777777" w:rsidR="0082728E" w:rsidRPr="00835F44" w:rsidRDefault="0082728E" w:rsidP="000E530E">
            <w:pPr>
              <w:pStyle w:val="TAC"/>
              <w:keepNext w:val="0"/>
              <w:rPr>
                <w:rFonts w:eastAsia="Yu Mincho"/>
              </w:rPr>
            </w:pPr>
          </w:p>
        </w:tc>
        <w:tc>
          <w:tcPr>
            <w:tcW w:w="0" w:type="auto"/>
          </w:tcPr>
          <w:p w14:paraId="0F210679" w14:textId="77777777" w:rsidR="0082728E" w:rsidRPr="00835F44" w:rsidRDefault="0082728E" w:rsidP="000E530E">
            <w:pPr>
              <w:pStyle w:val="TAC"/>
              <w:keepNext w:val="0"/>
              <w:rPr>
                <w:rFonts w:eastAsia="Yu Mincho"/>
              </w:rPr>
            </w:pPr>
          </w:p>
        </w:tc>
        <w:tc>
          <w:tcPr>
            <w:tcW w:w="0" w:type="auto"/>
            <w:vAlign w:val="center"/>
          </w:tcPr>
          <w:p w14:paraId="0102157F" w14:textId="77777777" w:rsidR="0082728E" w:rsidRPr="00835F44" w:rsidRDefault="0082728E" w:rsidP="000E530E">
            <w:pPr>
              <w:pStyle w:val="TAC"/>
              <w:keepNext w:val="0"/>
              <w:rPr>
                <w:rFonts w:eastAsia="Yu Mincho"/>
              </w:rPr>
            </w:pPr>
          </w:p>
        </w:tc>
        <w:tc>
          <w:tcPr>
            <w:tcW w:w="0" w:type="auto"/>
            <w:vAlign w:val="center"/>
          </w:tcPr>
          <w:p w14:paraId="47FF62D5" w14:textId="77777777" w:rsidR="0082728E" w:rsidRPr="00835F44" w:rsidRDefault="0082728E" w:rsidP="000E530E">
            <w:pPr>
              <w:pStyle w:val="TAC"/>
              <w:keepNext w:val="0"/>
              <w:rPr>
                <w:rFonts w:eastAsia="Yu Mincho"/>
              </w:rPr>
            </w:pPr>
          </w:p>
        </w:tc>
        <w:tc>
          <w:tcPr>
            <w:tcW w:w="0" w:type="auto"/>
            <w:vAlign w:val="center"/>
          </w:tcPr>
          <w:p w14:paraId="2B7F59FA" w14:textId="77777777" w:rsidR="0082728E" w:rsidRPr="00835F44" w:rsidRDefault="0082728E" w:rsidP="000E530E">
            <w:pPr>
              <w:pStyle w:val="TAC"/>
              <w:keepNext w:val="0"/>
              <w:rPr>
                <w:rFonts w:eastAsia="Yu Mincho"/>
              </w:rPr>
            </w:pPr>
          </w:p>
        </w:tc>
        <w:tc>
          <w:tcPr>
            <w:tcW w:w="0" w:type="auto"/>
            <w:vAlign w:val="center"/>
          </w:tcPr>
          <w:p w14:paraId="4FAB8D88" w14:textId="77777777" w:rsidR="0082728E" w:rsidRPr="00835F44" w:rsidRDefault="0082728E" w:rsidP="000E530E">
            <w:pPr>
              <w:pStyle w:val="TAC"/>
              <w:keepNext w:val="0"/>
              <w:rPr>
                <w:rFonts w:eastAsia="Yu Mincho"/>
              </w:rPr>
            </w:pPr>
          </w:p>
        </w:tc>
        <w:tc>
          <w:tcPr>
            <w:tcW w:w="0" w:type="auto"/>
          </w:tcPr>
          <w:p w14:paraId="03617FB7" w14:textId="77777777" w:rsidR="0082728E" w:rsidRPr="00835F44" w:rsidRDefault="0082728E" w:rsidP="000E530E">
            <w:pPr>
              <w:pStyle w:val="TAC"/>
              <w:keepNext w:val="0"/>
              <w:rPr>
                <w:rFonts w:eastAsia="Yu Mincho"/>
              </w:rPr>
            </w:pPr>
          </w:p>
        </w:tc>
        <w:tc>
          <w:tcPr>
            <w:tcW w:w="0" w:type="auto"/>
            <w:vAlign w:val="center"/>
          </w:tcPr>
          <w:p w14:paraId="4E6D32C5" w14:textId="77777777" w:rsidR="0082728E" w:rsidRPr="00835F44" w:rsidRDefault="0082728E" w:rsidP="000E530E">
            <w:pPr>
              <w:pStyle w:val="TAC"/>
              <w:keepNext w:val="0"/>
              <w:rPr>
                <w:rFonts w:eastAsia="Yu Mincho"/>
              </w:rPr>
            </w:pPr>
          </w:p>
        </w:tc>
      </w:tr>
      <w:tr w:rsidR="00495FE7" w:rsidRPr="00835F44" w14:paraId="774EC93C" w14:textId="77777777" w:rsidTr="000E530E">
        <w:trPr>
          <w:trHeight w:val="225"/>
          <w:jc w:val="center"/>
        </w:trPr>
        <w:tc>
          <w:tcPr>
            <w:tcW w:w="0" w:type="auto"/>
            <w:vMerge w:val="restart"/>
            <w:vAlign w:val="center"/>
            <w:hideMark/>
          </w:tcPr>
          <w:p w14:paraId="466EA7DB" w14:textId="77777777" w:rsidR="0082728E" w:rsidRPr="00835F44" w:rsidRDefault="0082728E" w:rsidP="000E530E">
            <w:pPr>
              <w:pStyle w:val="TAC"/>
              <w:keepNext w:val="0"/>
              <w:rPr>
                <w:rFonts w:eastAsia="Yu Mincho"/>
              </w:rPr>
            </w:pPr>
            <w:r w:rsidRPr="00835F44">
              <w:rPr>
                <w:rFonts w:eastAsia="Yu Mincho"/>
              </w:rPr>
              <w:t>n38</w:t>
            </w:r>
          </w:p>
        </w:tc>
        <w:tc>
          <w:tcPr>
            <w:tcW w:w="0" w:type="auto"/>
            <w:vAlign w:val="center"/>
            <w:hideMark/>
          </w:tcPr>
          <w:p w14:paraId="1E2A4697" w14:textId="77777777" w:rsidR="0082728E" w:rsidRPr="00835F44" w:rsidRDefault="0082728E" w:rsidP="000E530E">
            <w:pPr>
              <w:pStyle w:val="TAC"/>
              <w:keepNext w:val="0"/>
              <w:rPr>
                <w:rFonts w:eastAsia="Yu Mincho"/>
              </w:rPr>
            </w:pPr>
            <w:r w:rsidRPr="00835F44">
              <w:rPr>
                <w:rFonts w:eastAsia="Yu Mincho"/>
              </w:rPr>
              <w:t>15</w:t>
            </w:r>
          </w:p>
        </w:tc>
        <w:tc>
          <w:tcPr>
            <w:tcW w:w="0" w:type="auto"/>
            <w:hideMark/>
          </w:tcPr>
          <w:p w14:paraId="56E2D403"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56EC6A07"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46AC80CF"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62D65F1D"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550BB42D" w14:textId="77777777" w:rsidR="0082728E" w:rsidRPr="00835F44" w:rsidRDefault="0082728E" w:rsidP="000E530E">
            <w:pPr>
              <w:pStyle w:val="TAC"/>
              <w:keepNext w:val="0"/>
              <w:rPr>
                <w:rFonts w:eastAsia="Yu Mincho"/>
              </w:rPr>
            </w:pPr>
          </w:p>
        </w:tc>
        <w:tc>
          <w:tcPr>
            <w:tcW w:w="0" w:type="auto"/>
          </w:tcPr>
          <w:p w14:paraId="3D0BF79E" w14:textId="77777777" w:rsidR="0082728E" w:rsidRPr="00835F44" w:rsidRDefault="0082728E" w:rsidP="000E530E">
            <w:pPr>
              <w:pStyle w:val="TAC"/>
              <w:keepNext w:val="0"/>
              <w:rPr>
                <w:rFonts w:eastAsia="Yu Mincho"/>
              </w:rPr>
            </w:pPr>
          </w:p>
        </w:tc>
        <w:tc>
          <w:tcPr>
            <w:tcW w:w="0" w:type="auto"/>
            <w:vAlign w:val="center"/>
          </w:tcPr>
          <w:p w14:paraId="0F273700" w14:textId="77777777" w:rsidR="0082728E" w:rsidRPr="00835F44" w:rsidRDefault="0082728E" w:rsidP="000E530E">
            <w:pPr>
              <w:pStyle w:val="TAC"/>
              <w:keepNext w:val="0"/>
              <w:rPr>
                <w:rFonts w:eastAsia="Yu Mincho"/>
              </w:rPr>
            </w:pPr>
          </w:p>
        </w:tc>
        <w:tc>
          <w:tcPr>
            <w:tcW w:w="0" w:type="auto"/>
            <w:vAlign w:val="center"/>
          </w:tcPr>
          <w:p w14:paraId="6E75C33A" w14:textId="77777777" w:rsidR="0082728E" w:rsidRPr="00835F44" w:rsidRDefault="0082728E" w:rsidP="000E530E">
            <w:pPr>
              <w:pStyle w:val="TAC"/>
              <w:keepNext w:val="0"/>
              <w:rPr>
                <w:rFonts w:eastAsia="Yu Mincho"/>
              </w:rPr>
            </w:pPr>
          </w:p>
        </w:tc>
        <w:tc>
          <w:tcPr>
            <w:tcW w:w="0" w:type="auto"/>
            <w:vAlign w:val="center"/>
          </w:tcPr>
          <w:p w14:paraId="36CF8C2B" w14:textId="77777777" w:rsidR="0082728E" w:rsidRPr="00835F44" w:rsidRDefault="0082728E" w:rsidP="000E530E">
            <w:pPr>
              <w:pStyle w:val="TAC"/>
              <w:keepNext w:val="0"/>
              <w:rPr>
                <w:rFonts w:eastAsia="Yu Mincho"/>
              </w:rPr>
            </w:pPr>
          </w:p>
        </w:tc>
        <w:tc>
          <w:tcPr>
            <w:tcW w:w="0" w:type="auto"/>
            <w:vAlign w:val="center"/>
          </w:tcPr>
          <w:p w14:paraId="53413073" w14:textId="77777777" w:rsidR="0082728E" w:rsidRPr="00835F44" w:rsidRDefault="0082728E" w:rsidP="000E530E">
            <w:pPr>
              <w:pStyle w:val="TAC"/>
              <w:keepNext w:val="0"/>
              <w:rPr>
                <w:rFonts w:eastAsia="Yu Mincho"/>
              </w:rPr>
            </w:pPr>
          </w:p>
        </w:tc>
        <w:tc>
          <w:tcPr>
            <w:tcW w:w="0" w:type="auto"/>
          </w:tcPr>
          <w:p w14:paraId="06EC9C06" w14:textId="77777777" w:rsidR="0082728E" w:rsidRPr="00835F44" w:rsidRDefault="0082728E" w:rsidP="000E530E">
            <w:pPr>
              <w:pStyle w:val="TAC"/>
              <w:keepNext w:val="0"/>
              <w:rPr>
                <w:rFonts w:eastAsia="Yu Mincho"/>
              </w:rPr>
            </w:pPr>
          </w:p>
        </w:tc>
        <w:tc>
          <w:tcPr>
            <w:tcW w:w="0" w:type="auto"/>
            <w:vAlign w:val="center"/>
          </w:tcPr>
          <w:p w14:paraId="3E2A4967" w14:textId="77777777" w:rsidR="0082728E" w:rsidRPr="00835F44" w:rsidRDefault="0082728E" w:rsidP="000E530E">
            <w:pPr>
              <w:pStyle w:val="TAC"/>
              <w:keepNext w:val="0"/>
              <w:rPr>
                <w:rFonts w:eastAsia="Yu Mincho"/>
              </w:rPr>
            </w:pPr>
          </w:p>
        </w:tc>
      </w:tr>
      <w:tr w:rsidR="00495FE7" w:rsidRPr="00835F44" w14:paraId="23F37682" w14:textId="77777777" w:rsidTr="000E530E">
        <w:trPr>
          <w:trHeight w:val="225"/>
          <w:jc w:val="center"/>
        </w:trPr>
        <w:tc>
          <w:tcPr>
            <w:tcW w:w="0" w:type="auto"/>
            <w:vMerge/>
            <w:vAlign w:val="center"/>
            <w:hideMark/>
          </w:tcPr>
          <w:p w14:paraId="248AF451" w14:textId="77777777" w:rsidR="0082728E" w:rsidRPr="00835F44" w:rsidRDefault="0082728E" w:rsidP="000E530E">
            <w:pPr>
              <w:pStyle w:val="TAC"/>
              <w:keepNext w:val="0"/>
              <w:rPr>
                <w:rFonts w:eastAsia="Yu Mincho"/>
              </w:rPr>
            </w:pPr>
          </w:p>
        </w:tc>
        <w:tc>
          <w:tcPr>
            <w:tcW w:w="0" w:type="auto"/>
            <w:vAlign w:val="center"/>
            <w:hideMark/>
          </w:tcPr>
          <w:p w14:paraId="01CB8219" w14:textId="77777777" w:rsidR="0082728E" w:rsidRPr="00835F44" w:rsidRDefault="0082728E" w:rsidP="000E530E">
            <w:pPr>
              <w:pStyle w:val="TAC"/>
              <w:keepNext w:val="0"/>
              <w:rPr>
                <w:rFonts w:eastAsia="Yu Mincho"/>
              </w:rPr>
            </w:pPr>
            <w:r w:rsidRPr="00835F44">
              <w:rPr>
                <w:rFonts w:eastAsia="Yu Mincho"/>
              </w:rPr>
              <w:t>30</w:t>
            </w:r>
          </w:p>
        </w:tc>
        <w:tc>
          <w:tcPr>
            <w:tcW w:w="0" w:type="auto"/>
          </w:tcPr>
          <w:p w14:paraId="774AB52C" w14:textId="77777777" w:rsidR="0082728E" w:rsidRPr="00835F44" w:rsidRDefault="0082728E" w:rsidP="000E530E">
            <w:pPr>
              <w:pStyle w:val="TAC"/>
              <w:keepNext w:val="0"/>
              <w:rPr>
                <w:rFonts w:eastAsia="Yu Mincho"/>
              </w:rPr>
            </w:pPr>
          </w:p>
        </w:tc>
        <w:tc>
          <w:tcPr>
            <w:tcW w:w="0" w:type="auto"/>
            <w:hideMark/>
          </w:tcPr>
          <w:p w14:paraId="08154CC1"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342E4495"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6E09D201"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09CA7451" w14:textId="77777777" w:rsidR="0082728E" w:rsidRPr="00835F44" w:rsidRDefault="0082728E" w:rsidP="000E530E">
            <w:pPr>
              <w:pStyle w:val="TAC"/>
              <w:keepNext w:val="0"/>
              <w:rPr>
                <w:rFonts w:eastAsia="Yu Mincho"/>
              </w:rPr>
            </w:pPr>
          </w:p>
        </w:tc>
        <w:tc>
          <w:tcPr>
            <w:tcW w:w="0" w:type="auto"/>
          </w:tcPr>
          <w:p w14:paraId="36DCF5F5" w14:textId="77777777" w:rsidR="0082728E" w:rsidRPr="00835F44" w:rsidRDefault="0082728E" w:rsidP="000E530E">
            <w:pPr>
              <w:pStyle w:val="TAC"/>
              <w:keepNext w:val="0"/>
              <w:rPr>
                <w:rFonts w:eastAsia="Yu Mincho"/>
              </w:rPr>
            </w:pPr>
          </w:p>
        </w:tc>
        <w:tc>
          <w:tcPr>
            <w:tcW w:w="0" w:type="auto"/>
            <w:vAlign w:val="center"/>
          </w:tcPr>
          <w:p w14:paraId="55D48A20" w14:textId="77777777" w:rsidR="0082728E" w:rsidRPr="00835F44" w:rsidRDefault="0082728E" w:rsidP="000E530E">
            <w:pPr>
              <w:pStyle w:val="TAC"/>
              <w:keepNext w:val="0"/>
              <w:rPr>
                <w:rFonts w:eastAsia="Yu Mincho"/>
              </w:rPr>
            </w:pPr>
          </w:p>
        </w:tc>
        <w:tc>
          <w:tcPr>
            <w:tcW w:w="0" w:type="auto"/>
            <w:vAlign w:val="center"/>
          </w:tcPr>
          <w:p w14:paraId="55C3CA76" w14:textId="77777777" w:rsidR="0082728E" w:rsidRPr="00835F44" w:rsidRDefault="0082728E" w:rsidP="000E530E">
            <w:pPr>
              <w:pStyle w:val="TAC"/>
              <w:keepNext w:val="0"/>
              <w:rPr>
                <w:rFonts w:eastAsia="Yu Mincho"/>
              </w:rPr>
            </w:pPr>
          </w:p>
        </w:tc>
        <w:tc>
          <w:tcPr>
            <w:tcW w:w="0" w:type="auto"/>
            <w:vAlign w:val="center"/>
          </w:tcPr>
          <w:p w14:paraId="533AECBA" w14:textId="77777777" w:rsidR="0082728E" w:rsidRPr="00835F44" w:rsidRDefault="0082728E" w:rsidP="000E530E">
            <w:pPr>
              <w:pStyle w:val="TAC"/>
              <w:keepNext w:val="0"/>
              <w:rPr>
                <w:rFonts w:eastAsia="Yu Mincho"/>
              </w:rPr>
            </w:pPr>
          </w:p>
        </w:tc>
        <w:tc>
          <w:tcPr>
            <w:tcW w:w="0" w:type="auto"/>
            <w:vAlign w:val="center"/>
          </w:tcPr>
          <w:p w14:paraId="16988FF0" w14:textId="77777777" w:rsidR="0082728E" w:rsidRPr="00835F44" w:rsidRDefault="0082728E" w:rsidP="000E530E">
            <w:pPr>
              <w:pStyle w:val="TAC"/>
              <w:keepNext w:val="0"/>
              <w:rPr>
                <w:rFonts w:eastAsia="Yu Mincho"/>
              </w:rPr>
            </w:pPr>
          </w:p>
        </w:tc>
        <w:tc>
          <w:tcPr>
            <w:tcW w:w="0" w:type="auto"/>
          </w:tcPr>
          <w:p w14:paraId="75D6A108" w14:textId="77777777" w:rsidR="0082728E" w:rsidRPr="00835F44" w:rsidRDefault="0082728E" w:rsidP="000E530E">
            <w:pPr>
              <w:pStyle w:val="TAC"/>
              <w:keepNext w:val="0"/>
              <w:rPr>
                <w:rFonts w:eastAsia="Yu Mincho"/>
              </w:rPr>
            </w:pPr>
          </w:p>
        </w:tc>
        <w:tc>
          <w:tcPr>
            <w:tcW w:w="0" w:type="auto"/>
            <w:vAlign w:val="center"/>
          </w:tcPr>
          <w:p w14:paraId="45ECAE9C" w14:textId="77777777" w:rsidR="0082728E" w:rsidRPr="00835F44" w:rsidRDefault="0082728E" w:rsidP="000E530E">
            <w:pPr>
              <w:pStyle w:val="TAC"/>
              <w:keepNext w:val="0"/>
              <w:rPr>
                <w:rFonts w:eastAsia="Yu Mincho"/>
              </w:rPr>
            </w:pPr>
          </w:p>
        </w:tc>
      </w:tr>
      <w:tr w:rsidR="00495FE7" w:rsidRPr="00835F44" w14:paraId="10F04417" w14:textId="77777777" w:rsidTr="000E530E">
        <w:trPr>
          <w:trHeight w:val="225"/>
          <w:jc w:val="center"/>
        </w:trPr>
        <w:tc>
          <w:tcPr>
            <w:tcW w:w="0" w:type="auto"/>
            <w:vMerge/>
            <w:vAlign w:val="center"/>
            <w:hideMark/>
          </w:tcPr>
          <w:p w14:paraId="4E1618EA" w14:textId="77777777" w:rsidR="0082728E" w:rsidRPr="00835F44" w:rsidRDefault="0082728E" w:rsidP="000E530E">
            <w:pPr>
              <w:pStyle w:val="TAC"/>
              <w:keepNext w:val="0"/>
              <w:rPr>
                <w:rFonts w:eastAsia="Yu Mincho"/>
              </w:rPr>
            </w:pPr>
          </w:p>
        </w:tc>
        <w:tc>
          <w:tcPr>
            <w:tcW w:w="0" w:type="auto"/>
            <w:vAlign w:val="center"/>
            <w:hideMark/>
          </w:tcPr>
          <w:p w14:paraId="40C6B1FC" w14:textId="77777777" w:rsidR="0082728E" w:rsidRPr="00835F44" w:rsidRDefault="0082728E" w:rsidP="000E530E">
            <w:pPr>
              <w:pStyle w:val="TAC"/>
              <w:keepNext w:val="0"/>
              <w:rPr>
                <w:rFonts w:eastAsia="Yu Mincho"/>
              </w:rPr>
            </w:pPr>
            <w:r w:rsidRPr="00835F44">
              <w:rPr>
                <w:rFonts w:eastAsia="Yu Mincho"/>
              </w:rPr>
              <w:t>60</w:t>
            </w:r>
          </w:p>
        </w:tc>
        <w:tc>
          <w:tcPr>
            <w:tcW w:w="0" w:type="auto"/>
          </w:tcPr>
          <w:p w14:paraId="21A6D662" w14:textId="77777777" w:rsidR="0082728E" w:rsidRPr="00835F44" w:rsidRDefault="0082728E" w:rsidP="000E530E">
            <w:pPr>
              <w:pStyle w:val="TAC"/>
              <w:keepNext w:val="0"/>
              <w:rPr>
                <w:rFonts w:eastAsia="Yu Mincho"/>
              </w:rPr>
            </w:pPr>
          </w:p>
        </w:tc>
        <w:tc>
          <w:tcPr>
            <w:tcW w:w="0" w:type="auto"/>
            <w:vAlign w:val="center"/>
            <w:hideMark/>
          </w:tcPr>
          <w:p w14:paraId="187B2C2B"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485A3ACC"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hideMark/>
          </w:tcPr>
          <w:p w14:paraId="488E8165" w14:textId="77777777" w:rsidR="0082728E" w:rsidRPr="00835F44" w:rsidRDefault="0082728E" w:rsidP="000E530E">
            <w:pPr>
              <w:pStyle w:val="TAC"/>
              <w:keepNext w:val="0"/>
              <w:rPr>
                <w:rFonts w:eastAsia="Yu Mincho"/>
              </w:rPr>
            </w:pPr>
            <w:r w:rsidRPr="00835F44">
              <w:rPr>
                <w:rFonts w:eastAsia="Yu Mincho"/>
              </w:rPr>
              <w:t>Yes</w:t>
            </w:r>
          </w:p>
        </w:tc>
        <w:tc>
          <w:tcPr>
            <w:tcW w:w="0" w:type="auto"/>
            <w:vAlign w:val="center"/>
          </w:tcPr>
          <w:p w14:paraId="1E06DF01" w14:textId="77777777" w:rsidR="0082728E" w:rsidRPr="00835F44" w:rsidRDefault="0082728E" w:rsidP="000E530E">
            <w:pPr>
              <w:pStyle w:val="TAC"/>
              <w:keepNext w:val="0"/>
              <w:rPr>
                <w:rFonts w:eastAsia="Yu Mincho"/>
              </w:rPr>
            </w:pPr>
          </w:p>
        </w:tc>
        <w:tc>
          <w:tcPr>
            <w:tcW w:w="0" w:type="auto"/>
          </w:tcPr>
          <w:p w14:paraId="08A5DEA4" w14:textId="77777777" w:rsidR="0082728E" w:rsidRPr="00835F44" w:rsidRDefault="0082728E" w:rsidP="000E530E">
            <w:pPr>
              <w:pStyle w:val="TAC"/>
              <w:keepNext w:val="0"/>
              <w:rPr>
                <w:rFonts w:eastAsia="Yu Mincho"/>
              </w:rPr>
            </w:pPr>
          </w:p>
        </w:tc>
        <w:tc>
          <w:tcPr>
            <w:tcW w:w="0" w:type="auto"/>
            <w:vAlign w:val="center"/>
          </w:tcPr>
          <w:p w14:paraId="5E5AF2AC" w14:textId="77777777" w:rsidR="0082728E" w:rsidRPr="00835F44" w:rsidRDefault="0082728E" w:rsidP="000E530E">
            <w:pPr>
              <w:pStyle w:val="TAC"/>
              <w:keepNext w:val="0"/>
              <w:rPr>
                <w:rFonts w:eastAsia="Yu Mincho"/>
              </w:rPr>
            </w:pPr>
          </w:p>
        </w:tc>
        <w:tc>
          <w:tcPr>
            <w:tcW w:w="0" w:type="auto"/>
            <w:vAlign w:val="center"/>
          </w:tcPr>
          <w:p w14:paraId="621C9A0E" w14:textId="77777777" w:rsidR="0082728E" w:rsidRPr="00835F44" w:rsidRDefault="0082728E" w:rsidP="000E530E">
            <w:pPr>
              <w:pStyle w:val="TAC"/>
              <w:keepNext w:val="0"/>
              <w:rPr>
                <w:rFonts w:eastAsia="Yu Mincho"/>
              </w:rPr>
            </w:pPr>
          </w:p>
        </w:tc>
        <w:tc>
          <w:tcPr>
            <w:tcW w:w="0" w:type="auto"/>
            <w:vAlign w:val="center"/>
          </w:tcPr>
          <w:p w14:paraId="7E4F08AA" w14:textId="77777777" w:rsidR="0082728E" w:rsidRPr="00835F44" w:rsidRDefault="0082728E" w:rsidP="000E530E">
            <w:pPr>
              <w:pStyle w:val="TAC"/>
              <w:keepNext w:val="0"/>
              <w:rPr>
                <w:rFonts w:eastAsia="Yu Mincho"/>
              </w:rPr>
            </w:pPr>
          </w:p>
        </w:tc>
        <w:tc>
          <w:tcPr>
            <w:tcW w:w="0" w:type="auto"/>
            <w:vAlign w:val="center"/>
          </w:tcPr>
          <w:p w14:paraId="390C4C15" w14:textId="77777777" w:rsidR="0082728E" w:rsidRPr="00835F44" w:rsidRDefault="0082728E" w:rsidP="000E530E">
            <w:pPr>
              <w:pStyle w:val="TAC"/>
              <w:keepNext w:val="0"/>
              <w:rPr>
                <w:rFonts w:eastAsia="Yu Mincho"/>
              </w:rPr>
            </w:pPr>
          </w:p>
        </w:tc>
        <w:tc>
          <w:tcPr>
            <w:tcW w:w="0" w:type="auto"/>
          </w:tcPr>
          <w:p w14:paraId="27CF91E1" w14:textId="77777777" w:rsidR="0082728E" w:rsidRPr="00835F44" w:rsidRDefault="0082728E" w:rsidP="000E530E">
            <w:pPr>
              <w:pStyle w:val="TAC"/>
              <w:keepNext w:val="0"/>
              <w:rPr>
                <w:rFonts w:eastAsia="Yu Mincho"/>
              </w:rPr>
            </w:pPr>
          </w:p>
        </w:tc>
        <w:tc>
          <w:tcPr>
            <w:tcW w:w="0" w:type="auto"/>
            <w:vAlign w:val="center"/>
          </w:tcPr>
          <w:p w14:paraId="611C2CD1" w14:textId="77777777" w:rsidR="0082728E" w:rsidRPr="00835F44" w:rsidRDefault="0082728E" w:rsidP="000E530E">
            <w:pPr>
              <w:pStyle w:val="TAC"/>
              <w:keepNext w:val="0"/>
              <w:rPr>
                <w:rFonts w:eastAsia="Yu Mincho"/>
              </w:rPr>
            </w:pPr>
          </w:p>
        </w:tc>
      </w:tr>
      <w:tr w:rsidR="00495FE7" w:rsidRPr="00835F44" w14:paraId="60960E39" w14:textId="77777777" w:rsidTr="000E530E">
        <w:trPr>
          <w:trHeight w:val="225"/>
          <w:jc w:val="center"/>
        </w:trPr>
        <w:tc>
          <w:tcPr>
            <w:tcW w:w="0" w:type="auto"/>
            <w:vMerge w:val="restart"/>
            <w:vAlign w:val="center"/>
          </w:tcPr>
          <w:p w14:paraId="6C70EAFD" w14:textId="77777777" w:rsidR="0082728E" w:rsidRPr="00835F44" w:rsidRDefault="0082728E" w:rsidP="000E530E">
            <w:pPr>
              <w:pStyle w:val="TAC"/>
              <w:keepNext w:val="0"/>
              <w:rPr>
                <w:rFonts w:eastAsia="Yu Mincho"/>
              </w:rPr>
            </w:pPr>
            <w:r w:rsidRPr="00835F44">
              <w:rPr>
                <w:rFonts w:eastAsia="Yu Mincho"/>
              </w:rPr>
              <w:t>n39</w:t>
            </w:r>
          </w:p>
        </w:tc>
        <w:tc>
          <w:tcPr>
            <w:tcW w:w="0" w:type="auto"/>
          </w:tcPr>
          <w:p w14:paraId="42F3D46F" w14:textId="77777777" w:rsidR="0082728E" w:rsidRPr="00835F44" w:rsidRDefault="0082728E" w:rsidP="000E530E">
            <w:pPr>
              <w:pStyle w:val="TAC"/>
              <w:keepNext w:val="0"/>
              <w:rPr>
                <w:rFonts w:eastAsia="Yu Mincho"/>
              </w:rPr>
            </w:pPr>
            <w:r w:rsidRPr="00835F44">
              <w:t>15</w:t>
            </w:r>
          </w:p>
        </w:tc>
        <w:tc>
          <w:tcPr>
            <w:tcW w:w="0" w:type="auto"/>
          </w:tcPr>
          <w:p w14:paraId="1F298F27" w14:textId="77777777" w:rsidR="0082728E" w:rsidRPr="00835F44" w:rsidRDefault="0082728E" w:rsidP="000E530E">
            <w:pPr>
              <w:pStyle w:val="TAC"/>
              <w:keepNext w:val="0"/>
              <w:rPr>
                <w:rFonts w:eastAsia="Yu Mincho"/>
              </w:rPr>
            </w:pPr>
            <w:r w:rsidRPr="00835F44">
              <w:t>Yes</w:t>
            </w:r>
          </w:p>
        </w:tc>
        <w:tc>
          <w:tcPr>
            <w:tcW w:w="0" w:type="auto"/>
          </w:tcPr>
          <w:p w14:paraId="18658311" w14:textId="77777777" w:rsidR="0082728E" w:rsidRPr="00835F44" w:rsidRDefault="0082728E" w:rsidP="000E530E">
            <w:pPr>
              <w:pStyle w:val="TAC"/>
              <w:keepNext w:val="0"/>
              <w:rPr>
                <w:rFonts w:eastAsia="Yu Mincho"/>
              </w:rPr>
            </w:pPr>
            <w:r w:rsidRPr="00835F44">
              <w:t>Yes</w:t>
            </w:r>
          </w:p>
        </w:tc>
        <w:tc>
          <w:tcPr>
            <w:tcW w:w="0" w:type="auto"/>
          </w:tcPr>
          <w:p w14:paraId="0961E9FD" w14:textId="77777777" w:rsidR="0082728E" w:rsidRPr="00835F44" w:rsidRDefault="0082728E" w:rsidP="000E530E">
            <w:pPr>
              <w:pStyle w:val="TAC"/>
              <w:keepNext w:val="0"/>
              <w:rPr>
                <w:rFonts w:eastAsia="Yu Mincho"/>
              </w:rPr>
            </w:pPr>
            <w:r w:rsidRPr="00835F44">
              <w:t>Yes</w:t>
            </w:r>
          </w:p>
        </w:tc>
        <w:tc>
          <w:tcPr>
            <w:tcW w:w="0" w:type="auto"/>
          </w:tcPr>
          <w:p w14:paraId="0C5A34FA" w14:textId="77777777" w:rsidR="0082728E" w:rsidRPr="00835F44" w:rsidRDefault="0082728E" w:rsidP="000E530E">
            <w:pPr>
              <w:pStyle w:val="TAC"/>
              <w:keepNext w:val="0"/>
              <w:rPr>
                <w:rFonts w:eastAsia="Yu Mincho"/>
              </w:rPr>
            </w:pPr>
            <w:r w:rsidRPr="00835F44">
              <w:t>Yes</w:t>
            </w:r>
          </w:p>
        </w:tc>
        <w:tc>
          <w:tcPr>
            <w:tcW w:w="0" w:type="auto"/>
          </w:tcPr>
          <w:p w14:paraId="7BAF18C8" w14:textId="77777777" w:rsidR="0082728E" w:rsidRPr="00835F44" w:rsidRDefault="0082728E" w:rsidP="000E530E">
            <w:pPr>
              <w:pStyle w:val="TAC"/>
              <w:keepNext w:val="0"/>
              <w:rPr>
                <w:rFonts w:eastAsia="Yu Mincho"/>
              </w:rPr>
            </w:pPr>
            <w:r w:rsidRPr="00835F44">
              <w:t>Yes</w:t>
            </w:r>
          </w:p>
        </w:tc>
        <w:tc>
          <w:tcPr>
            <w:tcW w:w="0" w:type="auto"/>
          </w:tcPr>
          <w:p w14:paraId="0756B92E" w14:textId="77777777" w:rsidR="0082728E" w:rsidRPr="00835F44" w:rsidRDefault="0082728E" w:rsidP="000E530E">
            <w:pPr>
              <w:pStyle w:val="TAC"/>
              <w:keepNext w:val="0"/>
              <w:rPr>
                <w:rFonts w:eastAsia="Yu Mincho"/>
              </w:rPr>
            </w:pPr>
            <w:r w:rsidRPr="00835F44">
              <w:t>Yes</w:t>
            </w:r>
          </w:p>
        </w:tc>
        <w:tc>
          <w:tcPr>
            <w:tcW w:w="0" w:type="auto"/>
          </w:tcPr>
          <w:p w14:paraId="250ACB64" w14:textId="77777777" w:rsidR="0082728E" w:rsidRPr="00835F44" w:rsidRDefault="0082728E" w:rsidP="000E530E">
            <w:pPr>
              <w:pStyle w:val="TAC"/>
              <w:keepNext w:val="0"/>
              <w:rPr>
                <w:rFonts w:eastAsia="Yu Mincho"/>
              </w:rPr>
            </w:pPr>
            <w:r w:rsidRPr="00835F44">
              <w:t>Yes</w:t>
            </w:r>
          </w:p>
        </w:tc>
        <w:tc>
          <w:tcPr>
            <w:tcW w:w="0" w:type="auto"/>
            <w:vAlign w:val="center"/>
          </w:tcPr>
          <w:p w14:paraId="2A297F37" w14:textId="77777777" w:rsidR="0082728E" w:rsidRPr="00835F44" w:rsidRDefault="0082728E" w:rsidP="000E530E">
            <w:pPr>
              <w:pStyle w:val="TAC"/>
              <w:keepNext w:val="0"/>
              <w:rPr>
                <w:rFonts w:eastAsia="Yu Mincho"/>
              </w:rPr>
            </w:pPr>
          </w:p>
        </w:tc>
        <w:tc>
          <w:tcPr>
            <w:tcW w:w="0" w:type="auto"/>
            <w:vAlign w:val="center"/>
          </w:tcPr>
          <w:p w14:paraId="15022A30" w14:textId="77777777" w:rsidR="0082728E" w:rsidRPr="00835F44" w:rsidRDefault="0082728E" w:rsidP="000E530E">
            <w:pPr>
              <w:pStyle w:val="TAC"/>
              <w:keepNext w:val="0"/>
              <w:rPr>
                <w:rFonts w:eastAsia="Yu Mincho"/>
              </w:rPr>
            </w:pPr>
          </w:p>
        </w:tc>
        <w:tc>
          <w:tcPr>
            <w:tcW w:w="0" w:type="auto"/>
            <w:vAlign w:val="center"/>
          </w:tcPr>
          <w:p w14:paraId="0F1938AD" w14:textId="77777777" w:rsidR="0082728E" w:rsidRPr="00835F44" w:rsidRDefault="0082728E" w:rsidP="000E530E">
            <w:pPr>
              <w:pStyle w:val="TAC"/>
              <w:keepNext w:val="0"/>
              <w:rPr>
                <w:rFonts w:eastAsia="Yu Mincho"/>
              </w:rPr>
            </w:pPr>
          </w:p>
        </w:tc>
        <w:tc>
          <w:tcPr>
            <w:tcW w:w="0" w:type="auto"/>
          </w:tcPr>
          <w:p w14:paraId="559FF207" w14:textId="77777777" w:rsidR="0082728E" w:rsidRPr="00835F44" w:rsidRDefault="0082728E" w:rsidP="000E530E">
            <w:pPr>
              <w:pStyle w:val="TAC"/>
              <w:keepNext w:val="0"/>
              <w:rPr>
                <w:rFonts w:eastAsia="Yu Mincho"/>
              </w:rPr>
            </w:pPr>
          </w:p>
        </w:tc>
        <w:tc>
          <w:tcPr>
            <w:tcW w:w="0" w:type="auto"/>
            <w:vAlign w:val="center"/>
          </w:tcPr>
          <w:p w14:paraId="7414E4AF" w14:textId="77777777" w:rsidR="0082728E" w:rsidRPr="00835F44" w:rsidRDefault="0082728E" w:rsidP="000E530E">
            <w:pPr>
              <w:pStyle w:val="TAC"/>
              <w:keepNext w:val="0"/>
              <w:rPr>
                <w:rFonts w:eastAsia="Yu Mincho"/>
              </w:rPr>
            </w:pPr>
          </w:p>
        </w:tc>
      </w:tr>
      <w:tr w:rsidR="00495FE7" w:rsidRPr="00835F44" w14:paraId="5B2D9F3E" w14:textId="77777777" w:rsidTr="000E530E">
        <w:trPr>
          <w:trHeight w:val="225"/>
          <w:jc w:val="center"/>
        </w:trPr>
        <w:tc>
          <w:tcPr>
            <w:tcW w:w="0" w:type="auto"/>
            <w:vMerge/>
            <w:vAlign w:val="center"/>
          </w:tcPr>
          <w:p w14:paraId="77AC9C43" w14:textId="77777777" w:rsidR="0082728E" w:rsidRPr="00835F44" w:rsidRDefault="0082728E" w:rsidP="000E530E">
            <w:pPr>
              <w:pStyle w:val="TAC"/>
              <w:keepNext w:val="0"/>
              <w:rPr>
                <w:rFonts w:eastAsia="Yu Mincho"/>
              </w:rPr>
            </w:pPr>
          </w:p>
        </w:tc>
        <w:tc>
          <w:tcPr>
            <w:tcW w:w="0" w:type="auto"/>
          </w:tcPr>
          <w:p w14:paraId="33F3A456" w14:textId="77777777" w:rsidR="0082728E" w:rsidRPr="00835F44" w:rsidRDefault="0082728E" w:rsidP="000E530E">
            <w:pPr>
              <w:pStyle w:val="TAC"/>
              <w:keepNext w:val="0"/>
              <w:rPr>
                <w:rFonts w:eastAsia="Yu Mincho"/>
              </w:rPr>
            </w:pPr>
            <w:r w:rsidRPr="00835F44">
              <w:t>30</w:t>
            </w:r>
          </w:p>
        </w:tc>
        <w:tc>
          <w:tcPr>
            <w:tcW w:w="0" w:type="auto"/>
          </w:tcPr>
          <w:p w14:paraId="24F44399" w14:textId="77777777" w:rsidR="0082728E" w:rsidRPr="00835F44" w:rsidRDefault="0082728E" w:rsidP="000E530E">
            <w:pPr>
              <w:pStyle w:val="TAC"/>
              <w:keepNext w:val="0"/>
              <w:rPr>
                <w:rFonts w:eastAsia="Yu Mincho"/>
              </w:rPr>
            </w:pPr>
          </w:p>
        </w:tc>
        <w:tc>
          <w:tcPr>
            <w:tcW w:w="0" w:type="auto"/>
          </w:tcPr>
          <w:p w14:paraId="49D1FB94" w14:textId="77777777" w:rsidR="0082728E" w:rsidRPr="00835F44" w:rsidRDefault="0082728E" w:rsidP="000E530E">
            <w:pPr>
              <w:pStyle w:val="TAC"/>
              <w:keepNext w:val="0"/>
              <w:rPr>
                <w:rFonts w:eastAsia="Yu Mincho"/>
              </w:rPr>
            </w:pPr>
            <w:r w:rsidRPr="00835F44">
              <w:t>Yes</w:t>
            </w:r>
          </w:p>
        </w:tc>
        <w:tc>
          <w:tcPr>
            <w:tcW w:w="0" w:type="auto"/>
          </w:tcPr>
          <w:p w14:paraId="17AD430C" w14:textId="77777777" w:rsidR="0082728E" w:rsidRPr="00835F44" w:rsidRDefault="0082728E" w:rsidP="000E530E">
            <w:pPr>
              <w:pStyle w:val="TAC"/>
              <w:keepNext w:val="0"/>
              <w:rPr>
                <w:rFonts w:eastAsia="Yu Mincho"/>
              </w:rPr>
            </w:pPr>
            <w:r w:rsidRPr="00835F44">
              <w:t>Yes</w:t>
            </w:r>
          </w:p>
        </w:tc>
        <w:tc>
          <w:tcPr>
            <w:tcW w:w="0" w:type="auto"/>
          </w:tcPr>
          <w:p w14:paraId="6CF1D483" w14:textId="77777777" w:rsidR="0082728E" w:rsidRPr="00835F44" w:rsidRDefault="0082728E" w:rsidP="000E530E">
            <w:pPr>
              <w:pStyle w:val="TAC"/>
              <w:keepNext w:val="0"/>
              <w:rPr>
                <w:rFonts w:eastAsia="Yu Mincho"/>
              </w:rPr>
            </w:pPr>
            <w:r w:rsidRPr="00835F44">
              <w:t>Yes</w:t>
            </w:r>
          </w:p>
        </w:tc>
        <w:tc>
          <w:tcPr>
            <w:tcW w:w="0" w:type="auto"/>
          </w:tcPr>
          <w:p w14:paraId="1472856D" w14:textId="77777777" w:rsidR="0082728E" w:rsidRPr="00835F44" w:rsidRDefault="0082728E" w:rsidP="000E530E">
            <w:pPr>
              <w:pStyle w:val="TAC"/>
              <w:keepNext w:val="0"/>
              <w:rPr>
                <w:rFonts w:eastAsia="Yu Mincho"/>
              </w:rPr>
            </w:pPr>
            <w:r w:rsidRPr="00835F44">
              <w:t>Yes</w:t>
            </w:r>
          </w:p>
        </w:tc>
        <w:tc>
          <w:tcPr>
            <w:tcW w:w="0" w:type="auto"/>
          </w:tcPr>
          <w:p w14:paraId="0875665E" w14:textId="77777777" w:rsidR="0082728E" w:rsidRPr="00835F44" w:rsidRDefault="0082728E" w:rsidP="000E530E">
            <w:pPr>
              <w:pStyle w:val="TAC"/>
              <w:keepNext w:val="0"/>
              <w:rPr>
                <w:rFonts w:eastAsia="Yu Mincho"/>
              </w:rPr>
            </w:pPr>
            <w:r w:rsidRPr="00835F44">
              <w:t>Yes</w:t>
            </w:r>
          </w:p>
        </w:tc>
        <w:tc>
          <w:tcPr>
            <w:tcW w:w="0" w:type="auto"/>
          </w:tcPr>
          <w:p w14:paraId="1AE4C75E" w14:textId="77777777" w:rsidR="0082728E" w:rsidRPr="00835F44" w:rsidRDefault="0082728E" w:rsidP="000E530E">
            <w:pPr>
              <w:pStyle w:val="TAC"/>
              <w:keepNext w:val="0"/>
              <w:rPr>
                <w:rFonts w:eastAsia="Yu Mincho"/>
              </w:rPr>
            </w:pPr>
            <w:r w:rsidRPr="00835F44">
              <w:t>Yes</w:t>
            </w:r>
          </w:p>
        </w:tc>
        <w:tc>
          <w:tcPr>
            <w:tcW w:w="0" w:type="auto"/>
            <w:vAlign w:val="center"/>
          </w:tcPr>
          <w:p w14:paraId="55C122DC" w14:textId="77777777" w:rsidR="0082728E" w:rsidRPr="00835F44" w:rsidRDefault="0082728E" w:rsidP="000E530E">
            <w:pPr>
              <w:pStyle w:val="TAC"/>
              <w:keepNext w:val="0"/>
              <w:rPr>
                <w:rFonts w:eastAsia="Yu Mincho"/>
              </w:rPr>
            </w:pPr>
          </w:p>
        </w:tc>
        <w:tc>
          <w:tcPr>
            <w:tcW w:w="0" w:type="auto"/>
            <w:vAlign w:val="center"/>
          </w:tcPr>
          <w:p w14:paraId="6D633739" w14:textId="77777777" w:rsidR="0082728E" w:rsidRPr="00835F44" w:rsidRDefault="0082728E" w:rsidP="000E530E">
            <w:pPr>
              <w:pStyle w:val="TAC"/>
              <w:keepNext w:val="0"/>
              <w:rPr>
                <w:rFonts w:eastAsia="Yu Mincho"/>
              </w:rPr>
            </w:pPr>
          </w:p>
        </w:tc>
        <w:tc>
          <w:tcPr>
            <w:tcW w:w="0" w:type="auto"/>
            <w:vAlign w:val="center"/>
          </w:tcPr>
          <w:p w14:paraId="124A75BA" w14:textId="77777777" w:rsidR="0082728E" w:rsidRPr="00835F44" w:rsidRDefault="0082728E" w:rsidP="000E530E">
            <w:pPr>
              <w:pStyle w:val="TAC"/>
              <w:keepNext w:val="0"/>
              <w:rPr>
                <w:rFonts w:eastAsia="Yu Mincho"/>
              </w:rPr>
            </w:pPr>
          </w:p>
        </w:tc>
        <w:tc>
          <w:tcPr>
            <w:tcW w:w="0" w:type="auto"/>
          </w:tcPr>
          <w:p w14:paraId="4D932953" w14:textId="77777777" w:rsidR="0082728E" w:rsidRPr="00835F44" w:rsidRDefault="0082728E" w:rsidP="000E530E">
            <w:pPr>
              <w:pStyle w:val="TAC"/>
              <w:keepNext w:val="0"/>
              <w:rPr>
                <w:rFonts w:eastAsia="Yu Mincho"/>
              </w:rPr>
            </w:pPr>
          </w:p>
        </w:tc>
        <w:tc>
          <w:tcPr>
            <w:tcW w:w="0" w:type="auto"/>
            <w:vAlign w:val="center"/>
          </w:tcPr>
          <w:p w14:paraId="21A53D4E" w14:textId="77777777" w:rsidR="0082728E" w:rsidRPr="00835F44" w:rsidRDefault="0082728E" w:rsidP="000E530E">
            <w:pPr>
              <w:pStyle w:val="TAC"/>
              <w:keepNext w:val="0"/>
              <w:rPr>
                <w:rFonts w:eastAsia="Yu Mincho"/>
              </w:rPr>
            </w:pPr>
          </w:p>
        </w:tc>
      </w:tr>
      <w:tr w:rsidR="00495FE7" w:rsidRPr="00835F44" w14:paraId="6E711507" w14:textId="77777777" w:rsidTr="000E530E">
        <w:trPr>
          <w:trHeight w:val="225"/>
          <w:jc w:val="center"/>
        </w:trPr>
        <w:tc>
          <w:tcPr>
            <w:tcW w:w="0" w:type="auto"/>
            <w:vMerge/>
            <w:vAlign w:val="center"/>
          </w:tcPr>
          <w:p w14:paraId="0042F96D" w14:textId="77777777" w:rsidR="0082728E" w:rsidRPr="00835F44" w:rsidRDefault="0082728E" w:rsidP="000E530E">
            <w:pPr>
              <w:pStyle w:val="TAC"/>
              <w:keepNext w:val="0"/>
              <w:rPr>
                <w:rFonts w:eastAsia="Yu Mincho"/>
              </w:rPr>
            </w:pPr>
          </w:p>
        </w:tc>
        <w:tc>
          <w:tcPr>
            <w:tcW w:w="0" w:type="auto"/>
          </w:tcPr>
          <w:p w14:paraId="24676D4B" w14:textId="77777777" w:rsidR="0082728E" w:rsidRPr="00835F44" w:rsidRDefault="0082728E" w:rsidP="000E530E">
            <w:pPr>
              <w:pStyle w:val="TAC"/>
              <w:keepNext w:val="0"/>
              <w:rPr>
                <w:rFonts w:eastAsia="Yu Mincho"/>
              </w:rPr>
            </w:pPr>
            <w:r w:rsidRPr="00835F44">
              <w:t>60</w:t>
            </w:r>
          </w:p>
        </w:tc>
        <w:tc>
          <w:tcPr>
            <w:tcW w:w="0" w:type="auto"/>
          </w:tcPr>
          <w:p w14:paraId="2ED88D8C" w14:textId="77777777" w:rsidR="0082728E" w:rsidRPr="00835F44" w:rsidRDefault="0082728E" w:rsidP="000E530E">
            <w:pPr>
              <w:pStyle w:val="TAC"/>
              <w:keepNext w:val="0"/>
              <w:rPr>
                <w:rFonts w:eastAsia="Yu Mincho"/>
              </w:rPr>
            </w:pPr>
          </w:p>
        </w:tc>
        <w:tc>
          <w:tcPr>
            <w:tcW w:w="0" w:type="auto"/>
          </w:tcPr>
          <w:p w14:paraId="44BAF7AB" w14:textId="77777777" w:rsidR="0082728E" w:rsidRPr="00835F44" w:rsidRDefault="0082728E" w:rsidP="000E530E">
            <w:pPr>
              <w:pStyle w:val="TAC"/>
              <w:keepNext w:val="0"/>
              <w:rPr>
                <w:rFonts w:eastAsia="Yu Mincho"/>
              </w:rPr>
            </w:pPr>
            <w:r w:rsidRPr="00835F44">
              <w:t>Yes</w:t>
            </w:r>
          </w:p>
        </w:tc>
        <w:tc>
          <w:tcPr>
            <w:tcW w:w="0" w:type="auto"/>
          </w:tcPr>
          <w:p w14:paraId="53BC43B8" w14:textId="77777777" w:rsidR="0082728E" w:rsidRPr="00835F44" w:rsidRDefault="0082728E" w:rsidP="000E530E">
            <w:pPr>
              <w:pStyle w:val="TAC"/>
              <w:keepNext w:val="0"/>
              <w:rPr>
                <w:rFonts w:eastAsia="Yu Mincho"/>
              </w:rPr>
            </w:pPr>
            <w:r w:rsidRPr="00835F44">
              <w:t>Yes</w:t>
            </w:r>
          </w:p>
        </w:tc>
        <w:tc>
          <w:tcPr>
            <w:tcW w:w="0" w:type="auto"/>
          </w:tcPr>
          <w:p w14:paraId="787ED98F" w14:textId="77777777" w:rsidR="0082728E" w:rsidRPr="00835F44" w:rsidRDefault="0082728E" w:rsidP="000E530E">
            <w:pPr>
              <w:pStyle w:val="TAC"/>
              <w:keepNext w:val="0"/>
              <w:rPr>
                <w:rFonts w:eastAsia="Yu Mincho"/>
              </w:rPr>
            </w:pPr>
            <w:r w:rsidRPr="00835F44">
              <w:t>Yes</w:t>
            </w:r>
          </w:p>
        </w:tc>
        <w:tc>
          <w:tcPr>
            <w:tcW w:w="0" w:type="auto"/>
          </w:tcPr>
          <w:p w14:paraId="356D3C7C" w14:textId="77777777" w:rsidR="0082728E" w:rsidRPr="00835F44" w:rsidRDefault="0082728E" w:rsidP="000E530E">
            <w:pPr>
              <w:pStyle w:val="TAC"/>
              <w:keepNext w:val="0"/>
              <w:rPr>
                <w:rFonts w:eastAsia="Yu Mincho"/>
              </w:rPr>
            </w:pPr>
            <w:r w:rsidRPr="00835F44">
              <w:t>Yes</w:t>
            </w:r>
          </w:p>
        </w:tc>
        <w:tc>
          <w:tcPr>
            <w:tcW w:w="0" w:type="auto"/>
          </w:tcPr>
          <w:p w14:paraId="3AB62C80" w14:textId="77777777" w:rsidR="0082728E" w:rsidRPr="00835F44" w:rsidRDefault="0082728E" w:rsidP="000E530E">
            <w:pPr>
              <w:pStyle w:val="TAC"/>
              <w:keepNext w:val="0"/>
              <w:rPr>
                <w:rFonts w:eastAsia="Yu Mincho"/>
              </w:rPr>
            </w:pPr>
            <w:r w:rsidRPr="00835F44">
              <w:t>Yes</w:t>
            </w:r>
          </w:p>
        </w:tc>
        <w:tc>
          <w:tcPr>
            <w:tcW w:w="0" w:type="auto"/>
          </w:tcPr>
          <w:p w14:paraId="79D600F7" w14:textId="77777777" w:rsidR="0082728E" w:rsidRPr="00835F44" w:rsidRDefault="0082728E" w:rsidP="000E530E">
            <w:pPr>
              <w:pStyle w:val="TAC"/>
              <w:keepNext w:val="0"/>
              <w:rPr>
                <w:rFonts w:eastAsia="Yu Mincho"/>
              </w:rPr>
            </w:pPr>
            <w:r w:rsidRPr="00835F44">
              <w:t>Yes</w:t>
            </w:r>
          </w:p>
        </w:tc>
        <w:tc>
          <w:tcPr>
            <w:tcW w:w="0" w:type="auto"/>
            <w:vAlign w:val="center"/>
          </w:tcPr>
          <w:p w14:paraId="21EFF519" w14:textId="77777777" w:rsidR="0082728E" w:rsidRPr="00835F44" w:rsidRDefault="0082728E" w:rsidP="000E530E">
            <w:pPr>
              <w:pStyle w:val="TAC"/>
              <w:keepNext w:val="0"/>
              <w:rPr>
                <w:rFonts w:eastAsia="Yu Mincho"/>
              </w:rPr>
            </w:pPr>
          </w:p>
        </w:tc>
        <w:tc>
          <w:tcPr>
            <w:tcW w:w="0" w:type="auto"/>
            <w:vAlign w:val="center"/>
          </w:tcPr>
          <w:p w14:paraId="0D9A932E" w14:textId="77777777" w:rsidR="0082728E" w:rsidRPr="00835F44" w:rsidRDefault="0082728E" w:rsidP="000E530E">
            <w:pPr>
              <w:pStyle w:val="TAC"/>
              <w:keepNext w:val="0"/>
              <w:rPr>
                <w:rFonts w:eastAsia="Yu Mincho"/>
              </w:rPr>
            </w:pPr>
          </w:p>
        </w:tc>
        <w:tc>
          <w:tcPr>
            <w:tcW w:w="0" w:type="auto"/>
            <w:vAlign w:val="center"/>
          </w:tcPr>
          <w:p w14:paraId="7E0D100B" w14:textId="77777777" w:rsidR="0082728E" w:rsidRPr="00835F44" w:rsidRDefault="0082728E" w:rsidP="000E530E">
            <w:pPr>
              <w:pStyle w:val="TAC"/>
              <w:keepNext w:val="0"/>
              <w:rPr>
                <w:rFonts w:eastAsia="Yu Mincho"/>
              </w:rPr>
            </w:pPr>
          </w:p>
        </w:tc>
        <w:tc>
          <w:tcPr>
            <w:tcW w:w="0" w:type="auto"/>
          </w:tcPr>
          <w:p w14:paraId="562D6903" w14:textId="77777777" w:rsidR="0082728E" w:rsidRPr="00835F44" w:rsidRDefault="0082728E" w:rsidP="000E530E">
            <w:pPr>
              <w:pStyle w:val="TAC"/>
              <w:keepNext w:val="0"/>
              <w:rPr>
                <w:rFonts w:eastAsia="Yu Mincho"/>
              </w:rPr>
            </w:pPr>
          </w:p>
        </w:tc>
        <w:tc>
          <w:tcPr>
            <w:tcW w:w="0" w:type="auto"/>
            <w:vAlign w:val="center"/>
          </w:tcPr>
          <w:p w14:paraId="27226B0A" w14:textId="77777777" w:rsidR="0082728E" w:rsidRPr="00835F44" w:rsidRDefault="0082728E" w:rsidP="000E530E">
            <w:pPr>
              <w:pStyle w:val="TAC"/>
              <w:keepNext w:val="0"/>
              <w:rPr>
                <w:rFonts w:eastAsia="Yu Mincho"/>
              </w:rPr>
            </w:pPr>
          </w:p>
        </w:tc>
      </w:tr>
      <w:tr w:rsidR="00AD3DA1" w:rsidRPr="00835F44" w14:paraId="277F23C3" w14:textId="77777777" w:rsidTr="000E530E">
        <w:trPr>
          <w:trHeight w:val="225"/>
          <w:jc w:val="center"/>
        </w:trPr>
        <w:tc>
          <w:tcPr>
            <w:tcW w:w="0" w:type="auto"/>
            <w:vMerge w:val="restart"/>
            <w:vAlign w:val="center"/>
          </w:tcPr>
          <w:p w14:paraId="0340A8CE" w14:textId="77777777" w:rsidR="00AD3DA1" w:rsidRPr="00835F44" w:rsidRDefault="00AD3DA1" w:rsidP="00AD3DA1">
            <w:pPr>
              <w:pStyle w:val="TAC"/>
              <w:keepNext w:val="0"/>
              <w:rPr>
                <w:rFonts w:eastAsia="Yu Mincho"/>
              </w:rPr>
            </w:pPr>
            <w:r w:rsidRPr="00835F44">
              <w:rPr>
                <w:rFonts w:eastAsia="Yu Mincho"/>
              </w:rPr>
              <w:t>n40</w:t>
            </w:r>
          </w:p>
        </w:tc>
        <w:tc>
          <w:tcPr>
            <w:tcW w:w="0" w:type="auto"/>
          </w:tcPr>
          <w:p w14:paraId="629892AB" w14:textId="77777777" w:rsidR="00AD3DA1" w:rsidRPr="00835F44" w:rsidRDefault="00AD3DA1" w:rsidP="00AD3DA1">
            <w:pPr>
              <w:pStyle w:val="TAC"/>
              <w:keepNext w:val="0"/>
              <w:rPr>
                <w:rFonts w:eastAsia="Yu Mincho"/>
              </w:rPr>
            </w:pPr>
            <w:r w:rsidRPr="00835F44">
              <w:t>15</w:t>
            </w:r>
          </w:p>
        </w:tc>
        <w:tc>
          <w:tcPr>
            <w:tcW w:w="0" w:type="auto"/>
          </w:tcPr>
          <w:p w14:paraId="123F8DEE" w14:textId="5B852AFB" w:rsidR="00AD3DA1" w:rsidRPr="00835F44" w:rsidRDefault="00AD3DA1" w:rsidP="00AD3DA1">
            <w:pPr>
              <w:pStyle w:val="TAC"/>
              <w:keepNext w:val="0"/>
              <w:rPr>
                <w:rFonts w:eastAsia="Yu Mincho"/>
              </w:rPr>
            </w:pPr>
            <w:r w:rsidRPr="00835F44">
              <w:t>Yes</w:t>
            </w:r>
            <w:r w:rsidR="00EF4909">
              <w:rPr>
                <w:rFonts w:eastAsia="Yu Mincho"/>
                <w:vertAlign w:val="superscript"/>
              </w:rPr>
              <w:t>9</w:t>
            </w:r>
          </w:p>
        </w:tc>
        <w:tc>
          <w:tcPr>
            <w:tcW w:w="0" w:type="auto"/>
          </w:tcPr>
          <w:p w14:paraId="2B34ABD8" w14:textId="77777777" w:rsidR="00AD3DA1" w:rsidRPr="00835F44" w:rsidRDefault="00AD3DA1" w:rsidP="00AD3DA1">
            <w:pPr>
              <w:pStyle w:val="TAC"/>
              <w:keepNext w:val="0"/>
              <w:rPr>
                <w:rFonts w:eastAsia="Yu Mincho"/>
              </w:rPr>
            </w:pPr>
            <w:r w:rsidRPr="00835F44">
              <w:t>Yes</w:t>
            </w:r>
          </w:p>
        </w:tc>
        <w:tc>
          <w:tcPr>
            <w:tcW w:w="0" w:type="auto"/>
          </w:tcPr>
          <w:p w14:paraId="1EB142C8" w14:textId="77777777" w:rsidR="00AD3DA1" w:rsidRPr="00835F44" w:rsidRDefault="00AD3DA1" w:rsidP="00AD3DA1">
            <w:pPr>
              <w:pStyle w:val="TAC"/>
              <w:keepNext w:val="0"/>
              <w:rPr>
                <w:rFonts w:eastAsia="Yu Mincho"/>
              </w:rPr>
            </w:pPr>
            <w:r w:rsidRPr="00835F44">
              <w:t>Yes</w:t>
            </w:r>
          </w:p>
        </w:tc>
        <w:tc>
          <w:tcPr>
            <w:tcW w:w="0" w:type="auto"/>
          </w:tcPr>
          <w:p w14:paraId="115BA6CF" w14:textId="77777777" w:rsidR="00AD3DA1" w:rsidRPr="00835F44" w:rsidRDefault="00AD3DA1" w:rsidP="00AD3DA1">
            <w:pPr>
              <w:pStyle w:val="TAC"/>
              <w:keepNext w:val="0"/>
              <w:rPr>
                <w:rFonts w:eastAsia="Yu Mincho"/>
              </w:rPr>
            </w:pPr>
            <w:r w:rsidRPr="00835F44">
              <w:t>Yes</w:t>
            </w:r>
          </w:p>
        </w:tc>
        <w:tc>
          <w:tcPr>
            <w:tcW w:w="0" w:type="auto"/>
          </w:tcPr>
          <w:p w14:paraId="041B16DD" w14:textId="77777777" w:rsidR="00AD3DA1" w:rsidRPr="00835F44" w:rsidRDefault="00AD3DA1" w:rsidP="00AD3DA1">
            <w:pPr>
              <w:pStyle w:val="TAC"/>
              <w:keepNext w:val="0"/>
              <w:rPr>
                <w:rFonts w:eastAsia="Yu Mincho"/>
              </w:rPr>
            </w:pPr>
            <w:r w:rsidRPr="00835F44">
              <w:t>Yes</w:t>
            </w:r>
          </w:p>
        </w:tc>
        <w:tc>
          <w:tcPr>
            <w:tcW w:w="0" w:type="auto"/>
          </w:tcPr>
          <w:p w14:paraId="1E48D096" w14:textId="77777777" w:rsidR="00AD3DA1" w:rsidRPr="00835F44" w:rsidRDefault="00AD3DA1" w:rsidP="00AD3DA1">
            <w:pPr>
              <w:pStyle w:val="TAC"/>
              <w:keepNext w:val="0"/>
              <w:rPr>
                <w:rFonts w:eastAsia="Yu Mincho"/>
              </w:rPr>
            </w:pPr>
            <w:r w:rsidRPr="00835F44">
              <w:t>Yes</w:t>
            </w:r>
          </w:p>
        </w:tc>
        <w:tc>
          <w:tcPr>
            <w:tcW w:w="0" w:type="auto"/>
          </w:tcPr>
          <w:p w14:paraId="6A76DC16" w14:textId="77777777" w:rsidR="00AD3DA1" w:rsidRPr="00835F44" w:rsidRDefault="00AD3DA1" w:rsidP="00AD3DA1">
            <w:pPr>
              <w:pStyle w:val="TAC"/>
              <w:keepNext w:val="0"/>
              <w:rPr>
                <w:rFonts w:eastAsia="Yu Mincho"/>
              </w:rPr>
            </w:pPr>
            <w:r w:rsidRPr="00835F44">
              <w:t>Yes</w:t>
            </w:r>
          </w:p>
        </w:tc>
        <w:tc>
          <w:tcPr>
            <w:tcW w:w="0" w:type="auto"/>
          </w:tcPr>
          <w:p w14:paraId="6CE630C6" w14:textId="77777777" w:rsidR="00AD3DA1" w:rsidRPr="00835F44" w:rsidRDefault="00AD3DA1" w:rsidP="00AD3DA1">
            <w:pPr>
              <w:pStyle w:val="TAC"/>
              <w:keepNext w:val="0"/>
              <w:rPr>
                <w:rFonts w:eastAsia="Yu Mincho"/>
              </w:rPr>
            </w:pPr>
            <w:r w:rsidRPr="00835F44">
              <w:t>Yes</w:t>
            </w:r>
          </w:p>
        </w:tc>
        <w:tc>
          <w:tcPr>
            <w:tcW w:w="0" w:type="auto"/>
          </w:tcPr>
          <w:p w14:paraId="55EA14A3" w14:textId="77777777" w:rsidR="00AD3DA1" w:rsidRPr="00835F44" w:rsidRDefault="00AD3DA1" w:rsidP="00AD3DA1">
            <w:pPr>
              <w:pStyle w:val="TAC"/>
              <w:keepNext w:val="0"/>
              <w:rPr>
                <w:rFonts w:eastAsia="Yu Mincho"/>
              </w:rPr>
            </w:pPr>
          </w:p>
        </w:tc>
        <w:tc>
          <w:tcPr>
            <w:tcW w:w="0" w:type="auto"/>
          </w:tcPr>
          <w:p w14:paraId="1026A309" w14:textId="77777777" w:rsidR="00AD3DA1" w:rsidRPr="00835F44" w:rsidRDefault="00AD3DA1" w:rsidP="00AD3DA1">
            <w:pPr>
              <w:pStyle w:val="TAC"/>
              <w:keepNext w:val="0"/>
              <w:rPr>
                <w:rFonts w:eastAsia="Yu Mincho"/>
              </w:rPr>
            </w:pPr>
          </w:p>
        </w:tc>
        <w:tc>
          <w:tcPr>
            <w:tcW w:w="0" w:type="auto"/>
          </w:tcPr>
          <w:p w14:paraId="35494060" w14:textId="77777777" w:rsidR="00AD3DA1" w:rsidRPr="00835F44" w:rsidRDefault="00AD3DA1" w:rsidP="00AD3DA1">
            <w:pPr>
              <w:pStyle w:val="TAC"/>
              <w:keepNext w:val="0"/>
              <w:rPr>
                <w:rFonts w:eastAsia="Yu Mincho"/>
              </w:rPr>
            </w:pPr>
          </w:p>
        </w:tc>
        <w:tc>
          <w:tcPr>
            <w:tcW w:w="0" w:type="auto"/>
            <w:vAlign w:val="center"/>
          </w:tcPr>
          <w:p w14:paraId="56376DE1" w14:textId="77777777" w:rsidR="00AD3DA1" w:rsidRPr="00835F44" w:rsidRDefault="00AD3DA1" w:rsidP="00AD3DA1">
            <w:pPr>
              <w:pStyle w:val="TAC"/>
              <w:keepNext w:val="0"/>
              <w:rPr>
                <w:rFonts w:eastAsia="Yu Mincho"/>
              </w:rPr>
            </w:pPr>
          </w:p>
        </w:tc>
      </w:tr>
      <w:tr w:rsidR="00AD3DA1" w:rsidRPr="00835F44" w14:paraId="746A1039" w14:textId="77777777" w:rsidTr="000E530E">
        <w:trPr>
          <w:trHeight w:val="225"/>
          <w:jc w:val="center"/>
        </w:trPr>
        <w:tc>
          <w:tcPr>
            <w:tcW w:w="0" w:type="auto"/>
            <w:vMerge/>
            <w:vAlign w:val="center"/>
          </w:tcPr>
          <w:p w14:paraId="538BAD35" w14:textId="77777777" w:rsidR="00AD3DA1" w:rsidRPr="00835F44" w:rsidRDefault="00AD3DA1" w:rsidP="00AD3DA1">
            <w:pPr>
              <w:pStyle w:val="TAC"/>
              <w:keepNext w:val="0"/>
              <w:rPr>
                <w:rFonts w:eastAsia="Yu Mincho"/>
              </w:rPr>
            </w:pPr>
          </w:p>
        </w:tc>
        <w:tc>
          <w:tcPr>
            <w:tcW w:w="0" w:type="auto"/>
          </w:tcPr>
          <w:p w14:paraId="30809B07" w14:textId="77777777" w:rsidR="00AD3DA1" w:rsidRPr="00835F44" w:rsidRDefault="00AD3DA1" w:rsidP="00AD3DA1">
            <w:pPr>
              <w:pStyle w:val="TAC"/>
              <w:keepNext w:val="0"/>
              <w:rPr>
                <w:rFonts w:eastAsia="Yu Mincho"/>
              </w:rPr>
            </w:pPr>
            <w:r w:rsidRPr="00835F44">
              <w:t>30</w:t>
            </w:r>
          </w:p>
        </w:tc>
        <w:tc>
          <w:tcPr>
            <w:tcW w:w="0" w:type="auto"/>
          </w:tcPr>
          <w:p w14:paraId="50C82E0A" w14:textId="77777777" w:rsidR="00AD3DA1" w:rsidRPr="00835F44" w:rsidRDefault="00AD3DA1" w:rsidP="00AD3DA1">
            <w:pPr>
              <w:pStyle w:val="TAC"/>
              <w:keepNext w:val="0"/>
              <w:rPr>
                <w:rFonts w:eastAsia="Yu Mincho"/>
              </w:rPr>
            </w:pPr>
          </w:p>
        </w:tc>
        <w:tc>
          <w:tcPr>
            <w:tcW w:w="0" w:type="auto"/>
          </w:tcPr>
          <w:p w14:paraId="2A9B0EF3" w14:textId="77777777" w:rsidR="00AD3DA1" w:rsidRPr="00835F44" w:rsidRDefault="00AD3DA1" w:rsidP="00AD3DA1">
            <w:pPr>
              <w:pStyle w:val="TAC"/>
              <w:keepNext w:val="0"/>
              <w:rPr>
                <w:rFonts w:eastAsia="Yu Mincho"/>
              </w:rPr>
            </w:pPr>
            <w:r w:rsidRPr="00835F44">
              <w:t>Yes</w:t>
            </w:r>
          </w:p>
        </w:tc>
        <w:tc>
          <w:tcPr>
            <w:tcW w:w="0" w:type="auto"/>
          </w:tcPr>
          <w:p w14:paraId="19994789" w14:textId="77777777" w:rsidR="00AD3DA1" w:rsidRPr="00835F44" w:rsidRDefault="00AD3DA1" w:rsidP="00AD3DA1">
            <w:pPr>
              <w:pStyle w:val="TAC"/>
              <w:keepNext w:val="0"/>
              <w:rPr>
                <w:rFonts w:eastAsia="Yu Mincho"/>
              </w:rPr>
            </w:pPr>
            <w:r w:rsidRPr="00835F44">
              <w:t>Yes</w:t>
            </w:r>
          </w:p>
        </w:tc>
        <w:tc>
          <w:tcPr>
            <w:tcW w:w="0" w:type="auto"/>
          </w:tcPr>
          <w:p w14:paraId="285A22A5" w14:textId="77777777" w:rsidR="00AD3DA1" w:rsidRPr="00835F44" w:rsidRDefault="00AD3DA1" w:rsidP="00AD3DA1">
            <w:pPr>
              <w:pStyle w:val="TAC"/>
              <w:keepNext w:val="0"/>
              <w:rPr>
                <w:rFonts w:eastAsia="Yu Mincho"/>
              </w:rPr>
            </w:pPr>
            <w:r w:rsidRPr="00835F44">
              <w:t>Yes</w:t>
            </w:r>
          </w:p>
        </w:tc>
        <w:tc>
          <w:tcPr>
            <w:tcW w:w="0" w:type="auto"/>
          </w:tcPr>
          <w:p w14:paraId="24EFDF8C" w14:textId="77777777" w:rsidR="00AD3DA1" w:rsidRPr="00835F44" w:rsidRDefault="00AD3DA1" w:rsidP="00AD3DA1">
            <w:pPr>
              <w:pStyle w:val="TAC"/>
              <w:keepNext w:val="0"/>
              <w:rPr>
                <w:rFonts w:eastAsia="Yu Mincho"/>
              </w:rPr>
            </w:pPr>
            <w:r w:rsidRPr="00835F44">
              <w:t>Yes</w:t>
            </w:r>
          </w:p>
        </w:tc>
        <w:tc>
          <w:tcPr>
            <w:tcW w:w="0" w:type="auto"/>
          </w:tcPr>
          <w:p w14:paraId="215FBBE7" w14:textId="77777777" w:rsidR="00AD3DA1" w:rsidRPr="00835F44" w:rsidRDefault="00AD3DA1" w:rsidP="00AD3DA1">
            <w:pPr>
              <w:pStyle w:val="TAC"/>
              <w:keepNext w:val="0"/>
              <w:rPr>
                <w:rFonts w:eastAsia="Yu Mincho"/>
              </w:rPr>
            </w:pPr>
            <w:r w:rsidRPr="00835F44">
              <w:t>Yes</w:t>
            </w:r>
          </w:p>
        </w:tc>
        <w:tc>
          <w:tcPr>
            <w:tcW w:w="0" w:type="auto"/>
          </w:tcPr>
          <w:p w14:paraId="70B84FAD" w14:textId="77777777" w:rsidR="00AD3DA1" w:rsidRPr="00835F44" w:rsidRDefault="00AD3DA1" w:rsidP="00AD3DA1">
            <w:pPr>
              <w:pStyle w:val="TAC"/>
              <w:keepNext w:val="0"/>
              <w:rPr>
                <w:rFonts w:eastAsia="Yu Mincho"/>
              </w:rPr>
            </w:pPr>
            <w:r w:rsidRPr="00835F44">
              <w:t>Yes</w:t>
            </w:r>
          </w:p>
        </w:tc>
        <w:tc>
          <w:tcPr>
            <w:tcW w:w="0" w:type="auto"/>
          </w:tcPr>
          <w:p w14:paraId="69D599FB" w14:textId="77777777" w:rsidR="00AD3DA1" w:rsidRPr="00835F44" w:rsidRDefault="00AD3DA1" w:rsidP="00AD3DA1">
            <w:pPr>
              <w:pStyle w:val="TAC"/>
              <w:keepNext w:val="0"/>
              <w:rPr>
                <w:rFonts w:eastAsia="Yu Mincho"/>
              </w:rPr>
            </w:pPr>
            <w:r w:rsidRPr="00835F44">
              <w:t>Yes</w:t>
            </w:r>
          </w:p>
        </w:tc>
        <w:tc>
          <w:tcPr>
            <w:tcW w:w="0" w:type="auto"/>
          </w:tcPr>
          <w:p w14:paraId="42810F05" w14:textId="77777777" w:rsidR="00AD3DA1" w:rsidRPr="00835F44" w:rsidRDefault="00AD3DA1" w:rsidP="00AD3DA1">
            <w:pPr>
              <w:pStyle w:val="TAC"/>
              <w:keepNext w:val="0"/>
              <w:rPr>
                <w:rFonts w:eastAsia="Yu Mincho"/>
              </w:rPr>
            </w:pPr>
            <w:r w:rsidRPr="00835F44">
              <w:t>Yes</w:t>
            </w:r>
          </w:p>
        </w:tc>
        <w:tc>
          <w:tcPr>
            <w:tcW w:w="0" w:type="auto"/>
          </w:tcPr>
          <w:p w14:paraId="6C2A0EAD" w14:textId="77777777" w:rsidR="00AD3DA1" w:rsidRPr="00835F44" w:rsidRDefault="00AD3DA1" w:rsidP="00AD3DA1">
            <w:pPr>
              <w:pStyle w:val="TAC"/>
              <w:keepNext w:val="0"/>
              <w:rPr>
                <w:rFonts w:eastAsia="Yu Mincho"/>
              </w:rPr>
            </w:pPr>
            <w:r w:rsidRPr="00835F44">
              <w:t>Yes</w:t>
            </w:r>
          </w:p>
        </w:tc>
        <w:tc>
          <w:tcPr>
            <w:tcW w:w="0" w:type="auto"/>
          </w:tcPr>
          <w:p w14:paraId="2481F737" w14:textId="77777777" w:rsidR="00AD3DA1" w:rsidRPr="00835F44" w:rsidRDefault="00AD3DA1" w:rsidP="00AD3DA1">
            <w:pPr>
              <w:pStyle w:val="TAC"/>
              <w:keepNext w:val="0"/>
              <w:rPr>
                <w:rFonts w:eastAsia="Yu Mincho"/>
              </w:rPr>
            </w:pPr>
          </w:p>
        </w:tc>
        <w:tc>
          <w:tcPr>
            <w:tcW w:w="0" w:type="auto"/>
            <w:vAlign w:val="center"/>
          </w:tcPr>
          <w:p w14:paraId="28F5AFE8" w14:textId="77777777" w:rsidR="00AD3DA1" w:rsidRPr="00835F44" w:rsidRDefault="00AD3DA1" w:rsidP="00AD3DA1">
            <w:pPr>
              <w:pStyle w:val="TAC"/>
              <w:keepNext w:val="0"/>
              <w:rPr>
                <w:rFonts w:eastAsia="Yu Mincho"/>
              </w:rPr>
            </w:pPr>
          </w:p>
        </w:tc>
      </w:tr>
      <w:tr w:rsidR="00AD3DA1" w:rsidRPr="00835F44" w14:paraId="79147C90" w14:textId="77777777" w:rsidTr="000E530E">
        <w:trPr>
          <w:trHeight w:val="225"/>
          <w:jc w:val="center"/>
        </w:trPr>
        <w:tc>
          <w:tcPr>
            <w:tcW w:w="0" w:type="auto"/>
            <w:vMerge/>
            <w:vAlign w:val="center"/>
          </w:tcPr>
          <w:p w14:paraId="23FD5CB6" w14:textId="77777777" w:rsidR="00AD3DA1" w:rsidRPr="00835F44" w:rsidRDefault="00AD3DA1" w:rsidP="00AD3DA1">
            <w:pPr>
              <w:pStyle w:val="TAC"/>
              <w:keepNext w:val="0"/>
              <w:rPr>
                <w:rFonts w:eastAsia="Yu Mincho"/>
              </w:rPr>
            </w:pPr>
          </w:p>
        </w:tc>
        <w:tc>
          <w:tcPr>
            <w:tcW w:w="0" w:type="auto"/>
          </w:tcPr>
          <w:p w14:paraId="49DA6B4A" w14:textId="77777777" w:rsidR="00AD3DA1" w:rsidRPr="00835F44" w:rsidRDefault="00AD3DA1" w:rsidP="00AD3DA1">
            <w:pPr>
              <w:pStyle w:val="TAC"/>
              <w:keepNext w:val="0"/>
              <w:rPr>
                <w:rFonts w:eastAsia="Yu Mincho"/>
              </w:rPr>
            </w:pPr>
            <w:r w:rsidRPr="00835F44">
              <w:t>60</w:t>
            </w:r>
          </w:p>
        </w:tc>
        <w:tc>
          <w:tcPr>
            <w:tcW w:w="0" w:type="auto"/>
          </w:tcPr>
          <w:p w14:paraId="5B52C00F" w14:textId="77777777" w:rsidR="00AD3DA1" w:rsidRPr="00835F44" w:rsidRDefault="00AD3DA1" w:rsidP="00AD3DA1">
            <w:pPr>
              <w:pStyle w:val="TAC"/>
              <w:keepNext w:val="0"/>
              <w:rPr>
                <w:rFonts w:eastAsia="Yu Mincho"/>
              </w:rPr>
            </w:pPr>
          </w:p>
        </w:tc>
        <w:tc>
          <w:tcPr>
            <w:tcW w:w="0" w:type="auto"/>
          </w:tcPr>
          <w:p w14:paraId="109EF8E9" w14:textId="77777777" w:rsidR="00AD3DA1" w:rsidRPr="00835F44" w:rsidRDefault="00AD3DA1" w:rsidP="00AD3DA1">
            <w:pPr>
              <w:pStyle w:val="TAC"/>
              <w:keepNext w:val="0"/>
              <w:rPr>
                <w:rFonts w:eastAsia="Yu Mincho"/>
              </w:rPr>
            </w:pPr>
            <w:r w:rsidRPr="00835F44">
              <w:t>Yes</w:t>
            </w:r>
          </w:p>
        </w:tc>
        <w:tc>
          <w:tcPr>
            <w:tcW w:w="0" w:type="auto"/>
          </w:tcPr>
          <w:p w14:paraId="3DBFC6FB" w14:textId="77777777" w:rsidR="00AD3DA1" w:rsidRPr="00835F44" w:rsidRDefault="00AD3DA1" w:rsidP="00AD3DA1">
            <w:pPr>
              <w:pStyle w:val="TAC"/>
              <w:keepNext w:val="0"/>
              <w:rPr>
                <w:rFonts w:eastAsia="Yu Mincho"/>
              </w:rPr>
            </w:pPr>
            <w:r w:rsidRPr="00835F44">
              <w:t>Yes</w:t>
            </w:r>
          </w:p>
        </w:tc>
        <w:tc>
          <w:tcPr>
            <w:tcW w:w="0" w:type="auto"/>
          </w:tcPr>
          <w:p w14:paraId="014157D7" w14:textId="77777777" w:rsidR="00AD3DA1" w:rsidRPr="00835F44" w:rsidRDefault="00AD3DA1" w:rsidP="00AD3DA1">
            <w:pPr>
              <w:pStyle w:val="TAC"/>
              <w:keepNext w:val="0"/>
              <w:rPr>
                <w:rFonts w:eastAsia="Yu Mincho"/>
              </w:rPr>
            </w:pPr>
            <w:r w:rsidRPr="00835F44">
              <w:t>Yes</w:t>
            </w:r>
          </w:p>
        </w:tc>
        <w:tc>
          <w:tcPr>
            <w:tcW w:w="0" w:type="auto"/>
          </w:tcPr>
          <w:p w14:paraId="42D37F9D" w14:textId="77777777" w:rsidR="00AD3DA1" w:rsidRPr="00835F44" w:rsidRDefault="00AD3DA1" w:rsidP="00AD3DA1">
            <w:pPr>
              <w:pStyle w:val="TAC"/>
              <w:keepNext w:val="0"/>
              <w:rPr>
                <w:rFonts w:eastAsia="Yu Mincho"/>
              </w:rPr>
            </w:pPr>
            <w:r w:rsidRPr="00835F44">
              <w:t>Yes</w:t>
            </w:r>
          </w:p>
        </w:tc>
        <w:tc>
          <w:tcPr>
            <w:tcW w:w="0" w:type="auto"/>
          </w:tcPr>
          <w:p w14:paraId="46D37FD4" w14:textId="77777777" w:rsidR="00AD3DA1" w:rsidRPr="00835F44" w:rsidRDefault="00AD3DA1" w:rsidP="00AD3DA1">
            <w:pPr>
              <w:pStyle w:val="TAC"/>
              <w:keepNext w:val="0"/>
              <w:rPr>
                <w:rFonts w:eastAsia="Yu Mincho"/>
              </w:rPr>
            </w:pPr>
            <w:r w:rsidRPr="00835F44">
              <w:t>Yes</w:t>
            </w:r>
          </w:p>
        </w:tc>
        <w:tc>
          <w:tcPr>
            <w:tcW w:w="0" w:type="auto"/>
          </w:tcPr>
          <w:p w14:paraId="3ADBCC7F" w14:textId="77777777" w:rsidR="00AD3DA1" w:rsidRPr="00835F44" w:rsidRDefault="00AD3DA1" w:rsidP="00AD3DA1">
            <w:pPr>
              <w:pStyle w:val="TAC"/>
              <w:keepNext w:val="0"/>
              <w:rPr>
                <w:rFonts w:eastAsia="Yu Mincho"/>
              </w:rPr>
            </w:pPr>
            <w:r w:rsidRPr="00835F44">
              <w:t>Yes</w:t>
            </w:r>
          </w:p>
        </w:tc>
        <w:tc>
          <w:tcPr>
            <w:tcW w:w="0" w:type="auto"/>
          </w:tcPr>
          <w:p w14:paraId="1D40EDDE" w14:textId="77777777" w:rsidR="00AD3DA1" w:rsidRPr="00835F44" w:rsidRDefault="00AD3DA1" w:rsidP="00AD3DA1">
            <w:pPr>
              <w:pStyle w:val="TAC"/>
              <w:keepNext w:val="0"/>
              <w:rPr>
                <w:rFonts w:eastAsia="Yu Mincho"/>
              </w:rPr>
            </w:pPr>
            <w:r w:rsidRPr="00835F44">
              <w:t>Yes</w:t>
            </w:r>
          </w:p>
        </w:tc>
        <w:tc>
          <w:tcPr>
            <w:tcW w:w="0" w:type="auto"/>
          </w:tcPr>
          <w:p w14:paraId="5EF22D4C" w14:textId="77777777" w:rsidR="00AD3DA1" w:rsidRPr="00835F44" w:rsidRDefault="00AD3DA1" w:rsidP="00AD3DA1">
            <w:pPr>
              <w:pStyle w:val="TAC"/>
              <w:keepNext w:val="0"/>
              <w:rPr>
                <w:rFonts w:eastAsia="Yu Mincho"/>
              </w:rPr>
            </w:pPr>
            <w:r w:rsidRPr="00835F44">
              <w:t>Yes</w:t>
            </w:r>
          </w:p>
        </w:tc>
        <w:tc>
          <w:tcPr>
            <w:tcW w:w="0" w:type="auto"/>
          </w:tcPr>
          <w:p w14:paraId="0BC099AC" w14:textId="77777777" w:rsidR="00AD3DA1" w:rsidRPr="00835F44" w:rsidRDefault="00AD3DA1" w:rsidP="00AD3DA1">
            <w:pPr>
              <w:pStyle w:val="TAC"/>
              <w:keepNext w:val="0"/>
              <w:rPr>
                <w:rFonts w:eastAsia="Yu Mincho"/>
              </w:rPr>
            </w:pPr>
            <w:r w:rsidRPr="00835F44">
              <w:t>Yes</w:t>
            </w:r>
          </w:p>
        </w:tc>
        <w:tc>
          <w:tcPr>
            <w:tcW w:w="0" w:type="auto"/>
          </w:tcPr>
          <w:p w14:paraId="76D425E3" w14:textId="77777777" w:rsidR="00AD3DA1" w:rsidRPr="00835F44" w:rsidRDefault="00AD3DA1" w:rsidP="00AD3DA1">
            <w:pPr>
              <w:pStyle w:val="TAC"/>
              <w:keepNext w:val="0"/>
              <w:rPr>
                <w:rFonts w:eastAsia="Yu Mincho"/>
              </w:rPr>
            </w:pPr>
          </w:p>
        </w:tc>
        <w:tc>
          <w:tcPr>
            <w:tcW w:w="0" w:type="auto"/>
            <w:vAlign w:val="center"/>
          </w:tcPr>
          <w:p w14:paraId="43BE5D77" w14:textId="77777777" w:rsidR="00AD3DA1" w:rsidRPr="00835F44" w:rsidRDefault="00AD3DA1" w:rsidP="00AD3DA1">
            <w:pPr>
              <w:pStyle w:val="TAC"/>
              <w:keepNext w:val="0"/>
              <w:rPr>
                <w:rFonts w:eastAsia="Yu Mincho"/>
              </w:rPr>
            </w:pPr>
          </w:p>
        </w:tc>
      </w:tr>
      <w:tr w:rsidR="00AD3DA1" w:rsidRPr="00835F44" w14:paraId="5729FA1B" w14:textId="77777777" w:rsidTr="000E530E">
        <w:trPr>
          <w:trHeight w:val="225"/>
          <w:jc w:val="center"/>
        </w:trPr>
        <w:tc>
          <w:tcPr>
            <w:tcW w:w="0" w:type="auto"/>
            <w:vMerge w:val="restart"/>
            <w:vAlign w:val="center"/>
            <w:hideMark/>
          </w:tcPr>
          <w:p w14:paraId="21FB9474" w14:textId="77777777" w:rsidR="00AD3DA1" w:rsidRPr="00835F44" w:rsidRDefault="00AD3DA1" w:rsidP="00AD3DA1">
            <w:pPr>
              <w:pStyle w:val="TAC"/>
              <w:keepNext w:val="0"/>
              <w:rPr>
                <w:rFonts w:eastAsia="Yu Mincho"/>
              </w:rPr>
            </w:pPr>
            <w:r w:rsidRPr="00835F44">
              <w:rPr>
                <w:rFonts w:eastAsia="Yu Mincho"/>
              </w:rPr>
              <w:t>n41</w:t>
            </w:r>
          </w:p>
        </w:tc>
        <w:tc>
          <w:tcPr>
            <w:tcW w:w="0" w:type="auto"/>
            <w:vAlign w:val="center"/>
            <w:hideMark/>
          </w:tcPr>
          <w:p w14:paraId="4B7AEE99" w14:textId="77777777" w:rsidR="00AD3DA1" w:rsidRPr="00835F44" w:rsidRDefault="00AD3DA1" w:rsidP="00AD3DA1">
            <w:pPr>
              <w:pStyle w:val="TAC"/>
              <w:keepNext w:val="0"/>
              <w:rPr>
                <w:rFonts w:eastAsia="Yu Mincho"/>
              </w:rPr>
            </w:pPr>
            <w:r w:rsidRPr="00835F44">
              <w:rPr>
                <w:rFonts w:eastAsia="Yu Mincho"/>
              </w:rPr>
              <w:t>15</w:t>
            </w:r>
          </w:p>
        </w:tc>
        <w:tc>
          <w:tcPr>
            <w:tcW w:w="0" w:type="auto"/>
          </w:tcPr>
          <w:p w14:paraId="46202FDC" w14:textId="77777777" w:rsidR="00AD3DA1" w:rsidRPr="00835F44" w:rsidRDefault="00AD3DA1" w:rsidP="00AD3DA1">
            <w:pPr>
              <w:pStyle w:val="TAC"/>
              <w:keepNext w:val="0"/>
              <w:rPr>
                <w:rFonts w:eastAsia="Yu Mincho"/>
              </w:rPr>
            </w:pPr>
          </w:p>
        </w:tc>
        <w:tc>
          <w:tcPr>
            <w:tcW w:w="0" w:type="auto"/>
            <w:vAlign w:val="center"/>
            <w:hideMark/>
          </w:tcPr>
          <w:p w14:paraId="5BD8E150"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2A48A476"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3FDA1A02"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2D24A215" w14:textId="77777777" w:rsidR="00AD3DA1" w:rsidRPr="00835F44" w:rsidRDefault="00AD3DA1" w:rsidP="00AD3DA1">
            <w:pPr>
              <w:pStyle w:val="TAC"/>
              <w:keepNext w:val="0"/>
              <w:rPr>
                <w:rFonts w:eastAsia="Yu Mincho"/>
              </w:rPr>
            </w:pPr>
          </w:p>
        </w:tc>
        <w:tc>
          <w:tcPr>
            <w:tcW w:w="0" w:type="auto"/>
          </w:tcPr>
          <w:p w14:paraId="716AD3EC" w14:textId="77777777" w:rsidR="00AD3DA1" w:rsidRPr="00835F44" w:rsidRDefault="00AD3DA1" w:rsidP="00AD3DA1">
            <w:pPr>
              <w:pStyle w:val="TAC"/>
              <w:keepNext w:val="0"/>
              <w:rPr>
                <w:rFonts w:eastAsia="Yu Mincho"/>
              </w:rPr>
            </w:pPr>
          </w:p>
        </w:tc>
        <w:tc>
          <w:tcPr>
            <w:tcW w:w="0" w:type="auto"/>
            <w:vAlign w:val="center"/>
            <w:hideMark/>
          </w:tcPr>
          <w:p w14:paraId="2A50EBD6"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7D74482E"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71020BF0" w14:textId="77777777" w:rsidR="00AD3DA1" w:rsidRPr="00835F44" w:rsidRDefault="00AD3DA1" w:rsidP="00AD3DA1">
            <w:pPr>
              <w:pStyle w:val="TAC"/>
              <w:keepNext w:val="0"/>
              <w:rPr>
                <w:rFonts w:eastAsia="Yu Mincho"/>
              </w:rPr>
            </w:pPr>
          </w:p>
        </w:tc>
        <w:tc>
          <w:tcPr>
            <w:tcW w:w="0" w:type="auto"/>
            <w:vAlign w:val="center"/>
          </w:tcPr>
          <w:p w14:paraId="7690E082" w14:textId="77777777" w:rsidR="00AD3DA1" w:rsidRPr="00835F44" w:rsidRDefault="00AD3DA1" w:rsidP="00AD3DA1">
            <w:pPr>
              <w:pStyle w:val="TAC"/>
              <w:keepNext w:val="0"/>
              <w:rPr>
                <w:rFonts w:eastAsia="Yu Mincho"/>
              </w:rPr>
            </w:pPr>
          </w:p>
        </w:tc>
        <w:tc>
          <w:tcPr>
            <w:tcW w:w="0" w:type="auto"/>
          </w:tcPr>
          <w:p w14:paraId="2F01D1D7" w14:textId="77777777" w:rsidR="00AD3DA1" w:rsidRPr="00835F44" w:rsidRDefault="00AD3DA1" w:rsidP="00AD3DA1">
            <w:pPr>
              <w:pStyle w:val="TAC"/>
              <w:keepNext w:val="0"/>
              <w:rPr>
                <w:rFonts w:eastAsia="Yu Mincho"/>
              </w:rPr>
            </w:pPr>
          </w:p>
        </w:tc>
        <w:tc>
          <w:tcPr>
            <w:tcW w:w="0" w:type="auto"/>
            <w:vAlign w:val="center"/>
          </w:tcPr>
          <w:p w14:paraId="73DBED42" w14:textId="77777777" w:rsidR="00AD3DA1" w:rsidRPr="00835F44" w:rsidRDefault="00AD3DA1" w:rsidP="00AD3DA1">
            <w:pPr>
              <w:pStyle w:val="TAC"/>
              <w:keepNext w:val="0"/>
              <w:rPr>
                <w:rFonts w:eastAsia="Yu Mincho"/>
              </w:rPr>
            </w:pPr>
          </w:p>
        </w:tc>
      </w:tr>
      <w:tr w:rsidR="00AD3DA1" w:rsidRPr="00835F44" w14:paraId="5B5C1F86" w14:textId="77777777" w:rsidTr="000E530E">
        <w:trPr>
          <w:trHeight w:val="225"/>
          <w:jc w:val="center"/>
        </w:trPr>
        <w:tc>
          <w:tcPr>
            <w:tcW w:w="0" w:type="auto"/>
            <w:vMerge/>
            <w:vAlign w:val="center"/>
            <w:hideMark/>
          </w:tcPr>
          <w:p w14:paraId="006CC4D7" w14:textId="77777777" w:rsidR="00AD3DA1" w:rsidRPr="00835F44" w:rsidRDefault="00AD3DA1" w:rsidP="00AD3DA1">
            <w:pPr>
              <w:pStyle w:val="TAC"/>
              <w:keepNext w:val="0"/>
              <w:rPr>
                <w:rFonts w:eastAsia="Yu Mincho"/>
              </w:rPr>
            </w:pPr>
          </w:p>
        </w:tc>
        <w:tc>
          <w:tcPr>
            <w:tcW w:w="0" w:type="auto"/>
            <w:vAlign w:val="center"/>
            <w:hideMark/>
          </w:tcPr>
          <w:p w14:paraId="67C81637" w14:textId="77777777" w:rsidR="00AD3DA1" w:rsidRPr="00835F44" w:rsidRDefault="00AD3DA1" w:rsidP="00AD3DA1">
            <w:pPr>
              <w:pStyle w:val="TAC"/>
              <w:keepNext w:val="0"/>
              <w:rPr>
                <w:rFonts w:eastAsia="Yu Mincho"/>
              </w:rPr>
            </w:pPr>
            <w:r w:rsidRPr="00835F44">
              <w:rPr>
                <w:rFonts w:eastAsia="Yu Mincho"/>
              </w:rPr>
              <w:t>30</w:t>
            </w:r>
          </w:p>
        </w:tc>
        <w:tc>
          <w:tcPr>
            <w:tcW w:w="0" w:type="auto"/>
          </w:tcPr>
          <w:p w14:paraId="020918F9" w14:textId="77777777" w:rsidR="00AD3DA1" w:rsidRPr="00835F44" w:rsidRDefault="00AD3DA1" w:rsidP="00AD3DA1">
            <w:pPr>
              <w:pStyle w:val="TAC"/>
              <w:keepNext w:val="0"/>
              <w:rPr>
                <w:rFonts w:eastAsia="Yu Mincho"/>
              </w:rPr>
            </w:pPr>
          </w:p>
        </w:tc>
        <w:tc>
          <w:tcPr>
            <w:tcW w:w="0" w:type="auto"/>
            <w:hideMark/>
          </w:tcPr>
          <w:p w14:paraId="320FB0FF"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1F05E462"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4017417E"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573859F6" w14:textId="77777777" w:rsidR="00AD3DA1" w:rsidRPr="00835F44" w:rsidRDefault="00AD3DA1" w:rsidP="00AD3DA1">
            <w:pPr>
              <w:pStyle w:val="TAC"/>
              <w:keepNext w:val="0"/>
              <w:rPr>
                <w:rFonts w:eastAsia="Yu Mincho"/>
              </w:rPr>
            </w:pPr>
          </w:p>
        </w:tc>
        <w:tc>
          <w:tcPr>
            <w:tcW w:w="0" w:type="auto"/>
          </w:tcPr>
          <w:p w14:paraId="27E00E62" w14:textId="77777777" w:rsidR="00AD3DA1" w:rsidRPr="00835F44" w:rsidRDefault="00AD3DA1" w:rsidP="00AD3DA1">
            <w:pPr>
              <w:pStyle w:val="TAC"/>
              <w:keepNext w:val="0"/>
              <w:rPr>
                <w:rFonts w:eastAsia="Yu Mincho"/>
              </w:rPr>
            </w:pPr>
          </w:p>
        </w:tc>
        <w:tc>
          <w:tcPr>
            <w:tcW w:w="0" w:type="auto"/>
            <w:vAlign w:val="center"/>
            <w:hideMark/>
          </w:tcPr>
          <w:p w14:paraId="59947B2D"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30464251"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126AF685"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2C7FFEAB" w14:textId="77777777" w:rsidR="00AD3DA1" w:rsidRPr="00835F44" w:rsidRDefault="00AD3DA1" w:rsidP="00AD3DA1">
            <w:pPr>
              <w:pStyle w:val="TAC"/>
              <w:keepNext w:val="0"/>
              <w:rPr>
                <w:rFonts w:eastAsia="Yu Mincho"/>
              </w:rPr>
            </w:pPr>
            <w:r w:rsidRPr="00835F44">
              <w:rPr>
                <w:rFonts w:eastAsia="Yu Mincho"/>
              </w:rPr>
              <w:t>Yes</w:t>
            </w:r>
          </w:p>
        </w:tc>
        <w:tc>
          <w:tcPr>
            <w:tcW w:w="0" w:type="auto"/>
          </w:tcPr>
          <w:p w14:paraId="4559C25C" w14:textId="75FD8483"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1F820DE7" w14:textId="77777777" w:rsidR="00AD3DA1" w:rsidRPr="00835F44" w:rsidRDefault="00AD3DA1" w:rsidP="00AD3DA1">
            <w:pPr>
              <w:pStyle w:val="TAC"/>
              <w:keepNext w:val="0"/>
              <w:rPr>
                <w:rFonts w:eastAsia="Yu Mincho"/>
              </w:rPr>
            </w:pPr>
            <w:r w:rsidRPr="00835F44">
              <w:rPr>
                <w:rFonts w:eastAsia="Yu Mincho"/>
              </w:rPr>
              <w:t>Yes</w:t>
            </w:r>
          </w:p>
        </w:tc>
      </w:tr>
      <w:tr w:rsidR="00AD3DA1" w:rsidRPr="00835F44" w14:paraId="1C5A3503" w14:textId="77777777" w:rsidTr="000E530E">
        <w:trPr>
          <w:trHeight w:val="225"/>
          <w:jc w:val="center"/>
        </w:trPr>
        <w:tc>
          <w:tcPr>
            <w:tcW w:w="0" w:type="auto"/>
            <w:vMerge/>
            <w:vAlign w:val="center"/>
            <w:hideMark/>
          </w:tcPr>
          <w:p w14:paraId="783231E4" w14:textId="77777777" w:rsidR="00AD3DA1" w:rsidRPr="00835F44" w:rsidRDefault="00AD3DA1" w:rsidP="00AD3DA1">
            <w:pPr>
              <w:pStyle w:val="TAC"/>
              <w:keepNext w:val="0"/>
              <w:rPr>
                <w:rFonts w:eastAsia="Yu Mincho"/>
              </w:rPr>
            </w:pPr>
          </w:p>
        </w:tc>
        <w:tc>
          <w:tcPr>
            <w:tcW w:w="0" w:type="auto"/>
            <w:vAlign w:val="center"/>
            <w:hideMark/>
          </w:tcPr>
          <w:p w14:paraId="38B0EC58" w14:textId="77777777" w:rsidR="00AD3DA1" w:rsidRPr="00835F44" w:rsidRDefault="00AD3DA1" w:rsidP="00AD3DA1">
            <w:pPr>
              <w:pStyle w:val="TAC"/>
              <w:keepNext w:val="0"/>
              <w:rPr>
                <w:rFonts w:eastAsia="Yu Mincho"/>
              </w:rPr>
            </w:pPr>
            <w:r w:rsidRPr="00835F44">
              <w:rPr>
                <w:rFonts w:eastAsia="Yu Mincho"/>
              </w:rPr>
              <w:t>60</w:t>
            </w:r>
          </w:p>
        </w:tc>
        <w:tc>
          <w:tcPr>
            <w:tcW w:w="0" w:type="auto"/>
          </w:tcPr>
          <w:p w14:paraId="7667B0D3" w14:textId="77777777" w:rsidR="00AD3DA1" w:rsidRPr="00835F44" w:rsidRDefault="00AD3DA1" w:rsidP="00AD3DA1">
            <w:pPr>
              <w:pStyle w:val="TAC"/>
              <w:keepNext w:val="0"/>
              <w:rPr>
                <w:rFonts w:eastAsia="Yu Mincho"/>
              </w:rPr>
            </w:pPr>
          </w:p>
        </w:tc>
        <w:tc>
          <w:tcPr>
            <w:tcW w:w="0" w:type="auto"/>
            <w:vAlign w:val="center"/>
            <w:hideMark/>
          </w:tcPr>
          <w:p w14:paraId="02F78C16"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6DC5DE2A"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5AE8D79C"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31A4713C" w14:textId="77777777" w:rsidR="00AD3DA1" w:rsidRPr="00835F44" w:rsidRDefault="00AD3DA1" w:rsidP="00AD3DA1">
            <w:pPr>
              <w:pStyle w:val="TAC"/>
              <w:keepNext w:val="0"/>
              <w:rPr>
                <w:rFonts w:eastAsia="Yu Mincho"/>
              </w:rPr>
            </w:pPr>
          </w:p>
        </w:tc>
        <w:tc>
          <w:tcPr>
            <w:tcW w:w="0" w:type="auto"/>
          </w:tcPr>
          <w:p w14:paraId="0C98E46A" w14:textId="77777777" w:rsidR="00AD3DA1" w:rsidRPr="00835F44" w:rsidRDefault="00AD3DA1" w:rsidP="00AD3DA1">
            <w:pPr>
              <w:pStyle w:val="TAC"/>
              <w:keepNext w:val="0"/>
              <w:rPr>
                <w:rFonts w:eastAsia="Yu Mincho"/>
              </w:rPr>
            </w:pPr>
          </w:p>
        </w:tc>
        <w:tc>
          <w:tcPr>
            <w:tcW w:w="0" w:type="auto"/>
            <w:vAlign w:val="center"/>
            <w:hideMark/>
          </w:tcPr>
          <w:p w14:paraId="607F7346"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14762A2F"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143D1A2E"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072206AB" w14:textId="77777777" w:rsidR="00AD3DA1" w:rsidRPr="00835F44" w:rsidRDefault="00AD3DA1" w:rsidP="00AD3DA1">
            <w:pPr>
              <w:pStyle w:val="TAC"/>
              <w:keepNext w:val="0"/>
              <w:rPr>
                <w:rFonts w:eastAsia="Yu Mincho"/>
              </w:rPr>
            </w:pPr>
            <w:r w:rsidRPr="00835F44">
              <w:rPr>
                <w:rFonts w:eastAsia="Yu Mincho"/>
              </w:rPr>
              <w:t>Yes</w:t>
            </w:r>
          </w:p>
        </w:tc>
        <w:tc>
          <w:tcPr>
            <w:tcW w:w="0" w:type="auto"/>
          </w:tcPr>
          <w:p w14:paraId="3F668B30" w14:textId="19D18529"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5BF68BB3" w14:textId="77777777" w:rsidR="00AD3DA1" w:rsidRPr="00835F44" w:rsidRDefault="00AD3DA1" w:rsidP="00AD3DA1">
            <w:pPr>
              <w:pStyle w:val="TAC"/>
              <w:keepNext w:val="0"/>
              <w:rPr>
                <w:rFonts w:eastAsia="Yu Mincho"/>
              </w:rPr>
            </w:pPr>
            <w:r w:rsidRPr="00835F44">
              <w:rPr>
                <w:rFonts w:eastAsia="Yu Mincho"/>
              </w:rPr>
              <w:t>Yes</w:t>
            </w:r>
          </w:p>
        </w:tc>
      </w:tr>
      <w:tr w:rsidR="00AD3DA1" w:rsidRPr="00835F44" w14:paraId="06497144" w14:textId="77777777" w:rsidTr="000E530E">
        <w:trPr>
          <w:trHeight w:val="225"/>
          <w:jc w:val="center"/>
        </w:trPr>
        <w:tc>
          <w:tcPr>
            <w:tcW w:w="0" w:type="auto"/>
            <w:vMerge w:val="restart"/>
            <w:vAlign w:val="center"/>
          </w:tcPr>
          <w:p w14:paraId="4BB0658B" w14:textId="77777777" w:rsidR="00AD3DA1" w:rsidRPr="00835F44" w:rsidRDefault="00AD3DA1" w:rsidP="00AD3DA1">
            <w:pPr>
              <w:pStyle w:val="TAC"/>
              <w:keepNext w:val="0"/>
              <w:rPr>
                <w:rFonts w:eastAsia="Yu Mincho"/>
              </w:rPr>
            </w:pPr>
            <w:r w:rsidRPr="00835F44">
              <w:rPr>
                <w:rFonts w:eastAsia="Yu Mincho"/>
              </w:rPr>
              <w:t>n50</w:t>
            </w:r>
          </w:p>
        </w:tc>
        <w:tc>
          <w:tcPr>
            <w:tcW w:w="0" w:type="auto"/>
            <w:vAlign w:val="center"/>
          </w:tcPr>
          <w:p w14:paraId="49345AD7" w14:textId="77777777" w:rsidR="00AD3DA1" w:rsidRPr="00835F44" w:rsidRDefault="00AD3DA1" w:rsidP="00AD3DA1">
            <w:pPr>
              <w:pStyle w:val="TAC"/>
              <w:keepNext w:val="0"/>
              <w:rPr>
                <w:rFonts w:eastAsia="Yu Mincho"/>
              </w:rPr>
            </w:pPr>
            <w:r w:rsidRPr="00835F44">
              <w:rPr>
                <w:rFonts w:eastAsia="Yu Mincho"/>
              </w:rPr>
              <w:t>15</w:t>
            </w:r>
          </w:p>
        </w:tc>
        <w:tc>
          <w:tcPr>
            <w:tcW w:w="0" w:type="auto"/>
          </w:tcPr>
          <w:p w14:paraId="788DBFAC" w14:textId="1ECEBF2B" w:rsidR="00AD3DA1" w:rsidRPr="00835F44" w:rsidRDefault="00AD3DA1" w:rsidP="00AD3DA1">
            <w:pPr>
              <w:pStyle w:val="TAC"/>
              <w:keepNext w:val="0"/>
              <w:rPr>
                <w:rFonts w:eastAsia="Yu Mincho"/>
              </w:rPr>
            </w:pPr>
            <w:r w:rsidRPr="00835F44">
              <w:t>Yes</w:t>
            </w:r>
            <w:r w:rsidR="00EF4909">
              <w:rPr>
                <w:vertAlign w:val="superscript"/>
              </w:rPr>
              <w:t>9</w:t>
            </w:r>
          </w:p>
        </w:tc>
        <w:tc>
          <w:tcPr>
            <w:tcW w:w="0" w:type="auto"/>
            <w:vAlign w:val="center"/>
          </w:tcPr>
          <w:p w14:paraId="70FF13F4"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04AD7C31"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0E8223B8"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31A0FAFF" w14:textId="77777777" w:rsidR="00AD3DA1" w:rsidRPr="00835F44" w:rsidRDefault="00AD3DA1" w:rsidP="00AD3DA1">
            <w:pPr>
              <w:pStyle w:val="TAC"/>
              <w:keepNext w:val="0"/>
              <w:rPr>
                <w:rFonts w:eastAsia="Yu Mincho"/>
              </w:rPr>
            </w:pPr>
          </w:p>
        </w:tc>
        <w:tc>
          <w:tcPr>
            <w:tcW w:w="0" w:type="auto"/>
          </w:tcPr>
          <w:p w14:paraId="07C9E879" w14:textId="77777777" w:rsidR="00AD3DA1" w:rsidRPr="00835F44" w:rsidRDefault="00AD3DA1" w:rsidP="00AD3DA1">
            <w:pPr>
              <w:pStyle w:val="TAC"/>
              <w:keepNext w:val="0"/>
              <w:rPr>
                <w:rFonts w:eastAsia="Yu Mincho"/>
              </w:rPr>
            </w:pPr>
          </w:p>
        </w:tc>
        <w:tc>
          <w:tcPr>
            <w:tcW w:w="0" w:type="auto"/>
            <w:vAlign w:val="center"/>
          </w:tcPr>
          <w:p w14:paraId="67E829A5"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509287EA"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20750835" w14:textId="77777777" w:rsidR="00AD3DA1" w:rsidRPr="00835F44" w:rsidRDefault="00AD3DA1" w:rsidP="00AD3DA1">
            <w:pPr>
              <w:pStyle w:val="TAC"/>
              <w:keepNext w:val="0"/>
              <w:rPr>
                <w:rFonts w:eastAsia="Yu Mincho"/>
              </w:rPr>
            </w:pPr>
          </w:p>
        </w:tc>
        <w:tc>
          <w:tcPr>
            <w:tcW w:w="0" w:type="auto"/>
            <w:vAlign w:val="center"/>
          </w:tcPr>
          <w:p w14:paraId="44C897D2" w14:textId="77777777" w:rsidR="00AD3DA1" w:rsidRPr="00835F44" w:rsidRDefault="00AD3DA1" w:rsidP="00AD3DA1">
            <w:pPr>
              <w:pStyle w:val="TAC"/>
              <w:keepNext w:val="0"/>
              <w:rPr>
                <w:rFonts w:eastAsia="Yu Mincho"/>
              </w:rPr>
            </w:pPr>
          </w:p>
        </w:tc>
        <w:tc>
          <w:tcPr>
            <w:tcW w:w="0" w:type="auto"/>
          </w:tcPr>
          <w:p w14:paraId="5E752077" w14:textId="77777777" w:rsidR="00AD3DA1" w:rsidRPr="00835F44" w:rsidRDefault="00AD3DA1" w:rsidP="00AD3DA1">
            <w:pPr>
              <w:pStyle w:val="TAC"/>
              <w:keepNext w:val="0"/>
              <w:rPr>
                <w:rFonts w:eastAsia="Yu Mincho"/>
              </w:rPr>
            </w:pPr>
          </w:p>
        </w:tc>
        <w:tc>
          <w:tcPr>
            <w:tcW w:w="0" w:type="auto"/>
            <w:vAlign w:val="center"/>
          </w:tcPr>
          <w:p w14:paraId="4E6B5284" w14:textId="77777777" w:rsidR="00AD3DA1" w:rsidRPr="00835F44" w:rsidRDefault="00AD3DA1" w:rsidP="00AD3DA1">
            <w:pPr>
              <w:pStyle w:val="TAC"/>
              <w:keepNext w:val="0"/>
              <w:rPr>
                <w:rFonts w:eastAsia="Yu Mincho"/>
              </w:rPr>
            </w:pPr>
          </w:p>
        </w:tc>
      </w:tr>
      <w:tr w:rsidR="00AD3DA1" w:rsidRPr="00835F44" w14:paraId="23B56904" w14:textId="77777777" w:rsidTr="000E530E">
        <w:trPr>
          <w:trHeight w:val="225"/>
          <w:jc w:val="center"/>
        </w:trPr>
        <w:tc>
          <w:tcPr>
            <w:tcW w:w="0" w:type="auto"/>
            <w:vMerge/>
            <w:vAlign w:val="center"/>
          </w:tcPr>
          <w:p w14:paraId="4A8AF2FA" w14:textId="77777777" w:rsidR="00AD3DA1" w:rsidRPr="00835F44" w:rsidRDefault="00AD3DA1" w:rsidP="00AD3DA1">
            <w:pPr>
              <w:pStyle w:val="TAC"/>
              <w:keepNext w:val="0"/>
              <w:rPr>
                <w:rFonts w:eastAsia="Yu Mincho"/>
              </w:rPr>
            </w:pPr>
          </w:p>
        </w:tc>
        <w:tc>
          <w:tcPr>
            <w:tcW w:w="0" w:type="auto"/>
            <w:vAlign w:val="center"/>
          </w:tcPr>
          <w:p w14:paraId="4F984047" w14:textId="77777777" w:rsidR="00AD3DA1" w:rsidRPr="00835F44" w:rsidRDefault="00AD3DA1" w:rsidP="00AD3DA1">
            <w:pPr>
              <w:pStyle w:val="TAC"/>
              <w:keepNext w:val="0"/>
              <w:rPr>
                <w:rFonts w:eastAsia="Yu Mincho"/>
              </w:rPr>
            </w:pPr>
            <w:r w:rsidRPr="00835F44">
              <w:rPr>
                <w:rFonts w:eastAsia="Yu Mincho"/>
              </w:rPr>
              <w:t>30</w:t>
            </w:r>
          </w:p>
        </w:tc>
        <w:tc>
          <w:tcPr>
            <w:tcW w:w="0" w:type="auto"/>
          </w:tcPr>
          <w:p w14:paraId="1EE6CD5F" w14:textId="77777777" w:rsidR="00AD3DA1" w:rsidRPr="00835F44" w:rsidRDefault="00AD3DA1" w:rsidP="00AD3DA1">
            <w:pPr>
              <w:pStyle w:val="TAC"/>
              <w:keepNext w:val="0"/>
              <w:rPr>
                <w:rFonts w:eastAsia="Yu Mincho"/>
              </w:rPr>
            </w:pPr>
          </w:p>
        </w:tc>
        <w:tc>
          <w:tcPr>
            <w:tcW w:w="0" w:type="auto"/>
          </w:tcPr>
          <w:p w14:paraId="1761665E" w14:textId="77777777" w:rsidR="00AD3DA1" w:rsidRPr="00835F44" w:rsidRDefault="00AD3DA1" w:rsidP="00AD3DA1">
            <w:pPr>
              <w:pStyle w:val="TAC"/>
              <w:keepNext w:val="0"/>
              <w:rPr>
                <w:rFonts w:eastAsia="Yu Mincho"/>
              </w:rPr>
            </w:pPr>
            <w:r w:rsidRPr="00835F44">
              <w:rPr>
                <w:rFonts w:eastAsia="Yu Mincho"/>
              </w:rPr>
              <w:t>Yes</w:t>
            </w:r>
          </w:p>
        </w:tc>
        <w:tc>
          <w:tcPr>
            <w:tcW w:w="0" w:type="auto"/>
          </w:tcPr>
          <w:p w14:paraId="0EA0E81D" w14:textId="77777777" w:rsidR="00AD3DA1" w:rsidRPr="00835F44" w:rsidRDefault="00AD3DA1" w:rsidP="00AD3DA1">
            <w:pPr>
              <w:pStyle w:val="TAC"/>
              <w:keepNext w:val="0"/>
              <w:rPr>
                <w:rFonts w:eastAsia="Yu Mincho"/>
              </w:rPr>
            </w:pPr>
            <w:r w:rsidRPr="00835F44">
              <w:rPr>
                <w:rFonts w:eastAsia="Yu Mincho"/>
              </w:rPr>
              <w:t>Yes</w:t>
            </w:r>
          </w:p>
        </w:tc>
        <w:tc>
          <w:tcPr>
            <w:tcW w:w="0" w:type="auto"/>
          </w:tcPr>
          <w:p w14:paraId="4DF54A58"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5631F972" w14:textId="77777777" w:rsidR="00AD3DA1" w:rsidRPr="00835F44" w:rsidRDefault="00AD3DA1" w:rsidP="00AD3DA1">
            <w:pPr>
              <w:pStyle w:val="TAC"/>
              <w:keepNext w:val="0"/>
              <w:rPr>
                <w:rFonts w:eastAsia="Yu Mincho"/>
              </w:rPr>
            </w:pPr>
          </w:p>
        </w:tc>
        <w:tc>
          <w:tcPr>
            <w:tcW w:w="0" w:type="auto"/>
          </w:tcPr>
          <w:p w14:paraId="563B5E55" w14:textId="77777777" w:rsidR="00AD3DA1" w:rsidRPr="00835F44" w:rsidRDefault="00AD3DA1" w:rsidP="00AD3DA1">
            <w:pPr>
              <w:pStyle w:val="TAC"/>
              <w:keepNext w:val="0"/>
              <w:rPr>
                <w:rFonts w:eastAsia="Yu Mincho"/>
              </w:rPr>
            </w:pPr>
          </w:p>
        </w:tc>
        <w:tc>
          <w:tcPr>
            <w:tcW w:w="0" w:type="auto"/>
          </w:tcPr>
          <w:p w14:paraId="3E9ECD81" w14:textId="77777777" w:rsidR="00AD3DA1" w:rsidRPr="00835F44" w:rsidRDefault="00AD3DA1" w:rsidP="00AD3DA1">
            <w:pPr>
              <w:pStyle w:val="TAC"/>
              <w:keepNext w:val="0"/>
              <w:rPr>
                <w:rFonts w:eastAsia="Yu Mincho"/>
              </w:rPr>
            </w:pPr>
            <w:r w:rsidRPr="00835F44">
              <w:rPr>
                <w:rFonts w:eastAsia="Yu Mincho"/>
              </w:rPr>
              <w:t>Yes</w:t>
            </w:r>
          </w:p>
        </w:tc>
        <w:tc>
          <w:tcPr>
            <w:tcW w:w="0" w:type="auto"/>
          </w:tcPr>
          <w:p w14:paraId="6D3E938B"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14AF38DB"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2124D8B1" w14:textId="77777777" w:rsidR="00AD3DA1" w:rsidRPr="00835F44" w:rsidRDefault="00AD3DA1" w:rsidP="00AD3DA1">
            <w:pPr>
              <w:pStyle w:val="TAC"/>
              <w:keepNext w:val="0"/>
              <w:rPr>
                <w:rFonts w:eastAsia="Yu Mincho"/>
              </w:rPr>
            </w:pPr>
            <w:r w:rsidRPr="00835F44">
              <w:rPr>
                <w:rFonts w:eastAsia="Yu Mincho"/>
              </w:rPr>
              <w:t>Yes</w:t>
            </w:r>
            <w:r w:rsidRPr="00835F44">
              <w:rPr>
                <w:rFonts w:eastAsia="Yu Mincho"/>
                <w:vertAlign w:val="superscript"/>
              </w:rPr>
              <w:t>3</w:t>
            </w:r>
          </w:p>
        </w:tc>
        <w:tc>
          <w:tcPr>
            <w:tcW w:w="0" w:type="auto"/>
          </w:tcPr>
          <w:p w14:paraId="1D99BB72" w14:textId="77777777" w:rsidR="00AD3DA1" w:rsidRPr="00835F44" w:rsidRDefault="00AD3DA1" w:rsidP="00AD3DA1">
            <w:pPr>
              <w:pStyle w:val="TAC"/>
              <w:keepNext w:val="0"/>
              <w:rPr>
                <w:rFonts w:eastAsia="Yu Mincho"/>
              </w:rPr>
            </w:pPr>
          </w:p>
        </w:tc>
        <w:tc>
          <w:tcPr>
            <w:tcW w:w="0" w:type="auto"/>
            <w:vAlign w:val="center"/>
          </w:tcPr>
          <w:p w14:paraId="2DB8C049" w14:textId="77777777" w:rsidR="00AD3DA1" w:rsidRPr="00835F44" w:rsidRDefault="00AD3DA1" w:rsidP="00AD3DA1">
            <w:pPr>
              <w:pStyle w:val="TAC"/>
              <w:keepNext w:val="0"/>
              <w:rPr>
                <w:rFonts w:eastAsia="Yu Mincho"/>
              </w:rPr>
            </w:pPr>
          </w:p>
        </w:tc>
      </w:tr>
      <w:tr w:rsidR="00AD3DA1" w:rsidRPr="00835F44" w14:paraId="023F1AEF" w14:textId="77777777" w:rsidTr="000E530E">
        <w:trPr>
          <w:trHeight w:val="225"/>
          <w:jc w:val="center"/>
        </w:trPr>
        <w:tc>
          <w:tcPr>
            <w:tcW w:w="0" w:type="auto"/>
            <w:vMerge/>
            <w:vAlign w:val="center"/>
          </w:tcPr>
          <w:p w14:paraId="018A96A6" w14:textId="77777777" w:rsidR="00AD3DA1" w:rsidRPr="00835F44" w:rsidRDefault="00AD3DA1" w:rsidP="00AD3DA1">
            <w:pPr>
              <w:pStyle w:val="TAC"/>
              <w:keepNext w:val="0"/>
              <w:rPr>
                <w:rFonts w:eastAsia="Yu Mincho"/>
              </w:rPr>
            </w:pPr>
          </w:p>
        </w:tc>
        <w:tc>
          <w:tcPr>
            <w:tcW w:w="0" w:type="auto"/>
            <w:vAlign w:val="center"/>
          </w:tcPr>
          <w:p w14:paraId="3CC209C3" w14:textId="77777777" w:rsidR="00AD3DA1" w:rsidRPr="00835F44" w:rsidRDefault="00AD3DA1" w:rsidP="00AD3DA1">
            <w:pPr>
              <w:pStyle w:val="TAC"/>
              <w:keepNext w:val="0"/>
              <w:rPr>
                <w:rFonts w:eastAsia="Yu Mincho"/>
              </w:rPr>
            </w:pPr>
            <w:r w:rsidRPr="00835F44">
              <w:rPr>
                <w:rFonts w:eastAsia="Yu Mincho"/>
              </w:rPr>
              <w:t>60</w:t>
            </w:r>
          </w:p>
        </w:tc>
        <w:tc>
          <w:tcPr>
            <w:tcW w:w="0" w:type="auto"/>
          </w:tcPr>
          <w:p w14:paraId="7AFD652A" w14:textId="77777777" w:rsidR="00AD3DA1" w:rsidRPr="00835F44" w:rsidRDefault="00AD3DA1" w:rsidP="00AD3DA1">
            <w:pPr>
              <w:pStyle w:val="TAC"/>
              <w:keepNext w:val="0"/>
              <w:rPr>
                <w:rFonts w:eastAsia="Yu Mincho"/>
              </w:rPr>
            </w:pPr>
          </w:p>
        </w:tc>
        <w:tc>
          <w:tcPr>
            <w:tcW w:w="0" w:type="auto"/>
            <w:vAlign w:val="center"/>
          </w:tcPr>
          <w:p w14:paraId="661EF411"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4C861B19"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4FCA6FA3"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2429AD16" w14:textId="77777777" w:rsidR="00AD3DA1" w:rsidRPr="00835F44" w:rsidRDefault="00AD3DA1" w:rsidP="00AD3DA1">
            <w:pPr>
              <w:pStyle w:val="TAC"/>
              <w:keepNext w:val="0"/>
              <w:rPr>
                <w:rFonts w:eastAsia="Yu Mincho"/>
              </w:rPr>
            </w:pPr>
          </w:p>
        </w:tc>
        <w:tc>
          <w:tcPr>
            <w:tcW w:w="0" w:type="auto"/>
          </w:tcPr>
          <w:p w14:paraId="6DE1FBE8" w14:textId="77777777" w:rsidR="00AD3DA1" w:rsidRPr="00835F44" w:rsidRDefault="00AD3DA1" w:rsidP="00AD3DA1">
            <w:pPr>
              <w:pStyle w:val="TAC"/>
              <w:keepNext w:val="0"/>
              <w:rPr>
                <w:rFonts w:eastAsia="Yu Mincho"/>
              </w:rPr>
            </w:pPr>
          </w:p>
        </w:tc>
        <w:tc>
          <w:tcPr>
            <w:tcW w:w="0" w:type="auto"/>
            <w:vAlign w:val="center"/>
          </w:tcPr>
          <w:p w14:paraId="1189E819"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7299C173"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0F9F45BA"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6C42A83D" w14:textId="77777777" w:rsidR="00AD3DA1" w:rsidRPr="00835F44" w:rsidRDefault="00AD3DA1" w:rsidP="00AD3DA1">
            <w:pPr>
              <w:pStyle w:val="TAC"/>
              <w:keepNext w:val="0"/>
              <w:rPr>
                <w:rFonts w:eastAsia="Yu Mincho"/>
              </w:rPr>
            </w:pPr>
            <w:r w:rsidRPr="00835F44">
              <w:rPr>
                <w:rFonts w:eastAsia="Yu Mincho"/>
              </w:rPr>
              <w:t>Yes</w:t>
            </w:r>
            <w:r w:rsidRPr="00835F44">
              <w:rPr>
                <w:rFonts w:eastAsia="Yu Mincho"/>
                <w:vertAlign w:val="superscript"/>
              </w:rPr>
              <w:t>3</w:t>
            </w:r>
          </w:p>
        </w:tc>
        <w:tc>
          <w:tcPr>
            <w:tcW w:w="0" w:type="auto"/>
          </w:tcPr>
          <w:p w14:paraId="543D2ACA" w14:textId="77777777" w:rsidR="00AD3DA1" w:rsidRPr="00835F44" w:rsidRDefault="00AD3DA1" w:rsidP="00AD3DA1">
            <w:pPr>
              <w:pStyle w:val="TAC"/>
              <w:keepNext w:val="0"/>
              <w:rPr>
                <w:rFonts w:eastAsia="Yu Mincho"/>
              </w:rPr>
            </w:pPr>
          </w:p>
        </w:tc>
        <w:tc>
          <w:tcPr>
            <w:tcW w:w="0" w:type="auto"/>
            <w:vAlign w:val="center"/>
          </w:tcPr>
          <w:p w14:paraId="499F6053" w14:textId="77777777" w:rsidR="00AD3DA1" w:rsidRPr="00835F44" w:rsidRDefault="00AD3DA1" w:rsidP="00AD3DA1">
            <w:pPr>
              <w:pStyle w:val="TAC"/>
              <w:keepNext w:val="0"/>
              <w:rPr>
                <w:rFonts w:eastAsia="Yu Mincho"/>
              </w:rPr>
            </w:pPr>
          </w:p>
        </w:tc>
      </w:tr>
      <w:tr w:rsidR="00AD3DA1" w:rsidRPr="00835F44" w14:paraId="743C74AE" w14:textId="77777777" w:rsidTr="000E530E">
        <w:trPr>
          <w:trHeight w:val="225"/>
          <w:jc w:val="center"/>
        </w:trPr>
        <w:tc>
          <w:tcPr>
            <w:tcW w:w="0" w:type="auto"/>
            <w:vMerge w:val="restart"/>
            <w:vAlign w:val="center"/>
            <w:hideMark/>
          </w:tcPr>
          <w:p w14:paraId="49F900F1" w14:textId="77777777" w:rsidR="00AD3DA1" w:rsidRPr="00835F44" w:rsidRDefault="00AD3DA1" w:rsidP="00AD3DA1">
            <w:pPr>
              <w:pStyle w:val="TAC"/>
              <w:keepNext w:val="0"/>
              <w:rPr>
                <w:rFonts w:eastAsia="Yu Mincho"/>
              </w:rPr>
            </w:pPr>
            <w:r w:rsidRPr="00835F44">
              <w:rPr>
                <w:rFonts w:eastAsia="Yu Mincho"/>
              </w:rPr>
              <w:t>n51</w:t>
            </w:r>
          </w:p>
        </w:tc>
        <w:tc>
          <w:tcPr>
            <w:tcW w:w="0" w:type="auto"/>
            <w:vAlign w:val="center"/>
            <w:hideMark/>
          </w:tcPr>
          <w:p w14:paraId="70A5E748" w14:textId="77777777" w:rsidR="00AD3DA1" w:rsidRPr="00835F44" w:rsidRDefault="00AD3DA1" w:rsidP="00AD3DA1">
            <w:pPr>
              <w:pStyle w:val="TAC"/>
              <w:keepNext w:val="0"/>
              <w:rPr>
                <w:rFonts w:eastAsia="Yu Mincho"/>
              </w:rPr>
            </w:pPr>
            <w:r w:rsidRPr="00835F44">
              <w:rPr>
                <w:rFonts w:eastAsia="Yu Mincho"/>
              </w:rPr>
              <w:t>15</w:t>
            </w:r>
          </w:p>
        </w:tc>
        <w:tc>
          <w:tcPr>
            <w:tcW w:w="0" w:type="auto"/>
            <w:hideMark/>
          </w:tcPr>
          <w:p w14:paraId="27A69BCF"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3DB42858" w14:textId="77777777" w:rsidR="00AD3DA1" w:rsidRPr="00835F44" w:rsidRDefault="00AD3DA1" w:rsidP="00AD3DA1">
            <w:pPr>
              <w:pStyle w:val="TAC"/>
              <w:keepNext w:val="0"/>
              <w:rPr>
                <w:rFonts w:eastAsia="Yu Mincho"/>
              </w:rPr>
            </w:pPr>
          </w:p>
        </w:tc>
        <w:tc>
          <w:tcPr>
            <w:tcW w:w="0" w:type="auto"/>
            <w:vAlign w:val="center"/>
          </w:tcPr>
          <w:p w14:paraId="437C9122" w14:textId="77777777" w:rsidR="00AD3DA1" w:rsidRPr="00835F44" w:rsidRDefault="00AD3DA1" w:rsidP="00AD3DA1">
            <w:pPr>
              <w:pStyle w:val="TAC"/>
              <w:keepNext w:val="0"/>
              <w:rPr>
                <w:rFonts w:eastAsia="Yu Mincho"/>
              </w:rPr>
            </w:pPr>
          </w:p>
        </w:tc>
        <w:tc>
          <w:tcPr>
            <w:tcW w:w="0" w:type="auto"/>
            <w:vAlign w:val="center"/>
          </w:tcPr>
          <w:p w14:paraId="1CD8A50A" w14:textId="77777777" w:rsidR="00AD3DA1" w:rsidRPr="00835F44" w:rsidRDefault="00AD3DA1" w:rsidP="00AD3DA1">
            <w:pPr>
              <w:pStyle w:val="TAC"/>
              <w:keepNext w:val="0"/>
              <w:rPr>
                <w:rFonts w:eastAsia="Yu Mincho"/>
              </w:rPr>
            </w:pPr>
          </w:p>
        </w:tc>
        <w:tc>
          <w:tcPr>
            <w:tcW w:w="0" w:type="auto"/>
            <w:vAlign w:val="center"/>
          </w:tcPr>
          <w:p w14:paraId="3E402263" w14:textId="77777777" w:rsidR="00AD3DA1" w:rsidRPr="00835F44" w:rsidRDefault="00AD3DA1" w:rsidP="00AD3DA1">
            <w:pPr>
              <w:pStyle w:val="TAC"/>
              <w:keepNext w:val="0"/>
              <w:rPr>
                <w:rFonts w:eastAsia="Yu Mincho"/>
              </w:rPr>
            </w:pPr>
          </w:p>
        </w:tc>
        <w:tc>
          <w:tcPr>
            <w:tcW w:w="0" w:type="auto"/>
          </w:tcPr>
          <w:p w14:paraId="3D73FAD2" w14:textId="77777777" w:rsidR="00AD3DA1" w:rsidRPr="00835F44" w:rsidRDefault="00AD3DA1" w:rsidP="00AD3DA1">
            <w:pPr>
              <w:pStyle w:val="TAC"/>
              <w:keepNext w:val="0"/>
              <w:rPr>
                <w:rFonts w:eastAsia="Yu Mincho"/>
              </w:rPr>
            </w:pPr>
          </w:p>
        </w:tc>
        <w:tc>
          <w:tcPr>
            <w:tcW w:w="0" w:type="auto"/>
            <w:vAlign w:val="center"/>
          </w:tcPr>
          <w:p w14:paraId="256A0F60" w14:textId="77777777" w:rsidR="00AD3DA1" w:rsidRPr="00835F44" w:rsidRDefault="00AD3DA1" w:rsidP="00AD3DA1">
            <w:pPr>
              <w:pStyle w:val="TAC"/>
              <w:keepNext w:val="0"/>
              <w:rPr>
                <w:rFonts w:eastAsia="Yu Mincho"/>
              </w:rPr>
            </w:pPr>
          </w:p>
        </w:tc>
        <w:tc>
          <w:tcPr>
            <w:tcW w:w="0" w:type="auto"/>
            <w:vAlign w:val="center"/>
          </w:tcPr>
          <w:p w14:paraId="70DC9B7B" w14:textId="77777777" w:rsidR="00AD3DA1" w:rsidRPr="00835F44" w:rsidRDefault="00AD3DA1" w:rsidP="00AD3DA1">
            <w:pPr>
              <w:pStyle w:val="TAC"/>
              <w:keepNext w:val="0"/>
              <w:rPr>
                <w:rFonts w:eastAsia="Yu Mincho"/>
              </w:rPr>
            </w:pPr>
          </w:p>
        </w:tc>
        <w:tc>
          <w:tcPr>
            <w:tcW w:w="0" w:type="auto"/>
            <w:vAlign w:val="center"/>
          </w:tcPr>
          <w:p w14:paraId="5A45B412" w14:textId="77777777" w:rsidR="00AD3DA1" w:rsidRPr="00835F44" w:rsidRDefault="00AD3DA1" w:rsidP="00AD3DA1">
            <w:pPr>
              <w:pStyle w:val="TAC"/>
              <w:keepNext w:val="0"/>
              <w:rPr>
                <w:rFonts w:eastAsia="Yu Mincho"/>
              </w:rPr>
            </w:pPr>
          </w:p>
        </w:tc>
        <w:tc>
          <w:tcPr>
            <w:tcW w:w="0" w:type="auto"/>
            <w:vAlign w:val="center"/>
          </w:tcPr>
          <w:p w14:paraId="3F19F014" w14:textId="77777777" w:rsidR="00AD3DA1" w:rsidRPr="00835F44" w:rsidRDefault="00AD3DA1" w:rsidP="00AD3DA1">
            <w:pPr>
              <w:pStyle w:val="TAC"/>
              <w:keepNext w:val="0"/>
              <w:rPr>
                <w:rFonts w:eastAsia="Yu Mincho"/>
              </w:rPr>
            </w:pPr>
          </w:p>
        </w:tc>
        <w:tc>
          <w:tcPr>
            <w:tcW w:w="0" w:type="auto"/>
          </w:tcPr>
          <w:p w14:paraId="611C0B6D" w14:textId="77777777" w:rsidR="00AD3DA1" w:rsidRPr="00835F44" w:rsidRDefault="00AD3DA1" w:rsidP="00AD3DA1">
            <w:pPr>
              <w:pStyle w:val="TAC"/>
              <w:keepNext w:val="0"/>
              <w:rPr>
                <w:rFonts w:eastAsia="Yu Mincho"/>
              </w:rPr>
            </w:pPr>
          </w:p>
        </w:tc>
        <w:tc>
          <w:tcPr>
            <w:tcW w:w="0" w:type="auto"/>
            <w:vAlign w:val="center"/>
          </w:tcPr>
          <w:p w14:paraId="0BEF3E7A" w14:textId="77777777" w:rsidR="00AD3DA1" w:rsidRPr="00835F44" w:rsidRDefault="00AD3DA1" w:rsidP="00AD3DA1">
            <w:pPr>
              <w:pStyle w:val="TAC"/>
              <w:keepNext w:val="0"/>
              <w:rPr>
                <w:rFonts w:eastAsia="Yu Mincho"/>
              </w:rPr>
            </w:pPr>
          </w:p>
        </w:tc>
      </w:tr>
      <w:tr w:rsidR="00AD3DA1" w:rsidRPr="00835F44" w14:paraId="5A71B581" w14:textId="77777777" w:rsidTr="000E530E">
        <w:trPr>
          <w:trHeight w:val="225"/>
          <w:jc w:val="center"/>
        </w:trPr>
        <w:tc>
          <w:tcPr>
            <w:tcW w:w="0" w:type="auto"/>
            <w:vMerge/>
            <w:vAlign w:val="center"/>
            <w:hideMark/>
          </w:tcPr>
          <w:p w14:paraId="4E55376A" w14:textId="77777777" w:rsidR="00AD3DA1" w:rsidRPr="00835F44" w:rsidRDefault="00AD3DA1" w:rsidP="00AD3DA1">
            <w:pPr>
              <w:pStyle w:val="TAC"/>
              <w:keepNext w:val="0"/>
              <w:rPr>
                <w:rFonts w:eastAsia="Yu Mincho"/>
              </w:rPr>
            </w:pPr>
          </w:p>
        </w:tc>
        <w:tc>
          <w:tcPr>
            <w:tcW w:w="0" w:type="auto"/>
            <w:vAlign w:val="center"/>
            <w:hideMark/>
          </w:tcPr>
          <w:p w14:paraId="363BAF41" w14:textId="77777777" w:rsidR="00AD3DA1" w:rsidRPr="00835F44" w:rsidRDefault="00AD3DA1" w:rsidP="00AD3DA1">
            <w:pPr>
              <w:pStyle w:val="TAC"/>
              <w:keepNext w:val="0"/>
              <w:rPr>
                <w:rFonts w:eastAsia="Yu Mincho"/>
              </w:rPr>
            </w:pPr>
            <w:r w:rsidRPr="00835F44">
              <w:rPr>
                <w:rFonts w:eastAsia="Yu Mincho"/>
              </w:rPr>
              <w:t>30</w:t>
            </w:r>
          </w:p>
        </w:tc>
        <w:tc>
          <w:tcPr>
            <w:tcW w:w="0" w:type="auto"/>
          </w:tcPr>
          <w:p w14:paraId="2ABF30F9" w14:textId="77777777" w:rsidR="00AD3DA1" w:rsidRPr="00835F44" w:rsidRDefault="00AD3DA1" w:rsidP="00AD3DA1">
            <w:pPr>
              <w:pStyle w:val="TAC"/>
              <w:keepNext w:val="0"/>
              <w:rPr>
                <w:rFonts w:eastAsia="Yu Mincho"/>
              </w:rPr>
            </w:pPr>
          </w:p>
        </w:tc>
        <w:tc>
          <w:tcPr>
            <w:tcW w:w="0" w:type="auto"/>
          </w:tcPr>
          <w:p w14:paraId="03C68A91" w14:textId="77777777" w:rsidR="00AD3DA1" w:rsidRPr="00835F44" w:rsidRDefault="00AD3DA1" w:rsidP="00AD3DA1">
            <w:pPr>
              <w:pStyle w:val="TAC"/>
              <w:keepNext w:val="0"/>
              <w:rPr>
                <w:rFonts w:eastAsia="Yu Mincho"/>
              </w:rPr>
            </w:pPr>
          </w:p>
        </w:tc>
        <w:tc>
          <w:tcPr>
            <w:tcW w:w="0" w:type="auto"/>
            <w:vAlign w:val="center"/>
          </w:tcPr>
          <w:p w14:paraId="72BE8270" w14:textId="77777777" w:rsidR="00AD3DA1" w:rsidRPr="00835F44" w:rsidRDefault="00AD3DA1" w:rsidP="00AD3DA1">
            <w:pPr>
              <w:pStyle w:val="TAC"/>
              <w:keepNext w:val="0"/>
              <w:rPr>
                <w:rFonts w:eastAsia="Yu Mincho"/>
              </w:rPr>
            </w:pPr>
          </w:p>
        </w:tc>
        <w:tc>
          <w:tcPr>
            <w:tcW w:w="0" w:type="auto"/>
            <w:vAlign w:val="center"/>
          </w:tcPr>
          <w:p w14:paraId="119EF182" w14:textId="77777777" w:rsidR="00AD3DA1" w:rsidRPr="00835F44" w:rsidRDefault="00AD3DA1" w:rsidP="00AD3DA1">
            <w:pPr>
              <w:pStyle w:val="TAC"/>
              <w:keepNext w:val="0"/>
              <w:rPr>
                <w:rFonts w:eastAsia="Yu Mincho"/>
              </w:rPr>
            </w:pPr>
          </w:p>
        </w:tc>
        <w:tc>
          <w:tcPr>
            <w:tcW w:w="0" w:type="auto"/>
            <w:vAlign w:val="center"/>
          </w:tcPr>
          <w:p w14:paraId="19A3D495" w14:textId="77777777" w:rsidR="00AD3DA1" w:rsidRPr="00835F44" w:rsidRDefault="00AD3DA1" w:rsidP="00AD3DA1">
            <w:pPr>
              <w:pStyle w:val="TAC"/>
              <w:keepNext w:val="0"/>
              <w:rPr>
                <w:rFonts w:eastAsia="Yu Mincho"/>
              </w:rPr>
            </w:pPr>
          </w:p>
        </w:tc>
        <w:tc>
          <w:tcPr>
            <w:tcW w:w="0" w:type="auto"/>
          </w:tcPr>
          <w:p w14:paraId="3D1F0F20" w14:textId="77777777" w:rsidR="00AD3DA1" w:rsidRPr="00835F44" w:rsidRDefault="00AD3DA1" w:rsidP="00AD3DA1">
            <w:pPr>
              <w:pStyle w:val="TAC"/>
              <w:keepNext w:val="0"/>
              <w:rPr>
                <w:rFonts w:eastAsia="Yu Mincho"/>
              </w:rPr>
            </w:pPr>
          </w:p>
        </w:tc>
        <w:tc>
          <w:tcPr>
            <w:tcW w:w="0" w:type="auto"/>
            <w:vAlign w:val="center"/>
          </w:tcPr>
          <w:p w14:paraId="6B9424E6" w14:textId="77777777" w:rsidR="00AD3DA1" w:rsidRPr="00835F44" w:rsidRDefault="00AD3DA1" w:rsidP="00AD3DA1">
            <w:pPr>
              <w:pStyle w:val="TAC"/>
              <w:keepNext w:val="0"/>
              <w:rPr>
                <w:rFonts w:eastAsia="Yu Mincho"/>
              </w:rPr>
            </w:pPr>
          </w:p>
        </w:tc>
        <w:tc>
          <w:tcPr>
            <w:tcW w:w="0" w:type="auto"/>
            <w:vAlign w:val="center"/>
          </w:tcPr>
          <w:p w14:paraId="2D588970" w14:textId="77777777" w:rsidR="00AD3DA1" w:rsidRPr="00835F44" w:rsidRDefault="00AD3DA1" w:rsidP="00AD3DA1">
            <w:pPr>
              <w:pStyle w:val="TAC"/>
              <w:keepNext w:val="0"/>
              <w:rPr>
                <w:rFonts w:eastAsia="Yu Mincho"/>
              </w:rPr>
            </w:pPr>
          </w:p>
        </w:tc>
        <w:tc>
          <w:tcPr>
            <w:tcW w:w="0" w:type="auto"/>
            <w:vAlign w:val="center"/>
          </w:tcPr>
          <w:p w14:paraId="389D4729" w14:textId="77777777" w:rsidR="00AD3DA1" w:rsidRPr="00835F44" w:rsidRDefault="00AD3DA1" w:rsidP="00AD3DA1">
            <w:pPr>
              <w:pStyle w:val="TAC"/>
              <w:keepNext w:val="0"/>
              <w:rPr>
                <w:rFonts w:eastAsia="Yu Mincho"/>
              </w:rPr>
            </w:pPr>
          </w:p>
        </w:tc>
        <w:tc>
          <w:tcPr>
            <w:tcW w:w="0" w:type="auto"/>
            <w:vAlign w:val="center"/>
          </w:tcPr>
          <w:p w14:paraId="04BFAF96" w14:textId="77777777" w:rsidR="00AD3DA1" w:rsidRPr="00835F44" w:rsidRDefault="00AD3DA1" w:rsidP="00AD3DA1">
            <w:pPr>
              <w:pStyle w:val="TAC"/>
              <w:keepNext w:val="0"/>
              <w:rPr>
                <w:rFonts w:eastAsia="Yu Mincho"/>
              </w:rPr>
            </w:pPr>
          </w:p>
        </w:tc>
        <w:tc>
          <w:tcPr>
            <w:tcW w:w="0" w:type="auto"/>
          </w:tcPr>
          <w:p w14:paraId="48BFD01A" w14:textId="77777777" w:rsidR="00AD3DA1" w:rsidRPr="00835F44" w:rsidRDefault="00AD3DA1" w:rsidP="00AD3DA1">
            <w:pPr>
              <w:pStyle w:val="TAC"/>
              <w:keepNext w:val="0"/>
              <w:rPr>
                <w:rFonts w:eastAsia="Yu Mincho"/>
              </w:rPr>
            </w:pPr>
          </w:p>
        </w:tc>
        <w:tc>
          <w:tcPr>
            <w:tcW w:w="0" w:type="auto"/>
            <w:vAlign w:val="center"/>
          </w:tcPr>
          <w:p w14:paraId="019F61A5" w14:textId="77777777" w:rsidR="00AD3DA1" w:rsidRPr="00835F44" w:rsidRDefault="00AD3DA1" w:rsidP="00AD3DA1">
            <w:pPr>
              <w:pStyle w:val="TAC"/>
              <w:keepNext w:val="0"/>
              <w:rPr>
                <w:rFonts w:eastAsia="Yu Mincho"/>
              </w:rPr>
            </w:pPr>
          </w:p>
        </w:tc>
      </w:tr>
      <w:tr w:rsidR="00AD3DA1" w:rsidRPr="00835F44" w14:paraId="0FE650F2" w14:textId="77777777" w:rsidTr="000E530E">
        <w:trPr>
          <w:trHeight w:val="225"/>
          <w:jc w:val="center"/>
        </w:trPr>
        <w:tc>
          <w:tcPr>
            <w:tcW w:w="0" w:type="auto"/>
            <w:vMerge/>
            <w:vAlign w:val="center"/>
            <w:hideMark/>
          </w:tcPr>
          <w:p w14:paraId="574D0967" w14:textId="77777777" w:rsidR="00AD3DA1" w:rsidRPr="00835F44" w:rsidRDefault="00AD3DA1" w:rsidP="00AD3DA1">
            <w:pPr>
              <w:pStyle w:val="TAC"/>
              <w:keepNext w:val="0"/>
              <w:rPr>
                <w:rFonts w:eastAsia="Yu Mincho"/>
              </w:rPr>
            </w:pPr>
          </w:p>
        </w:tc>
        <w:tc>
          <w:tcPr>
            <w:tcW w:w="0" w:type="auto"/>
            <w:vAlign w:val="center"/>
            <w:hideMark/>
          </w:tcPr>
          <w:p w14:paraId="416E9D2B" w14:textId="77777777" w:rsidR="00AD3DA1" w:rsidRPr="00835F44" w:rsidRDefault="00AD3DA1" w:rsidP="00AD3DA1">
            <w:pPr>
              <w:pStyle w:val="TAC"/>
              <w:keepNext w:val="0"/>
              <w:rPr>
                <w:rFonts w:eastAsia="Yu Mincho"/>
              </w:rPr>
            </w:pPr>
            <w:r w:rsidRPr="00835F44">
              <w:rPr>
                <w:rFonts w:eastAsia="Yu Mincho"/>
              </w:rPr>
              <w:t>60</w:t>
            </w:r>
          </w:p>
        </w:tc>
        <w:tc>
          <w:tcPr>
            <w:tcW w:w="0" w:type="auto"/>
          </w:tcPr>
          <w:p w14:paraId="4B9051EA" w14:textId="77777777" w:rsidR="00AD3DA1" w:rsidRPr="00835F44" w:rsidRDefault="00AD3DA1" w:rsidP="00AD3DA1">
            <w:pPr>
              <w:pStyle w:val="TAC"/>
              <w:keepNext w:val="0"/>
              <w:rPr>
                <w:rFonts w:eastAsia="Yu Mincho"/>
              </w:rPr>
            </w:pPr>
          </w:p>
        </w:tc>
        <w:tc>
          <w:tcPr>
            <w:tcW w:w="0" w:type="auto"/>
            <w:vAlign w:val="center"/>
          </w:tcPr>
          <w:p w14:paraId="7AA348EF" w14:textId="77777777" w:rsidR="00AD3DA1" w:rsidRPr="00835F44" w:rsidRDefault="00AD3DA1" w:rsidP="00AD3DA1">
            <w:pPr>
              <w:pStyle w:val="TAC"/>
              <w:keepNext w:val="0"/>
              <w:rPr>
                <w:rFonts w:eastAsia="Yu Mincho"/>
              </w:rPr>
            </w:pPr>
          </w:p>
        </w:tc>
        <w:tc>
          <w:tcPr>
            <w:tcW w:w="0" w:type="auto"/>
            <w:vAlign w:val="center"/>
          </w:tcPr>
          <w:p w14:paraId="6531EB3D" w14:textId="77777777" w:rsidR="00AD3DA1" w:rsidRPr="00835F44" w:rsidRDefault="00AD3DA1" w:rsidP="00AD3DA1">
            <w:pPr>
              <w:pStyle w:val="TAC"/>
              <w:keepNext w:val="0"/>
              <w:rPr>
                <w:rFonts w:eastAsia="Yu Mincho"/>
              </w:rPr>
            </w:pPr>
          </w:p>
        </w:tc>
        <w:tc>
          <w:tcPr>
            <w:tcW w:w="0" w:type="auto"/>
            <w:vAlign w:val="center"/>
          </w:tcPr>
          <w:p w14:paraId="471A6B16" w14:textId="77777777" w:rsidR="00AD3DA1" w:rsidRPr="00835F44" w:rsidRDefault="00AD3DA1" w:rsidP="00AD3DA1">
            <w:pPr>
              <w:pStyle w:val="TAC"/>
              <w:keepNext w:val="0"/>
              <w:rPr>
                <w:rFonts w:eastAsia="Yu Mincho"/>
              </w:rPr>
            </w:pPr>
          </w:p>
        </w:tc>
        <w:tc>
          <w:tcPr>
            <w:tcW w:w="0" w:type="auto"/>
            <w:vAlign w:val="center"/>
          </w:tcPr>
          <w:p w14:paraId="5B8B025B" w14:textId="77777777" w:rsidR="00AD3DA1" w:rsidRPr="00835F44" w:rsidRDefault="00AD3DA1" w:rsidP="00AD3DA1">
            <w:pPr>
              <w:pStyle w:val="TAC"/>
              <w:keepNext w:val="0"/>
              <w:rPr>
                <w:rFonts w:eastAsia="Yu Mincho"/>
              </w:rPr>
            </w:pPr>
          </w:p>
        </w:tc>
        <w:tc>
          <w:tcPr>
            <w:tcW w:w="0" w:type="auto"/>
          </w:tcPr>
          <w:p w14:paraId="7EE65551" w14:textId="77777777" w:rsidR="00AD3DA1" w:rsidRPr="00835F44" w:rsidRDefault="00AD3DA1" w:rsidP="00AD3DA1">
            <w:pPr>
              <w:pStyle w:val="TAC"/>
              <w:keepNext w:val="0"/>
              <w:rPr>
                <w:rFonts w:eastAsia="Yu Mincho"/>
              </w:rPr>
            </w:pPr>
          </w:p>
        </w:tc>
        <w:tc>
          <w:tcPr>
            <w:tcW w:w="0" w:type="auto"/>
            <w:vAlign w:val="center"/>
          </w:tcPr>
          <w:p w14:paraId="6563F2B8" w14:textId="77777777" w:rsidR="00AD3DA1" w:rsidRPr="00835F44" w:rsidRDefault="00AD3DA1" w:rsidP="00AD3DA1">
            <w:pPr>
              <w:pStyle w:val="TAC"/>
              <w:keepNext w:val="0"/>
              <w:rPr>
                <w:rFonts w:eastAsia="Yu Mincho"/>
              </w:rPr>
            </w:pPr>
          </w:p>
        </w:tc>
        <w:tc>
          <w:tcPr>
            <w:tcW w:w="0" w:type="auto"/>
            <w:vAlign w:val="center"/>
          </w:tcPr>
          <w:p w14:paraId="46636512" w14:textId="77777777" w:rsidR="00AD3DA1" w:rsidRPr="00835F44" w:rsidRDefault="00AD3DA1" w:rsidP="00AD3DA1">
            <w:pPr>
              <w:pStyle w:val="TAC"/>
              <w:keepNext w:val="0"/>
              <w:rPr>
                <w:rFonts w:eastAsia="Yu Mincho"/>
              </w:rPr>
            </w:pPr>
          </w:p>
        </w:tc>
        <w:tc>
          <w:tcPr>
            <w:tcW w:w="0" w:type="auto"/>
            <w:vAlign w:val="center"/>
          </w:tcPr>
          <w:p w14:paraId="6E29306A" w14:textId="77777777" w:rsidR="00AD3DA1" w:rsidRPr="00835F44" w:rsidRDefault="00AD3DA1" w:rsidP="00AD3DA1">
            <w:pPr>
              <w:pStyle w:val="TAC"/>
              <w:keepNext w:val="0"/>
              <w:rPr>
                <w:rFonts w:eastAsia="Yu Mincho"/>
              </w:rPr>
            </w:pPr>
          </w:p>
        </w:tc>
        <w:tc>
          <w:tcPr>
            <w:tcW w:w="0" w:type="auto"/>
            <w:vAlign w:val="center"/>
          </w:tcPr>
          <w:p w14:paraId="3D333A49" w14:textId="77777777" w:rsidR="00AD3DA1" w:rsidRPr="00835F44" w:rsidRDefault="00AD3DA1" w:rsidP="00AD3DA1">
            <w:pPr>
              <w:pStyle w:val="TAC"/>
              <w:keepNext w:val="0"/>
              <w:rPr>
                <w:rFonts w:eastAsia="Yu Mincho"/>
              </w:rPr>
            </w:pPr>
          </w:p>
        </w:tc>
        <w:tc>
          <w:tcPr>
            <w:tcW w:w="0" w:type="auto"/>
          </w:tcPr>
          <w:p w14:paraId="714FCC06" w14:textId="77777777" w:rsidR="00AD3DA1" w:rsidRPr="00835F44" w:rsidRDefault="00AD3DA1" w:rsidP="00AD3DA1">
            <w:pPr>
              <w:pStyle w:val="TAC"/>
              <w:keepNext w:val="0"/>
              <w:rPr>
                <w:rFonts w:eastAsia="Yu Mincho"/>
              </w:rPr>
            </w:pPr>
          </w:p>
        </w:tc>
        <w:tc>
          <w:tcPr>
            <w:tcW w:w="0" w:type="auto"/>
            <w:vAlign w:val="center"/>
          </w:tcPr>
          <w:p w14:paraId="1D52E34A" w14:textId="77777777" w:rsidR="00AD3DA1" w:rsidRPr="00835F44" w:rsidRDefault="00AD3DA1" w:rsidP="00AD3DA1">
            <w:pPr>
              <w:pStyle w:val="TAC"/>
              <w:keepNext w:val="0"/>
              <w:rPr>
                <w:rFonts w:eastAsia="Yu Mincho"/>
              </w:rPr>
            </w:pPr>
          </w:p>
        </w:tc>
      </w:tr>
      <w:tr w:rsidR="00AD3DA1" w:rsidRPr="00835F44" w14:paraId="10D9F084" w14:textId="77777777" w:rsidTr="000E530E">
        <w:trPr>
          <w:trHeight w:val="225"/>
          <w:jc w:val="center"/>
        </w:trPr>
        <w:tc>
          <w:tcPr>
            <w:tcW w:w="0" w:type="auto"/>
            <w:vMerge w:val="restart"/>
            <w:vAlign w:val="center"/>
            <w:hideMark/>
          </w:tcPr>
          <w:p w14:paraId="11BC1D32" w14:textId="77777777" w:rsidR="00AD3DA1" w:rsidRPr="00835F44" w:rsidRDefault="00AD3DA1" w:rsidP="00AD3DA1">
            <w:pPr>
              <w:pStyle w:val="TAC"/>
              <w:keepNext w:val="0"/>
              <w:rPr>
                <w:rFonts w:eastAsia="Yu Mincho"/>
              </w:rPr>
            </w:pPr>
            <w:r w:rsidRPr="00835F44">
              <w:rPr>
                <w:rFonts w:eastAsia="Yu Mincho"/>
              </w:rPr>
              <w:t>n66</w:t>
            </w:r>
          </w:p>
        </w:tc>
        <w:tc>
          <w:tcPr>
            <w:tcW w:w="0" w:type="auto"/>
            <w:vAlign w:val="center"/>
            <w:hideMark/>
          </w:tcPr>
          <w:p w14:paraId="78B8D35D" w14:textId="77777777" w:rsidR="00AD3DA1" w:rsidRPr="00835F44" w:rsidRDefault="00AD3DA1" w:rsidP="00AD3DA1">
            <w:pPr>
              <w:pStyle w:val="TAC"/>
              <w:keepNext w:val="0"/>
              <w:rPr>
                <w:rFonts w:eastAsia="Yu Mincho"/>
              </w:rPr>
            </w:pPr>
            <w:r w:rsidRPr="00835F44">
              <w:rPr>
                <w:rFonts w:eastAsia="Yu Mincho"/>
              </w:rPr>
              <w:t>15</w:t>
            </w:r>
          </w:p>
        </w:tc>
        <w:tc>
          <w:tcPr>
            <w:tcW w:w="0" w:type="auto"/>
            <w:hideMark/>
          </w:tcPr>
          <w:p w14:paraId="65918C92"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1BCAAB90"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492463B7"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14124A5C"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1CBB6DF6" w14:textId="77777777" w:rsidR="00AD3DA1" w:rsidRPr="00835F44" w:rsidRDefault="00AD3DA1" w:rsidP="00AD3DA1">
            <w:pPr>
              <w:pStyle w:val="TAC"/>
              <w:keepNext w:val="0"/>
              <w:rPr>
                <w:rFonts w:eastAsia="Yu Mincho"/>
              </w:rPr>
            </w:pPr>
          </w:p>
        </w:tc>
        <w:tc>
          <w:tcPr>
            <w:tcW w:w="0" w:type="auto"/>
          </w:tcPr>
          <w:p w14:paraId="5D76353B" w14:textId="77777777" w:rsidR="00AD3DA1" w:rsidRPr="00835F44" w:rsidRDefault="00AD3DA1" w:rsidP="00AD3DA1">
            <w:pPr>
              <w:pStyle w:val="TAC"/>
              <w:keepNext w:val="0"/>
              <w:rPr>
                <w:rFonts w:eastAsia="Yu Mincho"/>
              </w:rPr>
            </w:pPr>
          </w:p>
        </w:tc>
        <w:tc>
          <w:tcPr>
            <w:tcW w:w="0" w:type="auto"/>
            <w:vAlign w:val="center"/>
          </w:tcPr>
          <w:p w14:paraId="1AE5017C"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5E76BED9" w14:textId="77777777" w:rsidR="00AD3DA1" w:rsidRPr="00835F44" w:rsidRDefault="00AD3DA1" w:rsidP="00AD3DA1">
            <w:pPr>
              <w:pStyle w:val="TAC"/>
              <w:keepNext w:val="0"/>
              <w:rPr>
                <w:rFonts w:eastAsia="Yu Mincho"/>
              </w:rPr>
            </w:pPr>
          </w:p>
        </w:tc>
        <w:tc>
          <w:tcPr>
            <w:tcW w:w="0" w:type="auto"/>
            <w:vAlign w:val="center"/>
          </w:tcPr>
          <w:p w14:paraId="0C846BA5" w14:textId="77777777" w:rsidR="00AD3DA1" w:rsidRPr="00835F44" w:rsidRDefault="00AD3DA1" w:rsidP="00AD3DA1">
            <w:pPr>
              <w:pStyle w:val="TAC"/>
              <w:keepNext w:val="0"/>
              <w:rPr>
                <w:rFonts w:eastAsia="Yu Mincho"/>
              </w:rPr>
            </w:pPr>
          </w:p>
        </w:tc>
        <w:tc>
          <w:tcPr>
            <w:tcW w:w="0" w:type="auto"/>
            <w:vAlign w:val="center"/>
          </w:tcPr>
          <w:p w14:paraId="4F224021" w14:textId="77777777" w:rsidR="00AD3DA1" w:rsidRPr="00835F44" w:rsidRDefault="00AD3DA1" w:rsidP="00AD3DA1">
            <w:pPr>
              <w:pStyle w:val="TAC"/>
              <w:keepNext w:val="0"/>
              <w:rPr>
                <w:rFonts w:eastAsia="Yu Mincho"/>
              </w:rPr>
            </w:pPr>
          </w:p>
        </w:tc>
        <w:tc>
          <w:tcPr>
            <w:tcW w:w="0" w:type="auto"/>
          </w:tcPr>
          <w:p w14:paraId="70030BC0" w14:textId="77777777" w:rsidR="00AD3DA1" w:rsidRPr="00835F44" w:rsidRDefault="00AD3DA1" w:rsidP="00AD3DA1">
            <w:pPr>
              <w:pStyle w:val="TAC"/>
              <w:keepNext w:val="0"/>
              <w:rPr>
                <w:rFonts w:eastAsia="Yu Mincho"/>
              </w:rPr>
            </w:pPr>
          </w:p>
        </w:tc>
        <w:tc>
          <w:tcPr>
            <w:tcW w:w="0" w:type="auto"/>
            <w:vAlign w:val="center"/>
          </w:tcPr>
          <w:p w14:paraId="3FE6B5D1" w14:textId="77777777" w:rsidR="00AD3DA1" w:rsidRPr="00835F44" w:rsidRDefault="00AD3DA1" w:rsidP="00AD3DA1">
            <w:pPr>
              <w:pStyle w:val="TAC"/>
              <w:keepNext w:val="0"/>
              <w:rPr>
                <w:rFonts w:eastAsia="Yu Mincho"/>
              </w:rPr>
            </w:pPr>
          </w:p>
        </w:tc>
      </w:tr>
      <w:tr w:rsidR="00AD3DA1" w:rsidRPr="00835F44" w14:paraId="40845B67" w14:textId="77777777" w:rsidTr="000E530E">
        <w:trPr>
          <w:trHeight w:val="225"/>
          <w:jc w:val="center"/>
        </w:trPr>
        <w:tc>
          <w:tcPr>
            <w:tcW w:w="0" w:type="auto"/>
            <w:vMerge/>
            <w:vAlign w:val="center"/>
            <w:hideMark/>
          </w:tcPr>
          <w:p w14:paraId="13ECA669" w14:textId="77777777" w:rsidR="00AD3DA1" w:rsidRPr="00835F44" w:rsidRDefault="00AD3DA1" w:rsidP="00AD3DA1">
            <w:pPr>
              <w:pStyle w:val="TAC"/>
              <w:keepNext w:val="0"/>
              <w:rPr>
                <w:rFonts w:eastAsia="Yu Mincho"/>
              </w:rPr>
            </w:pPr>
          </w:p>
        </w:tc>
        <w:tc>
          <w:tcPr>
            <w:tcW w:w="0" w:type="auto"/>
            <w:vAlign w:val="center"/>
            <w:hideMark/>
          </w:tcPr>
          <w:p w14:paraId="78B8D54B" w14:textId="77777777" w:rsidR="00AD3DA1" w:rsidRPr="00835F44" w:rsidRDefault="00AD3DA1" w:rsidP="00AD3DA1">
            <w:pPr>
              <w:pStyle w:val="TAC"/>
              <w:keepNext w:val="0"/>
              <w:rPr>
                <w:rFonts w:eastAsia="Yu Mincho"/>
              </w:rPr>
            </w:pPr>
            <w:r w:rsidRPr="00835F44">
              <w:rPr>
                <w:rFonts w:eastAsia="Yu Mincho"/>
              </w:rPr>
              <w:t>30</w:t>
            </w:r>
          </w:p>
        </w:tc>
        <w:tc>
          <w:tcPr>
            <w:tcW w:w="0" w:type="auto"/>
          </w:tcPr>
          <w:p w14:paraId="65DBA591" w14:textId="77777777" w:rsidR="00AD3DA1" w:rsidRPr="00835F44" w:rsidRDefault="00AD3DA1" w:rsidP="00AD3DA1">
            <w:pPr>
              <w:pStyle w:val="TAC"/>
              <w:keepNext w:val="0"/>
              <w:rPr>
                <w:rFonts w:eastAsia="Yu Mincho"/>
              </w:rPr>
            </w:pPr>
          </w:p>
        </w:tc>
        <w:tc>
          <w:tcPr>
            <w:tcW w:w="0" w:type="auto"/>
            <w:hideMark/>
          </w:tcPr>
          <w:p w14:paraId="366B8750"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5632E785"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79E8C2E3"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71897C0B" w14:textId="77777777" w:rsidR="00AD3DA1" w:rsidRPr="00835F44" w:rsidRDefault="00AD3DA1" w:rsidP="00AD3DA1">
            <w:pPr>
              <w:pStyle w:val="TAC"/>
              <w:keepNext w:val="0"/>
              <w:rPr>
                <w:rFonts w:eastAsia="Yu Mincho"/>
              </w:rPr>
            </w:pPr>
          </w:p>
        </w:tc>
        <w:tc>
          <w:tcPr>
            <w:tcW w:w="0" w:type="auto"/>
          </w:tcPr>
          <w:p w14:paraId="42689C52" w14:textId="77777777" w:rsidR="00AD3DA1" w:rsidRPr="00835F44" w:rsidRDefault="00AD3DA1" w:rsidP="00AD3DA1">
            <w:pPr>
              <w:pStyle w:val="TAC"/>
              <w:keepNext w:val="0"/>
              <w:rPr>
                <w:rFonts w:eastAsia="Yu Mincho"/>
              </w:rPr>
            </w:pPr>
          </w:p>
        </w:tc>
        <w:tc>
          <w:tcPr>
            <w:tcW w:w="0" w:type="auto"/>
            <w:vAlign w:val="center"/>
          </w:tcPr>
          <w:p w14:paraId="4241C60A"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705735B6" w14:textId="77777777" w:rsidR="00AD3DA1" w:rsidRPr="00835F44" w:rsidRDefault="00AD3DA1" w:rsidP="00AD3DA1">
            <w:pPr>
              <w:pStyle w:val="TAC"/>
              <w:keepNext w:val="0"/>
              <w:rPr>
                <w:rFonts w:eastAsia="Yu Mincho"/>
              </w:rPr>
            </w:pPr>
          </w:p>
        </w:tc>
        <w:tc>
          <w:tcPr>
            <w:tcW w:w="0" w:type="auto"/>
            <w:vAlign w:val="center"/>
          </w:tcPr>
          <w:p w14:paraId="5CB47D47" w14:textId="77777777" w:rsidR="00AD3DA1" w:rsidRPr="00835F44" w:rsidRDefault="00AD3DA1" w:rsidP="00AD3DA1">
            <w:pPr>
              <w:pStyle w:val="TAC"/>
              <w:keepNext w:val="0"/>
              <w:rPr>
                <w:rFonts w:eastAsia="Yu Mincho"/>
              </w:rPr>
            </w:pPr>
          </w:p>
        </w:tc>
        <w:tc>
          <w:tcPr>
            <w:tcW w:w="0" w:type="auto"/>
            <w:vAlign w:val="center"/>
          </w:tcPr>
          <w:p w14:paraId="1336F7DE" w14:textId="77777777" w:rsidR="00AD3DA1" w:rsidRPr="00835F44" w:rsidRDefault="00AD3DA1" w:rsidP="00AD3DA1">
            <w:pPr>
              <w:pStyle w:val="TAC"/>
              <w:keepNext w:val="0"/>
              <w:rPr>
                <w:rFonts w:eastAsia="Yu Mincho"/>
              </w:rPr>
            </w:pPr>
          </w:p>
        </w:tc>
        <w:tc>
          <w:tcPr>
            <w:tcW w:w="0" w:type="auto"/>
          </w:tcPr>
          <w:p w14:paraId="3ECFC8C7" w14:textId="77777777" w:rsidR="00AD3DA1" w:rsidRPr="00835F44" w:rsidRDefault="00AD3DA1" w:rsidP="00AD3DA1">
            <w:pPr>
              <w:pStyle w:val="TAC"/>
              <w:keepNext w:val="0"/>
              <w:rPr>
                <w:rFonts w:eastAsia="Yu Mincho"/>
              </w:rPr>
            </w:pPr>
          </w:p>
        </w:tc>
        <w:tc>
          <w:tcPr>
            <w:tcW w:w="0" w:type="auto"/>
            <w:vAlign w:val="center"/>
          </w:tcPr>
          <w:p w14:paraId="44565EEC" w14:textId="77777777" w:rsidR="00AD3DA1" w:rsidRPr="00835F44" w:rsidRDefault="00AD3DA1" w:rsidP="00AD3DA1">
            <w:pPr>
              <w:pStyle w:val="TAC"/>
              <w:keepNext w:val="0"/>
              <w:rPr>
                <w:rFonts w:eastAsia="Yu Mincho"/>
              </w:rPr>
            </w:pPr>
          </w:p>
        </w:tc>
      </w:tr>
      <w:tr w:rsidR="00AD3DA1" w:rsidRPr="00835F44" w14:paraId="4E7C70C4" w14:textId="77777777" w:rsidTr="000E530E">
        <w:trPr>
          <w:trHeight w:val="225"/>
          <w:jc w:val="center"/>
        </w:trPr>
        <w:tc>
          <w:tcPr>
            <w:tcW w:w="0" w:type="auto"/>
            <w:vMerge/>
            <w:vAlign w:val="center"/>
            <w:hideMark/>
          </w:tcPr>
          <w:p w14:paraId="30B345D3" w14:textId="77777777" w:rsidR="00AD3DA1" w:rsidRPr="00835F44" w:rsidRDefault="00AD3DA1" w:rsidP="00AD3DA1">
            <w:pPr>
              <w:pStyle w:val="TAC"/>
              <w:keepNext w:val="0"/>
              <w:rPr>
                <w:rFonts w:eastAsia="Yu Mincho"/>
              </w:rPr>
            </w:pPr>
          </w:p>
        </w:tc>
        <w:tc>
          <w:tcPr>
            <w:tcW w:w="0" w:type="auto"/>
            <w:vAlign w:val="center"/>
            <w:hideMark/>
          </w:tcPr>
          <w:p w14:paraId="688A8D76" w14:textId="77777777" w:rsidR="00AD3DA1" w:rsidRPr="00835F44" w:rsidRDefault="00AD3DA1" w:rsidP="00AD3DA1">
            <w:pPr>
              <w:pStyle w:val="TAC"/>
              <w:keepNext w:val="0"/>
              <w:rPr>
                <w:rFonts w:eastAsia="Yu Mincho"/>
              </w:rPr>
            </w:pPr>
            <w:r w:rsidRPr="00835F44">
              <w:rPr>
                <w:rFonts w:eastAsia="Yu Mincho"/>
              </w:rPr>
              <w:t>60</w:t>
            </w:r>
          </w:p>
        </w:tc>
        <w:tc>
          <w:tcPr>
            <w:tcW w:w="0" w:type="auto"/>
          </w:tcPr>
          <w:p w14:paraId="2661D198" w14:textId="77777777" w:rsidR="00AD3DA1" w:rsidRPr="00835F44" w:rsidRDefault="00AD3DA1" w:rsidP="00AD3DA1">
            <w:pPr>
              <w:pStyle w:val="TAC"/>
              <w:keepNext w:val="0"/>
              <w:rPr>
                <w:rFonts w:eastAsia="Yu Mincho"/>
              </w:rPr>
            </w:pPr>
          </w:p>
        </w:tc>
        <w:tc>
          <w:tcPr>
            <w:tcW w:w="0" w:type="auto"/>
            <w:vAlign w:val="center"/>
            <w:hideMark/>
          </w:tcPr>
          <w:p w14:paraId="11B27303"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05F2F5D0"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54CCD71F"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5165A0B2" w14:textId="77777777" w:rsidR="00AD3DA1" w:rsidRPr="00835F44" w:rsidRDefault="00AD3DA1" w:rsidP="00AD3DA1">
            <w:pPr>
              <w:pStyle w:val="TAC"/>
              <w:keepNext w:val="0"/>
              <w:rPr>
                <w:rFonts w:eastAsia="Yu Mincho"/>
              </w:rPr>
            </w:pPr>
          </w:p>
        </w:tc>
        <w:tc>
          <w:tcPr>
            <w:tcW w:w="0" w:type="auto"/>
          </w:tcPr>
          <w:p w14:paraId="42D29DBD" w14:textId="77777777" w:rsidR="00AD3DA1" w:rsidRPr="00835F44" w:rsidRDefault="00AD3DA1" w:rsidP="00AD3DA1">
            <w:pPr>
              <w:pStyle w:val="TAC"/>
              <w:keepNext w:val="0"/>
              <w:rPr>
                <w:rFonts w:eastAsia="Yu Mincho"/>
              </w:rPr>
            </w:pPr>
          </w:p>
        </w:tc>
        <w:tc>
          <w:tcPr>
            <w:tcW w:w="0" w:type="auto"/>
            <w:vAlign w:val="center"/>
          </w:tcPr>
          <w:p w14:paraId="24FA23AB"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2B371FF4" w14:textId="77777777" w:rsidR="00AD3DA1" w:rsidRPr="00835F44" w:rsidRDefault="00AD3DA1" w:rsidP="00AD3DA1">
            <w:pPr>
              <w:pStyle w:val="TAC"/>
              <w:keepNext w:val="0"/>
              <w:rPr>
                <w:rFonts w:eastAsia="Yu Mincho"/>
              </w:rPr>
            </w:pPr>
          </w:p>
        </w:tc>
        <w:tc>
          <w:tcPr>
            <w:tcW w:w="0" w:type="auto"/>
            <w:vAlign w:val="center"/>
          </w:tcPr>
          <w:p w14:paraId="7CD19C65" w14:textId="77777777" w:rsidR="00AD3DA1" w:rsidRPr="00835F44" w:rsidRDefault="00AD3DA1" w:rsidP="00AD3DA1">
            <w:pPr>
              <w:pStyle w:val="TAC"/>
              <w:keepNext w:val="0"/>
              <w:rPr>
                <w:rFonts w:eastAsia="Yu Mincho"/>
              </w:rPr>
            </w:pPr>
          </w:p>
        </w:tc>
        <w:tc>
          <w:tcPr>
            <w:tcW w:w="0" w:type="auto"/>
            <w:vAlign w:val="center"/>
          </w:tcPr>
          <w:p w14:paraId="1069B6D8" w14:textId="77777777" w:rsidR="00AD3DA1" w:rsidRPr="00835F44" w:rsidRDefault="00AD3DA1" w:rsidP="00AD3DA1">
            <w:pPr>
              <w:pStyle w:val="TAC"/>
              <w:keepNext w:val="0"/>
              <w:rPr>
                <w:rFonts w:eastAsia="Yu Mincho"/>
              </w:rPr>
            </w:pPr>
          </w:p>
        </w:tc>
        <w:tc>
          <w:tcPr>
            <w:tcW w:w="0" w:type="auto"/>
          </w:tcPr>
          <w:p w14:paraId="42984287" w14:textId="77777777" w:rsidR="00AD3DA1" w:rsidRPr="00835F44" w:rsidRDefault="00AD3DA1" w:rsidP="00AD3DA1">
            <w:pPr>
              <w:pStyle w:val="TAC"/>
              <w:keepNext w:val="0"/>
              <w:rPr>
                <w:rFonts w:eastAsia="Yu Mincho"/>
              </w:rPr>
            </w:pPr>
          </w:p>
        </w:tc>
        <w:tc>
          <w:tcPr>
            <w:tcW w:w="0" w:type="auto"/>
            <w:vAlign w:val="center"/>
          </w:tcPr>
          <w:p w14:paraId="663D0883" w14:textId="77777777" w:rsidR="00AD3DA1" w:rsidRPr="00835F44" w:rsidRDefault="00AD3DA1" w:rsidP="00AD3DA1">
            <w:pPr>
              <w:pStyle w:val="TAC"/>
              <w:keepNext w:val="0"/>
              <w:rPr>
                <w:rFonts w:eastAsia="Yu Mincho"/>
              </w:rPr>
            </w:pPr>
          </w:p>
        </w:tc>
      </w:tr>
      <w:tr w:rsidR="00AD3DA1" w:rsidRPr="00835F44" w14:paraId="41839FED" w14:textId="77777777" w:rsidTr="000E530E">
        <w:trPr>
          <w:trHeight w:val="225"/>
          <w:jc w:val="center"/>
        </w:trPr>
        <w:tc>
          <w:tcPr>
            <w:tcW w:w="0" w:type="auto"/>
            <w:vMerge w:val="restart"/>
            <w:vAlign w:val="center"/>
            <w:hideMark/>
          </w:tcPr>
          <w:p w14:paraId="16FEED9E" w14:textId="77777777" w:rsidR="00AD3DA1" w:rsidRPr="00835F44" w:rsidRDefault="00AD3DA1" w:rsidP="00AD3DA1">
            <w:pPr>
              <w:pStyle w:val="TAC"/>
              <w:keepNext w:val="0"/>
              <w:rPr>
                <w:rFonts w:eastAsia="Yu Mincho"/>
              </w:rPr>
            </w:pPr>
            <w:r w:rsidRPr="00835F44">
              <w:rPr>
                <w:rFonts w:eastAsia="Yu Mincho"/>
              </w:rPr>
              <w:t>n70</w:t>
            </w:r>
          </w:p>
        </w:tc>
        <w:tc>
          <w:tcPr>
            <w:tcW w:w="0" w:type="auto"/>
            <w:vAlign w:val="center"/>
            <w:hideMark/>
          </w:tcPr>
          <w:p w14:paraId="4CEE74C7" w14:textId="77777777" w:rsidR="00AD3DA1" w:rsidRPr="00835F44" w:rsidRDefault="00AD3DA1" w:rsidP="00AD3DA1">
            <w:pPr>
              <w:pStyle w:val="TAC"/>
              <w:keepNext w:val="0"/>
              <w:rPr>
                <w:rFonts w:eastAsia="Yu Mincho"/>
              </w:rPr>
            </w:pPr>
            <w:r w:rsidRPr="00835F44">
              <w:rPr>
                <w:rFonts w:eastAsia="Yu Mincho"/>
              </w:rPr>
              <w:t>15</w:t>
            </w:r>
          </w:p>
        </w:tc>
        <w:tc>
          <w:tcPr>
            <w:tcW w:w="0" w:type="auto"/>
            <w:hideMark/>
          </w:tcPr>
          <w:p w14:paraId="7302E0D7"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50787D2F"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39674F43"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4B58995A" w14:textId="77777777" w:rsidR="00AD3DA1" w:rsidRPr="00835F44" w:rsidRDefault="00AD3DA1" w:rsidP="00AD3DA1">
            <w:pPr>
              <w:pStyle w:val="TAC"/>
              <w:keepNext w:val="0"/>
              <w:rPr>
                <w:rFonts w:eastAsia="Yu Mincho"/>
              </w:rPr>
            </w:pPr>
            <w:r w:rsidRPr="00835F44">
              <w:rPr>
                <w:rFonts w:eastAsia="Yu Mincho"/>
              </w:rPr>
              <w:t>Yes</w:t>
            </w:r>
            <w:r w:rsidRPr="00835F44">
              <w:rPr>
                <w:rFonts w:eastAsia="Yu Mincho"/>
                <w:vertAlign w:val="superscript"/>
              </w:rPr>
              <w:t>3</w:t>
            </w:r>
          </w:p>
        </w:tc>
        <w:tc>
          <w:tcPr>
            <w:tcW w:w="0" w:type="auto"/>
            <w:vAlign w:val="center"/>
            <w:hideMark/>
          </w:tcPr>
          <w:p w14:paraId="20FFEDA2" w14:textId="77777777" w:rsidR="00AD3DA1" w:rsidRPr="00835F44" w:rsidRDefault="00AD3DA1" w:rsidP="00AD3DA1">
            <w:pPr>
              <w:pStyle w:val="TAC"/>
              <w:keepNext w:val="0"/>
              <w:rPr>
                <w:rFonts w:eastAsia="Yu Mincho"/>
              </w:rPr>
            </w:pPr>
            <w:r w:rsidRPr="00835F44">
              <w:rPr>
                <w:rFonts w:eastAsia="Yu Mincho"/>
              </w:rPr>
              <w:t>Yes</w:t>
            </w:r>
            <w:r w:rsidRPr="00835F44">
              <w:rPr>
                <w:rFonts w:eastAsia="Yu Mincho"/>
                <w:vertAlign w:val="superscript"/>
              </w:rPr>
              <w:t>3</w:t>
            </w:r>
          </w:p>
        </w:tc>
        <w:tc>
          <w:tcPr>
            <w:tcW w:w="0" w:type="auto"/>
          </w:tcPr>
          <w:p w14:paraId="154C34D3" w14:textId="77777777" w:rsidR="00AD3DA1" w:rsidRPr="00835F44" w:rsidRDefault="00AD3DA1" w:rsidP="00AD3DA1">
            <w:pPr>
              <w:pStyle w:val="TAC"/>
              <w:keepNext w:val="0"/>
              <w:rPr>
                <w:rFonts w:eastAsia="Yu Mincho"/>
              </w:rPr>
            </w:pPr>
          </w:p>
        </w:tc>
        <w:tc>
          <w:tcPr>
            <w:tcW w:w="0" w:type="auto"/>
            <w:vAlign w:val="center"/>
          </w:tcPr>
          <w:p w14:paraId="27933561" w14:textId="77777777" w:rsidR="00AD3DA1" w:rsidRPr="00835F44" w:rsidRDefault="00AD3DA1" w:rsidP="00AD3DA1">
            <w:pPr>
              <w:pStyle w:val="TAC"/>
              <w:keepNext w:val="0"/>
              <w:rPr>
                <w:rFonts w:eastAsia="Yu Mincho"/>
              </w:rPr>
            </w:pPr>
          </w:p>
        </w:tc>
        <w:tc>
          <w:tcPr>
            <w:tcW w:w="0" w:type="auto"/>
            <w:vAlign w:val="center"/>
          </w:tcPr>
          <w:p w14:paraId="5573A2F4" w14:textId="77777777" w:rsidR="00AD3DA1" w:rsidRPr="00835F44" w:rsidRDefault="00AD3DA1" w:rsidP="00AD3DA1">
            <w:pPr>
              <w:pStyle w:val="TAC"/>
              <w:keepNext w:val="0"/>
              <w:rPr>
                <w:rFonts w:eastAsia="Yu Mincho"/>
              </w:rPr>
            </w:pPr>
          </w:p>
        </w:tc>
        <w:tc>
          <w:tcPr>
            <w:tcW w:w="0" w:type="auto"/>
            <w:vAlign w:val="center"/>
          </w:tcPr>
          <w:p w14:paraId="503F46E0" w14:textId="77777777" w:rsidR="00AD3DA1" w:rsidRPr="00835F44" w:rsidRDefault="00AD3DA1" w:rsidP="00AD3DA1">
            <w:pPr>
              <w:pStyle w:val="TAC"/>
              <w:keepNext w:val="0"/>
              <w:rPr>
                <w:rFonts w:eastAsia="Yu Mincho"/>
              </w:rPr>
            </w:pPr>
          </w:p>
        </w:tc>
        <w:tc>
          <w:tcPr>
            <w:tcW w:w="0" w:type="auto"/>
            <w:vAlign w:val="center"/>
          </w:tcPr>
          <w:p w14:paraId="268EF038" w14:textId="77777777" w:rsidR="00AD3DA1" w:rsidRPr="00835F44" w:rsidRDefault="00AD3DA1" w:rsidP="00AD3DA1">
            <w:pPr>
              <w:pStyle w:val="TAC"/>
              <w:keepNext w:val="0"/>
              <w:rPr>
                <w:rFonts w:eastAsia="Yu Mincho"/>
              </w:rPr>
            </w:pPr>
          </w:p>
        </w:tc>
        <w:tc>
          <w:tcPr>
            <w:tcW w:w="0" w:type="auto"/>
          </w:tcPr>
          <w:p w14:paraId="54A25CF3" w14:textId="77777777" w:rsidR="00AD3DA1" w:rsidRPr="00835F44" w:rsidRDefault="00AD3DA1" w:rsidP="00AD3DA1">
            <w:pPr>
              <w:pStyle w:val="TAC"/>
              <w:keepNext w:val="0"/>
              <w:rPr>
                <w:rFonts w:eastAsia="Yu Mincho"/>
              </w:rPr>
            </w:pPr>
          </w:p>
        </w:tc>
        <w:tc>
          <w:tcPr>
            <w:tcW w:w="0" w:type="auto"/>
            <w:vAlign w:val="center"/>
          </w:tcPr>
          <w:p w14:paraId="73D4B07D" w14:textId="77777777" w:rsidR="00AD3DA1" w:rsidRPr="00835F44" w:rsidRDefault="00AD3DA1" w:rsidP="00AD3DA1">
            <w:pPr>
              <w:pStyle w:val="TAC"/>
              <w:keepNext w:val="0"/>
              <w:rPr>
                <w:rFonts w:eastAsia="Yu Mincho"/>
              </w:rPr>
            </w:pPr>
          </w:p>
        </w:tc>
      </w:tr>
      <w:tr w:rsidR="00AD3DA1" w:rsidRPr="00835F44" w14:paraId="4886D6AA" w14:textId="77777777" w:rsidTr="000E530E">
        <w:trPr>
          <w:trHeight w:val="225"/>
          <w:jc w:val="center"/>
        </w:trPr>
        <w:tc>
          <w:tcPr>
            <w:tcW w:w="0" w:type="auto"/>
            <w:vMerge/>
            <w:vAlign w:val="center"/>
            <w:hideMark/>
          </w:tcPr>
          <w:p w14:paraId="719B0BF4" w14:textId="77777777" w:rsidR="00AD3DA1" w:rsidRPr="00835F44" w:rsidRDefault="00AD3DA1" w:rsidP="00AD3DA1">
            <w:pPr>
              <w:pStyle w:val="TAC"/>
              <w:keepNext w:val="0"/>
              <w:rPr>
                <w:rFonts w:eastAsia="Yu Mincho"/>
              </w:rPr>
            </w:pPr>
          </w:p>
        </w:tc>
        <w:tc>
          <w:tcPr>
            <w:tcW w:w="0" w:type="auto"/>
            <w:vAlign w:val="center"/>
            <w:hideMark/>
          </w:tcPr>
          <w:p w14:paraId="64268D12" w14:textId="77777777" w:rsidR="00AD3DA1" w:rsidRPr="00835F44" w:rsidRDefault="00AD3DA1" w:rsidP="00AD3DA1">
            <w:pPr>
              <w:pStyle w:val="TAC"/>
              <w:keepNext w:val="0"/>
              <w:rPr>
                <w:rFonts w:eastAsia="Yu Mincho"/>
              </w:rPr>
            </w:pPr>
            <w:r w:rsidRPr="00835F44">
              <w:rPr>
                <w:rFonts w:eastAsia="Yu Mincho"/>
              </w:rPr>
              <w:t>30</w:t>
            </w:r>
          </w:p>
        </w:tc>
        <w:tc>
          <w:tcPr>
            <w:tcW w:w="0" w:type="auto"/>
          </w:tcPr>
          <w:p w14:paraId="35FEC814" w14:textId="77777777" w:rsidR="00AD3DA1" w:rsidRPr="00835F44" w:rsidRDefault="00AD3DA1" w:rsidP="00AD3DA1">
            <w:pPr>
              <w:pStyle w:val="TAC"/>
              <w:keepNext w:val="0"/>
              <w:rPr>
                <w:rFonts w:eastAsia="Yu Mincho"/>
              </w:rPr>
            </w:pPr>
          </w:p>
        </w:tc>
        <w:tc>
          <w:tcPr>
            <w:tcW w:w="0" w:type="auto"/>
            <w:hideMark/>
          </w:tcPr>
          <w:p w14:paraId="0A4E6742"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7CDC0718"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200925CC" w14:textId="77777777" w:rsidR="00AD3DA1" w:rsidRPr="00835F44" w:rsidRDefault="00AD3DA1" w:rsidP="00AD3DA1">
            <w:pPr>
              <w:pStyle w:val="TAC"/>
              <w:keepNext w:val="0"/>
              <w:rPr>
                <w:rFonts w:eastAsia="Yu Mincho"/>
              </w:rPr>
            </w:pPr>
            <w:r w:rsidRPr="00835F44">
              <w:rPr>
                <w:rFonts w:eastAsia="Yu Mincho"/>
              </w:rPr>
              <w:t>Yes</w:t>
            </w:r>
            <w:r w:rsidRPr="00835F44">
              <w:rPr>
                <w:rFonts w:eastAsia="Yu Mincho"/>
                <w:vertAlign w:val="superscript"/>
              </w:rPr>
              <w:t>3</w:t>
            </w:r>
          </w:p>
        </w:tc>
        <w:tc>
          <w:tcPr>
            <w:tcW w:w="0" w:type="auto"/>
            <w:vAlign w:val="center"/>
            <w:hideMark/>
          </w:tcPr>
          <w:p w14:paraId="19FBC32D" w14:textId="77777777" w:rsidR="00AD3DA1" w:rsidRPr="00835F44" w:rsidRDefault="00AD3DA1" w:rsidP="00AD3DA1">
            <w:pPr>
              <w:pStyle w:val="TAC"/>
              <w:keepNext w:val="0"/>
              <w:rPr>
                <w:rFonts w:eastAsia="Yu Mincho"/>
              </w:rPr>
            </w:pPr>
            <w:r w:rsidRPr="00835F44">
              <w:rPr>
                <w:rFonts w:eastAsia="Yu Mincho"/>
              </w:rPr>
              <w:t>Yes</w:t>
            </w:r>
            <w:r w:rsidRPr="00835F44">
              <w:rPr>
                <w:rFonts w:eastAsia="Yu Mincho"/>
                <w:vertAlign w:val="superscript"/>
              </w:rPr>
              <w:t>3</w:t>
            </w:r>
          </w:p>
        </w:tc>
        <w:tc>
          <w:tcPr>
            <w:tcW w:w="0" w:type="auto"/>
          </w:tcPr>
          <w:p w14:paraId="6A7B546F" w14:textId="77777777" w:rsidR="00AD3DA1" w:rsidRPr="00835F44" w:rsidRDefault="00AD3DA1" w:rsidP="00AD3DA1">
            <w:pPr>
              <w:pStyle w:val="TAC"/>
              <w:keepNext w:val="0"/>
              <w:rPr>
                <w:rFonts w:eastAsia="Yu Mincho"/>
              </w:rPr>
            </w:pPr>
          </w:p>
        </w:tc>
        <w:tc>
          <w:tcPr>
            <w:tcW w:w="0" w:type="auto"/>
            <w:vAlign w:val="center"/>
          </w:tcPr>
          <w:p w14:paraId="18632448" w14:textId="77777777" w:rsidR="00AD3DA1" w:rsidRPr="00835F44" w:rsidRDefault="00AD3DA1" w:rsidP="00AD3DA1">
            <w:pPr>
              <w:pStyle w:val="TAC"/>
              <w:keepNext w:val="0"/>
              <w:rPr>
                <w:rFonts w:eastAsia="Yu Mincho"/>
              </w:rPr>
            </w:pPr>
          </w:p>
        </w:tc>
        <w:tc>
          <w:tcPr>
            <w:tcW w:w="0" w:type="auto"/>
            <w:vAlign w:val="center"/>
          </w:tcPr>
          <w:p w14:paraId="2E739E99" w14:textId="77777777" w:rsidR="00AD3DA1" w:rsidRPr="00835F44" w:rsidRDefault="00AD3DA1" w:rsidP="00AD3DA1">
            <w:pPr>
              <w:pStyle w:val="TAC"/>
              <w:keepNext w:val="0"/>
              <w:rPr>
                <w:rFonts w:eastAsia="Yu Mincho"/>
              </w:rPr>
            </w:pPr>
          </w:p>
        </w:tc>
        <w:tc>
          <w:tcPr>
            <w:tcW w:w="0" w:type="auto"/>
            <w:vAlign w:val="center"/>
          </w:tcPr>
          <w:p w14:paraId="24980F27" w14:textId="77777777" w:rsidR="00AD3DA1" w:rsidRPr="00835F44" w:rsidRDefault="00AD3DA1" w:rsidP="00AD3DA1">
            <w:pPr>
              <w:pStyle w:val="TAC"/>
              <w:keepNext w:val="0"/>
              <w:rPr>
                <w:rFonts w:eastAsia="Yu Mincho"/>
              </w:rPr>
            </w:pPr>
          </w:p>
        </w:tc>
        <w:tc>
          <w:tcPr>
            <w:tcW w:w="0" w:type="auto"/>
            <w:vAlign w:val="center"/>
          </w:tcPr>
          <w:p w14:paraId="788A0E27" w14:textId="77777777" w:rsidR="00AD3DA1" w:rsidRPr="00835F44" w:rsidRDefault="00AD3DA1" w:rsidP="00AD3DA1">
            <w:pPr>
              <w:pStyle w:val="TAC"/>
              <w:keepNext w:val="0"/>
              <w:rPr>
                <w:rFonts w:eastAsia="Yu Mincho"/>
              </w:rPr>
            </w:pPr>
          </w:p>
        </w:tc>
        <w:tc>
          <w:tcPr>
            <w:tcW w:w="0" w:type="auto"/>
          </w:tcPr>
          <w:p w14:paraId="634DD6D7" w14:textId="77777777" w:rsidR="00AD3DA1" w:rsidRPr="00835F44" w:rsidRDefault="00AD3DA1" w:rsidP="00AD3DA1">
            <w:pPr>
              <w:pStyle w:val="TAC"/>
              <w:keepNext w:val="0"/>
              <w:rPr>
                <w:rFonts w:eastAsia="Yu Mincho"/>
              </w:rPr>
            </w:pPr>
          </w:p>
        </w:tc>
        <w:tc>
          <w:tcPr>
            <w:tcW w:w="0" w:type="auto"/>
            <w:vAlign w:val="center"/>
          </w:tcPr>
          <w:p w14:paraId="3C37ECDE" w14:textId="77777777" w:rsidR="00AD3DA1" w:rsidRPr="00835F44" w:rsidRDefault="00AD3DA1" w:rsidP="00AD3DA1">
            <w:pPr>
              <w:pStyle w:val="TAC"/>
              <w:keepNext w:val="0"/>
              <w:rPr>
                <w:rFonts w:eastAsia="Yu Mincho"/>
              </w:rPr>
            </w:pPr>
          </w:p>
        </w:tc>
      </w:tr>
      <w:tr w:rsidR="00AD3DA1" w:rsidRPr="00835F44" w14:paraId="7209731D" w14:textId="77777777" w:rsidTr="000E530E">
        <w:trPr>
          <w:trHeight w:val="225"/>
          <w:jc w:val="center"/>
        </w:trPr>
        <w:tc>
          <w:tcPr>
            <w:tcW w:w="0" w:type="auto"/>
            <w:vMerge/>
            <w:vAlign w:val="center"/>
            <w:hideMark/>
          </w:tcPr>
          <w:p w14:paraId="77E625AD" w14:textId="77777777" w:rsidR="00AD3DA1" w:rsidRPr="00835F44" w:rsidRDefault="00AD3DA1" w:rsidP="00AD3DA1">
            <w:pPr>
              <w:pStyle w:val="TAC"/>
              <w:keepNext w:val="0"/>
              <w:rPr>
                <w:rFonts w:eastAsia="Yu Mincho"/>
              </w:rPr>
            </w:pPr>
          </w:p>
        </w:tc>
        <w:tc>
          <w:tcPr>
            <w:tcW w:w="0" w:type="auto"/>
            <w:vAlign w:val="center"/>
            <w:hideMark/>
          </w:tcPr>
          <w:p w14:paraId="53404998" w14:textId="77777777" w:rsidR="00AD3DA1" w:rsidRPr="00835F44" w:rsidRDefault="00AD3DA1" w:rsidP="00AD3DA1">
            <w:pPr>
              <w:pStyle w:val="TAC"/>
              <w:keepNext w:val="0"/>
              <w:rPr>
                <w:rFonts w:eastAsia="Yu Mincho"/>
              </w:rPr>
            </w:pPr>
            <w:r w:rsidRPr="00835F44">
              <w:rPr>
                <w:rFonts w:eastAsia="Yu Mincho"/>
              </w:rPr>
              <w:t>60</w:t>
            </w:r>
          </w:p>
        </w:tc>
        <w:tc>
          <w:tcPr>
            <w:tcW w:w="0" w:type="auto"/>
          </w:tcPr>
          <w:p w14:paraId="64542DD9" w14:textId="77777777" w:rsidR="00AD3DA1" w:rsidRPr="00835F44" w:rsidRDefault="00AD3DA1" w:rsidP="00AD3DA1">
            <w:pPr>
              <w:pStyle w:val="TAC"/>
              <w:keepNext w:val="0"/>
              <w:rPr>
                <w:rFonts w:eastAsia="Yu Mincho"/>
              </w:rPr>
            </w:pPr>
          </w:p>
        </w:tc>
        <w:tc>
          <w:tcPr>
            <w:tcW w:w="0" w:type="auto"/>
            <w:vAlign w:val="center"/>
            <w:hideMark/>
          </w:tcPr>
          <w:p w14:paraId="0C6FD1AD"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38CB8648"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72EB46FA" w14:textId="77777777" w:rsidR="00AD3DA1" w:rsidRPr="00835F44" w:rsidRDefault="00AD3DA1" w:rsidP="00AD3DA1">
            <w:pPr>
              <w:pStyle w:val="TAC"/>
              <w:keepNext w:val="0"/>
              <w:rPr>
                <w:rFonts w:eastAsia="Yu Mincho"/>
              </w:rPr>
            </w:pPr>
            <w:r w:rsidRPr="00835F44">
              <w:rPr>
                <w:rFonts w:eastAsia="Yu Mincho"/>
              </w:rPr>
              <w:t>Yes</w:t>
            </w:r>
            <w:r w:rsidRPr="00835F44">
              <w:rPr>
                <w:rFonts w:eastAsia="Yu Mincho"/>
                <w:vertAlign w:val="superscript"/>
              </w:rPr>
              <w:t>3</w:t>
            </w:r>
          </w:p>
        </w:tc>
        <w:tc>
          <w:tcPr>
            <w:tcW w:w="0" w:type="auto"/>
            <w:vAlign w:val="center"/>
            <w:hideMark/>
          </w:tcPr>
          <w:p w14:paraId="470EE852" w14:textId="77777777" w:rsidR="00AD3DA1" w:rsidRPr="00835F44" w:rsidRDefault="00AD3DA1" w:rsidP="00AD3DA1">
            <w:pPr>
              <w:pStyle w:val="TAC"/>
              <w:keepNext w:val="0"/>
              <w:rPr>
                <w:rFonts w:eastAsia="Yu Mincho"/>
              </w:rPr>
            </w:pPr>
            <w:r w:rsidRPr="00835F44">
              <w:rPr>
                <w:rFonts w:eastAsia="Yu Mincho"/>
              </w:rPr>
              <w:t>Yes</w:t>
            </w:r>
            <w:r w:rsidRPr="00835F44">
              <w:rPr>
                <w:rFonts w:eastAsia="Yu Mincho"/>
                <w:vertAlign w:val="superscript"/>
              </w:rPr>
              <w:t>3</w:t>
            </w:r>
          </w:p>
        </w:tc>
        <w:tc>
          <w:tcPr>
            <w:tcW w:w="0" w:type="auto"/>
          </w:tcPr>
          <w:p w14:paraId="21F3633D" w14:textId="77777777" w:rsidR="00AD3DA1" w:rsidRPr="00835F44" w:rsidRDefault="00AD3DA1" w:rsidP="00AD3DA1">
            <w:pPr>
              <w:pStyle w:val="TAC"/>
              <w:keepNext w:val="0"/>
              <w:rPr>
                <w:rFonts w:eastAsia="Yu Mincho"/>
              </w:rPr>
            </w:pPr>
          </w:p>
        </w:tc>
        <w:tc>
          <w:tcPr>
            <w:tcW w:w="0" w:type="auto"/>
            <w:vAlign w:val="center"/>
          </w:tcPr>
          <w:p w14:paraId="1132DFA6" w14:textId="77777777" w:rsidR="00AD3DA1" w:rsidRPr="00835F44" w:rsidRDefault="00AD3DA1" w:rsidP="00AD3DA1">
            <w:pPr>
              <w:pStyle w:val="TAC"/>
              <w:keepNext w:val="0"/>
              <w:rPr>
                <w:rFonts w:eastAsia="Yu Mincho"/>
              </w:rPr>
            </w:pPr>
          </w:p>
        </w:tc>
        <w:tc>
          <w:tcPr>
            <w:tcW w:w="0" w:type="auto"/>
            <w:vAlign w:val="center"/>
          </w:tcPr>
          <w:p w14:paraId="67BA9787" w14:textId="77777777" w:rsidR="00AD3DA1" w:rsidRPr="00835F44" w:rsidRDefault="00AD3DA1" w:rsidP="00AD3DA1">
            <w:pPr>
              <w:pStyle w:val="TAC"/>
              <w:keepNext w:val="0"/>
              <w:rPr>
                <w:rFonts w:eastAsia="Yu Mincho"/>
              </w:rPr>
            </w:pPr>
          </w:p>
        </w:tc>
        <w:tc>
          <w:tcPr>
            <w:tcW w:w="0" w:type="auto"/>
            <w:vAlign w:val="center"/>
          </w:tcPr>
          <w:p w14:paraId="7C540708" w14:textId="77777777" w:rsidR="00AD3DA1" w:rsidRPr="00835F44" w:rsidRDefault="00AD3DA1" w:rsidP="00AD3DA1">
            <w:pPr>
              <w:pStyle w:val="TAC"/>
              <w:keepNext w:val="0"/>
              <w:rPr>
                <w:rFonts w:eastAsia="Yu Mincho"/>
              </w:rPr>
            </w:pPr>
          </w:p>
        </w:tc>
        <w:tc>
          <w:tcPr>
            <w:tcW w:w="0" w:type="auto"/>
            <w:vAlign w:val="center"/>
          </w:tcPr>
          <w:p w14:paraId="3E9EBAD0" w14:textId="77777777" w:rsidR="00AD3DA1" w:rsidRPr="00835F44" w:rsidRDefault="00AD3DA1" w:rsidP="00AD3DA1">
            <w:pPr>
              <w:pStyle w:val="TAC"/>
              <w:keepNext w:val="0"/>
              <w:rPr>
                <w:rFonts w:eastAsia="Yu Mincho"/>
              </w:rPr>
            </w:pPr>
          </w:p>
        </w:tc>
        <w:tc>
          <w:tcPr>
            <w:tcW w:w="0" w:type="auto"/>
          </w:tcPr>
          <w:p w14:paraId="6A718F9B" w14:textId="77777777" w:rsidR="00AD3DA1" w:rsidRPr="00835F44" w:rsidRDefault="00AD3DA1" w:rsidP="00AD3DA1">
            <w:pPr>
              <w:pStyle w:val="TAC"/>
              <w:keepNext w:val="0"/>
              <w:rPr>
                <w:rFonts w:eastAsia="Yu Mincho"/>
              </w:rPr>
            </w:pPr>
          </w:p>
        </w:tc>
        <w:tc>
          <w:tcPr>
            <w:tcW w:w="0" w:type="auto"/>
            <w:vAlign w:val="center"/>
          </w:tcPr>
          <w:p w14:paraId="219F298B" w14:textId="77777777" w:rsidR="00AD3DA1" w:rsidRPr="00835F44" w:rsidRDefault="00AD3DA1" w:rsidP="00AD3DA1">
            <w:pPr>
              <w:pStyle w:val="TAC"/>
              <w:keepNext w:val="0"/>
              <w:rPr>
                <w:rFonts w:eastAsia="Yu Mincho"/>
              </w:rPr>
            </w:pPr>
          </w:p>
        </w:tc>
      </w:tr>
      <w:tr w:rsidR="00AD3DA1" w:rsidRPr="00835F44" w14:paraId="2B48108A" w14:textId="77777777" w:rsidTr="000E530E">
        <w:trPr>
          <w:trHeight w:val="225"/>
          <w:jc w:val="center"/>
        </w:trPr>
        <w:tc>
          <w:tcPr>
            <w:tcW w:w="0" w:type="auto"/>
            <w:vMerge w:val="restart"/>
            <w:vAlign w:val="center"/>
            <w:hideMark/>
          </w:tcPr>
          <w:p w14:paraId="6F921386" w14:textId="77777777" w:rsidR="00AD3DA1" w:rsidRPr="00835F44" w:rsidRDefault="00AD3DA1" w:rsidP="00AD3DA1">
            <w:pPr>
              <w:pStyle w:val="TAC"/>
              <w:keepNext w:val="0"/>
              <w:rPr>
                <w:rFonts w:eastAsia="Yu Mincho"/>
              </w:rPr>
            </w:pPr>
            <w:r w:rsidRPr="00835F44">
              <w:rPr>
                <w:rFonts w:eastAsia="Yu Mincho"/>
              </w:rPr>
              <w:t>n71</w:t>
            </w:r>
          </w:p>
        </w:tc>
        <w:tc>
          <w:tcPr>
            <w:tcW w:w="0" w:type="auto"/>
            <w:vAlign w:val="center"/>
            <w:hideMark/>
          </w:tcPr>
          <w:p w14:paraId="5203DC69" w14:textId="77777777" w:rsidR="00AD3DA1" w:rsidRPr="00835F44" w:rsidRDefault="00AD3DA1" w:rsidP="00AD3DA1">
            <w:pPr>
              <w:pStyle w:val="TAC"/>
              <w:keepNext w:val="0"/>
              <w:rPr>
                <w:rFonts w:eastAsia="Yu Mincho"/>
              </w:rPr>
            </w:pPr>
            <w:r w:rsidRPr="00835F44">
              <w:rPr>
                <w:rFonts w:eastAsia="Yu Mincho"/>
              </w:rPr>
              <w:t>15</w:t>
            </w:r>
          </w:p>
        </w:tc>
        <w:tc>
          <w:tcPr>
            <w:tcW w:w="0" w:type="auto"/>
            <w:hideMark/>
          </w:tcPr>
          <w:p w14:paraId="792B9529"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1806511D"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45628BE5"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709D992B"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690A03AD" w14:textId="77777777" w:rsidR="00AD3DA1" w:rsidRPr="00835F44" w:rsidRDefault="00AD3DA1" w:rsidP="00AD3DA1">
            <w:pPr>
              <w:pStyle w:val="TAC"/>
              <w:keepNext w:val="0"/>
              <w:rPr>
                <w:rFonts w:eastAsia="Yu Mincho"/>
              </w:rPr>
            </w:pPr>
          </w:p>
        </w:tc>
        <w:tc>
          <w:tcPr>
            <w:tcW w:w="0" w:type="auto"/>
          </w:tcPr>
          <w:p w14:paraId="403BE3D5" w14:textId="77777777" w:rsidR="00AD3DA1" w:rsidRPr="00835F44" w:rsidRDefault="00AD3DA1" w:rsidP="00AD3DA1">
            <w:pPr>
              <w:pStyle w:val="TAC"/>
              <w:keepNext w:val="0"/>
              <w:rPr>
                <w:rFonts w:eastAsia="Yu Mincho"/>
              </w:rPr>
            </w:pPr>
          </w:p>
        </w:tc>
        <w:tc>
          <w:tcPr>
            <w:tcW w:w="0" w:type="auto"/>
            <w:vAlign w:val="center"/>
          </w:tcPr>
          <w:p w14:paraId="54A03001" w14:textId="77777777" w:rsidR="00AD3DA1" w:rsidRPr="00835F44" w:rsidRDefault="00AD3DA1" w:rsidP="00AD3DA1">
            <w:pPr>
              <w:pStyle w:val="TAC"/>
              <w:keepNext w:val="0"/>
              <w:rPr>
                <w:rFonts w:eastAsia="Yu Mincho"/>
              </w:rPr>
            </w:pPr>
          </w:p>
        </w:tc>
        <w:tc>
          <w:tcPr>
            <w:tcW w:w="0" w:type="auto"/>
            <w:vAlign w:val="center"/>
          </w:tcPr>
          <w:p w14:paraId="205E7719" w14:textId="77777777" w:rsidR="00AD3DA1" w:rsidRPr="00835F44" w:rsidRDefault="00AD3DA1" w:rsidP="00AD3DA1">
            <w:pPr>
              <w:pStyle w:val="TAC"/>
              <w:keepNext w:val="0"/>
              <w:rPr>
                <w:rFonts w:eastAsia="Yu Mincho"/>
              </w:rPr>
            </w:pPr>
          </w:p>
        </w:tc>
        <w:tc>
          <w:tcPr>
            <w:tcW w:w="0" w:type="auto"/>
            <w:vAlign w:val="center"/>
          </w:tcPr>
          <w:p w14:paraId="630BC0AA" w14:textId="77777777" w:rsidR="00AD3DA1" w:rsidRPr="00835F44" w:rsidRDefault="00AD3DA1" w:rsidP="00AD3DA1">
            <w:pPr>
              <w:pStyle w:val="TAC"/>
              <w:keepNext w:val="0"/>
              <w:rPr>
                <w:rFonts w:eastAsia="Yu Mincho"/>
              </w:rPr>
            </w:pPr>
          </w:p>
        </w:tc>
        <w:tc>
          <w:tcPr>
            <w:tcW w:w="0" w:type="auto"/>
            <w:vAlign w:val="center"/>
          </w:tcPr>
          <w:p w14:paraId="54EB17A4" w14:textId="77777777" w:rsidR="00AD3DA1" w:rsidRPr="00835F44" w:rsidRDefault="00AD3DA1" w:rsidP="00AD3DA1">
            <w:pPr>
              <w:pStyle w:val="TAC"/>
              <w:keepNext w:val="0"/>
              <w:rPr>
                <w:rFonts w:eastAsia="Yu Mincho"/>
              </w:rPr>
            </w:pPr>
          </w:p>
        </w:tc>
        <w:tc>
          <w:tcPr>
            <w:tcW w:w="0" w:type="auto"/>
          </w:tcPr>
          <w:p w14:paraId="59F6DF45" w14:textId="77777777" w:rsidR="00AD3DA1" w:rsidRPr="00835F44" w:rsidRDefault="00AD3DA1" w:rsidP="00AD3DA1">
            <w:pPr>
              <w:pStyle w:val="TAC"/>
              <w:keepNext w:val="0"/>
              <w:rPr>
                <w:rFonts w:eastAsia="Yu Mincho"/>
              </w:rPr>
            </w:pPr>
          </w:p>
        </w:tc>
        <w:tc>
          <w:tcPr>
            <w:tcW w:w="0" w:type="auto"/>
            <w:vAlign w:val="center"/>
          </w:tcPr>
          <w:p w14:paraId="6EE03B19" w14:textId="77777777" w:rsidR="00AD3DA1" w:rsidRPr="00835F44" w:rsidRDefault="00AD3DA1" w:rsidP="00AD3DA1">
            <w:pPr>
              <w:pStyle w:val="TAC"/>
              <w:keepNext w:val="0"/>
              <w:rPr>
                <w:rFonts w:eastAsia="Yu Mincho"/>
              </w:rPr>
            </w:pPr>
          </w:p>
        </w:tc>
      </w:tr>
      <w:tr w:rsidR="00AD3DA1" w:rsidRPr="00835F44" w14:paraId="0F0A30C5" w14:textId="77777777" w:rsidTr="000E530E">
        <w:trPr>
          <w:trHeight w:val="225"/>
          <w:jc w:val="center"/>
        </w:trPr>
        <w:tc>
          <w:tcPr>
            <w:tcW w:w="0" w:type="auto"/>
            <w:vMerge/>
            <w:vAlign w:val="center"/>
            <w:hideMark/>
          </w:tcPr>
          <w:p w14:paraId="06AF4BB0" w14:textId="77777777" w:rsidR="00AD3DA1" w:rsidRPr="00835F44" w:rsidRDefault="00AD3DA1" w:rsidP="00AD3DA1">
            <w:pPr>
              <w:pStyle w:val="TAC"/>
              <w:keepNext w:val="0"/>
              <w:rPr>
                <w:rFonts w:eastAsia="Yu Mincho"/>
              </w:rPr>
            </w:pPr>
          </w:p>
        </w:tc>
        <w:tc>
          <w:tcPr>
            <w:tcW w:w="0" w:type="auto"/>
            <w:vAlign w:val="center"/>
            <w:hideMark/>
          </w:tcPr>
          <w:p w14:paraId="0DF75257" w14:textId="77777777" w:rsidR="00AD3DA1" w:rsidRPr="00835F44" w:rsidRDefault="00AD3DA1" w:rsidP="00AD3DA1">
            <w:pPr>
              <w:pStyle w:val="TAC"/>
              <w:keepNext w:val="0"/>
              <w:rPr>
                <w:rFonts w:eastAsia="Yu Mincho"/>
              </w:rPr>
            </w:pPr>
            <w:r w:rsidRPr="00835F44">
              <w:rPr>
                <w:rFonts w:eastAsia="Yu Mincho"/>
              </w:rPr>
              <w:t>30</w:t>
            </w:r>
          </w:p>
        </w:tc>
        <w:tc>
          <w:tcPr>
            <w:tcW w:w="0" w:type="auto"/>
          </w:tcPr>
          <w:p w14:paraId="641E9E4F" w14:textId="77777777" w:rsidR="00AD3DA1" w:rsidRPr="00835F44" w:rsidRDefault="00AD3DA1" w:rsidP="00AD3DA1">
            <w:pPr>
              <w:pStyle w:val="TAC"/>
              <w:keepNext w:val="0"/>
              <w:rPr>
                <w:rFonts w:eastAsia="Yu Mincho"/>
              </w:rPr>
            </w:pPr>
          </w:p>
        </w:tc>
        <w:tc>
          <w:tcPr>
            <w:tcW w:w="0" w:type="auto"/>
            <w:hideMark/>
          </w:tcPr>
          <w:p w14:paraId="05AC1A37"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36765778"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750665DD"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117ED63C" w14:textId="77777777" w:rsidR="00AD3DA1" w:rsidRPr="00835F44" w:rsidRDefault="00AD3DA1" w:rsidP="00AD3DA1">
            <w:pPr>
              <w:pStyle w:val="TAC"/>
              <w:keepNext w:val="0"/>
              <w:rPr>
                <w:rFonts w:eastAsia="Yu Mincho"/>
              </w:rPr>
            </w:pPr>
          </w:p>
        </w:tc>
        <w:tc>
          <w:tcPr>
            <w:tcW w:w="0" w:type="auto"/>
          </w:tcPr>
          <w:p w14:paraId="49ED7484" w14:textId="77777777" w:rsidR="00AD3DA1" w:rsidRPr="00835F44" w:rsidRDefault="00AD3DA1" w:rsidP="00AD3DA1">
            <w:pPr>
              <w:pStyle w:val="TAC"/>
              <w:keepNext w:val="0"/>
              <w:rPr>
                <w:rFonts w:eastAsia="Yu Mincho"/>
              </w:rPr>
            </w:pPr>
          </w:p>
        </w:tc>
        <w:tc>
          <w:tcPr>
            <w:tcW w:w="0" w:type="auto"/>
            <w:vAlign w:val="center"/>
          </w:tcPr>
          <w:p w14:paraId="359BD90D" w14:textId="77777777" w:rsidR="00AD3DA1" w:rsidRPr="00835F44" w:rsidRDefault="00AD3DA1" w:rsidP="00AD3DA1">
            <w:pPr>
              <w:pStyle w:val="TAC"/>
              <w:keepNext w:val="0"/>
              <w:rPr>
                <w:rFonts w:eastAsia="Yu Mincho"/>
              </w:rPr>
            </w:pPr>
          </w:p>
        </w:tc>
        <w:tc>
          <w:tcPr>
            <w:tcW w:w="0" w:type="auto"/>
            <w:vAlign w:val="center"/>
          </w:tcPr>
          <w:p w14:paraId="36E28D2F" w14:textId="77777777" w:rsidR="00AD3DA1" w:rsidRPr="00835F44" w:rsidRDefault="00AD3DA1" w:rsidP="00AD3DA1">
            <w:pPr>
              <w:pStyle w:val="TAC"/>
              <w:keepNext w:val="0"/>
              <w:rPr>
                <w:rFonts w:eastAsia="Yu Mincho"/>
              </w:rPr>
            </w:pPr>
          </w:p>
        </w:tc>
        <w:tc>
          <w:tcPr>
            <w:tcW w:w="0" w:type="auto"/>
            <w:vAlign w:val="center"/>
          </w:tcPr>
          <w:p w14:paraId="2C4F062A" w14:textId="77777777" w:rsidR="00AD3DA1" w:rsidRPr="00835F44" w:rsidRDefault="00AD3DA1" w:rsidP="00AD3DA1">
            <w:pPr>
              <w:pStyle w:val="TAC"/>
              <w:keepNext w:val="0"/>
              <w:rPr>
                <w:rFonts w:eastAsia="Yu Mincho"/>
              </w:rPr>
            </w:pPr>
          </w:p>
        </w:tc>
        <w:tc>
          <w:tcPr>
            <w:tcW w:w="0" w:type="auto"/>
            <w:vAlign w:val="center"/>
          </w:tcPr>
          <w:p w14:paraId="6EAC34AC" w14:textId="77777777" w:rsidR="00AD3DA1" w:rsidRPr="00835F44" w:rsidRDefault="00AD3DA1" w:rsidP="00AD3DA1">
            <w:pPr>
              <w:pStyle w:val="TAC"/>
              <w:keepNext w:val="0"/>
              <w:rPr>
                <w:rFonts w:eastAsia="Yu Mincho"/>
              </w:rPr>
            </w:pPr>
          </w:p>
        </w:tc>
        <w:tc>
          <w:tcPr>
            <w:tcW w:w="0" w:type="auto"/>
          </w:tcPr>
          <w:p w14:paraId="5F6DAC42" w14:textId="77777777" w:rsidR="00AD3DA1" w:rsidRPr="00835F44" w:rsidRDefault="00AD3DA1" w:rsidP="00AD3DA1">
            <w:pPr>
              <w:pStyle w:val="TAC"/>
              <w:keepNext w:val="0"/>
              <w:rPr>
                <w:rFonts w:eastAsia="Yu Mincho"/>
              </w:rPr>
            </w:pPr>
          </w:p>
        </w:tc>
        <w:tc>
          <w:tcPr>
            <w:tcW w:w="0" w:type="auto"/>
            <w:vAlign w:val="center"/>
          </w:tcPr>
          <w:p w14:paraId="0D7650E6" w14:textId="77777777" w:rsidR="00AD3DA1" w:rsidRPr="00835F44" w:rsidRDefault="00AD3DA1" w:rsidP="00AD3DA1">
            <w:pPr>
              <w:pStyle w:val="TAC"/>
              <w:keepNext w:val="0"/>
              <w:rPr>
                <w:rFonts w:eastAsia="Yu Mincho"/>
              </w:rPr>
            </w:pPr>
          </w:p>
        </w:tc>
      </w:tr>
      <w:tr w:rsidR="00AD3DA1" w:rsidRPr="00835F44" w14:paraId="5C22A400" w14:textId="77777777" w:rsidTr="000E530E">
        <w:trPr>
          <w:trHeight w:val="225"/>
          <w:jc w:val="center"/>
        </w:trPr>
        <w:tc>
          <w:tcPr>
            <w:tcW w:w="0" w:type="auto"/>
            <w:vMerge/>
            <w:vAlign w:val="center"/>
            <w:hideMark/>
          </w:tcPr>
          <w:p w14:paraId="14FDA54C" w14:textId="77777777" w:rsidR="00AD3DA1" w:rsidRPr="00835F44" w:rsidRDefault="00AD3DA1" w:rsidP="00AD3DA1">
            <w:pPr>
              <w:pStyle w:val="TAC"/>
              <w:keepNext w:val="0"/>
              <w:rPr>
                <w:rFonts w:eastAsia="Yu Mincho"/>
              </w:rPr>
            </w:pPr>
          </w:p>
        </w:tc>
        <w:tc>
          <w:tcPr>
            <w:tcW w:w="0" w:type="auto"/>
            <w:vAlign w:val="center"/>
            <w:hideMark/>
          </w:tcPr>
          <w:p w14:paraId="61BB2322" w14:textId="77777777" w:rsidR="00AD3DA1" w:rsidRPr="00835F44" w:rsidRDefault="00AD3DA1" w:rsidP="00AD3DA1">
            <w:pPr>
              <w:pStyle w:val="TAC"/>
              <w:keepNext w:val="0"/>
              <w:rPr>
                <w:rFonts w:eastAsia="Yu Mincho"/>
              </w:rPr>
            </w:pPr>
            <w:r w:rsidRPr="00835F44">
              <w:rPr>
                <w:rFonts w:eastAsia="Yu Mincho"/>
              </w:rPr>
              <w:t>60</w:t>
            </w:r>
          </w:p>
        </w:tc>
        <w:tc>
          <w:tcPr>
            <w:tcW w:w="0" w:type="auto"/>
          </w:tcPr>
          <w:p w14:paraId="633FB6FA" w14:textId="77777777" w:rsidR="00AD3DA1" w:rsidRPr="00835F44" w:rsidRDefault="00AD3DA1" w:rsidP="00AD3DA1">
            <w:pPr>
              <w:pStyle w:val="TAC"/>
              <w:keepNext w:val="0"/>
              <w:rPr>
                <w:rFonts w:eastAsia="Yu Mincho"/>
              </w:rPr>
            </w:pPr>
          </w:p>
        </w:tc>
        <w:tc>
          <w:tcPr>
            <w:tcW w:w="0" w:type="auto"/>
            <w:vAlign w:val="center"/>
          </w:tcPr>
          <w:p w14:paraId="1E5B76AE" w14:textId="77777777" w:rsidR="00AD3DA1" w:rsidRPr="00835F44" w:rsidRDefault="00AD3DA1" w:rsidP="00AD3DA1">
            <w:pPr>
              <w:pStyle w:val="TAC"/>
              <w:keepNext w:val="0"/>
              <w:rPr>
                <w:rFonts w:eastAsia="Yu Mincho"/>
              </w:rPr>
            </w:pPr>
          </w:p>
        </w:tc>
        <w:tc>
          <w:tcPr>
            <w:tcW w:w="0" w:type="auto"/>
            <w:vAlign w:val="center"/>
          </w:tcPr>
          <w:p w14:paraId="35E4AD3B" w14:textId="77777777" w:rsidR="00AD3DA1" w:rsidRPr="00835F44" w:rsidRDefault="00AD3DA1" w:rsidP="00AD3DA1">
            <w:pPr>
              <w:pStyle w:val="TAC"/>
              <w:keepNext w:val="0"/>
              <w:rPr>
                <w:rFonts w:eastAsia="Yu Mincho"/>
              </w:rPr>
            </w:pPr>
          </w:p>
        </w:tc>
        <w:tc>
          <w:tcPr>
            <w:tcW w:w="0" w:type="auto"/>
            <w:vAlign w:val="center"/>
          </w:tcPr>
          <w:p w14:paraId="20D676DE" w14:textId="77777777" w:rsidR="00AD3DA1" w:rsidRPr="00835F44" w:rsidRDefault="00AD3DA1" w:rsidP="00AD3DA1">
            <w:pPr>
              <w:pStyle w:val="TAC"/>
              <w:keepNext w:val="0"/>
              <w:rPr>
                <w:rFonts w:eastAsia="Yu Mincho"/>
              </w:rPr>
            </w:pPr>
          </w:p>
        </w:tc>
        <w:tc>
          <w:tcPr>
            <w:tcW w:w="0" w:type="auto"/>
            <w:vAlign w:val="center"/>
          </w:tcPr>
          <w:p w14:paraId="5E9AF298" w14:textId="77777777" w:rsidR="00AD3DA1" w:rsidRPr="00835F44" w:rsidRDefault="00AD3DA1" w:rsidP="00AD3DA1">
            <w:pPr>
              <w:pStyle w:val="TAC"/>
              <w:keepNext w:val="0"/>
              <w:rPr>
                <w:rFonts w:eastAsia="Yu Mincho"/>
              </w:rPr>
            </w:pPr>
          </w:p>
        </w:tc>
        <w:tc>
          <w:tcPr>
            <w:tcW w:w="0" w:type="auto"/>
          </w:tcPr>
          <w:p w14:paraId="7959AA26" w14:textId="77777777" w:rsidR="00AD3DA1" w:rsidRPr="00835F44" w:rsidRDefault="00AD3DA1" w:rsidP="00AD3DA1">
            <w:pPr>
              <w:pStyle w:val="TAC"/>
              <w:keepNext w:val="0"/>
              <w:rPr>
                <w:rFonts w:eastAsia="Yu Mincho"/>
              </w:rPr>
            </w:pPr>
          </w:p>
        </w:tc>
        <w:tc>
          <w:tcPr>
            <w:tcW w:w="0" w:type="auto"/>
            <w:vAlign w:val="center"/>
          </w:tcPr>
          <w:p w14:paraId="7FE17A72" w14:textId="77777777" w:rsidR="00AD3DA1" w:rsidRPr="00835F44" w:rsidRDefault="00AD3DA1" w:rsidP="00AD3DA1">
            <w:pPr>
              <w:pStyle w:val="TAC"/>
              <w:keepNext w:val="0"/>
              <w:rPr>
                <w:rFonts w:eastAsia="Yu Mincho"/>
              </w:rPr>
            </w:pPr>
          </w:p>
        </w:tc>
        <w:tc>
          <w:tcPr>
            <w:tcW w:w="0" w:type="auto"/>
            <w:vAlign w:val="center"/>
          </w:tcPr>
          <w:p w14:paraId="0823775B" w14:textId="77777777" w:rsidR="00AD3DA1" w:rsidRPr="00835F44" w:rsidRDefault="00AD3DA1" w:rsidP="00AD3DA1">
            <w:pPr>
              <w:pStyle w:val="TAC"/>
              <w:keepNext w:val="0"/>
              <w:rPr>
                <w:rFonts w:eastAsia="Yu Mincho"/>
              </w:rPr>
            </w:pPr>
          </w:p>
        </w:tc>
        <w:tc>
          <w:tcPr>
            <w:tcW w:w="0" w:type="auto"/>
            <w:vAlign w:val="center"/>
          </w:tcPr>
          <w:p w14:paraId="53A68EFC" w14:textId="77777777" w:rsidR="00AD3DA1" w:rsidRPr="00835F44" w:rsidRDefault="00AD3DA1" w:rsidP="00AD3DA1">
            <w:pPr>
              <w:pStyle w:val="TAC"/>
              <w:keepNext w:val="0"/>
              <w:rPr>
                <w:rFonts w:eastAsia="Yu Mincho"/>
              </w:rPr>
            </w:pPr>
          </w:p>
        </w:tc>
        <w:tc>
          <w:tcPr>
            <w:tcW w:w="0" w:type="auto"/>
            <w:vAlign w:val="center"/>
          </w:tcPr>
          <w:p w14:paraId="37C84AD7" w14:textId="77777777" w:rsidR="00AD3DA1" w:rsidRPr="00835F44" w:rsidRDefault="00AD3DA1" w:rsidP="00AD3DA1">
            <w:pPr>
              <w:pStyle w:val="TAC"/>
              <w:keepNext w:val="0"/>
              <w:rPr>
                <w:rFonts w:eastAsia="Yu Mincho"/>
              </w:rPr>
            </w:pPr>
          </w:p>
        </w:tc>
        <w:tc>
          <w:tcPr>
            <w:tcW w:w="0" w:type="auto"/>
          </w:tcPr>
          <w:p w14:paraId="19EBE629" w14:textId="77777777" w:rsidR="00AD3DA1" w:rsidRPr="00835F44" w:rsidRDefault="00AD3DA1" w:rsidP="00AD3DA1">
            <w:pPr>
              <w:pStyle w:val="TAC"/>
              <w:keepNext w:val="0"/>
              <w:rPr>
                <w:rFonts w:eastAsia="Yu Mincho"/>
              </w:rPr>
            </w:pPr>
          </w:p>
        </w:tc>
        <w:tc>
          <w:tcPr>
            <w:tcW w:w="0" w:type="auto"/>
            <w:vAlign w:val="center"/>
          </w:tcPr>
          <w:p w14:paraId="09E97463" w14:textId="77777777" w:rsidR="00AD3DA1" w:rsidRPr="00835F44" w:rsidRDefault="00AD3DA1" w:rsidP="00AD3DA1">
            <w:pPr>
              <w:pStyle w:val="TAC"/>
              <w:keepNext w:val="0"/>
              <w:rPr>
                <w:rFonts w:eastAsia="Yu Mincho"/>
              </w:rPr>
            </w:pPr>
          </w:p>
        </w:tc>
      </w:tr>
      <w:tr w:rsidR="00AD3DA1" w:rsidRPr="00835F44" w14:paraId="7F03D2EB" w14:textId="77777777" w:rsidTr="000E530E">
        <w:trPr>
          <w:trHeight w:val="225"/>
          <w:jc w:val="center"/>
        </w:trPr>
        <w:tc>
          <w:tcPr>
            <w:tcW w:w="0" w:type="auto"/>
            <w:vMerge w:val="restart"/>
            <w:vAlign w:val="center"/>
          </w:tcPr>
          <w:p w14:paraId="37FA6A05" w14:textId="77777777" w:rsidR="00AD3DA1" w:rsidRPr="00835F44" w:rsidRDefault="00AD3DA1" w:rsidP="00AD3DA1">
            <w:pPr>
              <w:pStyle w:val="TAC"/>
              <w:keepNext w:val="0"/>
              <w:rPr>
                <w:rFonts w:eastAsia="Yu Mincho"/>
              </w:rPr>
            </w:pPr>
            <w:r w:rsidRPr="00835F44">
              <w:rPr>
                <w:rFonts w:eastAsia="Yu Mincho"/>
              </w:rPr>
              <w:t>n74</w:t>
            </w:r>
          </w:p>
        </w:tc>
        <w:tc>
          <w:tcPr>
            <w:tcW w:w="0" w:type="auto"/>
            <w:vAlign w:val="center"/>
          </w:tcPr>
          <w:p w14:paraId="1CC20960" w14:textId="77777777" w:rsidR="00AD3DA1" w:rsidRPr="00835F44" w:rsidRDefault="00AD3DA1" w:rsidP="00AD3DA1">
            <w:pPr>
              <w:pStyle w:val="TAC"/>
              <w:keepNext w:val="0"/>
              <w:rPr>
                <w:rFonts w:eastAsia="Yu Mincho"/>
              </w:rPr>
            </w:pPr>
            <w:r w:rsidRPr="00835F44">
              <w:rPr>
                <w:rFonts w:eastAsia="Yu Mincho"/>
              </w:rPr>
              <w:t>15</w:t>
            </w:r>
          </w:p>
        </w:tc>
        <w:tc>
          <w:tcPr>
            <w:tcW w:w="0" w:type="auto"/>
          </w:tcPr>
          <w:p w14:paraId="5AEE6D42"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07E25E76"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124E9469"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6BA034D1"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7C172A5C" w14:textId="77777777" w:rsidR="00AD3DA1" w:rsidRPr="00835F44" w:rsidRDefault="00AD3DA1" w:rsidP="00AD3DA1">
            <w:pPr>
              <w:pStyle w:val="TAC"/>
              <w:keepNext w:val="0"/>
              <w:rPr>
                <w:rFonts w:eastAsia="Yu Mincho"/>
              </w:rPr>
            </w:pPr>
          </w:p>
        </w:tc>
        <w:tc>
          <w:tcPr>
            <w:tcW w:w="0" w:type="auto"/>
          </w:tcPr>
          <w:p w14:paraId="1FC1161E" w14:textId="77777777" w:rsidR="00AD3DA1" w:rsidRPr="00835F44" w:rsidRDefault="00AD3DA1" w:rsidP="00AD3DA1">
            <w:pPr>
              <w:pStyle w:val="TAC"/>
              <w:keepNext w:val="0"/>
              <w:rPr>
                <w:rFonts w:eastAsia="Yu Mincho"/>
              </w:rPr>
            </w:pPr>
          </w:p>
        </w:tc>
        <w:tc>
          <w:tcPr>
            <w:tcW w:w="0" w:type="auto"/>
            <w:vAlign w:val="center"/>
          </w:tcPr>
          <w:p w14:paraId="4D7A38C4" w14:textId="77777777" w:rsidR="00AD3DA1" w:rsidRPr="00835F44" w:rsidRDefault="00AD3DA1" w:rsidP="00AD3DA1">
            <w:pPr>
              <w:pStyle w:val="TAC"/>
              <w:keepNext w:val="0"/>
              <w:rPr>
                <w:rFonts w:eastAsia="Yu Mincho"/>
              </w:rPr>
            </w:pPr>
          </w:p>
        </w:tc>
        <w:tc>
          <w:tcPr>
            <w:tcW w:w="0" w:type="auto"/>
            <w:vAlign w:val="center"/>
          </w:tcPr>
          <w:p w14:paraId="64E0960F" w14:textId="77777777" w:rsidR="00AD3DA1" w:rsidRPr="00835F44" w:rsidRDefault="00AD3DA1" w:rsidP="00AD3DA1">
            <w:pPr>
              <w:pStyle w:val="TAC"/>
              <w:keepNext w:val="0"/>
              <w:rPr>
                <w:rFonts w:eastAsia="Yu Mincho"/>
              </w:rPr>
            </w:pPr>
          </w:p>
        </w:tc>
        <w:tc>
          <w:tcPr>
            <w:tcW w:w="0" w:type="auto"/>
            <w:vAlign w:val="center"/>
          </w:tcPr>
          <w:p w14:paraId="16E9BC02" w14:textId="77777777" w:rsidR="00AD3DA1" w:rsidRPr="00835F44" w:rsidRDefault="00AD3DA1" w:rsidP="00AD3DA1">
            <w:pPr>
              <w:pStyle w:val="TAC"/>
              <w:keepNext w:val="0"/>
              <w:rPr>
                <w:rFonts w:eastAsia="Yu Mincho"/>
              </w:rPr>
            </w:pPr>
          </w:p>
        </w:tc>
        <w:tc>
          <w:tcPr>
            <w:tcW w:w="0" w:type="auto"/>
            <w:vAlign w:val="center"/>
          </w:tcPr>
          <w:p w14:paraId="1FDE4430" w14:textId="77777777" w:rsidR="00AD3DA1" w:rsidRPr="00835F44" w:rsidRDefault="00AD3DA1" w:rsidP="00AD3DA1">
            <w:pPr>
              <w:pStyle w:val="TAC"/>
              <w:keepNext w:val="0"/>
              <w:rPr>
                <w:rFonts w:eastAsia="Yu Mincho"/>
              </w:rPr>
            </w:pPr>
          </w:p>
        </w:tc>
        <w:tc>
          <w:tcPr>
            <w:tcW w:w="0" w:type="auto"/>
          </w:tcPr>
          <w:p w14:paraId="2CEAA667" w14:textId="77777777" w:rsidR="00AD3DA1" w:rsidRPr="00835F44" w:rsidRDefault="00AD3DA1" w:rsidP="00AD3DA1">
            <w:pPr>
              <w:pStyle w:val="TAC"/>
              <w:keepNext w:val="0"/>
              <w:rPr>
                <w:rFonts w:eastAsia="Yu Mincho"/>
              </w:rPr>
            </w:pPr>
          </w:p>
        </w:tc>
        <w:tc>
          <w:tcPr>
            <w:tcW w:w="0" w:type="auto"/>
            <w:vAlign w:val="center"/>
          </w:tcPr>
          <w:p w14:paraId="40FE8367" w14:textId="77777777" w:rsidR="00AD3DA1" w:rsidRPr="00835F44" w:rsidRDefault="00AD3DA1" w:rsidP="00AD3DA1">
            <w:pPr>
              <w:pStyle w:val="TAC"/>
              <w:keepNext w:val="0"/>
              <w:rPr>
                <w:rFonts w:eastAsia="Yu Mincho"/>
              </w:rPr>
            </w:pPr>
          </w:p>
        </w:tc>
      </w:tr>
      <w:tr w:rsidR="00AD3DA1" w:rsidRPr="00835F44" w14:paraId="7084E53C" w14:textId="77777777" w:rsidTr="000E530E">
        <w:trPr>
          <w:trHeight w:val="225"/>
          <w:jc w:val="center"/>
        </w:trPr>
        <w:tc>
          <w:tcPr>
            <w:tcW w:w="0" w:type="auto"/>
            <w:vMerge/>
            <w:vAlign w:val="center"/>
          </w:tcPr>
          <w:p w14:paraId="50BF6CAB" w14:textId="77777777" w:rsidR="00AD3DA1" w:rsidRPr="00835F44" w:rsidRDefault="00AD3DA1" w:rsidP="00AD3DA1">
            <w:pPr>
              <w:pStyle w:val="TAC"/>
              <w:keepNext w:val="0"/>
              <w:rPr>
                <w:rFonts w:eastAsia="Yu Mincho"/>
              </w:rPr>
            </w:pPr>
          </w:p>
        </w:tc>
        <w:tc>
          <w:tcPr>
            <w:tcW w:w="0" w:type="auto"/>
            <w:vAlign w:val="center"/>
          </w:tcPr>
          <w:p w14:paraId="5AB8BA28" w14:textId="77777777" w:rsidR="00AD3DA1" w:rsidRPr="00835F44" w:rsidRDefault="00AD3DA1" w:rsidP="00AD3DA1">
            <w:pPr>
              <w:pStyle w:val="TAC"/>
              <w:keepNext w:val="0"/>
              <w:rPr>
                <w:rFonts w:eastAsia="Yu Mincho"/>
              </w:rPr>
            </w:pPr>
            <w:r w:rsidRPr="00835F44">
              <w:rPr>
                <w:rFonts w:eastAsia="Yu Mincho"/>
              </w:rPr>
              <w:t>30</w:t>
            </w:r>
          </w:p>
        </w:tc>
        <w:tc>
          <w:tcPr>
            <w:tcW w:w="0" w:type="auto"/>
          </w:tcPr>
          <w:p w14:paraId="7BCA68CB" w14:textId="77777777" w:rsidR="00AD3DA1" w:rsidRPr="00835F44" w:rsidRDefault="00AD3DA1" w:rsidP="00AD3DA1">
            <w:pPr>
              <w:pStyle w:val="TAC"/>
              <w:keepNext w:val="0"/>
              <w:rPr>
                <w:rFonts w:eastAsia="Yu Mincho"/>
              </w:rPr>
            </w:pPr>
          </w:p>
        </w:tc>
        <w:tc>
          <w:tcPr>
            <w:tcW w:w="0" w:type="auto"/>
          </w:tcPr>
          <w:p w14:paraId="1F2332E7"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246484D6"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3F48D312"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67D61E65" w14:textId="77777777" w:rsidR="00AD3DA1" w:rsidRPr="00835F44" w:rsidRDefault="00AD3DA1" w:rsidP="00AD3DA1">
            <w:pPr>
              <w:pStyle w:val="TAC"/>
              <w:keepNext w:val="0"/>
              <w:rPr>
                <w:rFonts w:eastAsia="Yu Mincho"/>
              </w:rPr>
            </w:pPr>
          </w:p>
        </w:tc>
        <w:tc>
          <w:tcPr>
            <w:tcW w:w="0" w:type="auto"/>
          </w:tcPr>
          <w:p w14:paraId="1C590620" w14:textId="77777777" w:rsidR="00AD3DA1" w:rsidRPr="00835F44" w:rsidRDefault="00AD3DA1" w:rsidP="00AD3DA1">
            <w:pPr>
              <w:pStyle w:val="TAC"/>
              <w:keepNext w:val="0"/>
              <w:rPr>
                <w:rFonts w:eastAsia="Yu Mincho"/>
              </w:rPr>
            </w:pPr>
          </w:p>
        </w:tc>
        <w:tc>
          <w:tcPr>
            <w:tcW w:w="0" w:type="auto"/>
            <w:vAlign w:val="center"/>
          </w:tcPr>
          <w:p w14:paraId="1E4CAFA7" w14:textId="77777777" w:rsidR="00AD3DA1" w:rsidRPr="00835F44" w:rsidRDefault="00AD3DA1" w:rsidP="00AD3DA1">
            <w:pPr>
              <w:pStyle w:val="TAC"/>
              <w:keepNext w:val="0"/>
              <w:rPr>
                <w:rFonts w:eastAsia="Yu Mincho"/>
              </w:rPr>
            </w:pPr>
          </w:p>
        </w:tc>
        <w:tc>
          <w:tcPr>
            <w:tcW w:w="0" w:type="auto"/>
            <w:vAlign w:val="center"/>
          </w:tcPr>
          <w:p w14:paraId="7EFB4BB7" w14:textId="77777777" w:rsidR="00AD3DA1" w:rsidRPr="00835F44" w:rsidRDefault="00AD3DA1" w:rsidP="00AD3DA1">
            <w:pPr>
              <w:pStyle w:val="TAC"/>
              <w:keepNext w:val="0"/>
              <w:rPr>
                <w:rFonts w:eastAsia="Yu Mincho"/>
              </w:rPr>
            </w:pPr>
          </w:p>
        </w:tc>
        <w:tc>
          <w:tcPr>
            <w:tcW w:w="0" w:type="auto"/>
            <w:vAlign w:val="center"/>
          </w:tcPr>
          <w:p w14:paraId="0994B893" w14:textId="77777777" w:rsidR="00AD3DA1" w:rsidRPr="00835F44" w:rsidRDefault="00AD3DA1" w:rsidP="00AD3DA1">
            <w:pPr>
              <w:pStyle w:val="TAC"/>
              <w:keepNext w:val="0"/>
              <w:rPr>
                <w:rFonts w:eastAsia="Yu Mincho"/>
              </w:rPr>
            </w:pPr>
          </w:p>
        </w:tc>
        <w:tc>
          <w:tcPr>
            <w:tcW w:w="0" w:type="auto"/>
            <w:vAlign w:val="center"/>
          </w:tcPr>
          <w:p w14:paraId="29799414" w14:textId="77777777" w:rsidR="00AD3DA1" w:rsidRPr="00835F44" w:rsidRDefault="00AD3DA1" w:rsidP="00AD3DA1">
            <w:pPr>
              <w:pStyle w:val="TAC"/>
              <w:keepNext w:val="0"/>
              <w:rPr>
                <w:rFonts w:eastAsia="Yu Mincho"/>
              </w:rPr>
            </w:pPr>
          </w:p>
        </w:tc>
        <w:tc>
          <w:tcPr>
            <w:tcW w:w="0" w:type="auto"/>
          </w:tcPr>
          <w:p w14:paraId="38329157" w14:textId="77777777" w:rsidR="00AD3DA1" w:rsidRPr="00835F44" w:rsidRDefault="00AD3DA1" w:rsidP="00AD3DA1">
            <w:pPr>
              <w:pStyle w:val="TAC"/>
              <w:keepNext w:val="0"/>
              <w:rPr>
                <w:rFonts w:eastAsia="Yu Mincho"/>
              </w:rPr>
            </w:pPr>
          </w:p>
        </w:tc>
        <w:tc>
          <w:tcPr>
            <w:tcW w:w="0" w:type="auto"/>
            <w:vAlign w:val="center"/>
          </w:tcPr>
          <w:p w14:paraId="06FE9ACA" w14:textId="77777777" w:rsidR="00AD3DA1" w:rsidRPr="00835F44" w:rsidRDefault="00AD3DA1" w:rsidP="00AD3DA1">
            <w:pPr>
              <w:pStyle w:val="TAC"/>
              <w:keepNext w:val="0"/>
              <w:rPr>
                <w:rFonts w:eastAsia="Yu Mincho"/>
              </w:rPr>
            </w:pPr>
          </w:p>
        </w:tc>
      </w:tr>
      <w:tr w:rsidR="00AD3DA1" w:rsidRPr="00835F44" w14:paraId="14FAF848" w14:textId="77777777" w:rsidTr="000E530E">
        <w:trPr>
          <w:trHeight w:val="225"/>
          <w:jc w:val="center"/>
        </w:trPr>
        <w:tc>
          <w:tcPr>
            <w:tcW w:w="0" w:type="auto"/>
            <w:vMerge/>
            <w:vAlign w:val="center"/>
          </w:tcPr>
          <w:p w14:paraId="355B354B" w14:textId="77777777" w:rsidR="00AD3DA1" w:rsidRPr="00835F44" w:rsidRDefault="00AD3DA1" w:rsidP="00AD3DA1">
            <w:pPr>
              <w:pStyle w:val="TAC"/>
              <w:keepNext w:val="0"/>
              <w:rPr>
                <w:rFonts w:eastAsia="Yu Mincho"/>
              </w:rPr>
            </w:pPr>
          </w:p>
        </w:tc>
        <w:tc>
          <w:tcPr>
            <w:tcW w:w="0" w:type="auto"/>
            <w:vAlign w:val="center"/>
          </w:tcPr>
          <w:p w14:paraId="071859E3" w14:textId="77777777" w:rsidR="00AD3DA1" w:rsidRPr="00835F44" w:rsidRDefault="00AD3DA1" w:rsidP="00AD3DA1">
            <w:pPr>
              <w:pStyle w:val="TAC"/>
              <w:keepNext w:val="0"/>
              <w:rPr>
                <w:rFonts w:eastAsia="Yu Mincho"/>
              </w:rPr>
            </w:pPr>
            <w:r w:rsidRPr="00835F44">
              <w:rPr>
                <w:rFonts w:eastAsia="Yu Mincho"/>
              </w:rPr>
              <w:t>60</w:t>
            </w:r>
          </w:p>
        </w:tc>
        <w:tc>
          <w:tcPr>
            <w:tcW w:w="0" w:type="auto"/>
          </w:tcPr>
          <w:p w14:paraId="4C3D128F" w14:textId="77777777" w:rsidR="00AD3DA1" w:rsidRPr="00835F44" w:rsidRDefault="00AD3DA1" w:rsidP="00AD3DA1">
            <w:pPr>
              <w:pStyle w:val="TAC"/>
              <w:keepNext w:val="0"/>
              <w:rPr>
                <w:rFonts w:eastAsia="Yu Mincho"/>
              </w:rPr>
            </w:pPr>
          </w:p>
        </w:tc>
        <w:tc>
          <w:tcPr>
            <w:tcW w:w="0" w:type="auto"/>
            <w:vAlign w:val="center"/>
          </w:tcPr>
          <w:p w14:paraId="5DFDE186"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6FC1A8E5"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73794383"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0E1FEF34" w14:textId="77777777" w:rsidR="00AD3DA1" w:rsidRPr="00835F44" w:rsidRDefault="00AD3DA1" w:rsidP="00AD3DA1">
            <w:pPr>
              <w:pStyle w:val="TAC"/>
              <w:keepNext w:val="0"/>
              <w:rPr>
                <w:rFonts w:eastAsia="Yu Mincho"/>
              </w:rPr>
            </w:pPr>
          </w:p>
        </w:tc>
        <w:tc>
          <w:tcPr>
            <w:tcW w:w="0" w:type="auto"/>
          </w:tcPr>
          <w:p w14:paraId="7A28660B" w14:textId="77777777" w:rsidR="00AD3DA1" w:rsidRPr="00835F44" w:rsidRDefault="00AD3DA1" w:rsidP="00AD3DA1">
            <w:pPr>
              <w:pStyle w:val="TAC"/>
              <w:keepNext w:val="0"/>
              <w:rPr>
                <w:rFonts w:eastAsia="Yu Mincho"/>
              </w:rPr>
            </w:pPr>
          </w:p>
        </w:tc>
        <w:tc>
          <w:tcPr>
            <w:tcW w:w="0" w:type="auto"/>
            <w:vAlign w:val="center"/>
          </w:tcPr>
          <w:p w14:paraId="7ADFB120" w14:textId="77777777" w:rsidR="00AD3DA1" w:rsidRPr="00835F44" w:rsidRDefault="00AD3DA1" w:rsidP="00AD3DA1">
            <w:pPr>
              <w:pStyle w:val="TAC"/>
              <w:keepNext w:val="0"/>
              <w:rPr>
                <w:rFonts w:eastAsia="Yu Mincho"/>
              </w:rPr>
            </w:pPr>
          </w:p>
        </w:tc>
        <w:tc>
          <w:tcPr>
            <w:tcW w:w="0" w:type="auto"/>
            <w:vAlign w:val="center"/>
          </w:tcPr>
          <w:p w14:paraId="729AFFA6" w14:textId="77777777" w:rsidR="00AD3DA1" w:rsidRPr="00835F44" w:rsidRDefault="00AD3DA1" w:rsidP="00AD3DA1">
            <w:pPr>
              <w:pStyle w:val="TAC"/>
              <w:keepNext w:val="0"/>
              <w:rPr>
                <w:rFonts w:eastAsia="Yu Mincho"/>
              </w:rPr>
            </w:pPr>
          </w:p>
        </w:tc>
        <w:tc>
          <w:tcPr>
            <w:tcW w:w="0" w:type="auto"/>
            <w:vAlign w:val="center"/>
          </w:tcPr>
          <w:p w14:paraId="3F4E7A37" w14:textId="77777777" w:rsidR="00AD3DA1" w:rsidRPr="00835F44" w:rsidRDefault="00AD3DA1" w:rsidP="00AD3DA1">
            <w:pPr>
              <w:pStyle w:val="TAC"/>
              <w:keepNext w:val="0"/>
              <w:rPr>
                <w:rFonts w:eastAsia="Yu Mincho"/>
              </w:rPr>
            </w:pPr>
          </w:p>
        </w:tc>
        <w:tc>
          <w:tcPr>
            <w:tcW w:w="0" w:type="auto"/>
            <w:vAlign w:val="center"/>
          </w:tcPr>
          <w:p w14:paraId="40B37403" w14:textId="77777777" w:rsidR="00AD3DA1" w:rsidRPr="00835F44" w:rsidRDefault="00AD3DA1" w:rsidP="00AD3DA1">
            <w:pPr>
              <w:pStyle w:val="TAC"/>
              <w:keepNext w:val="0"/>
              <w:rPr>
                <w:rFonts w:eastAsia="Yu Mincho"/>
              </w:rPr>
            </w:pPr>
          </w:p>
        </w:tc>
        <w:tc>
          <w:tcPr>
            <w:tcW w:w="0" w:type="auto"/>
          </w:tcPr>
          <w:p w14:paraId="3F765D5F" w14:textId="77777777" w:rsidR="00AD3DA1" w:rsidRPr="00835F44" w:rsidRDefault="00AD3DA1" w:rsidP="00AD3DA1">
            <w:pPr>
              <w:pStyle w:val="TAC"/>
              <w:keepNext w:val="0"/>
              <w:rPr>
                <w:rFonts w:eastAsia="Yu Mincho"/>
              </w:rPr>
            </w:pPr>
          </w:p>
        </w:tc>
        <w:tc>
          <w:tcPr>
            <w:tcW w:w="0" w:type="auto"/>
            <w:vAlign w:val="center"/>
          </w:tcPr>
          <w:p w14:paraId="3AE8EDE3" w14:textId="77777777" w:rsidR="00AD3DA1" w:rsidRPr="00835F44" w:rsidRDefault="00AD3DA1" w:rsidP="00AD3DA1">
            <w:pPr>
              <w:pStyle w:val="TAC"/>
              <w:keepNext w:val="0"/>
              <w:rPr>
                <w:rFonts w:eastAsia="Yu Mincho"/>
              </w:rPr>
            </w:pPr>
          </w:p>
        </w:tc>
      </w:tr>
      <w:tr w:rsidR="00AD3DA1" w:rsidRPr="00835F44" w14:paraId="3887691F" w14:textId="77777777" w:rsidTr="000E530E">
        <w:trPr>
          <w:trHeight w:val="225"/>
          <w:jc w:val="center"/>
        </w:trPr>
        <w:tc>
          <w:tcPr>
            <w:tcW w:w="0" w:type="auto"/>
            <w:vMerge w:val="restart"/>
            <w:vAlign w:val="center"/>
            <w:hideMark/>
          </w:tcPr>
          <w:p w14:paraId="7B139B53" w14:textId="77777777" w:rsidR="00AD3DA1" w:rsidRPr="00835F44" w:rsidRDefault="00AD3DA1" w:rsidP="00AD3DA1">
            <w:pPr>
              <w:pStyle w:val="TAC"/>
              <w:keepNext w:val="0"/>
              <w:rPr>
                <w:rFonts w:eastAsia="Yu Mincho"/>
              </w:rPr>
            </w:pPr>
            <w:r w:rsidRPr="00835F44">
              <w:rPr>
                <w:rFonts w:eastAsia="Yu Mincho"/>
              </w:rPr>
              <w:t>n75</w:t>
            </w:r>
          </w:p>
        </w:tc>
        <w:tc>
          <w:tcPr>
            <w:tcW w:w="0" w:type="auto"/>
            <w:vAlign w:val="center"/>
            <w:hideMark/>
          </w:tcPr>
          <w:p w14:paraId="3A3AAFB2" w14:textId="77777777" w:rsidR="00AD3DA1" w:rsidRPr="00835F44" w:rsidRDefault="00AD3DA1" w:rsidP="00AD3DA1">
            <w:pPr>
              <w:pStyle w:val="TAC"/>
              <w:keepNext w:val="0"/>
              <w:rPr>
                <w:rFonts w:eastAsia="Yu Mincho"/>
              </w:rPr>
            </w:pPr>
            <w:r w:rsidRPr="00835F44">
              <w:rPr>
                <w:rFonts w:eastAsia="Yu Mincho"/>
              </w:rPr>
              <w:t>15</w:t>
            </w:r>
          </w:p>
        </w:tc>
        <w:tc>
          <w:tcPr>
            <w:tcW w:w="0" w:type="auto"/>
            <w:hideMark/>
          </w:tcPr>
          <w:p w14:paraId="787312E8"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71A946EA"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061269EF"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0B76B119"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6374B331" w14:textId="77777777" w:rsidR="00AD3DA1" w:rsidRPr="00835F44" w:rsidRDefault="00AD3DA1" w:rsidP="00AD3DA1">
            <w:pPr>
              <w:pStyle w:val="TAC"/>
              <w:keepNext w:val="0"/>
              <w:rPr>
                <w:rFonts w:eastAsia="Yu Mincho"/>
              </w:rPr>
            </w:pPr>
          </w:p>
        </w:tc>
        <w:tc>
          <w:tcPr>
            <w:tcW w:w="0" w:type="auto"/>
          </w:tcPr>
          <w:p w14:paraId="0F0B57F7" w14:textId="77777777" w:rsidR="00AD3DA1" w:rsidRPr="00835F44" w:rsidRDefault="00AD3DA1" w:rsidP="00AD3DA1">
            <w:pPr>
              <w:pStyle w:val="TAC"/>
              <w:keepNext w:val="0"/>
              <w:rPr>
                <w:rFonts w:eastAsia="Yu Mincho"/>
              </w:rPr>
            </w:pPr>
          </w:p>
        </w:tc>
        <w:tc>
          <w:tcPr>
            <w:tcW w:w="0" w:type="auto"/>
            <w:vAlign w:val="center"/>
          </w:tcPr>
          <w:p w14:paraId="413A4731" w14:textId="77777777" w:rsidR="00AD3DA1" w:rsidRPr="00835F44" w:rsidRDefault="00AD3DA1" w:rsidP="00AD3DA1">
            <w:pPr>
              <w:pStyle w:val="TAC"/>
              <w:keepNext w:val="0"/>
              <w:rPr>
                <w:rFonts w:eastAsia="Yu Mincho"/>
              </w:rPr>
            </w:pPr>
          </w:p>
        </w:tc>
        <w:tc>
          <w:tcPr>
            <w:tcW w:w="0" w:type="auto"/>
            <w:vAlign w:val="center"/>
          </w:tcPr>
          <w:p w14:paraId="73C9FFEF" w14:textId="77777777" w:rsidR="00AD3DA1" w:rsidRPr="00835F44" w:rsidRDefault="00AD3DA1" w:rsidP="00AD3DA1">
            <w:pPr>
              <w:pStyle w:val="TAC"/>
              <w:keepNext w:val="0"/>
              <w:rPr>
                <w:rFonts w:eastAsia="Yu Mincho"/>
              </w:rPr>
            </w:pPr>
          </w:p>
        </w:tc>
        <w:tc>
          <w:tcPr>
            <w:tcW w:w="0" w:type="auto"/>
            <w:vAlign w:val="center"/>
          </w:tcPr>
          <w:p w14:paraId="276C6B90" w14:textId="77777777" w:rsidR="00AD3DA1" w:rsidRPr="00835F44" w:rsidRDefault="00AD3DA1" w:rsidP="00AD3DA1">
            <w:pPr>
              <w:pStyle w:val="TAC"/>
              <w:keepNext w:val="0"/>
              <w:rPr>
                <w:rFonts w:eastAsia="Yu Mincho"/>
              </w:rPr>
            </w:pPr>
          </w:p>
        </w:tc>
        <w:tc>
          <w:tcPr>
            <w:tcW w:w="0" w:type="auto"/>
            <w:vAlign w:val="center"/>
          </w:tcPr>
          <w:p w14:paraId="056730FB" w14:textId="77777777" w:rsidR="00AD3DA1" w:rsidRPr="00835F44" w:rsidRDefault="00AD3DA1" w:rsidP="00AD3DA1">
            <w:pPr>
              <w:pStyle w:val="TAC"/>
              <w:keepNext w:val="0"/>
              <w:rPr>
                <w:rFonts w:eastAsia="Yu Mincho"/>
              </w:rPr>
            </w:pPr>
          </w:p>
        </w:tc>
        <w:tc>
          <w:tcPr>
            <w:tcW w:w="0" w:type="auto"/>
          </w:tcPr>
          <w:p w14:paraId="62CED377" w14:textId="77777777" w:rsidR="00AD3DA1" w:rsidRPr="00835F44" w:rsidRDefault="00AD3DA1" w:rsidP="00AD3DA1">
            <w:pPr>
              <w:pStyle w:val="TAC"/>
              <w:keepNext w:val="0"/>
              <w:rPr>
                <w:rFonts w:eastAsia="Yu Mincho"/>
              </w:rPr>
            </w:pPr>
          </w:p>
        </w:tc>
        <w:tc>
          <w:tcPr>
            <w:tcW w:w="0" w:type="auto"/>
            <w:vAlign w:val="center"/>
          </w:tcPr>
          <w:p w14:paraId="3393649B" w14:textId="77777777" w:rsidR="00AD3DA1" w:rsidRPr="00835F44" w:rsidRDefault="00AD3DA1" w:rsidP="00AD3DA1">
            <w:pPr>
              <w:pStyle w:val="TAC"/>
              <w:keepNext w:val="0"/>
              <w:rPr>
                <w:rFonts w:eastAsia="Yu Mincho"/>
              </w:rPr>
            </w:pPr>
          </w:p>
        </w:tc>
      </w:tr>
      <w:tr w:rsidR="00AD3DA1" w:rsidRPr="00835F44" w14:paraId="5201E0A0" w14:textId="77777777" w:rsidTr="000E530E">
        <w:trPr>
          <w:trHeight w:val="225"/>
          <w:jc w:val="center"/>
        </w:trPr>
        <w:tc>
          <w:tcPr>
            <w:tcW w:w="0" w:type="auto"/>
            <w:vMerge/>
            <w:vAlign w:val="center"/>
            <w:hideMark/>
          </w:tcPr>
          <w:p w14:paraId="3DD8A9CC" w14:textId="77777777" w:rsidR="00AD3DA1" w:rsidRPr="00835F44" w:rsidRDefault="00AD3DA1" w:rsidP="00AD3DA1">
            <w:pPr>
              <w:pStyle w:val="TAC"/>
              <w:keepNext w:val="0"/>
              <w:rPr>
                <w:rFonts w:eastAsia="Yu Mincho"/>
              </w:rPr>
            </w:pPr>
          </w:p>
        </w:tc>
        <w:tc>
          <w:tcPr>
            <w:tcW w:w="0" w:type="auto"/>
            <w:vAlign w:val="center"/>
            <w:hideMark/>
          </w:tcPr>
          <w:p w14:paraId="3BF6C14A" w14:textId="77777777" w:rsidR="00AD3DA1" w:rsidRPr="00835F44" w:rsidRDefault="00AD3DA1" w:rsidP="00AD3DA1">
            <w:pPr>
              <w:pStyle w:val="TAC"/>
              <w:keepNext w:val="0"/>
              <w:rPr>
                <w:rFonts w:eastAsia="Yu Mincho"/>
              </w:rPr>
            </w:pPr>
            <w:r w:rsidRPr="00835F44">
              <w:rPr>
                <w:rFonts w:eastAsia="Yu Mincho"/>
              </w:rPr>
              <w:t>30</w:t>
            </w:r>
          </w:p>
        </w:tc>
        <w:tc>
          <w:tcPr>
            <w:tcW w:w="0" w:type="auto"/>
          </w:tcPr>
          <w:p w14:paraId="046206FB" w14:textId="77777777" w:rsidR="00AD3DA1" w:rsidRPr="00835F44" w:rsidRDefault="00AD3DA1" w:rsidP="00AD3DA1">
            <w:pPr>
              <w:pStyle w:val="TAC"/>
              <w:keepNext w:val="0"/>
              <w:rPr>
                <w:rFonts w:eastAsia="Yu Mincho"/>
              </w:rPr>
            </w:pPr>
          </w:p>
        </w:tc>
        <w:tc>
          <w:tcPr>
            <w:tcW w:w="0" w:type="auto"/>
            <w:hideMark/>
          </w:tcPr>
          <w:p w14:paraId="3FB28F85"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4038ADF8"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5976D5F7"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3EFB3A86" w14:textId="77777777" w:rsidR="00AD3DA1" w:rsidRPr="00835F44" w:rsidRDefault="00AD3DA1" w:rsidP="00AD3DA1">
            <w:pPr>
              <w:pStyle w:val="TAC"/>
              <w:keepNext w:val="0"/>
              <w:rPr>
                <w:rFonts w:eastAsia="Yu Mincho"/>
              </w:rPr>
            </w:pPr>
          </w:p>
        </w:tc>
        <w:tc>
          <w:tcPr>
            <w:tcW w:w="0" w:type="auto"/>
          </w:tcPr>
          <w:p w14:paraId="4700FFB2" w14:textId="77777777" w:rsidR="00AD3DA1" w:rsidRPr="00835F44" w:rsidRDefault="00AD3DA1" w:rsidP="00AD3DA1">
            <w:pPr>
              <w:pStyle w:val="TAC"/>
              <w:keepNext w:val="0"/>
              <w:rPr>
                <w:rFonts w:eastAsia="Yu Mincho"/>
              </w:rPr>
            </w:pPr>
          </w:p>
        </w:tc>
        <w:tc>
          <w:tcPr>
            <w:tcW w:w="0" w:type="auto"/>
            <w:vAlign w:val="center"/>
          </w:tcPr>
          <w:p w14:paraId="0C5E216A" w14:textId="77777777" w:rsidR="00AD3DA1" w:rsidRPr="00835F44" w:rsidRDefault="00AD3DA1" w:rsidP="00AD3DA1">
            <w:pPr>
              <w:pStyle w:val="TAC"/>
              <w:keepNext w:val="0"/>
              <w:rPr>
                <w:rFonts w:eastAsia="Yu Mincho"/>
              </w:rPr>
            </w:pPr>
          </w:p>
        </w:tc>
        <w:tc>
          <w:tcPr>
            <w:tcW w:w="0" w:type="auto"/>
            <w:vAlign w:val="center"/>
          </w:tcPr>
          <w:p w14:paraId="12349981" w14:textId="77777777" w:rsidR="00AD3DA1" w:rsidRPr="00835F44" w:rsidRDefault="00AD3DA1" w:rsidP="00AD3DA1">
            <w:pPr>
              <w:pStyle w:val="TAC"/>
              <w:keepNext w:val="0"/>
              <w:rPr>
                <w:rFonts w:eastAsia="Yu Mincho"/>
              </w:rPr>
            </w:pPr>
          </w:p>
        </w:tc>
        <w:tc>
          <w:tcPr>
            <w:tcW w:w="0" w:type="auto"/>
            <w:vAlign w:val="center"/>
          </w:tcPr>
          <w:p w14:paraId="06F1B3F9" w14:textId="77777777" w:rsidR="00AD3DA1" w:rsidRPr="00835F44" w:rsidRDefault="00AD3DA1" w:rsidP="00AD3DA1">
            <w:pPr>
              <w:pStyle w:val="TAC"/>
              <w:keepNext w:val="0"/>
              <w:rPr>
                <w:rFonts w:eastAsia="Yu Mincho"/>
              </w:rPr>
            </w:pPr>
          </w:p>
        </w:tc>
        <w:tc>
          <w:tcPr>
            <w:tcW w:w="0" w:type="auto"/>
            <w:vAlign w:val="center"/>
          </w:tcPr>
          <w:p w14:paraId="0191FD3A" w14:textId="77777777" w:rsidR="00AD3DA1" w:rsidRPr="00835F44" w:rsidRDefault="00AD3DA1" w:rsidP="00AD3DA1">
            <w:pPr>
              <w:pStyle w:val="TAC"/>
              <w:keepNext w:val="0"/>
              <w:rPr>
                <w:rFonts w:eastAsia="Yu Mincho"/>
              </w:rPr>
            </w:pPr>
          </w:p>
        </w:tc>
        <w:tc>
          <w:tcPr>
            <w:tcW w:w="0" w:type="auto"/>
          </w:tcPr>
          <w:p w14:paraId="58AC3C29" w14:textId="77777777" w:rsidR="00AD3DA1" w:rsidRPr="00835F44" w:rsidRDefault="00AD3DA1" w:rsidP="00AD3DA1">
            <w:pPr>
              <w:pStyle w:val="TAC"/>
              <w:keepNext w:val="0"/>
              <w:rPr>
                <w:rFonts w:eastAsia="Yu Mincho"/>
              </w:rPr>
            </w:pPr>
          </w:p>
        </w:tc>
        <w:tc>
          <w:tcPr>
            <w:tcW w:w="0" w:type="auto"/>
            <w:vAlign w:val="center"/>
          </w:tcPr>
          <w:p w14:paraId="628CE389" w14:textId="77777777" w:rsidR="00AD3DA1" w:rsidRPr="00835F44" w:rsidRDefault="00AD3DA1" w:rsidP="00AD3DA1">
            <w:pPr>
              <w:pStyle w:val="TAC"/>
              <w:keepNext w:val="0"/>
              <w:rPr>
                <w:rFonts w:eastAsia="Yu Mincho"/>
              </w:rPr>
            </w:pPr>
          </w:p>
        </w:tc>
      </w:tr>
      <w:tr w:rsidR="00AD3DA1" w:rsidRPr="00835F44" w14:paraId="34EA541F" w14:textId="77777777" w:rsidTr="000E530E">
        <w:trPr>
          <w:trHeight w:val="225"/>
          <w:jc w:val="center"/>
        </w:trPr>
        <w:tc>
          <w:tcPr>
            <w:tcW w:w="0" w:type="auto"/>
            <w:vMerge/>
            <w:vAlign w:val="center"/>
            <w:hideMark/>
          </w:tcPr>
          <w:p w14:paraId="2D133C82" w14:textId="77777777" w:rsidR="00AD3DA1" w:rsidRPr="00835F44" w:rsidRDefault="00AD3DA1" w:rsidP="00AD3DA1">
            <w:pPr>
              <w:pStyle w:val="TAC"/>
              <w:keepNext w:val="0"/>
              <w:rPr>
                <w:rFonts w:eastAsia="Yu Mincho"/>
              </w:rPr>
            </w:pPr>
          </w:p>
        </w:tc>
        <w:tc>
          <w:tcPr>
            <w:tcW w:w="0" w:type="auto"/>
            <w:vAlign w:val="center"/>
            <w:hideMark/>
          </w:tcPr>
          <w:p w14:paraId="56050DA8" w14:textId="77777777" w:rsidR="00AD3DA1" w:rsidRPr="00835F44" w:rsidRDefault="00AD3DA1" w:rsidP="00AD3DA1">
            <w:pPr>
              <w:pStyle w:val="TAC"/>
              <w:keepNext w:val="0"/>
              <w:rPr>
                <w:rFonts w:eastAsia="Yu Mincho"/>
              </w:rPr>
            </w:pPr>
            <w:r w:rsidRPr="00835F44">
              <w:rPr>
                <w:rFonts w:eastAsia="Yu Mincho"/>
              </w:rPr>
              <w:t>60</w:t>
            </w:r>
          </w:p>
        </w:tc>
        <w:tc>
          <w:tcPr>
            <w:tcW w:w="0" w:type="auto"/>
          </w:tcPr>
          <w:p w14:paraId="1AE9DC58" w14:textId="77777777" w:rsidR="00AD3DA1" w:rsidRPr="00835F44" w:rsidRDefault="00AD3DA1" w:rsidP="00AD3DA1">
            <w:pPr>
              <w:pStyle w:val="TAC"/>
              <w:keepNext w:val="0"/>
              <w:rPr>
                <w:rFonts w:eastAsia="Yu Mincho"/>
              </w:rPr>
            </w:pPr>
          </w:p>
        </w:tc>
        <w:tc>
          <w:tcPr>
            <w:tcW w:w="0" w:type="auto"/>
            <w:vAlign w:val="center"/>
            <w:hideMark/>
          </w:tcPr>
          <w:p w14:paraId="18B6EE8B"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3CEA046B"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78B84001"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4F7C5CF9" w14:textId="77777777" w:rsidR="00AD3DA1" w:rsidRPr="00835F44" w:rsidRDefault="00AD3DA1" w:rsidP="00AD3DA1">
            <w:pPr>
              <w:pStyle w:val="TAC"/>
              <w:keepNext w:val="0"/>
              <w:rPr>
                <w:rFonts w:eastAsia="Yu Mincho"/>
              </w:rPr>
            </w:pPr>
          </w:p>
        </w:tc>
        <w:tc>
          <w:tcPr>
            <w:tcW w:w="0" w:type="auto"/>
          </w:tcPr>
          <w:p w14:paraId="7107AAF9" w14:textId="77777777" w:rsidR="00AD3DA1" w:rsidRPr="00835F44" w:rsidRDefault="00AD3DA1" w:rsidP="00AD3DA1">
            <w:pPr>
              <w:pStyle w:val="TAC"/>
              <w:keepNext w:val="0"/>
              <w:rPr>
                <w:rFonts w:eastAsia="Yu Mincho"/>
              </w:rPr>
            </w:pPr>
          </w:p>
        </w:tc>
        <w:tc>
          <w:tcPr>
            <w:tcW w:w="0" w:type="auto"/>
            <w:vAlign w:val="center"/>
          </w:tcPr>
          <w:p w14:paraId="4E370F96" w14:textId="77777777" w:rsidR="00AD3DA1" w:rsidRPr="00835F44" w:rsidRDefault="00AD3DA1" w:rsidP="00AD3DA1">
            <w:pPr>
              <w:pStyle w:val="TAC"/>
              <w:keepNext w:val="0"/>
              <w:rPr>
                <w:rFonts w:eastAsia="Yu Mincho"/>
              </w:rPr>
            </w:pPr>
          </w:p>
        </w:tc>
        <w:tc>
          <w:tcPr>
            <w:tcW w:w="0" w:type="auto"/>
            <w:vAlign w:val="center"/>
          </w:tcPr>
          <w:p w14:paraId="315DD485" w14:textId="77777777" w:rsidR="00AD3DA1" w:rsidRPr="00835F44" w:rsidRDefault="00AD3DA1" w:rsidP="00AD3DA1">
            <w:pPr>
              <w:pStyle w:val="TAC"/>
              <w:keepNext w:val="0"/>
              <w:rPr>
                <w:rFonts w:eastAsia="Yu Mincho"/>
              </w:rPr>
            </w:pPr>
          </w:p>
        </w:tc>
        <w:tc>
          <w:tcPr>
            <w:tcW w:w="0" w:type="auto"/>
            <w:vAlign w:val="center"/>
          </w:tcPr>
          <w:p w14:paraId="77AEC2C9" w14:textId="77777777" w:rsidR="00AD3DA1" w:rsidRPr="00835F44" w:rsidRDefault="00AD3DA1" w:rsidP="00AD3DA1">
            <w:pPr>
              <w:pStyle w:val="TAC"/>
              <w:keepNext w:val="0"/>
              <w:rPr>
                <w:rFonts w:eastAsia="Yu Mincho"/>
              </w:rPr>
            </w:pPr>
          </w:p>
        </w:tc>
        <w:tc>
          <w:tcPr>
            <w:tcW w:w="0" w:type="auto"/>
            <w:vAlign w:val="center"/>
          </w:tcPr>
          <w:p w14:paraId="06739C5F" w14:textId="77777777" w:rsidR="00AD3DA1" w:rsidRPr="00835F44" w:rsidRDefault="00AD3DA1" w:rsidP="00AD3DA1">
            <w:pPr>
              <w:pStyle w:val="TAC"/>
              <w:keepNext w:val="0"/>
              <w:rPr>
                <w:rFonts w:eastAsia="Yu Mincho"/>
              </w:rPr>
            </w:pPr>
          </w:p>
        </w:tc>
        <w:tc>
          <w:tcPr>
            <w:tcW w:w="0" w:type="auto"/>
          </w:tcPr>
          <w:p w14:paraId="1C42AC06" w14:textId="77777777" w:rsidR="00AD3DA1" w:rsidRPr="00835F44" w:rsidRDefault="00AD3DA1" w:rsidP="00AD3DA1">
            <w:pPr>
              <w:pStyle w:val="TAC"/>
              <w:keepNext w:val="0"/>
              <w:rPr>
                <w:rFonts w:eastAsia="Yu Mincho"/>
              </w:rPr>
            </w:pPr>
          </w:p>
        </w:tc>
        <w:tc>
          <w:tcPr>
            <w:tcW w:w="0" w:type="auto"/>
            <w:vAlign w:val="center"/>
          </w:tcPr>
          <w:p w14:paraId="44CE2EE8" w14:textId="77777777" w:rsidR="00AD3DA1" w:rsidRPr="00835F44" w:rsidRDefault="00AD3DA1" w:rsidP="00AD3DA1">
            <w:pPr>
              <w:pStyle w:val="TAC"/>
              <w:keepNext w:val="0"/>
              <w:rPr>
                <w:rFonts w:eastAsia="Yu Mincho"/>
              </w:rPr>
            </w:pPr>
          </w:p>
        </w:tc>
      </w:tr>
      <w:tr w:rsidR="00AD3DA1" w:rsidRPr="00835F44" w14:paraId="447A7EE1" w14:textId="77777777" w:rsidTr="000E530E">
        <w:trPr>
          <w:trHeight w:val="225"/>
          <w:jc w:val="center"/>
        </w:trPr>
        <w:tc>
          <w:tcPr>
            <w:tcW w:w="0" w:type="auto"/>
            <w:vMerge w:val="restart"/>
            <w:vAlign w:val="center"/>
            <w:hideMark/>
          </w:tcPr>
          <w:p w14:paraId="1CA9FAF0" w14:textId="77777777" w:rsidR="00AD3DA1" w:rsidRPr="00835F44" w:rsidRDefault="00AD3DA1" w:rsidP="00AD3DA1">
            <w:pPr>
              <w:pStyle w:val="TAC"/>
              <w:keepNext w:val="0"/>
              <w:rPr>
                <w:rFonts w:eastAsia="Yu Mincho"/>
              </w:rPr>
            </w:pPr>
            <w:r w:rsidRPr="00835F44">
              <w:rPr>
                <w:rFonts w:eastAsia="Yu Mincho"/>
              </w:rPr>
              <w:t>n76</w:t>
            </w:r>
          </w:p>
        </w:tc>
        <w:tc>
          <w:tcPr>
            <w:tcW w:w="0" w:type="auto"/>
            <w:vAlign w:val="center"/>
            <w:hideMark/>
          </w:tcPr>
          <w:p w14:paraId="400C7C37" w14:textId="77777777" w:rsidR="00AD3DA1" w:rsidRPr="00835F44" w:rsidRDefault="00AD3DA1" w:rsidP="00AD3DA1">
            <w:pPr>
              <w:pStyle w:val="TAC"/>
              <w:keepNext w:val="0"/>
              <w:rPr>
                <w:rFonts w:eastAsia="Yu Mincho"/>
              </w:rPr>
            </w:pPr>
            <w:r w:rsidRPr="00835F44">
              <w:rPr>
                <w:rFonts w:eastAsia="Yu Mincho"/>
              </w:rPr>
              <w:t>15</w:t>
            </w:r>
          </w:p>
        </w:tc>
        <w:tc>
          <w:tcPr>
            <w:tcW w:w="0" w:type="auto"/>
            <w:hideMark/>
          </w:tcPr>
          <w:p w14:paraId="3A061835"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16DB7502" w14:textId="77777777" w:rsidR="00AD3DA1" w:rsidRPr="00835F44" w:rsidRDefault="00AD3DA1" w:rsidP="00AD3DA1">
            <w:pPr>
              <w:pStyle w:val="TAC"/>
              <w:keepNext w:val="0"/>
              <w:rPr>
                <w:rFonts w:eastAsia="Yu Mincho"/>
              </w:rPr>
            </w:pPr>
          </w:p>
        </w:tc>
        <w:tc>
          <w:tcPr>
            <w:tcW w:w="0" w:type="auto"/>
            <w:vAlign w:val="center"/>
          </w:tcPr>
          <w:p w14:paraId="7C2499B3" w14:textId="77777777" w:rsidR="00AD3DA1" w:rsidRPr="00835F44" w:rsidRDefault="00AD3DA1" w:rsidP="00AD3DA1">
            <w:pPr>
              <w:pStyle w:val="TAC"/>
              <w:keepNext w:val="0"/>
              <w:rPr>
                <w:rFonts w:eastAsia="Yu Mincho"/>
              </w:rPr>
            </w:pPr>
          </w:p>
        </w:tc>
        <w:tc>
          <w:tcPr>
            <w:tcW w:w="0" w:type="auto"/>
            <w:vAlign w:val="center"/>
          </w:tcPr>
          <w:p w14:paraId="23296F46" w14:textId="77777777" w:rsidR="00AD3DA1" w:rsidRPr="00835F44" w:rsidRDefault="00AD3DA1" w:rsidP="00AD3DA1">
            <w:pPr>
              <w:pStyle w:val="TAC"/>
              <w:keepNext w:val="0"/>
              <w:rPr>
                <w:rFonts w:eastAsia="Yu Mincho"/>
              </w:rPr>
            </w:pPr>
          </w:p>
        </w:tc>
        <w:tc>
          <w:tcPr>
            <w:tcW w:w="0" w:type="auto"/>
            <w:vAlign w:val="center"/>
          </w:tcPr>
          <w:p w14:paraId="079EA507" w14:textId="77777777" w:rsidR="00AD3DA1" w:rsidRPr="00835F44" w:rsidRDefault="00AD3DA1" w:rsidP="00AD3DA1">
            <w:pPr>
              <w:pStyle w:val="TAC"/>
              <w:keepNext w:val="0"/>
              <w:rPr>
                <w:rFonts w:eastAsia="Yu Mincho"/>
              </w:rPr>
            </w:pPr>
          </w:p>
        </w:tc>
        <w:tc>
          <w:tcPr>
            <w:tcW w:w="0" w:type="auto"/>
          </w:tcPr>
          <w:p w14:paraId="6C2DB3CA" w14:textId="77777777" w:rsidR="00AD3DA1" w:rsidRPr="00835F44" w:rsidRDefault="00AD3DA1" w:rsidP="00AD3DA1">
            <w:pPr>
              <w:pStyle w:val="TAC"/>
              <w:keepNext w:val="0"/>
              <w:rPr>
                <w:rFonts w:eastAsia="Yu Mincho"/>
              </w:rPr>
            </w:pPr>
          </w:p>
        </w:tc>
        <w:tc>
          <w:tcPr>
            <w:tcW w:w="0" w:type="auto"/>
            <w:vAlign w:val="center"/>
          </w:tcPr>
          <w:p w14:paraId="305739B4" w14:textId="77777777" w:rsidR="00AD3DA1" w:rsidRPr="00835F44" w:rsidRDefault="00AD3DA1" w:rsidP="00AD3DA1">
            <w:pPr>
              <w:pStyle w:val="TAC"/>
              <w:keepNext w:val="0"/>
              <w:rPr>
                <w:rFonts w:eastAsia="Yu Mincho"/>
              </w:rPr>
            </w:pPr>
          </w:p>
        </w:tc>
        <w:tc>
          <w:tcPr>
            <w:tcW w:w="0" w:type="auto"/>
            <w:vAlign w:val="center"/>
          </w:tcPr>
          <w:p w14:paraId="1D4D88D5" w14:textId="77777777" w:rsidR="00AD3DA1" w:rsidRPr="00835F44" w:rsidRDefault="00AD3DA1" w:rsidP="00AD3DA1">
            <w:pPr>
              <w:pStyle w:val="TAC"/>
              <w:keepNext w:val="0"/>
              <w:rPr>
                <w:rFonts w:eastAsia="Yu Mincho"/>
              </w:rPr>
            </w:pPr>
          </w:p>
        </w:tc>
        <w:tc>
          <w:tcPr>
            <w:tcW w:w="0" w:type="auto"/>
            <w:vAlign w:val="center"/>
          </w:tcPr>
          <w:p w14:paraId="42871012" w14:textId="77777777" w:rsidR="00AD3DA1" w:rsidRPr="00835F44" w:rsidRDefault="00AD3DA1" w:rsidP="00AD3DA1">
            <w:pPr>
              <w:pStyle w:val="TAC"/>
              <w:keepNext w:val="0"/>
              <w:rPr>
                <w:rFonts w:eastAsia="Yu Mincho"/>
              </w:rPr>
            </w:pPr>
          </w:p>
        </w:tc>
        <w:tc>
          <w:tcPr>
            <w:tcW w:w="0" w:type="auto"/>
            <w:vAlign w:val="center"/>
          </w:tcPr>
          <w:p w14:paraId="52806153" w14:textId="77777777" w:rsidR="00AD3DA1" w:rsidRPr="00835F44" w:rsidRDefault="00AD3DA1" w:rsidP="00AD3DA1">
            <w:pPr>
              <w:pStyle w:val="TAC"/>
              <w:keepNext w:val="0"/>
              <w:rPr>
                <w:rFonts w:eastAsia="Yu Mincho"/>
              </w:rPr>
            </w:pPr>
          </w:p>
        </w:tc>
        <w:tc>
          <w:tcPr>
            <w:tcW w:w="0" w:type="auto"/>
          </w:tcPr>
          <w:p w14:paraId="22227E60" w14:textId="77777777" w:rsidR="00AD3DA1" w:rsidRPr="00835F44" w:rsidRDefault="00AD3DA1" w:rsidP="00AD3DA1">
            <w:pPr>
              <w:pStyle w:val="TAC"/>
              <w:keepNext w:val="0"/>
              <w:rPr>
                <w:rFonts w:eastAsia="Yu Mincho"/>
              </w:rPr>
            </w:pPr>
          </w:p>
        </w:tc>
        <w:tc>
          <w:tcPr>
            <w:tcW w:w="0" w:type="auto"/>
            <w:vAlign w:val="center"/>
          </w:tcPr>
          <w:p w14:paraId="2056FED2" w14:textId="77777777" w:rsidR="00AD3DA1" w:rsidRPr="00835F44" w:rsidRDefault="00AD3DA1" w:rsidP="00AD3DA1">
            <w:pPr>
              <w:pStyle w:val="TAC"/>
              <w:keepNext w:val="0"/>
              <w:rPr>
                <w:rFonts w:eastAsia="Yu Mincho"/>
              </w:rPr>
            </w:pPr>
          </w:p>
        </w:tc>
      </w:tr>
      <w:tr w:rsidR="00AD3DA1" w:rsidRPr="00835F44" w14:paraId="64AACBE5" w14:textId="77777777" w:rsidTr="000E530E">
        <w:trPr>
          <w:trHeight w:val="225"/>
          <w:jc w:val="center"/>
        </w:trPr>
        <w:tc>
          <w:tcPr>
            <w:tcW w:w="0" w:type="auto"/>
            <w:vMerge/>
            <w:vAlign w:val="center"/>
            <w:hideMark/>
          </w:tcPr>
          <w:p w14:paraId="2A62473F" w14:textId="77777777" w:rsidR="00AD3DA1" w:rsidRPr="00835F44" w:rsidRDefault="00AD3DA1" w:rsidP="00AD3DA1">
            <w:pPr>
              <w:pStyle w:val="TAC"/>
              <w:keepNext w:val="0"/>
              <w:rPr>
                <w:rFonts w:eastAsia="Yu Mincho"/>
              </w:rPr>
            </w:pPr>
          </w:p>
        </w:tc>
        <w:tc>
          <w:tcPr>
            <w:tcW w:w="0" w:type="auto"/>
            <w:vAlign w:val="center"/>
            <w:hideMark/>
          </w:tcPr>
          <w:p w14:paraId="1753F6A2" w14:textId="77777777" w:rsidR="00AD3DA1" w:rsidRPr="00835F44" w:rsidRDefault="00AD3DA1" w:rsidP="00AD3DA1">
            <w:pPr>
              <w:pStyle w:val="TAC"/>
              <w:keepNext w:val="0"/>
              <w:rPr>
                <w:rFonts w:eastAsia="Yu Mincho"/>
              </w:rPr>
            </w:pPr>
            <w:r w:rsidRPr="00835F44">
              <w:rPr>
                <w:rFonts w:eastAsia="Yu Mincho"/>
              </w:rPr>
              <w:t>30</w:t>
            </w:r>
          </w:p>
        </w:tc>
        <w:tc>
          <w:tcPr>
            <w:tcW w:w="0" w:type="auto"/>
          </w:tcPr>
          <w:p w14:paraId="0B2967EA" w14:textId="77777777" w:rsidR="00AD3DA1" w:rsidRPr="00835F44" w:rsidRDefault="00AD3DA1" w:rsidP="00AD3DA1">
            <w:pPr>
              <w:pStyle w:val="TAC"/>
              <w:keepNext w:val="0"/>
              <w:rPr>
                <w:rFonts w:eastAsia="Yu Mincho"/>
              </w:rPr>
            </w:pPr>
          </w:p>
        </w:tc>
        <w:tc>
          <w:tcPr>
            <w:tcW w:w="0" w:type="auto"/>
          </w:tcPr>
          <w:p w14:paraId="4E84454A" w14:textId="77777777" w:rsidR="00AD3DA1" w:rsidRPr="00835F44" w:rsidRDefault="00AD3DA1" w:rsidP="00AD3DA1">
            <w:pPr>
              <w:pStyle w:val="TAC"/>
              <w:keepNext w:val="0"/>
              <w:rPr>
                <w:rFonts w:eastAsia="Yu Mincho"/>
              </w:rPr>
            </w:pPr>
          </w:p>
        </w:tc>
        <w:tc>
          <w:tcPr>
            <w:tcW w:w="0" w:type="auto"/>
            <w:vAlign w:val="center"/>
          </w:tcPr>
          <w:p w14:paraId="4362F416" w14:textId="77777777" w:rsidR="00AD3DA1" w:rsidRPr="00835F44" w:rsidRDefault="00AD3DA1" w:rsidP="00AD3DA1">
            <w:pPr>
              <w:pStyle w:val="TAC"/>
              <w:keepNext w:val="0"/>
              <w:rPr>
                <w:rFonts w:eastAsia="Yu Mincho"/>
              </w:rPr>
            </w:pPr>
          </w:p>
        </w:tc>
        <w:tc>
          <w:tcPr>
            <w:tcW w:w="0" w:type="auto"/>
            <w:vAlign w:val="center"/>
          </w:tcPr>
          <w:p w14:paraId="463ABF6B" w14:textId="77777777" w:rsidR="00AD3DA1" w:rsidRPr="00835F44" w:rsidRDefault="00AD3DA1" w:rsidP="00AD3DA1">
            <w:pPr>
              <w:pStyle w:val="TAC"/>
              <w:keepNext w:val="0"/>
              <w:rPr>
                <w:rFonts w:eastAsia="Yu Mincho"/>
              </w:rPr>
            </w:pPr>
          </w:p>
        </w:tc>
        <w:tc>
          <w:tcPr>
            <w:tcW w:w="0" w:type="auto"/>
            <w:vAlign w:val="center"/>
          </w:tcPr>
          <w:p w14:paraId="56CE3407" w14:textId="77777777" w:rsidR="00AD3DA1" w:rsidRPr="00835F44" w:rsidRDefault="00AD3DA1" w:rsidP="00AD3DA1">
            <w:pPr>
              <w:pStyle w:val="TAC"/>
              <w:keepNext w:val="0"/>
              <w:rPr>
                <w:rFonts w:eastAsia="Yu Mincho"/>
              </w:rPr>
            </w:pPr>
          </w:p>
        </w:tc>
        <w:tc>
          <w:tcPr>
            <w:tcW w:w="0" w:type="auto"/>
          </w:tcPr>
          <w:p w14:paraId="3FAEC74F" w14:textId="77777777" w:rsidR="00AD3DA1" w:rsidRPr="00835F44" w:rsidRDefault="00AD3DA1" w:rsidP="00AD3DA1">
            <w:pPr>
              <w:pStyle w:val="TAC"/>
              <w:keepNext w:val="0"/>
              <w:rPr>
                <w:rFonts w:eastAsia="Yu Mincho"/>
              </w:rPr>
            </w:pPr>
          </w:p>
        </w:tc>
        <w:tc>
          <w:tcPr>
            <w:tcW w:w="0" w:type="auto"/>
            <w:vAlign w:val="center"/>
          </w:tcPr>
          <w:p w14:paraId="2F210894" w14:textId="77777777" w:rsidR="00AD3DA1" w:rsidRPr="00835F44" w:rsidRDefault="00AD3DA1" w:rsidP="00AD3DA1">
            <w:pPr>
              <w:pStyle w:val="TAC"/>
              <w:keepNext w:val="0"/>
              <w:rPr>
                <w:rFonts w:eastAsia="Yu Mincho"/>
              </w:rPr>
            </w:pPr>
          </w:p>
        </w:tc>
        <w:tc>
          <w:tcPr>
            <w:tcW w:w="0" w:type="auto"/>
            <w:vAlign w:val="center"/>
          </w:tcPr>
          <w:p w14:paraId="2152D84E" w14:textId="77777777" w:rsidR="00AD3DA1" w:rsidRPr="00835F44" w:rsidRDefault="00AD3DA1" w:rsidP="00AD3DA1">
            <w:pPr>
              <w:pStyle w:val="TAC"/>
              <w:keepNext w:val="0"/>
              <w:rPr>
                <w:rFonts w:eastAsia="Yu Mincho"/>
              </w:rPr>
            </w:pPr>
          </w:p>
        </w:tc>
        <w:tc>
          <w:tcPr>
            <w:tcW w:w="0" w:type="auto"/>
            <w:vAlign w:val="center"/>
          </w:tcPr>
          <w:p w14:paraId="0240E734" w14:textId="77777777" w:rsidR="00AD3DA1" w:rsidRPr="00835F44" w:rsidRDefault="00AD3DA1" w:rsidP="00AD3DA1">
            <w:pPr>
              <w:pStyle w:val="TAC"/>
              <w:keepNext w:val="0"/>
              <w:rPr>
                <w:rFonts w:eastAsia="Yu Mincho"/>
              </w:rPr>
            </w:pPr>
          </w:p>
        </w:tc>
        <w:tc>
          <w:tcPr>
            <w:tcW w:w="0" w:type="auto"/>
            <w:vAlign w:val="center"/>
          </w:tcPr>
          <w:p w14:paraId="0EF27895" w14:textId="77777777" w:rsidR="00AD3DA1" w:rsidRPr="00835F44" w:rsidRDefault="00AD3DA1" w:rsidP="00AD3DA1">
            <w:pPr>
              <w:pStyle w:val="TAC"/>
              <w:keepNext w:val="0"/>
              <w:rPr>
                <w:rFonts w:eastAsia="Yu Mincho"/>
              </w:rPr>
            </w:pPr>
          </w:p>
        </w:tc>
        <w:tc>
          <w:tcPr>
            <w:tcW w:w="0" w:type="auto"/>
          </w:tcPr>
          <w:p w14:paraId="07089293" w14:textId="77777777" w:rsidR="00AD3DA1" w:rsidRPr="00835F44" w:rsidRDefault="00AD3DA1" w:rsidP="00AD3DA1">
            <w:pPr>
              <w:pStyle w:val="TAC"/>
              <w:keepNext w:val="0"/>
              <w:rPr>
                <w:rFonts w:eastAsia="Yu Mincho"/>
              </w:rPr>
            </w:pPr>
          </w:p>
        </w:tc>
        <w:tc>
          <w:tcPr>
            <w:tcW w:w="0" w:type="auto"/>
            <w:vAlign w:val="center"/>
          </w:tcPr>
          <w:p w14:paraId="6EEBBC7C" w14:textId="77777777" w:rsidR="00AD3DA1" w:rsidRPr="00835F44" w:rsidRDefault="00AD3DA1" w:rsidP="00AD3DA1">
            <w:pPr>
              <w:pStyle w:val="TAC"/>
              <w:keepNext w:val="0"/>
              <w:rPr>
                <w:rFonts w:eastAsia="Yu Mincho"/>
              </w:rPr>
            </w:pPr>
          </w:p>
        </w:tc>
      </w:tr>
      <w:tr w:rsidR="00AD3DA1" w:rsidRPr="00835F44" w14:paraId="569D91E8" w14:textId="77777777" w:rsidTr="000E530E">
        <w:trPr>
          <w:trHeight w:val="225"/>
          <w:jc w:val="center"/>
        </w:trPr>
        <w:tc>
          <w:tcPr>
            <w:tcW w:w="0" w:type="auto"/>
            <w:vMerge/>
            <w:vAlign w:val="center"/>
            <w:hideMark/>
          </w:tcPr>
          <w:p w14:paraId="075CEAEF" w14:textId="77777777" w:rsidR="00AD3DA1" w:rsidRPr="00835F44" w:rsidRDefault="00AD3DA1" w:rsidP="00AD3DA1">
            <w:pPr>
              <w:pStyle w:val="TAC"/>
              <w:keepNext w:val="0"/>
              <w:rPr>
                <w:rFonts w:eastAsia="Yu Mincho"/>
              </w:rPr>
            </w:pPr>
          </w:p>
        </w:tc>
        <w:tc>
          <w:tcPr>
            <w:tcW w:w="0" w:type="auto"/>
            <w:vAlign w:val="center"/>
            <w:hideMark/>
          </w:tcPr>
          <w:p w14:paraId="12AD8507" w14:textId="77777777" w:rsidR="00AD3DA1" w:rsidRPr="00835F44" w:rsidRDefault="00AD3DA1" w:rsidP="00AD3DA1">
            <w:pPr>
              <w:pStyle w:val="TAC"/>
              <w:keepNext w:val="0"/>
              <w:rPr>
                <w:rFonts w:eastAsia="Yu Mincho"/>
              </w:rPr>
            </w:pPr>
            <w:r w:rsidRPr="00835F44">
              <w:rPr>
                <w:rFonts w:eastAsia="Yu Mincho"/>
              </w:rPr>
              <w:t>60</w:t>
            </w:r>
          </w:p>
        </w:tc>
        <w:tc>
          <w:tcPr>
            <w:tcW w:w="0" w:type="auto"/>
          </w:tcPr>
          <w:p w14:paraId="25D52BD8" w14:textId="77777777" w:rsidR="00AD3DA1" w:rsidRPr="00835F44" w:rsidRDefault="00AD3DA1" w:rsidP="00AD3DA1">
            <w:pPr>
              <w:pStyle w:val="TAC"/>
              <w:keepNext w:val="0"/>
              <w:rPr>
                <w:rFonts w:eastAsia="Yu Mincho"/>
              </w:rPr>
            </w:pPr>
          </w:p>
        </w:tc>
        <w:tc>
          <w:tcPr>
            <w:tcW w:w="0" w:type="auto"/>
            <w:vAlign w:val="center"/>
          </w:tcPr>
          <w:p w14:paraId="7DFFD030" w14:textId="77777777" w:rsidR="00AD3DA1" w:rsidRPr="00835F44" w:rsidRDefault="00AD3DA1" w:rsidP="00AD3DA1">
            <w:pPr>
              <w:pStyle w:val="TAC"/>
              <w:keepNext w:val="0"/>
              <w:rPr>
                <w:rFonts w:eastAsia="Yu Mincho"/>
              </w:rPr>
            </w:pPr>
          </w:p>
        </w:tc>
        <w:tc>
          <w:tcPr>
            <w:tcW w:w="0" w:type="auto"/>
            <w:vAlign w:val="center"/>
          </w:tcPr>
          <w:p w14:paraId="59E2AFA8" w14:textId="77777777" w:rsidR="00AD3DA1" w:rsidRPr="00835F44" w:rsidRDefault="00AD3DA1" w:rsidP="00AD3DA1">
            <w:pPr>
              <w:pStyle w:val="TAC"/>
              <w:keepNext w:val="0"/>
              <w:rPr>
                <w:rFonts w:eastAsia="Yu Mincho"/>
              </w:rPr>
            </w:pPr>
          </w:p>
        </w:tc>
        <w:tc>
          <w:tcPr>
            <w:tcW w:w="0" w:type="auto"/>
            <w:vAlign w:val="center"/>
          </w:tcPr>
          <w:p w14:paraId="6879A15C" w14:textId="77777777" w:rsidR="00AD3DA1" w:rsidRPr="00835F44" w:rsidRDefault="00AD3DA1" w:rsidP="00AD3DA1">
            <w:pPr>
              <w:pStyle w:val="TAC"/>
              <w:keepNext w:val="0"/>
              <w:rPr>
                <w:rFonts w:eastAsia="Yu Mincho"/>
              </w:rPr>
            </w:pPr>
          </w:p>
        </w:tc>
        <w:tc>
          <w:tcPr>
            <w:tcW w:w="0" w:type="auto"/>
            <w:vAlign w:val="center"/>
          </w:tcPr>
          <w:p w14:paraId="1D3044C1" w14:textId="77777777" w:rsidR="00AD3DA1" w:rsidRPr="00835F44" w:rsidRDefault="00AD3DA1" w:rsidP="00AD3DA1">
            <w:pPr>
              <w:pStyle w:val="TAC"/>
              <w:keepNext w:val="0"/>
              <w:rPr>
                <w:rFonts w:eastAsia="Yu Mincho"/>
              </w:rPr>
            </w:pPr>
          </w:p>
        </w:tc>
        <w:tc>
          <w:tcPr>
            <w:tcW w:w="0" w:type="auto"/>
          </w:tcPr>
          <w:p w14:paraId="5FCA5D07" w14:textId="77777777" w:rsidR="00AD3DA1" w:rsidRPr="00835F44" w:rsidRDefault="00AD3DA1" w:rsidP="00AD3DA1">
            <w:pPr>
              <w:pStyle w:val="TAC"/>
              <w:keepNext w:val="0"/>
              <w:rPr>
                <w:rFonts w:eastAsia="Yu Mincho"/>
              </w:rPr>
            </w:pPr>
          </w:p>
        </w:tc>
        <w:tc>
          <w:tcPr>
            <w:tcW w:w="0" w:type="auto"/>
            <w:vAlign w:val="center"/>
          </w:tcPr>
          <w:p w14:paraId="715FC93B" w14:textId="77777777" w:rsidR="00AD3DA1" w:rsidRPr="00835F44" w:rsidRDefault="00AD3DA1" w:rsidP="00AD3DA1">
            <w:pPr>
              <w:pStyle w:val="TAC"/>
              <w:keepNext w:val="0"/>
              <w:rPr>
                <w:rFonts w:eastAsia="Yu Mincho"/>
              </w:rPr>
            </w:pPr>
          </w:p>
        </w:tc>
        <w:tc>
          <w:tcPr>
            <w:tcW w:w="0" w:type="auto"/>
            <w:vAlign w:val="center"/>
          </w:tcPr>
          <w:p w14:paraId="02B7C7A9" w14:textId="77777777" w:rsidR="00AD3DA1" w:rsidRPr="00835F44" w:rsidRDefault="00AD3DA1" w:rsidP="00AD3DA1">
            <w:pPr>
              <w:pStyle w:val="TAC"/>
              <w:keepNext w:val="0"/>
              <w:rPr>
                <w:rFonts w:eastAsia="Yu Mincho"/>
              </w:rPr>
            </w:pPr>
          </w:p>
        </w:tc>
        <w:tc>
          <w:tcPr>
            <w:tcW w:w="0" w:type="auto"/>
            <w:vAlign w:val="center"/>
          </w:tcPr>
          <w:p w14:paraId="5F734F2C" w14:textId="77777777" w:rsidR="00AD3DA1" w:rsidRPr="00835F44" w:rsidRDefault="00AD3DA1" w:rsidP="00AD3DA1">
            <w:pPr>
              <w:pStyle w:val="TAC"/>
              <w:keepNext w:val="0"/>
              <w:rPr>
                <w:rFonts w:eastAsia="Yu Mincho"/>
              </w:rPr>
            </w:pPr>
          </w:p>
        </w:tc>
        <w:tc>
          <w:tcPr>
            <w:tcW w:w="0" w:type="auto"/>
            <w:vAlign w:val="center"/>
          </w:tcPr>
          <w:p w14:paraId="65B12E57" w14:textId="77777777" w:rsidR="00AD3DA1" w:rsidRPr="00835F44" w:rsidRDefault="00AD3DA1" w:rsidP="00AD3DA1">
            <w:pPr>
              <w:pStyle w:val="TAC"/>
              <w:keepNext w:val="0"/>
              <w:rPr>
                <w:rFonts w:eastAsia="Yu Mincho"/>
              </w:rPr>
            </w:pPr>
          </w:p>
        </w:tc>
        <w:tc>
          <w:tcPr>
            <w:tcW w:w="0" w:type="auto"/>
          </w:tcPr>
          <w:p w14:paraId="594BAAE7" w14:textId="77777777" w:rsidR="00AD3DA1" w:rsidRPr="00835F44" w:rsidRDefault="00AD3DA1" w:rsidP="00AD3DA1">
            <w:pPr>
              <w:pStyle w:val="TAC"/>
              <w:keepNext w:val="0"/>
              <w:rPr>
                <w:rFonts w:eastAsia="Yu Mincho"/>
              </w:rPr>
            </w:pPr>
          </w:p>
        </w:tc>
        <w:tc>
          <w:tcPr>
            <w:tcW w:w="0" w:type="auto"/>
            <w:vAlign w:val="center"/>
          </w:tcPr>
          <w:p w14:paraId="46E83DF4" w14:textId="77777777" w:rsidR="00AD3DA1" w:rsidRPr="00835F44" w:rsidRDefault="00AD3DA1" w:rsidP="00AD3DA1">
            <w:pPr>
              <w:pStyle w:val="TAC"/>
              <w:keepNext w:val="0"/>
              <w:rPr>
                <w:rFonts w:eastAsia="Yu Mincho"/>
              </w:rPr>
            </w:pPr>
          </w:p>
        </w:tc>
      </w:tr>
      <w:tr w:rsidR="00AD3DA1" w:rsidRPr="00835F44" w14:paraId="65A9EE59" w14:textId="77777777" w:rsidTr="000E530E">
        <w:trPr>
          <w:trHeight w:val="225"/>
          <w:jc w:val="center"/>
        </w:trPr>
        <w:tc>
          <w:tcPr>
            <w:tcW w:w="0" w:type="auto"/>
            <w:vMerge w:val="restart"/>
            <w:vAlign w:val="center"/>
            <w:hideMark/>
          </w:tcPr>
          <w:p w14:paraId="75F34A11" w14:textId="77777777" w:rsidR="00AD3DA1" w:rsidRPr="00835F44" w:rsidRDefault="00AD3DA1" w:rsidP="00AD3DA1">
            <w:pPr>
              <w:pStyle w:val="TAC"/>
              <w:keepNext w:val="0"/>
              <w:rPr>
                <w:rFonts w:eastAsia="Yu Mincho"/>
              </w:rPr>
            </w:pPr>
            <w:r w:rsidRPr="00835F44">
              <w:rPr>
                <w:rFonts w:eastAsia="Yu Mincho"/>
              </w:rPr>
              <w:t>n77</w:t>
            </w:r>
          </w:p>
        </w:tc>
        <w:tc>
          <w:tcPr>
            <w:tcW w:w="0" w:type="auto"/>
            <w:vAlign w:val="center"/>
            <w:hideMark/>
          </w:tcPr>
          <w:p w14:paraId="116D77BF" w14:textId="77777777" w:rsidR="00AD3DA1" w:rsidRPr="00835F44" w:rsidRDefault="00AD3DA1" w:rsidP="00AD3DA1">
            <w:pPr>
              <w:pStyle w:val="TAC"/>
              <w:keepNext w:val="0"/>
              <w:rPr>
                <w:rFonts w:eastAsia="Yu Mincho"/>
              </w:rPr>
            </w:pPr>
            <w:r w:rsidRPr="00835F44">
              <w:rPr>
                <w:rFonts w:eastAsia="Yu Mincho"/>
              </w:rPr>
              <w:t>15</w:t>
            </w:r>
          </w:p>
        </w:tc>
        <w:tc>
          <w:tcPr>
            <w:tcW w:w="0" w:type="auto"/>
          </w:tcPr>
          <w:p w14:paraId="2F97A0BF" w14:textId="77777777" w:rsidR="00AD3DA1" w:rsidRPr="00835F44" w:rsidRDefault="00AD3DA1" w:rsidP="00AD3DA1">
            <w:pPr>
              <w:pStyle w:val="TAC"/>
              <w:keepNext w:val="0"/>
              <w:rPr>
                <w:rFonts w:eastAsia="Yu Mincho"/>
              </w:rPr>
            </w:pPr>
          </w:p>
        </w:tc>
        <w:tc>
          <w:tcPr>
            <w:tcW w:w="0" w:type="auto"/>
            <w:vAlign w:val="center"/>
            <w:hideMark/>
          </w:tcPr>
          <w:p w14:paraId="66FE885D"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4DC254D7"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333D9C04"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5D970C1C" w14:textId="77777777" w:rsidR="00AD3DA1" w:rsidRPr="00835F44" w:rsidRDefault="00AD3DA1" w:rsidP="00AD3DA1">
            <w:pPr>
              <w:pStyle w:val="TAC"/>
              <w:keepNext w:val="0"/>
              <w:rPr>
                <w:rFonts w:eastAsia="Yu Mincho"/>
              </w:rPr>
            </w:pPr>
          </w:p>
        </w:tc>
        <w:tc>
          <w:tcPr>
            <w:tcW w:w="0" w:type="auto"/>
          </w:tcPr>
          <w:p w14:paraId="06B87307" w14:textId="77777777" w:rsidR="00AD3DA1" w:rsidRPr="00835F44" w:rsidRDefault="00AD3DA1" w:rsidP="00AD3DA1">
            <w:pPr>
              <w:pStyle w:val="TAC"/>
              <w:keepNext w:val="0"/>
              <w:rPr>
                <w:rFonts w:eastAsia="Yu Mincho"/>
              </w:rPr>
            </w:pPr>
          </w:p>
        </w:tc>
        <w:tc>
          <w:tcPr>
            <w:tcW w:w="0" w:type="auto"/>
            <w:vAlign w:val="center"/>
            <w:hideMark/>
          </w:tcPr>
          <w:p w14:paraId="6D2199C0"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3D143C28"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4C54A977" w14:textId="77777777" w:rsidR="00AD3DA1" w:rsidRPr="00835F44" w:rsidRDefault="00AD3DA1" w:rsidP="00AD3DA1">
            <w:pPr>
              <w:pStyle w:val="TAC"/>
              <w:keepNext w:val="0"/>
              <w:rPr>
                <w:rFonts w:eastAsia="Yu Mincho"/>
              </w:rPr>
            </w:pPr>
          </w:p>
        </w:tc>
        <w:tc>
          <w:tcPr>
            <w:tcW w:w="0" w:type="auto"/>
            <w:vAlign w:val="center"/>
          </w:tcPr>
          <w:p w14:paraId="66F61963" w14:textId="77777777" w:rsidR="00AD3DA1" w:rsidRPr="00835F44" w:rsidRDefault="00AD3DA1" w:rsidP="00AD3DA1">
            <w:pPr>
              <w:pStyle w:val="TAC"/>
              <w:keepNext w:val="0"/>
              <w:rPr>
                <w:rFonts w:eastAsia="Yu Mincho"/>
              </w:rPr>
            </w:pPr>
          </w:p>
        </w:tc>
        <w:tc>
          <w:tcPr>
            <w:tcW w:w="0" w:type="auto"/>
          </w:tcPr>
          <w:p w14:paraId="0A38DF08" w14:textId="77777777" w:rsidR="00AD3DA1" w:rsidRPr="00835F44" w:rsidRDefault="00AD3DA1" w:rsidP="00AD3DA1">
            <w:pPr>
              <w:pStyle w:val="TAC"/>
              <w:keepNext w:val="0"/>
              <w:rPr>
                <w:rFonts w:eastAsia="Yu Mincho"/>
              </w:rPr>
            </w:pPr>
          </w:p>
        </w:tc>
        <w:tc>
          <w:tcPr>
            <w:tcW w:w="0" w:type="auto"/>
            <w:vAlign w:val="center"/>
          </w:tcPr>
          <w:p w14:paraId="42D0F73E" w14:textId="77777777" w:rsidR="00AD3DA1" w:rsidRPr="00835F44" w:rsidRDefault="00AD3DA1" w:rsidP="00AD3DA1">
            <w:pPr>
              <w:pStyle w:val="TAC"/>
              <w:keepNext w:val="0"/>
              <w:rPr>
                <w:rFonts w:eastAsia="Yu Mincho"/>
              </w:rPr>
            </w:pPr>
          </w:p>
        </w:tc>
      </w:tr>
      <w:tr w:rsidR="00AD3DA1" w:rsidRPr="00835F44" w14:paraId="4049E299" w14:textId="77777777" w:rsidTr="000E530E">
        <w:trPr>
          <w:trHeight w:val="225"/>
          <w:jc w:val="center"/>
        </w:trPr>
        <w:tc>
          <w:tcPr>
            <w:tcW w:w="0" w:type="auto"/>
            <w:vMerge/>
            <w:vAlign w:val="center"/>
            <w:hideMark/>
          </w:tcPr>
          <w:p w14:paraId="4329AA98" w14:textId="77777777" w:rsidR="00AD3DA1" w:rsidRPr="00835F44" w:rsidRDefault="00AD3DA1" w:rsidP="00AD3DA1">
            <w:pPr>
              <w:pStyle w:val="TAC"/>
              <w:keepNext w:val="0"/>
              <w:rPr>
                <w:rFonts w:eastAsia="Yu Mincho"/>
              </w:rPr>
            </w:pPr>
          </w:p>
        </w:tc>
        <w:tc>
          <w:tcPr>
            <w:tcW w:w="0" w:type="auto"/>
            <w:vAlign w:val="center"/>
            <w:hideMark/>
          </w:tcPr>
          <w:p w14:paraId="30825007" w14:textId="77777777" w:rsidR="00AD3DA1" w:rsidRPr="00835F44" w:rsidRDefault="00AD3DA1" w:rsidP="00AD3DA1">
            <w:pPr>
              <w:pStyle w:val="TAC"/>
              <w:keepNext w:val="0"/>
              <w:rPr>
                <w:rFonts w:eastAsia="Yu Mincho"/>
              </w:rPr>
            </w:pPr>
            <w:r w:rsidRPr="00835F44">
              <w:rPr>
                <w:rFonts w:eastAsia="Yu Mincho"/>
              </w:rPr>
              <w:t>30</w:t>
            </w:r>
          </w:p>
        </w:tc>
        <w:tc>
          <w:tcPr>
            <w:tcW w:w="0" w:type="auto"/>
          </w:tcPr>
          <w:p w14:paraId="1244E8F9" w14:textId="77777777" w:rsidR="00AD3DA1" w:rsidRPr="00835F44" w:rsidRDefault="00AD3DA1" w:rsidP="00AD3DA1">
            <w:pPr>
              <w:pStyle w:val="TAC"/>
              <w:keepNext w:val="0"/>
              <w:rPr>
                <w:rFonts w:eastAsia="Yu Mincho"/>
              </w:rPr>
            </w:pPr>
          </w:p>
        </w:tc>
        <w:tc>
          <w:tcPr>
            <w:tcW w:w="0" w:type="auto"/>
            <w:hideMark/>
          </w:tcPr>
          <w:p w14:paraId="78AA566B"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39C24F64"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6E6C875E"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54920B65" w14:textId="77777777" w:rsidR="00AD3DA1" w:rsidRPr="00835F44" w:rsidRDefault="00AD3DA1" w:rsidP="00AD3DA1">
            <w:pPr>
              <w:pStyle w:val="TAC"/>
              <w:keepNext w:val="0"/>
              <w:rPr>
                <w:rFonts w:eastAsia="Yu Mincho"/>
              </w:rPr>
            </w:pPr>
          </w:p>
        </w:tc>
        <w:tc>
          <w:tcPr>
            <w:tcW w:w="0" w:type="auto"/>
          </w:tcPr>
          <w:p w14:paraId="01CC116A" w14:textId="77777777" w:rsidR="00AD3DA1" w:rsidRPr="00835F44" w:rsidRDefault="00AD3DA1" w:rsidP="00AD3DA1">
            <w:pPr>
              <w:pStyle w:val="TAC"/>
              <w:keepNext w:val="0"/>
              <w:rPr>
                <w:rFonts w:eastAsia="Yu Mincho"/>
              </w:rPr>
            </w:pPr>
          </w:p>
        </w:tc>
        <w:tc>
          <w:tcPr>
            <w:tcW w:w="0" w:type="auto"/>
            <w:vAlign w:val="center"/>
            <w:hideMark/>
          </w:tcPr>
          <w:p w14:paraId="0CC4BC52"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72793ABA"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2FCEF776"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31F824D6" w14:textId="77777777" w:rsidR="00AD3DA1" w:rsidRPr="00835F44" w:rsidRDefault="00AD3DA1" w:rsidP="00AD3DA1">
            <w:pPr>
              <w:pStyle w:val="TAC"/>
              <w:keepNext w:val="0"/>
              <w:rPr>
                <w:rFonts w:eastAsia="Yu Mincho"/>
              </w:rPr>
            </w:pPr>
            <w:r w:rsidRPr="00835F44">
              <w:rPr>
                <w:rFonts w:eastAsia="Yu Mincho"/>
              </w:rPr>
              <w:t>Yes</w:t>
            </w:r>
          </w:p>
        </w:tc>
        <w:tc>
          <w:tcPr>
            <w:tcW w:w="0" w:type="auto"/>
          </w:tcPr>
          <w:p w14:paraId="17A9FDB6" w14:textId="15EE3B35"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6F76EC08" w14:textId="77777777" w:rsidR="00AD3DA1" w:rsidRPr="00835F44" w:rsidRDefault="00AD3DA1" w:rsidP="00AD3DA1">
            <w:pPr>
              <w:pStyle w:val="TAC"/>
              <w:keepNext w:val="0"/>
              <w:rPr>
                <w:rFonts w:eastAsia="Yu Mincho"/>
              </w:rPr>
            </w:pPr>
            <w:r w:rsidRPr="00835F44">
              <w:rPr>
                <w:rFonts w:eastAsia="Yu Mincho"/>
              </w:rPr>
              <w:t>Yes</w:t>
            </w:r>
          </w:p>
        </w:tc>
      </w:tr>
      <w:tr w:rsidR="00AD3DA1" w:rsidRPr="00835F44" w14:paraId="6DCBF762" w14:textId="77777777" w:rsidTr="000E530E">
        <w:trPr>
          <w:trHeight w:val="225"/>
          <w:jc w:val="center"/>
        </w:trPr>
        <w:tc>
          <w:tcPr>
            <w:tcW w:w="0" w:type="auto"/>
            <w:vMerge/>
            <w:vAlign w:val="center"/>
            <w:hideMark/>
          </w:tcPr>
          <w:p w14:paraId="6D86CC70" w14:textId="77777777" w:rsidR="00AD3DA1" w:rsidRPr="00835F44" w:rsidRDefault="00AD3DA1" w:rsidP="00AD3DA1">
            <w:pPr>
              <w:pStyle w:val="TAC"/>
              <w:keepNext w:val="0"/>
              <w:rPr>
                <w:rFonts w:eastAsia="Yu Mincho"/>
              </w:rPr>
            </w:pPr>
          </w:p>
        </w:tc>
        <w:tc>
          <w:tcPr>
            <w:tcW w:w="0" w:type="auto"/>
            <w:vAlign w:val="center"/>
            <w:hideMark/>
          </w:tcPr>
          <w:p w14:paraId="675DE21E" w14:textId="77777777" w:rsidR="00AD3DA1" w:rsidRPr="00835F44" w:rsidRDefault="00AD3DA1" w:rsidP="00AD3DA1">
            <w:pPr>
              <w:pStyle w:val="TAC"/>
              <w:keepNext w:val="0"/>
              <w:rPr>
                <w:rFonts w:eastAsia="Yu Mincho"/>
              </w:rPr>
            </w:pPr>
            <w:r w:rsidRPr="00835F44">
              <w:rPr>
                <w:rFonts w:eastAsia="Yu Mincho"/>
              </w:rPr>
              <w:t>60</w:t>
            </w:r>
          </w:p>
        </w:tc>
        <w:tc>
          <w:tcPr>
            <w:tcW w:w="0" w:type="auto"/>
          </w:tcPr>
          <w:p w14:paraId="17B87570" w14:textId="77777777" w:rsidR="00AD3DA1" w:rsidRPr="00835F44" w:rsidRDefault="00AD3DA1" w:rsidP="00AD3DA1">
            <w:pPr>
              <w:pStyle w:val="TAC"/>
              <w:keepNext w:val="0"/>
              <w:rPr>
                <w:rFonts w:eastAsia="Yu Mincho"/>
              </w:rPr>
            </w:pPr>
          </w:p>
        </w:tc>
        <w:tc>
          <w:tcPr>
            <w:tcW w:w="0" w:type="auto"/>
            <w:vAlign w:val="center"/>
            <w:hideMark/>
          </w:tcPr>
          <w:p w14:paraId="1A7E09AE"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70461054"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4AED6897"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10D24F49" w14:textId="77777777" w:rsidR="00AD3DA1" w:rsidRPr="00835F44" w:rsidRDefault="00AD3DA1" w:rsidP="00AD3DA1">
            <w:pPr>
              <w:pStyle w:val="TAC"/>
              <w:keepNext w:val="0"/>
              <w:rPr>
                <w:rFonts w:eastAsia="Yu Mincho"/>
              </w:rPr>
            </w:pPr>
          </w:p>
        </w:tc>
        <w:tc>
          <w:tcPr>
            <w:tcW w:w="0" w:type="auto"/>
          </w:tcPr>
          <w:p w14:paraId="6F38629B" w14:textId="77777777" w:rsidR="00AD3DA1" w:rsidRPr="00835F44" w:rsidRDefault="00AD3DA1" w:rsidP="00AD3DA1">
            <w:pPr>
              <w:pStyle w:val="TAC"/>
              <w:keepNext w:val="0"/>
              <w:rPr>
                <w:rFonts w:eastAsia="Yu Mincho"/>
              </w:rPr>
            </w:pPr>
          </w:p>
        </w:tc>
        <w:tc>
          <w:tcPr>
            <w:tcW w:w="0" w:type="auto"/>
            <w:vAlign w:val="center"/>
            <w:hideMark/>
          </w:tcPr>
          <w:p w14:paraId="612BD243"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692E3B37"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2DA295E2"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515CBDF7" w14:textId="77777777" w:rsidR="00AD3DA1" w:rsidRPr="00835F44" w:rsidRDefault="00AD3DA1" w:rsidP="00AD3DA1">
            <w:pPr>
              <w:pStyle w:val="TAC"/>
              <w:keepNext w:val="0"/>
              <w:rPr>
                <w:rFonts w:eastAsia="Yu Mincho"/>
              </w:rPr>
            </w:pPr>
            <w:r w:rsidRPr="00835F44">
              <w:rPr>
                <w:rFonts w:eastAsia="Yu Mincho"/>
              </w:rPr>
              <w:t>Yes</w:t>
            </w:r>
          </w:p>
        </w:tc>
        <w:tc>
          <w:tcPr>
            <w:tcW w:w="0" w:type="auto"/>
          </w:tcPr>
          <w:p w14:paraId="6DF095C7" w14:textId="6F62146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41AEE675" w14:textId="77777777" w:rsidR="00AD3DA1" w:rsidRPr="00835F44" w:rsidRDefault="00AD3DA1" w:rsidP="00AD3DA1">
            <w:pPr>
              <w:pStyle w:val="TAC"/>
              <w:keepNext w:val="0"/>
              <w:rPr>
                <w:rFonts w:eastAsia="Yu Mincho"/>
              </w:rPr>
            </w:pPr>
            <w:r w:rsidRPr="00835F44">
              <w:rPr>
                <w:rFonts w:eastAsia="Yu Mincho"/>
              </w:rPr>
              <w:t>Yes</w:t>
            </w:r>
          </w:p>
        </w:tc>
      </w:tr>
      <w:tr w:rsidR="00AD3DA1" w:rsidRPr="00835F44" w14:paraId="266E4449" w14:textId="77777777" w:rsidTr="000E530E">
        <w:trPr>
          <w:trHeight w:val="225"/>
          <w:jc w:val="center"/>
        </w:trPr>
        <w:tc>
          <w:tcPr>
            <w:tcW w:w="0" w:type="auto"/>
            <w:vMerge w:val="restart"/>
            <w:vAlign w:val="center"/>
            <w:hideMark/>
          </w:tcPr>
          <w:p w14:paraId="44DE657C" w14:textId="77777777" w:rsidR="00AD3DA1" w:rsidRPr="00835F44" w:rsidRDefault="00AD3DA1" w:rsidP="00AD3DA1">
            <w:pPr>
              <w:pStyle w:val="TAC"/>
              <w:keepNext w:val="0"/>
              <w:rPr>
                <w:rFonts w:eastAsia="Yu Mincho"/>
              </w:rPr>
            </w:pPr>
            <w:r w:rsidRPr="00835F44">
              <w:rPr>
                <w:rFonts w:eastAsia="Yu Mincho"/>
              </w:rPr>
              <w:t>n78</w:t>
            </w:r>
          </w:p>
        </w:tc>
        <w:tc>
          <w:tcPr>
            <w:tcW w:w="0" w:type="auto"/>
            <w:vAlign w:val="center"/>
            <w:hideMark/>
          </w:tcPr>
          <w:p w14:paraId="22E81BB1" w14:textId="77777777" w:rsidR="00AD3DA1" w:rsidRPr="00835F44" w:rsidRDefault="00AD3DA1" w:rsidP="00AD3DA1">
            <w:pPr>
              <w:pStyle w:val="TAC"/>
              <w:keepNext w:val="0"/>
              <w:rPr>
                <w:rFonts w:eastAsia="Yu Mincho"/>
              </w:rPr>
            </w:pPr>
            <w:r w:rsidRPr="00835F44">
              <w:rPr>
                <w:rFonts w:eastAsia="Yu Mincho"/>
              </w:rPr>
              <w:t>15</w:t>
            </w:r>
          </w:p>
        </w:tc>
        <w:tc>
          <w:tcPr>
            <w:tcW w:w="0" w:type="auto"/>
          </w:tcPr>
          <w:p w14:paraId="3D7B2061" w14:textId="77777777" w:rsidR="00AD3DA1" w:rsidRPr="00835F44" w:rsidRDefault="00AD3DA1" w:rsidP="00AD3DA1">
            <w:pPr>
              <w:pStyle w:val="TAC"/>
              <w:keepNext w:val="0"/>
              <w:rPr>
                <w:rFonts w:eastAsia="Yu Mincho"/>
              </w:rPr>
            </w:pPr>
          </w:p>
        </w:tc>
        <w:tc>
          <w:tcPr>
            <w:tcW w:w="0" w:type="auto"/>
            <w:vAlign w:val="center"/>
            <w:hideMark/>
          </w:tcPr>
          <w:p w14:paraId="3796033A"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1106A7AF"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475B8F5C"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1E978B66" w14:textId="77777777" w:rsidR="00AD3DA1" w:rsidRPr="00835F44" w:rsidRDefault="00AD3DA1" w:rsidP="00AD3DA1">
            <w:pPr>
              <w:pStyle w:val="TAC"/>
              <w:keepNext w:val="0"/>
              <w:rPr>
                <w:rFonts w:eastAsia="Yu Mincho"/>
              </w:rPr>
            </w:pPr>
          </w:p>
        </w:tc>
        <w:tc>
          <w:tcPr>
            <w:tcW w:w="0" w:type="auto"/>
          </w:tcPr>
          <w:p w14:paraId="36CB8CC4" w14:textId="77777777" w:rsidR="00AD3DA1" w:rsidRPr="00835F44" w:rsidRDefault="00AD3DA1" w:rsidP="00AD3DA1">
            <w:pPr>
              <w:pStyle w:val="TAC"/>
              <w:keepNext w:val="0"/>
              <w:rPr>
                <w:rFonts w:eastAsia="Yu Mincho"/>
              </w:rPr>
            </w:pPr>
          </w:p>
        </w:tc>
        <w:tc>
          <w:tcPr>
            <w:tcW w:w="0" w:type="auto"/>
            <w:vAlign w:val="center"/>
            <w:hideMark/>
          </w:tcPr>
          <w:p w14:paraId="39E40455"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7B871581"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0850F3E5" w14:textId="77777777" w:rsidR="00AD3DA1" w:rsidRPr="00835F44" w:rsidRDefault="00AD3DA1" w:rsidP="00AD3DA1">
            <w:pPr>
              <w:pStyle w:val="TAC"/>
              <w:keepNext w:val="0"/>
              <w:rPr>
                <w:rFonts w:eastAsia="Yu Mincho"/>
              </w:rPr>
            </w:pPr>
          </w:p>
        </w:tc>
        <w:tc>
          <w:tcPr>
            <w:tcW w:w="0" w:type="auto"/>
            <w:vAlign w:val="center"/>
          </w:tcPr>
          <w:p w14:paraId="24A95FC0" w14:textId="77777777" w:rsidR="00AD3DA1" w:rsidRPr="00835F44" w:rsidRDefault="00AD3DA1" w:rsidP="00AD3DA1">
            <w:pPr>
              <w:pStyle w:val="TAC"/>
              <w:keepNext w:val="0"/>
              <w:rPr>
                <w:rFonts w:eastAsia="Yu Mincho"/>
              </w:rPr>
            </w:pPr>
          </w:p>
        </w:tc>
        <w:tc>
          <w:tcPr>
            <w:tcW w:w="0" w:type="auto"/>
          </w:tcPr>
          <w:p w14:paraId="10CB0E23" w14:textId="77777777" w:rsidR="00AD3DA1" w:rsidRPr="00835F44" w:rsidRDefault="00AD3DA1" w:rsidP="00AD3DA1">
            <w:pPr>
              <w:pStyle w:val="TAC"/>
              <w:keepNext w:val="0"/>
              <w:rPr>
                <w:rFonts w:eastAsia="Yu Mincho"/>
              </w:rPr>
            </w:pPr>
          </w:p>
        </w:tc>
        <w:tc>
          <w:tcPr>
            <w:tcW w:w="0" w:type="auto"/>
            <w:vAlign w:val="center"/>
          </w:tcPr>
          <w:p w14:paraId="58EA0FD5" w14:textId="77777777" w:rsidR="00AD3DA1" w:rsidRPr="00835F44" w:rsidRDefault="00AD3DA1" w:rsidP="00AD3DA1">
            <w:pPr>
              <w:pStyle w:val="TAC"/>
              <w:keepNext w:val="0"/>
              <w:rPr>
                <w:rFonts w:eastAsia="Yu Mincho"/>
              </w:rPr>
            </w:pPr>
          </w:p>
        </w:tc>
      </w:tr>
      <w:tr w:rsidR="00AD3DA1" w:rsidRPr="00835F44" w14:paraId="16C7DCD2" w14:textId="77777777" w:rsidTr="000E530E">
        <w:trPr>
          <w:trHeight w:val="225"/>
          <w:jc w:val="center"/>
        </w:trPr>
        <w:tc>
          <w:tcPr>
            <w:tcW w:w="0" w:type="auto"/>
            <w:vMerge/>
            <w:vAlign w:val="center"/>
            <w:hideMark/>
          </w:tcPr>
          <w:p w14:paraId="6F3E5931" w14:textId="77777777" w:rsidR="00AD3DA1" w:rsidRPr="00835F44" w:rsidRDefault="00AD3DA1" w:rsidP="00AD3DA1">
            <w:pPr>
              <w:pStyle w:val="TAC"/>
              <w:keepNext w:val="0"/>
              <w:rPr>
                <w:rFonts w:eastAsia="Yu Mincho"/>
              </w:rPr>
            </w:pPr>
          </w:p>
        </w:tc>
        <w:tc>
          <w:tcPr>
            <w:tcW w:w="0" w:type="auto"/>
            <w:vAlign w:val="center"/>
            <w:hideMark/>
          </w:tcPr>
          <w:p w14:paraId="45F0A13D" w14:textId="77777777" w:rsidR="00AD3DA1" w:rsidRPr="00835F44" w:rsidRDefault="00AD3DA1" w:rsidP="00AD3DA1">
            <w:pPr>
              <w:pStyle w:val="TAC"/>
              <w:keepNext w:val="0"/>
              <w:rPr>
                <w:rFonts w:eastAsia="Yu Mincho"/>
              </w:rPr>
            </w:pPr>
            <w:r w:rsidRPr="00835F44">
              <w:rPr>
                <w:rFonts w:eastAsia="Yu Mincho"/>
              </w:rPr>
              <w:t>30</w:t>
            </w:r>
          </w:p>
        </w:tc>
        <w:tc>
          <w:tcPr>
            <w:tcW w:w="0" w:type="auto"/>
          </w:tcPr>
          <w:p w14:paraId="3B66857D" w14:textId="77777777" w:rsidR="00AD3DA1" w:rsidRPr="00835F44" w:rsidRDefault="00AD3DA1" w:rsidP="00AD3DA1">
            <w:pPr>
              <w:pStyle w:val="TAC"/>
              <w:keepNext w:val="0"/>
              <w:rPr>
                <w:rFonts w:eastAsia="Yu Mincho"/>
              </w:rPr>
            </w:pPr>
          </w:p>
        </w:tc>
        <w:tc>
          <w:tcPr>
            <w:tcW w:w="0" w:type="auto"/>
            <w:hideMark/>
          </w:tcPr>
          <w:p w14:paraId="671BEE90"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359C0891"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3E017EFD"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5A71815B" w14:textId="77777777" w:rsidR="00AD3DA1" w:rsidRPr="00835F44" w:rsidRDefault="00AD3DA1" w:rsidP="00AD3DA1">
            <w:pPr>
              <w:pStyle w:val="TAC"/>
              <w:keepNext w:val="0"/>
              <w:rPr>
                <w:rFonts w:eastAsia="Yu Mincho"/>
              </w:rPr>
            </w:pPr>
          </w:p>
        </w:tc>
        <w:tc>
          <w:tcPr>
            <w:tcW w:w="0" w:type="auto"/>
          </w:tcPr>
          <w:p w14:paraId="4F7C6AE8" w14:textId="77777777" w:rsidR="00AD3DA1" w:rsidRPr="00835F44" w:rsidRDefault="00AD3DA1" w:rsidP="00AD3DA1">
            <w:pPr>
              <w:pStyle w:val="TAC"/>
              <w:keepNext w:val="0"/>
              <w:rPr>
                <w:rFonts w:eastAsia="Yu Mincho"/>
              </w:rPr>
            </w:pPr>
          </w:p>
        </w:tc>
        <w:tc>
          <w:tcPr>
            <w:tcW w:w="0" w:type="auto"/>
            <w:vAlign w:val="center"/>
            <w:hideMark/>
          </w:tcPr>
          <w:p w14:paraId="731E20DE"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65DFD5A3"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5713CB1F"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2D64363C" w14:textId="77777777" w:rsidR="00AD3DA1" w:rsidRPr="00835F44" w:rsidRDefault="00AD3DA1" w:rsidP="00AD3DA1">
            <w:pPr>
              <w:pStyle w:val="TAC"/>
              <w:keepNext w:val="0"/>
              <w:rPr>
                <w:rFonts w:eastAsia="Yu Mincho"/>
              </w:rPr>
            </w:pPr>
            <w:r w:rsidRPr="00835F44">
              <w:rPr>
                <w:rFonts w:eastAsia="Yu Mincho"/>
              </w:rPr>
              <w:t>Yes</w:t>
            </w:r>
          </w:p>
        </w:tc>
        <w:tc>
          <w:tcPr>
            <w:tcW w:w="0" w:type="auto"/>
          </w:tcPr>
          <w:p w14:paraId="78816AB1" w14:textId="20B59D72"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17E712C5" w14:textId="77777777" w:rsidR="00AD3DA1" w:rsidRPr="00835F44" w:rsidRDefault="00AD3DA1" w:rsidP="00AD3DA1">
            <w:pPr>
              <w:pStyle w:val="TAC"/>
              <w:keepNext w:val="0"/>
              <w:rPr>
                <w:rFonts w:eastAsia="Yu Mincho"/>
              </w:rPr>
            </w:pPr>
            <w:r w:rsidRPr="00835F44">
              <w:rPr>
                <w:rFonts w:eastAsia="Yu Mincho"/>
              </w:rPr>
              <w:t>Yes</w:t>
            </w:r>
          </w:p>
        </w:tc>
      </w:tr>
      <w:tr w:rsidR="00AD3DA1" w:rsidRPr="00835F44" w14:paraId="3E8B5F6A" w14:textId="77777777" w:rsidTr="000E530E">
        <w:trPr>
          <w:trHeight w:val="225"/>
          <w:jc w:val="center"/>
        </w:trPr>
        <w:tc>
          <w:tcPr>
            <w:tcW w:w="0" w:type="auto"/>
            <w:vMerge/>
            <w:vAlign w:val="center"/>
            <w:hideMark/>
          </w:tcPr>
          <w:p w14:paraId="0C6F222F" w14:textId="77777777" w:rsidR="00AD3DA1" w:rsidRPr="00835F44" w:rsidRDefault="00AD3DA1" w:rsidP="00AD3DA1">
            <w:pPr>
              <w:pStyle w:val="TAC"/>
              <w:keepNext w:val="0"/>
              <w:rPr>
                <w:rFonts w:eastAsia="Yu Mincho"/>
              </w:rPr>
            </w:pPr>
          </w:p>
        </w:tc>
        <w:tc>
          <w:tcPr>
            <w:tcW w:w="0" w:type="auto"/>
            <w:vAlign w:val="center"/>
            <w:hideMark/>
          </w:tcPr>
          <w:p w14:paraId="1E7F19E7" w14:textId="77777777" w:rsidR="00AD3DA1" w:rsidRPr="00835F44" w:rsidRDefault="00AD3DA1" w:rsidP="00AD3DA1">
            <w:pPr>
              <w:pStyle w:val="TAC"/>
              <w:keepNext w:val="0"/>
              <w:rPr>
                <w:rFonts w:eastAsia="Yu Mincho"/>
              </w:rPr>
            </w:pPr>
            <w:r w:rsidRPr="00835F44">
              <w:rPr>
                <w:rFonts w:eastAsia="Yu Mincho"/>
              </w:rPr>
              <w:t>60</w:t>
            </w:r>
          </w:p>
        </w:tc>
        <w:tc>
          <w:tcPr>
            <w:tcW w:w="0" w:type="auto"/>
          </w:tcPr>
          <w:p w14:paraId="0D116892" w14:textId="77777777" w:rsidR="00AD3DA1" w:rsidRPr="00835F44" w:rsidRDefault="00AD3DA1" w:rsidP="00AD3DA1">
            <w:pPr>
              <w:pStyle w:val="TAC"/>
              <w:keepNext w:val="0"/>
              <w:rPr>
                <w:rFonts w:eastAsia="Yu Mincho"/>
              </w:rPr>
            </w:pPr>
          </w:p>
        </w:tc>
        <w:tc>
          <w:tcPr>
            <w:tcW w:w="0" w:type="auto"/>
            <w:vAlign w:val="center"/>
            <w:hideMark/>
          </w:tcPr>
          <w:p w14:paraId="6FE55E9C"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4D6B8201"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3067399B"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0319AF9A" w14:textId="77777777" w:rsidR="00AD3DA1" w:rsidRPr="00835F44" w:rsidRDefault="00AD3DA1" w:rsidP="00AD3DA1">
            <w:pPr>
              <w:pStyle w:val="TAC"/>
              <w:keepNext w:val="0"/>
              <w:rPr>
                <w:rFonts w:eastAsia="Yu Mincho"/>
              </w:rPr>
            </w:pPr>
          </w:p>
        </w:tc>
        <w:tc>
          <w:tcPr>
            <w:tcW w:w="0" w:type="auto"/>
          </w:tcPr>
          <w:p w14:paraId="0B725495" w14:textId="77777777" w:rsidR="00AD3DA1" w:rsidRPr="00835F44" w:rsidRDefault="00AD3DA1" w:rsidP="00AD3DA1">
            <w:pPr>
              <w:pStyle w:val="TAC"/>
              <w:keepNext w:val="0"/>
              <w:rPr>
                <w:rFonts w:eastAsia="Yu Mincho"/>
              </w:rPr>
            </w:pPr>
          </w:p>
        </w:tc>
        <w:tc>
          <w:tcPr>
            <w:tcW w:w="0" w:type="auto"/>
            <w:vAlign w:val="center"/>
            <w:hideMark/>
          </w:tcPr>
          <w:p w14:paraId="3C237CFF"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387F1B32"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7F430C2D"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4A371155" w14:textId="77777777" w:rsidR="00AD3DA1" w:rsidRPr="00835F44" w:rsidRDefault="00AD3DA1" w:rsidP="00AD3DA1">
            <w:pPr>
              <w:pStyle w:val="TAC"/>
              <w:keepNext w:val="0"/>
              <w:rPr>
                <w:rFonts w:eastAsia="Yu Mincho"/>
              </w:rPr>
            </w:pPr>
            <w:r w:rsidRPr="00835F44">
              <w:rPr>
                <w:rFonts w:eastAsia="Yu Mincho"/>
              </w:rPr>
              <w:t>Yes</w:t>
            </w:r>
          </w:p>
        </w:tc>
        <w:tc>
          <w:tcPr>
            <w:tcW w:w="0" w:type="auto"/>
          </w:tcPr>
          <w:p w14:paraId="3DA0D4CD" w14:textId="7265D2C9"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5E109E07" w14:textId="77777777" w:rsidR="00AD3DA1" w:rsidRPr="00835F44" w:rsidRDefault="00AD3DA1" w:rsidP="00AD3DA1">
            <w:pPr>
              <w:pStyle w:val="TAC"/>
              <w:keepNext w:val="0"/>
              <w:rPr>
                <w:rFonts w:eastAsia="Yu Mincho"/>
              </w:rPr>
            </w:pPr>
            <w:r w:rsidRPr="00835F44">
              <w:rPr>
                <w:rFonts w:eastAsia="Yu Mincho"/>
              </w:rPr>
              <w:t>Yes</w:t>
            </w:r>
          </w:p>
        </w:tc>
      </w:tr>
      <w:tr w:rsidR="00AD3DA1" w:rsidRPr="00835F44" w14:paraId="1F462A5A" w14:textId="77777777" w:rsidTr="000E530E">
        <w:trPr>
          <w:trHeight w:val="225"/>
          <w:jc w:val="center"/>
        </w:trPr>
        <w:tc>
          <w:tcPr>
            <w:tcW w:w="0" w:type="auto"/>
            <w:vMerge w:val="restart"/>
            <w:vAlign w:val="center"/>
            <w:hideMark/>
          </w:tcPr>
          <w:p w14:paraId="03D83C6E" w14:textId="77777777" w:rsidR="00AD3DA1" w:rsidRPr="00835F44" w:rsidRDefault="00AD3DA1" w:rsidP="00AD3DA1">
            <w:pPr>
              <w:pStyle w:val="TAC"/>
              <w:keepNext w:val="0"/>
              <w:rPr>
                <w:rFonts w:eastAsia="Yu Mincho"/>
              </w:rPr>
            </w:pPr>
            <w:r w:rsidRPr="00835F44">
              <w:rPr>
                <w:rFonts w:eastAsia="Yu Mincho"/>
              </w:rPr>
              <w:t>n79</w:t>
            </w:r>
          </w:p>
        </w:tc>
        <w:tc>
          <w:tcPr>
            <w:tcW w:w="0" w:type="auto"/>
            <w:vAlign w:val="center"/>
            <w:hideMark/>
          </w:tcPr>
          <w:p w14:paraId="1992F00D" w14:textId="77777777" w:rsidR="00AD3DA1" w:rsidRPr="00835F44" w:rsidRDefault="00AD3DA1" w:rsidP="00AD3DA1">
            <w:pPr>
              <w:pStyle w:val="TAC"/>
              <w:keepNext w:val="0"/>
              <w:rPr>
                <w:rFonts w:eastAsia="Yu Mincho"/>
              </w:rPr>
            </w:pPr>
            <w:r w:rsidRPr="00835F44">
              <w:rPr>
                <w:rFonts w:eastAsia="Yu Mincho"/>
              </w:rPr>
              <w:t>15</w:t>
            </w:r>
          </w:p>
        </w:tc>
        <w:tc>
          <w:tcPr>
            <w:tcW w:w="0" w:type="auto"/>
          </w:tcPr>
          <w:p w14:paraId="350FDD05" w14:textId="77777777" w:rsidR="00AD3DA1" w:rsidRPr="00835F44" w:rsidRDefault="00AD3DA1" w:rsidP="00AD3DA1">
            <w:pPr>
              <w:pStyle w:val="TAC"/>
              <w:keepNext w:val="0"/>
              <w:rPr>
                <w:rFonts w:eastAsia="Yu Mincho"/>
              </w:rPr>
            </w:pPr>
          </w:p>
        </w:tc>
        <w:tc>
          <w:tcPr>
            <w:tcW w:w="0" w:type="auto"/>
            <w:vAlign w:val="center"/>
          </w:tcPr>
          <w:p w14:paraId="3C9EC86E" w14:textId="77777777" w:rsidR="00AD3DA1" w:rsidRPr="00835F44" w:rsidRDefault="00AD3DA1" w:rsidP="00AD3DA1">
            <w:pPr>
              <w:pStyle w:val="TAC"/>
              <w:keepNext w:val="0"/>
              <w:rPr>
                <w:rFonts w:eastAsia="Yu Mincho"/>
              </w:rPr>
            </w:pPr>
          </w:p>
        </w:tc>
        <w:tc>
          <w:tcPr>
            <w:tcW w:w="0" w:type="auto"/>
            <w:vAlign w:val="center"/>
          </w:tcPr>
          <w:p w14:paraId="327C05F8" w14:textId="77777777" w:rsidR="00AD3DA1" w:rsidRPr="00835F44" w:rsidRDefault="00AD3DA1" w:rsidP="00AD3DA1">
            <w:pPr>
              <w:pStyle w:val="TAC"/>
              <w:keepNext w:val="0"/>
              <w:rPr>
                <w:rFonts w:eastAsia="Yu Mincho"/>
              </w:rPr>
            </w:pPr>
          </w:p>
        </w:tc>
        <w:tc>
          <w:tcPr>
            <w:tcW w:w="0" w:type="auto"/>
            <w:vAlign w:val="center"/>
          </w:tcPr>
          <w:p w14:paraId="5AFDC50C" w14:textId="77777777" w:rsidR="00AD3DA1" w:rsidRPr="00835F44" w:rsidRDefault="00AD3DA1" w:rsidP="00AD3DA1">
            <w:pPr>
              <w:pStyle w:val="TAC"/>
              <w:keepNext w:val="0"/>
              <w:rPr>
                <w:rFonts w:eastAsia="Yu Mincho"/>
              </w:rPr>
            </w:pPr>
          </w:p>
        </w:tc>
        <w:tc>
          <w:tcPr>
            <w:tcW w:w="0" w:type="auto"/>
            <w:vAlign w:val="center"/>
          </w:tcPr>
          <w:p w14:paraId="547D41EA" w14:textId="77777777" w:rsidR="00AD3DA1" w:rsidRPr="00835F44" w:rsidRDefault="00AD3DA1" w:rsidP="00AD3DA1">
            <w:pPr>
              <w:pStyle w:val="TAC"/>
              <w:keepNext w:val="0"/>
              <w:rPr>
                <w:rFonts w:eastAsia="Yu Mincho"/>
              </w:rPr>
            </w:pPr>
          </w:p>
        </w:tc>
        <w:tc>
          <w:tcPr>
            <w:tcW w:w="0" w:type="auto"/>
          </w:tcPr>
          <w:p w14:paraId="64567EB4" w14:textId="77777777" w:rsidR="00AD3DA1" w:rsidRPr="00835F44" w:rsidRDefault="00AD3DA1" w:rsidP="00AD3DA1">
            <w:pPr>
              <w:pStyle w:val="TAC"/>
              <w:keepNext w:val="0"/>
              <w:rPr>
                <w:rFonts w:eastAsia="Yu Mincho"/>
              </w:rPr>
            </w:pPr>
          </w:p>
        </w:tc>
        <w:tc>
          <w:tcPr>
            <w:tcW w:w="0" w:type="auto"/>
            <w:vAlign w:val="center"/>
            <w:hideMark/>
          </w:tcPr>
          <w:p w14:paraId="6547B148"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0A68F498"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777C3219" w14:textId="77777777" w:rsidR="00AD3DA1" w:rsidRPr="00835F44" w:rsidRDefault="00AD3DA1" w:rsidP="00AD3DA1">
            <w:pPr>
              <w:pStyle w:val="TAC"/>
              <w:keepNext w:val="0"/>
              <w:rPr>
                <w:rFonts w:eastAsia="Yu Mincho"/>
              </w:rPr>
            </w:pPr>
          </w:p>
        </w:tc>
        <w:tc>
          <w:tcPr>
            <w:tcW w:w="0" w:type="auto"/>
            <w:vAlign w:val="center"/>
          </w:tcPr>
          <w:p w14:paraId="729AE2D6" w14:textId="77777777" w:rsidR="00AD3DA1" w:rsidRPr="00835F44" w:rsidRDefault="00AD3DA1" w:rsidP="00AD3DA1">
            <w:pPr>
              <w:pStyle w:val="TAC"/>
              <w:keepNext w:val="0"/>
              <w:rPr>
                <w:rFonts w:eastAsia="Yu Mincho"/>
              </w:rPr>
            </w:pPr>
          </w:p>
        </w:tc>
        <w:tc>
          <w:tcPr>
            <w:tcW w:w="0" w:type="auto"/>
          </w:tcPr>
          <w:p w14:paraId="3AFD3264" w14:textId="77777777" w:rsidR="00AD3DA1" w:rsidRPr="00835F44" w:rsidRDefault="00AD3DA1" w:rsidP="00AD3DA1">
            <w:pPr>
              <w:pStyle w:val="TAC"/>
              <w:keepNext w:val="0"/>
              <w:rPr>
                <w:rFonts w:eastAsia="Yu Mincho"/>
              </w:rPr>
            </w:pPr>
          </w:p>
        </w:tc>
        <w:tc>
          <w:tcPr>
            <w:tcW w:w="0" w:type="auto"/>
            <w:vAlign w:val="center"/>
          </w:tcPr>
          <w:p w14:paraId="1E82E98B" w14:textId="77777777" w:rsidR="00AD3DA1" w:rsidRPr="00835F44" w:rsidRDefault="00AD3DA1" w:rsidP="00AD3DA1">
            <w:pPr>
              <w:pStyle w:val="TAC"/>
              <w:keepNext w:val="0"/>
              <w:rPr>
                <w:rFonts w:eastAsia="Yu Mincho"/>
              </w:rPr>
            </w:pPr>
          </w:p>
        </w:tc>
      </w:tr>
      <w:tr w:rsidR="00AD3DA1" w:rsidRPr="00835F44" w14:paraId="5335CB54" w14:textId="77777777" w:rsidTr="000E530E">
        <w:trPr>
          <w:trHeight w:val="225"/>
          <w:jc w:val="center"/>
        </w:trPr>
        <w:tc>
          <w:tcPr>
            <w:tcW w:w="0" w:type="auto"/>
            <w:vMerge/>
            <w:vAlign w:val="center"/>
            <w:hideMark/>
          </w:tcPr>
          <w:p w14:paraId="61D382A7" w14:textId="77777777" w:rsidR="00AD3DA1" w:rsidRPr="00835F44" w:rsidRDefault="00AD3DA1" w:rsidP="00AD3DA1">
            <w:pPr>
              <w:pStyle w:val="TAC"/>
              <w:keepNext w:val="0"/>
              <w:rPr>
                <w:rFonts w:eastAsia="Yu Mincho"/>
              </w:rPr>
            </w:pPr>
          </w:p>
        </w:tc>
        <w:tc>
          <w:tcPr>
            <w:tcW w:w="0" w:type="auto"/>
            <w:vAlign w:val="center"/>
            <w:hideMark/>
          </w:tcPr>
          <w:p w14:paraId="0A483735" w14:textId="77777777" w:rsidR="00AD3DA1" w:rsidRPr="00835F44" w:rsidRDefault="00AD3DA1" w:rsidP="00AD3DA1">
            <w:pPr>
              <w:pStyle w:val="TAC"/>
              <w:keepNext w:val="0"/>
              <w:rPr>
                <w:rFonts w:eastAsia="Yu Mincho"/>
              </w:rPr>
            </w:pPr>
            <w:r w:rsidRPr="00835F44">
              <w:rPr>
                <w:rFonts w:eastAsia="Yu Mincho"/>
              </w:rPr>
              <w:t>30</w:t>
            </w:r>
          </w:p>
        </w:tc>
        <w:tc>
          <w:tcPr>
            <w:tcW w:w="0" w:type="auto"/>
          </w:tcPr>
          <w:p w14:paraId="0F7AAD5F" w14:textId="77777777" w:rsidR="00AD3DA1" w:rsidRPr="00835F44" w:rsidRDefault="00AD3DA1" w:rsidP="00AD3DA1">
            <w:pPr>
              <w:pStyle w:val="TAC"/>
              <w:keepNext w:val="0"/>
              <w:rPr>
                <w:rFonts w:eastAsia="Yu Mincho"/>
              </w:rPr>
            </w:pPr>
          </w:p>
        </w:tc>
        <w:tc>
          <w:tcPr>
            <w:tcW w:w="0" w:type="auto"/>
          </w:tcPr>
          <w:p w14:paraId="7059C311" w14:textId="77777777" w:rsidR="00AD3DA1" w:rsidRPr="00835F44" w:rsidRDefault="00AD3DA1" w:rsidP="00AD3DA1">
            <w:pPr>
              <w:pStyle w:val="TAC"/>
              <w:keepNext w:val="0"/>
              <w:rPr>
                <w:rFonts w:eastAsia="Yu Mincho"/>
              </w:rPr>
            </w:pPr>
          </w:p>
        </w:tc>
        <w:tc>
          <w:tcPr>
            <w:tcW w:w="0" w:type="auto"/>
            <w:vAlign w:val="center"/>
          </w:tcPr>
          <w:p w14:paraId="3E9D4DCD" w14:textId="77777777" w:rsidR="00AD3DA1" w:rsidRPr="00835F44" w:rsidRDefault="00AD3DA1" w:rsidP="00AD3DA1">
            <w:pPr>
              <w:pStyle w:val="TAC"/>
              <w:keepNext w:val="0"/>
              <w:rPr>
                <w:rFonts w:eastAsia="Yu Mincho"/>
              </w:rPr>
            </w:pPr>
          </w:p>
        </w:tc>
        <w:tc>
          <w:tcPr>
            <w:tcW w:w="0" w:type="auto"/>
            <w:vAlign w:val="center"/>
          </w:tcPr>
          <w:p w14:paraId="33BE773B" w14:textId="77777777" w:rsidR="00AD3DA1" w:rsidRPr="00835F44" w:rsidRDefault="00AD3DA1" w:rsidP="00AD3DA1">
            <w:pPr>
              <w:pStyle w:val="TAC"/>
              <w:keepNext w:val="0"/>
              <w:rPr>
                <w:rFonts w:eastAsia="Yu Mincho"/>
              </w:rPr>
            </w:pPr>
          </w:p>
        </w:tc>
        <w:tc>
          <w:tcPr>
            <w:tcW w:w="0" w:type="auto"/>
            <w:vAlign w:val="center"/>
          </w:tcPr>
          <w:p w14:paraId="2CF0F065" w14:textId="77777777" w:rsidR="00AD3DA1" w:rsidRPr="00835F44" w:rsidRDefault="00AD3DA1" w:rsidP="00AD3DA1">
            <w:pPr>
              <w:pStyle w:val="TAC"/>
              <w:keepNext w:val="0"/>
              <w:rPr>
                <w:rFonts w:eastAsia="Yu Mincho"/>
              </w:rPr>
            </w:pPr>
          </w:p>
        </w:tc>
        <w:tc>
          <w:tcPr>
            <w:tcW w:w="0" w:type="auto"/>
          </w:tcPr>
          <w:p w14:paraId="324323FD" w14:textId="77777777" w:rsidR="00AD3DA1" w:rsidRPr="00835F44" w:rsidRDefault="00AD3DA1" w:rsidP="00AD3DA1">
            <w:pPr>
              <w:pStyle w:val="TAC"/>
              <w:keepNext w:val="0"/>
              <w:rPr>
                <w:rFonts w:eastAsia="Yu Mincho"/>
              </w:rPr>
            </w:pPr>
          </w:p>
        </w:tc>
        <w:tc>
          <w:tcPr>
            <w:tcW w:w="0" w:type="auto"/>
            <w:vAlign w:val="center"/>
            <w:hideMark/>
          </w:tcPr>
          <w:p w14:paraId="54C87DD2"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2A8FC41F"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6863A324"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517679AA" w14:textId="77777777" w:rsidR="00AD3DA1" w:rsidRPr="00835F44" w:rsidRDefault="00AD3DA1" w:rsidP="00AD3DA1">
            <w:pPr>
              <w:pStyle w:val="TAC"/>
              <w:keepNext w:val="0"/>
              <w:rPr>
                <w:rFonts w:eastAsia="Yu Mincho"/>
              </w:rPr>
            </w:pPr>
            <w:r w:rsidRPr="00835F44">
              <w:rPr>
                <w:rFonts w:eastAsia="Yu Mincho"/>
              </w:rPr>
              <w:t>Yes</w:t>
            </w:r>
          </w:p>
        </w:tc>
        <w:tc>
          <w:tcPr>
            <w:tcW w:w="0" w:type="auto"/>
          </w:tcPr>
          <w:p w14:paraId="49264394" w14:textId="77777777" w:rsidR="00AD3DA1" w:rsidRPr="00835F44" w:rsidRDefault="00AD3DA1" w:rsidP="00AD3DA1">
            <w:pPr>
              <w:pStyle w:val="TAC"/>
              <w:keepNext w:val="0"/>
              <w:rPr>
                <w:rFonts w:eastAsia="Yu Mincho"/>
              </w:rPr>
            </w:pPr>
          </w:p>
        </w:tc>
        <w:tc>
          <w:tcPr>
            <w:tcW w:w="0" w:type="auto"/>
            <w:vAlign w:val="center"/>
            <w:hideMark/>
          </w:tcPr>
          <w:p w14:paraId="5BFB4FEB" w14:textId="77777777" w:rsidR="00AD3DA1" w:rsidRPr="00835F44" w:rsidRDefault="00AD3DA1" w:rsidP="00AD3DA1">
            <w:pPr>
              <w:pStyle w:val="TAC"/>
              <w:keepNext w:val="0"/>
              <w:rPr>
                <w:rFonts w:eastAsia="Yu Mincho"/>
              </w:rPr>
            </w:pPr>
            <w:r w:rsidRPr="00835F44">
              <w:rPr>
                <w:rFonts w:eastAsia="Yu Mincho"/>
              </w:rPr>
              <w:t>Yes</w:t>
            </w:r>
          </w:p>
        </w:tc>
      </w:tr>
      <w:tr w:rsidR="00AD3DA1" w:rsidRPr="00835F44" w14:paraId="5CC6AECC" w14:textId="77777777" w:rsidTr="000E530E">
        <w:trPr>
          <w:trHeight w:val="225"/>
          <w:jc w:val="center"/>
        </w:trPr>
        <w:tc>
          <w:tcPr>
            <w:tcW w:w="0" w:type="auto"/>
            <w:vMerge/>
            <w:vAlign w:val="center"/>
            <w:hideMark/>
          </w:tcPr>
          <w:p w14:paraId="51C63101" w14:textId="77777777" w:rsidR="00AD3DA1" w:rsidRPr="00835F44" w:rsidRDefault="00AD3DA1" w:rsidP="00AD3DA1">
            <w:pPr>
              <w:pStyle w:val="TAC"/>
              <w:keepNext w:val="0"/>
              <w:rPr>
                <w:rFonts w:eastAsia="Yu Mincho"/>
              </w:rPr>
            </w:pPr>
          </w:p>
        </w:tc>
        <w:tc>
          <w:tcPr>
            <w:tcW w:w="0" w:type="auto"/>
            <w:vAlign w:val="center"/>
            <w:hideMark/>
          </w:tcPr>
          <w:p w14:paraId="3B52C4E3" w14:textId="77777777" w:rsidR="00AD3DA1" w:rsidRPr="00835F44" w:rsidRDefault="00AD3DA1" w:rsidP="00AD3DA1">
            <w:pPr>
              <w:pStyle w:val="TAC"/>
              <w:keepNext w:val="0"/>
              <w:rPr>
                <w:rFonts w:eastAsia="Yu Mincho"/>
              </w:rPr>
            </w:pPr>
            <w:r w:rsidRPr="00835F44">
              <w:rPr>
                <w:rFonts w:eastAsia="Yu Mincho"/>
              </w:rPr>
              <w:t>60</w:t>
            </w:r>
          </w:p>
        </w:tc>
        <w:tc>
          <w:tcPr>
            <w:tcW w:w="0" w:type="auto"/>
          </w:tcPr>
          <w:p w14:paraId="715803EA" w14:textId="77777777" w:rsidR="00AD3DA1" w:rsidRPr="00835F44" w:rsidRDefault="00AD3DA1" w:rsidP="00AD3DA1">
            <w:pPr>
              <w:pStyle w:val="TAC"/>
              <w:keepNext w:val="0"/>
              <w:rPr>
                <w:rFonts w:eastAsia="Yu Mincho"/>
              </w:rPr>
            </w:pPr>
          </w:p>
        </w:tc>
        <w:tc>
          <w:tcPr>
            <w:tcW w:w="0" w:type="auto"/>
            <w:vAlign w:val="center"/>
          </w:tcPr>
          <w:p w14:paraId="589B24D6" w14:textId="77777777" w:rsidR="00AD3DA1" w:rsidRPr="00835F44" w:rsidRDefault="00AD3DA1" w:rsidP="00AD3DA1">
            <w:pPr>
              <w:pStyle w:val="TAC"/>
              <w:keepNext w:val="0"/>
              <w:rPr>
                <w:rFonts w:eastAsia="Yu Mincho"/>
              </w:rPr>
            </w:pPr>
          </w:p>
        </w:tc>
        <w:tc>
          <w:tcPr>
            <w:tcW w:w="0" w:type="auto"/>
            <w:vAlign w:val="center"/>
          </w:tcPr>
          <w:p w14:paraId="52E11742" w14:textId="77777777" w:rsidR="00AD3DA1" w:rsidRPr="00835F44" w:rsidRDefault="00AD3DA1" w:rsidP="00AD3DA1">
            <w:pPr>
              <w:pStyle w:val="TAC"/>
              <w:keepNext w:val="0"/>
              <w:rPr>
                <w:rFonts w:eastAsia="Yu Mincho"/>
              </w:rPr>
            </w:pPr>
          </w:p>
        </w:tc>
        <w:tc>
          <w:tcPr>
            <w:tcW w:w="0" w:type="auto"/>
            <w:vAlign w:val="center"/>
          </w:tcPr>
          <w:p w14:paraId="20461FF0" w14:textId="77777777" w:rsidR="00AD3DA1" w:rsidRPr="00835F44" w:rsidRDefault="00AD3DA1" w:rsidP="00AD3DA1">
            <w:pPr>
              <w:pStyle w:val="TAC"/>
              <w:keepNext w:val="0"/>
              <w:rPr>
                <w:rFonts w:eastAsia="Yu Mincho"/>
              </w:rPr>
            </w:pPr>
          </w:p>
        </w:tc>
        <w:tc>
          <w:tcPr>
            <w:tcW w:w="0" w:type="auto"/>
            <w:vAlign w:val="center"/>
          </w:tcPr>
          <w:p w14:paraId="3D43EF50" w14:textId="77777777" w:rsidR="00AD3DA1" w:rsidRPr="00835F44" w:rsidRDefault="00AD3DA1" w:rsidP="00AD3DA1">
            <w:pPr>
              <w:pStyle w:val="TAC"/>
              <w:keepNext w:val="0"/>
              <w:rPr>
                <w:rFonts w:eastAsia="Yu Mincho"/>
              </w:rPr>
            </w:pPr>
          </w:p>
        </w:tc>
        <w:tc>
          <w:tcPr>
            <w:tcW w:w="0" w:type="auto"/>
          </w:tcPr>
          <w:p w14:paraId="7240A195" w14:textId="77777777" w:rsidR="00AD3DA1" w:rsidRPr="00835F44" w:rsidRDefault="00AD3DA1" w:rsidP="00AD3DA1">
            <w:pPr>
              <w:pStyle w:val="TAC"/>
              <w:keepNext w:val="0"/>
              <w:rPr>
                <w:rFonts w:eastAsia="Yu Mincho"/>
              </w:rPr>
            </w:pPr>
          </w:p>
        </w:tc>
        <w:tc>
          <w:tcPr>
            <w:tcW w:w="0" w:type="auto"/>
            <w:vAlign w:val="center"/>
            <w:hideMark/>
          </w:tcPr>
          <w:p w14:paraId="3483C2F2"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3DDA9475"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057E1E7B"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5263FD38" w14:textId="77777777" w:rsidR="00AD3DA1" w:rsidRPr="00835F44" w:rsidRDefault="00AD3DA1" w:rsidP="00AD3DA1">
            <w:pPr>
              <w:pStyle w:val="TAC"/>
              <w:keepNext w:val="0"/>
              <w:rPr>
                <w:rFonts w:eastAsia="Yu Mincho"/>
              </w:rPr>
            </w:pPr>
            <w:r w:rsidRPr="00835F44">
              <w:rPr>
                <w:rFonts w:eastAsia="Yu Mincho"/>
              </w:rPr>
              <w:t>Yes</w:t>
            </w:r>
          </w:p>
        </w:tc>
        <w:tc>
          <w:tcPr>
            <w:tcW w:w="0" w:type="auto"/>
          </w:tcPr>
          <w:p w14:paraId="60F63172" w14:textId="77777777" w:rsidR="00AD3DA1" w:rsidRPr="00835F44" w:rsidRDefault="00AD3DA1" w:rsidP="00AD3DA1">
            <w:pPr>
              <w:pStyle w:val="TAC"/>
              <w:keepNext w:val="0"/>
              <w:rPr>
                <w:rFonts w:eastAsia="Yu Mincho"/>
              </w:rPr>
            </w:pPr>
          </w:p>
        </w:tc>
        <w:tc>
          <w:tcPr>
            <w:tcW w:w="0" w:type="auto"/>
            <w:vAlign w:val="center"/>
            <w:hideMark/>
          </w:tcPr>
          <w:p w14:paraId="5FD3D607" w14:textId="77777777" w:rsidR="00AD3DA1" w:rsidRPr="00835F44" w:rsidRDefault="00AD3DA1" w:rsidP="00AD3DA1">
            <w:pPr>
              <w:pStyle w:val="TAC"/>
              <w:keepNext w:val="0"/>
              <w:rPr>
                <w:rFonts w:eastAsia="Yu Mincho"/>
              </w:rPr>
            </w:pPr>
            <w:r w:rsidRPr="00835F44">
              <w:rPr>
                <w:rFonts w:eastAsia="Yu Mincho"/>
              </w:rPr>
              <w:t>Yes</w:t>
            </w:r>
          </w:p>
        </w:tc>
      </w:tr>
      <w:tr w:rsidR="00AD3DA1" w:rsidRPr="00835F44" w14:paraId="668F6DBD" w14:textId="77777777" w:rsidTr="000E530E">
        <w:trPr>
          <w:trHeight w:val="225"/>
          <w:jc w:val="center"/>
        </w:trPr>
        <w:tc>
          <w:tcPr>
            <w:tcW w:w="0" w:type="auto"/>
            <w:vMerge w:val="restart"/>
            <w:vAlign w:val="center"/>
            <w:hideMark/>
          </w:tcPr>
          <w:p w14:paraId="4D2CA34C" w14:textId="77777777" w:rsidR="00AD3DA1" w:rsidRPr="00835F44" w:rsidRDefault="00AD3DA1" w:rsidP="00AD3DA1">
            <w:pPr>
              <w:pStyle w:val="TAC"/>
              <w:keepNext w:val="0"/>
              <w:rPr>
                <w:rFonts w:eastAsia="Yu Mincho"/>
              </w:rPr>
            </w:pPr>
            <w:r w:rsidRPr="00835F44">
              <w:rPr>
                <w:rFonts w:eastAsia="Yu Mincho"/>
              </w:rPr>
              <w:t>n80</w:t>
            </w:r>
          </w:p>
        </w:tc>
        <w:tc>
          <w:tcPr>
            <w:tcW w:w="0" w:type="auto"/>
            <w:vAlign w:val="center"/>
            <w:hideMark/>
          </w:tcPr>
          <w:p w14:paraId="4481769F" w14:textId="77777777" w:rsidR="00AD3DA1" w:rsidRPr="00835F44" w:rsidRDefault="00AD3DA1" w:rsidP="00AD3DA1">
            <w:pPr>
              <w:pStyle w:val="TAC"/>
              <w:keepNext w:val="0"/>
              <w:rPr>
                <w:rFonts w:eastAsia="Yu Mincho"/>
              </w:rPr>
            </w:pPr>
            <w:r w:rsidRPr="00835F44">
              <w:rPr>
                <w:rFonts w:eastAsia="Yu Mincho"/>
              </w:rPr>
              <w:t>15</w:t>
            </w:r>
          </w:p>
        </w:tc>
        <w:tc>
          <w:tcPr>
            <w:tcW w:w="0" w:type="auto"/>
            <w:hideMark/>
          </w:tcPr>
          <w:p w14:paraId="35B08DB3"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5138E0FF"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0E1C6FBB"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73F70B48"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6778CBC1" w14:textId="77777777" w:rsidR="00AD3DA1" w:rsidRPr="00835F44" w:rsidRDefault="00AD3DA1" w:rsidP="00AD3DA1">
            <w:pPr>
              <w:pStyle w:val="TAC"/>
              <w:keepNext w:val="0"/>
              <w:rPr>
                <w:rFonts w:eastAsia="Yu Mincho"/>
              </w:rPr>
            </w:pPr>
            <w:r w:rsidRPr="00835F44">
              <w:rPr>
                <w:rFonts w:eastAsia="Yu Mincho"/>
              </w:rPr>
              <w:t>Yes</w:t>
            </w:r>
          </w:p>
        </w:tc>
        <w:tc>
          <w:tcPr>
            <w:tcW w:w="0" w:type="auto"/>
          </w:tcPr>
          <w:p w14:paraId="202D9C08"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10C7AE7C" w14:textId="77777777" w:rsidR="00AD3DA1" w:rsidRPr="00835F44" w:rsidRDefault="00AD3DA1" w:rsidP="00AD3DA1">
            <w:pPr>
              <w:pStyle w:val="TAC"/>
              <w:keepNext w:val="0"/>
              <w:rPr>
                <w:rFonts w:eastAsia="Yu Mincho"/>
              </w:rPr>
            </w:pPr>
          </w:p>
        </w:tc>
        <w:tc>
          <w:tcPr>
            <w:tcW w:w="0" w:type="auto"/>
            <w:vAlign w:val="center"/>
          </w:tcPr>
          <w:p w14:paraId="577D7AC6" w14:textId="77777777" w:rsidR="00AD3DA1" w:rsidRPr="00835F44" w:rsidRDefault="00AD3DA1" w:rsidP="00AD3DA1">
            <w:pPr>
              <w:pStyle w:val="TAC"/>
              <w:keepNext w:val="0"/>
              <w:rPr>
                <w:rFonts w:eastAsia="Yu Mincho"/>
              </w:rPr>
            </w:pPr>
          </w:p>
        </w:tc>
        <w:tc>
          <w:tcPr>
            <w:tcW w:w="0" w:type="auto"/>
            <w:vAlign w:val="center"/>
          </w:tcPr>
          <w:p w14:paraId="03DBF2D2" w14:textId="77777777" w:rsidR="00AD3DA1" w:rsidRPr="00835F44" w:rsidRDefault="00AD3DA1" w:rsidP="00AD3DA1">
            <w:pPr>
              <w:pStyle w:val="TAC"/>
              <w:keepNext w:val="0"/>
              <w:rPr>
                <w:rFonts w:eastAsia="Yu Mincho"/>
              </w:rPr>
            </w:pPr>
          </w:p>
        </w:tc>
        <w:tc>
          <w:tcPr>
            <w:tcW w:w="0" w:type="auto"/>
            <w:vAlign w:val="center"/>
          </w:tcPr>
          <w:p w14:paraId="27FF238E" w14:textId="77777777" w:rsidR="00AD3DA1" w:rsidRPr="00835F44" w:rsidRDefault="00AD3DA1" w:rsidP="00AD3DA1">
            <w:pPr>
              <w:pStyle w:val="TAC"/>
              <w:keepNext w:val="0"/>
              <w:rPr>
                <w:rFonts w:eastAsia="Yu Mincho"/>
              </w:rPr>
            </w:pPr>
          </w:p>
        </w:tc>
        <w:tc>
          <w:tcPr>
            <w:tcW w:w="0" w:type="auto"/>
          </w:tcPr>
          <w:p w14:paraId="0203BA15" w14:textId="77777777" w:rsidR="00AD3DA1" w:rsidRPr="00835F44" w:rsidRDefault="00AD3DA1" w:rsidP="00AD3DA1">
            <w:pPr>
              <w:pStyle w:val="TAC"/>
              <w:keepNext w:val="0"/>
              <w:rPr>
                <w:rFonts w:eastAsia="Yu Mincho"/>
              </w:rPr>
            </w:pPr>
          </w:p>
        </w:tc>
        <w:tc>
          <w:tcPr>
            <w:tcW w:w="0" w:type="auto"/>
            <w:vAlign w:val="center"/>
          </w:tcPr>
          <w:p w14:paraId="640673A5" w14:textId="77777777" w:rsidR="00AD3DA1" w:rsidRPr="00835F44" w:rsidRDefault="00AD3DA1" w:rsidP="00AD3DA1">
            <w:pPr>
              <w:pStyle w:val="TAC"/>
              <w:keepNext w:val="0"/>
              <w:rPr>
                <w:rFonts w:eastAsia="Yu Mincho"/>
              </w:rPr>
            </w:pPr>
          </w:p>
        </w:tc>
      </w:tr>
      <w:tr w:rsidR="00AD3DA1" w:rsidRPr="00835F44" w14:paraId="607D8C57" w14:textId="77777777" w:rsidTr="000E530E">
        <w:trPr>
          <w:trHeight w:val="225"/>
          <w:jc w:val="center"/>
        </w:trPr>
        <w:tc>
          <w:tcPr>
            <w:tcW w:w="0" w:type="auto"/>
            <w:vMerge/>
            <w:vAlign w:val="center"/>
            <w:hideMark/>
          </w:tcPr>
          <w:p w14:paraId="2771D29D" w14:textId="77777777" w:rsidR="00AD3DA1" w:rsidRPr="00835F44" w:rsidRDefault="00AD3DA1" w:rsidP="00AD3DA1">
            <w:pPr>
              <w:pStyle w:val="TAC"/>
              <w:keepNext w:val="0"/>
              <w:rPr>
                <w:rFonts w:eastAsia="Yu Mincho"/>
              </w:rPr>
            </w:pPr>
          </w:p>
        </w:tc>
        <w:tc>
          <w:tcPr>
            <w:tcW w:w="0" w:type="auto"/>
            <w:vAlign w:val="center"/>
            <w:hideMark/>
          </w:tcPr>
          <w:p w14:paraId="54A99A8A" w14:textId="77777777" w:rsidR="00AD3DA1" w:rsidRPr="00835F44" w:rsidRDefault="00AD3DA1" w:rsidP="00AD3DA1">
            <w:pPr>
              <w:pStyle w:val="TAC"/>
              <w:keepNext w:val="0"/>
              <w:rPr>
                <w:rFonts w:eastAsia="Yu Mincho"/>
              </w:rPr>
            </w:pPr>
            <w:r w:rsidRPr="00835F44">
              <w:rPr>
                <w:rFonts w:eastAsia="Yu Mincho"/>
              </w:rPr>
              <w:t>30</w:t>
            </w:r>
          </w:p>
        </w:tc>
        <w:tc>
          <w:tcPr>
            <w:tcW w:w="0" w:type="auto"/>
          </w:tcPr>
          <w:p w14:paraId="099A813E" w14:textId="77777777" w:rsidR="00AD3DA1" w:rsidRPr="00835F44" w:rsidRDefault="00AD3DA1" w:rsidP="00AD3DA1">
            <w:pPr>
              <w:pStyle w:val="TAC"/>
              <w:keepNext w:val="0"/>
              <w:rPr>
                <w:rFonts w:eastAsia="Yu Mincho"/>
              </w:rPr>
            </w:pPr>
          </w:p>
        </w:tc>
        <w:tc>
          <w:tcPr>
            <w:tcW w:w="0" w:type="auto"/>
            <w:hideMark/>
          </w:tcPr>
          <w:p w14:paraId="075CEA97"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12A045C6"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29A18922"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3516ACC7" w14:textId="77777777" w:rsidR="00AD3DA1" w:rsidRPr="00835F44" w:rsidRDefault="00AD3DA1" w:rsidP="00AD3DA1">
            <w:pPr>
              <w:pStyle w:val="TAC"/>
              <w:keepNext w:val="0"/>
              <w:rPr>
                <w:rFonts w:eastAsia="Yu Mincho"/>
              </w:rPr>
            </w:pPr>
            <w:r w:rsidRPr="00835F44">
              <w:rPr>
                <w:rFonts w:eastAsia="Yu Mincho"/>
              </w:rPr>
              <w:t>Yes</w:t>
            </w:r>
          </w:p>
        </w:tc>
        <w:tc>
          <w:tcPr>
            <w:tcW w:w="0" w:type="auto"/>
          </w:tcPr>
          <w:p w14:paraId="41EF1673"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0C3D108C" w14:textId="77777777" w:rsidR="00AD3DA1" w:rsidRPr="00835F44" w:rsidRDefault="00AD3DA1" w:rsidP="00AD3DA1">
            <w:pPr>
              <w:pStyle w:val="TAC"/>
              <w:keepNext w:val="0"/>
              <w:rPr>
                <w:rFonts w:eastAsia="Yu Mincho"/>
              </w:rPr>
            </w:pPr>
          </w:p>
        </w:tc>
        <w:tc>
          <w:tcPr>
            <w:tcW w:w="0" w:type="auto"/>
            <w:vAlign w:val="center"/>
          </w:tcPr>
          <w:p w14:paraId="1DB08B60" w14:textId="77777777" w:rsidR="00AD3DA1" w:rsidRPr="00835F44" w:rsidRDefault="00AD3DA1" w:rsidP="00AD3DA1">
            <w:pPr>
              <w:pStyle w:val="TAC"/>
              <w:keepNext w:val="0"/>
              <w:rPr>
                <w:rFonts w:eastAsia="Yu Mincho"/>
              </w:rPr>
            </w:pPr>
          </w:p>
        </w:tc>
        <w:tc>
          <w:tcPr>
            <w:tcW w:w="0" w:type="auto"/>
            <w:vAlign w:val="center"/>
          </w:tcPr>
          <w:p w14:paraId="18DFA46A" w14:textId="77777777" w:rsidR="00AD3DA1" w:rsidRPr="00835F44" w:rsidRDefault="00AD3DA1" w:rsidP="00AD3DA1">
            <w:pPr>
              <w:pStyle w:val="TAC"/>
              <w:keepNext w:val="0"/>
              <w:rPr>
                <w:rFonts w:eastAsia="Yu Mincho"/>
              </w:rPr>
            </w:pPr>
          </w:p>
        </w:tc>
        <w:tc>
          <w:tcPr>
            <w:tcW w:w="0" w:type="auto"/>
            <w:vAlign w:val="center"/>
          </w:tcPr>
          <w:p w14:paraId="56B3355F" w14:textId="77777777" w:rsidR="00AD3DA1" w:rsidRPr="00835F44" w:rsidRDefault="00AD3DA1" w:rsidP="00AD3DA1">
            <w:pPr>
              <w:pStyle w:val="TAC"/>
              <w:keepNext w:val="0"/>
              <w:rPr>
                <w:rFonts w:eastAsia="Yu Mincho"/>
              </w:rPr>
            </w:pPr>
          </w:p>
        </w:tc>
        <w:tc>
          <w:tcPr>
            <w:tcW w:w="0" w:type="auto"/>
          </w:tcPr>
          <w:p w14:paraId="34136690" w14:textId="77777777" w:rsidR="00AD3DA1" w:rsidRPr="00835F44" w:rsidRDefault="00AD3DA1" w:rsidP="00AD3DA1">
            <w:pPr>
              <w:pStyle w:val="TAC"/>
              <w:keepNext w:val="0"/>
              <w:rPr>
                <w:rFonts w:eastAsia="Yu Mincho"/>
              </w:rPr>
            </w:pPr>
          </w:p>
        </w:tc>
        <w:tc>
          <w:tcPr>
            <w:tcW w:w="0" w:type="auto"/>
            <w:vAlign w:val="center"/>
          </w:tcPr>
          <w:p w14:paraId="67526F1D" w14:textId="77777777" w:rsidR="00AD3DA1" w:rsidRPr="00835F44" w:rsidRDefault="00AD3DA1" w:rsidP="00AD3DA1">
            <w:pPr>
              <w:pStyle w:val="TAC"/>
              <w:keepNext w:val="0"/>
              <w:rPr>
                <w:rFonts w:eastAsia="Yu Mincho"/>
              </w:rPr>
            </w:pPr>
          </w:p>
        </w:tc>
      </w:tr>
      <w:tr w:rsidR="00AD3DA1" w:rsidRPr="00835F44" w14:paraId="53782C3A" w14:textId="77777777" w:rsidTr="000E530E">
        <w:trPr>
          <w:trHeight w:val="225"/>
          <w:jc w:val="center"/>
        </w:trPr>
        <w:tc>
          <w:tcPr>
            <w:tcW w:w="0" w:type="auto"/>
            <w:vMerge/>
            <w:vAlign w:val="center"/>
            <w:hideMark/>
          </w:tcPr>
          <w:p w14:paraId="4B7DD985" w14:textId="77777777" w:rsidR="00AD3DA1" w:rsidRPr="00835F44" w:rsidRDefault="00AD3DA1" w:rsidP="00AD3DA1">
            <w:pPr>
              <w:pStyle w:val="TAC"/>
              <w:keepNext w:val="0"/>
              <w:rPr>
                <w:rFonts w:eastAsia="Yu Mincho"/>
              </w:rPr>
            </w:pPr>
          </w:p>
        </w:tc>
        <w:tc>
          <w:tcPr>
            <w:tcW w:w="0" w:type="auto"/>
            <w:vAlign w:val="center"/>
            <w:hideMark/>
          </w:tcPr>
          <w:p w14:paraId="360E9D15" w14:textId="77777777" w:rsidR="00AD3DA1" w:rsidRPr="00835F44" w:rsidRDefault="00AD3DA1" w:rsidP="00AD3DA1">
            <w:pPr>
              <w:pStyle w:val="TAC"/>
              <w:keepNext w:val="0"/>
              <w:rPr>
                <w:rFonts w:eastAsia="Yu Mincho"/>
              </w:rPr>
            </w:pPr>
            <w:r w:rsidRPr="00835F44">
              <w:rPr>
                <w:rFonts w:eastAsia="Yu Mincho"/>
              </w:rPr>
              <w:t>60</w:t>
            </w:r>
          </w:p>
        </w:tc>
        <w:tc>
          <w:tcPr>
            <w:tcW w:w="0" w:type="auto"/>
          </w:tcPr>
          <w:p w14:paraId="69ACF955" w14:textId="77777777" w:rsidR="00AD3DA1" w:rsidRPr="00835F44" w:rsidRDefault="00AD3DA1" w:rsidP="00AD3DA1">
            <w:pPr>
              <w:pStyle w:val="TAC"/>
              <w:keepNext w:val="0"/>
              <w:rPr>
                <w:rFonts w:eastAsia="Yu Mincho"/>
              </w:rPr>
            </w:pPr>
          </w:p>
        </w:tc>
        <w:tc>
          <w:tcPr>
            <w:tcW w:w="0" w:type="auto"/>
            <w:vAlign w:val="center"/>
            <w:hideMark/>
          </w:tcPr>
          <w:p w14:paraId="2BE60F64"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33E93D2E"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15DCDCFD"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55169021" w14:textId="77777777" w:rsidR="00AD3DA1" w:rsidRPr="00835F44" w:rsidRDefault="00AD3DA1" w:rsidP="00AD3DA1">
            <w:pPr>
              <w:pStyle w:val="TAC"/>
              <w:keepNext w:val="0"/>
              <w:rPr>
                <w:rFonts w:eastAsia="Yu Mincho"/>
              </w:rPr>
            </w:pPr>
            <w:r w:rsidRPr="00835F44">
              <w:rPr>
                <w:rFonts w:eastAsia="Yu Mincho"/>
              </w:rPr>
              <w:t>Yes</w:t>
            </w:r>
          </w:p>
        </w:tc>
        <w:tc>
          <w:tcPr>
            <w:tcW w:w="0" w:type="auto"/>
          </w:tcPr>
          <w:p w14:paraId="5DA420FF"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7C92BCC3" w14:textId="77777777" w:rsidR="00AD3DA1" w:rsidRPr="00835F44" w:rsidRDefault="00AD3DA1" w:rsidP="00AD3DA1">
            <w:pPr>
              <w:pStyle w:val="TAC"/>
              <w:keepNext w:val="0"/>
              <w:rPr>
                <w:rFonts w:eastAsia="Yu Mincho"/>
              </w:rPr>
            </w:pPr>
          </w:p>
        </w:tc>
        <w:tc>
          <w:tcPr>
            <w:tcW w:w="0" w:type="auto"/>
            <w:vAlign w:val="center"/>
          </w:tcPr>
          <w:p w14:paraId="246074C9" w14:textId="77777777" w:rsidR="00AD3DA1" w:rsidRPr="00835F44" w:rsidRDefault="00AD3DA1" w:rsidP="00AD3DA1">
            <w:pPr>
              <w:pStyle w:val="TAC"/>
              <w:keepNext w:val="0"/>
              <w:rPr>
                <w:rFonts w:eastAsia="Yu Mincho"/>
              </w:rPr>
            </w:pPr>
          </w:p>
        </w:tc>
        <w:tc>
          <w:tcPr>
            <w:tcW w:w="0" w:type="auto"/>
            <w:vAlign w:val="center"/>
          </w:tcPr>
          <w:p w14:paraId="236D04E2" w14:textId="77777777" w:rsidR="00AD3DA1" w:rsidRPr="00835F44" w:rsidRDefault="00AD3DA1" w:rsidP="00AD3DA1">
            <w:pPr>
              <w:pStyle w:val="TAC"/>
              <w:keepNext w:val="0"/>
              <w:rPr>
                <w:rFonts w:eastAsia="Yu Mincho"/>
              </w:rPr>
            </w:pPr>
          </w:p>
        </w:tc>
        <w:tc>
          <w:tcPr>
            <w:tcW w:w="0" w:type="auto"/>
            <w:vAlign w:val="center"/>
          </w:tcPr>
          <w:p w14:paraId="28611EFB" w14:textId="77777777" w:rsidR="00AD3DA1" w:rsidRPr="00835F44" w:rsidRDefault="00AD3DA1" w:rsidP="00AD3DA1">
            <w:pPr>
              <w:pStyle w:val="TAC"/>
              <w:keepNext w:val="0"/>
              <w:rPr>
                <w:rFonts w:eastAsia="Yu Mincho"/>
              </w:rPr>
            </w:pPr>
          </w:p>
        </w:tc>
        <w:tc>
          <w:tcPr>
            <w:tcW w:w="0" w:type="auto"/>
          </w:tcPr>
          <w:p w14:paraId="30EE4499" w14:textId="77777777" w:rsidR="00AD3DA1" w:rsidRPr="00835F44" w:rsidRDefault="00AD3DA1" w:rsidP="00AD3DA1">
            <w:pPr>
              <w:pStyle w:val="TAC"/>
              <w:keepNext w:val="0"/>
              <w:rPr>
                <w:rFonts w:eastAsia="Yu Mincho"/>
              </w:rPr>
            </w:pPr>
          </w:p>
        </w:tc>
        <w:tc>
          <w:tcPr>
            <w:tcW w:w="0" w:type="auto"/>
            <w:vAlign w:val="center"/>
          </w:tcPr>
          <w:p w14:paraId="3FCA6B03" w14:textId="77777777" w:rsidR="00AD3DA1" w:rsidRPr="00835F44" w:rsidRDefault="00AD3DA1" w:rsidP="00AD3DA1">
            <w:pPr>
              <w:pStyle w:val="TAC"/>
              <w:keepNext w:val="0"/>
              <w:rPr>
                <w:rFonts w:eastAsia="Yu Mincho"/>
              </w:rPr>
            </w:pPr>
          </w:p>
        </w:tc>
      </w:tr>
      <w:tr w:rsidR="00AD3DA1" w:rsidRPr="00835F44" w14:paraId="6308ED38" w14:textId="77777777" w:rsidTr="000E530E">
        <w:trPr>
          <w:trHeight w:val="225"/>
          <w:jc w:val="center"/>
        </w:trPr>
        <w:tc>
          <w:tcPr>
            <w:tcW w:w="0" w:type="auto"/>
            <w:vMerge w:val="restart"/>
            <w:vAlign w:val="center"/>
            <w:hideMark/>
          </w:tcPr>
          <w:p w14:paraId="44459A9E" w14:textId="77777777" w:rsidR="00AD3DA1" w:rsidRPr="00835F44" w:rsidRDefault="00AD3DA1" w:rsidP="00AD3DA1">
            <w:pPr>
              <w:pStyle w:val="TAC"/>
              <w:keepNext w:val="0"/>
              <w:rPr>
                <w:rFonts w:eastAsia="Yu Mincho"/>
              </w:rPr>
            </w:pPr>
            <w:r w:rsidRPr="00835F44">
              <w:rPr>
                <w:rFonts w:eastAsia="Yu Mincho"/>
              </w:rPr>
              <w:t>n81</w:t>
            </w:r>
          </w:p>
        </w:tc>
        <w:tc>
          <w:tcPr>
            <w:tcW w:w="0" w:type="auto"/>
            <w:vAlign w:val="center"/>
            <w:hideMark/>
          </w:tcPr>
          <w:p w14:paraId="3D49684E" w14:textId="77777777" w:rsidR="00AD3DA1" w:rsidRPr="00835F44" w:rsidRDefault="00AD3DA1" w:rsidP="00AD3DA1">
            <w:pPr>
              <w:pStyle w:val="TAC"/>
              <w:keepNext w:val="0"/>
              <w:rPr>
                <w:rFonts w:eastAsia="Yu Mincho"/>
              </w:rPr>
            </w:pPr>
            <w:r w:rsidRPr="00835F44">
              <w:rPr>
                <w:rFonts w:eastAsia="Yu Mincho"/>
              </w:rPr>
              <w:t>15</w:t>
            </w:r>
          </w:p>
        </w:tc>
        <w:tc>
          <w:tcPr>
            <w:tcW w:w="0" w:type="auto"/>
            <w:hideMark/>
          </w:tcPr>
          <w:p w14:paraId="4433480F"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7E604B7A"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4F3C73F7"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5D39B341"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099EAD5E" w14:textId="77777777" w:rsidR="00AD3DA1" w:rsidRPr="00835F44" w:rsidRDefault="00AD3DA1" w:rsidP="00AD3DA1">
            <w:pPr>
              <w:pStyle w:val="TAC"/>
              <w:keepNext w:val="0"/>
              <w:rPr>
                <w:rFonts w:eastAsia="Yu Mincho"/>
              </w:rPr>
            </w:pPr>
          </w:p>
        </w:tc>
        <w:tc>
          <w:tcPr>
            <w:tcW w:w="0" w:type="auto"/>
          </w:tcPr>
          <w:p w14:paraId="276DA014" w14:textId="77777777" w:rsidR="00AD3DA1" w:rsidRPr="00835F44" w:rsidRDefault="00AD3DA1" w:rsidP="00AD3DA1">
            <w:pPr>
              <w:pStyle w:val="TAC"/>
              <w:keepNext w:val="0"/>
              <w:rPr>
                <w:rFonts w:eastAsia="Yu Mincho"/>
              </w:rPr>
            </w:pPr>
          </w:p>
        </w:tc>
        <w:tc>
          <w:tcPr>
            <w:tcW w:w="0" w:type="auto"/>
            <w:vAlign w:val="center"/>
          </w:tcPr>
          <w:p w14:paraId="33A2EA32" w14:textId="77777777" w:rsidR="00AD3DA1" w:rsidRPr="00835F44" w:rsidRDefault="00AD3DA1" w:rsidP="00AD3DA1">
            <w:pPr>
              <w:pStyle w:val="TAC"/>
              <w:keepNext w:val="0"/>
              <w:rPr>
                <w:rFonts w:eastAsia="Yu Mincho"/>
              </w:rPr>
            </w:pPr>
          </w:p>
        </w:tc>
        <w:tc>
          <w:tcPr>
            <w:tcW w:w="0" w:type="auto"/>
            <w:vAlign w:val="center"/>
          </w:tcPr>
          <w:p w14:paraId="0BFF4C38" w14:textId="77777777" w:rsidR="00AD3DA1" w:rsidRPr="00835F44" w:rsidRDefault="00AD3DA1" w:rsidP="00AD3DA1">
            <w:pPr>
              <w:pStyle w:val="TAC"/>
              <w:keepNext w:val="0"/>
              <w:rPr>
                <w:rFonts w:eastAsia="Yu Mincho"/>
              </w:rPr>
            </w:pPr>
          </w:p>
        </w:tc>
        <w:tc>
          <w:tcPr>
            <w:tcW w:w="0" w:type="auto"/>
            <w:vAlign w:val="center"/>
          </w:tcPr>
          <w:p w14:paraId="5C1BC1D4" w14:textId="77777777" w:rsidR="00AD3DA1" w:rsidRPr="00835F44" w:rsidRDefault="00AD3DA1" w:rsidP="00AD3DA1">
            <w:pPr>
              <w:pStyle w:val="TAC"/>
              <w:keepNext w:val="0"/>
              <w:rPr>
                <w:rFonts w:eastAsia="Yu Mincho"/>
              </w:rPr>
            </w:pPr>
          </w:p>
        </w:tc>
        <w:tc>
          <w:tcPr>
            <w:tcW w:w="0" w:type="auto"/>
            <w:vAlign w:val="center"/>
          </w:tcPr>
          <w:p w14:paraId="2FE7D8C7" w14:textId="77777777" w:rsidR="00AD3DA1" w:rsidRPr="00835F44" w:rsidRDefault="00AD3DA1" w:rsidP="00AD3DA1">
            <w:pPr>
              <w:pStyle w:val="TAC"/>
              <w:keepNext w:val="0"/>
              <w:rPr>
                <w:rFonts w:eastAsia="Yu Mincho"/>
              </w:rPr>
            </w:pPr>
          </w:p>
        </w:tc>
        <w:tc>
          <w:tcPr>
            <w:tcW w:w="0" w:type="auto"/>
          </w:tcPr>
          <w:p w14:paraId="6C74204F" w14:textId="77777777" w:rsidR="00AD3DA1" w:rsidRPr="00835F44" w:rsidRDefault="00AD3DA1" w:rsidP="00AD3DA1">
            <w:pPr>
              <w:pStyle w:val="TAC"/>
              <w:keepNext w:val="0"/>
              <w:rPr>
                <w:rFonts w:eastAsia="Yu Mincho"/>
              </w:rPr>
            </w:pPr>
          </w:p>
        </w:tc>
        <w:tc>
          <w:tcPr>
            <w:tcW w:w="0" w:type="auto"/>
            <w:vAlign w:val="center"/>
          </w:tcPr>
          <w:p w14:paraId="3E08649F" w14:textId="77777777" w:rsidR="00AD3DA1" w:rsidRPr="00835F44" w:rsidRDefault="00AD3DA1" w:rsidP="00AD3DA1">
            <w:pPr>
              <w:pStyle w:val="TAC"/>
              <w:keepNext w:val="0"/>
              <w:rPr>
                <w:rFonts w:eastAsia="Yu Mincho"/>
              </w:rPr>
            </w:pPr>
          </w:p>
        </w:tc>
      </w:tr>
      <w:tr w:rsidR="00AD3DA1" w:rsidRPr="00835F44" w14:paraId="77691014" w14:textId="77777777" w:rsidTr="000E530E">
        <w:trPr>
          <w:trHeight w:val="225"/>
          <w:jc w:val="center"/>
        </w:trPr>
        <w:tc>
          <w:tcPr>
            <w:tcW w:w="0" w:type="auto"/>
            <w:vMerge/>
            <w:vAlign w:val="center"/>
            <w:hideMark/>
          </w:tcPr>
          <w:p w14:paraId="688165CB" w14:textId="77777777" w:rsidR="00AD3DA1" w:rsidRPr="00835F44" w:rsidRDefault="00AD3DA1" w:rsidP="00AD3DA1">
            <w:pPr>
              <w:pStyle w:val="TAC"/>
              <w:keepNext w:val="0"/>
              <w:rPr>
                <w:rFonts w:eastAsia="Yu Mincho"/>
              </w:rPr>
            </w:pPr>
          </w:p>
        </w:tc>
        <w:tc>
          <w:tcPr>
            <w:tcW w:w="0" w:type="auto"/>
            <w:vAlign w:val="center"/>
            <w:hideMark/>
          </w:tcPr>
          <w:p w14:paraId="472AFE87" w14:textId="77777777" w:rsidR="00AD3DA1" w:rsidRPr="00835F44" w:rsidRDefault="00AD3DA1" w:rsidP="00AD3DA1">
            <w:pPr>
              <w:pStyle w:val="TAC"/>
              <w:keepNext w:val="0"/>
              <w:rPr>
                <w:rFonts w:eastAsia="Yu Mincho"/>
              </w:rPr>
            </w:pPr>
            <w:r w:rsidRPr="00835F44">
              <w:rPr>
                <w:rFonts w:eastAsia="Yu Mincho"/>
              </w:rPr>
              <w:t>30</w:t>
            </w:r>
          </w:p>
        </w:tc>
        <w:tc>
          <w:tcPr>
            <w:tcW w:w="0" w:type="auto"/>
          </w:tcPr>
          <w:p w14:paraId="57735C74" w14:textId="77777777" w:rsidR="00AD3DA1" w:rsidRPr="00835F44" w:rsidRDefault="00AD3DA1" w:rsidP="00AD3DA1">
            <w:pPr>
              <w:pStyle w:val="TAC"/>
              <w:keepNext w:val="0"/>
              <w:rPr>
                <w:rFonts w:eastAsia="Yu Mincho"/>
              </w:rPr>
            </w:pPr>
          </w:p>
        </w:tc>
        <w:tc>
          <w:tcPr>
            <w:tcW w:w="0" w:type="auto"/>
            <w:hideMark/>
          </w:tcPr>
          <w:p w14:paraId="7FAEBF0E"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6DE47205"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6FF7266B"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7789D9C5" w14:textId="77777777" w:rsidR="00AD3DA1" w:rsidRPr="00835F44" w:rsidRDefault="00AD3DA1" w:rsidP="00AD3DA1">
            <w:pPr>
              <w:pStyle w:val="TAC"/>
              <w:keepNext w:val="0"/>
              <w:rPr>
                <w:rFonts w:eastAsia="Yu Mincho"/>
              </w:rPr>
            </w:pPr>
          </w:p>
        </w:tc>
        <w:tc>
          <w:tcPr>
            <w:tcW w:w="0" w:type="auto"/>
          </w:tcPr>
          <w:p w14:paraId="7E7440FD" w14:textId="77777777" w:rsidR="00AD3DA1" w:rsidRPr="00835F44" w:rsidRDefault="00AD3DA1" w:rsidP="00AD3DA1">
            <w:pPr>
              <w:pStyle w:val="TAC"/>
              <w:keepNext w:val="0"/>
              <w:rPr>
                <w:rFonts w:eastAsia="Yu Mincho"/>
              </w:rPr>
            </w:pPr>
          </w:p>
        </w:tc>
        <w:tc>
          <w:tcPr>
            <w:tcW w:w="0" w:type="auto"/>
            <w:vAlign w:val="center"/>
          </w:tcPr>
          <w:p w14:paraId="4CEE35CD" w14:textId="77777777" w:rsidR="00AD3DA1" w:rsidRPr="00835F44" w:rsidRDefault="00AD3DA1" w:rsidP="00AD3DA1">
            <w:pPr>
              <w:pStyle w:val="TAC"/>
              <w:keepNext w:val="0"/>
              <w:rPr>
                <w:rFonts w:eastAsia="Yu Mincho"/>
              </w:rPr>
            </w:pPr>
          </w:p>
        </w:tc>
        <w:tc>
          <w:tcPr>
            <w:tcW w:w="0" w:type="auto"/>
            <w:vAlign w:val="center"/>
          </w:tcPr>
          <w:p w14:paraId="6992D81B" w14:textId="77777777" w:rsidR="00AD3DA1" w:rsidRPr="00835F44" w:rsidRDefault="00AD3DA1" w:rsidP="00AD3DA1">
            <w:pPr>
              <w:pStyle w:val="TAC"/>
              <w:keepNext w:val="0"/>
              <w:rPr>
                <w:rFonts w:eastAsia="Yu Mincho"/>
              </w:rPr>
            </w:pPr>
          </w:p>
        </w:tc>
        <w:tc>
          <w:tcPr>
            <w:tcW w:w="0" w:type="auto"/>
            <w:vAlign w:val="center"/>
          </w:tcPr>
          <w:p w14:paraId="41796D75" w14:textId="77777777" w:rsidR="00AD3DA1" w:rsidRPr="00835F44" w:rsidRDefault="00AD3DA1" w:rsidP="00AD3DA1">
            <w:pPr>
              <w:pStyle w:val="TAC"/>
              <w:keepNext w:val="0"/>
              <w:rPr>
                <w:rFonts w:eastAsia="Yu Mincho"/>
              </w:rPr>
            </w:pPr>
          </w:p>
        </w:tc>
        <w:tc>
          <w:tcPr>
            <w:tcW w:w="0" w:type="auto"/>
            <w:vAlign w:val="center"/>
          </w:tcPr>
          <w:p w14:paraId="6A68FFB0" w14:textId="77777777" w:rsidR="00AD3DA1" w:rsidRPr="00835F44" w:rsidRDefault="00AD3DA1" w:rsidP="00AD3DA1">
            <w:pPr>
              <w:pStyle w:val="TAC"/>
              <w:keepNext w:val="0"/>
              <w:rPr>
                <w:rFonts w:eastAsia="Yu Mincho"/>
              </w:rPr>
            </w:pPr>
          </w:p>
        </w:tc>
        <w:tc>
          <w:tcPr>
            <w:tcW w:w="0" w:type="auto"/>
          </w:tcPr>
          <w:p w14:paraId="5925E923" w14:textId="77777777" w:rsidR="00AD3DA1" w:rsidRPr="00835F44" w:rsidRDefault="00AD3DA1" w:rsidP="00AD3DA1">
            <w:pPr>
              <w:pStyle w:val="TAC"/>
              <w:keepNext w:val="0"/>
              <w:rPr>
                <w:rFonts w:eastAsia="Yu Mincho"/>
              </w:rPr>
            </w:pPr>
          </w:p>
        </w:tc>
        <w:tc>
          <w:tcPr>
            <w:tcW w:w="0" w:type="auto"/>
            <w:vAlign w:val="center"/>
          </w:tcPr>
          <w:p w14:paraId="1E6DDAA1" w14:textId="77777777" w:rsidR="00AD3DA1" w:rsidRPr="00835F44" w:rsidRDefault="00AD3DA1" w:rsidP="00AD3DA1">
            <w:pPr>
              <w:pStyle w:val="TAC"/>
              <w:keepNext w:val="0"/>
              <w:rPr>
                <w:rFonts w:eastAsia="Yu Mincho"/>
              </w:rPr>
            </w:pPr>
          </w:p>
        </w:tc>
      </w:tr>
      <w:tr w:rsidR="00AD3DA1" w:rsidRPr="00835F44" w14:paraId="248027FB" w14:textId="77777777" w:rsidTr="000E530E">
        <w:trPr>
          <w:trHeight w:val="225"/>
          <w:jc w:val="center"/>
        </w:trPr>
        <w:tc>
          <w:tcPr>
            <w:tcW w:w="0" w:type="auto"/>
            <w:vMerge/>
            <w:vAlign w:val="center"/>
            <w:hideMark/>
          </w:tcPr>
          <w:p w14:paraId="149AB4F2" w14:textId="77777777" w:rsidR="00AD3DA1" w:rsidRPr="00835F44" w:rsidRDefault="00AD3DA1" w:rsidP="00AD3DA1">
            <w:pPr>
              <w:pStyle w:val="TAC"/>
              <w:keepNext w:val="0"/>
              <w:rPr>
                <w:rFonts w:eastAsia="Yu Mincho"/>
              </w:rPr>
            </w:pPr>
          </w:p>
        </w:tc>
        <w:tc>
          <w:tcPr>
            <w:tcW w:w="0" w:type="auto"/>
            <w:vAlign w:val="center"/>
            <w:hideMark/>
          </w:tcPr>
          <w:p w14:paraId="0E1C6E20" w14:textId="77777777" w:rsidR="00AD3DA1" w:rsidRPr="00835F44" w:rsidRDefault="00AD3DA1" w:rsidP="00AD3DA1">
            <w:pPr>
              <w:pStyle w:val="TAC"/>
              <w:keepNext w:val="0"/>
              <w:rPr>
                <w:rFonts w:eastAsia="Yu Mincho"/>
              </w:rPr>
            </w:pPr>
            <w:r w:rsidRPr="00835F44">
              <w:rPr>
                <w:rFonts w:eastAsia="Yu Mincho"/>
              </w:rPr>
              <w:t>60</w:t>
            </w:r>
          </w:p>
        </w:tc>
        <w:tc>
          <w:tcPr>
            <w:tcW w:w="0" w:type="auto"/>
          </w:tcPr>
          <w:p w14:paraId="73B97CAA" w14:textId="77777777" w:rsidR="00AD3DA1" w:rsidRPr="00835F44" w:rsidRDefault="00AD3DA1" w:rsidP="00AD3DA1">
            <w:pPr>
              <w:pStyle w:val="TAC"/>
              <w:keepNext w:val="0"/>
              <w:rPr>
                <w:rFonts w:eastAsia="Yu Mincho"/>
              </w:rPr>
            </w:pPr>
          </w:p>
        </w:tc>
        <w:tc>
          <w:tcPr>
            <w:tcW w:w="0" w:type="auto"/>
            <w:vAlign w:val="center"/>
          </w:tcPr>
          <w:p w14:paraId="2DF08B0F" w14:textId="77777777" w:rsidR="00AD3DA1" w:rsidRPr="00835F44" w:rsidRDefault="00AD3DA1" w:rsidP="00AD3DA1">
            <w:pPr>
              <w:pStyle w:val="TAC"/>
              <w:keepNext w:val="0"/>
              <w:rPr>
                <w:rFonts w:eastAsia="Yu Mincho"/>
              </w:rPr>
            </w:pPr>
          </w:p>
        </w:tc>
        <w:tc>
          <w:tcPr>
            <w:tcW w:w="0" w:type="auto"/>
            <w:vAlign w:val="center"/>
          </w:tcPr>
          <w:p w14:paraId="00137753" w14:textId="77777777" w:rsidR="00AD3DA1" w:rsidRPr="00835F44" w:rsidRDefault="00AD3DA1" w:rsidP="00AD3DA1">
            <w:pPr>
              <w:pStyle w:val="TAC"/>
              <w:keepNext w:val="0"/>
              <w:rPr>
                <w:rFonts w:eastAsia="Yu Mincho"/>
              </w:rPr>
            </w:pPr>
          </w:p>
        </w:tc>
        <w:tc>
          <w:tcPr>
            <w:tcW w:w="0" w:type="auto"/>
            <w:vAlign w:val="center"/>
          </w:tcPr>
          <w:p w14:paraId="05D55976" w14:textId="77777777" w:rsidR="00AD3DA1" w:rsidRPr="00835F44" w:rsidRDefault="00AD3DA1" w:rsidP="00AD3DA1">
            <w:pPr>
              <w:pStyle w:val="TAC"/>
              <w:keepNext w:val="0"/>
              <w:rPr>
                <w:rFonts w:eastAsia="Yu Mincho"/>
              </w:rPr>
            </w:pPr>
          </w:p>
        </w:tc>
        <w:tc>
          <w:tcPr>
            <w:tcW w:w="0" w:type="auto"/>
            <w:vAlign w:val="center"/>
          </w:tcPr>
          <w:p w14:paraId="64D5C115" w14:textId="77777777" w:rsidR="00AD3DA1" w:rsidRPr="00835F44" w:rsidRDefault="00AD3DA1" w:rsidP="00AD3DA1">
            <w:pPr>
              <w:pStyle w:val="TAC"/>
              <w:keepNext w:val="0"/>
              <w:rPr>
                <w:rFonts w:eastAsia="Yu Mincho"/>
              </w:rPr>
            </w:pPr>
          </w:p>
        </w:tc>
        <w:tc>
          <w:tcPr>
            <w:tcW w:w="0" w:type="auto"/>
          </w:tcPr>
          <w:p w14:paraId="775D397B" w14:textId="77777777" w:rsidR="00AD3DA1" w:rsidRPr="00835F44" w:rsidRDefault="00AD3DA1" w:rsidP="00AD3DA1">
            <w:pPr>
              <w:pStyle w:val="TAC"/>
              <w:keepNext w:val="0"/>
              <w:rPr>
                <w:rFonts w:eastAsia="Yu Mincho"/>
              </w:rPr>
            </w:pPr>
          </w:p>
        </w:tc>
        <w:tc>
          <w:tcPr>
            <w:tcW w:w="0" w:type="auto"/>
            <w:vAlign w:val="center"/>
          </w:tcPr>
          <w:p w14:paraId="4E731F2A" w14:textId="77777777" w:rsidR="00AD3DA1" w:rsidRPr="00835F44" w:rsidRDefault="00AD3DA1" w:rsidP="00AD3DA1">
            <w:pPr>
              <w:pStyle w:val="TAC"/>
              <w:keepNext w:val="0"/>
              <w:rPr>
                <w:rFonts w:eastAsia="Yu Mincho"/>
              </w:rPr>
            </w:pPr>
          </w:p>
        </w:tc>
        <w:tc>
          <w:tcPr>
            <w:tcW w:w="0" w:type="auto"/>
            <w:vAlign w:val="center"/>
          </w:tcPr>
          <w:p w14:paraId="317F7549" w14:textId="77777777" w:rsidR="00AD3DA1" w:rsidRPr="00835F44" w:rsidRDefault="00AD3DA1" w:rsidP="00AD3DA1">
            <w:pPr>
              <w:pStyle w:val="TAC"/>
              <w:keepNext w:val="0"/>
              <w:rPr>
                <w:rFonts w:eastAsia="Yu Mincho"/>
              </w:rPr>
            </w:pPr>
          </w:p>
        </w:tc>
        <w:tc>
          <w:tcPr>
            <w:tcW w:w="0" w:type="auto"/>
            <w:vAlign w:val="center"/>
          </w:tcPr>
          <w:p w14:paraId="01C341FF" w14:textId="77777777" w:rsidR="00AD3DA1" w:rsidRPr="00835F44" w:rsidRDefault="00AD3DA1" w:rsidP="00AD3DA1">
            <w:pPr>
              <w:pStyle w:val="TAC"/>
              <w:keepNext w:val="0"/>
              <w:rPr>
                <w:rFonts w:eastAsia="Yu Mincho"/>
              </w:rPr>
            </w:pPr>
          </w:p>
        </w:tc>
        <w:tc>
          <w:tcPr>
            <w:tcW w:w="0" w:type="auto"/>
            <w:vAlign w:val="center"/>
          </w:tcPr>
          <w:p w14:paraId="3AC78A43" w14:textId="77777777" w:rsidR="00AD3DA1" w:rsidRPr="00835F44" w:rsidRDefault="00AD3DA1" w:rsidP="00AD3DA1">
            <w:pPr>
              <w:pStyle w:val="TAC"/>
              <w:keepNext w:val="0"/>
              <w:rPr>
                <w:rFonts w:eastAsia="Yu Mincho"/>
              </w:rPr>
            </w:pPr>
          </w:p>
        </w:tc>
        <w:tc>
          <w:tcPr>
            <w:tcW w:w="0" w:type="auto"/>
          </w:tcPr>
          <w:p w14:paraId="140FEFC8" w14:textId="77777777" w:rsidR="00AD3DA1" w:rsidRPr="00835F44" w:rsidRDefault="00AD3DA1" w:rsidP="00AD3DA1">
            <w:pPr>
              <w:pStyle w:val="TAC"/>
              <w:keepNext w:val="0"/>
              <w:rPr>
                <w:rFonts w:eastAsia="Yu Mincho"/>
              </w:rPr>
            </w:pPr>
          </w:p>
        </w:tc>
        <w:tc>
          <w:tcPr>
            <w:tcW w:w="0" w:type="auto"/>
            <w:vAlign w:val="center"/>
          </w:tcPr>
          <w:p w14:paraId="426E820E" w14:textId="77777777" w:rsidR="00AD3DA1" w:rsidRPr="00835F44" w:rsidRDefault="00AD3DA1" w:rsidP="00AD3DA1">
            <w:pPr>
              <w:pStyle w:val="TAC"/>
              <w:keepNext w:val="0"/>
              <w:rPr>
                <w:rFonts w:eastAsia="Yu Mincho"/>
              </w:rPr>
            </w:pPr>
          </w:p>
        </w:tc>
      </w:tr>
      <w:tr w:rsidR="00AD3DA1" w:rsidRPr="00835F44" w14:paraId="6BD018BD" w14:textId="77777777" w:rsidTr="000E530E">
        <w:trPr>
          <w:trHeight w:val="225"/>
          <w:jc w:val="center"/>
        </w:trPr>
        <w:tc>
          <w:tcPr>
            <w:tcW w:w="0" w:type="auto"/>
            <w:vMerge w:val="restart"/>
            <w:vAlign w:val="center"/>
            <w:hideMark/>
          </w:tcPr>
          <w:p w14:paraId="638A9A4E" w14:textId="77777777" w:rsidR="00AD3DA1" w:rsidRPr="00835F44" w:rsidRDefault="00AD3DA1" w:rsidP="00AD3DA1">
            <w:pPr>
              <w:pStyle w:val="TAC"/>
              <w:keepNext w:val="0"/>
              <w:rPr>
                <w:rFonts w:eastAsia="Yu Mincho"/>
              </w:rPr>
            </w:pPr>
            <w:r w:rsidRPr="00835F44">
              <w:rPr>
                <w:rFonts w:eastAsia="Yu Mincho"/>
              </w:rPr>
              <w:t>n82</w:t>
            </w:r>
          </w:p>
        </w:tc>
        <w:tc>
          <w:tcPr>
            <w:tcW w:w="0" w:type="auto"/>
            <w:vAlign w:val="center"/>
            <w:hideMark/>
          </w:tcPr>
          <w:p w14:paraId="574E7F2C" w14:textId="77777777" w:rsidR="00AD3DA1" w:rsidRPr="00835F44" w:rsidRDefault="00AD3DA1" w:rsidP="00AD3DA1">
            <w:pPr>
              <w:pStyle w:val="TAC"/>
              <w:keepNext w:val="0"/>
              <w:rPr>
                <w:rFonts w:eastAsia="Yu Mincho"/>
              </w:rPr>
            </w:pPr>
            <w:r w:rsidRPr="00835F44">
              <w:rPr>
                <w:rFonts w:eastAsia="Yu Mincho"/>
              </w:rPr>
              <w:t>15</w:t>
            </w:r>
          </w:p>
        </w:tc>
        <w:tc>
          <w:tcPr>
            <w:tcW w:w="0" w:type="auto"/>
            <w:hideMark/>
          </w:tcPr>
          <w:p w14:paraId="797196D8"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15B4D0D6"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54BC58AA"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58A25111"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660CD4D0" w14:textId="77777777" w:rsidR="00AD3DA1" w:rsidRPr="00835F44" w:rsidRDefault="00AD3DA1" w:rsidP="00AD3DA1">
            <w:pPr>
              <w:pStyle w:val="TAC"/>
              <w:keepNext w:val="0"/>
              <w:rPr>
                <w:rFonts w:eastAsia="Yu Mincho"/>
              </w:rPr>
            </w:pPr>
          </w:p>
        </w:tc>
        <w:tc>
          <w:tcPr>
            <w:tcW w:w="0" w:type="auto"/>
          </w:tcPr>
          <w:p w14:paraId="154D0F06" w14:textId="77777777" w:rsidR="00AD3DA1" w:rsidRPr="00835F44" w:rsidRDefault="00AD3DA1" w:rsidP="00AD3DA1">
            <w:pPr>
              <w:pStyle w:val="TAC"/>
              <w:keepNext w:val="0"/>
              <w:rPr>
                <w:rFonts w:eastAsia="Yu Mincho"/>
              </w:rPr>
            </w:pPr>
          </w:p>
        </w:tc>
        <w:tc>
          <w:tcPr>
            <w:tcW w:w="0" w:type="auto"/>
            <w:vAlign w:val="center"/>
          </w:tcPr>
          <w:p w14:paraId="48461C64" w14:textId="77777777" w:rsidR="00AD3DA1" w:rsidRPr="00835F44" w:rsidRDefault="00AD3DA1" w:rsidP="00AD3DA1">
            <w:pPr>
              <w:pStyle w:val="TAC"/>
              <w:keepNext w:val="0"/>
              <w:rPr>
                <w:rFonts w:eastAsia="Yu Mincho"/>
              </w:rPr>
            </w:pPr>
          </w:p>
        </w:tc>
        <w:tc>
          <w:tcPr>
            <w:tcW w:w="0" w:type="auto"/>
            <w:vAlign w:val="center"/>
          </w:tcPr>
          <w:p w14:paraId="44BBFF8B" w14:textId="77777777" w:rsidR="00AD3DA1" w:rsidRPr="00835F44" w:rsidRDefault="00AD3DA1" w:rsidP="00AD3DA1">
            <w:pPr>
              <w:pStyle w:val="TAC"/>
              <w:keepNext w:val="0"/>
              <w:rPr>
                <w:rFonts w:eastAsia="Yu Mincho"/>
              </w:rPr>
            </w:pPr>
          </w:p>
        </w:tc>
        <w:tc>
          <w:tcPr>
            <w:tcW w:w="0" w:type="auto"/>
            <w:vAlign w:val="center"/>
          </w:tcPr>
          <w:p w14:paraId="7B4761D1" w14:textId="77777777" w:rsidR="00AD3DA1" w:rsidRPr="00835F44" w:rsidRDefault="00AD3DA1" w:rsidP="00AD3DA1">
            <w:pPr>
              <w:pStyle w:val="TAC"/>
              <w:keepNext w:val="0"/>
              <w:rPr>
                <w:rFonts w:eastAsia="Yu Mincho"/>
              </w:rPr>
            </w:pPr>
          </w:p>
        </w:tc>
        <w:tc>
          <w:tcPr>
            <w:tcW w:w="0" w:type="auto"/>
            <w:vAlign w:val="center"/>
          </w:tcPr>
          <w:p w14:paraId="7C808575" w14:textId="77777777" w:rsidR="00AD3DA1" w:rsidRPr="00835F44" w:rsidRDefault="00AD3DA1" w:rsidP="00AD3DA1">
            <w:pPr>
              <w:pStyle w:val="TAC"/>
              <w:keepNext w:val="0"/>
              <w:rPr>
                <w:rFonts w:eastAsia="Yu Mincho"/>
              </w:rPr>
            </w:pPr>
          </w:p>
        </w:tc>
        <w:tc>
          <w:tcPr>
            <w:tcW w:w="0" w:type="auto"/>
          </w:tcPr>
          <w:p w14:paraId="698CE77E" w14:textId="77777777" w:rsidR="00AD3DA1" w:rsidRPr="00835F44" w:rsidRDefault="00AD3DA1" w:rsidP="00AD3DA1">
            <w:pPr>
              <w:pStyle w:val="TAC"/>
              <w:keepNext w:val="0"/>
              <w:rPr>
                <w:rFonts w:eastAsia="Yu Mincho"/>
              </w:rPr>
            </w:pPr>
          </w:p>
        </w:tc>
        <w:tc>
          <w:tcPr>
            <w:tcW w:w="0" w:type="auto"/>
            <w:vAlign w:val="center"/>
          </w:tcPr>
          <w:p w14:paraId="5D99AEB4" w14:textId="77777777" w:rsidR="00AD3DA1" w:rsidRPr="00835F44" w:rsidRDefault="00AD3DA1" w:rsidP="00AD3DA1">
            <w:pPr>
              <w:pStyle w:val="TAC"/>
              <w:keepNext w:val="0"/>
              <w:rPr>
                <w:rFonts w:eastAsia="Yu Mincho"/>
              </w:rPr>
            </w:pPr>
          </w:p>
        </w:tc>
      </w:tr>
      <w:tr w:rsidR="00AD3DA1" w:rsidRPr="00835F44" w14:paraId="42E81971" w14:textId="77777777" w:rsidTr="000E530E">
        <w:trPr>
          <w:trHeight w:val="225"/>
          <w:jc w:val="center"/>
        </w:trPr>
        <w:tc>
          <w:tcPr>
            <w:tcW w:w="0" w:type="auto"/>
            <w:vMerge/>
            <w:vAlign w:val="center"/>
            <w:hideMark/>
          </w:tcPr>
          <w:p w14:paraId="2951F356" w14:textId="77777777" w:rsidR="00AD3DA1" w:rsidRPr="00835F44" w:rsidRDefault="00AD3DA1" w:rsidP="00AD3DA1">
            <w:pPr>
              <w:pStyle w:val="TAC"/>
              <w:keepNext w:val="0"/>
              <w:rPr>
                <w:rFonts w:eastAsia="Yu Mincho"/>
              </w:rPr>
            </w:pPr>
          </w:p>
        </w:tc>
        <w:tc>
          <w:tcPr>
            <w:tcW w:w="0" w:type="auto"/>
            <w:vAlign w:val="center"/>
            <w:hideMark/>
          </w:tcPr>
          <w:p w14:paraId="47F0FAA4" w14:textId="77777777" w:rsidR="00AD3DA1" w:rsidRPr="00835F44" w:rsidRDefault="00AD3DA1" w:rsidP="00AD3DA1">
            <w:pPr>
              <w:pStyle w:val="TAC"/>
              <w:keepNext w:val="0"/>
              <w:rPr>
                <w:rFonts w:eastAsia="Yu Mincho"/>
              </w:rPr>
            </w:pPr>
            <w:r w:rsidRPr="00835F44">
              <w:rPr>
                <w:rFonts w:eastAsia="Yu Mincho"/>
              </w:rPr>
              <w:t>30</w:t>
            </w:r>
          </w:p>
        </w:tc>
        <w:tc>
          <w:tcPr>
            <w:tcW w:w="0" w:type="auto"/>
          </w:tcPr>
          <w:p w14:paraId="02CC3B9A" w14:textId="77777777" w:rsidR="00AD3DA1" w:rsidRPr="00835F44" w:rsidRDefault="00AD3DA1" w:rsidP="00AD3DA1">
            <w:pPr>
              <w:pStyle w:val="TAC"/>
              <w:keepNext w:val="0"/>
              <w:rPr>
                <w:rFonts w:eastAsia="Yu Mincho"/>
              </w:rPr>
            </w:pPr>
          </w:p>
        </w:tc>
        <w:tc>
          <w:tcPr>
            <w:tcW w:w="0" w:type="auto"/>
            <w:hideMark/>
          </w:tcPr>
          <w:p w14:paraId="70172423"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42D23E77"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16B32D6E"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72E29266" w14:textId="77777777" w:rsidR="00AD3DA1" w:rsidRPr="00835F44" w:rsidRDefault="00AD3DA1" w:rsidP="00AD3DA1">
            <w:pPr>
              <w:pStyle w:val="TAC"/>
              <w:keepNext w:val="0"/>
              <w:rPr>
                <w:rFonts w:eastAsia="Yu Mincho"/>
              </w:rPr>
            </w:pPr>
          </w:p>
        </w:tc>
        <w:tc>
          <w:tcPr>
            <w:tcW w:w="0" w:type="auto"/>
          </w:tcPr>
          <w:p w14:paraId="79175128" w14:textId="77777777" w:rsidR="00AD3DA1" w:rsidRPr="00835F44" w:rsidRDefault="00AD3DA1" w:rsidP="00AD3DA1">
            <w:pPr>
              <w:pStyle w:val="TAC"/>
              <w:keepNext w:val="0"/>
              <w:rPr>
                <w:rFonts w:eastAsia="Yu Mincho"/>
              </w:rPr>
            </w:pPr>
          </w:p>
        </w:tc>
        <w:tc>
          <w:tcPr>
            <w:tcW w:w="0" w:type="auto"/>
            <w:vAlign w:val="center"/>
          </w:tcPr>
          <w:p w14:paraId="0E916059" w14:textId="77777777" w:rsidR="00AD3DA1" w:rsidRPr="00835F44" w:rsidRDefault="00AD3DA1" w:rsidP="00AD3DA1">
            <w:pPr>
              <w:pStyle w:val="TAC"/>
              <w:keepNext w:val="0"/>
              <w:rPr>
                <w:rFonts w:eastAsia="Yu Mincho"/>
              </w:rPr>
            </w:pPr>
          </w:p>
        </w:tc>
        <w:tc>
          <w:tcPr>
            <w:tcW w:w="0" w:type="auto"/>
            <w:vAlign w:val="center"/>
          </w:tcPr>
          <w:p w14:paraId="7A29F0B3" w14:textId="77777777" w:rsidR="00AD3DA1" w:rsidRPr="00835F44" w:rsidRDefault="00AD3DA1" w:rsidP="00AD3DA1">
            <w:pPr>
              <w:pStyle w:val="TAC"/>
              <w:keepNext w:val="0"/>
              <w:rPr>
                <w:rFonts w:eastAsia="Yu Mincho"/>
              </w:rPr>
            </w:pPr>
          </w:p>
        </w:tc>
        <w:tc>
          <w:tcPr>
            <w:tcW w:w="0" w:type="auto"/>
            <w:vAlign w:val="center"/>
          </w:tcPr>
          <w:p w14:paraId="3603EFF9" w14:textId="77777777" w:rsidR="00AD3DA1" w:rsidRPr="00835F44" w:rsidRDefault="00AD3DA1" w:rsidP="00AD3DA1">
            <w:pPr>
              <w:pStyle w:val="TAC"/>
              <w:keepNext w:val="0"/>
              <w:rPr>
                <w:rFonts w:eastAsia="Yu Mincho"/>
              </w:rPr>
            </w:pPr>
          </w:p>
        </w:tc>
        <w:tc>
          <w:tcPr>
            <w:tcW w:w="0" w:type="auto"/>
            <w:vAlign w:val="center"/>
          </w:tcPr>
          <w:p w14:paraId="501A017E" w14:textId="77777777" w:rsidR="00AD3DA1" w:rsidRPr="00835F44" w:rsidRDefault="00AD3DA1" w:rsidP="00AD3DA1">
            <w:pPr>
              <w:pStyle w:val="TAC"/>
              <w:keepNext w:val="0"/>
              <w:rPr>
                <w:rFonts w:eastAsia="Yu Mincho"/>
              </w:rPr>
            </w:pPr>
          </w:p>
        </w:tc>
        <w:tc>
          <w:tcPr>
            <w:tcW w:w="0" w:type="auto"/>
          </w:tcPr>
          <w:p w14:paraId="10B8170B" w14:textId="77777777" w:rsidR="00AD3DA1" w:rsidRPr="00835F44" w:rsidRDefault="00AD3DA1" w:rsidP="00AD3DA1">
            <w:pPr>
              <w:pStyle w:val="TAC"/>
              <w:keepNext w:val="0"/>
              <w:rPr>
                <w:rFonts w:eastAsia="Yu Mincho"/>
              </w:rPr>
            </w:pPr>
          </w:p>
        </w:tc>
        <w:tc>
          <w:tcPr>
            <w:tcW w:w="0" w:type="auto"/>
            <w:vAlign w:val="center"/>
          </w:tcPr>
          <w:p w14:paraId="0158B36D" w14:textId="77777777" w:rsidR="00AD3DA1" w:rsidRPr="00835F44" w:rsidRDefault="00AD3DA1" w:rsidP="00AD3DA1">
            <w:pPr>
              <w:pStyle w:val="TAC"/>
              <w:keepNext w:val="0"/>
              <w:rPr>
                <w:rFonts w:eastAsia="Yu Mincho"/>
              </w:rPr>
            </w:pPr>
          </w:p>
        </w:tc>
      </w:tr>
      <w:tr w:rsidR="00AD3DA1" w:rsidRPr="00835F44" w14:paraId="65D78E8E" w14:textId="77777777" w:rsidTr="000E530E">
        <w:trPr>
          <w:trHeight w:val="225"/>
          <w:jc w:val="center"/>
        </w:trPr>
        <w:tc>
          <w:tcPr>
            <w:tcW w:w="0" w:type="auto"/>
            <w:vMerge/>
            <w:vAlign w:val="center"/>
            <w:hideMark/>
          </w:tcPr>
          <w:p w14:paraId="5D24CA68" w14:textId="77777777" w:rsidR="00AD3DA1" w:rsidRPr="00835F44" w:rsidRDefault="00AD3DA1" w:rsidP="00AD3DA1">
            <w:pPr>
              <w:pStyle w:val="TAC"/>
              <w:keepNext w:val="0"/>
              <w:rPr>
                <w:rFonts w:eastAsia="Yu Mincho"/>
              </w:rPr>
            </w:pPr>
          </w:p>
        </w:tc>
        <w:tc>
          <w:tcPr>
            <w:tcW w:w="0" w:type="auto"/>
            <w:vAlign w:val="center"/>
            <w:hideMark/>
          </w:tcPr>
          <w:p w14:paraId="6775F296" w14:textId="77777777" w:rsidR="00AD3DA1" w:rsidRPr="00835F44" w:rsidRDefault="00AD3DA1" w:rsidP="00AD3DA1">
            <w:pPr>
              <w:pStyle w:val="TAC"/>
              <w:keepNext w:val="0"/>
              <w:rPr>
                <w:rFonts w:eastAsia="Yu Mincho"/>
              </w:rPr>
            </w:pPr>
            <w:r w:rsidRPr="00835F44">
              <w:rPr>
                <w:rFonts w:eastAsia="Yu Mincho"/>
              </w:rPr>
              <w:t>60</w:t>
            </w:r>
          </w:p>
        </w:tc>
        <w:tc>
          <w:tcPr>
            <w:tcW w:w="0" w:type="auto"/>
          </w:tcPr>
          <w:p w14:paraId="32E85988" w14:textId="77777777" w:rsidR="00AD3DA1" w:rsidRPr="00835F44" w:rsidRDefault="00AD3DA1" w:rsidP="00AD3DA1">
            <w:pPr>
              <w:pStyle w:val="TAC"/>
              <w:keepNext w:val="0"/>
              <w:rPr>
                <w:rFonts w:eastAsia="Yu Mincho"/>
              </w:rPr>
            </w:pPr>
          </w:p>
        </w:tc>
        <w:tc>
          <w:tcPr>
            <w:tcW w:w="0" w:type="auto"/>
            <w:vAlign w:val="center"/>
          </w:tcPr>
          <w:p w14:paraId="16BF859C" w14:textId="77777777" w:rsidR="00AD3DA1" w:rsidRPr="00835F44" w:rsidRDefault="00AD3DA1" w:rsidP="00AD3DA1">
            <w:pPr>
              <w:pStyle w:val="TAC"/>
              <w:keepNext w:val="0"/>
              <w:rPr>
                <w:rFonts w:eastAsia="Yu Mincho"/>
              </w:rPr>
            </w:pPr>
          </w:p>
        </w:tc>
        <w:tc>
          <w:tcPr>
            <w:tcW w:w="0" w:type="auto"/>
            <w:vAlign w:val="center"/>
          </w:tcPr>
          <w:p w14:paraId="4C7564EC" w14:textId="77777777" w:rsidR="00AD3DA1" w:rsidRPr="00835F44" w:rsidRDefault="00AD3DA1" w:rsidP="00AD3DA1">
            <w:pPr>
              <w:pStyle w:val="TAC"/>
              <w:keepNext w:val="0"/>
              <w:rPr>
                <w:rFonts w:eastAsia="Yu Mincho"/>
              </w:rPr>
            </w:pPr>
          </w:p>
        </w:tc>
        <w:tc>
          <w:tcPr>
            <w:tcW w:w="0" w:type="auto"/>
            <w:vAlign w:val="center"/>
          </w:tcPr>
          <w:p w14:paraId="4EAD94DD" w14:textId="77777777" w:rsidR="00AD3DA1" w:rsidRPr="00835F44" w:rsidRDefault="00AD3DA1" w:rsidP="00AD3DA1">
            <w:pPr>
              <w:pStyle w:val="TAC"/>
              <w:keepNext w:val="0"/>
              <w:rPr>
                <w:rFonts w:eastAsia="Yu Mincho"/>
              </w:rPr>
            </w:pPr>
          </w:p>
        </w:tc>
        <w:tc>
          <w:tcPr>
            <w:tcW w:w="0" w:type="auto"/>
            <w:vAlign w:val="center"/>
          </w:tcPr>
          <w:p w14:paraId="7434C809" w14:textId="77777777" w:rsidR="00AD3DA1" w:rsidRPr="00835F44" w:rsidRDefault="00AD3DA1" w:rsidP="00AD3DA1">
            <w:pPr>
              <w:pStyle w:val="TAC"/>
              <w:keepNext w:val="0"/>
              <w:rPr>
                <w:rFonts w:eastAsia="Yu Mincho"/>
              </w:rPr>
            </w:pPr>
          </w:p>
        </w:tc>
        <w:tc>
          <w:tcPr>
            <w:tcW w:w="0" w:type="auto"/>
          </w:tcPr>
          <w:p w14:paraId="27EAF4BC" w14:textId="77777777" w:rsidR="00AD3DA1" w:rsidRPr="00835F44" w:rsidRDefault="00AD3DA1" w:rsidP="00AD3DA1">
            <w:pPr>
              <w:pStyle w:val="TAC"/>
              <w:keepNext w:val="0"/>
              <w:rPr>
                <w:rFonts w:eastAsia="Yu Mincho"/>
              </w:rPr>
            </w:pPr>
          </w:p>
        </w:tc>
        <w:tc>
          <w:tcPr>
            <w:tcW w:w="0" w:type="auto"/>
            <w:vAlign w:val="center"/>
          </w:tcPr>
          <w:p w14:paraId="7BBBA6B0" w14:textId="77777777" w:rsidR="00AD3DA1" w:rsidRPr="00835F44" w:rsidRDefault="00AD3DA1" w:rsidP="00AD3DA1">
            <w:pPr>
              <w:pStyle w:val="TAC"/>
              <w:keepNext w:val="0"/>
              <w:rPr>
                <w:rFonts w:eastAsia="Yu Mincho"/>
              </w:rPr>
            </w:pPr>
          </w:p>
        </w:tc>
        <w:tc>
          <w:tcPr>
            <w:tcW w:w="0" w:type="auto"/>
            <w:vAlign w:val="center"/>
          </w:tcPr>
          <w:p w14:paraId="68F69855" w14:textId="77777777" w:rsidR="00AD3DA1" w:rsidRPr="00835F44" w:rsidRDefault="00AD3DA1" w:rsidP="00AD3DA1">
            <w:pPr>
              <w:pStyle w:val="TAC"/>
              <w:keepNext w:val="0"/>
              <w:rPr>
                <w:rFonts w:eastAsia="Yu Mincho"/>
              </w:rPr>
            </w:pPr>
          </w:p>
        </w:tc>
        <w:tc>
          <w:tcPr>
            <w:tcW w:w="0" w:type="auto"/>
            <w:vAlign w:val="center"/>
          </w:tcPr>
          <w:p w14:paraId="573EF262" w14:textId="77777777" w:rsidR="00AD3DA1" w:rsidRPr="00835F44" w:rsidRDefault="00AD3DA1" w:rsidP="00AD3DA1">
            <w:pPr>
              <w:pStyle w:val="TAC"/>
              <w:keepNext w:val="0"/>
              <w:rPr>
                <w:rFonts w:eastAsia="Yu Mincho"/>
              </w:rPr>
            </w:pPr>
          </w:p>
        </w:tc>
        <w:tc>
          <w:tcPr>
            <w:tcW w:w="0" w:type="auto"/>
            <w:vAlign w:val="center"/>
          </w:tcPr>
          <w:p w14:paraId="24E57CF5" w14:textId="77777777" w:rsidR="00AD3DA1" w:rsidRPr="00835F44" w:rsidRDefault="00AD3DA1" w:rsidP="00AD3DA1">
            <w:pPr>
              <w:pStyle w:val="TAC"/>
              <w:keepNext w:val="0"/>
              <w:rPr>
                <w:rFonts w:eastAsia="Yu Mincho"/>
              </w:rPr>
            </w:pPr>
          </w:p>
        </w:tc>
        <w:tc>
          <w:tcPr>
            <w:tcW w:w="0" w:type="auto"/>
          </w:tcPr>
          <w:p w14:paraId="12F7974D" w14:textId="77777777" w:rsidR="00AD3DA1" w:rsidRPr="00835F44" w:rsidRDefault="00AD3DA1" w:rsidP="00AD3DA1">
            <w:pPr>
              <w:pStyle w:val="TAC"/>
              <w:keepNext w:val="0"/>
              <w:rPr>
                <w:rFonts w:eastAsia="Yu Mincho"/>
              </w:rPr>
            </w:pPr>
          </w:p>
        </w:tc>
        <w:tc>
          <w:tcPr>
            <w:tcW w:w="0" w:type="auto"/>
            <w:vAlign w:val="center"/>
          </w:tcPr>
          <w:p w14:paraId="3F7425B6" w14:textId="77777777" w:rsidR="00AD3DA1" w:rsidRPr="00835F44" w:rsidRDefault="00AD3DA1" w:rsidP="00AD3DA1">
            <w:pPr>
              <w:pStyle w:val="TAC"/>
              <w:keepNext w:val="0"/>
              <w:rPr>
                <w:rFonts w:eastAsia="Yu Mincho"/>
              </w:rPr>
            </w:pPr>
          </w:p>
        </w:tc>
      </w:tr>
      <w:tr w:rsidR="0048356B" w:rsidRPr="00835F44" w14:paraId="76E1C525" w14:textId="77777777" w:rsidTr="00BF7534">
        <w:trPr>
          <w:trHeight w:val="225"/>
          <w:jc w:val="center"/>
        </w:trPr>
        <w:tc>
          <w:tcPr>
            <w:tcW w:w="0" w:type="auto"/>
            <w:vMerge w:val="restart"/>
            <w:vAlign w:val="center"/>
            <w:hideMark/>
          </w:tcPr>
          <w:p w14:paraId="1984DCD1" w14:textId="77777777" w:rsidR="0048356B" w:rsidRPr="00835F44" w:rsidRDefault="0048356B" w:rsidP="0048356B">
            <w:pPr>
              <w:pStyle w:val="TAC"/>
              <w:keepNext w:val="0"/>
              <w:rPr>
                <w:rFonts w:eastAsia="Yu Mincho"/>
              </w:rPr>
            </w:pPr>
            <w:r w:rsidRPr="00835F44">
              <w:rPr>
                <w:rFonts w:eastAsia="Yu Mincho"/>
              </w:rPr>
              <w:t>n83</w:t>
            </w:r>
          </w:p>
        </w:tc>
        <w:tc>
          <w:tcPr>
            <w:tcW w:w="0" w:type="auto"/>
            <w:vAlign w:val="center"/>
            <w:hideMark/>
          </w:tcPr>
          <w:p w14:paraId="191801BD" w14:textId="77777777" w:rsidR="0048356B" w:rsidRPr="00835F44" w:rsidRDefault="0048356B" w:rsidP="0048356B">
            <w:pPr>
              <w:pStyle w:val="TAC"/>
              <w:keepNext w:val="0"/>
              <w:rPr>
                <w:rFonts w:eastAsia="Yu Mincho"/>
              </w:rPr>
            </w:pPr>
            <w:r w:rsidRPr="00835F44">
              <w:rPr>
                <w:rFonts w:eastAsia="Yu Mincho"/>
              </w:rPr>
              <w:t>15</w:t>
            </w:r>
          </w:p>
        </w:tc>
        <w:tc>
          <w:tcPr>
            <w:tcW w:w="0" w:type="auto"/>
            <w:hideMark/>
          </w:tcPr>
          <w:p w14:paraId="490771E6" w14:textId="77777777" w:rsidR="0048356B" w:rsidRPr="00835F44" w:rsidRDefault="0048356B" w:rsidP="0048356B">
            <w:pPr>
              <w:pStyle w:val="TAC"/>
              <w:keepNext w:val="0"/>
              <w:rPr>
                <w:rFonts w:eastAsia="Yu Mincho"/>
              </w:rPr>
            </w:pPr>
            <w:r w:rsidRPr="00835F44">
              <w:rPr>
                <w:rFonts w:eastAsia="Yu Mincho"/>
              </w:rPr>
              <w:t>Yes</w:t>
            </w:r>
          </w:p>
        </w:tc>
        <w:tc>
          <w:tcPr>
            <w:tcW w:w="0" w:type="auto"/>
            <w:vAlign w:val="center"/>
            <w:hideMark/>
          </w:tcPr>
          <w:p w14:paraId="3DA94DE9" w14:textId="77777777" w:rsidR="0048356B" w:rsidRPr="00835F44" w:rsidRDefault="0048356B" w:rsidP="0048356B">
            <w:pPr>
              <w:pStyle w:val="TAC"/>
              <w:keepNext w:val="0"/>
              <w:rPr>
                <w:rFonts w:eastAsia="Yu Mincho"/>
              </w:rPr>
            </w:pPr>
            <w:r w:rsidRPr="00835F44">
              <w:rPr>
                <w:rFonts w:eastAsia="Yu Mincho"/>
              </w:rPr>
              <w:t>Yes</w:t>
            </w:r>
          </w:p>
        </w:tc>
        <w:tc>
          <w:tcPr>
            <w:tcW w:w="0" w:type="auto"/>
            <w:vAlign w:val="center"/>
            <w:hideMark/>
          </w:tcPr>
          <w:p w14:paraId="231EB6D1" w14:textId="77777777" w:rsidR="0048356B" w:rsidRPr="00835F44" w:rsidRDefault="0048356B" w:rsidP="0048356B">
            <w:pPr>
              <w:pStyle w:val="TAC"/>
              <w:keepNext w:val="0"/>
              <w:rPr>
                <w:rFonts w:eastAsia="Yu Mincho"/>
              </w:rPr>
            </w:pPr>
            <w:r w:rsidRPr="00835F44">
              <w:rPr>
                <w:rFonts w:eastAsia="Yu Mincho"/>
              </w:rPr>
              <w:t>Yes</w:t>
            </w:r>
          </w:p>
        </w:tc>
        <w:tc>
          <w:tcPr>
            <w:tcW w:w="0" w:type="auto"/>
            <w:tcBorders>
              <w:top w:val="single" w:sz="4" w:space="0" w:color="auto"/>
              <w:left w:val="single" w:sz="4" w:space="0" w:color="auto"/>
              <w:bottom w:val="single" w:sz="4" w:space="0" w:color="auto"/>
              <w:right w:val="single" w:sz="4" w:space="0" w:color="auto"/>
            </w:tcBorders>
            <w:vAlign w:val="center"/>
            <w:hideMark/>
          </w:tcPr>
          <w:p w14:paraId="6C583B3A" w14:textId="52680B9B" w:rsidR="0048356B" w:rsidRPr="00835F44" w:rsidRDefault="0048356B" w:rsidP="0048356B">
            <w:pPr>
              <w:pStyle w:val="TAC"/>
              <w:keepNext w:val="0"/>
              <w:rPr>
                <w:rFonts w:eastAsia="Yu Mincho"/>
              </w:rPr>
            </w:pPr>
            <w:r>
              <w:rPr>
                <w:rFonts w:eastAsia="Yu Mincho"/>
              </w:rPr>
              <w:t>Yes</w:t>
            </w:r>
            <w:r>
              <w:rPr>
                <w:rFonts w:eastAsia="Yu Mincho"/>
                <w:vertAlign w:val="superscript"/>
              </w:rPr>
              <w:t>5</w:t>
            </w:r>
          </w:p>
        </w:tc>
        <w:tc>
          <w:tcPr>
            <w:tcW w:w="0" w:type="auto"/>
            <w:vAlign w:val="center"/>
          </w:tcPr>
          <w:p w14:paraId="0FE50EF8" w14:textId="77777777" w:rsidR="0048356B" w:rsidRPr="00835F44" w:rsidRDefault="0048356B" w:rsidP="0048356B">
            <w:pPr>
              <w:pStyle w:val="TAC"/>
              <w:keepNext w:val="0"/>
              <w:rPr>
                <w:rFonts w:eastAsia="Yu Mincho"/>
              </w:rPr>
            </w:pPr>
          </w:p>
        </w:tc>
        <w:tc>
          <w:tcPr>
            <w:tcW w:w="0" w:type="auto"/>
          </w:tcPr>
          <w:p w14:paraId="617BECF9" w14:textId="77777777" w:rsidR="0048356B" w:rsidRPr="00835F44" w:rsidRDefault="0048356B" w:rsidP="0048356B">
            <w:pPr>
              <w:pStyle w:val="TAC"/>
              <w:keepNext w:val="0"/>
              <w:rPr>
                <w:rFonts w:eastAsia="Yu Mincho"/>
              </w:rPr>
            </w:pPr>
          </w:p>
        </w:tc>
        <w:tc>
          <w:tcPr>
            <w:tcW w:w="0" w:type="auto"/>
            <w:vAlign w:val="center"/>
          </w:tcPr>
          <w:p w14:paraId="6A3F0517" w14:textId="77777777" w:rsidR="0048356B" w:rsidRPr="00835F44" w:rsidRDefault="0048356B" w:rsidP="0048356B">
            <w:pPr>
              <w:pStyle w:val="TAC"/>
              <w:keepNext w:val="0"/>
              <w:rPr>
                <w:rFonts w:eastAsia="Yu Mincho"/>
              </w:rPr>
            </w:pPr>
          </w:p>
        </w:tc>
        <w:tc>
          <w:tcPr>
            <w:tcW w:w="0" w:type="auto"/>
            <w:vAlign w:val="center"/>
          </w:tcPr>
          <w:p w14:paraId="0EB32E22" w14:textId="77777777" w:rsidR="0048356B" w:rsidRPr="00835F44" w:rsidRDefault="0048356B" w:rsidP="0048356B">
            <w:pPr>
              <w:pStyle w:val="TAC"/>
              <w:keepNext w:val="0"/>
              <w:rPr>
                <w:rFonts w:eastAsia="Yu Mincho"/>
              </w:rPr>
            </w:pPr>
          </w:p>
        </w:tc>
        <w:tc>
          <w:tcPr>
            <w:tcW w:w="0" w:type="auto"/>
            <w:vAlign w:val="center"/>
          </w:tcPr>
          <w:p w14:paraId="0AFD7B9D" w14:textId="77777777" w:rsidR="0048356B" w:rsidRPr="00835F44" w:rsidRDefault="0048356B" w:rsidP="0048356B">
            <w:pPr>
              <w:pStyle w:val="TAC"/>
              <w:keepNext w:val="0"/>
              <w:rPr>
                <w:rFonts w:eastAsia="Yu Mincho"/>
              </w:rPr>
            </w:pPr>
          </w:p>
        </w:tc>
        <w:tc>
          <w:tcPr>
            <w:tcW w:w="0" w:type="auto"/>
            <w:vAlign w:val="center"/>
          </w:tcPr>
          <w:p w14:paraId="397BDE6C" w14:textId="77777777" w:rsidR="0048356B" w:rsidRPr="00835F44" w:rsidRDefault="0048356B" w:rsidP="0048356B">
            <w:pPr>
              <w:pStyle w:val="TAC"/>
              <w:keepNext w:val="0"/>
              <w:rPr>
                <w:rFonts w:eastAsia="Yu Mincho"/>
              </w:rPr>
            </w:pPr>
          </w:p>
        </w:tc>
        <w:tc>
          <w:tcPr>
            <w:tcW w:w="0" w:type="auto"/>
          </w:tcPr>
          <w:p w14:paraId="6010AB66" w14:textId="77777777" w:rsidR="0048356B" w:rsidRPr="00835F44" w:rsidRDefault="0048356B" w:rsidP="0048356B">
            <w:pPr>
              <w:pStyle w:val="TAC"/>
              <w:keepNext w:val="0"/>
              <w:rPr>
                <w:rFonts w:eastAsia="Yu Mincho"/>
              </w:rPr>
            </w:pPr>
          </w:p>
        </w:tc>
        <w:tc>
          <w:tcPr>
            <w:tcW w:w="0" w:type="auto"/>
            <w:vAlign w:val="center"/>
          </w:tcPr>
          <w:p w14:paraId="7A8C63E8" w14:textId="77777777" w:rsidR="0048356B" w:rsidRPr="00835F44" w:rsidRDefault="0048356B" w:rsidP="0048356B">
            <w:pPr>
              <w:pStyle w:val="TAC"/>
              <w:keepNext w:val="0"/>
              <w:rPr>
                <w:rFonts w:eastAsia="Yu Mincho"/>
              </w:rPr>
            </w:pPr>
          </w:p>
        </w:tc>
      </w:tr>
      <w:tr w:rsidR="0048356B" w:rsidRPr="00835F44" w14:paraId="5EC0D7C4" w14:textId="77777777" w:rsidTr="00BF7534">
        <w:trPr>
          <w:trHeight w:val="225"/>
          <w:jc w:val="center"/>
        </w:trPr>
        <w:tc>
          <w:tcPr>
            <w:tcW w:w="0" w:type="auto"/>
            <w:vMerge/>
            <w:vAlign w:val="center"/>
            <w:hideMark/>
          </w:tcPr>
          <w:p w14:paraId="4E552509" w14:textId="77777777" w:rsidR="0048356B" w:rsidRPr="00835F44" w:rsidRDefault="0048356B" w:rsidP="0048356B">
            <w:pPr>
              <w:pStyle w:val="TAC"/>
              <w:keepNext w:val="0"/>
              <w:rPr>
                <w:rFonts w:eastAsia="Yu Mincho"/>
              </w:rPr>
            </w:pPr>
          </w:p>
        </w:tc>
        <w:tc>
          <w:tcPr>
            <w:tcW w:w="0" w:type="auto"/>
            <w:vAlign w:val="center"/>
            <w:hideMark/>
          </w:tcPr>
          <w:p w14:paraId="337AA934" w14:textId="77777777" w:rsidR="0048356B" w:rsidRPr="00835F44" w:rsidRDefault="0048356B" w:rsidP="0048356B">
            <w:pPr>
              <w:pStyle w:val="TAC"/>
              <w:keepNext w:val="0"/>
              <w:rPr>
                <w:rFonts w:eastAsia="Yu Mincho"/>
              </w:rPr>
            </w:pPr>
            <w:r w:rsidRPr="00835F44">
              <w:rPr>
                <w:rFonts w:eastAsia="Yu Mincho"/>
              </w:rPr>
              <w:t>30</w:t>
            </w:r>
          </w:p>
        </w:tc>
        <w:tc>
          <w:tcPr>
            <w:tcW w:w="0" w:type="auto"/>
          </w:tcPr>
          <w:p w14:paraId="03BA0F0E" w14:textId="77777777" w:rsidR="0048356B" w:rsidRPr="00835F44" w:rsidRDefault="0048356B" w:rsidP="0048356B">
            <w:pPr>
              <w:pStyle w:val="TAC"/>
              <w:keepNext w:val="0"/>
              <w:rPr>
                <w:rFonts w:eastAsia="Yu Mincho"/>
              </w:rPr>
            </w:pPr>
          </w:p>
        </w:tc>
        <w:tc>
          <w:tcPr>
            <w:tcW w:w="0" w:type="auto"/>
            <w:hideMark/>
          </w:tcPr>
          <w:p w14:paraId="13E0336D" w14:textId="77777777" w:rsidR="0048356B" w:rsidRPr="00835F44" w:rsidRDefault="0048356B" w:rsidP="0048356B">
            <w:pPr>
              <w:pStyle w:val="TAC"/>
              <w:keepNext w:val="0"/>
              <w:rPr>
                <w:rFonts w:eastAsia="Yu Mincho"/>
              </w:rPr>
            </w:pPr>
            <w:r w:rsidRPr="00835F44">
              <w:rPr>
                <w:rFonts w:eastAsia="Yu Mincho"/>
              </w:rPr>
              <w:t>Yes</w:t>
            </w:r>
          </w:p>
        </w:tc>
        <w:tc>
          <w:tcPr>
            <w:tcW w:w="0" w:type="auto"/>
            <w:vAlign w:val="center"/>
            <w:hideMark/>
          </w:tcPr>
          <w:p w14:paraId="1B219DF0" w14:textId="77777777" w:rsidR="0048356B" w:rsidRPr="00835F44" w:rsidRDefault="0048356B" w:rsidP="0048356B">
            <w:pPr>
              <w:pStyle w:val="TAC"/>
              <w:keepNext w:val="0"/>
              <w:rPr>
                <w:rFonts w:eastAsia="Yu Mincho"/>
              </w:rPr>
            </w:pPr>
            <w:r w:rsidRPr="00835F44">
              <w:rPr>
                <w:rFonts w:eastAsia="Yu Mincho"/>
              </w:rPr>
              <w:t>Yes</w:t>
            </w:r>
          </w:p>
        </w:tc>
        <w:tc>
          <w:tcPr>
            <w:tcW w:w="0" w:type="auto"/>
            <w:tcBorders>
              <w:top w:val="single" w:sz="4" w:space="0" w:color="auto"/>
              <w:left w:val="single" w:sz="4" w:space="0" w:color="auto"/>
              <w:bottom w:val="single" w:sz="4" w:space="0" w:color="auto"/>
              <w:right w:val="single" w:sz="4" w:space="0" w:color="auto"/>
            </w:tcBorders>
            <w:vAlign w:val="center"/>
            <w:hideMark/>
          </w:tcPr>
          <w:p w14:paraId="73B4C2A5" w14:textId="09D3178B" w:rsidR="0048356B" w:rsidRPr="00835F44" w:rsidRDefault="0048356B" w:rsidP="0048356B">
            <w:pPr>
              <w:pStyle w:val="TAC"/>
              <w:keepNext w:val="0"/>
              <w:rPr>
                <w:rFonts w:eastAsia="Yu Mincho"/>
              </w:rPr>
            </w:pPr>
            <w:r>
              <w:rPr>
                <w:rFonts w:eastAsia="Yu Mincho"/>
              </w:rPr>
              <w:t>Yes</w:t>
            </w:r>
            <w:r>
              <w:rPr>
                <w:rFonts w:eastAsia="Yu Mincho"/>
                <w:vertAlign w:val="superscript"/>
              </w:rPr>
              <w:t>5</w:t>
            </w:r>
          </w:p>
        </w:tc>
        <w:tc>
          <w:tcPr>
            <w:tcW w:w="0" w:type="auto"/>
            <w:vAlign w:val="center"/>
          </w:tcPr>
          <w:p w14:paraId="789C3890" w14:textId="77777777" w:rsidR="0048356B" w:rsidRPr="00835F44" w:rsidRDefault="0048356B" w:rsidP="0048356B">
            <w:pPr>
              <w:pStyle w:val="TAC"/>
              <w:keepNext w:val="0"/>
              <w:rPr>
                <w:rFonts w:eastAsia="Yu Mincho"/>
              </w:rPr>
            </w:pPr>
          </w:p>
        </w:tc>
        <w:tc>
          <w:tcPr>
            <w:tcW w:w="0" w:type="auto"/>
          </w:tcPr>
          <w:p w14:paraId="1C32D9A3" w14:textId="77777777" w:rsidR="0048356B" w:rsidRPr="00835F44" w:rsidRDefault="0048356B" w:rsidP="0048356B">
            <w:pPr>
              <w:pStyle w:val="TAC"/>
              <w:keepNext w:val="0"/>
              <w:rPr>
                <w:rFonts w:eastAsia="Yu Mincho"/>
              </w:rPr>
            </w:pPr>
          </w:p>
        </w:tc>
        <w:tc>
          <w:tcPr>
            <w:tcW w:w="0" w:type="auto"/>
            <w:vAlign w:val="center"/>
          </w:tcPr>
          <w:p w14:paraId="65D3F64A" w14:textId="77777777" w:rsidR="0048356B" w:rsidRPr="00835F44" w:rsidRDefault="0048356B" w:rsidP="0048356B">
            <w:pPr>
              <w:pStyle w:val="TAC"/>
              <w:keepNext w:val="0"/>
              <w:rPr>
                <w:rFonts w:eastAsia="Yu Mincho"/>
              </w:rPr>
            </w:pPr>
          </w:p>
        </w:tc>
        <w:tc>
          <w:tcPr>
            <w:tcW w:w="0" w:type="auto"/>
            <w:vAlign w:val="center"/>
          </w:tcPr>
          <w:p w14:paraId="0F9C57F1" w14:textId="77777777" w:rsidR="0048356B" w:rsidRPr="00835F44" w:rsidRDefault="0048356B" w:rsidP="0048356B">
            <w:pPr>
              <w:pStyle w:val="TAC"/>
              <w:keepNext w:val="0"/>
              <w:rPr>
                <w:rFonts w:eastAsia="Yu Mincho"/>
              </w:rPr>
            </w:pPr>
          </w:p>
        </w:tc>
        <w:tc>
          <w:tcPr>
            <w:tcW w:w="0" w:type="auto"/>
            <w:vAlign w:val="center"/>
          </w:tcPr>
          <w:p w14:paraId="7BE670F8" w14:textId="77777777" w:rsidR="0048356B" w:rsidRPr="00835F44" w:rsidRDefault="0048356B" w:rsidP="0048356B">
            <w:pPr>
              <w:pStyle w:val="TAC"/>
              <w:keepNext w:val="0"/>
              <w:rPr>
                <w:rFonts w:eastAsia="Yu Mincho"/>
              </w:rPr>
            </w:pPr>
          </w:p>
        </w:tc>
        <w:tc>
          <w:tcPr>
            <w:tcW w:w="0" w:type="auto"/>
            <w:vAlign w:val="center"/>
          </w:tcPr>
          <w:p w14:paraId="5288D1AE" w14:textId="77777777" w:rsidR="0048356B" w:rsidRPr="00835F44" w:rsidRDefault="0048356B" w:rsidP="0048356B">
            <w:pPr>
              <w:pStyle w:val="TAC"/>
              <w:keepNext w:val="0"/>
              <w:rPr>
                <w:rFonts w:eastAsia="Yu Mincho"/>
              </w:rPr>
            </w:pPr>
          </w:p>
        </w:tc>
        <w:tc>
          <w:tcPr>
            <w:tcW w:w="0" w:type="auto"/>
          </w:tcPr>
          <w:p w14:paraId="65E0D627" w14:textId="77777777" w:rsidR="0048356B" w:rsidRPr="00835F44" w:rsidRDefault="0048356B" w:rsidP="0048356B">
            <w:pPr>
              <w:pStyle w:val="TAC"/>
              <w:keepNext w:val="0"/>
              <w:rPr>
                <w:rFonts w:eastAsia="Yu Mincho"/>
              </w:rPr>
            </w:pPr>
          </w:p>
        </w:tc>
        <w:tc>
          <w:tcPr>
            <w:tcW w:w="0" w:type="auto"/>
            <w:vAlign w:val="center"/>
          </w:tcPr>
          <w:p w14:paraId="7D847D1E" w14:textId="77777777" w:rsidR="0048356B" w:rsidRPr="00835F44" w:rsidRDefault="0048356B" w:rsidP="0048356B">
            <w:pPr>
              <w:pStyle w:val="TAC"/>
              <w:keepNext w:val="0"/>
              <w:rPr>
                <w:rFonts w:eastAsia="Yu Mincho"/>
              </w:rPr>
            </w:pPr>
          </w:p>
        </w:tc>
      </w:tr>
      <w:tr w:rsidR="00AD3DA1" w:rsidRPr="00835F44" w14:paraId="141AFEB1" w14:textId="77777777" w:rsidTr="000E530E">
        <w:trPr>
          <w:trHeight w:val="225"/>
          <w:jc w:val="center"/>
        </w:trPr>
        <w:tc>
          <w:tcPr>
            <w:tcW w:w="0" w:type="auto"/>
            <w:vMerge/>
            <w:vAlign w:val="center"/>
            <w:hideMark/>
          </w:tcPr>
          <w:p w14:paraId="27225B63" w14:textId="77777777" w:rsidR="00AD3DA1" w:rsidRPr="00835F44" w:rsidRDefault="00AD3DA1" w:rsidP="00AD3DA1">
            <w:pPr>
              <w:pStyle w:val="TAC"/>
              <w:keepNext w:val="0"/>
              <w:rPr>
                <w:rFonts w:eastAsia="Yu Mincho"/>
              </w:rPr>
            </w:pPr>
          </w:p>
        </w:tc>
        <w:tc>
          <w:tcPr>
            <w:tcW w:w="0" w:type="auto"/>
            <w:vAlign w:val="center"/>
            <w:hideMark/>
          </w:tcPr>
          <w:p w14:paraId="6C18AEFE" w14:textId="77777777" w:rsidR="00AD3DA1" w:rsidRPr="00835F44" w:rsidRDefault="00AD3DA1" w:rsidP="00AD3DA1">
            <w:pPr>
              <w:pStyle w:val="TAC"/>
              <w:keepNext w:val="0"/>
              <w:rPr>
                <w:rFonts w:eastAsia="Yu Mincho"/>
              </w:rPr>
            </w:pPr>
            <w:r w:rsidRPr="00835F44">
              <w:rPr>
                <w:rFonts w:eastAsia="Yu Mincho"/>
              </w:rPr>
              <w:t>60</w:t>
            </w:r>
          </w:p>
        </w:tc>
        <w:tc>
          <w:tcPr>
            <w:tcW w:w="0" w:type="auto"/>
          </w:tcPr>
          <w:p w14:paraId="09FE31CD" w14:textId="77777777" w:rsidR="00AD3DA1" w:rsidRPr="00835F44" w:rsidRDefault="00AD3DA1" w:rsidP="00AD3DA1">
            <w:pPr>
              <w:pStyle w:val="TAC"/>
              <w:keepNext w:val="0"/>
              <w:rPr>
                <w:rFonts w:eastAsia="Yu Mincho"/>
              </w:rPr>
            </w:pPr>
          </w:p>
        </w:tc>
        <w:tc>
          <w:tcPr>
            <w:tcW w:w="0" w:type="auto"/>
            <w:vAlign w:val="center"/>
          </w:tcPr>
          <w:p w14:paraId="77C92BC2" w14:textId="77777777" w:rsidR="00AD3DA1" w:rsidRPr="00835F44" w:rsidRDefault="00AD3DA1" w:rsidP="00AD3DA1">
            <w:pPr>
              <w:pStyle w:val="TAC"/>
              <w:keepNext w:val="0"/>
              <w:rPr>
                <w:rFonts w:eastAsia="Yu Mincho"/>
              </w:rPr>
            </w:pPr>
          </w:p>
        </w:tc>
        <w:tc>
          <w:tcPr>
            <w:tcW w:w="0" w:type="auto"/>
            <w:vAlign w:val="center"/>
          </w:tcPr>
          <w:p w14:paraId="7BA0AAB5" w14:textId="77777777" w:rsidR="00AD3DA1" w:rsidRPr="00835F44" w:rsidRDefault="00AD3DA1" w:rsidP="00AD3DA1">
            <w:pPr>
              <w:pStyle w:val="TAC"/>
              <w:keepNext w:val="0"/>
              <w:rPr>
                <w:rFonts w:eastAsia="Yu Mincho"/>
              </w:rPr>
            </w:pPr>
          </w:p>
        </w:tc>
        <w:tc>
          <w:tcPr>
            <w:tcW w:w="0" w:type="auto"/>
            <w:vAlign w:val="center"/>
          </w:tcPr>
          <w:p w14:paraId="5DC1DE0F" w14:textId="77777777" w:rsidR="00AD3DA1" w:rsidRPr="00835F44" w:rsidRDefault="00AD3DA1" w:rsidP="00AD3DA1">
            <w:pPr>
              <w:pStyle w:val="TAC"/>
              <w:keepNext w:val="0"/>
              <w:rPr>
                <w:rFonts w:eastAsia="Yu Mincho"/>
              </w:rPr>
            </w:pPr>
          </w:p>
        </w:tc>
        <w:tc>
          <w:tcPr>
            <w:tcW w:w="0" w:type="auto"/>
            <w:vAlign w:val="center"/>
          </w:tcPr>
          <w:p w14:paraId="7170CC79" w14:textId="77777777" w:rsidR="00AD3DA1" w:rsidRPr="00835F44" w:rsidRDefault="00AD3DA1" w:rsidP="00AD3DA1">
            <w:pPr>
              <w:pStyle w:val="TAC"/>
              <w:keepNext w:val="0"/>
              <w:rPr>
                <w:rFonts w:eastAsia="Yu Mincho"/>
              </w:rPr>
            </w:pPr>
          </w:p>
        </w:tc>
        <w:tc>
          <w:tcPr>
            <w:tcW w:w="0" w:type="auto"/>
          </w:tcPr>
          <w:p w14:paraId="0F6134CC" w14:textId="77777777" w:rsidR="00AD3DA1" w:rsidRPr="00835F44" w:rsidRDefault="00AD3DA1" w:rsidP="00AD3DA1">
            <w:pPr>
              <w:pStyle w:val="TAC"/>
              <w:keepNext w:val="0"/>
              <w:rPr>
                <w:rFonts w:eastAsia="Yu Mincho"/>
              </w:rPr>
            </w:pPr>
          </w:p>
        </w:tc>
        <w:tc>
          <w:tcPr>
            <w:tcW w:w="0" w:type="auto"/>
            <w:vAlign w:val="center"/>
          </w:tcPr>
          <w:p w14:paraId="1F332CE2" w14:textId="77777777" w:rsidR="00AD3DA1" w:rsidRPr="00835F44" w:rsidRDefault="00AD3DA1" w:rsidP="00AD3DA1">
            <w:pPr>
              <w:pStyle w:val="TAC"/>
              <w:keepNext w:val="0"/>
              <w:rPr>
                <w:rFonts w:eastAsia="Yu Mincho"/>
              </w:rPr>
            </w:pPr>
          </w:p>
        </w:tc>
        <w:tc>
          <w:tcPr>
            <w:tcW w:w="0" w:type="auto"/>
            <w:vAlign w:val="center"/>
          </w:tcPr>
          <w:p w14:paraId="094DAB7A" w14:textId="77777777" w:rsidR="00AD3DA1" w:rsidRPr="00835F44" w:rsidRDefault="00AD3DA1" w:rsidP="00AD3DA1">
            <w:pPr>
              <w:pStyle w:val="TAC"/>
              <w:keepNext w:val="0"/>
              <w:rPr>
                <w:rFonts w:eastAsia="Yu Mincho"/>
              </w:rPr>
            </w:pPr>
          </w:p>
        </w:tc>
        <w:tc>
          <w:tcPr>
            <w:tcW w:w="0" w:type="auto"/>
            <w:vAlign w:val="center"/>
          </w:tcPr>
          <w:p w14:paraId="03B824D7" w14:textId="77777777" w:rsidR="00AD3DA1" w:rsidRPr="00835F44" w:rsidRDefault="00AD3DA1" w:rsidP="00AD3DA1">
            <w:pPr>
              <w:pStyle w:val="TAC"/>
              <w:keepNext w:val="0"/>
              <w:rPr>
                <w:rFonts w:eastAsia="Yu Mincho"/>
              </w:rPr>
            </w:pPr>
          </w:p>
        </w:tc>
        <w:tc>
          <w:tcPr>
            <w:tcW w:w="0" w:type="auto"/>
            <w:vAlign w:val="center"/>
          </w:tcPr>
          <w:p w14:paraId="4A6A0474" w14:textId="77777777" w:rsidR="00AD3DA1" w:rsidRPr="00835F44" w:rsidRDefault="00AD3DA1" w:rsidP="00AD3DA1">
            <w:pPr>
              <w:pStyle w:val="TAC"/>
              <w:keepNext w:val="0"/>
              <w:rPr>
                <w:rFonts w:eastAsia="Yu Mincho"/>
              </w:rPr>
            </w:pPr>
          </w:p>
        </w:tc>
        <w:tc>
          <w:tcPr>
            <w:tcW w:w="0" w:type="auto"/>
          </w:tcPr>
          <w:p w14:paraId="6039A065" w14:textId="77777777" w:rsidR="00AD3DA1" w:rsidRPr="00835F44" w:rsidRDefault="00AD3DA1" w:rsidP="00AD3DA1">
            <w:pPr>
              <w:pStyle w:val="TAC"/>
              <w:keepNext w:val="0"/>
              <w:rPr>
                <w:rFonts w:eastAsia="Yu Mincho"/>
              </w:rPr>
            </w:pPr>
          </w:p>
        </w:tc>
        <w:tc>
          <w:tcPr>
            <w:tcW w:w="0" w:type="auto"/>
            <w:vAlign w:val="center"/>
          </w:tcPr>
          <w:p w14:paraId="1DCB1CC2" w14:textId="77777777" w:rsidR="00AD3DA1" w:rsidRPr="00835F44" w:rsidRDefault="00AD3DA1" w:rsidP="00AD3DA1">
            <w:pPr>
              <w:pStyle w:val="TAC"/>
              <w:keepNext w:val="0"/>
              <w:rPr>
                <w:rFonts w:eastAsia="Yu Mincho"/>
              </w:rPr>
            </w:pPr>
          </w:p>
        </w:tc>
      </w:tr>
      <w:tr w:rsidR="00AD3DA1" w:rsidRPr="00835F44" w14:paraId="04544FB3" w14:textId="77777777" w:rsidTr="000E530E">
        <w:trPr>
          <w:trHeight w:val="225"/>
          <w:jc w:val="center"/>
        </w:trPr>
        <w:tc>
          <w:tcPr>
            <w:tcW w:w="0" w:type="auto"/>
            <w:vMerge w:val="restart"/>
            <w:vAlign w:val="center"/>
            <w:hideMark/>
          </w:tcPr>
          <w:p w14:paraId="6AA99953" w14:textId="77777777" w:rsidR="00AD3DA1" w:rsidRPr="00835F44" w:rsidRDefault="00AD3DA1" w:rsidP="00AD3DA1">
            <w:pPr>
              <w:pStyle w:val="TAC"/>
              <w:keepNext w:val="0"/>
              <w:rPr>
                <w:rFonts w:eastAsia="Yu Mincho"/>
              </w:rPr>
            </w:pPr>
            <w:r w:rsidRPr="00835F44">
              <w:rPr>
                <w:rFonts w:eastAsia="Yu Mincho"/>
              </w:rPr>
              <w:t>n84</w:t>
            </w:r>
          </w:p>
        </w:tc>
        <w:tc>
          <w:tcPr>
            <w:tcW w:w="0" w:type="auto"/>
            <w:vAlign w:val="center"/>
            <w:hideMark/>
          </w:tcPr>
          <w:p w14:paraId="076BFADE" w14:textId="77777777" w:rsidR="00AD3DA1" w:rsidRPr="00835F44" w:rsidRDefault="00AD3DA1" w:rsidP="00AD3DA1">
            <w:pPr>
              <w:pStyle w:val="TAC"/>
              <w:keepNext w:val="0"/>
              <w:rPr>
                <w:rFonts w:eastAsia="Yu Mincho"/>
              </w:rPr>
            </w:pPr>
            <w:r w:rsidRPr="00835F44">
              <w:rPr>
                <w:rFonts w:eastAsia="Yu Mincho"/>
              </w:rPr>
              <w:t>15</w:t>
            </w:r>
          </w:p>
        </w:tc>
        <w:tc>
          <w:tcPr>
            <w:tcW w:w="0" w:type="auto"/>
            <w:hideMark/>
          </w:tcPr>
          <w:p w14:paraId="5483D7D6"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60FC07A1"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3FBD91FE"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66968354"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3739275A" w14:textId="77777777" w:rsidR="00AD3DA1" w:rsidRPr="00835F44" w:rsidRDefault="00AD3DA1" w:rsidP="00AD3DA1">
            <w:pPr>
              <w:pStyle w:val="TAC"/>
              <w:keepNext w:val="0"/>
              <w:rPr>
                <w:rFonts w:eastAsia="Yu Mincho"/>
              </w:rPr>
            </w:pPr>
          </w:p>
        </w:tc>
        <w:tc>
          <w:tcPr>
            <w:tcW w:w="0" w:type="auto"/>
          </w:tcPr>
          <w:p w14:paraId="26A76883" w14:textId="77777777" w:rsidR="00AD3DA1" w:rsidRPr="00835F44" w:rsidRDefault="00AD3DA1" w:rsidP="00AD3DA1">
            <w:pPr>
              <w:pStyle w:val="TAC"/>
              <w:keepNext w:val="0"/>
              <w:rPr>
                <w:rFonts w:eastAsia="Yu Mincho"/>
              </w:rPr>
            </w:pPr>
          </w:p>
        </w:tc>
        <w:tc>
          <w:tcPr>
            <w:tcW w:w="0" w:type="auto"/>
            <w:vAlign w:val="center"/>
          </w:tcPr>
          <w:p w14:paraId="7F6121A2" w14:textId="77777777" w:rsidR="00AD3DA1" w:rsidRPr="00835F44" w:rsidRDefault="00AD3DA1" w:rsidP="00AD3DA1">
            <w:pPr>
              <w:pStyle w:val="TAC"/>
              <w:keepNext w:val="0"/>
              <w:rPr>
                <w:rFonts w:eastAsia="Yu Mincho"/>
              </w:rPr>
            </w:pPr>
          </w:p>
        </w:tc>
        <w:tc>
          <w:tcPr>
            <w:tcW w:w="0" w:type="auto"/>
            <w:vAlign w:val="center"/>
          </w:tcPr>
          <w:p w14:paraId="4C543EF5" w14:textId="77777777" w:rsidR="00AD3DA1" w:rsidRPr="00835F44" w:rsidRDefault="00AD3DA1" w:rsidP="00AD3DA1">
            <w:pPr>
              <w:pStyle w:val="TAC"/>
              <w:keepNext w:val="0"/>
              <w:rPr>
                <w:rFonts w:eastAsia="Yu Mincho"/>
              </w:rPr>
            </w:pPr>
          </w:p>
        </w:tc>
        <w:tc>
          <w:tcPr>
            <w:tcW w:w="0" w:type="auto"/>
            <w:vAlign w:val="center"/>
          </w:tcPr>
          <w:p w14:paraId="570027A0" w14:textId="77777777" w:rsidR="00AD3DA1" w:rsidRPr="00835F44" w:rsidRDefault="00AD3DA1" w:rsidP="00AD3DA1">
            <w:pPr>
              <w:pStyle w:val="TAC"/>
              <w:keepNext w:val="0"/>
              <w:rPr>
                <w:rFonts w:eastAsia="Yu Mincho"/>
              </w:rPr>
            </w:pPr>
          </w:p>
        </w:tc>
        <w:tc>
          <w:tcPr>
            <w:tcW w:w="0" w:type="auto"/>
            <w:vAlign w:val="center"/>
          </w:tcPr>
          <w:p w14:paraId="3BFD112C" w14:textId="77777777" w:rsidR="00AD3DA1" w:rsidRPr="00835F44" w:rsidRDefault="00AD3DA1" w:rsidP="00AD3DA1">
            <w:pPr>
              <w:pStyle w:val="TAC"/>
              <w:keepNext w:val="0"/>
              <w:rPr>
                <w:rFonts w:eastAsia="Yu Mincho"/>
              </w:rPr>
            </w:pPr>
          </w:p>
        </w:tc>
        <w:tc>
          <w:tcPr>
            <w:tcW w:w="0" w:type="auto"/>
          </w:tcPr>
          <w:p w14:paraId="76889BF9" w14:textId="77777777" w:rsidR="00AD3DA1" w:rsidRPr="00835F44" w:rsidRDefault="00AD3DA1" w:rsidP="00AD3DA1">
            <w:pPr>
              <w:pStyle w:val="TAC"/>
              <w:keepNext w:val="0"/>
              <w:rPr>
                <w:rFonts w:eastAsia="Yu Mincho"/>
              </w:rPr>
            </w:pPr>
          </w:p>
        </w:tc>
        <w:tc>
          <w:tcPr>
            <w:tcW w:w="0" w:type="auto"/>
            <w:vAlign w:val="center"/>
          </w:tcPr>
          <w:p w14:paraId="71D49B3C" w14:textId="77777777" w:rsidR="00AD3DA1" w:rsidRPr="00835F44" w:rsidRDefault="00AD3DA1" w:rsidP="00AD3DA1">
            <w:pPr>
              <w:pStyle w:val="TAC"/>
              <w:keepNext w:val="0"/>
              <w:rPr>
                <w:rFonts w:eastAsia="Yu Mincho"/>
              </w:rPr>
            </w:pPr>
          </w:p>
        </w:tc>
      </w:tr>
      <w:tr w:rsidR="00AD3DA1" w:rsidRPr="00835F44" w14:paraId="5025E060" w14:textId="77777777" w:rsidTr="000E530E">
        <w:trPr>
          <w:trHeight w:val="225"/>
          <w:jc w:val="center"/>
        </w:trPr>
        <w:tc>
          <w:tcPr>
            <w:tcW w:w="0" w:type="auto"/>
            <w:vMerge/>
            <w:vAlign w:val="center"/>
            <w:hideMark/>
          </w:tcPr>
          <w:p w14:paraId="31824618" w14:textId="77777777" w:rsidR="00AD3DA1" w:rsidRPr="00835F44" w:rsidRDefault="00AD3DA1" w:rsidP="00AD3DA1">
            <w:pPr>
              <w:pStyle w:val="TAC"/>
              <w:keepNext w:val="0"/>
              <w:rPr>
                <w:rFonts w:eastAsia="Yu Mincho"/>
              </w:rPr>
            </w:pPr>
          </w:p>
        </w:tc>
        <w:tc>
          <w:tcPr>
            <w:tcW w:w="0" w:type="auto"/>
            <w:vAlign w:val="center"/>
            <w:hideMark/>
          </w:tcPr>
          <w:p w14:paraId="6DC7C5CE" w14:textId="77777777" w:rsidR="00AD3DA1" w:rsidRPr="00835F44" w:rsidRDefault="00AD3DA1" w:rsidP="00AD3DA1">
            <w:pPr>
              <w:pStyle w:val="TAC"/>
              <w:keepNext w:val="0"/>
              <w:rPr>
                <w:rFonts w:eastAsia="Yu Mincho"/>
              </w:rPr>
            </w:pPr>
            <w:r w:rsidRPr="00835F44">
              <w:rPr>
                <w:rFonts w:eastAsia="Yu Mincho"/>
              </w:rPr>
              <w:t>30</w:t>
            </w:r>
          </w:p>
        </w:tc>
        <w:tc>
          <w:tcPr>
            <w:tcW w:w="0" w:type="auto"/>
          </w:tcPr>
          <w:p w14:paraId="23FC6DCB" w14:textId="77777777" w:rsidR="00AD3DA1" w:rsidRPr="00835F44" w:rsidRDefault="00AD3DA1" w:rsidP="00AD3DA1">
            <w:pPr>
              <w:pStyle w:val="TAC"/>
              <w:keepNext w:val="0"/>
              <w:rPr>
                <w:rFonts w:eastAsia="Yu Mincho"/>
              </w:rPr>
            </w:pPr>
          </w:p>
        </w:tc>
        <w:tc>
          <w:tcPr>
            <w:tcW w:w="0" w:type="auto"/>
            <w:hideMark/>
          </w:tcPr>
          <w:p w14:paraId="260CC543"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52F85DE0"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1D363F9B"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tcPr>
          <w:p w14:paraId="4532DFFF" w14:textId="77777777" w:rsidR="00AD3DA1" w:rsidRPr="00835F44" w:rsidRDefault="00AD3DA1" w:rsidP="00AD3DA1">
            <w:pPr>
              <w:pStyle w:val="TAC"/>
              <w:keepNext w:val="0"/>
              <w:rPr>
                <w:rFonts w:eastAsia="Yu Mincho"/>
              </w:rPr>
            </w:pPr>
          </w:p>
        </w:tc>
        <w:tc>
          <w:tcPr>
            <w:tcW w:w="0" w:type="auto"/>
          </w:tcPr>
          <w:p w14:paraId="4BC80670" w14:textId="77777777" w:rsidR="00AD3DA1" w:rsidRPr="00835F44" w:rsidRDefault="00AD3DA1" w:rsidP="00AD3DA1">
            <w:pPr>
              <w:pStyle w:val="TAC"/>
              <w:keepNext w:val="0"/>
              <w:rPr>
                <w:rFonts w:eastAsia="Yu Mincho"/>
              </w:rPr>
            </w:pPr>
          </w:p>
        </w:tc>
        <w:tc>
          <w:tcPr>
            <w:tcW w:w="0" w:type="auto"/>
            <w:vAlign w:val="center"/>
          </w:tcPr>
          <w:p w14:paraId="53ABD77E" w14:textId="77777777" w:rsidR="00AD3DA1" w:rsidRPr="00835F44" w:rsidRDefault="00AD3DA1" w:rsidP="00AD3DA1">
            <w:pPr>
              <w:pStyle w:val="TAC"/>
              <w:keepNext w:val="0"/>
              <w:rPr>
                <w:rFonts w:eastAsia="Yu Mincho"/>
              </w:rPr>
            </w:pPr>
          </w:p>
        </w:tc>
        <w:tc>
          <w:tcPr>
            <w:tcW w:w="0" w:type="auto"/>
            <w:vAlign w:val="center"/>
          </w:tcPr>
          <w:p w14:paraId="0276F0B1" w14:textId="77777777" w:rsidR="00AD3DA1" w:rsidRPr="00835F44" w:rsidRDefault="00AD3DA1" w:rsidP="00AD3DA1">
            <w:pPr>
              <w:pStyle w:val="TAC"/>
              <w:keepNext w:val="0"/>
              <w:rPr>
                <w:rFonts w:eastAsia="Yu Mincho"/>
              </w:rPr>
            </w:pPr>
          </w:p>
        </w:tc>
        <w:tc>
          <w:tcPr>
            <w:tcW w:w="0" w:type="auto"/>
            <w:vAlign w:val="center"/>
          </w:tcPr>
          <w:p w14:paraId="27FC69B4" w14:textId="77777777" w:rsidR="00AD3DA1" w:rsidRPr="00835F44" w:rsidRDefault="00AD3DA1" w:rsidP="00AD3DA1">
            <w:pPr>
              <w:pStyle w:val="TAC"/>
              <w:keepNext w:val="0"/>
              <w:rPr>
                <w:rFonts w:eastAsia="Yu Mincho"/>
              </w:rPr>
            </w:pPr>
          </w:p>
        </w:tc>
        <w:tc>
          <w:tcPr>
            <w:tcW w:w="0" w:type="auto"/>
            <w:vAlign w:val="center"/>
          </w:tcPr>
          <w:p w14:paraId="196FE919" w14:textId="77777777" w:rsidR="00AD3DA1" w:rsidRPr="00835F44" w:rsidRDefault="00AD3DA1" w:rsidP="00AD3DA1">
            <w:pPr>
              <w:pStyle w:val="TAC"/>
              <w:keepNext w:val="0"/>
              <w:rPr>
                <w:rFonts w:eastAsia="Yu Mincho"/>
              </w:rPr>
            </w:pPr>
          </w:p>
        </w:tc>
        <w:tc>
          <w:tcPr>
            <w:tcW w:w="0" w:type="auto"/>
          </w:tcPr>
          <w:p w14:paraId="754E323B" w14:textId="77777777" w:rsidR="00AD3DA1" w:rsidRPr="00835F44" w:rsidRDefault="00AD3DA1" w:rsidP="00AD3DA1">
            <w:pPr>
              <w:pStyle w:val="TAC"/>
              <w:keepNext w:val="0"/>
              <w:rPr>
                <w:rFonts w:eastAsia="Yu Mincho"/>
              </w:rPr>
            </w:pPr>
          </w:p>
        </w:tc>
        <w:tc>
          <w:tcPr>
            <w:tcW w:w="0" w:type="auto"/>
            <w:vAlign w:val="center"/>
          </w:tcPr>
          <w:p w14:paraId="53E9EC95" w14:textId="77777777" w:rsidR="00AD3DA1" w:rsidRPr="00835F44" w:rsidRDefault="00AD3DA1" w:rsidP="00AD3DA1">
            <w:pPr>
              <w:pStyle w:val="TAC"/>
              <w:keepNext w:val="0"/>
              <w:rPr>
                <w:rFonts w:eastAsia="Yu Mincho"/>
              </w:rPr>
            </w:pPr>
          </w:p>
        </w:tc>
      </w:tr>
      <w:tr w:rsidR="00AD3DA1" w:rsidRPr="00835F44" w14:paraId="60721D95" w14:textId="77777777" w:rsidTr="000E530E">
        <w:trPr>
          <w:trHeight w:val="225"/>
          <w:jc w:val="center"/>
        </w:trPr>
        <w:tc>
          <w:tcPr>
            <w:tcW w:w="0" w:type="auto"/>
            <w:vMerge/>
            <w:vAlign w:val="center"/>
            <w:hideMark/>
          </w:tcPr>
          <w:p w14:paraId="581DB151" w14:textId="77777777" w:rsidR="00AD3DA1" w:rsidRPr="00835F44" w:rsidRDefault="00AD3DA1" w:rsidP="00AD3DA1">
            <w:pPr>
              <w:pStyle w:val="TAC"/>
              <w:keepNext w:val="0"/>
              <w:rPr>
                <w:rFonts w:eastAsia="Yu Mincho"/>
              </w:rPr>
            </w:pPr>
          </w:p>
        </w:tc>
        <w:tc>
          <w:tcPr>
            <w:tcW w:w="0" w:type="auto"/>
            <w:vAlign w:val="center"/>
            <w:hideMark/>
          </w:tcPr>
          <w:p w14:paraId="06286697" w14:textId="77777777" w:rsidR="00AD3DA1" w:rsidRPr="00835F44" w:rsidRDefault="00AD3DA1" w:rsidP="00AD3DA1">
            <w:pPr>
              <w:pStyle w:val="TAC"/>
              <w:keepNext w:val="0"/>
              <w:rPr>
                <w:rFonts w:eastAsia="Yu Mincho"/>
              </w:rPr>
            </w:pPr>
            <w:r w:rsidRPr="00835F44">
              <w:rPr>
                <w:rFonts w:eastAsia="Yu Mincho"/>
              </w:rPr>
              <w:t>60</w:t>
            </w:r>
          </w:p>
        </w:tc>
        <w:tc>
          <w:tcPr>
            <w:tcW w:w="0" w:type="auto"/>
            <w:vAlign w:val="center"/>
          </w:tcPr>
          <w:p w14:paraId="56F4737D" w14:textId="77777777" w:rsidR="00AD3DA1" w:rsidRPr="00835F44" w:rsidRDefault="00AD3DA1" w:rsidP="00AD3DA1">
            <w:pPr>
              <w:pStyle w:val="TAC"/>
              <w:keepNext w:val="0"/>
              <w:rPr>
                <w:rFonts w:eastAsia="Yu Mincho"/>
              </w:rPr>
            </w:pPr>
          </w:p>
        </w:tc>
        <w:tc>
          <w:tcPr>
            <w:tcW w:w="0" w:type="auto"/>
          </w:tcPr>
          <w:p w14:paraId="7AFF6AEF"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33B63B93"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71184DD7" w14:textId="77777777" w:rsidR="00AD3DA1" w:rsidRPr="00835F44" w:rsidRDefault="00AD3DA1" w:rsidP="00AD3DA1">
            <w:pPr>
              <w:pStyle w:val="TAC"/>
              <w:keepNext w:val="0"/>
              <w:rPr>
                <w:rFonts w:eastAsia="Yu Mincho"/>
              </w:rPr>
            </w:pPr>
            <w:r w:rsidRPr="00835F44">
              <w:rPr>
                <w:rFonts w:eastAsia="Yu Mincho"/>
              </w:rPr>
              <w:t>Yes</w:t>
            </w:r>
          </w:p>
        </w:tc>
        <w:tc>
          <w:tcPr>
            <w:tcW w:w="0" w:type="auto"/>
            <w:vAlign w:val="center"/>
            <w:hideMark/>
          </w:tcPr>
          <w:p w14:paraId="4C6F3055" w14:textId="77777777" w:rsidR="00AD3DA1" w:rsidRPr="00835F44" w:rsidRDefault="00AD3DA1" w:rsidP="00AD3DA1">
            <w:pPr>
              <w:pStyle w:val="TAC"/>
              <w:keepNext w:val="0"/>
              <w:rPr>
                <w:rFonts w:eastAsia="Yu Mincho"/>
              </w:rPr>
            </w:pPr>
          </w:p>
        </w:tc>
        <w:tc>
          <w:tcPr>
            <w:tcW w:w="0" w:type="auto"/>
            <w:vAlign w:val="center"/>
          </w:tcPr>
          <w:p w14:paraId="609E1733" w14:textId="77777777" w:rsidR="00AD3DA1" w:rsidRPr="00835F44" w:rsidRDefault="00AD3DA1" w:rsidP="00AD3DA1">
            <w:pPr>
              <w:pStyle w:val="TAC"/>
              <w:keepNext w:val="0"/>
              <w:rPr>
                <w:rFonts w:eastAsia="Yu Mincho"/>
              </w:rPr>
            </w:pPr>
          </w:p>
        </w:tc>
        <w:tc>
          <w:tcPr>
            <w:tcW w:w="0" w:type="auto"/>
          </w:tcPr>
          <w:p w14:paraId="2BECF611" w14:textId="77777777" w:rsidR="00AD3DA1" w:rsidRPr="00835F44" w:rsidRDefault="00AD3DA1" w:rsidP="00AD3DA1">
            <w:pPr>
              <w:pStyle w:val="TAC"/>
              <w:keepNext w:val="0"/>
              <w:rPr>
                <w:rFonts w:eastAsia="Yu Mincho"/>
              </w:rPr>
            </w:pPr>
          </w:p>
        </w:tc>
        <w:tc>
          <w:tcPr>
            <w:tcW w:w="0" w:type="auto"/>
            <w:vAlign w:val="center"/>
          </w:tcPr>
          <w:p w14:paraId="3CA8AB4A" w14:textId="77777777" w:rsidR="00AD3DA1" w:rsidRPr="00835F44" w:rsidRDefault="00AD3DA1" w:rsidP="00AD3DA1">
            <w:pPr>
              <w:pStyle w:val="TAC"/>
              <w:keepNext w:val="0"/>
              <w:rPr>
                <w:rFonts w:eastAsia="Yu Mincho"/>
              </w:rPr>
            </w:pPr>
          </w:p>
        </w:tc>
        <w:tc>
          <w:tcPr>
            <w:tcW w:w="0" w:type="auto"/>
            <w:vAlign w:val="center"/>
          </w:tcPr>
          <w:p w14:paraId="2DC009CE" w14:textId="77777777" w:rsidR="00AD3DA1" w:rsidRPr="00835F44" w:rsidRDefault="00AD3DA1" w:rsidP="00AD3DA1">
            <w:pPr>
              <w:pStyle w:val="TAC"/>
              <w:keepNext w:val="0"/>
              <w:rPr>
                <w:rFonts w:eastAsia="Yu Mincho"/>
              </w:rPr>
            </w:pPr>
          </w:p>
        </w:tc>
        <w:tc>
          <w:tcPr>
            <w:tcW w:w="0" w:type="auto"/>
            <w:vAlign w:val="center"/>
          </w:tcPr>
          <w:p w14:paraId="3B44E819" w14:textId="77777777" w:rsidR="00AD3DA1" w:rsidRPr="00835F44" w:rsidRDefault="00AD3DA1" w:rsidP="00AD3DA1">
            <w:pPr>
              <w:pStyle w:val="TAC"/>
              <w:keepNext w:val="0"/>
              <w:rPr>
                <w:rFonts w:eastAsia="Yu Mincho"/>
              </w:rPr>
            </w:pPr>
          </w:p>
        </w:tc>
        <w:tc>
          <w:tcPr>
            <w:tcW w:w="0" w:type="auto"/>
          </w:tcPr>
          <w:p w14:paraId="5D88CCC4" w14:textId="77777777" w:rsidR="00AD3DA1" w:rsidRPr="00835F44" w:rsidRDefault="00AD3DA1" w:rsidP="00AD3DA1">
            <w:pPr>
              <w:pStyle w:val="TAC"/>
              <w:keepNext w:val="0"/>
              <w:rPr>
                <w:rFonts w:eastAsia="Yu Mincho"/>
              </w:rPr>
            </w:pPr>
          </w:p>
        </w:tc>
        <w:tc>
          <w:tcPr>
            <w:tcW w:w="0" w:type="auto"/>
            <w:vAlign w:val="center"/>
          </w:tcPr>
          <w:p w14:paraId="64245231" w14:textId="77777777" w:rsidR="00AD3DA1" w:rsidRPr="00835F44" w:rsidRDefault="00AD3DA1" w:rsidP="00AD3DA1">
            <w:pPr>
              <w:pStyle w:val="TAC"/>
              <w:keepNext w:val="0"/>
              <w:rPr>
                <w:rFonts w:eastAsia="Yu Mincho"/>
              </w:rPr>
            </w:pPr>
          </w:p>
        </w:tc>
      </w:tr>
      <w:tr w:rsidR="00AD3DA1" w:rsidRPr="00835F44" w14:paraId="047998BD" w14:textId="77777777" w:rsidTr="000E530E">
        <w:trPr>
          <w:trHeight w:val="225"/>
          <w:jc w:val="center"/>
        </w:trPr>
        <w:tc>
          <w:tcPr>
            <w:tcW w:w="0" w:type="auto"/>
            <w:vMerge w:val="restart"/>
            <w:vAlign w:val="center"/>
          </w:tcPr>
          <w:p w14:paraId="14E5B9AB" w14:textId="77777777" w:rsidR="00AD3DA1" w:rsidRPr="00835F44" w:rsidRDefault="00AD3DA1" w:rsidP="00AD3DA1">
            <w:pPr>
              <w:pStyle w:val="TAC"/>
              <w:keepNext w:val="0"/>
              <w:rPr>
                <w:rFonts w:eastAsia="Yu Mincho"/>
              </w:rPr>
            </w:pPr>
            <w:r w:rsidRPr="00835F44">
              <w:rPr>
                <w:rFonts w:eastAsia="Yu Mincho"/>
              </w:rPr>
              <w:t>n86</w:t>
            </w:r>
          </w:p>
        </w:tc>
        <w:tc>
          <w:tcPr>
            <w:tcW w:w="0" w:type="auto"/>
          </w:tcPr>
          <w:p w14:paraId="4C10951C" w14:textId="77777777" w:rsidR="00AD3DA1" w:rsidRPr="00835F44" w:rsidRDefault="00AD3DA1" w:rsidP="00AD3DA1">
            <w:pPr>
              <w:pStyle w:val="TAC"/>
              <w:keepNext w:val="0"/>
              <w:rPr>
                <w:rFonts w:eastAsia="Yu Mincho"/>
              </w:rPr>
            </w:pPr>
            <w:r w:rsidRPr="00835F44">
              <w:t>15</w:t>
            </w:r>
          </w:p>
        </w:tc>
        <w:tc>
          <w:tcPr>
            <w:tcW w:w="0" w:type="auto"/>
          </w:tcPr>
          <w:p w14:paraId="333531A8" w14:textId="77777777" w:rsidR="00AD3DA1" w:rsidRPr="00835F44" w:rsidRDefault="00AD3DA1" w:rsidP="00AD3DA1">
            <w:pPr>
              <w:pStyle w:val="TAC"/>
              <w:keepNext w:val="0"/>
              <w:rPr>
                <w:rFonts w:eastAsia="Yu Mincho"/>
              </w:rPr>
            </w:pPr>
            <w:r w:rsidRPr="00835F44">
              <w:t>Yes</w:t>
            </w:r>
          </w:p>
        </w:tc>
        <w:tc>
          <w:tcPr>
            <w:tcW w:w="0" w:type="auto"/>
          </w:tcPr>
          <w:p w14:paraId="1ABED5BF" w14:textId="77777777" w:rsidR="00AD3DA1" w:rsidRPr="00835F44" w:rsidRDefault="00AD3DA1" w:rsidP="00AD3DA1">
            <w:pPr>
              <w:pStyle w:val="TAC"/>
              <w:keepNext w:val="0"/>
              <w:rPr>
                <w:rFonts w:eastAsia="Yu Mincho"/>
              </w:rPr>
            </w:pPr>
            <w:r w:rsidRPr="00835F44">
              <w:t>Yes</w:t>
            </w:r>
          </w:p>
        </w:tc>
        <w:tc>
          <w:tcPr>
            <w:tcW w:w="0" w:type="auto"/>
          </w:tcPr>
          <w:p w14:paraId="261AC074" w14:textId="77777777" w:rsidR="00AD3DA1" w:rsidRPr="00835F44" w:rsidRDefault="00AD3DA1" w:rsidP="00AD3DA1">
            <w:pPr>
              <w:pStyle w:val="TAC"/>
              <w:keepNext w:val="0"/>
              <w:rPr>
                <w:rFonts w:eastAsia="Yu Mincho"/>
              </w:rPr>
            </w:pPr>
            <w:r w:rsidRPr="00835F44">
              <w:t>Yes</w:t>
            </w:r>
          </w:p>
        </w:tc>
        <w:tc>
          <w:tcPr>
            <w:tcW w:w="0" w:type="auto"/>
          </w:tcPr>
          <w:p w14:paraId="6B55E13A" w14:textId="77777777" w:rsidR="00AD3DA1" w:rsidRPr="00835F44" w:rsidRDefault="00AD3DA1" w:rsidP="00AD3DA1">
            <w:pPr>
              <w:pStyle w:val="TAC"/>
              <w:keepNext w:val="0"/>
              <w:rPr>
                <w:rFonts w:eastAsia="Yu Mincho"/>
              </w:rPr>
            </w:pPr>
            <w:r w:rsidRPr="00835F44">
              <w:t>Yes</w:t>
            </w:r>
          </w:p>
        </w:tc>
        <w:tc>
          <w:tcPr>
            <w:tcW w:w="0" w:type="auto"/>
            <w:vAlign w:val="center"/>
          </w:tcPr>
          <w:p w14:paraId="58AE6C06" w14:textId="77777777" w:rsidR="00AD3DA1" w:rsidRPr="00835F44" w:rsidRDefault="00AD3DA1" w:rsidP="00AD3DA1">
            <w:pPr>
              <w:pStyle w:val="TAC"/>
              <w:keepNext w:val="0"/>
              <w:rPr>
                <w:rFonts w:eastAsia="Yu Mincho"/>
              </w:rPr>
            </w:pPr>
          </w:p>
        </w:tc>
        <w:tc>
          <w:tcPr>
            <w:tcW w:w="0" w:type="auto"/>
            <w:vAlign w:val="center"/>
          </w:tcPr>
          <w:p w14:paraId="3673090F" w14:textId="77777777" w:rsidR="00AD3DA1" w:rsidRPr="00835F44" w:rsidRDefault="00AD3DA1" w:rsidP="00AD3DA1">
            <w:pPr>
              <w:pStyle w:val="TAC"/>
              <w:keepNext w:val="0"/>
              <w:rPr>
                <w:rFonts w:eastAsia="Yu Mincho"/>
              </w:rPr>
            </w:pPr>
          </w:p>
        </w:tc>
        <w:tc>
          <w:tcPr>
            <w:tcW w:w="0" w:type="auto"/>
          </w:tcPr>
          <w:p w14:paraId="762F46FC" w14:textId="77777777" w:rsidR="00AD3DA1" w:rsidRPr="00835F44" w:rsidRDefault="00AD3DA1" w:rsidP="00AD3DA1">
            <w:pPr>
              <w:pStyle w:val="TAC"/>
              <w:keepNext w:val="0"/>
              <w:rPr>
                <w:rFonts w:eastAsia="Yu Mincho"/>
              </w:rPr>
            </w:pPr>
            <w:r w:rsidRPr="00835F44">
              <w:t>Yes</w:t>
            </w:r>
          </w:p>
        </w:tc>
        <w:tc>
          <w:tcPr>
            <w:tcW w:w="0" w:type="auto"/>
            <w:vAlign w:val="center"/>
          </w:tcPr>
          <w:p w14:paraId="0EC316C7" w14:textId="77777777" w:rsidR="00AD3DA1" w:rsidRPr="00835F44" w:rsidRDefault="00AD3DA1" w:rsidP="00AD3DA1">
            <w:pPr>
              <w:pStyle w:val="TAC"/>
              <w:keepNext w:val="0"/>
              <w:rPr>
                <w:rFonts w:eastAsia="Yu Mincho"/>
              </w:rPr>
            </w:pPr>
          </w:p>
        </w:tc>
        <w:tc>
          <w:tcPr>
            <w:tcW w:w="0" w:type="auto"/>
            <w:vAlign w:val="center"/>
          </w:tcPr>
          <w:p w14:paraId="6D4D930D" w14:textId="77777777" w:rsidR="00AD3DA1" w:rsidRPr="00835F44" w:rsidRDefault="00AD3DA1" w:rsidP="00AD3DA1">
            <w:pPr>
              <w:pStyle w:val="TAC"/>
              <w:keepNext w:val="0"/>
              <w:rPr>
                <w:rFonts w:eastAsia="Yu Mincho"/>
              </w:rPr>
            </w:pPr>
          </w:p>
        </w:tc>
        <w:tc>
          <w:tcPr>
            <w:tcW w:w="0" w:type="auto"/>
            <w:vAlign w:val="center"/>
          </w:tcPr>
          <w:p w14:paraId="540F53DB" w14:textId="77777777" w:rsidR="00AD3DA1" w:rsidRPr="00835F44" w:rsidRDefault="00AD3DA1" w:rsidP="00AD3DA1">
            <w:pPr>
              <w:pStyle w:val="TAC"/>
              <w:keepNext w:val="0"/>
              <w:rPr>
                <w:rFonts w:eastAsia="Yu Mincho"/>
              </w:rPr>
            </w:pPr>
          </w:p>
        </w:tc>
        <w:tc>
          <w:tcPr>
            <w:tcW w:w="0" w:type="auto"/>
          </w:tcPr>
          <w:p w14:paraId="6B10D564" w14:textId="77777777" w:rsidR="00AD3DA1" w:rsidRPr="00835F44" w:rsidRDefault="00AD3DA1" w:rsidP="00AD3DA1">
            <w:pPr>
              <w:pStyle w:val="TAC"/>
              <w:keepNext w:val="0"/>
              <w:rPr>
                <w:rFonts w:eastAsia="Yu Mincho"/>
              </w:rPr>
            </w:pPr>
          </w:p>
        </w:tc>
        <w:tc>
          <w:tcPr>
            <w:tcW w:w="0" w:type="auto"/>
            <w:vAlign w:val="center"/>
          </w:tcPr>
          <w:p w14:paraId="7FD75F8D" w14:textId="77777777" w:rsidR="00AD3DA1" w:rsidRPr="00835F44" w:rsidRDefault="00AD3DA1" w:rsidP="00AD3DA1">
            <w:pPr>
              <w:pStyle w:val="TAC"/>
              <w:keepNext w:val="0"/>
              <w:rPr>
                <w:rFonts w:eastAsia="Yu Mincho"/>
              </w:rPr>
            </w:pPr>
          </w:p>
        </w:tc>
      </w:tr>
      <w:tr w:rsidR="00AD3DA1" w:rsidRPr="00835F44" w14:paraId="1AA181D0" w14:textId="77777777" w:rsidTr="008F5618">
        <w:trPr>
          <w:trHeight w:val="225"/>
          <w:jc w:val="center"/>
        </w:trPr>
        <w:tc>
          <w:tcPr>
            <w:tcW w:w="0" w:type="auto"/>
            <w:vMerge/>
            <w:vAlign w:val="center"/>
          </w:tcPr>
          <w:p w14:paraId="47E54F85" w14:textId="77777777" w:rsidR="00AD3DA1" w:rsidRPr="00835F44" w:rsidRDefault="00AD3DA1" w:rsidP="00AD3DA1">
            <w:pPr>
              <w:pStyle w:val="TAC"/>
              <w:keepNext w:val="0"/>
              <w:rPr>
                <w:rFonts w:eastAsia="Yu Mincho"/>
              </w:rPr>
            </w:pPr>
          </w:p>
        </w:tc>
        <w:tc>
          <w:tcPr>
            <w:tcW w:w="0" w:type="auto"/>
          </w:tcPr>
          <w:p w14:paraId="43287862" w14:textId="77777777" w:rsidR="00AD3DA1" w:rsidRPr="00835F44" w:rsidRDefault="00AD3DA1" w:rsidP="00AD3DA1">
            <w:pPr>
              <w:pStyle w:val="TAC"/>
              <w:keepNext w:val="0"/>
              <w:rPr>
                <w:rFonts w:eastAsia="Yu Mincho"/>
              </w:rPr>
            </w:pPr>
            <w:r w:rsidRPr="00835F44">
              <w:t>30</w:t>
            </w:r>
          </w:p>
        </w:tc>
        <w:tc>
          <w:tcPr>
            <w:tcW w:w="0" w:type="auto"/>
          </w:tcPr>
          <w:p w14:paraId="029F23FE" w14:textId="77777777" w:rsidR="00AD3DA1" w:rsidRPr="00835F44" w:rsidRDefault="00AD3DA1" w:rsidP="00AD3DA1">
            <w:pPr>
              <w:pStyle w:val="TAC"/>
              <w:keepNext w:val="0"/>
              <w:rPr>
                <w:rFonts w:eastAsia="Yu Mincho"/>
              </w:rPr>
            </w:pPr>
          </w:p>
        </w:tc>
        <w:tc>
          <w:tcPr>
            <w:tcW w:w="0" w:type="auto"/>
          </w:tcPr>
          <w:p w14:paraId="2E347954" w14:textId="77777777" w:rsidR="00AD3DA1" w:rsidRPr="00835F44" w:rsidRDefault="00AD3DA1" w:rsidP="00AD3DA1">
            <w:pPr>
              <w:pStyle w:val="TAC"/>
              <w:keepNext w:val="0"/>
              <w:rPr>
                <w:rFonts w:eastAsia="Yu Mincho"/>
              </w:rPr>
            </w:pPr>
            <w:r w:rsidRPr="00835F44">
              <w:t>Yes</w:t>
            </w:r>
          </w:p>
        </w:tc>
        <w:tc>
          <w:tcPr>
            <w:tcW w:w="0" w:type="auto"/>
          </w:tcPr>
          <w:p w14:paraId="2E1F4BE2" w14:textId="77777777" w:rsidR="00AD3DA1" w:rsidRPr="00835F44" w:rsidRDefault="00AD3DA1" w:rsidP="00AD3DA1">
            <w:pPr>
              <w:pStyle w:val="TAC"/>
              <w:keepNext w:val="0"/>
              <w:rPr>
                <w:rFonts w:eastAsia="Yu Mincho"/>
              </w:rPr>
            </w:pPr>
            <w:r w:rsidRPr="00835F44">
              <w:t>Yes</w:t>
            </w:r>
          </w:p>
        </w:tc>
        <w:tc>
          <w:tcPr>
            <w:tcW w:w="0" w:type="auto"/>
          </w:tcPr>
          <w:p w14:paraId="01AEE8B5" w14:textId="77777777" w:rsidR="00AD3DA1" w:rsidRPr="00835F44" w:rsidRDefault="00AD3DA1" w:rsidP="00AD3DA1">
            <w:pPr>
              <w:pStyle w:val="TAC"/>
              <w:keepNext w:val="0"/>
              <w:rPr>
                <w:rFonts w:eastAsia="Yu Mincho"/>
              </w:rPr>
            </w:pPr>
            <w:r w:rsidRPr="00835F44">
              <w:t>Yes</w:t>
            </w:r>
          </w:p>
        </w:tc>
        <w:tc>
          <w:tcPr>
            <w:tcW w:w="0" w:type="auto"/>
            <w:vAlign w:val="center"/>
          </w:tcPr>
          <w:p w14:paraId="2E2225CC" w14:textId="77777777" w:rsidR="00AD3DA1" w:rsidRPr="00835F44" w:rsidRDefault="00AD3DA1" w:rsidP="00AD3DA1">
            <w:pPr>
              <w:pStyle w:val="TAC"/>
              <w:keepNext w:val="0"/>
              <w:rPr>
                <w:rFonts w:eastAsia="Yu Mincho"/>
              </w:rPr>
            </w:pPr>
          </w:p>
        </w:tc>
        <w:tc>
          <w:tcPr>
            <w:tcW w:w="0" w:type="auto"/>
            <w:vAlign w:val="center"/>
          </w:tcPr>
          <w:p w14:paraId="6F10C5DF" w14:textId="77777777" w:rsidR="00AD3DA1" w:rsidRPr="00835F44" w:rsidRDefault="00AD3DA1" w:rsidP="00AD3DA1">
            <w:pPr>
              <w:pStyle w:val="TAC"/>
              <w:keepNext w:val="0"/>
              <w:rPr>
                <w:rFonts w:eastAsia="Yu Mincho"/>
              </w:rPr>
            </w:pPr>
          </w:p>
        </w:tc>
        <w:tc>
          <w:tcPr>
            <w:tcW w:w="0" w:type="auto"/>
          </w:tcPr>
          <w:p w14:paraId="7183E6C8" w14:textId="77777777" w:rsidR="00AD3DA1" w:rsidRPr="00835F44" w:rsidRDefault="00AD3DA1" w:rsidP="00AD3DA1">
            <w:pPr>
              <w:pStyle w:val="TAC"/>
              <w:keepNext w:val="0"/>
              <w:rPr>
                <w:rFonts w:eastAsia="Yu Mincho"/>
              </w:rPr>
            </w:pPr>
            <w:r w:rsidRPr="00835F44">
              <w:t>Yes</w:t>
            </w:r>
          </w:p>
        </w:tc>
        <w:tc>
          <w:tcPr>
            <w:tcW w:w="0" w:type="auto"/>
            <w:vAlign w:val="center"/>
          </w:tcPr>
          <w:p w14:paraId="6C3980B6" w14:textId="77777777" w:rsidR="00AD3DA1" w:rsidRPr="00835F44" w:rsidRDefault="00AD3DA1" w:rsidP="00AD3DA1">
            <w:pPr>
              <w:pStyle w:val="TAC"/>
              <w:keepNext w:val="0"/>
              <w:rPr>
                <w:rFonts w:eastAsia="Yu Mincho"/>
              </w:rPr>
            </w:pPr>
          </w:p>
        </w:tc>
        <w:tc>
          <w:tcPr>
            <w:tcW w:w="0" w:type="auto"/>
            <w:vAlign w:val="center"/>
          </w:tcPr>
          <w:p w14:paraId="750BC245" w14:textId="77777777" w:rsidR="00AD3DA1" w:rsidRPr="00835F44" w:rsidRDefault="00AD3DA1" w:rsidP="00AD3DA1">
            <w:pPr>
              <w:pStyle w:val="TAC"/>
              <w:keepNext w:val="0"/>
              <w:rPr>
                <w:rFonts w:eastAsia="Yu Mincho"/>
              </w:rPr>
            </w:pPr>
          </w:p>
        </w:tc>
        <w:tc>
          <w:tcPr>
            <w:tcW w:w="0" w:type="auto"/>
            <w:vAlign w:val="center"/>
          </w:tcPr>
          <w:p w14:paraId="5F28D085" w14:textId="77777777" w:rsidR="00AD3DA1" w:rsidRPr="00835F44" w:rsidRDefault="00AD3DA1" w:rsidP="00AD3DA1">
            <w:pPr>
              <w:pStyle w:val="TAC"/>
              <w:keepNext w:val="0"/>
              <w:rPr>
                <w:rFonts w:eastAsia="Yu Mincho"/>
              </w:rPr>
            </w:pPr>
          </w:p>
        </w:tc>
        <w:tc>
          <w:tcPr>
            <w:tcW w:w="0" w:type="auto"/>
          </w:tcPr>
          <w:p w14:paraId="3BD4571B" w14:textId="77777777" w:rsidR="00AD3DA1" w:rsidRPr="00835F44" w:rsidRDefault="00AD3DA1" w:rsidP="00AD3DA1">
            <w:pPr>
              <w:pStyle w:val="TAC"/>
              <w:keepNext w:val="0"/>
              <w:rPr>
                <w:rFonts w:eastAsia="Yu Mincho"/>
              </w:rPr>
            </w:pPr>
          </w:p>
        </w:tc>
        <w:tc>
          <w:tcPr>
            <w:tcW w:w="0" w:type="auto"/>
            <w:vAlign w:val="center"/>
          </w:tcPr>
          <w:p w14:paraId="5C1E8A03" w14:textId="77777777" w:rsidR="00AD3DA1" w:rsidRPr="00835F44" w:rsidRDefault="00AD3DA1" w:rsidP="00AD3DA1">
            <w:pPr>
              <w:pStyle w:val="TAC"/>
              <w:keepNext w:val="0"/>
              <w:rPr>
                <w:rFonts w:eastAsia="Yu Mincho"/>
              </w:rPr>
            </w:pPr>
          </w:p>
        </w:tc>
      </w:tr>
      <w:tr w:rsidR="00AD3DA1" w:rsidRPr="00835F44" w14:paraId="763BCE70" w14:textId="77777777" w:rsidTr="008F5618">
        <w:trPr>
          <w:trHeight w:val="225"/>
          <w:jc w:val="center"/>
        </w:trPr>
        <w:tc>
          <w:tcPr>
            <w:tcW w:w="0" w:type="auto"/>
            <w:vMerge/>
            <w:vAlign w:val="center"/>
          </w:tcPr>
          <w:p w14:paraId="40FDD18B" w14:textId="77777777" w:rsidR="00AD3DA1" w:rsidRPr="00835F44" w:rsidRDefault="00AD3DA1" w:rsidP="00AD3DA1">
            <w:pPr>
              <w:pStyle w:val="TAC"/>
              <w:keepNext w:val="0"/>
              <w:rPr>
                <w:rFonts w:eastAsia="Yu Mincho"/>
              </w:rPr>
            </w:pPr>
          </w:p>
        </w:tc>
        <w:tc>
          <w:tcPr>
            <w:tcW w:w="0" w:type="auto"/>
          </w:tcPr>
          <w:p w14:paraId="645C9830" w14:textId="77777777" w:rsidR="00AD3DA1" w:rsidRPr="00835F44" w:rsidRDefault="00AD3DA1" w:rsidP="00AD3DA1">
            <w:pPr>
              <w:pStyle w:val="TAC"/>
              <w:keepNext w:val="0"/>
              <w:rPr>
                <w:rFonts w:eastAsia="Yu Mincho"/>
              </w:rPr>
            </w:pPr>
            <w:r w:rsidRPr="00835F44">
              <w:t>60</w:t>
            </w:r>
          </w:p>
        </w:tc>
        <w:tc>
          <w:tcPr>
            <w:tcW w:w="0" w:type="auto"/>
          </w:tcPr>
          <w:p w14:paraId="4F474958" w14:textId="77777777" w:rsidR="00AD3DA1" w:rsidRPr="00835F44" w:rsidRDefault="00AD3DA1" w:rsidP="00AD3DA1">
            <w:pPr>
              <w:pStyle w:val="TAC"/>
              <w:keepNext w:val="0"/>
              <w:rPr>
                <w:rFonts w:eastAsia="Yu Mincho"/>
              </w:rPr>
            </w:pPr>
          </w:p>
        </w:tc>
        <w:tc>
          <w:tcPr>
            <w:tcW w:w="0" w:type="auto"/>
          </w:tcPr>
          <w:p w14:paraId="7CD5A1FC" w14:textId="77777777" w:rsidR="00AD3DA1" w:rsidRPr="00835F44" w:rsidRDefault="00AD3DA1" w:rsidP="00AD3DA1">
            <w:pPr>
              <w:pStyle w:val="TAC"/>
              <w:keepNext w:val="0"/>
              <w:rPr>
                <w:rFonts w:eastAsia="Yu Mincho"/>
              </w:rPr>
            </w:pPr>
            <w:r w:rsidRPr="00835F44">
              <w:t>Yes</w:t>
            </w:r>
          </w:p>
        </w:tc>
        <w:tc>
          <w:tcPr>
            <w:tcW w:w="0" w:type="auto"/>
          </w:tcPr>
          <w:p w14:paraId="2AB44BC4" w14:textId="77777777" w:rsidR="00AD3DA1" w:rsidRPr="00835F44" w:rsidRDefault="00AD3DA1" w:rsidP="00AD3DA1">
            <w:pPr>
              <w:pStyle w:val="TAC"/>
              <w:keepNext w:val="0"/>
              <w:rPr>
                <w:rFonts w:eastAsia="Yu Mincho"/>
              </w:rPr>
            </w:pPr>
            <w:r w:rsidRPr="00835F44">
              <w:t>Yes</w:t>
            </w:r>
          </w:p>
        </w:tc>
        <w:tc>
          <w:tcPr>
            <w:tcW w:w="0" w:type="auto"/>
          </w:tcPr>
          <w:p w14:paraId="61CB648F" w14:textId="77777777" w:rsidR="00AD3DA1" w:rsidRPr="00835F44" w:rsidRDefault="00AD3DA1" w:rsidP="00AD3DA1">
            <w:pPr>
              <w:pStyle w:val="TAC"/>
              <w:keepNext w:val="0"/>
              <w:rPr>
                <w:rFonts w:eastAsia="Yu Mincho"/>
              </w:rPr>
            </w:pPr>
            <w:r w:rsidRPr="00835F44">
              <w:t>Yes</w:t>
            </w:r>
          </w:p>
        </w:tc>
        <w:tc>
          <w:tcPr>
            <w:tcW w:w="0" w:type="auto"/>
            <w:vAlign w:val="center"/>
          </w:tcPr>
          <w:p w14:paraId="52DDB14B" w14:textId="77777777" w:rsidR="00AD3DA1" w:rsidRPr="00835F44" w:rsidRDefault="00AD3DA1" w:rsidP="00AD3DA1">
            <w:pPr>
              <w:pStyle w:val="TAC"/>
              <w:keepNext w:val="0"/>
              <w:rPr>
                <w:rFonts w:eastAsia="Yu Mincho"/>
              </w:rPr>
            </w:pPr>
          </w:p>
        </w:tc>
        <w:tc>
          <w:tcPr>
            <w:tcW w:w="0" w:type="auto"/>
            <w:vAlign w:val="center"/>
          </w:tcPr>
          <w:p w14:paraId="1DE760F1" w14:textId="77777777" w:rsidR="00AD3DA1" w:rsidRPr="00835F44" w:rsidRDefault="00AD3DA1" w:rsidP="00AD3DA1">
            <w:pPr>
              <w:pStyle w:val="TAC"/>
              <w:keepNext w:val="0"/>
              <w:rPr>
                <w:rFonts w:eastAsia="Yu Mincho"/>
              </w:rPr>
            </w:pPr>
          </w:p>
        </w:tc>
        <w:tc>
          <w:tcPr>
            <w:tcW w:w="0" w:type="auto"/>
          </w:tcPr>
          <w:p w14:paraId="507EB718" w14:textId="77777777" w:rsidR="00AD3DA1" w:rsidRPr="00835F44" w:rsidRDefault="00AD3DA1" w:rsidP="00AD3DA1">
            <w:pPr>
              <w:pStyle w:val="TAC"/>
              <w:keepNext w:val="0"/>
              <w:rPr>
                <w:rFonts w:eastAsia="Yu Mincho"/>
              </w:rPr>
            </w:pPr>
            <w:r w:rsidRPr="00835F44">
              <w:t>Yes</w:t>
            </w:r>
          </w:p>
        </w:tc>
        <w:tc>
          <w:tcPr>
            <w:tcW w:w="0" w:type="auto"/>
            <w:vAlign w:val="center"/>
          </w:tcPr>
          <w:p w14:paraId="284300BE" w14:textId="77777777" w:rsidR="00AD3DA1" w:rsidRPr="00835F44" w:rsidRDefault="00AD3DA1" w:rsidP="00AD3DA1">
            <w:pPr>
              <w:pStyle w:val="TAC"/>
              <w:keepNext w:val="0"/>
              <w:rPr>
                <w:rFonts w:eastAsia="Yu Mincho"/>
              </w:rPr>
            </w:pPr>
          </w:p>
        </w:tc>
        <w:tc>
          <w:tcPr>
            <w:tcW w:w="0" w:type="auto"/>
            <w:vAlign w:val="center"/>
          </w:tcPr>
          <w:p w14:paraId="2D803784" w14:textId="77777777" w:rsidR="00AD3DA1" w:rsidRPr="00835F44" w:rsidRDefault="00AD3DA1" w:rsidP="00AD3DA1">
            <w:pPr>
              <w:pStyle w:val="TAC"/>
              <w:keepNext w:val="0"/>
              <w:rPr>
                <w:rFonts w:eastAsia="Yu Mincho"/>
              </w:rPr>
            </w:pPr>
          </w:p>
        </w:tc>
        <w:tc>
          <w:tcPr>
            <w:tcW w:w="0" w:type="auto"/>
            <w:vAlign w:val="center"/>
          </w:tcPr>
          <w:p w14:paraId="2ADE892A" w14:textId="77777777" w:rsidR="00AD3DA1" w:rsidRPr="00835F44" w:rsidRDefault="00AD3DA1" w:rsidP="00AD3DA1">
            <w:pPr>
              <w:pStyle w:val="TAC"/>
              <w:keepNext w:val="0"/>
              <w:rPr>
                <w:rFonts w:eastAsia="Yu Mincho"/>
              </w:rPr>
            </w:pPr>
          </w:p>
        </w:tc>
        <w:tc>
          <w:tcPr>
            <w:tcW w:w="0" w:type="auto"/>
          </w:tcPr>
          <w:p w14:paraId="3640CB4D" w14:textId="77777777" w:rsidR="00AD3DA1" w:rsidRPr="00835F44" w:rsidRDefault="00AD3DA1" w:rsidP="00AD3DA1">
            <w:pPr>
              <w:pStyle w:val="TAC"/>
              <w:keepNext w:val="0"/>
              <w:rPr>
                <w:rFonts w:eastAsia="Yu Mincho"/>
              </w:rPr>
            </w:pPr>
          </w:p>
        </w:tc>
        <w:tc>
          <w:tcPr>
            <w:tcW w:w="0" w:type="auto"/>
            <w:vAlign w:val="center"/>
          </w:tcPr>
          <w:p w14:paraId="6EC427E7" w14:textId="77777777" w:rsidR="00AD3DA1" w:rsidRPr="00835F44" w:rsidRDefault="00AD3DA1" w:rsidP="00AD3DA1">
            <w:pPr>
              <w:pStyle w:val="TAC"/>
              <w:keepNext w:val="0"/>
              <w:rPr>
                <w:rFonts w:eastAsia="Yu Mincho"/>
              </w:rPr>
            </w:pPr>
          </w:p>
        </w:tc>
      </w:tr>
      <w:tr w:rsidR="00AD3DA1" w:rsidRPr="00835F44" w14:paraId="1BEC9F60" w14:textId="77777777" w:rsidTr="008F5618">
        <w:trPr>
          <w:trHeight w:val="225"/>
          <w:jc w:val="center"/>
        </w:trPr>
        <w:tc>
          <w:tcPr>
            <w:tcW w:w="0" w:type="auto"/>
            <w:gridSpan w:val="14"/>
          </w:tcPr>
          <w:p w14:paraId="44E8AEB1" w14:textId="1A1A7115" w:rsidR="00AD3DA1" w:rsidRPr="00835F44" w:rsidRDefault="00AD3DA1" w:rsidP="00AD3DA1">
            <w:pPr>
              <w:pStyle w:val="TAN"/>
              <w:keepNext w:val="0"/>
            </w:pPr>
            <w:r w:rsidRPr="00835F44">
              <w:t>NOTE 1:</w:t>
            </w:r>
            <w:r w:rsidRPr="00835F44">
              <w:tab/>
            </w:r>
            <w:r w:rsidRPr="00835F44">
              <w:rPr>
                <w:rFonts w:hint="eastAsia"/>
                <w:lang w:eastAsia="zh-CN"/>
              </w:rPr>
              <w:t>void</w:t>
            </w:r>
          </w:p>
          <w:p w14:paraId="2D828F66" w14:textId="1E0A420B" w:rsidR="00AD3DA1" w:rsidRPr="00835F44" w:rsidRDefault="00AD3DA1" w:rsidP="00AD3DA1">
            <w:pPr>
              <w:pStyle w:val="TAN"/>
              <w:keepNext w:val="0"/>
            </w:pPr>
            <w:r w:rsidRPr="00835F44">
              <w:t>NOTE 2:</w:t>
            </w:r>
            <w:r w:rsidRPr="00835F44">
              <w:tab/>
            </w:r>
            <w:r w:rsidRPr="00835F44">
              <w:rPr>
                <w:rFonts w:hint="eastAsia"/>
                <w:lang w:eastAsia="zh-CN"/>
              </w:rPr>
              <w:t>void</w:t>
            </w:r>
          </w:p>
          <w:p w14:paraId="7B40A721" w14:textId="77777777" w:rsidR="00AD3DA1" w:rsidRPr="00835F44" w:rsidRDefault="00AD3DA1" w:rsidP="00AD3DA1">
            <w:pPr>
              <w:pStyle w:val="TAN"/>
              <w:keepNext w:val="0"/>
              <w:rPr>
                <w:rFonts w:eastAsia="Yu Mincho"/>
              </w:rPr>
            </w:pPr>
            <w:r w:rsidRPr="00835F44">
              <w:rPr>
                <w:rFonts w:eastAsia="Yu Mincho"/>
              </w:rPr>
              <w:t>NOTE 3:</w:t>
            </w:r>
            <w:r w:rsidRPr="00835F44">
              <w:rPr>
                <w:rFonts w:eastAsia="Yu Mincho"/>
              </w:rPr>
              <w:tab/>
              <w:t>This UE channel bandwidth is applicable only to downlink.</w:t>
            </w:r>
          </w:p>
          <w:p w14:paraId="0C2C7760" w14:textId="77777777" w:rsidR="00AD3DA1" w:rsidRPr="00835F44" w:rsidRDefault="00AD3DA1" w:rsidP="00AD3DA1">
            <w:pPr>
              <w:pStyle w:val="TAN"/>
              <w:keepNext w:val="0"/>
              <w:rPr>
                <w:rFonts w:eastAsia="Yu Mincho"/>
              </w:rPr>
            </w:pPr>
            <w:r w:rsidRPr="00835F44">
              <w:rPr>
                <w:rFonts w:eastAsia="Yu Mincho"/>
              </w:rPr>
              <w:t>NOTE 4:</w:t>
            </w:r>
            <w:r w:rsidRPr="00835F44">
              <w:rPr>
                <w:rFonts w:eastAsia="Yu Mincho"/>
              </w:rPr>
              <w:tab/>
              <w:t>This UE channel bandwidth is optional in this release of the specification.</w:t>
            </w:r>
          </w:p>
          <w:p w14:paraId="46DCAC74" w14:textId="77777777" w:rsidR="00AD3DA1" w:rsidRDefault="00AD3DA1" w:rsidP="00AD3DA1">
            <w:pPr>
              <w:pStyle w:val="TAN"/>
              <w:keepNext w:val="0"/>
              <w:rPr>
                <w:rFonts w:eastAsia="Yu Mincho"/>
              </w:rPr>
            </w:pPr>
            <w:r w:rsidRPr="00835F44">
              <w:rPr>
                <w:rFonts w:eastAsia="Yu Mincho"/>
              </w:rPr>
              <w:t>NOTE 5:</w:t>
            </w:r>
            <w:r w:rsidRPr="00835F44">
              <w:rPr>
                <w:rFonts w:eastAsia="Yu Mincho"/>
              </w:rPr>
              <w:tab/>
              <w:t>For the 20 MHz bandwidth, the minimum requirements are specified for NR UL carrier frequencies confined to either 713-723 MHz or 728-738 MHz.</w:t>
            </w:r>
          </w:p>
          <w:p w14:paraId="1AD0B68F" w14:textId="245B2EDF" w:rsidR="00AD3DA1" w:rsidRPr="00DF32A2" w:rsidRDefault="00AD3DA1" w:rsidP="00AD3DA1">
            <w:pPr>
              <w:pStyle w:val="TAN"/>
              <w:keepNext w:val="0"/>
              <w:rPr>
                <w:rFonts w:eastAsia="Yu Mincho"/>
                <w:lang w:val="fr-FR"/>
              </w:rPr>
            </w:pPr>
            <w:r w:rsidRPr="00DF32A2">
              <w:rPr>
                <w:rFonts w:eastAsia="Yu Mincho"/>
                <w:lang w:val="fr-FR"/>
              </w:rPr>
              <w:t>NOTE 6:</w:t>
            </w:r>
            <w:r w:rsidRPr="00DF32A2">
              <w:rPr>
                <w:rFonts w:eastAsia="Yu Mincho"/>
                <w:lang w:val="fr-FR"/>
              </w:rPr>
              <w:tab/>
              <w:t>Void.</w:t>
            </w:r>
          </w:p>
          <w:p w14:paraId="53F84C50" w14:textId="0EA5C01F" w:rsidR="00AD3DA1" w:rsidRPr="00DF32A2" w:rsidRDefault="00AD3DA1" w:rsidP="00AD3DA1">
            <w:pPr>
              <w:pStyle w:val="TAN"/>
              <w:keepNext w:val="0"/>
              <w:rPr>
                <w:rFonts w:eastAsia="Yu Mincho"/>
                <w:lang w:val="fr-FR"/>
              </w:rPr>
            </w:pPr>
            <w:r w:rsidRPr="00DF32A2">
              <w:rPr>
                <w:rFonts w:eastAsia="Yu Mincho"/>
                <w:lang w:val="fr-FR"/>
              </w:rPr>
              <w:t>NOTE 7:</w:t>
            </w:r>
            <w:r w:rsidRPr="00DF32A2">
              <w:rPr>
                <w:rFonts w:eastAsia="Yu Mincho"/>
                <w:lang w:val="fr-FR"/>
              </w:rPr>
              <w:tab/>
              <w:t>Void.</w:t>
            </w:r>
          </w:p>
          <w:p w14:paraId="37B6ECFA" w14:textId="77777777" w:rsidR="00AD3DA1" w:rsidRPr="00DF32A2" w:rsidRDefault="00AD3DA1" w:rsidP="00AD3DA1">
            <w:pPr>
              <w:pStyle w:val="TAN"/>
              <w:keepNext w:val="0"/>
              <w:rPr>
                <w:rFonts w:eastAsia="Yu Mincho"/>
                <w:lang w:val="fr-FR"/>
              </w:rPr>
            </w:pPr>
            <w:r w:rsidRPr="00DF32A2">
              <w:rPr>
                <w:rFonts w:eastAsia="Yu Mincho"/>
                <w:lang w:val="fr-FR"/>
              </w:rPr>
              <w:t>NOTE 8:</w:t>
            </w:r>
            <w:r w:rsidRPr="00DF32A2">
              <w:rPr>
                <w:rFonts w:eastAsia="Yu Mincho"/>
                <w:lang w:val="fr-FR"/>
              </w:rPr>
              <w:tab/>
              <w:t>Void.</w:t>
            </w:r>
          </w:p>
          <w:p w14:paraId="59BF5354" w14:textId="290AACC3" w:rsidR="00AD3DA1" w:rsidRPr="00835F44" w:rsidRDefault="00AD3DA1" w:rsidP="00AD3DA1">
            <w:pPr>
              <w:pStyle w:val="TAN"/>
              <w:keepNext w:val="0"/>
              <w:rPr>
                <w:rFonts w:eastAsia="Yu Mincho"/>
              </w:rPr>
            </w:pPr>
            <w:r w:rsidRPr="001C0CC4">
              <w:rPr>
                <w:rFonts w:eastAsia="Yu Mincho"/>
              </w:rPr>
              <w:t xml:space="preserve">NOTE </w:t>
            </w:r>
            <w:r>
              <w:rPr>
                <w:rFonts w:eastAsia="Yu Mincho"/>
              </w:rPr>
              <w:t>9</w:t>
            </w:r>
            <w:r w:rsidRPr="001C0CC4">
              <w:rPr>
                <w:rFonts w:eastAsia="Yu Mincho"/>
              </w:rPr>
              <w:t>:</w:t>
            </w:r>
            <w:r w:rsidRPr="001C0CC4">
              <w:rPr>
                <w:rFonts w:eastAsia="Yu Mincho"/>
              </w:rPr>
              <w:tab/>
              <w:t>For this bandwidth, the minimum requirements are restricted to operation when carrier is configured as an SCell part of DC or CA configuration.</w:t>
            </w:r>
          </w:p>
        </w:tc>
      </w:tr>
    </w:tbl>
    <w:p w14:paraId="5FAAE1E4" w14:textId="77777777" w:rsidR="005F7BBD" w:rsidRPr="00835F44" w:rsidRDefault="005F7BBD" w:rsidP="00863308"/>
    <w:p w14:paraId="39A8D4A0" w14:textId="77777777" w:rsidR="005F7BBD" w:rsidRPr="00835F44" w:rsidRDefault="005F7BBD" w:rsidP="00495FE7">
      <w:pPr>
        <w:pStyle w:val="Heading3"/>
      </w:pPr>
      <w:bookmarkStart w:id="316" w:name="_Toc21342858"/>
      <w:bookmarkStart w:id="317" w:name="_Toc29769819"/>
      <w:bookmarkStart w:id="318" w:name="_Toc29799318"/>
      <w:bookmarkStart w:id="319" w:name="_Toc37254542"/>
      <w:bookmarkStart w:id="320" w:name="_Toc37255185"/>
      <w:bookmarkStart w:id="321" w:name="_Toc45887209"/>
      <w:bookmarkStart w:id="322" w:name="_Toc53171946"/>
      <w:bookmarkStart w:id="323" w:name="_Toc61356711"/>
      <w:bookmarkStart w:id="324" w:name="_Toc67913580"/>
      <w:bookmarkStart w:id="325" w:name="_Toc75469396"/>
      <w:bookmarkStart w:id="326" w:name="_Toc76507886"/>
      <w:bookmarkStart w:id="327" w:name="_Toc83192787"/>
      <w:r w:rsidRPr="00835F44">
        <w:t>5.3.6</w:t>
      </w:r>
      <w:r w:rsidRPr="00835F44">
        <w:tab/>
        <w:t>Asymmetric channel bandwidths</w:t>
      </w:r>
      <w:bookmarkEnd w:id="316"/>
      <w:bookmarkEnd w:id="317"/>
      <w:bookmarkEnd w:id="318"/>
      <w:bookmarkEnd w:id="319"/>
      <w:bookmarkEnd w:id="320"/>
      <w:bookmarkEnd w:id="321"/>
      <w:bookmarkEnd w:id="322"/>
      <w:bookmarkEnd w:id="323"/>
      <w:bookmarkEnd w:id="324"/>
      <w:bookmarkEnd w:id="325"/>
      <w:bookmarkEnd w:id="326"/>
      <w:bookmarkEnd w:id="327"/>
    </w:p>
    <w:p w14:paraId="1CF1CE13" w14:textId="7D694049" w:rsidR="005B4233" w:rsidRPr="00835F44" w:rsidRDefault="005F7BBD" w:rsidP="00863308">
      <w:r w:rsidRPr="00835F44">
        <w:t>The UE channel bandwidth can be asymmetric in downlink and uplink. In asymmetric channel bandwidth operation, the narrower carrier shall be confined within the frequency range of the wider channel bandwidth.</w:t>
      </w:r>
    </w:p>
    <w:p w14:paraId="037B817A" w14:textId="77777777" w:rsidR="005F7BBD" w:rsidRPr="00835F44" w:rsidRDefault="005F7BBD" w:rsidP="00730AD5">
      <w:r w:rsidRPr="00835F44">
        <w:t>In FDD, the confinement is defined as a deviation to the default Tx-Rx</w:t>
      </w:r>
      <w:r w:rsidR="00F978E6" w:rsidRPr="00835F44">
        <w:t xml:space="preserve"> carrier center</w:t>
      </w:r>
      <w:r w:rsidRPr="00835F44">
        <w:t xml:space="preserve"> frequency separation</w:t>
      </w:r>
      <w:r w:rsidR="00F978E6" w:rsidRPr="00835F44">
        <w:t xml:space="preserve"> (defined in table 5.4.4-1)</w:t>
      </w:r>
      <w:r w:rsidRPr="00835F44">
        <w:t xml:space="preserve"> as following:</w:t>
      </w:r>
    </w:p>
    <w:p w14:paraId="3422DF3E" w14:textId="77777777" w:rsidR="005F7BBD" w:rsidRPr="00835F44" w:rsidRDefault="005F7BBD" w:rsidP="00863308">
      <w:pPr>
        <w:pStyle w:val="EQ"/>
        <w:jc w:val="center"/>
      </w:pPr>
      <w:r w:rsidRPr="00835F44">
        <w:t>ΔF</w:t>
      </w:r>
      <w:r w:rsidRPr="00835F44">
        <w:rPr>
          <w:vertAlign w:val="subscript"/>
        </w:rPr>
        <w:t>TX-RX</w:t>
      </w:r>
      <w:r w:rsidRPr="00835F44">
        <w:t xml:space="preserve"> = | (BW</w:t>
      </w:r>
      <w:r w:rsidRPr="00835F44">
        <w:rPr>
          <w:vertAlign w:val="subscript"/>
        </w:rPr>
        <w:t>DL</w:t>
      </w:r>
      <w:r w:rsidRPr="00835F44">
        <w:t xml:space="preserve"> – BW</w:t>
      </w:r>
      <w:r w:rsidRPr="00835F44">
        <w:rPr>
          <w:vertAlign w:val="subscript"/>
        </w:rPr>
        <w:t>UL</w:t>
      </w:r>
      <w:r w:rsidRPr="00835F44">
        <w:t>)/2 |</w:t>
      </w:r>
    </w:p>
    <w:p w14:paraId="38DB10A9" w14:textId="49D430B9" w:rsidR="005F7BBD" w:rsidRPr="00835F44" w:rsidRDefault="005F7BBD" w:rsidP="00863308">
      <w:r w:rsidRPr="00835F44">
        <w:t>The operating bands and supported asymmetric channel bandwidth combinations are defined in table 5.3.6-1.</w:t>
      </w:r>
    </w:p>
    <w:p w14:paraId="64FCBF79" w14:textId="77777777" w:rsidR="00A2413E" w:rsidRPr="00835F44" w:rsidRDefault="00A2413E" w:rsidP="00A2413E">
      <w:pPr>
        <w:pStyle w:val="TH"/>
      </w:pPr>
      <w:r w:rsidRPr="00835F44">
        <w:t>Table 5.3.6-1: FDD asymmetric UL and DL channel bandwidth combinations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1876"/>
        <w:gridCol w:w="1890"/>
      </w:tblGrid>
      <w:tr w:rsidR="00A2413E" w:rsidRPr="00835F44" w14:paraId="0F8EC2C5" w14:textId="77777777" w:rsidTr="006E569A">
        <w:trPr>
          <w:jc w:val="center"/>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4F4A7559" w14:textId="77777777" w:rsidR="00A2413E" w:rsidRPr="00835F44" w:rsidRDefault="00A2413E" w:rsidP="006E569A">
            <w:pPr>
              <w:pStyle w:val="TAH"/>
            </w:pPr>
            <w:r w:rsidRPr="00835F44">
              <w:t>NR Band</w:t>
            </w:r>
          </w:p>
        </w:tc>
        <w:tc>
          <w:tcPr>
            <w:tcW w:w="1876" w:type="dxa"/>
            <w:tcBorders>
              <w:top w:val="single" w:sz="4" w:space="0" w:color="auto"/>
              <w:left w:val="single" w:sz="4" w:space="0" w:color="auto"/>
              <w:bottom w:val="single" w:sz="4" w:space="0" w:color="auto"/>
              <w:right w:val="single" w:sz="4" w:space="0" w:color="auto"/>
            </w:tcBorders>
            <w:shd w:val="clear" w:color="auto" w:fill="auto"/>
          </w:tcPr>
          <w:p w14:paraId="7684C2DA" w14:textId="77777777" w:rsidR="00A2413E" w:rsidRPr="00835F44" w:rsidRDefault="00A2413E" w:rsidP="006E569A">
            <w:pPr>
              <w:pStyle w:val="TAH"/>
            </w:pPr>
            <w:r w:rsidRPr="00835F44">
              <w:t>Channel bandwidths for UL (MHz)</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5E341822" w14:textId="77777777" w:rsidR="00A2413E" w:rsidRPr="00835F44" w:rsidRDefault="00A2413E" w:rsidP="006E569A">
            <w:pPr>
              <w:pStyle w:val="TAH"/>
            </w:pPr>
            <w:r w:rsidRPr="00835F44">
              <w:t>Channel bandwidths for DL (MHz)</w:t>
            </w:r>
          </w:p>
        </w:tc>
      </w:tr>
      <w:tr w:rsidR="00A2413E" w:rsidRPr="00835F44" w14:paraId="2EFDC89B" w14:textId="77777777" w:rsidTr="006E569A">
        <w:trPr>
          <w:jc w:val="center"/>
        </w:trPr>
        <w:tc>
          <w:tcPr>
            <w:tcW w:w="127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D2C10D" w14:textId="77777777" w:rsidR="00A2413E" w:rsidRPr="00835F44" w:rsidRDefault="00A2413E" w:rsidP="006E569A">
            <w:pPr>
              <w:pStyle w:val="TAC"/>
              <w:rPr>
                <w:lang w:eastAsia="zh-CN"/>
              </w:rPr>
            </w:pPr>
            <w:r w:rsidRPr="00835F44">
              <w:rPr>
                <w:lang w:eastAsia="zh-CN"/>
              </w:rPr>
              <w:t>n66</w:t>
            </w:r>
          </w:p>
        </w:tc>
        <w:tc>
          <w:tcPr>
            <w:tcW w:w="1876" w:type="dxa"/>
            <w:tcBorders>
              <w:top w:val="single" w:sz="4" w:space="0" w:color="auto"/>
              <w:left w:val="single" w:sz="4" w:space="0" w:color="auto"/>
              <w:bottom w:val="single" w:sz="4" w:space="0" w:color="auto"/>
              <w:right w:val="single" w:sz="4" w:space="0" w:color="auto"/>
            </w:tcBorders>
            <w:shd w:val="clear" w:color="auto" w:fill="auto"/>
          </w:tcPr>
          <w:p w14:paraId="1A45067D" w14:textId="77777777" w:rsidR="00A2413E" w:rsidRPr="00835F44" w:rsidRDefault="00A2413E" w:rsidP="006E569A">
            <w:pPr>
              <w:pStyle w:val="TAC"/>
              <w:rPr>
                <w:lang w:eastAsia="zh-CN"/>
              </w:rPr>
            </w:pPr>
            <w:r w:rsidRPr="00835F44">
              <w:rPr>
                <w:lang w:eastAsia="zh-CN"/>
              </w:rPr>
              <w:t>5, 10</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65169923" w14:textId="77777777" w:rsidR="00A2413E" w:rsidRPr="00835F44" w:rsidRDefault="00A2413E" w:rsidP="006E569A">
            <w:pPr>
              <w:pStyle w:val="TAC"/>
              <w:rPr>
                <w:lang w:eastAsia="zh-CN"/>
              </w:rPr>
            </w:pPr>
            <w:r w:rsidRPr="00835F44">
              <w:rPr>
                <w:lang w:eastAsia="zh-CN"/>
              </w:rPr>
              <w:t>20, 40</w:t>
            </w:r>
          </w:p>
        </w:tc>
      </w:tr>
      <w:tr w:rsidR="00A2413E" w:rsidRPr="00835F44" w14:paraId="2FD2D5D6" w14:textId="77777777" w:rsidTr="006E569A">
        <w:trPr>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905A392" w14:textId="77777777" w:rsidR="00A2413E" w:rsidRPr="00835F44" w:rsidRDefault="00A2413E" w:rsidP="006E569A">
            <w:pPr>
              <w:pStyle w:val="TAC"/>
              <w:rPr>
                <w:lang w:eastAsia="zh-CN"/>
              </w:rPr>
            </w:pPr>
          </w:p>
        </w:tc>
        <w:tc>
          <w:tcPr>
            <w:tcW w:w="1876" w:type="dxa"/>
            <w:tcBorders>
              <w:top w:val="single" w:sz="4" w:space="0" w:color="auto"/>
              <w:left w:val="single" w:sz="4" w:space="0" w:color="auto"/>
              <w:bottom w:val="single" w:sz="4" w:space="0" w:color="auto"/>
              <w:right w:val="single" w:sz="4" w:space="0" w:color="auto"/>
            </w:tcBorders>
            <w:shd w:val="clear" w:color="auto" w:fill="auto"/>
          </w:tcPr>
          <w:p w14:paraId="4860F9E5" w14:textId="77777777" w:rsidR="00A2413E" w:rsidRPr="00835F44" w:rsidRDefault="00A2413E" w:rsidP="006E569A">
            <w:pPr>
              <w:pStyle w:val="TAC"/>
              <w:rPr>
                <w:lang w:eastAsia="zh-CN"/>
              </w:rPr>
            </w:pPr>
            <w:r w:rsidRPr="00835F44">
              <w:rPr>
                <w:lang w:eastAsia="zh-CN"/>
              </w:rPr>
              <w:t>20</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4B5FA892" w14:textId="77777777" w:rsidR="00A2413E" w:rsidRPr="00835F44" w:rsidRDefault="00A2413E" w:rsidP="006E569A">
            <w:pPr>
              <w:pStyle w:val="TAC"/>
              <w:rPr>
                <w:lang w:eastAsia="zh-CN"/>
              </w:rPr>
            </w:pPr>
            <w:r w:rsidRPr="00835F44">
              <w:rPr>
                <w:lang w:eastAsia="zh-CN"/>
              </w:rPr>
              <w:t>40</w:t>
            </w:r>
          </w:p>
        </w:tc>
      </w:tr>
      <w:tr w:rsidR="00A2413E" w:rsidRPr="00835F44" w14:paraId="6962C7BE" w14:textId="77777777" w:rsidTr="006E569A">
        <w:trPr>
          <w:jc w:val="center"/>
        </w:trPr>
        <w:tc>
          <w:tcPr>
            <w:tcW w:w="1278" w:type="dxa"/>
            <w:vMerge w:val="restart"/>
            <w:tcBorders>
              <w:top w:val="single" w:sz="4" w:space="0" w:color="auto"/>
              <w:left w:val="single" w:sz="4" w:space="0" w:color="auto"/>
              <w:right w:val="single" w:sz="4" w:space="0" w:color="auto"/>
            </w:tcBorders>
            <w:shd w:val="clear" w:color="auto" w:fill="auto"/>
            <w:vAlign w:val="center"/>
          </w:tcPr>
          <w:p w14:paraId="466242B1" w14:textId="77777777" w:rsidR="00A2413E" w:rsidRPr="00835F44" w:rsidRDefault="00A2413E" w:rsidP="006E569A">
            <w:pPr>
              <w:pStyle w:val="TAC"/>
              <w:rPr>
                <w:lang w:eastAsia="zh-CN"/>
              </w:rPr>
            </w:pPr>
            <w:r w:rsidRPr="00835F44">
              <w:rPr>
                <w:lang w:eastAsia="zh-CN"/>
              </w:rPr>
              <w:t>n70</w:t>
            </w:r>
          </w:p>
        </w:tc>
        <w:tc>
          <w:tcPr>
            <w:tcW w:w="1876" w:type="dxa"/>
            <w:tcBorders>
              <w:top w:val="single" w:sz="4" w:space="0" w:color="auto"/>
              <w:left w:val="single" w:sz="4" w:space="0" w:color="auto"/>
              <w:bottom w:val="single" w:sz="4" w:space="0" w:color="auto"/>
              <w:right w:val="single" w:sz="4" w:space="0" w:color="auto"/>
            </w:tcBorders>
            <w:shd w:val="clear" w:color="auto" w:fill="auto"/>
          </w:tcPr>
          <w:p w14:paraId="42A552DF" w14:textId="77777777" w:rsidR="00A2413E" w:rsidRPr="00835F44" w:rsidRDefault="00A2413E" w:rsidP="006E569A">
            <w:pPr>
              <w:pStyle w:val="TAC"/>
              <w:rPr>
                <w:lang w:eastAsia="zh-CN"/>
              </w:rPr>
            </w:pPr>
            <w:r w:rsidRPr="00835F44">
              <w:rPr>
                <w:lang w:eastAsia="zh-CN"/>
              </w:rPr>
              <w:t>5</w:t>
            </w:r>
            <w:r>
              <w:rPr>
                <w:lang w:eastAsia="zh-CN"/>
              </w:rPr>
              <w:t>, 10</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5B69154B" w14:textId="024FC68A" w:rsidR="00A2413E" w:rsidRPr="00835F44" w:rsidRDefault="00A2413E" w:rsidP="006E569A">
            <w:pPr>
              <w:pStyle w:val="TAC"/>
              <w:rPr>
                <w:lang w:eastAsia="zh-CN"/>
              </w:rPr>
            </w:pPr>
            <w:r w:rsidRPr="00835F44">
              <w:rPr>
                <w:lang w:eastAsia="zh-CN"/>
              </w:rPr>
              <w:t>15</w:t>
            </w:r>
          </w:p>
        </w:tc>
      </w:tr>
      <w:tr w:rsidR="00A2413E" w:rsidRPr="00835F44" w14:paraId="690D46C7" w14:textId="77777777" w:rsidTr="006E569A">
        <w:trPr>
          <w:jc w:val="center"/>
        </w:trPr>
        <w:tc>
          <w:tcPr>
            <w:tcW w:w="1278" w:type="dxa"/>
            <w:vMerge/>
            <w:tcBorders>
              <w:left w:val="single" w:sz="4" w:space="0" w:color="auto"/>
              <w:right w:val="single" w:sz="4" w:space="0" w:color="auto"/>
            </w:tcBorders>
            <w:vAlign w:val="center"/>
          </w:tcPr>
          <w:p w14:paraId="0D95BAA3" w14:textId="77777777" w:rsidR="00A2413E" w:rsidRPr="00835F44" w:rsidRDefault="00A2413E" w:rsidP="006E569A">
            <w:pPr>
              <w:pStyle w:val="TAC"/>
              <w:rPr>
                <w:lang w:eastAsia="zh-CN"/>
              </w:rPr>
            </w:pPr>
          </w:p>
        </w:tc>
        <w:tc>
          <w:tcPr>
            <w:tcW w:w="1876" w:type="dxa"/>
            <w:tcBorders>
              <w:top w:val="single" w:sz="4" w:space="0" w:color="auto"/>
              <w:left w:val="single" w:sz="4" w:space="0" w:color="auto"/>
              <w:bottom w:val="single" w:sz="4" w:space="0" w:color="auto"/>
              <w:right w:val="single" w:sz="4" w:space="0" w:color="auto"/>
            </w:tcBorders>
          </w:tcPr>
          <w:p w14:paraId="4425C74C" w14:textId="77777777" w:rsidR="00A2413E" w:rsidRPr="00835F44" w:rsidRDefault="00A2413E" w:rsidP="006E569A">
            <w:pPr>
              <w:pStyle w:val="TAC"/>
              <w:rPr>
                <w:lang w:eastAsia="zh-CN"/>
              </w:rPr>
            </w:pPr>
            <w:r w:rsidRPr="00835F44">
              <w:t>5, 10, 15</w:t>
            </w:r>
          </w:p>
        </w:tc>
        <w:tc>
          <w:tcPr>
            <w:tcW w:w="1890" w:type="dxa"/>
            <w:tcBorders>
              <w:top w:val="single" w:sz="4" w:space="0" w:color="auto"/>
              <w:left w:val="single" w:sz="4" w:space="0" w:color="auto"/>
              <w:bottom w:val="single" w:sz="4" w:space="0" w:color="auto"/>
              <w:right w:val="single" w:sz="4" w:space="0" w:color="auto"/>
            </w:tcBorders>
          </w:tcPr>
          <w:p w14:paraId="785B7E68" w14:textId="77777777" w:rsidR="00A2413E" w:rsidRPr="00835F44" w:rsidRDefault="00A2413E" w:rsidP="006E569A">
            <w:pPr>
              <w:pStyle w:val="TAC"/>
              <w:rPr>
                <w:lang w:eastAsia="zh-CN"/>
              </w:rPr>
            </w:pPr>
            <w:r w:rsidRPr="00835F44">
              <w:t>20, 25</w:t>
            </w:r>
          </w:p>
        </w:tc>
      </w:tr>
      <w:tr w:rsidR="00A2413E" w:rsidRPr="00835F44" w14:paraId="0DF0B603" w14:textId="77777777" w:rsidTr="006E569A">
        <w:trPr>
          <w:jc w:val="center"/>
        </w:trPr>
        <w:tc>
          <w:tcPr>
            <w:tcW w:w="1278" w:type="dxa"/>
            <w:vMerge w:val="restart"/>
            <w:tcBorders>
              <w:left w:val="single" w:sz="4" w:space="0" w:color="auto"/>
              <w:right w:val="single" w:sz="4" w:space="0" w:color="auto"/>
            </w:tcBorders>
            <w:vAlign w:val="center"/>
          </w:tcPr>
          <w:p w14:paraId="3D6128D2" w14:textId="77777777" w:rsidR="00A2413E" w:rsidRPr="00835F44" w:rsidRDefault="00A2413E" w:rsidP="006E569A">
            <w:pPr>
              <w:pStyle w:val="TAC"/>
              <w:rPr>
                <w:lang w:eastAsia="zh-CN"/>
              </w:rPr>
            </w:pPr>
            <w:r w:rsidRPr="00835F44">
              <w:rPr>
                <w:lang w:eastAsia="zh-CN"/>
              </w:rPr>
              <w:t>n71</w:t>
            </w:r>
          </w:p>
        </w:tc>
        <w:tc>
          <w:tcPr>
            <w:tcW w:w="1876" w:type="dxa"/>
            <w:tcBorders>
              <w:top w:val="single" w:sz="4" w:space="0" w:color="auto"/>
              <w:left w:val="single" w:sz="4" w:space="0" w:color="auto"/>
              <w:bottom w:val="single" w:sz="4" w:space="0" w:color="auto"/>
              <w:right w:val="single" w:sz="4" w:space="0" w:color="auto"/>
            </w:tcBorders>
          </w:tcPr>
          <w:p w14:paraId="5367C2AD" w14:textId="77777777" w:rsidR="00A2413E" w:rsidRPr="00835F44" w:rsidRDefault="00A2413E" w:rsidP="006E569A">
            <w:pPr>
              <w:pStyle w:val="TAC"/>
            </w:pPr>
            <w:r w:rsidRPr="00835F44">
              <w:t>5</w:t>
            </w:r>
          </w:p>
        </w:tc>
        <w:tc>
          <w:tcPr>
            <w:tcW w:w="1890" w:type="dxa"/>
            <w:tcBorders>
              <w:top w:val="single" w:sz="4" w:space="0" w:color="auto"/>
              <w:left w:val="single" w:sz="4" w:space="0" w:color="auto"/>
              <w:bottom w:val="single" w:sz="4" w:space="0" w:color="auto"/>
              <w:right w:val="single" w:sz="4" w:space="0" w:color="auto"/>
            </w:tcBorders>
          </w:tcPr>
          <w:p w14:paraId="4EA43E23" w14:textId="77777777" w:rsidR="00A2413E" w:rsidRPr="00835F44" w:rsidRDefault="00A2413E" w:rsidP="006E569A">
            <w:pPr>
              <w:pStyle w:val="TAC"/>
            </w:pPr>
            <w:r w:rsidRPr="00835F44">
              <w:rPr>
                <w:lang w:eastAsia="fi-FI"/>
              </w:rPr>
              <w:t>10</w:t>
            </w:r>
          </w:p>
        </w:tc>
      </w:tr>
      <w:tr w:rsidR="00A2413E" w:rsidRPr="00835F44" w14:paraId="54F8351F" w14:textId="77777777" w:rsidTr="006E569A">
        <w:trPr>
          <w:jc w:val="center"/>
        </w:trPr>
        <w:tc>
          <w:tcPr>
            <w:tcW w:w="1278" w:type="dxa"/>
            <w:vMerge/>
            <w:tcBorders>
              <w:left w:val="single" w:sz="4" w:space="0" w:color="auto"/>
              <w:right w:val="single" w:sz="4" w:space="0" w:color="auto"/>
            </w:tcBorders>
            <w:vAlign w:val="center"/>
          </w:tcPr>
          <w:p w14:paraId="668336C7" w14:textId="77777777" w:rsidR="00A2413E" w:rsidRPr="00835F44" w:rsidRDefault="00A2413E" w:rsidP="006E569A">
            <w:pPr>
              <w:pStyle w:val="TAC"/>
              <w:rPr>
                <w:lang w:eastAsia="zh-CN"/>
              </w:rPr>
            </w:pPr>
          </w:p>
        </w:tc>
        <w:tc>
          <w:tcPr>
            <w:tcW w:w="1876" w:type="dxa"/>
            <w:tcBorders>
              <w:top w:val="single" w:sz="4" w:space="0" w:color="auto"/>
              <w:left w:val="single" w:sz="4" w:space="0" w:color="auto"/>
              <w:bottom w:val="single" w:sz="4" w:space="0" w:color="auto"/>
              <w:right w:val="single" w:sz="4" w:space="0" w:color="auto"/>
            </w:tcBorders>
          </w:tcPr>
          <w:p w14:paraId="52D95825" w14:textId="77777777" w:rsidR="00A2413E" w:rsidRPr="00835F44" w:rsidRDefault="00A2413E" w:rsidP="006E569A">
            <w:pPr>
              <w:pStyle w:val="TAC"/>
            </w:pPr>
            <w:r w:rsidRPr="00835F44">
              <w:t>10</w:t>
            </w:r>
          </w:p>
        </w:tc>
        <w:tc>
          <w:tcPr>
            <w:tcW w:w="1890" w:type="dxa"/>
            <w:tcBorders>
              <w:top w:val="single" w:sz="4" w:space="0" w:color="auto"/>
              <w:left w:val="single" w:sz="4" w:space="0" w:color="auto"/>
              <w:bottom w:val="single" w:sz="4" w:space="0" w:color="auto"/>
              <w:right w:val="single" w:sz="4" w:space="0" w:color="auto"/>
            </w:tcBorders>
          </w:tcPr>
          <w:p w14:paraId="771753D6" w14:textId="77777777" w:rsidR="00A2413E" w:rsidRPr="00835F44" w:rsidRDefault="00A2413E" w:rsidP="006E569A">
            <w:pPr>
              <w:pStyle w:val="TAC"/>
            </w:pPr>
            <w:r w:rsidRPr="00835F44">
              <w:rPr>
                <w:lang w:eastAsia="fi-FI"/>
              </w:rPr>
              <w:t>15</w:t>
            </w:r>
          </w:p>
        </w:tc>
      </w:tr>
      <w:tr w:rsidR="00A2413E" w:rsidRPr="00835F44" w14:paraId="53194273" w14:textId="77777777" w:rsidTr="006E569A">
        <w:trPr>
          <w:jc w:val="center"/>
        </w:trPr>
        <w:tc>
          <w:tcPr>
            <w:tcW w:w="1278" w:type="dxa"/>
            <w:vMerge/>
            <w:tcBorders>
              <w:left w:val="single" w:sz="4" w:space="0" w:color="auto"/>
              <w:bottom w:val="single" w:sz="4" w:space="0" w:color="auto"/>
              <w:right w:val="single" w:sz="4" w:space="0" w:color="auto"/>
            </w:tcBorders>
            <w:vAlign w:val="center"/>
          </w:tcPr>
          <w:p w14:paraId="511AD42E" w14:textId="77777777" w:rsidR="00A2413E" w:rsidRPr="00835F44" w:rsidRDefault="00A2413E" w:rsidP="006E569A">
            <w:pPr>
              <w:pStyle w:val="TAC"/>
              <w:rPr>
                <w:lang w:eastAsia="zh-CN"/>
              </w:rPr>
            </w:pPr>
          </w:p>
        </w:tc>
        <w:tc>
          <w:tcPr>
            <w:tcW w:w="1876" w:type="dxa"/>
            <w:tcBorders>
              <w:top w:val="single" w:sz="4" w:space="0" w:color="auto"/>
              <w:left w:val="single" w:sz="4" w:space="0" w:color="auto"/>
              <w:bottom w:val="single" w:sz="4" w:space="0" w:color="auto"/>
              <w:right w:val="single" w:sz="4" w:space="0" w:color="auto"/>
            </w:tcBorders>
          </w:tcPr>
          <w:p w14:paraId="0D4AD476" w14:textId="77777777" w:rsidR="00A2413E" w:rsidRPr="00835F44" w:rsidRDefault="00A2413E" w:rsidP="006E569A">
            <w:pPr>
              <w:pStyle w:val="TAC"/>
            </w:pPr>
            <w:r w:rsidRPr="00835F44">
              <w:t>15</w:t>
            </w:r>
          </w:p>
        </w:tc>
        <w:tc>
          <w:tcPr>
            <w:tcW w:w="1890" w:type="dxa"/>
            <w:tcBorders>
              <w:top w:val="single" w:sz="4" w:space="0" w:color="auto"/>
              <w:left w:val="single" w:sz="4" w:space="0" w:color="auto"/>
              <w:bottom w:val="single" w:sz="4" w:space="0" w:color="auto"/>
              <w:right w:val="single" w:sz="4" w:space="0" w:color="auto"/>
            </w:tcBorders>
          </w:tcPr>
          <w:p w14:paraId="0AC56DFD" w14:textId="77777777" w:rsidR="00A2413E" w:rsidRPr="00835F44" w:rsidRDefault="00A2413E" w:rsidP="006E569A">
            <w:pPr>
              <w:pStyle w:val="TAC"/>
            </w:pPr>
            <w:r w:rsidRPr="00835F44">
              <w:rPr>
                <w:lang w:eastAsia="fi-FI"/>
              </w:rPr>
              <w:t>20</w:t>
            </w:r>
          </w:p>
        </w:tc>
      </w:tr>
    </w:tbl>
    <w:p w14:paraId="0B1710D2" w14:textId="77777777" w:rsidR="00A2413E" w:rsidRPr="00835F44" w:rsidRDefault="00A2413E" w:rsidP="00A2413E"/>
    <w:p w14:paraId="37AA5056" w14:textId="77777777" w:rsidR="005F7BBD" w:rsidRPr="00835F44" w:rsidRDefault="00E20E69" w:rsidP="00730AD5">
      <w:r w:rsidRPr="00835F44">
        <w:t>In TDD, the operating bands and supported asymmetric channel bandwidth combinations are defined in table 5.3.6-2.</w:t>
      </w:r>
    </w:p>
    <w:p w14:paraId="1BD8B64E" w14:textId="77777777" w:rsidR="00281553" w:rsidRPr="00835F44" w:rsidRDefault="00E20E69">
      <w:pPr>
        <w:pStyle w:val="TH"/>
      </w:pPr>
      <w:r w:rsidRPr="00835F44">
        <w:lastRenderedPageBreak/>
        <w:t xml:space="preserve">Table 5.3.6-2: TDD </w:t>
      </w:r>
      <w:r w:rsidR="00F845F8" w:rsidRPr="00835F44">
        <w:t>a</w:t>
      </w:r>
      <w:r w:rsidRPr="00835F44">
        <w:t>symmetric UL and DL channel bandwidth combinations</w:t>
      </w:r>
    </w:p>
    <w:tbl>
      <w:tblPr>
        <w:tblW w:w="0" w:type="auto"/>
        <w:tblInd w:w="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953"/>
        <w:gridCol w:w="1800"/>
      </w:tblGrid>
      <w:tr w:rsidR="00093107" w:rsidRPr="00835F44" w14:paraId="139E0578" w14:textId="77777777" w:rsidTr="000057F3">
        <w:tc>
          <w:tcPr>
            <w:tcW w:w="1287" w:type="dxa"/>
            <w:shd w:val="clear" w:color="auto" w:fill="auto"/>
          </w:tcPr>
          <w:p w14:paraId="3799D62F" w14:textId="77777777" w:rsidR="00093107" w:rsidRPr="00835F44" w:rsidRDefault="00093107" w:rsidP="000057F3">
            <w:pPr>
              <w:pStyle w:val="TAH"/>
              <w:rPr>
                <w:rFonts w:eastAsia="SimSun"/>
              </w:rPr>
            </w:pPr>
            <w:r w:rsidRPr="00835F44">
              <w:rPr>
                <w:rFonts w:eastAsia="SimSun"/>
              </w:rPr>
              <w:t>NR Band</w:t>
            </w:r>
          </w:p>
        </w:tc>
        <w:tc>
          <w:tcPr>
            <w:tcW w:w="1953" w:type="dxa"/>
            <w:shd w:val="clear" w:color="auto" w:fill="auto"/>
          </w:tcPr>
          <w:p w14:paraId="23BA8F22" w14:textId="77777777" w:rsidR="00093107" w:rsidRPr="00835F44" w:rsidRDefault="00093107" w:rsidP="000057F3">
            <w:pPr>
              <w:pStyle w:val="TAH"/>
              <w:rPr>
                <w:rFonts w:eastAsia="SimSun"/>
              </w:rPr>
            </w:pPr>
            <w:r w:rsidRPr="00835F44">
              <w:rPr>
                <w:rFonts w:eastAsia="SimSun"/>
              </w:rPr>
              <w:t>Channel bandwidths for UL (MHz)</w:t>
            </w:r>
          </w:p>
        </w:tc>
        <w:tc>
          <w:tcPr>
            <w:tcW w:w="1800" w:type="dxa"/>
            <w:shd w:val="clear" w:color="auto" w:fill="auto"/>
          </w:tcPr>
          <w:p w14:paraId="4711DED2" w14:textId="77777777" w:rsidR="00093107" w:rsidRPr="00835F44" w:rsidRDefault="00093107" w:rsidP="000057F3">
            <w:pPr>
              <w:pStyle w:val="TAH"/>
              <w:rPr>
                <w:rFonts w:eastAsia="SimSun"/>
              </w:rPr>
            </w:pPr>
            <w:r w:rsidRPr="00835F44">
              <w:rPr>
                <w:rFonts w:eastAsia="SimSun"/>
              </w:rPr>
              <w:t>Channel bandwidths for DL (MHz)</w:t>
            </w:r>
          </w:p>
        </w:tc>
      </w:tr>
      <w:tr w:rsidR="00093107" w:rsidRPr="00835F44" w14:paraId="7B96E851" w14:textId="77777777" w:rsidTr="000057F3">
        <w:tc>
          <w:tcPr>
            <w:tcW w:w="1287" w:type="dxa"/>
            <w:shd w:val="clear" w:color="auto" w:fill="auto"/>
            <w:vAlign w:val="center"/>
          </w:tcPr>
          <w:p w14:paraId="304484A4" w14:textId="77777777" w:rsidR="00093107" w:rsidRPr="00835F44" w:rsidRDefault="00093107" w:rsidP="000057F3">
            <w:pPr>
              <w:pStyle w:val="TAC"/>
              <w:rPr>
                <w:rFonts w:eastAsia="SimSun"/>
              </w:rPr>
            </w:pPr>
            <w:r w:rsidRPr="00835F44">
              <w:rPr>
                <w:lang w:eastAsia="zh-CN"/>
              </w:rPr>
              <w:t>n50</w:t>
            </w:r>
          </w:p>
        </w:tc>
        <w:tc>
          <w:tcPr>
            <w:tcW w:w="1953" w:type="dxa"/>
            <w:shd w:val="clear" w:color="auto" w:fill="auto"/>
          </w:tcPr>
          <w:p w14:paraId="4FA15C52" w14:textId="77777777" w:rsidR="00093107" w:rsidRPr="00835F44" w:rsidRDefault="00093107" w:rsidP="000057F3">
            <w:pPr>
              <w:pStyle w:val="TAC"/>
              <w:rPr>
                <w:rFonts w:eastAsia="SimSun"/>
              </w:rPr>
            </w:pPr>
            <w:r w:rsidRPr="00835F44">
              <w:rPr>
                <w:lang w:eastAsia="zh-CN"/>
              </w:rPr>
              <w:t>60</w:t>
            </w:r>
          </w:p>
        </w:tc>
        <w:tc>
          <w:tcPr>
            <w:tcW w:w="1800" w:type="dxa"/>
            <w:shd w:val="clear" w:color="auto" w:fill="auto"/>
          </w:tcPr>
          <w:p w14:paraId="7C5FA055" w14:textId="77777777" w:rsidR="00093107" w:rsidRPr="00835F44" w:rsidRDefault="00093107" w:rsidP="000057F3">
            <w:pPr>
              <w:pStyle w:val="TAC"/>
              <w:rPr>
                <w:rFonts w:eastAsia="SimSun"/>
              </w:rPr>
            </w:pPr>
            <w:r w:rsidRPr="00835F44">
              <w:rPr>
                <w:lang w:eastAsia="zh-CN"/>
              </w:rPr>
              <w:t>80</w:t>
            </w:r>
          </w:p>
        </w:tc>
      </w:tr>
      <w:tr w:rsidR="00093107" w:rsidRPr="00835F44" w14:paraId="32632B49" w14:textId="77777777" w:rsidTr="000057F3">
        <w:tc>
          <w:tcPr>
            <w:tcW w:w="5040" w:type="dxa"/>
            <w:gridSpan w:val="3"/>
            <w:shd w:val="clear" w:color="auto" w:fill="auto"/>
            <w:vAlign w:val="center"/>
          </w:tcPr>
          <w:p w14:paraId="675B6CFA" w14:textId="77D5FB03" w:rsidR="00093107" w:rsidRDefault="00093107" w:rsidP="00093107">
            <w:pPr>
              <w:pStyle w:val="TAN"/>
              <w:rPr>
                <w:lang w:eastAsia="zh-CN"/>
              </w:rPr>
            </w:pPr>
            <w:r>
              <w:rPr>
                <w:lang w:eastAsia="zh-CN"/>
              </w:rPr>
              <w:t>NOTE 1:</w:t>
            </w:r>
            <w:r w:rsidRPr="00835F44">
              <w:rPr>
                <w:rFonts w:eastAsia="Yu Mincho"/>
              </w:rPr>
              <w:tab/>
            </w:r>
            <w:r>
              <w:rPr>
                <w:lang w:eastAsia="zh-CN"/>
              </w:rPr>
              <w:t>Both centre frequency and BWP-ID shall match between DL and UL carriers as defined in TS 38.331 [7] cl. 6.3.2 and TS 38.213 [8] section 12.</w:t>
            </w:r>
          </w:p>
          <w:p w14:paraId="39708EE8" w14:textId="605D5743" w:rsidR="00093107" w:rsidRDefault="00093107" w:rsidP="00093107">
            <w:pPr>
              <w:pStyle w:val="TAN"/>
              <w:rPr>
                <w:lang w:eastAsia="zh-CN"/>
              </w:rPr>
            </w:pPr>
            <w:r>
              <w:rPr>
                <w:lang w:eastAsia="zh-CN"/>
              </w:rPr>
              <w:t>NOTE 2:</w:t>
            </w:r>
            <w:r w:rsidRPr="00835F44">
              <w:rPr>
                <w:rFonts w:eastAsia="Yu Mincho"/>
              </w:rPr>
              <w:tab/>
            </w:r>
            <w:r>
              <w:rPr>
                <w:lang w:eastAsia="zh-CN"/>
              </w:rPr>
              <w:t>In a case a UE is configured with a full width of BWP within both UL/ DL channels, the centre frequency of UL/ DL channels shall be same.</w:t>
            </w:r>
          </w:p>
          <w:p w14:paraId="2E273D30" w14:textId="5D096B13" w:rsidR="00093107" w:rsidRPr="00835F44" w:rsidRDefault="00093107" w:rsidP="00093107">
            <w:pPr>
              <w:pStyle w:val="TAN"/>
              <w:rPr>
                <w:lang w:eastAsia="zh-CN"/>
              </w:rPr>
            </w:pPr>
            <w:r>
              <w:rPr>
                <w:lang w:eastAsia="zh-CN"/>
              </w:rPr>
              <w:t>NOTE 3:</w:t>
            </w:r>
            <w:r w:rsidRPr="00835F44">
              <w:rPr>
                <w:rFonts w:eastAsia="Yu Mincho"/>
              </w:rPr>
              <w:tab/>
            </w:r>
            <w:r>
              <w:rPr>
                <w:lang w:eastAsia="zh-CN"/>
              </w:rPr>
              <w:t>A position of Point A is common between UL and DL carriers as defined in TS 38.331 [7] cl. 6.3.2.</w:t>
            </w:r>
          </w:p>
        </w:tc>
      </w:tr>
    </w:tbl>
    <w:p w14:paraId="38631F68" w14:textId="77777777" w:rsidR="00E20E69" w:rsidRPr="00835F44" w:rsidRDefault="00E20E69" w:rsidP="00D7522A"/>
    <w:p w14:paraId="4DB8A595" w14:textId="77777777" w:rsidR="005F7BBD" w:rsidRPr="00835F44" w:rsidRDefault="005F7BBD" w:rsidP="00495FE7">
      <w:pPr>
        <w:pStyle w:val="Heading2"/>
      </w:pPr>
      <w:bookmarkStart w:id="328" w:name="_Toc21342859"/>
      <w:bookmarkStart w:id="329" w:name="_Toc29769820"/>
      <w:bookmarkStart w:id="330" w:name="_Toc29799319"/>
      <w:bookmarkStart w:id="331" w:name="_Toc37254543"/>
      <w:bookmarkStart w:id="332" w:name="_Toc37255186"/>
      <w:bookmarkStart w:id="333" w:name="_Toc45887210"/>
      <w:bookmarkStart w:id="334" w:name="_Toc53171947"/>
      <w:bookmarkStart w:id="335" w:name="_Toc61356712"/>
      <w:bookmarkStart w:id="336" w:name="_Toc67913581"/>
      <w:bookmarkStart w:id="337" w:name="_Toc75469397"/>
      <w:bookmarkStart w:id="338" w:name="_Toc76507887"/>
      <w:bookmarkStart w:id="339" w:name="_Toc83192788"/>
      <w:r w:rsidRPr="00835F44">
        <w:t>5.3A</w:t>
      </w:r>
      <w:r w:rsidRPr="00835F44">
        <w:tab/>
        <w:t>UE channel bandwidth for CA</w:t>
      </w:r>
      <w:bookmarkEnd w:id="328"/>
      <w:bookmarkEnd w:id="329"/>
      <w:bookmarkEnd w:id="330"/>
      <w:bookmarkEnd w:id="331"/>
      <w:bookmarkEnd w:id="332"/>
      <w:bookmarkEnd w:id="333"/>
      <w:bookmarkEnd w:id="334"/>
      <w:bookmarkEnd w:id="335"/>
      <w:bookmarkEnd w:id="336"/>
      <w:bookmarkEnd w:id="337"/>
      <w:bookmarkEnd w:id="338"/>
      <w:bookmarkEnd w:id="339"/>
    </w:p>
    <w:p w14:paraId="3FB525F0" w14:textId="77777777" w:rsidR="005F7BBD" w:rsidRPr="00835F44" w:rsidRDefault="005F7BBD" w:rsidP="00495FE7">
      <w:pPr>
        <w:pStyle w:val="Heading3"/>
      </w:pPr>
      <w:bookmarkStart w:id="340" w:name="_Toc21342860"/>
      <w:bookmarkStart w:id="341" w:name="_Toc29769821"/>
      <w:bookmarkStart w:id="342" w:name="_Toc29799320"/>
      <w:bookmarkStart w:id="343" w:name="_Toc37254544"/>
      <w:bookmarkStart w:id="344" w:name="_Toc37255187"/>
      <w:bookmarkStart w:id="345" w:name="_Toc45887211"/>
      <w:bookmarkStart w:id="346" w:name="_Toc53171948"/>
      <w:bookmarkStart w:id="347" w:name="_Toc61356713"/>
      <w:bookmarkStart w:id="348" w:name="_Toc67913582"/>
      <w:bookmarkStart w:id="349" w:name="_Toc75469398"/>
      <w:bookmarkStart w:id="350" w:name="_Toc76507888"/>
      <w:bookmarkStart w:id="351" w:name="_Toc83192789"/>
      <w:bookmarkStart w:id="352" w:name="_Hlk508136669"/>
      <w:r w:rsidRPr="00835F44">
        <w:t>5.3A.1</w:t>
      </w:r>
      <w:r w:rsidRPr="00835F44">
        <w:tab/>
        <w:t>General</w:t>
      </w:r>
      <w:bookmarkEnd w:id="340"/>
      <w:bookmarkEnd w:id="341"/>
      <w:bookmarkEnd w:id="342"/>
      <w:bookmarkEnd w:id="343"/>
      <w:bookmarkEnd w:id="344"/>
      <w:bookmarkEnd w:id="345"/>
      <w:bookmarkEnd w:id="346"/>
      <w:bookmarkEnd w:id="347"/>
      <w:bookmarkEnd w:id="348"/>
      <w:bookmarkEnd w:id="349"/>
      <w:bookmarkEnd w:id="350"/>
      <w:bookmarkEnd w:id="351"/>
    </w:p>
    <w:p w14:paraId="237D35BE" w14:textId="77777777" w:rsidR="00281553" w:rsidRPr="00835F44" w:rsidRDefault="00FF0392" w:rsidP="009D333D">
      <w:pPr>
        <w:pStyle w:val="TF"/>
      </w:pPr>
      <w:r w:rsidRPr="00835F44">
        <w:t>Figure 5.</w:t>
      </w:r>
      <w:r w:rsidR="00AD78FD" w:rsidRPr="00835F44">
        <w:t>3A.1</w:t>
      </w:r>
      <w:r w:rsidRPr="00835F44">
        <w:t>-</w:t>
      </w:r>
      <w:r w:rsidR="00AD78FD" w:rsidRPr="00835F44">
        <w:t>1</w:t>
      </w:r>
      <w:r w:rsidR="009D333D" w:rsidRPr="00835F44">
        <w:t>: Void</w:t>
      </w:r>
    </w:p>
    <w:p w14:paraId="15836D6D" w14:textId="77777777" w:rsidR="00281553" w:rsidRPr="00835F44" w:rsidRDefault="00AD78FD" w:rsidP="00EC4FD1">
      <w:pPr>
        <w:pStyle w:val="TF"/>
      </w:pPr>
      <w:r w:rsidRPr="00835F44">
        <w:t>Figure 5.3A.1-2</w:t>
      </w:r>
      <w:r w:rsidR="009D333D" w:rsidRPr="00835F44">
        <w:t>: Void</w:t>
      </w:r>
    </w:p>
    <w:p w14:paraId="6E09B94C" w14:textId="4D0D7260" w:rsidR="000A6B9C" w:rsidRPr="00835F44" w:rsidRDefault="002F48D6" w:rsidP="00495FE7">
      <w:pPr>
        <w:pStyle w:val="Heading3"/>
      </w:pPr>
      <w:bookmarkStart w:id="353" w:name="_Toc21342861"/>
      <w:bookmarkStart w:id="354" w:name="_Toc29769822"/>
      <w:bookmarkStart w:id="355" w:name="_Toc29799321"/>
      <w:bookmarkStart w:id="356" w:name="_Toc37254545"/>
      <w:bookmarkStart w:id="357" w:name="_Toc37255188"/>
      <w:bookmarkStart w:id="358" w:name="_Toc45887212"/>
      <w:bookmarkStart w:id="359" w:name="_Toc53171949"/>
      <w:bookmarkStart w:id="360" w:name="_Toc61356714"/>
      <w:bookmarkStart w:id="361" w:name="_Toc67913583"/>
      <w:bookmarkStart w:id="362" w:name="_Toc75469399"/>
      <w:bookmarkStart w:id="363" w:name="_Toc76507889"/>
      <w:bookmarkStart w:id="364" w:name="_Toc83192790"/>
      <w:r w:rsidRPr="00835F44">
        <w:t>5.3A.2</w:t>
      </w:r>
      <w:r w:rsidRPr="00835F44">
        <w:tab/>
        <w:t>Maximum transmission bandwidth configuration for CA</w:t>
      </w:r>
      <w:bookmarkEnd w:id="353"/>
      <w:bookmarkEnd w:id="354"/>
      <w:bookmarkEnd w:id="355"/>
      <w:bookmarkEnd w:id="356"/>
      <w:bookmarkEnd w:id="357"/>
      <w:bookmarkEnd w:id="358"/>
      <w:bookmarkEnd w:id="359"/>
      <w:bookmarkEnd w:id="360"/>
      <w:bookmarkEnd w:id="361"/>
      <w:bookmarkEnd w:id="362"/>
      <w:bookmarkEnd w:id="363"/>
      <w:bookmarkEnd w:id="364"/>
    </w:p>
    <w:p w14:paraId="06169C7D" w14:textId="557483B8" w:rsidR="000475CC" w:rsidRPr="00835F44" w:rsidRDefault="000475CC" w:rsidP="009D333D">
      <w:bookmarkStart w:id="365" w:name="OLE_LINK5"/>
      <w:r w:rsidRPr="00835F44">
        <w:rPr>
          <w:rFonts w:eastAsia="SimSun" w:hint="eastAsia"/>
          <w:lang w:eastAsia="zh-CN"/>
        </w:rPr>
        <w:t>For carrier aggregation, the maximum transmission bandwidth configuration is defined per component carrier and the requirement</w:t>
      </w:r>
      <w:r w:rsidRPr="00835F44">
        <w:t xml:space="preserve"> is specified in </w:t>
      </w:r>
      <w:r w:rsidR="00B95E72" w:rsidRPr="00835F44">
        <w:t>clause</w:t>
      </w:r>
      <w:r w:rsidRPr="00835F44">
        <w:t xml:space="preserve"> </w:t>
      </w:r>
      <w:r w:rsidRPr="00835F44">
        <w:rPr>
          <w:rFonts w:eastAsia="SimSun" w:hint="eastAsia"/>
          <w:lang w:eastAsia="zh-CN"/>
        </w:rPr>
        <w:t>5</w:t>
      </w:r>
      <w:r w:rsidRPr="00835F44">
        <w:t>.3.2</w:t>
      </w:r>
      <w:r w:rsidRPr="00835F44">
        <w:rPr>
          <w:rFonts w:eastAsia="SimSun" w:hint="eastAsia"/>
          <w:lang w:eastAsia="zh-CN"/>
        </w:rPr>
        <w:t>.</w:t>
      </w:r>
      <w:bookmarkEnd w:id="365"/>
    </w:p>
    <w:p w14:paraId="2C7E0EE6" w14:textId="17E9ACA3" w:rsidR="00721652" w:rsidRPr="00835F44" w:rsidRDefault="007A423E" w:rsidP="00495FE7">
      <w:pPr>
        <w:pStyle w:val="Heading3"/>
      </w:pPr>
      <w:bookmarkStart w:id="366" w:name="_Toc21342862"/>
      <w:bookmarkStart w:id="367" w:name="_Toc29769823"/>
      <w:bookmarkStart w:id="368" w:name="_Toc29799322"/>
      <w:bookmarkStart w:id="369" w:name="_Toc37254546"/>
      <w:bookmarkStart w:id="370" w:name="_Toc37255189"/>
      <w:bookmarkStart w:id="371" w:name="_Toc45887213"/>
      <w:bookmarkStart w:id="372" w:name="_Toc53171950"/>
      <w:bookmarkStart w:id="373" w:name="_Toc61356715"/>
      <w:bookmarkStart w:id="374" w:name="_Toc67913584"/>
      <w:bookmarkStart w:id="375" w:name="_Toc75469400"/>
      <w:bookmarkStart w:id="376" w:name="_Toc76507890"/>
      <w:bookmarkStart w:id="377" w:name="_Toc83192791"/>
      <w:r w:rsidRPr="00835F44">
        <w:t>5.3A.3</w:t>
      </w:r>
      <w:r w:rsidRPr="00835F44">
        <w:tab/>
        <w:t>Minimum guardband and transmission bandwidth configuration for CA</w:t>
      </w:r>
      <w:bookmarkEnd w:id="366"/>
      <w:bookmarkEnd w:id="367"/>
      <w:bookmarkEnd w:id="368"/>
      <w:bookmarkEnd w:id="369"/>
      <w:bookmarkEnd w:id="370"/>
      <w:bookmarkEnd w:id="371"/>
      <w:bookmarkEnd w:id="372"/>
      <w:bookmarkEnd w:id="373"/>
      <w:bookmarkEnd w:id="374"/>
      <w:bookmarkEnd w:id="375"/>
      <w:bookmarkEnd w:id="376"/>
      <w:bookmarkEnd w:id="377"/>
    </w:p>
    <w:p w14:paraId="7B0E5CD3" w14:textId="77777777" w:rsidR="000475CC" w:rsidRPr="00835F44" w:rsidRDefault="000475CC" w:rsidP="000475CC">
      <w:r w:rsidRPr="00835F44">
        <w:rPr>
          <w:rFonts w:hint="eastAsia"/>
        </w:rPr>
        <w:t>For intra-band contiguous carrier aggregation</w:t>
      </w:r>
      <w:r w:rsidRPr="00835F44">
        <w:t xml:space="preserve">, </w:t>
      </w:r>
      <w:r w:rsidRPr="00835F44">
        <w:rPr>
          <w:rFonts w:hint="eastAsia"/>
          <w:i/>
        </w:rPr>
        <w:t>Aggregated Channel Bandwidth</w:t>
      </w:r>
      <w:r w:rsidRPr="00835F44">
        <w:rPr>
          <w:i/>
        </w:rPr>
        <w:t xml:space="preserve"> </w:t>
      </w:r>
      <w:r w:rsidRPr="00835F44">
        <w:rPr>
          <w:rFonts w:hint="eastAsia"/>
        </w:rPr>
        <w:t xml:space="preserve">and </w:t>
      </w:r>
      <w:r w:rsidRPr="00835F44">
        <w:rPr>
          <w:rFonts w:hint="eastAsia"/>
          <w:i/>
        </w:rPr>
        <w:t>Guard Bands</w:t>
      </w:r>
      <w:r w:rsidRPr="00835F44">
        <w:rPr>
          <w:rFonts w:hint="eastAsia"/>
        </w:rPr>
        <w:t xml:space="preserve"> are defined as follows, see Figure 5.</w:t>
      </w:r>
      <w:r w:rsidRPr="00835F44">
        <w:t>3A.3</w:t>
      </w:r>
      <w:r w:rsidRPr="00835F44">
        <w:rPr>
          <w:rFonts w:hint="eastAsia"/>
        </w:rPr>
        <w:t>-1.</w:t>
      </w:r>
    </w:p>
    <w:p w14:paraId="710C1198" w14:textId="77777777" w:rsidR="000475CC" w:rsidRPr="00835F44" w:rsidRDefault="000475CC" w:rsidP="000475CC">
      <w:pPr>
        <w:pStyle w:val="TH"/>
      </w:pPr>
      <w:r w:rsidRPr="00835F44">
        <w:rPr>
          <w:noProof/>
        </w:rPr>
        <mc:AlternateContent>
          <mc:Choice Requires="wpc">
            <w:drawing>
              <wp:inline distT="0" distB="0" distL="0" distR="0" wp14:anchorId="63AD16BB" wp14:editId="024DFF45">
                <wp:extent cx="6142990" cy="2778760"/>
                <wp:effectExtent l="15240" t="0" r="13970" b="0"/>
                <wp:docPr id="1036" name="Canvas 10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848" name="组合 1530"/>
                        <wpg:cNvGrpSpPr>
                          <a:grpSpLocks/>
                        </wpg:cNvGrpSpPr>
                        <wpg:grpSpPr bwMode="auto">
                          <a:xfrm>
                            <a:off x="623570" y="1261110"/>
                            <a:ext cx="93345" cy="716280"/>
                            <a:chOff x="738" y="1687"/>
                            <a:chExt cx="242" cy="1684"/>
                          </a:xfrm>
                        </wpg:grpSpPr>
                        <wps:wsp>
                          <wps:cNvPr id="849" name="任意多边形 1531"/>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50" name="任意多边形 153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51" name="组合 1533"/>
                        <wpg:cNvGrpSpPr>
                          <a:grpSpLocks/>
                        </wpg:cNvGrpSpPr>
                        <wpg:grpSpPr bwMode="auto">
                          <a:xfrm>
                            <a:off x="716915" y="1262380"/>
                            <a:ext cx="93345" cy="715645"/>
                            <a:chOff x="1222" y="1690"/>
                            <a:chExt cx="243" cy="1684"/>
                          </a:xfrm>
                        </wpg:grpSpPr>
                        <wps:wsp>
                          <wps:cNvPr id="852" name="任意多边形 1534"/>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53" name="任意多边形 1535"/>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54" name="组合 1536"/>
                        <wpg:cNvGrpSpPr>
                          <a:grpSpLocks/>
                        </wpg:cNvGrpSpPr>
                        <wpg:grpSpPr bwMode="auto">
                          <a:xfrm>
                            <a:off x="2129790" y="1263015"/>
                            <a:ext cx="92075" cy="716280"/>
                            <a:chOff x="6345" y="1687"/>
                            <a:chExt cx="242" cy="1685"/>
                          </a:xfrm>
                        </wpg:grpSpPr>
                        <wps:wsp>
                          <wps:cNvPr id="855" name="任意多边形 1537"/>
                          <wps:cNvSpPr>
                            <a:spLocks/>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56" name="任意多边形 1538"/>
                          <wps:cNvSpPr>
                            <a:spLocks/>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57" name="任意多边形 1539"/>
                        <wps:cNvSpPr>
                          <a:spLocks/>
                        </wps:cNvSpPr>
                        <wps:spPr bwMode="auto">
                          <a:xfrm>
                            <a:off x="0" y="1229995"/>
                            <a:ext cx="857250" cy="896620"/>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858" name="任意多边形 1540"/>
                        <wps:cNvSpPr>
                          <a:spLocks/>
                        </wps:cNvSpPr>
                        <wps:spPr bwMode="auto">
                          <a:xfrm>
                            <a:off x="617220" y="1016000"/>
                            <a:ext cx="1611630" cy="45085"/>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59" name="矩形 1541"/>
                        <wps:cNvSpPr>
                          <a:spLocks noChangeArrowheads="1"/>
                        </wps:cNvSpPr>
                        <wps:spPr bwMode="auto">
                          <a:xfrm>
                            <a:off x="1081405" y="2503805"/>
                            <a:ext cx="65849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31A34" w14:textId="6B775A99" w:rsidR="00C10E25" w:rsidRDefault="00C10E25" w:rsidP="000475CC">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C</w:t>
                              </w:r>
                              <w:r>
                                <w:rPr>
                                  <w:rFonts w:ascii="Arial" w:eastAsia="SimSun" w:hAnsi="Arial" w:cs="Arial"/>
                                  <w:b/>
                                  <w:bCs/>
                                  <w:color w:val="000000"/>
                                  <w:sz w:val="13"/>
                                  <w:szCs w:val="13"/>
                                  <w:vertAlign w:val="subscript"/>
                                </w:rPr>
                                <w:t xml:space="preserve">, </w:t>
                              </w:r>
                              <w:r>
                                <w:rPr>
                                  <w:rFonts w:ascii="Arial" w:eastAsia="SimSun" w:hAnsi="Arial" w:cs="Arial" w:hint="eastAsia"/>
                                  <w:b/>
                                  <w:bCs/>
                                  <w:color w:val="000000"/>
                                  <w:sz w:val="13"/>
                                  <w:szCs w:val="13"/>
                                  <w:vertAlign w:val="subscript"/>
                                </w:rPr>
                                <w:t>low</w:t>
                              </w:r>
                            </w:p>
                          </w:txbxContent>
                        </wps:txbx>
                        <wps:bodyPr rot="0" vert="horz" wrap="square" lIns="0" tIns="0" rIns="0" bIns="0" anchor="t" anchorCtr="0" upright="1">
                          <a:noAutofit/>
                        </wps:bodyPr>
                      </wps:wsp>
                      <wps:wsp>
                        <wps:cNvPr id="860" name="任意多边形 1542"/>
                        <wps:cNvSpPr>
                          <a:spLocks/>
                        </wps:cNvSpPr>
                        <wps:spPr bwMode="auto">
                          <a:xfrm>
                            <a:off x="3841750" y="1016000"/>
                            <a:ext cx="1571625" cy="45085"/>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61" name="直线 1543"/>
                        <wps:cNvCnPr>
                          <a:cxnSpLocks noChangeShapeType="1"/>
                        </wps:cNvCnPr>
                        <wps:spPr bwMode="auto">
                          <a:xfrm>
                            <a:off x="852805" y="1231900"/>
                            <a:ext cx="1136650" cy="1270"/>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62" name="直线 1544"/>
                        <wps:cNvCnPr>
                          <a:cxnSpLocks noChangeShapeType="1"/>
                        </wps:cNvCnPr>
                        <wps:spPr bwMode="auto">
                          <a:xfrm flipV="1">
                            <a:off x="1412875" y="1992630"/>
                            <a:ext cx="635" cy="474980"/>
                          </a:xfrm>
                          <a:prstGeom prst="line">
                            <a:avLst/>
                          </a:prstGeom>
                          <a:noFill/>
                          <a:ln w="158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863" name="直线 1545"/>
                        <wps:cNvCnPr>
                          <a:cxnSpLocks noChangeShapeType="1"/>
                        </wps:cNvCnPr>
                        <wps:spPr bwMode="auto">
                          <a:xfrm flipV="1">
                            <a:off x="4618355" y="1983740"/>
                            <a:ext cx="635" cy="474345"/>
                          </a:xfrm>
                          <a:prstGeom prst="line">
                            <a:avLst/>
                          </a:prstGeom>
                          <a:noFill/>
                          <a:ln w="158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864" name="文本框 1546"/>
                        <wps:cNvSpPr txBox="1">
                          <a:spLocks noChangeArrowheads="1"/>
                        </wps:cNvSpPr>
                        <wps:spPr bwMode="auto">
                          <a:xfrm>
                            <a:off x="327025" y="408305"/>
                            <a:ext cx="97155" cy="735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34058" w14:textId="77777777" w:rsidR="00C10E25" w:rsidRDefault="00C10E25" w:rsidP="000475CC">
                              <w:pPr>
                                <w:widowControl w:val="0"/>
                                <w:ind w:firstLine="284"/>
                                <w:jc w:val="both"/>
                                <w:rPr>
                                  <w:rFonts w:ascii="Arial" w:hAnsi="Arial" w:cs="SimSun"/>
                                  <w:color w:val="000000"/>
                                  <w:sz w:val="13"/>
                                  <w:szCs w:val="13"/>
                                </w:rPr>
                              </w:pPr>
                              <w:r>
                                <w:rPr>
                                  <w:rFonts w:ascii="Arial" w:eastAsia="SimSun" w:hAnsi="Arial" w:cs="Arial" w:hint="eastAsia"/>
                                  <w:b/>
                                  <w:bCs/>
                                  <w:color w:val="000000"/>
                                  <w:sz w:val="13"/>
                                  <w:szCs w:val="13"/>
                                </w:rPr>
                                <w:t>Lower</w:t>
                              </w:r>
                              <w:r>
                                <w:rPr>
                                  <w:rFonts w:ascii="Arial" w:eastAsia="Vrinda" w:hAnsi="Arial" w:cs="Arial"/>
                                  <w:b/>
                                  <w:bCs/>
                                  <w:color w:val="000000"/>
                                  <w:sz w:val="13"/>
                                  <w:szCs w:val="13"/>
                                </w:rPr>
                                <w:t xml:space="preserve"> Edge</w:t>
                              </w:r>
                            </w:p>
                          </w:txbxContent>
                        </wps:txbx>
                        <wps:bodyPr rot="0" vert="eaVert" wrap="square" lIns="0" tIns="0" rIns="0" bIns="0" anchor="t" anchorCtr="0" upright="1">
                          <a:noAutofit/>
                        </wps:bodyPr>
                      </wps:wsp>
                      <wps:wsp>
                        <wps:cNvPr id="865" name="文本框 1547"/>
                        <wps:cNvSpPr txBox="1">
                          <a:spLocks noChangeArrowheads="1"/>
                        </wps:cNvSpPr>
                        <wps:spPr bwMode="auto">
                          <a:xfrm>
                            <a:off x="5564505" y="448310"/>
                            <a:ext cx="97790" cy="735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7C46C" w14:textId="77777777" w:rsidR="00C10E25" w:rsidRDefault="00C10E25" w:rsidP="000475CC">
                              <w:pPr>
                                <w:widowControl w:val="0"/>
                                <w:jc w:val="center"/>
                                <w:rPr>
                                  <w:rFonts w:ascii="Arial" w:hAnsi="Arial" w:cs="SimSun"/>
                                  <w:color w:val="000000"/>
                                  <w:sz w:val="13"/>
                                  <w:szCs w:val="13"/>
                                </w:rPr>
                              </w:pPr>
                              <w:r>
                                <w:rPr>
                                  <w:rFonts w:ascii="Arial" w:eastAsia="SimSun" w:hAnsi="Arial" w:cs="Arial" w:hint="eastAsia"/>
                                  <w:b/>
                                  <w:bCs/>
                                  <w:color w:val="000000"/>
                                  <w:sz w:val="13"/>
                                  <w:szCs w:val="13"/>
                                  <w:lang w:eastAsia="zh-CN"/>
                                </w:rPr>
                                <w:t xml:space="preserve">Upper </w:t>
                              </w:r>
                              <w:r>
                                <w:rPr>
                                  <w:rFonts w:ascii="Arial" w:eastAsia="Vrinda" w:hAnsi="Arial" w:cs="Arial"/>
                                  <w:b/>
                                  <w:bCs/>
                                  <w:color w:val="000000"/>
                                  <w:sz w:val="13"/>
                                  <w:szCs w:val="13"/>
                                </w:rPr>
                                <w:t xml:space="preserve"> Edge</w:t>
                              </w:r>
                            </w:p>
                          </w:txbxContent>
                        </wps:txbx>
                        <wps:bodyPr rot="0" vert="eaVert" wrap="square" lIns="0" tIns="0" rIns="0" bIns="0" anchor="t" anchorCtr="0" upright="1">
                          <a:noAutofit/>
                        </wps:bodyPr>
                      </wps:wsp>
                      <wps:wsp>
                        <wps:cNvPr id="866" name="矩形 1548"/>
                        <wps:cNvSpPr>
                          <a:spLocks noChangeArrowheads="1"/>
                        </wps:cNvSpPr>
                        <wps:spPr bwMode="auto">
                          <a:xfrm>
                            <a:off x="919480" y="732155"/>
                            <a:ext cx="1042035" cy="268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3FB25" w14:textId="77777777" w:rsidR="00C10E25" w:rsidRDefault="00C10E25" w:rsidP="000475CC">
                              <w:pPr>
                                <w:widowControl w:val="0"/>
                                <w:jc w:val="center"/>
                                <w:rPr>
                                  <w:rFonts w:ascii="Arial" w:hAnsi="Arial" w:cs="SimSun"/>
                                  <w:color w:val="000000"/>
                                  <w:sz w:val="12"/>
                                  <w:szCs w:val="12"/>
                                </w:rPr>
                              </w:pPr>
                              <w:r>
                                <w:rPr>
                                  <w:rFonts w:ascii="Arial" w:eastAsia="Vrinda" w:hAnsi="Arial" w:cs="Arial"/>
                                  <w:b/>
                                  <w:bCs/>
                                  <w:color w:val="000000"/>
                                  <w:sz w:val="12"/>
                                  <w:szCs w:val="12"/>
                                </w:rPr>
                                <w:t>Lowest C</w:t>
                              </w:r>
                              <w:r>
                                <w:rPr>
                                  <w:rFonts w:ascii="Arial" w:eastAsia="SimSun" w:hAnsi="Arial" w:cs="Arial" w:hint="eastAsia"/>
                                  <w:b/>
                                  <w:bCs/>
                                  <w:color w:val="000000"/>
                                  <w:sz w:val="12"/>
                                  <w:szCs w:val="12"/>
                                </w:rPr>
                                <w:t>arrier</w:t>
                              </w:r>
                              <w:r>
                                <w:rPr>
                                  <w:rFonts w:ascii="Arial" w:eastAsia="Vrinda" w:hAnsi="Arial" w:cs="Arial"/>
                                  <w:b/>
                                  <w:bCs/>
                                  <w:color w:val="000000"/>
                                  <w:sz w:val="12"/>
                                  <w:szCs w:val="12"/>
                                </w:rPr>
                                <w:t xml:space="preserve"> Transmission Bandwidth Configuration [RB]</w:t>
                              </w:r>
                            </w:p>
                          </w:txbxContent>
                        </wps:txbx>
                        <wps:bodyPr rot="0" vert="horz" wrap="square" lIns="0" tIns="0" rIns="0" bIns="0" anchor="t" anchorCtr="0" upright="1">
                          <a:noAutofit/>
                        </wps:bodyPr>
                      </wps:wsp>
                      <wps:wsp>
                        <wps:cNvPr id="867" name="直线 1549"/>
                        <wps:cNvCnPr>
                          <a:cxnSpLocks noChangeShapeType="1"/>
                        </wps:cNvCnPr>
                        <wps:spPr bwMode="auto">
                          <a:xfrm flipH="1">
                            <a:off x="462915" y="212725"/>
                            <a:ext cx="6985" cy="2244725"/>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68" name="直线 1550"/>
                        <wps:cNvCnPr>
                          <a:cxnSpLocks noChangeShapeType="1"/>
                        </wps:cNvCnPr>
                        <wps:spPr bwMode="auto">
                          <a:xfrm>
                            <a:off x="5516880" y="203200"/>
                            <a:ext cx="635" cy="2288540"/>
                          </a:xfrm>
                          <a:prstGeom prst="line">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69" name="直线 1551"/>
                        <wps:cNvCnPr>
                          <a:cxnSpLocks noChangeShapeType="1"/>
                        </wps:cNvCnPr>
                        <wps:spPr bwMode="auto">
                          <a:xfrm>
                            <a:off x="616585" y="755650"/>
                            <a:ext cx="6985" cy="1235710"/>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70" name="直线 1552"/>
                        <wps:cNvCnPr>
                          <a:cxnSpLocks noChangeShapeType="1"/>
                        </wps:cNvCnPr>
                        <wps:spPr bwMode="auto">
                          <a:xfrm>
                            <a:off x="5433060" y="764540"/>
                            <a:ext cx="635" cy="1214755"/>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71" name="直线 1553"/>
                        <wps:cNvCnPr>
                          <a:cxnSpLocks noChangeShapeType="1"/>
                        </wps:cNvCnPr>
                        <wps:spPr bwMode="auto">
                          <a:xfrm>
                            <a:off x="455930" y="232410"/>
                            <a:ext cx="5046345" cy="6985"/>
                          </a:xfrm>
                          <a:prstGeom prst="line">
                            <a:avLst/>
                          </a:prstGeom>
                          <a:noFill/>
                          <a:ln w="158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wpg:cNvPr id="872" name="组合 1554"/>
                        <wpg:cNvGrpSpPr>
                          <a:grpSpLocks/>
                        </wpg:cNvGrpSpPr>
                        <wpg:grpSpPr bwMode="auto">
                          <a:xfrm>
                            <a:off x="1181735" y="1266190"/>
                            <a:ext cx="90170" cy="716280"/>
                            <a:chOff x="738" y="1687"/>
                            <a:chExt cx="242" cy="1684"/>
                          </a:xfrm>
                        </wpg:grpSpPr>
                        <wps:wsp>
                          <wps:cNvPr id="873" name="任意多边形 1555"/>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74" name="任意多边形 1556"/>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75" name="组合 1557"/>
                        <wpg:cNvGrpSpPr>
                          <a:grpSpLocks/>
                        </wpg:cNvGrpSpPr>
                        <wpg:grpSpPr bwMode="auto">
                          <a:xfrm>
                            <a:off x="907415" y="1262380"/>
                            <a:ext cx="93345" cy="716280"/>
                            <a:chOff x="738" y="1687"/>
                            <a:chExt cx="242" cy="1684"/>
                          </a:xfrm>
                        </wpg:grpSpPr>
                        <wps:wsp>
                          <wps:cNvPr id="876" name="任意多边形 155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77" name="任意多边形 1559"/>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78" name="组合 1560"/>
                        <wpg:cNvGrpSpPr>
                          <a:grpSpLocks/>
                        </wpg:cNvGrpSpPr>
                        <wpg:grpSpPr bwMode="auto">
                          <a:xfrm>
                            <a:off x="814070" y="1260475"/>
                            <a:ext cx="93345" cy="715645"/>
                            <a:chOff x="1222" y="1690"/>
                            <a:chExt cx="243" cy="1684"/>
                          </a:xfrm>
                        </wpg:grpSpPr>
                        <wps:wsp>
                          <wps:cNvPr id="879" name="任意多边形 1561"/>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80" name="任意多边形 1562"/>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81" name="组合 1563"/>
                        <wpg:cNvGrpSpPr>
                          <a:grpSpLocks/>
                        </wpg:cNvGrpSpPr>
                        <wpg:grpSpPr bwMode="auto">
                          <a:xfrm>
                            <a:off x="1001395" y="1260475"/>
                            <a:ext cx="93345" cy="716280"/>
                            <a:chOff x="738" y="1687"/>
                            <a:chExt cx="242" cy="1684"/>
                          </a:xfrm>
                        </wpg:grpSpPr>
                        <wps:wsp>
                          <wps:cNvPr id="882" name="任意多边形 1564"/>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83" name="任意多边形 1565"/>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84" name="组合 1566"/>
                        <wpg:cNvGrpSpPr>
                          <a:grpSpLocks/>
                        </wpg:cNvGrpSpPr>
                        <wpg:grpSpPr bwMode="auto">
                          <a:xfrm>
                            <a:off x="1088390" y="1266190"/>
                            <a:ext cx="93345" cy="716280"/>
                            <a:chOff x="738" y="1687"/>
                            <a:chExt cx="242" cy="1684"/>
                          </a:xfrm>
                        </wpg:grpSpPr>
                        <wps:wsp>
                          <wps:cNvPr id="885" name="任意多边形 1567"/>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86" name="任意多边形 156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87" name="组合 1569"/>
                        <wpg:cNvGrpSpPr>
                          <a:grpSpLocks/>
                        </wpg:cNvGrpSpPr>
                        <wpg:grpSpPr bwMode="auto">
                          <a:xfrm>
                            <a:off x="1275715" y="1265555"/>
                            <a:ext cx="93345" cy="716280"/>
                            <a:chOff x="738" y="1687"/>
                            <a:chExt cx="242" cy="1684"/>
                          </a:xfrm>
                        </wpg:grpSpPr>
                        <wps:wsp>
                          <wps:cNvPr id="888" name="任意多边形 1570"/>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89" name="任意多边形 1571"/>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90" name="组合 1572"/>
                        <wpg:cNvGrpSpPr>
                          <a:grpSpLocks/>
                        </wpg:cNvGrpSpPr>
                        <wpg:grpSpPr bwMode="auto">
                          <a:xfrm>
                            <a:off x="1369060" y="1266825"/>
                            <a:ext cx="93345" cy="716280"/>
                            <a:chOff x="738" y="1687"/>
                            <a:chExt cx="242" cy="1684"/>
                          </a:xfrm>
                        </wpg:grpSpPr>
                        <wps:wsp>
                          <wps:cNvPr id="891" name="任意多边形 1573"/>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92" name="任意多边形 1574"/>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93" name="组合 1575"/>
                        <wpg:cNvGrpSpPr>
                          <a:grpSpLocks/>
                        </wpg:cNvGrpSpPr>
                        <wpg:grpSpPr bwMode="auto">
                          <a:xfrm>
                            <a:off x="1462405" y="1268095"/>
                            <a:ext cx="93345" cy="715645"/>
                            <a:chOff x="1222" y="1690"/>
                            <a:chExt cx="243" cy="1684"/>
                          </a:xfrm>
                        </wpg:grpSpPr>
                        <wps:wsp>
                          <wps:cNvPr id="894" name="任意多边形 1576"/>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95" name="任意多边形 1577"/>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96" name="组合 1578"/>
                        <wpg:cNvGrpSpPr>
                          <a:grpSpLocks/>
                        </wpg:cNvGrpSpPr>
                        <wpg:grpSpPr bwMode="auto">
                          <a:xfrm>
                            <a:off x="1946275" y="1265555"/>
                            <a:ext cx="90170" cy="716280"/>
                            <a:chOff x="738" y="1687"/>
                            <a:chExt cx="242" cy="1684"/>
                          </a:xfrm>
                        </wpg:grpSpPr>
                        <wps:wsp>
                          <wps:cNvPr id="897" name="任意多边形 1579"/>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98" name="任意多边形 1580"/>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99" name="组合 1581"/>
                        <wpg:cNvGrpSpPr>
                          <a:grpSpLocks/>
                        </wpg:cNvGrpSpPr>
                        <wpg:grpSpPr bwMode="auto">
                          <a:xfrm>
                            <a:off x="1652905" y="1268095"/>
                            <a:ext cx="93345" cy="716280"/>
                            <a:chOff x="738" y="1687"/>
                            <a:chExt cx="242" cy="1684"/>
                          </a:xfrm>
                        </wpg:grpSpPr>
                        <wps:wsp>
                          <wps:cNvPr id="900" name="任意多边形 158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01" name="任意多边形 1583"/>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02" name="组合 1584"/>
                        <wpg:cNvGrpSpPr>
                          <a:grpSpLocks/>
                        </wpg:cNvGrpSpPr>
                        <wpg:grpSpPr bwMode="auto">
                          <a:xfrm>
                            <a:off x="1559560" y="1266190"/>
                            <a:ext cx="93345" cy="715645"/>
                            <a:chOff x="1222" y="1690"/>
                            <a:chExt cx="243" cy="1684"/>
                          </a:xfrm>
                        </wpg:grpSpPr>
                        <wps:wsp>
                          <wps:cNvPr id="903" name="任意多边形 1585"/>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04" name="任意多边形 1586"/>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05" name="组合 1587"/>
                        <wpg:cNvGrpSpPr>
                          <a:grpSpLocks/>
                        </wpg:cNvGrpSpPr>
                        <wpg:grpSpPr bwMode="auto">
                          <a:xfrm>
                            <a:off x="1746885" y="1266190"/>
                            <a:ext cx="93345" cy="716280"/>
                            <a:chOff x="738" y="1687"/>
                            <a:chExt cx="242" cy="1684"/>
                          </a:xfrm>
                        </wpg:grpSpPr>
                        <wps:wsp>
                          <wps:cNvPr id="906" name="任意多边形 158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07" name="任意多边形 1589"/>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08" name="组合 1590"/>
                        <wpg:cNvGrpSpPr>
                          <a:grpSpLocks/>
                        </wpg:cNvGrpSpPr>
                        <wpg:grpSpPr bwMode="auto">
                          <a:xfrm>
                            <a:off x="1846580" y="1265555"/>
                            <a:ext cx="93345" cy="716280"/>
                            <a:chOff x="738" y="1687"/>
                            <a:chExt cx="242" cy="1684"/>
                          </a:xfrm>
                        </wpg:grpSpPr>
                        <wps:wsp>
                          <wps:cNvPr id="909" name="任意多边形 1591"/>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10" name="任意多边形 159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11" name="组合 1593"/>
                        <wpg:cNvGrpSpPr>
                          <a:grpSpLocks/>
                        </wpg:cNvGrpSpPr>
                        <wpg:grpSpPr bwMode="auto">
                          <a:xfrm>
                            <a:off x="2040255" y="1264285"/>
                            <a:ext cx="93345" cy="716280"/>
                            <a:chOff x="738" y="1687"/>
                            <a:chExt cx="242" cy="1684"/>
                          </a:xfrm>
                        </wpg:grpSpPr>
                        <wps:wsp>
                          <wps:cNvPr id="912" name="任意多边形 1594"/>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13" name="任意多边形 1595"/>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14" name="组合 1596"/>
                        <wpg:cNvGrpSpPr>
                          <a:grpSpLocks/>
                        </wpg:cNvGrpSpPr>
                        <wpg:grpSpPr bwMode="auto">
                          <a:xfrm>
                            <a:off x="2134870" y="1261745"/>
                            <a:ext cx="93345" cy="716280"/>
                            <a:chOff x="738" y="1687"/>
                            <a:chExt cx="242" cy="1684"/>
                          </a:xfrm>
                        </wpg:grpSpPr>
                        <wps:wsp>
                          <wps:cNvPr id="915" name="任意多边形 1597"/>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16" name="任意多边形 159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17" name="组合 1599"/>
                        <wpg:cNvGrpSpPr>
                          <a:grpSpLocks/>
                        </wpg:cNvGrpSpPr>
                        <wpg:grpSpPr bwMode="auto">
                          <a:xfrm>
                            <a:off x="3827145" y="1261110"/>
                            <a:ext cx="93345" cy="716280"/>
                            <a:chOff x="738" y="1687"/>
                            <a:chExt cx="242" cy="1684"/>
                          </a:xfrm>
                        </wpg:grpSpPr>
                        <wps:wsp>
                          <wps:cNvPr id="918" name="任意多边形 1600"/>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19" name="任意多边形 1601"/>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20" name="组合 1602"/>
                        <wpg:cNvGrpSpPr>
                          <a:grpSpLocks/>
                        </wpg:cNvGrpSpPr>
                        <wpg:grpSpPr bwMode="auto">
                          <a:xfrm>
                            <a:off x="3920490" y="1262380"/>
                            <a:ext cx="93345" cy="715645"/>
                            <a:chOff x="1222" y="1690"/>
                            <a:chExt cx="243" cy="1684"/>
                          </a:xfrm>
                        </wpg:grpSpPr>
                        <wps:wsp>
                          <wps:cNvPr id="921" name="任意多边形 1603"/>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22" name="任意多边形 1604"/>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23" name="组合 1605"/>
                        <wpg:cNvGrpSpPr>
                          <a:grpSpLocks/>
                        </wpg:cNvGrpSpPr>
                        <wpg:grpSpPr bwMode="auto">
                          <a:xfrm>
                            <a:off x="5333365" y="1263015"/>
                            <a:ext cx="92075" cy="716280"/>
                            <a:chOff x="6345" y="1687"/>
                            <a:chExt cx="242" cy="1685"/>
                          </a:xfrm>
                        </wpg:grpSpPr>
                        <wps:wsp>
                          <wps:cNvPr id="924" name="任意多边形 1606"/>
                          <wps:cNvSpPr>
                            <a:spLocks/>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25" name="任意多边形 1607"/>
                          <wps:cNvSpPr>
                            <a:spLocks/>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26" name="组合 1608"/>
                        <wpg:cNvGrpSpPr>
                          <a:grpSpLocks/>
                        </wpg:cNvGrpSpPr>
                        <wpg:grpSpPr bwMode="auto">
                          <a:xfrm>
                            <a:off x="4385310" y="1266190"/>
                            <a:ext cx="90170" cy="716280"/>
                            <a:chOff x="738" y="1687"/>
                            <a:chExt cx="242" cy="1684"/>
                          </a:xfrm>
                        </wpg:grpSpPr>
                        <wps:wsp>
                          <wps:cNvPr id="927" name="任意多边形 1609"/>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28" name="任意多边形 1610"/>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29" name="组合 1611"/>
                        <wpg:cNvGrpSpPr>
                          <a:grpSpLocks/>
                        </wpg:cNvGrpSpPr>
                        <wpg:grpSpPr bwMode="auto">
                          <a:xfrm>
                            <a:off x="4110990" y="1262380"/>
                            <a:ext cx="93345" cy="716280"/>
                            <a:chOff x="738" y="1687"/>
                            <a:chExt cx="242" cy="1684"/>
                          </a:xfrm>
                        </wpg:grpSpPr>
                        <wps:wsp>
                          <wps:cNvPr id="930" name="任意多边形 161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31" name="任意多边形 1613"/>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32" name="组合 1614"/>
                        <wpg:cNvGrpSpPr>
                          <a:grpSpLocks/>
                        </wpg:cNvGrpSpPr>
                        <wpg:grpSpPr bwMode="auto">
                          <a:xfrm>
                            <a:off x="4017645" y="1260475"/>
                            <a:ext cx="93345" cy="715645"/>
                            <a:chOff x="1222" y="1690"/>
                            <a:chExt cx="243" cy="1684"/>
                          </a:xfrm>
                        </wpg:grpSpPr>
                        <wps:wsp>
                          <wps:cNvPr id="933" name="任意多边形 1615"/>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34" name="任意多边形 1616"/>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35" name="组合 1617"/>
                        <wpg:cNvGrpSpPr>
                          <a:grpSpLocks/>
                        </wpg:cNvGrpSpPr>
                        <wpg:grpSpPr bwMode="auto">
                          <a:xfrm>
                            <a:off x="4204970" y="1260475"/>
                            <a:ext cx="93345" cy="716280"/>
                            <a:chOff x="738" y="1687"/>
                            <a:chExt cx="242" cy="1684"/>
                          </a:xfrm>
                        </wpg:grpSpPr>
                        <wps:wsp>
                          <wps:cNvPr id="936" name="任意多边形 161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37" name="任意多边形 1619"/>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38" name="组合 1620"/>
                        <wpg:cNvGrpSpPr>
                          <a:grpSpLocks/>
                        </wpg:cNvGrpSpPr>
                        <wpg:grpSpPr bwMode="auto">
                          <a:xfrm>
                            <a:off x="4291965" y="1266190"/>
                            <a:ext cx="93345" cy="716280"/>
                            <a:chOff x="738" y="1687"/>
                            <a:chExt cx="242" cy="1684"/>
                          </a:xfrm>
                        </wpg:grpSpPr>
                        <wps:wsp>
                          <wps:cNvPr id="939" name="任意多边形 1621"/>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40" name="任意多边形 162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41" name="组合 1623"/>
                        <wpg:cNvGrpSpPr>
                          <a:grpSpLocks/>
                        </wpg:cNvGrpSpPr>
                        <wpg:grpSpPr bwMode="auto">
                          <a:xfrm>
                            <a:off x="4479290" y="1265555"/>
                            <a:ext cx="93345" cy="716280"/>
                            <a:chOff x="738" y="1687"/>
                            <a:chExt cx="242" cy="1684"/>
                          </a:xfrm>
                        </wpg:grpSpPr>
                        <wps:wsp>
                          <wps:cNvPr id="942" name="任意多边形 1624"/>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43" name="任意多边形 1625"/>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44" name="组合 1626"/>
                        <wpg:cNvGrpSpPr>
                          <a:grpSpLocks/>
                        </wpg:cNvGrpSpPr>
                        <wpg:grpSpPr bwMode="auto">
                          <a:xfrm>
                            <a:off x="4572635" y="1266825"/>
                            <a:ext cx="93345" cy="716280"/>
                            <a:chOff x="738" y="1687"/>
                            <a:chExt cx="242" cy="1684"/>
                          </a:xfrm>
                        </wpg:grpSpPr>
                        <wps:wsp>
                          <wps:cNvPr id="945" name="任意多边形 1627"/>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46" name="任意多边形 162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47" name="组合 1629"/>
                        <wpg:cNvGrpSpPr>
                          <a:grpSpLocks/>
                        </wpg:cNvGrpSpPr>
                        <wpg:grpSpPr bwMode="auto">
                          <a:xfrm>
                            <a:off x="4665980" y="1268095"/>
                            <a:ext cx="93345" cy="715645"/>
                            <a:chOff x="1222" y="1690"/>
                            <a:chExt cx="243" cy="1684"/>
                          </a:xfrm>
                        </wpg:grpSpPr>
                        <wps:wsp>
                          <wps:cNvPr id="948" name="任意多边形 1630"/>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49" name="任意多边形 1631"/>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50" name="组合 1632"/>
                        <wpg:cNvGrpSpPr>
                          <a:grpSpLocks/>
                        </wpg:cNvGrpSpPr>
                        <wpg:grpSpPr bwMode="auto">
                          <a:xfrm>
                            <a:off x="5149850" y="1265555"/>
                            <a:ext cx="90170" cy="716280"/>
                            <a:chOff x="738" y="1687"/>
                            <a:chExt cx="242" cy="1684"/>
                          </a:xfrm>
                        </wpg:grpSpPr>
                        <wps:wsp>
                          <wps:cNvPr id="951" name="任意多边形 1633"/>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52" name="任意多边形 1634"/>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53" name="组合 1635"/>
                        <wpg:cNvGrpSpPr>
                          <a:grpSpLocks/>
                        </wpg:cNvGrpSpPr>
                        <wpg:grpSpPr bwMode="auto">
                          <a:xfrm>
                            <a:off x="4856480" y="1268095"/>
                            <a:ext cx="93345" cy="716280"/>
                            <a:chOff x="738" y="1687"/>
                            <a:chExt cx="242" cy="1684"/>
                          </a:xfrm>
                        </wpg:grpSpPr>
                        <wps:wsp>
                          <wps:cNvPr id="954" name="任意多边形 1636"/>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55" name="任意多边形 1637"/>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56" name="组合 1638"/>
                        <wpg:cNvGrpSpPr>
                          <a:grpSpLocks/>
                        </wpg:cNvGrpSpPr>
                        <wpg:grpSpPr bwMode="auto">
                          <a:xfrm>
                            <a:off x="4763135" y="1266190"/>
                            <a:ext cx="93345" cy="715645"/>
                            <a:chOff x="1222" y="1690"/>
                            <a:chExt cx="243" cy="1684"/>
                          </a:xfrm>
                        </wpg:grpSpPr>
                        <wps:wsp>
                          <wps:cNvPr id="957" name="任意多边形 1639"/>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58" name="任意多边形 1640"/>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59" name="组合 1641"/>
                        <wpg:cNvGrpSpPr>
                          <a:grpSpLocks/>
                        </wpg:cNvGrpSpPr>
                        <wpg:grpSpPr bwMode="auto">
                          <a:xfrm>
                            <a:off x="4950460" y="1266190"/>
                            <a:ext cx="93345" cy="716280"/>
                            <a:chOff x="738" y="1687"/>
                            <a:chExt cx="242" cy="1684"/>
                          </a:xfrm>
                        </wpg:grpSpPr>
                        <wps:wsp>
                          <wps:cNvPr id="960" name="任意多边形 164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61" name="任意多边形 1643"/>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62" name="组合 1644"/>
                        <wpg:cNvGrpSpPr>
                          <a:grpSpLocks/>
                        </wpg:cNvGrpSpPr>
                        <wpg:grpSpPr bwMode="auto">
                          <a:xfrm>
                            <a:off x="5050155" y="1265555"/>
                            <a:ext cx="93345" cy="716280"/>
                            <a:chOff x="738" y="1687"/>
                            <a:chExt cx="242" cy="1684"/>
                          </a:xfrm>
                        </wpg:grpSpPr>
                        <wps:wsp>
                          <wps:cNvPr id="963" name="任意多边形 1645"/>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64" name="任意多边形 1646"/>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65" name="组合 1647"/>
                        <wpg:cNvGrpSpPr>
                          <a:grpSpLocks/>
                        </wpg:cNvGrpSpPr>
                        <wpg:grpSpPr bwMode="auto">
                          <a:xfrm>
                            <a:off x="5243830" y="1264285"/>
                            <a:ext cx="93345" cy="716280"/>
                            <a:chOff x="738" y="1687"/>
                            <a:chExt cx="242" cy="1684"/>
                          </a:xfrm>
                        </wpg:grpSpPr>
                        <wps:wsp>
                          <wps:cNvPr id="966" name="任意多边形 164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67" name="任意多边形 1649"/>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68" name="组合 1650"/>
                        <wpg:cNvGrpSpPr>
                          <a:grpSpLocks/>
                        </wpg:cNvGrpSpPr>
                        <wpg:grpSpPr bwMode="auto">
                          <a:xfrm>
                            <a:off x="5338445" y="1261745"/>
                            <a:ext cx="93345" cy="716280"/>
                            <a:chOff x="738" y="1687"/>
                            <a:chExt cx="242" cy="1684"/>
                          </a:xfrm>
                        </wpg:grpSpPr>
                        <wps:wsp>
                          <wps:cNvPr id="969" name="任意多边形 1651"/>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70" name="任意多边形 165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71" name="直线 1653"/>
                        <wps:cNvCnPr>
                          <a:cxnSpLocks noChangeShapeType="1"/>
                        </wps:cNvCnPr>
                        <wps:spPr bwMode="auto">
                          <a:xfrm flipV="1">
                            <a:off x="304800" y="1976755"/>
                            <a:ext cx="5483860" cy="2540"/>
                          </a:xfrm>
                          <a:prstGeom prst="line">
                            <a:avLst/>
                          </a:prstGeom>
                          <a:noFill/>
                          <a:ln w="17145">
                            <a:solidFill>
                              <a:srgbClr val="000000"/>
                            </a:solidFill>
                            <a:round/>
                            <a:headEnd/>
                            <a:tailEnd type="triangle" w="lg" len="lg"/>
                          </a:ln>
                          <a:extLst>
                            <a:ext uri="{909E8E84-426E-40DD-AFC4-6F175D3DCCD1}">
                              <a14:hiddenFill xmlns:a14="http://schemas.microsoft.com/office/drawing/2010/main">
                                <a:noFill/>
                              </a14:hiddenFill>
                            </a:ext>
                          </a:extLst>
                        </wps:spPr>
                        <wps:bodyPr/>
                      </wps:wsp>
                      <wps:wsp>
                        <wps:cNvPr id="972" name="直线 1654"/>
                        <wps:cNvCnPr>
                          <a:cxnSpLocks noChangeShapeType="1"/>
                        </wps:cNvCnPr>
                        <wps:spPr bwMode="auto">
                          <a:xfrm>
                            <a:off x="2225040" y="777240"/>
                            <a:ext cx="7620" cy="1227455"/>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73" name="直线 1655"/>
                        <wps:cNvCnPr>
                          <a:cxnSpLocks noChangeShapeType="1"/>
                        </wps:cNvCnPr>
                        <wps:spPr bwMode="auto">
                          <a:xfrm>
                            <a:off x="3820795" y="751840"/>
                            <a:ext cx="635" cy="122047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74" name="任意多边形 1656"/>
                        <wps:cNvSpPr>
                          <a:spLocks/>
                        </wps:cNvSpPr>
                        <wps:spPr bwMode="auto">
                          <a:xfrm>
                            <a:off x="479425" y="2363470"/>
                            <a:ext cx="930275" cy="53975"/>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75" name="矩形 1657"/>
                        <wps:cNvSpPr>
                          <a:spLocks noChangeArrowheads="1"/>
                        </wps:cNvSpPr>
                        <wps:spPr bwMode="auto">
                          <a:xfrm>
                            <a:off x="4333875" y="2484755"/>
                            <a:ext cx="65849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F1B60" w14:textId="5CDB9B96" w:rsidR="00C10E25" w:rsidRDefault="00C10E25" w:rsidP="000475CC">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C</w:t>
                              </w:r>
                              <w:r>
                                <w:rPr>
                                  <w:rFonts w:ascii="Arial" w:eastAsia="SimSun" w:hAnsi="Arial" w:cs="Arial"/>
                                  <w:b/>
                                  <w:bCs/>
                                  <w:color w:val="000000"/>
                                  <w:sz w:val="13"/>
                                  <w:szCs w:val="13"/>
                                  <w:vertAlign w:val="subscript"/>
                                </w:rPr>
                                <w:t xml:space="preserve">, </w:t>
                              </w:r>
                              <w:r>
                                <w:rPr>
                                  <w:rFonts w:ascii="Arial" w:eastAsia="SimSun" w:hAnsi="Arial" w:cs="Arial" w:hint="eastAsia"/>
                                  <w:b/>
                                  <w:bCs/>
                                  <w:color w:val="000000"/>
                                  <w:sz w:val="13"/>
                                  <w:szCs w:val="13"/>
                                  <w:vertAlign w:val="subscript"/>
                                </w:rPr>
                                <w:t>high</w:t>
                              </w:r>
                            </w:p>
                          </w:txbxContent>
                        </wps:txbx>
                        <wps:bodyPr rot="0" vert="horz" wrap="square" lIns="0" tIns="0" rIns="0" bIns="0" anchor="t" anchorCtr="0" upright="1">
                          <a:noAutofit/>
                        </wps:bodyPr>
                      </wps:wsp>
                      <wps:wsp>
                        <wps:cNvPr id="976" name="矩形 1658"/>
                        <wps:cNvSpPr>
                          <a:spLocks noChangeArrowheads="1"/>
                        </wps:cNvSpPr>
                        <wps:spPr bwMode="auto">
                          <a:xfrm>
                            <a:off x="550545" y="2218690"/>
                            <a:ext cx="814070" cy="137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FA5D1" w14:textId="6FECBB02" w:rsidR="00C10E25" w:rsidRDefault="00C10E25" w:rsidP="000475CC">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offse</w:t>
                              </w:r>
                              <w:r>
                                <w:rPr>
                                  <w:rFonts w:ascii="Arial" w:eastAsia="SimSun" w:hAnsi="Arial" w:cs="Arial" w:hint="eastAsia"/>
                                  <w:b/>
                                  <w:bCs/>
                                  <w:color w:val="000000"/>
                                  <w:sz w:val="13"/>
                                  <w:szCs w:val="13"/>
                                  <w:vertAlign w:val="subscript"/>
                                  <w:lang w:eastAsia="zh-CN"/>
                                </w:rPr>
                                <w:t>t</w:t>
                              </w:r>
                              <w:r>
                                <w:rPr>
                                  <w:rFonts w:ascii="Arial" w:eastAsia="SimSun" w:hAnsi="Arial" w:cs="Arial"/>
                                  <w:b/>
                                  <w:bCs/>
                                  <w:color w:val="000000"/>
                                  <w:sz w:val="13"/>
                                  <w:szCs w:val="13"/>
                                  <w:vertAlign w:val="subscript"/>
                                  <w:lang w:eastAsia="zh-CN"/>
                                </w:rPr>
                                <w:t xml:space="preserve">, </w:t>
                              </w:r>
                              <w:r>
                                <w:rPr>
                                  <w:rFonts w:ascii="Arial" w:eastAsia="SimSun" w:hAnsi="Arial" w:cs="Arial" w:hint="eastAsia"/>
                                  <w:b/>
                                  <w:bCs/>
                                  <w:color w:val="000000"/>
                                  <w:sz w:val="13"/>
                                  <w:szCs w:val="13"/>
                                  <w:vertAlign w:val="subscript"/>
                                  <w:lang w:eastAsia="zh-CN"/>
                                </w:rPr>
                                <w:t>low</w:t>
                              </w:r>
                            </w:p>
                            <w:p w14:paraId="58B923E2" w14:textId="77777777" w:rsidR="00C10E25" w:rsidRDefault="00C10E25" w:rsidP="000475CC">
                              <w:pPr>
                                <w:rPr>
                                  <w:rFonts w:eastAsia="SimSun"/>
                                  <w:szCs w:val="12"/>
                                </w:rPr>
                              </w:pPr>
                            </w:p>
                          </w:txbxContent>
                        </wps:txbx>
                        <wps:bodyPr rot="0" vert="horz" wrap="square" lIns="0" tIns="0" rIns="0" bIns="0" anchor="t" anchorCtr="0" upright="1">
                          <a:noAutofit/>
                        </wps:bodyPr>
                      </wps:wsp>
                      <wps:wsp>
                        <wps:cNvPr id="977" name="任意多边形 1659"/>
                        <wps:cNvSpPr>
                          <a:spLocks/>
                        </wps:cNvSpPr>
                        <wps:spPr bwMode="auto">
                          <a:xfrm>
                            <a:off x="4644390" y="2372995"/>
                            <a:ext cx="833120" cy="45085"/>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78" name="任意多边形 1660"/>
                        <wps:cNvSpPr>
                          <a:spLocks/>
                        </wps:cNvSpPr>
                        <wps:spPr bwMode="auto">
                          <a:xfrm flipH="1">
                            <a:off x="5167630" y="1239520"/>
                            <a:ext cx="975360" cy="896620"/>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979" name="任意多边形 1661"/>
                        <wps:cNvSpPr>
                          <a:spLocks/>
                        </wps:cNvSpPr>
                        <wps:spPr bwMode="auto">
                          <a:xfrm flipH="1">
                            <a:off x="1988820" y="1231265"/>
                            <a:ext cx="885190" cy="896620"/>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980" name="直线 1662"/>
                        <wps:cNvCnPr>
                          <a:cxnSpLocks noChangeShapeType="1"/>
                        </wps:cNvCnPr>
                        <wps:spPr bwMode="auto">
                          <a:xfrm>
                            <a:off x="4053205" y="1238885"/>
                            <a:ext cx="1136650" cy="1270"/>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1" name="矩形 1663"/>
                        <wps:cNvSpPr>
                          <a:spLocks noChangeArrowheads="1"/>
                        </wps:cNvSpPr>
                        <wps:spPr bwMode="auto">
                          <a:xfrm>
                            <a:off x="4091940" y="739140"/>
                            <a:ext cx="1042035" cy="268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62260" w14:textId="77777777" w:rsidR="00C10E25" w:rsidRDefault="00C10E25" w:rsidP="000475CC">
                              <w:pPr>
                                <w:widowControl w:val="0"/>
                                <w:jc w:val="center"/>
                                <w:rPr>
                                  <w:rFonts w:ascii="Arial" w:hAnsi="Arial" w:cs="SimSun"/>
                                  <w:color w:val="000000"/>
                                  <w:sz w:val="12"/>
                                  <w:szCs w:val="12"/>
                                </w:rPr>
                              </w:pPr>
                              <w:r>
                                <w:rPr>
                                  <w:rFonts w:ascii="Arial" w:eastAsia="SimSun" w:hAnsi="Arial" w:cs="Arial" w:hint="eastAsia"/>
                                  <w:b/>
                                  <w:bCs/>
                                  <w:color w:val="000000"/>
                                  <w:sz w:val="12"/>
                                  <w:szCs w:val="12"/>
                                </w:rPr>
                                <w:t>Highe</w:t>
                              </w:r>
                              <w:r>
                                <w:rPr>
                                  <w:rFonts w:ascii="Arial" w:eastAsia="Vrinda" w:hAnsi="Arial" w:cs="Arial"/>
                                  <w:b/>
                                  <w:bCs/>
                                  <w:color w:val="000000"/>
                                  <w:sz w:val="12"/>
                                  <w:szCs w:val="12"/>
                                </w:rPr>
                                <w:t>st C</w:t>
                              </w:r>
                              <w:r>
                                <w:rPr>
                                  <w:rFonts w:ascii="Arial" w:eastAsia="SimSun" w:hAnsi="Arial" w:cs="Arial" w:hint="eastAsia"/>
                                  <w:b/>
                                  <w:bCs/>
                                  <w:color w:val="000000"/>
                                  <w:sz w:val="12"/>
                                  <w:szCs w:val="12"/>
                                </w:rPr>
                                <w:t>arrier</w:t>
                              </w:r>
                              <w:r>
                                <w:rPr>
                                  <w:rFonts w:ascii="Arial" w:eastAsia="Vrinda" w:hAnsi="Arial" w:cs="Arial"/>
                                  <w:b/>
                                  <w:bCs/>
                                  <w:color w:val="000000"/>
                                  <w:sz w:val="12"/>
                                  <w:szCs w:val="12"/>
                                </w:rPr>
                                <w:t xml:space="preserve"> Transmission Bandwidth Configuration [RB]</w:t>
                              </w:r>
                            </w:p>
                          </w:txbxContent>
                        </wps:txbx>
                        <wps:bodyPr rot="0" vert="horz" wrap="square" lIns="0" tIns="0" rIns="0" bIns="0" anchor="t" anchorCtr="0" upright="1">
                          <a:noAutofit/>
                        </wps:bodyPr>
                      </wps:wsp>
                      <wps:wsp>
                        <wps:cNvPr id="982" name="文本框 1664"/>
                        <wps:cNvSpPr txBox="1">
                          <a:spLocks noChangeArrowheads="1"/>
                        </wps:cNvSpPr>
                        <wps:spPr bwMode="auto">
                          <a:xfrm>
                            <a:off x="1002665" y="1296035"/>
                            <a:ext cx="87630" cy="694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792C4" w14:textId="77777777" w:rsidR="00C10E25" w:rsidRDefault="00C10E25" w:rsidP="000475CC">
                              <w:pPr>
                                <w:widowControl w:val="0"/>
                                <w:jc w:val="both"/>
                                <w:rPr>
                                  <w:rFonts w:ascii="Arial" w:hAnsi="Arial" w:cs="SimSun"/>
                                  <w:color w:val="000000"/>
                                  <w:sz w:val="12"/>
                                  <w:szCs w:val="12"/>
                                </w:rPr>
                              </w:pPr>
                              <w:r>
                                <w:rPr>
                                  <w:rFonts w:ascii="Arial" w:eastAsia="Vrinda" w:hAnsi="Arial" w:cs="Arial"/>
                                  <w:b/>
                                  <w:bCs/>
                                  <w:color w:val="000000"/>
                                  <w:sz w:val="12"/>
                                  <w:szCs w:val="12"/>
                                </w:rPr>
                                <w:t>Resource block</w:t>
                              </w:r>
                            </w:p>
                          </w:txbxContent>
                        </wps:txbx>
                        <wps:bodyPr rot="0" vert="eaVert" wrap="square" lIns="0" tIns="0" rIns="0" bIns="0" anchor="t" anchorCtr="0" upright="1">
                          <a:noAutofit/>
                        </wps:bodyPr>
                      </wps:wsp>
                      <wps:wsp>
                        <wps:cNvPr id="983" name="矩形 1665"/>
                        <wps:cNvSpPr>
                          <a:spLocks noChangeArrowheads="1"/>
                        </wps:cNvSpPr>
                        <wps:spPr bwMode="auto">
                          <a:xfrm>
                            <a:off x="1635760" y="44450"/>
                            <a:ext cx="302196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CD6610" w14:textId="12AE9414" w:rsidR="00C10E25" w:rsidRDefault="00C10E25" w:rsidP="000475CC">
                              <w:pPr>
                                <w:widowControl w:val="0"/>
                                <w:jc w:val="center"/>
                                <w:rPr>
                                  <w:rFonts w:ascii="Arial" w:hAnsi="Arial" w:cs="SimSun"/>
                                  <w:color w:val="000000"/>
                                  <w:sz w:val="12"/>
                                  <w:szCs w:val="12"/>
                                </w:rPr>
                              </w:pPr>
                              <w:r>
                                <w:rPr>
                                  <w:rFonts w:ascii="Arial" w:eastAsia="SimSun" w:hAnsi="Arial" w:cs="Arial" w:hint="eastAsia"/>
                                  <w:b/>
                                  <w:bCs/>
                                  <w:i/>
                                  <w:iCs/>
                                  <w:color w:val="000000"/>
                                  <w:sz w:val="12"/>
                                  <w:szCs w:val="12"/>
                                </w:rPr>
                                <w:t>Aggregated Channel</w:t>
                              </w:r>
                              <w:r>
                                <w:rPr>
                                  <w:rFonts w:ascii="Arial" w:eastAsia="Vrinda" w:hAnsi="Arial" w:cs="Arial"/>
                                  <w:b/>
                                  <w:bCs/>
                                  <w:i/>
                                  <w:iCs/>
                                  <w:color w:val="000000"/>
                                  <w:sz w:val="12"/>
                                  <w:szCs w:val="12"/>
                                </w:rPr>
                                <w:t xml:space="preserve"> Bandwidth</w:t>
                              </w:r>
                              <w:r>
                                <w:rPr>
                                  <w:rFonts w:ascii="Arial" w:eastAsia="SimSun" w:hAnsi="Arial" w:cs="Arial" w:hint="eastAsia"/>
                                  <w:b/>
                                  <w:bCs/>
                                  <w:color w:val="000000"/>
                                  <w:sz w:val="12"/>
                                  <w:szCs w:val="12"/>
                                </w:rPr>
                                <w:t>,</w:t>
                              </w:r>
                              <w:r>
                                <w:rPr>
                                  <w:rFonts w:ascii="Arial" w:eastAsia="SimSun" w:hAnsi="Arial" w:cs="Arial" w:hint="eastAsia"/>
                                  <w:b/>
                                  <w:bCs/>
                                  <w:color w:val="000000"/>
                                  <w:sz w:val="18"/>
                                  <w:szCs w:val="18"/>
                                </w:rPr>
                                <w:t xml:space="preserve"> </w:t>
                              </w:r>
                              <w:r>
                                <w:rPr>
                                  <w:rFonts w:ascii="Arial" w:eastAsia="SimSun" w:hAnsi="Arial" w:cs="Arial" w:hint="eastAsia"/>
                                  <w:b/>
                                  <w:bCs/>
                                  <w:color w:val="000000"/>
                                  <w:sz w:val="13"/>
                                  <w:szCs w:val="13"/>
                                </w:rPr>
                                <w:t>BW</w:t>
                              </w:r>
                              <w:r>
                                <w:rPr>
                                  <w:rFonts w:ascii="Arial" w:eastAsia="SimSun" w:hAnsi="Arial" w:cs="Arial" w:hint="eastAsia"/>
                                  <w:b/>
                                  <w:bCs/>
                                  <w:color w:val="000000"/>
                                  <w:sz w:val="13"/>
                                  <w:szCs w:val="13"/>
                                  <w:vertAlign w:val="subscript"/>
                                </w:rPr>
                                <w:t>channel_CA</w:t>
                              </w:r>
                              <w:r>
                                <w:rPr>
                                  <w:rFonts w:ascii="Arial" w:eastAsia="Vrinda" w:hAnsi="Arial" w:cs="Arial"/>
                                  <w:b/>
                                  <w:bCs/>
                                  <w:color w:val="000000"/>
                                  <w:sz w:val="12"/>
                                  <w:szCs w:val="12"/>
                                </w:rPr>
                                <w:t xml:space="preserve"> (MHz)</w:t>
                              </w:r>
                            </w:p>
                          </w:txbxContent>
                        </wps:txbx>
                        <wps:bodyPr rot="0" vert="horz" wrap="square" lIns="0" tIns="0" rIns="0" bIns="0" anchor="t" anchorCtr="0" upright="1">
                          <a:noAutofit/>
                        </wps:bodyPr>
                      </wps:wsp>
                      <wps:wsp>
                        <wps:cNvPr id="984" name="任意多边形 1666"/>
                        <wps:cNvSpPr>
                          <a:spLocks/>
                        </wps:cNvSpPr>
                        <wps:spPr bwMode="auto">
                          <a:xfrm>
                            <a:off x="3165475" y="1238250"/>
                            <a:ext cx="871855" cy="896620"/>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985" name="矩形 1667"/>
                        <wps:cNvSpPr>
                          <a:spLocks noChangeArrowheads="1"/>
                        </wps:cNvSpPr>
                        <wps:spPr bwMode="auto">
                          <a:xfrm>
                            <a:off x="173355" y="2493645"/>
                            <a:ext cx="74358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58827C" w14:textId="4E73867A" w:rsidR="00C10E25" w:rsidRDefault="00C10E25" w:rsidP="000475CC">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edge</w:t>
                              </w:r>
                              <w:r>
                                <w:rPr>
                                  <w:rFonts w:ascii="Arial" w:eastAsia="SimSun" w:hAnsi="Arial" w:cs="Arial"/>
                                  <w:b/>
                                  <w:bCs/>
                                  <w:color w:val="000000"/>
                                  <w:sz w:val="13"/>
                                  <w:szCs w:val="13"/>
                                  <w:vertAlign w:val="subscript"/>
                                </w:rPr>
                                <w:t xml:space="preserve">, </w:t>
                              </w:r>
                              <w:r>
                                <w:rPr>
                                  <w:rFonts w:ascii="Arial" w:eastAsia="SimSun" w:hAnsi="Arial" w:cs="Arial" w:hint="eastAsia"/>
                                  <w:b/>
                                  <w:bCs/>
                                  <w:color w:val="000000"/>
                                  <w:sz w:val="13"/>
                                  <w:szCs w:val="13"/>
                                  <w:vertAlign w:val="subscript"/>
                                </w:rPr>
                                <w:t>low</w:t>
                              </w:r>
                            </w:p>
                          </w:txbxContent>
                        </wps:txbx>
                        <wps:bodyPr rot="0" vert="horz" wrap="square" lIns="0" tIns="0" rIns="0" bIns="0" anchor="t" anchorCtr="0" upright="1">
                          <a:noAutofit/>
                        </wps:bodyPr>
                      </wps:wsp>
                      <wps:wsp>
                        <wps:cNvPr id="986" name="矩形 1668"/>
                        <wps:cNvSpPr>
                          <a:spLocks noChangeArrowheads="1"/>
                        </wps:cNvSpPr>
                        <wps:spPr bwMode="auto">
                          <a:xfrm>
                            <a:off x="5199380" y="2514600"/>
                            <a:ext cx="74358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C2AD0" w14:textId="40FACD8A" w:rsidR="00C10E25" w:rsidRDefault="00C10E25" w:rsidP="000475CC">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edge</w:t>
                              </w:r>
                              <w:r>
                                <w:rPr>
                                  <w:rFonts w:ascii="Arial" w:eastAsia="SimSun" w:hAnsi="Arial" w:cs="Arial"/>
                                  <w:b/>
                                  <w:bCs/>
                                  <w:color w:val="000000"/>
                                  <w:sz w:val="13"/>
                                  <w:szCs w:val="13"/>
                                  <w:vertAlign w:val="subscript"/>
                                </w:rPr>
                                <w:t xml:space="preserve">, </w:t>
                              </w:r>
                              <w:r>
                                <w:rPr>
                                  <w:rFonts w:ascii="Arial" w:eastAsia="SimSun" w:hAnsi="Arial" w:cs="Arial" w:hint="eastAsia"/>
                                  <w:b/>
                                  <w:bCs/>
                                  <w:color w:val="000000"/>
                                  <w:sz w:val="13"/>
                                  <w:szCs w:val="13"/>
                                  <w:vertAlign w:val="subscript"/>
                                </w:rPr>
                                <w:t>high</w:t>
                              </w:r>
                            </w:p>
                          </w:txbxContent>
                        </wps:txbx>
                        <wps:bodyPr rot="0" vert="horz" wrap="square" lIns="0" tIns="0" rIns="0" bIns="0" anchor="t" anchorCtr="0" upright="1">
                          <a:noAutofit/>
                        </wps:bodyPr>
                      </wps:wsp>
                      <wps:wsp>
                        <wps:cNvPr id="987" name="矩形 1669"/>
                        <wps:cNvSpPr>
                          <a:spLocks noChangeArrowheads="1"/>
                        </wps:cNvSpPr>
                        <wps:spPr bwMode="auto">
                          <a:xfrm>
                            <a:off x="4655820" y="2213610"/>
                            <a:ext cx="814070" cy="137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E2C29" w14:textId="70ABEB17" w:rsidR="00C10E25" w:rsidRDefault="00C10E25" w:rsidP="000475CC">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offse</w:t>
                              </w:r>
                              <w:r>
                                <w:rPr>
                                  <w:rFonts w:ascii="Arial" w:eastAsia="SimSun" w:hAnsi="Arial" w:cs="Arial" w:hint="eastAsia"/>
                                  <w:b/>
                                  <w:bCs/>
                                  <w:color w:val="000000"/>
                                  <w:sz w:val="13"/>
                                  <w:szCs w:val="13"/>
                                  <w:vertAlign w:val="subscript"/>
                                  <w:lang w:eastAsia="zh-CN"/>
                                </w:rPr>
                                <w:t>t</w:t>
                              </w:r>
                              <w:r>
                                <w:rPr>
                                  <w:rFonts w:ascii="Arial" w:eastAsia="SimSun" w:hAnsi="Arial" w:cs="Arial"/>
                                  <w:b/>
                                  <w:bCs/>
                                  <w:color w:val="000000"/>
                                  <w:sz w:val="13"/>
                                  <w:szCs w:val="13"/>
                                  <w:vertAlign w:val="subscript"/>
                                  <w:lang w:eastAsia="zh-CN"/>
                                </w:rPr>
                                <w:t xml:space="preserve">, </w:t>
                              </w:r>
                              <w:r>
                                <w:rPr>
                                  <w:rFonts w:ascii="Arial" w:eastAsia="SimSun" w:hAnsi="Arial" w:cs="Arial" w:hint="eastAsia"/>
                                  <w:b/>
                                  <w:bCs/>
                                  <w:color w:val="000000"/>
                                  <w:sz w:val="13"/>
                                  <w:szCs w:val="13"/>
                                  <w:vertAlign w:val="subscript"/>
                                  <w:lang w:eastAsia="zh-CN"/>
                                </w:rPr>
                                <w:t>high</w:t>
                              </w:r>
                            </w:p>
                            <w:p w14:paraId="015112DD" w14:textId="77777777" w:rsidR="00C10E25" w:rsidRDefault="00C10E25" w:rsidP="000475CC">
                              <w:pPr>
                                <w:rPr>
                                  <w:rFonts w:eastAsia="SimSun"/>
                                  <w:szCs w:val="12"/>
                                </w:rPr>
                              </w:pPr>
                            </w:p>
                          </w:txbxContent>
                        </wps:txbx>
                        <wps:bodyPr rot="0" vert="horz" wrap="square" lIns="0" tIns="0" rIns="0" bIns="0" anchor="t" anchorCtr="0" upright="1">
                          <a:noAutofit/>
                        </wps:bodyPr>
                      </wps:wsp>
                      <wpg:wgp>
                        <wpg:cNvPr id="988" name="组合 1670"/>
                        <wpg:cNvGrpSpPr>
                          <a:grpSpLocks/>
                        </wpg:cNvGrpSpPr>
                        <wpg:grpSpPr bwMode="auto">
                          <a:xfrm>
                            <a:off x="2776855" y="1260475"/>
                            <a:ext cx="90170" cy="716280"/>
                            <a:chOff x="738" y="1687"/>
                            <a:chExt cx="242" cy="1684"/>
                          </a:xfrm>
                        </wpg:grpSpPr>
                        <wps:wsp>
                          <wps:cNvPr id="989" name="任意多边形 1671"/>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990" name="任意多边形 167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991" name="组合 1673"/>
                        <wpg:cNvGrpSpPr>
                          <a:grpSpLocks/>
                        </wpg:cNvGrpSpPr>
                        <wpg:grpSpPr bwMode="auto">
                          <a:xfrm>
                            <a:off x="2502535" y="1256665"/>
                            <a:ext cx="93345" cy="716280"/>
                            <a:chOff x="738" y="1687"/>
                            <a:chExt cx="242" cy="1684"/>
                          </a:xfrm>
                        </wpg:grpSpPr>
                        <wps:wsp>
                          <wps:cNvPr id="992" name="任意多边形 1674"/>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993" name="任意多边形 1675"/>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994" name="组合 1676"/>
                        <wpg:cNvGrpSpPr>
                          <a:grpSpLocks/>
                        </wpg:cNvGrpSpPr>
                        <wpg:grpSpPr bwMode="auto">
                          <a:xfrm>
                            <a:off x="2409190" y="1254760"/>
                            <a:ext cx="93345" cy="715645"/>
                            <a:chOff x="1222" y="1690"/>
                            <a:chExt cx="243" cy="1684"/>
                          </a:xfrm>
                        </wpg:grpSpPr>
                        <wps:wsp>
                          <wps:cNvPr id="995" name="任意多边形 1677"/>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996" name="任意多边形 1678"/>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997" name="组合 1679"/>
                        <wpg:cNvGrpSpPr>
                          <a:grpSpLocks/>
                        </wpg:cNvGrpSpPr>
                        <wpg:grpSpPr bwMode="auto">
                          <a:xfrm>
                            <a:off x="2596515" y="1254760"/>
                            <a:ext cx="93345" cy="716280"/>
                            <a:chOff x="738" y="1687"/>
                            <a:chExt cx="242" cy="1684"/>
                          </a:xfrm>
                        </wpg:grpSpPr>
                        <wps:wsp>
                          <wps:cNvPr id="998" name="任意多边形 1680"/>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999" name="任意多边形 1681"/>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00" name="组合 1682"/>
                        <wpg:cNvGrpSpPr>
                          <a:grpSpLocks/>
                        </wpg:cNvGrpSpPr>
                        <wpg:grpSpPr bwMode="auto">
                          <a:xfrm>
                            <a:off x="2683510" y="1260475"/>
                            <a:ext cx="93345" cy="716280"/>
                            <a:chOff x="738" y="1687"/>
                            <a:chExt cx="242" cy="1684"/>
                          </a:xfrm>
                        </wpg:grpSpPr>
                        <wps:wsp>
                          <wps:cNvPr id="1001" name="任意多边形 1683"/>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02" name="任意多边形 1684"/>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03" name="组合 1685"/>
                        <wpg:cNvGrpSpPr>
                          <a:grpSpLocks/>
                        </wpg:cNvGrpSpPr>
                        <wpg:grpSpPr bwMode="auto">
                          <a:xfrm>
                            <a:off x="2870835" y="1259840"/>
                            <a:ext cx="93345" cy="716280"/>
                            <a:chOff x="738" y="1687"/>
                            <a:chExt cx="242" cy="1684"/>
                          </a:xfrm>
                        </wpg:grpSpPr>
                        <wps:wsp>
                          <wps:cNvPr id="1004" name="任意多边形 1686"/>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05" name="任意多边形 1687"/>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06" name="组合 1688"/>
                        <wpg:cNvGrpSpPr>
                          <a:grpSpLocks/>
                        </wpg:cNvGrpSpPr>
                        <wpg:grpSpPr bwMode="auto">
                          <a:xfrm>
                            <a:off x="2964180" y="1261110"/>
                            <a:ext cx="93345" cy="716280"/>
                            <a:chOff x="738" y="1687"/>
                            <a:chExt cx="242" cy="1684"/>
                          </a:xfrm>
                        </wpg:grpSpPr>
                        <wps:wsp>
                          <wps:cNvPr id="1007" name="任意多边形 1689"/>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08" name="任意多边形 1690"/>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09" name="组合 1691"/>
                        <wpg:cNvGrpSpPr>
                          <a:grpSpLocks/>
                        </wpg:cNvGrpSpPr>
                        <wpg:grpSpPr bwMode="auto">
                          <a:xfrm>
                            <a:off x="3057525" y="1262380"/>
                            <a:ext cx="93345" cy="715645"/>
                            <a:chOff x="1222" y="1690"/>
                            <a:chExt cx="243" cy="1684"/>
                          </a:xfrm>
                        </wpg:grpSpPr>
                        <wps:wsp>
                          <wps:cNvPr id="1010" name="任意多边形 1692"/>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11" name="任意多边形 1693"/>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12" name="组合 1694"/>
                        <wpg:cNvGrpSpPr>
                          <a:grpSpLocks/>
                        </wpg:cNvGrpSpPr>
                        <wpg:grpSpPr bwMode="auto">
                          <a:xfrm>
                            <a:off x="3541395" y="1259840"/>
                            <a:ext cx="90170" cy="716280"/>
                            <a:chOff x="738" y="1687"/>
                            <a:chExt cx="242" cy="1684"/>
                          </a:xfrm>
                        </wpg:grpSpPr>
                        <wps:wsp>
                          <wps:cNvPr id="1013" name="任意多边形 1695"/>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14" name="任意多边形 1696"/>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15" name="组合 1697"/>
                        <wpg:cNvGrpSpPr>
                          <a:grpSpLocks/>
                        </wpg:cNvGrpSpPr>
                        <wpg:grpSpPr bwMode="auto">
                          <a:xfrm>
                            <a:off x="3248025" y="1262380"/>
                            <a:ext cx="93345" cy="716280"/>
                            <a:chOff x="738" y="1687"/>
                            <a:chExt cx="242" cy="1684"/>
                          </a:xfrm>
                        </wpg:grpSpPr>
                        <wps:wsp>
                          <wps:cNvPr id="1016" name="任意多边形 169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17" name="任意多边形 1699"/>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18" name="组合 1700"/>
                        <wpg:cNvGrpSpPr>
                          <a:grpSpLocks/>
                        </wpg:cNvGrpSpPr>
                        <wpg:grpSpPr bwMode="auto">
                          <a:xfrm>
                            <a:off x="3154680" y="1260475"/>
                            <a:ext cx="93345" cy="715645"/>
                            <a:chOff x="1222" y="1690"/>
                            <a:chExt cx="243" cy="1684"/>
                          </a:xfrm>
                        </wpg:grpSpPr>
                        <wps:wsp>
                          <wps:cNvPr id="1019" name="任意多边形 1701"/>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20" name="任意多边形 1702"/>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21" name="组合 1703"/>
                        <wpg:cNvGrpSpPr>
                          <a:grpSpLocks/>
                        </wpg:cNvGrpSpPr>
                        <wpg:grpSpPr bwMode="auto">
                          <a:xfrm>
                            <a:off x="3342005" y="1260475"/>
                            <a:ext cx="93345" cy="716280"/>
                            <a:chOff x="738" y="1687"/>
                            <a:chExt cx="242" cy="1684"/>
                          </a:xfrm>
                        </wpg:grpSpPr>
                        <wps:wsp>
                          <wps:cNvPr id="1022" name="任意多边形 1704"/>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23" name="任意多边形 1705"/>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24" name="组合 1706"/>
                        <wpg:cNvGrpSpPr>
                          <a:grpSpLocks/>
                        </wpg:cNvGrpSpPr>
                        <wpg:grpSpPr bwMode="auto">
                          <a:xfrm>
                            <a:off x="3441700" y="1259840"/>
                            <a:ext cx="93345" cy="716280"/>
                            <a:chOff x="738" y="1687"/>
                            <a:chExt cx="242" cy="1684"/>
                          </a:xfrm>
                        </wpg:grpSpPr>
                        <wps:wsp>
                          <wps:cNvPr id="1025" name="任意多边形 1707"/>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26" name="任意多边形 170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s:wsp>
                        <wps:cNvPr id="1027" name="任意多边形 1709"/>
                        <wps:cNvSpPr>
                          <a:spLocks/>
                        </wps:cNvSpPr>
                        <wps:spPr bwMode="auto">
                          <a:xfrm flipH="1">
                            <a:off x="3470910" y="1228090"/>
                            <a:ext cx="975360" cy="896620"/>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1028" name="任意多边形 1710"/>
                        <wps:cNvSpPr>
                          <a:spLocks/>
                        </wps:cNvSpPr>
                        <wps:spPr bwMode="auto">
                          <a:xfrm>
                            <a:off x="1677035" y="1225550"/>
                            <a:ext cx="857250" cy="896620"/>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a:solidFill>
                              <a:srgbClr val="000000"/>
                            </a:solidFill>
                            <a:prstDash val="sysDot"/>
                            <a:bevel/>
                            <a:headEnd/>
                            <a:tailEnd/>
                          </a:ln>
                        </wps:spPr>
                        <wps:bodyPr rot="0" vert="horz" wrap="square" lIns="91440" tIns="45720" rIns="91440" bIns="45720" anchor="t" anchorCtr="0" upright="1">
                          <a:noAutofit/>
                        </wps:bodyPr>
                      </wps:wsp>
                      <wpg:wgp>
                        <wpg:cNvPr id="1029" name="组合 1711"/>
                        <wpg:cNvGrpSpPr>
                          <a:grpSpLocks/>
                        </wpg:cNvGrpSpPr>
                        <wpg:grpSpPr bwMode="auto">
                          <a:xfrm>
                            <a:off x="2316480" y="1260475"/>
                            <a:ext cx="93345" cy="716280"/>
                            <a:chOff x="738" y="1687"/>
                            <a:chExt cx="242" cy="1684"/>
                          </a:xfrm>
                        </wpg:grpSpPr>
                        <wps:wsp>
                          <wps:cNvPr id="1030" name="任意多边形 171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31" name="任意多边形 1713"/>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32" name="组合 1714"/>
                        <wpg:cNvGrpSpPr>
                          <a:grpSpLocks/>
                        </wpg:cNvGrpSpPr>
                        <wpg:grpSpPr bwMode="auto">
                          <a:xfrm>
                            <a:off x="3639820" y="1260475"/>
                            <a:ext cx="93345" cy="715645"/>
                            <a:chOff x="1222" y="1690"/>
                            <a:chExt cx="243" cy="1684"/>
                          </a:xfrm>
                        </wpg:grpSpPr>
                        <wps:wsp>
                          <wps:cNvPr id="1033" name="任意多边形 1715"/>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34" name="任意多边形 1716"/>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s:wsp>
                        <wps:cNvPr id="1035" name="直线 1717"/>
                        <wps:cNvCnPr>
                          <a:cxnSpLocks noChangeShapeType="1"/>
                        </wps:cNvCnPr>
                        <wps:spPr bwMode="auto">
                          <a:xfrm>
                            <a:off x="2536190" y="1226820"/>
                            <a:ext cx="929005" cy="8255"/>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3AD16BB" id="Canvas 1036" o:spid="_x0000_s1026" editas="canvas" style="width:483.7pt;height:218.8pt;mso-position-horizontal-relative:char;mso-position-vertical-relative:line" coordsize="61429,277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">
                <v:shape id="_x0000_s1027" type="#_x0000_t75" style="position:absolute;width:61429;height:27787;visibility:visible;mso-wrap-style:square">
                  <v:fill o:detectmouseclick="t"/>
                  <v:path o:connecttype="none"/>
                </v:shape>
                <v:group id="组合 1530" o:spid="_x0000_s1028" style="position:absolute;left:6235;top:12611;width:934;height:716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">
                  <v:shape id="任意多边形 1531" o:spid="_x0000_s102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32" o:spid="_x0000_s103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33" o:spid="_x0000_s1031" style="position:absolute;left:7169;top:12623;width:933;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EZ0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JlDP9nwhGQ6z8AAAD//wMAUEsBAi0AFAAGAAgAAAAhANvh9svuAAAAhQEAABMAAAAAAAAA&#10;AAAAAAAAAAAAAFtDb250ZW50X1R5cGVzXS54bWxQSwECLQAUAAYACAAAACEAWvQsW78AAAAVAQAA&#10;CwAAAAAAAAAAAAAAAAAfAQAAX3JlbHMvLnJlbHNQSwECLQAUAAYACAAAACEAd8RGdMYAAADcAAAA&#10;DwAAAAAAAAAAAAAAAAAHAgAAZHJzL2Rvd25yZXYueG1sUEsFBgAAAAADAAMAtwAAAPoCAAAAAA==&#10;">
                  <v:shape id="任意多边形 1534" o:spid="_x0000_s1032"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" path="m226,c101,,,101,,226l,9207v,125,101,226,226,226l1132,9433v125,,226,-101,226,-226l1358,226c1358,101,1257,,1132,l226,xe" fillcolor="#eaeaea" strokeweight="0">
                    <v:path arrowok="t" o:connecttype="custom" o:connectlocs="40,0;0,40;0,1644;40,1684;203,1684;243,1644;243,40;203,0;40,0" o:connectangles="0,0,0,0,0,0,0,0,0"/>
                  </v:shape>
                  <v:shape id="任意多边形 1535" o:spid="_x0000_s103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" path="m226,c101,,,101,,226l,9207v,125,101,226,226,226l1132,9433v125,,226,-101,226,-226l1358,226c1358,101,1257,,1132,l226,xe" filled="f" strokeweight=".45pt">
                    <v:stroke endcap="round"/>
                    <v:path arrowok="t" o:connecttype="custom" o:connectlocs="40,0;0,40;0,1644;40,1684;203,1684;243,1644;243,40;203,0;40,0" o:connectangles="0,0,0,0,0,0,0,0,0"/>
                  </v:shape>
                </v:group>
                <v:group id="组合 1536" o:spid="_x0000_s1034" style="position:absolute;left:21297;top:12630;width:921;height:7162" coordorigin="6345,1687" coordsize="242,1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">
                  <v:shape id="任意多边形 1537" o:spid="_x0000_s1035"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" path="m113,c51,,,51,,113l,4604v,63,51,113,113,113l563,4717v62,,112,-50,112,-113l675,113c675,51,625,,563,l113,xe" fillcolor="#eaeaea" strokeweight="0">
                    <v:path arrowok="t" o:connecttype="custom" o:connectlocs="41,0;0,40;0,1645;41,1685;202,1685;242,1645;242,40;202,0;41,0" o:connectangles="0,0,0,0,0,0,0,0,0"/>
                  </v:shape>
                  <v:shape id="任意多边形 1538" o:spid="_x0000_s1036"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" path="m113,c51,,,51,,113l,4604v,63,51,113,113,113l563,4717v62,,112,-50,112,-113l675,113c675,51,625,,563,l113,xe" filled="f" strokeweight=".45pt">
                    <v:stroke endcap="round"/>
                    <v:path arrowok="t" o:connecttype="custom" o:connectlocs="41,0;0,40;0,1645;41,1685;202,1685;242,1645;242,40;202,0;41,0" o:connectangles="0,0,0,0,0,0,0,0,0"/>
                  </v:shape>
                </v:group>
                <v:shape id="任意多边形 1539" o:spid="_x0000_s1037" style="position:absolute;top:12299;width:8572;height:8967;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arrowok="t" o:connecttype="custom" o:connectlocs="833146,152;795444,11542;774842,152;724848,11542;707885,152;671832,11542;671832,11542;645873,152;626576,12073;617236,6834;625340,759;623348,30146;621769,51179;610094,77072;609476,91196;608858,116482;609614,142603;608721,166901;607897,180342;614696,225750;602403,247239;610163,271234;601442,316566;595673,338283;591621,360076;576513,391968;585166,404952;568684,453853;574316,495161;560444,527736;566212,573144;553988,591824;560787,630778;558933,654621;557285,682260;556323,703825;556529,726302;545679,722505;544855,751056;534210,767913;521231,788795;502964,785074;472679,809600;440128,809449;433260,823648;380863,828052;353393,847339;331006,841189;291107,861387;272221,865032;222090,873764;199359,865715;190500,878396;139132,884471;127870,874220;85086,890242;61806,881206;45874,882800;18198,885154;3640,884547" o:connectangles="0,0,0,0,0,0,0,0,0,0,0,0,0,0,0,0,0,0,0,0,0,0,0,0,0,0,0,0,0,0,0,0,0,0,0,0,0,0,0,0,0,0,0,0,0,0,0,0,0,0,0,0,0,0,0,0,0,0,0,0"/>
                </v:shape>
                <v:shape id="任意多边形 1540" o:spid="_x0000_s1038" style="position:absolute;left:6172;top:10160;width:16116;height:450;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" path="m108,51r5879,l5987,69,108,69r,-18xm120,120l,60,120,r,120xm5974,r120,60l5974,120,5974,xe" fillcolor="black" strokeweight=".1pt">
                  <v:stroke joinstyle="bevel"/>
                  <v:path arrowok="t" o:connecttype="custom" o:connectlocs="28562,19161;1583333,19161;1583333,25924;28562,25924;28562,19161;31735,45085;0,22543;31735,0;31735,45085;1579895,0;1611630,22543;1579895,45085;1579895,0" o:connectangles="0,0,0,0,0,0,0,0,0,0,0,0,0"/>
                </v:shape>
                <v:rect id="矩形 1541" o:spid="_x0000_s1039" style="position:absolute;left:10814;top:25038;width:6585;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" filled="f" stroked="f">
                  <v:textbox inset="0,0,0,0">
                    <w:txbxContent>
                      <w:p w14:paraId="51D31A34" w14:textId="6B775A99" w:rsidR="00C10E25" w:rsidRDefault="00C10E25" w:rsidP="000475CC">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C</w:t>
                        </w:r>
                        <w:r>
                          <w:rPr>
                            <w:rFonts w:ascii="Arial" w:eastAsia="SimSun" w:hAnsi="Arial" w:cs="Arial"/>
                            <w:b/>
                            <w:bCs/>
                            <w:color w:val="000000"/>
                            <w:sz w:val="13"/>
                            <w:szCs w:val="13"/>
                            <w:vertAlign w:val="subscript"/>
                          </w:rPr>
                          <w:t xml:space="preserve">, </w:t>
                        </w:r>
                        <w:r>
                          <w:rPr>
                            <w:rFonts w:ascii="Arial" w:eastAsia="SimSun" w:hAnsi="Arial" w:cs="Arial" w:hint="eastAsia"/>
                            <w:b/>
                            <w:bCs/>
                            <w:color w:val="000000"/>
                            <w:sz w:val="13"/>
                            <w:szCs w:val="13"/>
                            <w:vertAlign w:val="subscript"/>
                          </w:rPr>
                          <w:t>low</w:t>
                        </w:r>
                      </w:p>
                    </w:txbxContent>
                  </v:textbox>
                </v:rect>
                <v:shape id="任意多边形 1542" o:spid="_x0000_s1040" style="position:absolute;left:38417;top:10160;width:15716;height:450;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" path="m108,51r5879,l5987,69,108,69r,-18xm120,120l,60,120,r,120xm5974,r120,60l5974,120,5974,xe" fillcolor="black" strokeweight=".1pt">
                  <v:stroke joinstyle="bevel"/>
                  <v:path arrowok="t" o:connecttype="custom" o:connectlocs="27853,19161;1544030,19161;1544030,25924;27853,25924;27853,19161;30948,45085;0,22543;30948,0;30948,45085;1540677,0;1571625,22543;1540677,45085;1540677,0" o:connectangles="0,0,0,0,0,0,0,0,0,0,0,0,0"/>
                </v:shape>
                <v:line id="直线 1543" o:spid="_x0000_s1041" style="position:absolute;visibility:visible;mso-wrap-style:square" from="8528,12319" to="19894,12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" strokeweight="1.5pt">
                  <v:stroke dashstyle="1 1" endcap="round"/>
                </v:line>
                <v:line id="直线 1544" o:spid="_x0000_s1042" style="position:absolute;flip:y;visibility:visible;mso-wrap-style:square" from="14128,19926" to="14135,24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" strokeweight="1.25pt">
                  <v:stroke dashstyle="1 1" endarrow="block"/>
                </v:line>
                <v:line id="直线 1545" o:spid="_x0000_s1043" style="position:absolute;flip:y;visibility:visible;mso-wrap-style:square" from="46183,19837" to="46189,24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" strokeweight="1.25pt">
                  <v:stroke dashstyle="1 1" endarrow="block"/>
                </v:line>
                <v:shapetype id="_x0000_t202" coordsize="21600,21600" o:spt="202" path="m,l,21600r21600,l21600,xe">
                  <v:stroke joinstyle="miter"/>
                  <v:path gradientshapeok="t" o:connecttype="rect"/>
                </v:shapetype>
                <v:shape id="文本框 1546" o:spid="_x0000_s1044" type="#_x0000_t202" style="position:absolute;left:3270;top:4083;width:971;height:7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" filled="f" stroked="f">
                  <v:textbox style="layout-flow:vertical-ideographic" inset="0,0,0,0">
                    <w:txbxContent>
                      <w:p w14:paraId="00034058" w14:textId="77777777" w:rsidR="00C10E25" w:rsidRDefault="00C10E25" w:rsidP="000475CC">
                        <w:pPr>
                          <w:widowControl w:val="0"/>
                          <w:ind w:firstLine="284"/>
                          <w:jc w:val="both"/>
                          <w:rPr>
                            <w:rFonts w:ascii="Arial" w:hAnsi="Arial" w:cs="SimSun"/>
                            <w:color w:val="000000"/>
                            <w:sz w:val="13"/>
                            <w:szCs w:val="13"/>
                          </w:rPr>
                        </w:pPr>
                        <w:r>
                          <w:rPr>
                            <w:rFonts w:ascii="Arial" w:eastAsia="SimSun" w:hAnsi="Arial" w:cs="Arial" w:hint="eastAsia"/>
                            <w:b/>
                            <w:bCs/>
                            <w:color w:val="000000"/>
                            <w:sz w:val="13"/>
                            <w:szCs w:val="13"/>
                          </w:rPr>
                          <w:t>Lower</w:t>
                        </w:r>
                        <w:r>
                          <w:rPr>
                            <w:rFonts w:ascii="Arial" w:eastAsia="Vrinda" w:hAnsi="Arial" w:cs="Arial"/>
                            <w:b/>
                            <w:bCs/>
                            <w:color w:val="000000"/>
                            <w:sz w:val="13"/>
                            <w:szCs w:val="13"/>
                          </w:rPr>
                          <w:t xml:space="preserve"> Edge</w:t>
                        </w:r>
                      </w:p>
                    </w:txbxContent>
                  </v:textbox>
                </v:shape>
                <v:shape id="文本框 1547" o:spid="_x0000_s1045" type="#_x0000_t202" style="position:absolute;left:55645;top:4483;width:977;height:7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" filled="f" stroked="f">
                  <v:textbox style="layout-flow:vertical-ideographic" inset="0,0,0,0">
                    <w:txbxContent>
                      <w:p w14:paraId="7377C46C" w14:textId="77777777" w:rsidR="00C10E25" w:rsidRDefault="00C10E25" w:rsidP="000475CC">
                        <w:pPr>
                          <w:widowControl w:val="0"/>
                          <w:jc w:val="center"/>
                          <w:rPr>
                            <w:rFonts w:ascii="Arial" w:hAnsi="Arial" w:cs="SimSun"/>
                            <w:color w:val="000000"/>
                            <w:sz w:val="13"/>
                            <w:szCs w:val="13"/>
                          </w:rPr>
                        </w:pPr>
                        <w:r>
                          <w:rPr>
                            <w:rFonts w:ascii="Arial" w:eastAsia="SimSun" w:hAnsi="Arial" w:cs="Arial" w:hint="eastAsia"/>
                            <w:b/>
                            <w:bCs/>
                            <w:color w:val="000000"/>
                            <w:sz w:val="13"/>
                            <w:szCs w:val="13"/>
                            <w:lang w:eastAsia="zh-CN"/>
                          </w:rPr>
                          <w:t xml:space="preserve">Upper </w:t>
                        </w:r>
                        <w:r>
                          <w:rPr>
                            <w:rFonts w:ascii="Arial" w:eastAsia="Vrinda" w:hAnsi="Arial" w:cs="Arial"/>
                            <w:b/>
                            <w:bCs/>
                            <w:color w:val="000000"/>
                            <w:sz w:val="13"/>
                            <w:szCs w:val="13"/>
                          </w:rPr>
                          <w:t xml:space="preserve"> Edge</w:t>
                        </w:r>
                      </w:p>
                    </w:txbxContent>
                  </v:textbox>
                </v:shape>
                <v:rect id="矩形 1548" o:spid="_x0000_s1046" style="position:absolute;left:9194;top:7321;width:10421;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" filled="f" stroked="f">
                  <v:textbox inset="0,0,0,0">
                    <w:txbxContent>
                      <w:p w14:paraId="1833FB25" w14:textId="77777777" w:rsidR="00C10E25" w:rsidRDefault="00C10E25" w:rsidP="000475CC">
                        <w:pPr>
                          <w:widowControl w:val="0"/>
                          <w:jc w:val="center"/>
                          <w:rPr>
                            <w:rFonts w:ascii="Arial" w:hAnsi="Arial" w:cs="SimSun"/>
                            <w:color w:val="000000"/>
                            <w:sz w:val="12"/>
                            <w:szCs w:val="12"/>
                          </w:rPr>
                        </w:pPr>
                        <w:r>
                          <w:rPr>
                            <w:rFonts w:ascii="Arial" w:eastAsia="Vrinda" w:hAnsi="Arial" w:cs="Arial"/>
                            <w:b/>
                            <w:bCs/>
                            <w:color w:val="000000"/>
                            <w:sz w:val="12"/>
                            <w:szCs w:val="12"/>
                          </w:rPr>
                          <w:t>Lowest C</w:t>
                        </w:r>
                        <w:r>
                          <w:rPr>
                            <w:rFonts w:ascii="Arial" w:eastAsia="SimSun" w:hAnsi="Arial" w:cs="Arial" w:hint="eastAsia"/>
                            <w:b/>
                            <w:bCs/>
                            <w:color w:val="000000"/>
                            <w:sz w:val="12"/>
                            <w:szCs w:val="12"/>
                          </w:rPr>
                          <w:t>arrier</w:t>
                        </w:r>
                        <w:r>
                          <w:rPr>
                            <w:rFonts w:ascii="Arial" w:eastAsia="Vrinda" w:hAnsi="Arial" w:cs="Arial"/>
                            <w:b/>
                            <w:bCs/>
                            <w:color w:val="000000"/>
                            <w:sz w:val="12"/>
                            <w:szCs w:val="12"/>
                          </w:rPr>
                          <w:t xml:space="preserve"> Transmission Bandwidth Configuration [RB]</w:t>
                        </w:r>
                      </w:p>
                    </w:txbxContent>
                  </v:textbox>
                </v:rect>
                <v:line id="直线 1549" o:spid="_x0000_s1047" style="position:absolute;flip:x;visibility:visible;mso-wrap-style:square" from="4629,2127" to="4699,24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" strokeweight="1.5pt">
                  <v:stroke dashstyle="1 1" endcap="round"/>
                </v:line>
                <v:line id="直线 1550" o:spid="_x0000_s1048" style="position:absolute;visibility:visible;mso-wrap-style:square" from="55168,2032" to="55175,24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" strokeweight="1.25pt">
                  <v:stroke dashstyle="1 1"/>
                </v:line>
                <v:line id="直线 1551" o:spid="_x0000_s1049" style="position:absolute;visibility:visible;mso-wrap-style:square" from="6165,7556" to="6235,199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" strokeweight="1.5pt">
                  <v:stroke dashstyle="1 1" endcap="round"/>
                </v:line>
                <v:line id="直线 1552" o:spid="_x0000_s1050" style="position:absolute;visibility:visible;mso-wrap-style:square" from="54330,7645" to="54336,1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" strokeweight="1.5pt">
                  <v:stroke dashstyle="1 1" endcap="round"/>
                </v:line>
                <v:line id="直线 1553" o:spid="_x0000_s1051" style="position:absolute;visibility:visible;mso-wrap-style:square" from="4559,2324" to="55022,2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" strokeweight="1.25pt">
                  <v:stroke startarrow="block" endarrow="block"/>
                </v:line>
                <v:group id="组合 1554" o:spid="_x0000_s1052" style="position:absolute;left:11817;top:12661;width:902;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">
                  <v:shape id="任意多边形 1555" o:spid="_x0000_s105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56" o:spid="_x0000_s105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57" o:spid="_x0000_s1055" style="position:absolute;left:9074;top:12623;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">
                  <v:shape id="任意多边形 1558" o:spid="_x0000_s105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59" o:spid="_x0000_s105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60" o:spid="_x0000_s1058" style="position:absolute;left:8140;top:12604;width:934;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">
                  <v:shape id="任意多边形 1561" o:spid="_x0000_s1059"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" path="m226,c101,,,101,,226l,9207v,125,101,226,226,226l1132,9433v125,,226,-101,226,-226l1358,226c1358,101,1257,,1132,l226,xe" fillcolor="#eaeaea" strokeweight="0">
                    <v:path arrowok="t" o:connecttype="custom" o:connectlocs="40,0;0,40;0,1644;40,1684;203,1684;243,1644;243,40;203,0;40,0" o:connectangles="0,0,0,0,0,0,0,0,0"/>
                  </v:shape>
                  <v:shape id="任意多边形 1562" o:spid="_x0000_s1060"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" path="m226,c101,,,101,,226l,9207v,125,101,226,226,226l1132,9433v125,,226,-101,226,-226l1358,226c1358,101,1257,,1132,l226,xe" filled="f" strokeweight=".45pt">
                    <v:stroke endcap="round"/>
                    <v:path arrowok="t" o:connecttype="custom" o:connectlocs="40,0;0,40;0,1644;40,1684;203,1684;243,1644;243,40;203,0;40,0" o:connectangles="0,0,0,0,0,0,0,0,0"/>
                  </v:shape>
                </v:group>
                <v:group id="组合 1563" o:spid="_x0000_s1061" style="position:absolute;left:10013;top:12604;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">
                  <v:shape id="任意多边形 1564" o:spid="_x0000_s106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65" o:spid="_x0000_s106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66" o:spid="_x0000_s1064" style="position:absolute;left:10883;top:12661;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">
                  <v:shape id="任意多边形 1567" o:spid="_x0000_s106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68" o:spid="_x0000_s106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69" o:spid="_x0000_s1067" style="position:absolute;left:12757;top:12655;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">
                  <v:shape id="任意多边形 1570" o:spid="_x0000_s106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71" o:spid="_x0000_s106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72" o:spid="_x0000_s1070" style="position:absolute;left:13690;top:12668;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">
                  <v:shape id="任意多边形 1573" o:spid="_x0000_s107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74" o:spid="_x0000_s107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75" o:spid="_x0000_s1073" style="position:absolute;left:14624;top:12680;width:933;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">
                  <v:shape id="任意多边形 1576" o:spid="_x0000_s107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" path="m226,c101,,,101,,226l,9207v,125,101,226,226,226l1132,9433v125,,226,-101,226,-226l1358,226c1358,101,1257,,1132,l226,xe" fillcolor="#eaeaea" strokeweight="0">
                    <v:path arrowok="t" o:connecttype="custom" o:connectlocs="40,0;0,40;0,1644;40,1684;203,1684;243,1644;243,40;203,0;40,0" o:connectangles="0,0,0,0,0,0,0,0,0"/>
                  </v:shape>
                  <v:shape id="任意多边形 1577" o:spid="_x0000_s1075"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" path="m226,c101,,,101,,226l,9207v,125,101,226,226,226l1132,9433v125,,226,-101,226,-226l1358,226c1358,101,1257,,1132,l226,xe" filled="f" strokeweight=".45pt">
                    <v:stroke endcap="round"/>
                    <v:path arrowok="t" o:connecttype="custom" o:connectlocs="40,0;0,40;0,1644;40,1684;203,1684;243,1644;243,40;203,0;40,0" o:connectangles="0,0,0,0,0,0,0,0,0"/>
                  </v:shape>
                </v:group>
                <v:group id="组合 1578" o:spid="_x0000_s1076" style="position:absolute;left:19462;top:12655;width:902;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">
                  <v:shape id="任意多边形 1579" o:spid="_x0000_s107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80" o:spid="_x0000_s107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81" o:spid="_x0000_s1079" style="position:absolute;left:16529;top:12680;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">
                  <v:shape id="任意多边形 1582" o:spid="_x0000_s108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83" o:spid="_x0000_s108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84" o:spid="_x0000_s1082" style="position:absolute;left:15595;top:12661;width:934;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">
                  <v:shape id="任意多边形 1585" o:spid="_x0000_s108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" path="m226,c101,,,101,,226l,9207v,125,101,226,226,226l1132,9433v125,,226,-101,226,-226l1358,226c1358,101,1257,,1132,l226,xe" fillcolor="#eaeaea" strokeweight="0">
                    <v:path arrowok="t" o:connecttype="custom" o:connectlocs="40,0;0,40;0,1644;40,1684;203,1684;243,1644;243,40;203,0;40,0" o:connectangles="0,0,0,0,0,0,0,0,0"/>
                  </v:shape>
                  <v:shape id="任意多边形 1586" o:spid="_x0000_s108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" path="m226,c101,,,101,,226l,9207v,125,101,226,226,226l1132,9433v125,,226,-101,226,-226l1358,226c1358,101,1257,,1132,l226,xe" filled="f" strokeweight=".45pt">
                    <v:stroke endcap="round"/>
                    <v:path arrowok="t" o:connecttype="custom" o:connectlocs="40,0;0,40;0,1644;40,1684;203,1684;243,1644;243,40;203,0;40,0" o:connectangles="0,0,0,0,0,0,0,0,0"/>
                  </v:shape>
                </v:group>
                <v:group id="组合 1587" o:spid="_x0000_s1085" style="position:absolute;left:17468;top:12661;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">
                  <v:shape id="任意多边形 1588" o:spid="_x0000_s108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89" o:spid="_x0000_s108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90" o:spid="_x0000_s1088" style="position:absolute;left:18465;top:12655;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">
                  <v:shape id="任意多边形 1591" o:spid="_x0000_s108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92" o:spid="_x0000_s109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93" o:spid="_x0000_s1091" style="position:absolute;left:20402;top:12642;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">
                  <v:shape id="任意多边形 1594" o:spid="_x0000_s109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95" o:spid="_x0000_s109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96" o:spid="_x0000_s1094" style="position:absolute;left:21348;top:12617;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FOx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eA9XsDfmXAE5PIGAAD//wMAUEsBAi0AFAAGAAgAAAAhANvh9svuAAAAhQEAABMAAAAAAAAA&#10;AAAAAAAAAAAAAFtDb250ZW50X1R5cGVzXS54bWxQSwECLQAUAAYACAAAACEAWvQsW78AAAAVAQAA&#10;CwAAAAAAAAAAAAAAAAAfAQAAX3JlbHMvLnJlbHNQSwECLQAUAAYACAAAACEAhzhTscYAAADcAAAA&#10;DwAAAAAAAAAAAAAAAAAHAgAAZHJzL2Rvd25yZXYueG1sUEsFBgAAAAADAAMAtwAAAPoCAAAAAA==&#10;">
                  <v:shape id="任意多边形 1597" o:spid="_x0000_s109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98" o:spid="_x0000_s109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99" o:spid="_x0000_s1097" style="position:absolute;left:38271;top:12611;width:933;height:716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">
                  <v:shape id="任意多边形 1600" o:spid="_x0000_s109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01" o:spid="_x0000_s109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02" o:spid="_x0000_s1100" style="position:absolute;left:39204;top:12623;width:934;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">
                  <v:shape id="任意多边形 1603" o:spid="_x0000_s1101"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" path="m226,c101,,,101,,226l,9207v,125,101,226,226,226l1132,9433v125,,226,-101,226,-226l1358,226c1358,101,1257,,1132,l226,xe" fillcolor="#eaeaea" strokeweight="0">
                    <v:path arrowok="t" o:connecttype="custom" o:connectlocs="40,0;0,40;0,1644;40,1684;203,1684;243,1644;243,40;203,0;40,0" o:connectangles="0,0,0,0,0,0,0,0,0"/>
                  </v:shape>
                  <v:shape id="任意多边形 1604" o:spid="_x0000_s1102"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" path="m226,c101,,,101,,226l,9207v,125,101,226,226,226l1132,9433v125,,226,-101,226,-226l1358,226c1358,101,1257,,1132,l226,xe" filled="f" strokeweight=".45pt">
                    <v:stroke endcap="round"/>
                    <v:path arrowok="t" o:connecttype="custom" o:connectlocs="40,0;0,40;0,1644;40,1684;203,1684;243,1644;243,40;203,0;40,0" o:connectangles="0,0,0,0,0,0,0,0,0"/>
                  </v:shape>
                </v:group>
                <v:group id="组合 1605" o:spid="_x0000_s1103" style="position:absolute;left:53333;top:12630;width:921;height:7162" coordorigin="6345,1687" coordsize="242,1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QF4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sEySeHvTDgCcv0LAAD//wMAUEsBAi0AFAAGAAgAAAAhANvh9svuAAAAhQEAABMAAAAAAAAA&#10;AAAAAAAAAAAAAFtDb250ZW50X1R5cGVzXS54bWxQSwECLQAUAAYACAAAACEAWvQsW78AAAAVAQAA&#10;CwAAAAAAAAAAAAAAAAAfAQAAX3JlbHMvLnJlbHNQSwECLQAUAAYACAAAACEAxr0BeMYAAADcAAAA&#10;DwAAAAAAAAAAAAAAAAAHAgAAZHJzL2Rvd25yZXYueG1sUEsFBgAAAAADAAMAtwAAAPoCAAAAAA==&#10;">
                  <v:shape id="任意多边形 1606" o:spid="_x0000_s1104"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" path="m113,c51,,,51,,113l,4604v,63,51,113,113,113l563,4717v62,,112,-50,112,-113l675,113c675,51,625,,563,l113,xe" fillcolor="#eaeaea" strokeweight="0">
                    <v:path arrowok="t" o:connecttype="custom" o:connectlocs="41,0;0,40;0,1645;41,1685;202,1685;242,1645;242,40;202,0;41,0" o:connectangles="0,0,0,0,0,0,0,0,0"/>
                  </v:shape>
                  <v:shape id="任意多边形 1607" o:spid="_x0000_s1105"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" path="m113,c51,,,51,,113l,4604v,63,51,113,113,113l563,4717v62,,112,-50,112,-113l675,113c675,51,625,,563,l113,xe" filled="f" strokeweight=".45pt">
                    <v:stroke endcap="round"/>
                    <v:path arrowok="t" o:connecttype="custom" o:connectlocs="41,0;0,40;0,1645;41,1685;202,1685;242,1645;242,40;202,0;41,0" o:connectangles="0,0,0,0,0,0,0,0,0"/>
                  </v:shape>
                </v:group>
                <v:group id="组合 1608" o:spid="_x0000_s1106" style="position:absolute;left:43853;top:12661;width:901;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">
                  <v:shape id="任意多边形 1609" o:spid="_x0000_s110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10" o:spid="_x0000_s110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11" o:spid="_x0000_s1109" style="position:absolute;left:41109;top:12623;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">
                  <v:shape id="任意多边形 1612" o:spid="_x0000_s111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13" o:spid="_x0000_s111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14" o:spid="_x0000_s1112" style="position:absolute;left:40176;top:12604;width:933;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DI+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sEyTeDvTDgCcv0LAAD//wMAUEsBAi0AFAAGAAgAAAAhANvh9svuAAAAhQEAABMAAAAAAAAA&#10;AAAAAAAAAAAAAFtDb250ZW50X1R5cGVzXS54bWxQSwECLQAUAAYACAAAACEAWvQsW78AAAAVAQAA&#10;CwAAAAAAAAAAAAAAAAAfAQAAX3JlbHMvLnJlbHNQSwECLQAUAAYACAAAACEALCgyPsYAAADcAAAA&#10;DwAAAAAAAAAAAAAAAAAHAgAAZHJzL2Rvd25yZXYueG1sUEsFBgAAAAADAAMAtwAAAPoCAAAAAA==&#10;">
                  <v:shape id="任意多边形 1615" o:spid="_x0000_s111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" path="m226,c101,,,101,,226l,9207v,125,101,226,226,226l1132,9433v125,,226,-101,226,-226l1358,226c1358,101,1257,,1132,l226,xe" fillcolor="#eaeaea" strokeweight="0">
                    <v:path arrowok="t" o:connecttype="custom" o:connectlocs="40,0;0,40;0,1644;40,1684;203,1684;243,1644;243,40;203,0;40,0" o:connectangles="0,0,0,0,0,0,0,0,0"/>
                  </v:shape>
                  <v:shape id="任意多边形 1616" o:spid="_x0000_s111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" path="m226,c101,,,101,,226l,9207v,125,101,226,226,226l1132,9433v125,,226,-101,226,-226l1358,226c1358,101,1257,,1132,l226,xe" filled="f" strokeweight=".45pt">
                    <v:stroke endcap="round"/>
                    <v:path arrowok="t" o:connecttype="custom" o:connectlocs="40,0;0,40;0,1644;40,1684;203,1684;243,1644;243,40;203,0;40,0" o:connectangles="0,0,0,0,0,0,0,0,0"/>
                  </v:shape>
                </v:group>
                <v:group id="组合 1617" o:spid="_x0000_s1115" style="position:absolute;left:42049;top:12604;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pK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apvB7JhwBuf4BAAD//wMAUEsBAi0AFAAGAAgAAAAhANvh9svuAAAAhQEAABMAAAAAAAAA&#10;AAAAAAAAAAAAAFtDb250ZW50X1R5cGVzXS54bWxQSwECLQAUAAYACAAAACEAWvQsW78AAAAVAQAA&#10;CwAAAAAAAAAAAAAAAAAfAQAAX3JlbHMvLnJlbHNQSwECLQAUAAYACAAAACEAo8GqSsYAAADcAAAA&#10;DwAAAAAAAAAAAAAAAAAHAgAAZHJzL2Rvd25yZXYueG1sUEsFBgAAAAADAAMAtwAAAPoCAAAAAA==&#10;">
                  <v:shape id="任意多边形 1618" o:spid="_x0000_s111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19" o:spid="_x0000_s111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20" o:spid="_x0000_s1118" style="position:absolute;left:42919;top:12661;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">
                  <v:shape id="任意多边形 1621" o:spid="_x0000_s111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22" o:spid="_x0000_s112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23" o:spid="_x0000_s1121" style="position:absolute;left:44792;top:12655;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80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eB9EcPfmXAE5PIGAAD//wMAUEsBAi0AFAAGAAgAAAAhANvh9svuAAAAhQEAABMAAAAAAAAA&#10;AAAAAAAAAAAAAFtDb250ZW50X1R5cGVzXS54bWxQSwECLQAUAAYACAAAACEAWvQsW78AAAAVAQAA&#10;CwAAAAAAAAAAAAAAAAAfAQAAX3JlbHMvLnJlbHNQSwECLQAUAAYACAAAACEAhPzfNMYAAADcAAAA&#10;DwAAAAAAAAAAAAAAAAAHAgAAZHJzL2Rvd25yZXYueG1sUEsFBgAAAAADAAMAtwAAAPoCAAAAAA==&#10;">
                  <v:shape id="任意多边形 1624" o:spid="_x0000_s112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25" o:spid="_x0000_s112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26" o:spid="_x0000_s1124" style="position:absolute;left:45726;top:12668;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">
                  <v:shape id="任意多边形 1627" o:spid="_x0000_s112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28" o:spid="_x0000_s112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29" o:spid="_x0000_s1127" style="position:absolute;left:46659;top:12680;width:934;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">
                  <v:shape id="任意多边形 1630" o:spid="_x0000_s1128"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" path="m226,c101,,,101,,226l,9207v,125,101,226,226,226l1132,9433v125,,226,-101,226,-226l1358,226c1358,101,1257,,1132,l226,xe" fillcolor="#eaeaea" strokeweight="0">
                    <v:path arrowok="t" o:connecttype="custom" o:connectlocs="40,0;0,40;0,1644;40,1684;203,1684;243,1644;243,40;203,0;40,0" o:connectangles="0,0,0,0,0,0,0,0,0"/>
                  </v:shape>
                  <v:shape id="任意多边形 1631" o:spid="_x0000_s1129"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" path="m226,c101,,,101,,226l,9207v,125,101,226,226,226l1132,9433v125,,226,-101,226,-226l1358,226c1358,101,1257,,1132,l226,xe" filled="f" strokeweight=".45pt">
                    <v:stroke endcap="round"/>
                    <v:path arrowok="t" o:connecttype="custom" o:connectlocs="40,0;0,40;0,1644;40,1684;203,1684;243,1644;243,40;203,0;40,0" o:connectangles="0,0,0,0,0,0,0,0,0"/>
                  </v:shape>
                </v:group>
                <v:group id="组合 1632" o:spid="_x0000_s1130" style="position:absolute;left:51498;top:12655;width:902;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">
                  <v:shape id="任意多边形 1633" o:spid="_x0000_s113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34" o:spid="_x0000_s113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35" o:spid="_x0000_s1133" style="position:absolute;left:48564;top:12680;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3IF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Kl/B7JhwBuf4BAAD//wMAUEsBAi0AFAAGAAgAAAAhANvh9svuAAAAhQEAABMAAAAAAAAA&#10;AAAAAAAAAAAAAFtDb250ZW50X1R5cGVzXS54bWxQSwECLQAUAAYACAAAACEAWvQsW78AAAAVAQAA&#10;CwAAAAAAAAAAAAAAAAAfAQAAX3JlbHMvLnJlbHNQSwECLQAUAAYACAAAACEAnrtyBcYAAADcAAAA&#10;DwAAAAAAAAAAAAAAAAAHAgAAZHJzL2Rvd25yZXYueG1sUEsFBgAAAAADAAMAtwAAAPoCAAAAAA==&#10;">
                  <v:shape id="任意多边形 1636" o:spid="_x0000_s113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37" o:spid="_x0000_s113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38" o:spid="_x0000_s1136" style="position:absolute;left:47631;top:12661;width:933;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">
                  <v:shape id="任意多边形 1639" o:spid="_x0000_s1137"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" path="m226,c101,,,101,,226l,9207v,125,101,226,226,226l1132,9433v125,,226,-101,226,-226l1358,226c1358,101,1257,,1132,l226,xe" fillcolor="#eaeaea" strokeweight="0">
                    <v:path arrowok="t" o:connecttype="custom" o:connectlocs="40,0;0,40;0,1644;40,1684;203,1684;243,1644;243,40;203,0;40,0" o:connectangles="0,0,0,0,0,0,0,0,0"/>
                  </v:shape>
                  <v:shape id="任意多边形 1640" o:spid="_x0000_s1138"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" path="m226,c101,,,101,,226l,9207v,125,101,226,226,226l1132,9433v125,,226,-101,226,-226l1358,226c1358,101,1257,,1132,l226,xe" filled="f" strokeweight=".45pt">
                    <v:stroke endcap="round"/>
                    <v:path arrowok="t" o:connecttype="custom" o:connectlocs="40,0;0,40;0,1644;40,1684;203,1684;243,1644;243,40;203,0;40,0" o:connectangles="0,0,0,0,0,0,0,0,0"/>
                  </v:shape>
                </v:group>
                <v:group id="组合 1641" o:spid="_x0000_s1139" style="position:absolute;left:49504;top:12661;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">
                  <v:shape id="任意多边形 1642" o:spid="_x0000_s114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43" o:spid="_x0000_s114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44" o:spid="_x0000_s1142" style="position:absolute;left:50501;top:12655;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">
                  <v:shape id="任意多边形 1645" o:spid="_x0000_s114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46" o:spid="_x0000_s114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47" o:spid="_x0000_s1145" style="position:absolute;left:52438;top:12642;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">
                  <v:shape id="任意多边形 1648" o:spid="_x0000_s114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49" o:spid="_x0000_s114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50" o:spid="_x0000_s1148" style="position:absolute;left:53384;top:12617;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">
                  <v:shape id="任意多边形 1651" o:spid="_x0000_s114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52" o:spid="_x0000_s115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" path="m225,c101,,,101,,225l,9208v,125,101,225,225,225l1125,9433v124,,225,-100,225,-225l1350,225c1350,101,1249,,1125,l225,xe" filled="f" strokeweight=".45pt">
                    <v:stroke endcap="round"/>
                    <v:path arrowok="t" o:connecttype="custom" o:connectlocs="40,0;0,40;0,1644;40,1684;202,1684;242,1644;242,40;202,0;40,0" o:connectangles="0,0,0,0,0,0,0,0,0"/>
                  </v:shape>
                </v:group>
                <v:line id="直线 1653" o:spid="_x0000_s1151" style="position:absolute;flip:y;visibility:visible;mso-wrap-style:square" from="3048,19767" to="57886,1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" strokeweight="1.35pt">
                  <v:stroke endarrow="block" endarrowwidth="wide" endarrowlength="long"/>
                </v:line>
                <v:line id="直线 1654" o:spid="_x0000_s1152" style="position:absolute;visibility:visible;mso-wrap-style:square" from="22250,7772" to="22326,20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" strokeweight="1.5pt">
                  <v:stroke dashstyle="1 1"/>
                </v:line>
                <v:line id="直线 1655" o:spid="_x0000_s1153" style="position:absolute;visibility:visible;mso-wrap-style:square" from="38207,7518" to="38214,19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" strokeweight="1.5pt">
                  <v:stroke dashstyle="1 1"/>
                </v:line>
                <v:shape id="任意多边形 1656" o:spid="_x0000_s1154" style="position:absolute;left:4794;top:23634;width:9303;height:540;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" path="m108,51r5879,l5987,69,108,69r,-18xm120,120l,60,120,r,120xm5974,r120,60l5974,120,5974,xe" fillcolor="black" strokeweight=".1pt">
                  <v:stroke joinstyle="bevel"/>
                  <v:path arrowok="t" o:connecttype="custom" o:connectlocs="16487,22939;913941,22939;913941,31036;16487,31036;16487,22939;18319,53975;0,26988;18319,0;18319,53975;911956,0;930275,26988;911956,53975;911956,0" o:connectangles="0,0,0,0,0,0,0,0,0,0,0,0,0"/>
                </v:shape>
                <v:rect id="矩形 1657" o:spid="_x0000_s1155" style="position:absolute;left:43338;top:24847;width:6585;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" filled="f" stroked="f">
                  <v:textbox inset="0,0,0,0">
                    <w:txbxContent>
                      <w:p w14:paraId="4F7F1B60" w14:textId="5CDB9B96" w:rsidR="00C10E25" w:rsidRDefault="00C10E25" w:rsidP="000475CC">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C</w:t>
                        </w:r>
                        <w:r>
                          <w:rPr>
                            <w:rFonts w:ascii="Arial" w:eastAsia="SimSun" w:hAnsi="Arial" w:cs="Arial"/>
                            <w:b/>
                            <w:bCs/>
                            <w:color w:val="000000"/>
                            <w:sz w:val="13"/>
                            <w:szCs w:val="13"/>
                            <w:vertAlign w:val="subscript"/>
                          </w:rPr>
                          <w:t xml:space="preserve">, </w:t>
                        </w:r>
                        <w:r>
                          <w:rPr>
                            <w:rFonts w:ascii="Arial" w:eastAsia="SimSun" w:hAnsi="Arial" w:cs="Arial" w:hint="eastAsia"/>
                            <w:b/>
                            <w:bCs/>
                            <w:color w:val="000000"/>
                            <w:sz w:val="13"/>
                            <w:szCs w:val="13"/>
                            <w:vertAlign w:val="subscript"/>
                          </w:rPr>
                          <w:t>high</w:t>
                        </w:r>
                      </w:p>
                    </w:txbxContent>
                  </v:textbox>
                </v:rect>
                <v:rect id="矩形 1658" o:spid="_x0000_s1156" style="position:absolute;left:5505;top:22186;width:8141;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" filled="f" stroked="f">
                  <v:textbox inset="0,0,0,0">
                    <w:txbxContent>
                      <w:p w14:paraId="64EFA5D1" w14:textId="6FECBB02" w:rsidR="00C10E25" w:rsidRDefault="00C10E25" w:rsidP="000475CC">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offse</w:t>
                        </w:r>
                        <w:r>
                          <w:rPr>
                            <w:rFonts w:ascii="Arial" w:eastAsia="SimSun" w:hAnsi="Arial" w:cs="Arial" w:hint="eastAsia"/>
                            <w:b/>
                            <w:bCs/>
                            <w:color w:val="000000"/>
                            <w:sz w:val="13"/>
                            <w:szCs w:val="13"/>
                            <w:vertAlign w:val="subscript"/>
                            <w:lang w:eastAsia="zh-CN"/>
                          </w:rPr>
                          <w:t>t</w:t>
                        </w:r>
                        <w:r>
                          <w:rPr>
                            <w:rFonts w:ascii="Arial" w:eastAsia="SimSun" w:hAnsi="Arial" w:cs="Arial"/>
                            <w:b/>
                            <w:bCs/>
                            <w:color w:val="000000"/>
                            <w:sz w:val="13"/>
                            <w:szCs w:val="13"/>
                            <w:vertAlign w:val="subscript"/>
                            <w:lang w:eastAsia="zh-CN"/>
                          </w:rPr>
                          <w:t xml:space="preserve">, </w:t>
                        </w:r>
                        <w:r>
                          <w:rPr>
                            <w:rFonts w:ascii="Arial" w:eastAsia="SimSun" w:hAnsi="Arial" w:cs="Arial" w:hint="eastAsia"/>
                            <w:b/>
                            <w:bCs/>
                            <w:color w:val="000000"/>
                            <w:sz w:val="13"/>
                            <w:szCs w:val="13"/>
                            <w:vertAlign w:val="subscript"/>
                            <w:lang w:eastAsia="zh-CN"/>
                          </w:rPr>
                          <w:t>low</w:t>
                        </w:r>
                      </w:p>
                      <w:p w14:paraId="58B923E2" w14:textId="77777777" w:rsidR="00C10E25" w:rsidRDefault="00C10E25" w:rsidP="000475CC">
                        <w:pPr>
                          <w:rPr>
                            <w:rFonts w:eastAsia="SimSun"/>
                            <w:szCs w:val="12"/>
                          </w:rPr>
                        </w:pPr>
                      </w:p>
                    </w:txbxContent>
                  </v:textbox>
                </v:rect>
                <v:shape id="任意多边形 1659" o:spid="_x0000_s1157" style="position:absolute;left:46443;top:23729;width:8332;height:451;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" path="m108,51r5879,l5987,69,108,69r,-18xm120,120l,60,120,r,120xm5974,r120,60l5974,120,5974,xe" fillcolor="black" strokeweight=".1pt">
                  <v:stroke joinstyle="bevel"/>
                  <v:path arrowok="t" o:connecttype="custom" o:connectlocs="14765,19161;818492,19161;818492,25924;14765,25924;14765,19161;16405,45085;0,22543;16405,0;16405,45085;816715,0;833120,22543;816715,45085;816715,0" o:connectangles="0,0,0,0,0,0,0,0,0,0,0,0,0"/>
                </v:shape>
                <v:shape id="任意多边形 1660" o:spid="_x0000_s1158" style="position:absolute;left:51676;top:12395;width:9753;height:8966;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arrowok="t" o:connecttype="custom" o:connectlocs="947935,152;905038,11542;881598,152;824716,11542;805416,152;764395,11542;764395,11542;734860,152;712904,12073;702278,6834;711498,759;709232,30146;707435,51179;694152,77072;693449,91196;692745,116482;693605,142603;692589,166901;691652,180342;699387,225750;685401,247239;694230,271234;684307,316566;677744,338283;673134,360076;655944,391968;665789,404952;647036,453853;653444,495161;637660,527736;644224,573144;630316,591824;638051,630778;635941,654621;634066,682260;632972,703825;633207,726302;620861,722505;619924,751056;607813,767913;593045,788795;572261,785074;537804,809600;500768,809449;492954,823648;433337,828052;402083,847339;376611,841189;331215,861387;309727,865032;252689,873764;226826,865715;216747,878396;158302,884471;145487,874220;96809,890242;70322,881206;52194,882800;20706,885154;4141,884547" o:connectangles="0,0,0,0,0,0,0,0,0,0,0,0,0,0,0,0,0,0,0,0,0,0,0,0,0,0,0,0,0,0,0,0,0,0,0,0,0,0,0,0,0,0,0,0,0,0,0,0,0,0,0,0,0,0,0,0,0,0,0,0"/>
                </v:shape>
                <v:shape id="任意多边形 1661" o:spid="_x0000_s1159" style="position:absolute;left:19888;top:12312;width:8852;height:8966;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arrowok="t" o:connecttype="custom" o:connectlocs="860300,152;821370,11542;800096,152;748472,11542;730957,152;693729,11542;693729,11542;666924,152;646998,12073;637354,6834;645721,759;643665,30146;642034,51179;629979,77072;629341,91196;628703,116482;629483,142603;628561,166901;627710,180342;634730,225750;622037,247239;630050,271234;621044,316566;615088,338283;610904,360076;595303,391968;604238,404952;587219,453853;593034,495161;578710,527736;584666,573144;572044,591824;579064,630778;577150,654621;575448,682260;574455,703825;574668,726302;563464,722505;562613,751056;551622,767913;538219,788795;519357,785074;488085,809600;454473,809449;447382,823648;393276,828052;364911,847339;341794,841189;300594,861387;281094,865032;229328,873764;205856,865715;196709,878396;143667,884471;132037,874220;87860,890242;63820,881206;47369,882800;18792,885154;3758,884547" o:connectangles="0,0,0,0,0,0,0,0,0,0,0,0,0,0,0,0,0,0,0,0,0,0,0,0,0,0,0,0,0,0,0,0,0,0,0,0,0,0,0,0,0,0,0,0,0,0,0,0,0,0,0,0,0,0,0,0,0,0,0,0"/>
                </v:shape>
                <v:line id="直线 1662" o:spid="_x0000_s1160" style="position:absolute;visibility:visible;mso-wrap-style:square" from="40532,12388" to="51898,12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" strokeweight="1.5pt">
                  <v:stroke dashstyle="1 1" endcap="round"/>
                </v:line>
                <v:rect id="矩形 1663" o:spid="_x0000_s1161" style="position:absolute;left:40919;top:7391;width:10420;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" filled="f" stroked="f">
                  <v:textbox inset="0,0,0,0">
                    <w:txbxContent>
                      <w:p w14:paraId="5FC62260" w14:textId="77777777" w:rsidR="00C10E25" w:rsidRDefault="00C10E25" w:rsidP="000475CC">
                        <w:pPr>
                          <w:widowControl w:val="0"/>
                          <w:jc w:val="center"/>
                          <w:rPr>
                            <w:rFonts w:ascii="Arial" w:hAnsi="Arial" w:cs="SimSun"/>
                            <w:color w:val="000000"/>
                            <w:sz w:val="12"/>
                            <w:szCs w:val="12"/>
                          </w:rPr>
                        </w:pPr>
                        <w:r>
                          <w:rPr>
                            <w:rFonts w:ascii="Arial" w:eastAsia="SimSun" w:hAnsi="Arial" w:cs="Arial" w:hint="eastAsia"/>
                            <w:b/>
                            <w:bCs/>
                            <w:color w:val="000000"/>
                            <w:sz w:val="12"/>
                            <w:szCs w:val="12"/>
                          </w:rPr>
                          <w:t>Highe</w:t>
                        </w:r>
                        <w:r>
                          <w:rPr>
                            <w:rFonts w:ascii="Arial" w:eastAsia="Vrinda" w:hAnsi="Arial" w:cs="Arial"/>
                            <w:b/>
                            <w:bCs/>
                            <w:color w:val="000000"/>
                            <w:sz w:val="12"/>
                            <w:szCs w:val="12"/>
                          </w:rPr>
                          <w:t>st C</w:t>
                        </w:r>
                        <w:r>
                          <w:rPr>
                            <w:rFonts w:ascii="Arial" w:eastAsia="SimSun" w:hAnsi="Arial" w:cs="Arial" w:hint="eastAsia"/>
                            <w:b/>
                            <w:bCs/>
                            <w:color w:val="000000"/>
                            <w:sz w:val="12"/>
                            <w:szCs w:val="12"/>
                          </w:rPr>
                          <w:t>arrier</w:t>
                        </w:r>
                        <w:r>
                          <w:rPr>
                            <w:rFonts w:ascii="Arial" w:eastAsia="Vrinda" w:hAnsi="Arial" w:cs="Arial"/>
                            <w:b/>
                            <w:bCs/>
                            <w:color w:val="000000"/>
                            <w:sz w:val="12"/>
                            <w:szCs w:val="12"/>
                          </w:rPr>
                          <w:t xml:space="preserve"> Transmission Bandwidth Configuration [RB]</w:t>
                        </w:r>
                      </w:p>
                    </w:txbxContent>
                  </v:textbox>
                </v:rect>
                <v:shape id="文本框 1664" o:spid="_x0000_s1162" type="#_x0000_t202" style="position:absolute;left:10026;top:12960;width:876;height:6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" filled="f" stroked="f">
                  <v:textbox style="layout-flow:vertical-ideographic" inset="0,0,0,0">
                    <w:txbxContent>
                      <w:p w14:paraId="5A3792C4" w14:textId="77777777" w:rsidR="00C10E25" w:rsidRDefault="00C10E25" w:rsidP="000475CC">
                        <w:pPr>
                          <w:widowControl w:val="0"/>
                          <w:jc w:val="both"/>
                          <w:rPr>
                            <w:rFonts w:ascii="Arial" w:hAnsi="Arial" w:cs="SimSun"/>
                            <w:color w:val="000000"/>
                            <w:sz w:val="12"/>
                            <w:szCs w:val="12"/>
                          </w:rPr>
                        </w:pPr>
                        <w:r>
                          <w:rPr>
                            <w:rFonts w:ascii="Arial" w:eastAsia="Vrinda" w:hAnsi="Arial" w:cs="Arial"/>
                            <w:b/>
                            <w:bCs/>
                            <w:color w:val="000000"/>
                            <w:sz w:val="12"/>
                            <w:szCs w:val="12"/>
                          </w:rPr>
                          <w:t>Resource block</w:t>
                        </w:r>
                      </w:p>
                    </w:txbxContent>
                  </v:textbox>
                </v:shape>
                <v:rect id="矩形 1665" o:spid="_x0000_s1163" style="position:absolute;left:16357;top:444;width:30220;height:1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" filled="f" stroked="f">
                  <v:textbox inset="0,0,0,0">
                    <w:txbxContent>
                      <w:p w14:paraId="0BCD6610" w14:textId="12AE9414" w:rsidR="00C10E25" w:rsidRDefault="00C10E25" w:rsidP="000475CC">
                        <w:pPr>
                          <w:widowControl w:val="0"/>
                          <w:jc w:val="center"/>
                          <w:rPr>
                            <w:rFonts w:ascii="Arial" w:hAnsi="Arial" w:cs="SimSun"/>
                            <w:color w:val="000000"/>
                            <w:sz w:val="12"/>
                            <w:szCs w:val="12"/>
                          </w:rPr>
                        </w:pPr>
                        <w:r>
                          <w:rPr>
                            <w:rFonts w:ascii="Arial" w:eastAsia="SimSun" w:hAnsi="Arial" w:cs="Arial" w:hint="eastAsia"/>
                            <w:b/>
                            <w:bCs/>
                            <w:i/>
                            <w:iCs/>
                            <w:color w:val="000000"/>
                            <w:sz w:val="12"/>
                            <w:szCs w:val="12"/>
                          </w:rPr>
                          <w:t>Aggregated Channel</w:t>
                        </w:r>
                        <w:r>
                          <w:rPr>
                            <w:rFonts w:ascii="Arial" w:eastAsia="Vrinda" w:hAnsi="Arial" w:cs="Arial"/>
                            <w:b/>
                            <w:bCs/>
                            <w:i/>
                            <w:iCs/>
                            <w:color w:val="000000"/>
                            <w:sz w:val="12"/>
                            <w:szCs w:val="12"/>
                          </w:rPr>
                          <w:t xml:space="preserve"> Bandwidth</w:t>
                        </w:r>
                        <w:r>
                          <w:rPr>
                            <w:rFonts w:ascii="Arial" w:eastAsia="SimSun" w:hAnsi="Arial" w:cs="Arial" w:hint="eastAsia"/>
                            <w:b/>
                            <w:bCs/>
                            <w:color w:val="000000"/>
                            <w:sz w:val="12"/>
                            <w:szCs w:val="12"/>
                          </w:rPr>
                          <w:t>,</w:t>
                        </w:r>
                        <w:r>
                          <w:rPr>
                            <w:rFonts w:ascii="Arial" w:eastAsia="SimSun" w:hAnsi="Arial" w:cs="Arial" w:hint="eastAsia"/>
                            <w:b/>
                            <w:bCs/>
                            <w:color w:val="000000"/>
                            <w:sz w:val="18"/>
                            <w:szCs w:val="18"/>
                          </w:rPr>
                          <w:t xml:space="preserve"> </w:t>
                        </w:r>
                        <w:r>
                          <w:rPr>
                            <w:rFonts w:ascii="Arial" w:eastAsia="SimSun" w:hAnsi="Arial" w:cs="Arial" w:hint="eastAsia"/>
                            <w:b/>
                            <w:bCs/>
                            <w:color w:val="000000"/>
                            <w:sz w:val="13"/>
                            <w:szCs w:val="13"/>
                          </w:rPr>
                          <w:t>BW</w:t>
                        </w:r>
                        <w:r>
                          <w:rPr>
                            <w:rFonts w:ascii="Arial" w:eastAsia="SimSun" w:hAnsi="Arial" w:cs="Arial" w:hint="eastAsia"/>
                            <w:b/>
                            <w:bCs/>
                            <w:color w:val="000000"/>
                            <w:sz w:val="13"/>
                            <w:szCs w:val="13"/>
                            <w:vertAlign w:val="subscript"/>
                          </w:rPr>
                          <w:t>channel_CA</w:t>
                        </w:r>
                        <w:r>
                          <w:rPr>
                            <w:rFonts w:ascii="Arial" w:eastAsia="Vrinda" w:hAnsi="Arial" w:cs="Arial"/>
                            <w:b/>
                            <w:bCs/>
                            <w:color w:val="000000"/>
                            <w:sz w:val="12"/>
                            <w:szCs w:val="12"/>
                          </w:rPr>
                          <w:t xml:space="preserve"> (MHz)</w:t>
                        </w:r>
                      </w:p>
                    </w:txbxContent>
                  </v:textbox>
                </v:rect>
                <v:shape id="任意多边形 1666" o:spid="_x0000_s1164" style="position:absolute;left:31654;top:12382;width:8719;height:8966;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arrowok="t" o:connecttype="custom" o:connectlocs="847340,152;808996,11542;788043,152;737197,11542;719946,152;683278,11542;683278,11542;656877,152;637251,12073;627752,6834;635994,759;633968,30146;632362,51179;620489,77072;619860,91196;619231,116482;620000,142603;619092,166901;618254,180342;625168,225750;612666,247239;620558,271234;611688,316566;605822,338283;601701,360076;586335,391968;595136,404952;578373,453853;584100,495161;569992,527736;575859,573144;563427,591824;570341,630778;568455,654621;566779,682260;565801,703825;566011,726302;554976,722505;554137,751056;543312,767913;530111,788795;511533,785074;480732,809600;447626,809449;440642,823648;387351,828052;359414,847339;336645,841189;296066,861387;276859,865032;225874,873764;202755,865715;193746,878396;141503,884471;130048,874220;86536,890242;62859,881206;46655,882800;18508,885154;3702,884547" o:connectangles="0,0,0,0,0,0,0,0,0,0,0,0,0,0,0,0,0,0,0,0,0,0,0,0,0,0,0,0,0,0,0,0,0,0,0,0,0,0,0,0,0,0,0,0,0,0,0,0,0,0,0,0,0,0,0,0,0,0,0,0"/>
                </v:shape>
                <v:rect id="矩形 1667" o:spid="_x0000_s1165" style="position:absolute;left:1733;top:24936;width:7436;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" filled="f" stroked="f">
                  <v:textbox inset="0,0,0,0">
                    <w:txbxContent>
                      <w:p w14:paraId="3158827C" w14:textId="4E73867A" w:rsidR="00C10E25" w:rsidRDefault="00C10E25" w:rsidP="000475CC">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edge</w:t>
                        </w:r>
                        <w:r>
                          <w:rPr>
                            <w:rFonts w:ascii="Arial" w:eastAsia="SimSun" w:hAnsi="Arial" w:cs="Arial"/>
                            <w:b/>
                            <w:bCs/>
                            <w:color w:val="000000"/>
                            <w:sz w:val="13"/>
                            <w:szCs w:val="13"/>
                            <w:vertAlign w:val="subscript"/>
                          </w:rPr>
                          <w:t xml:space="preserve">, </w:t>
                        </w:r>
                        <w:r>
                          <w:rPr>
                            <w:rFonts w:ascii="Arial" w:eastAsia="SimSun" w:hAnsi="Arial" w:cs="Arial" w:hint="eastAsia"/>
                            <w:b/>
                            <w:bCs/>
                            <w:color w:val="000000"/>
                            <w:sz w:val="13"/>
                            <w:szCs w:val="13"/>
                            <w:vertAlign w:val="subscript"/>
                          </w:rPr>
                          <w:t>low</w:t>
                        </w:r>
                      </w:p>
                    </w:txbxContent>
                  </v:textbox>
                </v:rect>
                <v:rect id="矩形 1668" o:spid="_x0000_s1166" style="position:absolute;left:51993;top:25146;width:7436;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" filled="f" stroked="f">
                  <v:textbox inset="0,0,0,0">
                    <w:txbxContent>
                      <w:p w14:paraId="334C2AD0" w14:textId="40FACD8A" w:rsidR="00C10E25" w:rsidRDefault="00C10E25" w:rsidP="000475CC">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edge</w:t>
                        </w:r>
                        <w:r>
                          <w:rPr>
                            <w:rFonts w:ascii="Arial" w:eastAsia="SimSun" w:hAnsi="Arial" w:cs="Arial"/>
                            <w:b/>
                            <w:bCs/>
                            <w:color w:val="000000"/>
                            <w:sz w:val="13"/>
                            <w:szCs w:val="13"/>
                            <w:vertAlign w:val="subscript"/>
                          </w:rPr>
                          <w:t xml:space="preserve">, </w:t>
                        </w:r>
                        <w:r>
                          <w:rPr>
                            <w:rFonts w:ascii="Arial" w:eastAsia="SimSun" w:hAnsi="Arial" w:cs="Arial" w:hint="eastAsia"/>
                            <w:b/>
                            <w:bCs/>
                            <w:color w:val="000000"/>
                            <w:sz w:val="13"/>
                            <w:szCs w:val="13"/>
                            <w:vertAlign w:val="subscript"/>
                          </w:rPr>
                          <w:t>high</w:t>
                        </w:r>
                      </w:p>
                    </w:txbxContent>
                  </v:textbox>
                </v:rect>
                <v:rect id="矩形 1669" o:spid="_x0000_s1167" style="position:absolute;left:46558;top:22136;width:8140;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" filled="f" stroked="f">
                  <v:textbox inset="0,0,0,0">
                    <w:txbxContent>
                      <w:p w14:paraId="57DE2C29" w14:textId="70ABEB17" w:rsidR="00C10E25" w:rsidRDefault="00C10E25" w:rsidP="000475CC">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offse</w:t>
                        </w:r>
                        <w:r>
                          <w:rPr>
                            <w:rFonts w:ascii="Arial" w:eastAsia="SimSun" w:hAnsi="Arial" w:cs="Arial" w:hint="eastAsia"/>
                            <w:b/>
                            <w:bCs/>
                            <w:color w:val="000000"/>
                            <w:sz w:val="13"/>
                            <w:szCs w:val="13"/>
                            <w:vertAlign w:val="subscript"/>
                            <w:lang w:eastAsia="zh-CN"/>
                          </w:rPr>
                          <w:t>t</w:t>
                        </w:r>
                        <w:r>
                          <w:rPr>
                            <w:rFonts w:ascii="Arial" w:eastAsia="SimSun" w:hAnsi="Arial" w:cs="Arial"/>
                            <w:b/>
                            <w:bCs/>
                            <w:color w:val="000000"/>
                            <w:sz w:val="13"/>
                            <w:szCs w:val="13"/>
                            <w:vertAlign w:val="subscript"/>
                            <w:lang w:eastAsia="zh-CN"/>
                          </w:rPr>
                          <w:t xml:space="preserve">, </w:t>
                        </w:r>
                        <w:r>
                          <w:rPr>
                            <w:rFonts w:ascii="Arial" w:eastAsia="SimSun" w:hAnsi="Arial" w:cs="Arial" w:hint="eastAsia"/>
                            <w:b/>
                            <w:bCs/>
                            <w:color w:val="000000"/>
                            <w:sz w:val="13"/>
                            <w:szCs w:val="13"/>
                            <w:vertAlign w:val="subscript"/>
                            <w:lang w:eastAsia="zh-CN"/>
                          </w:rPr>
                          <w:t>high</w:t>
                        </w:r>
                      </w:p>
                      <w:p w14:paraId="015112DD" w14:textId="77777777" w:rsidR="00C10E25" w:rsidRDefault="00C10E25" w:rsidP="000475CC">
                        <w:pPr>
                          <w:rPr>
                            <w:rFonts w:eastAsia="SimSun"/>
                            <w:szCs w:val="12"/>
                          </w:rPr>
                        </w:pPr>
                      </w:p>
                    </w:txbxContent>
                  </v:textbox>
                </v:rect>
                <v:group id="组合 1670" o:spid="_x0000_s1168" style="position:absolute;left:27768;top:12604;width:902;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">
                  <v:shape id="任意多边形 1671" o:spid="_x0000_s116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672" o:spid="_x0000_s117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673" o:spid="_x0000_s1171" style="position:absolute;left:25025;top:12566;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">
                  <v:shape id="任意多边形 1674" o:spid="_x0000_s117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675" o:spid="_x0000_s117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676" o:spid="_x0000_s1174" style="position:absolute;left:24091;top:12547;width:934;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">
                  <v:shape id="任意多边形 1677" o:spid="_x0000_s1175"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" path="m226,c101,,,101,,226l,9207v,125,101,226,226,226l1132,9433v125,,226,-101,226,-226l1358,226c1358,101,1257,,1132,l226,xe" fillcolor="#cfc" strokeweight="0">
                    <v:fill opacity="39321f"/>
                    <v:path arrowok="t" o:connecttype="custom" o:connectlocs="40,0;0,40;0,1644;40,1684;203,1684;243,1644;243,40;203,0;40,0" o:connectangles="0,0,0,0,0,0,0,0,0"/>
                  </v:shape>
                  <v:shape id="任意多边形 1678" o:spid="_x0000_s1176"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" path="m226,c101,,,101,,226l,9207v,125,101,226,226,226l1132,9433v125,,226,-101,226,-226l1358,226c1358,101,1257,,1132,l226,xe" fillcolor="#cfc" strokeweight=".45pt">
                    <v:fill opacity="39321f"/>
                    <v:stroke endcap="round"/>
                    <v:path arrowok="t" o:connecttype="custom" o:connectlocs="40,0;0,40;0,1644;40,1684;203,1684;243,1644;243,40;203,0;40,0" o:connectangles="0,0,0,0,0,0,0,0,0"/>
                  </v:shape>
                </v:group>
                <v:group id="组合 1679" o:spid="_x0000_s1177" style="position:absolute;left:25965;top:12547;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">
                  <v:shape id="任意多边形 1680" o:spid="_x0000_s117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681" o:spid="_x0000_s117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682" o:spid="_x0000_s1180" style="position:absolute;left:26835;top:12604;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">
                  <v:shape id="任意多边形 1683" o:spid="_x0000_s118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684" o:spid="_x0000_s118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685" o:spid="_x0000_s1183" style="position:absolute;left:28708;top:12598;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">
                  <v:shape id="任意多边形 1686" o:spid="_x0000_s118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687" o:spid="_x0000_s118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688" o:spid="_x0000_s1186" style="position:absolute;left:29641;top:12611;width:934;height:716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">
                  <v:shape id="任意多边形 1689" o:spid="_x0000_s118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690" o:spid="_x0000_s118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691" o:spid="_x0000_s1189" style="position:absolute;left:30575;top:12623;width:933;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">
                  <v:shape id="任意多边形 1692" o:spid="_x0000_s1190"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" path="m226,c101,,,101,,226l,9207v,125,101,226,226,226l1132,9433v125,,226,-101,226,-226l1358,226c1358,101,1257,,1132,l226,xe" fillcolor="#cfc" strokeweight="0">
                    <v:fill opacity="39321f"/>
                    <v:path arrowok="t" o:connecttype="custom" o:connectlocs="40,0;0,40;0,1644;40,1684;203,1684;243,1644;243,40;203,0;40,0" o:connectangles="0,0,0,0,0,0,0,0,0"/>
                  </v:shape>
                  <v:shape id="任意多边形 1693" o:spid="_x0000_s1191"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" path="m226,c101,,,101,,226l,9207v,125,101,226,226,226l1132,9433v125,,226,-101,226,-226l1358,226c1358,101,1257,,1132,l226,xe" fillcolor="#cfc" strokeweight=".45pt">
                    <v:fill opacity="39321f"/>
                    <v:stroke endcap="round"/>
                    <v:path arrowok="t" o:connecttype="custom" o:connectlocs="40,0;0,40;0,1644;40,1684;203,1684;243,1644;243,40;203,0;40,0" o:connectangles="0,0,0,0,0,0,0,0,0"/>
                  </v:shape>
                </v:group>
                <v:group id="组合 1694" o:spid="_x0000_s1192" style="position:absolute;left:35413;top:12598;width:902;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">
                  <v:shape id="任意多边形 1695" o:spid="_x0000_s119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696" o:spid="_x0000_s119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697" o:spid="_x0000_s1195" style="position:absolute;left:32480;top:12623;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">
                  <v:shape id="任意多边形 1698" o:spid="_x0000_s119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699" o:spid="_x0000_s119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700" o:spid="_x0000_s1198" style="position:absolute;left:31546;top:12604;width:934;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">
                  <v:shape id="任意多边形 1701" o:spid="_x0000_s1199"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" path="m226,c101,,,101,,226l,9207v,125,101,226,226,226l1132,9433v125,,226,-101,226,-226l1358,226c1358,101,1257,,1132,l226,xe" fillcolor="#cfc" strokeweight="0">
                    <v:fill opacity="39321f"/>
                    <v:path arrowok="t" o:connecttype="custom" o:connectlocs="40,0;0,40;0,1644;40,1684;203,1684;243,1644;243,40;203,0;40,0" o:connectangles="0,0,0,0,0,0,0,0,0"/>
                  </v:shape>
                  <v:shape id="任意多边形 1702" o:spid="_x0000_s1200"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" path="m226,c101,,,101,,226l,9207v,125,101,226,226,226l1132,9433v125,,226,-101,226,-226l1358,226c1358,101,1257,,1132,l226,xe" fillcolor="#cfc" strokeweight=".45pt">
                    <v:fill opacity="39321f"/>
                    <v:stroke endcap="round"/>
                    <v:path arrowok="t" o:connecttype="custom" o:connectlocs="40,0;0,40;0,1644;40,1684;203,1684;243,1644;243,40;203,0;40,0" o:connectangles="0,0,0,0,0,0,0,0,0"/>
                  </v:shape>
                </v:group>
                <v:group id="组合 1703" o:spid="_x0000_s1201" style="position:absolute;left:33420;top:12604;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">
                  <v:shape id="任意多边形 1704" o:spid="_x0000_s120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705" o:spid="_x0000_s120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706" o:spid="_x0000_s1204" style="position:absolute;left:34417;top:12598;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">
                  <v:shape id="任意多边形 1707" o:spid="_x0000_s120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708" o:spid="_x0000_s120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shape id="任意多边形 1709" o:spid="_x0000_s1207" style="position:absolute;left:34709;top:12280;width:9753;height:8967;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arrowok="t" o:connecttype="custom" o:connectlocs="947935,152;905038,11542;881598,152;824716,11542;805416,152;764395,11542;764395,11542;734860,152;712904,12073;702278,6834;711498,759;709232,30146;707435,51179;694152,77072;693449,91196;692745,116482;693605,142603;692589,166901;691652,180342;699387,225750;685401,247239;694230,271234;684307,316566;677744,338283;673134,360076;655944,391968;665789,404952;647036,453853;653444,495161;637660,527736;644224,573144;630316,591824;638051,630778;635941,654621;634066,682260;632972,703825;633207,726302;620861,722505;619924,751056;607813,767913;593045,788795;572261,785074;537804,809600;500768,809449;492954,823648;433337,828052;402083,847339;376611,841189;331215,861387;309727,865032;252689,873764;226826,865715;216747,878396;158302,884471;145487,874220;96809,890242;70322,881206;52194,882800;20706,885154;4141,884547" o:connectangles="0,0,0,0,0,0,0,0,0,0,0,0,0,0,0,0,0,0,0,0,0,0,0,0,0,0,0,0,0,0,0,0,0,0,0,0,0,0,0,0,0,0,0,0,0,0,0,0,0,0,0,0,0,0,0,0,0,0,0,0"/>
                </v:shape>
                <v:shape id="任意多边形 1710" o:spid="_x0000_s1208" style="position:absolute;left:16770;top:12255;width:8572;height:8966;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v:path arrowok="t" o:connecttype="custom" o:connectlocs="833146,152;795444,11542;774842,152;724848,11542;707885,152;671832,11542;671832,11542;645873,152;626576,12073;617236,6834;625340,759;623348,30146;621769,51179;610094,77072;609476,91196;608858,116482;609614,142603;608721,166901;607897,180342;614696,225750;602403,247239;610163,271234;601442,316566;595673,338283;591621,360076;576513,391968;585166,404952;568684,453853;574316,495161;560444,527736;566212,573144;553988,591824;560787,630778;558933,654621;557285,682260;556323,703825;556529,726302;545679,722505;544855,751056;534210,767913;521231,788795;502964,785074;472679,809600;440128,809449;433260,823648;380863,828052;353393,847339;331006,841189;291107,861387;272221,865032;222090,873764;199359,865715;190500,878396;139132,884471;127870,874220;85086,890242;61806,881206;45874,882800;18198,885154;3640,884547" o:connectangles="0,0,0,0,0,0,0,0,0,0,0,0,0,0,0,0,0,0,0,0,0,0,0,0,0,0,0,0,0,0,0,0,0,0,0,0,0,0,0,0,0,0,0,0,0,0,0,0,0,0,0,0,0,0,0,0,0,0,0,0"/>
                </v:shape>
                <v:group id="组合 1711" o:spid="_x0000_s1209" style="position:absolute;left:23164;top:12604;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">
                  <v:shape id="任意多边形 1712" o:spid="_x0000_s121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713" o:spid="_x0000_s121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714" o:spid="_x0000_s1212" style="position:absolute;left:36398;top:12604;width:933;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">
                  <v:shape id="任意多边形 1715" o:spid="_x0000_s121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" path="m226,c101,,,101,,226l,9207v,125,101,226,226,226l1132,9433v125,,226,-101,226,-226l1358,226c1358,101,1257,,1132,l226,xe" fillcolor="#cfc" strokeweight="0">
                    <v:fill opacity="39321f"/>
                    <v:path arrowok="t" o:connecttype="custom" o:connectlocs="40,0;0,40;0,1644;40,1684;203,1684;243,1644;243,40;203,0;40,0" o:connectangles="0,0,0,0,0,0,0,0,0"/>
                  </v:shape>
                  <v:shape id="任意多边形 1716" o:spid="_x0000_s121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" path="m226,c101,,,101,,226l,9207v,125,101,226,226,226l1132,9433v125,,226,-101,226,-226l1358,226c1358,101,1257,,1132,l226,xe" fillcolor="#cfc" strokeweight=".45pt">
                    <v:fill opacity="39321f"/>
                    <v:stroke endcap="round"/>
                    <v:path arrowok="t" o:connecttype="custom" o:connectlocs="40,0;0,40;0,1644;40,1684;203,1684;243,1644;243,40;203,0;40,0" o:connectangles="0,0,0,0,0,0,0,0,0"/>
                  </v:shape>
                </v:group>
                <v:line id="直线 1717" o:spid="_x0000_s1215" style="position:absolute;visibility:visible;mso-wrap-style:square" from="25361,12268" to="34651,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" strokeweight="1.5pt">
                  <v:stroke dashstyle="1 1" endcap="round"/>
                </v:line>
                <w10:anchorlock/>
              </v:group>
            </w:pict>
          </mc:Fallback>
        </mc:AlternateContent>
      </w:r>
    </w:p>
    <w:p w14:paraId="770BF9AA" w14:textId="77777777" w:rsidR="000475CC" w:rsidRPr="00835F44" w:rsidRDefault="000475CC" w:rsidP="00357861">
      <w:pPr>
        <w:pStyle w:val="TF"/>
      </w:pPr>
      <w:r w:rsidRPr="00835F44">
        <w:t xml:space="preserve">Figure 5.3A.3-1: Definition of </w:t>
      </w:r>
      <w:r w:rsidRPr="00835F44">
        <w:rPr>
          <w:i/>
        </w:rPr>
        <w:t>Aggregated Channel Bandwidth</w:t>
      </w:r>
      <w:r w:rsidRPr="00835F44">
        <w:t xml:space="preserve"> for intra-band carrier aggregation</w:t>
      </w:r>
    </w:p>
    <w:p w14:paraId="2175DBEE" w14:textId="77777777" w:rsidR="000475CC" w:rsidRPr="00835F44" w:rsidRDefault="000475CC" w:rsidP="000475CC">
      <w:r w:rsidRPr="00835F44">
        <w:t xml:space="preserve">The </w:t>
      </w:r>
      <w:r w:rsidRPr="00835F44">
        <w:rPr>
          <w:i/>
          <w:iCs/>
        </w:rPr>
        <w:t>aggregated channel bandwidth,</w:t>
      </w:r>
      <w:r w:rsidRPr="00835F44">
        <w:t xml:space="preserve"> </w:t>
      </w:r>
      <w:r w:rsidRPr="00835F44">
        <w:rPr>
          <w:bCs/>
        </w:rPr>
        <w:t>BW</w:t>
      </w:r>
      <w:r w:rsidRPr="00835F44">
        <w:rPr>
          <w:bCs/>
          <w:vertAlign w:val="subscript"/>
        </w:rPr>
        <w:t>Channel_CA</w:t>
      </w:r>
      <w:r w:rsidRPr="00835F44">
        <w:t>, is defined as</w:t>
      </w:r>
    </w:p>
    <w:p w14:paraId="418305F7" w14:textId="77D3E9EA" w:rsidR="000475CC" w:rsidRPr="00835F44" w:rsidRDefault="000475CC" w:rsidP="00495FE7">
      <w:pPr>
        <w:pStyle w:val="EQ"/>
        <w:jc w:val="center"/>
        <w:rPr>
          <w:vertAlign w:val="subscript"/>
        </w:rPr>
      </w:pPr>
      <w:r w:rsidRPr="00835F44">
        <w:t>BW</w:t>
      </w:r>
      <w:r w:rsidRPr="00835F44">
        <w:rPr>
          <w:vertAlign w:val="subscript"/>
        </w:rPr>
        <w:t xml:space="preserve">Channel_CA </w:t>
      </w:r>
      <w:r w:rsidRPr="00835F44">
        <w:t>= F</w:t>
      </w:r>
      <w:r w:rsidRPr="00835F44">
        <w:rPr>
          <w:vertAlign w:val="subscript"/>
        </w:rPr>
        <w:t xml:space="preserve">edge,high </w:t>
      </w:r>
      <w:r w:rsidRPr="00835F44">
        <w:t>- F</w:t>
      </w:r>
      <w:r w:rsidRPr="00835F44">
        <w:rPr>
          <w:vertAlign w:val="subscript"/>
        </w:rPr>
        <w:t>edge,low</w:t>
      </w:r>
      <w:r w:rsidRPr="00835F44">
        <w:t xml:space="preserve"> (MHz).</w:t>
      </w:r>
    </w:p>
    <w:p w14:paraId="5A8899AA" w14:textId="77777777" w:rsidR="000475CC" w:rsidRPr="00835F44" w:rsidRDefault="000475CC" w:rsidP="000475CC">
      <w:r w:rsidRPr="00835F44">
        <w:t>The lower bandwidth edge F</w:t>
      </w:r>
      <w:r w:rsidRPr="00835F44">
        <w:rPr>
          <w:vertAlign w:val="subscript"/>
        </w:rPr>
        <w:t>edge, low</w:t>
      </w:r>
      <w:r w:rsidRPr="00835F44">
        <w:t xml:space="preserve"> and the upper bandwidth edge F</w:t>
      </w:r>
      <w:r w:rsidRPr="00835F44">
        <w:rPr>
          <w:vertAlign w:val="subscript"/>
        </w:rPr>
        <w:t xml:space="preserve">edge,high </w:t>
      </w:r>
      <w:r w:rsidRPr="00835F44">
        <w:t>of the aggregated channel bandwidth are used as frequency reference points for transmitter and receiver requirements and are defined by</w:t>
      </w:r>
    </w:p>
    <w:p w14:paraId="457BECCB" w14:textId="17C1A1D5" w:rsidR="000475CC" w:rsidRPr="00835F44" w:rsidRDefault="000475CC" w:rsidP="00495FE7">
      <w:pPr>
        <w:pStyle w:val="EQ"/>
        <w:jc w:val="center"/>
        <w:rPr>
          <w:vertAlign w:val="subscript"/>
        </w:rPr>
      </w:pPr>
      <w:r w:rsidRPr="00835F44">
        <w:lastRenderedPageBreak/>
        <w:t>F</w:t>
      </w:r>
      <w:r w:rsidRPr="00835F44">
        <w:rPr>
          <w:vertAlign w:val="subscript"/>
        </w:rPr>
        <w:t xml:space="preserve">edge,low </w:t>
      </w:r>
      <w:r w:rsidRPr="00835F44">
        <w:t>= F</w:t>
      </w:r>
      <w:r w:rsidRPr="00835F44">
        <w:rPr>
          <w:vertAlign w:val="subscript"/>
        </w:rPr>
        <w:t xml:space="preserve">C,low </w:t>
      </w:r>
      <w:r w:rsidRPr="00835F44">
        <w:t>- F</w:t>
      </w:r>
      <w:r w:rsidRPr="00835F44">
        <w:rPr>
          <w:vertAlign w:val="subscript"/>
        </w:rPr>
        <w:t>offset,low</w:t>
      </w:r>
    </w:p>
    <w:p w14:paraId="3E380003" w14:textId="7A6A2A8A" w:rsidR="000475CC" w:rsidRPr="00835F44" w:rsidRDefault="000475CC" w:rsidP="00495FE7">
      <w:pPr>
        <w:pStyle w:val="EQ"/>
        <w:jc w:val="center"/>
        <w:rPr>
          <w:vertAlign w:val="subscript"/>
        </w:rPr>
      </w:pPr>
      <w:r w:rsidRPr="00835F44">
        <w:t>F</w:t>
      </w:r>
      <w:r w:rsidRPr="00835F44">
        <w:rPr>
          <w:vertAlign w:val="subscript"/>
        </w:rPr>
        <w:t xml:space="preserve">edge,high </w:t>
      </w:r>
      <w:r w:rsidRPr="00835F44">
        <w:t>= F</w:t>
      </w:r>
      <w:r w:rsidRPr="00835F44">
        <w:rPr>
          <w:vertAlign w:val="subscript"/>
        </w:rPr>
        <w:t xml:space="preserve">C,high </w:t>
      </w:r>
      <w:r w:rsidRPr="00835F44">
        <w:t>+ F</w:t>
      </w:r>
      <w:r w:rsidRPr="00835F44">
        <w:rPr>
          <w:vertAlign w:val="subscript"/>
        </w:rPr>
        <w:t>offset,high</w:t>
      </w:r>
    </w:p>
    <w:p w14:paraId="05654BE2" w14:textId="6C5DFAF4" w:rsidR="000475CC" w:rsidRPr="00835F44" w:rsidRDefault="000475CC" w:rsidP="000475CC">
      <w:bookmarkStart w:id="378" w:name="_Hlk522885966"/>
      <w:r w:rsidRPr="00835F44">
        <w:t>The lower and upper frequency offsets depend on the transmission bandwidth configurations of the lowest and highest assigned edge component carrier and are defined as</w:t>
      </w:r>
    </w:p>
    <w:p w14:paraId="1A1CD9F2" w14:textId="77777777" w:rsidR="000475CC" w:rsidRPr="00835F44" w:rsidRDefault="000475CC" w:rsidP="000475CC">
      <w:pPr>
        <w:pStyle w:val="EQ"/>
        <w:jc w:val="center"/>
      </w:pPr>
      <w:r w:rsidRPr="00835F44">
        <w:t>F</w:t>
      </w:r>
      <w:r w:rsidRPr="00835F44">
        <w:rPr>
          <w:vertAlign w:val="subscript"/>
        </w:rPr>
        <w:t xml:space="preserve">offset,low </w:t>
      </w:r>
      <w:r w:rsidRPr="00835F44">
        <w:t>= (N</w:t>
      </w:r>
      <w:r w:rsidRPr="00835F44">
        <w:rPr>
          <w:vertAlign w:val="subscript"/>
        </w:rPr>
        <w:t>RB,low</w:t>
      </w:r>
      <w:r w:rsidRPr="00835F44">
        <w:t>*12 + 1)*SCS</w:t>
      </w:r>
      <w:r w:rsidRPr="00835F44">
        <w:rPr>
          <w:vertAlign w:val="subscript"/>
        </w:rPr>
        <w:t>low</w:t>
      </w:r>
      <w:r w:rsidRPr="00835F44">
        <w:t>/2 + BW</w:t>
      </w:r>
      <w:r w:rsidRPr="00835F44">
        <w:rPr>
          <w:vertAlign w:val="subscript"/>
        </w:rPr>
        <w:t xml:space="preserve">GB </w:t>
      </w:r>
      <w:r w:rsidRPr="00835F44">
        <w:t>(MHz)</w:t>
      </w:r>
    </w:p>
    <w:p w14:paraId="5FE1DF45" w14:textId="77777777" w:rsidR="000475CC" w:rsidRPr="00835F44" w:rsidRDefault="000475CC" w:rsidP="000475CC">
      <w:pPr>
        <w:pStyle w:val="EQ"/>
        <w:jc w:val="center"/>
      </w:pPr>
      <w:r w:rsidRPr="00835F44">
        <w:t>F</w:t>
      </w:r>
      <w:r w:rsidRPr="00835F44">
        <w:rPr>
          <w:vertAlign w:val="subscript"/>
        </w:rPr>
        <w:t xml:space="preserve">offset,high </w:t>
      </w:r>
      <w:r w:rsidRPr="00835F44">
        <w:t>= (N</w:t>
      </w:r>
      <w:r w:rsidRPr="00835F44">
        <w:rPr>
          <w:vertAlign w:val="subscript"/>
        </w:rPr>
        <w:t>RB,high</w:t>
      </w:r>
      <w:r w:rsidRPr="00835F44">
        <w:t>*12 - 1)*SCS</w:t>
      </w:r>
      <w:r w:rsidRPr="00835F44">
        <w:rPr>
          <w:vertAlign w:val="subscript"/>
        </w:rPr>
        <w:t>high</w:t>
      </w:r>
      <w:r w:rsidRPr="00835F44">
        <w:t>/2 + BW</w:t>
      </w:r>
      <w:r w:rsidRPr="00835F44">
        <w:rPr>
          <w:vertAlign w:val="subscript"/>
        </w:rPr>
        <w:t xml:space="preserve">GB </w:t>
      </w:r>
      <w:r w:rsidRPr="00835F44">
        <w:t>(MHz)</w:t>
      </w:r>
    </w:p>
    <w:p w14:paraId="773F4968" w14:textId="77777777" w:rsidR="000475CC" w:rsidRPr="00835F44" w:rsidRDefault="000475CC" w:rsidP="000475CC">
      <w:pPr>
        <w:pStyle w:val="EQ"/>
        <w:jc w:val="center"/>
      </w:pPr>
      <w:r w:rsidRPr="00835F44">
        <w:t>BW</w:t>
      </w:r>
      <w:r w:rsidRPr="00835F44">
        <w:rPr>
          <w:vertAlign w:val="subscript"/>
        </w:rPr>
        <w:t>GB</w:t>
      </w:r>
      <w:r w:rsidRPr="00835F44">
        <w:t xml:space="preserve"> = max(BW</w:t>
      </w:r>
      <w:r w:rsidRPr="00835F44">
        <w:rPr>
          <w:vertAlign w:val="subscript"/>
        </w:rPr>
        <w:t>GB,Channel(k)</w:t>
      </w:r>
      <w:r w:rsidRPr="00835F44">
        <w:t>)</w:t>
      </w:r>
    </w:p>
    <w:p w14:paraId="2D6D11C0" w14:textId="1C7AE461" w:rsidR="00DF32A2" w:rsidRDefault="00DF32A2" w:rsidP="00DF32A2">
      <w:pPr>
        <w:rPr>
          <w:rFonts w:eastAsia="SimSun"/>
          <w:lang w:val="en-US" w:eastAsia="zh-CN"/>
        </w:rPr>
      </w:pPr>
      <w:r>
        <w:t>N</w:t>
      </w:r>
      <w:r>
        <w:rPr>
          <w:vertAlign w:val="subscript"/>
        </w:rPr>
        <w:t xml:space="preserve">RB,low </w:t>
      </w:r>
      <w:r>
        <w:t>and N</w:t>
      </w:r>
      <w:r>
        <w:rPr>
          <w:vertAlign w:val="subscript"/>
        </w:rPr>
        <w:t xml:space="preserve">RB,high </w:t>
      </w:r>
      <w:r>
        <w:t>are the transmission bandwidth configurations according to Table 5.3.2-1 for the lowest and highest assigned component carrier, SCS</w:t>
      </w:r>
      <w:r>
        <w:rPr>
          <w:vertAlign w:val="subscript"/>
        </w:rPr>
        <w:t>low</w:t>
      </w:r>
      <w:r>
        <w:t xml:space="preserve"> and SCS</w:t>
      </w:r>
      <w:r>
        <w:rPr>
          <w:vertAlign w:val="subscript"/>
        </w:rPr>
        <w:t>high</w:t>
      </w:r>
      <w:r>
        <w:t xml:space="preserve"> are the sub-carrier spacing for the lowest and highest assigned component carrier respectively.</w:t>
      </w:r>
      <w:r>
        <w:rPr>
          <w:rFonts w:hint="eastAsia"/>
          <w:lang w:val="en-US" w:eastAsia="zh-CN"/>
        </w:rPr>
        <w:t xml:space="preserve"> </w:t>
      </w:r>
      <w:r>
        <w:t>SCS</w:t>
      </w:r>
      <w:r>
        <w:rPr>
          <w:vertAlign w:val="subscript"/>
        </w:rPr>
        <w:t>low</w:t>
      </w:r>
      <w:r>
        <w:t>, SCS</w:t>
      </w:r>
      <w:r>
        <w:rPr>
          <w:vertAlign w:val="subscript"/>
        </w:rPr>
        <w:t>high</w:t>
      </w:r>
      <w:r>
        <w:t>, N</w:t>
      </w:r>
      <w:r>
        <w:rPr>
          <w:vertAlign w:val="subscript"/>
        </w:rPr>
        <w:t>RB,low</w:t>
      </w:r>
      <w:r>
        <w:t>, N</w:t>
      </w:r>
      <w:r>
        <w:rPr>
          <w:vertAlign w:val="subscript"/>
        </w:rPr>
        <w:t>RB,high</w:t>
      </w:r>
      <w:r>
        <w:t>, and BW</w:t>
      </w:r>
      <w:r>
        <w:rPr>
          <w:vertAlign w:val="subscript"/>
        </w:rPr>
        <w:t>GB,Channel(k)</w:t>
      </w:r>
      <w:r>
        <w:t xml:space="preserve"> use the largest μ value among the subcarrier spacing configurations supported in the operating band for both of the channel bandwidths according to Table 5.3.5-1 and BW</w:t>
      </w:r>
      <w:r>
        <w:rPr>
          <w:vertAlign w:val="subscript"/>
        </w:rPr>
        <w:t>GB</w:t>
      </w:r>
      <w:r>
        <w:rPr>
          <w:vertAlign w:val="subscript"/>
          <w:lang w:val="en-US"/>
        </w:rPr>
        <w:t>,Channel(k)</w:t>
      </w:r>
      <w:r>
        <w:t xml:space="preserve"> is the minimum guard band for carrier k according to Table 5.3.3-1 for the said </w:t>
      </w:r>
      <w:r>
        <w:rPr>
          <w:i/>
        </w:rPr>
        <w:t>μ</w:t>
      </w:r>
      <w:r>
        <w:t xml:space="preserve"> value</w:t>
      </w:r>
      <w:r>
        <w:rPr>
          <w:rFonts w:eastAsia="SimSun" w:hint="eastAsia"/>
          <w:lang w:val="en-US" w:eastAsia="zh-CN"/>
        </w:rPr>
        <w:t xml:space="preserve">. </w:t>
      </w:r>
      <w:r>
        <w:rPr>
          <w:rFonts w:hint="eastAsia"/>
          <w:lang w:val="en-US" w:eastAsia="zh-CN"/>
        </w:rPr>
        <w:t xml:space="preserve">In case there is no </w:t>
      </w:r>
      <w:r>
        <w:rPr>
          <w:rFonts w:hint="eastAsia"/>
          <w:lang w:val="zh-CN" w:eastAsia="zh-CN"/>
        </w:rPr>
        <w:t xml:space="preserve">common </w:t>
      </w:r>
      <w:r>
        <w:t>μ</w:t>
      </w:r>
      <w:r>
        <w:rPr>
          <w:rFonts w:hint="eastAsia"/>
          <w:lang w:val="en-US" w:eastAsia="zh-CN"/>
        </w:rPr>
        <w:t xml:space="preserve"> value </w:t>
      </w:r>
      <w:r>
        <w:rPr>
          <w:rFonts w:hint="eastAsia"/>
        </w:rPr>
        <w:t>f</w:t>
      </w:r>
      <w:r>
        <w:rPr>
          <w:rFonts w:hint="eastAsia"/>
          <w:lang w:val="zh-CN" w:eastAsia="zh-CN"/>
        </w:rPr>
        <w:t>or both of the channel bandwidths</w:t>
      </w:r>
      <w:r>
        <w:rPr>
          <w:rFonts w:hint="eastAsia"/>
          <w:lang w:val="en-US" w:eastAsia="zh-CN"/>
        </w:rPr>
        <w:t xml:space="preserve">, </w:t>
      </w:r>
      <w:r>
        <w:rPr>
          <w:i/>
          <w:iCs/>
        </w:rPr>
        <w:t>μ</w:t>
      </w:r>
      <w:r>
        <w:rPr>
          <w:rFonts w:hint="eastAsia"/>
          <w:lang w:val="zh-CN" w:eastAsia="zh-CN"/>
        </w:rPr>
        <w:t>=1</w:t>
      </w:r>
      <w:r>
        <w:rPr>
          <w:rFonts w:hint="eastAsia"/>
          <w:lang w:val="en-US" w:eastAsia="zh-CN"/>
        </w:rPr>
        <w:t xml:space="preserve"> is used for </w:t>
      </w:r>
      <w:r>
        <w:t>SCS</w:t>
      </w:r>
      <w:r>
        <w:rPr>
          <w:vertAlign w:val="subscript"/>
        </w:rPr>
        <w:t>low</w:t>
      </w:r>
      <w:r>
        <w:t>, SCS</w:t>
      </w:r>
      <w:r>
        <w:rPr>
          <w:vertAlign w:val="subscript"/>
        </w:rPr>
        <w:t>high</w:t>
      </w:r>
      <w:r>
        <w:t>, N</w:t>
      </w:r>
      <w:r>
        <w:rPr>
          <w:vertAlign w:val="subscript"/>
        </w:rPr>
        <w:t>RB,low</w:t>
      </w:r>
      <w:r>
        <w:t>, N</w:t>
      </w:r>
      <w:r>
        <w:rPr>
          <w:vertAlign w:val="subscript"/>
        </w:rPr>
        <w:t>RB,high</w:t>
      </w:r>
      <w:r>
        <w:t>, and BW</w:t>
      </w:r>
      <w:r>
        <w:rPr>
          <w:vertAlign w:val="subscript"/>
        </w:rPr>
        <w:t>GB,Channel(k)</w:t>
      </w:r>
      <w:r>
        <w:rPr>
          <w:rFonts w:eastAsia="SimSun" w:hint="eastAsia"/>
          <w:lang w:val="en-US" w:eastAsia="zh-CN"/>
        </w:rPr>
        <w:t>.</w:t>
      </w:r>
    </w:p>
    <w:p w14:paraId="02CF4CBB" w14:textId="77777777" w:rsidR="000475CC" w:rsidRPr="00835F44" w:rsidRDefault="000475CC" w:rsidP="000475CC">
      <w:r w:rsidRPr="00835F44">
        <w:t xml:space="preserve">For intra-band non-contiguous carrier aggregation </w:t>
      </w:r>
      <w:r w:rsidRPr="00835F44">
        <w:rPr>
          <w:i/>
          <w:iCs/>
        </w:rPr>
        <w:t>Sub-block Bandwidth</w:t>
      </w:r>
      <w:r w:rsidRPr="00835F44">
        <w:t xml:space="preserve"> and </w:t>
      </w:r>
      <w:r w:rsidRPr="00835F44">
        <w:rPr>
          <w:i/>
        </w:rPr>
        <w:t xml:space="preserve">Sub-block edges </w:t>
      </w:r>
      <w:r w:rsidRPr="00835F44">
        <w:t>are defined as follows, see Figure 5.3A.3-2.</w:t>
      </w:r>
    </w:p>
    <w:bookmarkEnd w:id="378"/>
    <w:p w14:paraId="65BF4932" w14:textId="77777777" w:rsidR="000475CC" w:rsidRPr="00835F44" w:rsidRDefault="000475CC" w:rsidP="00495FE7">
      <w:pPr>
        <w:pStyle w:val="TH"/>
      </w:pPr>
      <w:r w:rsidRPr="00835F44">
        <w:rPr>
          <w:rFonts w:cs="Arial"/>
          <w:noProof/>
        </w:rPr>
        <mc:AlternateContent>
          <mc:Choice Requires="wpg">
            <w:drawing>
              <wp:inline distT="0" distB="0" distL="0" distR="0" wp14:anchorId="0546ACCC" wp14:editId="4462B10B">
                <wp:extent cx="6733540" cy="2711450"/>
                <wp:effectExtent l="0" t="0" r="10160" b="0"/>
                <wp:docPr id="448" name="Group 4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33540" cy="2711450"/>
                          <a:chOff x="904" y="41612"/>
                          <a:chExt cx="10605" cy="4271"/>
                        </a:xfrm>
                      </wpg:grpSpPr>
                      <wps:wsp>
                        <wps:cNvPr id="449" name="文本框 2106"/>
                        <wps:cNvSpPr txBox="1">
                          <a:spLocks noChangeArrowheads="1"/>
                        </wps:cNvSpPr>
                        <wps:spPr bwMode="auto">
                          <a:xfrm>
                            <a:off x="5910" y="43299"/>
                            <a:ext cx="704"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B6748" w14:textId="77777777" w:rsidR="00C10E25" w:rsidRDefault="00C10E25" w:rsidP="000475CC">
                              <w:pPr>
                                <w:rPr>
                                  <w:rFonts w:ascii="Arial"/>
                                  <w:color w:val="000000"/>
                                  <w:sz w:val="36"/>
                                </w:rPr>
                              </w:pPr>
                              <w:r>
                                <w:rPr>
                                  <w:rFonts w:ascii="Arial"/>
                                  <w:color w:val="000000"/>
                                  <w:sz w:val="36"/>
                                </w:rPr>
                                <w:t>...</w:t>
                              </w:r>
                            </w:p>
                          </w:txbxContent>
                        </wps:txbx>
                        <wps:bodyPr rot="0" vert="horz" wrap="square" lIns="91440" tIns="45720" rIns="91440" bIns="45720" anchor="t" anchorCtr="0" upright="1">
                          <a:noAutofit/>
                        </wps:bodyPr>
                      </wps:wsp>
                      <wpg:grpSp>
                        <wpg:cNvPr id="450" name="组合 2616"/>
                        <wpg:cNvGrpSpPr>
                          <a:grpSpLocks/>
                        </wpg:cNvGrpSpPr>
                        <wpg:grpSpPr bwMode="auto">
                          <a:xfrm>
                            <a:off x="904" y="41612"/>
                            <a:ext cx="10605" cy="4271"/>
                            <a:chOff x="904" y="41612"/>
                            <a:chExt cx="10605" cy="4272"/>
                          </a:xfrm>
                        </wpg:grpSpPr>
                        <wpg:grpSp>
                          <wpg:cNvPr id="451" name="组合 2617"/>
                          <wpg:cNvGrpSpPr>
                            <a:grpSpLocks/>
                          </wpg:cNvGrpSpPr>
                          <wpg:grpSpPr bwMode="auto">
                            <a:xfrm>
                              <a:off x="904" y="41612"/>
                              <a:ext cx="5466" cy="4205"/>
                              <a:chOff x="904" y="41612"/>
                              <a:chExt cx="5466" cy="4206"/>
                            </a:xfrm>
                          </wpg:grpSpPr>
                          <wps:wsp>
                            <wps:cNvPr id="452" name="文本框 1731"/>
                            <wps:cNvSpPr txBox="1">
                              <a:spLocks noChangeArrowheads="1"/>
                            </wps:cNvSpPr>
                            <wps:spPr bwMode="auto">
                              <a:xfrm>
                                <a:off x="3116" y="45501"/>
                                <a:ext cx="1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AC725" w14:textId="77777777" w:rsidR="00C10E25" w:rsidRDefault="00C10E25" w:rsidP="000475CC">
                                  <w:pPr>
                                    <w:rPr>
                                      <w:rFonts w:ascii="Arial" w:hAnsi="Arial" w:cs="Arial"/>
                                      <w:color w:val="000000"/>
                                      <w:sz w:val="18"/>
                                      <w:szCs w:val="18"/>
                                    </w:rPr>
                                  </w:pPr>
                                  <w:r>
                                    <w:rPr>
                                      <w:rFonts w:ascii="Arial" w:hAnsi="Arial" w:cs="Arial"/>
                                      <w:color w:val="000000"/>
                                      <w:sz w:val="18"/>
                                      <w:szCs w:val="18"/>
                                    </w:rPr>
                                    <w:t xml:space="preserve">Sub block </w:t>
                                  </w:r>
                                  <w:r>
                                    <w:rPr>
                                      <w:rFonts w:ascii="Arial" w:eastAsia="SimSun" w:hAnsi="Arial" w:cs="Arial"/>
                                      <w:color w:val="000000"/>
                                      <w:sz w:val="18"/>
                                      <w:szCs w:val="18"/>
                                      <w:lang w:eastAsia="zh-CN"/>
                                    </w:rPr>
                                    <w:t>n</w:t>
                                  </w:r>
                                </w:p>
                              </w:txbxContent>
                            </wps:txbx>
                            <wps:bodyPr rot="0" vert="horz" wrap="square" lIns="91440" tIns="45720" rIns="91440" bIns="45720" anchor="t" anchorCtr="0" upright="1">
                              <a:noAutofit/>
                            </wps:bodyPr>
                          </wps:wsp>
                          <wpg:grpSp>
                            <wpg:cNvPr id="453" name="组合 2619"/>
                            <wpg:cNvGrpSpPr>
                              <a:grpSpLocks/>
                            </wpg:cNvGrpSpPr>
                            <wpg:grpSpPr bwMode="auto">
                              <a:xfrm>
                                <a:off x="904" y="41612"/>
                                <a:ext cx="5466" cy="3876"/>
                                <a:chOff x="904" y="41612"/>
                                <a:chExt cx="5466" cy="3876"/>
                              </a:xfrm>
                            </wpg:grpSpPr>
                            <wpg:grpSp>
                              <wpg:cNvPr id="454" name="组合 2620"/>
                              <wpg:cNvGrpSpPr>
                                <a:grpSpLocks/>
                              </wpg:cNvGrpSpPr>
                              <wpg:grpSpPr bwMode="auto">
                                <a:xfrm>
                                  <a:off x="904" y="41612"/>
                                  <a:ext cx="5466" cy="3876"/>
                                  <a:chOff x="904" y="41617"/>
                                  <a:chExt cx="5466" cy="3876"/>
                                </a:xfrm>
                              </wpg:grpSpPr>
                              <wpg:grpSp>
                                <wpg:cNvPr id="455" name="组合 2621"/>
                                <wpg:cNvGrpSpPr>
                                  <a:grpSpLocks/>
                                </wpg:cNvGrpSpPr>
                                <wpg:grpSpPr bwMode="auto">
                                  <a:xfrm>
                                    <a:off x="904" y="41617"/>
                                    <a:ext cx="5466" cy="3876"/>
                                    <a:chOff x="904" y="41617"/>
                                    <a:chExt cx="5466" cy="3876"/>
                                  </a:xfrm>
                                </wpg:grpSpPr>
                                <wpg:grpSp>
                                  <wpg:cNvPr id="456" name="组合 2622"/>
                                  <wpg:cNvGrpSpPr>
                                    <a:grpSpLocks/>
                                  </wpg:cNvGrpSpPr>
                                  <wpg:grpSpPr bwMode="auto">
                                    <a:xfrm>
                                      <a:off x="1064" y="41617"/>
                                      <a:ext cx="5306" cy="3876"/>
                                      <a:chOff x="1064" y="41617"/>
                                      <a:chExt cx="5306" cy="3876"/>
                                    </a:xfrm>
                                  </wpg:grpSpPr>
                                  <wpg:grpSp>
                                    <wpg:cNvPr id="457" name="组合 2623"/>
                                    <wpg:cNvGrpSpPr>
                                      <a:grpSpLocks/>
                                    </wpg:cNvGrpSpPr>
                                    <wpg:grpSpPr bwMode="auto">
                                      <a:xfrm>
                                        <a:off x="1064" y="42085"/>
                                        <a:ext cx="5306" cy="3408"/>
                                        <a:chOff x="1064" y="42085"/>
                                        <a:chExt cx="5307" cy="3409"/>
                                      </a:xfrm>
                                    </wpg:grpSpPr>
                                    <wps:wsp>
                                      <wps:cNvPr id="458" name="直线 1924"/>
                                      <wps:cNvCnPr>
                                        <a:cxnSpLocks noChangeShapeType="1"/>
                                      </wps:cNvCnPr>
                                      <wps:spPr bwMode="auto">
                                        <a:xfrm>
                                          <a:off x="5786" y="44889"/>
                                          <a:ext cx="2" cy="56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59" name="直线 1925"/>
                                      <wps:cNvCnPr>
                                        <a:cxnSpLocks noChangeShapeType="1"/>
                                      </wps:cNvCnPr>
                                      <wps:spPr bwMode="auto">
                                        <a:xfrm>
                                          <a:off x="1317" y="44877"/>
                                          <a:ext cx="2" cy="617"/>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460" name="组合 2626"/>
                                      <wpg:cNvGrpSpPr>
                                        <a:grpSpLocks/>
                                      </wpg:cNvGrpSpPr>
                                      <wpg:grpSpPr bwMode="auto">
                                        <a:xfrm>
                                          <a:off x="1064" y="42085"/>
                                          <a:ext cx="5307" cy="3385"/>
                                          <a:chOff x="1064" y="42085"/>
                                          <a:chExt cx="5307" cy="3386"/>
                                        </a:xfrm>
                                      </wpg:grpSpPr>
                                      <wpg:grpSp>
                                        <wpg:cNvPr id="461" name="组合 2627"/>
                                        <wpg:cNvGrpSpPr>
                                          <a:grpSpLocks/>
                                        </wpg:cNvGrpSpPr>
                                        <wpg:grpSpPr bwMode="auto">
                                          <a:xfrm>
                                            <a:off x="1453" y="42085"/>
                                            <a:ext cx="4918" cy="2095"/>
                                            <a:chOff x="1453" y="42085"/>
                                            <a:chExt cx="4919" cy="2096"/>
                                          </a:xfrm>
                                        </wpg:grpSpPr>
                                        <wpg:grpSp>
                                          <wpg:cNvPr id="462" name="组合 2628"/>
                                          <wpg:cNvGrpSpPr>
                                            <a:grpSpLocks/>
                                          </wpg:cNvGrpSpPr>
                                          <wpg:grpSpPr bwMode="auto">
                                            <a:xfrm>
                                              <a:off x="1455" y="43066"/>
                                              <a:ext cx="4917" cy="1115"/>
                                              <a:chOff x="1526" y="42130"/>
                                              <a:chExt cx="5100" cy="1165"/>
                                            </a:xfrm>
                                          </wpg:grpSpPr>
                                          <wps:wsp>
                                            <wps:cNvPr id="463" name="直线 1928"/>
                                            <wps:cNvCnPr>
                                              <a:cxnSpLocks noChangeShapeType="1"/>
                                            </wps:cNvCnPr>
                                            <wps:spPr bwMode="auto">
                                              <a:xfrm>
                                                <a:off x="3260" y="42139"/>
                                                <a:ext cx="862" cy="11"/>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64" name="任意多边形 1936"/>
                                            <wps:cNvSpPr>
                                              <a:spLocks noChangeArrowheads="1"/>
                                            </wps:cNvSpPr>
                                            <wps:spPr bwMode="auto">
                                              <a:xfrm flipH="1">
                                                <a:off x="4129" y="42141"/>
                                                <a:ext cx="903" cy="1143"/>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465" name="直线 1979"/>
                                            <wps:cNvCnPr>
                                              <a:cxnSpLocks noChangeShapeType="1"/>
                                            </wps:cNvCnPr>
                                            <wps:spPr bwMode="auto">
                                              <a:xfrm>
                                                <a:off x="4666" y="42156"/>
                                                <a:ext cx="1057" cy="2"/>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66" name="直线 2093"/>
                                            <wps:cNvCnPr>
                                              <a:cxnSpLocks noChangeShapeType="1"/>
                                            </wps:cNvCnPr>
                                            <wps:spPr bwMode="auto">
                                              <a:xfrm>
                                                <a:off x="1695" y="42145"/>
                                                <a:ext cx="1056" cy="2"/>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467" name="组合 2633"/>
                                            <wpg:cNvGrpSpPr>
                                              <a:grpSpLocks/>
                                            </wpg:cNvGrpSpPr>
                                            <wpg:grpSpPr bwMode="auto">
                                              <a:xfrm>
                                                <a:off x="1526" y="42130"/>
                                                <a:ext cx="5100" cy="1165"/>
                                                <a:chOff x="1526" y="42129"/>
                                                <a:chExt cx="5081" cy="1167"/>
                                              </a:xfrm>
                                            </wpg:grpSpPr>
                                            <wpg:grpSp>
                                              <wpg:cNvPr id="468" name="组合 1967"/>
                                              <wpg:cNvGrpSpPr>
                                                <a:grpSpLocks/>
                                              </wpg:cNvGrpSpPr>
                                              <wpg:grpSpPr bwMode="auto">
                                                <a:xfrm>
                                                  <a:off x="3141" y="42176"/>
                                                  <a:ext cx="87" cy="912"/>
                                                  <a:chOff x="1222" y="1690"/>
                                                  <a:chExt cx="243" cy="1684"/>
                                                </a:xfrm>
                                              </wpg:grpSpPr>
                                              <wps:wsp>
                                                <wps:cNvPr id="469" name="任意多边形 1968"/>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70" name="任意多边形 1969"/>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471" name="组合 2637"/>
                                              <wpg:cNvGrpSpPr>
                                                <a:grpSpLocks/>
                                              </wpg:cNvGrpSpPr>
                                              <wpg:grpSpPr bwMode="auto">
                                                <a:xfrm>
                                                  <a:off x="1526" y="42129"/>
                                                  <a:ext cx="5081" cy="1167"/>
                                                  <a:chOff x="1526" y="42129"/>
                                                  <a:chExt cx="5081" cy="1168"/>
                                                </a:xfrm>
                                              </wpg:grpSpPr>
                                              <wpg:grpSp>
                                                <wpg:cNvPr id="472" name="组合 1929"/>
                                                <wpg:cNvGrpSpPr>
                                                  <a:grpSpLocks/>
                                                </wpg:cNvGrpSpPr>
                                                <wpg:grpSpPr bwMode="auto">
                                                  <a:xfrm>
                                                    <a:off x="4284" y="42183"/>
                                                    <a:ext cx="87" cy="912"/>
                                                    <a:chOff x="1222" y="1690"/>
                                                    <a:chExt cx="243" cy="1684"/>
                                                  </a:xfrm>
                                                </wpg:grpSpPr>
                                                <wps:wsp>
                                                  <wps:cNvPr id="473" name="任意多边形 1930"/>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74" name="任意多边形 1931"/>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475" name="组合 1932"/>
                                                <wpg:cNvGrpSpPr>
                                                  <a:grpSpLocks/>
                                                </wpg:cNvGrpSpPr>
                                                <wpg:grpSpPr bwMode="auto">
                                                  <a:xfrm>
                                                    <a:off x="3061" y="42183"/>
                                                    <a:ext cx="87" cy="912"/>
                                                    <a:chOff x="738" y="1687"/>
                                                    <a:chExt cx="242" cy="1684"/>
                                                  </a:xfrm>
                                                </wpg:grpSpPr>
                                                <wps:wsp>
                                                  <wps:cNvPr id="476" name="任意多边形 193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77" name="任意多边形 193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s:wsp>
                                                <wps:cNvPr id="478" name="任意多边形 1935"/>
                                                <wps:cNvSpPr>
                                                  <a:spLocks noChangeArrowheads="1"/>
                                                </wps:cNvSpPr>
                                                <wps:spPr bwMode="auto">
                                                  <a:xfrm>
                                                    <a:off x="2469" y="42129"/>
                                                    <a:ext cx="796" cy="1144"/>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a:solidFill>
                                                      <a:srgbClr val="000000"/>
                                                    </a:solidFill>
                                                    <a:prstDash val="sysDot"/>
                                                    <a:bevel/>
                                                    <a:headEnd/>
                                                    <a:tailEnd/>
                                                  </a:ln>
                                                </wps:spPr>
                                                <wps:bodyPr rot="0" vert="horz" wrap="square" lIns="91440" tIns="45720" rIns="91440" bIns="45720" anchor="t" anchorCtr="0" upright="1">
                                                  <a:noAutofit/>
                                                </wps:bodyPr>
                                              </wps:wsp>
                                              <wpg:grpSp>
                                                <wpg:cNvPr id="479" name="组合 1937"/>
                                                <wpg:cNvGrpSpPr>
                                                  <a:grpSpLocks/>
                                                </wpg:cNvGrpSpPr>
                                                <wpg:grpSpPr bwMode="auto">
                                                  <a:xfrm>
                                                    <a:off x="4098" y="42183"/>
                                                    <a:ext cx="90" cy="912"/>
                                                    <a:chOff x="738" y="1687"/>
                                                    <a:chExt cx="242" cy="1684"/>
                                                  </a:xfrm>
                                                </wpg:grpSpPr>
                                                <wps:wsp>
                                                  <wps:cNvPr id="480" name="任意多边形 193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81" name="任意多边形 193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482" name="组合 1940"/>
                                                <wpg:cNvGrpSpPr>
                                                  <a:grpSpLocks/>
                                                </wpg:cNvGrpSpPr>
                                                <wpg:grpSpPr bwMode="auto">
                                                  <a:xfrm>
                                                    <a:off x="4007" y="42183"/>
                                                    <a:ext cx="84" cy="912"/>
                                                    <a:chOff x="738" y="1687"/>
                                                    <a:chExt cx="242" cy="1684"/>
                                                  </a:xfrm>
                                                </wpg:grpSpPr>
                                                <wps:wsp>
                                                  <wps:cNvPr id="483" name="任意多边形 194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84" name="任意多边形 194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485" name="组合 1943"/>
                                                <wpg:cNvGrpSpPr>
                                                  <a:grpSpLocks/>
                                                </wpg:cNvGrpSpPr>
                                                <wpg:grpSpPr bwMode="auto">
                                                  <a:xfrm>
                                                    <a:off x="3838" y="42183"/>
                                                    <a:ext cx="89" cy="912"/>
                                                    <a:chOff x="1222" y="1690"/>
                                                    <a:chExt cx="243" cy="1684"/>
                                                  </a:xfrm>
                                                </wpg:grpSpPr>
                                                <wps:wsp>
                                                  <wps:cNvPr id="486" name="任意多边形 194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87" name="任意多边形 1945"/>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488" name="组合 1946"/>
                                                <wpg:cNvGrpSpPr>
                                                  <a:grpSpLocks/>
                                                </wpg:cNvGrpSpPr>
                                                <wpg:grpSpPr bwMode="auto">
                                                  <a:xfrm>
                                                    <a:off x="3927" y="42187"/>
                                                    <a:ext cx="87" cy="910"/>
                                                    <a:chOff x="738" y="1687"/>
                                                    <a:chExt cx="242" cy="1684"/>
                                                  </a:xfrm>
                                                </wpg:grpSpPr>
                                                <wps:wsp>
                                                  <wps:cNvPr id="489" name="任意多边形 194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90" name="任意多边形 194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491" name="组合 1949"/>
                                                <wpg:cNvGrpSpPr>
                                                  <a:grpSpLocks/>
                                                </wpg:cNvGrpSpPr>
                                                <wpg:grpSpPr bwMode="auto">
                                                  <a:xfrm>
                                                    <a:off x="4190" y="42183"/>
                                                    <a:ext cx="84" cy="912"/>
                                                    <a:chOff x="738" y="1687"/>
                                                    <a:chExt cx="242" cy="1684"/>
                                                  </a:xfrm>
                                                </wpg:grpSpPr>
                                                <wps:wsp>
                                                  <wps:cNvPr id="492" name="任意多边形 195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93" name="任意多边形 195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494" name="组合 1952"/>
                                                <wpg:cNvGrpSpPr>
                                                  <a:grpSpLocks/>
                                                </wpg:cNvGrpSpPr>
                                                <wpg:grpSpPr bwMode="auto">
                                                  <a:xfrm>
                                                    <a:off x="3751" y="42187"/>
                                                    <a:ext cx="84" cy="908"/>
                                                    <a:chOff x="1222" y="1690"/>
                                                    <a:chExt cx="243" cy="1684"/>
                                                  </a:xfrm>
                                                </wpg:grpSpPr>
                                                <wps:wsp>
                                                  <wps:cNvPr id="495" name="任意多边形 1953"/>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96" name="任意多边形 195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497" name="组合 1955"/>
                                                <wpg:cNvGrpSpPr>
                                                  <a:grpSpLocks/>
                                                </wpg:cNvGrpSpPr>
                                                <wpg:grpSpPr bwMode="auto">
                                                  <a:xfrm>
                                                    <a:off x="3662" y="42185"/>
                                                    <a:ext cx="89" cy="910"/>
                                                    <a:chOff x="738" y="1687"/>
                                                    <a:chExt cx="242" cy="1684"/>
                                                  </a:xfrm>
                                                </wpg:grpSpPr>
                                                <wps:wsp>
                                                  <wps:cNvPr id="498" name="任意多边形 195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99" name="任意多边形 195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500" name="组合 1958"/>
                                                <wpg:cNvGrpSpPr>
                                                  <a:grpSpLocks/>
                                                </wpg:cNvGrpSpPr>
                                                <wpg:grpSpPr bwMode="auto">
                                                  <a:xfrm>
                                                    <a:off x="3577" y="42183"/>
                                                    <a:ext cx="85" cy="912"/>
                                                    <a:chOff x="738" y="1687"/>
                                                    <a:chExt cx="242" cy="1684"/>
                                                  </a:xfrm>
                                                </wpg:grpSpPr>
                                                <wps:wsp>
                                                  <wps:cNvPr id="501" name="任意多边形 195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502" name="任意多边形 196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503" name="组合 1961"/>
                                                <wpg:cNvGrpSpPr>
                                                  <a:grpSpLocks/>
                                                </wpg:cNvGrpSpPr>
                                                <wpg:grpSpPr bwMode="auto">
                                                  <a:xfrm>
                                                    <a:off x="3404" y="42183"/>
                                                    <a:ext cx="86" cy="912"/>
                                                    <a:chOff x="738" y="1687"/>
                                                    <a:chExt cx="242" cy="1684"/>
                                                  </a:xfrm>
                                                </wpg:grpSpPr>
                                                <wps:wsp>
                                                  <wps:cNvPr id="504" name="任意多边形 196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505" name="任意多边形 196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506" name="组合 1964"/>
                                                <wpg:cNvGrpSpPr>
                                                  <a:grpSpLocks/>
                                                </wpg:cNvGrpSpPr>
                                                <wpg:grpSpPr bwMode="auto">
                                                  <a:xfrm>
                                                    <a:off x="3321" y="42176"/>
                                                    <a:ext cx="87" cy="912"/>
                                                    <a:chOff x="738" y="1687"/>
                                                    <a:chExt cx="242" cy="1684"/>
                                                  </a:xfrm>
                                                </wpg:grpSpPr>
                                                <wps:wsp>
                                                  <wps:cNvPr id="507" name="任意多边形 196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508" name="任意多边形 196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509" name="组合 1970"/>
                                                <wpg:cNvGrpSpPr>
                                                  <a:grpSpLocks/>
                                                </wpg:cNvGrpSpPr>
                                                <wpg:grpSpPr bwMode="auto">
                                                  <a:xfrm>
                                                    <a:off x="3235" y="42178"/>
                                                    <a:ext cx="86" cy="912"/>
                                                    <a:chOff x="738" y="1687"/>
                                                    <a:chExt cx="242" cy="1684"/>
                                                  </a:xfrm>
                                                </wpg:grpSpPr>
                                                <wps:wsp>
                                                  <wps:cNvPr id="510" name="任意多边形 197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511" name="任意多边形 197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512" name="组合 1973"/>
                                                <wpg:cNvGrpSpPr>
                                                  <a:grpSpLocks/>
                                                </wpg:cNvGrpSpPr>
                                                <wpg:grpSpPr bwMode="auto">
                                                  <a:xfrm>
                                                    <a:off x="3490" y="42183"/>
                                                    <a:ext cx="83" cy="912"/>
                                                    <a:chOff x="738" y="1687"/>
                                                    <a:chExt cx="242" cy="1684"/>
                                                  </a:xfrm>
                                                </wpg:grpSpPr>
                                                <wps:wsp>
                                                  <wps:cNvPr id="513" name="任意多边形 197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514" name="任意多边形 197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s:wsp>
                                                <wps:cNvPr id="515" name="任意多边形 1977"/>
                                                <wps:cNvSpPr>
                                                  <a:spLocks noChangeArrowheads="1"/>
                                                </wps:cNvSpPr>
                                                <wps:spPr bwMode="auto">
                                                  <a:xfrm>
                                                    <a:off x="3843" y="42154"/>
                                                    <a:ext cx="809" cy="1143"/>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516" name="任意多边形 1980"/>
                                                <wps:cNvSpPr>
                                                  <a:spLocks noChangeArrowheads="1"/>
                                                </wps:cNvSpPr>
                                                <wps:spPr bwMode="auto">
                                                  <a:xfrm flipH="1">
                                                    <a:off x="2758" y="42138"/>
                                                    <a:ext cx="822" cy="1143"/>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517" name="任意多边形 1981"/>
                                                <wps:cNvSpPr>
                                                  <a:spLocks noChangeArrowheads="1"/>
                                                </wps:cNvSpPr>
                                                <wps:spPr bwMode="auto">
                                                  <a:xfrm flipH="1">
                                                    <a:off x="5701" y="42156"/>
                                                    <a:ext cx="906" cy="1141"/>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g:grpSp>
                                                <wpg:cNvPr id="518" name="组合 1990"/>
                                                <wpg:cNvGrpSpPr>
                                                  <a:grpSpLocks/>
                                                </wpg:cNvGrpSpPr>
                                                <wpg:grpSpPr bwMode="auto">
                                                  <a:xfrm>
                                                    <a:off x="5765" y="42187"/>
                                                    <a:ext cx="87" cy="912"/>
                                                    <a:chOff x="738" y="1687"/>
                                                    <a:chExt cx="242" cy="1684"/>
                                                  </a:xfrm>
                                                </wpg:grpSpPr>
                                                <wps:wsp>
                                                  <wps:cNvPr id="519" name="任意多边形 199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20" name="任意多边形 199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1" name="组合 1993"/>
                                                <wpg:cNvGrpSpPr>
                                                  <a:grpSpLocks/>
                                                </wpg:cNvGrpSpPr>
                                                <wpg:grpSpPr bwMode="auto">
                                                  <a:xfrm>
                                                    <a:off x="5584" y="42189"/>
                                                    <a:ext cx="89" cy="912"/>
                                                    <a:chOff x="738" y="1687"/>
                                                    <a:chExt cx="242" cy="1684"/>
                                                  </a:xfrm>
                                                </wpg:grpSpPr>
                                                <wps:wsp>
                                                  <wps:cNvPr id="522" name="任意多边形 199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23" name="任意多边形 199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4" name="组合 1996"/>
                                                <wpg:cNvGrpSpPr>
                                                  <a:grpSpLocks/>
                                                </wpg:cNvGrpSpPr>
                                                <wpg:grpSpPr bwMode="auto">
                                                  <a:xfrm>
                                                    <a:off x="5502" y="42189"/>
                                                    <a:ext cx="84" cy="912"/>
                                                    <a:chOff x="738" y="1687"/>
                                                    <a:chExt cx="242" cy="1684"/>
                                                  </a:xfrm>
                                                </wpg:grpSpPr>
                                                <wps:wsp>
                                                  <wps:cNvPr id="525" name="任意多边形 199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26" name="任意多边形 199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7" name="组合 1999"/>
                                                <wpg:cNvGrpSpPr>
                                                  <a:grpSpLocks/>
                                                </wpg:cNvGrpSpPr>
                                                <wpg:grpSpPr bwMode="auto">
                                                  <a:xfrm>
                                                    <a:off x="5326" y="42189"/>
                                                    <a:ext cx="87" cy="912"/>
                                                    <a:chOff x="1222" y="1690"/>
                                                    <a:chExt cx="243" cy="1684"/>
                                                  </a:xfrm>
                                                </wpg:grpSpPr>
                                                <wps:wsp>
                                                  <wps:cNvPr id="528" name="任意多边形 2000"/>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29" name="任意多边形 2001"/>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0" name="组合 2002"/>
                                                <wpg:cNvGrpSpPr>
                                                  <a:grpSpLocks/>
                                                </wpg:cNvGrpSpPr>
                                                <wpg:grpSpPr bwMode="auto">
                                                  <a:xfrm>
                                                    <a:off x="5406" y="42191"/>
                                                    <a:ext cx="87" cy="912"/>
                                                    <a:chOff x="738" y="1687"/>
                                                    <a:chExt cx="242" cy="1684"/>
                                                  </a:xfrm>
                                                </wpg:grpSpPr>
                                                <wps:wsp>
                                                  <wps:cNvPr id="531" name="任意多边形 200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32" name="任意多边形 200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3" name="组合 2005"/>
                                                <wpg:cNvGrpSpPr>
                                                  <a:grpSpLocks/>
                                                </wpg:cNvGrpSpPr>
                                                <wpg:grpSpPr bwMode="auto">
                                                  <a:xfrm>
                                                    <a:off x="5678" y="42189"/>
                                                    <a:ext cx="82" cy="912"/>
                                                    <a:chOff x="738" y="1687"/>
                                                    <a:chExt cx="242" cy="1684"/>
                                                  </a:xfrm>
                                                </wpg:grpSpPr>
                                                <wps:wsp>
                                                  <wps:cNvPr id="534" name="任意多边形 200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35" name="任意多边形 200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6" name="组合 2008"/>
                                                <wpg:cNvGrpSpPr>
                                                  <a:grpSpLocks/>
                                                </wpg:cNvGrpSpPr>
                                                <wpg:grpSpPr bwMode="auto">
                                                  <a:xfrm>
                                                    <a:off x="5237" y="42191"/>
                                                    <a:ext cx="87" cy="912"/>
                                                    <a:chOff x="1222" y="1690"/>
                                                    <a:chExt cx="243" cy="1684"/>
                                                  </a:xfrm>
                                                </wpg:grpSpPr>
                                                <wps:wsp>
                                                  <wps:cNvPr id="537" name="任意多边形 2009"/>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38" name="任意多边形 2010"/>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9" name="组合 2011"/>
                                                <wpg:cNvGrpSpPr>
                                                  <a:grpSpLocks/>
                                                </wpg:cNvGrpSpPr>
                                                <wpg:grpSpPr bwMode="auto">
                                                  <a:xfrm>
                                                    <a:off x="5150" y="42189"/>
                                                    <a:ext cx="87" cy="914"/>
                                                    <a:chOff x="738" y="1687"/>
                                                    <a:chExt cx="242" cy="1684"/>
                                                  </a:xfrm>
                                                </wpg:grpSpPr>
                                                <wps:wsp>
                                                  <wps:cNvPr id="540" name="任意多边形 201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41" name="任意多边形 201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2" name="组合 2014"/>
                                                <wpg:cNvGrpSpPr>
                                                  <a:grpSpLocks/>
                                                </wpg:cNvGrpSpPr>
                                                <wpg:grpSpPr bwMode="auto">
                                                  <a:xfrm>
                                                    <a:off x="5063" y="42189"/>
                                                    <a:ext cx="87" cy="912"/>
                                                    <a:chOff x="738" y="1687"/>
                                                    <a:chExt cx="242" cy="1684"/>
                                                  </a:xfrm>
                                                </wpg:grpSpPr>
                                                <wps:wsp>
                                                  <wps:cNvPr id="543" name="任意多边形 201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44" name="任意多边形 201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5" name="组合 2017"/>
                                                <wpg:cNvGrpSpPr>
                                                  <a:grpSpLocks/>
                                                </wpg:cNvGrpSpPr>
                                                <wpg:grpSpPr bwMode="auto">
                                                  <a:xfrm>
                                                    <a:off x="4889" y="42189"/>
                                                    <a:ext cx="87" cy="912"/>
                                                    <a:chOff x="738" y="1687"/>
                                                    <a:chExt cx="242" cy="1684"/>
                                                  </a:xfrm>
                                                </wpg:grpSpPr>
                                                <wps:wsp>
                                                  <wps:cNvPr id="546" name="任意多边形 201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47" name="任意多边形 201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8" name="组合 2020"/>
                                                <wpg:cNvGrpSpPr>
                                                  <a:grpSpLocks/>
                                                </wpg:cNvGrpSpPr>
                                                <wpg:grpSpPr bwMode="auto">
                                                  <a:xfrm>
                                                    <a:off x="4807" y="42183"/>
                                                    <a:ext cx="89" cy="912"/>
                                                    <a:chOff x="738" y="1687"/>
                                                    <a:chExt cx="242" cy="1684"/>
                                                  </a:xfrm>
                                                </wpg:grpSpPr>
                                                <wps:wsp>
                                                  <wps:cNvPr id="549" name="任意多边形 202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50" name="任意多边形 202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1" name="组合 2023"/>
                                                <wpg:cNvGrpSpPr>
                                                  <a:grpSpLocks/>
                                                </wpg:cNvGrpSpPr>
                                                <wpg:grpSpPr bwMode="auto">
                                                  <a:xfrm>
                                                    <a:off x="4636" y="42183"/>
                                                    <a:ext cx="84" cy="912"/>
                                                    <a:chOff x="1222" y="1690"/>
                                                    <a:chExt cx="243" cy="1684"/>
                                                  </a:xfrm>
                                                </wpg:grpSpPr>
                                                <wps:wsp>
                                                  <wps:cNvPr id="552" name="任意多边形 202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53" name="任意多边形 2025"/>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4" name="组合 2026"/>
                                                <wpg:cNvGrpSpPr>
                                                  <a:grpSpLocks/>
                                                </wpg:cNvGrpSpPr>
                                                <wpg:grpSpPr bwMode="auto">
                                                  <a:xfrm>
                                                    <a:off x="4720" y="42187"/>
                                                    <a:ext cx="87" cy="910"/>
                                                    <a:chOff x="738" y="1687"/>
                                                    <a:chExt cx="242" cy="1684"/>
                                                  </a:xfrm>
                                                </wpg:grpSpPr>
                                                <wps:wsp>
                                                  <wps:cNvPr id="555" name="任意多边形 202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56" name="任意多边形 202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7" name="组合 2029"/>
                                                <wpg:cNvGrpSpPr>
                                                  <a:grpSpLocks/>
                                                </wpg:cNvGrpSpPr>
                                                <wpg:grpSpPr bwMode="auto">
                                                  <a:xfrm>
                                                    <a:off x="4976" y="42189"/>
                                                    <a:ext cx="82" cy="912"/>
                                                    <a:chOff x="738" y="1687"/>
                                                    <a:chExt cx="242" cy="1684"/>
                                                  </a:xfrm>
                                                </wpg:grpSpPr>
                                                <wps:wsp>
                                                  <wps:cNvPr id="558" name="任意多边形 203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59" name="任意多边形 203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0" name="组合 2032"/>
                                                <wpg:cNvGrpSpPr>
                                                  <a:grpSpLocks/>
                                                </wpg:cNvGrpSpPr>
                                                <wpg:grpSpPr bwMode="auto">
                                                  <a:xfrm>
                                                    <a:off x="5849" y="42187"/>
                                                    <a:ext cx="85" cy="910"/>
                                                    <a:chOff x="6345" y="1687"/>
                                                    <a:chExt cx="242" cy="1685"/>
                                                  </a:xfrm>
                                                </wpg:grpSpPr>
                                                <wps:wsp>
                                                  <wps:cNvPr id="561" name="任意多边形 2033"/>
                                                  <wps:cNvSpPr>
                                                    <a:spLocks noChangeArrowheads="1"/>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62" name="任意多边形 2034"/>
                                                  <wps:cNvSpPr>
                                                    <a:spLocks noChangeArrowheads="1"/>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3" name="组合 2035"/>
                                                <wpg:cNvGrpSpPr>
                                                  <a:grpSpLocks/>
                                                </wpg:cNvGrpSpPr>
                                                <wpg:grpSpPr bwMode="auto">
                                                  <a:xfrm>
                                                    <a:off x="4544" y="42187"/>
                                                    <a:ext cx="87" cy="908"/>
                                                    <a:chOff x="1222" y="1690"/>
                                                    <a:chExt cx="243" cy="1684"/>
                                                  </a:xfrm>
                                                </wpg:grpSpPr>
                                                <wps:wsp>
                                                  <wps:cNvPr id="564" name="任意多边形 2036"/>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65" name="任意多边形 2037"/>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6" name="组合 2038"/>
                                                <wpg:cNvGrpSpPr>
                                                  <a:grpSpLocks/>
                                                </wpg:cNvGrpSpPr>
                                                <wpg:grpSpPr bwMode="auto">
                                                  <a:xfrm>
                                                    <a:off x="4457" y="42185"/>
                                                    <a:ext cx="87" cy="910"/>
                                                    <a:chOff x="738" y="1687"/>
                                                    <a:chExt cx="242" cy="1684"/>
                                                  </a:xfrm>
                                                </wpg:grpSpPr>
                                                <wps:wsp>
                                                  <wps:cNvPr id="567" name="任意多边形 203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68" name="任意多边形 204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9" name="组合 2044"/>
                                                <wpg:cNvGrpSpPr>
                                                  <a:grpSpLocks/>
                                                </wpg:cNvGrpSpPr>
                                                <wpg:grpSpPr bwMode="auto">
                                                  <a:xfrm>
                                                    <a:off x="2803" y="42180"/>
                                                    <a:ext cx="89" cy="912"/>
                                                    <a:chOff x="738" y="1687"/>
                                                    <a:chExt cx="242" cy="1684"/>
                                                  </a:xfrm>
                                                </wpg:grpSpPr>
                                                <wps:wsp>
                                                  <wps:cNvPr id="570" name="任意多边形 204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71" name="任意多边形 204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2" name="组合 2047"/>
                                                <wpg:cNvGrpSpPr>
                                                  <a:grpSpLocks/>
                                                </wpg:cNvGrpSpPr>
                                                <wpg:grpSpPr bwMode="auto">
                                                  <a:xfrm>
                                                    <a:off x="2624" y="42182"/>
                                                    <a:ext cx="87" cy="912"/>
                                                    <a:chOff x="738" y="1687"/>
                                                    <a:chExt cx="242" cy="1684"/>
                                                  </a:xfrm>
                                                </wpg:grpSpPr>
                                                <wps:wsp>
                                                  <wps:cNvPr id="573" name="任意多边形 204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74" name="任意多边形 204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5" name="组合 2050"/>
                                                <wpg:cNvGrpSpPr>
                                                  <a:grpSpLocks/>
                                                </wpg:cNvGrpSpPr>
                                                <wpg:grpSpPr bwMode="auto">
                                                  <a:xfrm>
                                                    <a:off x="2535" y="42182"/>
                                                    <a:ext cx="85" cy="912"/>
                                                    <a:chOff x="738" y="1687"/>
                                                    <a:chExt cx="242" cy="1684"/>
                                                  </a:xfrm>
                                                </wpg:grpSpPr>
                                                <wps:wsp>
                                                  <wps:cNvPr id="576" name="任意多边形 205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77" name="任意多边形 205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8" name="组合 2053"/>
                                                <wpg:cNvGrpSpPr>
                                                  <a:grpSpLocks/>
                                                </wpg:cNvGrpSpPr>
                                                <wpg:grpSpPr bwMode="auto">
                                                  <a:xfrm>
                                                    <a:off x="2359" y="42182"/>
                                                    <a:ext cx="87" cy="912"/>
                                                    <a:chOff x="1222" y="1690"/>
                                                    <a:chExt cx="243" cy="1684"/>
                                                  </a:xfrm>
                                                </wpg:grpSpPr>
                                                <wps:wsp>
                                                  <wps:cNvPr id="579" name="任意多边形 205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80" name="任意多边形 2055"/>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1" name="组合 2056"/>
                                                <wpg:cNvGrpSpPr>
                                                  <a:grpSpLocks/>
                                                </wpg:cNvGrpSpPr>
                                                <wpg:grpSpPr bwMode="auto">
                                                  <a:xfrm>
                                                    <a:off x="2446" y="42184"/>
                                                    <a:ext cx="87" cy="912"/>
                                                    <a:chOff x="738" y="1687"/>
                                                    <a:chExt cx="242" cy="1684"/>
                                                  </a:xfrm>
                                                </wpg:grpSpPr>
                                                <wps:wsp>
                                                  <wps:cNvPr id="582" name="任意多边形 205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83" name="任意多边形 205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4" name="组合 2059"/>
                                                <wpg:cNvGrpSpPr>
                                                  <a:grpSpLocks/>
                                                </wpg:cNvGrpSpPr>
                                                <wpg:grpSpPr bwMode="auto">
                                                  <a:xfrm>
                                                    <a:off x="2718" y="42182"/>
                                                    <a:ext cx="85" cy="912"/>
                                                    <a:chOff x="738" y="1687"/>
                                                    <a:chExt cx="242" cy="1684"/>
                                                  </a:xfrm>
                                                </wpg:grpSpPr>
                                                <wps:wsp>
                                                  <wps:cNvPr id="585" name="任意多边形 206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86" name="任意多边形 206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7" name="组合 2062"/>
                                                <wpg:cNvGrpSpPr>
                                                  <a:grpSpLocks/>
                                                </wpg:cNvGrpSpPr>
                                                <wpg:grpSpPr bwMode="auto">
                                                  <a:xfrm>
                                                    <a:off x="2268" y="42184"/>
                                                    <a:ext cx="89" cy="912"/>
                                                    <a:chOff x="1222" y="1690"/>
                                                    <a:chExt cx="243" cy="1684"/>
                                                  </a:xfrm>
                                                </wpg:grpSpPr>
                                                <wps:wsp>
                                                  <wps:cNvPr id="588" name="任意多边形 2063"/>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89" name="任意多边形 206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0" name="组合 2065"/>
                                                <wpg:cNvGrpSpPr>
                                                  <a:grpSpLocks/>
                                                </wpg:cNvGrpSpPr>
                                                <wpg:grpSpPr bwMode="auto">
                                                  <a:xfrm>
                                                    <a:off x="2199" y="42182"/>
                                                    <a:ext cx="85" cy="914"/>
                                                    <a:chOff x="738" y="1687"/>
                                                    <a:chExt cx="242" cy="1684"/>
                                                  </a:xfrm>
                                                </wpg:grpSpPr>
                                                <wps:wsp>
                                                  <wps:cNvPr id="591" name="任意多边形 206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92" name="任意多边形 206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3" name="组合 2068"/>
                                                <wpg:cNvGrpSpPr>
                                                  <a:grpSpLocks/>
                                                </wpg:cNvGrpSpPr>
                                                <wpg:grpSpPr bwMode="auto">
                                                  <a:xfrm>
                                                    <a:off x="2115" y="42182"/>
                                                    <a:ext cx="89" cy="912"/>
                                                    <a:chOff x="738" y="1687"/>
                                                    <a:chExt cx="242" cy="1684"/>
                                                  </a:xfrm>
                                                </wpg:grpSpPr>
                                                <wps:wsp>
                                                  <wps:cNvPr id="594" name="任意多边形 206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95" name="任意多边形 207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6" name="组合 2071"/>
                                                <wpg:cNvGrpSpPr>
                                                  <a:grpSpLocks/>
                                                </wpg:cNvGrpSpPr>
                                                <wpg:grpSpPr bwMode="auto">
                                                  <a:xfrm>
                                                    <a:off x="1961" y="42182"/>
                                                    <a:ext cx="86" cy="912"/>
                                                    <a:chOff x="738" y="1687"/>
                                                    <a:chExt cx="242" cy="1684"/>
                                                  </a:xfrm>
                                                </wpg:grpSpPr>
                                                <wps:wsp>
                                                  <wps:cNvPr id="597" name="任意多边形 207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98" name="任意多边形 207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9" name="组合 2074"/>
                                                <wpg:cNvGrpSpPr>
                                                  <a:grpSpLocks/>
                                                </wpg:cNvGrpSpPr>
                                                <wpg:grpSpPr bwMode="auto">
                                                  <a:xfrm>
                                                    <a:off x="1878" y="42176"/>
                                                    <a:ext cx="90" cy="912"/>
                                                    <a:chOff x="738" y="1687"/>
                                                    <a:chExt cx="242" cy="1684"/>
                                                  </a:xfrm>
                                                </wpg:grpSpPr>
                                                <wps:wsp>
                                                  <wps:cNvPr id="600" name="任意多边形 207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601" name="任意多边形 207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2" name="组合 2077"/>
                                                <wpg:cNvGrpSpPr>
                                                  <a:grpSpLocks/>
                                                </wpg:cNvGrpSpPr>
                                                <wpg:grpSpPr bwMode="auto">
                                                  <a:xfrm>
                                                    <a:off x="1705" y="42176"/>
                                                    <a:ext cx="87" cy="912"/>
                                                    <a:chOff x="1222" y="1690"/>
                                                    <a:chExt cx="243" cy="1684"/>
                                                  </a:xfrm>
                                                </wpg:grpSpPr>
                                                <wps:wsp>
                                                  <wps:cNvPr id="603" name="任意多边形 2078"/>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604" name="任意多边形 2079"/>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5" name="组合 2080"/>
                                                <wpg:cNvGrpSpPr>
                                                  <a:grpSpLocks/>
                                                </wpg:cNvGrpSpPr>
                                                <wpg:grpSpPr bwMode="auto">
                                                  <a:xfrm>
                                                    <a:off x="1792" y="42180"/>
                                                    <a:ext cx="86" cy="910"/>
                                                    <a:chOff x="738" y="1687"/>
                                                    <a:chExt cx="242" cy="1684"/>
                                                  </a:xfrm>
                                                </wpg:grpSpPr>
                                                <wps:wsp>
                                                  <wps:cNvPr id="606" name="任意多边形 208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607" name="任意多边形 208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8" name="组合 2083"/>
                                                <wpg:cNvGrpSpPr>
                                                  <a:grpSpLocks/>
                                                </wpg:cNvGrpSpPr>
                                                <wpg:grpSpPr bwMode="auto">
                                                  <a:xfrm>
                                                    <a:off x="2036" y="42182"/>
                                                    <a:ext cx="83" cy="912"/>
                                                    <a:chOff x="738" y="1687"/>
                                                    <a:chExt cx="242" cy="1684"/>
                                                  </a:xfrm>
                                                </wpg:grpSpPr>
                                                <wps:wsp>
                                                  <wps:cNvPr id="609" name="任意多边形 208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610" name="任意多边形 208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1" name="组合 2097"/>
                                                <wpg:cNvGrpSpPr>
                                                  <a:grpSpLocks/>
                                                </wpg:cNvGrpSpPr>
                                                <wpg:grpSpPr bwMode="auto">
                                                  <a:xfrm>
                                                    <a:off x="2887" y="42180"/>
                                                    <a:ext cx="87" cy="910"/>
                                                    <a:chOff x="6345" y="1687"/>
                                                    <a:chExt cx="242" cy="1685"/>
                                                  </a:xfrm>
                                                </wpg:grpSpPr>
                                                <wps:wsp>
                                                  <wps:cNvPr id="612" name="任意多边形 2098"/>
                                                  <wps:cNvSpPr>
                                                    <a:spLocks noChangeArrowheads="1"/>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613" name="任意多边形 2099"/>
                                                  <wps:cNvSpPr>
                                                    <a:spLocks noChangeArrowheads="1"/>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4" name="组合 2100"/>
                                                <wpg:cNvGrpSpPr>
                                                  <a:grpSpLocks/>
                                                </wpg:cNvGrpSpPr>
                                                <wpg:grpSpPr bwMode="auto">
                                                  <a:xfrm>
                                                    <a:off x="1616" y="42180"/>
                                                    <a:ext cx="86" cy="908"/>
                                                    <a:chOff x="1222" y="1690"/>
                                                    <a:chExt cx="243" cy="1684"/>
                                                  </a:xfrm>
                                                </wpg:grpSpPr>
                                                <wps:wsp>
                                                  <wps:cNvPr id="615" name="任意多边形 2101"/>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616" name="任意多边形 2102"/>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7" name="组合 2103"/>
                                                <wpg:cNvGrpSpPr>
                                                  <a:grpSpLocks/>
                                                </wpg:cNvGrpSpPr>
                                                <wpg:grpSpPr bwMode="auto">
                                                  <a:xfrm>
                                                    <a:off x="1526" y="42178"/>
                                                    <a:ext cx="90" cy="910"/>
                                                    <a:chOff x="738" y="1687"/>
                                                    <a:chExt cx="242" cy="1684"/>
                                                  </a:xfrm>
                                                </wpg:grpSpPr>
                                                <wps:wsp>
                                                  <wps:cNvPr id="618" name="任意多边形 210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619" name="任意多边形 210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grpSp>
                                          <wpg:cNvPr id="620" name="组合 2786"/>
                                          <wpg:cNvGrpSpPr>
                                            <a:grpSpLocks/>
                                          </wpg:cNvGrpSpPr>
                                          <wpg:grpSpPr bwMode="auto">
                                            <a:xfrm>
                                              <a:off x="1453" y="42085"/>
                                              <a:ext cx="4269" cy="1941"/>
                                              <a:chOff x="1479" y="41105"/>
                                              <a:chExt cx="4471" cy="2025"/>
                                            </a:xfrm>
                                          </wpg:grpSpPr>
                                          <wps:wsp>
                                            <wps:cNvPr id="621" name="矩形 1735"/>
                                            <wps:cNvSpPr>
                                              <a:spLocks noChangeArrowheads="1"/>
                                            </wps:cNvSpPr>
                                            <wps:spPr bwMode="auto">
                                              <a:xfrm>
                                                <a:off x="4621" y="41105"/>
                                                <a:ext cx="1241" cy="7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D7D8D" w14:textId="77777777" w:rsidR="00C10E25" w:rsidRDefault="00C10E25" w:rsidP="000475CC">
                                                  <w:pPr>
                                                    <w:jc w:val="center"/>
                                                    <w:rPr>
                                                      <w:rFonts w:ascii="Arial" w:hAnsi="Arial"/>
                                                      <w:color w:val="000000"/>
                                                      <w:sz w:val="36"/>
                                                    </w:rPr>
                                                  </w:pPr>
                                                  <w:r>
                                                    <w:rPr>
                                                      <w:rFonts w:ascii="Arial" w:eastAsia="MS PGothic" w:hAnsi="Arial"/>
                                                      <w:b/>
                                                      <w:color w:val="000000"/>
                                                      <w:sz w:val="12"/>
                                                    </w:rPr>
                                                    <w:t>Transmission Bandwidth Configuration of the highest carrier in a sub-block [RB]</w:t>
                                                  </w:r>
                                                </w:p>
                                              </w:txbxContent>
                                            </wps:txbx>
                                            <wps:bodyPr rot="0" vert="horz" wrap="square" lIns="0" tIns="0" rIns="0" bIns="0" anchor="t" anchorCtr="0" upright="1">
                                              <a:noAutofit/>
                                            </wps:bodyPr>
                                          </wps:wsp>
                                          <wps:wsp>
                                            <wps:cNvPr id="622" name="直线 1984"/>
                                            <wps:cNvCnPr>
                                              <a:cxnSpLocks noChangeShapeType="1"/>
                                            </wps:cNvCnPr>
                                            <wps:spPr bwMode="auto">
                                              <a:xfrm>
                                                <a:off x="4453" y="41535"/>
                                                <a:ext cx="0" cy="1555"/>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23" name="直线 1985"/>
                                            <wps:cNvCnPr>
                                              <a:cxnSpLocks noChangeShapeType="1"/>
                                            </wps:cNvCnPr>
                                            <wps:spPr bwMode="auto">
                                              <a:xfrm>
                                                <a:off x="2943" y="41568"/>
                                                <a:ext cx="7" cy="1562"/>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24" name="直线 2087"/>
                                            <wps:cNvCnPr>
                                              <a:cxnSpLocks noChangeShapeType="1"/>
                                            </wps:cNvCnPr>
                                            <wps:spPr bwMode="auto">
                                              <a:xfrm>
                                                <a:off x="5950" y="41553"/>
                                                <a:ext cx="0" cy="1544"/>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25" name="直线 2088"/>
                                            <wps:cNvCnPr>
                                              <a:cxnSpLocks noChangeShapeType="1"/>
                                            </wps:cNvCnPr>
                                            <wps:spPr bwMode="auto">
                                              <a:xfrm>
                                                <a:off x="1479" y="41539"/>
                                                <a:ext cx="2" cy="1575"/>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26" name="矩形 2090"/>
                                            <wps:cNvSpPr>
                                              <a:spLocks noChangeArrowheads="1"/>
                                            </wps:cNvSpPr>
                                            <wps:spPr bwMode="auto">
                                              <a:xfrm>
                                                <a:off x="1558" y="41132"/>
                                                <a:ext cx="1319" cy="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03995" w14:textId="77777777" w:rsidR="00C10E25" w:rsidRDefault="00C10E25" w:rsidP="000475CC">
                                                  <w:pPr>
                                                    <w:jc w:val="center"/>
                                                    <w:rPr>
                                                      <w:rFonts w:ascii="Arial" w:hAnsi="Arial"/>
                                                      <w:color w:val="000000"/>
                                                      <w:sz w:val="36"/>
                                                    </w:rPr>
                                                  </w:pPr>
                                                  <w:r>
                                                    <w:rPr>
                                                      <w:rFonts w:ascii="Arial" w:eastAsia="MS PGothic" w:hAnsi="Arial"/>
                                                      <w:b/>
                                                      <w:color w:val="000000"/>
                                                      <w:sz w:val="12"/>
                                                    </w:rPr>
                                                    <w:t>Transmission Bandwidth Configuration of the lowest carrier in a sub-block  [RB]</w:t>
                                                  </w:r>
                                                </w:p>
                                              </w:txbxContent>
                                            </wps:txbx>
                                            <wps:bodyPr rot="0" vert="horz" wrap="square" lIns="0" tIns="0" rIns="0" bIns="0" anchor="t" anchorCtr="0" upright="1">
                                              <a:noAutofit/>
                                            </wps:bodyPr>
                                          </wps:wsp>
                                          <wps:wsp>
                                            <wps:cNvPr id="627" name="任意多边形 2094"/>
                                            <wps:cNvSpPr>
                                              <a:spLocks noChangeArrowheads="1"/>
                                            </wps:cNvSpPr>
                                            <wps:spPr bwMode="auto">
                                              <a:xfrm>
                                                <a:off x="4472" y="41872"/>
                                                <a:ext cx="1457" cy="59"/>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628" name="任意多边形 2095"/>
                                            <wps:cNvSpPr>
                                              <a:spLocks noChangeArrowheads="1"/>
                                            </wps:cNvSpPr>
                                            <wps:spPr bwMode="auto">
                                              <a:xfrm>
                                                <a:off x="1479" y="41872"/>
                                                <a:ext cx="1495" cy="59"/>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grpSp>
                                      <wpg:grpSp>
                                        <wpg:cNvPr id="629" name="组合 2795"/>
                                        <wpg:cNvGrpSpPr>
                                          <a:grpSpLocks/>
                                        </wpg:cNvGrpSpPr>
                                        <wpg:grpSpPr bwMode="auto">
                                          <a:xfrm>
                                            <a:off x="1064" y="43998"/>
                                            <a:ext cx="5004" cy="1473"/>
                                            <a:chOff x="1064" y="43998"/>
                                            <a:chExt cx="5004" cy="1473"/>
                                          </a:xfrm>
                                        </wpg:grpSpPr>
                                        <wps:wsp>
                                          <wps:cNvPr id="630" name="矩形 1726"/>
                                          <wps:cNvSpPr>
                                            <a:spLocks noChangeArrowheads="1"/>
                                          </wps:cNvSpPr>
                                          <wps:spPr bwMode="auto">
                                            <a:xfrm>
                                              <a:off x="1064" y="44571"/>
                                              <a:ext cx="852"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B89D0" w14:textId="77777777" w:rsidR="00C10E25" w:rsidRDefault="00C10E25" w:rsidP="000475CC">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edge,block </w:t>
                                                </w:r>
                                                <w:r>
                                                  <w:rPr>
                                                    <w:rFonts w:ascii="Arial" w:eastAsia="SimSun" w:hAnsi="Arial" w:cs="Arial"/>
                                                    <w:b/>
                                                    <w:color w:val="000000"/>
                                                    <w:sz w:val="12"/>
                                                    <w:szCs w:val="12"/>
                                                    <w:vertAlign w:val="subscript"/>
                                                    <w:lang w:eastAsia="zh-CN"/>
                                                  </w:rPr>
                                                  <w:t>n</w:t>
                                                </w:r>
                                                <w:r>
                                                  <w:rPr>
                                                    <w:rFonts w:ascii="Arial" w:eastAsia="SimSun" w:hAnsi="Arial" w:cs="Arial"/>
                                                    <w:b/>
                                                    <w:color w:val="000000"/>
                                                    <w:sz w:val="12"/>
                                                    <w:szCs w:val="12"/>
                                                    <w:vertAlign w:val="subscript"/>
                                                  </w:rPr>
                                                  <w:t>, low</w:t>
                                                </w:r>
                                              </w:p>
                                            </w:txbxContent>
                                          </wps:txbx>
                                          <wps:bodyPr rot="0" vert="horz" wrap="square" lIns="0" tIns="0" rIns="0" bIns="0" anchor="t" anchorCtr="0" upright="1">
                                            <a:noAutofit/>
                                          </wps:bodyPr>
                                        </wps:wsp>
                                        <wps:wsp>
                                          <wps:cNvPr id="631" name="矩形 1729"/>
                                          <wps:cNvSpPr>
                                            <a:spLocks noChangeArrowheads="1"/>
                                          </wps:cNvSpPr>
                                          <wps:spPr bwMode="auto">
                                            <a:xfrm>
                                              <a:off x="4385" y="44574"/>
                                              <a:ext cx="842"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7DB05" w14:textId="77777777" w:rsidR="00C10E25" w:rsidRDefault="00C10E25" w:rsidP="000475CC">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C,block </w:t>
                                                </w:r>
                                                <w:r>
                                                  <w:rPr>
                                                    <w:rFonts w:ascii="Arial" w:eastAsia="SimSun" w:hAnsi="Arial" w:cs="Arial"/>
                                                    <w:b/>
                                                    <w:color w:val="000000"/>
                                                    <w:sz w:val="12"/>
                                                    <w:szCs w:val="12"/>
                                                    <w:vertAlign w:val="subscript"/>
                                                    <w:lang w:eastAsia="zh-CN"/>
                                                  </w:rPr>
                                                  <w:t>n</w:t>
                                                </w:r>
                                                <w:r>
                                                  <w:rPr>
                                                    <w:rFonts w:ascii="Arial" w:eastAsia="SimSun" w:hAnsi="Arial" w:cs="Arial"/>
                                                    <w:b/>
                                                    <w:color w:val="000000"/>
                                                    <w:sz w:val="12"/>
                                                    <w:szCs w:val="12"/>
                                                    <w:vertAlign w:val="subscript"/>
                                                  </w:rPr>
                                                  <w:t>,high</w:t>
                                                </w:r>
                                              </w:p>
                                            </w:txbxContent>
                                          </wps:txbx>
                                          <wps:bodyPr rot="0" vert="horz" wrap="square" lIns="0" tIns="0" rIns="0" bIns="0" anchor="t" anchorCtr="0" upright="1">
                                            <a:noAutofit/>
                                          </wps:bodyPr>
                                        </wps:wsp>
                                        <wps:wsp>
                                          <wps:cNvPr id="632" name="矩形 1736"/>
                                          <wps:cNvSpPr>
                                            <a:spLocks noChangeArrowheads="1"/>
                                          </wps:cNvSpPr>
                                          <wps:spPr bwMode="auto">
                                            <a:xfrm>
                                              <a:off x="5132" y="44615"/>
                                              <a:ext cx="93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AB219" w14:textId="77777777" w:rsidR="00C10E25" w:rsidRDefault="00C10E25" w:rsidP="000475CC">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edge,block </w:t>
                                                </w:r>
                                                <w:r>
                                                  <w:rPr>
                                                    <w:rFonts w:ascii="Arial" w:eastAsia="SimSun" w:hAnsi="Arial" w:cs="Arial"/>
                                                    <w:b/>
                                                    <w:color w:val="000000"/>
                                                    <w:sz w:val="12"/>
                                                    <w:szCs w:val="12"/>
                                                    <w:vertAlign w:val="subscript"/>
                                                    <w:lang w:eastAsia="zh-CN"/>
                                                  </w:rPr>
                                                  <w:t>n</w:t>
                                                </w:r>
                                                <w:r>
                                                  <w:rPr>
                                                    <w:rFonts w:ascii="Arial" w:eastAsia="SimSun" w:hAnsi="Arial" w:cs="Arial"/>
                                                    <w:b/>
                                                    <w:color w:val="000000"/>
                                                    <w:sz w:val="12"/>
                                                    <w:szCs w:val="12"/>
                                                    <w:vertAlign w:val="subscript"/>
                                                  </w:rPr>
                                                  <w:t>,high</w:t>
                                                </w:r>
                                              </w:p>
                                            </w:txbxContent>
                                          </wps:txbx>
                                          <wps:bodyPr rot="0" vert="horz" wrap="square" lIns="0" tIns="0" rIns="0" bIns="0" anchor="t" anchorCtr="0" upright="1">
                                            <a:noAutofit/>
                                          </wps:bodyPr>
                                        </wps:wsp>
                                        <wps:wsp>
                                          <wps:cNvPr id="633" name="自选图形 1927"/>
                                          <wps:cNvSpPr>
                                            <a:spLocks/>
                                          </wps:cNvSpPr>
                                          <wps:spPr bwMode="auto">
                                            <a:xfrm rot="-5400000">
                                              <a:off x="3467" y="43172"/>
                                              <a:ext cx="186" cy="4412"/>
                                            </a:xfrm>
                                            <a:prstGeom prst="leftBrace">
                                              <a:avLst>
                                                <a:gd name="adj1" fmla="val 197670"/>
                                                <a:gd name="adj2" fmla="val 5001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34" name="矩形 1976"/>
                                          <wps:cNvSpPr>
                                            <a:spLocks noChangeArrowheads="1"/>
                                          </wps:cNvSpPr>
                                          <wps:spPr bwMode="auto">
                                            <a:xfrm>
                                              <a:off x="4924" y="44279"/>
                                              <a:ext cx="920" cy="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0A0AC" w14:textId="0E66C7E5" w:rsidR="00C10E25" w:rsidRDefault="00C10E25" w:rsidP="000475CC">
                                                <w:pPr>
                                                  <w:jc w:val="center"/>
                                                  <w:rPr>
                                                    <w:rFonts w:ascii="Arial" w:eastAsia="SimSun" w:hAnsi="Arial" w:cs="Arial"/>
                                                    <w:color w:val="000000"/>
                                                    <w:sz w:val="12"/>
                                                  </w:rPr>
                                                </w:pPr>
                                                <w:r>
                                                  <w:rPr>
                                                    <w:rFonts w:ascii="Arial" w:eastAsia="SimSun" w:hAnsi="Arial" w:cs="Arial"/>
                                                    <w:b/>
                                                    <w:color w:val="000000"/>
                                                    <w:sz w:val="12"/>
                                                  </w:rPr>
                                                  <w:t>F</w:t>
                                                </w:r>
                                                <w:r>
                                                  <w:rPr>
                                                    <w:rFonts w:ascii="Arial" w:eastAsia="SimSun" w:hAnsi="Arial" w:cs="Arial"/>
                                                    <w:b/>
                                                    <w:color w:val="000000"/>
                                                    <w:sz w:val="12"/>
                                                    <w:vertAlign w:val="subscript"/>
                                                  </w:rPr>
                                                  <w:t>offset</w:t>
                                                </w:r>
                                                <w:r>
                                                  <w:rPr>
                                                    <w:rFonts w:ascii="Arial" w:eastAsia="SimSun" w:hAnsi="Arial" w:cs="Arial"/>
                                                    <w:b/>
                                                    <w:color w:val="000000"/>
                                                    <w:sz w:val="12"/>
                                                    <w:vertAlign w:val="subscript"/>
                                                    <w:lang w:eastAsia="zh-CN"/>
                                                  </w:rPr>
                                                  <w:t>,high</w:t>
                                                </w:r>
                                              </w:p>
                                              <w:p w14:paraId="52209FBB" w14:textId="77777777" w:rsidR="00C10E25" w:rsidRDefault="00C10E25" w:rsidP="000475CC">
                                                <w:pPr>
                                                  <w:rPr>
                                                    <w:rFonts w:ascii="Arial" w:hAnsi="Arial"/>
                                                    <w:color w:val="000000"/>
                                                    <w:sz w:val="36"/>
                                                  </w:rPr>
                                                </w:pPr>
                                              </w:p>
                                            </w:txbxContent>
                                          </wps:txbx>
                                          <wps:bodyPr rot="0" vert="horz" wrap="square" lIns="0" tIns="0" rIns="0" bIns="0" anchor="t" anchorCtr="0" upright="1">
                                            <a:noAutofit/>
                                          </wps:bodyPr>
                                        </wps:wsp>
                                        <wps:wsp>
                                          <wps:cNvPr id="635" name="矩形 1983"/>
                                          <wps:cNvSpPr>
                                            <a:spLocks noChangeArrowheads="1"/>
                                          </wps:cNvSpPr>
                                          <wps:spPr bwMode="auto">
                                            <a:xfrm>
                                              <a:off x="1198" y="44285"/>
                                              <a:ext cx="1084"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FE69B" w14:textId="180F5D75" w:rsidR="00C10E25" w:rsidRDefault="00C10E25" w:rsidP="000475CC">
                                                <w:pPr>
                                                  <w:jc w:val="center"/>
                                                  <w:rPr>
                                                    <w:rFonts w:ascii="Arial" w:eastAsia="SimSun" w:hAnsi="Arial" w:cs="Arial"/>
                                                    <w:color w:val="000000"/>
                                                    <w:sz w:val="12"/>
                                                  </w:rPr>
                                                </w:pPr>
                                                <w:r>
                                                  <w:rPr>
                                                    <w:rFonts w:ascii="Arial" w:eastAsia="SimSun" w:hAnsi="Arial" w:cs="Arial"/>
                                                    <w:b/>
                                                    <w:color w:val="000000"/>
                                                    <w:sz w:val="12"/>
                                                  </w:rPr>
                                                  <w:t>F</w:t>
                                                </w:r>
                                                <w:r>
                                                  <w:rPr>
                                                    <w:rFonts w:ascii="Arial" w:eastAsia="SimSun" w:hAnsi="Arial" w:cs="Arial"/>
                                                    <w:b/>
                                                    <w:color w:val="000000"/>
                                                    <w:sz w:val="12"/>
                                                    <w:vertAlign w:val="subscript"/>
                                                  </w:rPr>
                                                  <w:t>offset</w:t>
                                                </w:r>
                                                <w:r>
                                                  <w:rPr>
                                                    <w:rFonts w:ascii="Arial" w:eastAsia="SimSun" w:hAnsi="Arial" w:cs="Arial"/>
                                                    <w:b/>
                                                    <w:color w:val="000000"/>
                                                    <w:sz w:val="12"/>
                                                    <w:vertAlign w:val="subscript"/>
                                                    <w:lang w:eastAsia="zh-CN"/>
                                                  </w:rPr>
                                                  <w:t>,low</w:t>
                                                </w:r>
                                              </w:p>
                                              <w:p w14:paraId="54CE8D04" w14:textId="77777777" w:rsidR="00C10E25" w:rsidRDefault="00C10E25" w:rsidP="000475CC">
                                                <w:pPr>
                                                  <w:rPr>
                                                    <w:rFonts w:ascii="Arial" w:hAnsi="Arial"/>
                                                    <w:color w:val="000000"/>
                                                    <w:sz w:val="36"/>
                                                  </w:rPr>
                                                </w:pPr>
                                              </w:p>
                                            </w:txbxContent>
                                          </wps:txbx>
                                          <wps:bodyPr rot="0" vert="horz" wrap="square" lIns="0" tIns="0" rIns="0" bIns="0" anchor="t" anchorCtr="0" upright="1">
                                            <a:noAutofit/>
                                          </wps:bodyPr>
                                        </wps:wsp>
                                        <wps:wsp>
                                          <wps:cNvPr id="636" name="直线 2091"/>
                                          <wps:cNvCnPr>
                                            <a:cxnSpLocks noChangeShapeType="1"/>
                                          </wps:cNvCnPr>
                                          <wps:spPr bwMode="auto">
                                            <a:xfrm flipV="1">
                                              <a:off x="4997" y="43998"/>
                                              <a:ext cx="0" cy="579"/>
                                            </a:xfrm>
                                            <a:prstGeom prst="line">
                                              <a:avLst/>
                                            </a:prstGeom>
                                            <a:noFill/>
                                            <a:ln w="158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637" name="直线 2092"/>
                                          <wps:cNvCnPr>
                                            <a:cxnSpLocks noChangeShapeType="1"/>
                                          </wps:cNvCnPr>
                                          <wps:spPr bwMode="auto">
                                            <a:xfrm flipV="1">
                                              <a:off x="2156" y="44011"/>
                                              <a:ext cx="0" cy="578"/>
                                            </a:xfrm>
                                            <a:prstGeom prst="line">
                                              <a:avLst/>
                                            </a:prstGeom>
                                            <a:noFill/>
                                            <a:ln w="158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638" name="矩形 1729"/>
                                          <wps:cNvSpPr>
                                            <a:spLocks noChangeArrowheads="1"/>
                                          </wps:cNvSpPr>
                                          <wps:spPr bwMode="auto">
                                            <a:xfrm>
                                              <a:off x="1968" y="44578"/>
                                              <a:ext cx="842"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1458B" w14:textId="77777777" w:rsidR="00C10E25" w:rsidRDefault="00C10E25" w:rsidP="000475CC">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C,block </w:t>
                                                </w:r>
                                                <w:r>
                                                  <w:rPr>
                                                    <w:rFonts w:ascii="Arial" w:eastAsia="SimSun" w:hAnsi="Arial" w:cs="Arial"/>
                                                    <w:b/>
                                                    <w:color w:val="000000"/>
                                                    <w:sz w:val="12"/>
                                                    <w:szCs w:val="12"/>
                                                    <w:vertAlign w:val="subscript"/>
                                                    <w:lang w:eastAsia="zh-CN"/>
                                                  </w:rPr>
                                                  <w:t>n</w:t>
                                                </w:r>
                                                <w:r>
                                                  <w:rPr>
                                                    <w:rFonts w:ascii="Arial" w:eastAsia="SimSun" w:hAnsi="Arial" w:cs="Arial"/>
                                                    <w:b/>
                                                    <w:color w:val="000000"/>
                                                    <w:sz w:val="12"/>
                                                    <w:szCs w:val="12"/>
                                                    <w:vertAlign w:val="subscript"/>
                                                  </w:rPr>
                                                  <w:t>,</w:t>
                                                </w:r>
                                                <w:r>
                                                  <w:rPr>
                                                    <w:rFonts w:ascii="Arial" w:eastAsia="SimSun" w:hAnsi="Arial" w:cs="Arial"/>
                                                    <w:b/>
                                                    <w:color w:val="000000"/>
                                                    <w:sz w:val="12"/>
                                                    <w:szCs w:val="12"/>
                                                    <w:vertAlign w:val="subscript"/>
                                                    <w:lang w:eastAsia="zh-CN"/>
                                                  </w:rPr>
                                                  <w:t>low</w:t>
                                                </w:r>
                                              </w:p>
                                            </w:txbxContent>
                                          </wps:txbx>
                                          <wps:bodyPr rot="0" vert="horz" wrap="square" lIns="0" tIns="0" rIns="0" bIns="0" anchor="t" anchorCtr="0" upright="1">
                                            <a:noAutofit/>
                                          </wps:bodyPr>
                                        </wps:wsp>
                                      </wpg:grpSp>
                                    </wpg:grpSp>
                                  </wpg:grpSp>
                                  <wpg:grpSp>
                                    <wpg:cNvPr id="639" name="组合 2805"/>
                                    <wpg:cNvGrpSpPr>
                                      <a:grpSpLocks/>
                                    </wpg:cNvGrpSpPr>
                                    <wpg:grpSpPr bwMode="auto">
                                      <a:xfrm>
                                        <a:off x="1154" y="41617"/>
                                        <a:ext cx="4852" cy="3002"/>
                                        <a:chOff x="1166" y="40617"/>
                                        <a:chExt cx="5082" cy="3134"/>
                                      </a:xfrm>
                                    </wpg:grpSpPr>
                                    <wps:wsp>
                                      <wps:cNvPr id="640" name="矩形 1723"/>
                                      <wps:cNvSpPr>
                                        <a:spLocks noChangeArrowheads="1"/>
                                      </wps:cNvSpPr>
                                      <wps:spPr bwMode="auto">
                                        <a:xfrm>
                                          <a:off x="1753" y="40617"/>
                                          <a:ext cx="4110" cy="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6BBAB" w14:textId="11DC7505" w:rsidR="00C10E25" w:rsidRDefault="00C10E25" w:rsidP="000475CC">
                                            <w:pPr>
                                              <w:jc w:val="center"/>
                                              <w:rPr>
                                                <w:rFonts w:ascii="Arial" w:hAnsi="Arial"/>
                                                <w:color w:val="000000"/>
                                                <w:sz w:val="36"/>
                                              </w:rPr>
                                            </w:pPr>
                                            <w:r>
                                              <w:rPr>
                                                <w:rFonts w:ascii="Arial" w:eastAsia="SimSun" w:hAnsi="Arial"/>
                                                <w:b/>
                                                <w:color w:val="000000"/>
                                                <w:sz w:val="12"/>
                                              </w:rPr>
                                              <w:t xml:space="preserve">Sub-block </w:t>
                                            </w:r>
                                            <w:r>
                                              <w:rPr>
                                                <w:rFonts w:ascii="Arial" w:eastAsia="MS PGothic" w:hAnsi="Arial"/>
                                                <w:b/>
                                                <w:color w:val="000000"/>
                                                <w:sz w:val="12"/>
                                              </w:rPr>
                                              <w:t>Bandwidth</w:t>
                                            </w:r>
                                            <w:r>
                                              <w:rPr>
                                                <w:rFonts w:ascii="Arial" w:eastAsia="SimSun" w:hAnsi="Arial"/>
                                                <w:b/>
                                                <w:color w:val="000000"/>
                                                <w:sz w:val="12"/>
                                              </w:rPr>
                                              <w:t>,</w:t>
                                            </w:r>
                                            <w:r>
                                              <w:rPr>
                                                <w:rFonts w:ascii="Arial" w:eastAsia="SimSun" w:hAnsi="Arial"/>
                                                <w:b/>
                                                <w:color w:val="000000"/>
                                                <w:sz w:val="18"/>
                                              </w:rPr>
                                              <w:t xml:space="preserve"> </w:t>
                                            </w:r>
                                            <w:r>
                                              <w:rPr>
                                                <w:rFonts w:ascii="Arial" w:eastAsia="SimSun" w:hAnsi="Arial"/>
                                                <w:b/>
                                                <w:color w:val="000000"/>
                                                <w:sz w:val="12"/>
                                              </w:rPr>
                                              <w:t>BW</w:t>
                                            </w:r>
                                            <w:r>
                                              <w:rPr>
                                                <w:rFonts w:ascii="Arial" w:eastAsia="SimSun" w:hAnsi="Arial"/>
                                                <w:b/>
                                                <w:color w:val="000000"/>
                                                <w:sz w:val="12"/>
                                                <w:vertAlign w:val="subscript"/>
                                              </w:rPr>
                                              <w:t>Channel,block</w:t>
                                            </w:r>
                                            <w:r>
                                              <w:rPr>
                                                <w:rFonts w:ascii="SimSun" w:eastAsia="SimSun" w:hAnsi="Arial"/>
                                                <w:b/>
                                                <w:color w:val="000000"/>
                                                <w:sz w:val="12"/>
                                                <w:vertAlign w:val="subscript"/>
                                                <w:lang w:eastAsia="zh-CN"/>
                                              </w:rPr>
                                              <w:t xml:space="preserve"> n </w:t>
                                            </w:r>
                                            <w:r>
                                              <w:rPr>
                                                <w:rFonts w:ascii="Arial" w:eastAsia="MS PGothic" w:hAnsi="Arial"/>
                                                <w:b/>
                                                <w:color w:val="000000"/>
                                                <w:sz w:val="12"/>
                                              </w:rPr>
                                              <w:t>(MHz)</w:t>
                                            </w:r>
                                          </w:p>
                                        </w:txbxContent>
                                      </wps:txbx>
                                      <wps:bodyPr rot="0" vert="horz" wrap="square" lIns="0" tIns="0" rIns="0" bIns="0" anchor="t" anchorCtr="0" upright="1">
                                        <a:noAutofit/>
                                      </wps:bodyPr>
                                    </wps:wsp>
                                    <wps:wsp>
                                      <wps:cNvPr id="641" name="直线 1725"/>
                                      <wps:cNvCnPr>
                                        <a:cxnSpLocks noChangeShapeType="1"/>
                                      </wps:cNvCnPr>
                                      <wps:spPr bwMode="auto">
                                        <a:xfrm flipH="1">
                                          <a:off x="1346" y="40843"/>
                                          <a:ext cx="4" cy="2857"/>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42" name="文本框 1738"/>
                                      <wps:cNvSpPr txBox="1">
                                        <a:spLocks noChangeArrowheads="1"/>
                                      </wps:cNvSpPr>
                                      <wps:spPr bwMode="auto">
                                        <a:xfrm>
                                          <a:off x="1166" y="41099"/>
                                          <a:ext cx="179" cy="1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21266" w14:textId="77777777" w:rsidR="00C10E25" w:rsidRDefault="00C10E25" w:rsidP="000475CC">
                                            <w:pPr>
                                              <w:jc w:val="both"/>
                                              <w:rPr>
                                                <w:rFonts w:ascii="Arial" w:hAnsi="Arial"/>
                                                <w:color w:val="000000"/>
                                                <w:sz w:val="36"/>
                                              </w:rPr>
                                            </w:pPr>
                                            <w:r>
                                              <w:rPr>
                                                <w:rFonts w:ascii="Arial" w:eastAsia="SimSun" w:hAnsi="Arial"/>
                                                <w:b/>
                                                <w:color w:val="000000"/>
                                                <w:sz w:val="12"/>
                                              </w:rPr>
                                              <w:t>Lower Sub-block</w:t>
                                            </w:r>
                                            <w:r>
                                              <w:rPr>
                                                <w:rFonts w:ascii="Arial" w:eastAsia="MS PGothic" w:hAnsi="Arial"/>
                                                <w:b/>
                                                <w:color w:val="000000"/>
                                                <w:sz w:val="12"/>
                                              </w:rPr>
                                              <w:t xml:space="preserve"> Edge</w:t>
                                            </w:r>
                                          </w:p>
                                        </w:txbxContent>
                                      </wps:txbx>
                                      <wps:bodyPr rot="0" vert="eaVert" wrap="square" lIns="0" tIns="0" rIns="0" bIns="0" anchor="t" anchorCtr="0" upright="1">
                                        <a:noAutofit/>
                                      </wps:bodyPr>
                                    </wps:wsp>
                                    <wps:wsp>
                                      <wps:cNvPr id="643" name="文本框 1923"/>
                                      <wps:cNvSpPr txBox="1">
                                        <a:spLocks noChangeArrowheads="1"/>
                                      </wps:cNvSpPr>
                                      <wps:spPr bwMode="auto">
                                        <a:xfrm>
                                          <a:off x="6014" y="40984"/>
                                          <a:ext cx="234" cy="2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FAB56" w14:textId="77777777" w:rsidR="00C10E25" w:rsidRDefault="00C10E25" w:rsidP="000475CC">
                                            <w:pPr>
                                              <w:jc w:val="center"/>
                                              <w:rPr>
                                                <w:rFonts w:ascii="Arial" w:hAnsi="Arial"/>
                                                <w:color w:val="000000"/>
                                                <w:sz w:val="36"/>
                                              </w:rPr>
                                            </w:pPr>
                                            <w:r>
                                              <w:rPr>
                                                <w:rFonts w:ascii="Arial" w:hAnsi="Arial"/>
                                                <w:b/>
                                                <w:color w:val="000000"/>
                                                <w:sz w:val="12"/>
                                              </w:rPr>
                                              <w:t>Upper</w:t>
                                            </w:r>
                                            <w:r>
                                              <w:rPr>
                                                <w:rFonts w:ascii="Arial" w:eastAsia="SimSun" w:hAnsi="Arial"/>
                                                <w:b/>
                                                <w:color w:val="000000"/>
                                                <w:sz w:val="12"/>
                                              </w:rPr>
                                              <w:t xml:space="preserve"> Sub-block</w:t>
                                            </w:r>
                                            <w:r>
                                              <w:rPr>
                                                <w:rFonts w:ascii="Arial" w:eastAsia="MS PGothic" w:hAnsi="Arial"/>
                                                <w:b/>
                                                <w:color w:val="000000"/>
                                                <w:sz w:val="12"/>
                                              </w:rPr>
                                              <w:t xml:space="preserve"> Edge</w:t>
                                            </w:r>
                                          </w:p>
                                        </w:txbxContent>
                                      </wps:txbx>
                                      <wps:bodyPr rot="0" vert="eaVert" wrap="square" lIns="0" tIns="0" rIns="0" bIns="0" anchor="t" anchorCtr="0" upright="1">
                                        <a:noAutofit/>
                                      </wps:bodyPr>
                                    </wps:wsp>
                                    <wps:wsp>
                                      <wps:cNvPr id="644" name="直线 2086"/>
                                      <wps:cNvCnPr>
                                        <a:cxnSpLocks noChangeShapeType="1"/>
                                      </wps:cNvCnPr>
                                      <wps:spPr bwMode="auto">
                                        <a:xfrm>
                                          <a:off x="1386" y="40909"/>
                                          <a:ext cx="4610" cy="9"/>
                                        </a:xfrm>
                                        <a:prstGeom prst="line">
                                          <a:avLst/>
                                        </a:prstGeom>
                                        <a:noFill/>
                                        <a:ln w="158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45" name="直线 2089"/>
                                      <wps:cNvCnPr>
                                        <a:cxnSpLocks noChangeShapeType="1"/>
                                      </wps:cNvCnPr>
                                      <wps:spPr bwMode="auto">
                                        <a:xfrm>
                                          <a:off x="6025" y="40837"/>
                                          <a:ext cx="3" cy="2914"/>
                                        </a:xfrm>
                                        <a:prstGeom prst="line">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s:wsp>
                                  <wps:cNvPr id="646" name="任意多边形 2096"/>
                                  <wps:cNvSpPr>
                                    <a:spLocks noChangeArrowheads="1"/>
                                  </wps:cNvSpPr>
                                  <wps:spPr bwMode="auto">
                                    <a:xfrm>
                                      <a:off x="904" y="43079"/>
                                      <a:ext cx="760" cy="1095"/>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g:grpSp>
                              <wps:wsp>
                                <wps:cNvPr id="647" name="直线 1986"/>
                                <wps:cNvCnPr>
                                  <a:cxnSpLocks noChangeShapeType="1"/>
                                </wps:cNvCnPr>
                                <wps:spPr bwMode="auto">
                                  <a:xfrm flipV="1">
                                    <a:off x="1175" y="43991"/>
                                    <a:ext cx="4861" cy="2"/>
                                  </a:xfrm>
                                  <a:prstGeom prst="line">
                                    <a:avLst/>
                                  </a:prstGeom>
                                  <a:noFill/>
                                  <a:ln w="17145">
                                    <a:solidFill>
                                      <a:srgbClr val="000000"/>
                                    </a:solidFill>
                                    <a:round/>
                                    <a:headEnd/>
                                    <a:tailEnd type="none" w="lg" len="lg"/>
                                  </a:ln>
                                  <a:extLst>
                                    <a:ext uri="{909E8E84-426E-40DD-AFC4-6F175D3DCCD1}">
                                      <a14:hiddenFill xmlns:a14="http://schemas.microsoft.com/office/drawing/2010/main">
                                        <a:noFill/>
                                      </a14:hiddenFill>
                                    </a:ext>
                                  </a:extLst>
                                </wps:spPr>
                                <wps:bodyPr/>
                              </wps:wsp>
                              <wps:wsp>
                                <wps:cNvPr id="648" name="任意多边形 1722"/>
                                <wps:cNvSpPr>
                                  <a:spLocks noChangeArrowheads="1"/>
                                </wps:cNvSpPr>
                                <wps:spPr bwMode="auto">
                                  <a:xfrm>
                                    <a:off x="1335" y="44440"/>
                                    <a:ext cx="812" cy="55"/>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649" name="任意多边形 1982"/>
                                <wps:cNvSpPr>
                                  <a:spLocks noChangeArrowheads="1"/>
                                </wps:cNvSpPr>
                                <wps:spPr bwMode="auto">
                                  <a:xfrm>
                                    <a:off x="5020" y="44473"/>
                                    <a:ext cx="739" cy="57"/>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s:wsp>
                              <wps:cNvPr id="650" name="文本框 1978"/>
                              <wps:cNvSpPr txBox="1">
                                <a:spLocks noChangeArrowheads="1"/>
                              </wps:cNvSpPr>
                              <wps:spPr bwMode="auto">
                                <a:xfrm>
                                  <a:off x="1807" y="43225"/>
                                  <a:ext cx="80" cy="8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DD2B2" w14:textId="77777777" w:rsidR="00C10E25" w:rsidRDefault="00C10E25" w:rsidP="000475CC">
                                    <w:pPr>
                                      <w:jc w:val="both"/>
                                      <w:rPr>
                                        <w:rFonts w:ascii="Arial" w:hAnsi="Arial"/>
                                        <w:color w:val="000000"/>
                                        <w:sz w:val="8"/>
                                      </w:rPr>
                                    </w:pPr>
                                    <w:r>
                                      <w:rPr>
                                        <w:rFonts w:ascii="Arial" w:eastAsia="MS PGothic" w:hAnsi="Arial"/>
                                        <w:b/>
                                        <w:color w:val="000000"/>
                                        <w:sz w:val="8"/>
                                      </w:rPr>
                                      <w:t>Resource block</w:t>
                                    </w:r>
                                  </w:p>
                                </w:txbxContent>
                              </wps:txbx>
                              <wps:bodyPr rot="0" vert="eaVert" wrap="square" lIns="0" tIns="0" rIns="0" bIns="0" anchor="t" anchorCtr="0" upright="1">
                                <a:noAutofit/>
                              </wps:bodyPr>
                            </wps:wsp>
                          </wpg:grpSp>
                        </wpg:grpSp>
                        <wpg:grpSp>
                          <wpg:cNvPr id="651" name="组合 2817"/>
                          <wpg:cNvGrpSpPr>
                            <a:grpSpLocks/>
                          </wpg:cNvGrpSpPr>
                          <wpg:grpSpPr bwMode="auto">
                            <a:xfrm>
                              <a:off x="6043" y="41615"/>
                              <a:ext cx="5466" cy="4269"/>
                              <a:chOff x="6043" y="41615"/>
                              <a:chExt cx="5466" cy="4270"/>
                            </a:xfrm>
                          </wpg:grpSpPr>
                          <wps:wsp>
                            <wps:cNvPr id="652" name="文本框 1730"/>
                            <wps:cNvSpPr txBox="1">
                              <a:spLocks noChangeArrowheads="1"/>
                            </wps:cNvSpPr>
                            <wps:spPr bwMode="auto">
                              <a:xfrm>
                                <a:off x="8065" y="45528"/>
                                <a:ext cx="1475"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3A7E1" w14:textId="77777777" w:rsidR="00C10E25" w:rsidRDefault="00C10E25" w:rsidP="000475CC">
                                  <w:pPr>
                                    <w:rPr>
                                      <w:rFonts w:ascii="Arial" w:hAnsi="Arial" w:cs="Arial"/>
                                      <w:color w:val="000000"/>
                                      <w:sz w:val="18"/>
                                      <w:szCs w:val="18"/>
                                    </w:rPr>
                                  </w:pPr>
                                  <w:r>
                                    <w:rPr>
                                      <w:rFonts w:ascii="Arial" w:hAnsi="Arial" w:cs="Arial"/>
                                      <w:color w:val="000000"/>
                                      <w:sz w:val="18"/>
                                      <w:szCs w:val="18"/>
                                    </w:rPr>
                                    <w:t>Sub block n</w:t>
                                  </w:r>
                                  <w:r>
                                    <w:rPr>
                                      <w:rFonts w:ascii="Arial" w:eastAsia="SimSun" w:hAnsi="Arial" w:cs="Arial"/>
                                      <w:color w:val="000000"/>
                                      <w:sz w:val="18"/>
                                      <w:szCs w:val="18"/>
                                      <w:lang w:eastAsia="zh-CN"/>
                                    </w:rPr>
                                    <w:t>+1</w:t>
                                  </w:r>
                                </w:p>
                              </w:txbxContent>
                            </wps:txbx>
                            <wps:bodyPr rot="0" vert="horz" wrap="square" lIns="91440" tIns="45720" rIns="91440" bIns="45720" anchor="t" anchorCtr="0" upright="1">
                              <a:noAutofit/>
                            </wps:bodyPr>
                          </wps:wsp>
                          <wpg:grpSp>
                            <wpg:cNvPr id="653" name="组合 2819"/>
                            <wpg:cNvGrpSpPr>
                              <a:grpSpLocks/>
                            </wpg:cNvGrpSpPr>
                            <wpg:grpSpPr bwMode="auto">
                              <a:xfrm>
                                <a:off x="6043" y="41615"/>
                                <a:ext cx="5466" cy="3854"/>
                                <a:chOff x="6043" y="41615"/>
                                <a:chExt cx="5466" cy="3854"/>
                              </a:xfrm>
                            </wpg:grpSpPr>
                            <wpg:grpSp>
                              <wpg:cNvPr id="654" name="组合 2820"/>
                              <wpg:cNvGrpSpPr>
                                <a:grpSpLocks/>
                              </wpg:cNvGrpSpPr>
                              <wpg:grpSpPr bwMode="auto">
                                <a:xfrm>
                                  <a:off x="6043" y="41615"/>
                                  <a:ext cx="5466" cy="3854"/>
                                  <a:chOff x="6043" y="41615"/>
                                  <a:chExt cx="5466" cy="3854"/>
                                </a:xfrm>
                              </wpg:grpSpPr>
                              <wps:wsp>
                                <wps:cNvPr id="655" name="直线 1986"/>
                                <wps:cNvCnPr>
                                  <a:cxnSpLocks noChangeShapeType="1"/>
                                </wps:cNvCnPr>
                                <wps:spPr bwMode="auto">
                                  <a:xfrm flipV="1">
                                    <a:off x="6314" y="43989"/>
                                    <a:ext cx="4861" cy="2"/>
                                  </a:xfrm>
                                  <a:prstGeom prst="line">
                                    <a:avLst/>
                                  </a:prstGeom>
                                  <a:noFill/>
                                  <a:ln w="17145">
                                    <a:solidFill>
                                      <a:srgbClr val="000000"/>
                                    </a:solidFill>
                                    <a:round/>
                                    <a:headEnd/>
                                    <a:tailEnd type="none" w="lg" len="lg"/>
                                  </a:ln>
                                  <a:extLst>
                                    <a:ext uri="{909E8E84-426E-40DD-AFC4-6F175D3DCCD1}">
                                      <a14:hiddenFill xmlns:a14="http://schemas.microsoft.com/office/drawing/2010/main">
                                        <a:noFill/>
                                      </a14:hiddenFill>
                                    </a:ext>
                                  </a:extLst>
                                </wps:spPr>
                                <wps:bodyPr/>
                              </wps:wsp>
                              <wps:wsp>
                                <wps:cNvPr id="656" name="任意多边形 1722"/>
                                <wps:cNvSpPr>
                                  <a:spLocks noChangeArrowheads="1"/>
                                </wps:cNvSpPr>
                                <wps:spPr bwMode="auto">
                                  <a:xfrm>
                                    <a:off x="6474" y="44438"/>
                                    <a:ext cx="812" cy="55"/>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657" name="任意多边形 1982"/>
                                <wps:cNvSpPr>
                                  <a:spLocks noChangeArrowheads="1"/>
                                </wps:cNvSpPr>
                                <wps:spPr bwMode="auto">
                                  <a:xfrm>
                                    <a:off x="10159" y="44471"/>
                                    <a:ext cx="739" cy="57"/>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658" name="矩形 1983"/>
                                <wps:cNvSpPr>
                                  <a:spLocks noChangeArrowheads="1"/>
                                </wps:cNvSpPr>
                                <wps:spPr bwMode="auto">
                                  <a:xfrm>
                                    <a:off x="6638" y="44279"/>
                                    <a:ext cx="674"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00694" w14:textId="53E9D1FE" w:rsidR="00C10E25" w:rsidRPr="003F5B9D" w:rsidRDefault="00C10E25" w:rsidP="000475CC">
                                      <w:pPr>
                                        <w:rPr>
                                          <w:rFonts w:ascii="Arial" w:hAnsi="Arial"/>
                                          <w:color w:val="000000"/>
                                          <w:sz w:val="12"/>
                                          <w:szCs w:val="16"/>
                                        </w:rPr>
                                      </w:pPr>
                                      <w:r w:rsidRPr="003F5B9D">
                                        <w:rPr>
                                          <w:rFonts w:ascii="Arial" w:hAnsi="Arial"/>
                                          <w:color w:val="000000"/>
                                          <w:sz w:val="12"/>
                                          <w:szCs w:val="16"/>
                                        </w:rPr>
                                        <w:t>F</w:t>
                                      </w:r>
                                      <w:r w:rsidRPr="003F5B9D">
                                        <w:rPr>
                                          <w:rFonts w:ascii="Arial" w:hAnsi="Arial"/>
                                          <w:color w:val="000000"/>
                                          <w:sz w:val="12"/>
                                          <w:szCs w:val="16"/>
                                          <w:vertAlign w:val="subscript"/>
                                        </w:rPr>
                                        <w:t>offset, low</w:t>
                                      </w:r>
                                    </w:p>
                                    <w:p w14:paraId="6B6943EA" w14:textId="77777777" w:rsidR="00C10E25" w:rsidRDefault="00C10E25" w:rsidP="000475CC">
                                      <w:pPr>
                                        <w:rPr>
                                          <w:rFonts w:ascii="Arial" w:hAnsi="Arial"/>
                                          <w:color w:val="000000"/>
                                          <w:sz w:val="36"/>
                                        </w:rPr>
                                      </w:pPr>
                                    </w:p>
                                  </w:txbxContent>
                                </wps:txbx>
                                <wps:bodyPr rot="0" vert="horz" wrap="square" lIns="0" tIns="0" rIns="0" bIns="0" anchor="t" anchorCtr="0" upright="1">
                                  <a:noAutofit/>
                                </wps:bodyPr>
                              </wps:wsp>
                              <wps:wsp>
                                <wps:cNvPr id="659" name="直线 2091"/>
                                <wps:cNvCnPr>
                                  <a:cxnSpLocks noChangeShapeType="1"/>
                                </wps:cNvCnPr>
                                <wps:spPr bwMode="auto">
                                  <a:xfrm flipV="1">
                                    <a:off x="10136" y="43996"/>
                                    <a:ext cx="0" cy="579"/>
                                  </a:xfrm>
                                  <a:prstGeom prst="line">
                                    <a:avLst/>
                                  </a:prstGeom>
                                  <a:noFill/>
                                  <a:ln w="158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660" name="直线 2092"/>
                                <wps:cNvCnPr>
                                  <a:cxnSpLocks noChangeShapeType="1"/>
                                </wps:cNvCnPr>
                                <wps:spPr bwMode="auto">
                                  <a:xfrm flipV="1">
                                    <a:off x="7295" y="44009"/>
                                    <a:ext cx="0" cy="578"/>
                                  </a:xfrm>
                                  <a:prstGeom prst="line">
                                    <a:avLst/>
                                  </a:prstGeom>
                                  <a:noFill/>
                                  <a:ln w="158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661" name="矩形 1726"/>
                                <wps:cNvSpPr>
                                  <a:spLocks noChangeArrowheads="1"/>
                                </wps:cNvSpPr>
                                <wps:spPr bwMode="auto">
                                  <a:xfrm>
                                    <a:off x="6218" y="44613"/>
                                    <a:ext cx="852"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113C4" w14:textId="77777777" w:rsidR="00C10E25" w:rsidRDefault="00C10E25" w:rsidP="000475CC">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edge,block </w:t>
                                      </w:r>
                                      <w:r>
                                        <w:rPr>
                                          <w:rFonts w:ascii="Arial" w:eastAsia="SimSun" w:hAnsi="Arial" w:cs="Arial"/>
                                          <w:b/>
                                          <w:color w:val="000000"/>
                                          <w:sz w:val="12"/>
                                          <w:szCs w:val="12"/>
                                          <w:vertAlign w:val="subscript"/>
                                          <w:lang w:eastAsia="zh-CN"/>
                                        </w:rPr>
                                        <w:t>n+1</w:t>
                                      </w:r>
                                      <w:r>
                                        <w:rPr>
                                          <w:rFonts w:ascii="Arial" w:eastAsia="SimSun" w:hAnsi="Arial" w:cs="Arial"/>
                                          <w:b/>
                                          <w:color w:val="000000"/>
                                          <w:sz w:val="12"/>
                                          <w:szCs w:val="12"/>
                                          <w:vertAlign w:val="subscript"/>
                                        </w:rPr>
                                        <w:t>, low</w:t>
                                      </w:r>
                                    </w:p>
                                  </w:txbxContent>
                                </wps:txbx>
                                <wps:bodyPr rot="0" vert="horz" wrap="square" lIns="0" tIns="0" rIns="0" bIns="0" anchor="t" anchorCtr="0" upright="1">
                                  <a:noAutofit/>
                                </wps:bodyPr>
                              </wps:wsp>
                              <wps:wsp>
                                <wps:cNvPr id="662" name="矩形 1729"/>
                                <wps:cNvSpPr>
                                  <a:spLocks noChangeArrowheads="1"/>
                                </wps:cNvSpPr>
                                <wps:spPr bwMode="auto">
                                  <a:xfrm>
                                    <a:off x="7206" y="44602"/>
                                    <a:ext cx="842"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1889D" w14:textId="77777777" w:rsidR="00C10E25" w:rsidRDefault="00C10E25" w:rsidP="000475CC">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C,block </w:t>
                                      </w:r>
                                      <w:r>
                                        <w:rPr>
                                          <w:rFonts w:ascii="Arial" w:eastAsia="SimSun" w:hAnsi="Arial" w:cs="Arial"/>
                                          <w:b/>
                                          <w:color w:val="000000"/>
                                          <w:sz w:val="12"/>
                                          <w:szCs w:val="12"/>
                                          <w:vertAlign w:val="subscript"/>
                                          <w:lang w:eastAsia="zh-CN"/>
                                        </w:rPr>
                                        <w:t>n+1</w:t>
                                      </w:r>
                                      <w:r>
                                        <w:rPr>
                                          <w:rFonts w:ascii="Arial" w:eastAsia="SimSun" w:hAnsi="Arial" w:cs="Arial"/>
                                          <w:b/>
                                          <w:color w:val="000000"/>
                                          <w:sz w:val="12"/>
                                          <w:szCs w:val="12"/>
                                          <w:vertAlign w:val="subscript"/>
                                        </w:rPr>
                                        <w:t>,</w:t>
                                      </w:r>
                                      <w:r>
                                        <w:rPr>
                                          <w:rFonts w:ascii="Arial" w:eastAsia="SimSun" w:hAnsi="Arial" w:cs="Arial"/>
                                          <w:b/>
                                          <w:color w:val="000000"/>
                                          <w:sz w:val="12"/>
                                          <w:szCs w:val="12"/>
                                          <w:vertAlign w:val="subscript"/>
                                          <w:lang w:eastAsia="zh-CN"/>
                                        </w:rPr>
                                        <w:t>low</w:t>
                                      </w:r>
                                    </w:p>
                                  </w:txbxContent>
                                </wps:txbx>
                                <wps:bodyPr rot="0" vert="horz" wrap="square" lIns="0" tIns="0" rIns="0" bIns="0" anchor="t" anchorCtr="0" upright="1">
                                  <a:noAutofit/>
                                </wps:bodyPr>
                              </wps:wsp>
                              <wps:wsp>
                                <wps:cNvPr id="663" name="矩形 1729"/>
                                <wps:cNvSpPr>
                                  <a:spLocks noChangeArrowheads="1"/>
                                </wps:cNvSpPr>
                                <wps:spPr bwMode="auto">
                                  <a:xfrm>
                                    <a:off x="9485" y="44526"/>
                                    <a:ext cx="842"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A6940" w14:textId="77777777" w:rsidR="00C10E25" w:rsidRDefault="00C10E25" w:rsidP="000475CC">
                                      <w:pPr>
                                        <w:jc w:val="center"/>
                                        <w:rPr>
                                          <w:rFonts w:ascii="Arial" w:hAnsi="Arial"/>
                                          <w:color w:val="000000"/>
                                          <w:sz w:val="36"/>
                                        </w:rPr>
                                      </w:pPr>
                                      <w:r>
                                        <w:rPr>
                                          <w:rFonts w:ascii="Arial" w:eastAsia="SimSun" w:hAnsi="Arial"/>
                                          <w:b/>
                                          <w:color w:val="000000"/>
                                          <w:sz w:val="12"/>
                                        </w:rPr>
                                        <w:t>F</w:t>
                                      </w:r>
                                      <w:r>
                                        <w:rPr>
                                          <w:rFonts w:ascii="Arial" w:eastAsia="SimSun" w:hAnsi="Arial"/>
                                          <w:b/>
                                          <w:color w:val="000000"/>
                                          <w:sz w:val="12"/>
                                          <w:vertAlign w:val="subscript"/>
                                        </w:rPr>
                                        <w:t xml:space="preserve">C,block </w:t>
                                      </w:r>
                                      <w:r>
                                        <w:rPr>
                                          <w:rFonts w:ascii="SimSun" w:eastAsia="SimSun" w:hAnsi="Arial"/>
                                          <w:b/>
                                          <w:color w:val="000000"/>
                                          <w:sz w:val="12"/>
                                          <w:vertAlign w:val="subscript"/>
                                          <w:lang w:eastAsia="zh-CN"/>
                                        </w:rPr>
                                        <w:t>n+1</w:t>
                                      </w:r>
                                      <w:r>
                                        <w:rPr>
                                          <w:rFonts w:ascii="Arial" w:eastAsia="SimSun" w:hAnsi="Arial"/>
                                          <w:b/>
                                          <w:color w:val="000000"/>
                                          <w:sz w:val="12"/>
                                          <w:vertAlign w:val="subscript"/>
                                        </w:rPr>
                                        <w:t>,high</w:t>
                                      </w:r>
                                    </w:p>
                                  </w:txbxContent>
                                </wps:txbx>
                                <wps:bodyPr rot="0" vert="horz" wrap="square" lIns="0" tIns="0" rIns="0" bIns="0" anchor="t" anchorCtr="0" upright="1">
                                  <a:noAutofit/>
                                </wps:bodyPr>
                              </wps:wsp>
                              <wps:wsp>
                                <wps:cNvPr id="664" name="矩形 1736"/>
                                <wps:cNvSpPr>
                                  <a:spLocks noChangeArrowheads="1"/>
                                </wps:cNvSpPr>
                                <wps:spPr bwMode="auto">
                                  <a:xfrm>
                                    <a:off x="10382" y="44639"/>
                                    <a:ext cx="93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77672" w14:textId="77777777" w:rsidR="00C10E25" w:rsidRDefault="00C10E25" w:rsidP="000475CC">
                                      <w:pPr>
                                        <w:jc w:val="center"/>
                                        <w:rPr>
                                          <w:rFonts w:ascii="Arial" w:hAnsi="Arial"/>
                                          <w:color w:val="000000"/>
                                          <w:sz w:val="36"/>
                                        </w:rPr>
                                      </w:pPr>
                                      <w:r>
                                        <w:rPr>
                                          <w:rFonts w:ascii="Arial" w:eastAsia="SimSun" w:hAnsi="Arial"/>
                                          <w:b/>
                                          <w:color w:val="000000"/>
                                          <w:sz w:val="12"/>
                                        </w:rPr>
                                        <w:t>F</w:t>
                                      </w:r>
                                      <w:r>
                                        <w:rPr>
                                          <w:rFonts w:ascii="Arial" w:eastAsia="SimSun" w:hAnsi="Arial"/>
                                          <w:b/>
                                          <w:color w:val="000000"/>
                                          <w:sz w:val="12"/>
                                          <w:vertAlign w:val="subscript"/>
                                        </w:rPr>
                                        <w:t xml:space="preserve">edge,block </w:t>
                                      </w:r>
                                      <w:r>
                                        <w:rPr>
                                          <w:rFonts w:ascii="SimSun" w:eastAsia="SimSun" w:hAnsi="Arial"/>
                                          <w:b/>
                                          <w:color w:val="000000"/>
                                          <w:sz w:val="12"/>
                                          <w:vertAlign w:val="subscript"/>
                                          <w:lang w:eastAsia="zh-CN"/>
                                        </w:rPr>
                                        <w:t>n+1</w:t>
                                      </w:r>
                                      <w:r>
                                        <w:rPr>
                                          <w:rFonts w:ascii="Arial" w:eastAsia="SimSun" w:hAnsi="Arial"/>
                                          <w:b/>
                                          <w:color w:val="000000"/>
                                          <w:sz w:val="12"/>
                                          <w:vertAlign w:val="subscript"/>
                                        </w:rPr>
                                        <w:t>,high</w:t>
                                      </w:r>
                                    </w:p>
                                  </w:txbxContent>
                                </wps:txbx>
                                <wps:bodyPr rot="0" vert="horz" wrap="square" lIns="0" tIns="0" rIns="0" bIns="0" anchor="t" anchorCtr="0" upright="1">
                                  <a:noAutofit/>
                                </wps:bodyPr>
                              </wps:wsp>
                              <wps:wsp>
                                <wps:cNvPr id="665" name="矩形 1976"/>
                                <wps:cNvSpPr>
                                  <a:spLocks noChangeArrowheads="1"/>
                                </wps:cNvSpPr>
                                <wps:spPr bwMode="auto">
                                  <a:xfrm>
                                    <a:off x="10114" y="44267"/>
                                    <a:ext cx="920" cy="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0B662" w14:textId="51820740" w:rsidR="00C10E25" w:rsidRDefault="00C10E25" w:rsidP="000475CC">
                                      <w:pPr>
                                        <w:jc w:val="center"/>
                                        <w:rPr>
                                          <w:rFonts w:ascii="Arial" w:eastAsia="SimSun" w:hAnsi="Arial"/>
                                          <w:color w:val="000000"/>
                                          <w:sz w:val="12"/>
                                        </w:rPr>
                                      </w:pPr>
                                      <w:r>
                                        <w:rPr>
                                          <w:rFonts w:ascii="Arial" w:eastAsia="SimSun" w:hAnsi="Arial"/>
                                          <w:b/>
                                          <w:color w:val="000000"/>
                                          <w:sz w:val="12"/>
                                        </w:rPr>
                                        <w:t>F</w:t>
                                      </w:r>
                                      <w:r>
                                        <w:rPr>
                                          <w:rFonts w:ascii="Arial" w:eastAsia="SimSun" w:hAnsi="Arial"/>
                                          <w:b/>
                                          <w:color w:val="000000"/>
                                          <w:sz w:val="12"/>
                                          <w:vertAlign w:val="subscript"/>
                                        </w:rPr>
                                        <w:t>offset</w:t>
                                      </w:r>
                                      <w:r w:rsidRPr="003F5B9D">
                                        <w:rPr>
                                          <w:rFonts w:ascii="Arial" w:eastAsia="SimSun" w:hAnsi="Arial" w:cs="Arial"/>
                                          <w:b/>
                                          <w:color w:val="000000"/>
                                          <w:sz w:val="12"/>
                                          <w:szCs w:val="12"/>
                                          <w:vertAlign w:val="subscript"/>
                                          <w:lang w:eastAsia="zh-CN"/>
                                        </w:rPr>
                                        <w:t>,high</w:t>
                                      </w:r>
                                    </w:p>
                                    <w:p w14:paraId="36419BD4" w14:textId="77777777" w:rsidR="00C10E25" w:rsidRDefault="00C10E25" w:rsidP="000475CC">
                                      <w:pPr>
                                        <w:rPr>
                                          <w:rFonts w:ascii="Arial" w:hAnsi="Arial"/>
                                          <w:color w:val="000000"/>
                                          <w:sz w:val="36"/>
                                        </w:rPr>
                                      </w:pPr>
                                    </w:p>
                                  </w:txbxContent>
                                </wps:txbx>
                                <wps:bodyPr rot="0" vert="horz" wrap="square" lIns="0" tIns="0" rIns="0" bIns="0" anchor="t" anchorCtr="0" upright="1">
                                  <a:noAutofit/>
                                </wps:bodyPr>
                              </wps:wsp>
                              <wpg:grpSp>
                                <wpg:cNvPr id="666" name="组合 2832"/>
                                <wpg:cNvGrpSpPr>
                                  <a:grpSpLocks/>
                                </wpg:cNvGrpSpPr>
                                <wpg:grpSpPr bwMode="auto">
                                  <a:xfrm>
                                    <a:off x="6043" y="41615"/>
                                    <a:ext cx="5466" cy="3854"/>
                                    <a:chOff x="6043" y="41615"/>
                                    <a:chExt cx="5467" cy="3854"/>
                                  </a:xfrm>
                                </wpg:grpSpPr>
                                <wps:wsp>
                                  <wps:cNvPr id="667" name="直线 1924"/>
                                  <wps:cNvCnPr>
                                    <a:cxnSpLocks noChangeShapeType="1"/>
                                  </wps:cNvCnPr>
                                  <wps:spPr bwMode="auto">
                                    <a:xfrm>
                                      <a:off x="10932" y="44887"/>
                                      <a:ext cx="2" cy="56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68" name="直线 1925"/>
                                  <wps:cNvCnPr>
                                    <a:cxnSpLocks noChangeShapeType="1"/>
                                  </wps:cNvCnPr>
                                  <wps:spPr bwMode="auto">
                                    <a:xfrm>
                                      <a:off x="6470" y="44847"/>
                                      <a:ext cx="2" cy="617"/>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69" name="自选图形 1927"/>
                                  <wps:cNvSpPr>
                                    <a:spLocks/>
                                  </wps:cNvSpPr>
                                  <wps:spPr bwMode="auto">
                                    <a:xfrm rot="-5400000">
                                      <a:off x="8606" y="43170"/>
                                      <a:ext cx="186" cy="4412"/>
                                    </a:xfrm>
                                    <a:prstGeom prst="leftBrace">
                                      <a:avLst>
                                        <a:gd name="adj1" fmla="val 197670"/>
                                        <a:gd name="adj2" fmla="val 5001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cNvPr id="670" name="组合 2836"/>
                                  <wpg:cNvGrpSpPr>
                                    <a:grpSpLocks/>
                                  </wpg:cNvGrpSpPr>
                                  <wpg:grpSpPr bwMode="auto">
                                    <a:xfrm>
                                      <a:off x="6043" y="41615"/>
                                      <a:ext cx="5467" cy="3002"/>
                                      <a:chOff x="6043" y="41615"/>
                                      <a:chExt cx="5467" cy="3002"/>
                                    </a:xfrm>
                                  </wpg:grpSpPr>
                                  <wpg:grpSp>
                                    <wpg:cNvPr id="671" name="组合 2837"/>
                                    <wpg:cNvGrpSpPr>
                                      <a:grpSpLocks/>
                                    </wpg:cNvGrpSpPr>
                                    <wpg:grpSpPr bwMode="auto">
                                      <a:xfrm>
                                        <a:off x="6293" y="41615"/>
                                        <a:ext cx="4852" cy="3002"/>
                                        <a:chOff x="1166" y="40617"/>
                                        <a:chExt cx="5082" cy="3134"/>
                                      </a:xfrm>
                                    </wpg:grpSpPr>
                                    <wps:wsp>
                                      <wps:cNvPr id="672" name="矩形 1723"/>
                                      <wps:cNvSpPr>
                                        <a:spLocks noChangeArrowheads="1"/>
                                      </wps:cNvSpPr>
                                      <wps:spPr bwMode="auto">
                                        <a:xfrm>
                                          <a:off x="1753" y="40617"/>
                                          <a:ext cx="4110" cy="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C548B" w14:textId="7CC46118" w:rsidR="00C10E25" w:rsidRDefault="00C10E25" w:rsidP="000475CC">
                                            <w:pPr>
                                              <w:jc w:val="center"/>
                                              <w:rPr>
                                                <w:rFonts w:ascii="Arial" w:hAnsi="Arial" w:cs="Arial"/>
                                                <w:color w:val="000000"/>
                                                <w:sz w:val="12"/>
                                                <w:szCs w:val="12"/>
                                              </w:rPr>
                                            </w:pPr>
                                            <w:r>
                                              <w:rPr>
                                                <w:rFonts w:ascii="Arial" w:eastAsia="SimSun" w:hAnsi="Arial" w:cs="Arial"/>
                                                <w:b/>
                                                <w:color w:val="000000"/>
                                                <w:sz w:val="12"/>
                                                <w:szCs w:val="12"/>
                                              </w:rPr>
                                              <w:t xml:space="preserve">Sub-block </w:t>
                                            </w:r>
                                            <w:r>
                                              <w:rPr>
                                                <w:rFonts w:ascii="Arial" w:eastAsia="MS PGothic" w:hAnsi="Arial" w:cs="Arial"/>
                                                <w:b/>
                                                <w:color w:val="000000"/>
                                                <w:sz w:val="12"/>
                                                <w:szCs w:val="12"/>
                                              </w:rPr>
                                              <w:t>Bandwidth</w:t>
                                            </w:r>
                                            <w:r>
                                              <w:rPr>
                                                <w:rFonts w:ascii="Arial" w:eastAsia="SimSun" w:hAnsi="Arial" w:cs="Arial"/>
                                                <w:b/>
                                                <w:color w:val="000000"/>
                                                <w:sz w:val="12"/>
                                                <w:szCs w:val="12"/>
                                              </w:rPr>
                                              <w:t>, BW</w:t>
                                            </w:r>
                                            <w:r>
                                              <w:rPr>
                                                <w:rFonts w:ascii="Arial" w:eastAsia="SimSun" w:hAnsi="Arial" w:cs="Arial"/>
                                                <w:b/>
                                                <w:color w:val="000000"/>
                                                <w:sz w:val="12"/>
                                                <w:szCs w:val="12"/>
                                                <w:vertAlign w:val="subscript"/>
                                              </w:rPr>
                                              <w:t>Channel,block</w:t>
                                            </w:r>
                                            <w:r>
                                              <w:rPr>
                                                <w:rFonts w:ascii="Arial" w:eastAsia="SimSun" w:hAnsi="Arial" w:cs="Arial"/>
                                                <w:b/>
                                                <w:color w:val="000000"/>
                                                <w:sz w:val="12"/>
                                                <w:szCs w:val="12"/>
                                                <w:vertAlign w:val="subscript"/>
                                                <w:lang w:eastAsia="zh-CN"/>
                                              </w:rPr>
                                              <w:t xml:space="preserve"> n+1  </w:t>
                                            </w:r>
                                            <w:r>
                                              <w:rPr>
                                                <w:rFonts w:ascii="Arial" w:eastAsia="MS PGothic" w:hAnsi="Arial" w:cs="Arial"/>
                                                <w:b/>
                                                <w:color w:val="000000"/>
                                                <w:sz w:val="12"/>
                                                <w:szCs w:val="12"/>
                                              </w:rPr>
                                              <w:t>(MHz)</w:t>
                                            </w:r>
                                          </w:p>
                                        </w:txbxContent>
                                      </wps:txbx>
                                      <wps:bodyPr rot="0" vert="horz" wrap="square" lIns="0" tIns="0" rIns="0" bIns="0" anchor="t" anchorCtr="0" upright="1">
                                        <a:noAutofit/>
                                      </wps:bodyPr>
                                    </wps:wsp>
                                    <wps:wsp>
                                      <wps:cNvPr id="673" name="直线 1725"/>
                                      <wps:cNvCnPr>
                                        <a:cxnSpLocks noChangeShapeType="1"/>
                                      </wps:cNvCnPr>
                                      <wps:spPr bwMode="auto">
                                        <a:xfrm flipH="1">
                                          <a:off x="1346" y="40843"/>
                                          <a:ext cx="4" cy="2857"/>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74" name="文本框 1738"/>
                                      <wps:cNvSpPr txBox="1">
                                        <a:spLocks noChangeArrowheads="1"/>
                                      </wps:cNvSpPr>
                                      <wps:spPr bwMode="auto">
                                        <a:xfrm>
                                          <a:off x="1166" y="41099"/>
                                          <a:ext cx="179" cy="1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8A12C3" w14:textId="77777777" w:rsidR="00C10E25" w:rsidRDefault="00C10E25" w:rsidP="000475CC">
                                            <w:pPr>
                                              <w:jc w:val="both"/>
                                              <w:rPr>
                                                <w:rFonts w:ascii="Arial" w:hAnsi="Arial"/>
                                                <w:color w:val="000000"/>
                                                <w:sz w:val="36"/>
                                              </w:rPr>
                                            </w:pPr>
                                            <w:r>
                                              <w:rPr>
                                                <w:rFonts w:ascii="Arial" w:eastAsia="SimSun" w:hAnsi="Arial"/>
                                                <w:b/>
                                                <w:color w:val="000000"/>
                                                <w:sz w:val="12"/>
                                              </w:rPr>
                                              <w:t>Lower Sub-block</w:t>
                                            </w:r>
                                            <w:r>
                                              <w:rPr>
                                                <w:rFonts w:ascii="Arial" w:eastAsia="MS PGothic" w:hAnsi="Arial"/>
                                                <w:b/>
                                                <w:color w:val="000000"/>
                                                <w:sz w:val="12"/>
                                              </w:rPr>
                                              <w:t xml:space="preserve"> Edge</w:t>
                                            </w:r>
                                          </w:p>
                                        </w:txbxContent>
                                      </wps:txbx>
                                      <wps:bodyPr rot="0" vert="eaVert" wrap="square" lIns="0" tIns="0" rIns="0" bIns="0" anchor="t" anchorCtr="0" upright="1">
                                        <a:noAutofit/>
                                      </wps:bodyPr>
                                    </wps:wsp>
                                    <wps:wsp>
                                      <wps:cNvPr id="675" name="文本框 1923"/>
                                      <wps:cNvSpPr txBox="1">
                                        <a:spLocks noChangeArrowheads="1"/>
                                      </wps:cNvSpPr>
                                      <wps:spPr bwMode="auto">
                                        <a:xfrm>
                                          <a:off x="6014" y="40984"/>
                                          <a:ext cx="234" cy="2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CDA57" w14:textId="77777777" w:rsidR="00C10E25" w:rsidRDefault="00C10E25" w:rsidP="000475CC">
                                            <w:pPr>
                                              <w:jc w:val="center"/>
                                              <w:rPr>
                                                <w:rFonts w:ascii="Arial" w:hAnsi="Arial"/>
                                                <w:color w:val="000000"/>
                                                <w:sz w:val="36"/>
                                              </w:rPr>
                                            </w:pPr>
                                            <w:r>
                                              <w:rPr>
                                                <w:rFonts w:ascii="Arial" w:hAnsi="Arial"/>
                                                <w:b/>
                                                <w:color w:val="000000"/>
                                                <w:sz w:val="12"/>
                                              </w:rPr>
                                              <w:t>Upper</w:t>
                                            </w:r>
                                            <w:r>
                                              <w:rPr>
                                                <w:rFonts w:ascii="Arial" w:eastAsia="SimSun" w:hAnsi="Arial"/>
                                                <w:b/>
                                                <w:color w:val="000000"/>
                                                <w:sz w:val="12"/>
                                              </w:rPr>
                                              <w:t xml:space="preserve"> Sub-block</w:t>
                                            </w:r>
                                            <w:r>
                                              <w:rPr>
                                                <w:rFonts w:ascii="Arial" w:eastAsia="MS PGothic" w:hAnsi="Arial"/>
                                                <w:b/>
                                                <w:color w:val="000000"/>
                                                <w:sz w:val="12"/>
                                              </w:rPr>
                                              <w:t xml:space="preserve"> Edge</w:t>
                                            </w:r>
                                          </w:p>
                                        </w:txbxContent>
                                      </wps:txbx>
                                      <wps:bodyPr rot="0" vert="eaVert" wrap="square" lIns="0" tIns="0" rIns="0" bIns="0" anchor="t" anchorCtr="0" upright="1">
                                        <a:noAutofit/>
                                      </wps:bodyPr>
                                    </wps:wsp>
                                    <wps:wsp>
                                      <wps:cNvPr id="676" name="直线 2086"/>
                                      <wps:cNvCnPr>
                                        <a:cxnSpLocks noChangeShapeType="1"/>
                                      </wps:cNvCnPr>
                                      <wps:spPr bwMode="auto">
                                        <a:xfrm>
                                          <a:off x="1386" y="40909"/>
                                          <a:ext cx="4610" cy="9"/>
                                        </a:xfrm>
                                        <a:prstGeom prst="line">
                                          <a:avLst/>
                                        </a:prstGeom>
                                        <a:noFill/>
                                        <a:ln w="158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77" name="直线 2089"/>
                                      <wps:cNvCnPr>
                                        <a:cxnSpLocks noChangeShapeType="1"/>
                                      </wps:cNvCnPr>
                                      <wps:spPr bwMode="auto">
                                        <a:xfrm>
                                          <a:off x="6025" y="40837"/>
                                          <a:ext cx="3" cy="2914"/>
                                        </a:xfrm>
                                        <a:prstGeom prst="line">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678" name="任意多边形 2096"/>
                                    <wps:cNvSpPr>
                                      <a:spLocks noChangeArrowheads="1"/>
                                    </wps:cNvSpPr>
                                    <wps:spPr bwMode="auto">
                                      <a:xfrm>
                                        <a:off x="6043" y="43077"/>
                                        <a:ext cx="760" cy="1095"/>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g:grpSp>
                                    <wpg:cNvPr id="679" name="组合 2845"/>
                                    <wpg:cNvGrpSpPr>
                                      <a:grpSpLocks/>
                                    </wpg:cNvGrpSpPr>
                                    <wpg:grpSpPr bwMode="auto">
                                      <a:xfrm>
                                        <a:off x="6594" y="42082"/>
                                        <a:ext cx="4916" cy="2096"/>
                                        <a:chOff x="6594" y="42082"/>
                                        <a:chExt cx="4917" cy="2097"/>
                                      </a:xfrm>
                                    </wpg:grpSpPr>
                                    <wpg:grpSp>
                                      <wpg:cNvPr id="680" name="组合 2846"/>
                                      <wpg:cNvGrpSpPr>
                                        <a:grpSpLocks/>
                                      </wpg:cNvGrpSpPr>
                                      <wpg:grpSpPr bwMode="auto">
                                        <a:xfrm>
                                          <a:off x="6594" y="43064"/>
                                          <a:ext cx="4917" cy="1115"/>
                                          <a:chOff x="1526" y="42130"/>
                                          <a:chExt cx="5100" cy="1165"/>
                                        </a:xfrm>
                                      </wpg:grpSpPr>
                                      <wps:wsp>
                                        <wps:cNvPr id="681" name="直线 1928"/>
                                        <wps:cNvCnPr>
                                          <a:cxnSpLocks noChangeShapeType="1"/>
                                        </wps:cNvCnPr>
                                        <wps:spPr bwMode="auto">
                                          <a:xfrm>
                                            <a:off x="3260" y="42139"/>
                                            <a:ext cx="862" cy="11"/>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82" name="任意多边形 1936"/>
                                        <wps:cNvSpPr>
                                          <a:spLocks noChangeArrowheads="1"/>
                                        </wps:cNvSpPr>
                                        <wps:spPr bwMode="auto">
                                          <a:xfrm flipH="1">
                                            <a:off x="4129" y="42141"/>
                                            <a:ext cx="903" cy="1143"/>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683" name="直线 1979"/>
                                        <wps:cNvCnPr>
                                          <a:cxnSpLocks noChangeShapeType="1"/>
                                        </wps:cNvCnPr>
                                        <wps:spPr bwMode="auto">
                                          <a:xfrm>
                                            <a:off x="4666" y="42156"/>
                                            <a:ext cx="1057" cy="2"/>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84" name="直线 2093"/>
                                        <wps:cNvCnPr>
                                          <a:cxnSpLocks noChangeShapeType="1"/>
                                        </wps:cNvCnPr>
                                        <wps:spPr bwMode="auto">
                                          <a:xfrm>
                                            <a:off x="1695" y="42145"/>
                                            <a:ext cx="1056" cy="2"/>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685" name="组合 2851"/>
                                        <wpg:cNvGrpSpPr>
                                          <a:grpSpLocks/>
                                        </wpg:cNvGrpSpPr>
                                        <wpg:grpSpPr bwMode="auto">
                                          <a:xfrm>
                                            <a:off x="1526" y="42130"/>
                                            <a:ext cx="5100" cy="1165"/>
                                            <a:chOff x="1526" y="42129"/>
                                            <a:chExt cx="5081" cy="1167"/>
                                          </a:xfrm>
                                        </wpg:grpSpPr>
                                        <wpg:grpSp>
                                          <wpg:cNvPr id="686" name="组合 1967"/>
                                          <wpg:cNvGrpSpPr>
                                            <a:grpSpLocks/>
                                          </wpg:cNvGrpSpPr>
                                          <wpg:grpSpPr bwMode="auto">
                                            <a:xfrm>
                                              <a:off x="3141" y="42176"/>
                                              <a:ext cx="87" cy="912"/>
                                              <a:chOff x="1222" y="1690"/>
                                              <a:chExt cx="243" cy="1684"/>
                                            </a:xfrm>
                                          </wpg:grpSpPr>
                                          <wps:wsp>
                                            <wps:cNvPr id="687" name="任意多边形 1968"/>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688" name="任意多边形 1969"/>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689" name="组合 2855"/>
                                          <wpg:cNvGrpSpPr>
                                            <a:grpSpLocks/>
                                          </wpg:cNvGrpSpPr>
                                          <wpg:grpSpPr bwMode="auto">
                                            <a:xfrm>
                                              <a:off x="1526" y="42129"/>
                                              <a:ext cx="5081" cy="1167"/>
                                              <a:chOff x="1526" y="42129"/>
                                              <a:chExt cx="5081" cy="1168"/>
                                            </a:xfrm>
                                          </wpg:grpSpPr>
                                          <wpg:grpSp>
                                            <wpg:cNvPr id="690" name="组合 1929"/>
                                            <wpg:cNvGrpSpPr>
                                              <a:grpSpLocks/>
                                            </wpg:cNvGrpSpPr>
                                            <wpg:grpSpPr bwMode="auto">
                                              <a:xfrm>
                                                <a:off x="4284" y="42183"/>
                                                <a:ext cx="87" cy="912"/>
                                                <a:chOff x="1222" y="1690"/>
                                                <a:chExt cx="243" cy="1684"/>
                                              </a:xfrm>
                                            </wpg:grpSpPr>
                                            <wps:wsp>
                                              <wps:cNvPr id="691" name="任意多边形 1930"/>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692" name="任意多边形 1931"/>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693" name="组合 1932"/>
                                            <wpg:cNvGrpSpPr>
                                              <a:grpSpLocks/>
                                            </wpg:cNvGrpSpPr>
                                            <wpg:grpSpPr bwMode="auto">
                                              <a:xfrm>
                                                <a:off x="3061" y="42183"/>
                                                <a:ext cx="87" cy="912"/>
                                                <a:chOff x="738" y="1687"/>
                                                <a:chExt cx="242" cy="1684"/>
                                              </a:xfrm>
                                            </wpg:grpSpPr>
                                            <wps:wsp>
                                              <wps:cNvPr id="694" name="任意多边形 193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695" name="任意多边形 193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s:wsp>
                                            <wps:cNvPr id="696" name="任意多边形 1935"/>
                                            <wps:cNvSpPr>
                                              <a:spLocks noChangeArrowheads="1"/>
                                            </wps:cNvSpPr>
                                            <wps:spPr bwMode="auto">
                                              <a:xfrm>
                                                <a:off x="2469" y="42129"/>
                                                <a:ext cx="796" cy="1144"/>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a:solidFill>
                                                  <a:srgbClr val="000000"/>
                                                </a:solidFill>
                                                <a:prstDash val="sysDot"/>
                                                <a:bevel/>
                                                <a:headEnd/>
                                                <a:tailEnd/>
                                              </a:ln>
                                            </wps:spPr>
                                            <wps:bodyPr rot="0" vert="horz" wrap="square" lIns="91440" tIns="45720" rIns="91440" bIns="45720" anchor="t" anchorCtr="0" upright="1">
                                              <a:noAutofit/>
                                            </wps:bodyPr>
                                          </wps:wsp>
                                          <wpg:grpSp>
                                            <wpg:cNvPr id="697" name="组合 1937"/>
                                            <wpg:cNvGrpSpPr>
                                              <a:grpSpLocks/>
                                            </wpg:cNvGrpSpPr>
                                            <wpg:grpSpPr bwMode="auto">
                                              <a:xfrm>
                                                <a:off x="4098" y="42183"/>
                                                <a:ext cx="90" cy="912"/>
                                                <a:chOff x="738" y="1687"/>
                                                <a:chExt cx="242" cy="1684"/>
                                              </a:xfrm>
                                            </wpg:grpSpPr>
                                            <wps:wsp>
                                              <wps:cNvPr id="698" name="任意多边形 193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699" name="任意多边形 193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00" name="组合 1940"/>
                                            <wpg:cNvGrpSpPr>
                                              <a:grpSpLocks/>
                                            </wpg:cNvGrpSpPr>
                                            <wpg:grpSpPr bwMode="auto">
                                              <a:xfrm>
                                                <a:off x="4007" y="42183"/>
                                                <a:ext cx="84" cy="912"/>
                                                <a:chOff x="738" y="1687"/>
                                                <a:chExt cx="242" cy="1684"/>
                                              </a:xfrm>
                                            </wpg:grpSpPr>
                                            <wps:wsp>
                                              <wps:cNvPr id="701" name="任意多边形 194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02" name="任意多边形 194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03" name="组合 1943"/>
                                            <wpg:cNvGrpSpPr>
                                              <a:grpSpLocks/>
                                            </wpg:cNvGrpSpPr>
                                            <wpg:grpSpPr bwMode="auto">
                                              <a:xfrm>
                                                <a:off x="3838" y="42183"/>
                                                <a:ext cx="89" cy="912"/>
                                                <a:chOff x="1222" y="1690"/>
                                                <a:chExt cx="243" cy="1684"/>
                                              </a:xfrm>
                                            </wpg:grpSpPr>
                                            <wps:wsp>
                                              <wps:cNvPr id="704" name="任意多边形 194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05" name="任意多边形 1945"/>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06" name="组合 1946"/>
                                            <wpg:cNvGrpSpPr>
                                              <a:grpSpLocks/>
                                            </wpg:cNvGrpSpPr>
                                            <wpg:grpSpPr bwMode="auto">
                                              <a:xfrm>
                                                <a:off x="3927" y="42187"/>
                                                <a:ext cx="87" cy="910"/>
                                                <a:chOff x="738" y="1687"/>
                                                <a:chExt cx="242" cy="1684"/>
                                              </a:xfrm>
                                            </wpg:grpSpPr>
                                            <wps:wsp>
                                              <wps:cNvPr id="707" name="任意多边形 194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08" name="任意多边形 194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09" name="组合 1949"/>
                                            <wpg:cNvGrpSpPr>
                                              <a:grpSpLocks/>
                                            </wpg:cNvGrpSpPr>
                                            <wpg:grpSpPr bwMode="auto">
                                              <a:xfrm>
                                                <a:off x="4190" y="42183"/>
                                                <a:ext cx="84" cy="912"/>
                                                <a:chOff x="738" y="1687"/>
                                                <a:chExt cx="242" cy="1684"/>
                                              </a:xfrm>
                                            </wpg:grpSpPr>
                                            <wps:wsp>
                                              <wps:cNvPr id="710" name="任意多边形 195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11" name="任意多边形 195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12" name="组合 1952"/>
                                            <wpg:cNvGrpSpPr>
                                              <a:grpSpLocks/>
                                            </wpg:cNvGrpSpPr>
                                            <wpg:grpSpPr bwMode="auto">
                                              <a:xfrm>
                                                <a:off x="3751" y="42187"/>
                                                <a:ext cx="84" cy="908"/>
                                                <a:chOff x="1222" y="1690"/>
                                                <a:chExt cx="243" cy="1684"/>
                                              </a:xfrm>
                                            </wpg:grpSpPr>
                                            <wps:wsp>
                                              <wps:cNvPr id="713" name="任意多边形 1953"/>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14" name="任意多边形 195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15" name="组合 1955"/>
                                            <wpg:cNvGrpSpPr>
                                              <a:grpSpLocks/>
                                            </wpg:cNvGrpSpPr>
                                            <wpg:grpSpPr bwMode="auto">
                                              <a:xfrm>
                                                <a:off x="3662" y="42185"/>
                                                <a:ext cx="89" cy="910"/>
                                                <a:chOff x="738" y="1687"/>
                                                <a:chExt cx="242" cy="1684"/>
                                              </a:xfrm>
                                            </wpg:grpSpPr>
                                            <wps:wsp>
                                              <wps:cNvPr id="716" name="任意多边形 195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17" name="任意多边形 195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18" name="组合 1958"/>
                                            <wpg:cNvGrpSpPr>
                                              <a:grpSpLocks/>
                                            </wpg:cNvGrpSpPr>
                                            <wpg:grpSpPr bwMode="auto">
                                              <a:xfrm>
                                                <a:off x="3577" y="42183"/>
                                                <a:ext cx="85" cy="912"/>
                                                <a:chOff x="738" y="1687"/>
                                                <a:chExt cx="242" cy="1684"/>
                                              </a:xfrm>
                                            </wpg:grpSpPr>
                                            <wps:wsp>
                                              <wps:cNvPr id="719" name="任意多边形 195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20" name="任意多边形 196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21" name="组合 1961"/>
                                            <wpg:cNvGrpSpPr>
                                              <a:grpSpLocks/>
                                            </wpg:cNvGrpSpPr>
                                            <wpg:grpSpPr bwMode="auto">
                                              <a:xfrm>
                                                <a:off x="3404" y="42183"/>
                                                <a:ext cx="86" cy="912"/>
                                                <a:chOff x="738" y="1687"/>
                                                <a:chExt cx="242" cy="1684"/>
                                              </a:xfrm>
                                            </wpg:grpSpPr>
                                            <wps:wsp>
                                              <wps:cNvPr id="722" name="任意多边形 196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23" name="任意多边形 196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24" name="组合 1964"/>
                                            <wpg:cNvGrpSpPr>
                                              <a:grpSpLocks/>
                                            </wpg:cNvGrpSpPr>
                                            <wpg:grpSpPr bwMode="auto">
                                              <a:xfrm>
                                                <a:off x="3321" y="42176"/>
                                                <a:ext cx="87" cy="912"/>
                                                <a:chOff x="738" y="1687"/>
                                                <a:chExt cx="242" cy="1684"/>
                                              </a:xfrm>
                                            </wpg:grpSpPr>
                                            <wps:wsp>
                                              <wps:cNvPr id="725" name="任意多边形 196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26" name="任意多边形 196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27" name="组合 1970"/>
                                            <wpg:cNvGrpSpPr>
                                              <a:grpSpLocks/>
                                            </wpg:cNvGrpSpPr>
                                            <wpg:grpSpPr bwMode="auto">
                                              <a:xfrm>
                                                <a:off x="3235" y="42178"/>
                                                <a:ext cx="86" cy="912"/>
                                                <a:chOff x="738" y="1687"/>
                                                <a:chExt cx="242" cy="1684"/>
                                              </a:xfrm>
                                            </wpg:grpSpPr>
                                            <wps:wsp>
                                              <wps:cNvPr id="728" name="任意多边形 197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29" name="任意多边形 197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30" name="组合 1973"/>
                                            <wpg:cNvGrpSpPr>
                                              <a:grpSpLocks/>
                                            </wpg:cNvGrpSpPr>
                                            <wpg:grpSpPr bwMode="auto">
                                              <a:xfrm>
                                                <a:off x="3490" y="42183"/>
                                                <a:ext cx="83" cy="912"/>
                                                <a:chOff x="738" y="1687"/>
                                                <a:chExt cx="242" cy="1684"/>
                                              </a:xfrm>
                                            </wpg:grpSpPr>
                                            <wps:wsp>
                                              <wps:cNvPr id="731" name="任意多边形 197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32" name="任意多边形 197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s:wsp>
                                            <wps:cNvPr id="733" name="任意多边形 1977"/>
                                            <wps:cNvSpPr>
                                              <a:spLocks noChangeArrowheads="1"/>
                                            </wps:cNvSpPr>
                                            <wps:spPr bwMode="auto">
                                              <a:xfrm>
                                                <a:off x="3843" y="42154"/>
                                                <a:ext cx="809" cy="1143"/>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734" name="任意多边形 1980"/>
                                            <wps:cNvSpPr>
                                              <a:spLocks noChangeArrowheads="1"/>
                                            </wps:cNvSpPr>
                                            <wps:spPr bwMode="auto">
                                              <a:xfrm flipH="1">
                                                <a:off x="2758" y="42138"/>
                                                <a:ext cx="822" cy="1143"/>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735" name="任意多边形 1981"/>
                                            <wps:cNvSpPr>
                                              <a:spLocks noChangeArrowheads="1"/>
                                            </wps:cNvSpPr>
                                            <wps:spPr bwMode="auto">
                                              <a:xfrm flipH="1">
                                                <a:off x="5701" y="42156"/>
                                                <a:ext cx="906" cy="1141"/>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g:grpSp>
                                            <wpg:cNvPr id="736" name="组合 1990"/>
                                            <wpg:cNvGrpSpPr>
                                              <a:grpSpLocks/>
                                            </wpg:cNvGrpSpPr>
                                            <wpg:grpSpPr bwMode="auto">
                                              <a:xfrm>
                                                <a:off x="5765" y="42187"/>
                                                <a:ext cx="87" cy="912"/>
                                                <a:chOff x="738" y="1687"/>
                                                <a:chExt cx="242" cy="1684"/>
                                              </a:xfrm>
                                            </wpg:grpSpPr>
                                            <wps:wsp>
                                              <wps:cNvPr id="737" name="任意多边形 199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38" name="任意多边形 199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9" name="组合 1993"/>
                                            <wpg:cNvGrpSpPr>
                                              <a:grpSpLocks/>
                                            </wpg:cNvGrpSpPr>
                                            <wpg:grpSpPr bwMode="auto">
                                              <a:xfrm>
                                                <a:off x="5584" y="42189"/>
                                                <a:ext cx="89" cy="912"/>
                                                <a:chOff x="738" y="1687"/>
                                                <a:chExt cx="242" cy="1684"/>
                                              </a:xfrm>
                                            </wpg:grpSpPr>
                                            <wps:wsp>
                                              <wps:cNvPr id="740" name="任意多边形 199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41" name="任意多边形 199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2" name="组合 1996"/>
                                            <wpg:cNvGrpSpPr>
                                              <a:grpSpLocks/>
                                            </wpg:cNvGrpSpPr>
                                            <wpg:grpSpPr bwMode="auto">
                                              <a:xfrm>
                                                <a:off x="5502" y="42189"/>
                                                <a:ext cx="84" cy="912"/>
                                                <a:chOff x="738" y="1687"/>
                                                <a:chExt cx="242" cy="1684"/>
                                              </a:xfrm>
                                            </wpg:grpSpPr>
                                            <wps:wsp>
                                              <wps:cNvPr id="743" name="任意多边形 199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44" name="任意多边形 199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5" name="组合 1999"/>
                                            <wpg:cNvGrpSpPr>
                                              <a:grpSpLocks/>
                                            </wpg:cNvGrpSpPr>
                                            <wpg:grpSpPr bwMode="auto">
                                              <a:xfrm>
                                                <a:off x="5326" y="42189"/>
                                                <a:ext cx="87" cy="912"/>
                                                <a:chOff x="1222" y="1690"/>
                                                <a:chExt cx="243" cy="1684"/>
                                              </a:xfrm>
                                            </wpg:grpSpPr>
                                            <wps:wsp>
                                              <wps:cNvPr id="746" name="任意多边形 2000"/>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47" name="任意多边形 2001"/>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8" name="组合 2002"/>
                                            <wpg:cNvGrpSpPr>
                                              <a:grpSpLocks/>
                                            </wpg:cNvGrpSpPr>
                                            <wpg:grpSpPr bwMode="auto">
                                              <a:xfrm>
                                                <a:off x="5406" y="42191"/>
                                                <a:ext cx="87" cy="912"/>
                                                <a:chOff x="738" y="1687"/>
                                                <a:chExt cx="242" cy="1684"/>
                                              </a:xfrm>
                                            </wpg:grpSpPr>
                                            <wps:wsp>
                                              <wps:cNvPr id="749" name="任意多边形 200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50" name="任意多边形 200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1" name="组合 2005"/>
                                            <wpg:cNvGrpSpPr>
                                              <a:grpSpLocks/>
                                            </wpg:cNvGrpSpPr>
                                            <wpg:grpSpPr bwMode="auto">
                                              <a:xfrm>
                                                <a:off x="5678" y="42189"/>
                                                <a:ext cx="82" cy="912"/>
                                                <a:chOff x="738" y="1687"/>
                                                <a:chExt cx="242" cy="1684"/>
                                              </a:xfrm>
                                            </wpg:grpSpPr>
                                            <wps:wsp>
                                              <wps:cNvPr id="752" name="任意多边形 200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53" name="任意多边形 200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4" name="组合 2008"/>
                                            <wpg:cNvGrpSpPr>
                                              <a:grpSpLocks/>
                                            </wpg:cNvGrpSpPr>
                                            <wpg:grpSpPr bwMode="auto">
                                              <a:xfrm>
                                                <a:off x="5237" y="42191"/>
                                                <a:ext cx="87" cy="912"/>
                                                <a:chOff x="1222" y="1690"/>
                                                <a:chExt cx="243" cy="1684"/>
                                              </a:xfrm>
                                            </wpg:grpSpPr>
                                            <wps:wsp>
                                              <wps:cNvPr id="755" name="任意多边形 2009"/>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56" name="任意多边形 2010"/>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7" name="组合 2011"/>
                                            <wpg:cNvGrpSpPr>
                                              <a:grpSpLocks/>
                                            </wpg:cNvGrpSpPr>
                                            <wpg:grpSpPr bwMode="auto">
                                              <a:xfrm>
                                                <a:off x="5150" y="42189"/>
                                                <a:ext cx="87" cy="914"/>
                                                <a:chOff x="738" y="1687"/>
                                                <a:chExt cx="242" cy="1684"/>
                                              </a:xfrm>
                                            </wpg:grpSpPr>
                                            <wps:wsp>
                                              <wps:cNvPr id="758" name="任意多边形 201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59" name="任意多边形 201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0" name="组合 2014"/>
                                            <wpg:cNvGrpSpPr>
                                              <a:grpSpLocks/>
                                            </wpg:cNvGrpSpPr>
                                            <wpg:grpSpPr bwMode="auto">
                                              <a:xfrm>
                                                <a:off x="5063" y="42189"/>
                                                <a:ext cx="87" cy="912"/>
                                                <a:chOff x="738" y="1687"/>
                                                <a:chExt cx="242" cy="1684"/>
                                              </a:xfrm>
                                            </wpg:grpSpPr>
                                            <wps:wsp>
                                              <wps:cNvPr id="761" name="任意多边形 201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62" name="任意多边形 201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3" name="组合 2017"/>
                                            <wpg:cNvGrpSpPr>
                                              <a:grpSpLocks/>
                                            </wpg:cNvGrpSpPr>
                                            <wpg:grpSpPr bwMode="auto">
                                              <a:xfrm>
                                                <a:off x="4889" y="42189"/>
                                                <a:ext cx="87" cy="912"/>
                                                <a:chOff x="738" y="1687"/>
                                                <a:chExt cx="242" cy="1684"/>
                                              </a:xfrm>
                                            </wpg:grpSpPr>
                                            <wps:wsp>
                                              <wps:cNvPr id="764" name="任意多边形 201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65" name="任意多边形 201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6" name="组合 2020"/>
                                            <wpg:cNvGrpSpPr>
                                              <a:grpSpLocks/>
                                            </wpg:cNvGrpSpPr>
                                            <wpg:grpSpPr bwMode="auto">
                                              <a:xfrm>
                                                <a:off x="4807" y="42183"/>
                                                <a:ext cx="89" cy="912"/>
                                                <a:chOff x="738" y="1687"/>
                                                <a:chExt cx="242" cy="1684"/>
                                              </a:xfrm>
                                            </wpg:grpSpPr>
                                            <wps:wsp>
                                              <wps:cNvPr id="767" name="任意多边形 202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68" name="任意多边形 202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9" name="组合 2023"/>
                                            <wpg:cNvGrpSpPr>
                                              <a:grpSpLocks/>
                                            </wpg:cNvGrpSpPr>
                                            <wpg:grpSpPr bwMode="auto">
                                              <a:xfrm>
                                                <a:off x="4636" y="42183"/>
                                                <a:ext cx="84" cy="912"/>
                                                <a:chOff x="1222" y="1690"/>
                                                <a:chExt cx="243" cy="1684"/>
                                              </a:xfrm>
                                            </wpg:grpSpPr>
                                            <wps:wsp>
                                              <wps:cNvPr id="770" name="任意多边形 202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71" name="任意多边形 2025"/>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2" name="组合 2026"/>
                                            <wpg:cNvGrpSpPr>
                                              <a:grpSpLocks/>
                                            </wpg:cNvGrpSpPr>
                                            <wpg:grpSpPr bwMode="auto">
                                              <a:xfrm>
                                                <a:off x="4720" y="42187"/>
                                                <a:ext cx="87" cy="910"/>
                                                <a:chOff x="738" y="1687"/>
                                                <a:chExt cx="242" cy="1684"/>
                                              </a:xfrm>
                                            </wpg:grpSpPr>
                                            <wps:wsp>
                                              <wps:cNvPr id="773" name="任意多边形 202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74" name="任意多边形 202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5" name="组合 2029"/>
                                            <wpg:cNvGrpSpPr>
                                              <a:grpSpLocks/>
                                            </wpg:cNvGrpSpPr>
                                            <wpg:grpSpPr bwMode="auto">
                                              <a:xfrm>
                                                <a:off x="4976" y="42189"/>
                                                <a:ext cx="82" cy="912"/>
                                                <a:chOff x="738" y="1687"/>
                                                <a:chExt cx="242" cy="1684"/>
                                              </a:xfrm>
                                            </wpg:grpSpPr>
                                            <wps:wsp>
                                              <wps:cNvPr id="776" name="任意多边形 203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77" name="任意多边形 203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8" name="组合 2032"/>
                                            <wpg:cNvGrpSpPr>
                                              <a:grpSpLocks/>
                                            </wpg:cNvGrpSpPr>
                                            <wpg:grpSpPr bwMode="auto">
                                              <a:xfrm>
                                                <a:off x="5849" y="42187"/>
                                                <a:ext cx="85" cy="910"/>
                                                <a:chOff x="6345" y="1687"/>
                                                <a:chExt cx="242" cy="1685"/>
                                              </a:xfrm>
                                            </wpg:grpSpPr>
                                            <wps:wsp>
                                              <wps:cNvPr id="779" name="任意多边形 2033"/>
                                              <wps:cNvSpPr>
                                                <a:spLocks noChangeArrowheads="1"/>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80" name="任意多边形 2034"/>
                                              <wps:cNvSpPr>
                                                <a:spLocks noChangeArrowheads="1"/>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1" name="组合 2035"/>
                                            <wpg:cNvGrpSpPr>
                                              <a:grpSpLocks/>
                                            </wpg:cNvGrpSpPr>
                                            <wpg:grpSpPr bwMode="auto">
                                              <a:xfrm>
                                                <a:off x="4544" y="42187"/>
                                                <a:ext cx="87" cy="908"/>
                                                <a:chOff x="1222" y="1690"/>
                                                <a:chExt cx="243" cy="1684"/>
                                              </a:xfrm>
                                            </wpg:grpSpPr>
                                            <wps:wsp>
                                              <wps:cNvPr id="782" name="任意多边形 2036"/>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83" name="任意多边形 2037"/>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4" name="组合 2038"/>
                                            <wpg:cNvGrpSpPr>
                                              <a:grpSpLocks/>
                                            </wpg:cNvGrpSpPr>
                                            <wpg:grpSpPr bwMode="auto">
                                              <a:xfrm>
                                                <a:off x="4457" y="42185"/>
                                                <a:ext cx="87" cy="910"/>
                                                <a:chOff x="738" y="1687"/>
                                                <a:chExt cx="242" cy="1684"/>
                                              </a:xfrm>
                                            </wpg:grpSpPr>
                                            <wps:wsp>
                                              <wps:cNvPr id="785" name="任意多边形 203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86" name="任意多边形 204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7" name="组合 2044"/>
                                            <wpg:cNvGrpSpPr>
                                              <a:grpSpLocks/>
                                            </wpg:cNvGrpSpPr>
                                            <wpg:grpSpPr bwMode="auto">
                                              <a:xfrm>
                                                <a:off x="2803" y="42180"/>
                                                <a:ext cx="89" cy="912"/>
                                                <a:chOff x="738" y="1687"/>
                                                <a:chExt cx="242" cy="1684"/>
                                              </a:xfrm>
                                            </wpg:grpSpPr>
                                            <wps:wsp>
                                              <wps:cNvPr id="788" name="任意多边形 204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89" name="任意多边形 204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0" name="组合 2047"/>
                                            <wpg:cNvGrpSpPr>
                                              <a:grpSpLocks/>
                                            </wpg:cNvGrpSpPr>
                                            <wpg:grpSpPr bwMode="auto">
                                              <a:xfrm>
                                                <a:off x="2624" y="42182"/>
                                                <a:ext cx="87" cy="912"/>
                                                <a:chOff x="738" y="1687"/>
                                                <a:chExt cx="242" cy="1684"/>
                                              </a:xfrm>
                                            </wpg:grpSpPr>
                                            <wps:wsp>
                                              <wps:cNvPr id="791" name="任意多边形 204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92" name="任意多边形 204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3" name="组合 2050"/>
                                            <wpg:cNvGrpSpPr>
                                              <a:grpSpLocks/>
                                            </wpg:cNvGrpSpPr>
                                            <wpg:grpSpPr bwMode="auto">
                                              <a:xfrm>
                                                <a:off x="2535" y="42182"/>
                                                <a:ext cx="85" cy="912"/>
                                                <a:chOff x="738" y="1687"/>
                                                <a:chExt cx="242" cy="1684"/>
                                              </a:xfrm>
                                            </wpg:grpSpPr>
                                            <wps:wsp>
                                              <wps:cNvPr id="794" name="任意多边形 205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95" name="任意多边形 205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6" name="组合 2053"/>
                                            <wpg:cNvGrpSpPr>
                                              <a:grpSpLocks/>
                                            </wpg:cNvGrpSpPr>
                                            <wpg:grpSpPr bwMode="auto">
                                              <a:xfrm>
                                                <a:off x="2359" y="42182"/>
                                                <a:ext cx="87" cy="912"/>
                                                <a:chOff x="1222" y="1690"/>
                                                <a:chExt cx="243" cy="1684"/>
                                              </a:xfrm>
                                            </wpg:grpSpPr>
                                            <wps:wsp>
                                              <wps:cNvPr id="797" name="任意多边形 205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98" name="任意多边形 2055"/>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9" name="组合 2056"/>
                                            <wpg:cNvGrpSpPr>
                                              <a:grpSpLocks/>
                                            </wpg:cNvGrpSpPr>
                                            <wpg:grpSpPr bwMode="auto">
                                              <a:xfrm>
                                                <a:off x="2446" y="42184"/>
                                                <a:ext cx="87" cy="912"/>
                                                <a:chOff x="738" y="1687"/>
                                                <a:chExt cx="242" cy="1684"/>
                                              </a:xfrm>
                                            </wpg:grpSpPr>
                                            <wps:wsp>
                                              <wps:cNvPr id="800" name="任意多边形 205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01" name="任意多边形 205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2" name="组合 2059"/>
                                            <wpg:cNvGrpSpPr>
                                              <a:grpSpLocks/>
                                            </wpg:cNvGrpSpPr>
                                            <wpg:grpSpPr bwMode="auto">
                                              <a:xfrm>
                                                <a:off x="2718" y="42182"/>
                                                <a:ext cx="85" cy="912"/>
                                                <a:chOff x="738" y="1687"/>
                                                <a:chExt cx="242" cy="1684"/>
                                              </a:xfrm>
                                            </wpg:grpSpPr>
                                            <wps:wsp>
                                              <wps:cNvPr id="803" name="任意多边形 206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04" name="任意多边形 206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5" name="组合 2062"/>
                                            <wpg:cNvGrpSpPr>
                                              <a:grpSpLocks/>
                                            </wpg:cNvGrpSpPr>
                                            <wpg:grpSpPr bwMode="auto">
                                              <a:xfrm>
                                                <a:off x="2268" y="42184"/>
                                                <a:ext cx="89" cy="912"/>
                                                <a:chOff x="1222" y="1690"/>
                                                <a:chExt cx="243" cy="1684"/>
                                              </a:xfrm>
                                            </wpg:grpSpPr>
                                            <wps:wsp>
                                              <wps:cNvPr id="806" name="任意多边形 2063"/>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07" name="任意多边形 206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8" name="组合 2065"/>
                                            <wpg:cNvGrpSpPr>
                                              <a:grpSpLocks/>
                                            </wpg:cNvGrpSpPr>
                                            <wpg:grpSpPr bwMode="auto">
                                              <a:xfrm>
                                                <a:off x="2199" y="42182"/>
                                                <a:ext cx="85" cy="914"/>
                                                <a:chOff x="738" y="1687"/>
                                                <a:chExt cx="242" cy="1684"/>
                                              </a:xfrm>
                                            </wpg:grpSpPr>
                                            <wps:wsp>
                                              <wps:cNvPr id="809" name="任意多边形 206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10" name="任意多边形 206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1" name="组合 2068"/>
                                            <wpg:cNvGrpSpPr>
                                              <a:grpSpLocks/>
                                            </wpg:cNvGrpSpPr>
                                            <wpg:grpSpPr bwMode="auto">
                                              <a:xfrm>
                                                <a:off x="2115" y="42182"/>
                                                <a:ext cx="89" cy="912"/>
                                                <a:chOff x="738" y="1687"/>
                                                <a:chExt cx="242" cy="1684"/>
                                              </a:xfrm>
                                            </wpg:grpSpPr>
                                            <wps:wsp>
                                              <wps:cNvPr id="812" name="任意多边形 206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13" name="任意多边形 207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4" name="组合 2071"/>
                                            <wpg:cNvGrpSpPr>
                                              <a:grpSpLocks/>
                                            </wpg:cNvGrpSpPr>
                                            <wpg:grpSpPr bwMode="auto">
                                              <a:xfrm>
                                                <a:off x="1961" y="42182"/>
                                                <a:ext cx="86" cy="912"/>
                                                <a:chOff x="738" y="1687"/>
                                                <a:chExt cx="242" cy="1684"/>
                                              </a:xfrm>
                                            </wpg:grpSpPr>
                                            <wps:wsp>
                                              <wps:cNvPr id="815" name="任意多边形 207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16" name="任意多边形 207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7" name="组合 2074"/>
                                            <wpg:cNvGrpSpPr>
                                              <a:grpSpLocks/>
                                            </wpg:cNvGrpSpPr>
                                            <wpg:grpSpPr bwMode="auto">
                                              <a:xfrm>
                                                <a:off x="1878" y="42176"/>
                                                <a:ext cx="90" cy="912"/>
                                                <a:chOff x="738" y="1687"/>
                                                <a:chExt cx="242" cy="1684"/>
                                              </a:xfrm>
                                            </wpg:grpSpPr>
                                            <wps:wsp>
                                              <wps:cNvPr id="818" name="任意多边形 207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19" name="任意多边形 207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0" name="组合 2077"/>
                                            <wpg:cNvGrpSpPr>
                                              <a:grpSpLocks/>
                                            </wpg:cNvGrpSpPr>
                                            <wpg:grpSpPr bwMode="auto">
                                              <a:xfrm>
                                                <a:off x="1705" y="42176"/>
                                                <a:ext cx="87" cy="912"/>
                                                <a:chOff x="1222" y="1690"/>
                                                <a:chExt cx="243" cy="1684"/>
                                              </a:xfrm>
                                            </wpg:grpSpPr>
                                            <wps:wsp>
                                              <wps:cNvPr id="821" name="任意多边形 2078"/>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22" name="任意多边形 2079"/>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3" name="组合 2080"/>
                                            <wpg:cNvGrpSpPr>
                                              <a:grpSpLocks/>
                                            </wpg:cNvGrpSpPr>
                                            <wpg:grpSpPr bwMode="auto">
                                              <a:xfrm>
                                                <a:off x="1792" y="42180"/>
                                                <a:ext cx="86" cy="910"/>
                                                <a:chOff x="738" y="1687"/>
                                                <a:chExt cx="242" cy="1684"/>
                                              </a:xfrm>
                                            </wpg:grpSpPr>
                                            <wps:wsp>
                                              <wps:cNvPr id="824" name="任意多边形 208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25" name="任意多边形 208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6" name="组合 2083"/>
                                            <wpg:cNvGrpSpPr>
                                              <a:grpSpLocks/>
                                            </wpg:cNvGrpSpPr>
                                            <wpg:grpSpPr bwMode="auto">
                                              <a:xfrm>
                                                <a:off x="2036" y="42182"/>
                                                <a:ext cx="83" cy="912"/>
                                                <a:chOff x="738" y="1687"/>
                                                <a:chExt cx="242" cy="1684"/>
                                              </a:xfrm>
                                            </wpg:grpSpPr>
                                            <wps:wsp>
                                              <wps:cNvPr id="827" name="任意多边形 208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28" name="任意多边形 208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9" name="组合 2097"/>
                                            <wpg:cNvGrpSpPr>
                                              <a:grpSpLocks/>
                                            </wpg:cNvGrpSpPr>
                                            <wpg:grpSpPr bwMode="auto">
                                              <a:xfrm>
                                                <a:off x="2887" y="42180"/>
                                                <a:ext cx="87" cy="910"/>
                                                <a:chOff x="6345" y="1687"/>
                                                <a:chExt cx="242" cy="1685"/>
                                              </a:xfrm>
                                            </wpg:grpSpPr>
                                            <wps:wsp>
                                              <wps:cNvPr id="830" name="任意多边形 2098"/>
                                              <wps:cNvSpPr>
                                                <a:spLocks noChangeArrowheads="1"/>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31" name="任意多边形 2099"/>
                                              <wps:cNvSpPr>
                                                <a:spLocks noChangeArrowheads="1"/>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2" name="组合 2100"/>
                                            <wpg:cNvGrpSpPr>
                                              <a:grpSpLocks/>
                                            </wpg:cNvGrpSpPr>
                                            <wpg:grpSpPr bwMode="auto">
                                              <a:xfrm>
                                                <a:off x="1616" y="42180"/>
                                                <a:ext cx="86" cy="908"/>
                                                <a:chOff x="1222" y="1690"/>
                                                <a:chExt cx="243" cy="1684"/>
                                              </a:xfrm>
                                            </wpg:grpSpPr>
                                            <wps:wsp>
                                              <wps:cNvPr id="833" name="任意多边形 2101"/>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34" name="任意多边形 2102"/>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5" name="组合 2103"/>
                                            <wpg:cNvGrpSpPr>
                                              <a:grpSpLocks/>
                                            </wpg:cNvGrpSpPr>
                                            <wpg:grpSpPr bwMode="auto">
                                              <a:xfrm>
                                                <a:off x="1526" y="42178"/>
                                                <a:ext cx="90" cy="910"/>
                                                <a:chOff x="738" y="1687"/>
                                                <a:chExt cx="242" cy="1684"/>
                                              </a:xfrm>
                                            </wpg:grpSpPr>
                                            <wps:wsp>
                                              <wps:cNvPr id="836" name="任意多边形 210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37" name="任意多边形 210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grpSp>
                                      <wpg:cNvPr id="838" name="组合 3004"/>
                                      <wpg:cNvGrpSpPr>
                                        <a:grpSpLocks/>
                                      </wpg:cNvGrpSpPr>
                                      <wpg:grpSpPr bwMode="auto">
                                        <a:xfrm>
                                          <a:off x="6596" y="42082"/>
                                          <a:ext cx="4269" cy="1941"/>
                                          <a:chOff x="1479" y="41105"/>
                                          <a:chExt cx="4471" cy="2025"/>
                                        </a:xfrm>
                                      </wpg:grpSpPr>
                                      <wps:wsp>
                                        <wps:cNvPr id="839" name="矩形 1735"/>
                                        <wps:cNvSpPr>
                                          <a:spLocks noChangeArrowheads="1"/>
                                        </wps:cNvSpPr>
                                        <wps:spPr bwMode="auto">
                                          <a:xfrm>
                                            <a:off x="4621" y="41105"/>
                                            <a:ext cx="1241" cy="7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C0792" w14:textId="77777777" w:rsidR="00C10E25" w:rsidRDefault="00C10E25" w:rsidP="000475CC">
                                              <w:pPr>
                                                <w:jc w:val="center"/>
                                                <w:rPr>
                                                  <w:rFonts w:ascii="Arial" w:hAnsi="Arial"/>
                                                  <w:color w:val="000000"/>
                                                  <w:sz w:val="36"/>
                                                </w:rPr>
                                              </w:pPr>
                                              <w:r>
                                                <w:rPr>
                                                  <w:rFonts w:ascii="Arial" w:eastAsia="MS PGothic" w:hAnsi="Arial"/>
                                                  <w:b/>
                                                  <w:color w:val="000000"/>
                                                  <w:sz w:val="12"/>
                                                </w:rPr>
                                                <w:t>Transmission Bandwidth Configuration of the highest carrier in a sub-block [RB]</w:t>
                                              </w:r>
                                            </w:p>
                                          </w:txbxContent>
                                        </wps:txbx>
                                        <wps:bodyPr rot="0" vert="horz" wrap="square" lIns="0" tIns="0" rIns="0" bIns="0" anchor="t" anchorCtr="0" upright="1">
                                          <a:noAutofit/>
                                        </wps:bodyPr>
                                      </wps:wsp>
                                      <wps:wsp>
                                        <wps:cNvPr id="840" name="直线 1984"/>
                                        <wps:cNvCnPr>
                                          <a:cxnSpLocks noChangeShapeType="1"/>
                                        </wps:cNvCnPr>
                                        <wps:spPr bwMode="auto">
                                          <a:xfrm>
                                            <a:off x="4453" y="41535"/>
                                            <a:ext cx="0" cy="1555"/>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1" name="直线 1985"/>
                                        <wps:cNvCnPr>
                                          <a:cxnSpLocks noChangeShapeType="1"/>
                                        </wps:cNvCnPr>
                                        <wps:spPr bwMode="auto">
                                          <a:xfrm>
                                            <a:off x="2943" y="41568"/>
                                            <a:ext cx="7" cy="1562"/>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2" name="直线 2087"/>
                                        <wps:cNvCnPr>
                                          <a:cxnSpLocks noChangeShapeType="1"/>
                                        </wps:cNvCnPr>
                                        <wps:spPr bwMode="auto">
                                          <a:xfrm>
                                            <a:off x="5950" y="41553"/>
                                            <a:ext cx="0" cy="1544"/>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3" name="直线 2088"/>
                                        <wps:cNvCnPr>
                                          <a:cxnSpLocks noChangeShapeType="1"/>
                                        </wps:cNvCnPr>
                                        <wps:spPr bwMode="auto">
                                          <a:xfrm>
                                            <a:off x="1479" y="41539"/>
                                            <a:ext cx="2" cy="1575"/>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4" name="矩形 2090"/>
                                        <wps:cNvSpPr>
                                          <a:spLocks noChangeArrowheads="1"/>
                                        </wps:cNvSpPr>
                                        <wps:spPr bwMode="auto">
                                          <a:xfrm>
                                            <a:off x="1558" y="41132"/>
                                            <a:ext cx="1319" cy="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0B760" w14:textId="77777777" w:rsidR="00C10E25" w:rsidRDefault="00C10E25" w:rsidP="000475CC">
                                              <w:pPr>
                                                <w:jc w:val="center"/>
                                                <w:rPr>
                                                  <w:rFonts w:ascii="Arial" w:hAnsi="Arial"/>
                                                  <w:color w:val="000000"/>
                                                  <w:sz w:val="36"/>
                                                </w:rPr>
                                              </w:pPr>
                                              <w:r>
                                                <w:rPr>
                                                  <w:rFonts w:ascii="Arial" w:eastAsia="MS PGothic" w:hAnsi="Arial"/>
                                                  <w:b/>
                                                  <w:color w:val="000000"/>
                                                  <w:sz w:val="12"/>
                                                </w:rPr>
                                                <w:t>Transmission Bandwidth Configuration of the lowest carrier in a sub-block  [RB]</w:t>
                                              </w:r>
                                            </w:p>
                                          </w:txbxContent>
                                        </wps:txbx>
                                        <wps:bodyPr rot="0" vert="horz" wrap="square" lIns="0" tIns="0" rIns="0" bIns="0" anchor="t" anchorCtr="0" upright="1">
                                          <a:noAutofit/>
                                        </wps:bodyPr>
                                      </wps:wsp>
                                      <wps:wsp>
                                        <wps:cNvPr id="845" name="任意多边形 2094"/>
                                        <wps:cNvSpPr>
                                          <a:spLocks noChangeArrowheads="1"/>
                                        </wps:cNvSpPr>
                                        <wps:spPr bwMode="auto">
                                          <a:xfrm>
                                            <a:off x="4472" y="41872"/>
                                            <a:ext cx="1457" cy="59"/>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46" name="任意多边形 2095"/>
                                        <wps:cNvSpPr>
                                          <a:spLocks noChangeArrowheads="1"/>
                                        </wps:cNvSpPr>
                                        <wps:spPr bwMode="auto">
                                          <a:xfrm>
                                            <a:off x="1479" y="41872"/>
                                            <a:ext cx="1495" cy="59"/>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grpSp>
                                </wpg:grpSp>
                              </wpg:grpSp>
                            </wpg:grpSp>
                            <wps:wsp>
                              <wps:cNvPr id="847" name="文本框 1978"/>
                              <wps:cNvSpPr txBox="1">
                                <a:spLocks noChangeArrowheads="1"/>
                              </wps:cNvSpPr>
                              <wps:spPr bwMode="auto">
                                <a:xfrm>
                                  <a:off x="6946" y="43223"/>
                                  <a:ext cx="80" cy="8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CA33A7" w14:textId="77777777" w:rsidR="00C10E25" w:rsidRDefault="00C10E25" w:rsidP="000475CC">
                                    <w:pPr>
                                      <w:jc w:val="both"/>
                                      <w:rPr>
                                        <w:rFonts w:ascii="Arial" w:hAnsi="Arial"/>
                                        <w:color w:val="000000"/>
                                        <w:sz w:val="8"/>
                                      </w:rPr>
                                    </w:pPr>
                                    <w:r>
                                      <w:rPr>
                                        <w:rFonts w:ascii="Arial" w:eastAsia="MS PGothic" w:hAnsi="Arial"/>
                                        <w:b/>
                                        <w:color w:val="000000"/>
                                        <w:sz w:val="8"/>
                                      </w:rPr>
                                      <w:t>Resource block</w:t>
                                    </w:r>
                                  </w:p>
                                </w:txbxContent>
                              </wps:txbx>
                              <wps:bodyPr rot="0" vert="eaVert" wrap="square" lIns="0" tIns="0" rIns="0" bIns="0" anchor="t" anchorCtr="0" upright="1">
                                <a:noAutofit/>
                              </wps:bodyPr>
                            </wps:wsp>
                          </wpg:grpSp>
                        </wpg:grpSp>
                      </wpg:grpSp>
                    </wpg:wgp>
                  </a:graphicData>
                </a:graphic>
              </wp:inline>
            </w:drawing>
          </mc:Choice>
          <mc:Fallback>
            <w:pict>
              <v:group w14:anchorId="0546ACCC" id="Group 448" o:spid="_x0000_s1216" style="width:530.2pt;height:213.5pt;mso-position-horizontal-relative:char;mso-position-vertical-relative:line" coordorigin="904,41612" coordsize="10605,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">
                <v:shape id="文本框 2106" o:spid="_x0000_s1217" type="#_x0000_t202" style="position:absolute;left:5910;top:43299;width:704;height: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" filled="f" stroked="f">
                  <v:textbox>
                    <w:txbxContent>
                      <w:p w14:paraId="1A5B6748" w14:textId="77777777" w:rsidR="00C10E25" w:rsidRDefault="00C10E25" w:rsidP="000475CC">
                        <w:pPr>
                          <w:rPr>
                            <w:rFonts w:ascii="Arial"/>
                            <w:color w:val="000000"/>
                            <w:sz w:val="36"/>
                          </w:rPr>
                        </w:pPr>
                        <w:r>
                          <w:rPr>
                            <w:rFonts w:ascii="Arial"/>
                            <w:color w:val="000000"/>
                            <w:sz w:val="36"/>
                          </w:rPr>
                          <w:t>...</w:t>
                        </w:r>
                      </w:p>
                    </w:txbxContent>
                  </v:textbox>
                </v:shape>
                <v:group id="组合 2616" o:spid="_x0000_s1218" style="position:absolute;left:904;top:41612;width:10605;height:4271" coordorigin="904,41612" coordsize="10605,4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">
                  <v:group id="组合 2617" o:spid="_x0000_s1219" style="position:absolute;left:904;top:41612;width:5466;height:4205" coordorigin="904,41612" coordsize="5466,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">
                    <v:shape id="文本框 1731" o:spid="_x0000_s1220" type="#_x0000_t202" style="position:absolute;left:3116;top:45501;width:1634;height: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" filled="f" stroked="f">
                      <v:textbox>
                        <w:txbxContent>
                          <w:p w14:paraId="75DAC725" w14:textId="77777777" w:rsidR="00C10E25" w:rsidRDefault="00C10E25" w:rsidP="000475CC">
                            <w:pPr>
                              <w:rPr>
                                <w:rFonts w:ascii="Arial" w:hAnsi="Arial" w:cs="Arial"/>
                                <w:color w:val="000000"/>
                                <w:sz w:val="18"/>
                                <w:szCs w:val="18"/>
                              </w:rPr>
                            </w:pPr>
                            <w:r>
                              <w:rPr>
                                <w:rFonts w:ascii="Arial" w:hAnsi="Arial" w:cs="Arial"/>
                                <w:color w:val="000000"/>
                                <w:sz w:val="18"/>
                                <w:szCs w:val="18"/>
                              </w:rPr>
                              <w:t xml:space="preserve">Sub block </w:t>
                            </w:r>
                            <w:r>
                              <w:rPr>
                                <w:rFonts w:ascii="Arial" w:eastAsia="SimSun" w:hAnsi="Arial" w:cs="Arial"/>
                                <w:color w:val="000000"/>
                                <w:sz w:val="18"/>
                                <w:szCs w:val="18"/>
                                <w:lang w:eastAsia="zh-CN"/>
                              </w:rPr>
                              <w:t>n</w:t>
                            </w:r>
                          </w:p>
                        </w:txbxContent>
                      </v:textbox>
                    </v:shape>
                    <v:group id="组合 2619" o:spid="_x0000_s1221" style="position:absolute;left:904;top:41612;width:5466;height:3876" coordorigin="904,41612" coordsize="5466,3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">
                      <v:group id="组合 2620" o:spid="_x0000_s1222" style="position:absolute;left:904;top:41612;width:5466;height:3876" coordorigin="904,41617" coordsize="5466,3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">
                        <v:group id="组合 2621" o:spid="_x0000_s1223" style="position:absolute;left:904;top:41617;width:5466;height:3876" coordorigin="904,41617" coordsize="5466,3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">
                          <v:group id="组合 2622" o:spid="_x0000_s1224" style="position:absolute;left:1064;top:41617;width:5306;height:3876" coordorigin="1064,41617" coordsize="5306,3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">
                            <v:group id="组合 2623" o:spid="_x0000_s1225" style="position:absolute;left:1064;top:42085;width:5306;height:3408" coordorigin="1064,42085" coordsize="5307,3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">
                              <v:line id="直线 1924" o:spid="_x0000_s1226" style="position:absolute;visibility:visible;mso-wrap-style:square" from="5786,44889" to="5788,45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" strokeweight="1.5pt">
                                <v:stroke dashstyle="1 1"/>
                              </v:line>
                              <v:line id="直线 1925" o:spid="_x0000_s1227" style="position:absolute;visibility:visible;mso-wrap-style:square" from="1317,44877" to="1319,45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" strokeweight="1.5pt">
                                <v:stroke dashstyle="1 1"/>
                              </v:line>
                              <v:group id="组合 2626" o:spid="_x0000_s1228" style="position:absolute;left:1064;top:42085;width:5307;height:3385" coordorigin="1064,42085" coordsize="5307,3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">
                                <v:group id="组合 2627" o:spid="_x0000_s1229" style="position:absolute;left:1453;top:42085;width:4918;height:2095" coordorigin="1453,42085" coordsize="4919,2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">
                                  <v:group id="组合 2628" o:spid="_x0000_s1230" style="position:absolute;left:1455;top:43066;width:4917;height:1115" coordorigin="1526,42130" coordsize="5100,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">
                                    <v:line id="直线 1928" o:spid="_x0000_s1231" style="position:absolute;visibility:visible;mso-wrap-style:square" from="3260,42139" to="4122,42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" strokeweight="1.5pt">
                                      <v:stroke dashstyle="1 1" endcap="round"/>
                                    </v:line>
                                    <v:shape id="任意多边形 1936" o:spid="_x0000_s1232" style="position:absolute;left:4129;top:42141;width:903;height:1143;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878,0;838,15;816,0;764,15;746,0;708,15;708,15;680,0;660,15;650,9;659,1;657,38;655,65;643,98;642,116;641,148;642,182;641,213;640,230;648,288;635,315;643,346;634,404;627,431;623,459;607,500;616,516;599,579;605,631;590,673;596,731;584,754;591,804;589,835;587,870;586,897;586,926;575,921;574,957;563,979;549,1006;530,1001;498,1032;464,1032;456,1050;401,1056;372,1080;349,1072;307,1098;287,1103;234,1114;210,1104;201,1120;147,1128;135,1114;90,1135;65,1123;48,1125;19,1128;4,1128" o:connectangles="0,0,0,0,0,0,0,0,0,0,0,0,0,0,0,0,0,0,0,0,0,0,0,0,0,0,0,0,0,0,0,0,0,0,0,0,0,0,0,0,0,0,0,0,0,0,0,0,0,0,0,0,0,0,0,0,0,0,0,0"/>
                                    </v:shape>
                                    <v:line id="直线 1979" o:spid="_x0000_s1233" style="position:absolute;visibility:visible;mso-wrap-style:square" from="4666,42156" to="5723,42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" strokeweight="1.5pt">
                                      <v:stroke dashstyle="1 1" endcap="round"/>
                                    </v:line>
                                    <v:line id="直线 2093" o:spid="_x0000_s1234" style="position:absolute;visibility:visible;mso-wrap-style:square" from="1695,42145" to="2751,42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" strokeweight="1.5pt">
                                      <v:stroke dashstyle="1 1" endcap="round"/>
                                    </v:line>
                                    <v:group id="组合 2633" o:spid="_x0000_s1235" style="position:absolute;left:1526;top:42130;width:5100;height:1165" coordorigin="1526,42129" coordsize="5081,1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">
                                      <v:group id="组合 1967" o:spid="_x0000_s1236" style="position:absolute;left:3141;top:42176;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">
                                        <v:shape id="任意多边形 1968" o:spid="_x0000_s1237"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" path="m226,c101,,,101,,226l,9207v,125,101,226,226,226l1132,9433v125,,226,-101,226,-226l1358,226c1358,101,1257,,1132,l226,xe" fillcolor="#cfc" strokeweight="0">
                                          <v:fill opacity="39321f"/>
                                          <v:path o:connecttype="custom" o:connectlocs="40,0;0,40;0,1644;40,1684;203,1684;243,1644;243,40;203,0;40,0" o:connectangles="0,0,0,0,0,0,0,0,0"/>
                                        </v:shape>
                                        <v:shape id="任意多边形 1969" o:spid="_x0000_s1238"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" path="m226,c101,,,101,,226l,9207v,125,101,226,226,226l1132,9433v125,,226,-101,226,-226l1358,226c1358,101,1257,,1132,l226,xe" fillcolor="#cfc" strokeweight=".45pt">
                                          <v:fill opacity="39321f"/>
                                          <v:stroke endcap="round"/>
                                          <v:path o:connecttype="custom" o:connectlocs="40,0;0,40;0,1644;40,1684;203,1684;243,1644;243,40;203,0;40,0" o:connectangles="0,0,0,0,0,0,0,0,0"/>
                                        </v:shape>
                                      </v:group>
                                      <v:group id="组合 2637" o:spid="_x0000_s1239" style="position:absolute;left:1526;top:42129;width:5081;height:1167" coordorigin="1526,42129" coordsize="5081,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">
                                        <v:group id="组合 1929" o:spid="_x0000_s1240" style="position:absolute;left:4284;top:42183;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">
                                          <v:shape id="任意多边形 1930" o:spid="_x0000_s1241"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" path="m226,c101,,,101,,226l,9207v,125,101,226,226,226l1132,9433v125,,226,-101,226,-226l1358,226c1358,101,1257,,1132,l226,xe" fillcolor="#cfc" strokeweight="0">
                                            <v:fill opacity="39321f"/>
                                            <v:path o:connecttype="custom" o:connectlocs="40,0;0,40;0,1644;40,1684;203,1684;243,1644;243,40;203,0;40,0" o:connectangles="0,0,0,0,0,0,0,0,0"/>
                                          </v:shape>
                                          <v:shape id="任意多边形 1931" o:spid="_x0000_s1242"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" path="m226,c101,,,101,,226l,9207v,125,101,226,226,226l1132,9433v125,,226,-101,226,-226l1358,226c1358,101,1257,,1132,l226,xe" fillcolor="#cfc" strokeweight=".45pt">
                                            <v:fill opacity="39321f"/>
                                            <v:stroke endcap="round"/>
                                            <v:path o:connecttype="custom" o:connectlocs="40,0;0,40;0,1644;40,1684;203,1684;243,1644;243,40;203,0;40,0" o:connectangles="0,0,0,0,0,0,0,0,0"/>
                                          </v:shape>
                                        </v:group>
                                        <v:group id="组合 1932" o:spid="_x0000_s1243" style="position:absolute;left:3061;top:42183;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">
                                          <v:shape id="任意多边形 1933" o:spid="_x0000_s124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34" o:spid="_x0000_s124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shape id="任意多边形 1935" o:spid="_x0000_s1246" style="position:absolute;left:2469;top:42129;width:796;height:1144;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v:path o:connecttype="custom" o:connectlocs="774,0;739,15;719,0;673,15;657,0;624,15;624,15;600,0;582,15;573,9;581,1;579,38;577,65;567,98;566,116;565,149;566,182;565,213;564,230;571,288;559,315;567,346;558,404;553,432;549,459;535,500;543,517;528,579;533,632;520,673;526,731;514,755;521,805;519,835;517,870;517,898;517,927;507,922;506,958;496,980;484,1006;467,1002;439,1033;409,1033;402,1051;354,1057;328,1081;307,1073;270,1099;253,1104;206,1115;185,1105;177,1121;129,1128;119,1115;79,1136;57,1124;43,1126;17,1129;3,1129" o:connectangles="0,0,0,0,0,0,0,0,0,0,0,0,0,0,0,0,0,0,0,0,0,0,0,0,0,0,0,0,0,0,0,0,0,0,0,0,0,0,0,0,0,0,0,0,0,0,0,0,0,0,0,0,0,0,0,0,0,0,0,0"/>
                                        </v:shape>
                                        <v:group id="组合 1937" o:spid="_x0000_s1247" style="position:absolute;left:4098;top:42183;width:90;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">
                                          <v:shape id="任意多边形 1938" o:spid="_x0000_s124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39" o:spid="_x0000_s124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40" o:spid="_x0000_s1250" style="position:absolute;left:4007;top:42183;width:84;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">
                                          <v:shape id="任意多边形 1941" o:spid="_x0000_s125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42" o:spid="_x0000_s125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43" o:spid="_x0000_s1253" style="position:absolute;left:3838;top:42183;width:89;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">
                                          <v:shape id="任意多边形 1944" o:spid="_x0000_s125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" path="m226,c101,,,101,,226l,9207v,125,101,226,226,226l1132,9433v125,,226,-101,226,-226l1358,226c1358,101,1257,,1132,l226,xe" fillcolor="#cfc" strokeweight="0">
                                            <v:fill opacity="39321f"/>
                                            <v:path o:connecttype="custom" o:connectlocs="40,0;0,40;0,1644;40,1684;203,1684;243,1644;243,40;203,0;40,0" o:connectangles="0,0,0,0,0,0,0,0,0"/>
                                          </v:shape>
                                          <v:shape id="任意多边形 1945" o:spid="_x0000_s1255"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" path="m226,c101,,,101,,226l,9207v,125,101,226,226,226l1132,9433v125,,226,-101,226,-226l1358,226c1358,101,1257,,1132,l226,xe" fillcolor="#cfc" strokeweight=".45pt">
                                            <v:fill opacity="39321f"/>
                                            <v:stroke endcap="round"/>
                                            <v:path o:connecttype="custom" o:connectlocs="40,0;0,40;0,1644;40,1684;203,1684;243,1644;243,40;203,0;40,0" o:connectangles="0,0,0,0,0,0,0,0,0"/>
                                          </v:shape>
                                        </v:group>
                                        <v:group id="组合 1946" o:spid="_x0000_s1256" style="position:absolute;left:3927;top:42187;width:87;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">
                                          <v:shape id="任意多边形 1947" o:spid="_x0000_s125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48" o:spid="_x0000_s125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49" o:spid="_x0000_s1259" style="position:absolute;left:4190;top:42183;width:84;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AnE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WDxHsPfmXAE5PIGAAD//wMAUEsBAi0AFAAGAAgAAAAhANvh9svuAAAAhQEAABMAAAAAAAAA&#10;AAAAAAAAAAAAAFtDb250ZW50X1R5cGVzXS54bWxQSwECLQAUAAYACAAAACEAWvQsW78AAAAVAQAA&#10;CwAAAAAAAAAAAAAAAAAfAQAAX3JlbHMvLnJlbHNQSwECLQAUAAYACAAAACEAoewJxMYAAADcAAAA&#10;DwAAAAAAAAAAAAAAAAAHAgAAZHJzL2Rvd25yZXYueG1sUEsFBgAAAAADAAMAtwAAAPoCAAAAAA==&#10;">
                                          <v:shape id="任意多边形 1950" o:spid="_x0000_s126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51" o:spid="_x0000_s126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52" o:spid="_x0000_s1262" style="position:absolute;left:3751;top:42187;width:84;height:908"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">
                                          <v:shape id="任意多边形 1953" o:spid="_x0000_s126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" path="m226,c101,,,101,,226l,9207v,125,101,226,226,226l1132,9433v125,,226,-101,226,-226l1358,226c1358,101,1257,,1132,l226,xe" fillcolor="#cfc" strokeweight="0">
                                            <v:fill opacity="39321f"/>
                                            <v:path o:connecttype="custom" o:connectlocs="40,0;0,40;0,1644;40,1684;203,1684;243,1644;243,40;203,0;40,0" o:connectangles="0,0,0,0,0,0,0,0,0"/>
                                          </v:shape>
                                          <v:shape id="任意多边形 1954" o:spid="_x0000_s126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" path="m226,c101,,,101,,226l,9207v,125,101,226,226,226l1132,9433v125,,226,-101,226,-226l1358,226c1358,101,1257,,1132,l226,xe" fillcolor="#cfc" strokeweight=".45pt">
                                            <v:fill opacity="39321f"/>
                                            <v:stroke endcap="round"/>
                                            <v:path o:connecttype="custom" o:connectlocs="40,0;0,40;0,1644;40,1684;203,1684;243,1644;243,40;203,0;40,0" o:connectangles="0,0,0,0,0,0,0,0,0"/>
                                          </v:shape>
                                        </v:group>
                                        <v:group id="组合 1955" o:spid="_x0000_s1265" style="position:absolute;left:3662;top:42185;width:89;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">
                                          <v:shape id="任意多边形 1956" o:spid="_x0000_s126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57" o:spid="_x0000_s126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58" o:spid="_x0000_s1268" style="position:absolute;left:3577;top:42183;width:85;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">
                                          <v:shape id="任意多边形 1959" o:spid="_x0000_s126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60" o:spid="_x0000_s127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61" o:spid="_x0000_s1271" style="position:absolute;left:3404;top:42183;width:86;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">
                                          <v:shape id="任意多边形 1962" o:spid="_x0000_s127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63" o:spid="_x0000_s127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64" o:spid="_x0000_s1274" style="position:absolute;left:3321;top:42176;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">
                                          <v:shape id="任意多边形 1965" o:spid="_x0000_s127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66" o:spid="_x0000_s127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70" o:spid="_x0000_s1277" style="position:absolute;left:3235;top:42178;width:86;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">
                                          <v:shape id="任意多边形 1971" o:spid="_x0000_s127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72" o:spid="_x0000_s127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73" o:spid="_x0000_s1280" style="position:absolute;left:3490;top:42183;width:83;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">
                                          <v:shape id="任意多边形 1974" o:spid="_x0000_s128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75" o:spid="_x0000_s128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shape id="任意多边形 1977" o:spid="_x0000_s1283" style="position:absolute;left:3843;top:42154;width:809;height:1143;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786,0;751,15;731,0;684,15;668,0;634,15;634,15;610,0;591,15;582,9;590,1;588,38;587,65;576,98;575,116;575,148;575,182;574,213;574,230;580,288;568,315;576,346;568,404;562,431;558,459;544,500;552,516;537,579;542,631;529,673;534,731;523,754;529,804;527,835;526,870;525,897;525,926;515,921;514,957;504,979;492,1006;475,1001;446,1032;415,1032;409,1050;359,1056;334,1080;312,1072;275,1098;257,1103;210,1114;188,1104;180,1120;131,1128;121,1114;80,1135;58,1123;43,1125;17,1128;3,1128" o:connectangles="0,0,0,0,0,0,0,0,0,0,0,0,0,0,0,0,0,0,0,0,0,0,0,0,0,0,0,0,0,0,0,0,0,0,0,0,0,0,0,0,0,0,0,0,0,0,0,0,0,0,0,0,0,0,0,0,0,0,0,0"/>
                                        </v:shape>
                                        <v:shape id="任意多边形 1980" o:spid="_x0000_s1284" style="position:absolute;left:2758;top:42138;width:822;height:1143;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799,0;763,15;743,0;695,15;679,0;644,15;644,15;619,0;601,15;592,9;600,1;598,38;596,65;585,98;584,116;584,148;585,182;584,213;583,230;589,288;578,315;585,346;577,404;571,431;567,459;553,500;561,516;545,579;551,631;537,673;543,731;531,754;538,804;536,835;534,870;533,897;534,926;523,921;522,957;512,979;500,1006;482,1001;453,1032;422,1032;415,1050;365,1056;339,1080;317,1072;279,1098;261,1103;213,1114;191,1104;183,1120;133,1128;123,1114;82,1135;59,1123;44,1125;17,1128;3,1128" o:connectangles="0,0,0,0,0,0,0,0,0,0,0,0,0,0,0,0,0,0,0,0,0,0,0,0,0,0,0,0,0,0,0,0,0,0,0,0,0,0,0,0,0,0,0,0,0,0,0,0,0,0,0,0,0,0,0,0,0,0,0,0"/>
                                        </v:shape>
                                        <v:shape id="任意多边形 1981" o:spid="_x0000_s1285" style="position:absolute;left:5701;top:42156;width:906;height:1141;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881,0;841,15;819,0;766,15;748,0;710,15;710,15;683,0;662,15;652,9;661,1;659,38;657,65;645,98;644,116;643,148;644,181;643,212;642,229;650,287;637,315;645,345;636,403;630,430;625,458;609,499;618,515;601,578;607,630;592,672;598,729;585,753;593,803;591,833;589,868;588,896;588,924;577,919;576,956;565,977;551,1004;532,999;500,1030;465,1030;458,1048;403,1054;373,1078;350,1070;308,1096;288,1101;235,1112;211,1102;201,1118;147,1126;135,1112;90,1133;65,1121;48,1123;19,1126;4,1126" o:connectangles="0,0,0,0,0,0,0,0,0,0,0,0,0,0,0,0,0,0,0,0,0,0,0,0,0,0,0,0,0,0,0,0,0,0,0,0,0,0,0,0,0,0,0,0,0,0,0,0,0,0,0,0,0,0,0,0,0,0,0,0"/>
                                        </v:shape>
                                        <v:group id="组合 1990" o:spid="_x0000_s1286" style="position:absolute;left:5765;top:42187;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">
                                          <v:shape id="任意多边形 1991" o:spid="_x0000_s128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1992" o:spid="_x0000_s128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1993" o:spid="_x0000_s1289" style="position:absolute;left:5584;top:42189;width:89;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">
                                          <v:shape id="任意多边形 1994" o:spid="_x0000_s129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1995" o:spid="_x0000_s129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1996" o:spid="_x0000_s1292" style="position:absolute;left:5502;top:42189;width:84;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Wwm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0gXL/B7JhwBuf4BAAD//wMAUEsBAi0AFAAGAAgAAAAhANvh9svuAAAAhQEAABMAAAAAAAAA&#10;AAAAAAAAAAAAAFtDb250ZW50X1R5cGVzXS54bWxQSwECLQAUAAYACAAAACEAWvQsW78AAAAVAQAA&#10;CwAAAAAAAAAAAAAAAAAfAQAAX3JlbHMvLnJlbHNQSwECLQAUAAYACAAAACEAZMVsJsYAAADcAAAA&#10;DwAAAAAAAAAAAAAAAAAHAgAAZHJzL2Rvd25yZXYueG1sUEsFBgAAAAADAAMAtwAAAPoCAAAAAA==&#10;">
                                          <v:shape id="任意多边形 1997" o:spid="_x0000_s129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1998" o:spid="_x0000_s129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1999" o:spid="_x0000_s1295" style="position:absolute;left:5326;top:42189;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">
                                          <v:shape id="任意多边形 2000" o:spid="_x0000_s1296"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" path="m226,c101,,,101,,226l,9207v,125,101,226,226,226l1132,9433v125,,226,-101,226,-226l1358,226c1358,101,1257,,1132,l226,xe" fillcolor="#eaeaea" strokeweight="0">
                                            <v:path o:connecttype="custom" o:connectlocs="40,0;0,40;0,1644;40,1684;203,1684;243,1644;243,40;203,0;40,0" o:connectangles="0,0,0,0,0,0,0,0,0"/>
                                          </v:shape>
                                          <v:shape id="任意多边形 2001" o:spid="_x0000_s1297"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02" o:spid="_x0000_s1298" style="position:absolute;left:5406;top:42191;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">
                                          <v:shape id="任意多边形 2003" o:spid="_x0000_s129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04" o:spid="_x0000_s130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05" o:spid="_x0000_s1301" style="position:absolute;left:5678;top:42189;width:82;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">
                                          <v:shape id="任意多边形 2006" o:spid="_x0000_s130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07" o:spid="_x0000_s130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08" o:spid="_x0000_s1304" style="position:absolute;left:5237;top:42191;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">
                                          <v:shape id="任意多边形 2009" o:spid="_x0000_s1305"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" path="m226,c101,,,101,,226l,9207v,125,101,226,226,226l1132,9433v125,,226,-101,226,-226l1358,226c1358,101,1257,,1132,l226,xe" fillcolor="#eaeaea" strokeweight="0">
                                            <v:path o:connecttype="custom" o:connectlocs="40,0;0,40;0,1644;40,1684;203,1684;243,1644;243,40;203,0;40,0" o:connectangles="0,0,0,0,0,0,0,0,0"/>
                                          </v:shape>
                                          <v:shape id="任意多边形 2010" o:spid="_x0000_s1306"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11" o:spid="_x0000_s1307" style="position:absolute;left:5150;top:42189;width:87;height:914"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VVl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pAuV/B7JhwBuf4BAAD//wMAUEsBAi0AFAAGAAgAAAAhANvh9svuAAAAhQEAABMAAAAAAAAA&#10;AAAAAAAAAAAAAFtDb250ZW50X1R5cGVzXS54bWxQSwECLQAUAAYACAAAACEAWvQsW78AAAAVAQAA&#10;CwAAAAAAAAAAAAAAAAAfAQAAX3JlbHMvLnJlbHNQSwECLQAUAAYACAAAACEADx1VZcYAAADcAAAA&#10;DwAAAAAAAAAAAAAAAAAHAgAAZHJzL2Rvd25yZXYueG1sUEsFBgAAAAADAAMAtwAAAPoCAAAAAA==&#10;">
                                          <v:shape id="任意多边形 2012" o:spid="_x0000_s130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" path="m225,c101,,,101,,225l,9208v,125,101,225,225,225l1125,9433v124,,225,-100,225,-225l1350,225c1350,101,1249,,1125,l225,xe" fillcolor="#eaeaea" strokeweight="0">
                                            <v:path o:connecttype="custom" o:connectlocs="40,0;0,40;0,1644;40,1684;202,1684;242,1644;242,40;202,0;40,0" o:connectangles="0,0,0,0,0,0,0,0,0"/>
                                          </v:shape>
                                          <v:shape id="任意多边形 2013" o:spid="_x0000_s130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14" o:spid="_x0000_s1310" style="position:absolute;left:5063;top:42189;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7Rp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0hfFvB7JhwBuf4BAAD//wMAUEsBAi0AFAAGAAgAAAAhANvh9svuAAAAhQEAABMAAAAAAAAA&#10;AAAAAAAAAAAAAFtDb250ZW50X1R5cGVzXS54bWxQSwECLQAUAAYACAAAACEAWvQsW78AAAAVAQAA&#10;CwAAAAAAAAAAAAAAAAAfAQAAX3JlbHMvLnJlbHNQSwECLQAUAAYACAAAACEAWb+0acYAAADcAAAA&#10;DwAAAAAAAAAAAAAAAAAHAgAAZHJzL2Rvd25yZXYueG1sUEsFBgAAAAADAAMAtwAAAPoCAAAAAA==&#10;">
                                          <v:shape id="任意多边形 2015" o:spid="_x0000_s131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16" o:spid="_x0000_s131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17" o:spid="_x0000_s1313" style="position:absolute;left:4889;top:42189;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">
                                          <v:shape id="任意多边形 2018" o:spid="_x0000_s131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19" o:spid="_x0000_s131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20" o:spid="_x0000_s1316" style="position:absolute;left:4807;top:42183;width:89;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">
                                          <v:shape id="任意多边形 2021" o:spid="_x0000_s131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22" o:spid="_x0000_s131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23" o:spid="_x0000_s1319" style="position:absolute;left:4636;top:42183;width:84;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">
                                          <v:shape id="任意多边形 2024" o:spid="_x0000_s1320"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025" o:spid="_x0000_s1321"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26" o:spid="_x0000_s1322" style="position:absolute;left:4720;top:42187;width:87;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">
                                          <v:shape id="任意多边形 2027" o:spid="_x0000_s132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28" o:spid="_x0000_s132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29" o:spid="_x0000_s1325" style="position:absolute;left:4976;top:42189;width:82;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">
                                          <v:shape id="任意多边形 2030" o:spid="_x0000_s132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" path="m225,c101,,,101,,225l,9208v,125,101,225,225,225l1125,9433v124,,225,-100,225,-225l1350,225c1350,101,1249,,1125,l225,xe" fillcolor="#eaeaea" strokeweight="0">
                                            <v:path o:connecttype="custom" o:connectlocs="40,0;0,40;0,1644;40,1684;202,1684;242,1644;242,40;202,0;40,0" o:connectangles="0,0,0,0,0,0,0,0,0"/>
                                          </v:shape>
                                          <v:shape id="任意多边形 2031" o:spid="_x0000_s132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32" o:spid="_x0000_s1328" style="position:absolute;left:5849;top:42187;width:85;height:910" coordorigin="6345,1687" coordsize="242,1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">
                                          <v:shape id="任意多边形 2033" o:spid="_x0000_s1329"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" path="m113,c51,,,51,,113l,4604v,63,51,113,113,113l563,4717v62,,112,-50,112,-113l675,113c675,51,625,,563,l113,xe" fillcolor="#eaeaea" strokeweight="0">
                                            <v:path o:connecttype="custom" o:connectlocs="41,0;0,40;0,1645;41,1685;202,1685;242,1645;242,40;202,0;41,0" o:connectangles="0,0,0,0,0,0,0,0,0"/>
                                          </v:shape>
                                          <v:shape id="任意多边形 2034" o:spid="_x0000_s1330"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" path="m113,c51,,,51,,113l,4604v,63,51,113,113,113l563,4717v62,,112,-50,112,-113l675,113c675,51,625,,563,l113,xe" filled="f" strokeweight=".45pt">
                                            <v:stroke endcap="round"/>
                                            <v:path o:connecttype="custom" o:connectlocs="41,0;0,40;0,1645;41,1685;202,1685;242,1645;242,40;202,0;41,0" o:connectangles="0,0,0,0,0,0,0,0,0"/>
                                          </v:shape>
                                        </v:group>
                                        <v:group id="组合 2035" o:spid="_x0000_s1331" style="position:absolute;left:4544;top:42187;width:87;height:908"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">
                                          <v:shape id="任意多边形 2036" o:spid="_x0000_s1332"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" path="m226,c101,,,101,,226l,9207v,125,101,226,226,226l1132,9433v125,,226,-101,226,-226l1358,226c1358,101,1257,,1132,l226,xe" fillcolor="#eaeaea" strokeweight="0">
                                            <v:path o:connecttype="custom" o:connectlocs="40,0;0,40;0,1644;40,1684;203,1684;243,1644;243,40;203,0;40,0" o:connectangles="0,0,0,0,0,0,0,0,0"/>
                                          </v:shape>
                                          <v:shape id="任意多边形 2037" o:spid="_x0000_s133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38" o:spid="_x0000_s1334" style="position:absolute;left:4457;top:42185;width:87;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">
                                          <v:shape id="任意多边形 2039" o:spid="_x0000_s133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40" o:spid="_x0000_s133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44" o:spid="_x0000_s1337" style="position:absolute;left:2803;top:42180;width:89;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">
                                          <v:shape id="任意多边形 2045" o:spid="_x0000_s133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" path="m225,c101,,,101,,225l,9208v,125,101,225,225,225l1125,9433v124,,225,-100,225,-225l1350,225c1350,101,1249,,1125,l225,xe" fillcolor="#eaeaea" strokeweight="0">
                                            <v:path o:connecttype="custom" o:connectlocs="40,0;0,40;0,1644;40,1684;202,1684;242,1644;242,40;202,0;40,0" o:connectangles="0,0,0,0,0,0,0,0,0"/>
                                          </v:shape>
                                          <v:shape id="任意多边形 2046" o:spid="_x0000_s133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47" o:spid="_x0000_s1340" style="position:absolute;left:2624;top:42182;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">
                                          <v:shape id="任意多边形 2048" o:spid="_x0000_s134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49" o:spid="_x0000_s134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50" o:spid="_x0000_s1343" style="position:absolute;left:2535;top:42182;width:85;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">
                                          <v:shape id="任意多边形 2051" o:spid="_x0000_s134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52" o:spid="_x0000_s134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53" o:spid="_x0000_s1346" style="position:absolute;left:2359;top:42182;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">
                                          <v:shape id="任意多边形 2054" o:spid="_x0000_s1347"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" path="m226,c101,,,101,,226l,9207v,125,101,226,226,226l1132,9433v125,,226,-101,226,-226l1358,226c1358,101,1257,,1132,l226,xe" fillcolor="#eaeaea" strokeweight="0">
                                            <v:path o:connecttype="custom" o:connectlocs="40,0;0,40;0,1644;40,1684;203,1684;243,1644;243,40;203,0;40,0" o:connectangles="0,0,0,0,0,0,0,0,0"/>
                                          </v:shape>
                                          <v:shape id="任意多边形 2055" o:spid="_x0000_s1348"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56" o:spid="_x0000_s1349" style="position:absolute;left:2446;top:42184;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JCE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ZJDP9nwhGQ6z8AAAD//wMAUEsBAi0AFAAGAAgAAAAhANvh9svuAAAAhQEAABMAAAAAAAAA&#10;AAAAAAAAAAAAAFtDb250ZW50X1R5cGVzXS54bWxQSwECLQAUAAYACAAAACEAWvQsW78AAAAVAQAA&#10;CwAAAAAAAAAAAAAAAAAfAQAAX3JlbHMvLnJlbHNQSwECLQAUAAYACAAAACEAUtSQhMYAAADcAAAA&#10;DwAAAAAAAAAAAAAAAAAHAgAAZHJzL2Rvd25yZXYueG1sUEsFBgAAAAADAAMAtwAAAPoCAAAAAA==&#10;">
                                          <v:shape id="任意多边形 2057" o:spid="_x0000_s135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58" o:spid="_x0000_s135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59" o:spid="_x0000_s1352" style="position:absolute;left:2718;top:42182;width:85;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">
                                          <v:shape id="任意多边形 2060" o:spid="_x0000_s135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61" o:spid="_x0000_s135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62" o:spid="_x0000_s1355" style="position:absolute;left:2268;top:42184;width:89;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">
                                          <v:shape id="任意多边形 2063" o:spid="_x0000_s1356"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" path="m226,c101,,,101,,226l,9207v,125,101,226,226,226l1132,9433v125,,226,-101,226,-226l1358,226c1358,101,1257,,1132,l226,xe" fillcolor="#eaeaea" strokeweight="0">
                                            <v:path o:connecttype="custom" o:connectlocs="40,0;0,40;0,1644;40,1684;203,1684;243,1644;243,40;203,0;40,0" o:connectangles="0,0,0,0,0,0,0,0,0"/>
                                          </v:shape>
                                          <v:shape id="任意多边形 2064" o:spid="_x0000_s1357"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65" o:spid="_x0000_s1358" style="position:absolute;left:2199;top:42182;width:85;height:914"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">
                                          <v:shape id="任意多边形 2066" o:spid="_x0000_s135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67" o:spid="_x0000_s136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68" o:spid="_x0000_s1361" style="position:absolute;left:2115;top:42182;width:89;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z21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pCulvB7JhwBuf4BAAD//wMAUEsBAi0AFAAGAAgAAAAhANvh9svuAAAAhQEAABMAAAAAAAAA&#10;AAAAAAAAAAAAAFtDb250ZW50X1R5cGVzXS54bWxQSwECLQAUAAYACAAAACEAWvQsW78AAAAVAQAA&#10;CwAAAAAAAAAAAAAAAAAfAQAAX3JlbHMvLnJlbHNQSwECLQAUAAYACAAAACEASJM9tcYAAADcAAAA&#10;DwAAAAAAAAAAAAAAAAAHAgAAZHJzL2Rvd25yZXYueG1sUEsFBgAAAAADAAMAtwAAAPoCAAAAAA==&#10;">
                                          <v:shape id="任意多边形 2069" o:spid="_x0000_s136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70" o:spid="_x0000_s136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71" o:spid="_x0000_s1364" style="position:absolute;left:1961;top:42182;width:86;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">
                                          <v:shape id="任意多边形 2072" o:spid="_x0000_s136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73" o:spid="_x0000_s136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74" o:spid="_x0000_s1367" style="position:absolute;left:1878;top:42176;width:90;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">
                                          <v:shape id="任意多边形 2075" o:spid="_x0000_s136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" path="m225,c101,,,101,,225l,9208v,125,101,225,225,225l1125,9433v124,,225,-100,225,-225l1350,225c1350,101,1249,,1125,l225,xe" fillcolor="#eaeaea" strokeweight="0">
                                            <v:path o:connecttype="custom" o:connectlocs="40,0;0,40;0,1644;40,1684;202,1684;242,1644;242,40;202,0;40,0" o:connectangles="0,0,0,0,0,0,0,0,0"/>
                                          </v:shape>
                                          <v:shape id="任意多边形 2076" o:spid="_x0000_s136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77" o:spid="_x0000_s1370" style="position:absolute;left:1705;top:42176;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">
                                          <v:shape id="任意多边形 2078" o:spid="_x0000_s1371"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079" o:spid="_x0000_s1372"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80" o:spid="_x0000_s1373" style="position:absolute;left:1792;top:42180;width:86;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">
                                          <v:shape id="任意多边形 2081" o:spid="_x0000_s137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82" o:spid="_x0000_s137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83" o:spid="_x0000_s1376" style="position:absolute;left:2036;top:42182;width:83;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">
                                          <v:shape id="任意多边形 2084" o:spid="_x0000_s137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" path="m225,c101,,,101,,225l,9208v,125,101,225,225,225l1125,9433v124,,225,-100,225,-225l1350,225c1350,101,1249,,1125,l225,xe" fillcolor="#eaeaea" strokeweight="0">
                                            <v:path o:connecttype="custom" o:connectlocs="40,0;0,40;0,1644;40,1684;202,1684;242,1644;242,40;202,0;40,0" o:connectangles="0,0,0,0,0,0,0,0,0"/>
                                          </v:shape>
                                          <v:shape id="任意多边形 2085" o:spid="_x0000_s137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97" o:spid="_x0000_s1379" style="position:absolute;left:2887;top:42180;width:87;height:910" coordorigin="6345,1687" coordsize="242,1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">
                                          <v:shape id="任意多边形 2098" o:spid="_x0000_s1380"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" path="m113,c51,,,51,,113l,4604v,63,51,113,113,113l563,4717v62,,112,-50,112,-113l675,113c675,51,625,,563,l113,xe" fillcolor="#eaeaea" strokeweight="0">
                                            <v:path o:connecttype="custom" o:connectlocs="41,0;0,40;0,1645;41,1685;202,1685;242,1645;242,40;202,0;41,0" o:connectangles="0,0,0,0,0,0,0,0,0"/>
                                          </v:shape>
                                          <v:shape id="任意多边形 2099" o:spid="_x0000_s1381"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" path="m113,c51,,,51,,113l,4604v,63,51,113,113,113l563,4717v62,,112,-50,112,-113l675,113c675,51,625,,563,l113,xe" filled="f" strokeweight=".45pt">
                                            <v:stroke endcap="round"/>
                                            <v:path o:connecttype="custom" o:connectlocs="41,0;0,40;0,1645;41,1685;202,1685;242,1645;242,40;202,0;41,0" o:connectangles="0,0,0,0,0,0,0,0,0"/>
                                          </v:shape>
                                        </v:group>
                                        <v:group id="组合 2100" o:spid="_x0000_s1382" style="position:absolute;left:1616;top:42180;width:86;height:908"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">
                                          <v:shape id="任意多边形 2101" o:spid="_x0000_s138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102" o:spid="_x0000_s138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103" o:spid="_x0000_s1385" style="position:absolute;left:1526;top:42178;width:90;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">
                                          <v:shape id="任意多边形 2104" o:spid="_x0000_s138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" path="m225,c101,,,101,,225l,9208v,125,101,225,225,225l1125,9433v124,,225,-100,225,-225l1350,225c1350,101,1249,,1125,l225,xe" fillcolor="#eaeaea" strokeweight="0">
                                            <v:path o:connecttype="custom" o:connectlocs="40,0;0,40;0,1644;40,1684;202,1684;242,1644;242,40;202,0;40,0" o:connectangles="0,0,0,0,0,0,0,0,0"/>
                                          </v:shape>
                                          <v:shape id="任意多边形 2105" o:spid="_x0000_s138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v:group>
                                  </v:group>
                                  <v:group id="组合 2786" o:spid="_x0000_s1388" style="position:absolute;left:1453;top:42085;width:4269;height:1941" coordorigin="1479,41105" coordsize="4471,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">
                                    <v:rect id="矩形 1735" o:spid="_x0000_s1389" style="position:absolute;left:4621;top:41105;width:1241;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" filled="f" stroked="f">
                                      <v:textbox inset="0,0,0,0">
                                        <w:txbxContent>
                                          <w:p w14:paraId="367D7D8D" w14:textId="77777777" w:rsidR="00C10E25" w:rsidRDefault="00C10E25" w:rsidP="000475CC">
                                            <w:pPr>
                                              <w:jc w:val="center"/>
                                              <w:rPr>
                                                <w:rFonts w:ascii="Arial" w:hAnsi="Arial"/>
                                                <w:color w:val="000000"/>
                                                <w:sz w:val="36"/>
                                              </w:rPr>
                                            </w:pPr>
                                            <w:r>
                                              <w:rPr>
                                                <w:rFonts w:ascii="Arial" w:eastAsia="MS PGothic" w:hAnsi="Arial"/>
                                                <w:b/>
                                                <w:color w:val="000000"/>
                                                <w:sz w:val="12"/>
                                              </w:rPr>
                                              <w:t>Transmission Bandwidth Configuration of the highest carrier in a sub-block [RB]</w:t>
                                            </w:r>
                                          </w:p>
                                        </w:txbxContent>
                                      </v:textbox>
                                    </v:rect>
                                    <v:line id="直线 1984" o:spid="_x0000_s1390" style="position:absolute;visibility:visible;mso-wrap-style:square" from="4453,41535" to="4453,43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" strokeweight="1.5pt">
                                      <v:stroke dashstyle="1 1"/>
                                    </v:line>
                                    <v:line id="直线 1985" o:spid="_x0000_s1391" style="position:absolute;visibility:visible;mso-wrap-style:square" from="2943,41568" to="2950,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" strokeweight="1.5pt">
                                      <v:stroke dashstyle="1 1"/>
                                    </v:line>
                                    <v:line id="直线 2087" o:spid="_x0000_s1392" style="position:absolute;visibility:visible;mso-wrap-style:square" from="5950,41553" to="5950,43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" strokeweight="1.5pt">
                                      <v:stroke dashstyle="1 1" endcap="round"/>
                                    </v:line>
                                    <v:line id="直线 2088" o:spid="_x0000_s1393" style="position:absolute;visibility:visible;mso-wrap-style:square" from="1479,41539" to="1481,43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" strokeweight="1.5pt">
                                      <v:stroke dashstyle="1 1" endcap="round"/>
                                    </v:line>
                                    <v:rect id="矩形 2090" o:spid="_x0000_s1394" style="position:absolute;left:1558;top:41132;width:1319;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" filled="f" stroked="f">
                                      <v:textbox inset="0,0,0,0">
                                        <w:txbxContent>
                                          <w:p w14:paraId="31403995" w14:textId="77777777" w:rsidR="00C10E25" w:rsidRDefault="00C10E25" w:rsidP="000475CC">
                                            <w:pPr>
                                              <w:jc w:val="center"/>
                                              <w:rPr>
                                                <w:rFonts w:ascii="Arial" w:hAnsi="Arial"/>
                                                <w:color w:val="000000"/>
                                                <w:sz w:val="36"/>
                                              </w:rPr>
                                            </w:pPr>
                                            <w:r>
                                              <w:rPr>
                                                <w:rFonts w:ascii="Arial" w:eastAsia="MS PGothic" w:hAnsi="Arial"/>
                                                <w:b/>
                                                <w:color w:val="000000"/>
                                                <w:sz w:val="12"/>
                                              </w:rPr>
                                              <w:t>Transmission Bandwidth Configuration of the lowest carrier in a sub-block  [RB]</w:t>
                                            </w:r>
                                          </w:p>
                                        </w:txbxContent>
                                      </v:textbox>
                                    </v:rect>
                                    <v:shape id="任意多边形 2094" o:spid="_x0000_s1395" style="position:absolute;left:4472;top:41872;width:1457;height:59;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" path="m108,51r5879,l5987,69,108,69r,-18xm120,120l,60,120,r,120xm5974,r120,60l5974,120,5974,xe" fillcolor="black" strokeweight=".1pt">
                                      <v:stroke joinstyle="bevel"/>
                                      <v:path o:connecttype="custom" o:connectlocs="26,25;1431,25;1431,34;26,34;26,25;29,59;0,30;29,0;29,59;1428,0;1457,30;1428,59;1428,0" o:connectangles="0,0,0,0,0,0,0,0,0,0,0,0,0"/>
                                    </v:shape>
                                    <v:shape id="任意多边形 2095" o:spid="_x0000_s1396" style="position:absolute;left:1479;top:41872;width:1495;height:59;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" path="m108,51r5879,l5987,69,108,69r,-18xm120,120l,60,120,r,120xm5974,r120,60l5974,120,5974,xe" fillcolor="black" strokeweight=".1pt">
                                      <v:stroke joinstyle="bevel"/>
                                      <v:path o:connecttype="custom" o:connectlocs="26,25;1469,25;1469,34;26,34;26,25;29,59;0,30;29,0;29,59;1466,0;1495,30;1466,59;1466,0" o:connectangles="0,0,0,0,0,0,0,0,0,0,0,0,0"/>
                                    </v:shape>
                                  </v:group>
                                </v:group>
                                <v:group id="组合 2795" o:spid="_x0000_s1397" style="position:absolute;left:1064;top:43998;width:5004;height:1473" coordorigin="1064,43998" coordsize="5004,1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">
                                  <v:rect id="矩形 1726" o:spid="_x0000_s1398" style="position:absolute;left:1064;top:44571;width:852;height: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" filled="f" stroked="f">
                                    <v:textbox inset="0,0,0,0">
                                      <w:txbxContent>
                                        <w:p w14:paraId="4A6B89D0" w14:textId="77777777" w:rsidR="00C10E25" w:rsidRDefault="00C10E25" w:rsidP="000475CC">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edge,block </w:t>
                                          </w:r>
                                          <w:r>
                                            <w:rPr>
                                              <w:rFonts w:ascii="Arial" w:eastAsia="SimSun" w:hAnsi="Arial" w:cs="Arial"/>
                                              <w:b/>
                                              <w:color w:val="000000"/>
                                              <w:sz w:val="12"/>
                                              <w:szCs w:val="12"/>
                                              <w:vertAlign w:val="subscript"/>
                                              <w:lang w:eastAsia="zh-CN"/>
                                            </w:rPr>
                                            <w:t>n</w:t>
                                          </w:r>
                                          <w:r>
                                            <w:rPr>
                                              <w:rFonts w:ascii="Arial" w:eastAsia="SimSun" w:hAnsi="Arial" w:cs="Arial"/>
                                              <w:b/>
                                              <w:color w:val="000000"/>
                                              <w:sz w:val="12"/>
                                              <w:szCs w:val="12"/>
                                              <w:vertAlign w:val="subscript"/>
                                            </w:rPr>
                                            <w:t>, low</w:t>
                                          </w:r>
                                        </w:p>
                                      </w:txbxContent>
                                    </v:textbox>
                                  </v:rect>
                                  <v:rect id="矩形 1729" o:spid="_x0000_s1399" style="position:absolute;left:4385;top:44574;width:842;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" filled="f" stroked="f">
                                    <v:textbox inset="0,0,0,0">
                                      <w:txbxContent>
                                        <w:p w14:paraId="0A57DB05" w14:textId="77777777" w:rsidR="00C10E25" w:rsidRDefault="00C10E25" w:rsidP="000475CC">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C,block </w:t>
                                          </w:r>
                                          <w:r>
                                            <w:rPr>
                                              <w:rFonts w:ascii="Arial" w:eastAsia="SimSun" w:hAnsi="Arial" w:cs="Arial"/>
                                              <w:b/>
                                              <w:color w:val="000000"/>
                                              <w:sz w:val="12"/>
                                              <w:szCs w:val="12"/>
                                              <w:vertAlign w:val="subscript"/>
                                              <w:lang w:eastAsia="zh-CN"/>
                                            </w:rPr>
                                            <w:t>n</w:t>
                                          </w:r>
                                          <w:r>
                                            <w:rPr>
                                              <w:rFonts w:ascii="Arial" w:eastAsia="SimSun" w:hAnsi="Arial" w:cs="Arial"/>
                                              <w:b/>
                                              <w:color w:val="000000"/>
                                              <w:sz w:val="12"/>
                                              <w:szCs w:val="12"/>
                                              <w:vertAlign w:val="subscript"/>
                                            </w:rPr>
                                            <w:t>,high</w:t>
                                          </w:r>
                                        </w:p>
                                      </w:txbxContent>
                                    </v:textbox>
                                  </v:rect>
                                  <v:rect id="矩形 1736" o:spid="_x0000_s1400" style="position:absolute;left:5132;top:44615;width:93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" filled="f" stroked="f">
                                    <v:textbox inset="0,0,0,0">
                                      <w:txbxContent>
                                        <w:p w14:paraId="4DEAB219" w14:textId="77777777" w:rsidR="00C10E25" w:rsidRDefault="00C10E25" w:rsidP="000475CC">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edge,block </w:t>
                                          </w:r>
                                          <w:r>
                                            <w:rPr>
                                              <w:rFonts w:ascii="Arial" w:eastAsia="SimSun" w:hAnsi="Arial" w:cs="Arial"/>
                                              <w:b/>
                                              <w:color w:val="000000"/>
                                              <w:sz w:val="12"/>
                                              <w:szCs w:val="12"/>
                                              <w:vertAlign w:val="subscript"/>
                                              <w:lang w:eastAsia="zh-CN"/>
                                            </w:rPr>
                                            <w:t>n</w:t>
                                          </w:r>
                                          <w:r>
                                            <w:rPr>
                                              <w:rFonts w:ascii="Arial" w:eastAsia="SimSun" w:hAnsi="Arial" w:cs="Arial"/>
                                              <w:b/>
                                              <w:color w:val="000000"/>
                                              <w:sz w:val="12"/>
                                              <w:szCs w:val="12"/>
                                              <w:vertAlign w:val="subscript"/>
                                            </w:rPr>
                                            <w:t>,high</w:t>
                                          </w:r>
                                        </w:p>
                                      </w:txbxContent>
                                    </v:textbox>
                                  </v:re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自选图形 1927" o:spid="_x0000_s1401" type="#_x0000_t87" style="position:absolute;left:3467;top:43172;width:186;height:441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" adj=",10804"/>
                                  <v:rect id="矩形 1976" o:spid="_x0000_s1402" style="position:absolute;left:4924;top:44279;width:920;height: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" filled="f" stroked="f">
                                    <v:textbox inset="0,0,0,0">
                                      <w:txbxContent>
                                        <w:p w14:paraId="2B00A0AC" w14:textId="0E66C7E5" w:rsidR="00C10E25" w:rsidRDefault="00C10E25" w:rsidP="000475CC">
                                          <w:pPr>
                                            <w:jc w:val="center"/>
                                            <w:rPr>
                                              <w:rFonts w:ascii="Arial" w:eastAsia="SimSun" w:hAnsi="Arial" w:cs="Arial"/>
                                              <w:color w:val="000000"/>
                                              <w:sz w:val="12"/>
                                            </w:rPr>
                                          </w:pPr>
                                          <w:r>
                                            <w:rPr>
                                              <w:rFonts w:ascii="Arial" w:eastAsia="SimSun" w:hAnsi="Arial" w:cs="Arial"/>
                                              <w:b/>
                                              <w:color w:val="000000"/>
                                              <w:sz w:val="12"/>
                                            </w:rPr>
                                            <w:t>F</w:t>
                                          </w:r>
                                          <w:r>
                                            <w:rPr>
                                              <w:rFonts w:ascii="Arial" w:eastAsia="SimSun" w:hAnsi="Arial" w:cs="Arial"/>
                                              <w:b/>
                                              <w:color w:val="000000"/>
                                              <w:sz w:val="12"/>
                                              <w:vertAlign w:val="subscript"/>
                                            </w:rPr>
                                            <w:t>offset</w:t>
                                          </w:r>
                                          <w:r>
                                            <w:rPr>
                                              <w:rFonts w:ascii="Arial" w:eastAsia="SimSun" w:hAnsi="Arial" w:cs="Arial"/>
                                              <w:b/>
                                              <w:color w:val="000000"/>
                                              <w:sz w:val="12"/>
                                              <w:vertAlign w:val="subscript"/>
                                              <w:lang w:eastAsia="zh-CN"/>
                                            </w:rPr>
                                            <w:t>,high</w:t>
                                          </w:r>
                                        </w:p>
                                        <w:p w14:paraId="52209FBB" w14:textId="77777777" w:rsidR="00C10E25" w:rsidRDefault="00C10E25" w:rsidP="000475CC">
                                          <w:pPr>
                                            <w:rPr>
                                              <w:rFonts w:ascii="Arial" w:hAnsi="Arial"/>
                                              <w:color w:val="000000"/>
                                              <w:sz w:val="36"/>
                                            </w:rPr>
                                          </w:pPr>
                                        </w:p>
                                      </w:txbxContent>
                                    </v:textbox>
                                  </v:rect>
                                  <v:rect id="矩形 1983" o:spid="_x0000_s1403" style="position:absolute;left:1198;top:44285;width:1084;height: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kgK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4jfP+B6JhwBOb8AAAD//wMAUEsBAi0AFAAGAAgAAAAhANvh9svuAAAAhQEAABMAAAAAAAAA&#10;AAAAAAAAAAAAAFtDb250ZW50X1R5cGVzXS54bWxQSwECLQAUAAYACAAAACEAWvQsW78AAAAVAQAA&#10;CwAAAAAAAAAAAAAAAAAfAQAAX3JlbHMvLnJlbHNQSwECLQAUAAYACAAAACEA0YpICsYAAADcAAAA&#10;DwAAAAAAAAAAAAAAAAAHAgAAZHJzL2Rvd25yZXYueG1sUEsFBgAAAAADAAMAtwAAAPoCAAAAAA==&#10;" filled="f" stroked="f">
                                    <v:textbox inset="0,0,0,0">
                                      <w:txbxContent>
                                        <w:p w14:paraId="3ACFE69B" w14:textId="180F5D75" w:rsidR="00C10E25" w:rsidRDefault="00C10E25" w:rsidP="000475CC">
                                          <w:pPr>
                                            <w:jc w:val="center"/>
                                            <w:rPr>
                                              <w:rFonts w:ascii="Arial" w:eastAsia="SimSun" w:hAnsi="Arial" w:cs="Arial"/>
                                              <w:color w:val="000000"/>
                                              <w:sz w:val="12"/>
                                            </w:rPr>
                                          </w:pPr>
                                          <w:r>
                                            <w:rPr>
                                              <w:rFonts w:ascii="Arial" w:eastAsia="SimSun" w:hAnsi="Arial" w:cs="Arial"/>
                                              <w:b/>
                                              <w:color w:val="000000"/>
                                              <w:sz w:val="12"/>
                                            </w:rPr>
                                            <w:t>F</w:t>
                                          </w:r>
                                          <w:r>
                                            <w:rPr>
                                              <w:rFonts w:ascii="Arial" w:eastAsia="SimSun" w:hAnsi="Arial" w:cs="Arial"/>
                                              <w:b/>
                                              <w:color w:val="000000"/>
                                              <w:sz w:val="12"/>
                                              <w:vertAlign w:val="subscript"/>
                                            </w:rPr>
                                            <w:t>offset</w:t>
                                          </w:r>
                                          <w:r>
                                            <w:rPr>
                                              <w:rFonts w:ascii="Arial" w:eastAsia="SimSun" w:hAnsi="Arial" w:cs="Arial"/>
                                              <w:b/>
                                              <w:color w:val="000000"/>
                                              <w:sz w:val="12"/>
                                              <w:vertAlign w:val="subscript"/>
                                              <w:lang w:eastAsia="zh-CN"/>
                                            </w:rPr>
                                            <w:t>,low</w:t>
                                          </w:r>
                                        </w:p>
                                        <w:p w14:paraId="54CE8D04" w14:textId="77777777" w:rsidR="00C10E25" w:rsidRDefault="00C10E25" w:rsidP="000475CC">
                                          <w:pPr>
                                            <w:rPr>
                                              <w:rFonts w:ascii="Arial" w:hAnsi="Arial"/>
                                              <w:color w:val="000000"/>
                                              <w:sz w:val="36"/>
                                            </w:rPr>
                                          </w:pPr>
                                        </w:p>
                                      </w:txbxContent>
                                    </v:textbox>
                                  </v:rect>
                                  <v:line id="直线 2091" o:spid="_x0000_s1404" style="position:absolute;flip:y;visibility:visible;mso-wrap-style:square" from="4997,43998" to="4997,44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" strokeweight="1.25pt">
                                    <v:stroke dashstyle="1 1" endarrow="block"/>
                                  </v:line>
                                  <v:line id="直线 2092" o:spid="_x0000_s1405" style="position:absolute;flip:y;visibility:visible;mso-wrap-style:square" from="2156,44011" to="2156,44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" strokeweight="1.25pt">
                                    <v:stroke dashstyle="1 1" endarrow="block"/>
                                  </v:line>
                                  <v:rect id="矩形 1729" o:spid="_x0000_s1406" style="position:absolute;left:1968;top:44578;width:842;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" filled="f" stroked="f">
                                    <v:textbox inset="0,0,0,0">
                                      <w:txbxContent>
                                        <w:p w14:paraId="3891458B" w14:textId="77777777" w:rsidR="00C10E25" w:rsidRDefault="00C10E25" w:rsidP="000475CC">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C,block </w:t>
                                          </w:r>
                                          <w:r>
                                            <w:rPr>
                                              <w:rFonts w:ascii="Arial" w:eastAsia="SimSun" w:hAnsi="Arial" w:cs="Arial"/>
                                              <w:b/>
                                              <w:color w:val="000000"/>
                                              <w:sz w:val="12"/>
                                              <w:szCs w:val="12"/>
                                              <w:vertAlign w:val="subscript"/>
                                              <w:lang w:eastAsia="zh-CN"/>
                                            </w:rPr>
                                            <w:t>n</w:t>
                                          </w:r>
                                          <w:r>
                                            <w:rPr>
                                              <w:rFonts w:ascii="Arial" w:eastAsia="SimSun" w:hAnsi="Arial" w:cs="Arial"/>
                                              <w:b/>
                                              <w:color w:val="000000"/>
                                              <w:sz w:val="12"/>
                                              <w:szCs w:val="12"/>
                                              <w:vertAlign w:val="subscript"/>
                                            </w:rPr>
                                            <w:t>,</w:t>
                                          </w:r>
                                          <w:r>
                                            <w:rPr>
                                              <w:rFonts w:ascii="Arial" w:eastAsia="SimSun" w:hAnsi="Arial" w:cs="Arial"/>
                                              <w:b/>
                                              <w:color w:val="000000"/>
                                              <w:sz w:val="12"/>
                                              <w:szCs w:val="12"/>
                                              <w:vertAlign w:val="subscript"/>
                                              <w:lang w:eastAsia="zh-CN"/>
                                            </w:rPr>
                                            <w:t>low</w:t>
                                          </w:r>
                                        </w:p>
                                      </w:txbxContent>
                                    </v:textbox>
                                  </v:rect>
                                </v:group>
                              </v:group>
                            </v:group>
                            <v:group id="组合 2805" o:spid="_x0000_s1407" style="position:absolute;left:1154;top:41617;width:4852;height:3002" coordorigin="1166,40617" coordsize="5082,3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">
                              <v:rect id="矩形 1723" o:spid="_x0000_s1408" style="position:absolute;left:1753;top:40617;width:4110;height: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" filled="f" stroked="f">
                                <v:textbox inset="0,0,0,0">
                                  <w:txbxContent>
                                    <w:p w14:paraId="1AD6BBAB" w14:textId="11DC7505" w:rsidR="00C10E25" w:rsidRDefault="00C10E25" w:rsidP="000475CC">
                                      <w:pPr>
                                        <w:jc w:val="center"/>
                                        <w:rPr>
                                          <w:rFonts w:ascii="Arial" w:hAnsi="Arial"/>
                                          <w:color w:val="000000"/>
                                          <w:sz w:val="36"/>
                                        </w:rPr>
                                      </w:pPr>
                                      <w:r>
                                        <w:rPr>
                                          <w:rFonts w:ascii="Arial" w:eastAsia="SimSun" w:hAnsi="Arial"/>
                                          <w:b/>
                                          <w:color w:val="000000"/>
                                          <w:sz w:val="12"/>
                                        </w:rPr>
                                        <w:t xml:space="preserve">Sub-block </w:t>
                                      </w:r>
                                      <w:r>
                                        <w:rPr>
                                          <w:rFonts w:ascii="Arial" w:eastAsia="MS PGothic" w:hAnsi="Arial"/>
                                          <w:b/>
                                          <w:color w:val="000000"/>
                                          <w:sz w:val="12"/>
                                        </w:rPr>
                                        <w:t>Bandwidth</w:t>
                                      </w:r>
                                      <w:r>
                                        <w:rPr>
                                          <w:rFonts w:ascii="Arial" w:eastAsia="SimSun" w:hAnsi="Arial"/>
                                          <w:b/>
                                          <w:color w:val="000000"/>
                                          <w:sz w:val="12"/>
                                        </w:rPr>
                                        <w:t>,</w:t>
                                      </w:r>
                                      <w:r>
                                        <w:rPr>
                                          <w:rFonts w:ascii="Arial" w:eastAsia="SimSun" w:hAnsi="Arial"/>
                                          <w:b/>
                                          <w:color w:val="000000"/>
                                          <w:sz w:val="18"/>
                                        </w:rPr>
                                        <w:t xml:space="preserve"> </w:t>
                                      </w:r>
                                      <w:r>
                                        <w:rPr>
                                          <w:rFonts w:ascii="Arial" w:eastAsia="SimSun" w:hAnsi="Arial"/>
                                          <w:b/>
                                          <w:color w:val="000000"/>
                                          <w:sz w:val="12"/>
                                        </w:rPr>
                                        <w:t>BW</w:t>
                                      </w:r>
                                      <w:r>
                                        <w:rPr>
                                          <w:rFonts w:ascii="Arial" w:eastAsia="SimSun" w:hAnsi="Arial"/>
                                          <w:b/>
                                          <w:color w:val="000000"/>
                                          <w:sz w:val="12"/>
                                          <w:vertAlign w:val="subscript"/>
                                        </w:rPr>
                                        <w:t>Channel,block</w:t>
                                      </w:r>
                                      <w:r>
                                        <w:rPr>
                                          <w:rFonts w:ascii="SimSun" w:eastAsia="SimSun" w:hAnsi="Arial"/>
                                          <w:b/>
                                          <w:color w:val="000000"/>
                                          <w:sz w:val="12"/>
                                          <w:vertAlign w:val="subscript"/>
                                          <w:lang w:eastAsia="zh-CN"/>
                                        </w:rPr>
                                        <w:t xml:space="preserve"> n </w:t>
                                      </w:r>
                                      <w:r>
                                        <w:rPr>
                                          <w:rFonts w:ascii="Arial" w:eastAsia="MS PGothic" w:hAnsi="Arial"/>
                                          <w:b/>
                                          <w:color w:val="000000"/>
                                          <w:sz w:val="12"/>
                                        </w:rPr>
                                        <w:t>(MHz)</w:t>
                                      </w:r>
                                    </w:p>
                                  </w:txbxContent>
                                </v:textbox>
                              </v:rect>
                              <v:line id="直线 1725" o:spid="_x0000_s1409" style="position:absolute;flip:x;visibility:visible;mso-wrap-style:square" from="1346,40843" to="1350,43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" strokeweight="1.5pt">
                                <v:stroke dashstyle="1 1" endcap="round"/>
                              </v:line>
                              <v:shape id="文本框 1738" o:spid="_x0000_s1410" type="#_x0000_t202" style="position:absolute;left:1166;top:41099;width:179;height:1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" filled="f" stroked="f">
                                <v:textbox style="layout-flow:vertical-ideographic" inset="0,0,0,0">
                                  <w:txbxContent>
                                    <w:p w14:paraId="48A21266" w14:textId="77777777" w:rsidR="00C10E25" w:rsidRDefault="00C10E25" w:rsidP="000475CC">
                                      <w:pPr>
                                        <w:jc w:val="both"/>
                                        <w:rPr>
                                          <w:rFonts w:ascii="Arial" w:hAnsi="Arial"/>
                                          <w:color w:val="000000"/>
                                          <w:sz w:val="36"/>
                                        </w:rPr>
                                      </w:pPr>
                                      <w:r>
                                        <w:rPr>
                                          <w:rFonts w:ascii="Arial" w:eastAsia="SimSun" w:hAnsi="Arial"/>
                                          <w:b/>
                                          <w:color w:val="000000"/>
                                          <w:sz w:val="12"/>
                                        </w:rPr>
                                        <w:t>Lower Sub-block</w:t>
                                      </w:r>
                                      <w:r>
                                        <w:rPr>
                                          <w:rFonts w:ascii="Arial" w:eastAsia="MS PGothic" w:hAnsi="Arial"/>
                                          <w:b/>
                                          <w:color w:val="000000"/>
                                          <w:sz w:val="12"/>
                                        </w:rPr>
                                        <w:t xml:space="preserve"> Edge</w:t>
                                      </w:r>
                                    </w:p>
                                  </w:txbxContent>
                                </v:textbox>
                              </v:shape>
                              <v:shape id="文本框 1923" o:spid="_x0000_s1411" type="#_x0000_t202" style="position:absolute;left:6014;top:40984;width:234;height:2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" filled="f" stroked="f">
                                <v:textbox style="layout-flow:vertical-ideographic" inset="0,0,0,0">
                                  <w:txbxContent>
                                    <w:p w14:paraId="3FAFAB56" w14:textId="77777777" w:rsidR="00C10E25" w:rsidRDefault="00C10E25" w:rsidP="000475CC">
                                      <w:pPr>
                                        <w:jc w:val="center"/>
                                        <w:rPr>
                                          <w:rFonts w:ascii="Arial" w:hAnsi="Arial"/>
                                          <w:color w:val="000000"/>
                                          <w:sz w:val="36"/>
                                        </w:rPr>
                                      </w:pPr>
                                      <w:r>
                                        <w:rPr>
                                          <w:rFonts w:ascii="Arial" w:hAnsi="Arial"/>
                                          <w:b/>
                                          <w:color w:val="000000"/>
                                          <w:sz w:val="12"/>
                                        </w:rPr>
                                        <w:t>Upper</w:t>
                                      </w:r>
                                      <w:r>
                                        <w:rPr>
                                          <w:rFonts w:ascii="Arial" w:eastAsia="SimSun" w:hAnsi="Arial"/>
                                          <w:b/>
                                          <w:color w:val="000000"/>
                                          <w:sz w:val="12"/>
                                        </w:rPr>
                                        <w:t xml:space="preserve"> Sub-block</w:t>
                                      </w:r>
                                      <w:r>
                                        <w:rPr>
                                          <w:rFonts w:ascii="Arial" w:eastAsia="MS PGothic" w:hAnsi="Arial"/>
                                          <w:b/>
                                          <w:color w:val="000000"/>
                                          <w:sz w:val="12"/>
                                        </w:rPr>
                                        <w:t xml:space="preserve"> Edge</w:t>
                                      </w:r>
                                    </w:p>
                                  </w:txbxContent>
                                </v:textbox>
                              </v:shape>
                              <v:line id="直线 2086" o:spid="_x0000_s1412" style="position:absolute;visibility:visible;mso-wrap-style:square" from="1386,40909" to="5996,40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" strokeweight="1.25pt">
                                <v:stroke startarrow="block" endarrow="block"/>
                              </v:line>
                              <v:line id="直线 2089" o:spid="_x0000_s1413" style="position:absolute;visibility:visible;mso-wrap-style:square" from="6025,40837" to="6028,43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" strokeweight="1.25pt">
                                <v:stroke dashstyle="1 1"/>
                              </v:line>
                            </v:group>
                          </v:group>
                          <v:shape id="任意多边形 2096" o:spid="_x0000_s1414" style="position:absolute;left:904;top:43079;width:760;height:1095;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739,0;705,14;687,0;643,14;628,0;596,14;596,14;573,0;555,15;547,8;554,1;553,37;551,63;541,94;540,111;540,142;540,174;540,204;539,220;545,276;534,302;541,331;533,387;528,413;525,440;511,479;519,495;504,554;509,605;497,644;502,700;491,723;497,770;496,799;494,833;493,860;493,887;484,882;483,917;474,938;462,963;446,959;419,989;390,989;384,1006;338,1011;313,1035;293,1027;258,1052;241,1056;197,1067;177,1057;169,1073;123,1080;113,1068;75,1087;55,1076;41,1078;16,1081;3,1080" o:connectangles="0,0,0,0,0,0,0,0,0,0,0,0,0,0,0,0,0,0,0,0,0,0,0,0,0,0,0,0,0,0,0,0,0,0,0,0,0,0,0,0,0,0,0,0,0,0,0,0,0,0,0,0,0,0,0,0,0,0,0,0"/>
                          </v:shape>
                        </v:group>
                        <v:line id="直线 1986" o:spid="_x0000_s1415" style="position:absolute;flip:y;visibility:visible;mso-wrap-style:square" from="1175,43991" to="6036,43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" strokeweight="1.35pt">
                          <v:stroke endarrowwidth="wide" endarrowlength="long"/>
                        </v:line>
                        <v:shape id="任意多边形 1722" o:spid="_x0000_s1416" style="position:absolute;left:1335;top:44440;width:812;height:55;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" path="m108,51r5879,l5987,69,108,69r,-18xm120,120l,60,120,r,120xm5974,r120,60l5974,120,5974,xe" fillcolor="black" strokeweight=".1pt">
                          <v:stroke joinstyle="bevel"/>
                          <v:path o:connecttype="custom" o:connectlocs="14,23;798,23;798,32;14,32;14,23;16,55;0,28;16,0;16,55;796,0;812,28;796,55;796,0" o:connectangles="0,0,0,0,0,0,0,0,0,0,0,0,0"/>
                        </v:shape>
                        <v:shape id="任意多边形 1982" o:spid="_x0000_s1417" style="position:absolute;left:5020;top:44473;width:739;height:57;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" path="m108,51r5879,l5987,69,108,69r,-18xm120,120l,60,120,r,120xm5974,r120,60l5974,120,5974,xe" fillcolor="black" strokeweight=".1pt">
                          <v:stroke joinstyle="bevel"/>
                          <v:path o:connecttype="custom" o:connectlocs="13,24;726,24;726,33;13,33;13,24;15,57;0,29;15,0;15,57;724,0;739,29;724,57;724,0" o:connectangles="0,0,0,0,0,0,0,0,0,0,0,0,0"/>
                        </v:shape>
                      </v:group>
                      <v:shape id="文本框 1978" o:spid="_x0000_s1418" type="#_x0000_t202" style="position:absolute;left:1807;top:43225;width:80;height: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" filled="f" stroked="f">
                        <v:textbox style="layout-flow:vertical-ideographic" inset="0,0,0,0">
                          <w:txbxContent>
                            <w:p w14:paraId="0B4DD2B2" w14:textId="77777777" w:rsidR="00C10E25" w:rsidRDefault="00C10E25" w:rsidP="000475CC">
                              <w:pPr>
                                <w:jc w:val="both"/>
                                <w:rPr>
                                  <w:rFonts w:ascii="Arial" w:hAnsi="Arial"/>
                                  <w:color w:val="000000"/>
                                  <w:sz w:val="8"/>
                                </w:rPr>
                              </w:pPr>
                              <w:r>
                                <w:rPr>
                                  <w:rFonts w:ascii="Arial" w:eastAsia="MS PGothic" w:hAnsi="Arial"/>
                                  <w:b/>
                                  <w:color w:val="000000"/>
                                  <w:sz w:val="8"/>
                                </w:rPr>
                                <w:t>Resource block</w:t>
                              </w:r>
                            </w:p>
                          </w:txbxContent>
                        </v:textbox>
                      </v:shape>
                    </v:group>
                  </v:group>
                  <v:group id="组合 2817" o:spid="_x0000_s1419" style="position:absolute;left:6043;top:41615;width:5466;height:4269" coordorigin="6043,41615" coordsize="5466,4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">
                    <v:shape id="文本框 1730" o:spid="_x0000_s1420" type="#_x0000_t202" style="position:absolute;left:8065;top:45528;width:1475;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" filled="f" stroked="f">
                      <v:textbox>
                        <w:txbxContent>
                          <w:p w14:paraId="5173A7E1" w14:textId="77777777" w:rsidR="00C10E25" w:rsidRDefault="00C10E25" w:rsidP="000475CC">
                            <w:pPr>
                              <w:rPr>
                                <w:rFonts w:ascii="Arial" w:hAnsi="Arial" w:cs="Arial"/>
                                <w:color w:val="000000"/>
                                <w:sz w:val="18"/>
                                <w:szCs w:val="18"/>
                              </w:rPr>
                            </w:pPr>
                            <w:r>
                              <w:rPr>
                                <w:rFonts w:ascii="Arial" w:hAnsi="Arial" w:cs="Arial"/>
                                <w:color w:val="000000"/>
                                <w:sz w:val="18"/>
                                <w:szCs w:val="18"/>
                              </w:rPr>
                              <w:t>Sub block n</w:t>
                            </w:r>
                            <w:r>
                              <w:rPr>
                                <w:rFonts w:ascii="Arial" w:eastAsia="SimSun" w:hAnsi="Arial" w:cs="Arial"/>
                                <w:color w:val="000000"/>
                                <w:sz w:val="18"/>
                                <w:szCs w:val="18"/>
                                <w:lang w:eastAsia="zh-CN"/>
                              </w:rPr>
                              <w:t>+1</w:t>
                            </w:r>
                          </w:p>
                        </w:txbxContent>
                      </v:textbox>
                    </v:shape>
                    <v:group id="组合 2819" o:spid="_x0000_s1421" style="position:absolute;left:6043;top:41615;width:5466;height:3854" coordorigin="6043,41615" coordsize="5466,3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">
                      <v:group id="组合 2820" o:spid="_x0000_s1422" style="position:absolute;left:6043;top:41615;width:5466;height:3854" coordorigin="6043,41615" coordsize="5466,3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">
                        <v:line id="直线 1986" o:spid="_x0000_s1423" style="position:absolute;flip:y;visibility:visible;mso-wrap-style:square" from="6314,43989" to="11175,43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" strokeweight="1.35pt">
                          <v:stroke endarrowwidth="wide" endarrowlength="long"/>
                        </v:line>
                        <v:shape id="任意多边形 1722" o:spid="_x0000_s1424" style="position:absolute;left:6474;top:44438;width:812;height:55;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" path="m108,51r5879,l5987,69,108,69r,-18xm120,120l,60,120,r,120xm5974,r120,60l5974,120,5974,xe" fillcolor="black" strokeweight=".1pt">
                          <v:stroke joinstyle="bevel"/>
                          <v:path o:connecttype="custom" o:connectlocs="14,23;798,23;798,32;14,32;14,23;16,55;0,28;16,0;16,55;796,0;812,28;796,55;796,0" o:connectangles="0,0,0,0,0,0,0,0,0,0,0,0,0"/>
                        </v:shape>
                        <v:shape id="任意多边形 1982" o:spid="_x0000_s1425" style="position:absolute;left:10159;top:44471;width:739;height:57;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" path="m108,51r5879,l5987,69,108,69r,-18xm120,120l,60,120,r,120xm5974,r120,60l5974,120,5974,xe" fillcolor="black" strokeweight=".1pt">
                          <v:stroke joinstyle="bevel"/>
                          <v:path o:connecttype="custom" o:connectlocs="13,24;726,24;726,33;13,33;13,24;15,57;0,29;15,0;15,57;724,0;739,29;724,57;724,0" o:connectangles="0,0,0,0,0,0,0,0,0,0,0,0,0"/>
                        </v:shape>
                        <v:rect id="矩形 1983" o:spid="_x0000_s1426" style="position:absolute;left:6638;top:44279;width:674;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" filled="f" stroked="f">
                          <v:textbox inset="0,0,0,0">
                            <w:txbxContent>
                              <w:p w14:paraId="56E00694" w14:textId="53E9D1FE" w:rsidR="00C10E25" w:rsidRPr="003F5B9D" w:rsidRDefault="00C10E25" w:rsidP="000475CC">
                                <w:pPr>
                                  <w:rPr>
                                    <w:rFonts w:ascii="Arial" w:hAnsi="Arial"/>
                                    <w:color w:val="000000"/>
                                    <w:sz w:val="12"/>
                                    <w:szCs w:val="16"/>
                                  </w:rPr>
                                </w:pPr>
                                <w:r w:rsidRPr="003F5B9D">
                                  <w:rPr>
                                    <w:rFonts w:ascii="Arial" w:hAnsi="Arial"/>
                                    <w:color w:val="000000"/>
                                    <w:sz w:val="12"/>
                                    <w:szCs w:val="16"/>
                                  </w:rPr>
                                  <w:t>F</w:t>
                                </w:r>
                                <w:r w:rsidRPr="003F5B9D">
                                  <w:rPr>
                                    <w:rFonts w:ascii="Arial" w:hAnsi="Arial"/>
                                    <w:color w:val="000000"/>
                                    <w:sz w:val="12"/>
                                    <w:szCs w:val="16"/>
                                    <w:vertAlign w:val="subscript"/>
                                  </w:rPr>
                                  <w:t>offset, low</w:t>
                                </w:r>
                              </w:p>
                              <w:p w14:paraId="6B6943EA" w14:textId="77777777" w:rsidR="00C10E25" w:rsidRDefault="00C10E25" w:rsidP="000475CC">
                                <w:pPr>
                                  <w:rPr>
                                    <w:rFonts w:ascii="Arial" w:hAnsi="Arial"/>
                                    <w:color w:val="000000"/>
                                    <w:sz w:val="36"/>
                                  </w:rPr>
                                </w:pPr>
                              </w:p>
                            </w:txbxContent>
                          </v:textbox>
                        </v:rect>
                        <v:line id="直线 2091" o:spid="_x0000_s1427" style="position:absolute;flip:y;visibility:visible;mso-wrap-style:square" from="10136,43996" to="10136,44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" strokeweight="1.25pt">
                          <v:stroke dashstyle="1 1" endarrow="block"/>
                        </v:line>
                        <v:line id="直线 2092" o:spid="_x0000_s1428" style="position:absolute;flip:y;visibility:visible;mso-wrap-style:square" from="7295,44009" to="7295,44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" strokeweight="1.25pt">
                          <v:stroke dashstyle="1 1" endarrow="block"/>
                        </v:line>
                        <v:rect id="矩形 1726" o:spid="_x0000_s1429" style="position:absolute;left:6218;top:44613;width:852;height: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" filled="f" stroked="f">
                          <v:textbox inset="0,0,0,0">
                            <w:txbxContent>
                              <w:p w14:paraId="243113C4" w14:textId="77777777" w:rsidR="00C10E25" w:rsidRDefault="00C10E25" w:rsidP="000475CC">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edge,block </w:t>
                                </w:r>
                                <w:r>
                                  <w:rPr>
                                    <w:rFonts w:ascii="Arial" w:eastAsia="SimSun" w:hAnsi="Arial" w:cs="Arial"/>
                                    <w:b/>
                                    <w:color w:val="000000"/>
                                    <w:sz w:val="12"/>
                                    <w:szCs w:val="12"/>
                                    <w:vertAlign w:val="subscript"/>
                                    <w:lang w:eastAsia="zh-CN"/>
                                  </w:rPr>
                                  <w:t>n+1</w:t>
                                </w:r>
                                <w:r>
                                  <w:rPr>
                                    <w:rFonts w:ascii="Arial" w:eastAsia="SimSun" w:hAnsi="Arial" w:cs="Arial"/>
                                    <w:b/>
                                    <w:color w:val="000000"/>
                                    <w:sz w:val="12"/>
                                    <w:szCs w:val="12"/>
                                    <w:vertAlign w:val="subscript"/>
                                  </w:rPr>
                                  <w:t>, low</w:t>
                                </w:r>
                              </w:p>
                            </w:txbxContent>
                          </v:textbox>
                        </v:rect>
                        <v:rect id="矩形 1729" o:spid="_x0000_s1430" style="position:absolute;left:7206;top:44602;width:842;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" filled="f" stroked="f">
                          <v:textbox inset="0,0,0,0">
                            <w:txbxContent>
                              <w:p w14:paraId="0EF1889D" w14:textId="77777777" w:rsidR="00C10E25" w:rsidRDefault="00C10E25" w:rsidP="000475CC">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C,block </w:t>
                                </w:r>
                                <w:r>
                                  <w:rPr>
                                    <w:rFonts w:ascii="Arial" w:eastAsia="SimSun" w:hAnsi="Arial" w:cs="Arial"/>
                                    <w:b/>
                                    <w:color w:val="000000"/>
                                    <w:sz w:val="12"/>
                                    <w:szCs w:val="12"/>
                                    <w:vertAlign w:val="subscript"/>
                                    <w:lang w:eastAsia="zh-CN"/>
                                  </w:rPr>
                                  <w:t>n+1</w:t>
                                </w:r>
                                <w:r>
                                  <w:rPr>
                                    <w:rFonts w:ascii="Arial" w:eastAsia="SimSun" w:hAnsi="Arial" w:cs="Arial"/>
                                    <w:b/>
                                    <w:color w:val="000000"/>
                                    <w:sz w:val="12"/>
                                    <w:szCs w:val="12"/>
                                    <w:vertAlign w:val="subscript"/>
                                  </w:rPr>
                                  <w:t>,</w:t>
                                </w:r>
                                <w:r>
                                  <w:rPr>
                                    <w:rFonts w:ascii="Arial" w:eastAsia="SimSun" w:hAnsi="Arial" w:cs="Arial"/>
                                    <w:b/>
                                    <w:color w:val="000000"/>
                                    <w:sz w:val="12"/>
                                    <w:szCs w:val="12"/>
                                    <w:vertAlign w:val="subscript"/>
                                    <w:lang w:eastAsia="zh-CN"/>
                                  </w:rPr>
                                  <w:t>low</w:t>
                                </w:r>
                              </w:p>
                            </w:txbxContent>
                          </v:textbox>
                        </v:rect>
                        <v:rect id="矩形 1729" o:spid="_x0000_s1431" style="position:absolute;left:9485;top:44526;width:842;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" filled="f" stroked="f">
                          <v:textbox inset="0,0,0,0">
                            <w:txbxContent>
                              <w:p w14:paraId="5D4A6940" w14:textId="77777777" w:rsidR="00C10E25" w:rsidRDefault="00C10E25" w:rsidP="000475CC">
                                <w:pPr>
                                  <w:jc w:val="center"/>
                                  <w:rPr>
                                    <w:rFonts w:ascii="Arial" w:hAnsi="Arial"/>
                                    <w:color w:val="000000"/>
                                    <w:sz w:val="36"/>
                                  </w:rPr>
                                </w:pPr>
                                <w:r>
                                  <w:rPr>
                                    <w:rFonts w:ascii="Arial" w:eastAsia="SimSun" w:hAnsi="Arial"/>
                                    <w:b/>
                                    <w:color w:val="000000"/>
                                    <w:sz w:val="12"/>
                                  </w:rPr>
                                  <w:t>F</w:t>
                                </w:r>
                                <w:r>
                                  <w:rPr>
                                    <w:rFonts w:ascii="Arial" w:eastAsia="SimSun" w:hAnsi="Arial"/>
                                    <w:b/>
                                    <w:color w:val="000000"/>
                                    <w:sz w:val="12"/>
                                    <w:vertAlign w:val="subscript"/>
                                  </w:rPr>
                                  <w:t xml:space="preserve">C,block </w:t>
                                </w:r>
                                <w:r>
                                  <w:rPr>
                                    <w:rFonts w:ascii="SimSun" w:eastAsia="SimSun" w:hAnsi="Arial"/>
                                    <w:b/>
                                    <w:color w:val="000000"/>
                                    <w:sz w:val="12"/>
                                    <w:vertAlign w:val="subscript"/>
                                    <w:lang w:eastAsia="zh-CN"/>
                                  </w:rPr>
                                  <w:t>n+1</w:t>
                                </w:r>
                                <w:r>
                                  <w:rPr>
                                    <w:rFonts w:ascii="Arial" w:eastAsia="SimSun" w:hAnsi="Arial"/>
                                    <w:b/>
                                    <w:color w:val="000000"/>
                                    <w:sz w:val="12"/>
                                    <w:vertAlign w:val="subscript"/>
                                  </w:rPr>
                                  <w:t>,high</w:t>
                                </w:r>
                              </w:p>
                            </w:txbxContent>
                          </v:textbox>
                        </v:rect>
                        <v:rect id="矩形 1736" o:spid="_x0000_s1432" style="position:absolute;left:10382;top:44639;width:93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" filled="f" stroked="f">
                          <v:textbox inset="0,0,0,0">
                            <w:txbxContent>
                              <w:p w14:paraId="50B77672" w14:textId="77777777" w:rsidR="00C10E25" w:rsidRDefault="00C10E25" w:rsidP="000475CC">
                                <w:pPr>
                                  <w:jc w:val="center"/>
                                  <w:rPr>
                                    <w:rFonts w:ascii="Arial" w:hAnsi="Arial"/>
                                    <w:color w:val="000000"/>
                                    <w:sz w:val="36"/>
                                  </w:rPr>
                                </w:pPr>
                                <w:r>
                                  <w:rPr>
                                    <w:rFonts w:ascii="Arial" w:eastAsia="SimSun" w:hAnsi="Arial"/>
                                    <w:b/>
                                    <w:color w:val="000000"/>
                                    <w:sz w:val="12"/>
                                  </w:rPr>
                                  <w:t>F</w:t>
                                </w:r>
                                <w:r>
                                  <w:rPr>
                                    <w:rFonts w:ascii="Arial" w:eastAsia="SimSun" w:hAnsi="Arial"/>
                                    <w:b/>
                                    <w:color w:val="000000"/>
                                    <w:sz w:val="12"/>
                                    <w:vertAlign w:val="subscript"/>
                                  </w:rPr>
                                  <w:t xml:space="preserve">edge,block </w:t>
                                </w:r>
                                <w:r>
                                  <w:rPr>
                                    <w:rFonts w:ascii="SimSun" w:eastAsia="SimSun" w:hAnsi="Arial"/>
                                    <w:b/>
                                    <w:color w:val="000000"/>
                                    <w:sz w:val="12"/>
                                    <w:vertAlign w:val="subscript"/>
                                    <w:lang w:eastAsia="zh-CN"/>
                                  </w:rPr>
                                  <w:t>n+1</w:t>
                                </w:r>
                                <w:r>
                                  <w:rPr>
                                    <w:rFonts w:ascii="Arial" w:eastAsia="SimSun" w:hAnsi="Arial"/>
                                    <w:b/>
                                    <w:color w:val="000000"/>
                                    <w:sz w:val="12"/>
                                    <w:vertAlign w:val="subscript"/>
                                  </w:rPr>
                                  <w:t>,high</w:t>
                                </w:r>
                              </w:p>
                            </w:txbxContent>
                          </v:textbox>
                        </v:rect>
                        <v:rect id="矩形 1976" o:spid="_x0000_s1433" style="position:absolute;left:10114;top:44267;width:920;height: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" filled="f" stroked="f">
                          <v:textbox inset="0,0,0,0">
                            <w:txbxContent>
                              <w:p w14:paraId="4160B662" w14:textId="51820740" w:rsidR="00C10E25" w:rsidRDefault="00C10E25" w:rsidP="000475CC">
                                <w:pPr>
                                  <w:jc w:val="center"/>
                                  <w:rPr>
                                    <w:rFonts w:ascii="Arial" w:eastAsia="SimSun" w:hAnsi="Arial"/>
                                    <w:color w:val="000000"/>
                                    <w:sz w:val="12"/>
                                  </w:rPr>
                                </w:pPr>
                                <w:r>
                                  <w:rPr>
                                    <w:rFonts w:ascii="Arial" w:eastAsia="SimSun" w:hAnsi="Arial"/>
                                    <w:b/>
                                    <w:color w:val="000000"/>
                                    <w:sz w:val="12"/>
                                  </w:rPr>
                                  <w:t>F</w:t>
                                </w:r>
                                <w:r>
                                  <w:rPr>
                                    <w:rFonts w:ascii="Arial" w:eastAsia="SimSun" w:hAnsi="Arial"/>
                                    <w:b/>
                                    <w:color w:val="000000"/>
                                    <w:sz w:val="12"/>
                                    <w:vertAlign w:val="subscript"/>
                                  </w:rPr>
                                  <w:t>offset</w:t>
                                </w:r>
                                <w:r w:rsidRPr="003F5B9D">
                                  <w:rPr>
                                    <w:rFonts w:ascii="Arial" w:eastAsia="SimSun" w:hAnsi="Arial" w:cs="Arial"/>
                                    <w:b/>
                                    <w:color w:val="000000"/>
                                    <w:sz w:val="12"/>
                                    <w:szCs w:val="12"/>
                                    <w:vertAlign w:val="subscript"/>
                                    <w:lang w:eastAsia="zh-CN"/>
                                  </w:rPr>
                                  <w:t>,high</w:t>
                                </w:r>
                              </w:p>
                              <w:p w14:paraId="36419BD4" w14:textId="77777777" w:rsidR="00C10E25" w:rsidRDefault="00C10E25" w:rsidP="000475CC">
                                <w:pPr>
                                  <w:rPr>
                                    <w:rFonts w:ascii="Arial" w:hAnsi="Arial"/>
                                    <w:color w:val="000000"/>
                                    <w:sz w:val="36"/>
                                  </w:rPr>
                                </w:pPr>
                              </w:p>
                            </w:txbxContent>
                          </v:textbox>
                        </v:rect>
                        <v:group id="组合 2832" o:spid="_x0000_s1434" style="position:absolute;left:6043;top:41615;width:5466;height:3854" coordorigin="6043,41615" coordsize="5467,3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">
                          <v:line id="直线 1924" o:spid="_x0000_s1435" style="position:absolute;visibility:visible;mso-wrap-style:square" from="10932,44887" to="10934,45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" strokeweight="1.5pt">
                            <v:stroke dashstyle="1 1"/>
                          </v:line>
                          <v:line id="直线 1925" o:spid="_x0000_s1436" style="position:absolute;visibility:visible;mso-wrap-style:square" from="6470,44847" to="6472,45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" strokeweight="1.5pt">
                            <v:stroke dashstyle="1 1"/>
                          </v:line>
                          <v:shape id="自选图形 1927" o:spid="_x0000_s1437" type="#_x0000_t87" style="position:absolute;left:8606;top:43170;width:186;height:441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" adj=",10804"/>
                          <v:group id="组合 2836" o:spid="_x0000_s1438" style="position:absolute;left:6043;top:41615;width:5467;height:3002" coordorigin="6043,41615" coordsize="5467,3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">
                            <v:group id="组合 2837" o:spid="_x0000_s1439" style="position:absolute;left:6293;top:41615;width:4852;height:3002" coordorigin="1166,40617" coordsize="5082,3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">
                              <v:rect id="矩形 1723" o:spid="_x0000_s1440" style="position:absolute;left:1753;top:40617;width:4110;height: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" filled="f" stroked="f">
                                <v:textbox inset="0,0,0,0">
                                  <w:txbxContent>
                                    <w:p w14:paraId="45AC548B" w14:textId="7CC46118" w:rsidR="00C10E25" w:rsidRDefault="00C10E25" w:rsidP="000475CC">
                                      <w:pPr>
                                        <w:jc w:val="center"/>
                                        <w:rPr>
                                          <w:rFonts w:ascii="Arial" w:hAnsi="Arial" w:cs="Arial"/>
                                          <w:color w:val="000000"/>
                                          <w:sz w:val="12"/>
                                          <w:szCs w:val="12"/>
                                        </w:rPr>
                                      </w:pPr>
                                      <w:r>
                                        <w:rPr>
                                          <w:rFonts w:ascii="Arial" w:eastAsia="SimSun" w:hAnsi="Arial" w:cs="Arial"/>
                                          <w:b/>
                                          <w:color w:val="000000"/>
                                          <w:sz w:val="12"/>
                                          <w:szCs w:val="12"/>
                                        </w:rPr>
                                        <w:t xml:space="preserve">Sub-block </w:t>
                                      </w:r>
                                      <w:r>
                                        <w:rPr>
                                          <w:rFonts w:ascii="Arial" w:eastAsia="MS PGothic" w:hAnsi="Arial" w:cs="Arial"/>
                                          <w:b/>
                                          <w:color w:val="000000"/>
                                          <w:sz w:val="12"/>
                                          <w:szCs w:val="12"/>
                                        </w:rPr>
                                        <w:t>Bandwidth</w:t>
                                      </w:r>
                                      <w:r>
                                        <w:rPr>
                                          <w:rFonts w:ascii="Arial" w:eastAsia="SimSun" w:hAnsi="Arial" w:cs="Arial"/>
                                          <w:b/>
                                          <w:color w:val="000000"/>
                                          <w:sz w:val="12"/>
                                          <w:szCs w:val="12"/>
                                        </w:rPr>
                                        <w:t>, BW</w:t>
                                      </w:r>
                                      <w:r>
                                        <w:rPr>
                                          <w:rFonts w:ascii="Arial" w:eastAsia="SimSun" w:hAnsi="Arial" w:cs="Arial"/>
                                          <w:b/>
                                          <w:color w:val="000000"/>
                                          <w:sz w:val="12"/>
                                          <w:szCs w:val="12"/>
                                          <w:vertAlign w:val="subscript"/>
                                        </w:rPr>
                                        <w:t>Channel,block</w:t>
                                      </w:r>
                                      <w:r>
                                        <w:rPr>
                                          <w:rFonts w:ascii="Arial" w:eastAsia="SimSun" w:hAnsi="Arial" w:cs="Arial"/>
                                          <w:b/>
                                          <w:color w:val="000000"/>
                                          <w:sz w:val="12"/>
                                          <w:szCs w:val="12"/>
                                          <w:vertAlign w:val="subscript"/>
                                          <w:lang w:eastAsia="zh-CN"/>
                                        </w:rPr>
                                        <w:t xml:space="preserve"> n+1  </w:t>
                                      </w:r>
                                      <w:r>
                                        <w:rPr>
                                          <w:rFonts w:ascii="Arial" w:eastAsia="MS PGothic" w:hAnsi="Arial" w:cs="Arial"/>
                                          <w:b/>
                                          <w:color w:val="000000"/>
                                          <w:sz w:val="12"/>
                                          <w:szCs w:val="12"/>
                                        </w:rPr>
                                        <w:t>(MHz)</w:t>
                                      </w:r>
                                    </w:p>
                                  </w:txbxContent>
                                </v:textbox>
                              </v:rect>
                              <v:line id="直线 1725" o:spid="_x0000_s1441" style="position:absolute;flip:x;visibility:visible;mso-wrap-style:square" from="1346,40843" to="1350,43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" strokeweight="1.5pt">
                                <v:stroke dashstyle="1 1" endcap="round"/>
                              </v:line>
                              <v:shape id="文本框 1738" o:spid="_x0000_s1442" type="#_x0000_t202" style="position:absolute;left:1166;top:41099;width:179;height:1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" filled="f" stroked="f">
                                <v:textbox style="layout-flow:vertical-ideographic" inset="0,0,0,0">
                                  <w:txbxContent>
                                    <w:p w14:paraId="118A12C3" w14:textId="77777777" w:rsidR="00C10E25" w:rsidRDefault="00C10E25" w:rsidP="000475CC">
                                      <w:pPr>
                                        <w:jc w:val="both"/>
                                        <w:rPr>
                                          <w:rFonts w:ascii="Arial" w:hAnsi="Arial"/>
                                          <w:color w:val="000000"/>
                                          <w:sz w:val="36"/>
                                        </w:rPr>
                                      </w:pPr>
                                      <w:r>
                                        <w:rPr>
                                          <w:rFonts w:ascii="Arial" w:eastAsia="SimSun" w:hAnsi="Arial"/>
                                          <w:b/>
                                          <w:color w:val="000000"/>
                                          <w:sz w:val="12"/>
                                        </w:rPr>
                                        <w:t>Lower Sub-block</w:t>
                                      </w:r>
                                      <w:r>
                                        <w:rPr>
                                          <w:rFonts w:ascii="Arial" w:eastAsia="MS PGothic" w:hAnsi="Arial"/>
                                          <w:b/>
                                          <w:color w:val="000000"/>
                                          <w:sz w:val="12"/>
                                        </w:rPr>
                                        <w:t xml:space="preserve"> Edge</w:t>
                                      </w:r>
                                    </w:p>
                                  </w:txbxContent>
                                </v:textbox>
                              </v:shape>
                              <v:shape id="文本框 1923" o:spid="_x0000_s1443" type="#_x0000_t202" style="position:absolute;left:6014;top:40984;width:234;height:2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" filled="f" stroked="f">
                                <v:textbox style="layout-flow:vertical-ideographic" inset="0,0,0,0">
                                  <w:txbxContent>
                                    <w:p w14:paraId="546CDA57" w14:textId="77777777" w:rsidR="00C10E25" w:rsidRDefault="00C10E25" w:rsidP="000475CC">
                                      <w:pPr>
                                        <w:jc w:val="center"/>
                                        <w:rPr>
                                          <w:rFonts w:ascii="Arial" w:hAnsi="Arial"/>
                                          <w:color w:val="000000"/>
                                          <w:sz w:val="36"/>
                                        </w:rPr>
                                      </w:pPr>
                                      <w:r>
                                        <w:rPr>
                                          <w:rFonts w:ascii="Arial" w:hAnsi="Arial"/>
                                          <w:b/>
                                          <w:color w:val="000000"/>
                                          <w:sz w:val="12"/>
                                        </w:rPr>
                                        <w:t>Upper</w:t>
                                      </w:r>
                                      <w:r>
                                        <w:rPr>
                                          <w:rFonts w:ascii="Arial" w:eastAsia="SimSun" w:hAnsi="Arial"/>
                                          <w:b/>
                                          <w:color w:val="000000"/>
                                          <w:sz w:val="12"/>
                                        </w:rPr>
                                        <w:t xml:space="preserve"> Sub-block</w:t>
                                      </w:r>
                                      <w:r>
                                        <w:rPr>
                                          <w:rFonts w:ascii="Arial" w:eastAsia="MS PGothic" w:hAnsi="Arial"/>
                                          <w:b/>
                                          <w:color w:val="000000"/>
                                          <w:sz w:val="12"/>
                                        </w:rPr>
                                        <w:t xml:space="preserve"> Edge</w:t>
                                      </w:r>
                                    </w:p>
                                  </w:txbxContent>
                                </v:textbox>
                              </v:shape>
                              <v:line id="直线 2086" o:spid="_x0000_s1444" style="position:absolute;visibility:visible;mso-wrap-style:square" from="1386,40909" to="5996,40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" strokeweight="1.25pt">
                                <v:stroke startarrow="block" endarrow="block"/>
                              </v:line>
                              <v:line id="直线 2089" o:spid="_x0000_s1445" style="position:absolute;visibility:visible;mso-wrap-style:square" from="6025,40837" to="6028,43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" strokeweight="1.25pt">
                                <v:stroke dashstyle="1 1"/>
                              </v:line>
                            </v:group>
                            <v:shape id="任意多边形 2096" o:spid="_x0000_s1446" style="position:absolute;left:6043;top:43077;width:760;height:1095;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739,0;705,14;687,0;643,14;628,0;596,14;596,14;573,0;555,15;547,8;554,1;553,37;551,63;541,94;540,111;540,142;540,174;540,204;539,220;545,276;534,302;541,331;533,387;528,413;525,440;511,479;519,495;504,554;509,605;497,644;502,700;491,723;497,770;496,799;494,833;493,860;493,887;484,882;483,917;474,938;462,963;446,959;419,989;390,989;384,1006;338,1011;313,1035;293,1027;258,1052;241,1056;197,1067;177,1057;169,1073;123,1080;113,1068;75,1087;55,1076;41,1078;16,1081;3,1080" o:connectangles="0,0,0,0,0,0,0,0,0,0,0,0,0,0,0,0,0,0,0,0,0,0,0,0,0,0,0,0,0,0,0,0,0,0,0,0,0,0,0,0,0,0,0,0,0,0,0,0,0,0,0,0,0,0,0,0,0,0,0,0"/>
                            </v:shape>
                            <v:group id="组合 2845" o:spid="_x0000_s1447" style="position:absolute;left:6594;top:42082;width:4916;height:2096" coordorigin="6594,42082" coordsize="4917,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">
                              <v:group id="组合 2846" o:spid="_x0000_s1448" style="position:absolute;left:6594;top:43064;width:4917;height:1115" coordorigin="1526,42130" coordsize="5100,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">
                                <v:line id="直线 1928" o:spid="_x0000_s1449" style="position:absolute;visibility:visible;mso-wrap-style:square" from="3260,42139" to="4122,42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" strokeweight="1.5pt">
                                  <v:stroke dashstyle="1 1" endcap="round"/>
                                </v:line>
                                <v:shape id="任意多边形 1936" o:spid="_x0000_s1450" style="position:absolute;left:4129;top:42141;width:903;height:1143;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878,0;838,15;816,0;764,15;746,0;708,15;708,15;680,0;660,15;650,9;659,1;657,38;655,65;643,98;642,116;641,148;642,182;641,213;640,230;648,288;635,315;643,346;634,404;627,431;623,459;607,500;616,516;599,579;605,631;590,673;596,731;584,754;591,804;589,835;587,870;586,897;586,926;575,921;574,957;563,979;549,1006;530,1001;498,1032;464,1032;456,1050;401,1056;372,1080;349,1072;307,1098;287,1103;234,1114;210,1104;201,1120;147,1128;135,1114;90,1135;65,1123;48,1125;19,1128;4,1128" o:connectangles="0,0,0,0,0,0,0,0,0,0,0,0,0,0,0,0,0,0,0,0,0,0,0,0,0,0,0,0,0,0,0,0,0,0,0,0,0,0,0,0,0,0,0,0,0,0,0,0,0,0,0,0,0,0,0,0,0,0,0,0"/>
                                </v:shape>
                                <v:line id="直线 1979" o:spid="_x0000_s1451" style="position:absolute;visibility:visible;mso-wrap-style:square" from="4666,42156" to="5723,42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" strokeweight="1.5pt">
                                  <v:stroke dashstyle="1 1" endcap="round"/>
                                </v:line>
                                <v:line id="直线 2093" o:spid="_x0000_s1452" style="position:absolute;visibility:visible;mso-wrap-style:square" from="1695,42145" to="2751,42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" strokeweight="1.5pt">
                                  <v:stroke dashstyle="1 1" endcap="round"/>
                                </v:line>
                                <v:group id="组合 2851" o:spid="_x0000_s1453" style="position:absolute;left:1526;top:42130;width:5100;height:1165" coordorigin="1526,42129" coordsize="5081,1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">
                                  <v:group id="组合 1967" o:spid="_x0000_s1454" style="position:absolute;left:3141;top:42176;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">
                                    <v:shape id="任意多边形 1968" o:spid="_x0000_s1455"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" path="m226,c101,,,101,,226l,9207v,125,101,226,226,226l1132,9433v125,,226,-101,226,-226l1358,226c1358,101,1257,,1132,l226,xe" fillcolor="#cfc" strokeweight="0">
                                      <v:fill opacity="39321f"/>
                                      <v:path o:connecttype="custom" o:connectlocs="40,0;0,40;0,1644;40,1684;203,1684;243,1644;243,40;203,0;40,0" o:connectangles="0,0,0,0,0,0,0,0,0"/>
                                    </v:shape>
                                    <v:shape id="任意多边形 1969" o:spid="_x0000_s1456"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" path="m226,c101,,,101,,226l,9207v,125,101,226,226,226l1132,9433v125,,226,-101,226,-226l1358,226c1358,101,1257,,1132,l226,xe" fillcolor="#cfc" strokeweight=".45pt">
                                      <v:fill opacity="39321f"/>
                                      <v:stroke endcap="round"/>
                                      <v:path o:connecttype="custom" o:connectlocs="40,0;0,40;0,1644;40,1684;203,1684;243,1644;243,40;203,0;40,0" o:connectangles="0,0,0,0,0,0,0,0,0"/>
                                    </v:shape>
                                  </v:group>
                                  <v:group id="组合 2855" o:spid="_x0000_s1457" style="position:absolute;left:1526;top:42129;width:5081;height:1167" coordorigin="1526,42129" coordsize="5081,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">
                                    <v:group id="组合 1929" o:spid="_x0000_s1458" style="position:absolute;left:4284;top:42183;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">
                                      <v:shape id="任意多边形 1930" o:spid="_x0000_s1459"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" path="m226,c101,,,101,,226l,9207v,125,101,226,226,226l1132,9433v125,,226,-101,226,-226l1358,226c1358,101,1257,,1132,l226,xe" fillcolor="#cfc" strokeweight="0">
                                        <v:fill opacity="39321f"/>
                                        <v:path o:connecttype="custom" o:connectlocs="40,0;0,40;0,1644;40,1684;203,1684;243,1644;243,40;203,0;40,0" o:connectangles="0,0,0,0,0,0,0,0,0"/>
                                      </v:shape>
                                      <v:shape id="任意多边形 1931" o:spid="_x0000_s1460"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" path="m226,c101,,,101,,226l,9207v,125,101,226,226,226l1132,9433v125,,226,-101,226,-226l1358,226c1358,101,1257,,1132,l226,xe" fillcolor="#cfc" strokeweight=".45pt">
                                        <v:fill opacity="39321f"/>
                                        <v:stroke endcap="round"/>
                                        <v:path o:connecttype="custom" o:connectlocs="40,0;0,40;0,1644;40,1684;203,1684;243,1644;243,40;203,0;40,0" o:connectangles="0,0,0,0,0,0,0,0,0"/>
                                      </v:shape>
                                    </v:group>
                                    <v:group id="组合 1932" o:spid="_x0000_s1461" style="position:absolute;left:3061;top:42183;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">
                                      <v:shape id="任意多边形 1933" o:spid="_x0000_s146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34" o:spid="_x0000_s146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shape id="任意多边形 1935" o:spid="_x0000_s1464" style="position:absolute;left:2469;top:42129;width:796;height:1144;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v:path o:connecttype="custom" o:connectlocs="774,0;739,15;719,0;673,15;657,0;624,15;624,15;600,0;582,15;573,9;581,1;579,38;577,65;567,98;566,116;565,149;566,182;565,213;564,230;571,288;559,315;567,346;558,404;553,432;549,459;535,500;543,517;528,579;533,632;520,673;526,731;514,755;521,805;519,835;517,870;517,898;517,927;507,922;506,958;496,980;484,1006;467,1002;439,1033;409,1033;402,1051;354,1057;328,1081;307,1073;270,1099;253,1104;206,1115;185,1105;177,1121;129,1128;119,1115;79,1136;57,1124;43,1126;17,1129;3,1129" o:connectangles="0,0,0,0,0,0,0,0,0,0,0,0,0,0,0,0,0,0,0,0,0,0,0,0,0,0,0,0,0,0,0,0,0,0,0,0,0,0,0,0,0,0,0,0,0,0,0,0,0,0,0,0,0,0,0,0,0,0,0,0"/>
                                    </v:shape>
                                    <v:group id="组合 1937" o:spid="_x0000_s1465" style="position:absolute;left:4098;top:42183;width:90;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">
                                      <v:shape id="任意多边形 1938" o:spid="_x0000_s146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39" o:spid="_x0000_s146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40" o:spid="_x0000_s1468" style="position:absolute;left:4007;top:42183;width:84;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">
                                      <v:shape id="任意多边形 1941" o:spid="_x0000_s146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42" o:spid="_x0000_s147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43" o:spid="_x0000_s1471" style="position:absolute;left:3838;top:42183;width:89;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">
                                      <v:shape id="任意多边形 1944" o:spid="_x0000_s1472"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" path="m226,c101,,,101,,226l,9207v,125,101,226,226,226l1132,9433v125,,226,-101,226,-226l1358,226c1358,101,1257,,1132,l226,xe" fillcolor="#cfc" strokeweight="0">
                                        <v:fill opacity="39321f"/>
                                        <v:path o:connecttype="custom" o:connectlocs="40,0;0,40;0,1644;40,1684;203,1684;243,1644;243,40;203,0;40,0" o:connectangles="0,0,0,0,0,0,0,0,0"/>
                                      </v:shape>
                                      <v:shape id="任意多边形 1945" o:spid="_x0000_s147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" path="m226,c101,,,101,,226l,9207v,125,101,226,226,226l1132,9433v125,,226,-101,226,-226l1358,226c1358,101,1257,,1132,l226,xe" fillcolor="#cfc" strokeweight=".45pt">
                                        <v:fill opacity="39321f"/>
                                        <v:stroke endcap="round"/>
                                        <v:path o:connecttype="custom" o:connectlocs="40,0;0,40;0,1644;40,1684;203,1684;243,1644;243,40;203,0;40,0" o:connectangles="0,0,0,0,0,0,0,0,0"/>
                                      </v:shape>
                                    </v:group>
                                    <v:group id="组合 1946" o:spid="_x0000_s1474" style="position:absolute;left:3927;top:42187;width:87;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">
                                      <v:shape id="任意多边形 1947" o:spid="_x0000_s147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48" o:spid="_x0000_s147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49" o:spid="_x0000_s1477" style="position:absolute;left:4190;top:42183;width:84;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">
                                      <v:shape id="任意多边形 1950" o:spid="_x0000_s147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51" o:spid="_x0000_s147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52" o:spid="_x0000_s1480" style="position:absolute;left:3751;top:42187;width:84;height:908"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">
                                      <v:shape id="任意多边形 1953" o:spid="_x0000_s1481"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" path="m226,c101,,,101,,226l,9207v,125,101,226,226,226l1132,9433v125,,226,-101,226,-226l1358,226c1358,101,1257,,1132,l226,xe" fillcolor="#cfc" strokeweight="0">
                                        <v:fill opacity="39321f"/>
                                        <v:path o:connecttype="custom" o:connectlocs="40,0;0,40;0,1644;40,1684;203,1684;243,1644;243,40;203,0;40,0" o:connectangles="0,0,0,0,0,0,0,0,0"/>
                                      </v:shape>
                                      <v:shape id="任意多边形 1954" o:spid="_x0000_s1482"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" path="m226,c101,,,101,,226l,9207v,125,101,226,226,226l1132,9433v125,,226,-101,226,-226l1358,226c1358,101,1257,,1132,l226,xe" fillcolor="#cfc" strokeweight=".45pt">
                                        <v:fill opacity="39321f"/>
                                        <v:stroke endcap="round"/>
                                        <v:path o:connecttype="custom" o:connectlocs="40,0;0,40;0,1644;40,1684;203,1684;243,1644;243,40;203,0;40,0" o:connectangles="0,0,0,0,0,0,0,0,0"/>
                                      </v:shape>
                                    </v:group>
                                    <v:group id="组合 1955" o:spid="_x0000_s1483" style="position:absolute;left:3662;top:42185;width:89;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">
                                      <v:shape id="任意多边形 1956" o:spid="_x0000_s148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57" o:spid="_x0000_s148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58" o:spid="_x0000_s1486" style="position:absolute;left:3577;top:42183;width:85;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">
                                      <v:shape id="任意多边形 1959" o:spid="_x0000_s148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60" o:spid="_x0000_s148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61" o:spid="_x0000_s1489" style="position:absolute;left:3404;top:42183;width:86;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">
                                      <v:shape id="任意多边形 1962" o:spid="_x0000_s149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63" o:spid="_x0000_s149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64" o:spid="_x0000_s1492" style="position:absolute;left:3321;top:42176;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">
                                      <v:shape id="任意多边形 1965" o:spid="_x0000_s149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66" o:spid="_x0000_s149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70" o:spid="_x0000_s1495" style="position:absolute;left:3235;top:42178;width:86;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">
                                      <v:shape id="任意多边形 1971" o:spid="_x0000_s149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72" o:spid="_x0000_s149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73" o:spid="_x0000_s1498" style="position:absolute;left:3490;top:42183;width:83;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">
                                      <v:shape id="任意多边形 1974" o:spid="_x0000_s149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75" o:spid="_x0000_s150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shape id="任意多边形 1977" o:spid="_x0000_s1501" style="position:absolute;left:3843;top:42154;width:809;height:1143;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786,0;751,15;731,0;684,15;668,0;634,15;634,15;610,0;591,15;582,9;590,1;588,38;587,65;576,98;575,116;575,148;575,182;574,213;574,230;580,288;568,315;576,346;568,404;562,431;558,459;544,500;552,516;537,579;542,631;529,673;534,731;523,754;529,804;527,835;526,870;525,897;525,926;515,921;514,957;504,979;492,1006;475,1001;446,1032;415,1032;409,1050;359,1056;334,1080;312,1072;275,1098;257,1103;210,1114;188,1104;180,1120;131,1128;121,1114;80,1135;58,1123;43,1125;17,1128;3,1128" o:connectangles="0,0,0,0,0,0,0,0,0,0,0,0,0,0,0,0,0,0,0,0,0,0,0,0,0,0,0,0,0,0,0,0,0,0,0,0,0,0,0,0,0,0,0,0,0,0,0,0,0,0,0,0,0,0,0,0,0,0,0,0"/>
                                    </v:shape>
                                    <v:shape id="任意多边形 1980" o:spid="_x0000_s1502" style="position:absolute;left:2758;top:42138;width:822;height:1143;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799,0;763,15;743,0;695,15;679,0;644,15;644,15;619,0;601,15;592,9;600,1;598,38;596,65;585,98;584,116;584,148;585,182;584,213;583,230;589,288;578,315;585,346;577,404;571,431;567,459;553,500;561,516;545,579;551,631;537,673;543,731;531,754;538,804;536,835;534,870;533,897;534,926;523,921;522,957;512,979;500,1006;482,1001;453,1032;422,1032;415,1050;365,1056;339,1080;317,1072;279,1098;261,1103;213,1114;191,1104;183,1120;133,1128;123,1114;82,1135;59,1123;44,1125;17,1128;3,1128" o:connectangles="0,0,0,0,0,0,0,0,0,0,0,0,0,0,0,0,0,0,0,0,0,0,0,0,0,0,0,0,0,0,0,0,0,0,0,0,0,0,0,0,0,0,0,0,0,0,0,0,0,0,0,0,0,0,0,0,0,0,0,0"/>
                                    </v:shape>
                                    <v:shape id="任意多边形 1981" o:spid="_x0000_s1503" style="position:absolute;left:5701;top:42156;width:906;height:1141;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881,0;841,15;819,0;766,15;748,0;710,15;710,15;683,0;662,15;652,9;661,1;659,38;657,65;645,98;644,116;643,148;644,181;643,212;642,229;650,287;637,315;645,345;636,403;630,430;625,458;609,499;618,515;601,578;607,630;592,672;598,729;585,753;593,803;591,833;589,868;588,896;588,924;577,919;576,956;565,977;551,1004;532,999;500,1030;465,1030;458,1048;403,1054;373,1078;350,1070;308,1096;288,1101;235,1112;211,1102;201,1118;147,1126;135,1112;90,1133;65,1121;48,1123;19,1126;4,1126" o:connectangles="0,0,0,0,0,0,0,0,0,0,0,0,0,0,0,0,0,0,0,0,0,0,0,0,0,0,0,0,0,0,0,0,0,0,0,0,0,0,0,0,0,0,0,0,0,0,0,0,0,0,0,0,0,0,0,0,0,0,0,0"/>
                                    </v:shape>
                                    <v:group id="组合 1990" o:spid="_x0000_s1504" style="position:absolute;left:5765;top:42187;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">
                                      <v:shape id="任意多边形 1991" o:spid="_x0000_s150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1992" o:spid="_x0000_s150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1993" o:spid="_x0000_s1507" style="position:absolute;left:5584;top:42189;width:89;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">
                                      <v:shape id="任意多边形 1994" o:spid="_x0000_s150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" path="m225,c101,,,101,,225l,9208v,125,101,225,225,225l1125,9433v124,,225,-100,225,-225l1350,225c1350,101,1249,,1125,l225,xe" fillcolor="#eaeaea" strokeweight="0">
                                        <v:path o:connecttype="custom" o:connectlocs="40,0;0,40;0,1644;40,1684;202,1684;242,1644;242,40;202,0;40,0" o:connectangles="0,0,0,0,0,0,0,0,0"/>
                                      </v:shape>
                                      <v:shape id="任意多边形 1995" o:spid="_x0000_s150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1996" o:spid="_x0000_s1510" style="position:absolute;left:5502;top:42189;width:84;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">
                                      <v:shape id="任意多边形 1997" o:spid="_x0000_s151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1998" o:spid="_x0000_s151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1999" o:spid="_x0000_s1513" style="position:absolute;left:5326;top:42189;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">
                                      <v:shape id="任意多边形 2000" o:spid="_x0000_s151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001" o:spid="_x0000_s1515"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02" o:spid="_x0000_s1516" style="position:absolute;left:5406;top:42191;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">
                                      <v:shape id="任意多边形 2003" o:spid="_x0000_s151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04" o:spid="_x0000_s151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05" o:spid="_x0000_s1519" style="position:absolute;left:5678;top:42189;width:82;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">
                                      <v:shape id="任意多边形 2006" o:spid="_x0000_s152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07" o:spid="_x0000_s152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08" o:spid="_x0000_s1522" style="position:absolute;left:5237;top:42191;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">
                                      <v:shape id="任意多边形 2009" o:spid="_x0000_s152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010" o:spid="_x0000_s152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11" o:spid="_x0000_s1525" style="position:absolute;left:5150;top:42189;width:87;height:914"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">
                                      <v:shape id="任意多边形 2012" o:spid="_x0000_s152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" path="m225,c101,,,101,,225l,9208v,125,101,225,225,225l1125,9433v124,,225,-100,225,-225l1350,225c1350,101,1249,,1125,l225,xe" fillcolor="#eaeaea" strokeweight="0">
                                        <v:path o:connecttype="custom" o:connectlocs="40,0;0,40;0,1644;40,1684;202,1684;242,1644;242,40;202,0;40,0" o:connectangles="0,0,0,0,0,0,0,0,0"/>
                                      </v:shape>
                                      <v:shape id="任意多边形 2013" o:spid="_x0000_s152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14" o:spid="_x0000_s1528" style="position:absolute;left:5063;top:42189;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">
                                      <v:shape id="任意多边形 2015" o:spid="_x0000_s152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16" o:spid="_x0000_s153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17" o:spid="_x0000_s1531" style="position:absolute;left:4889;top:42189;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">
                                      <v:shape id="任意多边形 2018" o:spid="_x0000_s153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19" o:spid="_x0000_s153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20" o:spid="_x0000_s1534" style="position:absolute;left:4807;top:42183;width:89;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">
                                      <v:shape id="任意多边形 2021" o:spid="_x0000_s153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22" o:spid="_x0000_s153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23" o:spid="_x0000_s1537" style="position:absolute;left:4636;top:42183;width:84;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">
                                      <v:shape id="任意多边形 2024" o:spid="_x0000_s1538"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" path="m226,c101,,,101,,226l,9207v,125,101,226,226,226l1132,9433v125,,226,-101,226,-226l1358,226c1358,101,1257,,1132,l226,xe" fillcolor="#eaeaea" strokeweight="0">
                                        <v:path o:connecttype="custom" o:connectlocs="40,0;0,40;0,1644;40,1684;203,1684;243,1644;243,40;203,0;40,0" o:connectangles="0,0,0,0,0,0,0,0,0"/>
                                      </v:shape>
                                      <v:shape id="任意多边形 2025" o:spid="_x0000_s1539"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26" o:spid="_x0000_s1540" style="position:absolute;left:4720;top:42187;width:87;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">
                                      <v:shape id="任意多边形 2027" o:spid="_x0000_s154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28" o:spid="_x0000_s154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29" o:spid="_x0000_s1543" style="position:absolute;left:4976;top:42189;width:82;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">
                                      <v:shape id="任意多边形 2030" o:spid="_x0000_s154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31" o:spid="_x0000_s154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32" o:spid="_x0000_s1546" style="position:absolute;left:5849;top:42187;width:85;height:910" coordorigin="6345,1687" coordsize="242,1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">
                                      <v:shape id="任意多边形 2033" o:spid="_x0000_s1547"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" path="m113,c51,,,51,,113l,4604v,63,51,113,113,113l563,4717v62,,112,-50,112,-113l675,113c675,51,625,,563,l113,xe" fillcolor="#eaeaea" strokeweight="0">
                                        <v:path o:connecttype="custom" o:connectlocs="41,0;0,40;0,1645;41,1685;202,1685;242,1645;242,40;202,0;41,0" o:connectangles="0,0,0,0,0,0,0,0,0"/>
                                      </v:shape>
                                      <v:shape id="任意多边形 2034" o:spid="_x0000_s1548"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" path="m113,c51,,,51,,113l,4604v,63,51,113,113,113l563,4717v62,,112,-50,112,-113l675,113c675,51,625,,563,l113,xe" filled="f" strokeweight=".45pt">
                                        <v:stroke endcap="round"/>
                                        <v:path o:connecttype="custom" o:connectlocs="41,0;0,40;0,1645;41,1685;202,1685;242,1645;242,40;202,0;41,0" o:connectangles="0,0,0,0,0,0,0,0,0"/>
                                      </v:shape>
                                    </v:group>
                                    <v:group id="组合 2035" o:spid="_x0000_s1549" style="position:absolute;left:4544;top:42187;width:87;height:908"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">
                                      <v:shape id="任意多边形 2036" o:spid="_x0000_s1550"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037" o:spid="_x0000_s1551"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38" o:spid="_x0000_s1552" style="position:absolute;left:4457;top:42185;width:87;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">
                                      <v:shape id="任意多边形 2039" o:spid="_x0000_s155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40" o:spid="_x0000_s155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44" o:spid="_x0000_s1555" style="position:absolute;left:2803;top:42180;width:89;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">
                                      <v:shape id="任意多边形 2045" o:spid="_x0000_s155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" path="m225,c101,,,101,,225l,9208v,125,101,225,225,225l1125,9433v124,,225,-100,225,-225l1350,225c1350,101,1249,,1125,l225,xe" fillcolor="#eaeaea" strokeweight="0">
                                        <v:path o:connecttype="custom" o:connectlocs="40,0;0,40;0,1644;40,1684;202,1684;242,1644;242,40;202,0;40,0" o:connectangles="0,0,0,0,0,0,0,0,0"/>
                                      </v:shape>
                                      <v:shape id="任意多边形 2046" o:spid="_x0000_s155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47" o:spid="_x0000_s1558" style="position:absolute;left:2624;top:42182;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">
                                      <v:shape id="任意多边形 2048" o:spid="_x0000_s155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49" o:spid="_x0000_s156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50" o:spid="_x0000_s1561" style="position:absolute;left:2535;top:42182;width:85;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">
                                      <v:shape id="任意多边形 2051" o:spid="_x0000_s156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52" o:spid="_x0000_s156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53" o:spid="_x0000_s1564" style="position:absolute;left:2359;top:42182;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">
                                      <v:shape id="任意多边形 2054" o:spid="_x0000_s1565"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055" o:spid="_x0000_s1566"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56" o:spid="_x0000_s1567" style="position:absolute;left:2446;top:42184;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">
                                      <v:shape id="任意多边形 2057" o:spid="_x0000_s156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" path="m225,c101,,,101,,225l,9208v,125,101,225,225,225l1125,9433v124,,225,-100,225,-225l1350,225c1350,101,1249,,1125,l225,xe" fillcolor="#eaeaea" strokeweight="0">
                                        <v:path o:connecttype="custom" o:connectlocs="40,0;0,40;0,1644;40,1684;202,1684;242,1644;242,40;202,0;40,0" o:connectangles="0,0,0,0,0,0,0,0,0"/>
                                      </v:shape>
                                      <v:shape id="任意多边形 2058" o:spid="_x0000_s156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59" o:spid="_x0000_s1570" style="position:absolute;left:2718;top:42182;width:85;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">
                                      <v:shape id="任意多边形 2060" o:spid="_x0000_s157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61" o:spid="_x0000_s157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62" o:spid="_x0000_s1573" style="position:absolute;left:2268;top:42184;width:89;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">
                                      <v:shape id="任意多边形 2063" o:spid="_x0000_s157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064" o:spid="_x0000_s1575"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65" o:spid="_x0000_s1576" style="position:absolute;left:2199;top:42182;width:85;height:914"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">
                                      <v:shape id="任意多边形 2066" o:spid="_x0000_s157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67" o:spid="_x0000_s157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68" o:spid="_x0000_s1579" style="position:absolute;left:2115;top:42182;width:89;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">
                                      <v:shape id="任意多边形 2069" o:spid="_x0000_s158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70" o:spid="_x0000_s158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71" o:spid="_x0000_s1582" style="position:absolute;left:1961;top:42182;width:86;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">
                                      <v:shape id="任意多边形 2072" o:spid="_x0000_s158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73" o:spid="_x0000_s158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74" o:spid="_x0000_s1585" style="position:absolute;left:1878;top:42176;width:90;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">
                                      <v:shape id="任意多边形 2075" o:spid="_x0000_s158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" path="m225,c101,,,101,,225l,9208v,125,101,225,225,225l1125,9433v124,,225,-100,225,-225l1350,225c1350,101,1249,,1125,l225,xe" fillcolor="#eaeaea" strokeweight="0">
                                        <v:path o:connecttype="custom" o:connectlocs="40,0;0,40;0,1644;40,1684;202,1684;242,1644;242,40;202,0;40,0" o:connectangles="0,0,0,0,0,0,0,0,0"/>
                                      </v:shape>
                                      <v:shape id="任意多边形 2076" o:spid="_x0000_s158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77" o:spid="_x0000_s1588" style="position:absolute;left:1705;top:42176;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">
                                      <v:shape id="任意多边形 2078" o:spid="_x0000_s1589"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079" o:spid="_x0000_s1590"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80" o:spid="_x0000_s1591" style="position:absolute;left:1792;top:42180;width:86;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">
                                      <v:shape id="任意多边形 2081" o:spid="_x0000_s159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" path="m225,c101,,,101,,225l,9208v,125,101,225,225,225l1125,9433v124,,225,-100,225,-225l1350,225c1350,101,1249,,1125,l225,xe" fillcolor="#eaeaea" strokeweight="0">
                                        <v:path o:connecttype="custom" o:connectlocs="40,0;0,40;0,1644;40,1684;202,1684;242,1644;242,40;202,0;40,0" o:connectangles="0,0,0,0,0,0,0,0,0"/>
                                      </v:shape>
                                      <v:shape id="任意多边形 2082" o:spid="_x0000_s159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83" o:spid="_x0000_s1594" style="position:absolute;left:2036;top:42182;width:83;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">
                                      <v:shape id="任意多边形 2084" o:spid="_x0000_s159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85" o:spid="_x0000_s159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97" o:spid="_x0000_s1597" style="position:absolute;left:2887;top:42180;width:87;height:910" coordorigin="6345,1687" coordsize="242,1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">
                                      <v:shape id="任意多边形 2098" o:spid="_x0000_s1598"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" path="m113,c51,,,51,,113l,4604v,63,51,113,113,113l563,4717v62,,112,-50,112,-113l675,113c675,51,625,,563,l113,xe" fillcolor="#eaeaea" strokeweight="0">
                                        <v:path o:connecttype="custom" o:connectlocs="41,0;0,40;0,1645;41,1685;202,1685;242,1645;242,40;202,0;41,0" o:connectangles="0,0,0,0,0,0,0,0,0"/>
                                      </v:shape>
                                      <v:shape id="任意多边形 2099" o:spid="_x0000_s1599"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" path="m113,c51,,,51,,113l,4604v,63,51,113,113,113l563,4717v62,,112,-50,112,-113l675,113c675,51,625,,563,l113,xe" filled="f" strokeweight=".45pt">
                                        <v:stroke endcap="round"/>
                                        <v:path o:connecttype="custom" o:connectlocs="41,0;0,40;0,1645;41,1685;202,1685;242,1645;242,40;202,0;41,0" o:connectangles="0,0,0,0,0,0,0,0,0"/>
                                      </v:shape>
                                    </v:group>
                                    <v:group id="组合 2100" o:spid="_x0000_s1600" style="position:absolute;left:1616;top:42180;width:86;height:908"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">
                                      <v:shape id="任意多边形 2101" o:spid="_x0000_s1601"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" path="m226,c101,,,101,,226l,9207v,125,101,226,226,226l1132,9433v125,,226,-101,226,-226l1358,226c1358,101,1257,,1132,l226,xe" fillcolor="#eaeaea" strokeweight="0">
                                        <v:path o:connecttype="custom" o:connectlocs="40,0;0,40;0,1644;40,1684;203,1684;243,1644;243,40;203,0;40,0" o:connectangles="0,0,0,0,0,0,0,0,0"/>
                                      </v:shape>
                                      <v:shape id="任意多边形 2102" o:spid="_x0000_s1602"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103" o:spid="_x0000_s1603" style="position:absolute;left:1526;top:42178;width:90;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">
                                      <v:shape id="任意多边形 2104" o:spid="_x0000_s160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105" o:spid="_x0000_s160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v:group>
                              </v:group>
                              <v:group id="组合 3004" o:spid="_x0000_s1606" style="position:absolute;left:6596;top:42082;width:4269;height:1941" coordorigin="1479,41105" coordsize="4471,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">
                                <v:rect id="矩形 1735" o:spid="_x0000_s1607" style="position:absolute;left:4621;top:41105;width:1241;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" filled="f" stroked="f">
                                  <v:textbox inset="0,0,0,0">
                                    <w:txbxContent>
                                      <w:p w14:paraId="17AC0792" w14:textId="77777777" w:rsidR="00C10E25" w:rsidRDefault="00C10E25" w:rsidP="000475CC">
                                        <w:pPr>
                                          <w:jc w:val="center"/>
                                          <w:rPr>
                                            <w:rFonts w:ascii="Arial" w:hAnsi="Arial"/>
                                            <w:color w:val="000000"/>
                                            <w:sz w:val="36"/>
                                          </w:rPr>
                                        </w:pPr>
                                        <w:r>
                                          <w:rPr>
                                            <w:rFonts w:ascii="Arial" w:eastAsia="MS PGothic" w:hAnsi="Arial"/>
                                            <w:b/>
                                            <w:color w:val="000000"/>
                                            <w:sz w:val="12"/>
                                          </w:rPr>
                                          <w:t>Transmission Bandwidth Configuration of the highest carrier in a sub-block [RB]</w:t>
                                        </w:r>
                                      </w:p>
                                    </w:txbxContent>
                                  </v:textbox>
                                </v:rect>
                                <v:line id="直线 1984" o:spid="_x0000_s1608" style="position:absolute;visibility:visible;mso-wrap-style:square" from="4453,41535" to="4453,43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" strokeweight="1.5pt">
                                  <v:stroke dashstyle="1 1"/>
                                </v:line>
                                <v:line id="直线 1985" o:spid="_x0000_s1609" style="position:absolute;visibility:visible;mso-wrap-style:square" from="2943,41568" to="2950,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" strokeweight="1.5pt">
                                  <v:stroke dashstyle="1 1"/>
                                </v:line>
                                <v:line id="直线 2087" o:spid="_x0000_s1610" style="position:absolute;visibility:visible;mso-wrap-style:square" from="5950,41553" to="5950,43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" strokeweight="1.5pt">
                                  <v:stroke dashstyle="1 1" endcap="round"/>
                                </v:line>
                                <v:line id="直线 2088" o:spid="_x0000_s1611" style="position:absolute;visibility:visible;mso-wrap-style:square" from="1479,41539" to="1481,43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" strokeweight="1.5pt">
                                  <v:stroke dashstyle="1 1" endcap="round"/>
                                </v:line>
                                <v:rect id="矩形 2090" o:spid="_x0000_s1612" style="position:absolute;left:1558;top:41132;width:1319;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" filled="f" stroked="f">
                                  <v:textbox inset="0,0,0,0">
                                    <w:txbxContent>
                                      <w:p w14:paraId="6C20B760" w14:textId="77777777" w:rsidR="00C10E25" w:rsidRDefault="00C10E25" w:rsidP="000475CC">
                                        <w:pPr>
                                          <w:jc w:val="center"/>
                                          <w:rPr>
                                            <w:rFonts w:ascii="Arial" w:hAnsi="Arial"/>
                                            <w:color w:val="000000"/>
                                            <w:sz w:val="36"/>
                                          </w:rPr>
                                        </w:pPr>
                                        <w:r>
                                          <w:rPr>
                                            <w:rFonts w:ascii="Arial" w:eastAsia="MS PGothic" w:hAnsi="Arial"/>
                                            <w:b/>
                                            <w:color w:val="000000"/>
                                            <w:sz w:val="12"/>
                                          </w:rPr>
                                          <w:t>Transmission Bandwidth Configuration of the lowest carrier in a sub-block  [RB]</w:t>
                                        </w:r>
                                      </w:p>
                                    </w:txbxContent>
                                  </v:textbox>
                                </v:rect>
                                <v:shape id="任意多边形 2094" o:spid="_x0000_s1613" style="position:absolute;left:4472;top:41872;width:1457;height:59;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" path="m108,51r5879,l5987,69,108,69r,-18xm120,120l,60,120,r,120xm5974,r120,60l5974,120,5974,xe" fillcolor="black" strokeweight=".1pt">
                                  <v:stroke joinstyle="bevel"/>
                                  <v:path o:connecttype="custom" o:connectlocs="26,25;1431,25;1431,34;26,34;26,25;29,59;0,30;29,0;29,59;1428,0;1457,30;1428,59;1428,0" o:connectangles="0,0,0,0,0,0,0,0,0,0,0,0,0"/>
                                </v:shape>
                                <v:shape id="任意多边形 2095" o:spid="_x0000_s1614" style="position:absolute;left:1479;top:41872;width:1495;height:59;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" path="m108,51r5879,l5987,69,108,69r,-18xm120,120l,60,120,r,120xm5974,r120,60l5974,120,5974,xe" fillcolor="black" strokeweight=".1pt">
                                  <v:stroke joinstyle="bevel"/>
                                  <v:path o:connecttype="custom" o:connectlocs="26,25;1469,25;1469,34;26,34;26,25;29,59;0,30;29,0;29,59;1466,0;1495,30;1466,59;1466,0" o:connectangles="0,0,0,0,0,0,0,0,0,0,0,0,0"/>
                                </v:shape>
                              </v:group>
                            </v:group>
                          </v:group>
                        </v:group>
                      </v:group>
                      <v:shape id="文本框 1978" o:spid="_x0000_s1615" type="#_x0000_t202" style="position:absolute;left:6946;top:43223;width:80;height: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" filled="f" stroked="f">
                        <v:textbox style="layout-flow:vertical-ideographic" inset="0,0,0,0">
                          <w:txbxContent>
                            <w:p w14:paraId="1ACA33A7" w14:textId="77777777" w:rsidR="00C10E25" w:rsidRDefault="00C10E25" w:rsidP="000475CC">
                              <w:pPr>
                                <w:jc w:val="both"/>
                                <w:rPr>
                                  <w:rFonts w:ascii="Arial" w:hAnsi="Arial"/>
                                  <w:color w:val="000000"/>
                                  <w:sz w:val="8"/>
                                </w:rPr>
                              </w:pPr>
                              <w:r>
                                <w:rPr>
                                  <w:rFonts w:ascii="Arial" w:eastAsia="MS PGothic" w:hAnsi="Arial"/>
                                  <w:b/>
                                  <w:color w:val="000000"/>
                                  <w:sz w:val="8"/>
                                </w:rPr>
                                <w:t>Resource block</w:t>
                              </w:r>
                            </w:p>
                          </w:txbxContent>
                        </v:textbox>
                      </v:shape>
                    </v:group>
                  </v:group>
                </v:group>
                <w10:anchorlock/>
              </v:group>
            </w:pict>
          </mc:Fallback>
        </mc:AlternateContent>
      </w:r>
      <w:r w:rsidRPr="00835F44">
        <w:t>Figure 5.3A.</w:t>
      </w:r>
      <w:r w:rsidRPr="00835F44">
        <w:rPr>
          <w:rFonts w:eastAsia="SimSun"/>
          <w:lang w:eastAsia="zh-CN"/>
        </w:rPr>
        <w:t>3</w:t>
      </w:r>
      <w:r w:rsidRPr="00835F44">
        <w:t>-2: Definition of sub-block bandwidth for intra-band non-contiguous spectrum</w:t>
      </w:r>
    </w:p>
    <w:p w14:paraId="7667E3E5" w14:textId="77777777" w:rsidR="000475CC" w:rsidRPr="00835F44" w:rsidRDefault="000475CC" w:rsidP="000475CC">
      <w:bookmarkStart w:id="379" w:name="_Hlk522886688"/>
      <w:r w:rsidRPr="00835F44">
        <w:rPr>
          <w:rFonts w:hint="eastAsia"/>
        </w:rPr>
        <w:t>The lower sub-block edge of the Sub-block Bandwidth (BW</w:t>
      </w:r>
      <w:r w:rsidRPr="00835F44">
        <w:rPr>
          <w:rFonts w:hint="eastAsia"/>
          <w:vertAlign w:val="subscript"/>
        </w:rPr>
        <w:t>Channel,block</w:t>
      </w:r>
      <w:r w:rsidRPr="00835F44">
        <w:rPr>
          <w:rFonts w:hint="eastAsia"/>
        </w:rPr>
        <w:t>) is defined as</w:t>
      </w:r>
    </w:p>
    <w:p w14:paraId="0A9ECC25" w14:textId="55EED8E2" w:rsidR="000475CC" w:rsidRPr="00835F44" w:rsidRDefault="000475CC" w:rsidP="00495FE7">
      <w:pPr>
        <w:pStyle w:val="EQ"/>
        <w:jc w:val="center"/>
      </w:pPr>
      <w:r w:rsidRPr="00835F44">
        <w:t>Fedge,block, low = FC,block,low - Foffset, low.</w:t>
      </w:r>
    </w:p>
    <w:p w14:paraId="090A55FA" w14:textId="6C7142FF" w:rsidR="000475CC" w:rsidRPr="00835F44" w:rsidRDefault="000475CC" w:rsidP="000475CC">
      <w:r w:rsidRPr="00835F44">
        <w:rPr>
          <w:rFonts w:hint="eastAsia"/>
        </w:rPr>
        <w:t>The upper sub-block edge of the Sub-block Bandwidth is defined as</w:t>
      </w:r>
    </w:p>
    <w:p w14:paraId="6C910393" w14:textId="47032D8B" w:rsidR="000475CC" w:rsidRPr="00835F44" w:rsidRDefault="000475CC" w:rsidP="00495FE7">
      <w:pPr>
        <w:pStyle w:val="EQ"/>
        <w:jc w:val="center"/>
        <w:rPr>
          <w:vertAlign w:val="subscript"/>
        </w:rPr>
      </w:pPr>
      <w:r w:rsidRPr="00835F44">
        <w:t>F</w:t>
      </w:r>
      <w:r w:rsidRPr="00835F44">
        <w:rPr>
          <w:vertAlign w:val="subscript"/>
        </w:rPr>
        <w:t xml:space="preserve">edge,block,high </w:t>
      </w:r>
      <w:r w:rsidRPr="00835F44">
        <w:t>= F</w:t>
      </w:r>
      <w:r w:rsidRPr="00835F44">
        <w:rPr>
          <w:vertAlign w:val="subscript"/>
        </w:rPr>
        <w:t xml:space="preserve">C,block,high </w:t>
      </w:r>
      <w:r w:rsidRPr="00835F44">
        <w:t>+ F</w:t>
      </w:r>
      <w:r w:rsidRPr="00835F44">
        <w:rPr>
          <w:vertAlign w:val="subscript"/>
        </w:rPr>
        <w:t>offset,high.</w:t>
      </w:r>
    </w:p>
    <w:p w14:paraId="1243219B" w14:textId="77777777" w:rsidR="000475CC" w:rsidRPr="00835F44" w:rsidRDefault="000475CC" w:rsidP="000475CC">
      <w:r w:rsidRPr="00835F44">
        <w:rPr>
          <w:rFonts w:hint="eastAsia"/>
        </w:rPr>
        <w:t>The Sub-block Bandwidth, BW</w:t>
      </w:r>
      <w:r w:rsidRPr="00835F44">
        <w:rPr>
          <w:rFonts w:hint="eastAsia"/>
          <w:vertAlign w:val="subscript"/>
        </w:rPr>
        <w:t>Channel,block</w:t>
      </w:r>
      <w:r w:rsidRPr="00835F44">
        <w:rPr>
          <w:rFonts w:hint="eastAsia"/>
        </w:rPr>
        <w:t>, is defined as follows:</w:t>
      </w:r>
    </w:p>
    <w:p w14:paraId="346CECE2" w14:textId="5FF7065C" w:rsidR="000475CC" w:rsidRPr="00835F44" w:rsidRDefault="000475CC" w:rsidP="00495FE7">
      <w:pPr>
        <w:pStyle w:val="EQ"/>
        <w:jc w:val="center"/>
      </w:pPr>
      <w:r w:rsidRPr="00835F44">
        <w:rPr>
          <w:rFonts w:hint="eastAsia"/>
        </w:rPr>
        <w:t>BW</w:t>
      </w:r>
      <w:r w:rsidRPr="00835F44">
        <w:rPr>
          <w:vertAlign w:val="subscript"/>
        </w:rPr>
        <w:t xml:space="preserve">Channel,block </w:t>
      </w:r>
      <w:r w:rsidRPr="00835F44">
        <w:t>= F</w:t>
      </w:r>
      <w:r w:rsidRPr="00835F44">
        <w:rPr>
          <w:vertAlign w:val="subscript"/>
        </w:rPr>
        <w:t>edge,block,high -</w:t>
      </w:r>
      <w:r w:rsidRPr="00835F44">
        <w:t xml:space="preserve"> F</w:t>
      </w:r>
      <w:r w:rsidRPr="00835F44">
        <w:rPr>
          <w:vertAlign w:val="subscript"/>
        </w:rPr>
        <w:t xml:space="preserve">edge,block,low </w:t>
      </w:r>
      <w:r w:rsidRPr="00835F44">
        <w:t>(</w:t>
      </w:r>
      <w:r w:rsidRPr="00835F44">
        <w:rPr>
          <w:rFonts w:hint="eastAsia"/>
        </w:rPr>
        <w:t>MHz</w:t>
      </w:r>
      <w:r w:rsidRPr="00835F44">
        <w:t>)</w:t>
      </w:r>
    </w:p>
    <w:p w14:paraId="51C86F12" w14:textId="77777777" w:rsidR="000475CC" w:rsidRPr="00835F44" w:rsidRDefault="000475CC" w:rsidP="000475CC">
      <w:r w:rsidRPr="00835F44">
        <w:rPr>
          <w:rFonts w:hint="eastAsia"/>
        </w:rPr>
        <w:t>The lower and upper frequency offsets F</w:t>
      </w:r>
      <w:r w:rsidRPr="00835F44">
        <w:rPr>
          <w:rFonts w:hint="eastAsia"/>
          <w:vertAlign w:val="subscript"/>
        </w:rPr>
        <w:t xml:space="preserve">offset,block,low </w:t>
      </w:r>
      <w:r w:rsidRPr="00835F44">
        <w:rPr>
          <w:rFonts w:hint="eastAsia"/>
        </w:rPr>
        <w:t>and F</w:t>
      </w:r>
      <w:r w:rsidRPr="00835F44">
        <w:rPr>
          <w:rFonts w:hint="eastAsia"/>
          <w:vertAlign w:val="subscript"/>
        </w:rPr>
        <w:t>offset,block,high</w:t>
      </w:r>
      <w:r w:rsidRPr="00835F44">
        <w:rPr>
          <w:rFonts w:hint="eastAsia"/>
        </w:rPr>
        <w:t xml:space="preserve"> depend on the transmission bandwidth configurations of the lowest and highest assigned edge component carriers within a sub-block and are defined as</w:t>
      </w:r>
    </w:p>
    <w:p w14:paraId="1159DEA2" w14:textId="22BBE199" w:rsidR="000475CC" w:rsidRPr="00835F44" w:rsidRDefault="000475CC" w:rsidP="00495FE7">
      <w:pPr>
        <w:pStyle w:val="EQ"/>
        <w:jc w:val="center"/>
      </w:pPr>
      <w:r w:rsidRPr="00835F44">
        <w:t>F</w:t>
      </w:r>
      <w:r w:rsidRPr="00835F44">
        <w:rPr>
          <w:vertAlign w:val="subscript"/>
        </w:rPr>
        <w:t xml:space="preserve">offset,block,low </w:t>
      </w:r>
      <w:r w:rsidRPr="00835F44">
        <w:t>=  (N</w:t>
      </w:r>
      <w:r w:rsidRPr="00835F44">
        <w:rPr>
          <w:vertAlign w:val="subscript"/>
        </w:rPr>
        <w:t>RB,low</w:t>
      </w:r>
      <w:r w:rsidRPr="00835F44">
        <w:t>*12 + 1)*SCS</w:t>
      </w:r>
      <w:r w:rsidRPr="00835F44">
        <w:rPr>
          <w:vertAlign w:val="subscript"/>
        </w:rPr>
        <w:t>low</w:t>
      </w:r>
      <w:r w:rsidRPr="00835F44">
        <w:t>/2 + BW</w:t>
      </w:r>
      <w:r w:rsidRPr="00835F44">
        <w:rPr>
          <w:vertAlign w:val="subscript"/>
        </w:rPr>
        <w:t xml:space="preserve">GB </w:t>
      </w:r>
      <w:r w:rsidRPr="00835F44">
        <w:t>(MHz)</w:t>
      </w:r>
    </w:p>
    <w:p w14:paraId="3FBE9F34" w14:textId="1CCA6CD2" w:rsidR="000475CC" w:rsidRPr="00835F44" w:rsidRDefault="000475CC" w:rsidP="00495FE7">
      <w:pPr>
        <w:pStyle w:val="EQ"/>
        <w:jc w:val="center"/>
      </w:pPr>
      <w:r w:rsidRPr="00835F44">
        <w:t>F</w:t>
      </w:r>
      <w:r w:rsidRPr="00835F44">
        <w:rPr>
          <w:vertAlign w:val="subscript"/>
        </w:rPr>
        <w:t xml:space="preserve">offset,block,high </w:t>
      </w:r>
      <w:r w:rsidRPr="00835F44">
        <w:t>=  (N</w:t>
      </w:r>
      <w:r w:rsidRPr="00835F44">
        <w:rPr>
          <w:vertAlign w:val="subscript"/>
        </w:rPr>
        <w:t>RB,high</w:t>
      </w:r>
      <w:r w:rsidRPr="00835F44">
        <w:t>*12 - 1)*SCS</w:t>
      </w:r>
      <w:r w:rsidRPr="00835F44">
        <w:rPr>
          <w:vertAlign w:val="subscript"/>
        </w:rPr>
        <w:t>high</w:t>
      </w:r>
      <w:r w:rsidRPr="00835F44">
        <w:t>/2 + BW</w:t>
      </w:r>
      <w:r w:rsidRPr="00835F44">
        <w:rPr>
          <w:vertAlign w:val="subscript"/>
        </w:rPr>
        <w:t>GB</w:t>
      </w:r>
      <w:r w:rsidRPr="00835F44">
        <w:t>(MHz)</w:t>
      </w:r>
    </w:p>
    <w:p w14:paraId="7BE094EA" w14:textId="0B15F413" w:rsidR="00521908" w:rsidRPr="00835F44" w:rsidRDefault="00521908" w:rsidP="0052172B">
      <w:pPr>
        <w:pStyle w:val="EQ"/>
        <w:jc w:val="center"/>
      </w:pPr>
      <w:r w:rsidRPr="00835F44">
        <w:t>BW</w:t>
      </w:r>
      <w:r w:rsidRPr="00835F44">
        <w:rPr>
          <w:vertAlign w:val="subscript"/>
        </w:rPr>
        <w:t>GB</w:t>
      </w:r>
      <w:r w:rsidRPr="00835F44">
        <w:t xml:space="preserve"> = max(BW</w:t>
      </w:r>
      <w:r w:rsidRPr="00835F44">
        <w:rPr>
          <w:vertAlign w:val="subscript"/>
        </w:rPr>
        <w:t>GB,Channel(k)</w:t>
      </w:r>
      <w:r w:rsidRPr="00835F44">
        <w:t>)</w:t>
      </w:r>
    </w:p>
    <w:p w14:paraId="7F582813" w14:textId="7DF0D69D" w:rsidR="00DF32A2" w:rsidRDefault="00DF32A2" w:rsidP="00DF32A2">
      <w:r>
        <w:rPr>
          <w:rFonts w:hint="eastAsia"/>
        </w:rPr>
        <w:lastRenderedPageBreak/>
        <w:t>where N</w:t>
      </w:r>
      <w:r>
        <w:rPr>
          <w:rFonts w:hint="eastAsia"/>
          <w:vertAlign w:val="subscript"/>
        </w:rPr>
        <w:t xml:space="preserve">RB,low </w:t>
      </w:r>
      <w:r>
        <w:rPr>
          <w:rFonts w:hint="eastAsia"/>
        </w:rPr>
        <w:t>and N</w:t>
      </w:r>
      <w:r>
        <w:rPr>
          <w:rFonts w:hint="eastAsia"/>
          <w:vertAlign w:val="subscript"/>
        </w:rPr>
        <w:t xml:space="preserve">RB,high </w:t>
      </w:r>
      <w:r>
        <w:rPr>
          <w:rFonts w:hint="eastAsia"/>
        </w:rPr>
        <w:t>are the transmission bandwidth configurations according to Table 5.</w:t>
      </w:r>
      <w:r>
        <w:t>3.2</w:t>
      </w:r>
      <w:r>
        <w:rPr>
          <w:rFonts w:hint="eastAsia"/>
        </w:rPr>
        <w:t xml:space="preserve">-1 for the lowest and highest assigned component carrier within a sub-block, respectively. </w:t>
      </w:r>
      <w:r>
        <w:t>SCS</w:t>
      </w:r>
      <w:r>
        <w:rPr>
          <w:vertAlign w:val="subscript"/>
        </w:rPr>
        <w:t xml:space="preserve">low </w:t>
      </w:r>
      <w:r>
        <w:t>and SCS</w:t>
      </w:r>
      <w:r>
        <w:rPr>
          <w:vertAlign w:val="subscript"/>
        </w:rPr>
        <w:t xml:space="preserve">high </w:t>
      </w:r>
      <w:r>
        <w:t>are the sub-carrier spacing for the lowest and highest assigned component carrier within a sub-block, respectively.  SCS</w:t>
      </w:r>
      <w:r>
        <w:rPr>
          <w:vertAlign w:val="subscript"/>
        </w:rPr>
        <w:t>low</w:t>
      </w:r>
      <w:r>
        <w:t>, SCS</w:t>
      </w:r>
      <w:r>
        <w:rPr>
          <w:vertAlign w:val="subscript"/>
        </w:rPr>
        <w:t>high</w:t>
      </w:r>
      <w:r>
        <w:t>, N</w:t>
      </w:r>
      <w:r>
        <w:rPr>
          <w:vertAlign w:val="subscript"/>
        </w:rPr>
        <w:t>RB,low</w:t>
      </w:r>
      <w:r>
        <w:t>, N</w:t>
      </w:r>
      <w:r>
        <w:rPr>
          <w:vertAlign w:val="subscript"/>
        </w:rPr>
        <w:t>RB,high</w:t>
      </w:r>
      <w:r>
        <w:t>, and BW</w:t>
      </w:r>
      <w:r>
        <w:rPr>
          <w:vertAlign w:val="subscript"/>
        </w:rPr>
        <w:t>GB,Channel(k)</w:t>
      </w:r>
      <w:r>
        <w:t xml:space="preserve"> use the largest μ value among the subcarrier spacing configurations supported in the operating band for both of the channel bandwidths according to Table 5.3.5-1 and BW</w:t>
      </w:r>
      <w:r>
        <w:rPr>
          <w:vertAlign w:val="subscript"/>
        </w:rPr>
        <w:t>GB</w:t>
      </w:r>
      <w:r>
        <w:rPr>
          <w:vertAlign w:val="subscript"/>
          <w:lang w:val="en-US"/>
        </w:rPr>
        <w:t>,Channel(k)</w:t>
      </w:r>
      <w:r>
        <w:t xml:space="preserve"> is the minimum guard band for carrier k according to Table 5.3.3-1 for the said </w:t>
      </w:r>
      <w:r>
        <w:rPr>
          <w:i/>
        </w:rPr>
        <w:t>μ</w:t>
      </w:r>
      <w:r>
        <w:t xml:space="preserve"> value</w:t>
      </w:r>
      <w:r>
        <w:rPr>
          <w:rFonts w:eastAsia="SimSun" w:hint="eastAsia"/>
          <w:lang w:val="en-US" w:eastAsia="zh-CN"/>
        </w:rPr>
        <w:t xml:space="preserve">. </w:t>
      </w:r>
      <w:r>
        <w:rPr>
          <w:rFonts w:hint="eastAsia"/>
          <w:lang w:val="en-US" w:eastAsia="zh-CN"/>
        </w:rPr>
        <w:t xml:space="preserve">In case there is no </w:t>
      </w:r>
      <w:r>
        <w:rPr>
          <w:rFonts w:hint="eastAsia"/>
          <w:lang w:val="zh-CN" w:eastAsia="zh-CN"/>
        </w:rPr>
        <w:t xml:space="preserve">common </w:t>
      </w:r>
      <w:r>
        <w:t>μ</w:t>
      </w:r>
      <w:r>
        <w:rPr>
          <w:rFonts w:hint="eastAsia"/>
          <w:lang w:val="en-US" w:eastAsia="zh-CN"/>
        </w:rPr>
        <w:t xml:space="preserve"> value </w:t>
      </w:r>
      <w:r>
        <w:rPr>
          <w:rFonts w:hint="eastAsia"/>
        </w:rPr>
        <w:t>f</w:t>
      </w:r>
      <w:r>
        <w:rPr>
          <w:rFonts w:hint="eastAsia"/>
          <w:lang w:val="zh-CN" w:eastAsia="zh-CN"/>
        </w:rPr>
        <w:t>or both of the channel bandwidths</w:t>
      </w:r>
      <w:r>
        <w:rPr>
          <w:rFonts w:hint="eastAsia"/>
          <w:lang w:val="en-US" w:eastAsia="zh-CN"/>
        </w:rPr>
        <w:t xml:space="preserve">, </w:t>
      </w:r>
      <w:r>
        <w:rPr>
          <w:i/>
          <w:iCs/>
        </w:rPr>
        <w:t>μ</w:t>
      </w:r>
      <w:r>
        <w:rPr>
          <w:rFonts w:hint="eastAsia"/>
          <w:lang w:val="zh-CN" w:eastAsia="zh-CN"/>
        </w:rPr>
        <w:t>=1</w:t>
      </w:r>
      <w:r>
        <w:rPr>
          <w:rFonts w:hint="eastAsia"/>
          <w:lang w:val="en-US" w:eastAsia="zh-CN"/>
        </w:rPr>
        <w:t xml:space="preserve"> is used for </w:t>
      </w:r>
      <w:r>
        <w:t>SCS</w:t>
      </w:r>
      <w:r>
        <w:rPr>
          <w:vertAlign w:val="subscript"/>
        </w:rPr>
        <w:t>low</w:t>
      </w:r>
      <w:r>
        <w:t>, SCS</w:t>
      </w:r>
      <w:r>
        <w:rPr>
          <w:vertAlign w:val="subscript"/>
        </w:rPr>
        <w:t>high</w:t>
      </w:r>
      <w:r>
        <w:t>, N</w:t>
      </w:r>
      <w:r>
        <w:rPr>
          <w:vertAlign w:val="subscript"/>
        </w:rPr>
        <w:t>RB,low</w:t>
      </w:r>
      <w:r>
        <w:t>, N</w:t>
      </w:r>
      <w:r>
        <w:rPr>
          <w:vertAlign w:val="subscript"/>
        </w:rPr>
        <w:t>RB,high</w:t>
      </w:r>
      <w:r>
        <w:t>, and BW</w:t>
      </w:r>
      <w:r>
        <w:rPr>
          <w:vertAlign w:val="subscript"/>
        </w:rPr>
        <w:t>GB,Channel(k)</w:t>
      </w:r>
      <w:r>
        <w:rPr>
          <w:rFonts w:eastAsia="SimSun" w:hint="eastAsia"/>
          <w:lang w:val="en-US" w:eastAsia="zh-CN"/>
        </w:rPr>
        <w:t>.</w:t>
      </w:r>
    </w:p>
    <w:p w14:paraId="6B6A3E77" w14:textId="77777777" w:rsidR="000475CC" w:rsidRPr="00835F44" w:rsidRDefault="000475CC" w:rsidP="000475CC">
      <w:r w:rsidRPr="00835F44">
        <w:rPr>
          <w:rFonts w:hint="eastAsia"/>
        </w:rPr>
        <w:t>The sub-block gap size between two consecutive sub-blocks W</w:t>
      </w:r>
      <w:r w:rsidRPr="00835F44">
        <w:rPr>
          <w:rFonts w:hint="eastAsia"/>
          <w:vertAlign w:val="subscript"/>
        </w:rPr>
        <w:t>gap</w:t>
      </w:r>
      <w:r w:rsidRPr="00835F44">
        <w:rPr>
          <w:rFonts w:hint="eastAsia"/>
        </w:rPr>
        <w:t xml:space="preserve"> is defined as</w:t>
      </w:r>
    </w:p>
    <w:p w14:paraId="65EB4A33" w14:textId="1CBD7DA5" w:rsidR="000475CC" w:rsidRPr="00835F44" w:rsidRDefault="000475CC" w:rsidP="00495FE7">
      <w:pPr>
        <w:pStyle w:val="EQ"/>
        <w:jc w:val="center"/>
      </w:pPr>
      <w:r w:rsidRPr="00835F44">
        <w:t>W</w:t>
      </w:r>
      <w:r w:rsidRPr="00835F44">
        <w:rPr>
          <w:vertAlign w:val="subscript"/>
        </w:rPr>
        <w:t>gap</w:t>
      </w:r>
      <w:r w:rsidRPr="00835F44">
        <w:t xml:space="preserve"> = F</w:t>
      </w:r>
      <w:r w:rsidRPr="00835F44">
        <w:rPr>
          <w:vertAlign w:val="subscript"/>
        </w:rPr>
        <w:t>edge,block n+1,low -</w:t>
      </w:r>
      <w:r w:rsidRPr="00835F44">
        <w:t xml:space="preserve"> F</w:t>
      </w:r>
      <w:r w:rsidRPr="00835F44">
        <w:rPr>
          <w:vertAlign w:val="subscript"/>
        </w:rPr>
        <w:t>edge,block n,high</w:t>
      </w:r>
      <w:r w:rsidRPr="00835F44">
        <w:t xml:space="preserve"> (MHz)</w:t>
      </w:r>
      <w:bookmarkEnd w:id="379"/>
    </w:p>
    <w:p w14:paraId="38C41B51" w14:textId="77777777" w:rsidR="00535C08" w:rsidRPr="00835F44" w:rsidRDefault="00535C08" w:rsidP="003F5B9D"/>
    <w:p w14:paraId="0E8A60D2" w14:textId="7A90A1EF" w:rsidR="005F7BBD" w:rsidRPr="00835F44" w:rsidRDefault="005F7BBD" w:rsidP="00495FE7">
      <w:pPr>
        <w:pStyle w:val="Heading3"/>
      </w:pPr>
      <w:bookmarkStart w:id="380" w:name="_Toc21342863"/>
      <w:bookmarkStart w:id="381" w:name="_Toc29769824"/>
      <w:bookmarkStart w:id="382" w:name="_Toc29799323"/>
      <w:bookmarkStart w:id="383" w:name="_Toc37254547"/>
      <w:bookmarkStart w:id="384" w:name="_Toc37255190"/>
      <w:bookmarkStart w:id="385" w:name="_Toc45887214"/>
      <w:bookmarkStart w:id="386" w:name="_Toc53171951"/>
      <w:bookmarkStart w:id="387" w:name="_Toc61356716"/>
      <w:bookmarkStart w:id="388" w:name="_Toc67913585"/>
      <w:bookmarkStart w:id="389" w:name="_Toc75469401"/>
      <w:bookmarkStart w:id="390" w:name="_Toc76507891"/>
      <w:bookmarkStart w:id="391" w:name="_Toc83192792"/>
      <w:bookmarkStart w:id="392" w:name="_Hlk9349386"/>
      <w:r w:rsidRPr="00835F44">
        <w:t>5.3A.</w:t>
      </w:r>
      <w:r w:rsidR="002F48D6" w:rsidRPr="00835F44">
        <w:t>4</w:t>
      </w:r>
      <w:r w:rsidR="007A423E" w:rsidRPr="00835F44">
        <w:tab/>
      </w:r>
      <w:r w:rsidR="00F42C90" w:rsidRPr="00835F44">
        <w:t>Void</w:t>
      </w:r>
      <w:bookmarkEnd w:id="380"/>
      <w:bookmarkEnd w:id="381"/>
      <w:bookmarkEnd w:id="382"/>
      <w:bookmarkEnd w:id="383"/>
      <w:bookmarkEnd w:id="384"/>
      <w:bookmarkEnd w:id="385"/>
      <w:bookmarkEnd w:id="386"/>
      <w:bookmarkEnd w:id="387"/>
      <w:bookmarkEnd w:id="388"/>
      <w:bookmarkEnd w:id="389"/>
      <w:bookmarkEnd w:id="390"/>
      <w:bookmarkEnd w:id="391"/>
    </w:p>
    <w:p w14:paraId="6DB1070B" w14:textId="19A13AEC" w:rsidR="005F7BBD" w:rsidRPr="00835F44" w:rsidRDefault="007A423E" w:rsidP="00495FE7">
      <w:pPr>
        <w:pStyle w:val="Heading3"/>
      </w:pPr>
      <w:bookmarkStart w:id="393" w:name="_Toc21342864"/>
      <w:bookmarkStart w:id="394" w:name="_Toc29769825"/>
      <w:bookmarkStart w:id="395" w:name="_Toc29799324"/>
      <w:bookmarkStart w:id="396" w:name="_Toc37254548"/>
      <w:bookmarkStart w:id="397" w:name="_Toc37255191"/>
      <w:bookmarkStart w:id="398" w:name="_Toc45887215"/>
      <w:bookmarkStart w:id="399" w:name="_Toc53171952"/>
      <w:bookmarkStart w:id="400" w:name="_Toc61356717"/>
      <w:bookmarkStart w:id="401" w:name="_Toc67913586"/>
      <w:bookmarkStart w:id="402" w:name="_Toc75469402"/>
      <w:bookmarkStart w:id="403" w:name="_Toc76507892"/>
      <w:bookmarkStart w:id="404" w:name="_Toc83192793"/>
      <w:bookmarkEnd w:id="392"/>
      <w:r w:rsidRPr="00835F44">
        <w:t>5.3A.5</w:t>
      </w:r>
      <w:r w:rsidR="00E702E9" w:rsidRPr="00835F44">
        <w:tab/>
      </w:r>
      <w:r w:rsidRPr="00835F44">
        <w:t>UE channel bandwidth per operating band for CA</w:t>
      </w:r>
      <w:bookmarkEnd w:id="393"/>
      <w:bookmarkEnd w:id="394"/>
      <w:bookmarkEnd w:id="395"/>
      <w:bookmarkEnd w:id="396"/>
      <w:bookmarkEnd w:id="397"/>
      <w:bookmarkEnd w:id="398"/>
      <w:bookmarkEnd w:id="399"/>
      <w:bookmarkEnd w:id="400"/>
      <w:bookmarkEnd w:id="401"/>
      <w:bookmarkEnd w:id="402"/>
      <w:bookmarkEnd w:id="403"/>
      <w:bookmarkEnd w:id="404"/>
    </w:p>
    <w:p w14:paraId="3B681806" w14:textId="77777777" w:rsidR="00556C0B" w:rsidRPr="00835F44" w:rsidRDefault="007A423E" w:rsidP="00556C0B">
      <w:r w:rsidRPr="00835F44">
        <w:t>The requirements for carrier aggregation in this specification are defined for carrier aggregation configurations.</w:t>
      </w:r>
    </w:p>
    <w:p w14:paraId="236E6EBB" w14:textId="427FC943" w:rsidR="00556C0B" w:rsidRPr="00835F44" w:rsidRDefault="007A423E" w:rsidP="00556C0B">
      <w:r w:rsidRPr="00835F44">
        <w:t xml:space="preserve">For intra-band contiguous carrier aggregation, a carrier aggregation configuration is a single operating band supporting a carrier aggregation bandwidth class with associated bandwidth combination sets specified in clause 5.5A.1. For each carrier aggregation configuration, requirements are specified for all aggregated channel bandwidths contained in a bandwidth combination set, </w:t>
      </w:r>
      <w:r w:rsidR="00535C08" w:rsidRPr="00835F44">
        <w:t>a</w:t>
      </w:r>
      <w:r w:rsidRPr="00835F44">
        <w:t xml:space="preserve"> UE can indicate support of several bandwidth combination sets per carrier aggregation configuration.</w:t>
      </w:r>
      <w:r w:rsidR="00521908" w:rsidRPr="00835F44">
        <w:t xml:space="preserve"> </w:t>
      </w:r>
      <w:r w:rsidRPr="00835F44">
        <w:t>For intra-band non-contiguous carrier aggregation, a carrier aggregation configuration is a single operating band supporting two or more sub-blocks, each supporting a carrier aggregation bandwidth class.</w:t>
      </w:r>
    </w:p>
    <w:p w14:paraId="5E9AB986" w14:textId="77777777" w:rsidR="00281553" w:rsidRPr="00835F44" w:rsidRDefault="007A423E">
      <w:r w:rsidRPr="00835F44">
        <w:t>For inter-band carrier aggregation, a carrier aggregation configuration is a combination of operating bands, each supporting a carrier aggregation bandwidth class.</w:t>
      </w:r>
    </w:p>
    <w:bookmarkEnd w:id="352"/>
    <w:p w14:paraId="70CC2F5B" w14:textId="180F1172" w:rsidR="005F7BBD" w:rsidRPr="00835F44" w:rsidRDefault="007A423E" w:rsidP="00863308">
      <w:pPr>
        <w:pStyle w:val="TH"/>
      </w:pPr>
      <w:r w:rsidRPr="00835F44">
        <w:t xml:space="preserve">Table 5.3A.5-1: </w:t>
      </w:r>
      <w:r w:rsidR="004B03E1" w:rsidRPr="00835F44">
        <w:t xml:space="preserve">NR </w:t>
      </w:r>
      <w:r w:rsidRPr="00835F44">
        <w:t>CA bandwidth classes</w:t>
      </w:r>
    </w:p>
    <w:tbl>
      <w:tblPr>
        <w:tblW w:w="9867"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316"/>
        <w:gridCol w:w="3420"/>
        <w:gridCol w:w="2203"/>
        <w:gridCol w:w="1928"/>
      </w:tblGrid>
      <w:tr w:rsidR="00495FE7" w:rsidRPr="00835F44" w14:paraId="4CF1CE5A" w14:textId="77777777" w:rsidTr="00AE6ADA">
        <w:tc>
          <w:tcPr>
            <w:tcW w:w="2316" w:type="dxa"/>
            <w:shd w:val="clear" w:color="auto" w:fill="auto"/>
            <w:tcMar>
              <w:top w:w="15" w:type="dxa"/>
              <w:left w:w="108" w:type="dxa"/>
              <w:bottom w:w="0" w:type="dxa"/>
              <w:right w:w="108" w:type="dxa"/>
            </w:tcMar>
            <w:hideMark/>
          </w:tcPr>
          <w:p w14:paraId="6441A28E" w14:textId="77777777" w:rsidR="00AE6ADA" w:rsidRPr="00835F44" w:rsidRDefault="00AE6ADA" w:rsidP="005C5B2B">
            <w:pPr>
              <w:pStyle w:val="TAH"/>
            </w:pPr>
            <w:r w:rsidRPr="00835F44">
              <w:t>NR CA bandwidth class</w:t>
            </w:r>
          </w:p>
        </w:tc>
        <w:tc>
          <w:tcPr>
            <w:tcW w:w="3420" w:type="dxa"/>
            <w:shd w:val="clear" w:color="auto" w:fill="auto"/>
            <w:tcMar>
              <w:top w:w="15" w:type="dxa"/>
              <w:left w:w="108" w:type="dxa"/>
              <w:bottom w:w="0" w:type="dxa"/>
              <w:right w:w="108" w:type="dxa"/>
            </w:tcMar>
            <w:hideMark/>
          </w:tcPr>
          <w:p w14:paraId="4505FC06" w14:textId="77777777" w:rsidR="00AE6ADA" w:rsidRPr="00835F44" w:rsidRDefault="00AE6ADA" w:rsidP="005C5B2B">
            <w:pPr>
              <w:pStyle w:val="TAH"/>
            </w:pPr>
            <w:r w:rsidRPr="00835F44">
              <w:t>Aggregated channel bandwidth</w:t>
            </w:r>
          </w:p>
        </w:tc>
        <w:tc>
          <w:tcPr>
            <w:tcW w:w="2203" w:type="dxa"/>
            <w:shd w:val="clear" w:color="auto" w:fill="auto"/>
            <w:tcMar>
              <w:top w:w="15" w:type="dxa"/>
              <w:left w:w="108" w:type="dxa"/>
              <w:bottom w:w="0" w:type="dxa"/>
              <w:right w:w="108" w:type="dxa"/>
            </w:tcMar>
            <w:hideMark/>
          </w:tcPr>
          <w:p w14:paraId="11A2553D" w14:textId="77777777" w:rsidR="00AE6ADA" w:rsidRPr="00835F44" w:rsidRDefault="00AE6ADA" w:rsidP="005C5B2B">
            <w:pPr>
              <w:pStyle w:val="TAH"/>
            </w:pPr>
            <w:r w:rsidRPr="00835F44">
              <w:t>Number of contiguous CC</w:t>
            </w:r>
          </w:p>
        </w:tc>
        <w:tc>
          <w:tcPr>
            <w:tcW w:w="1928" w:type="dxa"/>
          </w:tcPr>
          <w:p w14:paraId="1BACBD95" w14:textId="77777777" w:rsidR="00AE6ADA" w:rsidRPr="00835F44" w:rsidRDefault="00AE6ADA" w:rsidP="005C5B2B">
            <w:pPr>
              <w:pStyle w:val="TAH"/>
            </w:pPr>
            <w:r w:rsidRPr="00835F44">
              <w:t>Fallback group</w:t>
            </w:r>
          </w:p>
        </w:tc>
      </w:tr>
      <w:tr w:rsidR="005E4E73" w:rsidRPr="00835F44" w14:paraId="1E4DBE03" w14:textId="77777777" w:rsidTr="00AE6ADA">
        <w:tc>
          <w:tcPr>
            <w:tcW w:w="2316" w:type="dxa"/>
            <w:shd w:val="clear" w:color="auto" w:fill="auto"/>
            <w:tcMar>
              <w:top w:w="15" w:type="dxa"/>
              <w:left w:w="108" w:type="dxa"/>
              <w:bottom w:w="0" w:type="dxa"/>
              <w:right w:w="108" w:type="dxa"/>
            </w:tcMar>
            <w:hideMark/>
          </w:tcPr>
          <w:p w14:paraId="738628A3" w14:textId="77777777" w:rsidR="005E4E73" w:rsidRPr="00835F44" w:rsidRDefault="005E4E73" w:rsidP="005E4E73">
            <w:pPr>
              <w:pStyle w:val="TAC"/>
            </w:pPr>
            <w:r w:rsidRPr="00835F44">
              <w:t>A</w:t>
            </w:r>
          </w:p>
        </w:tc>
        <w:tc>
          <w:tcPr>
            <w:tcW w:w="3420" w:type="dxa"/>
            <w:shd w:val="clear" w:color="auto" w:fill="auto"/>
            <w:tcMar>
              <w:top w:w="15" w:type="dxa"/>
              <w:left w:w="108" w:type="dxa"/>
              <w:bottom w:w="0" w:type="dxa"/>
              <w:right w:w="108" w:type="dxa"/>
            </w:tcMar>
            <w:hideMark/>
          </w:tcPr>
          <w:p w14:paraId="7CD1DC2A" w14:textId="598A0800" w:rsidR="005E4E73" w:rsidRPr="00835F44" w:rsidRDefault="005E4E73" w:rsidP="005E4E73">
            <w:pPr>
              <w:pStyle w:val="TAC"/>
            </w:pPr>
            <w:r w:rsidRPr="00835F44">
              <w:t>BW</w:t>
            </w:r>
            <w:r w:rsidRPr="00835F44">
              <w:rPr>
                <w:vertAlign w:val="subscript"/>
              </w:rPr>
              <w:t xml:space="preserve">Channel </w:t>
            </w:r>
            <w:r w:rsidRPr="00835F44">
              <w:t>≤ BW</w:t>
            </w:r>
            <w:r w:rsidRPr="00835F44">
              <w:rPr>
                <w:vertAlign w:val="subscript"/>
              </w:rPr>
              <w:t>Channel,max</w:t>
            </w:r>
          </w:p>
        </w:tc>
        <w:tc>
          <w:tcPr>
            <w:tcW w:w="2203" w:type="dxa"/>
            <w:shd w:val="clear" w:color="auto" w:fill="auto"/>
            <w:tcMar>
              <w:top w:w="15" w:type="dxa"/>
              <w:left w:w="108" w:type="dxa"/>
              <w:bottom w:w="0" w:type="dxa"/>
              <w:right w:w="108" w:type="dxa"/>
            </w:tcMar>
            <w:hideMark/>
          </w:tcPr>
          <w:p w14:paraId="19F82747" w14:textId="77777777" w:rsidR="005E4E73" w:rsidRPr="00835F44" w:rsidRDefault="005E4E73" w:rsidP="005E4E73">
            <w:pPr>
              <w:pStyle w:val="TAC"/>
            </w:pPr>
            <w:r w:rsidRPr="00835F44">
              <w:t>1</w:t>
            </w:r>
          </w:p>
        </w:tc>
        <w:tc>
          <w:tcPr>
            <w:tcW w:w="1928" w:type="dxa"/>
          </w:tcPr>
          <w:p w14:paraId="6007978C" w14:textId="7060EE0E" w:rsidR="005E4E73" w:rsidRPr="00835F44" w:rsidRDefault="005E4E73" w:rsidP="005E4E73">
            <w:pPr>
              <w:pStyle w:val="TAC"/>
            </w:pPr>
            <w:r w:rsidRPr="00835F44">
              <w:t>1, 2</w:t>
            </w:r>
          </w:p>
        </w:tc>
      </w:tr>
      <w:tr w:rsidR="005E4E73" w:rsidRPr="00835F44" w14:paraId="5B44FCD9" w14:textId="77777777" w:rsidTr="00AE6ADA">
        <w:tc>
          <w:tcPr>
            <w:tcW w:w="2316" w:type="dxa"/>
            <w:shd w:val="clear" w:color="auto" w:fill="auto"/>
            <w:tcMar>
              <w:top w:w="15" w:type="dxa"/>
              <w:left w:w="108" w:type="dxa"/>
              <w:bottom w:w="0" w:type="dxa"/>
              <w:right w:w="108" w:type="dxa"/>
            </w:tcMar>
            <w:hideMark/>
          </w:tcPr>
          <w:p w14:paraId="277F3F00" w14:textId="77777777" w:rsidR="005E4E73" w:rsidRPr="00835F44" w:rsidRDefault="005E4E73" w:rsidP="005E4E73">
            <w:pPr>
              <w:pStyle w:val="TAC"/>
            </w:pPr>
            <w:r w:rsidRPr="00835F44">
              <w:t>B</w:t>
            </w:r>
          </w:p>
        </w:tc>
        <w:tc>
          <w:tcPr>
            <w:tcW w:w="3420" w:type="dxa"/>
            <w:shd w:val="clear" w:color="auto" w:fill="auto"/>
            <w:tcMar>
              <w:top w:w="15" w:type="dxa"/>
              <w:left w:w="108" w:type="dxa"/>
              <w:bottom w:w="0" w:type="dxa"/>
              <w:right w:w="108" w:type="dxa"/>
            </w:tcMar>
            <w:hideMark/>
          </w:tcPr>
          <w:p w14:paraId="57A0A888" w14:textId="51997AD5" w:rsidR="005E4E73" w:rsidRPr="00835F44" w:rsidRDefault="00D37246" w:rsidP="005E4E73">
            <w:pPr>
              <w:pStyle w:val="TAC"/>
            </w:pPr>
            <w:r w:rsidRPr="00835F44">
              <w:t xml:space="preserve">20 MHz ≤ </w:t>
            </w:r>
            <w:r w:rsidRPr="00835F44">
              <w:rPr>
                <w:lang w:val="fi-FI"/>
              </w:rPr>
              <w:t>BW</w:t>
            </w:r>
            <w:r w:rsidRPr="00835F44">
              <w:rPr>
                <w:vertAlign w:val="subscript"/>
              </w:rPr>
              <w:t>Channel_CA</w:t>
            </w:r>
            <w:r w:rsidRPr="00835F44">
              <w:t xml:space="preserve"> ≤ 100 MHz</w:t>
            </w:r>
          </w:p>
        </w:tc>
        <w:tc>
          <w:tcPr>
            <w:tcW w:w="2203" w:type="dxa"/>
            <w:shd w:val="clear" w:color="auto" w:fill="auto"/>
            <w:tcMar>
              <w:top w:w="15" w:type="dxa"/>
              <w:left w:w="108" w:type="dxa"/>
              <w:bottom w:w="0" w:type="dxa"/>
              <w:right w:w="108" w:type="dxa"/>
            </w:tcMar>
            <w:hideMark/>
          </w:tcPr>
          <w:p w14:paraId="496E58D3" w14:textId="77777777" w:rsidR="005E4E73" w:rsidRPr="00835F44" w:rsidRDefault="005E4E73" w:rsidP="005E4E73">
            <w:pPr>
              <w:pStyle w:val="TAC"/>
            </w:pPr>
            <w:r w:rsidRPr="00835F44">
              <w:t>2</w:t>
            </w:r>
          </w:p>
        </w:tc>
        <w:tc>
          <w:tcPr>
            <w:tcW w:w="1928" w:type="dxa"/>
          </w:tcPr>
          <w:p w14:paraId="29527450" w14:textId="080A1F04" w:rsidR="005E4E73" w:rsidRPr="00835F44" w:rsidRDefault="005E4E73" w:rsidP="005E4E73">
            <w:pPr>
              <w:pStyle w:val="TAC"/>
            </w:pPr>
            <w:r w:rsidRPr="00835F44">
              <w:t>2</w:t>
            </w:r>
          </w:p>
        </w:tc>
      </w:tr>
      <w:tr w:rsidR="00495FE7" w:rsidRPr="00835F44" w14:paraId="109678CB" w14:textId="77777777" w:rsidTr="006943A5">
        <w:tc>
          <w:tcPr>
            <w:tcW w:w="2316" w:type="dxa"/>
            <w:shd w:val="clear" w:color="auto" w:fill="auto"/>
            <w:tcMar>
              <w:top w:w="15" w:type="dxa"/>
              <w:left w:w="108" w:type="dxa"/>
              <w:bottom w:w="0" w:type="dxa"/>
              <w:right w:w="108" w:type="dxa"/>
            </w:tcMar>
            <w:hideMark/>
          </w:tcPr>
          <w:p w14:paraId="00A4FE3B" w14:textId="77777777" w:rsidR="00AE6ADA" w:rsidRPr="00835F44" w:rsidRDefault="00AE6ADA" w:rsidP="00863308">
            <w:pPr>
              <w:pStyle w:val="TAC"/>
            </w:pPr>
            <w:r w:rsidRPr="00835F44">
              <w:t>C</w:t>
            </w:r>
          </w:p>
        </w:tc>
        <w:tc>
          <w:tcPr>
            <w:tcW w:w="3420" w:type="dxa"/>
            <w:shd w:val="clear" w:color="auto" w:fill="auto"/>
            <w:tcMar>
              <w:top w:w="15" w:type="dxa"/>
              <w:left w:w="108" w:type="dxa"/>
              <w:bottom w:w="0" w:type="dxa"/>
              <w:right w:w="108" w:type="dxa"/>
            </w:tcMar>
            <w:hideMark/>
          </w:tcPr>
          <w:p w14:paraId="54B9D867" w14:textId="77777777" w:rsidR="00AE6ADA" w:rsidRPr="00835F44" w:rsidRDefault="00AE6ADA" w:rsidP="00863308">
            <w:pPr>
              <w:pStyle w:val="TAC"/>
            </w:pPr>
            <w:r w:rsidRPr="00835F44">
              <w:rPr>
                <w:lang w:val="en-US"/>
              </w:rPr>
              <w:t>100 MHz &lt; BW</w:t>
            </w:r>
            <w:r w:rsidR="00AD78FD" w:rsidRPr="00835F44">
              <w:rPr>
                <w:vertAlign w:val="subscript"/>
              </w:rPr>
              <w:t>Channel_CA</w:t>
            </w:r>
            <w:r w:rsidRPr="00835F44">
              <w:rPr>
                <w:lang w:val="en-US"/>
              </w:rPr>
              <w:t xml:space="preserve"> ≤ 2 x BW</w:t>
            </w:r>
            <w:r w:rsidR="00AD78FD" w:rsidRPr="00835F44">
              <w:rPr>
                <w:vertAlign w:val="subscript"/>
              </w:rPr>
              <w:t>Channel,max</w:t>
            </w:r>
          </w:p>
        </w:tc>
        <w:tc>
          <w:tcPr>
            <w:tcW w:w="2203" w:type="dxa"/>
            <w:shd w:val="clear" w:color="auto" w:fill="auto"/>
            <w:tcMar>
              <w:top w:w="15" w:type="dxa"/>
              <w:left w:w="108" w:type="dxa"/>
              <w:bottom w:w="0" w:type="dxa"/>
              <w:right w:w="108" w:type="dxa"/>
            </w:tcMar>
            <w:hideMark/>
          </w:tcPr>
          <w:p w14:paraId="78AFBF62" w14:textId="77777777" w:rsidR="00AE6ADA" w:rsidRPr="00835F44" w:rsidRDefault="00AE6ADA" w:rsidP="00863308">
            <w:pPr>
              <w:pStyle w:val="TAC"/>
            </w:pPr>
            <w:r w:rsidRPr="00835F44">
              <w:t>2</w:t>
            </w:r>
          </w:p>
        </w:tc>
        <w:tc>
          <w:tcPr>
            <w:tcW w:w="1928" w:type="dxa"/>
            <w:vMerge w:val="restart"/>
          </w:tcPr>
          <w:p w14:paraId="094E0159" w14:textId="77777777" w:rsidR="00AE6ADA" w:rsidRPr="00835F44" w:rsidRDefault="00AE6ADA" w:rsidP="00863308">
            <w:pPr>
              <w:pStyle w:val="TAC"/>
            </w:pPr>
            <w:r w:rsidRPr="00835F44">
              <w:t>1</w:t>
            </w:r>
          </w:p>
        </w:tc>
      </w:tr>
      <w:tr w:rsidR="00495FE7" w:rsidRPr="00835F44" w14:paraId="69F04A13" w14:textId="77777777" w:rsidTr="006943A5">
        <w:tc>
          <w:tcPr>
            <w:tcW w:w="2316" w:type="dxa"/>
            <w:shd w:val="clear" w:color="auto" w:fill="auto"/>
            <w:tcMar>
              <w:top w:w="15" w:type="dxa"/>
              <w:left w:w="108" w:type="dxa"/>
              <w:bottom w:w="0" w:type="dxa"/>
              <w:right w:w="108" w:type="dxa"/>
            </w:tcMar>
            <w:hideMark/>
          </w:tcPr>
          <w:p w14:paraId="77A4C5D4" w14:textId="77777777" w:rsidR="00AE6ADA" w:rsidRPr="00835F44" w:rsidRDefault="00AE6ADA" w:rsidP="00863308">
            <w:pPr>
              <w:pStyle w:val="TAC"/>
            </w:pPr>
            <w:r w:rsidRPr="00835F44">
              <w:t>D</w:t>
            </w:r>
          </w:p>
        </w:tc>
        <w:tc>
          <w:tcPr>
            <w:tcW w:w="3420" w:type="dxa"/>
            <w:shd w:val="clear" w:color="auto" w:fill="auto"/>
            <w:tcMar>
              <w:top w:w="15" w:type="dxa"/>
              <w:left w:w="108" w:type="dxa"/>
              <w:bottom w:w="0" w:type="dxa"/>
              <w:right w:w="108" w:type="dxa"/>
            </w:tcMar>
            <w:hideMark/>
          </w:tcPr>
          <w:p w14:paraId="07465E2A" w14:textId="77777777" w:rsidR="00AE6ADA" w:rsidRPr="00835F44" w:rsidRDefault="00AE6ADA" w:rsidP="00863308">
            <w:pPr>
              <w:pStyle w:val="TAC"/>
            </w:pPr>
            <w:r w:rsidRPr="00835F44">
              <w:rPr>
                <w:lang w:val="en-US"/>
              </w:rPr>
              <w:t>200 MHz &lt; BW</w:t>
            </w:r>
            <w:r w:rsidR="00AD78FD" w:rsidRPr="00835F44">
              <w:rPr>
                <w:vertAlign w:val="subscript"/>
              </w:rPr>
              <w:t>Channel_CA</w:t>
            </w:r>
            <w:r w:rsidRPr="00835F44">
              <w:rPr>
                <w:lang w:val="en-US"/>
              </w:rPr>
              <w:t xml:space="preserve"> ≤ 3 x BW</w:t>
            </w:r>
            <w:r w:rsidR="00AD78FD" w:rsidRPr="00835F44">
              <w:rPr>
                <w:vertAlign w:val="subscript"/>
              </w:rPr>
              <w:t>Channel,max</w:t>
            </w:r>
          </w:p>
        </w:tc>
        <w:tc>
          <w:tcPr>
            <w:tcW w:w="2203" w:type="dxa"/>
            <w:shd w:val="clear" w:color="auto" w:fill="auto"/>
            <w:tcMar>
              <w:top w:w="15" w:type="dxa"/>
              <w:left w:w="108" w:type="dxa"/>
              <w:bottom w:w="0" w:type="dxa"/>
              <w:right w:w="108" w:type="dxa"/>
            </w:tcMar>
            <w:hideMark/>
          </w:tcPr>
          <w:p w14:paraId="31972662" w14:textId="77777777" w:rsidR="00AE6ADA" w:rsidRPr="00835F44" w:rsidRDefault="00AE6ADA" w:rsidP="00863308">
            <w:pPr>
              <w:pStyle w:val="TAC"/>
            </w:pPr>
            <w:r w:rsidRPr="00835F44">
              <w:t>3</w:t>
            </w:r>
          </w:p>
        </w:tc>
        <w:tc>
          <w:tcPr>
            <w:tcW w:w="1928" w:type="dxa"/>
            <w:vMerge/>
          </w:tcPr>
          <w:p w14:paraId="0EA84F20" w14:textId="77777777" w:rsidR="00AE6ADA" w:rsidRPr="00835F44" w:rsidRDefault="00AE6ADA" w:rsidP="00863308">
            <w:pPr>
              <w:pStyle w:val="TAC"/>
            </w:pPr>
          </w:p>
        </w:tc>
      </w:tr>
      <w:tr w:rsidR="00495FE7" w:rsidRPr="00835F44" w14:paraId="7D051122" w14:textId="77777777" w:rsidTr="006943A5">
        <w:tc>
          <w:tcPr>
            <w:tcW w:w="2316" w:type="dxa"/>
            <w:shd w:val="clear" w:color="auto" w:fill="auto"/>
            <w:tcMar>
              <w:top w:w="15" w:type="dxa"/>
              <w:left w:w="108" w:type="dxa"/>
              <w:bottom w:w="0" w:type="dxa"/>
              <w:right w:w="108" w:type="dxa"/>
            </w:tcMar>
            <w:hideMark/>
          </w:tcPr>
          <w:p w14:paraId="4256B7BC" w14:textId="77777777" w:rsidR="00AE6ADA" w:rsidRPr="00835F44" w:rsidRDefault="00AE6ADA" w:rsidP="00863308">
            <w:pPr>
              <w:pStyle w:val="TAC"/>
            </w:pPr>
            <w:r w:rsidRPr="00835F44">
              <w:t>E</w:t>
            </w:r>
          </w:p>
        </w:tc>
        <w:tc>
          <w:tcPr>
            <w:tcW w:w="3420" w:type="dxa"/>
            <w:shd w:val="clear" w:color="auto" w:fill="auto"/>
            <w:tcMar>
              <w:top w:w="15" w:type="dxa"/>
              <w:left w:w="108" w:type="dxa"/>
              <w:bottom w:w="0" w:type="dxa"/>
              <w:right w:w="108" w:type="dxa"/>
            </w:tcMar>
            <w:hideMark/>
          </w:tcPr>
          <w:p w14:paraId="13D3724E" w14:textId="77777777" w:rsidR="00AE6ADA" w:rsidRPr="00835F44" w:rsidRDefault="00AE6ADA" w:rsidP="00863308">
            <w:pPr>
              <w:pStyle w:val="TAC"/>
            </w:pPr>
            <w:r w:rsidRPr="00835F44">
              <w:rPr>
                <w:lang w:val="en-US"/>
              </w:rPr>
              <w:t>300 MHz &lt; BW</w:t>
            </w:r>
            <w:r w:rsidR="00AD78FD" w:rsidRPr="00835F44">
              <w:rPr>
                <w:vertAlign w:val="subscript"/>
              </w:rPr>
              <w:t>Channel_CA</w:t>
            </w:r>
            <w:r w:rsidRPr="00835F44">
              <w:rPr>
                <w:lang w:val="en-US"/>
              </w:rPr>
              <w:t xml:space="preserve"> ≤ 4 x BW</w:t>
            </w:r>
            <w:r w:rsidR="00AD78FD" w:rsidRPr="00835F44">
              <w:rPr>
                <w:vertAlign w:val="subscript"/>
              </w:rPr>
              <w:t>Channel,max</w:t>
            </w:r>
          </w:p>
        </w:tc>
        <w:tc>
          <w:tcPr>
            <w:tcW w:w="2203" w:type="dxa"/>
            <w:shd w:val="clear" w:color="auto" w:fill="auto"/>
            <w:tcMar>
              <w:top w:w="15" w:type="dxa"/>
              <w:left w:w="108" w:type="dxa"/>
              <w:bottom w:w="0" w:type="dxa"/>
              <w:right w:w="108" w:type="dxa"/>
            </w:tcMar>
            <w:hideMark/>
          </w:tcPr>
          <w:p w14:paraId="31D4C6FF" w14:textId="77777777" w:rsidR="00AE6ADA" w:rsidRPr="00835F44" w:rsidRDefault="00AE6ADA" w:rsidP="00863308">
            <w:pPr>
              <w:pStyle w:val="TAC"/>
            </w:pPr>
            <w:r w:rsidRPr="00835F44">
              <w:t>4</w:t>
            </w:r>
          </w:p>
        </w:tc>
        <w:tc>
          <w:tcPr>
            <w:tcW w:w="1928" w:type="dxa"/>
            <w:vMerge/>
          </w:tcPr>
          <w:p w14:paraId="4AE2E201" w14:textId="77777777" w:rsidR="00AE6ADA" w:rsidRPr="00835F44" w:rsidRDefault="00AE6ADA" w:rsidP="00863308">
            <w:pPr>
              <w:pStyle w:val="TAC"/>
            </w:pPr>
          </w:p>
        </w:tc>
      </w:tr>
      <w:tr w:rsidR="00424C51" w:rsidRPr="00835F44" w14:paraId="28A217AC" w14:textId="77777777" w:rsidTr="006943A5">
        <w:tc>
          <w:tcPr>
            <w:tcW w:w="2316" w:type="dxa"/>
            <w:shd w:val="clear" w:color="auto" w:fill="auto"/>
            <w:tcMar>
              <w:top w:w="15" w:type="dxa"/>
              <w:left w:w="108" w:type="dxa"/>
              <w:bottom w:w="0" w:type="dxa"/>
              <w:right w:w="108" w:type="dxa"/>
            </w:tcMar>
          </w:tcPr>
          <w:p w14:paraId="466F3E36" w14:textId="07548392" w:rsidR="00424C51" w:rsidRPr="00835F44" w:rsidRDefault="00424C51" w:rsidP="00424C51">
            <w:pPr>
              <w:pStyle w:val="TAC"/>
            </w:pPr>
          </w:p>
        </w:tc>
        <w:tc>
          <w:tcPr>
            <w:tcW w:w="3420" w:type="dxa"/>
            <w:shd w:val="clear" w:color="auto" w:fill="auto"/>
            <w:tcMar>
              <w:top w:w="15" w:type="dxa"/>
              <w:left w:w="108" w:type="dxa"/>
              <w:bottom w:w="0" w:type="dxa"/>
              <w:right w:w="108" w:type="dxa"/>
            </w:tcMar>
          </w:tcPr>
          <w:p w14:paraId="34B27702" w14:textId="344049CB" w:rsidR="00424C51" w:rsidRPr="00835F44" w:rsidRDefault="00424C51" w:rsidP="00424C51">
            <w:pPr>
              <w:pStyle w:val="TAC"/>
              <w:rPr>
                <w:lang w:val="fi-FI"/>
              </w:rPr>
            </w:pPr>
          </w:p>
        </w:tc>
        <w:tc>
          <w:tcPr>
            <w:tcW w:w="2203" w:type="dxa"/>
            <w:shd w:val="clear" w:color="auto" w:fill="auto"/>
            <w:tcMar>
              <w:top w:w="15" w:type="dxa"/>
              <w:left w:w="108" w:type="dxa"/>
              <w:bottom w:w="0" w:type="dxa"/>
              <w:right w:w="108" w:type="dxa"/>
            </w:tcMar>
          </w:tcPr>
          <w:p w14:paraId="3D8C55F4" w14:textId="215BC232" w:rsidR="00424C51" w:rsidRPr="00835F44" w:rsidRDefault="00424C51" w:rsidP="00424C51">
            <w:pPr>
              <w:pStyle w:val="TAC"/>
            </w:pPr>
          </w:p>
        </w:tc>
        <w:tc>
          <w:tcPr>
            <w:tcW w:w="1928" w:type="dxa"/>
            <w:vMerge w:val="restart"/>
          </w:tcPr>
          <w:p w14:paraId="4BCA3D65" w14:textId="77777777" w:rsidR="00424C51" w:rsidRPr="00835F44" w:rsidRDefault="00424C51" w:rsidP="00424C51">
            <w:pPr>
              <w:pStyle w:val="TAC"/>
            </w:pPr>
            <w:r w:rsidRPr="00835F44">
              <w:t>2</w:t>
            </w:r>
          </w:p>
        </w:tc>
      </w:tr>
      <w:tr w:rsidR="00495FE7" w:rsidRPr="00835F44" w14:paraId="47923A38" w14:textId="77777777" w:rsidTr="006943A5">
        <w:tc>
          <w:tcPr>
            <w:tcW w:w="2316" w:type="dxa"/>
            <w:shd w:val="clear" w:color="auto" w:fill="auto"/>
            <w:tcMar>
              <w:top w:w="15" w:type="dxa"/>
              <w:left w:w="108" w:type="dxa"/>
              <w:bottom w:w="0" w:type="dxa"/>
              <w:right w:w="108" w:type="dxa"/>
            </w:tcMar>
          </w:tcPr>
          <w:p w14:paraId="6D72DC00" w14:textId="77777777" w:rsidR="00AE6ADA" w:rsidRPr="00835F44" w:rsidRDefault="00AE6ADA" w:rsidP="00863308">
            <w:pPr>
              <w:pStyle w:val="TAC"/>
            </w:pPr>
            <w:r w:rsidRPr="00835F44">
              <w:t>G</w:t>
            </w:r>
          </w:p>
        </w:tc>
        <w:tc>
          <w:tcPr>
            <w:tcW w:w="3420" w:type="dxa"/>
            <w:shd w:val="clear" w:color="auto" w:fill="auto"/>
            <w:tcMar>
              <w:top w:w="15" w:type="dxa"/>
              <w:left w:w="108" w:type="dxa"/>
              <w:bottom w:w="0" w:type="dxa"/>
              <w:right w:w="108" w:type="dxa"/>
            </w:tcMar>
          </w:tcPr>
          <w:p w14:paraId="6A6EE6E1" w14:textId="77777777" w:rsidR="00AE6ADA" w:rsidRPr="00835F44" w:rsidRDefault="00AE6ADA" w:rsidP="00863308">
            <w:pPr>
              <w:pStyle w:val="TAC"/>
              <w:rPr>
                <w:lang w:val="fi-FI"/>
              </w:rPr>
            </w:pPr>
            <w:r w:rsidRPr="00835F44">
              <w:rPr>
                <w:lang w:val="fi-FI"/>
              </w:rPr>
              <w:t>100 MHz &lt; BW</w:t>
            </w:r>
            <w:r w:rsidRPr="00835F44">
              <w:rPr>
                <w:vertAlign w:val="subscript"/>
              </w:rPr>
              <w:t>Channel_CA</w:t>
            </w:r>
            <w:r w:rsidRPr="00835F44">
              <w:rPr>
                <w:lang w:val="fi-FI"/>
              </w:rPr>
              <w:t xml:space="preserve"> ≤ 150 MHz</w:t>
            </w:r>
          </w:p>
        </w:tc>
        <w:tc>
          <w:tcPr>
            <w:tcW w:w="2203" w:type="dxa"/>
            <w:shd w:val="clear" w:color="auto" w:fill="auto"/>
            <w:tcMar>
              <w:top w:w="15" w:type="dxa"/>
              <w:left w:w="108" w:type="dxa"/>
              <w:bottom w:w="0" w:type="dxa"/>
              <w:right w:w="108" w:type="dxa"/>
            </w:tcMar>
          </w:tcPr>
          <w:p w14:paraId="3B9C41BF" w14:textId="77777777" w:rsidR="00AE6ADA" w:rsidRPr="00835F44" w:rsidRDefault="00AE6ADA" w:rsidP="00863308">
            <w:pPr>
              <w:pStyle w:val="TAC"/>
            </w:pPr>
            <w:r w:rsidRPr="00835F44">
              <w:t>3</w:t>
            </w:r>
          </w:p>
        </w:tc>
        <w:tc>
          <w:tcPr>
            <w:tcW w:w="1928" w:type="dxa"/>
            <w:vMerge/>
          </w:tcPr>
          <w:p w14:paraId="74930776" w14:textId="77777777" w:rsidR="00AE6ADA" w:rsidRPr="00835F44" w:rsidRDefault="00AE6ADA" w:rsidP="00863308">
            <w:pPr>
              <w:pStyle w:val="TAC"/>
            </w:pPr>
          </w:p>
        </w:tc>
      </w:tr>
      <w:tr w:rsidR="00495FE7" w:rsidRPr="00835F44" w14:paraId="240A4CDA" w14:textId="77777777" w:rsidTr="006943A5">
        <w:tc>
          <w:tcPr>
            <w:tcW w:w="2316" w:type="dxa"/>
            <w:shd w:val="clear" w:color="auto" w:fill="auto"/>
            <w:tcMar>
              <w:top w:w="15" w:type="dxa"/>
              <w:left w:w="108" w:type="dxa"/>
              <w:bottom w:w="0" w:type="dxa"/>
              <w:right w:w="108" w:type="dxa"/>
            </w:tcMar>
          </w:tcPr>
          <w:p w14:paraId="4FD05607" w14:textId="77777777" w:rsidR="00AE6ADA" w:rsidRPr="00835F44" w:rsidRDefault="00AE6ADA" w:rsidP="00863308">
            <w:pPr>
              <w:pStyle w:val="TAC"/>
            </w:pPr>
            <w:r w:rsidRPr="00835F44">
              <w:t>H</w:t>
            </w:r>
          </w:p>
        </w:tc>
        <w:tc>
          <w:tcPr>
            <w:tcW w:w="3420" w:type="dxa"/>
            <w:shd w:val="clear" w:color="auto" w:fill="auto"/>
            <w:tcMar>
              <w:top w:w="15" w:type="dxa"/>
              <w:left w:w="108" w:type="dxa"/>
              <w:bottom w:w="0" w:type="dxa"/>
              <w:right w:w="108" w:type="dxa"/>
            </w:tcMar>
          </w:tcPr>
          <w:p w14:paraId="068122AA" w14:textId="77777777" w:rsidR="00AE6ADA" w:rsidRPr="00835F44" w:rsidRDefault="00AE6ADA" w:rsidP="00863308">
            <w:pPr>
              <w:pStyle w:val="TAC"/>
              <w:rPr>
                <w:lang w:val="fi-FI"/>
              </w:rPr>
            </w:pPr>
            <w:r w:rsidRPr="00835F44">
              <w:rPr>
                <w:lang w:val="fi-FI"/>
              </w:rPr>
              <w:t>150 MHz &lt; BW</w:t>
            </w:r>
            <w:r w:rsidRPr="00835F44">
              <w:rPr>
                <w:vertAlign w:val="subscript"/>
              </w:rPr>
              <w:t>Channel_CA</w:t>
            </w:r>
            <w:r w:rsidRPr="00835F44">
              <w:rPr>
                <w:lang w:val="fi-FI"/>
              </w:rPr>
              <w:t xml:space="preserve"> ≤ 200 MHz</w:t>
            </w:r>
          </w:p>
        </w:tc>
        <w:tc>
          <w:tcPr>
            <w:tcW w:w="2203" w:type="dxa"/>
            <w:shd w:val="clear" w:color="auto" w:fill="auto"/>
            <w:tcMar>
              <w:top w:w="15" w:type="dxa"/>
              <w:left w:w="108" w:type="dxa"/>
              <w:bottom w:w="0" w:type="dxa"/>
              <w:right w:w="108" w:type="dxa"/>
            </w:tcMar>
          </w:tcPr>
          <w:p w14:paraId="231B7840" w14:textId="77777777" w:rsidR="00AE6ADA" w:rsidRPr="00835F44" w:rsidRDefault="00AE6ADA" w:rsidP="00863308">
            <w:pPr>
              <w:pStyle w:val="TAC"/>
            </w:pPr>
            <w:r w:rsidRPr="00835F44">
              <w:t>4</w:t>
            </w:r>
          </w:p>
        </w:tc>
        <w:tc>
          <w:tcPr>
            <w:tcW w:w="1928" w:type="dxa"/>
            <w:vMerge/>
          </w:tcPr>
          <w:p w14:paraId="6FE0F455" w14:textId="77777777" w:rsidR="00AE6ADA" w:rsidRPr="00835F44" w:rsidRDefault="00AE6ADA" w:rsidP="00863308">
            <w:pPr>
              <w:pStyle w:val="TAC"/>
            </w:pPr>
          </w:p>
        </w:tc>
      </w:tr>
      <w:tr w:rsidR="00495FE7" w:rsidRPr="00835F44" w14:paraId="564F8813" w14:textId="77777777" w:rsidTr="006943A5">
        <w:tc>
          <w:tcPr>
            <w:tcW w:w="2316" w:type="dxa"/>
            <w:shd w:val="clear" w:color="auto" w:fill="auto"/>
            <w:tcMar>
              <w:top w:w="15" w:type="dxa"/>
              <w:left w:w="108" w:type="dxa"/>
              <w:bottom w:w="0" w:type="dxa"/>
              <w:right w:w="108" w:type="dxa"/>
            </w:tcMar>
          </w:tcPr>
          <w:p w14:paraId="3A33174B" w14:textId="77777777" w:rsidR="00AE6ADA" w:rsidRPr="00835F44" w:rsidRDefault="00AE6ADA" w:rsidP="00863308">
            <w:pPr>
              <w:pStyle w:val="TAC"/>
            </w:pPr>
            <w:r w:rsidRPr="00835F44">
              <w:t>I</w:t>
            </w:r>
          </w:p>
        </w:tc>
        <w:tc>
          <w:tcPr>
            <w:tcW w:w="3420" w:type="dxa"/>
            <w:shd w:val="clear" w:color="auto" w:fill="auto"/>
            <w:tcMar>
              <w:top w:w="15" w:type="dxa"/>
              <w:left w:w="108" w:type="dxa"/>
              <w:bottom w:w="0" w:type="dxa"/>
              <w:right w:w="108" w:type="dxa"/>
            </w:tcMar>
          </w:tcPr>
          <w:p w14:paraId="551178C1" w14:textId="77777777" w:rsidR="00AE6ADA" w:rsidRPr="00835F44" w:rsidRDefault="00AE6ADA" w:rsidP="00863308">
            <w:pPr>
              <w:pStyle w:val="TAC"/>
              <w:rPr>
                <w:lang w:val="fi-FI"/>
              </w:rPr>
            </w:pPr>
            <w:r w:rsidRPr="00835F44">
              <w:rPr>
                <w:lang w:val="fi-FI"/>
              </w:rPr>
              <w:t>200 MHz &lt; BW</w:t>
            </w:r>
            <w:r w:rsidRPr="00835F44">
              <w:rPr>
                <w:vertAlign w:val="subscript"/>
              </w:rPr>
              <w:t>Channel_CA</w:t>
            </w:r>
            <w:r w:rsidRPr="00835F44">
              <w:rPr>
                <w:lang w:val="fi-FI"/>
              </w:rPr>
              <w:t xml:space="preserve"> ≤ 250 MHz</w:t>
            </w:r>
          </w:p>
        </w:tc>
        <w:tc>
          <w:tcPr>
            <w:tcW w:w="2203" w:type="dxa"/>
            <w:shd w:val="clear" w:color="auto" w:fill="auto"/>
            <w:tcMar>
              <w:top w:w="15" w:type="dxa"/>
              <w:left w:w="108" w:type="dxa"/>
              <w:bottom w:w="0" w:type="dxa"/>
              <w:right w:w="108" w:type="dxa"/>
            </w:tcMar>
          </w:tcPr>
          <w:p w14:paraId="1A525C28" w14:textId="77777777" w:rsidR="00AE6ADA" w:rsidRPr="00835F44" w:rsidRDefault="00AE6ADA" w:rsidP="00863308">
            <w:pPr>
              <w:pStyle w:val="TAC"/>
            </w:pPr>
            <w:r w:rsidRPr="00835F44">
              <w:t>5</w:t>
            </w:r>
          </w:p>
        </w:tc>
        <w:tc>
          <w:tcPr>
            <w:tcW w:w="1928" w:type="dxa"/>
            <w:vMerge/>
          </w:tcPr>
          <w:p w14:paraId="64A62E6A" w14:textId="77777777" w:rsidR="00AE6ADA" w:rsidRPr="00835F44" w:rsidRDefault="00AE6ADA" w:rsidP="00863308">
            <w:pPr>
              <w:pStyle w:val="TAC"/>
            </w:pPr>
          </w:p>
        </w:tc>
      </w:tr>
      <w:tr w:rsidR="00495FE7" w:rsidRPr="00835F44" w14:paraId="7237F844" w14:textId="77777777" w:rsidTr="006943A5">
        <w:tc>
          <w:tcPr>
            <w:tcW w:w="2316" w:type="dxa"/>
            <w:shd w:val="clear" w:color="auto" w:fill="auto"/>
            <w:tcMar>
              <w:top w:w="15" w:type="dxa"/>
              <w:left w:w="108" w:type="dxa"/>
              <w:bottom w:w="0" w:type="dxa"/>
              <w:right w:w="108" w:type="dxa"/>
            </w:tcMar>
          </w:tcPr>
          <w:p w14:paraId="44242C80" w14:textId="77777777" w:rsidR="00AE6ADA" w:rsidRPr="00835F44" w:rsidRDefault="00AE6ADA" w:rsidP="00863308">
            <w:pPr>
              <w:pStyle w:val="TAC"/>
            </w:pPr>
            <w:r w:rsidRPr="00835F44">
              <w:t>J</w:t>
            </w:r>
          </w:p>
        </w:tc>
        <w:tc>
          <w:tcPr>
            <w:tcW w:w="3420" w:type="dxa"/>
            <w:shd w:val="clear" w:color="auto" w:fill="auto"/>
            <w:tcMar>
              <w:top w:w="15" w:type="dxa"/>
              <w:left w:w="108" w:type="dxa"/>
              <w:bottom w:w="0" w:type="dxa"/>
              <w:right w:w="108" w:type="dxa"/>
            </w:tcMar>
          </w:tcPr>
          <w:p w14:paraId="3ACBFE0C" w14:textId="77777777" w:rsidR="00AE6ADA" w:rsidRPr="00835F44" w:rsidRDefault="00AE6ADA" w:rsidP="00863308">
            <w:pPr>
              <w:pStyle w:val="TAC"/>
              <w:rPr>
                <w:lang w:val="fi-FI"/>
              </w:rPr>
            </w:pPr>
            <w:r w:rsidRPr="00835F44">
              <w:rPr>
                <w:lang w:val="fi-FI"/>
              </w:rPr>
              <w:t>250 MHz &lt; BW</w:t>
            </w:r>
            <w:r w:rsidRPr="00835F44">
              <w:rPr>
                <w:vertAlign w:val="subscript"/>
              </w:rPr>
              <w:t>Channel_CA</w:t>
            </w:r>
            <w:r w:rsidRPr="00835F44">
              <w:rPr>
                <w:lang w:val="fi-FI"/>
              </w:rPr>
              <w:t xml:space="preserve"> ≤ 300 MHz</w:t>
            </w:r>
          </w:p>
        </w:tc>
        <w:tc>
          <w:tcPr>
            <w:tcW w:w="2203" w:type="dxa"/>
            <w:shd w:val="clear" w:color="auto" w:fill="auto"/>
            <w:tcMar>
              <w:top w:w="15" w:type="dxa"/>
              <w:left w:w="108" w:type="dxa"/>
              <w:bottom w:w="0" w:type="dxa"/>
              <w:right w:w="108" w:type="dxa"/>
            </w:tcMar>
          </w:tcPr>
          <w:p w14:paraId="3EDDDA24" w14:textId="77777777" w:rsidR="00AE6ADA" w:rsidRPr="00835F44" w:rsidRDefault="00AE6ADA" w:rsidP="00863308">
            <w:pPr>
              <w:pStyle w:val="TAC"/>
            </w:pPr>
            <w:r w:rsidRPr="00835F44">
              <w:t>6</w:t>
            </w:r>
          </w:p>
        </w:tc>
        <w:tc>
          <w:tcPr>
            <w:tcW w:w="1928" w:type="dxa"/>
            <w:vMerge/>
          </w:tcPr>
          <w:p w14:paraId="6006715D" w14:textId="77777777" w:rsidR="00AE6ADA" w:rsidRPr="00835F44" w:rsidRDefault="00AE6ADA" w:rsidP="00863308">
            <w:pPr>
              <w:pStyle w:val="TAC"/>
            </w:pPr>
          </w:p>
        </w:tc>
      </w:tr>
      <w:tr w:rsidR="00495FE7" w:rsidRPr="00835F44" w14:paraId="1C12D054" w14:textId="77777777" w:rsidTr="006943A5">
        <w:tc>
          <w:tcPr>
            <w:tcW w:w="2316" w:type="dxa"/>
            <w:shd w:val="clear" w:color="auto" w:fill="auto"/>
            <w:tcMar>
              <w:top w:w="15" w:type="dxa"/>
              <w:left w:w="108" w:type="dxa"/>
              <w:bottom w:w="0" w:type="dxa"/>
              <w:right w:w="108" w:type="dxa"/>
            </w:tcMar>
          </w:tcPr>
          <w:p w14:paraId="683C2FBA" w14:textId="77777777" w:rsidR="00AE6ADA" w:rsidRPr="00835F44" w:rsidRDefault="00AE6ADA" w:rsidP="00863308">
            <w:pPr>
              <w:pStyle w:val="TAC"/>
            </w:pPr>
            <w:r w:rsidRPr="00835F44">
              <w:t>K</w:t>
            </w:r>
          </w:p>
        </w:tc>
        <w:tc>
          <w:tcPr>
            <w:tcW w:w="3420" w:type="dxa"/>
            <w:shd w:val="clear" w:color="auto" w:fill="auto"/>
            <w:tcMar>
              <w:top w:w="15" w:type="dxa"/>
              <w:left w:w="108" w:type="dxa"/>
              <w:bottom w:w="0" w:type="dxa"/>
              <w:right w:w="108" w:type="dxa"/>
            </w:tcMar>
          </w:tcPr>
          <w:p w14:paraId="67FFE97B" w14:textId="77777777" w:rsidR="00AE6ADA" w:rsidRPr="00835F44" w:rsidRDefault="00AE6ADA" w:rsidP="00863308">
            <w:pPr>
              <w:pStyle w:val="TAC"/>
              <w:rPr>
                <w:lang w:val="fi-FI"/>
              </w:rPr>
            </w:pPr>
            <w:r w:rsidRPr="00835F44">
              <w:rPr>
                <w:lang w:val="fi-FI"/>
              </w:rPr>
              <w:t>300 MHz &lt; BW</w:t>
            </w:r>
            <w:r w:rsidRPr="00835F44">
              <w:rPr>
                <w:vertAlign w:val="subscript"/>
              </w:rPr>
              <w:t>Channel_CA</w:t>
            </w:r>
            <w:r w:rsidRPr="00835F44">
              <w:rPr>
                <w:lang w:val="fi-FI"/>
              </w:rPr>
              <w:t xml:space="preserve"> ≤ 350 MHz</w:t>
            </w:r>
          </w:p>
        </w:tc>
        <w:tc>
          <w:tcPr>
            <w:tcW w:w="2203" w:type="dxa"/>
            <w:shd w:val="clear" w:color="auto" w:fill="auto"/>
            <w:tcMar>
              <w:top w:w="15" w:type="dxa"/>
              <w:left w:w="108" w:type="dxa"/>
              <w:bottom w:w="0" w:type="dxa"/>
              <w:right w:w="108" w:type="dxa"/>
            </w:tcMar>
          </w:tcPr>
          <w:p w14:paraId="5FACF7A3" w14:textId="77777777" w:rsidR="00AE6ADA" w:rsidRPr="00835F44" w:rsidRDefault="00AE6ADA" w:rsidP="00863308">
            <w:pPr>
              <w:pStyle w:val="TAC"/>
            </w:pPr>
            <w:r w:rsidRPr="00835F44">
              <w:t>7</w:t>
            </w:r>
          </w:p>
        </w:tc>
        <w:tc>
          <w:tcPr>
            <w:tcW w:w="1928" w:type="dxa"/>
            <w:vMerge/>
          </w:tcPr>
          <w:p w14:paraId="09A50DE5" w14:textId="77777777" w:rsidR="00AE6ADA" w:rsidRPr="00835F44" w:rsidRDefault="00AE6ADA" w:rsidP="00863308">
            <w:pPr>
              <w:pStyle w:val="TAC"/>
            </w:pPr>
          </w:p>
        </w:tc>
      </w:tr>
      <w:tr w:rsidR="00495FE7" w:rsidRPr="00835F44" w14:paraId="5EB03404" w14:textId="77777777" w:rsidTr="006943A5">
        <w:tc>
          <w:tcPr>
            <w:tcW w:w="2316" w:type="dxa"/>
            <w:shd w:val="clear" w:color="auto" w:fill="auto"/>
            <w:tcMar>
              <w:top w:w="15" w:type="dxa"/>
              <w:left w:w="108" w:type="dxa"/>
              <w:bottom w:w="0" w:type="dxa"/>
              <w:right w:w="108" w:type="dxa"/>
            </w:tcMar>
          </w:tcPr>
          <w:p w14:paraId="18CEDA98" w14:textId="77777777" w:rsidR="00AE6ADA" w:rsidRPr="00835F44" w:rsidRDefault="00AE6ADA" w:rsidP="00863308">
            <w:pPr>
              <w:pStyle w:val="TAC"/>
            </w:pPr>
            <w:r w:rsidRPr="00835F44">
              <w:t>L</w:t>
            </w:r>
          </w:p>
        </w:tc>
        <w:tc>
          <w:tcPr>
            <w:tcW w:w="3420" w:type="dxa"/>
            <w:shd w:val="clear" w:color="auto" w:fill="auto"/>
            <w:tcMar>
              <w:top w:w="15" w:type="dxa"/>
              <w:left w:w="108" w:type="dxa"/>
              <w:bottom w:w="0" w:type="dxa"/>
              <w:right w:w="108" w:type="dxa"/>
            </w:tcMar>
          </w:tcPr>
          <w:p w14:paraId="52A4B5E9" w14:textId="77777777" w:rsidR="00AE6ADA" w:rsidRPr="00835F44" w:rsidRDefault="00AE6ADA" w:rsidP="00863308">
            <w:pPr>
              <w:pStyle w:val="TAC"/>
              <w:rPr>
                <w:lang w:val="fi-FI"/>
              </w:rPr>
            </w:pPr>
            <w:r w:rsidRPr="00835F44">
              <w:rPr>
                <w:lang w:val="fi-FI"/>
              </w:rPr>
              <w:t>350 MHz &lt; BW</w:t>
            </w:r>
            <w:r w:rsidRPr="00835F44">
              <w:rPr>
                <w:vertAlign w:val="subscript"/>
              </w:rPr>
              <w:t>Channel_CA</w:t>
            </w:r>
            <w:r w:rsidRPr="00835F44">
              <w:rPr>
                <w:lang w:val="fi-FI"/>
              </w:rPr>
              <w:t xml:space="preserve"> ≤ 400 MHz</w:t>
            </w:r>
          </w:p>
        </w:tc>
        <w:tc>
          <w:tcPr>
            <w:tcW w:w="2203" w:type="dxa"/>
            <w:shd w:val="clear" w:color="auto" w:fill="auto"/>
            <w:tcMar>
              <w:top w:w="15" w:type="dxa"/>
              <w:left w:w="108" w:type="dxa"/>
              <w:bottom w:w="0" w:type="dxa"/>
              <w:right w:w="108" w:type="dxa"/>
            </w:tcMar>
          </w:tcPr>
          <w:p w14:paraId="13E38A6F" w14:textId="77777777" w:rsidR="00AE6ADA" w:rsidRPr="00835F44" w:rsidRDefault="00AE6ADA" w:rsidP="00863308">
            <w:pPr>
              <w:pStyle w:val="TAC"/>
            </w:pPr>
            <w:r w:rsidRPr="00835F44">
              <w:t>8</w:t>
            </w:r>
          </w:p>
        </w:tc>
        <w:tc>
          <w:tcPr>
            <w:tcW w:w="1928" w:type="dxa"/>
            <w:vMerge/>
          </w:tcPr>
          <w:p w14:paraId="1B426F30" w14:textId="77777777" w:rsidR="00AE6ADA" w:rsidRPr="00835F44" w:rsidRDefault="00AE6ADA" w:rsidP="00863308">
            <w:pPr>
              <w:pStyle w:val="TAC"/>
            </w:pPr>
          </w:p>
        </w:tc>
      </w:tr>
      <w:tr w:rsidR="00495FE7" w:rsidRPr="00835F44" w14:paraId="2AC0B34A" w14:textId="77777777" w:rsidTr="00F30740">
        <w:tc>
          <w:tcPr>
            <w:tcW w:w="9867" w:type="dxa"/>
            <w:gridSpan w:val="4"/>
            <w:shd w:val="clear" w:color="auto" w:fill="auto"/>
            <w:tcMar>
              <w:top w:w="15" w:type="dxa"/>
              <w:left w:w="108" w:type="dxa"/>
              <w:bottom w:w="0" w:type="dxa"/>
              <w:right w:w="108" w:type="dxa"/>
            </w:tcMar>
            <w:hideMark/>
          </w:tcPr>
          <w:p w14:paraId="678A9364" w14:textId="77777777" w:rsidR="00D7522A" w:rsidRPr="00835F44" w:rsidRDefault="00D7522A" w:rsidP="0052172B">
            <w:pPr>
              <w:pStyle w:val="TAN"/>
            </w:pPr>
            <w:r w:rsidRPr="00835F44">
              <w:t>NOTE</w:t>
            </w:r>
            <w:r w:rsidR="00524BF1" w:rsidRPr="00835F44">
              <w:t xml:space="preserve"> 1</w:t>
            </w:r>
            <w:r w:rsidRPr="00835F44">
              <w:t>:</w:t>
            </w:r>
            <w:r w:rsidRPr="00835F44">
              <w:tab/>
              <w:t>BW</w:t>
            </w:r>
            <w:r w:rsidRPr="00835F44">
              <w:rPr>
                <w:rStyle w:val="TACChar"/>
                <w:rFonts w:eastAsiaTheme="minorHAnsi"/>
                <w:vertAlign w:val="subscript"/>
              </w:rPr>
              <w:t>Channel, max</w:t>
            </w:r>
            <w:r w:rsidRPr="00835F44">
              <w:t xml:space="preserve"> is maximum channel bandwidth supported among all bands in a release</w:t>
            </w:r>
          </w:p>
          <w:p w14:paraId="28C86468" w14:textId="03731FAC" w:rsidR="00524BF1" w:rsidRPr="00835F44" w:rsidRDefault="00524BF1" w:rsidP="0052172B">
            <w:pPr>
              <w:pStyle w:val="TAN"/>
            </w:pPr>
            <w:r w:rsidRPr="00835F44">
              <w:t>NOTE 2:</w:t>
            </w:r>
            <w:r w:rsidRPr="00835F44">
              <w:tab/>
              <w:t xml:space="preserve">It is mandatory for a UE to be able to fallback to lower order </w:t>
            </w:r>
            <w:r w:rsidR="004B03E1" w:rsidRPr="00835F44">
              <w:t xml:space="preserve">NR </w:t>
            </w:r>
            <w:r w:rsidRPr="00835F44">
              <w:t xml:space="preserve">CA bandwidth class configuration within a fallback group. It is not mandatory for a UE to be able to fallback to lower order </w:t>
            </w:r>
            <w:r w:rsidR="004B03E1" w:rsidRPr="00835F44">
              <w:t xml:space="preserve">NR </w:t>
            </w:r>
            <w:r w:rsidRPr="00835F44">
              <w:t>CA bandwidth class configuration that belong to a different fallback group</w:t>
            </w:r>
          </w:p>
        </w:tc>
      </w:tr>
    </w:tbl>
    <w:p w14:paraId="3DAAD8A1" w14:textId="77777777" w:rsidR="005F7BBD" w:rsidRPr="00835F44" w:rsidRDefault="005F7BBD" w:rsidP="00863308"/>
    <w:p w14:paraId="5E455B8C" w14:textId="77777777" w:rsidR="005F7BBD" w:rsidRPr="00835F44" w:rsidRDefault="005F7BBD" w:rsidP="00495FE7">
      <w:pPr>
        <w:pStyle w:val="Heading2"/>
      </w:pPr>
      <w:bookmarkStart w:id="405" w:name="_Toc21342865"/>
      <w:bookmarkStart w:id="406" w:name="_Toc29769826"/>
      <w:bookmarkStart w:id="407" w:name="_Toc29799325"/>
      <w:bookmarkStart w:id="408" w:name="_Toc37254549"/>
      <w:bookmarkStart w:id="409" w:name="_Toc37255192"/>
      <w:bookmarkStart w:id="410" w:name="_Toc45887216"/>
      <w:bookmarkStart w:id="411" w:name="_Toc53171953"/>
      <w:bookmarkStart w:id="412" w:name="_Toc61356718"/>
      <w:bookmarkStart w:id="413" w:name="_Toc67913587"/>
      <w:bookmarkStart w:id="414" w:name="_Toc75469403"/>
      <w:bookmarkStart w:id="415" w:name="_Toc76507893"/>
      <w:bookmarkStart w:id="416" w:name="_Toc83192794"/>
      <w:r w:rsidRPr="00835F44">
        <w:t>5.4</w:t>
      </w:r>
      <w:r w:rsidRPr="00835F44">
        <w:tab/>
        <w:t>Channel arrangement</w:t>
      </w:r>
      <w:bookmarkEnd w:id="405"/>
      <w:bookmarkEnd w:id="406"/>
      <w:bookmarkEnd w:id="407"/>
      <w:bookmarkEnd w:id="408"/>
      <w:bookmarkEnd w:id="409"/>
      <w:bookmarkEnd w:id="410"/>
      <w:bookmarkEnd w:id="411"/>
      <w:bookmarkEnd w:id="412"/>
      <w:bookmarkEnd w:id="413"/>
      <w:bookmarkEnd w:id="414"/>
      <w:bookmarkEnd w:id="415"/>
      <w:bookmarkEnd w:id="416"/>
    </w:p>
    <w:p w14:paraId="25D5F981" w14:textId="77777777" w:rsidR="005F7BBD" w:rsidRPr="00835F44" w:rsidRDefault="005F7BBD" w:rsidP="00495FE7">
      <w:pPr>
        <w:pStyle w:val="Heading3"/>
      </w:pPr>
      <w:bookmarkStart w:id="417" w:name="_Toc21342866"/>
      <w:bookmarkStart w:id="418" w:name="_Toc29769827"/>
      <w:bookmarkStart w:id="419" w:name="_Toc29799326"/>
      <w:bookmarkStart w:id="420" w:name="_Toc37254550"/>
      <w:bookmarkStart w:id="421" w:name="_Toc37255193"/>
      <w:bookmarkStart w:id="422" w:name="_Toc45887217"/>
      <w:bookmarkStart w:id="423" w:name="_Toc53171954"/>
      <w:bookmarkStart w:id="424" w:name="_Toc61356719"/>
      <w:bookmarkStart w:id="425" w:name="_Toc67913588"/>
      <w:bookmarkStart w:id="426" w:name="_Toc75469404"/>
      <w:bookmarkStart w:id="427" w:name="_Toc76507894"/>
      <w:bookmarkStart w:id="428" w:name="_Toc83192795"/>
      <w:r w:rsidRPr="00835F44">
        <w:t>5.4.1</w:t>
      </w:r>
      <w:r w:rsidRPr="00835F44">
        <w:tab/>
      </w:r>
      <w:r w:rsidRPr="00835F44">
        <w:rPr>
          <w:rFonts w:hint="eastAsia"/>
        </w:rPr>
        <w:t xml:space="preserve">Channel </w:t>
      </w:r>
      <w:r w:rsidRPr="00835F44">
        <w:t>s</w:t>
      </w:r>
      <w:r w:rsidRPr="00835F44">
        <w:rPr>
          <w:rFonts w:hint="eastAsia"/>
        </w:rPr>
        <w:t>pacing</w:t>
      </w:r>
      <w:bookmarkEnd w:id="417"/>
      <w:bookmarkEnd w:id="418"/>
      <w:bookmarkEnd w:id="419"/>
      <w:bookmarkEnd w:id="420"/>
      <w:bookmarkEnd w:id="421"/>
      <w:bookmarkEnd w:id="422"/>
      <w:bookmarkEnd w:id="423"/>
      <w:bookmarkEnd w:id="424"/>
      <w:bookmarkEnd w:id="425"/>
      <w:bookmarkEnd w:id="426"/>
      <w:bookmarkEnd w:id="427"/>
      <w:bookmarkEnd w:id="428"/>
    </w:p>
    <w:p w14:paraId="1CD19611" w14:textId="77777777" w:rsidR="005F7BBD" w:rsidRPr="00835F44" w:rsidRDefault="005F7BBD" w:rsidP="00495FE7">
      <w:pPr>
        <w:pStyle w:val="Heading4"/>
      </w:pPr>
      <w:bookmarkStart w:id="429" w:name="_Toc21342867"/>
      <w:bookmarkStart w:id="430" w:name="_Toc29769828"/>
      <w:bookmarkStart w:id="431" w:name="_Toc29799327"/>
      <w:bookmarkStart w:id="432" w:name="_Toc37254551"/>
      <w:bookmarkStart w:id="433" w:name="_Toc37255194"/>
      <w:bookmarkStart w:id="434" w:name="_Toc45887218"/>
      <w:bookmarkStart w:id="435" w:name="_Toc53171955"/>
      <w:bookmarkStart w:id="436" w:name="_Toc61356720"/>
      <w:bookmarkStart w:id="437" w:name="_Toc67913589"/>
      <w:bookmarkStart w:id="438" w:name="_Toc75469405"/>
      <w:bookmarkStart w:id="439" w:name="_Toc76507895"/>
      <w:bookmarkStart w:id="440" w:name="_Toc83192796"/>
      <w:r w:rsidRPr="00835F44">
        <w:t>5.4.1.1</w:t>
      </w:r>
      <w:r w:rsidRPr="00835F44">
        <w:tab/>
        <w:t>Channel spacing for adjacent NR carriers</w:t>
      </w:r>
      <w:bookmarkEnd w:id="429"/>
      <w:bookmarkEnd w:id="430"/>
      <w:bookmarkEnd w:id="431"/>
      <w:bookmarkEnd w:id="432"/>
      <w:bookmarkEnd w:id="433"/>
      <w:bookmarkEnd w:id="434"/>
      <w:bookmarkEnd w:id="435"/>
      <w:bookmarkEnd w:id="436"/>
      <w:bookmarkEnd w:id="437"/>
      <w:bookmarkEnd w:id="438"/>
      <w:bookmarkEnd w:id="439"/>
      <w:bookmarkEnd w:id="440"/>
    </w:p>
    <w:p w14:paraId="2F76D99A" w14:textId="77777777" w:rsidR="005F7BBD" w:rsidRPr="00835F44" w:rsidRDefault="005F7BBD" w:rsidP="00863308">
      <w:pPr>
        <w:rPr>
          <w:rFonts w:eastAsia="Yu Mincho"/>
        </w:rPr>
      </w:pPr>
      <w:r w:rsidRPr="00835F44">
        <w:rPr>
          <w:rFonts w:eastAsia="Yu Mincho"/>
        </w:rPr>
        <w:t>The spacing between carriers will depend on the deployment scenario, the size of the frequency block available and the channel bandwidths. The nominal channel spacing between two adjacent NR carriers is defined as following:</w:t>
      </w:r>
    </w:p>
    <w:p w14:paraId="7D86B119" w14:textId="77777777" w:rsidR="00281553" w:rsidRPr="00835F44" w:rsidRDefault="005F7BBD" w:rsidP="003F5B9D">
      <w:pPr>
        <w:pStyle w:val="B1"/>
        <w:rPr>
          <w:rFonts w:eastAsia="Yu Mincho"/>
        </w:rPr>
      </w:pPr>
      <w:r w:rsidRPr="00835F44">
        <w:rPr>
          <w:rFonts w:eastAsia="Yu Mincho"/>
        </w:rPr>
        <w:lastRenderedPageBreak/>
        <w:t>-</w:t>
      </w:r>
      <w:r w:rsidRPr="00835F44">
        <w:rPr>
          <w:rFonts w:eastAsia="Yu Mincho"/>
        </w:rPr>
        <w:tab/>
        <w:t>For NR operating bands with 100 kHz channel raster,</w:t>
      </w:r>
    </w:p>
    <w:p w14:paraId="33450937" w14:textId="3A0AACDB" w:rsidR="005F7BBD" w:rsidRPr="00835F44" w:rsidRDefault="005F7BBD" w:rsidP="00495FE7">
      <w:pPr>
        <w:pStyle w:val="EQ"/>
        <w:jc w:val="center"/>
        <w:rPr>
          <w:rFonts w:eastAsia="Yu Mincho"/>
        </w:rPr>
      </w:pPr>
      <w:r w:rsidRPr="00835F44">
        <w:rPr>
          <w:rFonts w:eastAsia="Yu Mincho"/>
        </w:rPr>
        <w:t>Nominal Channel spacing = (BW</w:t>
      </w:r>
      <w:r w:rsidRPr="00835F44">
        <w:rPr>
          <w:rFonts w:eastAsia="Yu Mincho"/>
          <w:vertAlign w:val="subscript"/>
        </w:rPr>
        <w:t>Channel(1)</w:t>
      </w:r>
      <w:r w:rsidRPr="00835F44">
        <w:rPr>
          <w:rFonts w:eastAsia="Yu Mincho"/>
        </w:rPr>
        <w:t xml:space="preserve"> + BW</w:t>
      </w:r>
      <w:r w:rsidRPr="00835F44">
        <w:rPr>
          <w:rFonts w:eastAsia="Yu Mincho"/>
          <w:vertAlign w:val="subscript"/>
        </w:rPr>
        <w:t>Channel(2)</w:t>
      </w:r>
      <w:r w:rsidRPr="00835F44">
        <w:rPr>
          <w:rFonts w:eastAsia="Yu Mincho"/>
        </w:rPr>
        <w:t>)/2</w:t>
      </w:r>
    </w:p>
    <w:p w14:paraId="7A7F43A4" w14:textId="77777777" w:rsidR="005F7BBD" w:rsidRPr="00835F44" w:rsidRDefault="005F7BBD" w:rsidP="003F5B9D">
      <w:pPr>
        <w:pStyle w:val="B1"/>
        <w:rPr>
          <w:rFonts w:eastAsia="Yu Mincho"/>
        </w:rPr>
      </w:pPr>
      <w:r w:rsidRPr="00835F44">
        <w:rPr>
          <w:rFonts w:eastAsia="Yu Mincho"/>
        </w:rPr>
        <w:t>-</w:t>
      </w:r>
      <w:r w:rsidRPr="00835F44">
        <w:rPr>
          <w:rFonts w:eastAsia="Yu Mincho"/>
        </w:rPr>
        <w:tab/>
        <w:t>For NR operating bands with 15 kHz channel raster,</w:t>
      </w:r>
    </w:p>
    <w:p w14:paraId="7F52E169" w14:textId="46962BE5" w:rsidR="005F7BBD" w:rsidRPr="00835F44" w:rsidRDefault="005F7BBD" w:rsidP="00B36AA7">
      <w:pPr>
        <w:pStyle w:val="B20"/>
        <w:rPr>
          <w:rFonts w:eastAsia="Yu Mincho"/>
        </w:rPr>
      </w:pPr>
      <w:r w:rsidRPr="00835F44">
        <w:rPr>
          <w:rFonts w:eastAsia="Yu Mincho"/>
        </w:rPr>
        <w:t>Nominal Channel spacing = (BW</w:t>
      </w:r>
      <w:r w:rsidRPr="00835F44">
        <w:rPr>
          <w:rFonts w:eastAsia="Yu Mincho"/>
          <w:vertAlign w:val="subscript"/>
        </w:rPr>
        <w:t>Channel(1)</w:t>
      </w:r>
      <w:r w:rsidRPr="00835F44">
        <w:rPr>
          <w:rFonts w:eastAsia="Yu Mincho"/>
        </w:rPr>
        <w:t xml:space="preserve"> + BW</w:t>
      </w:r>
      <w:r w:rsidRPr="00835F44">
        <w:rPr>
          <w:rFonts w:eastAsia="Yu Mincho"/>
          <w:vertAlign w:val="subscript"/>
        </w:rPr>
        <w:t>Channel(2)</w:t>
      </w:r>
      <w:r w:rsidRPr="00835F44">
        <w:rPr>
          <w:rFonts w:eastAsia="Yu Mincho"/>
        </w:rPr>
        <w:t>)/2+{-5</w:t>
      </w:r>
      <w:r w:rsidR="00FB5991" w:rsidRPr="00835F44">
        <w:rPr>
          <w:rFonts w:eastAsia="Yu Mincho"/>
        </w:rPr>
        <w:t xml:space="preserve"> </w:t>
      </w:r>
      <w:r w:rsidRPr="00835F44">
        <w:rPr>
          <w:rFonts w:eastAsia="Yu Mincho"/>
        </w:rPr>
        <w:t>kHz, 0</w:t>
      </w:r>
      <w:r w:rsidR="00FB5991" w:rsidRPr="00835F44">
        <w:rPr>
          <w:rFonts w:eastAsia="Yu Mincho"/>
        </w:rPr>
        <w:t xml:space="preserve"> </w:t>
      </w:r>
      <w:r w:rsidRPr="00835F44">
        <w:rPr>
          <w:rFonts w:eastAsia="Yu Mincho"/>
        </w:rPr>
        <w:t>kHz, 5</w:t>
      </w:r>
      <w:r w:rsidR="00FB5991" w:rsidRPr="00835F44">
        <w:rPr>
          <w:rFonts w:eastAsia="Yu Mincho"/>
        </w:rPr>
        <w:t xml:space="preserve"> </w:t>
      </w:r>
      <w:r w:rsidRPr="00835F44">
        <w:rPr>
          <w:rFonts w:eastAsia="Yu Mincho"/>
        </w:rPr>
        <w:t>kHz}</w:t>
      </w:r>
      <w:r w:rsidR="00B36AA7" w:rsidRPr="00835F44">
        <w:rPr>
          <w:rFonts w:eastAsia="Yu Mincho"/>
        </w:rPr>
        <w:t xml:space="preserve"> for ∆F</w:t>
      </w:r>
      <w:r w:rsidR="00B36AA7" w:rsidRPr="00835F44">
        <w:rPr>
          <w:rFonts w:eastAsia="Yu Mincho"/>
          <w:vertAlign w:val="subscript"/>
        </w:rPr>
        <w:t>Raster</w:t>
      </w:r>
      <w:r w:rsidR="00B36AA7" w:rsidRPr="00835F44">
        <w:rPr>
          <w:rFonts w:eastAsia="Yu Mincho"/>
        </w:rPr>
        <w:t xml:space="preserve"> equals 15 kHz</w:t>
      </w:r>
    </w:p>
    <w:p w14:paraId="552C6C9A" w14:textId="276554B4" w:rsidR="00B36AA7" w:rsidRPr="00835F44" w:rsidRDefault="00B36AA7" w:rsidP="00495FE7">
      <w:pPr>
        <w:pStyle w:val="B20"/>
        <w:rPr>
          <w:rFonts w:eastAsia="Yu Mincho"/>
        </w:rPr>
      </w:pPr>
      <w:r w:rsidRPr="00835F44">
        <w:rPr>
          <w:rFonts w:eastAsia="Yu Mincho"/>
        </w:rPr>
        <w:t>Nominal Channel spacing = (BW</w:t>
      </w:r>
      <w:r w:rsidRPr="00835F44">
        <w:rPr>
          <w:rFonts w:eastAsia="Yu Mincho"/>
          <w:vertAlign w:val="subscript"/>
        </w:rPr>
        <w:t>Channel(1)</w:t>
      </w:r>
      <w:r w:rsidRPr="00835F44">
        <w:rPr>
          <w:rFonts w:eastAsia="Yu Mincho"/>
        </w:rPr>
        <w:t xml:space="preserve"> + BW</w:t>
      </w:r>
      <w:r w:rsidRPr="00835F44">
        <w:rPr>
          <w:rFonts w:eastAsia="Yu Mincho"/>
          <w:vertAlign w:val="subscript"/>
        </w:rPr>
        <w:t>Channel(2)</w:t>
      </w:r>
      <w:r w:rsidRPr="00835F44">
        <w:rPr>
          <w:rFonts w:eastAsia="Yu Mincho"/>
        </w:rPr>
        <w:t>)/2+{-10 kHz, 0 kHz, 10 kHz} for ∆F</w:t>
      </w:r>
      <w:r w:rsidRPr="00835F44">
        <w:rPr>
          <w:rFonts w:eastAsia="Yu Mincho"/>
          <w:vertAlign w:val="subscript"/>
        </w:rPr>
        <w:t>Raster</w:t>
      </w:r>
      <w:r w:rsidRPr="00835F44">
        <w:rPr>
          <w:rFonts w:eastAsia="Yu Mincho"/>
        </w:rPr>
        <w:t xml:space="preserve"> equals 30 kHz</w:t>
      </w:r>
    </w:p>
    <w:p w14:paraId="299E7CA5" w14:textId="77777777" w:rsidR="005F7BBD" w:rsidRPr="00835F44" w:rsidRDefault="005F7BBD" w:rsidP="00863308">
      <w:pPr>
        <w:rPr>
          <w:rFonts w:eastAsia="Yu Mincho"/>
        </w:rPr>
      </w:pPr>
      <w:r w:rsidRPr="00835F44">
        <w:rPr>
          <w:rFonts w:eastAsia="Yu Mincho"/>
        </w:rPr>
        <w:t>where BW</w:t>
      </w:r>
      <w:r w:rsidRPr="00835F44">
        <w:rPr>
          <w:rFonts w:eastAsia="Yu Mincho"/>
          <w:vertAlign w:val="subscript"/>
        </w:rPr>
        <w:t>Channel(1)</w:t>
      </w:r>
      <w:r w:rsidRPr="00835F44">
        <w:rPr>
          <w:rFonts w:eastAsia="Yu Mincho"/>
        </w:rPr>
        <w:t xml:space="preserve"> and BW</w:t>
      </w:r>
      <w:r w:rsidRPr="00835F44">
        <w:rPr>
          <w:rFonts w:eastAsia="Yu Mincho"/>
          <w:vertAlign w:val="subscript"/>
        </w:rPr>
        <w:t>Channel(2)</w:t>
      </w:r>
      <w:r w:rsidRPr="00835F44">
        <w:rPr>
          <w:rFonts w:eastAsia="Yu Mincho"/>
        </w:rPr>
        <w:t xml:space="preserve"> are the channel bandwidths of the two respective NR carriers. The channel spacing can be adjusted depending on the channel raster to optimize performance in a particular deployment scenario.</w:t>
      </w:r>
    </w:p>
    <w:p w14:paraId="40209764" w14:textId="77777777" w:rsidR="005F7BBD" w:rsidRPr="00835F44" w:rsidRDefault="005F7BBD" w:rsidP="00495FE7">
      <w:pPr>
        <w:pStyle w:val="Heading3"/>
      </w:pPr>
      <w:bookmarkStart w:id="441" w:name="_Toc21342868"/>
      <w:bookmarkStart w:id="442" w:name="_Toc29769829"/>
      <w:bookmarkStart w:id="443" w:name="_Toc29799328"/>
      <w:bookmarkStart w:id="444" w:name="_Toc37254552"/>
      <w:bookmarkStart w:id="445" w:name="_Toc37255195"/>
      <w:bookmarkStart w:id="446" w:name="_Toc45887219"/>
      <w:bookmarkStart w:id="447" w:name="_Toc53171956"/>
      <w:bookmarkStart w:id="448" w:name="_Toc61356721"/>
      <w:bookmarkStart w:id="449" w:name="_Toc67913590"/>
      <w:bookmarkStart w:id="450" w:name="_Toc75469406"/>
      <w:bookmarkStart w:id="451" w:name="_Toc76507896"/>
      <w:bookmarkStart w:id="452" w:name="_Toc83192797"/>
      <w:r w:rsidRPr="00835F44">
        <w:t>5.4.2</w:t>
      </w:r>
      <w:r w:rsidRPr="00835F44">
        <w:tab/>
      </w:r>
      <w:r w:rsidRPr="00835F44">
        <w:rPr>
          <w:rFonts w:hint="eastAsia"/>
        </w:rPr>
        <w:t xml:space="preserve">Channel </w:t>
      </w:r>
      <w:r w:rsidRPr="00835F44">
        <w:t>r</w:t>
      </w:r>
      <w:r w:rsidRPr="00835F44">
        <w:rPr>
          <w:rFonts w:hint="eastAsia"/>
        </w:rPr>
        <w:t>aster</w:t>
      </w:r>
      <w:bookmarkEnd w:id="441"/>
      <w:bookmarkEnd w:id="442"/>
      <w:bookmarkEnd w:id="443"/>
      <w:bookmarkEnd w:id="444"/>
      <w:bookmarkEnd w:id="445"/>
      <w:bookmarkEnd w:id="446"/>
      <w:bookmarkEnd w:id="447"/>
      <w:bookmarkEnd w:id="448"/>
      <w:bookmarkEnd w:id="449"/>
      <w:bookmarkEnd w:id="450"/>
      <w:bookmarkEnd w:id="451"/>
      <w:bookmarkEnd w:id="452"/>
    </w:p>
    <w:p w14:paraId="3D5C9BD0" w14:textId="50242141" w:rsidR="005F7BBD" w:rsidRPr="00835F44" w:rsidRDefault="005F7BBD" w:rsidP="00495FE7">
      <w:pPr>
        <w:pStyle w:val="Heading4"/>
      </w:pPr>
      <w:bookmarkStart w:id="453" w:name="_Toc21342869"/>
      <w:bookmarkStart w:id="454" w:name="_Toc29769830"/>
      <w:bookmarkStart w:id="455" w:name="_Toc29799329"/>
      <w:bookmarkStart w:id="456" w:name="_Toc37254553"/>
      <w:bookmarkStart w:id="457" w:name="_Toc37255196"/>
      <w:bookmarkStart w:id="458" w:name="_Toc45887220"/>
      <w:bookmarkStart w:id="459" w:name="_Toc53171957"/>
      <w:bookmarkStart w:id="460" w:name="_Toc61356722"/>
      <w:bookmarkStart w:id="461" w:name="_Toc67913591"/>
      <w:bookmarkStart w:id="462" w:name="_Toc75469407"/>
      <w:bookmarkStart w:id="463" w:name="_Toc76507897"/>
      <w:bookmarkStart w:id="464" w:name="_Toc83192798"/>
      <w:r w:rsidRPr="00835F44">
        <w:t>5.4.2.1</w:t>
      </w:r>
      <w:r w:rsidRPr="00835F44">
        <w:tab/>
      </w:r>
      <w:r w:rsidR="00570285" w:rsidRPr="00835F44">
        <w:t>NR-ARFCN and c</w:t>
      </w:r>
      <w:r w:rsidRPr="00835F44">
        <w:rPr>
          <w:rFonts w:hint="eastAsia"/>
        </w:rPr>
        <w:t xml:space="preserve">hannel </w:t>
      </w:r>
      <w:r w:rsidRPr="00835F44">
        <w:t>r</w:t>
      </w:r>
      <w:r w:rsidRPr="00835F44">
        <w:rPr>
          <w:rFonts w:hint="eastAsia"/>
        </w:rPr>
        <w:t>aster</w:t>
      </w:r>
      <w:bookmarkEnd w:id="453"/>
      <w:bookmarkEnd w:id="454"/>
      <w:bookmarkEnd w:id="455"/>
      <w:bookmarkEnd w:id="456"/>
      <w:bookmarkEnd w:id="457"/>
      <w:bookmarkEnd w:id="458"/>
      <w:bookmarkEnd w:id="459"/>
      <w:bookmarkEnd w:id="460"/>
      <w:bookmarkEnd w:id="461"/>
      <w:bookmarkEnd w:id="462"/>
      <w:bookmarkEnd w:id="463"/>
      <w:bookmarkEnd w:id="464"/>
    </w:p>
    <w:p w14:paraId="24D25527" w14:textId="151C94C1" w:rsidR="005F7BBD" w:rsidRPr="00835F44" w:rsidRDefault="005F7BBD" w:rsidP="00863308">
      <w:pPr>
        <w:rPr>
          <w:rFonts w:eastAsia="Yu Mincho"/>
        </w:rPr>
      </w:pPr>
      <w:r w:rsidRPr="00835F44">
        <w:rPr>
          <w:rFonts w:eastAsia="Yu Mincho"/>
        </w:rPr>
        <w:t xml:space="preserve">The </w:t>
      </w:r>
      <w:r w:rsidR="00570285" w:rsidRPr="00835F44">
        <w:rPr>
          <w:rFonts w:eastAsia="Yu Mincho"/>
        </w:rPr>
        <w:t xml:space="preserve">global frequency </w:t>
      </w:r>
      <w:r w:rsidRPr="00835F44">
        <w:rPr>
          <w:rFonts w:eastAsia="Yu Mincho"/>
        </w:rPr>
        <w:t xml:space="preserve">channel raster defines a set of RF reference frequencies </w:t>
      </w:r>
      <w:r w:rsidR="00570285" w:rsidRPr="00835F44">
        <w:rPr>
          <w:rFonts w:eastAsia="Yu Mincho"/>
        </w:rPr>
        <w:t>F</w:t>
      </w:r>
      <w:r w:rsidR="00AD78FD" w:rsidRPr="00835F44">
        <w:rPr>
          <w:rFonts w:eastAsia="Yu Mincho"/>
          <w:vertAlign w:val="subscript"/>
        </w:rPr>
        <w:t>REF</w:t>
      </w:r>
      <w:r w:rsidR="00570285" w:rsidRPr="00835F44">
        <w:rPr>
          <w:rFonts w:eastAsia="Yu Mincho"/>
          <w:vertAlign w:val="subscript"/>
        </w:rPr>
        <w:t>.</w:t>
      </w:r>
      <w:r w:rsidR="00570285" w:rsidRPr="00835F44">
        <w:rPr>
          <w:rFonts w:eastAsia="Yu Mincho"/>
        </w:rPr>
        <w:t xml:space="preserve"> The RF reference frequency is used in signalling to identify the position of RF channels, SS blocks and other elements.</w:t>
      </w:r>
    </w:p>
    <w:p w14:paraId="341983CC" w14:textId="0483774D" w:rsidR="006C28A4" w:rsidRPr="00835F44" w:rsidRDefault="00570285" w:rsidP="00570285">
      <w:pPr>
        <w:rPr>
          <w:rFonts w:eastAsia="Yu Mincho"/>
        </w:rPr>
      </w:pPr>
      <w:r w:rsidRPr="00835F44">
        <w:rPr>
          <w:rFonts w:eastAsia="Yu Mincho"/>
        </w:rPr>
        <w:t>The global frequency raster is d</w:t>
      </w:r>
      <w:r w:rsidR="005F7BBD" w:rsidRPr="00835F44">
        <w:rPr>
          <w:rFonts w:eastAsia="Yu Mincho"/>
        </w:rPr>
        <w:t>efined for all frequencies from 0 to 100 GHz</w:t>
      </w:r>
      <w:r w:rsidR="006C28A4" w:rsidRPr="00835F44">
        <w:rPr>
          <w:rFonts w:eastAsia="Yu Mincho"/>
        </w:rPr>
        <w:t>.</w:t>
      </w:r>
      <w:r w:rsidR="005F7BBD" w:rsidRPr="00835F44">
        <w:rPr>
          <w:rFonts w:eastAsia="Yu Mincho"/>
        </w:rPr>
        <w:t xml:space="preserve"> The granularity of the global frequency raster is ΔF</w:t>
      </w:r>
      <w:r w:rsidR="005F7BBD" w:rsidRPr="00835F44">
        <w:rPr>
          <w:rFonts w:eastAsia="Yu Mincho"/>
          <w:vertAlign w:val="subscript"/>
        </w:rPr>
        <w:t>Global</w:t>
      </w:r>
      <w:r w:rsidR="005F7BBD" w:rsidRPr="00835F44">
        <w:rPr>
          <w:rFonts w:eastAsia="Yu Mincho"/>
        </w:rPr>
        <w:t>.</w:t>
      </w:r>
    </w:p>
    <w:p w14:paraId="51E1FFA7" w14:textId="0894B5E5" w:rsidR="005F7BBD" w:rsidRPr="00835F44" w:rsidRDefault="005F7BBD" w:rsidP="00863308">
      <w:pPr>
        <w:rPr>
          <w:rFonts w:eastAsia="Yu Mincho"/>
        </w:rPr>
      </w:pPr>
      <w:r w:rsidRPr="00835F44">
        <w:rPr>
          <w:rFonts w:eastAsia="Yu Mincho"/>
        </w:rPr>
        <w:t>RF reference frequenc</w:t>
      </w:r>
      <w:r w:rsidR="006C28A4" w:rsidRPr="00835F44">
        <w:rPr>
          <w:rFonts w:eastAsia="Yu Mincho"/>
        </w:rPr>
        <w:t>ies</w:t>
      </w:r>
      <w:r w:rsidRPr="00835F44">
        <w:rPr>
          <w:rFonts w:eastAsia="Yu Mincho"/>
        </w:rPr>
        <w:t xml:space="preserve"> </w:t>
      </w:r>
      <w:r w:rsidR="006C28A4" w:rsidRPr="00835F44">
        <w:rPr>
          <w:rFonts w:eastAsia="Yu Mincho"/>
        </w:rPr>
        <w:t>are</w:t>
      </w:r>
      <w:r w:rsidRPr="00835F44">
        <w:rPr>
          <w:rFonts w:eastAsia="Yu Mincho"/>
        </w:rPr>
        <w:t xml:space="preserve"> designated by </w:t>
      </w:r>
      <w:r w:rsidR="006C28A4" w:rsidRPr="00835F44">
        <w:rPr>
          <w:rFonts w:eastAsia="Yu Mincho"/>
        </w:rPr>
        <w:t xml:space="preserve">an </w:t>
      </w:r>
      <w:r w:rsidRPr="00835F44">
        <w:rPr>
          <w:rFonts w:eastAsia="Yu Mincho"/>
        </w:rPr>
        <w:t xml:space="preserve">NR Absolute Radio Frequency Channel Number (NR-ARFCN) in the range </w:t>
      </w:r>
      <w:r w:rsidR="006E3708" w:rsidRPr="00835F44">
        <w:rPr>
          <w:rFonts w:eastAsia="Yu Mincho"/>
        </w:rPr>
        <w:t>(</w:t>
      </w:r>
      <w:r w:rsidRPr="00835F44">
        <w:rPr>
          <w:rFonts w:eastAsia="Yu Mincho"/>
        </w:rPr>
        <w:t>0</w:t>
      </w:r>
      <w:r w:rsidR="00F42C90" w:rsidRPr="00835F44">
        <w:rPr>
          <w:rFonts w:eastAsia="Yu Mincho"/>
        </w:rPr>
        <w:t>…</w:t>
      </w:r>
      <w:r w:rsidRPr="00835F44">
        <w:t>2016666</w:t>
      </w:r>
      <w:r w:rsidR="006E3708" w:rsidRPr="00835F44">
        <w:rPr>
          <w:rFonts w:eastAsia="Yu Mincho"/>
        </w:rPr>
        <w:t>)</w:t>
      </w:r>
      <w:r w:rsidRPr="00835F44">
        <w:rPr>
          <w:rFonts w:eastAsia="Yu Mincho"/>
        </w:rPr>
        <w:t xml:space="preserve"> on the global frequency raster. The relation between the NR-ARFCN and the RF reference frequency F</w:t>
      </w:r>
      <w:r w:rsidRPr="00835F44">
        <w:rPr>
          <w:rFonts w:eastAsia="Yu Mincho"/>
          <w:vertAlign w:val="subscript"/>
        </w:rPr>
        <w:t>REF</w:t>
      </w:r>
      <w:r w:rsidRPr="00835F44">
        <w:rPr>
          <w:rFonts w:eastAsia="Yu Mincho"/>
        </w:rPr>
        <w:t xml:space="preserve"> in MHz is given by the following equation, where F</w:t>
      </w:r>
      <w:r w:rsidRPr="00835F44">
        <w:rPr>
          <w:rFonts w:eastAsia="Yu Mincho"/>
          <w:vertAlign w:val="subscript"/>
        </w:rPr>
        <w:t>REF-Offs</w:t>
      </w:r>
      <w:r w:rsidRPr="00835F44">
        <w:rPr>
          <w:rFonts w:eastAsia="Yu Mincho"/>
        </w:rPr>
        <w:t xml:space="preserve"> and N</w:t>
      </w:r>
      <w:r w:rsidRPr="00835F44">
        <w:rPr>
          <w:rFonts w:eastAsia="Yu Mincho"/>
          <w:vertAlign w:val="subscript"/>
        </w:rPr>
        <w:t>Ref-Offs</w:t>
      </w:r>
      <w:r w:rsidRPr="00835F44">
        <w:rPr>
          <w:rFonts w:eastAsia="Yu Mincho"/>
        </w:rPr>
        <w:t xml:space="preserve"> are given in table 5.4.2.1-1 and N</w:t>
      </w:r>
      <w:r w:rsidRPr="00835F44">
        <w:rPr>
          <w:rFonts w:eastAsia="Yu Mincho"/>
          <w:vertAlign w:val="subscript"/>
        </w:rPr>
        <w:t>REF</w:t>
      </w:r>
      <w:r w:rsidRPr="00835F44">
        <w:rPr>
          <w:rFonts w:eastAsia="Yu Mincho"/>
        </w:rPr>
        <w:t xml:space="preserve"> is the NR-ARFCN.</w:t>
      </w:r>
    </w:p>
    <w:p w14:paraId="66197BA3" w14:textId="77777777" w:rsidR="005F7BBD" w:rsidRPr="00835F44" w:rsidRDefault="005F7BBD" w:rsidP="00863308">
      <w:pPr>
        <w:pStyle w:val="EQ"/>
        <w:jc w:val="center"/>
      </w:pPr>
      <w:r w:rsidRPr="00835F44">
        <w:t>F</w:t>
      </w:r>
      <w:r w:rsidRPr="00835F44">
        <w:rPr>
          <w:vertAlign w:val="subscript"/>
        </w:rPr>
        <w:t>REF</w:t>
      </w:r>
      <w:r w:rsidRPr="00835F44">
        <w:t xml:space="preserve"> = F</w:t>
      </w:r>
      <w:r w:rsidRPr="00835F44">
        <w:rPr>
          <w:vertAlign w:val="subscript"/>
        </w:rPr>
        <w:t>REF-Offs</w:t>
      </w:r>
      <w:r w:rsidRPr="00835F44">
        <w:t xml:space="preserve"> + ΔF</w:t>
      </w:r>
      <w:r w:rsidRPr="00835F44">
        <w:rPr>
          <w:vertAlign w:val="subscript"/>
        </w:rPr>
        <w:t>Global</w:t>
      </w:r>
      <w:r w:rsidRPr="00835F44">
        <w:t xml:space="preserve"> (N</w:t>
      </w:r>
      <w:r w:rsidRPr="00835F44">
        <w:rPr>
          <w:vertAlign w:val="subscript"/>
        </w:rPr>
        <w:t>REF</w:t>
      </w:r>
      <w:r w:rsidRPr="00835F44">
        <w:t xml:space="preserve"> – N</w:t>
      </w:r>
      <w:r w:rsidRPr="00835F44">
        <w:rPr>
          <w:vertAlign w:val="subscript"/>
        </w:rPr>
        <w:t>REF-Offs</w:t>
      </w:r>
      <w:r w:rsidRPr="00835F44">
        <w:t>)</w:t>
      </w:r>
    </w:p>
    <w:p w14:paraId="7AA91179" w14:textId="77777777" w:rsidR="005F7BBD" w:rsidRPr="00835F44" w:rsidRDefault="005F7BBD" w:rsidP="00863308">
      <w:pPr>
        <w:pStyle w:val="TH"/>
      </w:pPr>
      <w:r w:rsidRPr="00835F44">
        <w:t>Table 5.4.2.1-1: NR-ARFCN parameters for the global frequency raster</w:t>
      </w:r>
    </w:p>
    <w:tbl>
      <w:tblPr>
        <w:tblW w:w="8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1"/>
        <w:gridCol w:w="1369"/>
        <w:gridCol w:w="1590"/>
        <w:gridCol w:w="1134"/>
        <w:gridCol w:w="1935"/>
      </w:tblGrid>
      <w:tr w:rsidR="00495FE7" w:rsidRPr="00835F44" w14:paraId="632F2824" w14:textId="77777777" w:rsidTr="00863308">
        <w:trPr>
          <w:jc w:val="center"/>
        </w:trPr>
        <w:tc>
          <w:tcPr>
            <w:tcW w:w="2241" w:type="dxa"/>
            <w:shd w:val="clear" w:color="auto" w:fill="auto"/>
            <w:vAlign w:val="center"/>
          </w:tcPr>
          <w:p w14:paraId="4310596D" w14:textId="77777777" w:rsidR="005F7BBD" w:rsidRPr="00835F44" w:rsidRDefault="005F7BBD" w:rsidP="005C5B2B">
            <w:pPr>
              <w:pStyle w:val="TAH"/>
            </w:pPr>
            <w:r w:rsidRPr="00835F44">
              <w:t>Frequency range (MHz)</w:t>
            </w:r>
          </w:p>
        </w:tc>
        <w:tc>
          <w:tcPr>
            <w:tcW w:w="1369" w:type="dxa"/>
            <w:shd w:val="clear" w:color="auto" w:fill="auto"/>
            <w:vAlign w:val="center"/>
          </w:tcPr>
          <w:p w14:paraId="654377D9" w14:textId="77777777" w:rsidR="005F7BBD" w:rsidRPr="00835F44" w:rsidRDefault="005F7BBD" w:rsidP="005C5B2B">
            <w:pPr>
              <w:pStyle w:val="TAH"/>
            </w:pPr>
            <w:r w:rsidRPr="00835F44">
              <w:t>ΔF</w:t>
            </w:r>
            <w:r w:rsidRPr="00835F44">
              <w:rPr>
                <w:vertAlign w:val="subscript"/>
              </w:rPr>
              <w:t xml:space="preserve">Global </w:t>
            </w:r>
            <w:r w:rsidRPr="00835F44">
              <w:t>(kHz)</w:t>
            </w:r>
          </w:p>
        </w:tc>
        <w:tc>
          <w:tcPr>
            <w:tcW w:w="1590" w:type="dxa"/>
            <w:shd w:val="clear" w:color="auto" w:fill="auto"/>
            <w:vAlign w:val="center"/>
          </w:tcPr>
          <w:p w14:paraId="6859A415" w14:textId="77777777" w:rsidR="005F7BBD" w:rsidRPr="00835F44" w:rsidRDefault="005F7BBD" w:rsidP="005C5B2B">
            <w:pPr>
              <w:pStyle w:val="TAH"/>
            </w:pPr>
            <w:r w:rsidRPr="00835F44">
              <w:t>F</w:t>
            </w:r>
            <w:r w:rsidRPr="00835F44">
              <w:rPr>
                <w:vertAlign w:val="subscript"/>
              </w:rPr>
              <w:t>REF-Offs</w:t>
            </w:r>
            <w:r w:rsidRPr="00835F44">
              <w:t xml:space="preserve"> (MHz)</w:t>
            </w:r>
          </w:p>
        </w:tc>
        <w:tc>
          <w:tcPr>
            <w:tcW w:w="1134" w:type="dxa"/>
            <w:shd w:val="clear" w:color="auto" w:fill="auto"/>
            <w:vAlign w:val="center"/>
          </w:tcPr>
          <w:p w14:paraId="51F8BB2E" w14:textId="77777777" w:rsidR="005F7BBD" w:rsidRPr="00835F44" w:rsidRDefault="005F7BBD" w:rsidP="005C5B2B">
            <w:pPr>
              <w:pStyle w:val="TAH"/>
            </w:pPr>
            <w:r w:rsidRPr="00835F44">
              <w:t>N</w:t>
            </w:r>
            <w:r w:rsidRPr="00835F44">
              <w:rPr>
                <w:vertAlign w:val="subscript"/>
              </w:rPr>
              <w:t>REF-Offs</w:t>
            </w:r>
          </w:p>
        </w:tc>
        <w:tc>
          <w:tcPr>
            <w:tcW w:w="1935" w:type="dxa"/>
            <w:shd w:val="clear" w:color="auto" w:fill="auto"/>
            <w:vAlign w:val="center"/>
          </w:tcPr>
          <w:p w14:paraId="4E31AFB9" w14:textId="77777777" w:rsidR="005F7BBD" w:rsidRPr="00835F44" w:rsidRDefault="005F7BBD" w:rsidP="005C5B2B">
            <w:pPr>
              <w:pStyle w:val="TAH"/>
            </w:pPr>
            <w:r w:rsidRPr="00835F44">
              <w:t>Range of N</w:t>
            </w:r>
            <w:r w:rsidRPr="00835F44">
              <w:rPr>
                <w:vertAlign w:val="subscript"/>
              </w:rPr>
              <w:t>REF</w:t>
            </w:r>
          </w:p>
        </w:tc>
      </w:tr>
      <w:tr w:rsidR="00495FE7" w:rsidRPr="00835F44" w14:paraId="74D883BD" w14:textId="77777777" w:rsidTr="00863308">
        <w:trPr>
          <w:jc w:val="center"/>
        </w:trPr>
        <w:tc>
          <w:tcPr>
            <w:tcW w:w="2241" w:type="dxa"/>
            <w:shd w:val="clear" w:color="auto" w:fill="auto"/>
            <w:vAlign w:val="center"/>
          </w:tcPr>
          <w:p w14:paraId="2323E86A" w14:textId="77777777" w:rsidR="005F7BBD" w:rsidRPr="00835F44" w:rsidRDefault="005F7BBD" w:rsidP="00863308">
            <w:pPr>
              <w:pStyle w:val="TAC"/>
            </w:pPr>
            <w:r w:rsidRPr="00835F44">
              <w:t>0 – 3000</w:t>
            </w:r>
          </w:p>
        </w:tc>
        <w:tc>
          <w:tcPr>
            <w:tcW w:w="1369" w:type="dxa"/>
            <w:shd w:val="clear" w:color="auto" w:fill="auto"/>
            <w:vAlign w:val="center"/>
          </w:tcPr>
          <w:p w14:paraId="3397DD3C" w14:textId="77777777" w:rsidR="005F7BBD" w:rsidRPr="00835F44" w:rsidRDefault="005F7BBD" w:rsidP="00863308">
            <w:pPr>
              <w:pStyle w:val="TAC"/>
            </w:pPr>
            <w:r w:rsidRPr="00835F44">
              <w:t>5</w:t>
            </w:r>
          </w:p>
        </w:tc>
        <w:tc>
          <w:tcPr>
            <w:tcW w:w="1590" w:type="dxa"/>
            <w:shd w:val="clear" w:color="auto" w:fill="auto"/>
            <w:vAlign w:val="center"/>
          </w:tcPr>
          <w:p w14:paraId="640F1F83" w14:textId="77777777" w:rsidR="005F7BBD" w:rsidRPr="00835F44" w:rsidRDefault="005F7BBD" w:rsidP="00863308">
            <w:pPr>
              <w:pStyle w:val="TAC"/>
            </w:pPr>
            <w:r w:rsidRPr="00835F44">
              <w:t>0</w:t>
            </w:r>
          </w:p>
        </w:tc>
        <w:tc>
          <w:tcPr>
            <w:tcW w:w="1134" w:type="dxa"/>
            <w:shd w:val="clear" w:color="auto" w:fill="auto"/>
            <w:vAlign w:val="center"/>
          </w:tcPr>
          <w:p w14:paraId="3338C0D4" w14:textId="77777777" w:rsidR="005F7BBD" w:rsidRPr="00835F44" w:rsidRDefault="005F7BBD" w:rsidP="00863308">
            <w:pPr>
              <w:pStyle w:val="TAC"/>
            </w:pPr>
            <w:r w:rsidRPr="00835F44">
              <w:t>0</w:t>
            </w:r>
          </w:p>
        </w:tc>
        <w:tc>
          <w:tcPr>
            <w:tcW w:w="1935" w:type="dxa"/>
            <w:shd w:val="clear" w:color="auto" w:fill="auto"/>
            <w:vAlign w:val="center"/>
          </w:tcPr>
          <w:p w14:paraId="234A4F7F" w14:textId="77777777" w:rsidR="005F7BBD" w:rsidRPr="00835F44" w:rsidRDefault="005F7BBD" w:rsidP="00863308">
            <w:pPr>
              <w:pStyle w:val="TAC"/>
            </w:pPr>
            <w:r w:rsidRPr="00835F44">
              <w:t>0 – 599999</w:t>
            </w:r>
          </w:p>
        </w:tc>
      </w:tr>
      <w:tr w:rsidR="005F7BBD" w:rsidRPr="00835F44" w14:paraId="73CEE4EA" w14:textId="77777777" w:rsidTr="00863308">
        <w:trPr>
          <w:jc w:val="center"/>
        </w:trPr>
        <w:tc>
          <w:tcPr>
            <w:tcW w:w="2241" w:type="dxa"/>
            <w:shd w:val="clear" w:color="auto" w:fill="auto"/>
            <w:vAlign w:val="center"/>
          </w:tcPr>
          <w:p w14:paraId="3142EA3D" w14:textId="77777777" w:rsidR="005F7BBD" w:rsidRPr="00835F44" w:rsidRDefault="005F7BBD" w:rsidP="00863308">
            <w:pPr>
              <w:pStyle w:val="TAC"/>
            </w:pPr>
            <w:r w:rsidRPr="00835F44">
              <w:t>3000 – 24250</w:t>
            </w:r>
          </w:p>
        </w:tc>
        <w:tc>
          <w:tcPr>
            <w:tcW w:w="1369" w:type="dxa"/>
            <w:shd w:val="clear" w:color="auto" w:fill="auto"/>
            <w:vAlign w:val="center"/>
          </w:tcPr>
          <w:p w14:paraId="6F20F44F" w14:textId="77777777" w:rsidR="005F7BBD" w:rsidRPr="00835F44" w:rsidRDefault="005F7BBD" w:rsidP="00863308">
            <w:pPr>
              <w:pStyle w:val="TAC"/>
            </w:pPr>
            <w:r w:rsidRPr="00835F44">
              <w:t>15</w:t>
            </w:r>
          </w:p>
        </w:tc>
        <w:tc>
          <w:tcPr>
            <w:tcW w:w="1590" w:type="dxa"/>
            <w:shd w:val="clear" w:color="auto" w:fill="auto"/>
            <w:vAlign w:val="center"/>
          </w:tcPr>
          <w:p w14:paraId="5E4965D8" w14:textId="77777777" w:rsidR="005F7BBD" w:rsidRPr="00835F44" w:rsidRDefault="005F7BBD" w:rsidP="00863308">
            <w:pPr>
              <w:pStyle w:val="TAC"/>
            </w:pPr>
            <w:r w:rsidRPr="00835F44">
              <w:t>3000</w:t>
            </w:r>
          </w:p>
        </w:tc>
        <w:tc>
          <w:tcPr>
            <w:tcW w:w="1134" w:type="dxa"/>
            <w:shd w:val="clear" w:color="auto" w:fill="auto"/>
            <w:vAlign w:val="center"/>
          </w:tcPr>
          <w:p w14:paraId="40D50615" w14:textId="77777777" w:rsidR="005F7BBD" w:rsidRPr="00835F44" w:rsidRDefault="005F7BBD" w:rsidP="00863308">
            <w:pPr>
              <w:pStyle w:val="TAC"/>
            </w:pPr>
            <w:r w:rsidRPr="00835F44">
              <w:t>600000</w:t>
            </w:r>
          </w:p>
        </w:tc>
        <w:tc>
          <w:tcPr>
            <w:tcW w:w="1935" w:type="dxa"/>
            <w:shd w:val="clear" w:color="auto" w:fill="auto"/>
            <w:vAlign w:val="center"/>
          </w:tcPr>
          <w:p w14:paraId="47571BB6" w14:textId="77777777" w:rsidR="005F7BBD" w:rsidRPr="00835F44" w:rsidRDefault="005F7BBD" w:rsidP="00863308">
            <w:pPr>
              <w:pStyle w:val="TAC"/>
            </w:pPr>
            <w:r w:rsidRPr="00835F44">
              <w:t>600000 – 2016666</w:t>
            </w:r>
          </w:p>
        </w:tc>
      </w:tr>
    </w:tbl>
    <w:p w14:paraId="6330D001" w14:textId="77777777" w:rsidR="008D6EF2" w:rsidRPr="00835F44" w:rsidRDefault="008D6EF2" w:rsidP="00863308">
      <w:pPr>
        <w:rPr>
          <w:rFonts w:eastAsia="Yu Mincho"/>
        </w:rPr>
      </w:pPr>
    </w:p>
    <w:p w14:paraId="41EFB981" w14:textId="77777777" w:rsidR="007A253D" w:rsidRPr="00835F44" w:rsidRDefault="007A253D" w:rsidP="007A253D">
      <w:pPr>
        <w:rPr>
          <w:rFonts w:eastAsia="Yu Mincho"/>
        </w:rPr>
      </w:pPr>
      <w:r w:rsidRPr="00835F44">
        <w:rPr>
          <w:rFonts w:eastAsia="Yu Mincho"/>
        </w:rPr>
        <w:t>The channel raster defines a subset of RF reference frequencies that can be used to identify the RF channel position in the uplink and downlink. The RF reference frequency for an RF channel maps to a resource element on the carrier. For each operating band, a subset of frequencies from the global frequency raster are applicable for that band and forms a channel raster with a granularity ΔF</w:t>
      </w:r>
      <w:r w:rsidRPr="00835F44">
        <w:rPr>
          <w:rFonts w:eastAsia="Yu Mincho"/>
          <w:vertAlign w:val="subscript"/>
        </w:rPr>
        <w:t>Raster</w:t>
      </w:r>
      <w:r w:rsidRPr="00835F44">
        <w:rPr>
          <w:rFonts w:eastAsia="Yu Mincho"/>
        </w:rPr>
        <w:t>, which may be equal to or larger than ΔF</w:t>
      </w:r>
      <w:r w:rsidRPr="00835F44">
        <w:rPr>
          <w:rFonts w:eastAsia="Yu Mincho"/>
          <w:vertAlign w:val="subscript"/>
        </w:rPr>
        <w:t>Global</w:t>
      </w:r>
      <w:r w:rsidRPr="00835F44">
        <w:rPr>
          <w:rFonts w:eastAsia="Yu Mincho"/>
        </w:rPr>
        <w:t>.</w:t>
      </w:r>
    </w:p>
    <w:p w14:paraId="24AC5D1C" w14:textId="77777777" w:rsidR="007A253D" w:rsidRPr="00835F44" w:rsidRDefault="007A253D" w:rsidP="007A253D">
      <w:pPr>
        <w:rPr>
          <w:rFonts w:eastAsia="Yu Mincho"/>
        </w:rPr>
      </w:pPr>
      <w:r w:rsidRPr="00835F44">
        <w:rPr>
          <w:rFonts w:eastAsia="Yu Mincho" w:hint="eastAsia"/>
        </w:rPr>
        <w:t>For SUL bands</w:t>
      </w:r>
      <w:r>
        <w:rPr>
          <w:rFonts w:eastAsia="Yu Mincho"/>
        </w:rPr>
        <w:t>,</w:t>
      </w:r>
      <w:r w:rsidRPr="00835F44">
        <w:rPr>
          <w:rFonts w:eastAsia="Yu Mincho"/>
        </w:rPr>
        <w:t xml:space="preserve"> for the uplink of all FDD bands </w:t>
      </w:r>
      <w:r w:rsidRPr="00835F44">
        <w:rPr>
          <w:rFonts w:eastAsia="Yu Mincho" w:hint="eastAsia"/>
        </w:rPr>
        <w:t>defined in Table 5.2</w:t>
      </w:r>
      <w:r w:rsidRPr="00835F44">
        <w:rPr>
          <w:rFonts w:eastAsia="Yu Mincho"/>
        </w:rPr>
        <w:t>-1</w:t>
      </w:r>
      <w:r>
        <w:rPr>
          <w:rFonts w:eastAsia="Yu Mincho"/>
        </w:rPr>
        <w:t>, and for TDD band n34, n38, and n39</w:t>
      </w:r>
    </w:p>
    <w:p w14:paraId="037CCD72" w14:textId="77777777" w:rsidR="007A253D" w:rsidRPr="00835F44" w:rsidRDefault="007A253D" w:rsidP="007A253D">
      <w:pPr>
        <w:pStyle w:val="EQ"/>
        <w:jc w:val="center"/>
      </w:pPr>
      <w:r w:rsidRPr="00835F44">
        <w:t>F</w:t>
      </w:r>
      <w:r w:rsidRPr="00835F44">
        <w:rPr>
          <w:vertAlign w:val="subscript"/>
        </w:rPr>
        <w:t>REF, shift</w:t>
      </w:r>
      <w:r w:rsidRPr="00835F44">
        <w:t xml:space="preserve"> = F</w:t>
      </w:r>
      <w:r w:rsidRPr="00835F44">
        <w:rPr>
          <w:vertAlign w:val="subscript"/>
        </w:rPr>
        <w:t xml:space="preserve">REF </w:t>
      </w:r>
      <w:r w:rsidRPr="00835F44">
        <w:t>+ Δ</w:t>
      </w:r>
      <w:r w:rsidRPr="00835F44">
        <w:rPr>
          <w:vertAlign w:val="subscript"/>
        </w:rPr>
        <w:t>shift</w:t>
      </w:r>
      <w:r w:rsidRPr="00835F44">
        <w:t>, Δ</w:t>
      </w:r>
      <w:r w:rsidRPr="00835F44">
        <w:rPr>
          <w:vertAlign w:val="subscript"/>
        </w:rPr>
        <w:t xml:space="preserve">shift </w:t>
      </w:r>
      <w:r w:rsidRPr="00835F44">
        <w:t>= 0 kHz or 7.5 kHz.</w:t>
      </w:r>
    </w:p>
    <w:p w14:paraId="65E252D2" w14:textId="77777777" w:rsidR="007A253D" w:rsidRDefault="007A253D" w:rsidP="007A253D">
      <w:pPr>
        <w:rPr>
          <w:rFonts w:eastAsia="Yu Mincho"/>
        </w:rPr>
      </w:pPr>
      <w:r w:rsidRPr="00835F44">
        <w:rPr>
          <w:rFonts w:eastAsia="Yu Mincho"/>
        </w:rPr>
        <w:t xml:space="preserve">where </w:t>
      </w:r>
      <w:r w:rsidRPr="00835F44">
        <w:rPr>
          <w:rFonts w:eastAsia="Yu Mincho" w:hint="eastAsia"/>
        </w:rPr>
        <w:t>Δ</w:t>
      </w:r>
      <w:r w:rsidRPr="00835F44">
        <w:rPr>
          <w:rFonts w:eastAsia="Yu Mincho"/>
          <w:vertAlign w:val="subscript"/>
        </w:rPr>
        <w:t>shift</w:t>
      </w:r>
      <w:r w:rsidRPr="00835F44">
        <w:rPr>
          <w:rFonts w:eastAsia="Yu Mincho"/>
        </w:rPr>
        <w:t xml:space="preserve"> is signalled by the network in higher layer parameter </w:t>
      </w:r>
      <w:r w:rsidRPr="00835F44">
        <w:rPr>
          <w:i/>
          <w:iCs/>
        </w:rPr>
        <w:t>frequencyShift7p5khz</w:t>
      </w:r>
      <w:r w:rsidRPr="00835F44">
        <w:t xml:space="preserve"> [7]</w:t>
      </w:r>
      <w:r w:rsidRPr="00835F44">
        <w:rPr>
          <w:rFonts w:eastAsia="Yu Mincho"/>
        </w:rPr>
        <w:t>.</w:t>
      </w:r>
      <w:r>
        <w:rPr>
          <w:rFonts w:eastAsia="Yu Mincho"/>
        </w:rPr>
        <w:t xml:space="preserve"> For band n34, n38, n39 </w:t>
      </w:r>
      <w:r w:rsidRPr="001C0CC4">
        <w:t>F</w:t>
      </w:r>
      <w:r w:rsidRPr="001C0CC4">
        <w:rPr>
          <w:vertAlign w:val="subscript"/>
        </w:rPr>
        <w:t>REF, shift</w:t>
      </w:r>
      <w:r w:rsidRPr="001C0CC4">
        <w:t xml:space="preserve"> </w:t>
      </w:r>
      <w:r w:rsidRPr="003308A3">
        <w:rPr>
          <w:rFonts w:eastAsia="Yu Mincho"/>
        </w:rPr>
        <w:t xml:space="preserve">is only applicable to </w:t>
      </w:r>
      <w:r>
        <w:rPr>
          <w:rFonts w:eastAsia="Yu Mincho"/>
        </w:rPr>
        <w:t>uplink</w:t>
      </w:r>
      <w:r w:rsidRPr="003308A3">
        <w:rPr>
          <w:rFonts w:eastAsia="Yu Mincho"/>
        </w:rPr>
        <w:t xml:space="preserve"> transmissions</w:t>
      </w:r>
      <w:r>
        <w:rPr>
          <w:rFonts w:eastAsia="Yu Mincho"/>
        </w:rPr>
        <w:t xml:space="preserve"> using a 15 kHz SCS.</w:t>
      </w:r>
    </w:p>
    <w:p w14:paraId="36903C46" w14:textId="77777777" w:rsidR="007A253D" w:rsidRPr="00835F44" w:rsidRDefault="007A253D" w:rsidP="007A253D">
      <w:pPr>
        <w:ind w:left="1136" w:hanging="852"/>
        <w:rPr>
          <w:rFonts w:eastAsia="Yu Mincho"/>
        </w:rPr>
      </w:pPr>
      <w:r>
        <w:rPr>
          <w:rFonts w:eastAsia="Yu Mincho"/>
        </w:rPr>
        <w:t>NOTE:</w:t>
      </w:r>
      <w:r>
        <w:rPr>
          <w:rFonts w:eastAsia="Yu Mincho"/>
        </w:rPr>
        <w:tab/>
        <w:t xml:space="preserve">A UE operating n34, n38, n39 should support application of </w:t>
      </w:r>
      <w:r w:rsidRPr="001C0CC4">
        <w:t>F</w:t>
      </w:r>
      <w:r w:rsidRPr="001C0CC4">
        <w:rPr>
          <w:vertAlign w:val="subscript"/>
        </w:rPr>
        <w:t>REF, shift</w:t>
      </w:r>
      <w:r>
        <w:t xml:space="preserve"> for UL transmissions. A UE that does not support it will be unable to communicate with a network that signals </w:t>
      </w:r>
      <w:r w:rsidRPr="001C0CC4">
        <w:rPr>
          <w:rFonts w:eastAsia="Yu Mincho" w:hint="eastAsia"/>
        </w:rPr>
        <w:t>Δ</w:t>
      </w:r>
      <w:r w:rsidRPr="001C0CC4">
        <w:rPr>
          <w:rFonts w:eastAsia="Yu Mincho"/>
          <w:vertAlign w:val="subscript"/>
        </w:rPr>
        <w:t>shift</w:t>
      </w:r>
      <w:r>
        <w:rPr>
          <w:rFonts w:eastAsia="Yu Mincho"/>
        </w:rPr>
        <w:t xml:space="preserve"> = 7.5 kHz.</w:t>
      </w:r>
    </w:p>
    <w:p w14:paraId="1266BE1B" w14:textId="7281C353" w:rsidR="007A253D" w:rsidRPr="00835F44" w:rsidRDefault="007A253D" w:rsidP="00863308">
      <w:pPr>
        <w:rPr>
          <w:rFonts w:eastAsia="Yu Mincho"/>
        </w:rPr>
      </w:pPr>
      <w:r w:rsidRPr="00835F44">
        <w:rPr>
          <w:rFonts w:eastAsia="Yu Mincho"/>
        </w:rPr>
        <w:t>The mapping between the channel raster and corresponding resource element is given in Clause 5.4.2.2. The applicable entries for each operating band are defined in Clause 5.4.2.3</w:t>
      </w:r>
      <w:r>
        <w:rPr>
          <w:rFonts w:eastAsia="Yu Mincho"/>
        </w:rPr>
        <w:t>.</w:t>
      </w:r>
    </w:p>
    <w:p w14:paraId="113948B4" w14:textId="77777777" w:rsidR="005F7BBD" w:rsidRPr="00835F44" w:rsidRDefault="005F7BBD" w:rsidP="00495FE7">
      <w:pPr>
        <w:pStyle w:val="Heading4"/>
      </w:pPr>
      <w:bookmarkStart w:id="465" w:name="_Toc21342870"/>
      <w:bookmarkStart w:id="466" w:name="_Toc29769831"/>
      <w:bookmarkStart w:id="467" w:name="_Toc29799330"/>
      <w:bookmarkStart w:id="468" w:name="_Toc37254554"/>
      <w:bookmarkStart w:id="469" w:name="_Toc37255197"/>
      <w:bookmarkStart w:id="470" w:name="_Toc45887221"/>
      <w:bookmarkStart w:id="471" w:name="_Toc53171958"/>
      <w:bookmarkStart w:id="472" w:name="_Toc61356723"/>
      <w:bookmarkStart w:id="473" w:name="_Toc67913592"/>
      <w:bookmarkStart w:id="474" w:name="_Toc75469408"/>
      <w:bookmarkStart w:id="475" w:name="_Toc76507898"/>
      <w:bookmarkStart w:id="476" w:name="_Toc83192799"/>
      <w:r w:rsidRPr="00835F44">
        <w:t>5.4.2.2</w:t>
      </w:r>
      <w:r w:rsidRPr="00835F44">
        <w:tab/>
      </w:r>
      <w:r w:rsidRPr="00835F44">
        <w:rPr>
          <w:rFonts w:hint="eastAsia"/>
        </w:rPr>
        <w:t xml:space="preserve">Channel </w:t>
      </w:r>
      <w:r w:rsidRPr="00835F44">
        <w:t>r</w:t>
      </w:r>
      <w:r w:rsidRPr="00835F44">
        <w:rPr>
          <w:rFonts w:hint="eastAsia"/>
        </w:rPr>
        <w:t xml:space="preserve">aster to </w:t>
      </w:r>
      <w:r w:rsidRPr="00835F44">
        <w:t>r</w:t>
      </w:r>
      <w:r w:rsidRPr="00835F44">
        <w:rPr>
          <w:rFonts w:hint="eastAsia"/>
        </w:rPr>
        <w:t xml:space="preserve">esource </w:t>
      </w:r>
      <w:r w:rsidRPr="00835F44">
        <w:t>e</w:t>
      </w:r>
      <w:r w:rsidRPr="00835F44">
        <w:rPr>
          <w:rFonts w:hint="eastAsia"/>
        </w:rPr>
        <w:t xml:space="preserve">lement </w:t>
      </w:r>
      <w:r w:rsidRPr="00835F44">
        <w:t>m</w:t>
      </w:r>
      <w:r w:rsidRPr="00835F44">
        <w:rPr>
          <w:rFonts w:hint="eastAsia"/>
        </w:rPr>
        <w:t>apping</w:t>
      </w:r>
      <w:bookmarkEnd w:id="465"/>
      <w:bookmarkEnd w:id="466"/>
      <w:bookmarkEnd w:id="467"/>
      <w:bookmarkEnd w:id="468"/>
      <w:bookmarkEnd w:id="469"/>
      <w:bookmarkEnd w:id="470"/>
      <w:bookmarkEnd w:id="471"/>
      <w:bookmarkEnd w:id="472"/>
      <w:bookmarkEnd w:id="473"/>
      <w:bookmarkEnd w:id="474"/>
      <w:bookmarkEnd w:id="475"/>
      <w:bookmarkEnd w:id="476"/>
    </w:p>
    <w:p w14:paraId="5DA6CBCC" w14:textId="77777777" w:rsidR="005F7BBD" w:rsidRPr="00835F44" w:rsidRDefault="005F7BBD" w:rsidP="00863308">
      <w:pPr>
        <w:rPr>
          <w:rFonts w:eastAsia="Yu Mincho"/>
        </w:rPr>
      </w:pPr>
      <w:r w:rsidRPr="00835F44">
        <w:rPr>
          <w:rFonts w:eastAsia="Yu Mincho" w:hint="eastAsia"/>
        </w:rPr>
        <w:t xml:space="preserve">The </w:t>
      </w:r>
      <w:r w:rsidRPr="00835F44">
        <w:rPr>
          <w:rFonts w:eastAsia="Yu Mincho"/>
        </w:rPr>
        <w:t>mapping between the RF reference frequency on the channel raster and the corresponding resource element is given in Table 5.4.2.2-1</w:t>
      </w:r>
      <w:r w:rsidR="008D6EF2" w:rsidRPr="00835F44">
        <w:rPr>
          <w:rFonts w:eastAsia="Yu Mincho"/>
        </w:rPr>
        <w:t xml:space="preserve"> and can be used to identify the RF channel position.</w:t>
      </w:r>
      <w:r w:rsidRPr="00835F44">
        <w:rPr>
          <w:rFonts w:eastAsia="Yu Mincho"/>
        </w:rPr>
        <w:t xml:space="preserve"> The mapping depends on the total number of RBs that are allocated in the channel and applies to both UL and DL.</w:t>
      </w:r>
      <w:r w:rsidR="00506AA3" w:rsidRPr="00835F44">
        <w:rPr>
          <w:rFonts w:eastAsia="Yu Mincho"/>
        </w:rPr>
        <w:t xml:space="preserve"> The mapping must apply to at least one numerology supported by the UE.</w:t>
      </w:r>
    </w:p>
    <w:p w14:paraId="62E549F8" w14:textId="77777777" w:rsidR="005F7BBD" w:rsidRPr="00835F44" w:rsidRDefault="005F7BBD" w:rsidP="00863308">
      <w:pPr>
        <w:pStyle w:val="TH"/>
        <w:rPr>
          <w:lang w:eastAsia="zh-CN"/>
        </w:rPr>
      </w:pPr>
      <w:r w:rsidRPr="00835F44">
        <w:lastRenderedPageBreak/>
        <w:t>Table 5.4.2.2-1: Channel raster to resource element mapping</w:t>
      </w:r>
    </w:p>
    <w:tbl>
      <w:tblPr>
        <w:tblW w:w="8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8"/>
        <w:gridCol w:w="2406"/>
        <w:gridCol w:w="2406"/>
      </w:tblGrid>
      <w:tr w:rsidR="00495FE7" w:rsidRPr="00835F44" w14:paraId="69B06ED9" w14:textId="77777777" w:rsidTr="000E530E">
        <w:trPr>
          <w:jc w:val="center"/>
        </w:trPr>
        <w:tc>
          <w:tcPr>
            <w:tcW w:w="3758" w:type="dxa"/>
          </w:tcPr>
          <w:p w14:paraId="11538869" w14:textId="77777777" w:rsidR="005F7BBD" w:rsidRPr="00835F44" w:rsidRDefault="005F7BBD" w:rsidP="005C5B2B">
            <w:pPr>
              <w:pStyle w:val="TAH"/>
            </w:pPr>
            <w:r w:rsidRPr="00835F44">
              <w:br w:type="page"/>
            </w:r>
          </w:p>
        </w:tc>
        <w:tc>
          <w:tcPr>
            <w:tcW w:w="2406" w:type="dxa"/>
            <w:vAlign w:val="center"/>
          </w:tcPr>
          <w:p w14:paraId="4CA4EB67" w14:textId="4C12D45A" w:rsidR="005F7BBD" w:rsidRPr="00835F44" w:rsidRDefault="00F42C90">
            <w:pPr>
              <w:pStyle w:val="TAH"/>
              <w:rPr>
                <w:vertAlign w:val="superscript"/>
              </w:rPr>
            </w:pPr>
            <w:r w:rsidRPr="00835F44">
              <w:t>N</w:t>
            </w:r>
            <w:r w:rsidRPr="00835F44">
              <w:rPr>
                <w:vertAlign w:val="subscript"/>
              </w:rPr>
              <w:t>RB</w:t>
            </w:r>
            <w:r w:rsidRPr="00835F44">
              <w:t>mod2 = 0</w:t>
            </w:r>
          </w:p>
        </w:tc>
        <w:tc>
          <w:tcPr>
            <w:tcW w:w="2406" w:type="dxa"/>
          </w:tcPr>
          <w:p w14:paraId="6DE79E4A" w14:textId="034B9102" w:rsidR="005F7BBD" w:rsidRPr="00835F44" w:rsidRDefault="00F42C90" w:rsidP="005C5B2B">
            <w:pPr>
              <w:pStyle w:val="TAH"/>
            </w:pPr>
            <w:r w:rsidRPr="00835F44">
              <w:t>N</w:t>
            </w:r>
            <w:r w:rsidRPr="00835F44">
              <w:rPr>
                <w:vertAlign w:val="subscript"/>
              </w:rPr>
              <w:t>RB</w:t>
            </w:r>
            <w:r w:rsidRPr="00835F44">
              <w:t>mod2 = 1</w:t>
            </w:r>
          </w:p>
        </w:tc>
      </w:tr>
      <w:tr w:rsidR="00495FE7" w:rsidRPr="00835F44" w14:paraId="416ABFC1" w14:textId="77777777" w:rsidTr="000E530E">
        <w:trPr>
          <w:jc w:val="center"/>
        </w:trPr>
        <w:tc>
          <w:tcPr>
            <w:tcW w:w="3758" w:type="dxa"/>
            <w:vAlign w:val="center"/>
          </w:tcPr>
          <w:p w14:paraId="30995F50" w14:textId="77777777" w:rsidR="005F7BBD" w:rsidRPr="00835F44" w:rsidRDefault="005F7BBD">
            <w:pPr>
              <w:pStyle w:val="TAC"/>
            </w:pPr>
            <w:r w:rsidRPr="00835F44">
              <w:t xml:space="preserve">Resource element index </w:t>
            </w:r>
            <w:r w:rsidRPr="00835F44">
              <w:rPr>
                <w:position w:val="-6"/>
              </w:rPr>
              <w:object w:dxaOrig="180" w:dyaOrig="260" w14:anchorId="4C1AAFAF">
                <v:shape id="_x0000_i1026" type="#_x0000_t75" style="width:5.65pt;height:11.25pt" o:ole="">
                  <v:imagedata r:id="rId17" o:title=""/>
                </v:shape>
                <o:OLEObject Type="Embed" ProgID="Equation.3" ShapeID="_x0000_i1026" DrawAspect="Content" ObjectID="_1734986057" r:id="rId18"/>
              </w:object>
            </w:r>
          </w:p>
        </w:tc>
        <w:tc>
          <w:tcPr>
            <w:tcW w:w="2406" w:type="dxa"/>
            <w:vAlign w:val="center"/>
          </w:tcPr>
          <w:p w14:paraId="06EA49CC" w14:textId="77777777" w:rsidR="005F7BBD" w:rsidRPr="00835F44" w:rsidRDefault="005F7BBD">
            <w:pPr>
              <w:pStyle w:val="TAC"/>
              <w:rPr>
                <w:rFonts w:cs="v5.0.0"/>
              </w:rPr>
            </w:pPr>
            <w:r w:rsidRPr="00835F44">
              <w:rPr>
                <w:rFonts w:cs="v5.0.0" w:hint="eastAsia"/>
              </w:rPr>
              <w:t>0</w:t>
            </w:r>
          </w:p>
        </w:tc>
        <w:tc>
          <w:tcPr>
            <w:tcW w:w="2406" w:type="dxa"/>
            <w:vAlign w:val="center"/>
          </w:tcPr>
          <w:p w14:paraId="651DC065" w14:textId="77777777" w:rsidR="005F7BBD" w:rsidRPr="00835F44" w:rsidRDefault="005F7BBD">
            <w:pPr>
              <w:pStyle w:val="TAC"/>
              <w:rPr>
                <w:rFonts w:cs="v5.0.0"/>
              </w:rPr>
            </w:pPr>
            <w:r w:rsidRPr="00835F44">
              <w:rPr>
                <w:rFonts w:cs="v5.0.0" w:hint="eastAsia"/>
              </w:rPr>
              <w:t>6</w:t>
            </w:r>
          </w:p>
        </w:tc>
      </w:tr>
      <w:tr w:rsidR="000E530E" w:rsidRPr="00835F44" w14:paraId="253D9BE4" w14:textId="77777777" w:rsidTr="000E530E">
        <w:trPr>
          <w:jc w:val="center"/>
        </w:trPr>
        <w:tc>
          <w:tcPr>
            <w:tcW w:w="3758" w:type="dxa"/>
            <w:vAlign w:val="center"/>
          </w:tcPr>
          <w:p w14:paraId="571EC4F4" w14:textId="2BFF11B5" w:rsidR="005F7BBD" w:rsidRPr="00835F44" w:rsidRDefault="005F7BBD">
            <w:pPr>
              <w:pStyle w:val="TAC"/>
              <w:rPr>
                <w:rFonts w:cs="v5.0.0"/>
              </w:rPr>
            </w:pPr>
            <w:r w:rsidRPr="00835F44">
              <w:t xml:space="preserve">Physical resource block number </w:t>
            </w:r>
            <w:r w:rsidRPr="00835F44">
              <w:rPr>
                <w:position w:val="-10"/>
              </w:rPr>
              <w:object w:dxaOrig="440" w:dyaOrig="300" w14:anchorId="36D2B9DC">
                <v:shape id="_x0000_i1027" type="#_x0000_t75" style="width:24.4pt;height:11.25pt" o:ole="">
                  <v:imagedata r:id="rId12" o:title=""/>
                </v:shape>
                <o:OLEObject Type="Embed" ProgID="Equation.3" ShapeID="_x0000_i1027" DrawAspect="Content" ObjectID="_1734986058" r:id="rId19"/>
              </w:object>
            </w:r>
          </w:p>
        </w:tc>
        <w:tc>
          <w:tcPr>
            <w:tcW w:w="2406" w:type="dxa"/>
            <w:vAlign w:val="center"/>
          </w:tcPr>
          <w:p w14:paraId="5276A2F9" w14:textId="77777777" w:rsidR="005F7BBD" w:rsidRPr="00835F44" w:rsidRDefault="005F7BBD">
            <w:pPr>
              <w:pStyle w:val="TAC"/>
              <w:rPr>
                <w:rFonts w:cs="v5.0.0"/>
              </w:rPr>
            </w:pPr>
            <w:r w:rsidRPr="00835F44">
              <w:rPr>
                <w:position w:val="-32"/>
              </w:rPr>
              <w:object w:dxaOrig="1400" w:dyaOrig="760" w14:anchorId="4D30F0A8">
                <v:shape id="_x0000_i1028" type="#_x0000_t75" style="width:1in;height:35.7pt" o:ole="">
                  <v:imagedata r:id="rId20" o:title=""/>
                </v:shape>
                <o:OLEObject Type="Embed" ProgID="Equation.3" ShapeID="_x0000_i1028" DrawAspect="Content" ObjectID="_1734986059" r:id="rId21"/>
              </w:object>
            </w:r>
          </w:p>
        </w:tc>
        <w:tc>
          <w:tcPr>
            <w:tcW w:w="2406" w:type="dxa"/>
            <w:vAlign w:val="center"/>
          </w:tcPr>
          <w:p w14:paraId="2C571E99" w14:textId="77777777" w:rsidR="005F7BBD" w:rsidRPr="00835F44" w:rsidRDefault="005F7BBD">
            <w:pPr>
              <w:pStyle w:val="TAC"/>
              <w:rPr>
                <w:rFonts w:cs="v5.0.0"/>
              </w:rPr>
            </w:pPr>
            <w:r w:rsidRPr="00835F44">
              <w:rPr>
                <w:position w:val="-32"/>
              </w:rPr>
              <w:object w:dxaOrig="1400" w:dyaOrig="760" w14:anchorId="698D3EA9">
                <v:shape id="_x0000_i1029" type="#_x0000_t75" style="width:1in;height:35.7pt" o:ole="">
                  <v:imagedata r:id="rId22" o:title=""/>
                </v:shape>
                <o:OLEObject Type="Embed" ProgID="Equation.3" ShapeID="_x0000_i1029" DrawAspect="Content" ObjectID="_1734986060" r:id="rId23"/>
              </w:object>
            </w:r>
          </w:p>
        </w:tc>
      </w:tr>
    </w:tbl>
    <w:p w14:paraId="4792382B" w14:textId="77777777" w:rsidR="005F7BBD" w:rsidRPr="00835F44" w:rsidRDefault="005F7BBD" w:rsidP="00863308"/>
    <w:p w14:paraId="4F81A841" w14:textId="0C00442B" w:rsidR="005F7BBD" w:rsidRPr="00835F44" w:rsidRDefault="005F7BBD" w:rsidP="00863308">
      <w:pPr>
        <w:rPr>
          <w:rFonts w:eastAsia="Yu Mincho"/>
        </w:rPr>
      </w:pPr>
      <w:r w:rsidRPr="00835F44">
        <w:rPr>
          <w:rFonts w:eastAsia="Yu Mincho"/>
          <w:position w:val="-6"/>
        </w:rPr>
        <w:object w:dxaOrig="180" w:dyaOrig="260" w14:anchorId="6AA9CD3B">
          <v:shape id="_x0000_i1030" type="#_x0000_t75" style="width:5.65pt;height:11.25pt" o:ole="">
            <v:imagedata r:id="rId17" o:title=""/>
          </v:shape>
          <o:OLEObject Type="Embed" ProgID="Equation.3" ShapeID="_x0000_i1030" DrawAspect="Content" ObjectID="_1734986061" r:id="rId24"/>
        </w:object>
      </w:r>
      <w:r w:rsidRPr="00835F44">
        <w:rPr>
          <w:rFonts w:eastAsia="Yu Mincho"/>
        </w:rPr>
        <w:t xml:space="preserve">, </w:t>
      </w:r>
      <w:r w:rsidR="00F42C90" w:rsidRPr="00835F44">
        <w:rPr>
          <w:rFonts w:eastAsia="Yu Mincho"/>
          <w:i/>
        </w:rPr>
        <w:t>n</w:t>
      </w:r>
      <w:r w:rsidR="00F42C90" w:rsidRPr="00835F44">
        <w:rPr>
          <w:rFonts w:eastAsia="Yu Mincho"/>
          <w:i/>
          <w:vertAlign w:val="subscript"/>
        </w:rPr>
        <w:t>PRB</w:t>
      </w:r>
      <w:r w:rsidRPr="00835F44">
        <w:rPr>
          <w:rFonts w:eastAsia="Yu Mincho"/>
        </w:rPr>
        <w:t xml:space="preserve">, </w:t>
      </w:r>
      <w:r w:rsidR="00F42C90" w:rsidRPr="00835F44">
        <w:rPr>
          <w:rFonts w:eastAsia="Yu Mincho"/>
          <w:i/>
        </w:rPr>
        <w:t>N</w:t>
      </w:r>
      <w:r w:rsidR="00F42C90" w:rsidRPr="00835F44">
        <w:rPr>
          <w:rFonts w:eastAsia="Yu Mincho"/>
          <w:i/>
          <w:vertAlign w:val="subscript"/>
        </w:rPr>
        <w:t>RB</w:t>
      </w:r>
      <w:r w:rsidR="00F42C90" w:rsidRPr="00835F44">
        <w:rPr>
          <w:rFonts w:eastAsia="Yu Mincho"/>
        </w:rPr>
        <w:t xml:space="preserve"> </w:t>
      </w:r>
      <w:r w:rsidRPr="00835F44">
        <w:rPr>
          <w:rFonts w:eastAsia="Yu Mincho"/>
        </w:rPr>
        <w:t>are as defined in TS 38.211[6].</w:t>
      </w:r>
    </w:p>
    <w:p w14:paraId="3C20AF43" w14:textId="77777777" w:rsidR="005F7BBD" w:rsidRPr="00835F44" w:rsidRDefault="005F7BBD" w:rsidP="00495FE7">
      <w:pPr>
        <w:pStyle w:val="Heading4"/>
      </w:pPr>
      <w:bookmarkStart w:id="477" w:name="_Toc21342871"/>
      <w:bookmarkStart w:id="478" w:name="_Toc29769832"/>
      <w:bookmarkStart w:id="479" w:name="_Toc29799331"/>
      <w:bookmarkStart w:id="480" w:name="_Toc37254555"/>
      <w:bookmarkStart w:id="481" w:name="_Toc37255198"/>
      <w:bookmarkStart w:id="482" w:name="_Toc45887222"/>
      <w:bookmarkStart w:id="483" w:name="_Toc53171959"/>
      <w:bookmarkStart w:id="484" w:name="_Toc61356724"/>
      <w:bookmarkStart w:id="485" w:name="_Toc67913593"/>
      <w:bookmarkStart w:id="486" w:name="_Toc75469409"/>
      <w:bookmarkStart w:id="487" w:name="_Toc76507899"/>
      <w:bookmarkStart w:id="488" w:name="_Toc83192800"/>
      <w:r w:rsidRPr="00835F44">
        <w:t>5.4.2.3</w:t>
      </w:r>
      <w:r w:rsidRPr="00835F44">
        <w:tab/>
        <w:t>Channel raster entries for each operating band</w:t>
      </w:r>
      <w:bookmarkEnd w:id="477"/>
      <w:bookmarkEnd w:id="478"/>
      <w:bookmarkEnd w:id="479"/>
      <w:bookmarkEnd w:id="480"/>
      <w:bookmarkEnd w:id="481"/>
      <w:bookmarkEnd w:id="482"/>
      <w:bookmarkEnd w:id="483"/>
      <w:bookmarkEnd w:id="484"/>
      <w:bookmarkEnd w:id="485"/>
      <w:bookmarkEnd w:id="486"/>
      <w:bookmarkEnd w:id="487"/>
      <w:bookmarkEnd w:id="488"/>
    </w:p>
    <w:p w14:paraId="4CF07B86" w14:textId="43A15D60" w:rsidR="005F7BBD" w:rsidRPr="00835F44" w:rsidRDefault="008D6EF2" w:rsidP="008D6EF2">
      <w:pPr>
        <w:rPr>
          <w:rFonts w:eastAsia="Yu Mincho"/>
        </w:rPr>
      </w:pPr>
      <w:r w:rsidRPr="00835F44">
        <w:rPr>
          <w:rFonts w:eastAsia="Yu Mincho"/>
        </w:rPr>
        <w:t xml:space="preserve">The RF channel positions on the channel raster in each NR operating band are given through the applicable NR-ARFCN </w:t>
      </w:r>
      <w:r w:rsidR="005F7BBD" w:rsidRPr="00835F44">
        <w:rPr>
          <w:rFonts w:eastAsia="Yu Mincho"/>
        </w:rPr>
        <w:t>in Table 5.4.2.3</w:t>
      </w:r>
      <w:r w:rsidR="005F7BBD" w:rsidRPr="00835F44">
        <w:rPr>
          <w:rFonts w:eastAsia="Yu Mincho"/>
        </w:rPr>
        <w:noBreakHyphen/>
        <w:t>1</w:t>
      </w:r>
      <w:r w:rsidRPr="00835F44">
        <w:rPr>
          <w:rFonts w:eastAsia="Yu Mincho"/>
        </w:rPr>
        <w:t xml:space="preserve">, using the channel raster to resource element mapping in </w:t>
      </w:r>
      <w:r w:rsidR="00B95E72" w:rsidRPr="00835F44">
        <w:rPr>
          <w:rFonts w:eastAsia="Yu Mincho"/>
        </w:rPr>
        <w:t>clause</w:t>
      </w:r>
      <w:r w:rsidRPr="00835F44">
        <w:rPr>
          <w:rFonts w:eastAsia="Yu Mincho"/>
        </w:rPr>
        <w:t xml:space="preserve"> 5.4.2.2.</w:t>
      </w:r>
    </w:p>
    <w:p w14:paraId="40BFA9E2" w14:textId="77777777" w:rsidR="005F7BBD" w:rsidRPr="00835F44" w:rsidRDefault="005F7BBD" w:rsidP="00922250">
      <w:r w:rsidRPr="00835F44">
        <w:t>For NR operating bands with 100 kHz channel raster, ΔF</w:t>
      </w:r>
      <w:r w:rsidRPr="00835F44">
        <w:rPr>
          <w:vertAlign w:val="subscript"/>
        </w:rPr>
        <w:t>Raster</w:t>
      </w:r>
      <w:r w:rsidRPr="00835F44">
        <w:t xml:space="preserve"> = 20 × ΔF</w:t>
      </w:r>
      <w:r w:rsidRPr="00835F44">
        <w:rPr>
          <w:vertAlign w:val="subscript"/>
        </w:rPr>
        <w:t>Global</w:t>
      </w:r>
      <w:r w:rsidRPr="00835F44">
        <w:t>. In this case every 20</w:t>
      </w:r>
      <w:r w:rsidRPr="00835F44">
        <w:rPr>
          <w:vertAlign w:val="superscript"/>
        </w:rPr>
        <w:t>th</w:t>
      </w:r>
      <w:bookmarkStart w:id="489" w:name="_Hlk499903272"/>
      <w:r w:rsidRPr="00835F44">
        <w:t xml:space="preserve"> NR-ARFCN within the operating band are applicable for the channel raster within the operating band and the step size for the channel raster in Table 5.4.2.3</w:t>
      </w:r>
      <w:r w:rsidRPr="00835F44">
        <w:noBreakHyphen/>
        <w:t>1 is given as &lt;20&gt;.</w:t>
      </w:r>
      <w:bookmarkEnd w:id="489"/>
    </w:p>
    <w:p w14:paraId="13E513A7" w14:textId="3F2E964C" w:rsidR="005F7BBD" w:rsidRPr="00835F44" w:rsidRDefault="005F7BBD" w:rsidP="00922250">
      <w:r w:rsidRPr="00835F44">
        <w:t>For NR operating bands with 15 kHz channel raster below 3GHz, ΔF</w:t>
      </w:r>
      <w:r w:rsidRPr="00835F44">
        <w:rPr>
          <w:vertAlign w:val="subscript"/>
        </w:rPr>
        <w:t>Raster</w:t>
      </w:r>
      <w:r w:rsidRPr="00835F44">
        <w:t xml:space="preserve"> </w:t>
      </w:r>
      <w:r w:rsidR="00E54DDB" w:rsidRPr="00835F44">
        <w:t xml:space="preserve">= </w:t>
      </w:r>
      <w:r w:rsidR="00C83760" w:rsidRPr="00835F44">
        <w:rPr>
          <w:i/>
        </w:rPr>
        <w:t>I</w:t>
      </w:r>
      <w:r w:rsidR="00C83760" w:rsidRPr="00835F44">
        <w:t xml:space="preserve"> × ΔF</w:t>
      </w:r>
      <w:r w:rsidR="00C83760" w:rsidRPr="00835F44">
        <w:rPr>
          <w:vertAlign w:val="subscript"/>
        </w:rPr>
        <w:t>Global</w:t>
      </w:r>
      <w:r w:rsidR="00C83760" w:rsidRPr="00835F44">
        <w:t xml:space="preserve">, where </w:t>
      </w:r>
      <w:r w:rsidR="00C83760" w:rsidRPr="00835F44">
        <w:rPr>
          <w:i/>
        </w:rPr>
        <w:t>I ϵ {3,6}</w:t>
      </w:r>
      <w:r w:rsidR="00C83760" w:rsidRPr="00835F44">
        <w:t xml:space="preserve">. Every </w:t>
      </w:r>
      <w:r w:rsidR="00C83760" w:rsidRPr="00835F44">
        <w:rPr>
          <w:i/>
        </w:rPr>
        <w:t>I</w:t>
      </w:r>
      <w:r w:rsidR="00C83760" w:rsidRPr="00835F44">
        <w:rPr>
          <w:i/>
          <w:vertAlign w:val="superscript"/>
        </w:rPr>
        <w:t>th</w:t>
      </w:r>
      <w:r w:rsidR="00C83760" w:rsidRPr="00835F44">
        <w:t xml:space="preserve"> </w:t>
      </w:r>
      <w:r w:rsidRPr="00835F44">
        <w:t>NR</w:t>
      </w:r>
      <w:r w:rsidRPr="00835F44">
        <w:noBreakHyphen/>
        <w:t>ARFCN within the operating band are applicable for the channel raster within the operating band and the step size for the channel raster in Table 5.4.2.3</w:t>
      </w:r>
      <w:r w:rsidRPr="00835F44">
        <w:noBreakHyphen/>
        <w:t>1 is given as &lt;</w:t>
      </w:r>
      <w:r w:rsidR="00C83760" w:rsidRPr="00835F44">
        <w:rPr>
          <w:i/>
        </w:rPr>
        <w:t xml:space="preserve"> I</w:t>
      </w:r>
      <w:r w:rsidR="00C83760" w:rsidRPr="00835F44" w:rsidDel="00C83760">
        <w:t xml:space="preserve"> </w:t>
      </w:r>
      <w:r w:rsidRPr="00835F44">
        <w:t>&gt;.</w:t>
      </w:r>
    </w:p>
    <w:p w14:paraId="562FAB42" w14:textId="74F8CBB5" w:rsidR="005F7BBD" w:rsidRPr="00835F44" w:rsidRDefault="005F7BBD" w:rsidP="00922250">
      <w:r w:rsidRPr="00835F44">
        <w:t>For NR operating bands with 15 kHz channel raster above 3GHz, ΔF</w:t>
      </w:r>
      <w:r w:rsidRPr="00835F44">
        <w:rPr>
          <w:vertAlign w:val="subscript"/>
        </w:rPr>
        <w:t>Raster</w:t>
      </w:r>
      <w:r w:rsidRPr="00835F44">
        <w:t xml:space="preserve"> </w:t>
      </w:r>
      <w:r w:rsidR="00E54DDB" w:rsidRPr="00835F44">
        <w:t xml:space="preserve">= </w:t>
      </w:r>
      <w:r w:rsidR="00C83760" w:rsidRPr="00835F44">
        <w:rPr>
          <w:i/>
        </w:rPr>
        <w:t>I</w:t>
      </w:r>
      <w:r w:rsidR="00C83760" w:rsidRPr="00835F44">
        <w:t xml:space="preserve"> × ΔF</w:t>
      </w:r>
      <w:r w:rsidR="00C83760" w:rsidRPr="00835F44">
        <w:rPr>
          <w:vertAlign w:val="subscript"/>
        </w:rPr>
        <w:t>Global</w:t>
      </w:r>
      <w:r w:rsidR="00C83760" w:rsidRPr="00835F44">
        <w:t xml:space="preserve">, where </w:t>
      </w:r>
      <w:r w:rsidR="00C83760" w:rsidRPr="00835F44">
        <w:rPr>
          <w:i/>
        </w:rPr>
        <w:t>I ϵ {1,2}.</w:t>
      </w:r>
      <w:r w:rsidR="00C83760" w:rsidRPr="00835F44">
        <w:t xml:space="preserve"> Every </w:t>
      </w:r>
      <w:r w:rsidR="00C83760" w:rsidRPr="00835F44">
        <w:rPr>
          <w:i/>
        </w:rPr>
        <w:t>I</w:t>
      </w:r>
      <w:r w:rsidR="00C83760" w:rsidRPr="00835F44">
        <w:rPr>
          <w:i/>
          <w:vertAlign w:val="superscript"/>
        </w:rPr>
        <w:t>th</w:t>
      </w:r>
      <w:r w:rsidR="00C83760" w:rsidRPr="00835F44">
        <w:t xml:space="preserve">  NR</w:t>
      </w:r>
      <w:r w:rsidR="00C83760" w:rsidRPr="00835F44">
        <w:noBreakHyphen/>
        <w:t>ARFCN within the operating band are applicable for the channel raster within the operating band and the step size for the channel raster in table 5.4.2.3-1 is given as &lt;</w:t>
      </w:r>
      <w:r w:rsidR="00C83760" w:rsidRPr="00835F44">
        <w:rPr>
          <w:i/>
        </w:rPr>
        <w:t>I</w:t>
      </w:r>
      <w:r w:rsidR="00C83760" w:rsidRPr="00835F44">
        <w:t>&gt;.</w:t>
      </w:r>
    </w:p>
    <w:p w14:paraId="7DC9E8A7" w14:textId="437C49D2" w:rsidR="00E26161" w:rsidRPr="00835F44" w:rsidRDefault="00AD78FD" w:rsidP="00922250">
      <w:pPr>
        <w:rPr>
          <w:rFonts w:eastAsia="Yu Mincho"/>
        </w:rPr>
      </w:pPr>
      <w:r w:rsidRPr="00835F44">
        <w:rPr>
          <w:noProof/>
        </w:rPr>
        <w:t>In frequency bands with two</w:t>
      </w:r>
      <w:r w:rsidRPr="00835F44">
        <w:t xml:space="preserve"> ΔF</w:t>
      </w:r>
      <w:r w:rsidRPr="00835F44">
        <w:rPr>
          <w:vertAlign w:val="subscript"/>
        </w:rPr>
        <w:t>Raster</w:t>
      </w:r>
      <w:r w:rsidRPr="00835F44">
        <w:rPr>
          <w:noProof/>
        </w:rPr>
        <w:t xml:space="preserve">, the higher </w:t>
      </w:r>
      <w:r w:rsidRPr="00835F44">
        <w:t>ΔF</w:t>
      </w:r>
      <w:r w:rsidRPr="00835F44">
        <w:rPr>
          <w:vertAlign w:val="subscript"/>
        </w:rPr>
        <w:t>Raster</w:t>
      </w:r>
      <w:r w:rsidRPr="00835F44">
        <w:rPr>
          <w:noProof/>
        </w:rPr>
        <w:t xml:space="preserve"> applies to channels using only the SCS that </w:t>
      </w:r>
      <w:r w:rsidR="004F2EAA" w:rsidRPr="00835F44">
        <w:rPr>
          <w:noProof/>
        </w:rPr>
        <w:t xml:space="preserve">is </w:t>
      </w:r>
      <w:r w:rsidRPr="00835F44">
        <w:rPr>
          <w:noProof/>
        </w:rPr>
        <w:t>equal</w:t>
      </w:r>
      <w:r w:rsidR="005901C1" w:rsidRPr="00835F44">
        <w:rPr>
          <w:noProof/>
        </w:rPr>
        <w:t xml:space="preserve"> to or larger than</w:t>
      </w:r>
      <w:r w:rsidRPr="00835F44">
        <w:rPr>
          <w:noProof/>
        </w:rPr>
        <w:t xml:space="preserve"> the higher </w:t>
      </w:r>
      <w:r w:rsidRPr="00835F44">
        <w:t>ΔF</w:t>
      </w:r>
      <w:r w:rsidRPr="00835F44">
        <w:rPr>
          <w:vertAlign w:val="subscript"/>
        </w:rPr>
        <w:t>Raster</w:t>
      </w:r>
      <w:r w:rsidR="005901C1" w:rsidRPr="00835F44">
        <w:t xml:space="preserve"> and SSB SCS</w:t>
      </w:r>
      <w:r w:rsidR="00AC7E16" w:rsidRPr="00835F44">
        <w:t xml:space="preserve"> </w:t>
      </w:r>
      <w:r w:rsidR="005901C1" w:rsidRPr="00835F44">
        <w:t>is equal to the higher ∆F</w:t>
      </w:r>
      <w:r w:rsidR="005901C1" w:rsidRPr="00835F44">
        <w:rPr>
          <w:vertAlign w:val="subscript"/>
        </w:rPr>
        <w:t>Raster</w:t>
      </w:r>
      <w:r w:rsidRPr="00835F44">
        <w:rPr>
          <w:noProof/>
        </w:rPr>
        <w:t>.</w:t>
      </w:r>
    </w:p>
    <w:p w14:paraId="45EF3B2A" w14:textId="77777777" w:rsidR="005F7BBD" w:rsidRPr="00835F44" w:rsidRDefault="005F7BBD" w:rsidP="00863308">
      <w:pPr>
        <w:pStyle w:val="TH"/>
      </w:pPr>
      <w:r w:rsidRPr="00835F44">
        <w:lastRenderedPageBreak/>
        <w:t>Table 5.4.2.3-1: Applicable NR-ARFCN per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46"/>
        <w:gridCol w:w="2876"/>
        <w:gridCol w:w="2877"/>
      </w:tblGrid>
      <w:tr w:rsidR="00495FE7" w:rsidRPr="00835F44" w14:paraId="2B4FE0B0"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05BD94B3" w14:textId="22C70770" w:rsidR="005F7BBD" w:rsidRPr="00835F44" w:rsidRDefault="005F7BBD" w:rsidP="005C5B2B">
            <w:pPr>
              <w:pStyle w:val="TAH"/>
              <w:rPr>
                <w:rFonts w:eastAsia="Yu Mincho"/>
              </w:rPr>
            </w:pPr>
            <w:r w:rsidRPr="00835F44">
              <w:t xml:space="preserve">NR </w:t>
            </w:r>
            <w:r w:rsidR="00F42C90" w:rsidRPr="00835F44">
              <w:t>o</w:t>
            </w:r>
            <w:r w:rsidRPr="00835F44">
              <w:t xml:space="preserve">perating </w:t>
            </w:r>
            <w:r w:rsidR="00F42C90" w:rsidRPr="00835F44">
              <w:t>b</w:t>
            </w:r>
            <w:r w:rsidRPr="00835F44">
              <w:t>and</w:t>
            </w:r>
          </w:p>
        </w:tc>
        <w:tc>
          <w:tcPr>
            <w:tcW w:w="1146" w:type="dxa"/>
            <w:tcBorders>
              <w:top w:val="single" w:sz="4" w:space="0" w:color="auto"/>
              <w:left w:val="single" w:sz="4" w:space="0" w:color="auto"/>
              <w:bottom w:val="single" w:sz="4" w:space="0" w:color="auto"/>
              <w:right w:val="single" w:sz="4" w:space="0" w:color="auto"/>
            </w:tcBorders>
            <w:hideMark/>
          </w:tcPr>
          <w:p w14:paraId="54FE53B8" w14:textId="6247A018" w:rsidR="005F7BBD" w:rsidRPr="00835F44" w:rsidRDefault="005F7BBD" w:rsidP="007F4852">
            <w:pPr>
              <w:pStyle w:val="TAH"/>
            </w:pPr>
            <w:r w:rsidRPr="00835F44">
              <w:t>ΔF</w:t>
            </w:r>
            <w:r w:rsidRPr="00835F44">
              <w:rPr>
                <w:vertAlign w:val="subscript"/>
              </w:rPr>
              <w:t>Raster</w:t>
            </w:r>
          </w:p>
          <w:p w14:paraId="3BDE98A1" w14:textId="77777777" w:rsidR="005F7BBD" w:rsidRPr="00835F44" w:rsidRDefault="00AD78FD" w:rsidP="007F4852">
            <w:pPr>
              <w:pStyle w:val="TAH"/>
              <w:rPr>
                <w:rFonts w:eastAsia="Yu Mincho"/>
              </w:rPr>
            </w:pPr>
            <w:r w:rsidRPr="00835F44">
              <w:t>(kHz)</w:t>
            </w:r>
            <w:r w:rsidR="005F7BBD" w:rsidRPr="00835F44">
              <w:rPr>
                <w:vertAlign w:val="subscript"/>
              </w:rPr>
              <w:t xml:space="preserve"> </w:t>
            </w:r>
          </w:p>
        </w:tc>
        <w:tc>
          <w:tcPr>
            <w:tcW w:w="2876" w:type="dxa"/>
            <w:tcBorders>
              <w:top w:val="single" w:sz="4" w:space="0" w:color="auto"/>
              <w:left w:val="single" w:sz="4" w:space="0" w:color="auto"/>
              <w:bottom w:val="single" w:sz="4" w:space="0" w:color="auto"/>
              <w:right w:val="single" w:sz="4" w:space="0" w:color="auto"/>
            </w:tcBorders>
            <w:hideMark/>
          </w:tcPr>
          <w:p w14:paraId="659229B5" w14:textId="77777777" w:rsidR="005F7BBD" w:rsidRPr="00835F44" w:rsidRDefault="005F7BBD" w:rsidP="007F4852">
            <w:pPr>
              <w:pStyle w:val="TAH"/>
              <w:rPr>
                <w:rFonts w:eastAsia="Yu Mincho"/>
              </w:rPr>
            </w:pPr>
            <w:r w:rsidRPr="00835F44">
              <w:rPr>
                <w:rFonts w:eastAsia="Yu Mincho"/>
              </w:rPr>
              <w:t>Uplink</w:t>
            </w:r>
          </w:p>
          <w:p w14:paraId="33570110" w14:textId="77777777" w:rsidR="005F7BBD" w:rsidRPr="00835F44" w:rsidRDefault="005F7BBD" w:rsidP="007F4852">
            <w:pPr>
              <w:pStyle w:val="TAH"/>
              <w:rPr>
                <w:rFonts w:eastAsia="Yu Mincho"/>
                <w:vertAlign w:val="subscript"/>
              </w:rPr>
            </w:pPr>
            <w:r w:rsidRPr="00835F44">
              <w:rPr>
                <w:rFonts w:eastAsia="Yu Mincho"/>
              </w:rPr>
              <w:t>Range of N</w:t>
            </w:r>
            <w:r w:rsidRPr="00835F44">
              <w:rPr>
                <w:rFonts w:eastAsia="Yu Mincho"/>
                <w:vertAlign w:val="subscript"/>
              </w:rPr>
              <w:t>REF</w:t>
            </w:r>
          </w:p>
          <w:p w14:paraId="2BD08367" w14:textId="77777777" w:rsidR="005F7BBD" w:rsidRPr="00835F44" w:rsidRDefault="005F7BBD" w:rsidP="007F4852">
            <w:pPr>
              <w:pStyle w:val="TAH"/>
              <w:rPr>
                <w:rFonts w:eastAsia="Yu Mincho"/>
              </w:rPr>
            </w:pPr>
            <w:r w:rsidRPr="00835F44">
              <w:rPr>
                <w:rFonts w:eastAsia="Yu Mincho"/>
              </w:rPr>
              <w:t>(First – &lt;Step size&gt; – Last)</w:t>
            </w:r>
          </w:p>
        </w:tc>
        <w:tc>
          <w:tcPr>
            <w:tcW w:w="2877" w:type="dxa"/>
            <w:tcBorders>
              <w:top w:val="single" w:sz="4" w:space="0" w:color="auto"/>
              <w:left w:val="single" w:sz="4" w:space="0" w:color="auto"/>
              <w:bottom w:val="single" w:sz="4" w:space="0" w:color="auto"/>
              <w:right w:val="single" w:sz="4" w:space="0" w:color="auto"/>
            </w:tcBorders>
            <w:hideMark/>
          </w:tcPr>
          <w:p w14:paraId="794DCFEB" w14:textId="77777777" w:rsidR="005F7BBD" w:rsidRPr="00835F44" w:rsidRDefault="005F7BBD" w:rsidP="007F4852">
            <w:pPr>
              <w:pStyle w:val="TAH"/>
              <w:rPr>
                <w:rFonts w:eastAsia="Yu Mincho"/>
              </w:rPr>
            </w:pPr>
            <w:r w:rsidRPr="00835F44">
              <w:rPr>
                <w:rFonts w:eastAsia="Yu Mincho"/>
              </w:rPr>
              <w:t>Downlink</w:t>
            </w:r>
          </w:p>
          <w:p w14:paraId="392E71D8" w14:textId="77777777" w:rsidR="005F7BBD" w:rsidRPr="00835F44" w:rsidRDefault="005F7BBD" w:rsidP="007F4852">
            <w:pPr>
              <w:pStyle w:val="TAH"/>
              <w:rPr>
                <w:rFonts w:eastAsia="Yu Mincho"/>
                <w:vertAlign w:val="subscript"/>
              </w:rPr>
            </w:pPr>
            <w:r w:rsidRPr="00835F44">
              <w:rPr>
                <w:rFonts w:eastAsia="Yu Mincho"/>
              </w:rPr>
              <w:t>Range of N</w:t>
            </w:r>
            <w:r w:rsidRPr="00835F44">
              <w:rPr>
                <w:rFonts w:eastAsia="Yu Mincho"/>
                <w:vertAlign w:val="subscript"/>
              </w:rPr>
              <w:t>REF</w:t>
            </w:r>
          </w:p>
          <w:p w14:paraId="45D22E88" w14:textId="77777777" w:rsidR="005F7BBD" w:rsidRPr="00835F44" w:rsidRDefault="005F7BBD" w:rsidP="007F4852">
            <w:pPr>
              <w:pStyle w:val="TAH"/>
              <w:rPr>
                <w:rFonts w:eastAsia="Yu Mincho"/>
              </w:rPr>
            </w:pPr>
            <w:r w:rsidRPr="00835F44">
              <w:rPr>
                <w:rFonts w:eastAsia="Yu Mincho"/>
              </w:rPr>
              <w:t>(First – &lt;Step size&gt; – Last)</w:t>
            </w:r>
          </w:p>
        </w:tc>
      </w:tr>
      <w:tr w:rsidR="00495FE7" w:rsidRPr="00835F44" w14:paraId="2312CE02"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326B8C24" w14:textId="77777777" w:rsidR="005F7BBD" w:rsidRPr="00835F44" w:rsidRDefault="005F7BBD">
            <w:pPr>
              <w:pStyle w:val="TAC"/>
              <w:rPr>
                <w:rFonts w:eastAsia="Yu Mincho"/>
              </w:rPr>
            </w:pPr>
            <w:r w:rsidRPr="00835F44">
              <w:t>n1</w:t>
            </w:r>
          </w:p>
        </w:tc>
        <w:tc>
          <w:tcPr>
            <w:tcW w:w="1146" w:type="dxa"/>
            <w:tcBorders>
              <w:top w:val="single" w:sz="4" w:space="0" w:color="auto"/>
              <w:left w:val="single" w:sz="4" w:space="0" w:color="auto"/>
              <w:bottom w:val="single" w:sz="4" w:space="0" w:color="auto"/>
              <w:right w:val="single" w:sz="4" w:space="0" w:color="auto"/>
            </w:tcBorders>
            <w:hideMark/>
          </w:tcPr>
          <w:p w14:paraId="62EC1080" w14:textId="77777777" w:rsidR="005F7BBD" w:rsidRPr="00835F44" w:rsidRDefault="005F7BBD">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1541ED06" w14:textId="77777777" w:rsidR="005F7BBD" w:rsidRPr="00835F44" w:rsidRDefault="005F7BBD">
            <w:pPr>
              <w:pStyle w:val="TAC"/>
              <w:rPr>
                <w:rFonts w:eastAsia="Yu Mincho"/>
              </w:rPr>
            </w:pPr>
            <w:r w:rsidRPr="00835F44">
              <w:t>384000</w:t>
            </w:r>
            <w:r w:rsidRPr="00835F44">
              <w:rPr>
                <w:rFonts w:eastAsia="Yu Mincho"/>
              </w:rPr>
              <w:t xml:space="preserve"> – &lt;20&gt; – 396000</w:t>
            </w:r>
          </w:p>
        </w:tc>
        <w:tc>
          <w:tcPr>
            <w:tcW w:w="2877" w:type="dxa"/>
            <w:tcBorders>
              <w:top w:val="single" w:sz="4" w:space="0" w:color="auto"/>
              <w:left w:val="single" w:sz="4" w:space="0" w:color="auto"/>
              <w:bottom w:val="single" w:sz="4" w:space="0" w:color="auto"/>
              <w:right w:val="single" w:sz="4" w:space="0" w:color="auto"/>
            </w:tcBorders>
            <w:hideMark/>
          </w:tcPr>
          <w:p w14:paraId="1D2EAF96" w14:textId="77777777" w:rsidR="005F7BBD" w:rsidRPr="00835F44" w:rsidRDefault="005F7BBD">
            <w:pPr>
              <w:pStyle w:val="TAC"/>
              <w:rPr>
                <w:rFonts w:eastAsia="Yu Mincho"/>
              </w:rPr>
            </w:pPr>
            <w:r w:rsidRPr="00835F44">
              <w:t>422000</w:t>
            </w:r>
            <w:r w:rsidRPr="00835F44">
              <w:rPr>
                <w:rFonts w:eastAsia="Yu Mincho"/>
              </w:rPr>
              <w:t xml:space="preserve"> – &lt;20&gt; – 434000</w:t>
            </w:r>
          </w:p>
        </w:tc>
      </w:tr>
      <w:tr w:rsidR="00495FE7" w:rsidRPr="00835F44" w14:paraId="7185F40F"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2375E544" w14:textId="77777777" w:rsidR="005F7BBD" w:rsidRPr="00835F44" w:rsidRDefault="005F7BBD">
            <w:pPr>
              <w:pStyle w:val="TAC"/>
              <w:rPr>
                <w:rFonts w:eastAsia="Yu Mincho"/>
              </w:rPr>
            </w:pPr>
            <w:r w:rsidRPr="00835F44">
              <w:t>n2</w:t>
            </w:r>
          </w:p>
        </w:tc>
        <w:tc>
          <w:tcPr>
            <w:tcW w:w="1146" w:type="dxa"/>
            <w:tcBorders>
              <w:top w:val="single" w:sz="4" w:space="0" w:color="auto"/>
              <w:left w:val="single" w:sz="4" w:space="0" w:color="auto"/>
              <w:bottom w:val="single" w:sz="4" w:space="0" w:color="auto"/>
              <w:right w:val="single" w:sz="4" w:space="0" w:color="auto"/>
            </w:tcBorders>
            <w:hideMark/>
          </w:tcPr>
          <w:p w14:paraId="7CE92091" w14:textId="77777777" w:rsidR="005F7BBD" w:rsidRPr="00835F44" w:rsidRDefault="005F7BBD">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169343BA" w14:textId="77777777" w:rsidR="005F7BBD" w:rsidRPr="00835F44" w:rsidRDefault="005F7BBD">
            <w:pPr>
              <w:pStyle w:val="TAC"/>
              <w:rPr>
                <w:rFonts w:eastAsia="Yu Mincho"/>
              </w:rPr>
            </w:pPr>
            <w:r w:rsidRPr="00835F44">
              <w:t>370000</w:t>
            </w:r>
            <w:r w:rsidRPr="00835F44">
              <w:rPr>
                <w:rFonts w:eastAsia="Yu Mincho"/>
              </w:rPr>
              <w:t xml:space="preserve"> – &lt;20&gt; – 382000</w:t>
            </w:r>
          </w:p>
        </w:tc>
        <w:tc>
          <w:tcPr>
            <w:tcW w:w="2877" w:type="dxa"/>
            <w:tcBorders>
              <w:top w:val="single" w:sz="4" w:space="0" w:color="auto"/>
              <w:left w:val="single" w:sz="4" w:space="0" w:color="auto"/>
              <w:bottom w:val="single" w:sz="4" w:space="0" w:color="auto"/>
              <w:right w:val="single" w:sz="4" w:space="0" w:color="auto"/>
            </w:tcBorders>
            <w:hideMark/>
          </w:tcPr>
          <w:p w14:paraId="2A9A0386" w14:textId="77777777" w:rsidR="005F7BBD" w:rsidRPr="00835F44" w:rsidRDefault="005F7BBD">
            <w:pPr>
              <w:pStyle w:val="TAC"/>
              <w:rPr>
                <w:rFonts w:eastAsia="Yu Mincho"/>
              </w:rPr>
            </w:pPr>
            <w:r w:rsidRPr="00835F44">
              <w:t>386000</w:t>
            </w:r>
            <w:r w:rsidRPr="00835F44">
              <w:rPr>
                <w:rFonts w:eastAsia="Yu Mincho"/>
              </w:rPr>
              <w:t xml:space="preserve"> – &lt;20&gt; – 398000</w:t>
            </w:r>
          </w:p>
        </w:tc>
      </w:tr>
      <w:tr w:rsidR="00495FE7" w:rsidRPr="00835F44" w14:paraId="061C2824"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3AF0CF1F" w14:textId="77777777" w:rsidR="005F7BBD" w:rsidRPr="00835F44" w:rsidRDefault="005F7BBD">
            <w:pPr>
              <w:pStyle w:val="TAC"/>
              <w:rPr>
                <w:rFonts w:eastAsia="Yu Mincho"/>
              </w:rPr>
            </w:pPr>
            <w:r w:rsidRPr="00835F44">
              <w:t>n3</w:t>
            </w:r>
          </w:p>
        </w:tc>
        <w:tc>
          <w:tcPr>
            <w:tcW w:w="1146" w:type="dxa"/>
            <w:tcBorders>
              <w:top w:val="single" w:sz="4" w:space="0" w:color="auto"/>
              <w:left w:val="single" w:sz="4" w:space="0" w:color="auto"/>
              <w:bottom w:val="single" w:sz="4" w:space="0" w:color="auto"/>
              <w:right w:val="single" w:sz="4" w:space="0" w:color="auto"/>
            </w:tcBorders>
            <w:hideMark/>
          </w:tcPr>
          <w:p w14:paraId="4346B2DA" w14:textId="77777777" w:rsidR="005F7BBD" w:rsidRPr="00835F44" w:rsidRDefault="005F7BBD">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0A481FD4" w14:textId="77777777" w:rsidR="005F7BBD" w:rsidRPr="00835F44" w:rsidRDefault="005F7BBD">
            <w:pPr>
              <w:pStyle w:val="TAC"/>
              <w:rPr>
                <w:rFonts w:eastAsia="Yu Mincho"/>
              </w:rPr>
            </w:pPr>
            <w:r w:rsidRPr="00835F44">
              <w:t>342000</w:t>
            </w:r>
            <w:r w:rsidRPr="00835F44">
              <w:rPr>
                <w:rFonts w:eastAsia="Yu Mincho"/>
              </w:rPr>
              <w:t xml:space="preserve"> – &lt;20&gt; – 357000</w:t>
            </w:r>
          </w:p>
        </w:tc>
        <w:tc>
          <w:tcPr>
            <w:tcW w:w="2877" w:type="dxa"/>
            <w:tcBorders>
              <w:top w:val="single" w:sz="4" w:space="0" w:color="auto"/>
              <w:left w:val="single" w:sz="4" w:space="0" w:color="auto"/>
              <w:bottom w:val="single" w:sz="4" w:space="0" w:color="auto"/>
              <w:right w:val="single" w:sz="4" w:space="0" w:color="auto"/>
            </w:tcBorders>
            <w:hideMark/>
          </w:tcPr>
          <w:p w14:paraId="0BF9B833" w14:textId="77777777" w:rsidR="005F7BBD" w:rsidRPr="00835F44" w:rsidRDefault="005F7BBD">
            <w:pPr>
              <w:pStyle w:val="TAC"/>
              <w:rPr>
                <w:rFonts w:eastAsia="Yu Mincho"/>
              </w:rPr>
            </w:pPr>
            <w:r w:rsidRPr="00835F44">
              <w:t>361000</w:t>
            </w:r>
            <w:r w:rsidRPr="00835F44">
              <w:rPr>
                <w:rFonts w:eastAsia="Yu Mincho"/>
              </w:rPr>
              <w:t xml:space="preserve"> – &lt;20&gt; – 376000</w:t>
            </w:r>
          </w:p>
        </w:tc>
      </w:tr>
      <w:tr w:rsidR="00495FE7" w:rsidRPr="00835F44" w14:paraId="6A2AECDD"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013C959E" w14:textId="77777777" w:rsidR="005F7BBD" w:rsidRPr="00835F44" w:rsidRDefault="005F7BBD">
            <w:pPr>
              <w:pStyle w:val="TAC"/>
              <w:rPr>
                <w:rFonts w:eastAsia="Yu Mincho"/>
              </w:rPr>
            </w:pPr>
            <w:r w:rsidRPr="00835F44">
              <w:t>n5</w:t>
            </w:r>
          </w:p>
        </w:tc>
        <w:tc>
          <w:tcPr>
            <w:tcW w:w="1146" w:type="dxa"/>
            <w:tcBorders>
              <w:top w:val="single" w:sz="4" w:space="0" w:color="auto"/>
              <w:left w:val="single" w:sz="4" w:space="0" w:color="auto"/>
              <w:bottom w:val="single" w:sz="4" w:space="0" w:color="auto"/>
              <w:right w:val="single" w:sz="4" w:space="0" w:color="auto"/>
            </w:tcBorders>
            <w:hideMark/>
          </w:tcPr>
          <w:p w14:paraId="0C448C25" w14:textId="77777777" w:rsidR="005F7BBD" w:rsidRPr="00835F44" w:rsidRDefault="005F7BBD">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3CC10E55" w14:textId="77777777" w:rsidR="005F7BBD" w:rsidRPr="00835F44" w:rsidRDefault="005F7BBD">
            <w:pPr>
              <w:pStyle w:val="TAC"/>
              <w:rPr>
                <w:rFonts w:eastAsia="Yu Mincho"/>
              </w:rPr>
            </w:pPr>
            <w:r w:rsidRPr="00835F44">
              <w:t>164800</w:t>
            </w:r>
            <w:r w:rsidRPr="00835F44">
              <w:rPr>
                <w:rFonts w:eastAsia="Yu Mincho"/>
              </w:rPr>
              <w:t xml:space="preserve"> – &lt;20&gt; – 169800</w:t>
            </w:r>
          </w:p>
        </w:tc>
        <w:tc>
          <w:tcPr>
            <w:tcW w:w="2877" w:type="dxa"/>
            <w:tcBorders>
              <w:top w:val="single" w:sz="4" w:space="0" w:color="auto"/>
              <w:left w:val="single" w:sz="4" w:space="0" w:color="auto"/>
              <w:bottom w:val="single" w:sz="4" w:space="0" w:color="auto"/>
              <w:right w:val="single" w:sz="4" w:space="0" w:color="auto"/>
            </w:tcBorders>
            <w:hideMark/>
          </w:tcPr>
          <w:p w14:paraId="554F9C45" w14:textId="77777777" w:rsidR="005F7BBD" w:rsidRPr="00835F44" w:rsidRDefault="005F7BBD">
            <w:pPr>
              <w:pStyle w:val="TAC"/>
              <w:rPr>
                <w:rFonts w:eastAsia="Yu Mincho"/>
              </w:rPr>
            </w:pPr>
            <w:r w:rsidRPr="00835F44">
              <w:t>173800</w:t>
            </w:r>
            <w:r w:rsidRPr="00835F44">
              <w:rPr>
                <w:rFonts w:eastAsia="Yu Mincho"/>
              </w:rPr>
              <w:t xml:space="preserve"> – &lt;20&gt; – 178800</w:t>
            </w:r>
          </w:p>
        </w:tc>
      </w:tr>
      <w:tr w:rsidR="00495FE7" w:rsidRPr="00835F44" w14:paraId="6C0D62BA"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0BCDC669" w14:textId="77777777" w:rsidR="005F7BBD" w:rsidRPr="00835F44" w:rsidRDefault="005F7BBD">
            <w:pPr>
              <w:pStyle w:val="TAC"/>
              <w:rPr>
                <w:rFonts w:eastAsia="Yu Mincho"/>
              </w:rPr>
            </w:pPr>
            <w:r w:rsidRPr="00835F44">
              <w:t>n7</w:t>
            </w:r>
          </w:p>
        </w:tc>
        <w:tc>
          <w:tcPr>
            <w:tcW w:w="1146" w:type="dxa"/>
            <w:tcBorders>
              <w:top w:val="single" w:sz="4" w:space="0" w:color="auto"/>
              <w:left w:val="single" w:sz="4" w:space="0" w:color="auto"/>
              <w:bottom w:val="single" w:sz="4" w:space="0" w:color="auto"/>
              <w:right w:val="single" w:sz="4" w:space="0" w:color="auto"/>
            </w:tcBorders>
            <w:hideMark/>
          </w:tcPr>
          <w:p w14:paraId="704161BD" w14:textId="77777777" w:rsidR="005F7BBD" w:rsidRPr="00835F44" w:rsidRDefault="005F7BBD">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174F8753" w14:textId="77777777" w:rsidR="005F7BBD" w:rsidRPr="00835F44" w:rsidRDefault="005F7BBD">
            <w:pPr>
              <w:pStyle w:val="TAC"/>
              <w:rPr>
                <w:rFonts w:eastAsia="Yu Mincho"/>
              </w:rPr>
            </w:pPr>
            <w:r w:rsidRPr="00835F44">
              <w:t>500000</w:t>
            </w:r>
            <w:r w:rsidRPr="00835F44">
              <w:rPr>
                <w:rFonts w:eastAsia="Yu Mincho"/>
              </w:rPr>
              <w:t xml:space="preserve"> – &lt;20&gt; – 514000</w:t>
            </w:r>
          </w:p>
        </w:tc>
        <w:tc>
          <w:tcPr>
            <w:tcW w:w="2877" w:type="dxa"/>
            <w:tcBorders>
              <w:top w:val="single" w:sz="4" w:space="0" w:color="auto"/>
              <w:left w:val="single" w:sz="4" w:space="0" w:color="auto"/>
              <w:bottom w:val="single" w:sz="4" w:space="0" w:color="auto"/>
              <w:right w:val="single" w:sz="4" w:space="0" w:color="auto"/>
            </w:tcBorders>
            <w:hideMark/>
          </w:tcPr>
          <w:p w14:paraId="610731C6" w14:textId="77777777" w:rsidR="005F7BBD" w:rsidRPr="00835F44" w:rsidRDefault="005F7BBD">
            <w:pPr>
              <w:pStyle w:val="TAC"/>
              <w:rPr>
                <w:rFonts w:eastAsia="Yu Mincho"/>
              </w:rPr>
            </w:pPr>
            <w:r w:rsidRPr="00835F44">
              <w:t>524000</w:t>
            </w:r>
            <w:r w:rsidRPr="00835F44">
              <w:rPr>
                <w:rFonts w:eastAsia="Yu Mincho"/>
              </w:rPr>
              <w:t xml:space="preserve"> – &lt;20&gt; – 538000</w:t>
            </w:r>
          </w:p>
        </w:tc>
      </w:tr>
      <w:tr w:rsidR="00495FE7" w:rsidRPr="00835F44" w14:paraId="35C23CA9"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589165B1" w14:textId="77777777" w:rsidR="005F7BBD" w:rsidRPr="00835F44" w:rsidRDefault="005F7BBD">
            <w:pPr>
              <w:pStyle w:val="TAC"/>
            </w:pPr>
            <w:r w:rsidRPr="00835F44">
              <w:t>n8</w:t>
            </w:r>
          </w:p>
        </w:tc>
        <w:tc>
          <w:tcPr>
            <w:tcW w:w="1146" w:type="dxa"/>
            <w:tcBorders>
              <w:top w:val="single" w:sz="4" w:space="0" w:color="auto"/>
              <w:left w:val="single" w:sz="4" w:space="0" w:color="auto"/>
              <w:bottom w:val="single" w:sz="4" w:space="0" w:color="auto"/>
              <w:right w:val="single" w:sz="4" w:space="0" w:color="auto"/>
            </w:tcBorders>
            <w:hideMark/>
          </w:tcPr>
          <w:p w14:paraId="5CF71556" w14:textId="77777777" w:rsidR="005F7BBD" w:rsidRPr="00835F44" w:rsidRDefault="005F7BBD">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0DFA5C83" w14:textId="77777777" w:rsidR="005F7BBD" w:rsidRPr="00835F44" w:rsidRDefault="005F7BBD">
            <w:pPr>
              <w:pStyle w:val="TAC"/>
            </w:pPr>
            <w:r w:rsidRPr="00835F44">
              <w:t>176000</w:t>
            </w:r>
            <w:r w:rsidRPr="00835F44">
              <w:rPr>
                <w:rFonts w:eastAsia="Yu Mincho"/>
              </w:rPr>
              <w:t xml:space="preserve"> – &lt;20&gt; – 183000</w:t>
            </w:r>
          </w:p>
        </w:tc>
        <w:tc>
          <w:tcPr>
            <w:tcW w:w="2877" w:type="dxa"/>
            <w:tcBorders>
              <w:top w:val="single" w:sz="4" w:space="0" w:color="auto"/>
              <w:left w:val="single" w:sz="4" w:space="0" w:color="auto"/>
              <w:bottom w:val="single" w:sz="4" w:space="0" w:color="auto"/>
              <w:right w:val="single" w:sz="4" w:space="0" w:color="auto"/>
            </w:tcBorders>
            <w:hideMark/>
          </w:tcPr>
          <w:p w14:paraId="58BBC004" w14:textId="77777777" w:rsidR="005F7BBD" w:rsidRPr="00835F44" w:rsidRDefault="005F7BBD">
            <w:pPr>
              <w:pStyle w:val="TAC"/>
            </w:pPr>
            <w:r w:rsidRPr="00835F44">
              <w:t>185000</w:t>
            </w:r>
            <w:r w:rsidRPr="00835F44">
              <w:rPr>
                <w:rFonts w:eastAsia="Yu Mincho"/>
              </w:rPr>
              <w:t xml:space="preserve"> – &lt;20&gt; – 192000</w:t>
            </w:r>
          </w:p>
        </w:tc>
      </w:tr>
      <w:tr w:rsidR="00495FE7" w:rsidRPr="00835F44" w14:paraId="5E48E465"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tcPr>
          <w:p w14:paraId="779DE5C0" w14:textId="77777777" w:rsidR="00A95923" w:rsidRPr="00835F44" w:rsidRDefault="00A95923" w:rsidP="00A95923">
            <w:pPr>
              <w:pStyle w:val="TAC"/>
            </w:pPr>
            <w:r w:rsidRPr="00835F44">
              <w:t>n12</w:t>
            </w:r>
          </w:p>
        </w:tc>
        <w:tc>
          <w:tcPr>
            <w:tcW w:w="1146" w:type="dxa"/>
            <w:tcBorders>
              <w:top w:val="single" w:sz="4" w:space="0" w:color="auto"/>
              <w:left w:val="single" w:sz="4" w:space="0" w:color="auto"/>
              <w:bottom w:val="single" w:sz="4" w:space="0" w:color="auto"/>
              <w:right w:val="single" w:sz="4" w:space="0" w:color="auto"/>
            </w:tcBorders>
          </w:tcPr>
          <w:p w14:paraId="7F83E617" w14:textId="77777777" w:rsidR="00A95923" w:rsidRPr="00835F44" w:rsidRDefault="00A95923" w:rsidP="00A95923">
            <w:pPr>
              <w:pStyle w:val="TAC"/>
              <w:rPr>
                <w:rFonts w:eastAsia="Yu Mincho"/>
              </w:rPr>
            </w:pPr>
            <w:r w:rsidRPr="00835F44">
              <w:t>100</w:t>
            </w:r>
          </w:p>
        </w:tc>
        <w:tc>
          <w:tcPr>
            <w:tcW w:w="2876" w:type="dxa"/>
            <w:tcBorders>
              <w:top w:val="single" w:sz="4" w:space="0" w:color="auto"/>
              <w:left w:val="single" w:sz="4" w:space="0" w:color="auto"/>
              <w:bottom w:val="single" w:sz="4" w:space="0" w:color="auto"/>
              <w:right w:val="single" w:sz="4" w:space="0" w:color="auto"/>
            </w:tcBorders>
          </w:tcPr>
          <w:p w14:paraId="021EFD91" w14:textId="77777777" w:rsidR="00A95923" w:rsidRPr="00835F44" w:rsidRDefault="00A95923" w:rsidP="00A95923">
            <w:pPr>
              <w:pStyle w:val="TAC"/>
            </w:pPr>
            <w:r w:rsidRPr="00835F44">
              <w:t>139800 – &lt;20&gt; – 143200</w:t>
            </w:r>
          </w:p>
        </w:tc>
        <w:tc>
          <w:tcPr>
            <w:tcW w:w="2877" w:type="dxa"/>
            <w:tcBorders>
              <w:top w:val="single" w:sz="4" w:space="0" w:color="auto"/>
              <w:left w:val="single" w:sz="4" w:space="0" w:color="auto"/>
              <w:bottom w:val="single" w:sz="4" w:space="0" w:color="auto"/>
              <w:right w:val="single" w:sz="4" w:space="0" w:color="auto"/>
            </w:tcBorders>
          </w:tcPr>
          <w:p w14:paraId="79F244DE" w14:textId="77777777" w:rsidR="00A95923" w:rsidRPr="00835F44" w:rsidRDefault="00A95923" w:rsidP="00A95923">
            <w:pPr>
              <w:pStyle w:val="TAC"/>
            </w:pPr>
            <w:r w:rsidRPr="00835F44">
              <w:t>145800 – &lt;20&gt; – 149200</w:t>
            </w:r>
          </w:p>
        </w:tc>
      </w:tr>
      <w:tr w:rsidR="00495FE7" w:rsidRPr="00835F44" w14:paraId="004C3306"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2D6EEF41" w14:textId="77777777" w:rsidR="005F7BBD" w:rsidRPr="00835F44" w:rsidRDefault="005F7BBD">
            <w:pPr>
              <w:pStyle w:val="TAC"/>
            </w:pPr>
            <w:r w:rsidRPr="00835F44">
              <w:t>n20</w:t>
            </w:r>
          </w:p>
        </w:tc>
        <w:tc>
          <w:tcPr>
            <w:tcW w:w="1146" w:type="dxa"/>
            <w:tcBorders>
              <w:top w:val="single" w:sz="4" w:space="0" w:color="auto"/>
              <w:left w:val="single" w:sz="4" w:space="0" w:color="auto"/>
              <w:bottom w:val="single" w:sz="4" w:space="0" w:color="auto"/>
              <w:right w:val="single" w:sz="4" w:space="0" w:color="auto"/>
            </w:tcBorders>
            <w:hideMark/>
          </w:tcPr>
          <w:p w14:paraId="13DD4E0F" w14:textId="77777777" w:rsidR="005F7BBD" w:rsidRPr="00835F44" w:rsidRDefault="005F7BBD">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2C0846D4" w14:textId="77777777" w:rsidR="005F7BBD" w:rsidRPr="00835F44" w:rsidRDefault="005F7BBD">
            <w:pPr>
              <w:pStyle w:val="TAC"/>
            </w:pPr>
            <w:r w:rsidRPr="00835F44">
              <w:t>166400</w:t>
            </w:r>
            <w:r w:rsidRPr="00835F44">
              <w:rPr>
                <w:rFonts w:eastAsia="Yu Mincho"/>
              </w:rPr>
              <w:t xml:space="preserve"> – &lt;20&gt; – 172400</w:t>
            </w:r>
          </w:p>
        </w:tc>
        <w:tc>
          <w:tcPr>
            <w:tcW w:w="2877" w:type="dxa"/>
            <w:tcBorders>
              <w:top w:val="single" w:sz="4" w:space="0" w:color="auto"/>
              <w:left w:val="single" w:sz="4" w:space="0" w:color="auto"/>
              <w:bottom w:val="single" w:sz="4" w:space="0" w:color="auto"/>
              <w:right w:val="single" w:sz="4" w:space="0" w:color="auto"/>
            </w:tcBorders>
            <w:hideMark/>
          </w:tcPr>
          <w:p w14:paraId="54920164" w14:textId="77777777" w:rsidR="005F7BBD" w:rsidRPr="00835F44" w:rsidRDefault="005F7BBD">
            <w:pPr>
              <w:pStyle w:val="TAC"/>
            </w:pPr>
            <w:r w:rsidRPr="00835F44">
              <w:t>158200</w:t>
            </w:r>
            <w:r w:rsidRPr="00835F44">
              <w:rPr>
                <w:rFonts w:eastAsia="Yu Mincho"/>
              </w:rPr>
              <w:t xml:space="preserve"> – &lt;20&gt; – 164200</w:t>
            </w:r>
          </w:p>
        </w:tc>
      </w:tr>
      <w:tr w:rsidR="00495FE7" w:rsidRPr="00835F44" w14:paraId="5B0EBAF7"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tcPr>
          <w:p w14:paraId="064E0A8E" w14:textId="77777777" w:rsidR="005B1C92" w:rsidRPr="00835F44" w:rsidRDefault="005B1C92" w:rsidP="005B1C92">
            <w:pPr>
              <w:pStyle w:val="TAC"/>
            </w:pPr>
            <w:r w:rsidRPr="00835F44">
              <w:t>n25</w:t>
            </w:r>
          </w:p>
        </w:tc>
        <w:tc>
          <w:tcPr>
            <w:tcW w:w="1146" w:type="dxa"/>
            <w:tcBorders>
              <w:top w:val="single" w:sz="4" w:space="0" w:color="auto"/>
              <w:left w:val="single" w:sz="4" w:space="0" w:color="auto"/>
              <w:bottom w:val="single" w:sz="4" w:space="0" w:color="auto"/>
              <w:right w:val="single" w:sz="4" w:space="0" w:color="auto"/>
            </w:tcBorders>
          </w:tcPr>
          <w:p w14:paraId="7AF7A4DA" w14:textId="77777777" w:rsidR="005B1C92" w:rsidRPr="00835F44" w:rsidRDefault="005B1C92" w:rsidP="005B1C92">
            <w:pPr>
              <w:pStyle w:val="TAC"/>
              <w:rPr>
                <w:rFonts w:eastAsia="Yu Mincho"/>
              </w:rPr>
            </w:pPr>
            <w:r w:rsidRPr="00835F44">
              <w:t>100</w:t>
            </w:r>
          </w:p>
        </w:tc>
        <w:tc>
          <w:tcPr>
            <w:tcW w:w="2876" w:type="dxa"/>
            <w:tcBorders>
              <w:top w:val="single" w:sz="4" w:space="0" w:color="auto"/>
              <w:left w:val="single" w:sz="4" w:space="0" w:color="auto"/>
              <w:bottom w:val="single" w:sz="4" w:space="0" w:color="auto"/>
              <w:right w:val="single" w:sz="4" w:space="0" w:color="auto"/>
            </w:tcBorders>
          </w:tcPr>
          <w:p w14:paraId="097C4169" w14:textId="77777777" w:rsidR="005B1C92" w:rsidRPr="00835F44" w:rsidRDefault="005B1C92" w:rsidP="005B1C92">
            <w:pPr>
              <w:pStyle w:val="TAC"/>
            </w:pPr>
            <w:r w:rsidRPr="00835F44">
              <w:t>370000 – &lt;20&gt; – 383000</w:t>
            </w:r>
          </w:p>
        </w:tc>
        <w:tc>
          <w:tcPr>
            <w:tcW w:w="2877" w:type="dxa"/>
            <w:tcBorders>
              <w:top w:val="single" w:sz="4" w:space="0" w:color="auto"/>
              <w:left w:val="single" w:sz="4" w:space="0" w:color="auto"/>
              <w:bottom w:val="single" w:sz="4" w:space="0" w:color="auto"/>
              <w:right w:val="single" w:sz="4" w:space="0" w:color="auto"/>
            </w:tcBorders>
          </w:tcPr>
          <w:p w14:paraId="7EE6105D" w14:textId="77777777" w:rsidR="005B1C92" w:rsidRPr="00835F44" w:rsidRDefault="005B1C92" w:rsidP="005B1C92">
            <w:pPr>
              <w:pStyle w:val="TAC"/>
            </w:pPr>
            <w:r w:rsidRPr="00835F44">
              <w:t>386000 – &lt;20&gt; – 399000</w:t>
            </w:r>
          </w:p>
        </w:tc>
      </w:tr>
      <w:tr w:rsidR="00495FE7" w:rsidRPr="00835F44" w14:paraId="4733FB7F"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5F27873F" w14:textId="77777777" w:rsidR="005F7BBD" w:rsidRPr="00835F44" w:rsidRDefault="005F7BBD">
            <w:pPr>
              <w:pStyle w:val="TAC"/>
            </w:pPr>
            <w:r w:rsidRPr="00835F44">
              <w:t>n28</w:t>
            </w:r>
          </w:p>
        </w:tc>
        <w:tc>
          <w:tcPr>
            <w:tcW w:w="1146" w:type="dxa"/>
            <w:tcBorders>
              <w:top w:val="single" w:sz="4" w:space="0" w:color="auto"/>
              <w:left w:val="single" w:sz="4" w:space="0" w:color="auto"/>
              <w:bottom w:val="single" w:sz="4" w:space="0" w:color="auto"/>
              <w:right w:val="single" w:sz="4" w:space="0" w:color="auto"/>
            </w:tcBorders>
            <w:hideMark/>
          </w:tcPr>
          <w:p w14:paraId="0A7C5CD9" w14:textId="77777777" w:rsidR="005F7BBD" w:rsidRPr="00835F44" w:rsidRDefault="005F7BBD">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6002A5F4" w14:textId="77777777" w:rsidR="005F7BBD" w:rsidRPr="00835F44" w:rsidRDefault="005F7BBD">
            <w:pPr>
              <w:pStyle w:val="TAC"/>
            </w:pPr>
            <w:r w:rsidRPr="00835F44">
              <w:t>140600</w:t>
            </w:r>
            <w:r w:rsidRPr="00835F44">
              <w:rPr>
                <w:rFonts w:eastAsia="Yu Mincho"/>
              </w:rPr>
              <w:t xml:space="preserve"> – &lt;20&gt; – 149600</w:t>
            </w:r>
          </w:p>
        </w:tc>
        <w:tc>
          <w:tcPr>
            <w:tcW w:w="2877" w:type="dxa"/>
            <w:tcBorders>
              <w:top w:val="single" w:sz="4" w:space="0" w:color="auto"/>
              <w:left w:val="single" w:sz="4" w:space="0" w:color="auto"/>
              <w:bottom w:val="single" w:sz="4" w:space="0" w:color="auto"/>
              <w:right w:val="single" w:sz="4" w:space="0" w:color="auto"/>
            </w:tcBorders>
            <w:hideMark/>
          </w:tcPr>
          <w:p w14:paraId="60A57986" w14:textId="77777777" w:rsidR="005F7BBD" w:rsidRPr="00835F44" w:rsidRDefault="005F7BBD">
            <w:pPr>
              <w:pStyle w:val="TAC"/>
            </w:pPr>
            <w:r w:rsidRPr="00835F44">
              <w:t>151600</w:t>
            </w:r>
            <w:r w:rsidRPr="00835F44">
              <w:rPr>
                <w:rFonts w:eastAsia="Yu Mincho"/>
              </w:rPr>
              <w:t xml:space="preserve"> – &lt;20&gt; – 160600</w:t>
            </w:r>
          </w:p>
        </w:tc>
      </w:tr>
      <w:tr w:rsidR="00495FE7" w:rsidRPr="00835F44" w14:paraId="4CB4E532"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tcPr>
          <w:p w14:paraId="30440D9B" w14:textId="77777777" w:rsidR="00223312" w:rsidRPr="00835F44" w:rsidRDefault="00223312" w:rsidP="00223312">
            <w:pPr>
              <w:pStyle w:val="TAC"/>
            </w:pPr>
            <w:r w:rsidRPr="00835F44">
              <w:t>n34</w:t>
            </w:r>
          </w:p>
        </w:tc>
        <w:tc>
          <w:tcPr>
            <w:tcW w:w="1146" w:type="dxa"/>
            <w:tcBorders>
              <w:top w:val="single" w:sz="4" w:space="0" w:color="auto"/>
              <w:left w:val="single" w:sz="4" w:space="0" w:color="auto"/>
              <w:bottom w:val="single" w:sz="4" w:space="0" w:color="auto"/>
              <w:right w:val="single" w:sz="4" w:space="0" w:color="auto"/>
            </w:tcBorders>
          </w:tcPr>
          <w:p w14:paraId="3DCABE50" w14:textId="77777777" w:rsidR="00223312" w:rsidRPr="00835F44" w:rsidRDefault="00223312" w:rsidP="00223312">
            <w:pPr>
              <w:pStyle w:val="TAC"/>
              <w:rPr>
                <w:rFonts w:eastAsia="Yu Mincho"/>
              </w:rPr>
            </w:pPr>
            <w:r w:rsidRPr="00835F44">
              <w:t>100</w:t>
            </w:r>
          </w:p>
        </w:tc>
        <w:tc>
          <w:tcPr>
            <w:tcW w:w="2876" w:type="dxa"/>
            <w:tcBorders>
              <w:top w:val="single" w:sz="4" w:space="0" w:color="auto"/>
              <w:left w:val="single" w:sz="4" w:space="0" w:color="auto"/>
              <w:bottom w:val="single" w:sz="4" w:space="0" w:color="auto"/>
              <w:right w:val="single" w:sz="4" w:space="0" w:color="auto"/>
            </w:tcBorders>
          </w:tcPr>
          <w:p w14:paraId="25F3D616" w14:textId="77777777" w:rsidR="00223312" w:rsidRPr="00835F44" w:rsidRDefault="00223312" w:rsidP="00223312">
            <w:pPr>
              <w:pStyle w:val="TAC"/>
            </w:pPr>
            <w:r w:rsidRPr="00835F44">
              <w:t>402000 – &lt;20&gt; – 405000</w:t>
            </w:r>
          </w:p>
        </w:tc>
        <w:tc>
          <w:tcPr>
            <w:tcW w:w="2877" w:type="dxa"/>
            <w:tcBorders>
              <w:top w:val="single" w:sz="4" w:space="0" w:color="auto"/>
              <w:left w:val="single" w:sz="4" w:space="0" w:color="auto"/>
              <w:bottom w:val="single" w:sz="4" w:space="0" w:color="auto"/>
              <w:right w:val="single" w:sz="4" w:space="0" w:color="auto"/>
            </w:tcBorders>
          </w:tcPr>
          <w:p w14:paraId="1668C75C" w14:textId="77777777" w:rsidR="00223312" w:rsidRPr="00835F44" w:rsidRDefault="00223312" w:rsidP="00223312">
            <w:pPr>
              <w:pStyle w:val="TAC"/>
            </w:pPr>
            <w:r w:rsidRPr="00835F44">
              <w:t>402000 – &lt;20&gt; – 405000</w:t>
            </w:r>
          </w:p>
        </w:tc>
      </w:tr>
      <w:tr w:rsidR="00495FE7" w:rsidRPr="00835F44" w14:paraId="7C0A1D59"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52C981A9" w14:textId="77777777" w:rsidR="005F7BBD" w:rsidRPr="00835F44" w:rsidRDefault="005F7BBD">
            <w:pPr>
              <w:pStyle w:val="TAC"/>
            </w:pPr>
            <w:r w:rsidRPr="00835F44">
              <w:t>n38</w:t>
            </w:r>
          </w:p>
        </w:tc>
        <w:tc>
          <w:tcPr>
            <w:tcW w:w="1146" w:type="dxa"/>
            <w:tcBorders>
              <w:top w:val="single" w:sz="4" w:space="0" w:color="auto"/>
              <w:left w:val="single" w:sz="4" w:space="0" w:color="auto"/>
              <w:bottom w:val="single" w:sz="4" w:space="0" w:color="auto"/>
              <w:right w:val="single" w:sz="4" w:space="0" w:color="auto"/>
            </w:tcBorders>
            <w:hideMark/>
          </w:tcPr>
          <w:p w14:paraId="178009B6" w14:textId="77777777" w:rsidR="005F7BBD" w:rsidRPr="00835F44" w:rsidRDefault="005F7BBD">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26015260" w14:textId="77777777" w:rsidR="005F7BBD" w:rsidRPr="00835F44" w:rsidRDefault="005F7BBD">
            <w:pPr>
              <w:pStyle w:val="TAC"/>
            </w:pPr>
            <w:r w:rsidRPr="00835F44">
              <w:t>514000</w:t>
            </w:r>
            <w:r w:rsidRPr="00835F44">
              <w:rPr>
                <w:rFonts w:eastAsia="Yu Mincho"/>
              </w:rPr>
              <w:t xml:space="preserve"> – &lt;20&gt; – 524000</w:t>
            </w:r>
          </w:p>
        </w:tc>
        <w:tc>
          <w:tcPr>
            <w:tcW w:w="2877" w:type="dxa"/>
            <w:tcBorders>
              <w:top w:val="single" w:sz="4" w:space="0" w:color="auto"/>
              <w:left w:val="single" w:sz="4" w:space="0" w:color="auto"/>
              <w:bottom w:val="single" w:sz="4" w:space="0" w:color="auto"/>
              <w:right w:val="single" w:sz="4" w:space="0" w:color="auto"/>
            </w:tcBorders>
            <w:hideMark/>
          </w:tcPr>
          <w:p w14:paraId="1BC1FCC0" w14:textId="77777777" w:rsidR="005F7BBD" w:rsidRPr="00835F44" w:rsidRDefault="005F7BBD">
            <w:pPr>
              <w:pStyle w:val="TAC"/>
            </w:pPr>
            <w:r w:rsidRPr="00835F44">
              <w:t>514000</w:t>
            </w:r>
            <w:r w:rsidRPr="00835F44">
              <w:rPr>
                <w:rFonts w:eastAsia="Yu Mincho"/>
              </w:rPr>
              <w:t xml:space="preserve"> – &lt;20&gt; – 524000</w:t>
            </w:r>
          </w:p>
        </w:tc>
      </w:tr>
      <w:tr w:rsidR="00495FE7" w:rsidRPr="00835F44" w14:paraId="66858B92"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tcPr>
          <w:p w14:paraId="2B14EA1A" w14:textId="77777777" w:rsidR="00223312" w:rsidRPr="00835F44" w:rsidRDefault="00223312" w:rsidP="00223312">
            <w:pPr>
              <w:pStyle w:val="TAC"/>
            </w:pPr>
            <w:r w:rsidRPr="00835F44">
              <w:t>n39</w:t>
            </w:r>
          </w:p>
        </w:tc>
        <w:tc>
          <w:tcPr>
            <w:tcW w:w="1146" w:type="dxa"/>
            <w:tcBorders>
              <w:top w:val="single" w:sz="4" w:space="0" w:color="auto"/>
              <w:left w:val="single" w:sz="4" w:space="0" w:color="auto"/>
              <w:bottom w:val="single" w:sz="4" w:space="0" w:color="auto"/>
              <w:right w:val="single" w:sz="4" w:space="0" w:color="auto"/>
            </w:tcBorders>
          </w:tcPr>
          <w:p w14:paraId="5C65AA34" w14:textId="77777777" w:rsidR="00223312" w:rsidRPr="00835F44" w:rsidRDefault="00223312" w:rsidP="00223312">
            <w:pPr>
              <w:pStyle w:val="TAC"/>
              <w:rPr>
                <w:rFonts w:eastAsia="Yu Mincho"/>
              </w:rPr>
            </w:pPr>
            <w:r w:rsidRPr="00835F44">
              <w:t>100</w:t>
            </w:r>
          </w:p>
        </w:tc>
        <w:tc>
          <w:tcPr>
            <w:tcW w:w="2876" w:type="dxa"/>
            <w:tcBorders>
              <w:top w:val="single" w:sz="4" w:space="0" w:color="auto"/>
              <w:left w:val="single" w:sz="4" w:space="0" w:color="auto"/>
              <w:bottom w:val="single" w:sz="4" w:space="0" w:color="auto"/>
              <w:right w:val="single" w:sz="4" w:space="0" w:color="auto"/>
            </w:tcBorders>
          </w:tcPr>
          <w:p w14:paraId="433F8706" w14:textId="77777777" w:rsidR="00223312" w:rsidRPr="00835F44" w:rsidRDefault="00223312" w:rsidP="00223312">
            <w:pPr>
              <w:pStyle w:val="TAC"/>
            </w:pPr>
            <w:r w:rsidRPr="00835F44">
              <w:t>376000 – &lt;20&gt; – 384000</w:t>
            </w:r>
          </w:p>
        </w:tc>
        <w:tc>
          <w:tcPr>
            <w:tcW w:w="2877" w:type="dxa"/>
            <w:tcBorders>
              <w:top w:val="single" w:sz="4" w:space="0" w:color="auto"/>
              <w:left w:val="single" w:sz="4" w:space="0" w:color="auto"/>
              <w:bottom w:val="single" w:sz="4" w:space="0" w:color="auto"/>
              <w:right w:val="single" w:sz="4" w:space="0" w:color="auto"/>
            </w:tcBorders>
          </w:tcPr>
          <w:p w14:paraId="772BCDDD" w14:textId="77777777" w:rsidR="00223312" w:rsidRPr="00835F44" w:rsidRDefault="00223312" w:rsidP="00223312">
            <w:pPr>
              <w:pStyle w:val="TAC"/>
            </w:pPr>
            <w:r w:rsidRPr="00835F44">
              <w:t>376000 – &lt;20&gt; – 384000</w:t>
            </w:r>
          </w:p>
        </w:tc>
      </w:tr>
      <w:tr w:rsidR="00495FE7" w:rsidRPr="00835F44" w14:paraId="1EBE517A"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tcPr>
          <w:p w14:paraId="2C485CA5" w14:textId="77777777" w:rsidR="00223312" w:rsidRPr="00835F44" w:rsidRDefault="00223312" w:rsidP="00223312">
            <w:pPr>
              <w:pStyle w:val="TAC"/>
            </w:pPr>
            <w:r w:rsidRPr="00835F44">
              <w:t>n40</w:t>
            </w:r>
          </w:p>
        </w:tc>
        <w:tc>
          <w:tcPr>
            <w:tcW w:w="1146" w:type="dxa"/>
            <w:tcBorders>
              <w:top w:val="single" w:sz="4" w:space="0" w:color="auto"/>
              <w:left w:val="single" w:sz="4" w:space="0" w:color="auto"/>
              <w:bottom w:val="single" w:sz="4" w:space="0" w:color="auto"/>
              <w:right w:val="single" w:sz="4" w:space="0" w:color="auto"/>
            </w:tcBorders>
          </w:tcPr>
          <w:p w14:paraId="6F170266" w14:textId="77777777" w:rsidR="00223312" w:rsidRPr="00835F44" w:rsidRDefault="00223312" w:rsidP="00223312">
            <w:pPr>
              <w:pStyle w:val="TAC"/>
              <w:rPr>
                <w:rFonts w:eastAsia="Yu Mincho"/>
              </w:rPr>
            </w:pPr>
            <w:r w:rsidRPr="00835F44">
              <w:t>100</w:t>
            </w:r>
          </w:p>
        </w:tc>
        <w:tc>
          <w:tcPr>
            <w:tcW w:w="2876" w:type="dxa"/>
            <w:tcBorders>
              <w:top w:val="single" w:sz="4" w:space="0" w:color="auto"/>
              <w:left w:val="single" w:sz="4" w:space="0" w:color="auto"/>
              <w:bottom w:val="single" w:sz="4" w:space="0" w:color="auto"/>
              <w:right w:val="single" w:sz="4" w:space="0" w:color="auto"/>
            </w:tcBorders>
          </w:tcPr>
          <w:p w14:paraId="60C408CD" w14:textId="77777777" w:rsidR="00223312" w:rsidRPr="00835F44" w:rsidRDefault="00223312" w:rsidP="00223312">
            <w:pPr>
              <w:pStyle w:val="TAC"/>
            </w:pPr>
            <w:r w:rsidRPr="00835F44">
              <w:t>460000 – &lt;20&gt; – 480000</w:t>
            </w:r>
          </w:p>
        </w:tc>
        <w:tc>
          <w:tcPr>
            <w:tcW w:w="2877" w:type="dxa"/>
            <w:tcBorders>
              <w:top w:val="single" w:sz="4" w:space="0" w:color="auto"/>
              <w:left w:val="single" w:sz="4" w:space="0" w:color="auto"/>
              <w:bottom w:val="single" w:sz="4" w:space="0" w:color="auto"/>
              <w:right w:val="single" w:sz="4" w:space="0" w:color="auto"/>
            </w:tcBorders>
          </w:tcPr>
          <w:p w14:paraId="5B928327" w14:textId="77777777" w:rsidR="00223312" w:rsidRPr="00835F44" w:rsidRDefault="00223312" w:rsidP="00223312">
            <w:pPr>
              <w:pStyle w:val="TAC"/>
            </w:pPr>
            <w:r w:rsidRPr="00835F44">
              <w:t>460000 – &lt;20&gt; – 480000</w:t>
            </w:r>
          </w:p>
        </w:tc>
      </w:tr>
      <w:tr w:rsidR="00495FE7" w:rsidRPr="00835F44" w14:paraId="27A28C49" w14:textId="77777777" w:rsidTr="00C05D12">
        <w:trPr>
          <w:jc w:val="center"/>
        </w:trPr>
        <w:tc>
          <w:tcPr>
            <w:tcW w:w="1242" w:type="dxa"/>
            <w:vMerge w:val="restart"/>
            <w:tcBorders>
              <w:top w:val="single" w:sz="4" w:space="0" w:color="auto"/>
              <w:left w:val="single" w:sz="4" w:space="0" w:color="auto"/>
              <w:right w:val="single" w:sz="4" w:space="0" w:color="auto"/>
            </w:tcBorders>
            <w:vAlign w:val="center"/>
            <w:hideMark/>
          </w:tcPr>
          <w:p w14:paraId="064874CA" w14:textId="77777777" w:rsidR="00C05D12" w:rsidRPr="00835F44" w:rsidRDefault="00C05D12">
            <w:pPr>
              <w:pStyle w:val="TAC"/>
            </w:pPr>
            <w:r w:rsidRPr="00835F44">
              <w:t>n41</w:t>
            </w:r>
          </w:p>
        </w:tc>
        <w:tc>
          <w:tcPr>
            <w:tcW w:w="1146" w:type="dxa"/>
            <w:tcBorders>
              <w:top w:val="single" w:sz="4" w:space="0" w:color="auto"/>
              <w:left w:val="single" w:sz="4" w:space="0" w:color="auto"/>
              <w:bottom w:val="single" w:sz="4" w:space="0" w:color="auto"/>
              <w:right w:val="single" w:sz="4" w:space="0" w:color="auto"/>
            </w:tcBorders>
            <w:hideMark/>
          </w:tcPr>
          <w:p w14:paraId="24B51717" w14:textId="77777777" w:rsidR="00C05D12" w:rsidRPr="00835F44" w:rsidRDefault="00C05D12">
            <w:pPr>
              <w:pStyle w:val="TAC"/>
              <w:rPr>
                <w:rFonts w:eastAsia="Yu Mincho"/>
              </w:rPr>
            </w:pPr>
            <w:r w:rsidRPr="00835F44">
              <w:rPr>
                <w:rFonts w:eastAsia="Yu Mincho"/>
              </w:rPr>
              <w:t>15</w:t>
            </w:r>
          </w:p>
        </w:tc>
        <w:tc>
          <w:tcPr>
            <w:tcW w:w="2876" w:type="dxa"/>
            <w:tcBorders>
              <w:top w:val="single" w:sz="4" w:space="0" w:color="auto"/>
              <w:left w:val="single" w:sz="4" w:space="0" w:color="auto"/>
              <w:bottom w:val="single" w:sz="4" w:space="0" w:color="auto"/>
              <w:right w:val="single" w:sz="4" w:space="0" w:color="auto"/>
            </w:tcBorders>
            <w:hideMark/>
          </w:tcPr>
          <w:p w14:paraId="52439F8D" w14:textId="77777777" w:rsidR="00C05D12" w:rsidRPr="00835F44" w:rsidRDefault="00C05D12">
            <w:pPr>
              <w:pStyle w:val="TAC"/>
            </w:pPr>
            <w:r w:rsidRPr="00835F44">
              <w:t>499200</w:t>
            </w:r>
            <w:r w:rsidRPr="00835F44">
              <w:rPr>
                <w:rFonts w:eastAsia="Yu Mincho"/>
              </w:rPr>
              <w:t xml:space="preserve"> – &lt;3&gt; – 537999</w:t>
            </w:r>
          </w:p>
        </w:tc>
        <w:tc>
          <w:tcPr>
            <w:tcW w:w="2877" w:type="dxa"/>
            <w:tcBorders>
              <w:top w:val="single" w:sz="4" w:space="0" w:color="auto"/>
              <w:left w:val="single" w:sz="4" w:space="0" w:color="auto"/>
              <w:bottom w:val="single" w:sz="4" w:space="0" w:color="auto"/>
              <w:right w:val="single" w:sz="4" w:space="0" w:color="auto"/>
            </w:tcBorders>
            <w:hideMark/>
          </w:tcPr>
          <w:p w14:paraId="074CC808" w14:textId="77777777" w:rsidR="00C05D12" w:rsidRPr="00835F44" w:rsidRDefault="00C05D12">
            <w:pPr>
              <w:pStyle w:val="TAC"/>
            </w:pPr>
            <w:r w:rsidRPr="00835F44">
              <w:t>499200</w:t>
            </w:r>
            <w:r w:rsidRPr="00835F44">
              <w:rPr>
                <w:rFonts w:eastAsia="Yu Mincho"/>
              </w:rPr>
              <w:t xml:space="preserve"> – &lt;3&gt; – 537999</w:t>
            </w:r>
          </w:p>
        </w:tc>
      </w:tr>
      <w:tr w:rsidR="00495FE7" w:rsidRPr="00835F44" w14:paraId="2CD66C5A" w14:textId="77777777" w:rsidTr="00C05D12">
        <w:trPr>
          <w:jc w:val="center"/>
        </w:trPr>
        <w:tc>
          <w:tcPr>
            <w:tcW w:w="1242" w:type="dxa"/>
            <w:vMerge/>
            <w:tcBorders>
              <w:left w:val="single" w:sz="4" w:space="0" w:color="auto"/>
              <w:bottom w:val="single" w:sz="4" w:space="0" w:color="auto"/>
              <w:right w:val="single" w:sz="4" w:space="0" w:color="auto"/>
            </w:tcBorders>
          </w:tcPr>
          <w:p w14:paraId="21EC9AE6" w14:textId="77777777" w:rsidR="00C05D12" w:rsidRPr="00835F44" w:rsidRDefault="00C05D12" w:rsidP="00C05D12">
            <w:pPr>
              <w:pStyle w:val="TAC"/>
            </w:pPr>
          </w:p>
        </w:tc>
        <w:tc>
          <w:tcPr>
            <w:tcW w:w="1146" w:type="dxa"/>
            <w:tcBorders>
              <w:top w:val="single" w:sz="4" w:space="0" w:color="auto"/>
              <w:left w:val="single" w:sz="4" w:space="0" w:color="auto"/>
              <w:bottom w:val="single" w:sz="4" w:space="0" w:color="auto"/>
              <w:right w:val="single" w:sz="4" w:space="0" w:color="auto"/>
            </w:tcBorders>
          </w:tcPr>
          <w:p w14:paraId="0CFF1CE2" w14:textId="77777777" w:rsidR="00C05D12" w:rsidRPr="00835F44" w:rsidRDefault="00C05D12" w:rsidP="00C05D12">
            <w:pPr>
              <w:pStyle w:val="TAC"/>
              <w:rPr>
                <w:rFonts w:eastAsia="Yu Mincho"/>
              </w:rPr>
            </w:pPr>
            <w:r w:rsidRPr="00835F44">
              <w:rPr>
                <w:rFonts w:eastAsia="Yu Mincho"/>
              </w:rPr>
              <w:t>30</w:t>
            </w:r>
          </w:p>
        </w:tc>
        <w:tc>
          <w:tcPr>
            <w:tcW w:w="2876" w:type="dxa"/>
            <w:tcBorders>
              <w:top w:val="single" w:sz="4" w:space="0" w:color="auto"/>
              <w:left w:val="single" w:sz="4" w:space="0" w:color="auto"/>
              <w:bottom w:val="single" w:sz="4" w:space="0" w:color="auto"/>
              <w:right w:val="single" w:sz="4" w:space="0" w:color="auto"/>
            </w:tcBorders>
          </w:tcPr>
          <w:p w14:paraId="3203CDD7" w14:textId="77777777" w:rsidR="00C05D12" w:rsidRPr="00835F44" w:rsidRDefault="00C05D12" w:rsidP="00C05D12">
            <w:pPr>
              <w:pStyle w:val="TAC"/>
            </w:pPr>
            <w:r w:rsidRPr="00835F44">
              <w:t>499200</w:t>
            </w:r>
            <w:r w:rsidRPr="00835F44">
              <w:rPr>
                <w:rFonts w:eastAsia="Yu Mincho"/>
              </w:rPr>
              <w:t xml:space="preserve"> – &lt;6&gt; – 537996</w:t>
            </w:r>
          </w:p>
        </w:tc>
        <w:tc>
          <w:tcPr>
            <w:tcW w:w="2877" w:type="dxa"/>
            <w:tcBorders>
              <w:top w:val="single" w:sz="4" w:space="0" w:color="auto"/>
              <w:left w:val="single" w:sz="4" w:space="0" w:color="auto"/>
              <w:bottom w:val="single" w:sz="4" w:space="0" w:color="auto"/>
              <w:right w:val="single" w:sz="4" w:space="0" w:color="auto"/>
            </w:tcBorders>
          </w:tcPr>
          <w:p w14:paraId="56FC6C5F" w14:textId="77777777" w:rsidR="00C05D12" w:rsidRPr="00835F44" w:rsidRDefault="00C05D12" w:rsidP="00C05D12">
            <w:pPr>
              <w:pStyle w:val="TAC"/>
            </w:pPr>
            <w:r w:rsidRPr="00835F44">
              <w:t>499200</w:t>
            </w:r>
            <w:r w:rsidRPr="00835F44">
              <w:rPr>
                <w:rFonts w:eastAsia="Yu Mincho"/>
              </w:rPr>
              <w:t xml:space="preserve"> – &lt;6&gt; – 537996</w:t>
            </w:r>
          </w:p>
        </w:tc>
      </w:tr>
      <w:tr w:rsidR="00495FE7" w:rsidRPr="00835F44" w14:paraId="3A0BDABB" w14:textId="77777777" w:rsidTr="00C05D12">
        <w:trPr>
          <w:jc w:val="center"/>
        </w:trPr>
        <w:tc>
          <w:tcPr>
            <w:tcW w:w="1242" w:type="dxa"/>
            <w:tcBorders>
              <w:left w:val="single" w:sz="4" w:space="0" w:color="auto"/>
              <w:bottom w:val="single" w:sz="4" w:space="0" w:color="auto"/>
              <w:right w:val="single" w:sz="4" w:space="0" w:color="auto"/>
            </w:tcBorders>
          </w:tcPr>
          <w:p w14:paraId="39078B7E" w14:textId="77777777" w:rsidR="000B0A3B" w:rsidRPr="00835F44" w:rsidRDefault="000B0A3B" w:rsidP="000B0A3B">
            <w:pPr>
              <w:pStyle w:val="TAC"/>
            </w:pPr>
            <w:r w:rsidRPr="00835F44">
              <w:t>n50</w:t>
            </w:r>
          </w:p>
        </w:tc>
        <w:tc>
          <w:tcPr>
            <w:tcW w:w="1146" w:type="dxa"/>
            <w:tcBorders>
              <w:top w:val="single" w:sz="4" w:space="0" w:color="auto"/>
              <w:left w:val="single" w:sz="4" w:space="0" w:color="auto"/>
              <w:bottom w:val="single" w:sz="4" w:space="0" w:color="auto"/>
              <w:right w:val="single" w:sz="4" w:space="0" w:color="auto"/>
            </w:tcBorders>
          </w:tcPr>
          <w:p w14:paraId="717F2F98" w14:textId="77777777" w:rsidR="000B0A3B" w:rsidRPr="00835F44" w:rsidRDefault="000B0A3B" w:rsidP="000B0A3B">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tcPr>
          <w:p w14:paraId="3751DDB8" w14:textId="77777777" w:rsidR="000B0A3B" w:rsidRPr="00835F44" w:rsidRDefault="000B0A3B" w:rsidP="000B0A3B">
            <w:pPr>
              <w:pStyle w:val="TAC"/>
            </w:pPr>
            <w:r w:rsidRPr="00835F44">
              <w:t>286400</w:t>
            </w:r>
            <w:r w:rsidRPr="00835F44">
              <w:rPr>
                <w:rFonts w:eastAsia="Yu Mincho"/>
              </w:rPr>
              <w:t xml:space="preserve"> – &lt;20&gt; – 303400</w:t>
            </w:r>
          </w:p>
        </w:tc>
        <w:tc>
          <w:tcPr>
            <w:tcW w:w="2877" w:type="dxa"/>
            <w:tcBorders>
              <w:top w:val="single" w:sz="4" w:space="0" w:color="auto"/>
              <w:left w:val="single" w:sz="4" w:space="0" w:color="auto"/>
              <w:bottom w:val="single" w:sz="4" w:space="0" w:color="auto"/>
              <w:right w:val="single" w:sz="4" w:space="0" w:color="auto"/>
            </w:tcBorders>
          </w:tcPr>
          <w:p w14:paraId="5AB3AD4A" w14:textId="77777777" w:rsidR="000B0A3B" w:rsidRPr="00835F44" w:rsidRDefault="000B0A3B" w:rsidP="000B0A3B">
            <w:pPr>
              <w:pStyle w:val="TAC"/>
            </w:pPr>
            <w:r w:rsidRPr="00835F44">
              <w:t>286400</w:t>
            </w:r>
            <w:r w:rsidRPr="00835F44">
              <w:rPr>
                <w:rFonts w:eastAsia="Yu Mincho"/>
              </w:rPr>
              <w:t xml:space="preserve"> – &lt;20&gt; – 303400</w:t>
            </w:r>
          </w:p>
        </w:tc>
      </w:tr>
      <w:tr w:rsidR="00495FE7" w:rsidRPr="00835F44" w14:paraId="09D4E50A" w14:textId="77777777" w:rsidTr="009D333D">
        <w:trPr>
          <w:jc w:val="center"/>
        </w:trPr>
        <w:tc>
          <w:tcPr>
            <w:tcW w:w="1242" w:type="dxa"/>
            <w:tcBorders>
              <w:top w:val="single" w:sz="4" w:space="0" w:color="auto"/>
              <w:left w:val="single" w:sz="4" w:space="0" w:color="auto"/>
              <w:bottom w:val="single" w:sz="4" w:space="0" w:color="auto"/>
              <w:right w:val="single" w:sz="4" w:space="0" w:color="auto"/>
            </w:tcBorders>
          </w:tcPr>
          <w:p w14:paraId="73D31285" w14:textId="77777777" w:rsidR="000B0A3B" w:rsidRPr="00835F44" w:rsidRDefault="000B0A3B" w:rsidP="00C05D12">
            <w:pPr>
              <w:pStyle w:val="TAC"/>
            </w:pPr>
            <w:r w:rsidRPr="00835F44">
              <w:t>n51</w:t>
            </w:r>
          </w:p>
        </w:tc>
        <w:tc>
          <w:tcPr>
            <w:tcW w:w="1146" w:type="dxa"/>
            <w:tcBorders>
              <w:top w:val="single" w:sz="4" w:space="0" w:color="auto"/>
              <w:left w:val="single" w:sz="4" w:space="0" w:color="auto"/>
              <w:bottom w:val="single" w:sz="4" w:space="0" w:color="auto"/>
              <w:right w:val="single" w:sz="4" w:space="0" w:color="auto"/>
            </w:tcBorders>
          </w:tcPr>
          <w:p w14:paraId="037A6950" w14:textId="77777777" w:rsidR="000B0A3B" w:rsidRPr="00835F44" w:rsidRDefault="000B0A3B" w:rsidP="00C05D12">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tcPr>
          <w:p w14:paraId="0A26D23F" w14:textId="77777777" w:rsidR="000B0A3B" w:rsidRPr="00835F44" w:rsidRDefault="000B0A3B" w:rsidP="00C05D12">
            <w:pPr>
              <w:pStyle w:val="TAC"/>
            </w:pPr>
            <w:r w:rsidRPr="00835F44">
              <w:t>285400</w:t>
            </w:r>
            <w:r w:rsidRPr="00835F44">
              <w:rPr>
                <w:rFonts w:eastAsia="Yu Mincho"/>
              </w:rPr>
              <w:t xml:space="preserve"> – &lt;20&gt; – 286400</w:t>
            </w:r>
          </w:p>
        </w:tc>
        <w:tc>
          <w:tcPr>
            <w:tcW w:w="2877" w:type="dxa"/>
            <w:tcBorders>
              <w:top w:val="single" w:sz="4" w:space="0" w:color="auto"/>
              <w:left w:val="single" w:sz="4" w:space="0" w:color="auto"/>
              <w:bottom w:val="single" w:sz="4" w:space="0" w:color="auto"/>
              <w:right w:val="single" w:sz="4" w:space="0" w:color="auto"/>
            </w:tcBorders>
          </w:tcPr>
          <w:p w14:paraId="0E5C6680" w14:textId="77777777" w:rsidR="000B0A3B" w:rsidRPr="00835F44" w:rsidRDefault="000B0A3B" w:rsidP="00C05D12">
            <w:pPr>
              <w:pStyle w:val="TAC"/>
            </w:pPr>
            <w:r w:rsidRPr="00835F44">
              <w:t>285400</w:t>
            </w:r>
            <w:r w:rsidRPr="00835F44">
              <w:rPr>
                <w:rFonts w:eastAsia="Yu Mincho"/>
              </w:rPr>
              <w:t xml:space="preserve"> – &lt;20&gt; – 286400</w:t>
            </w:r>
          </w:p>
        </w:tc>
      </w:tr>
      <w:tr w:rsidR="00495FE7" w:rsidRPr="00835F44" w14:paraId="23538F1D"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47636E60" w14:textId="77777777" w:rsidR="000B0A3B" w:rsidRPr="00835F44" w:rsidRDefault="000B0A3B">
            <w:pPr>
              <w:pStyle w:val="TAC"/>
            </w:pPr>
            <w:r w:rsidRPr="00835F44">
              <w:t>n66</w:t>
            </w:r>
          </w:p>
        </w:tc>
        <w:tc>
          <w:tcPr>
            <w:tcW w:w="1146" w:type="dxa"/>
            <w:tcBorders>
              <w:top w:val="single" w:sz="4" w:space="0" w:color="auto"/>
              <w:left w:val="single" w:sz="4" w:space="0" w:color="auto"/>
              <w:bottom w:val="single" w:sz="4" w:space="0" w:color="auto"/>
              <w:right w:val="single" w:sz="4" w:space="0" w:color="auto"/>
            </w:tcBorders>
            <w:hideMark/>
          </w:tcPr>
          <w:p w14:paraId="4C8E2620" w14:textId="77777777" w:rsidR="000B0A3B" w:rsidRPr="00835F44" w:rsidRDefault="000B0A3B">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04597DE2" w14:textId="77777777" w:rsidR="000B0A3B" w:rsidRPr="00835F44" w:rsidRDefault="000B0A3B">
            <w:pPr>
              <w:pStyle w:val="TAC"/>
            </w:pPr>
            <w:r w:rsidRPr="00835F44">
              <w:t>342000</w:t>
            </w:r>
            <w:r w:rsidRPr="00835F44">
              <w:rPr>
                <w:rFonts w:eastAsia="Yu Mincho"/>
              </w:rPr>
              <w:t xml:space="preserve"> – &lt;20&gt; – 356000</w:t>
            </w:r>
          </w:p>
        </w:tc>
        <w:tc>
          <w:tcPr>
            <w:tcW w:w="2877" w:type="dxa"/>
            <w:tcBorders>
              <w:top w:val="single" w:sz="4" w:space="0" w:color="auto"/>
              <w:left w:val="single" w:sz="4" w:space="0" w:color="auto"/>
              <w:bottom w:val="single" w:sz="4" w:space="0" w:color="auto"/>
              <w:right w:val="single" w:sz="4" w:space="0" w:color="auto"/>
            </w:tcBorders>
            <w:hideMark/>
          </w:tcPr>
          <w:p w14:paraId="783EFBEC" w14:textId="77777777" w:rsidR="000B0A3B" w:rsidRPr="00835F44" w:rsidRDefault="000B0A3B">
            <w:pPr>
              <w:pStyle w:val="TAC"/>
            </w:pPr>
            <w:r w:rsidRPr="00835F44">
              <w:t>422000</w:t>
            </w:r>
            <w:r w:rsidRPr="00835F44">
              <w:rPr>
                <w:rFonts w:eastAsia="Yu Mincho"/>
              </w:rPr>
              <w:t xml:space="preserve"> – &lt;20&gt; – 440000</w:t>
            </w:r>
          </w:p>
        </w:tc>
      </w:tr>
      <w:tr w:rsidR="00495FE7" w:rsidRPr="00835F44" w14:paraId="5BEB437A"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57A6011C" w14:textId="77777777" w:rsidR="000B0A3B" w:rsidRPr="00835F44" w:rsidRDefault="000B0A3B">
            <w:pPr>
              <w:pStyle w:val="TAC"/>
            </w:pPr>
            <w:r w:rsidRPr="00835F44">
              <w:t>n70</w:t>
            </w:r>
          </w:p>
        </w:tc>
        <w:tc>
          <w:tcPr>
            <w:tcW w:w="1146" w:type="dxa"/>
            <w:tcBorders>
              <w:top w:val="single" w:sz="4" w:space="0" w:color="auto"/>
              <w:left w:val="single" w:sz="4" w:space="0" w:color="auto"/>
              <w:bottom w:val="single" w:sz="4" w:space="0" w:color="auto"/>
              <w:right w:val="single" w:sz="4" w:space="0" w:color="auto"/>
            </w:tcBorders>
            <w:hideMark/>
          </w:tcPr>
          <w:p w14:paraId="16856425" w14:textId="77777777" w:rsidR="000B0A3B" w:rsidRPr="00835F44" w:rsidRDefault="000B0A3B">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165F922C" w14:textId="77777777" w:rsidR="000B0A3B" w:rsidRPr="00835F44" w:rsidRDefault="000B0A3B">
            <w:pPr>
              <w:pStyle w:val="TAC"/>
            </w:pPr>
            <w:r w:rsidRPr="00835F44">
              <w:t>339000</w:t>
            </w:r>
            <w:r w:rsidRPr="00835F44">
              <w:rPr>
                <w:rFonts w:eastAsia="Yu Mincho"/>
              </w:rPr>
              <w:t xml:space="preserve"> – &lt;20&gt; – 342000</w:t>
            </w:r>
          </w:p>
        </w:tc>
        <w:tc>
          <w:tcPr>
            <w:tcW w:w="2877" w:type="dxa"/>
            <w:tcBorders>
              <w:top w:val="single" w:sz="4" w:space="0" w:color="auto"/>
              <w:left w:val="single" w:sz="4" w:space="0" w:color="auto"/>
              <w:bottom w:val="single" w:sz="4" w:space="0" w:color="auto"/>
              <w:right w:val="single" w:sz="4" w:space="0" w:color="auto"/>
            </w:tcBorders>
            <w:hideMark/>
          </w:tcPr>
          <w:p w14:paraId="6B775455" w14:textId="77777777" w:rsidR="000B0A3B" w:rsidRPr="00835F44" w:rsidRDefault="000B0A3B">
            <w:pPr>
              <w:pStyle w:val="TAC"/>
            </w:pPr>
            <w:r w:rsidRPr="00835F44">
              <w:t>399000</w:t>
            </w:r>
            <w:r w:rsidRPr="00835F44">
              <w:rPr>
                <w:rFonts w:eastAsia="Yu Mincho"/>
              </w:rPr>
              <w:t xml:space="preserve"> – &lt;20&gt; – 404000</w:t>
            </w:r>
          </w:p>
        </w:tc>
      </w:tr>
      <w:tr w:rsidR="00495FE7" w:rsidRPr="00835F44" w14:paraId="3B318979"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6B88903C" w14:textId="77777777" w:rsidR="000B0A3B" w:rsidRPr="00835F44" w:rsidRDefault="000B0A3B">
            <w:pPr>
              <w:pStyle w:val="TAC"/>
            </w:pPr>
            <w:r w:rsidRPr="00835F44">
              <w:t>n71</w:t>
            </w:r>
          </w:p>
        </w:tc>
        <w:tc>
          <w:tcPr>
            <w:tcW w:w="1146" w:type="dxa"/>
            <w:tcBorders>
              <w:top w:val="single" w:sz="4" w:space="0" w:color="auto"/>
              <w:left w:val="single" w:sz="4" w:space="0" w:color="auto"/>
              <w:bottom w:val="single" w:sz="4" w:space="0" w:color="auto"/>
              <w:right w:val="single" w:sz="4" w:space="0" w:color="auto"/>
            </w:tcBorders>
            <w:hideMark/>
          </w:tcPr>
          <w:p w14:paraId="711243BB" w14:textId="77777777" w:rsidR="000B0A3B" w:rsidRPr="00835F44" w:rsidRDefault="000B0A3B">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64BD598A" w14:textId="77777777" w:rsidR="000B0A3B" w:rsidRPr="00835F44" w:rsidRDefault="000B0A3B">
            <w:pPr>
              <w:pStyle w:val="TAC"/>
            </w:pPr>
            <w:r w:rsidRPr="00835F44">
              <w:t>132600</w:t>
            </w:r>
            <w:r w:rsidRPr="00835F44">
              <w:rPr>
                <w:rFonts w:eastAsia="Yu Mincho"/>
              </w:rPr>
              <w:t xml:space="preserve"> – &lt;20&gt; – 139600</w:t>
            </w:r>
          </w:p>
        </w:tc>
        <w:tc>
          <w:tcPr>
            <w:tcW w:w="2877" w:type="dxa"/>
            <w:tcBorders>
              <w:top w:val="single" w:sz="4" w:space="0" w:color="auto"/>
              <w:left w:val="single" w:sz="4" w:space="0" w:color="auto"/>
              <w:bottom w:val="single" w:sz="4" w:space="0" w:color="auto"/>
              <w:right w:val="single" w:sz="4" w:space="0" w:color="auto"/>
            </w:tcBorders>
            <w:hideMark/>
          </w:tcPr>
          <w:p w14:paraId="4F20DFAB" w14:textId="77777777" w:rsidR="000B0A3B" w:rsidRPr="00835F44" w:rsidRDefault="000B0A3B">
            <w:pPr>
              <w:pStyle w:val="TAC"/>
            </w:pPr>
            <w:r w:rsidRPr="00835F44">
              <w:t>123400</w:t>
            </w:r>
            <w:r w:rsidRPr="00835F44">
              <w:rPr>
                <w:rFonts w:eastAsia="Yu Mincho"/>
              </w:rPr>
              <w:t xml:space="preserve"> – &lt;20&gt; – 130400</w:t>
            </w:r>
          </w:p>
        </w:tc>
      </w:tr>
      <w:tr w:rsidR="00495FE7" w:rsidRPr="00835F44" w14:paraId="21DAF220"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7673C570" w14:textId="77777777" w:rsidR="000B0A3B" w:rsidRPr="00835F44" w:rsidRDefault="000B0A3B">
            <w:pPr>
              <w:pStyle w:val="TAC"/>
            </w:pPr>
            <w:r w:rsidRPr="00835F44">
              <w:t>n74</w:t>
            </w:r>
          </w:p>
        </w:tc>
        <w:tc>
          <w:tcPr>
            <w:tcW w:w="1146" w:type="dxa"/>
            <w:tcBorders>
              <w:top w:val="single" w:sz="4" w:space="0" w:color="auto"/>
              <w:left w:val="single" w:sz="4" w:space="0" w:color="auto"/>
              <w:bottom w:val="single" w:sz="4" w:space="0" w:color="auto"/>
              <w:right w:val="single" w:sz="4" w:space="0" w:color="auto"/>
            </w:tcBorders>
            <w:hideMark/>
          </w:tcPr>
          <w:p w14:paraId="526A5BC3" w14:textId="77777777" w:rsidR="000B0A3B" w:rsidRPr="00835F44" w:rsidRDefault="000B0A3B">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554F2E44" w14:textId="77777777" w:rsidR="000B0A3B" w:rsidRPr="00835F44" w:rsidRDefault="000B0A3B">
            <w:pPr>
              <w:pStyle w:val="TAC"/>
            </w:pPr>
            <w:r w:rsidRPr="00835F44">
              <w:t>285400</w:t>
            </w:r>
            <w:r w:rsidRPr="00835F44">
              <w:rPr>
                <w:rFonts w:eastAsia="Yu Mincho"/>
              </w:rPr>
              <w:t xml:space="preserve"> – &lt;20&gt; – 294000</w:t>
            </w:r>
          </w:p>
        </w:tc>
        <w:tc>
          <w:tcPr>
            <w:tcW w:w="2877" w:type="dxa"/>
            <w:tcBorders>
              <w:top w:val="single" w:sz="4" w:space="0" w:color="auto"/>
              <w:left w:val="single" w:sz="4" w:space="0" w:color="auto"/>
              <w:bottom w:val="single" w:sz="4" w:space="0" w:color="auto"/>
              <w:right w:val="single" w:sz="4" w:space="0" w:color="auto"/>
            </w:tcBorders>
            <w:hideMark/>
          </w:tcPr>
          <w:p w14:paraId="59AECC28" w14:textId="77777777" w:rsidR="000B0A3B" w:rsidRPr="00835F44" w:rsidRDefault="000B0A3B">
            <w:pPr>
              <w:pStyle w:val="TAC"/>
            </w:pPr>
            <w:r w:rsidRPr="00835F44">
              <w:t>295000</w:t>
            </w:r>
            <w:r w:rsidRPr="00835F44">
              <w:rPr>
                <w:rFonts w:eastAsia="Yu Mincho"/>
              </w:rPr>
              <w:t xml:space="preserve"> – &lt;20&gt; – 303600</w:t>
            </w:r>
          </w:p>
        </w:tc>
      </w:tr>
      <w:tr w:rsidR="00495FE7" w:rsidRPr="00835F44" w14:paraId="3C1C1DC3"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tcPr>
          <w:p w14:paraId="67877610" w14:textId="77777777" w:rsidR="000B0A3B" w:rsidRPr="00835F44" w:rsidRDefault="000B0A3B" w:rsidP="009F796F">
            <w:pPr>
              <w:pStyle w:val="TAC"/>
            </w:pPr>
            <w:r w:rsidRPr="00835F44">
              <w:t>n75</w:t>
            </w:r>
          </w:p>
        </w:tc>
        <w:tc>
          <w:tcPr>
            <w:tcW w:w="1146" w:type="dxa"/>
            <w:tcBorders>
              <w:top w:val="single" w:sz="4" w:space="0" w:color="auto"/>
              <w:left w:val="single" w:sz="4" w:space="0" w:color="auto"/>
              <w:bottom w:val="single" w:sz="4" w:space="0" w:color="auto"/>
              <w:right w:val="single" w:sz="4" w:space="0" w:color="auto"/>
            </w:tcBorders>
          </w:tcPr>
          <w:p w14:paraId="52C925BE" w14:textId="77777777" w:rsidR="000B0A3B" w:rsidRPr="00835F44" w:rsidRDefault="000B0A3B" w:rsidP="009F796F">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tcPr>
          <w:p w14:paraId="09B9D360" w14:textId="77777777" w:rsidR="000B0A3B" w:rsidRPr="00835F44" w:rsidRDefault="000B0A3B" w:rsidP="009F796F">
            <w:pPr>
              <w:pStyle w:val="TAC"/>
            </w:pPr>
            <w:r w:rsidRPr="00835F44">
              <w:t>N/A</w:t>
            </w:r>
          </w:p>
        </w:tc>
        <w:tc>
          <w:tcPr>
            <w:tcW w:w="2877" w:type="dxa"/>
            <w:tcBorders>
              <w:top w:val="single" w:sz="4" w:space="0" w:color="auto"/>
              <w:left w:val="single" w:sz="4" w:space="0" w:color="auto"/>
              <w:bottom w:val="single" w:sz="4" w:space="0" w:color="auto"/>
              <w:right w:val="single" w:sz="4" w:space="0" w:color="auto"/>
            </w:tcBorders>
          </w:tcPr>
          <w:p w14:paraId="38EECC30" w14:textId="77777777" w:rsidR="000B0A3B" w:rsidRPr="00835F44" w:rsidRDefault="000B0A3B" w:rsidP="009F796F">
            <w:pPr>
              <w:pStyle w:val="TAC"/>
            </w:pPr>
            <w:r w:rsidRPr="00835F44">
              <w:t>286400</w:t>
            </w:r>
            <w:r w:rsidRPr="00835F44">
              <w:rPr>
                <w:rFonts w:eastAsia="Yu Mincho"/>
              </w:rPr>
              <w:t xml:space="preserve"> – &lt;20&gt; – 303400</w:t>
            </w:r>
          </w:p>
        </w:tc>
      </w:tr>
      <w:tr w:rsidR="00495FE7" w:rsidRPr="00835F44" w14:paraId="7ECB449D"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1DAE90E4" w14:textId="77777777" w:rsidR="000B0A3B" w:rsidRPr="00835F44" w:rsidRDefault="000B0A3B">
            <w:pPr>
              <w:pStyle w:val="TAC"/>
            </w:pPr>
            <w:r w:rsidRPr="00835F44">
              <w:t>n76</w:t>
            </w:r>
          </w:p>
        </w:tc>
        <w:tc>
          <w:tcPr>
            <w:tcW w:w="1146" w:type="dxa"/>
            <w:tcBorders>
              <w:top w:val="single" w:sz="4" w:space="0" w:color="auto"/>
              <w:left w:val="single" w:sz="4" w:space="0" w:color="auto"/>
              <w:bottom w:val="single" w:sz="4" w:space="0" w:color="auto"/>
              <w:right w:val="single" w:sz="4" w:space="0" w:color="auto"/>
            </w:tcBorders>
            <w:hideMark/>
          </w:tcPr>
          <w:p w14:paraId="4CF94681" w14:textId="77777777" w:rsidR="000B0A3B" w:rsidRPr="00835F44" w:rsidRDefault="000B0A3B">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1212AE3D" w14:textId="77777777" w:rsidR="000B0A3B" w:rsidRPr="00835F44" w:rsidRDefault="000B0A3B">
            <w:pPr>
              <w:pStyle w:val="TAC"/>
            </w:pPr>
            <w:r w:rsidRPr="00835F44">
              <w:t>N/A</w:t>
            </w:r>
          </w:p>
        </w:tc>
        <w:tc>
          <w:tcPr>
            <w:tcW w:w="2877" w:type="dxa"/>
            <w:tcBorders>
              <w:top w:val="single" w:sz="4" w:space="0" w:color="auto"/>
              <w:left w:val="single" w:sz="4" w:space="0" w:color="auto"/>
              <w:bottom w:val="single" w:sz="4" w:space="0" w:color="auto"/>
              <w:right w:val="single" w:sz="4" w:space="0" w:color="auto"/>
            </w:tcBorders>
            <w:hideMark/>
          </w:tcPr>
          <w:p w14:paraId="71B318CC" w14:textId="77777777" w:rsidR="000B0A3B" w:rsidRPr="00835F44" w:rsidRDefault="000B0A3B">
            <w:pPr>
              <w:pStyle w:val="TAC"/>
            </w:pPr>
            <w:r w:rsidRPr="00835F44">
              <w:t>285400</w:t>
            </w:r>
            <w:r w:rsidRPr="00835F44">
              <w:rPr>
                <w:rFonts w:eastAsia="Yu Mincho"/>
              </w:rPr>
              <w:t xml:space="preserve"> – &lt;20&gt; – 286400</w:t>
            </w:r>
          </w:p>
        </w:tc>
      </w:tr>
      <w:tr w:rsidR="00495FE7" w:rsidRPr="00835F44" w14:paraId="6813CBBF" w14:textId="77777777" w:rsidTr="009D333D">
        <w:trPr>
          <w:jc w:val="center"/>
        </w:trPr>
        <w:tc>
          <w:tcPr>
            <w:tcW w:w="1242" w:type="dxa"/>
            <w:vMerge w:val="restart"/>
            <w:tcBorders>
              <w:top w:val="single" w:sz="4" w:space="0" w:color="auto"/>
              <w:left w:val="single" w:sz="4" w:space="0" w:color="auto"/>
              <w:right w:val="single" w:sz="4" w:space="0" w:color="auto"/>
            </w:tcBorders>
            <w:vAlign w:val="center"/>
            <w:hideMark/>
          </w:tcPr>
          <w:p w14:paraId="57143AA3" w14:textId="77777777" w:rsidR="00E54DDB" w:rsidRPr="00835F44" w:rsidRDefault="00E54DDB">
            <w:pPr>
              <w:pStyle w:val="TAC"/>
            </w:pPr>
            <w:r w:rsidRPr="00835F44">
              <w:t>n77</w:t>
            </w:r>
          </w:p>
        </w:tc>
        <w:tc>
          <w:tcPr>
            <w:tcW w:w="1146" w:type="dxa"/>
            <w:tcBorders>
              <w:top w:val="single" w:sz="4" w:space="0" w:color="auto"/>
              <w:left w:val="single" w:sz="4" w:space="0" w:color="auto"/>
              <w:bottom w:val="single" w:sz="4" w:space="0" w:color="auto"/>
              <w:right w:val="single" w:sz="4" w:space="0" w:color="auto"/>
            </w:tcBorders>
            <w:hideMark/>
          </w:tcPr>
          <w:p w14:paraId="3E1A65F1" w14:textId="77777777" w:rsidR="00E54DDB" w:rsidRPr="00835F44" w:rsidRDefault="00E54DDB">
            <w:pPr>
              <w:pStyle w:val="TAC"/>
              <w:rPr>
                <w:rFonts w:eastAsia="Yu Mincho"/>
              </w:rPr>
            </w:pPr>
            <w:r w:rsidRPr="00835F44">
              <w:rPr>
                <w:rFonts w:eastAsia="Yu Mincho"/>
              </w:rPr>
              <w:t>15</w:t>
            </w:r>
          </w:p>
        </w:tc>
        <w:tc>
          <w:tcPr>
            <w:tcW w:w="2876" w:type="dxa"/>
            <w:tcBorders>
              <w:top w:val="single" w:sz="4" w:space="0" w:color="auto"/>
              <w:left w:val="single" w:sz="4" w:space="0" w:color="auto"/>
              <w:bottom w:val="single" w:sz="4" w:space="0" w:color="auto"/>
              <w:right w:val="single" w:sz="4" w:space="0" w:color="auto"/>
            </w:tcBorders>
            <w:hideMark/>
          </w:tcPr>
          <w:p w14:paraId="15C5A984" w14:textId="77777777" w:rsidR="00E54DDB" w:rsidRPr="00835F44" w:rsidRDefault="00E54DDB">
            <w:pPr>
              <w:pStyle w:val="TAC"/>
            </w:pPr>
            <w:r w:rsidRPr="00835F44">
              <w:t>620000</w:t>
            </w:r>
            <w:r w:rsidRPr="00835F44">
              <w:rPr>
                <w:rFonts w:eastAsia="Yu Mincho"/>
              </w:rPr>
              <w:t xml:space="preserve"> – &lt;1&gt; – 680000</w:t>
            </w:r>
          </w:p>
        </w:tc>
        <w:tc>
          <w:tcPr>
            <w:tcW w:w="2877" w:type="dxa"/>
            <w:tcBorders>
              <w:top w:val="single" w:sz="4" w:space="0" w:color="auto"/>
              <w:left w:val="single" w:sz="4" w:space="0" w:color="auto"/>
              <w:bottom w:val="single" w:sz="4" w:space="0" w:color="auto"/>
              <w:right w:val="single" w:sz="4" w:space="0" w:color="auto"/>
            </w:tcBorders>
            <w:hideMark/>
          </w:tcPr>
          <w:p w14:paraId="5B04F40F" w14:textId="77777777" w:rsidR="00E54DDB" w:rsidRPr="00835F44" w:rsidRDefault="00E54DDB">
            <w:pPr>
              <w:pStyle w:val="TAC"/>
            </w:pPr>
            <w:r w:rsidRPr="00835F44">
              <w:t>620000</w:t>
            </w:r>
            <w:r w:rsidRPr="00835F44">
              <w:rPr>
                <w:rFonts w:eastAsia="Yu Mincho"/>
              </w:rPr>
              <w:t xml:space="preserve"> – &lt;1&gt; – 680000</w:t>
            </w:r>
          </w:p>
        </w:tc>
      </w:tr>
      <w:tr w:rsidR="00495FE7" w:rsidRPr="00835F44" w14:paraId="44D75543" w14:textId="77777777" w:rsidTr="001D1B2D">
        <w:trPr>
          <w:jc w:val="center"/>
        </w:trPr>
        <w:tc>
          <w:tcPr>
            <w:tcW w:w="1242" w:type="dxa"/>
            <w:vMerge/>
            <w:tcBorders>
              <w:left w:val="single" w:sz="4" w:space="0" w:color="auto"/>
              <w:right w:val="single" w:sz="4" w:space="0" w:color="auto"/>
            </w:tcBorders>
            <w:vAlign w:val="center"/>
          </w:tcPr>
          <w:p w14:paraId="0DDD05C5" w14:textId="77777777" w:rsidR="00E54DDB" w:rsidRPr="00835F44" w:rsidRDefault="00E54DDB" w:rsidP="00E54DDB">
            <w:pPr>
              <w:pStyle w:val="TAC"/>
            </w:pPr>
          </w:p>
        </w:tc>
        <w:tc>
          <w:tcPr>
            <w:tcW w:w="1146" w:type="dxa"/>
            <w:tcBorders>
              <w:top w:val="single" w:sz="4" w:space="0" w:color="auto"/>
              <w:left w:val="single" w:sz="4" w:space="0" w:color="auto"/>
              <w:bottom w:val="single" w:sz="4" w:space="0" w:color="auto"/>
              <w:right w:val="single" w:sz="4" w:space="0" w:color="auto"/>
            </w:tcBorders>
          </w:tcPr>
          <w:p w14:paraId="73331B93" w14:textId="7ACE8797" w:rsidR="00E54DDB" w:rsidRPr="00835F44" w:rsidRDefault="00E54DDB" w:rsidP="00E54DDB">
            <w:pPr>
              <w:pStyle w:val="TAC"/>
              <w:rPr>
                <w:rFonts w:eastAsia="Yu Mincho"/>
              </w:rPr>
            </w:pPr>
            <w:r w:rsidRPr="00835F44">
              <w:rPr>
                <w:lang w:eastAsia="zh-CN"/>
              </w:rPr>
              <w:t>30</w:t>
            </w:r>
          </w:p>
        </w:tc>
        <w:tc>
          <w:tcPr>
            <w:tcW w:w="2876" w:type="dxa"/>
            <w:tcBorders>
              <w:top w:val="single" w:sz="4" w:space="0" w:color="auto"/>
              <w:left w:val="single" w:sz="4" w:space="0" w:color="auto"/>
              <w:bottom w:val="single" w:sz="4" w:space="0" w:color="auto"/>
              <w:right w:val="single" w:sz="4" w:space="0" w:color="auto"/>
            </w:tcBorders>
          </w:tcPr>
          <w:p w14:paraId="0AB5BB69" w14:textId="60349FD8" w:rsidR="00E54DDB" w:rsidRPr="00835F44" w:rsidRDefault="00E54DDB" w:rsidP="00E54DDB">
            <w:pPr>
              <w:pStyle w:val="TAC"/>
            </w:pPr>
            <w:r w:rsidRPr="00835F44">
              <w:t>620000</w:t>
            </w:r>
            <w:r w:rsidRPr="00835F44">
              <w:rPr>
                <w:rFonts w:eastAsia="Yu Mincho"/>
              </w:rPr>
              <w:t xml:space="preserve"> – &lt;2&gt; – 680000</w:t>
            </w:r>
          </w:p>
        </w:tc>
        <w:tc>
          <w:tcPr>
            <w:tcW w:w="2877" w:type="dxa"/>
            <w:tcBorders>
              <w:top w:val="single" w:sz="4" w:space="0" w:color="auto"/>
              <w:left w:val="single" w:sz="4" w:space="0" w:color="auto"/>
              <w:bottom w:val="single" w:sz="4" w:space="0" w:color="auto"/>
              <w:right w:val="single" w:sz="4" w:space="0" w:color="auto"/>
            </w:tcBorders>
          </w:tcPr>
          <w:p w14:paraId="78E358EC" w14:textId="5DE50233" w:rsidR="00E54DDB" w:rsidRPr="00835F44" w:rsidRDefault="00E54DDB" w:rsidP="00E54DDB">
            <w:pPr>
              <w:pStyle w:val="TAC"/>
            </w:pPr>
            <w:r w:rsidRPr="00835F44">
              <w:t>620000</w:t>
            </w:r>
            <w:r w:rsidRPr="00835F44">
              <w:rPr>
                <w:rFonts w:eastAsia="Yu Mincho"/>
              </w:rPr>
              <w:t xml:space="preserve"> – &lt;2&gt; – 680000</w:t>
            </w:r>
          </w:p>
        </w:tc>
      </w:tr>
      <w:tr w:rsidR="00495FE7" w:rsidRPr="00835F44" w14:paraId="67E9EC2C" w14:textId="77777777" w:rsidTr="003F5B9D">
        <w:trPr>
          <w:jc w:val="center"/>
        </w:trPr>
        <w:tc>
          <w:tcPr>
            <w:tcW w:w="1242" w:type="dxa"/>
            <w:vMerge w:val="restart"/>
            <w:tcBorders>
              <w:left w:val="single" w:sz="4" w:space="0" w:color="auto"/>
              <w:bottom w:val="single" w:sz="4" w:space="0" w:color="auto"/>
              <w:right w:val="single" w:sz="4" w:space="0" w:color="auto"/>
            </w:tcBorders>
            <w:vAlign w:val="center"/>
            <w:hideMark/>
          </w:tcPr>
          <w:p w14:paraId="6F5FA2DF" w14:textId="77777777" w:rsidR="00E54DDB" w:rsidRPr="00835F44" w:rsidRDefault="00E54DDB" w:rsidP="00E54DDB">
            <w:pPr>
              <w:pStyle w:val="TAC"/>
            </w:pPr>
            <w:r w:rsidRPr="00835F44">
              <w:t>n78</w:t>
            </w:r>
          </w:p>
        </w:tc>
        <w:tc>
          <w:tcPr>
            <w:tcW w:w="1146" w:type="dxa"/>
            <w:tcBorders>
              <w:top w:val="single" w:sz="4" w:space="0" w:color="auto"/>
              <w:left w:val="single" w:sz="4" w:space="0" w:color="auto"/>
              <w:bottom w:val="single" w:sz="4" w:space="0" w:color="auto"/>
              <w:right w:val="single" w:sz="4" w:space="0" w:color="auto"/>
            </w:tcBorders>
          </w:tcPr>
          <w:p w14:paraId="42F8352E" w14:textId="0E85EB16" w:rsidR="00E54DDB" w:rsidRPr="00835F44" w:rsidRDefault="00E54DDB" w:rsidP="00E54DDB">
            <w:pPr>
              <w:pStyle w:val="TAC"/>
              <w:rPr>
                <w:rFonts w:eastAsia="Yu Mincho"/>
              </w:rPr>
            </w:pPr>
            <w:r w:rsidRPr="00835F44">
              <w:rPr>
                <w:rFonts w:eastAsia="Yu Mincho"/>
              </w:rPr>
              <w:t>15</w:t>
            </w:r>
          </w:p>
        </w:tc>
        <w:tc>
          <w:tcPr>
            <w:tcW w:w="2876" w:type="dxa"/>
            <w:tcBorders>
              <w:top w:val="single" w:sz="4" w:space="0" w:color="auto"/>
              <w:left w:val="single" w:sz="4" w:space="0" w:color="auto"/>
              <w:bottom w:val="single" w:sz="4" w:space="0" w:color="auto"/>
              <w:right w:val="single" w:sz="4" w:space="0" w:color="auto"/>
            </w:tcBorders>
          </w:tcPr>
          <w:p w14:paraId="471CFC67" w14:textId="6AE88DB4" w:rsidR="00E54DDB" w:rsidRPr="00835F44" w:rsidRDefault="00E54DDB" w:rsidP="00E54DDB">
            <w:pPr>
              <w:pStyle w:val="TAC"/>
            </w:pPr>
            <w:r w:rsidRPr="00835F44">
              <w:t>620000</w:t>
            </w:r>
            <w:r w:rsidRPr="00835F44">
              <w:rPr>
                <w:rFonts w:eastAsia="Yu Mincho"/>
              </w:rPr>
              <w:t xml:space="preserve"> – &lt;1&gt; – 653333</w:t>
            </w:r>
          </w:p>
        </w:tc>
        <w:tc>
          <w:tcPr>
            <w:tcW w:w="2877" w:type="dxa"/>
            <w:tcBorders>
              <w:top w:val="single" w:sz="4" w:space="0" w:color="auto"/>
              <w:left w:val="single" w:sz="4" w:space="0" w:color="auto"/>
              <w:bottom w:val="single" w:sz="4" w:space="0" w:color="auto"/>
              <w:right w:val="single" w:sz="4" w:space="0" w:color="auto"/>
            </w:tcBorders>
          </w:tcPr>
          <w:p w14:paraId="3E0BDB54" w14:textId="37AE4CAA" w:rsidR="00E54DDB" w:rsidRPr="00835F44" w:rsidRDefault="00E54DDB" w:rsidP="00E54DDB">
            <w:pPr>
              <w:pStyle w:val="TAC"/>
            </w:pPr>
            <w:r w:rsidRPr="00835F44">
              <w:t>620000</w:t>
            </w:r>
            <w:r w:rsidRPr="00835F44">
              <w:rPr>
                <w:rFonts w:eastAsia="Yu Mincho"/>
              </w:rPr>
              <w:t xml:space="preserve"> – &lt;1&gt; – 653333</w:t>
            </w:r>
          </w:p>
        </w:tc>
      </w:tr>
      <w:tr w:rsidR="00495FE7" w:rsidRPr="00835F44" w14:paraId="2D1B4834" w14:textId="77777777" w:rsidTr="009D333D">
        <w:trPr>
          <w:jc w:val="center"/>
        </w:trPr>
        <w:tc>
          <w:tcPr>
            <w:tcW w:w="1242" w:type="dxa"/>
            <w:vMerge/>
            <w:tcBorders>
              <w:top w:val="single" w:sz="4" w:space="0" w:color="auto"/>
              <w:left w:val="single" w:sz="4" w:space="0" w:color="auto"/>
              <w:right w:val="single" w:sz="4" w:space="0" w:color="auto"/>
            </w:tcBorders>
            <w:vAlign w:val="center"/>
          </w:tcPr>
          <w:p w14:paraId="141638D7" w14:textId="77777777" w:rsidR="00E54DDB" w:rsidRPr="00835F44" w:rsidRDefault="00E54DDB" w:rsidP="00E54DDB">
            <w:pPr>
              <w:pStyle w:val="TAC"/>
            </w:pPr>
          </w:p>
        </w:tc>
        <w:tc>
          <w:tcPr>
            <w:tcW w:w="1146" w:type="dxa"/>
            <w:tcBorders>
              <w:top w:val="single" w:sz="4" w:space="0" w:color="auto"/>
              <w:left w:val="single" w:sz="4" w:space="0" w:color="auto"/>
              <w:bottom w:val="single" w:sz="4" w:space="0" w:color="auto"/>
              <w:right w:val="single" w:sz="4" w:space="0" w:color="auto"/>
            </w:tcBorders>
          </w:tcPr>
          <w:p w14:paraId="338F5650" w14:textId="34BFE39C" w:rsidR="00E54DDB" w:rsidRPr="00835F44" w:rsidRDefault="00E54DDB" w:rsidP="00E54DDB">
            <w:pPr>
              <w:pStyle w:val="TAC"/>
              <w:rPr>
                <w:rFonts w:eastAsia="Yu Mincho"/>
              </w:rPr>
            </w:pPr>
            <w:r w:rsidRPr="00835F44">
              <w:rPr>
                <w:rFonts w:eastAsia="Yu Mincho"/>
              </w:rPr>
              <w:t>30</w:t>
            </w:r>
          </w:p>
        </w:tc>
        <w:tc>
          <w:tcPr>
            <w:tcW w:w="2876" w:type="dxa"/>
            <w:tcBorders>
              <w:top w:val="single" w:sz="4" w:space="0" w:color="auto"/>
              <w:left w:val="single" w:sz="4" w:space="0" w:color="auto"/>
              <w:bottom w:val="single" w:sz="4" w:space="0" w:color="auto"/>
              <w:right w:val="single" w:sz="4" w:space="0" w:color="auto"/>
            </w:tcBorders>
          </w:tcPr>
          <w:p w14:paraId="1CEF1C79" w14:textId="4890727F" w:rsidR="00E54DDB" w:rsidRPr="00835F44" w:rsidRDefault="00E54DDB" w:rsidP="00E54DDB">
            <w:pPr>
              <w:pStyle w:val="TAC"/>
            </w:pPr>
            <w:r w:rsidRPr="00835F44">
              <w:t>620000</w:t>
            </w:r>
            <w:r w:rsidRPr="00835F44">
              <w:rPr>
                <w:rFonts w:eastAsia="Yu Mincho"/>
              </w:rPr>
              <w:t xml:space="preserve"> – &lt;2&gt; – 653332</w:t>
            </w:r>
          </w:p>
        </w:tc>
        <w:tc>
          <w:tcPr>
            <w:tcW w:w="2877" w:type="dxa"/>
            <w:tcBorders>
              <w:top w:val="single" w:sz="4" w:space="0" w:color="auto"/>
              <w:left w:val="single" w:sz="4" w:space="0" w:color="auto"/>
              <w:bottom w:val="single" w:sz="4" w:space="0" w:color="auto"/>
              <w:right w:val="single" w:sz="4" w:space="0" w:color="auto"/>
            </w:tcBorders>
          </w:tcPr>
          <w:p w14:paraId="1C240688" w14:textId="5D86DE91" w:rsidR="00E54DDB" w:rsidRPr="00835F44" w:rsidRDefault="00E54DDB" w:rsidP="00E54DDB">
            <w:pPr>
              <w:pStyle w:val="TAC"/>
            </w:pPr>
            <w:r w:rsidRPr="00835F44">
              <w:t>620000</w:t>
            </w:r>
            <w:r w:rsidRPr="00835F44">
              <w:rPr>
                <w:rFonts w:eastAsia="Yu Mincho"/>
              </w:rPr>
              <w:t xml:space="preserve"> – &lt;2&gt; – 653332</w:t>
            </w:r>
          </w:p>
        </w:tc>
      </w:tr>
      <w:tr w:rsidR="00495FE7" w:rsidRPr="00835F44" w14:paraId="33FF7B49" w14:textId="77777777" w:rsidTr="009D333D">
        <w:trPr>
          <w:jc w:val="center"/>
        </w:trPr>
        <w:tc>
          <w:tcPr>
            <w:tcW w:w="1242" w:type="dxa"/>
            <w:vMerge w:val="restart"/>
            <w:tcBorders>
              <w:left w:val="single" w:sz="4" w:space="0" w:color="auto"/>
              <w:bottom w:val="single" w:sz="4" w:space="0" w:color="auto"/>
              <w:right w:val="single" w:sz="4" w:space="0" w:color="auto"/>
            </w:tcBorders>
            <w:vAlign w:val="center"/>
            <w:hideMark/>
          </w:tcPr>
          <w:p w14:paraId="46C2488E" w14:textId="77777777" w:rsidR="00E54DDB" w:rsidRPr="00835F44" w:rsidRDefault="00E54DDB" w:rsidP="00E54DDB">
            <w:pPr>
              <w:pStyle w:val="TAC"/>
            </w:pPr>
            <w:r w:rsidRPr="00835F44">
              <w:t>n79</w:t>
            </w:r>
          </w:p>
        </w:tc>
        <w:tc>
          <w:tcPr>
            <w:tcW w:w="1146" w:type="dxa"/>
            <w:tcBorders>
              <w:top w:val="single" w:sz="4" w:space="0" w:color="auto"/>
              <w:left w:val="single" w:sz="4" w:space="0" w:color="auto"/>
              <w:bottom w:val="single" w:sz="4" w:space="0" w:color="auto"/>
              <w:right w:val="single" w:sz="4" w:space="0" w:color="auto"/>
            </w:tcBorders>
            <w:hideMark/>
          </w:tcPr>
          <w:p w14:paraId="2666586A" w14:textId="3EC2A579" w:rsidR="00E54DDB" w:rsidRPr="00835F44" w:rsidRDefault="00E54DDB" w:rsidP="00E54DDB">
            <w:pPr>
              <w:pStyle w:val="TAC"/>
              <w:rPr>
                <w:rFonts w:eastAsia="Yu Mincho"/>
              </w:rPr>
            </w:pPr>
            <w:r w:rsidRPr="00835F44">
              <w:rPr>
                <w:rFonts w:eastAsia="Yu Mincho"/>
              </w:rPr>
              <w:t>15</w:t>
            </w:r>
          </w:p>
        </w:tc>
        <w:tc>
          <w:tcPr>
            <w:tcW w:w="2876" w:type="dxa"/>
            <w:tcBorders>
              <w:top w:val="single" w:sz="4" w:space="0" w:color="auto"/>
              <w:left w:val="single" w:sz="4" w:space="0" w:color="auto"/>
              <w:bottom w:val="single" w:sz="4" w:space="0" w:color="auto"/>
              <w:right w:val="single" w:sz="4" w:space="0" w:color="auto"/>
            </w:tcBorders>
            <w:hideMark/>
          </w:tcPr>
          <w:p w14:paraId="3F5A9268" w14:textId="260AEBFF" w:rsidR="00E54DDB" w:rsidRPr="00835F44" w:rsidRDefault="00E54DDB" w:rsidP="00E54DDB">
            <w:pPr>
              <w:pStyle w:val="TAC"/>
            </w:pPr>
            <w:r w:rsidRPr="00835F44">
              <w:t>693334</w:t>
            </w:r>
            <w:r w:rsidRPr="00835F44">
              <w:rPr>
                <w:rFonts w:eastAsia="Yu Mincho"/>
              </w:rPr>
              <w:t xml:space="preserve"> – &lt;1&gt; – 733333</w:t>
            </w:r>
          </w:p>
        </w:tc>
        <w:tc>
          <w:tcPr>
            <w:tcW w:w="2877" w:type="dxa"/>
            <w:tcBorders>
              <w:top w:val="single" w:sz="4" w:space="0" w:color="auto"/>
              <w:left w:val="single" w:sz="4" w:space="0" w:color="auto"/>
              <w:bottom w:val="single" w:sz="4" w:space="0" w:color="auto"/>
              <w:right w:val="single" w:sz="4" w:space="0" w:color="auto"/>
            </w:tcBorders>
            <w:hideMark/>
          </w:tcPr>
          <w:p w14:paraId="10AF6697" w14:textId="518B2A9B" w:rsidR="00E54DDB" w:rsidRPr="00835F44" w:rsidRDefault="00E54DDB" w:rsidP="00E54DDB">
            <w:pPr>
              <w:pStyle w:val="TAC"/>
            </w:pPr>
            <w:r w:rsidRPr="00835F44">
              <w:t>693334</w:t>
            </w:r>
            <w:r w:rsidRPr="00835F44">
              <w:rPr>
                <w:rFonts w:eastAsia="Yu Mincho"/>
              </w:rPr>
              <w:t xml:space="preserve"> – &lt;1&gt; – 733333</w:t>
            </w:r>
          </w:p>
        </w:tc>
      </w:tr>
      <w:tr w:rsidR="00495FE7" w:rsidRPr="00835F44" w14:paraId="01584554" w14:textId="77777777" w:rsidTr="009D333D">
        <w:trPr>
          <w:jc w:val="center"/>
        </w:trPr>
        <w:tc>
          <w:tcPr>
            <w:tcW w:w="1242" w:type="dxa"/>
            <w:vMerge/>
            <w:tcBorders>
              <w:top w:val="single" w:sz="4" w:space="0" w:color="auto"/>
              <w:left w:val="single" w:sz="4" w:space="0" w:color="auto"/>
              <w:right w:val="single" w:sz="4" w:space="0" w:color="auto"/>
            </w:tcBorders>
            <w:vAlign w:val="center"/>
          </w:tcPr>
          <w:p w14:paraId="6B295D7C" w14:textId="77777777" w:rsidR="00E54DDB" w:rsidRPr="00835F44" w:rsidRDefault="00E54DDB" w:rsidP="00E54DDB">
            <w:pPr>
              <w:pStyle w:val="TAC"/>
            </w:pPr>
          </w:p>
        </w:tc>
        <w:tc>
          <w:tcPr>
            <w:tcW w:w="1146" w:type="dxa"/>
            <w:tcBorders>
              <w:top w:val="single" w:sz="4" w:space="0" w:color="auto"/>
              <w:left w:val="single" w:sz="4" w:space="0" w:color="auto"/>
              <w:bottom w:val="single" w:sz="4" w:space="0" w:color="auto"/>
              <w:right w:val="single" w:sz="4" w:space="0" w:color="auto"/>
            </w:tcBorders>
          </w:tcPr>
          <w:p w14:paraId="2CF44034" w14:textId="62EE6CB3" w:rsidR="00E54DDB" w:rsidRPr="00835F44" w:rsidRDefault="00E54DDB" w:rsidP="00E54DDB">
            <w:pPr>
              <w:pStyle w:val="TAC"/>
              <w:rPr>
                <w:rFonts w:eastAsia="Yu Mincho"/>
              </w:rPr>
            </w:pPr>
            <w:r w:rsidRPr="00835F44">
              <w:rPr>
                <w:rFonts w:eastAsia="Yu Mincho"/>
              </w:rPr>
              <w:t>30</w:t>
            </w:r>
          </w:p>
        </w:tc>
        <w:tc>
          <w:tcPr>
            <w:tcW w:w="2876" w:type="dxa"/>
            <w:tcBorders>
              <w:top w:val="single" w:sz="4" w:space="0" w:color="auto"/>
              <w:left w:val="single" w:sz="4" w:space="0" w:color="auto"/>
              <w:bottom w:val="single" w:sz="4" w:space="0" w:color="auto"/>
              <w:right w:val="single" w:sz="4" w:space="0" w:color="auto"/>
            </w:tcBorders>
          </w:tcPr>
          <w:p w14:paraId="314FE2EF" w14:textId="25B4BFCD" w:rsidR="00E54DDB" w:rsidRPr="00835F44" w:rsidRDefault="00E54DDB" w:rsidP="00E54DDB">
            <w:pPr>
              <w:pStyle w:val="TAC"/>
            </w:pPr>
            <w:r w:rsidRPr="00835F44">
              <w:t>693334</w:t>
            </w:r>
            <w:r w:rsidRPr="00835F44">
              <w:rPr>
                <w:rFonts w:eastAsia="Yu Mincho"/>
              </w:rPr>
              <w:t xml:space="preserve"> – &lt;2&gt; – 733332</w:t>
            </w:r>
          </w:p>
        </w:tc>
        <w:tc>
          <w:tcPr>
            <w:tcW w:w="2877" w:type="dxa"/>
            <w:tcBorders>
              <w:top w:val="single" w:sz="4" w:space="0" w:color="auto"/>
              <w:left w:val="single" w:sz="4" w:space="0" w:color="auto"/>
              <w:bottom w:val="single" w:sz="4" w:space="0" w:color="auto"/>
              <w:right w:val="single" w:sz="4" w:space="0" w:color="auto"/>
            </w:tcBorders>
          </w:tcPr>
          <w:p w14:paraId="60C1AEB5" w14:textId="7C74E787" w:rsidR="00E54DDB" w:rsidRPr="00835F44" w:rsidRDefault="00E54DDB" w:rsidP="00E54DDB">
            <w:pPr>
              <w:pStyle w:val="TAC"/>
            </w:pPr>
            <w:r w:rsidRPr="00835F44">
              <w:t>693334</w:t>
            </w:r>
            <w:r w:rsidRPr="00835F44">
              <w:rPr>
                <w:rFonts w:eastAsia="Yu Mincho"/>
              </w:rPr>
              <w:t xml:space="preserve"> – &lt;2&gt; – 733332</w:t>
            </w:r>
          </w:p>
        </w:tc>
      </w:tr>
      <w:tr w:rsidR="00495FE7" w:rsidRPr="00835F44" w14:paraId="3EB3BD10" w14:textId="77777777" w:rsidTr="00DB2091">
        <w:trPr>
          <w:jc w:val="center"/>
        </w:trPr>
        <w:tc>
          <w:tcPr>
            <w:tcW w:w="1242" w:type="dxa"/>
            <w:tcBorders>
              <w:left w:val="single" w:sz="4" w:space="0" w:color="auto"/>
              <w:bottom w:val="single" w:sz="4" w:space="0" w:color="auto"/>
              <w:right w:val="single" w:sz="4" w:space="0" w:color="auto"/>
            </w:tcBorders>
            <w:hideMark/>
          </w:tcPr>
          <w:p w14:paraId="65611782" w14:textId="77777777" w:rsidR="00DB2091" w:rsidRPr="00835F44" w:rsidRDefault="00DB2091" w:rsidP="00E54DDB">
            <w:pPr>
              <w:pStyle w:val="TAC"/>
            </w:pPr>
            <w:r w:rsidRPr="00835F44">
              <w:t>n80</w:t>
            </w:r>
          </w:p>
        </w:tc>
        <w:tc>
          <w:tcPr>
            <w:tcW w:w="1146" w:type="dxa"/>
            <w:tcBorders>
              <w:top w:val="single" w:sz="4" w:space="0" w:color="auto"/>
              <w:left w:val="single" w:sz="4" w:space="0" w:color="auto"/>
              <w:right w:val="single" w:sz="4" w:space="0" w:color="auto"/>
            </w:tcBorders>
          </w:tcPr>
          <w:p w14:paraId="58CFCFDF" w14:textId="42D4E0EE" w:rsidR="00DB2091" w:rsidRPr="00835F44" w:rsidRDefault="00DB2091" w:rsidP="00DB2091">
            <w:pPr>
              <w:pStyle w:val="TAC"/>
              <w:rPr>
                <w:rFonts w:eastAsia="Yu Mincho"/>
              </w:rPr>
            </w:pPr>
            <w:r w:rsidRPr="00835F44">
              <w:rPr>
                <w:rFonts w:eastAsia="Yu Mincho"/>
              </w:rPr>
              <w:t>100</w:t>
            </w:r>
          </w:p>
        </w:tc>
        <w:tc>
          <w:tcPr>
            <w:tcW w:w="2876" w:type="dxa"/>
            <w:tcBorders>
              <w:top w:val="single" w:sz="4" w:space="0" w:color="auto"/>
              <w:left w:val="single" w:sz="4" w:space="0" w:color="auto"/>
              <w:right w:val="single" w:sz="4" w:space="0" w:color="auto"/>
            </w:tcBorders>
          </w:tcPr>
          <w:p w14:paraId="376686EA" w14:textId="7022232C" w:rsidR="00DB2091" w:rsidRPr="00835F44" w:rsidRDefault="00DB2091" w:rsidP="00DB2091">
            <w:pPr>
              <w:pStyle w:val="TAC"/>
            </w:pPr>
            <w:r w:rsidRPr="00835F44">
              <w:t>342000</w:t>
            </w:r>
            <w:r w:rsidRPr="00835F44">
              <w:rPr>
                <w:rFonts w:eastAsia="Yu Mincho"/>
              </w:rPr>
              <w:t xml:space="preserve"> – &lt;20&gt; – 357000</w:t>
            </w:r>
          </w:p>
        </w:tc>
        <w:tc>
          <w:tcPr>
            <w:tcW w:w="2877" w:type="dxa"/>
            <w:tcBorders>
              <w:top w:val="single" w:sz="4" w:space="0" w:color="auto"/>
              <w:left w:val="single" w:sz="4" w:space="0" w:color="auto"/>
              <w:right w:val="single" w:sz="4" w:space="0" w:color="auto"/>
            </w:tcBorders>
          </w:tcPr>
          <w:p w14:paraId="73527DDF" w14:textId="30DD6A6F" w:rsidR="00DB2091" w:rsidRPr="00835F44" w:rsidRDefault="00DB2091" w:rsidP="00DB2091">
            <w:pPr>
              <w:pStyle w:val="TAC"/>
            </w:pPr>
            <w:r w:rsidRPr="00835F44">
              <w:t>N/A</w:t>
            </w:r>
          </w:p>
        </w:tc>
      </w:tr>
      <w:tr w:rsidR="00495FE7" w:rsidRPr="00835F44" w14:paraId="72685F99"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7D2307C6" w14:textId="77777777" w:rsidR="00E54DDB" w:rsidRPr="00835F44" w:rsidRDefault="00E54DDB" w:rsidP="00E54DDB">
            <w:pPr>
              <w:pStyle w:val="TAC"/>
            </w:pPr>
            <w:r w:rsidRPr="00835F44">
              <w:t>n81</w:t>
            </w:r>
          </w:p>
        </w:tc>
        <w:tc>
          <w:tcPr>
            <w:tcW w:w="1146" w:type="dxa"/>
            <w:tcBorders>
              <w:top w:val="single" w:sz="4" w:space="0" w:color="auto"/>
              <w:left w:val="single" w:sz="4" w:space="0" w:color="auto"/>
              <w:bottom w:val="single" w:sz="4" w:space="0" w:color="auto"/>
              <w:right w:val="single" w:sz="4" w:space="0" w:color="auto"/>
            </w:tcBorders>
            <w:hideMark/>
          </w:tcPr>
          <w:p w14:paraId="43EE35DC" w14:textId="77777777" w:rsidR="00E54DDB" w:rsidRPr="00835F44" w:rsidRDefault="00E54DDB" w:rsidP="00E54DDB">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24950760" w14:textId="77777777" w:rsidR="00E54DDB" w:rsidRPr="00835F44" w:rsidRDefault="00E54DDB" w:rsidP="00E54DDB">
            <w:pPr>
              <w:pStyle w:val="TAC"/>
            </w:pPr>
            <w:r w:rsidRPr="00835F44">
              <w:t>176000</w:t>
            </w:r>
            <w:r w:rsidRPr="00835F44">
              <w:rPr>
                <w:rFonts w:eastAsia="Yu Mincho"/>
              </w:rPr>
              <w:t xml:space="preserve"> – &lt;20&gt; – 183000</w:t>
            </w:r>
          </w:p>
        </w:tc>
        <w:tc>
          <w:tcPr>
            <w:tcW w:w="2877" w:type="dxa"/>
            <w:tcBorders>
              <w:top w:val="single" w:sz="4" w:space="0" w:color="auto"/>
              <w:left w:val="single" w:sz="4" w:space="0" w:color="auto"/>
              <w:bottom w:val="single" w:sz="4" w:space="0" w:color="auto"/>
              <w:right w:val="single" w:sz="4" w:space="0" w:color="auto"/>
            </w:tcBorders>
            <w:hideMark/>
          </w:tcPr>
          <w:p w14:paraId="0448A82C" w14:textId="77777777" w:rsidR="00E54DDB" w:rsidRPr="00835F44" w:rsidRDefault="00E54DDB" w:rsidP="00E54DDB">
            <w:pPr>
              <w:pStyle w:val="TAC"/>
            </w:pPr>
            <w:r w:rsidRPr="00835F44">
              <w:t>N/A</w:t>
            </w:r>
          </w:p>
        </w:tc>
      </w:tr>
      <w:tr w:rsidR="00495FE7" w:rsidRPr="00835F44" w14:paraId="6626382A"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29285297" w14:textId="77777777" w:rsidR="00E54DDB" w:rsidRPr="00835F44" w:rsidRDefault="00E54DDB" w:rsidP="00E54DDB">
            <w:pPr>
              <w:pStyle w:val="TAC"/>
            </w:pPr>
            <w:r w:rsidRPr="00835F44">
              <w:t>n82</w:t>
            </w:r>
          </w:p>
        </w:tc>
        <w:tc>
          <w:tcPr>
            <w:tcW w:w="1146" w:type="dxa"/>
            <w:tcBorders>
              <w:top w:val="single" w:sz="4" w:space="0" w:color="auto"/>
              <w:left w:val="single" w:sz="4" w:space="0" w:color="auto"/>
              <w:bottom w:val="single" w:sz="4" w:space="0" w:color="auto"/>
              <w:right w:val="single" w:sz="4" w:space="0" w:color="auto"/>
            </w:tcBorders>
            <w:hideMark/>
          </w:tcPr>
          <w:p w14:paraId="0AF534D0" w14:textId="77777777" w:rsidR="00E54DDB" w:rsidRPr="00835F44" w:rsidRDefault="00E54DDB" w:rsidP="00E54DDB">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7BF7CDC0" w14:textId="77777777" w:rsidR="00E54DDB" w:rsidRPr="00835F44" w:rsidRDefault="00E54DDB" w:rsidP="00E54DDB">
            <w:pPr>
              <w:pStyle w:val="TAC"/>
            </w:pPr>
            <w:r w:rsidRPr="00835F44">
              <w:t>166400</w:t>
            </w:r>
            <w:r w:rsidRPr="00835F44">
              <w:rPr>
                <w:rFonts w:eastAsia="Yu Mincho"/>
              </w:rPr>
              <w:t xml:space="preserve"> – &lt;20&gt; – 172400 </w:t>
            </w:r>
          </w:p>
        </w:tc>
        <w:tc>
          <w:tcPr>
            <w:tcW w:w="2877" w:type="dxa"/>
            <w:tcBorders>
              <w:top w:val="single" w:sz="4" w:space="0" w:color="auto"/>
              <w:left w:val="single" w:sz="4" w:space="0" w:color="auto"/>
              <w:bottom w:val="single" w:sz="4" w:space="0" w:color="auto"/>
              <w:right w:val="single" w:sz="4" w:space="0" w:color="auto"/>
            </w:tcBorders>
            <w:hideMark/>
          </w:tcPr>
          <w:p w14:paraId="6C9D35CF" w14:textId="77777777" w:rsidR="00E54DDB" w:rsidRPr="00835F44" w:rsidRDefault="00E54DDB" w:rsidP="00E54DDB">
            <w:pPr>
              <w:pStyle w:val="TAC"/>
            </w:pPr>
            <w:r w:rsidRPr="00835F44">
              <w:t>N/A</w:t>
            </w:r>
          </w:p>
        </w:tc>
      </w:tr>
      <w:tr w:rsidR="00495FE7" w:rsidRPr="00835F44" w14:paraId="563ED560"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634587BC" w14:textId="77777777" w:rsidR="00E54DDB" w:rsidRPr="00835F44" w:rsidRDefault="00E54DDB" w:rsidP="00E54DDB">
            <w:pPr>
              <w:pStyle w:val="TAC"/>
            </w:pPr>
            <w:r w:rsidRPr="00835F44">
              <w:t>n83</w:t>
            </w:r>
          </w:p>
        </w:tc>
        <w:tc>
          <w:tcPr>
            <w:tcW w:w="1146" w:type="dxa"/>
            <w:tcBorders>
              <w:top w:val="single" w:sz="4" w:space="0" w:color="auto"/>
              <w:left w:val="single" w:sz="4" w:space="0" w:color="auto"/>
              <w:bottom w:val="single" w:sz="4" w:space="0" w:color="auto"/>
              <w:right w:val="single" w:sz="4" w:space="0" w:color="auto"/>
            </w:tcBorders>
            <w:hideMark/>
          </w:tcPr>
          <w:p w14:paraId="7D752763" w14:textId="77777777" w:rsidR="00E54DDB" w:rsidRPr="00835F44" w:rsidRDefault="00E54DDB" w:rsidP="00E54DDB">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1274F6FB" w14:textId="77777777" w:rsidR="00E54DDB" w:rsidRPr="00835F44" w:rsidRDefault="00E54DDB" w:rsidP="00E54DDB">
            <w:pPr>
              <w:pStyle w:val="TAC"/>
            </w:pPr>
            <w:r w:rsidRPr="00835F44">
              <w:t>140600</w:t>
            </w:r>
            <w:r w:rsidRPr="00835F44">
              <w:rPr>
                <w:rFonts w:eastAsia="Yu Mincho"/>
              </w:rPr>
              <w:t xml:space="preserve"> – &lt;20&gt; –149600</w:t>
            </w:r>
          </w:p>
        </w:tc>
        <w:tc>
          <w:tcPr>
            <w:tcW w:w="2877" w:type="dxa"/>
            <w:tcBorders>
              <w:top w:val="single" w:sz="4" w:space="0" w:color="auto"/>
              <w:left w:val="single" w:sz="4" w:space="0" w:color="auto"/>
              <w:bottom w:val="single" w:sz="4" w:space="0" w:color="auto"/>
              <w:right w:val="single" w:sz="4" w:space="0" w:color="auto"/>
            </w:tcBorders>
            <w:hideMark/>
          </w:tcPr>
          <w:p w14:paraId="2C33B1F5" w14:textId="77777777" w:rsidR="00E54DDB" w:rsidRPr="00835F44" w:rsidRDefault="00E54DDB" w:rsidP="00E54DDB">
            <w:pPr>
              <w:pStyle w:val="TAC"/>
            </w:pPr>
            <w:r w:rsidRPr="00835F44">
              <w:t>N/A</w:t>
            </w:r>
          </w:p>
        </w:tc>
      </w:tr>
      <w:tr w:rsidR="00495FE7" w:rsidRPr="00835F44" w14:paraId="0C266D8D"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438CA7C1" w14:textId="77777777" w:rsidR="00E54DDB" w:rsidRPr="00835F44" w:rsidRDefault="00E54DDB" w:rsidP="00E54DDB">
            <w:pPr>
              <w:pStyle w:val="TAC"/>
            </w:pPr>
            <w:r w:rsidRPr="00835F44">
              <w:t>n84</w:t>
            </w:r>
          </w:p>
        </w:tc>
        <w:tc>
          <w:tcPr>
            <w:tcW w:w="1146" w:type="dxa"/>
            <w:tcBorders>
              <w:top w:val="single" w:sz="4" w:space="0" w:color="auto"/>
              <w:left w:val="single" w:sz="4" w:space="0" w:color="auto"/>
              <w:bottom w:val="single" w:sz="4" w:space="0" w:color="auto"/>
              <w:right w:val="single" w:sz="4" w:space="0" w:color="auto"/>
            </w:tcBorders>
            <w:hideMark/>
          </w:tcPr>
          <w:p w14:paraId="060C75D4" w14:textId="77777777" w:rsidR="00E54DDB" w:rsidRPr="00835F44" w:rsidRDefault="00E54DDB" w:rsidP="00E54DDB">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2710E9E8" w14:textId="77777777" w:rsidR="00E54DDB" w:rsidRPr="00835F44" w:rsidRDefault="00E54DDB" w:rsidP="00E54DDB">
            <w:pPr>
              <w:pStyle w:val="TAC"/>
            </w:pPr>
            <w:r w:rsidRPr="00835F44">
              <w:t>384000</w:t>
            </w:r>
            <w:r w:rsidRPr="00835F44">
              <w:rPr>
                <w:rFonts w:eastAsia="Yu Mincho"/>
              </w:rPr>
              <w:t xml:space="preserve"> – &lt;20&gt; – 396000</w:t>
            </w:r>
          </w:p>
        </w:tc>
        <w:tc>
          <w:tcPr>
            <w:tcW w:w="2877" w:type="dxa"/>
            <w:tcBorders>
              <w:top w:val="single" w:sz="4" w:space="0" w:color="auto"/>
              <w:left w:val="single" w:sz="4" w:space="0" w:color="auto"/>
              <w:bottom w:val="single" w:sz="4" w:space="0" w:color="auto"/>
              <w:right w:val="single" w:sz="4" w:space="0" w:color="auto"/>
            </w:tcBorders>
            <w:hideMark/>
          </w:tcPr>
          <w:p w14:paraId="4EEA4358" w14:textId="77777777" w:rsidR="00E54DDB" w:rsidRPr="00835F44" w:rsidRDefault="00E54DDB" w:rsidP="00E54DDB">
            <w:pPr>
              <w:pStyle w:val="TAC"/>
            </w:pPr>
            <w:r w:rsidRPr="00835F44">
              <w:t>N/A</w:t>
            </w:r>
          </w:p>
        </w:tc>
      </w:tr>
      <w:tr w:rsidR="00E54DDB" w:rsidRPr="00835F44" w14:paraId="3B9606BD" w14:textId="77777777" w:rsidTr="00C05D12">
        <w:trPr>
          <w:jc w:val="center"/>
        </w:trPr>
        <w:tc>
          <w:tcPr>
            <w:tcW w:w="1242" w:type="dxa"/>
            <w:tcBorders>
              <w:top w:val="single" w:sz="4" w:space="0" w:color="auto"/>
              <w:left w:val="single" w:sz="4" w:space="0" w:color="auto"/>
              <w:bottom w:val="single" w:sz="4" w:space="0" w:color="auto"/>
              <w:right w:val="single" w:sz="4" w:space="0" w:color="auto"/>
            </w:tcBorders>
            <w:hideMark/>
          </w:tcPr>
          <w:p w14:paraId="394560E3" w14:textId="77777777" w:rsidR="00E54DDB" w:rsidRPr="00835F44" w:rsidRDefault="00E54DDB" w:rsidP="00E54DDB">
            <w:pPr>
              <w:pStyle w:val="TAC"/>
            </w:pPr>
            <w:r w:rsidRPr="00835F44">
              <w:t>n86</w:t>
            </w:r>
          </w:p>
        </w:tc>
        <w:tc>
          <w:tcPr>
            <w:tcW w:w="1146" w:type="dxa"/>
            <w:tcBorders>
              <w:top w:val="single" w:sz="4" w:space="0" w:color="auto"/>
              <w:left w:val="single" w:sz="4" w:space="0" w:color="auto"/>
              <w:bottom w:val="single" w:sz="4" w:space="0" w:color="auto"/>
              <w:right w:val="single" w:sz="4" w:space="0" w:color="auto"/>
            </w:tcBorders>
            <w:hideMark/>
          </w:tcPr>
          <w:p w14:paraId="35A2B3D1" w14:textId="77777777" w:rsidR="00E54DDB" w:rsidRPr="00835F44" w:rsidRDefault="00E54DDB" w:rsidP="00E54DDB">
            <w:pPr>
              <w:pStyle w:val="TAC"/>
              <w:rPr>
                <w:rFonts w:eastAsia="Yu Mincho"/>
              </w:rPr>
            </w:pPr>
            <w:r w:rsidRPr="00835F4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3DD91A1D" w14:textId="77777777" w:rsidR="00E54DDB" w:rsidRPr="00835F44" w:rsidRDefault="00E54DDB" w:rsidP="00E54DDB">
            <w:pPr>
              <w:pStyle w:val="TAC"/>
            </w:pPr>
            <w:r w:rsidRPr="00835F44">
              <w:t>342000</w:t>
            </w:r>
            <w:r w:rsidRPr="00835F44">
              <w:rPr>
                <w:rFonts w:eastAsia="Yu Mincho"/>
              </w:rPr>
              <w:t xml:space="preserve"> – &lt;20&gt; – 356000</w:t>
            </w:r>
          </w:p>
        </w:tc>
        <w:tc>
          <w:tcPr>
            <w:tcW w:w="2877" w:type="dxa"/>
            <w:tcBorders>
              <w:top w:val="single" w:sz="4" w:space="0" w:color="auto"/>
              <w:left w:val="single" w:sz="4" w:space="0" w:color="auto"/>
              <w:bottom w:val="single" w:sz="4" w:space="0" w:color="auto"/>
              <w:right w:val="single" w:sz="4" w:space="0" w:color="auto"/>
            </w:tcBorders>
            <w:hideMark/>
          </w:tcPr>
          <w:p w14:paraId="4CCBA56C" w14:textId="77777777" w:rsidR="00E54DDB" w:rsidRPr="00835F44" w:rsidRDefault="00E54DDB" w:rsidP="00E54DDB">
            <w:pPr>
              <w:pStyle w:val="TAC"/>
            </w:pPr>
            <w:r w:rsidRPr="00835F44">
              <w:t>N/A</w:t>
            </w:r>
          </w:p>
        </w:tc>
      </w:tr>
    </w:tbl>
    <w:p w14:paraId="058D46B9" w14:textId="77777777" w:rsidR="005F7BBD" w:rsidRPr="00835F44" w:rsidRDefault="005F7BBD" w:rsidP="00863308"/>
    <w:p w14:paraId="17DED451" w14:textId="77777777" w:rsidR="005F7BBD" w:rsidRPr="00835F44" w:rsidRDefault="005F7BBD" w:rsidP="00495FE7">
      <w:pPr>
        <w:pStyle w:val="Heading3"/>
      </w:pPr>
      <w:bookmarkStart w:id="490" w:name="_Toc21342872"/>
      <w:bookmarkStart w:id="491" w:name="_Toc29769833"/>
      <w:bookmarkStart w:id="492" w:name="_Toc29799332"/>
      <w:bookmarkStart w:id="493" w:name="_Toc37254556"/>
      <w:bookmarkStart w:id="494" w:name="_Toc37255199"/>
      <w:bookmarkStart w:id="495" w:name="_Toc45887223"/>
      <w:bookmarkStart w:id="496" w:name="_Toc53171960"/>
      <w:bookmarkStart w:id="497" w:name="_Toc61356725"/>
      <w:bookmarkStart w:id="498" w:name="_Toc67913594"/>
      <w:bookmarkStart w:id="499" w:name="_Toc75469410"/>
      <w:bookmarkStart w:id="500" w:name="_Toc76507900"/>
      <w:bookmarkStart w:id="501" w:name="_Toc83192801"/>
      <w:r w:rsidRPr="00835F44">
        <w:t>5.4.3</w:t>
      </w:r>
      <w:r w:rsidRPr="00835F44">
        <w:tab/>
      </w:r>
      <w:r w:rsidRPr="00835F44">
        <w:rPr>
          <w:rFonts w:hint="eastAsia"/>
        </w:rPr>
        <w:t xml:space="preserve">Synchronization </w:t>
      </w:r>
      <w:r w:rsidRPr="00835F44">
        <w:t>r</w:t>
      </w:r>
      <w:r w:rsidRPr="00835F44">
        <w:rPr>
          <w:rFonts w:hint="eastAsia"/>
        </w:rPr>
        <w:t>aster</w:t>
      </w:r>
      <w:bookmarkEnd w:id="490"/>
      <w:bookmarkEnd w:id="491"/>
      <w:bookmarkEnd w:id="492"/>
      <w:bookmarkEnd w:id="493"/>
      <w:bookmarkEnd w:id="494"/>
      <w:bookmarkEnd w:id="495"/>
      <w:bookmarkEnd w:id="496"/>
      <w:bookmarkEnd w:id="497"/>
      <w:bookmarkEnd w:id="498"/>
      <w:bookmarkEnd w:id="499"/>
      <w:bookmarkEnd w:id="500"/>
      <w:bookmarkEnd w:id="501"/>
    </w:p>
    <w:p w14:paraId="5A83E83D" w14:textId="77777777" w:rsidR="005F7BBD" w:rsidRPr="00835F44" w:rsidRDefault="005F7BBD" w:rsidP="00495FE7">
      <w:pPr>
        <w:pStyle w:val="Heading4"/>
      </w:pPr>
      <w:bookmarkStart w:id="502" w:name="_Toc21342873"/>
      <w:bookmarkStart w:id="503" w:name="_Toc29769834"/>
      <w:bookmarkStart w:id="504" w:name="_Toc29799333"/>
      <w:bookmarkStart w:id="505" w:name="_Toc37254557"/>
      <w:bookmarkStart w:id="506" w:name="_Toc37255200"/>
      <w:bookmarkStart w:id="507" w:name="_Toc45887224"/>
      <w:bookmarkStart w:id="508" w:name="_Toc53171961"/>
      <w:bookmarkStart w:id="509" w:name="_Toc61356726"/>
      <w:bookmarkStart w:id="510" w:name="_Toc67913595"/>
      <w:bookmarkStart w:id="511" w:name="_Toc75469411"/>
      <w:bookmarkStart w:id="512" w:name="_Toc76507901"/>
      <w:bookmarkStart w:id="513" w:name="_Toc83192802"/>
      <w:r w:rsidRPr="00835F44">
        <w:t>5.4.3.1</w:t>
      </w:r>
      <w:r w:rsidRPr="00835F44">
        <w:tab/>
        <w:t>Synchronization raster and numbering</w:t>
      </w:r>
      <w:bookmarkEnd w:id="502"/>
      <w:bookmarkEnd w:id="503"/>
      <w:bookmarkEnd w:id="504"/>
      <w:bookmarkEnd w:id="505"/>
      <w:bookmarkEnd w:id="506"/>
      <w:bookmarkEnd w:id="507"/>
      <w:bookmarkEnd w:id="508"/>
      <w:bookmarkEnd w:id="509"/>
      <w:bookmarkEnd w:id="510"/>
      <w:bookmarkEnd w:id="511"/>
      <w:bookmarkEnd w:id="512"/>
      <w:bookmarkEnd w:id="513"/>
    </w:p>
    <w:p w14:paraId="11714A93" w14:textId="70D5A80F" w:rsidR="005F7BBD" w:rsidRPr="00835F44" w:rsidRDefault="005F7BBD" w:rsidP="00863308">
      <w:pPr>
        <w:rPr>
          <w:rFonts w:eastAsia="Yu Mincho"/>
        </w:rPr>
      </w:pPr>
      <w:r w:rsidRPr="00835F44">
        <w:rPr>
          <w:rFonts w:eastAsia="Yu Mincho" w:hint="eastAsia"/>
        </w:rPr>
        <w:t xml:space="preserve">The synchronization raster indicates the </w:t>
      </w:r>
      <w:r w:rsidRPr="00835F44">
        <w:rPr>
          <w:rFonts w:eastAsia="Yu Mincho"/>
        </w:rPr>
        <w:t xml:space="preserve">frequency </w:t>
      </w:r>
      <w:r w:rsidRPr="00835F44">
        <w:rPr>
          <w:rFonts w:eastAsia="Yu Mincho" w:hint="eastAsia"/>
        </w:rPr>
        <w:t xml:space="preserve">positions of the synchronization </w:t>
      </w:r>
      <w:r w:rsidRPr="00835F44">
        <w:rPr>
          <w:rFonts w:eastAsia="Yu Mincho"/>
        </w:rPr>
        <w:t>block that can be used by the UE for system acquisition when explicit signalling of the synchronization block position is not present.</w:t>
      </w:r>
    </w:p>
    <w:p w14:paraId="424697C8" w14:textId="77777777" w:rsidR="005F7BBD" w:rsidRPr="00835F44" w:rsidRDefault="005F7BBD" w:rsidP="00863308">
      <w:pPr>
        <w:rPr>
          <w:rFonts w:eastAsia="Yu Mincho"/>
        </w:rPr>
      </w:pPr>
      <w:r w:rsidRPr="00835F44">
        <w:rPr>
          <w:rFonts w:eastAsia="Yu Mincho"/>
        </w:rPr>
        <w:t>A global synchronization raster is defined for all frequencies. The frequency position of the SS block is defined as SS</w:t>
      </w:r>
      <w:r w:rsidRPr="00835F44">
        <w:rPr>
          <w:rFonts w:eastAsia="Yu Mincho"/>
          <w:vertAlign w:val="subscript"/>
        </w:rPr>
        <w:t>REF</w:t>
      </w:r>
      <w:r w:rsidR="00AD78FD" w:rsidRPr="00835F44">
        <w:rPr>
          <w:rFonts w:eastAsia="Yu Mincho"/>
        </w:rPr>
        <w:t xml:space="preserve"> </w:t>
      </w:r>
      <w:r w:rsidRPr="00835F44">
        <w:rPr>
          <w:rFonts w:eastAsia="Yu Mincho"/>
        </w:rPr>
        <w:t>with corresponding number GSCN. The parameters defining the SS</w:t>
      </w:r>
      <w:r w:rsidRPr="00835F44">
        <w:rPr>
          <w:rFonts w:eastAsia="Yu Mincho"/>
          <w:vertAlign w:val="subscript"/>
        </w:rPr>
        <w:t>REF</w:t>
      </w:r>
      <w:r w:rsidRPr="00835F44">
        <w:rPr>
          <w:rFonts w:eastAsia="Yu Mincho"/>
        </w:rPr>
        <w:t xml:space="preserve"> and GSCN for all the frequency ranges are in Table 5.4.3.1-1.</w:t>
      </w:r>
    </w:p>
    <w:p w14:paraId="2939BE35" w14:textId="1DF9A786" w:rsidR="005F7BBD" w:rsidRPr="00835F44" w:rsidRDefault="005F7BBD" w:rsidP="00863308">
      <w:pPr>
        <w:rPr>
          <w:rFonts w:eastAsia="Yu Mincho"/>
        </w:rPr>
      </w:pPr>
      <w:r w:rsidRPr="00835F44">
        <w:rPr>
          <w:rFonts w:eastAsia="Yu Mincho"/>
        </w:rPr>
        <w:t>The resource element corresponding to the SS block reference freqeuncy SS</w:t>
      </w:r>
      <w:r w:rsidRPr="00835F44">
        <w:rPr>
          <w:rFonts w:eastAsia="Yu Mincho"/>
          <w:vertAlign w:val="subscript"/>
        </w:rPr>
        <w:t>REF</w:t>
      </w:r>
      <w:r w:rsidRPr="00835F44">
        <w:rPr>
          <w:rFonts w:eastAsia="Yu Mincho"/>
        </w:rPr>
        <w:t xml:space="preserve"> is given in </w:t>
      </w:r>
      <w:r w:rsidR="00B95E72" w:rsidRPr="00835F44">
        <w:rPr>
          <w:rFonts w:eastAsia="Yu Mincho"/>
        </w:rPr>
        <w:t>clause</w:t>
      </w:r>
      <w:r w:rsidRPr="00835F44">
        <w:rPr>
          <w:rFonts w:eastAsia="Yu Mincho"/>
        </w:rPr>
        <w:t xml:space="preserve"> 5.4.3.2. The synchronization raster and the subcarrier spacing of the synchronization block is defined separately for each band.</w:t>
      </w:r>
    </w:p>
    <w:p w14:paraId="2742B5F9" w14:textId="77777777" w:rsidR="005F7BBD" w:rsidRPr="00835F44" w:rsidRDefault="005F7BBD" w:rsidP="00863308">
      <w:pPr>
        <w:pStyle w:val="TH"/>
      </w:pPr>
      <w:r w:rsidRPr="00835F44">
        <w:lastRenderedPageBreak/>
        <w:t xml:space="preserve">Table 5.4.3.1-1: </w:t>
      </w:r>
      <w:r w:rsidRPr="00835F44">
        <w:rPr>
          <w:rFonts w:eastAsia="Yu Mincho"/>
        </w:rPr>
        <w:t>GSCN parameters for the global frequency raster</w:t>
      </w: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1"/>
        <w:gridCol w:w="3534"/>
        <w:gridCol w:w="1927"/>
        <w:gridCol w:w="1995"/>
      </w:tblGrid>
      <w:tr w:rsidR="00495FE7" w:rsidRPr="00835F44" w14:paraId="1D7A8C18" w14:textId="77777777" w:rsidTr="003F5B9D">
        <w:trPr>
          <w:jc w:val="center"/>
        </w:trPr>
        <w:tc>
          <w:tcPr>
            <w:tcW w:w="2401" w:type="dxa"/>
            <w:shd w:val="clear" w:color="auto" w:fill="auto"/>
            <w:vAlign w:val="center"/>
          </w:tcPr>
          <w:p w14:paraId="454BC635" w14:textId="77777777" w:rsidR="005F7BBD" w:rsidRPr="00835F44" w:rsidRDefault="005F7BBD" w:rsidP="005C5B2B">
            <w:pPr>
              <w:pStyle w:val="TAH"/>
            </w:pPr>
            <w:r w:rsidRPr="00835F44">
              <w:t>Frequency range</w:t>
            </w:r>
          </w:p>
        </w:tc>
        <w:tc>
          <w:tcPr>
            <w:tcW w:w="3534" w:type="dxa"/>
            <w:shd w:val="clear" w:color="auto" w:fill="auto"/>
            <w:vAlign w:val="center"/>
          </w:tcPr>
          <w:p w14:paraId="06FFB44D" w14:textId="77777777" w:rsidR="005F7BBD" w:rsidRPr="00835F44" w:rsidRDefault="005F7BBD" w:rsidP="007F4852">
            <w:pPr>
              <w:pStyle w:val="TAH"/>
            </w:pPr>
            <w:r w:rsidRPr="00835F44">
              <w:t>SS Block frequency position SS</w:t>
            </w:r>
            <w:r w:rsidRPr="00835F44">
              <w:rPr>
                <w:vertAlign w:val="subscript"/>
              </w:rPr>
              <w:t>REF</w:t>
            </w:r>
          </w:p>
        </w:tc>
        <w:tc>
          <w:tcPr>
            <w:tcW w:w="1927" w:type="dxa"/>
            <w:vAlign w:val="center"/>
          </w:tcPr>
          <w:p w14:paraId="1AB4A7AC" w14:textId="77777777" w:rsidR="005F7BBD" w:rsidRPr="00835F44" w:rsidRDefault="005F7BBD" w:rsidP="007F4852">
            <w:pPr>
              <w:pStyle w:val="TAH"/>
            </w:pPr>
            <w:r w:rsidRPr="00835F44">
              <w:t>GSCN</w:t>
            </w:r>
          </w:p>
        </w:tc>
        <w:tc>
          <w:tcPr>
            <w:tcW w:w="1995" w:type="dxa"/>
            <w:shd w:val="clear" w:color="auto" w:fill="auto"/>
            <w:vAlign w:val="center"/>
          </w:tcPr>
          <w:p w14:paraId="1F911FB8" w14:textId="77777777" w:rsidR="005F7BBD" w:rsidRPr="00835F44" w:rsidRDefault="005F7BBD" w:rsidP="007F4852">
            <w:pPr>
              <w:pStyle w:val="TAH"/>
            </w:pPr>
            <w:r w:rsidRPr="00835F44">
              <w:t>Range of GSCN</w:t>
            </w:r>
          </w:p>
        </w:tc>
      </w:tr>
      <w:tr w:rsidR="00495FE7" w:rsidRPr="00835F44" w14:paraId="5A98F42B" w14:textId="77777777" w:rsidTr="003F5B9D">
        <w:trPr>
          <w:jc w:val="center"/>
        </w:trPr>
        <w:tc>
          <w:tcPr>
            <w:tcW w:w="2401" w:type="dxa"/>
            <w:shd w:val="clear" w:color="auto" w:fill="auto"/>
            <w:vAlign w:val="center"/>
          </w:tcPr>
          <w:p w14:paraId="015D3BAE" w14:textId="77777777" w:rsidR="005F7BBD" w:rsidRPr="00835F44" w:rsidRDefault="0031100C" w:rsidP="00863308">
            <w:pPr>
              <w:pStyle w:val="TAC"/>
              <w:rPr>
                <w:b/>
              </w:rPr>
            </w:pPr>
            <w:r w:rsidRPr="00835F44">
              <w:t>0 – 3000 MHz</w:t>
            </w:r>
          </w:p>
        </w:tc>
        <w:tc>
          <w:tcPr>
            <w:tcW w:w="3534" w:type="dxa"/>
            <w:shd w:val="clear" w:color="auto" w:fill="auto"/>
            <w:vAlign w:val="center"/>
          </w:tcPr>
          <w:p w14:paraId="70C73635" w14:textId="4F9D4481" w:rsidR="0031100C" w:rsidRPr="00835F44" w:rsidRDefault="0031100C" w:rsidP="0031100C">
            <w:pPr>
              <w:pStyle w:val="TAC"/>
            </w:pPr>
            <w:r w:rsidRPr="00835F44">
              <w:t>N * 1200kHz + M * 50 kHz,</w:t>
            </w:r>
          </w:p>
          <w:p w14:paraId="257791B5" w14:textId="77777777" w:rsidR="005F7BBD" w:rsidRPr="00835F44" w:rsidRDefault="0031100C" w:rsidP="00863308">
            <w:pPr>
              <w:pStyle w:val="TAC"/>
              <w:rPr>
                <w:b/>
              </w:rPr>
            </w:pPr>
            <w:r w:rsidRPr="00835F44">
              <w:t xml:space="preserve">N=1:2499, M </w:t>
            </w:r>
            <w:r w:rsidRPr="00835F44">
              <w:rPr>
                <w:lang w:val="sv-SE"/>
              </w:rPr>
              <w:t>ϵ</w:t>
            </w:r>
            <w:r w:rsidRPr="00835F44">
              <w:t xml:space="preserve"> {1,3,5} (Note 1)</w:t>
            </w:r>
          </w:p>
        </w:tc>
        <w:tc>
          <w:tcPr>
            <w:tcW w:w="1927" w:type="dxa"/>
            <w:vAlign w:val="center"/>
          </w:tcPr>
          <w:p w14:paraId="771D94E8" w14:textId="77777777" w:rsidR="005F7BBD" w:rsidRPr="00835F44" w:rsidRDefault="00A864B0" w:rsidP="00863308">
            <w:pPr>
              <w:pStyle w:val="TAC"/>
            </w:pPr>
            <w:r w:rsidRPr="00835F44">
              <w:t>3N + (M-3)/2</w:t>
            </w:r>
          </w:p>
        </w:tc>
        <w:tc>
          <w:tcPr>
            <w:tcW w:w="1995" w:type="dxa"/>
            <w:shd w:val="clear" w:color="auto" w:fill="auto"/>
            <w:vAlign w:val="center"/>
          </w:tcPr>
          <w:p w14:paraId="44E68569" w14:textId="77777777" w:rsidR="005F7BBD" w:rsidRPr="00835F44" w:rsidRDefault="00A864B0" w:rsidP="00863308">
            <w:pPr>
              <w:pStyle w:val="TAC"/>
              <w:rPr>
                <w:b/>
              </w:rPr>
            </w:pPr>
            <w:r w:rsidRPr="00835F44">
              <w:t>2 – 7498</w:t>
            </w:r>
          </w:p>
        </w:tc>
      </w:tr>
      <w:tr w:rsidR="00495FE7" w:rsidRPr="00835F44" w14:paraId="2F9E720A" w14:textId="77777777" w:rsidTr="003F5B9D">
        <w:trPr>
          <w:jc w:val="center"/>
        </w:trPr>
        <w:tc>
          <w:tcPr>
            <w:tcW w:w="2401" w:type="dxa"/>
            <w:shd w:val="clear" w:color="auto" w:fill="auto"/>
            <w:vAlign w:val="center"/>
          </w:tcPr>
          <w:p w14:paraId="38DC0C75" w14:textId="487515ED" w:rsidR="005F7BBD" w:rsidRPr="00835F44" w:rsidRDefault="0031100C" w:rsidP="00863308">
            <w:pPr>
              <w:pStyle w:val="TAC"/>
              <w:rPr>
                <w:b/>
              </w:rPr>
            </w:pPr>
            <w:r w:rsidRPr="00835F44">
              <w:t>3000</w:t>
            </w:r>
            <w:r w:rsidR="00DF5084" w:rsidRPr="00835F44">
              <w:t xml:space="preserve"> – </w:t>
            </w:r>
            <w:r w:rsidRPr="00835F44">
              <w:t>24250 MHz</w:t>
            </w:r>
          </w:p>
        </w:tc>
        <w:tc>
          <w:tcPr>
            <w:tcW w:w="3534" w:type="dxa"/>
            <w:shd w:val="clear" w:color="auto" w:fill="auto"/>
            <w:vAlign w:val="center"/>
          </w:tcPr>
          <w:p w14:paraId="6CD6C17D" w14:textId="77777777" w:rsidR="0031100C" w:rsidRPr="00835F44" w:rsidRDefault="00924A6F" w:rsidP="0031100C">
            <w:pPr>
              <w:pStyle w:val="TAC"/>
            </w:pPr>
            <w:r w:rsidRPr="00835F44">
              <w:t>3000</w:t>
            </w:r>
            <w:r w:rsidR="0031100C" w:rsidRPr="00835F44">
              <w:t xml:space="preserve"> MHz + N * 1.44 MHz</w:t>
            </w:r>
          </w:p>
          <w:p w14:paraId="05C9C236" w14:textId="77777777" w:rsidR="005F7BBD" w:rsidRPr="00835F44" w:rsidRDefault="0031100C" w:rsidP="00863308">
            <w:pPr>
              <w:pStyle w:val="TAC"/>
              <w:rPr>
                <w:b/>
              </w:rPr>
            </w:pPr>
            <w:r w:rsidRPr="00835F44">
              <w:t>N = 0:14756</w:t>
            </w:r>
          </w:p>
        </w:tc>
        <w:tc>
          <w:tcPr>
            <w:tcW w:w="1927" w:type="dxa"/>
          </w:tcPr>
          <w:p w14:paraId="282C5761" w14:textId="77777777" w:rsidR="005F7BBD" w:rsidRPr="00835F44" w:rsidRDefault="00A864B0" w:rsidP="00863308">
            <w:pPr>
              <w:pStyle w:val="TAC"/>
            </w:pPr>
            <w:r w:rsidRPr="00835F44">
              <w:t>7499 + N</w:t>
            </w:r>
          </w:p>
        </w:tc>
        <w:tc>
          <w:tcPr>
            <w:tcW w:w="1995" w:type="dxa"/>
            <w:shd w:val="clear" w:color="auto" w:fill="auto"/>
            <w:vAlign w:val="center"/>
          </w:tcPr>
          <w:p w14:paraId="4820DBD6" w14:textId="77777777" w:rsidR="005F7BBD" w:rsidRPr="00835F44" w:rsidRDefault="00A864B0" w:rsidP="00863308">
            <w:pPr>
              <w:pStyle w:val="TAC"/>
              <w:rPr>
                <w:b/>
              </w:rPr>
            </w:pPr>
            <w:r w:rsidRPr="00835F44">
              <w:t>7499 – 22255</w:t>
            </w:r>
          </w:p>
        </w:tc>
      </w:tr>
      <w:tr w:rsidR="003F5B9D" w:rsidRPr="00835F44" w14:paraId="7C92A553" w14:textId="77777777" w:rsidTr="003F5B9D">
        <w:trPr>
          <w:jc w:val="center"/>
        </w:trPr>
        <w:tc>
          <w:tcPr>
            <w:tcW w:w="9857" w:type="dxa"/>
            <w:gridSpan w:val="4"/>
            <w:shd w:val="clear" w:color="auto" w:fill="auto"/>
            <w:vAlign w:val="center"/>
          </w:tcPr>
          <w:p w14:paraId="6C89C68B" w14:textId="77777777" w:rsidR="00281553" w:rsidRPr="00835F44" w:rsidRDefault="0031100C" w:rsidP="00EC4FD1">
            <w:pPr>
              <w:pStyle w:val="TAN"/>
            </w:pPr>
            <w:r w:rsidRPr="00835F44">
              <w:t>NOTE 1:</w:t>
            </w:r>
            <w:r w:rsidR="00D7522A" w:rsidRPr="00835F44">
              <w:tab/>
            </w:r>
            <w:r w:rsidRPr="00835F44">
              <w:t>The default value for operating bands with SCS spaced channel raster is M=3.</w:t>
            </w:r>
          </w:p>
        </w:tc>
      </w:tr>
    </w:tbl>
    <w:p w14:paraId="20DD5179" w14:textId="77777777" w:rsidR="005F7BBD" w:rsidRPr="00835F44" w:rsidRDefault="005F7BBD" w:rsidP="00863308">
      <w:pPr>
        <w:rPr>
          <w:rFonts w:eastAsia="Yu Mincho"/>
        </w:rPr>
      </w:pPr>
    </w:p>
    <w:p w14:paraId="658B4D38" w14:textId="77777777" w:rsidR="005F7BBD" w:rsidRPr="00835F44" w:rsidRDefault="005F7BBD" w:rsidP="00495FE7">
      <w:pPr>
        <w:pStyle w:val="Heading4"/>
        <w:rPr>
          <w:rFonts w:eastAsia="Yu Mincho"/>
        </w:rPr>
      </w:pPr>
      <w:bookmarkStart w:id="514" w:name="_Toc21342874"/>
      <w:bookmarkStart w:id="515" w:name="_Toc29769835"/>
      <w:bookmarkStart w:id="516" w:name="_Toc29799334"/>
      <w:bookmarkStart w:id="517" w:name="_Toc37254558"/>
      <w:bookmarkStart w:id="518" w:name="_Toc37255201"/>
      <w:bookmarkStart w:id="519" w:name="_Toc45887225"/>
      <w:bookmarkStart w:id="520" w:name="_Toc53171962"/>
      <w:bookmarkStart w:id="521" w:name="_Toc61356727"/>
      <w:bookmarkStart w:id="522" w:name="_Toc67913596"/>
      <w:bookmarkStart w:id="523" w:name="_Toc75469412"/>
      <w:bookmarkStart w:id="524" w:name="_Toc76507902"/>
      <w:bookmarkStart w:id="525" w:name="_Toc83192803"/>
      <w:r w:rsidRPr="00835F44">
        <w:rPr>
          <w:rFonts w:eastAsia="Yu Mincho"/>
        </w:rPr>
        <w:t>5.4.3.2</w:t>
      </w:r>
      <w:r w:rsidRPr="00835F44">
        <w:rPr>
          <w:rFonts w:eastAsia="Yu Mincho"/>
        </w:rPr>
        <w:tab/>
        <w:t>Synchronization raster to synchronization block resource element mapping</w:t>
      </w:r>
      <w:bookmarkEnd w:id="514"/>
      <w:bookmarkEnd w:id="515"/>
      <w:bookmarkEnd w:id="516"/>
      <w:bookmarkEnd w:id="517"/>
      <w:bookmarkEnd w:id="518"/>
      <w:bookmarkEnd w:id="519"/>
      <w:bookmarkEnd w:id="520"/>
      <w:bookmarkEnd w:id="521"/>
      <w:bookmarkEnd w:id="522"/>
      <w:bookmarkEnd w:id="523"/>
      <w:bookmarkEnd w:id="524"/>
      <w:bookmarkEnd w:id="525"/>
    </w:p>
    <w:p w14:paraId="30180B14" w14:textId="4353645A" w:rsidR="00AD0370" w:rsidRPr="00835F44" w:rsidRDefault="00AD0370" w:rsidP="00AD0370">
      <w:pPr>
        <w:rPr>
          <w:rFonts w:eastAsia="Yu Mincho"/>
        </w:rPr>
      </w:pPr>
      <w:bookmarkStart w:id="526" w:name="_Toc21342875"/>
      <w:r w:rsidRPr="00835F44">
        <w:rPr>
          <w:rFonts w:eastAsia="Yu Mincho" w:hint="eastAsia"/>
        </w:rPr>
        <w:t xml:space="preserve">The </w:t>
      </w:r>
      <w:r w:rsidRPr="00835F44">
        <w:rPr>
          <w:rFonts w:eastAsia="Yu Mincho"/>
        </w:rPr>
        <w:t>mapping between the synchronization raster and the corresponding resource element of the SS block is given in Table 5.4.3.2-1.</w:t>
      </w:r>
    </w:p>
    <w:p w14:paraId="256DB869" w14:textId="77777777" w:rsidR="00AD0370" w:rsidRPr="00835F44" w:rsidRDefault="00AD0370" w:rsidP="00AD0370">
      <w:pPr>
        <w:pStyle w:val="TH"/>
        <w:rPr>
          <w:lang w:eastAsia="zh-CN"/>
        </w:rPr>
      </w:pPr>
      <w:r w:rsidRPr="00835F44">
        <w:t>Table 5.4.3.2-1: Synchronization raster to SS block resource element mapping</w:t>
      </w:r>
    </w:p>
    <w:tbl>
      <w:tblPr>
        <w:tblW w:w="7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5"/>
        <w:gridCol w:w="2406"/>
      </w:tblGrid>
      <w:tr w:rsidR="00AD0370" w:rsidRPr="00835F44" w14:paraId="51500682" w14:textId="77777777" w:rsidTr="003F5487">
        <w:trPr>
          <w:jc w:val="center"/>
        </w:trPr>
        <w:tc>
          <w:tcPr>
            <w:tcW w:w="5095" w:type="dxa"/>
            <w:vAlign w:val="center"/>
          </w:tcPr>
          <w:p w14:paraId="7D486C2F" w14:textId="77777777" w:rsidR="00AD0370" w:rsidRPr="00835F44" w:rsidRDefault="00AD0370" w:rsidP="003F5487">
            <w:pPr>
              <w:pStyle w:val="TAC"/>
            </w:pPr>
            <w:r w:rsidRPr="00835F44">
              <w:t xml:space="preserve">Resource element index </w:t>
            </w:r>
            <w:r w:rsidRPr="00835F44">
              <w:rPr>
                <w:position w:val="-6"/>
              </w:rPr>
              <w:object w:dxaOrig="180" w:dyaOrig="260" w14:anchorId="5918470C">
                <v:shape id="_x0000_i1031" type="#_x0000_t75" style="width:5.65pt;height:11.25pt" o:ole="">
                  <v:imagedata r:id="rId17" o:title=""/>
                </v:shape>
                <o:OLEObject Type="Embed" ProgID="Equation.3" ShapeID="_x0000_i1031" DrawAspect="Content" ObjectID="_1734986062" r:id="rId25"/>
              </w:object>
            </w:r>
          </w:p>
        </w:tc>
        <w:tc>
          <w:tcPr>
            <w:tcW w:w="2406" w:type="dxa"/>
            <w:vAlign w:val="center"/>
          </w:tcPr>
          <w:p w14:paraId="5E6B3152" w14:textId="713D9F98" w:rsidR="00AD0370" w:rsidRPr="00835F44" w:rsidRDefault="00AD0370" w:rsidP="003F5487">
            <w:pPr>
              <w:pStyle w:val="TAC"/>
              <w:rPr>
                <w:rFonts w:cs="v5.0.0"/>
              </w:rPr>
            </w:pPr>
            <w:r w:rsidRPr="00835F44">
              <w:rPr>
                <w:rFonts w:cs="v5.0.0"/>
              </w:rPr>
              <w:t>120</w:t>
            </w:r>
          </w:p>
        </w:tc>
      </w:tr>
    </w:tbl>
    <w:p w14:paraId="387E30E3" w14:textId="77777777" w:rsidR="00AD0370" w:rsidRPr="00835F44" w:rsidRDefault="00AD0370" w:rsidP="00AD0370">
      <w:pPr>
        <w:rPr>
          <w:rFonts w:eastAsia="Yu Mincho"/>
        </w:rPr>
      </w:pPr>
    </w:p>
    <w:p w14:paraId="5C2646BC" w14:textId="122ED2E0" w:rsidR="00AD0370" w:rsidRPr="00835F44" w:rsidRDefault="00AD0370" w:rsidP="00AD0370">
      <w:pPr>
        <w:rPr>
          <w:rFonts w:eastAsia="Yu Mincho"/>
        </w:rPr>
      </w:pPr>
      <w:r w:rsidRPr="00835F44">
        <w:rPr>
          <w:rFonts w:eastAsia="Yu Mincho"/>
          <w:position w:val="-6"/>
        </w:rPr>
        <w:object w:dxaOrig="180" w:dyaOrig="260" w14:anchorId="74248DDD">
          <v:shape id="_x0000_i1032" type="#_x0000_t75" style="width:5.65pt;height:11.25pt" o:ole="">
            <v:imagedata r:id="rId17" o:title=""/>
          </v:shape>
          <o:OLEObject Type="Embed" ProgID="Equation.3" ShapeID="_x0000_i1032" DrawAspect="Content" ObjectID="_1734986063" r:id="rId26"/>
        </w:object>
      </w:r>
      <w:r w:rsidRPr="00835F44">
        <w:rPr>
          <w:rFonts w:eastAsia="Yu Mincho"/>
        </w:rPr>
        <w:t xml:space="preserve"> is the subcarrier number of SS/PBCH block defined in TS 38.211 clause 7.4.3.1 [6].</w:t>
      </w:r>
    </w:p>
    <w:p w14:paraId="5AE60AAD" w14:textId="5F59E8D8" w:rsidR="005F7BBD" w:rsidRPr="00835F44" w:rsidRDefault="005F7BBD" w:rsidP="00495FE7">
      <w:pPr>
        <w:pStyle w:val="Heading4"/>
      </w:pPr>
      <w:bookmarkStart w:id="527" w:name="_Toc29769836"/>
      <w:bookmarkStart w:id="528" w:name="_Toc29799335"/>
      <w:bookmarkStart w:id="529" w:name="_Toc37254559"/>
      <w:bookmarkStart w:id="530" w:name="_Toc37255202"/>
      <w:bookmarkStart w:id="531" w:name="_Toc45887226"/>
      <w:bookmarkStart w:id="532" w:name="_Toc53171963"/>
      <w:bookmarkStart w:id="533" w:name="_Toc61356728"/>
      <w:bookmarkStart w:id="534" w:name="_Toc67913597"/>
      <w:bookmarkStart w:id="535" w:name="_Toc75469413"/>
      <w:bookmarkStart w:id="536" w:name="_Toc76507903"/>
      <w:bookmarkStart w:id="537" w:name="_Toc83192804"/>
      <w:r w:rsidRPr="00835F44">
        <w:t>5.4.3.3</w:t>
      </w:r>
      <w:r w:rsidRPr="00835F44">
        <w:tab/>
      </w:r>
      <w:r w:rsidRPr="00835F44">
        <w:rPr>
          <w:rFonts w:hint="eastAsia"/>
        </w:rPr>
        <w:t xml:space="preserve">Synchronization </w:t>
      </w:r>
      <w:r w:rsidRPr="00835F44">
        <w:t>r</w:t>
      </w:r>
      <w:r w:rsidRPr="00835F44">
        <w:rPr>
          <w:rFonts w:hint="eastAsia"/>
        </w:rPr>
        <w:t>aster</w:t>
      </w:r>
      <w:r w:rsidRPr="00835F44">
        <w:t xml:space="preserve"> entries for each operating band</w:t>
      </w:r>
      <w:bookmarkEnd w:id="526"/>
      <w:bookmarkEnd w:id="527"/>
      <w:bookmarkEnd w:id="528"/>
      <w:bookmarkEnd w:id="529"/>
      <w:bookmarkEnd w:id="530"/>
      <w:bookmarkEnd w:id="531"/>
      <w:bookmarkEnd w:id="532"/>
      <w:bookmarkEnd w:id="533"/>
      <w:bookmarkEnd w:id="534"/>
      <w:bookmarkEnd w:id="535"/>
      <w:bookmarkEnd w:id="536"/>
      <w:bookmarkEnd w:id="537"/>
    </w:p>
    <w:p w14:paraId="46346E88" w14:textId="17469A76" w:rsidR="005F7BBD" w:rsidRPr="00835F44" w:rsidRDefault="005F7BBD" w:rsidP="00863308">
      <w:pPr>
        <w:rPr>
          <w:rFonts w:eastAsia="Yu Mincho"/>
        </w:rPr>
      </w:pPr>
      <w:r w:rsidRPr="00835F44">
        <w:rPr>
          <w:rFonts w:eastAsia="Yu Mincho"/>
        </w:rPr>
        <w:t>The synchronization raster for each band is give in Table 5.4.3.3-1. The distance between applicable GSCN entries is given by the &lt;Step size&gt; indicated in Table 5.4.3.3-1.</w:t>
      </w:r>
    </w:p>
    <w:p w14:paraId="64812F85" w14:textId="77777777" w:rsidR="005F7BBD" w:rsidRPr="00835F44" w:rsidRDefault="005F7BBD" w:rsidP="00863308">
      <w:pPr>
        <w:pStyle w:val="TH"/>
      </w:pPr>
      <w:r w:rsidRPr="00835F44">
        <w:lastRenderedPageBreak/>
        <w:t>Table 5.4.3.3-1: Applicable SS raster entries per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8"/>
        <w:gridCol w:w="2520"/>
        <w:gridCol w:w="2462"/>
        <w:gridCol w:w="2529"/>
      </w:tblGrid>
      <w:tr w:rsidR="00495FE7" w:rsidRPr="00835F44" w14:paraId="2F51C3D9"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vAlign w:val="center"/>
            <w:hideMark/>
          </w:tcPr>
          <w:p w14:paraId="4B08F288" w14:textId="36A0D585" w:rsidR="005F7BBD" w:rsidRPr="00835F44" w:rsidRDefault="005F7BBD" w:rsidP="005C5B2B">
            <w:pPr>
              <w:pStyle w:val="TAH"/>
              <w:rPr>
                <w:rFonts w:eastAsia="Yu Mincho"/>
              </w:rPr>
            </w:pPr>
            <w:r w:rsidRPr="00835F44">
              <w:rPr>
                <w:rFonts w:eastAsia="Yu Mincho"/>
              </w:rPr>
              <w:t xml:space="preserve">NR </w:t>
            </w:r>
            <w:r w:rsidR="00F42C90" w:rsidRPr="00835F44">
              <w:rPr>
                <w:rFonts w:eastAsia="Yu Mincho"/>
              </w:rPr>
              <w:t>o</w:t>
            </w:r>
            <w:r w:rsidRPr="00835F44">
              <w:rPr>
                <w:rFonts w:eastAsia="Yu Mincho"/>
              </w:rPr>
              <w:t xml:space="preserve">perating </w:t>
            </w:r>
            <w:r w:rsidR="00F42C90" w:rsidRPr="00835F44">
              <w:rPr>
                <w:rFonts w:eastAsia="Yu Mincho"/>
              </w:rPr>
              <w:t>b</w:t>
            </w:r>
            <w:r w:rsidRPr="00835F44">
              <w:rPr>
                <w:rFonts w:eastAsia="Yu Mincho"/>
              </w:rPr>
              <w:t>and</w:t>
            </w:r>
          </w:p>
        </w:tc>
        <w:tc>
          <w:tcPr>
            <w:tcW w:w="2520" w:type="dxa"/>
            <w:tcBorders>
              <w:top w:val="single" w:sz="4" w:space="0" w:color="auto"/>
              <w:left w:val="single" w:sz="4" w:space="0" w:color="auto"/>
              <w:bottom w:val="single" w:sz="4" w:space="0" w:color="auto"/>
              <w:right w:val="single" w:sz="4" w:space="0" w:color="auto"/>
            </w:tcBorders>
            <w:vAlign w:val="center"/>
            <w:hideMark/>
          </w:tcPr>
          <w:p w14:paraId="314D36DB" w14:textId="77777777" w:rsidR="005F7BBD" w:rsidRPr="00835F44" w:rsidRDefault="005F7BBD" w:rsidP="007F4852">
            <w:pPr>
              <w:pStyle w:val="TAH"/>
              <w:rPr>
                <w:rFonts w:eastAsia="Yu Mincho"/>
              </w:rPr>
            </w:pPr>
            <w:r w:rsidRPr="00835F44">
              <w:rPr>
                <w:rFonts w:eastAsia="Yu Mincho"/>
              </w:rPr>
              <w:t>SS Block SCS</w:t>
            </w:r>
          </w:p>
        </w:tc>
        <w:tc>
          <w:tcPr>
            <w:tcW w:w="2462" w:type="dxa"/>
            <w:tcBorders>
              <w:top w:val="single" w:sz="4" w:space="0" w:color="auto"/>
              <w:left w:val="single" w:sz="4" w:space="0" w:color="auto"/>
              <w:bottom w:val="single" w:sz="4" w:space="0" w:color="auto"/>
              <w:right w:val="single" w:sz="4" w:space="0" w:color="auto"/>
            </w:tcBorders>
            <w:vAlign w:val="center"/>
          </w:tcPr>
          <w:p w14:paraId="7A3E352A" w14:textId="77777777" w:rsidR="005F7BBD" w:rsidRPr="00835F44" w:rsidRDefault="005F7BBD" w:rsidP="007F4852">
            <w:pPr>
              <w:pStyle w:val="TAH"/>
              <w:rPr>
                <w:rFonts w:eastAsia="Yu Mincho"/>
              </w:rPr>
            </w:pPr>
            <w:r w:rsidRPr="00835F44">
              <w:rPr>
                <w:rFonts w:eastAsia="Yu Mincho"/>
              </w:rPr>
              <w:t>SS Block pattern</w:t>
            </w:r>
            <w:r w:rsidRPr="00835F44">
              <w:rPr>
                <w:rFonts w:eastAsia="Yu Mincho"/>
                <w:vertAlign w:val="superscript"/>
              </w:rPr>
              <w:t>1</w:t>
            </w:r>
          </w:p>
        </w:tc>
        <w:tc>
          <w:tcPr>
            <w:tcW w:w="2529" w:type="dxa"/>
            <w:tcBorders>
              <w:top w:val="single" w:sz="4" w:space="0" w:color="auto"/>
              <w:left w:val="single" w:sz="4" w:space="0" w:color="auto"/>
              <w:bottom w:val="single" w:sz="4" w:space="0" w:color="auto"/>
              <w:right w:val="single" w:sz="4" w:space="0" w:color="auto"/>
            </w:tcBorders>
            <w:vAlign w:val="center"/>
            <w:hideMark/>
          </w:tcPr>
          <w:p w14:paraId="3F8A82A5" w14:textId="77777777" w:rsidR="005F7BBD" w:rsidRPr="00835F44" w:rsidRDefault="005F7BBD" w:rsidP="007F4852">
            <w:pPr>
              <w:pStyle w:val="TAH"/>
              <w:rPr>
                <w:rFonts w:eastAsia="Yu Mincho"/>
              </w:rPr>
            </w:pPr>
            <w:r w:rsidRPr="00835F44">
              <w:rPr>
                <w:rFonts w:eastAsia="Yu Mincho"/>
              </w:rPr>
              <w:t>Range of GSCN</w:t>
            </w:r>
          </w:p>
          <w:p w14:paraId="3FC2CD7B" w14:textId="77777777" w:rsidR="005F7BBD" w:rsidRPr="00835F44" w:rsidRDefault="005F7BBD" w:rsidP="007F4852">
            <w:pPr>
              <w:pStyle w:val="TAH"/>
              <w:rPr>
                <w:rFonts w:eastAsia="Yu Mincho"/>
              </w:rPr>
            </w:pPr>
            <w:r w:rsidRPr="00835F44">
              <w:rPr>
                <w:rFonts w:eastAsia="Yu Mincho"/>
              </w:rPr>
              <w:t>(First – &lt;Step size&gt; – Last)</w:t>
            </w:r>
          </w:p>
        </w:tc>
      </w:tr>
      <w:tr w:rsidR="00495FE7" w:rsidRPr="00835F44" w14:paraId="09A0A02A"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hideMark/>
          </w:tcPr>
          <w:p w14:paraId="6ED31F57" w14:textId="77777777" w:rsidR="00FE698B" w:rsidRPr="00835F44" w:rsidRDefault="00FE698B" w:rsidP="00FE698B">
            <w:pPr>
              <w:pStyle w:val="TAC"/>
              <w:rPr>
                <w:rFonts w:eastAsia="Yu Mincho"/>
              </w:rPr>
            </w:pPr>
            <w:r w:rsidRPr="00835F44">
              <w:t>n1</w:t>
            </w:r>
          </w:p>
        </w:tc>
        <w:tc>
          <w:tcPr>
            <w:tcW w:w="2520" w:type="dxa"/>
            <w:tcBorders>
              <w:top w:val="single" w:sz="4" w:space="0" w:color="auto"/>
              <w:left w:val="single" w:sz="4" w:space="0" w:color="auto"/>
              <w:bottom w:val="single" w:sz="4" w:space="0" w:color="auto"/>
              <w:right w:val="single" w:sz="4" w:space="0" w:color="auto"/>
            </w:tcBorders>
            <w:hideMark/>
          </w:tcPr>
          <w:p w14:paraId="34663FB2" w14:textId="47FB7508" w:rsidR="00FE698B" w:rsidRPr="00835F44" w:rsidRDefault="00FE698B" w:rsidP="00FE698B">
            <w:pPr>
              <w:pStyle w:val="TAC"/>
            </w:pPr>
            <w:r w:rsidRPr="00835F44">
              <w:t>15</w:t>
            </w:r>
            <w:r w:rsidR="00A35DE0"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51A66981" w14:textId="77777777" w:rsidR="00FE698B" w:rsidRPr="00835F44" w:rsidRDefault="00FE698B" w:rsidP="00FE698B">
            <w:pPr>
              <w:pStyle w:val="TAC"/>
            </w:pPr>
            <w:r w:rsidRPr="00835F44">
              <w:rPr>
                <w:lang w:eastAsia="zh-CN"/>
              </w:rPr>
              <w:t xml:space="preserve">Case </w:t>
            </w:r>
            <w:r w:rsidRPr="00835F44">
              <w:rPr>
                <w:rFonts w:hint="eastAsia"/>
                <w:lang w:eastAsia="zh-CN"/>
              </w:rPr>
              <w:t>A</w:t>
            </w:r>
          </w:p>
        </w:tc>
        <w:tc>
          <w:tcPr>
            <w:tcW w:w="2529" w:type="dxa"/>
            <w:tcBorders>
              <w:top w:val="single" w:sz="4" w:space="0" w:color="auto"/>
              <w:left w:val="single" w:sz="4" w:space="0" w:color="auto"/>
              <w:bottom w:val="single" w:sz="4" w:space="0" w:color="auto"/>
              <w:right w:val="single" w:sz="4" w:space="0" w:color="auto"/>
            </w:tcBorders>
            <w:hideMark/>
          </w:tcPr>
          <w:p w14:paraId="782A4B88" w14:textId="77777777" w:rsidR="00FE698B" w:rsidRPr="00835F44" w:rsidRDefault="00FE698B" w:rsidP="00FE698B">
            <w:pPr>
              <w:pStyle w:val="TAC"/>
              <w:rPr>
                <w:rFonts w:eastAsia="Yu Mincho"/>
              </w:rPr>
            </w:pPr>
            <w:r w:rsidRPr="00835F44">
              <w:t>5279 – &lt;1&gt; – 5419</w:t>
            </w:r>
          </w:p>
        </w:tc>
      </w:tr>
      <w:tr w:rsidR="00495FE7" w:rsidRPr="00835F44" w14:paraId="57467B5B"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hideMark/>
          </w:tcPr>
          <w:p w14:paraId="722D1331" w14:textId="77777777" w:rsidR="00FE698B" w:rsidRPr="00835F44" w:rsidRDefault="00FE698B" w:rsidP="00FE698B">
            <w:pPr>
              <w:pStyle w:val="TAC"/>
              <w:rPr>
                <w:rFonts w:eastAsia="Yu Mincho"/>
              </w:rPr>
            </w:pPr>
            <w:r w:rsidRPr="00835F44">
              <w:t>n2</w:t>
            </w:r>
          </w:p>
        </w:tc>
        <w:tc>
          <w:tcPr>
            <w:tcW w:w="2520" w:type="dxa"/>
            <w:tcBorders>
              <w:top w:val="single" w:sz="4" w:space="0" w:color="auto"/>
              <w:left w:val="single" w:sz="4" w:space="0" w:color="auto"/>
              <w:bottom w:val="single" w:sz="4" w:space="0" w:color="auto"/>
              <w:right w:val="single" w:sz="4" w:space="0" w:color="auto"/>
            </w:tcBorders>
            <w:hideMark/>
          </w:tcPr>
          <w:p w14:paraId="464637E3" w14:textId="14C59AC9" w:rsidR="00FE698B" w:rsidRPr="00835F44" w:rsidRDefault="00FE698B" w:rsidP="00FE698B">
            <w:pPr>
              <w:pStyle w:val="TAC"/>
            </w:pPr>
            <w:r w:rsidRPr="00835F44">
              <w:t>15</w:t>
            </w:r>
            <w:r w:rsidR="00A35DE0"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0EDAC753" w14:textId="77777777" w:rsidR="00FE698B" w:rsidRPr="00835F44" w:rsidRDefault="00FE698B" w:rsidP="00FE698B">
            <w:pPr>
              <w:pStyle w:val="TAC"/>
            </w:pPr>
            <w:r w:rsidRPr="00835F44">
              <w:rPr>
                <w:lang w:eastAsia="zh-CN"/>
              </w:rPr>
              <w:t xml:space="preserve">Case </w:t>
            </w:r>
            <w:r w:rsidRPr="00835F44">
              <w:rPr>
                <w:rFonts w:hint="eastAsia"/>
                <w:lang w:eastAsia="zh-CN"/>
              </w:rPr>
              <w:t>A</w:t>
            </w:r>
          </w:p>
        </w:tc>
        <w:tc>
          <w:tcPr>
            <w:tcW w:w="2529" w:type="dxa"/>
            <w:tcBorders>
              <w:top w:val="single" w:sz="4" w:space="0" w:color="auto"/>
              <w:left w:val="single" w:sz="4" w:space="0" w:color="auto"/>
              <w:bottom w:val="single" w:sz="4" w:space="0" w:color="auto"/>
              <w:right w:val="single" w:sz="4" w:space="0" w:color="auto"/>
            </w:tcBorders>
            <w:hideMark/>
          </w:tcPr>
          <w:p w14:paraId="7A1D760B" w14:textId="77777777" w:rsidR="00FE698B" w:rsidRPr="00835F44" w:rsidRDefault="00FE698B" w:rsidP="00FE698B">
            <w:pPr>
              <w:pStyle w:val="TAC"/>
              <w:rPr>
                <w:rFonts w:eastAsia="Yu Mincho"/>
              </w:rPr>
            </w:pPr>
            <w:r w:rsidRPr="00835F44">
              <w:t>4829 – &lt;1&gt; – 4969</w:t>
            </w:r>
          </w:p>
        </w:tc>
      </w:tr>
      <w:tr w:rsidR="00495FE7" w:rsidRPr="00835F44" w14:paraId="67E1CCA0"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hideMark/>
          </w:tcPr>
          <w:p w14:paraId="45F73989" w14:textId="77777777" w:rsidR="00FE698B" w:rsidRPr="00835F44" w:rsidRDefault="00FE698B" w:rsidP="00FE698B">
            <w:pPr>
              <w:pStyle w:val="TAC"/>
              <w:rPr>
                <w:rFonts w:eastAsia="Yu Mincho"/>
              </w:rPr>
            </w:pPr>
            <w:r w:rsidRPr="00835F44">
              <w:t>n3</w:t>
            </w:r>
          </w:p>
        </w:tc>
        <w:tc>
          <w:tcPr>
            <w:tcW w:w="2520" w:type="dxa"/>
            <w:tcBorders>
              <w:top w:val="single" w:sz="4" w:space="0" w:color="auto"/>
              <w:left w:val="single" w:sz="4" w:space="0" w:color="auto"/>
              <w:bottom w:val="single" w:sz="4" w:space="0" w:color="auto"/>
              <w:right w:val="single" w:sz="4" w:space="0" w:color="auto"/>
            </w:tcBorders>
            <w:hideMark/>
          </w:tcPr>
          <w:p w14:paraId="386710B1" w14:textId="7BCFD38D" w:rsidR="00FE698B" w:rsidRPr="00835F44" w:rsidRDefault="00FE698B" w:rsidP="00FE698B">
            <w:pPr>
              <w:pStyle w:val="TAC"/>
            </w:pPr>
            <w:r w:rsidRPr="00835F44">
              <w:t>15</w:t>
            </w:r>
            <w:r w:rsidR="00A35DE0"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64F81A8F" w14:textId="77777777" w:rsidR="00FE698B" w:rsidRPr="00835F44" w:rsidRDefault="00FE698B" w:rsidP="00FE698B">
            <w:pPr>
              <w:pStyle w:val="TAC"/>
            </w:pPr>
            <w:r w:rsidRPr="00835F44">
              <w:rPr>
                <w:lang w:eastAsia="zh-CN"/>
              </w:rPr>
              <w:t xml:space="preserve">Case </w:t>
            </w:r>
            <w:r w:rsidRPr="00835F44">
              <w:rPr>
                <w:rFonts w:hint="eastAsia"/>
                <w:lang w:eastAsia="zh-CN"/>
              </w:rPr>
              <w:t>A</w:t>
            </w:r>
          </w:p>
        </w:tc>
        <w:tc>
          <w:tcPr>
            <w:tcW w:w="2529" w:type="dxa"/>
            <w:tcBorders>
              <w:top w:val="single" w:sz="4" w:space="0" w:color="auto"/>
              <w:left w:val="single" w:sz="4" w:space="0" w:color="auto"/>
              <w:bottom w:val="single" w:sz="4" w:space="0" w:color="auto"/>
              <w:right w:val="single" w:sz="4" w:space="0" w:color="auto"/>
            </w:tcBorders>
            <w:hideMark/>
          </w:tcPr>
          <w:p w14:paraId="1D1FCC00" w14:textId="77777777" w:rsidR="00FE698B" w:rsidRPr="00835F44" w:rsidRDefault="00FE698B" w:rsidP="00FE698B">
            <w:pPr>
              <w:pStyle w:val="TAC"/>
              <w:rPr>
                <w:rFonts w:eastAsia="Yu Mincho"/>
              </w:rPr>
            </w:pPr>
            <w:r w:rsidRPr="00835F44">
              <w:t>4517 – &lt;1&gt; – 4693</w:t>
            </w:r>
          </w:p>
        </w:tc>
      </w:tr>
      <w:tr w:rsidR="00495FE7" w:rsidRPr="00835F44" w14:paraId="1D8A7240" w14:textId="77777777" w:rsidTr="00CD5CB6">
        <w:trPr>
          <w:jc w:val="center"/>
        </w:trPr>
        <w:tc>
          <w:tcPr>
            <w:tcW w:w="2118" w:type="dxa"/>
            <w:vMerge w:val="restart"/>
            <w:tcBorders>
              <w:top w:val="single" w:sz="4" w:space="0" w:color="auto"/>
              <w:left w:val="single" w:sz="4" w:space="0" w:color="auto"/>
              <w:bottom w:val="single" w:sz="4" w:space="0" w:color="auto"/>
              <w:right w:val="single" w:sz="4" w:space="0" w:color="auto"/>
            </w:tcBorders>
            <w:vAlign w:val="center"/>
            <w:hideMark/>
          </w:tcPr>
          <w:p w14:paraId="5C7411E8" w14:textId="77777777" w:rsidR="00FE698B" w:rsidRPr="00835F44" w:rsidRDefault="00FE698B" w:rsidP="00FE698B">
            <w:pPr>
              <w:pStyle w:val="TAC"/>
              <w:rPr>
                <w:rFonts w:eastAsia="Yu Mincho"/>
              </w:rPr>
            </w:pPr>
            <w:r w:rsidRPr="00835F44">
              <w:t>n5</w:t>
            </w:r>
          </w:p>
        </w:tc>
        <w:tc>
          <w:tcPr>
            <w:tcW w:w="2520" w:type="dxa"/>
            <w:tcBorders>
              <w:top w:val="single" w:sz="4" w:space="0" w:color="auto"/>
              <w:left w:val="single" w:sz="4" w:space="0" w:color="auto"/>
              <w:bottom w:val="single" w:sz="4" w:space="0" w:color="auto"/>
              <w:right w:val="single" w:sz="4" w:space="0" w:color="auto"/>
            </w:tcBorders>
            <w:hideMark/>
          </w:tcPr>
          <w:p w14:paraId="6BDFCDD1" w14:textId="6EF3D3D0" w:rsidR="00FE698B" w:rsidRPr="00835F44" w:rsidRDefault="00FE698B" w:rsidP="00FE698B">
            <w:pPr>
              <w:pStyle w:val="TAC"/>
            </w:pPr>
            <w:r w:rsidRPr="00835F44">
              <w:t>15</w:t>
            </w:r>
            <w:r w:rsidR="00A35DE0"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03E7B148" w14:textId="77777777" w:rsidR="00FE698B" w:rsidRPr="00835F44" w:rsidRDefault="00FE698B" w:rsidP="00FE698B">
            <w:pPr>
              <w:pStyle w:val="TAC"/>
            </w:pPr>
            <w:r w:rsidRPr="00835F44">
              <w:rPr>
                <w:lang w:eastAsia="zh-CN"/>
              </w:rPr>
              <w:t xml:space="preserve">Case </w:t>
            </w:r>
            <w:r w:rsidRPr="00835F44">
              <w:rPr>
                <w:rFonts w:hint="eastAsia"/>
                <w:lang w:eastAsia="zh-CN"/>
              </w:rPr>
              <w:t>A</w:t>
            </w:r>
          </w:p>
        </w:tc>
        <w:tc>
          <w:tcPr>
            <w:tcW w:w="2529" w:type="dxa"/>
            <w:tcBorders>
              <w:top w:val="single" w:sz="4" w:space="0" w:color="auto"/>
              <w:left w:val="single" w:sz="4" w:space="0" w:color="auto"/>
              <w:bottom w:val="single" w:sz="4" w:space="0" w:color="auto"/>
              <w:right w:val="single" w:sz="4" w:space="0" w:color="auto"/>
            </w:tcBorders>
            <w:hideMark/>
          </w:tcPr>
          <w:p w14:paraId="6A88CF6D" w14:textId="77777777" w:rsidR="00FE698B" w:rsidRPr="00835F44" w:rsidRDefault="00FE698B" w:rsidP="00FE698B">
            <w:pPr>
              <w:pStyle w:val="TAC"/>
              <w:rPr>
                <w:rFonts w:eastAsia="Yu Mincho"/>
              </w:rPr>
            </w:pPr>
            <w:r w:rsidRPr="00835F44">
              <w:t>2177 – &lt;1&gt; – 2230</w:t>
            </w:r>
          </w:p>
        </w:tc>
      </w:tr>
      <w:tr w:rsidR="00495FE7" w:rsidRPr="00835F44" w14:paraId="5B2C7BF3" w14:textId="77777777" w:rsidTr="00CD5CB6">
        <w:trPr>
          <w:jc w:val="center"/>
        </w:trPr>
        <w:tc>
          <w:tcPr>
            <w:tcW w:w="2118" w:type="dxa"/>
            <w:vMerge/>
            <w:tcBorders>
              <w:top w:val="single" w:sz="4" w:space="0" w:color="auto"/>
              <w:left w:val="single" w:sz="4" w:space="0" w:color="auto"/>
              <w:bottom w:val="single" w:sz="4" w:space="0" w:color="auto"/>
              <w:right w:val="single" w:sz="4" w:space="0" w:color="auto"/>
            </w:tcBorders>
            <w:vAlign w:val="center"/>
            <w:hideMark/>
          </w:tcPr>
          <w:p w14:paraId="634DB912" w14:textId="77777777" w:rsidR="00FE698B" w:rsidRPr="00835F44" w:rsidRDefault="00FE698B" w:rsidP="00FE698B">
            <w:pPr>
              <w:pStyle w:val="TAC"/>
              <w:rPr>
                <w:rFonts w:eastAsia="Yu Mincho"/>
              </w:rPr>
            </w:pPr>
          </w:p>
        </w:tc>
        <w:tc>
          <w:tcPr>
            <w:tcW w:w="2520" w:type="dxa"/>
            <w:tcBorders>
              <w:top w:val="single" w:sz="4" w:space="0" w:color="auto"/>
              <w:left w:val="single" w:sz="4" w:space="0" w:color="auto"/>
              <w:bottom w:val="single" w:sz="4" w:space="0" w:color="auto"/>
              <w:right w:val="single" w:sz="4" w:space="0" w:color="auto"/>
            </w:tcBorders>
            <w:hideMark/>
          </w:tcPr>
          <w:p w14:paraId="37C1CDBE" w14:textId="1B11BBB1" w:rsidR="00FE698B" w:rsidRPr="00835F44" w:rsidRDefault="00FE698B" w:rsidP="00FE698B">
            <w:pPr>
              <w:pStyle w:val="TAC"/>
            </w:pPr>
            <w:r w:rsidRPr="00835F44">
              <w:t>30</w:t>
            </w:r>
            <w:r w:rsidR="00A35DE0"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20FEC293" w14:textId="77777777" w:rsidR="00FE698B" w:rsidRPr="00835F44" w:rsidRDefault="00FE698B" w:rsidP="00FE698B">
            <w:pPr>
              <w:pStyle w:val="TAC"/>
            </w:pPr>
            <w:r w:rsidRPr="00835F44">
              <w:rPr>
                <w:lang w:eastAsia="zh-CN"/>
              </w:rPr>
              <w:t>Case B</w:t>
            </w:r>
          </w:p>
        </w:tc>
        <w:tc>
          <w:tcPr>
            <w:tcW w:w="2529" w:type="dxa"/>
            <w:tcBorders>
              <w:top w:val="single" w:sz="4" w:space="0" w:color="auto"/>
              <w:left w:val="single" w:sz="4" w:space="0" w:color="auto"/>
              <w:bottom w:val="single" w:sz="4" w:space="0" w:color="auto"/>
              <w:right w:val="single" w:sz="4" w:space="0" w:color="auto"/>
            </w:tcBorders>
            <w:hideMark/>
          </w:tcPr>
          <w:p w14:paraId="687B3EFE" w14:textId="77777777" w:rsidR="00FE698B" w:rsidRPr="00835F44" w:rsidRDefault="00FE698B" w:rsidP="00FE698B">
            <w:pPr>
              <w:pStyle w:val="TAC"/>
            </w:pPr>
            <w:r w:rsidRPr="00835F44">
              <w:t>2183 – &lt;1&gt; – 2224</w:t>
            </w:r>
          </w:p>
        </w:tc>
      </w:tr>
      <w:tr w:rsidR="00495FE7" w:rsidRPr="00835F44" w14:paraId="27A86293"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hideMark/>
          </w:tcPr>
          <w:p w14:paraId="549C05C6" w14:textId="77777777" w:rsidR="00FE698B" w:rsidRPr="00835F44" w:rsidRDefault="00FE698B" w:rsidP="00FE698B">
            <w:pPr>
              <w:pStyle w:val="TAC"/>
              <w:rPr>
                <w:rFonts w:eastAsia="Yu Mincho"/>
              </w:rPr>
            </w:pPr>
            <w:r w:rsidRPr="00835F44">
              <w:t>n7</w:t>
            </w:r>
          </w:p>
        </w:tc>
        <w:tc>
          <w:tcPr>
            <w:tcW w:w="2520" w:type="dxa"/>
            <w:tcBorders>
              <w:top w:val="single" w:sz="4" w:space="0" w:color="auto"/>
              <w:left w:val="single" w:sz="4" w:space="0" w:color="auto"/>
              <w:bottom w:val="single" w:sz="4" w:space="0" w:color="auto"/>
              <w:right w:val="single" w:sz="4" w:space="0" w:color="auto"/>
            </w:tcBorders>
            <w:hideMark/>
          </w:tcPr>
          <w:p w14:paraId="0096575F" w14:textId="125A22C9" w:rsidR="00FE698B" w:rsidRPr="00835F44" w:rsidRDefault="00FE698B" w:rsidP="00FE698B">
            <w:pPr>
              <w:pStyle w:val="TAC"/>
            </w:pPr>
            <w:r w:rsidRPr="00835F44">
              <w:t>15</w:t>
            </w:r>
            <w:r w:rsidR="00A35DE0"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22A29435" w14:textId="77777777" w:rsidR="00FE698B" w:rsidRPr="00835F44" w:rsidRDefault="00FE698B" w:rsidP="00FE698B">
            <w:pPr>
              <w:pStyle w:val="TAC"/>
            </w:pPr>
            <w:r w:rsidRPr="00835F44">
              <w:rPr>
                <w:lang w:eastAsia="zh-CN"/>
              </w:rPr>
              <w:t xml:space="preserve">Case </w:t>
            </w:r>
            <w:r w:rsidRPr="00835F44">
              <w:rPr>
                <w:rFonts w:hint="eastAsia"/>
                <w:lang w:eastAsia="zh-CN"/>
              </w:rPr>
              <w:t>A</w:t>
            </w:r>
          </w:p>
        </w:tc>
        <w:tc>
          <w:tcPr>
            <w:tcW w:w="2529" w:type="dxa"/>
            <w:tcBorders>
              <w:top w:val="single" w:sz="4" w:space="0" w:color="auto"/>
              <w:left w:val="single" w:sz="4" w:space="0" w:color="auto"/>
              <w:bottom w:val="single" w:sz="4" w:space="0" w:color="auto"/>
              <w:right w:val="single" w:sz="4" w:space="0" w:color="auto"/>
            </w:tcBorders>
            <w:hideMark/>
          </w:tcPr>
          <w:p w14:paraId="521C6DAD" w14:textId="77777777" w:rsidR="00FE698B" w:rsidRPr="00835F44" w:rsidRDefault="00FE698B" w:rsidP="00FE698B">
            <w:pPr>
              <w:pStyle w:val="TAC"/>
              <w:rPr>
                <w:rFonts w:eastAsia="Yu Mincho"/>
              </w:rPr>
            </w:pPr>
            <w:r w:rsidRPr="00835F44">
              <w:t>6554 – &lt;1&gt; – 6718</w:t>
            </w:r>
          </w:p>
        </w:tc>
      </w:tr>
      <w:tr w:rsidR="00495FE7" w:rsidRPr="00835F44" w14:paraId="57A4E774"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hideMark/>
          </w:tcPr>
          <w:p w14:paraId="01DA5F99" w14:textId="77777777" w:rsidR="00FE698B" w:rsidRPr="00835F44" w:rsidRDefault="00FE698B" w:rsidP="00FE698B">
            <w:pPr>
              <w:pStyle w:val="TAC"/>
              <w:rPr>
                <w:rFonts w:eastAsia="Yu Mincho"/>
              </w:rPr>
            </w:pPr>
            <w:r w:rsidRPr="00835F44">
              <w:t>n8</w:t>
            </w:r>
          </w:p>
        </w:tc>
        <w:tc>
          <w:tcPr>
            <w:tcW w:w="2520" w:type="dxa"/>
            <w:tcBorders>
              <w:top w:val="single" w:sz="4" w:space="0" w:color="auto"/>
              <w:left w:val="single" w:sz="4" w:space="0" w:color="auto"/>
              <w:bottom w:val="single" w:sz="4" w:space="0" w:color="auto"/>
              <w:right w:val="single" w:sz="4" w:space="0" w:color="auto"/>
            </w:tcBorders>
            <w:hideMark/>
          </w:tcPr>
          <w:p w14:paraId="31921AEB" w14:textId="26F53650" w:rsidR="00FE698B" w:rsidRPr="00835F44" w:rsidRDefault="00FE698B" w:rsidP="00FE698B">
            <w:pPr>
              <w:pStyle w:val="TAC"/>
            </w:pPr>
            <w:r w:rsidRPr="00835F44">
              <w:t>15</w:t>
            </w:r>
            <w:r w:rsidR="00A35DE0"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4D1F74E7" w14:textId="77777777" w:rsidR="00FE698B" w:rsidRPr="00835F44" w:rsidRDefault="00FE698B" w:rsidP="00FE698B">
            <w:pPr>
              <w:pStyle w:val="TAC"/>
            </w:pPr>
            <w:r w:rsidRPr="00835F44">
              <w:rPr>
                <w:lang w:eastAsia="zh-CN"/>
              </w:rPr>
              <w:t xml:space="preserve">Case </w:t>
            </w:r>
            <w:r w:rsidRPr="00835F44">
              <w:rPr>
                <w:rFonts w:hint="eastAsia"/>
                <w:lang w:eastAsia="zh-CN"/>
              </w:rPr>
              <w:t>A</w:t>
            </w:r>
          </w:p>
        </w:tc>
        <w:tc>
          <w:tcPr>
            <w:tcW w:w="2529" w:type="dxa"/>
            <w:tcBorders>
              <w:top w:val="single" w:sz="4" w:space="0" w:color="auto"/>
              <w:left w:val="single" w:sz="4" w:space="0" w:color="auto"/>
              <w:bottom w:val="single" w:sz="4" w:space="0" w:color="auto"/>
              <w:right w:val="single" w:sz="4" w:space="0" w:color="auto"/>
            </w:tcBorders>
            <w:hideMark/>
          </w:tcPr>
          <w:p w14:paraId="4AD48FFE" w14:textId="77777777" w:rsidR="00FE698B" w:rsidRPr="00835F44" w:rsidRDefault="00FE698B" w:rsidP="00FE698B">
            <w:pPr>
              <w:pStyle w:val="TAC"/>
              <w:rPr>
                <w:rFonts w:eastAsia="Yu Mincho"/>
              </w:rPr>
            </w:pPr>
            <w:r w:rsidRPr="00835F44">
              <w:t>2318 – &lt;1&gt; – 2395</w:t>
            </w:r>
          </w:p>
        </w:tc>
      </w:tr>
      <w:tr w:rsidR="00495FE7" w:rsidRPr="00835F44" w14:paraId="2F7A6FD5"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tcPr>
          <w:p w14:paraId="6C50215C" w14:textId="77777777" w:rsidR="00A95923" w:rsidRPr="00835F44" w:rsidRDefault="00A95923" w:rsidP="00A95923">
            <w:pPr>
              <w:pStyle w:val="TAC"/>
            </w:pPr>
            <w:r w:rsidRPr="00835F44">
              <w:t>n12</w:t>
            </w:r>
          </w:p>
        </w:tc>
        <w:tc>
          <w:tcPr>
            <w:tcW w:w="2520" w:type="dxa"/>
            <w:tcBorders>
              <w:top w:val="single" w:sz="4" w:space="0" w:color="auto"/>
              <w:left w:val="single" w:sz="4" w:space="0" w:color="auto"/>
              <w:bottom w:val="single" w:sz="4" w:space="0" w:color="auto"/>
              <w:right w:val="single" w:sz="4" w:space="0" w:color="auto"/>
            </w:tcBorders>
          </w:tcPr>
          <w:p w14:paraId="591CA68E" w14:textId="283164DE" w:rsidR="00A95923" w:rsidRPr="00835F44" w:rsidRDefault="00A95923" w:rsidP="00A95923">
            <w:pPr>
              <w:pStyle w:val="TAC"/>
            </w:pPr>
            <w:r w:rsidRPr="00835F44">
              <w:t>15</w:t>
            </w:r>
            <w:r w:rsidR="00A35DE0"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3B2E7139" w14:textId="77777777" w:rsidR="00A95923" w:rsidRPr="00835F44" w:rsidRDefault="00A95923" w:rsidP="00A95923">
            <w:pPr>
              <w:pStyle w:val="TAC"/>
              <w:rPr>
                <w:lang w:eastAsia="zh-CN"/>
              </w:rPr>
            </w:pPr>
            <w:r w:rsidRPr="00835F44">
              <w:t>Case A</w:t>
            </w:r>
          </w:p>
        </w:tc>
        <w:tc>
          <w:tcPr>
            <w:tcW w:w="2529" w:type="dxa"/>
            <w:tcBorders>
              <w:top w:val="single" w:sz="4" w:space="0" w:color="auto"/>
              <w:left w:val="single" w:sz="4" w:space="0" w:color="auto"/>
              <w:bottom w:val="single" w:sz="4" w:space="0" w:color="auto"/>
              <w:right w:val="single" w:sz="4" w:space="0" w:color="auto"/>
            </w:tcBorders>
          </w:tcPr>
          <w:p w14:paraId="7FBA772A" w14:textId="7455B403" w:rsidR="00A95923" w:rsidRPr="00835F44" w:rsidRDefault="00A95923" w:rsidP="00A95923">
            <w:pPr>
              <w:pStyle w:val="TAC"/>
            </w:pPr>
            <w:r w:rsidRPr="00835F44">
              <w:t xml:space="preserve">1828 </w:t>
            </w:r>
            <w:r w:rsidR="00E54DDB" w:rsidRPr="00835F44">
              <w:t>–</w:t>
            </w:r>
            <w:r w:rsidRPr="00835F44">
              <w:t xml:space="preserve"> &lt;1&gt; </w:t>
            </w:r>
            <w:r w:rsidR="00E54DDB" w:rsidRPr="00835F44">
              <w:t>–</w:t>
            </w:r>
            <w:r w:rsidRPr="00835F44">
              <w:t xml:space="preserve"> 1858</w:t>
            </w:r>
          </w:p>
        </w:tc>
      </w:tr>
      <w:tr w:rsidR="00495FE7" w:rsidRPr="00835F44" w14:paraId="44BB01DF"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hideMark/>
          </w:tcPr>
          <w:p w14:paraId="072115AD" w14:textId="77777777" w:rsidR="00FE698B" w:rsidRPr="00835F44" w:rsidRDefault="00FE698B" w:rsidP="00FE698B">
            <w:pPr>
              <w:pStyle w:val="TAC"/>
              <w:rPr>
                <w:rFonts w:eastAsia="Yu Mincho"/>
              </w:rPr>
            </w:pPr>
            <w:r w:rsidRPr="00835F44">
              <w:t>n20</w:t>
            </w:r>
          </w:p>
        </w:tc>
        <w:tc>
          <w:tcPr>
            <w:tcW w:w="2520" w:type="dxa"/>
            <w:tcBorders>
              <w:top w:val="single" w:sz="4" w:space="0" w:color="auto"/>
              <w:left w:val="single" w:sz="4" w:space="0" w:color="auto"/>
              <w:bottom w:val="single" w:sz="4" w:space="0" w:color="auto"/>
              <w:right w:val="single" w:sz="4" w:space="0" w:color="auto"/>
            </w:tcBorders>
            <w:hideMark/>
          </w:tcPr>
          <w:p w14:paraId="1B49326A" w14:textId="09F76F45" w:rsidR="00FE698B" w:rsidRPr="00835F44" w:rsidRDefault="00FE698B" w:rsidP="00FE698B">
            <w:pPr>
              <w:pStyle w:val="TAC"/>
            </w:pPr>
            <w:r w:rsidRPr="00835F44">
              <w:t>15</w:t>
            </w:r>
            <w:r w:rsidR="00A35DE0"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621FD88F" w14:textId="77777777" w:rsidR="00FE698B" w:rsidRPr="00835F44" w:rsidRDefault="00FE698B" w:rsidP="00FE698B">
            <w:pPr>
              <w:pStyle w:val="TAC"/>
            </w:pPr>
            <w:r w:rsidRPr="00835F44">
              <w:rPr>
                <w:lang w:eastAsia="zh-CN"/>
              </w:rPr>
              <w:t xml:space="preserve">Case </w:t>
            </w:r>
            <w:r w:rsidRPr="00835F44">
              <w:rPr>
                <w:rFonts w:hint="eastAsia"/>
                <w:lang w:eastAsia="zh-CN"/>
              </w:rPr>
              <w:t>A</w:t>
            </w:r>
          </w:p>
        </w:tc>
        <w:tc>
          <w:tcPr>
            <w:tcW w:w="2529" w:type="dxa"/>
            <w:tcBorders>
              <w:top w:val="single" w:sz="4" w:space="0" w:color="auto"/>
              <w:left w:val="single" w:sz="4" w:space="0" w:color="auto"/>
              <w:bottom w:val="single" w:sz="4" w:space="0" w:color="auto"/>
              <w:right w:val="single" w:sz="4" w:space="0" w:color="auto"/>
            </w:tcBorders>
            <w:hideMark/>
          </w:tcPr>
          <w:p w14:paraId="7AC3CDCC" w14:textId="77777777" w:rsidR="00FE698B" w:rsidRPr="00835F44" w:rsidRDefault="00FE698B" w:rsidP="00FE698B">
            <w:pPr>
              <w:pStyle w:val="TAC"/>
              <w:rPr>
                <w:rFonts w:eastAsia="Yu Mincho"/>
              </w:rPr>
            </w:pPr>
            <w:r w:rsidRPr="00835F44">
              <w:t>1982 – &lt;1&gt; – 2047</w:t>
            </w:r>
          </w:p>
        </w:tc>
      </w:tr>
      <w:tr w:rsidR="00495FE7" w:rsidRPr="00835F44" w14:paraId="3F80173A"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tcPr>
          <w:p w14:paraId="55439E1A" w14:textId="77777777" w:rsidR="005B1C92" w:rsidRPr="00835F44" w:rsidRDefault="005B1C92" w:rsidP="005B1C92">
            <w:pPr>
              <w:pStyle w:val="TAC"/>
            </w:pPr>
            <w:r w:rsidRPr="00835F44">
              <w:t>n25</w:t>
            </w:r>
          </w:p>
        </w:tc>
        <w:tc>
          <w:tcPr>
            <w:tcW w:w="2520" w:type="dxa"/>
            <w:tcBorders>
              <w:top w:val="single" w:sz="4" w:space="0" w:color="auto"/>
              <w:left w:val="single" w:sz="4" w:space="0" w:color="auto"/>
              <w:bottom w:val="single" w:sz="4" w:space="0" w:color="auto"/>
              <w:right w:val="single" w:sz="4" w:space="0" w:color="auto"/>
            </w:tcBorders>
          </w:tcPr>
          <w:p w14:paraId="1E154056" w14:textId="77777777" w:rsidR="005B1C92" w:rsidRPr="00835F44" w:rsidRDefault="005B1C92" w:rsidP="005B1C92">
            <w:pPr>
              <w:pStyle w:val="TAC"/>
            </w:pPr>
            <w:r w:rsidRPr="00835F44">
              <w:t>15 kHz</w:t>
            </w:r>
          </w:p>
        </w:tc>
        <w:tc>
          <w:tcPr>
            <w:tcW w:w="2462" w:type="dxa"/>
            <w:tcBorders>
              <w:top w:val="single" w:sz="4" w:space="0" w:color="auto"/>
              <w:left w:val="single" w:sz="4" w:space="0" w:color="auto"/>
              <w:bottom w:val="single" w:sz="4" w:space="0" w:color="auto"/>
              <w:right w:val="single" w:sz="4" w:space="0" w:color="auto"/>
            </w:tcBorders>
          </w:tcPr>
          <w:p w14:paraId="3051E482" w14:textId="77777777" w:rsidR="005B1C92" w:rsidRPr="00835F44" w:rsidRDefault="005B1C92" w:rsidP="005B1C92">
            <w:pPr>
              <w:pStyle w:val="TAC"/>
              <w:rPr>
                <w:lang w:eastAsia="zh-CN"/>
              </w:rPr>
            </w:pPr>
            <w:r w:rsidRPr="00835F44">
              <w:t>Case A</w:t>
            </w:r>
          </w:p>
        </w:tc>
        <w:tc>
          <w:tcPr>
            <w:tcW w:w="2529" w:type="dxa"/>
            <w:tcBorders>
              <w:top w:val="single" w:sz="4" w:space="0" w:color="auto"/>
              <w:left w:val="single" w:sz="4" w:space="0" w:color="auto"/>
              <w:bottom w:val="single" w:sz="4" w:space="0" w:color="auto"/>
              <w:right w:val="single" w:sz="4" w:space="0" w:color="auto"/>
            </w:tcBorders>
          </w:tcPr>
          <w:p w14:paraId="50B80AB8" w14:textId="77777777" w:rsidR="005B1C92" w:rsidRPr="00835F44" w:rsidRDefault="005B1C92" w:rsidP="005B1C92">
            <w:pPr>
              <w:pStyle w:val="TAC"/>
            </w:pPr>
            <w:r w:rsidRPr="00835F44">
              <w:t>4829 – &lt;1&gt; – 4981</w:t>
            </w:r>
          </w:p>
        </w:tc>
      </w:tr>
      <w:tr w:rsidR="00495FE7" w:rsidRPr="00835F44" w14:paraId="592DDC59"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hideMark/>
          </w:tcPr>
          <w:p w14:paraId="3007D281" w14:textId="77777777" w:rsidR="00FE698B" w:rsidRPr="00835F44" w:rsidRDefault="00FE698B" w:rsidP="00FE698B">
            <w:pPr>
              <w:pStyle w:val="TAC"/>
              <w:rPr>
                <w:rFonts w:eastAsia="Yu Mincho"/>
              </w:rPr>
            </w:pPr>
            <w:r w:rsidRPr="00835F44">
              <w:t>n28</w:t>
            </w:r>
          </w:p>
        </w:tc>
        <w:tc>
          <w:tcPr>
            <w:tcW w:w="2520" w:type="dxa"/>
            <w:tcBorders>
              <w:top w:val="single" w:sz="4" w:space="0" w:color="auto"/>
              <w:left w:val="single" w:sz="4" w:space="0" w:color="auto"/>
              <w:bottom w:val="single" w:sz="4" w:space="0" w:color="auto"/>
              <w:right w:val="single" w:sz="4" w:space="0" w:color="auto"/>
            </w:tcBorders>
            <w:hideMark/>
          </w:tcPr>
          <w:p w14:paraId="37236ED0" w14:textId="74745CA4" w:rsidR="00FE698B" w:rsidRPr="00835F44" w:rsidRDefault="00FE698B" w:rsidP="00FE698B">
            <w:pPr>
              <w:pStyle w:val="TAC"/>
            </w:pPr>
            <w:r w:rsidRPr="00835F44">
              <w:t>15</w:t>
            </w:r>
            <w:r w:rsidR="00A35DE0"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655EF422" w14:textId="77777777" w:rsidR="00FE698B" w:rsidRPr="00835F44" w:rsidRDefault="00FE698B" w:rsidP="00FE698B">
            <w:pPr>
              <w:pStyle w:val="TAC"/>
            </w:pPr>
            <w:r w:rsidRPr="00835F44">
              <w:rPr>
                <w:lang w:eastAsia="zh-CN"/>
              </w:rPr>
              <w:t xml:space="preserve">Case </w:t>
            </w:r>
            <w:r w:rsidRPr="00835F44">
              <w:rPr>
                <w:rFonts w:hint="eastAsia"/>
                <w:lang w:eastAsia="zh-CN"/>
              </w:rPr>
              <w:t>A</w:t>
            </w:r>
          </w:p>
        </w:tc>
        <w:tc>
          <w:tcPr>
            <w:tcW w:w="2529" w:type="dxa"/>
            <w:tcBorders>
              <w:top w:val="single" w:sz="4" w:space="0" w:color="auto"/>
              <w:left w:val="single" w:sz="4" w:space="0" w:color="auto"/>
              <w:bottom w:val="single" w:sz="4" w:space="0" w:color="auto"/>
              <w:right w:val="single" w:sz="4" w:space="0" w:color="auto"/>
            </w:tcBorders>
            <w:hideMark/>
          </w:tcPr>
          <w:p w14:paraId="06C89CA3" w14:textId="77777777" w:rsidR="00FE698B" w:rsidRPr="00835F44" w:rsidRDefault="00FE698B" w:rsidP="00FE698B">
            <w:pPr>
              <w:pStyle w:val="TAC"/>
              <w:rPr>
                <w:rFonts w:eastAsia="Yu Mincho"/>
              </w:rPr>
            </w:pPr>
            <w:r w:rsidRPr="00835F44">
              <w:t>1901 – &lt;1&gt; – 2002</w:t>
            </w:r>
          </w:p>
        </w:tc>
      </w:tr>
      <w:tr w:rsidR="00A11E0E" w:rsidRPr="00835F44" w14:paraId="3BDF1051" w14:textId="77777777" w:rsidTr="000C202E">
        <w:trPr>
          <w:jc w:val="center"/>
        </w:trPr>
        <w:tc>
          <w:tcPr>
            <w:tcW w:w="2118" w:type="dxa"/>
            <w:vMerge w:val="restart"/>
            <w:tcBorders>
              <w:top w:val="single" w:sz="4" w:space="0" w:color="auto"/>
              <w:left w:val="single" w:sz="4" w:space="0" w:color="auto"/>
              <w:right w:val="single" w:sz="4" w:space="0" w:color="auto"/>
            </w:tcBorders>
            <w:vAlign w:val="center"/>
          </w:tcPr>
          <w:p w14:paraId="4F6B38F1" w14:textId="77777777" w:rsidR="00A11E0E" w:rsidRPr="00835F44" w:rsidRDefault="00A11E0E" w:rsidP="00C162AF">
            <w:pPr>
              <w:pStyle w:val="TAC"/>
            </w:pPr>
            <w:r w:rsidRPr="00835F44">
              <w:t>n34</w:t>
            </w:r>
          </w:p>
        </w:tc>
        <w:tc>
          <w:tcPr>
            <w:tcW w:w="2520" w:type="dxa"/>
            <w:tcBorders>
              <w:top w:val="single" w:sz="4" w:space="0" w:color="auto"/>
              <w:left w:val="single" w:sz="4" w:space="0" w:color="auto"/>
              <w:bottom w:val="single" w:sz="4" w:space="0" w:color="auto"/>
              <w:right w:val="single" w:sz="4" w:space="0" w:color="auto"/>
            </w:tcBorders>
          </w:tcPr>
          <w:p w14:paraId="5F7463FE" w14:textId="2F12F0B9" w:rsidR="00A11E0E" w:rsidRPr="00835F44" w:rsidRDefault="00A11E0E" w:rsidP="00C162AF">
            <w:pPr>
              <w:pStyle w:val="TAC"/>
            </w:pPr>
            <w:r w:rsidRPr="00835F44">
              <w:t>15 kHz</w:t>
            </w:r>
          </w:p>
        </w:tc>
        <w:tc>
          <w:tcPr>
            <w:tcW w:w="2462" w:type="dxa"/>
            <w:tcBorders>
              <w:top w:val="single" w:sz="4" w:space="0" w:color="auto"/>
              <w:left w:val="single" w:sz="4" w:space="0" w:color="auto"/>
              <w:bottom w:val="single" w:sz="4" w:space="0" w:color="auto"/>
              <w:right w:val="single" w:sz="4" w:space="0" w:color="auto"/>
            </w:tcBorders>
          </w:tcPr>
          <w:p w14:paraId="0F2CFD70" w14:textId="77777777" w:rsidR="00A11E0E" w:rsidRPr="00835F44" w:rsidRDefault="00A11E0E" w:rsidP="00C162AF">
            <w:pPr>
              <w:pStyle w:val="TAC"/>
              <w:rPr>
                <w:lang w:eastAsia="zh-CN"/>
              </w:rPr>
            </w:pPr>
            <w:r w:rsidRPr="00835F44">
              <w:t>Case A</w:t>
            </w:r>
          </w:p>
        </w:tc>
        <w:tc>
          <w:tcPr>
            <w:tcW w:w="2529" w:type="dxa"/>
            <w:tcBorders>
              <w:top w:val="single" w:sz="4" w:space="0" w:color="auto"/>
              <w:left w:val="single" w:sz="4" w:space="0" w:color="auto"/>
              <w:bottom w:val="single" w:sz="4" w:space="0" w:color="auto"/>
              <w:right w:val="single" w:sz="4" w:space="0" w:color="auto"/>
            </w:tcBorders>
          </w:tcPr>
          <w:p w14:paraId="4C037652" w14:textId="7C67D6B2" w:rsidR="00A11E0E" w:rsidRPr="00835F44" w:rsidRDefault="00A11E0E" w:rsidP="00C162AF">
            <w:pPr>
              <w:pStyle w:val="TAC"/>
            </w:pPr>
            <w:r>
              <w:t>NOTE 3</w:t>
            </w:r>
          </w:p>
        </w:tc>
      </w:tr>
      <w:tr w:rsidR="00A11E0E" w:rsidRPr="00835F44" w14:paraId="7D78AC47" w14:textId="77777777" w:rsidTr="00A11E0E">
        <w:trPr>
          <w:jc w:val="center"/>
        </w:trPr>
        <w:tc>
          <w:tcPr>
            <w:tcW w:w="2118" w:type="dxa"/>
            <w:vMerge/>
            <w:tcBorders>
              <w:left w:val="single" w:sz="4" w:space="0" w:color="auto"/>
              <w:bottom w:val="single" w:sz="4" w:space="0" w:color="auto"/>
              <w:right w:val="single" w:sz="4" w:space="0" w:color="auto"/>
            </w:tcBorders>
          </w:tcPr>
          <w:p w14:paraId="3C7FCABA" w14:textId="77777777" w:rsidR="00A11E0E" w:rsidRPr="00835F44" w:rsidRDefault="00A11E0E" w:rsidP="00A11E0E">
            <w:pPr>
              <w:pStyle w:val="TAC"/>
            </w:pPr>
          </w:p>
        </w:tc>
        <w:tc>
          <w:tcPr>
            <w:tcW w:w="2520" w:type="dxa"/>
            <w:tcBorders>
              <w:top w:val="single" w:sz="4" w:space="0" w:color="auto"/>
              <w:left w:val="single" w:sz="4" w:space="0" w:color="auto"/>
              <w:bottom w:val="single" w:sz="4" w:space="0" w:color="auto"/>
              <w:right w:val="single" w:sz="4" w:space="0" w:color="auto"/>
            </w:tcBorders>
          </w:tcPr>
          <w:p w14:paraId="0D91271A" w14:textId="02F92D5C" w:rsidR="00A11E0E" w:rsidRPr="00835F44" w:rsidRDefault="00A11E0E" w:rsidP="00A11E0E">
            <w:pPr>
              <w:pStyle w:val="TAC"/>
            </w:pPr>
            <w:r>
              <w:t>30 kHz</w:t>
            </w:r>
          </w:p>
        </w:tc>
        <w:tc>
          <w:tcPr>
            <w:tcW w:w="2462" w:type="dxa"/>
            <w:tcBorders>
              <w:top w:val="single" w:sz="4" w:space="0" w:color="auto"/>
              <w:left w:val="single" w:sz="4" w:space="0" w:color="auto"/>
              <w:bottom w:val="single" w:sz="4" w:space="0" w:color="auto"/>
              <w:right w:val="single" w:sz="4" w:space="0" w:color="auto"/>
            </w:tcBorders>
          </w:tcPr>
          <w:p w14:paraId="1495C8A5" w14:textId="2C4DCF75" w:rsidR="00A11E0E" w:rsidRPr="00835F44" w:rsidRDefault="00A11E0E" w:rsidP="00A11E0E">
            <w:pPr>
              <w:pStyle w:val="TAC"/>
            </w:pPr>
            <w:r>
              <w:t>Case C</w:t>
            </w:r>
          </w:p>
        </w:tc>
        <w:tc>
          <w:tcPr>
            <w:tcW w:w="2529" w:type="dxa"/>
            <w:tcBorders>
              <w:top w:val="single" w:sz="4" w:space="0" w:color="auto"/>
              <w:left w:val="single" w:sz="4" w:space="0" w:color="auto"/>
              <w:bottom w:val="single" w:sz="4" w:space="0" w:color="auto"/>
              <w:right w:val="single" w:sz="4" w:space="0" w:color="auto"/>
            </w:tcBorders>
          </w:tcPr>
          <w:p w14:paraId="513F1E42" w14:textId="401C755A" w:rsidR="00A11E0E" w:rsidRPr="00835F44" w:rsidRDefault="00A11E0E" w:rsidP="00A11E0E">
            <w:pPr>
              <w:pStyle w:val="TAC"/>
            </w:pPr>
            <w:r w:rsidRPr="00835F44">
              <w:t>503</w:t>
            </w:r>
            <w:r>
              <w:t>6</w:t>
            </w:r>
            <w:r w:rsidRPr="00835F44">
              <w:t xml:space="preserve"> – &lt;1&gt; – 505</w:t>
            </w:r>
            <w:r>
              <w:t>0</w:t>
            </w:r>
          </w:p>
        </w:tc>
      </w:tr>
      <w:tr w:rsidR="00B23B64" w:rsidRPr="00835F44" w14:paraId="6902569B" w14:textId="77777777" w:rsidTr="00B23B64">
        <w:trPr>
          <w:jc w:val="center"/>
        </w:trPr>
        <w:tc>
          <w:tcPr>
            <w:tcW w:w="2118" w:type="dxa"/>
            <w:vMerge w:val="restart"/>
            <w:tcBorders>
              <w:top w:val="single" w:sz="4" w:space="0" w:color="auto"/>
              <w:left w:val="single" w:sz="4" w:space="0" w:color="auto"/>
              <w:right w:val="single" w:sz="4" w:space="0" w:color="auto"/>
            </w:tcBorders>
            <w:vAlign w:val="center"/>
            <w:hideMark/>
          </w:tcPr>
          <w:p w14:paraId="7781B5CF" w14:textId="77777777" w:rsidR="00B23B64" w:rsidRPr="00835F44" w:rsidRDefault="00B23B64" w:rsidP="00B23B64">
            <w:pPr>
              <w:pStyle w:val="TAC"/>
              <w:rPr>
                <w:rFonts w:eastAsia="Yu Mincho"/>
              </w:rPr>
            </w:pPr>
            <w:r w:rsidRPr="00835F44">
              <w:t>n38</w:t>
            </w:r>
          </w:p>
        </w:tc>
        <w:tc>
          <w:tcPr>
            <w:tcW w:w="2520" w:type="dxa"/>
            <w:tcBorders>
              <w:top w:val="single" w:sz="4" w:space="0" w:color="auto"/>
              <w:left w:val="single" w:sz="4" w:space="0" w:color="auto"/>
              <w:bottom w:val="single" w:sz="4" w:space="0" w:color="auto"/>
              <w:right w:val="single" w:sz="4" w:space="0" w:color="auto"/>
            </w:tcBorders>
            <w:hideMark/>
          </w:tcPr>
          <w:p w14:paraId="4628C3DB" w14:textId="2257D91E" w:rsidR="00B23B64" w:rsidRPr="00835F44" w:rsidRDefault="00B23B64" w:rsidP="00B23B64">
            <w:pPr>
              <w:pStyle w:val="TAC"/>
            </w:pPr>
            <w:r w:rsidRPr="00495FE7">
              <w:t>15 kHz</w:t>
            </w:r>
          </w:p>
        </w:tc>
        <w:tc>
          <w:tcPr>
            <w:tcW w:w="2462" w:type="dxa"/>
            <w:tcBorders>
              <w:top w:val="single" w:sz="4" w:space="0" w:color="auto"/>
              <w:left w:val="single" w:sz="4" w:space="0" w:color="auto"/>
              <w:bottom w:val="single" w:sz="4" w:space="0" w:color="auto"/>
              <w:right w:val="single" w:sz="4" w:space="0" w:color="auto"/>
            </w:tcBorders>
          </w:tcPr>
          <w:p w14:paraId="24EE7390" w14:textId="36D520F8" w:rsidR="00B23B64" w:rsidRPr="00835F44" w:rsidRDefault="00B23B64" w:rsidP="00B23B64">
            <w:pPr>
              <w:pStyle w:val="TAC"/>
            </w:pPr>
            <w:r w:rsidRPr="00495FE7">
              <w:rPr>
                <w:lang w:eastAsia="zh-CN"/>
              </w:rPr>
              <w:t xml:space="preserve">Case </w:t>
            </w:r>
            <w:r w:rsidRPr="00495FE7">
              <w:rPr>
                <w:rFonts w:hint="eastAsia"/>
                <w:lang w:eastAsia="zh-CN"/>
              </w:rPr>
              <w:t>A</w:t>
            </w:r>
          </w:p>
        </w:tc>
        <w:tc>
          <w:tcPr>
            <w:tcW w:w="2529" w:type="dxa"/>
            <w:tcBorders>
              <w:top w:val="single" w:sz="4" w:space="0" w:color="auto"/>
              <w:left w:val="single" w:sz="4" w:space="0" w:color="auto"/>
              <w:bottom w:val="single" w:sz="4" w:space="0" w:color="auto"/>
              <w:right w:val="single" w:sz="4" w:space="0" w:color="auto"/>
            </w:tcBorders>
            <w:hideMark/>
          </w:tcPr>
          <w:p w14:paraId="6AD42E55" w14:textId="25D4A242" w:rsidR="00B23B64" w:rsidRPr="00835F44" w:rsidRDefault="00B23B64" w:rsidP="00B23B64">
            <w:pPr>
              <w:pStyle w:val="TAC"/>
              <w:rPr>
                <w:rFonts w:eastAsia="Yu Mincho"/>
              </w:rPr>
            </w:pPr>
            <w:r>
              <w:t>NOTE 2</w:t>
            </w:r>
          </w:p>
        </w:tc>
      </w:tr>
      <w:tr w:rsidR="00B23B64" w:rsidRPr="00835F44" w14:paraId="043AF0C1" w14:textId="77777777" w:rsidTr="00B23B64">
        <w:trPr>
          <w:jc w:val="center"/>
        </w:trPr>
        <w:tc>
          <w:tcPr>
            <w:tcW w:w="2118" w:type="dxa"/>
            <w:vMerge/>
            <w:tcBorders>
              <w:left w:val="single" w:sz="4" w:space="0" w:color="auto"/>
              <w:bottom w:val="single" w:sz="4" w:space="0" w:color="auto"/>
              <w:right w:val="single" w:sz="4" w:space="0" w:color="auto"/>
            </w:tcBorders>
          </w:tcPr>
          <w:p w14:paraId="4D666E17" w14:textId="77777777" w:rsidR="00B23B64" w:rsidRPr="00835F44" w:rsidRDefault="00B23B64" w:rsidP="00B23B64">
            <w:pPr>
              <w:pStyle w:val="TAC"/>
            </w:pPr>
          </w:p>
        </w:tc>
        <w:tc>
          <w:tcPr>
            <w:tcW w:w="2520" w:type="dxa"/>
            <w:tcBorders>
              <w:top w:val="single" w:sz="4" w:space="0" w:color="auto"/>
              <w:left w:val="single" w:sz="4" w:space="0" w:color="auto"/>
              <w:bottom w:val="single" w:sz="4" w:space="0" w:color="auto"/>
              <w:right w:val="single" w:sz="4" w:space="0" w:color="auto"/>
            </w:tcBorders>
          </w:tcPr>
          <w:p w14:paraId="6D9A3A2D" w14:textId="2469B304" w:rsidR="00B23B64" w:rsidRPr="00835F44" w:rsidRDefault="00B23B64" w:rsidP="00B23B64">
            <w:pPr>
              <w:pStyle w:val="TAC"/>
            </w:pPr>
            <w:r>
              <w:t>30 kHz</w:t>
            </w:r>
          </w:p>
        </w:tc>
        <w:tc>
          <w:tcPr>
            <w:tcW w:w="2462" w:type="dxa"/>
            <w:tcBorders>
              <w:top w:val="single" w:sz="4" w:space="0" w:color="auto"/>
              <w:left w:val="single" w:sz="4" w:space="0" w:color="auto"/>
              <w:bottom w:val="single" w:sz="4" w:space="0" w:color="auto"/>
              <w:right w:val="single" w:sz="4" w:space="0" w:color="auto"/>
            </w:tcBorders>
          </w:tcPr>
          <w:p w14:paraId="50B6B7AC" w14:textId="060568EA" w:rsidR="00B23B64" w:rsidRPr="00835F44" w:rsidRDefault="00B23B64" w:rsidP="00B23B64">
            <w:pPr>
              <w:pStyle w:val="TAC"/>
              <w:rPr>
                <w:lang w:eastAsia="zh-CN"/>
              </w:rPr>
            </w:pPr>
            <w:r>
              <w:rPr>
                <w:lang w:eastAsia="zh-CN"/>
              </w:rPr>
              <w:t>Case C</w:t>
            </w:r>
          </w:p>
        </w:tc>
        <w:tc>
          <w:tcPr>
            <w:tcW w:w="2529" w:type="dxa"/>
            <w:tcBorders>
              <w:top w:val="single" w:sz="4" w:space="0" w:color="auto"/>
              <w:left w:val="single" w:sz="4" w:space="0" w:color="auto"/>
              <w:bottom w:val="single" w:sz="4" w:space="0" w:color="auto"/>
              <w:right w:val="single" w:sz="4" w:space="0" w:color="auto"/>
            </w:tcBorders>
          </w:tcPr>
          <w:p w14:paraId="0CB12DE9" w14:textId="18967EED" w:rsidR="00B23B64" w:rsidRPr="00835F44" w:rsidRDefault="00B23B64" w:rsidP="00B23B64">
            <w:pPr>
              <w:pStyle w:val="TAC"/>
            </w:pPr>
            <w:r w:rsidRPr="00495FE7">
              <w:t>643</w:t>
            </w:r>
            <w:r>
              <w:t>7</w:t>
            </w:r>
            <w:r w:rsidRPr="00495FE7">
              <w:t xml:space="preserve"> – &lt;1&gt; – 65</w:t>
            </w:r>
            <w:r>
              <w:t>38</w:t>
            </w:r>
          </w:p>
        </w:tc>
      </w:tr>
      <w:tr w:rsidR="00A11E0E" w:rsidRPr="00835F44" w14:paraId="7D3F725D" w14:textId="77777777" w:rsidTr="000C202E">
        <w:trPr>
          <w:jc w:val="center"/>
        </w:trPr>
        <w:tc>
          <w:tcPr>
            <w:tcW w:w="2118" w:type="dxa"/>
            <w:vMerge w:val="restart"/>
            <w:tcBorders>
              <w:top w:val="single" w:sz="4" w:space="0" w:color="auto"/>
              <w:left w:val="single" w:sz="4" w:space="0" w:color="auto"/>
              <w:right w:val="single" w:sz="4" w:space="0" w:color="auto"/>
            </w:tcBorders>
            <w:vAlign w:val="center"/>
          </w:tcPr>
          <w:p w14:paraId="19C16F86" w14:textId="77777777" w:rsidR="00A11E0E" w:rsidRPr="00835F44" w:rsidRDefault="00A11E0E" w:rsidP="00C162AF">
            <w:pPr>
              <w:pStyle w:val="TAC"/>
            </w:pPr>
            <w:r w:rsidRPr="00835F44">
              <w:t>n39</w:t>
            </w:r>
          </w:p>
        </w:tc>
        <w:tc>
          <w:tcPr>
            <w:tcW w:w="2520" w:type="dxa"/>
            <w:tcBorders>
              <w:top w:val="single" w:sz="4" w:space="0" w:color="auto"/>
              <w:left w:val="single" w:sz="4" w:space="0" w:color="auto"/>
              <w:bottom w:val="single" w:sz="4" w:space="0" w:color="auto"/>
              <w:right w:val="single" w:sz="4" w:space="0" w:color="auto"/>
            </w:tcBorders>
          </w:tcPr>
          <w:p w14:paraId="2CE01AC8" w14:textId="7B8AA49F" w:rsidR="00A11E0E" w:rsidRPr="00835F44" w:rsidRDefault="00A11E0E" w:rsidP="00C162AF">
            <w:pPr>
              <w:pStyle w:val="TAC"/>
            </w:pPr>
            <w:r w:rsidRPr="00835F44">
              <w:t>15 kHz</w:t>
            </w:r>
          </w:p>
        </w:tc>
        <w:tc>
          <w:tcPr>
            <w:tcW w:w="2462" w:type="dxa"/>
            <w:tcBorders>
              <w:top w:val="single" w:sz="4" w:space="0" w:color="auto"/>
              <w:left w:val="single" w:sz="4" w:space="0" w:color="auto"/>
              <w:bottom w:val="single" w:sz="4" w:space="0" w:color="auto"/>
              <w:right w:val="single" w:sz="4" w:space="0" w:color="auto"/>
            </w:tcBorders>
          </w:tcPr>
          <w:p w14:paraId="2C703FDA" w14:textId="77777777" w:rsidR="00A11E0E" w:rsidRPr="00835F44" w:rsidRDefault="00A11E0E" w:rsidP="00C162AF">
            <w:pPr>
              <w:pStyle w:val="TAC"/>
              <w:rPr>
                <w:lang w:eastAsia="zh-CN"/>
              </w:rPr>
            </w:pPr>
            <w:r w:rsidRPr="00835F44">
              <w:t>Case A</w:t>
            </w:r>
          </w:p>
        </w:tc>
        <w:tc>
          <w:tcPr>
            <w:tcW w:w="2529" w:type="dxa"/>
            <w:tcBorders>
              <w:top w:val="single" w:sz="4" w:space="0" w:color="auto"/>
              <w:left w:val="single" w:sz="4" w:space="0" w:color="auto"/>
              <w:bottom w:val="single" w:sz="4" w:space="0" w:color="auto"/>
              <w:right w:val="single" w:sz="4" w:space="0" w:color="auto"/>
            </w:tcBorders>
          </w:tcPr>
          <w:p w14:paraId="694E55D3" w14:textId="36A46FF6" w:rsidR="00A11E0E" w:rsidRPr="00835F44" w:rsidRDefault="00364B7F" w:rsidP="00C162AF">
            <w:pPr>
              <w:pStyle w:val="TAC"/>
            </w:pPr>
            <w:r>
              <w:t>NOTE 4</w:t>
            </w:r>
          </w:p>
        </w:tc>
      </w:tr>
      <w:tr w:rsidR="00A11E0E" w:rsidRPr="00835F44" w14:paraId="0D0C321C" w14:textId="77777777" w:rsidTr="00A11E0E">
        <w:trPr>
          <w:jc w:val="center"/>
        </w:trPr>
        <w:tc>
          <w:tcPr>
            <w:tcW w:w="2118" w:type="dxa"/>
            <w:vMerge/>
            <w:tcBorders>
              <w:left w:val="single" w:sz="4" w:space="0" w:color="auto"/>
              <w:bottom w:val="single" w:sz="4" w:space="0" w:color="auto"/>
              <w:right w:val="single" w:sz="4" w:space="0" w:color="auto"/>
            </w:tcBorders>
          </w:tcPr>
          <w:p w14:paraId="6063DDD5" w14:textId="77777777" w:rsidR="00A11E0E" w:rsidRPr="00835F44" w:rsidRDefault="00A11E0E" w:rsidP="00A11E0E">
            <w:pPr>
              <w:pStyle w:val="TAC"/>
            </w:pPr>
          </w:p>
        </w:tc>
        <w:tc>
          <w:tcPr>
            <w:tcW w:w="2520" w:type="dxa"/>
            <w:tcBorders>
              <w:top w:val="single" w:sz="4" w:space="0" w:color="auto"/>
              <w:left w:val="single" w:sz="4" w:space="0" w:color="auto"/>
              <w:bottom w:val="single" w:sz="4" w:space="0" w:color="auto"/>
              <w:right w:val="single" w:sz="4" w:space="0" w:color="auto"/>
            </w:tcBorders>
          </w:tcPr>
          <w:p w14:paraId="724225AB" w14:textId="4DDCB856" w:rsidR="00A11E0E" w:rsidRPr="00835F44" w:rsidRDefault="00A11E0E" w:rsidP="00A11E0E">
            <w:pPr>
              <w:pStyle w:val="TAC"/>
            </w:pPr>
            <w:r>
              <w:t>30 kHz</w:t>
            </w:r>
          </w:p>
        </w:tc>
        <w:tc>
          <w:tcPr>
            <w:tcW w:w="2462" w:type="dxa"/>
            <w:tcBorders>
              <w:top w:val="single" w:sz="4" w:space="0" w:color="auto"/>
              <w:left w:val="single" w:sz="4" w:space="0" w:color="auto"/>
              <w:bottom w:val="single" w:sz="4" w:space="0" w:color="auto"/>
              <w:right w:val="single" w:sz="4" w:space="0" w:color="auto"/>
            </w:tcBorders>
          </w:tcPr>
          <w:p w14:paraId="6EAC0389" w14:textId="2798AC9C" w:rsidR="00A11E0E" w:rsidRPr="00835F44" w:rsidRDefault="00A11E0E" w:rsidP="00A11E0E">
            <w:pPr>
              <w:pStyle w:val="TAC"/>
            </w:pPr>
            <w:r>
              <w:t>Case C</w:t>
            </w:r>
          </w:p>
        </w:tc>
        <w:tc>
          <w:tcPr>
            <w:tcW w:w="2529" w:type="dxa"/>
            <w:tcBorders>
              <w:top w:val="single" w:sz="4" w:space="0" w:color="auto"/>
              <w:left w:val="single" w:sz="4" w:space="0" w:color="auto"/>
              <w:bottom w:val="single" w:sz="4" w:space="0" w:color="auto"/>
              <w:right w:val="single" w:sz="4" w:space="0" w:color="auto"/>
            </w:tcBorders>
          </w:tcPr>
          <w:p w14:paraId="581086B2" w14:textId="2722AFB2" w:rsidR="00A11E0E" w:rsidRPr="00835F44" w:rsidRDefault="00A11E0E" w:rsidP="00A11E0E">
            <w:pPr>
              <w:pStyle w:val="TAC"/>
            </w:pPr>
            <w:r w:rsidRPr="00835F44">
              <w:t>47</w:t>
            </w:r>
            <w:r>
              <w:t>12</w:t>
            </w:r>
            <w:r w:rsidRPr="00835F44">
              <w:t xml:space="preserve"> – &lt;1&gt; – 47</w:t>
            </w:r>
            <w:r>
              <w:t>89</w:t>
            </w:r>
          </w:p>
        </w:tc>
      </w:tr>
      <w:tr w:rsidR="00AD3DA1" w:rsidRPr="00835F44" w14:paraId="1395BC00"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tcPr>
          <w:p w14:paraId="06135D83" w14:textId="1E164F7E" w:rsidR="00AD3DA1" w:rsidRPr="00835F44" w:rsidRDefault="00AD3DA1" w:rsidP="00AD3DA1">
            <w:pPr>
              <w:pStyle w:val="TAC"/>
            </w:pPr>
            <w:r w:rsidRPr="00835F44">
              <w:t>n40</w:t>
            </w:r>
          </w:p>
        </w:tc>
        <w:tc>
          <w:tcPr>
            <w:tcW w:w="2520" w:type="dxa"/>
            <w:tcBorders>
              <w:top w:val="single" w:sz="4" w:space="0" w:color="auto"/>
              <w:left w:val="single" w:sz="4" w:space="0" w:color="auto"/>
              <w:bottom w:val="single" w:sz="4" w:space="0" w:color="auto"/>
              <w:right w:val="single" w:sz="4" w:space="0" w:color="auto"/>
            </w:tcBorders>
          </w:tcPr>
          <w:p w14:paraId="2FF72AA8" w14:textId="696175B9" w:rsidR="00AD3DA1" w:rsidRPr="00835F44" w:rsidRDefault="00AD3DA1" w:rsidP="00AD3DA1">
            <w:pPr>
              <w:pStyle w:val="TAC"/>
            </w:pPr>
            <w:r>
              <w:t>30</w:t>
            </w:r>
            <w:r w:rsidRPr="00835F44">
              <w:t xml:space="preserve"> kHz</w:t>
            </w:r>
          </w:p>
        </w:tc>
        <w:tc>
          <w:tcPr>
            <w:tcW w:w="2462" w:type="dxa"/>
            <w:tcBorders>
              <w:top w:val="single" w:sz="4" w:space="0" w:color="auto"/>
              <w:left w:val="single" w:sz="4" w:space="0" w:color="auto"/>
              <w:bottom w:val="single" w:sz="4" w:space="0" w:color="auto"/>
              <w:right w:val="single" w:sz="4" w:space="0" w:color="auto"/>
            </w:tcBorders>
          </w:tcPr>
          <w:p w14:paraId="382C2E1F" w14:textId="5AEE1971" w:rsidR="00AD3DA1" w:rsidRPr="00835F44" w:rsidRDefault="00AD3DA1" w:rsidP="00AD3DA1">
            <w:pPr>
              <w:pStyle w:val="TAC"/>
              <w:rPr>
                <w:lang w:eastAsia="zh-CN"/>
              </w:rPr>
            </w:pPr>
            <w:r w:rsidRPr="00835F44">
              <w:t xml:space="preserve">Case </w:t>
            </w:r>
            <w:r>
              <w:t>C</w:t>
            </w:r>
          </w:p>
        </w:tc>
        <w:tc>
          <w:tcPr>
            <w:tcW w:w="2529" w:type="dxa"/>
            <w:tcBorders>
              <w:top w:val="single" w:sz="4" w:space="0" w:color="auto"/>
              <w:left w:val="single" w:sz="4" w:space="0" w:color="auto"/>
              <w:bottom w:val="single" w:sz="4" w:space="0" w:color="auto"/>
              <w:right w:val="single" w:sz="4" w:space="0" w:color="auto"/>
            </w:tcBorders>
          </w:tcPr>
          <w:p w14:paraId="11F232DB" w14:textId="3450EE6D" w:rsidR="00AD3DA1" w:rsidRPr="00835F44" w:rsidRDefault="00AD3DA1" w:rsidP="00AD3DA1">
            <w:pPr>
              <w:pStyle w:val="TAC"/>
            </w:pPr>
            <w:r w:rsidRPr="00835F44">
              <w:t>57</w:t>
            </w:r>
            <w:r>
              <w:t>62</w:t>
            </w:r>
            <w:r w:rsidRPr="00835F44">
              <w:t xml:space="preserve"> – &lt;1&gt; – 59</w:t>
            </w:r>
            <w:r>
              <w:t>8</w:t>
            </w:r>
            <w:r w:rsidRPr="00835F44">
              <w:t>9</w:t>
            </w:r>
          </w:p>
        </w:tc>
      </w:tr>
      <w:tr w:rsidR="00495FE7" w:rsidRPr="00835F44" w14:paraId="763FBDEF" w14:textId="77777777" w:rsidTr="000E530E">
        <w:trPr>
          <w:jc w:val="center"/>
        </w:trPr>
        <w:tc>
          <w:tcPr>
            <w:tcW w:w="2118" w:type="dxa"/>
            <w:vMerge w:val="restart"/>
            <w:tcBorders>
              <w:top w:val="single" w:sz="4" w:space="0" w:color="auto"/>
              <w:left w:val="single" w:sz="4" w:space="0" w:color="auto"/>
              <w:right w:val="single" w:sz="4" w:space="0" w:color="auto"/>
            </w:tcBorders>
            <w:vAlign w:val="center"/>
            <w:hideMark/>
          </w:tcPr>
          <w:p w14:paraId="725A0791" w14:textId="77777777" w:rsidR="00FE698B" w:rsidRPr="00835F44" w:rsidRDefault="00FE698B">
            <w:pPr>
              <w:pStyle w:val="TAC"/>
              <w:rPr>
                <w:rFonts w:eastAsia="Yu Mincho"/>
              </w:rPr>
            </w:pPr>
            <w:r w:rsidRPr="00835F44">
              <w:t>n41</w:t>
            </w:r>
          </w:p>
        </w:tc>
        <w:tc>
          <w:tcPr>
            <w:tcW w:w="2520" w:type="dxa"/>
            <w:tcBorders>
              <w:top w:val="single" w:sz="4" w:space="0" w:color="auto"/>
              <w:left w:val="single" w:sz="4" w:space="0" w:color="auto"/>
              <w:bottom w:val="single" w:sz="4" w:space="0" w:color="auto"/>
              <w:right w:val="single" w:sz="4" w:space="0" w:color="auto"/>
            </w:tcBorders>
            <w:hideMark/>
          </w:tcPr>
          <w:p w14:paraId="02E12F07" w14:textId="2310204B" w:rsidR="00FE698B" w:rsidRPr="00835F44" w:rsidRDefault="00FE698B" w:rsidP="00FE698B">
            <w:pPr>
              <w:pStyle w:val="TAC"/>
            </w:pPr>
            <w:r w:rsidRPr="00835F44">
              <w:t>15</w:t>
            </w:r>
            <w:r w:rsidR="00A35DE0"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13D5E202" w14:textId="77777777" w:rsidR="00FE698B" w:rsidRPr="00835F44" w:rsidRDefault="00FE698B" w:rsidP="00FE698B">
            <w:pPr>
              <w:pStyle w:val="TAC"/>
            </w:pPr>
            <w:r w:rsidRPr="00835F44">
              <w:rPr>
                <w:lang w:eastAsia="zh-CN"/>
              </w:rPr>
              <w:t xml:space="preserve">Case </w:t>
            </w:r>
            <w:r w:rsidRPr="00835F44">
              <w:rPr>
                <w:rFonts w:hint="eastAsia"/>
                <w:lang w:eastAsia="zh-CN"/>
              </w:rPr>
              <w:t>A</w:t>
            </w:r>
          </w:p>
        </w:tc>
        <w:tc>
          <w:tcPr>
            <w:tcW w:w="2529" w:type="dxa"/>
            <w:tcBorders>
              <w:top w:val="single" w:sz="4" w:space="0" w:color="auto"/>
              <w:left w:val="single" w:sz="4" w:space="0" w:color="auto"/>
              <w:bottom w:val="single" w:sz="4" w:space="0" w:color="auto"/>
              <w:right w:val="single" w:sz="4" w:space="0" w:color="auto"/>
            </w:tcBorders>
            <w:hideMark/>
          </w:tcPr>
          <w:p w14:paraId="0F4C1EA1" w14:textId="77777777" w:rsidR="00FE698B" w:rsidRPr="00835F44" w:rsidRDefault="00924A6F" w:rsidP="00FE698B">
            <w:pPr>
              <w:pStyle w:val="TAC"/>
              <w:rPr>
                <w:rFonts w:eastAsia="Yu Mincho"/>
              </w:rPr>
            </w:pPr>
            <w:r w:rsidRPr="00835F44">
              <w:t>6246 – &lt;3&gt; – 671</w:t>
            </w:r>
            <w:r w:rsidR="00240EE1" w:rsidRPr="00835F44">
              <w:t>7</w:t>
            </w:r>
          </w:p>
        </w:tc>
      </w:tr>
      <w:tr w:rsidR="00495FE7" w:rsidRPr="00835F44" w14:paraId="4046ACFE" w14:textId="77777777" w:rsidTr="00CD5CB6">
        <w:trPr>
          <w:jc w:val="center"/>
        </w:trPr>
        <w:tc>
          <w:tcPr>
            <w:tcW w:w="2118" w:type="dxa"/>
            <w:vMerge/>
            <w:tcBorders>
              <w:left w:val="single" w:sz="4" w:space="0" w:color="auto"/>
              <w:bottom w:val="single" w:sz="4" w:space="0" w:color="auto"/>
              <w:right w:val="single" w:sz="4" w:space="0" w:color="auto"/>
            </w:tcBorders>
          </w:tcPr>
          <w:p w14:paraId="0666638D" w14:textId="77777777" w:rsidR="00FE698B" w:rsidRPr="00835F44" w:rsidRDefault="00FE698B" w:rsidP="00FE698B">
            <w:pPr>
              <w:pStyle w:val="TAC"/>
            </w:pPr>
          </w:p>
        </w:tc>
        <w:tc>
          <w:tcPr>
            <w:tcW w:w="2520" w:type="dxa"/>
            <w:tcBorders>
              <w:top w:val="single" w:sz="4" w:space="0" w:color="auto"/>
              <w:left w:val="single" w:sz="4" w:space="0" w:color="auto"/>
              <w:bottom w:val="single" w:sz="4" w:space="0" w:color="auto"/>
              <w:right w:val="single" w:sz="4" w:space="0" w:color="auto"/>
            </w:tcBorders>
          </w:tcPr>
          <w:p w14:paraId="2105D717" w14:textId="77777777" w:rsidR="00FE698B" w:rsidRPr="00835F44" w:rsidRDefault="00FE698B" w:rsidP="00FE698B">
            <w:pPr>
              <w:pStyle w:val="TAC"/>
            </w:pPr>
            <w:r w:rsidRPr="00835F44">
              <w:t>30 kHz</w:t>
            </w:r>
          </w:p>
        </w:tc>
        <w:tc>
          <w:tcPr>
            <w:tcW w:w="2462" w:type="dxa"/>
            <w:tcBorders>
              <w:top w:val="single" w:sz="4" w:space="0" w:color="auto"/>
              <w:left w:val="single" w:sz="4" w:space="0" w:color="auto"/>
              <w:bottom w:val="single" w:sz="4" w:space="0" w:color="auto"/>
              <w:right w:val="single" w:sz="4" w:space="0" w:color="auto"/>
            </w:tcBorders>
          </w:tcPr>
          <w:p w14:paraId="7819500A" w14:textId="77777777" w:rsidR="00FE698B" w:rsidRPr="00835F44" w:rsidRDefault="00FE698B" w:rsidP="00FE698B">
            <w:pPr>
              <w:pStyle w:val="TAC"/>
            </w:pPr>
            <w:r w:rsidRPr="00835F44">
              <w:rPr>
                <w:lang w:eastAsia="zh-CN"/>
              </w:rPr>
              <w:t>Case C</w:t>
            </w:r>
          </w:p>
        </w:tc>
        <w:tc>
          <w:tcPr>
            <w:tcW w:w="2529" w:type="dxa"/>
            <w:tcBorders>
              <w:top w:val="single" w:sz="4" w:space="0" w:color="auto"/>
              <w:left w:val="single" w:sz="4" w:space="0" w:color="auto"/>
              <w:bottom w:val="single" w:sz="4" w:space="0" w:color="auto"/>
              <w:right w:val="single" w:sz="4" w:space="0" w:color="auto"/>
            </w:tcBorders>
          </w:tcPr>
          <w:p w14:paraId="7E2082CB" w14:textId="77777777" w:rsidR="00FE698B" w:rsidRPr="00835F44" w:rsidRDefault="00FE698B" w:rsidP="00FE698B">
            <w:pPr>
              <w:pStyle w:val="TAC"/>
            </w:pPr>
            <w:r w:rsidRPr="00835F44">
              <w:t>6252 – &lt;3&gt; – 6714</w:t>
            </w:r>
          </w:p>
        </w:tc>
      </w:tr>
      <w:tr w:rsidR="00B23B64" w:rsidRPr="00835F44" w14:paraId="5AF98A8C"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tcPr>
          <w:p w14:paraId="726760DD" w14:textId="33F4A927" w:rsidR="00B23B64" w:rsidRPr="00835F44" w:rsidRDefault="00B23B64" w:rsidP="00B23B64">
            <w:pPr>
              <w:pStyle w:val="TAC"/>
            </w:pPr>
            <w:r w:rsidRPr="00495FE7">
              <w:t>n50</w:t>
            </w:r>
          </w:p>
        </w:tc>
        <w:tc>
          <w:tcPr>
            <w:tcW w:w="2520" w:type="dxa"/>
            <w:tcBorders>
              <w:top w:val="single" w:sz="4" w:space="0" w:color="auto"/>
              <w:left w:val="single" w:sz="4" w:space="0" w:color="auto"/>
              <w:bottom w:val="single" w:sz="4" w:space="0" w:color="auto"/>
              <w:right w:val="single" w:sz="4" w:space="0" w:color="auto"/>
            </w:tcBorders>
          </w:tcPr>
          <w:p w14:paraId="02FC0144" w14:textId="1FD78E83" w:rsidR="00B23B64" w:rsidRPr="00835F44" w:rsidRDefault="00B23B64" w:rsidP="00B23B64">
            <w:pPr>
              <w:pStyle w:val="TAC"/>
            </w:pPr>
            <w:r>
              <w:t>30</w:t>
            </w:r>
            <w:r w:rsidRPr="00495FE7">
              <w:t xml:space="preserve"> kHz</w:t>
            </w:r>
          </w:p>
        </w:tc>
        <w:tc>
          <w:tcPr>
            <w:tcW w:w="2462" w:type="dxa"/>
            <w:tcBorders>
              <w:top w:val="single" w:sz="4" w:space="0" w:color="auto"/>
              <w:left w:val="single" w:sz="4" w:space="0" w:color="auto"/>
              <w:bottom w:val="single" w:sz="4" w:space="0" w:color="auto"/>
              <w:right w:val="single" w:sz="4" w:space="0" w:color="auto"/>
            </w:tcBorders>
          </w:tcPr>
          <w:p w14:paraId="18C92E4D" w14:textId="2B82F2EF" w:rsidR="00B23B64" w:rsidRPr="00835F44" w:rsidRDefault="00B23B64" w:rsidP="00B23B64">
            <w:pPr>
              <w:pStyle w:val="TAC"/>
              <w:rPr>
                <w:lang w:eastAsia="zh-CN"/>
              </w:rPr>
            </w:pPr>
            <w:r w:rsidRPr="00495FE7">
              <w:rPr>
                <w:lang w:eastAsia="zh-CN"/>
              </w:rPr>
              <w:t xml:space="preserve">Case </w:t>
            </w:r>
            <w:r>
              <w:rPr>
                <w:lang w:eastAsia="zh-CN"/>
              </w:rPr>
              <w:t>C</w:t>
            </w:r>
          </w:p>
        </w:tc>
        <w:tc>
          <w:tcPr>
            <w:tcW w:w="2529" w:type="dxa"/>
            <w:tcBorders>
              <w:top w:val="single" w:sz="4" w:space="0" w:color="auto"/>
              <w:left w:val="single" w:sz="4" w:space="0" w:color="auto"/>
              <w:bottom w:val="single" w:sz="4" w:space="0" w:color="auto"/>
              <w:right w:val="single" w:sz="4" w:space="0" w:color="auto"/>
            </w:tcBorders>
          </w:tcPr>
          <w:p w14:paraId="7901F3F9" w14:textId="18BB18BE" w:rsidR="00B23B64" w:rsidRPr="00835F44" w:rsidRDefault="00B23B64" w:rsidP="00B23B64">
            <w:pPr>
              <w:pStyle w:val="TAC"/>
            </w:pPr>
            <w:r w:rsidRPr="00495FE7">
              <w:t>35</w:t>
            </w:r>
            <w:r>
              <w:t>90</w:t>
            </w:r>
            <w:r w:rsidRPr="00495FE7">
              <w:t xml:space="preserve"> – &lt;1&gt; – 378</w:t>
            </w:r>
            <w:r>
              <w:t>1</w:t>
            </w:r>
          </w:p>
        </w:tc>
      </w:tr>
      <w:tr w:rsidR="00495FE7" w:rsidRPr="00835F44" w14:paraId="61C3BBD5"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hideMark/>
          </w:tcPr>
          <w:p w14:paraId="3244F6B3" w14:textId="77777777" w:rsidR="00FE698B" w:rsidRPr="00835F44" w:rsidRDefault="00FE698B" w:rsidP="00FE698B">
            <w:pPr>
              <w:pStyle w:val="TAC"/>
              <w:rPr>
                <w:rFonts w:eastAsia="Yu Mincho"/>
              </w:rPr>
            </w:pPr>
            <w:r w:rsidRPr="00835F44">
              <w:t>n51</w:t>
            </w:r>
          </w:p>
        </w:tc>
        <w:tc>
          <w:tcPr>
            <w:tcW w:w="2520" w:type="dxa"/>
            <w:tcBorders>
              <w:top w:val="single" w:sz="4" w:space="0" w:color="auto"/>
              <w:left w:val="single" w:sz="4" w:space="0" w:color="auto"/>
              <w:bottom w:val="single" w:sz="4" w:space="0" w:color="auto"/>
              <w:right w:val="single" w:sz="4" w:space="0" w:color="auto"/>
            </w:tcBorders>
            <w:hideMark/>
          </w:tcPr>
          <w:p w14:paraId="1AB902B4" w14:textId="5330936F" w:rsidR="00FE698B" w:rsidRPr="00835F44" w:rsidRDefault="00FE698B" w:rsidP="00FE698B">
            <w:pPr>
              <w:pStyle w:val="TAC"/>
            </w:pPr>
            <w:r w:rsidRPr="00835F44">
              <w:t>15</w:t>
            </w:r>
            <w:r w:rsidR="00A35DE0"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46A9666B" w14:textId="77777777" w:rsidR="00FE698B" w:rsidRPr="00835F44" w:rsidRDefault="00FE698B" w:rsidP="00FE698B">
            <w:pPr>
              <w:pStyle w:val="TAC"/>
            </w:pPr>
            <w:r w:rsidRPr="00835F44">
              <w:rPr>
                <w:lang w:eastAsia="zh-CN"/>
              </w:rPr>
              <w:t xml:space="preserve">Case </w:t>
            </w:r>
            <w:r w:rsidRPr="00835F44">
              <w:rPr>
                <w:rFonts w:hint="eastAsia"/>
                <w:lang w:eastAsia="zh-CN"/>
              </w:rPr>
              <w:t>A</w:t>
            </w:r>
          </w:p>
        </w:tc>
        <w:tc>
          <w:tcPr>
            <w:tcW w:w="2529" w:type="dxa"/>
            <w:tcBorders>
              <w:top w:val="single" w:sz="4" w:space="0" w:color="auto"/>
              <w:left w:val="single" w:sz="4" w:space="0" w:color="auto"/>
              <w:bottom w:val="single" w:sz="4" w:space="0" w:color="auto"/>
              <w:right w:val="single" w:sz="4" w:space="0" w:color="auto"/>
            </w:tcBorders>
            <w:hideMark/>
          </w:tcPr>
          <w:p w14:paraId="6BCAE518" w14:textId="77777777" w:rsidR="00FE698B" w:rsidRPr="00835F44" w:rsidRDefault="00FE698B" w:rsidP="00FE698B">
            <w:pPr>
              <w:pStyle w:val="TAC"/>
              <w:rPr>
                <w:rFonts w:eastAsia="Yu Mincho"/>
              </w:rPr>
            </w:pPr>
            <w:r w:rsidRPr="00835F44">
              <w:t>3572 – &lt;1&gt; – 3574</w:t>
            </w:r>
          </w:p>
        </w:tc>
      </w:tr>
      <w:tr w:rsidR="00495FE7" w:rsidRPr="00835F44" w14:paraId="2DD9C952" w14:textId="77777777" w:rsidTr="00CD5CB6">
        <w:trPr>
          <w:jc w:val="center"/>
        </w:trPr>
        <w:tc>
          <w:tcPr>
            <w:tcW w:w="2118" w:type="dxa"/>
            <w:vMerge w:val="restart"/>
            <w:tcBorders>
              <w:top w:val="single" w:sz="4" w:space="0" w:color="auto"/>
              <w:left w:val="single" w:sz="4" w:space="0" w:color="auto"/>
              <w:bottom w:val="single" w:sz="4" w:space="0" w:color="auto"/>
              <w:right w:val="single" w:sz="4" w:space="0" w:color="auto"/>
            </w:tcBorders>
            <w:vAlign w:val="center"/>
            <w:hideMark/>
          </w:tcPr>
          <w:p w14:paraId="2D09CCCC" w14:textId="77777777" w:rsidR="00FE698B" w:rsidRPr="00835F44" w:rsidRDefault="00FE698B" w:rsidP="00FE698B">
            <w:pPr>
              <w:pStyle w:val="TAC"/>
              <w:rPr>
                <w:rFonts w:eastAsia="Yu Mincho"/>
              </w:rPr>
            </w:pPr>
            <w:r w:rsidRPr="00835F44">
              <w:t>n66</w:t>
            </w:r>
          </w:p>
        </w:tc>
        <w:tc>
          <w:tcPr>
            <w:tcW w:w="2520" w:type="dxa"/>
            <w:tcBorders>
              <w:top w:val="single" w:sz="4" w:space="0" w:color="auto"/>
              <w:left w:val="single" w:sz="4" w:space="0" w:color="auto"/>
              <w:bottom w:val="single" w:sz="4" w:space="0" w:color="auto"/>
              <w:right w:val="single" w:sz="4" w:space="0" w:color="auto"/>
            </w:tcBorders>
            <w:hideMark/>
          </w:tcPr>
          <w:p w14:paraId="6C026F98" w14:textId="0994EBC9" w:rsidR="00FE698B" w:rsidRPr="00835F44" w:rsidRDefault="00FE698B" w:rsidP="00FE698B">
            <w:pPr>
              <w:pStyle w:val="TAC"/>
            </w:pPr>
            <w:r w:rsidRPr="00835F44">
              <w:t>15</w:t>
            </w:r>
            <w:r w:rsidR="00A35DE0"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348010FB" w14:textId="77777777" w:rsidR="00FE698B" w:rsidRPr="00835F44" w:rsidRDefault="00FE698B" w:rsidP="00FE698B">
            <w:pPr>
              <w:pStyle w:val="TAC"/>
            </w:pPr>
            <w:r w:rsidRPr="00835F44">
              <w:rPr>
                <w:lang w:eastAsia="zh-CN"/>
              </w:rPr>
              <w:t xml:space="preserve">Case </w:t>
            </w:r>
            <w:r w:rsidRPr="00835F44">
              <w:rPr>
                <w:rFonts w:hint="eastAsia"/>
                <w:lang w:eastAsia="zh-CN"/>
              </w:rPr>
              <w:t>A</w:t>
            </w:r>
          </w:p>
        </w:tc>
        <w:tc>
          <w:tcPr>
            <w:tcW w:w="2529" w:type="dxa"/>
            <w:tcBorders>
              <w:top w:val="single" w:sz="4" w:space="0" w:color="auto"/>
              <w:left w:val="single" w:sz="4" w:space="0" w:color="auto"/>
              <w:bottom w:val="single" w:sz="4" w:space="0" w:color="auto"/>
              <w:right w:val="single" w:sz="4" w:space="0" w:color="auto"/>
            </w:tcBorders>
            <w:hideMark/>
          </w:tcPr>
          <w:p w14:paraId="30184347" w14:textId="77777777" w:rsidR="00FE698B" w:rsidRPr="00835F44" w:rsidRDefault="00FE698B" w:rsidP="00FE698B">
            <w:pPr>
              <w:pStyle w:val="TAC"/>
              <w:rPr>
                <w:rFonts w:eastAsia="Yu Mincho"/>
              </w:rPr>
            </w:pPr>
            <w:r w:rsidRPr="00835F44">
              <w:t>5279 – &lt;1&gt; – 5494</w:t>
            </w:r>
          </w:p>
        </w:tc>
      </w:tr>
      <w:tr w:rsidR="00495FE7" w:rsidRPr="00835F44" w14:paraId="3BFA2FFB" w14:textId="77777777" w:rsidTr="00CD5CB6">
        <w:trPr>
          <w:jc w:val="center"/>
        </w:trPr>
        <w:tc>
          <w:tcPr>
            <w:tcW w:w="2118" w:type="dxa"/>
            <w:vMerge/>
            <w:tcBorders>
              <w:top w:val="single" w:sz="4" w:space="0" w:color="auto"/>
              <w:left w:val="single" w:sz="4" w:space="0" w:color="auto"/>
              <w:bottom w:val="single" w:sz="4" w:space="0" w:color="auto"/>
              <w:right w:val="single" w:sz="4" w:space="0" w:color="auto"/>
            </w:tcBorders>
            <w:vAlign w:val="center"/>
            <w:hideMark/>
          </w:tcPr>
          <w:p w14:paraId="170D100E" w14:textId="77777777" w:rsidR="00FE698B" w:rsidRPr="00835F44" w:rsidRDefault="00FE698B" w:rsidP="00FE698B">
            <w:pPr>
              <w:pStyle w:val="TAC"/>
              <w:rPr>
                <w:rFonts w:eastAsia="Yu Mincho"/>
              </w:rPr>
            </w:pPr>
          </w:p>
        </w:tc>
        <w:tc>
          <w:tcPr>
            <w:tcW w:w="2520" w:type="dxa"/>
            <w:tcBorders>
              <w:top w:val="single" w:sz="4" w:space="0" w:color="auto"/>
              <w:left w:val="single" w:sz="4" w:space="0" w:color="auto"/>
              <w:bottom w:val="single" w:sz="4" w:space="0" w:color="auto"/>
              <w:right w:val="single" w:sz="4" w:space="0" w:color="auto"/>
            </w:tcBorders>
            <w:hideMark/>
          </w:tcPr>
          <w:p w14:paraId="6B2DA494" w14:textId="72A8664F" w:rsidR="00FE698B" w:rsidRPr="00835F44" w:rsidRDefault="00FE698B" w:rsidP="00FE698B">
            <w:pPr>
              <w:pStyle w:val="TAC"/>
            </w:pPr>
            <w:r w:rsidRPr="00835F44">
              <w:t>30</w:t>
            </w:r>
            <w:r w:rsidR="00652CC6"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510FA425" w14:textId="77777777" w:rsidR="00FE698B" w:rsidRPr="00835F44" w:rsidRDefault="00FE698B" w:rsidP="00FE698B">
            <w:pPr>
              <w:pStyle w:val="TAC"/>
            </w:pPr>
            <w:r w:rsidRPr="00835F44">
              <w:rPr>
                <w:lang w:eastAsia="zh-CN"/>
              </w:rPr>
              <w:t>Case B</w:t>
            </w:r>
          </w:p>
        </w:tc>
        <w:tc>
          <w:tcPr>
            <w:tcW w:w="2529" w:type="dxa"/>
            <w:tcBorders>
              <w:top w:val="single" w:sz="4" w:space="0" w:color="auto"/>
              <w:left w:val="single" w:sz="4" w:space="0" w:color="auto"/>
              <w:bottom w:val="single" w:sz="4" w:space="0" w:color="auto"/>
              <w:right w:val="single" w:sz="4" w:space="0" w:color="auto"/>
            </w:tcBorders>
            <w:hideMark/>
          </w:tcPr>
          <w:p w14:paraId="60190C50" w14:textId="77777777" w:rsidR="00FE698B" w:rsidRPr="00835F44" w:rsidRDefault="00FE698B" w:rsidP="00FE698B">
            <w:pPr>
              <w:pStyle w:val="TAC"/>
            </w:pPr>
            <w:r w:rsidRPr="00835F44">
              <w:t>5285 – &lt;1&gt; – 5488</w:t>
            </w:r>
          </w:p>
        </w:tc>
      </w:tr>
      <w:tr w:rsidR="00495FE7" w:rsidRPr="00835F44" w14:paraId="59CC8782"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hideMark/>
          </w:tcPr>
          <w:p w14:paraId="080F7EA3" w14:textId="77777777" w:rsidR="00FE698B" w:rsidRPr="00835F44" w:rsidRDefault="00FE698B" w:rsidP="00FE698B">
            <w:pPr>
              <w:pStyle w:val="TAC"/>
              <w:rPr>
                <w:rFonts w:eastAsia="Yu Mincho"/>
              </w:rPr>
            </w:pPr>
            <w:r w:rsidRPr="00835F44">
              <w:t>n70</w:t>
            </w:r>
          </w:p>
        </w:tc>
        <w:tc>
          <w:tcPr>
            <w:tcW w:w="2520" w:type="dxa"/>
            <w:tcBorders>
              <w:top w:val="single" w:sz="4" w:space="0" w:color="auto"/>
              <w:left w:val="single" w:sz="4" w:space="0" w:color="auto"/>
              <w:bottom w:val="single" w:sz="4" w:space="0" w:color="auto"/>
              <w:right w:val="single" w:sz="4" w:space="0" w:color="auto"/>
            </w:tcBorders>
            <w:hideMark/>
          </w:tcPr>
          <w:p w14:paraId="5579ED82" w14:textId="4169E67A" w:rsidR="00FE698B" w:rsidRPr="00835F44" w:rsidRDefault="00FE698B" w:rsidP="00FE698B">
            <w:pPr>
              <w:pStyle w:val="TAC"/>
            </w:pPr>
            <w:r w:rsidRPr="00835F44">
              <w:t>15</w:t>
            </w:r>
            <w:r w:rsidR="00652CC6"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41997A34" w14:textId="77777777" w:rsidR="00FE698B" w:rsidRPr="00835F44" w:rsidRDefault="00FE698B" w:rsidP="00FE698B">
            <w:pPr>
              <w:pStyle w:val="TAC"/>
            </w:pPr>
            <w:r w:rsidRPr="00835F44">
              <w:rPr>
                <w:lang w:eastAsia="zh-CN"/>
              </w:rPr>
              <w:t xml:space="preserve">Case </w:t>
            </w:r>
            <w:r w:rsidRPr="00835F44">
              <w:rPr>
                <w:rFonts w:hint="eastAsia"/>
                <w:lang w:eastAsia="zh-CN"/>
              </w:rPr>
              <w:t>A</w:t>
            </w:r>
          </w:p>
        </w:tc>
        <w:tc>
          <w:tcPr>
            <w:tcW w:w="2529" w:type="dxa"/>
            <w:tcBorders>
              <w:top w:val="single" w:sz="4" w:space="0" w:color="auto"/>
              <w:left w:val="single" w:sz="4" w:space="0" w:color="auto"/>
              <w:bottom w:val="single" w:sz="4" w:space="0" w:color="auto"/>
              <w:right w:val="single" w:sz="4" w:space="0" w:color="auto"/>
            </w:tcBorders>
            <w:hideMark/>
          </w:tcPr>
          <w:p w14:paraId="37F1FEE6" w14:textId="77777777" w:rsidR="00FE698B" w:rsidRPr="00835F44" w:rsidRDefault="00FE698B" w:rsidP="00FE698B">
            <w:pPr>
              <w:pStyle w:val="TAC"/>
              <w:rPr>
                <w:rFonts w:eastAsia="Yu Mincho"/>
              </w:rPr>
            </w:pPr>
            <w:r w:rsidRPr="00835F44">
              <w:t>4993 – &lt;1&gt; – 5044</w:t>
            </w:r>
          </w:p>
        </w:tc>
      </w:tr>
      <w:tr w:rsidR="00495FE7" w:rsidRPr="00835F44" w14:paraId="55E8E158"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hideMark/>
          </w:tcPr>
          <w:p w14:paraId="16776AC8" w14:textId="77777777" w:rsidR="00FE698B" w:rsidRPr="00835F44" w:rsidRDefault="00FE698B" w:rsidP="00FE698B">
            <w:pPr>
              <w:pStyle w:val="TAC"/>
              <w:rPr>
                <w:rFonts w:eastAsia="Yu Mincho"/>
              </w:rPr>
            </w:pPr>
            <w:r w:rsidRPr="00835F44">
              <w:t>n71</w:t>
            </w:r>
          </w:p>
        </w:tc>
        <w:tc>
          <w:tcPr>
            <w:tcW w:w="2520" w:type="dxa"/>
            <w:tcBorders>
              <w:top w:val="single" w:sz="4" w:space="0" w:color="auto"/>
              <w:left w:val="single" w:sz="4" w:space="0" w:color="auto"/>
              <w:bottom w:val="single" w:sz="4" w:space="0" w:color="auto"/>
              <w:right w:val="single" w:sz="4" w:space="0" w:color="auto"/>
            </w:tcBorders>
            <w:hideMark/>
          </w:tcPr>
          <w:p w14:paraId="7E484B5A" w14:textId="16BBA0E0" w:rsidR="00FE698B" w:rsidRPr="00835F44" w:rsidRDefault="00FE698B" w:rsidP="00FE698B">
            <w:pPr>
              <w:pStyle w:val="TAC"/>
            </w:pPr>
            <w:r w:rsidRPr="00835F44">
              <w:t>15</w:t>
            </w:r>
            <w:r w:rsidR="00652CC6"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367FAD96" w14:textId="77777777" w:rsidR="00FE698B" w:rsidRPr="00835F44" w:rsidRDefault="00FE698B" w:rsidP="00FE698B">
            <w:pPr>
              <w:pStyle w:val="TAC"/>
            </w:pPr>
            <w:r w:rsidRPr="00835F44">
              <w:rPr>
                <w:lang w:eastAsia="zh-CN"/>
              </w:rPr>
              <w:t xml:space="preserve">Case </w:t>
            </w:r>
            <w:r w:rsidRPr="00835F44">
              <w:rPr>
                <w:rFonts w:hint="eastAsia"/>
                <w:lang w:eastAsia="zh-CN"/>
              </w:rPr>
              <w:t>A</w:t>
            </w:r>
          </w:p>
        </w:tc>
        <w:tc>
          <w:tcPr>
            <w:tcW w:w="2529" w:type="dxa"/>
            <w:tcBorders>
              <w:top w:val="single" w:sz="4" w:space="0" w:color="auto"/>
              <w:left w:val="single" w:sz="4" w:space="0" w:color="auto"/>
              <w:bottom w:val="single" w:sz="4" w:space="0" w:color="auto"/>
              <w:right w:val="single" w:sz="4" w:space="0" w:color="auto"/>
            </w:tcBorders>
            <w:hideMark/>
          </w:tcPr>
          <w:p w14:paraId="5B3330ED" w14:textId="77777777" w:rsidR="00FE698B" w:rsidRPr="00835F44" w:rsidRDefault="00DA5033" w:rsidP="00FE698B">
            <w:pPr>
              <w:pStyle w:val="TAC"/>
              <w:rPr>
                <w:rFonts w:eastAsia="Yu Mincho"/>
              </w:rPr>
            </w:pPr>
            <w:r w:rsidRPr="00835F44">
              <w:t>1547 – &lt;1&gt; – 1624</w:t>
            </w:r>
          </w:p>
        </w:tc>
      </w:tr>
      <w:tr w:rsidR="00495FE7" w:rsidRPr="00835F44" w14:paraId="05B48CF7"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tcPr>
          <w:p w14:paraId="6219C05D" w14:textId="77777777" w:rsidR="00CD5CB6" w:rsidRPr="00835F44" w:rsidRDefault="00CD5CB6" w:rsidP="00CD5CB6">
            <w:pPr>
              <w:pStyle w:val="TAC"/>
            </w:pPr>
            <w:r w:rsidRPr="00835F44">
              <w:t>n74</w:t>
            </w:r>
          </w:p>
        </w:tc>
        <w:tc>
          <w:tcPr>
            <w:tcW w:w="2520" w:type="dxa"/>
            <w:tcBorders>
              <w:top w:val="single" w:sz="4" w:space="0" w:color="auto"/>
              <w:left w:val="single" w:sz="4" w:space="0" w:color="auto"/>
              <w:bottom w:val="single" w:sz="4" w:space="0" w:color="auto"/>
              <w:right w:val="single" w:sz="4" w:space="0" w:color="auto"/>
            </w:tcBorders>
          </w:tcPr>
          <w:p w14:paraId="10F58FFF" w14:textId="371780F3" w:rsidR="00CD5CB6" w:rsidRPr="00835F44" w:rsidRDefault="00CD5CB6" w:rsidP="00CD5CB6">
            <w:pPr>
              <w:pStyle w:val="TAC"/>
            </w:pPr>
            <w:r w:rsidRPr="00835F44">
              <w:t>15</w:t>
            </w:r>
            <w:r w:rsidR="00652CC6"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37A1E5CE" w14:textId="77777777" w:rsidR="00CD5CB6" w:rsidRPr="00835F44" w:rsidRDefault="00CD5CB6" w:rsidP="00CD5CB6">
            <w:pPr>
              <w:pStyle w:val="TAC"/>
              <w:rPr>
                <w:lang w:eastAsia="zh-CN"/>
              </w:rPr>
            </w:pPr>
            <w:r w:rsidRPr="00835F44">
              <w:rPr>
                <w:lang w:eastAsia="zh-CN"/>
              </w:rPr>
              <w:t xml:space="preserve">Case </w:t>
            </w:r>
            <w:r w:rsidRPr="00835F44">
              <w:rPr>
                <w:rFonts w:hint="eastAsia"/>
                <w:lang w:eastAsia="zh-CN"/>
              </w:rPr>
              <w:t>A</w:t>
            </w:r>
          </w:p>
        </w:tc>
        <w:tc>
          <w:tcPr>
            <w:tcW w:w="2529" w:type="dxa"/>
            <w:tcBorders>
              <w:top w:val="single" w:sz="4" w:space="0" w:color="auto"/>
              <w:left w:val="single" w:sz="4" w:space="0" w:color="auto"/>
              <w:bottom w:val="single" w:sz="4" w:space="0" w:color="auto"/>
              <w:right w:val="single" w:sz="4" w:space="0" w:color="auto"/>
            </w:tcBorders>
          </w:tcPr>
          <w:p w14:paraId="58F9E434" w14:textId="5494C883" w:rsidR="00CD5CB6" w:rsidRPr="00835F44" w:rsidRDefault="00CD5CB6" w:rsidP="00CD5CB6">
            <w:pPr>
              <w:pStyle w:val="TAC"/>
            </w:pPr>
            <w:r w:rsidRPr="00835F44">
              <w:t>3692 – &lt;1&gt; – 3790</w:t>
            </w:r>
          </w:p>
        </w:tc>
      </w:tr>
      <w:tr w:rsidR="00495FE7" w:rsidRPr="00835F44" w14:paraId="025408C2"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hideMark/>
          </w:tcPr>
          <w:p w14:paraId="7A908CAF" w14:textId="77777777" w:rsidR="00FE698B" w:rsidRPr="00835F44" w:rsidRDefault="00FE698B" w:rsidP="00FE698B">
            <w:pPr>
              <w:pStyle w:val="TAC"/>
              <w:rPr>
                <w:rFonts w:eastAsia="Yu Mincho"/>
              </w:rPr>
            </w:pPr>
            <w:r w:rsidRPr="00835F44">
              <w:t>n75</w:t>
            </w:r>
          </w:p>
        </w:tc>
        <w:tc>
          <w:tcPr>
            <w:tcW w:w="2520" w:type="dxa"/>
            <w:tcBorders>
              <w:top w:val="single" w:sz="4" w:space="0" w:color="auto"/>
              <w:left w:val="single" w:sz="4" w:space="0" w:color="auto"/>
              <w:bottom w:val="single" w:sz="4" w:space="0" w:color="auto"/>
              <w:right w:val="single" w:sz="4" w:space="0" w:color="auto"/>
            </w:tcBorders>
            <w:hideMark/>
          </w:tcPr>
          <w:p w14:paraId="1672152E" w14:textId="1BBAC05F" w:rsidR="00FE698B" w:rsidRPr="00835F44" w:rsidRDefault="00FE698B" w:rsidP="00FE698B">
            <w:pPr>
              <w:pStyle w:val="TAC"/>
            </w:pPr>
            <w:r w:rsidRPr="00835F44">
              <w:t>15</w:t>
            </w:r>
            <w:r w:rsidR="00652CC6"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31A34613" w14:textId="77777777" w:rsidR="00FE698B" w:rsidRPr="00835F44" w:rsidRDefault="00FE698B" w:rsidP="00FE698B">
            <w:pPr>
              <w:pStyle w:val="TAC"/>
            </w:pPr>
            <w:r w:rsidRPr="00835F44">
              <w:rPr>
                <w:lang w:eastAsia="zh-CN"/>
              </w:rPr>
              <w:t xml:space="preserve">Case </w:t>
            </w:r>
            <w:r w:rsidRPr="00835F44">
              <w:rPr>
                <w:rFonts w:hint="eastAsia"/>
                <w:lang w:eastAsia="zh-CN"/>
              </w:rPr>
              <w:t>A</w:t>
            </w:r>
          </w:p>
        </w:tc>
        <w:tc>
          <w:tcPr>
            <w:tcW w:w="2529" w:type="dxa"/>
            <w:tcBorders>
              <w:top w:val="single" w:sz="4" w:space="0" w:color="auto"/>
              <w:left w:val="single" w:sz="4" w:space="0" w:color="auto"/>
              <w:bottom w:val="single" w:sz="4" w:space="0" w:color="auto"/>
              <w:right w:val="single" w:sz="4" w:space="0" w:color="auto"/>
            </w:tcBorders>
            <w:hideMark/>
          </w:tcPr>
          <w:p w14:paraId="5FC421DD" w14:textId="77777777" w:rsidR="00FE698B" w:rsidRPr="00835F44" w:rsidRDefault="00FE698B" w:rsidP="00FE698B">
            <w:pPr>
              <w:pStyle w:val="TAC"/>
              <w:rPr>
                <w:rFonts w:eastAsia="Yu Mincho"/>
              </w:rPr>
            </w:pPr>
            <w:r w:rsidRPr="00835F44">
              <w:t>3584 – &lt;1&gt; – 3787</w:t>
            </w:r>
          </w:p>
        </w:tc>
      </w:tr>
      <w:tr w:rsidR="00495FE7" w:rsidRPr="00835F44" w14:paraId="3FF2D98D"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hideMark/>
          </w:tcPr>
          <w:p w14:paraId="6CE0BC69" w14:textId="77777777" w:rsidR="00FE698B" w:rsidRPr="00835F44" w:rsidRDefault="00FE698B" w:rsidP="00FE698B">
            <w:pPr>
              <w:pStyle w:val="TAC"/>
              <w:rPr>
                <w:rFonts w:eastAsia="Yu Mincho"/>
              </w:rPr>
            </w:pPr>
            <w:r w:rsidRPr="00835F44">
              <w:t>n76</w:t>
            </w:r>
          </w:p>
        </w:tc>
        <w:tc>
          <w:tcPr>
            <w:tcW w:w="2520" w:type="dxa"/>
            <w:tcBorders>
              <w:top w:val="single" w:sz="4" w:space="0" w:color="auto"/>
              <w:left w:val="single" w:sz="4" w:space="0" w:color="auto"/>
              <w:bottom w:val="single" w:sz="4" w:space="0" w:color="auto"/>
              <w:right w:val="single" w:sz="4" w:space="0" w:color="auto"/>
            </w:tcBorders>
            <w:hideMark/>
          </w:tcPr>
          <w:p w14:paraId="04A9025C" w14:textId="6672CB09" w:rsidR="00FE698B" w:rsidRPr="00835F44" w:rsidRDefault="00FE698B" w:rsidP="00FE698B">
            <w:pPr>
              <w:pStyle w:val="TAC"/>
            </w:pPr>
            <w:r w:rsidRPr="00835F44">
              <w:t>15</w:t>
            </w:r>
            <w:r w:rsidR="00652CC6"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62CC315A" w14:textId="77777777" w:rsidR="00FE698B" w:rsidRPr="00835F44" w:rsidRDefault="00FE698B" w:rsidP="00FE698B">
            <w:pPr>
              <w:pStyle w:val="TAC"/>
            </w:pPr>
            <w:r w:rsidRPr="00835F44">
              <w:rPr>
                <w:lang w:eastAsia="zh-CN"/>
              </w:rPr>
              <w:t xml:space="preserve">Case </w:t>
            </w:r>
            <w:r w:rsidRPr="00835F44">
              <w:rPr>
                <w:rFonts w:hint="eastAsia"/>
                <w:lang w:eastAsia="zh-CN"/>
              </w:rPr>
              <w:t>A</w:t>
            </w:r>
          </w:p>
        </w:tc>
        <w:tc>
          <w:tcPr>
            <w:tcW w:w="2529" w:type="dxa"/>
            <w:tcBorders>
              <w:top w:val="single" w:sz="4" w:space="0" w:color="auto"/>
              <w:left w:val="single" w:sz="4" w:space="0" w:color="auto"/>
              <w:bottom w:val="single" w:sz="4" w:space="0" w:color="auto"/>
              <w:right w:val="single" w:sz="4" w:space="0" w:color="auto"/>
            </w:tcBorders>
            <w:hideMark/>
          </w:tcPr>
          <w:p w14:paraId="4E8E30CC" w14:textId="77777777" w:rsidR="00FE698B" w:rsidRPr="00835F44" w:rsidRDefault="00FE698B" w:rsidP="00FE698B">
            <w:pPr>
              <w:pStyle w:val="TAC"/>
              <w:rPr>
                <w:rFonts w:eastAsia="Yu Mincho"/>
              </w:rPr>
            </w:pPr>
            <w:r w:rsidRPr="00835F44">
              <w:t>3572 – &lt;1&gt; – 3574</w:t>
            </w:r>
          </w:p>
        </w:tc>
      </w:tr>
      <w:tr w:rsidR="00495FE7" w:rsidRPr="00835F44" w14:paraId="1019ABF7"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hideMark/>
          </w:tcPr>
          <w:p w14:paraId="6290CF16" w14:textId="77777777" w:rsidR="00FE698B" w:rsidRPr="00835F44" w:rsidRDefault="00FE698B" w:rsidP="00FE698B">
            <w:pPr>
              <w:pStyle w:val="TAC"/>
              <w:rPr>
                <w:rFonts w:eastAsia="Yu Mincho"/>
              </w:rPr>
            </w:pPr>
            <w:r w:rsidRPr="00835F44">
              <w:t>n77</w:t>
            </w:r>
          </w:p>
        </w:tc>
        <w:tc>
          <w:tcPr>
            <w:tcW w:w="2520" w:type="dxa"/>
            <w:tcBorders>
              <w:top w:val="single" w:sz="4" w:space="0" w:color="auto"/>
              <w:left w:val="single" w:sz="4" w:space="0" w:color="auto"/>
              <w:bottom w:val="single" w:sz="4" w:space="0" w:color="auto"/>
              <w:right w:val="single" w:sz="4" w:space="0" w:color="auto"/>
            </w:tcBorders>
            <w:hideMark/>
          </w:tcPr>
          <w:p w14:paraId="6865692A" w14:textId="5CE3FFE5" w:rsidR="00FE698B" w:rsidRPr="00835F44" w:rsidRDefault="00FE698B" w:rsidP="00FE698B">
            <w:pPr>
              <w:pStyle w:val="TAC"/>
            </w:pPr>
            <w:r w:rsidRPr="00835F44">
              <w:t>30</w:t>
            </w:r>
            <w:r w:rsidR="00652CC6"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158058DC" w14:textId="77777777" w:rsidR="00FE698B" w:rsidRPr="00835F44" w:rsidRDefault="00FE698B" w:rsidP="00FE698B">
            <w:pPr>
              <w:pStyle w:val="TAC"/>
            </w:pPr>
            <w:r w:rsidRPr="00835F44">
              <w:rPr>
                <w:lang w:eastAsia="zh-CN"/>
              </w:rPr>
              <w:t>Case C</w:t>
            </w:r>
          </w:p>
        </w:tc>
        <w:tc>
          <w:tcPr>
            <w:tcW w:w="2529" w:type="dxa"/>
            <w:tcBorders>
              <w:top w:val="single" w:sz="4" w:space="0" w:color="auto"/>
              <w:left w:val="single" w:sz="4" w:space="0" w:color="auto"/>
              <w:bottom w:val="single" w:sz="4" w:space="0" w:color="auto"/>
              <w:right w:val="single" w:sz="4" w:space="0" w:color="auto"/>
            </w:tcBorders>
            <w:hideMark/>
          </w:tcPr>
          <w:p w14:paraId="77DDB946" w14:textId="77777777" w:rsidR="00FE698B" w:rsidRPr="00835F44" w:rsidRDefault="00FE698B" w:rsidP="00FE698B">
            <w:pPr>
              <w:pStyle w:val="TAC"/>
              <w:rPr>
                <w:rFonts w:eastAsia="Yu Mincho"/>
              </w:rPr>
            </w:pPr>
            <w:r w:rsidRPr="00835F44">
              <w:t>7711 – &lt;1&gt; – 8329</w:t>
            </w:r>
          </w:p>
        </w:tc>
      </w:tr>
      <w:tr w:rsidR="00495FE7" w:rsidRPr="00835F44" w14:paraId="1225B90D"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hideMark/>
          </w:tcPr>
          <w:p w14:paraId="43E6EE2F" w14:textId="77777777" w:rsidR="00FE698B" w:rsidRPr="00835F44" w:rsidRDefault="00FE698B" w:rsidP="00FE698B">
            <w:pPr>
              <w:pStyle w:val="TAC"/>
              <w:rPr>
                <w:rFonts w:eastAsia="Yu Mincho"/>
              </w:rPr>
            </w:pPr>
            <w:r w:rsidRPr="00835F44">
              <w:t>n78</w:t>
            </w:r>
          </w:p>
        </w:tc>
        <w:tc>
          <w:tcPr>
            <w:tcW w:w="2520" w:type="dxa"/>
            <w:tcBorders>
              <w:top w:val="single" w:sz="4" w:space="0" w:color="auto"/>
              <w:left w:val="single" w:sz="4" w:space="0" w:color="auto"/>
              <w:bottom w:val="single" w:sz="4" w:space="0" w:color="auto"/>
              <w:right w:val="single" w:sz="4" w:space="0" w:color="auto"/>
            </w:tcBorders>
            <w:hideMark/>
          </w:tcPr>
          <w:p w14:paraId="0D4C578B" w14:textId="31DCD60D" w:rsidR="00FE698B" w:rsidRPr="00835F44" w:rsidRDefault="00FE698B" w:rsidP="00FE698B">
            <w:pPr>
              <w:pStyle w:val="TAC"/>
            </w:pPr>
            <w:r w:rsidRPr="00835F44">
              <w:t>30</w:t>
            </w:r>
            <w:r w:rsidR="00652CC6"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44C73A80" w14:textId="77777777" w:rsidR="00FE698B" w:rsidRPr="00835F44" w:rsidRDefault="00FE698B" w:rsidP="00FE698B">
            <w:pPr>
              <w:pStyle w:val="TAC"/>
            </w:pPr>
            <w:r w:rsidRPr="00835F44">
              <w:rPr>
                <w:lang w:eastAsia="zh-CN"/>
              </w:rPr>
              <w:t>Case C</w:t>
            </w:r>
          </w:p>
        </w:tc>
        <w:tc>
          <w:tcPr>
            <w:tcW w:w="2529" w:type="dxa"/>
            <w:tcBorders>
              <w:top w:val="single" w:sz="4" w:space="0" w:color="auto"/>
              <w:left w:val="single" w:sz="4" w:space="0" w:color="auto"/>
              <w:bottom w:val="single" w:sz="4" w:space="0" w:color="auto"/>
              <w:right w:val="single" w:sz="4" w:space="0" w:color="auto"/>
            </w:tcBorders>
            <w:hideMark/>
          </w:tcPr>
          <w:p w14:paraId="2A1C1386" w14:textId="77777777" w:rsidR="00FE698B" w:rsidRPr="00835F44" w:rsidRDefault="00FE698B" w:rsidP="00FE698B">
            <w:pPr>
              <w:pStyle w:val="TAC"/>
              <w:rPr>
                <w:rFonts w:eastAsia="Yu Mincho"/>
              </w:rPr>
            </w:pPr>
            <w:r w:rsidRPr="00835F44">
              <w:t>7711 – &lt;1&gt; – 8051</w:t>
            </w:r>
          </w:p>
        </w:tc>
      </w:tr>
      <w:tr w:rsidR="00495FE7" w:rsidRPr="00835F44" w14:paraId="60CAFCAF" w14:textId="77777777" w:rsidTr="00CD5CB6">
        <w:trPr>
          <w:jc w:val="center"/>
        </w:trPr>
        <w:tc>
          <w:tcPr>
            <w:tcW w:w="2118" w:type="dxa"/>
            <w:tcBorders>
              <w:top w:val="single" w:sz="4" w:space="0" w:color="auto"/>
              <w:left w:val="single" w:sz="4" w:space="0" w:color="auto"/>
              <w:bottom w:val="single" w:sz="4" w:space="0" w:color="auto"/>
              <w:right w:val="single" w:sz="4" w:space="0" w:color="auto"/>
            </w:tcBorders>
            <w:hideMark/>
          </w:tcPr>
          <w:p w14:paraId="4C38D222" w14:textId="77777777" w:rsidR="00FE698B" w:rsidRPr="00835F44" w:rsidRDefault="00FE698B" w:rsidP="00FE698B">
            <w:pPr>
              <w:pStyle w:val="TAC"/>
              <w:rPr>
                <w:rFonts w:eastAsia="Yu Mincho"/>
              </w:rPr>
            </w:pPr>
            <w:r w:rsidRPr="00835F44">
              <w:t>n79</w:t>
            </w:r>
          </w:p>
        </w:tc>
        <w:tc>
          <w:tcPr>
            <w:tcW w:w="2520" w:type="dxa"/>
            <w:tcBorders>
              <w:top w:val="single" w:sz="4" w:space="0" w:color="auto"/>
              <w:left w:val="single" w:sz="4" w:space="0" w:color="auto"/>
              <w:bottom w:val="single" w:sz="4" w:space="0" w:color="auto"/>
              <w:right w:val="single" w:sz="4" w:space="0" w:color="auto"/>
            </w:tcBorders>
            <w:hideMark/>
          </w:tcPr>
          <w:p w14:paraId="3AE234D9" w14:textId="68FAE2E4" w:rsidR="00FE698B" w:rsidRPr="00835F44" w:rsidRDefault="00FE698B" w:rsidP="00FE698B">
            <w:pPr>
              <w:pStyle w:val="TAC"/>
            </w:pPr>
            <w:r w:rsidRPr="00835F44">
              <w:t>30</w:t>
            </w:r>
            <w:r w:rsidR="00652CC6" w:rsidRPr="00835F44">
              <w:t xml:space="preserve"> </w:t>
            </w:r>
            <w:r w:rsidRPr="00835F44">
              <w:t>kHz</w:t>
            </w:r>
          </w:p>
        </w:tc>
        <w:tc>
          <w:tcPr>
            <w:tcW w:w="2462" w:type="dxa"/>
            <w:tcBorders>
              <w:top w:val="single" w:sz="4" w:space="0" w:color="auto"/>
              <w:left w:val="single" w:sz="4" w:space="0" w:color="auto"/>
              <w:bottom w:val="single" w:sz="4" w:space="0" w:color="auto"/>
              <w:right w:val="single" w:sz="4" w:space="0" w:color="auto"/>
            </w:tcBorders>
          </w:tcPr>
          <w:p w14:paraId="13124226" w14:textId="77777777" w:rsidR="00FE698B" w:rsidRPr="00835F44" w:rsidRDefault="00FE698B" w:rsidP="00FE698B">
            <w:pPr>
              <w:pStyle w:val="TAC"/>
            </w:pPr>
            <w:r w:rsidRPr="00835F44">
              <w:rPr>
                <w:lang w:eastAsia="zh-CN"/>
              </w:rPr>
              <w:t>Case C</w:t>
            </w:r>
          </w:p>
        </w:tc>
        <w:tc>
          <w:tcPr>
            <w:tcW w:w="2529" w:type="dxa"/>
            <w:tcBorders>
              <w:top w:val="single" w:sz="4" w:space="0" w:color="auto"/>
              <w:left w:val="single" w:sz="4" w:space="0" w:color="auto"/>
              <w:bottom w:val="single" w:sz="4" w:space="0" w:color="auto"/>
              <w:right w:val="single" w:sz="4" w:space="0" w:color="auto"/>
            </w:tcBorders>
            <w:hideMark/>
          </w:tcPr>
          <w:p w14:paraId="3E807310" w14:textId="77777777" w:rsidR="00FE698B" w:rsidRPr="00835F44" w:rsidRDefault="00FE698B" w:rsidP="00FE698B">
            <w:pPr>
              <w:pStyle w:val="TAC"/>
              <w:rPr>
                <w:rFonts w:eastAsia="Yu Mincho"/>
              </w:rPr>
            </w:pPr>
            <w:r w:rsidRPr="00835F44">
              <w:t>8480 – &lt;16&gt; – 8880</w:t>
            </w:r>
          </w:p>
        </w:tc>
      </w:tr>
      <w:tr w:rsidR="005F7BBD" w:rsidRPr="00835F44" w14:paraId="282A0D8A" w14:textId="77777777" w:rsidTr="00CD5CB6">
        <w:trPr>
          <w:jc w:val="center"/>
        </w:trPr>
        <w:tc>
          <w:tcPr>
            <w:tcW w:w="9629" w:type="dxa"/>
            <w:gridSpan w:val="4"/>
            <w:tcBorders>
              <w:top w:val="single" w:sz="4" w:space="0" w:color="auto"/>
              <w:left w:val="single" w:sz="4" w:space="0" w:color="auto"/>
              <w:bottom w:val="single" w:sz="4" w:space="0" w:color="auto"/>
              <w:right w:val="single" w:sz="4" w:space="0" w:color="auto"/>
            </w:tcBorders>
          </w:tcPr>
          <w:p w14:paraId="341E2553" w14:textId="77E1C5BC" w:rsidR="00B23B64" w:rsidRDefault="005F7BBD" w:rsidP="00B23B64">
            <w:pPr>
              <w:pStyle w:val="TAN"/>
            </w:pPr>
            <w:r w:rsidRPr="00835F44">
              <w:t>NOTE 1:</w:t>
            </w:r>
            <w:r w:rsidRPr="00835F44">
              <w:tab/>
              <w:t xml:space="preserve">SS Block pattern is defined in </w:t>
            </w:r>
            <w:r w:rsidR="00B95E72" w:rsidRPr="00835F44">
              <w:t>clause</w:t>
            </w:r>
            <w:r w:rsidRPr="00835F44">
              <w:t xml:space="preserve"> 4.1 in TS 38.213</w:t>
            </w:r>
            <w:r w:rsidR="00924A6F" w:rsidRPr="00835F44">
              <w:t xml:space="preserve"> [8]</w:t>
            </w:r>
            <w:r w:rsidR="00B23B64">
              <w:t xml:space="preserve"> </w:t>
            </w:r>
          </w:p>
          <w:p w14:paraId="50ECA556" w14:textId="77777777" w:rsidR="005F7BBD" w:rsidRDefault="00B23B64" w:rsidP="00B23B64">
            <w:pPr>
              <w:pStyle w:val="TAN"/>
            </w:pPr>
            <w:r>
              <w:t>NOTE 2:</w:t>
            </w:r>
            <w:r w:rsidRPr="00835F44">
              <w:tab/>
            </w:r>
            <w:r>
              <w:t>The applicable SS raster entries are GSCN = {6432, 6443, 6457, 6468, 6479, 6493, 6507, 6518, 6532, 6543}</w:t>
            </w:r>
          </w:p>
          <w:p w14:paraId="4E085915" w14:textId="77777777" w:rsidR="00E415D5" w:rsidRDefault="00E415D5" w:rsidP="00E415D5">
            <w:pPr>
              <w:pStyle w:val="TAN"/>
            </w:pPr>
            <w:r>
              <w:t>NOTE 3:</w:t>
            </w:r>
            <w:r w:rsidRPr="00835F44">
              <w:tab/>
            </w:r>
            <w:r>
              <w:t>The applicable SS raster entries are GSCN = {5032, 5043, 5054}</w:t>
            </w:r>
          </w:p>
          <w:p w14:paraId="664CB78A" w14:textId="314E5AC3" w:rsidR="00E415D5" w:rsidRPr="00835F44" w:rsidRDefault="00E415D5" w:rsidP="00E415D5">
            <w:pPr>
              <w:pStyle w:val="TAN"/>
            </w:pPr>
            <w:r>
              <w:t>NOTE 4:</w:t>
            </w:r>
            <w:r w:rsidRPr="00835F44">
              <w:tab/>
            </w:r>
            <w:r>
              <w:t>The applicable SS raster entries are GSCN = {4707, 4715, 4718, 4729, 4732, 4743, 4747, 4754, 4761, 4768, 4772, 4782, 4786, 4793}</w:t>
            </w:r>
          </w:p>
        </w:tc>
      </w:tr>
    </w:tbl>
    <w:p w14:paraId="705629E4" w14:textId="77777777" w:rsidR="005F7BBD" w:rsidRPr="00835F44" w:rsidRDefault="005F7BBD" w:rsidP="00863308"/>
    <w:p w14:paraId="349209F6" w14:textId="77777777" w:rsidR="005F7BBD" w:rsidRPr="00835F44" w:rsidRDefault="005F7BBD" w:rsidP="00495FE7">
      <w:pPr>
        <w:pStyle w:val="Heading3"/>
      </w:pPr>
      <w:bookmarkStart w:id="538" w:name="_Toc21342876"/>
      <w:bookmarkStart w:id="539" w:name="_Toc29769837"/>
      <w:bookmarkStart w:id="540" w:name="_Toc29799336"/>
      <w:bookmarkStart w:id="541" w:name="_Toc37254560"/>
      <w:bookmarkStart w:id="542" w:name="_Toc37255203"/>
      <w:bookmarkStart w:id="543" w:name="_Toc45887227"/>
      <w:bookmarkStart w:id="544" w:name="_Toc53171964"/>
      <w:bookmarkStart w:id="545" w:name="_Toc61356729"/>
      <w:bookmarkStart w:id="546" w:name="_Toc67913598"/>
      <w:bookmarkStart w:id="547" w:name="_Toc75469414"/>
      <w:bookmarkStart w:id="548" w:name="_Toc76507904"/>
      <w:bookmarkStart w:id="549" w:name="_Toc83192805"/>
      <w:r w:rsidRPr="00835F44">
        <w:t>5.4.4</w:t>
      </w:r>
      <w:r w:rsidRPr="00835F44">
        <w:tab/>
        <w:t>TX–RX frequency separation</w:t>
      </w:r>
      <w:bookmarkEnd w:id="538"/>
      <w:bookmarkEnd w:id="539"/>
      <w:bookmarkEnd w:id="540"/>
      <w:bookmarkEnd w:id="541"/>
      <w:bookmarkEnd w:id="542"/>
      <w:bookmarkEnd w:id="543"/>
      <w:bookmarkEnd w:id="544"/>
      <w:bookmarkEnd w:id="545"/>
      <w:bookmarkEnd w:id="546"/>
      <w:bookmarkEnd w:id="547"/>
      <w:bookmarkEnd w:id="548"/>
      <w:bookmarkEnd w:id="549"/>
    </w:p>
    <w:p w14:paraId="6194FF34" w14:textId="77777777" w:rsidR="005F7BBD" w:rsidRPr="00835F44" w:rsidRDefault="005F7BBD" w:rsidP="00863308">
      <w:r w:rsidRPr="00835F44">
        <w:t>The default TX channel (carrier centre frequency) to RX channel (carrier centre frequency) separation for operating bands is specified in Table 5.4.4-1.</w:t>
      </w:r>
    </w:p>
    <w:p w14:paraId="2C0F49C1" w14:textId="77777777" w:rsidR="005F7BBD" w:rsidRPr="00835F44" w:rsidRDefault="005F7BBD" w:rsidP="00863308">
      <w:pPr>
        <w:pStyle w:val="TH"/>
      </w:pPr>
      <w:r w:rsidRPr="00835F44">
        <w:lastRenderedPageBreak/>
        <w:t>Table 5.4.4-1: Default UE TX-RX frequency separation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7"/>
        <w:gridCol w:w="2693"/>
      </w:tblGrid>
      <w:tr w:rsidR="00495FE7" w:rsidRPr="00835F44" w14:paraId="5EB12FBA" w14:textId="77777777" w:rsidTr="00863308">
        <w:trPr>
          <w:tblHeader/>
          <w:jc w:val="center"/>
        </w:trPr>
        <w:tc>
          <w:tcPr>
            <w:tcW w:w="2817" w:type="dxa"/>
          </w:tcPr>
          <w:p w14:paraId="618D3F1D" w14:textId="77777777" w:rsidR="005F7BBD" w:rsidRPr="00835F44" w:rsidRDefault="005F7BBD" w:rsidP="00495FE7">
            <w:pPr>
              <w:pStyle w:val="TAH"/>
            </w:pPr>
            <w:r w:rsidRPr="00835F44">
              <w:t>NR Operating</w:t>
            </w:r>
            <w:r w:rsidRPr="00835F44" w:rsidDel="00F00B24">
              <w:t xml:space="preserve"> </w:t>
            </w:r>
            <w:r w:rsidRPr="00835F44">
              <w:t>Band</w:t>
            </w:r>
          </w:p>
        </w:tc>
        <w:tc>
          <w:tcPr>
            <w:tcW w:w="2693" w:type="dxa"/>
          </w:tcPr>
          <w:p w14:paraId="02BB18C0" w14:textId="77777777" w:rsidR="005F7BBD" w:rsidRPr="00835F44" w:rsidRDefault="005F7BBD" w:rsidP="00495FE7">
            <w:pPr>
              <w:pStyle w:val="TAH"/>
            </w:pPr>
            <w:r w:rsidRPr="00835F44">
              <w:t xml:space="preserve">TX </w:t>
            </w:r>
            <w:r w:rsidRPr="00835F44">
              <w:rPr>
                <w:rFonts w:cs="v5.0.0"/>
              </w:rPr>
              <w:t>–</w:t>
            </w:r>
            <w:r w:rsidRPr="00835F44">
              <w:t xml:space="preserve"> RX </w:t>
            </w:r>
            <w:r w:rsidRPr="00835F44">
              <w:br/>
              <w:t>carrier centre frequency</w:t>
            </w:r>
            <w:r w:rsidRPr="00835F44">
              <w:br/>
              <w:t>separation</w:t>
            </w:r>
          </w:p>
        </w:tc>
      </w:tr>
      <w:tr w:rsidR="00495FE7" w:rsidRPr="00835F44" w14:paraId="2A62B5FA" w14:textId="77777777" w:rsidTr="00863308">
        <w:trPr>
          <w:jc w:val="center"/>
        </w:trPr>
        <w:tc>
          <w:tcPr>
            <w:tcW w:w="2817" w:type="dxa"/>
            <w:tcBorders>
              <w:top w:val="single" w:sz="4" w:space="0" w:color="auto"/>
              <w:left w:val="single" w:sz="4" w:space="0" w:color="auto"/>
              <w:bottom w:val="single" w:sz="4" w:space="0" w:color="auto"/>
              <w:right w:val="single" w:sz="4" w:space="0" w:color="auto"/>
            </w:tcBorders>
          </w:tcPr>
          <w:p w14:paraId="4E80D255" w14:textId="77777777" w:rsidR="005F7BBD" w:rsidRPr="00835F44" w:rsidRDefault="005F7BBD" w:rsidP="00863308">
            <w:pPr>
              <w:pStyle w:val="TAC"/>
            </w:pPr>
            <w:r w:rsidRPr="00835F44">
              <w:rPr>
                <w:rFonts w:hint="eastAsia"/>
                <w:lang w:eastAsia="zh-CN"/>
              </w:rPr>
              <w:t>n1</w:t>
            </w:r>
          </w:p>
        </w:tc>
        <w:tc>
          <w:tcPr>
            <w:tcW w:w="2693" w:type="dxa"/>
            <w:tcBorders>
              <w:top w:val="single" w:sz="4" w:space="0" w:color="auto"/>
              <w:left w:val="single" w:sz="4" w:space="0" w:color="auto"/>
              <w:bottom w:val="single" w:sz="4" w:space="0" w:color="auto"/>
              <w:right w:val="single" w:sz="4" w:space="0" w:color="auto"/>
            </w:tcBorders>
          </w:tcPr>
          <w:p w14:paraId="3F11D69A" w14:textId="77777777" w:rsidR="005F7BBD" w:rsidRPr="00835F44" w:rsidRDefault="005F7BBD" w:rsidP="00863308">
            <w:pPr>
              <w:pStyle w:val="TAC"/>
            </w:pPr>
            <w:r w:rsidRPr="00835F44">
              <w:rPr>
                <w:rFonts w:hint="eastAsia"/>
                <w:lang w:eastAsia="zh-CN"/>
              </w:rPr>
              <w:t>190 MHz</w:t>
            </w:r>
          </w:p>
        </w:tc>
      </w:tr>
      <w:tr w:rsidR="00495FE7" w:rsidRPr="00835F44" w14:paraId="03853A1B" w14:textId="77777777" w:rsidTr="00863308">
        <w:trPr>
          <w:jc w:val="center"/>
        </w:trPr>
        <w:tc>
          <w:tcPr>
            <w:tcW w:w="2817" w:type="dxa"/>
            <w:tcBorders>
              <w:top w:val="single" w:sz="4" w:space="0" w:color="auto"/>
              <w:left w:val="single" w:sz="4" w:space="0" w:color="auto"/>
              <w:bottom w:val="single" w:sz="4" w:space="0" w:color="auto"/>
              <w:right w:val="single" w:sz="4" w:space="0" w:color="auto"/>
            </w:tcBorders>
          </w:tcPr>
          <w:p w14:paraId="27EBFE1B" w14:textId="77777777" w:rsidR="005F7BBD" w:rsidRPr="00835F44" w:rsidRDefault="005F7BBD" w:rsidP="00863308">
            <w:pPr>
              <w:pStyle w:val="TAC"/>
            </w:pPr>
            <w:r w:rsidRPr="00835F44">
              <w:rPr>
                <w:rFonts w:hint="eastAsia"/>
                <w:lang w:eastAsia="zh-CN"/>
              </w:rPr>
              <w:t>n2</w:t>
            </w:r>
          </w:p>
        </w:tc>
        <w:tc>
          <w:tcPr>
            <w:tcW w:w="2693" w:type="dxa"/>
            <w:tcBorders>
              <w:top w:val="single" w:sz="4" w:space="0" w:color="auto"/>
              <w:left w:val="single" w:sz="4" w:space="0" w:color="auto"/>
              <w:bottom w:val="single" w:sz="4" w:space="0" w:color="auto"/>
              <w:right w:val="single" w:sz="4" w:space="0" w:color="auto"/>
            </w:tcBorders>
          </w:tcPr>
          <w:p w14:paraId="238013D3" w14:textId="77777777" w:rsidR="005F7BBD" w:rsidRPr="00835F44" w:rsidRDefault="005F7BBD" w:rsidP="00863308">
            <w:pPr>
              <w:pStyle w:val="TAC"/>
            </w:pPr>
            <w:r w:rsidRPr="00835F44">
              <w:rPr>
                <w:rFonts w:hint="eastAsia"/>
                <w:lang w:eastAsia="zh-CN"/>
              </w:rPr>
              <w:t>80 MHz</w:t>
            </w:r>
          </w:p>
        </w:tc>
      </w:tr>
      <w:tr w:rsidR="00495FE7" w:rsidRPr="00835F44" w14:paraId="497C33E1" w14:textId="77777777" w:rsidTr="00863308">
        <w:trPr>
          <w:jc w:val="center"/>
        </w:trPr>
        <w:tc>
          <w:tcPr>
            <w:tcW w:w="2817" w:type="dxa"/>
            <w:tcBorders>
              <w:top w:val="single" w:sz="4" w:space="0" w:color="auto"/>
              <w:left w:val="single" w:sz="4" w:space="0" w:color="auto"/>
              <w:bottom w:val="single" w:sz="4" w:space="0" w:color="auto"/>
              <w:right w:val="single" w:sz="4" w:space="0" w:color="auto"/>
            </w:tcBorders>
          </w:tcPr>
          <w:p w14:paraId="2912D6FB" w14:textId="77777777" w:rsidR="005F7BBD" w:rsidRPr="00835F44" w:rsidRDefault="005F7BBD" w:rsidP="00863308">
            <w:pPr>
              <w:pStyle w:val="TAC"/>
            </w:pPr>
            <w:r w:rsidRPr="00835F44">
              <w:rPr>
                <w:rFonts w:hint="eastAsia"/>
                <w:lang w:eastAsia="zh-CN"/>
              </w:rPr>
              <w:t>n3</w:t>
            </w:r>
          </w:p>
        </w:tc>
        <w:tc>
          <w:tcPr>
            <w:tcW w:w="2693" w:type="dxa"/>
            <w:tcBorders>
              <w:top w:val="single" w:sz="4" w:space="0" w:color="auto"/>
              <w:left w:val="single" w:sz="4" w:space="0" w:color="auto"/>
              <w:bottom w:val="single" w:sz="4" w:space="0" w:color="auto"/>
              <w:right w:val="single" w:sz="4" w:space="0" w:color="auto"/>
            </w:tcBorders>
          </w:tcPr>
          <w:p w14:paraId="52CE255D" w14:textId="77777777" w:rsidR="005F7BBD" w:rsidRPr="00835F44" w:rsidRDefault="005F7BBD" w:rsidP="00863308">
            <w:pPr>
              <w:pStyle w:val="TAC"/>
            </w:pPr>
            <w:r w:rsidRPr="00835F44">
              <w:rPr>
                <w:rFonts w:hint="eastAsia"/>
                <w:lang w:eastAsia="zh-CN"/>
              </w:rPr>
              <w:t>95 MHz</w:t>
            </w:r>
          </w:p>
        </w:tc>
      </w:tr>
      <w:tr w:rsidR="00495FE7" w:rsidRPr="00835F44" w14:paraId="7C732E79" w14:textId="77777777" w:rsidTr="00863308">
        <w:trPr>
          <w:jc w:val="center"/>
        </w:trPr>
        <w:tc>
          <w:tcPr>
            <w:tcW w:w="2817" w:type="dxa"/>
            <w:tcBorders>
              <w:top w:val="single" w:sz="4" w:space="0" w:color="auto"/>
              <w:left w:val="single" w:sz="4" w:space="0" w:color="auto"/>
              <w:bottom w:val="single" w:sz="4" w:space="0" w:color="auto"/>
              <w:right w:val="single" w:sz="4" w:space="0" w:color="auto"/>
            </w:tcBorders>
          </w:tcPr>
          <w:p w14:paraId="3CDF2970" w14:textId="77777777" w:rsidR="005F7BBD" w:rsidRPr="00835F44" w:rsidRDefault="005F7BBD" w:rsidP="00863308">
            <w:pPr>
              <w:pStyle w:val="TAC"/>
            </w:pPr>
            <w:r w:rsidRPr="00835F44">
              <w:rPr>
                <w:rFonts w:hint="eastAsia"/>
                <w:lang w:eastAsia="zh-CN"/>
              </w:rPr>
              <w:t>n5</w:t>
            </w:r>
          </w:p>
        </w:tc>
        <w:tc>
          <w:tcPr>
            <w:tcW w:w="2693" w:type="dxa"/>
            <w:tcBorders>
              <w:top w:val="single" w:sz="4" w:space="0" w:color="auto"/>
              <w:left w:val="single" w:sz="4" w:space="0" w:color="auto"/>
              <w:bottom w:val="single" w:sz="4" w:space="0" w:color="auto"/>
              <w:right w:val="single" w:sz="4" w:space="0" w:color="auto"/>
            </w:tcBorders>
          </w:tcPr>
          <w:p w14:paraId="58457A57" w14:textId="77777777" w:rsidR="005F7BBD" w:rsidRPr="00835F44" w:rsidRDefault="005F7BBD" w:rsidP="00863308">
            <w:pPr>
              <w:pStyle w:val="TAC"/>
            </w:pPr>
            <w:r w:rsidRPr="00835F44">
              <w:rPr>
                <w:rFonts w:hint="eastAsia"/>
                <w:lang w:eastAsia="zh-CN"/>
              </w:rPr>
              <w:t>45 MHz</w:t>
            </w:r>
          </w:p>
        </w:tc>
      </w:tr>
      <w:tr w:rsidR="00495FE7" w:rsidRPr="00835F44" w14:paraId="786E13D6" w14:textId="77777777" w:rsidTr="00863308">
        <w:trPr>
          <w:jc w:val="center"/>
        </w:trPr>
        <w:tc>
          <w:tcPr>
            <w:tcW w:w="2817" w:type="dxa"/>
            <w:tcBorders>
              <w:top w:val="single" w:sz="4" w:space="0" w:color="auto"/>
              <w:left w:val="single" w:sz="4" w:space="0" w:color="auto"/>
              <w:bottom w:val="single" w:sz="4" w:space="0" w:color="auto"/>
              <w:right w:val="single" w:sz="4" w:space="0" w:color="auto"/>
            </w:tcBorders>
          </w:tcPr>
          <w:p w14:paraId="69CAD41C" w14:textId="77777777" w:rsidR="005F7BBD" w:rsidRPr="00835F44" w:rsidRDefault="005F7BBD" w:rsidP="00863308">
            <w:pPr>
              <w:pStyle w:val="TAC"/>
            </w:pPr>
            <w:r w:rsidRPr="00835F44">
              <w:rPr>
                <w:rFonts w:hint="eastAsia"/>
                <w:lang w:eastAsia="zh-CN"/>
              </w:rPr>
              <w:t>n7</w:t>
            </w:r>
          </w:p>
        </w:tc>
        <w:tc>
          <w:tcPr>
            <w:tcW w:w="2693" w:type="dxa"/>
            <w:tcBorders>
              <w:top w:val="single" w:sz="4" w:space="0" w:color="auto"/>
              <w:left w:val="single" w:sz="4" w:space="0" w:color="auto"/>
              <w:bottom w:val="single" w:sz="4" w:space="0" w:color="auto"/>
              <w:right w:val="single" w:sz="4" w:space="0" w:color="auto"/>
            </w:tcBorders>
          </w:tcPr>
          <w:p w14:paraId="253835A0" w14:textId="77777777" w:rsidR="005F7BBD" w:rsidRPr="00835F44" w:rsidRDefault="005F7BBD" w:rsidP="00863308">
            <w:pPr>
              <w:pStyle w:val="TAC"/>
            </w:pPr>
            <w:r w:rsidRPr="00835F44">
              <w:rPr>
                <w:rFonts w:hint="eastAsia"/>
                <w:lang w:eastAsia="zh-CN"/>
              </w:rPr>
              <w:t>120 MHz</w:t>
            </w:r>
          </w:p>
        </w:tc>
      </w:tr>
      <w:tr w:rsidR="00495FE7" w:rsidRPr="00835F44" w14:paraId="5AD3C941" w14:textId="77777777" w:rsidTr="00863308">
        <w:trPr>
          <w:jc w:val="center"/>
        </w:trPr>
        <w:tc>
          <w:tcPr>
            <w:tcW w:w="2817" w:type="dxa"/>
            <w:tcBorders>
              <w:top w:val="single" w:sz="4" w:space="0" w:color="auto"/>
              <w:left w:val="single" w:sz="4" w:space="0" w:color="auto"/>
              <w:bottom w:val="single" w:sz="4" w:space="0" w:color="auto"/>
              <w:right w:val="single" w:sz="4" w:space="0" w:color="auto"/>
            </w:tcBorders>
          </w:tcPr>
          <w:p w14:paraId="31FBFB58" w14:textId="77777777" w:rsidR="005F7BBD" w:rsidRPr="00835F44" w:rsidRDefault="005F7BBD" w:rsidP="00863308">
            <w:pPr>
              <w:pStyle w:val="TAC"/>
            </w:pPr>
            <w:r w:rsidRPr="00835F44">
              <w:rPr>
                <w:rFonts w:hint="eastAsia"/>
                <w:lang w:eastAsia="zh-CN"/>
              </w:rPr>
              <w:t>n8</w:t>
            </w:r>
          </w:p>
        </w:tc>
        <w:tc>
          <w:tcPr>
            <w:tcW w:w="2693" w:type="dxa"/>
            <w:tcBorders>
              <w:top w:val="single" w:sz="4" w:space="0" w:color="auto"/>
              <w:left w:val="single" w:sz="4" w:space="0" w:color="auto"/>
              <w:bottom w:val="single" w:sz="4" w:space="0" w:color="auto"/>
              <w:right w:val="single" w:sz="4" w:space="0" w:color="auto"/>
            </w:tcBorders>
          </w:tcPr>
          <w:p w14:paraId="2AE62986" w14:textId="77777777" w:rsidR="005F7BBD" w:rsidRPr="00835F44" w:rsidRDefault="005F7BBD" w:rsidP="00863308">
            <w:pPr>
              <w:pStyle w:val="TAC"/>
            </w:pPr>
            <w:r w:rsidRPr="00835F44">
              <w:rPr>
                <w:rFonts w:hint="eastAsia"/>
                <w:lang w:eastAsia="zh-CN"/>
              </w:rPr>
              <w:t>45 MHz</w:t>
            </w:r>
          </w:p>
        </w:tc>
      </w:tr>
      <w:tr w:rsidR="00495FE7" w:rsidRPr="00835F44" w14:paraId="6858596B" w14:textId="77777777" w:rsidTr="00863308">
        <w:trPr>
          <w:jc w:val="center"/>
        </w:trPr>
        <w:tc>
          <w:tcPr>
            <w:tcW w:w="2817" w:type="dxa"/>
            <w:tcBorders>
              <w:top w:val="single" w:sz="4" w:space="0" w:color="auto"/>
              <w:left w:val="single" w:sz="4" w:space="0" w:color="auto"/>
              <w:bottom w:val="single" w:sz="4" w:space="0" w:color="auto"/>
              <w:right w:val="single" w:sz="4" w:space="0" w:color="auto"/>
            </w:tcBorders>
          </w:tcPr>
          <w:p w14:paraId="09DC98B6" w14:textId="77777777" w:rsidR="00A95923" w:rsidRPr="00835F44" w:rsidRDefault="00A95923" w:rsidP="00A95923">
            <w:pPr>
              <w:pStyle w:val="TAC"/>
              <w:rPr>
                <w:lang w:eastAsia="zh-CN"/>
              </w:rPr>
            </w:pPr>
            <w:r w:rsidRPr="00835F44">
              <w:t>n12</w:t>
            </w:r>
          </w:p>
        </w:tc>
        <w:tc>
          <w:tcPr>
            <w:tcW w:w="2693" w:type="dxa"/>
            <w:tcBorders>
              <w:top w:val="single" w:sz="4" w:space="0" w:color="auto"/>
              <w:left w:val="single" w:sz="4" w:space="0" w:color="auto"/>
              <w:bottom w:val="single" w:sz="4" w:space="0" w:color="auto"/>
              <w:right w:val="single" w:sz="4" w:space="0" w:color="auto"/>
            </w:tcBorders>
          </w:tcPr>
          <w:p w14:paraId="6EDB2647" w14:textId="77777777" w:rsidR="00A95923" w:rsidRPr="00835F44" w:rsidRDefault="00A95923" w:rsidP="00A95923">
            <w:pPr>
              <w:pStyle w:val="TAC"/>
              <w:rPr>
                <w:lang w:eastAsia="zh-CN"/>
              </w:rPr>
            </w:pPr>
            <w:r w:rsidRPr="00835F44">
              <w:t>30 MHz</w:t>
            </w:r>
          </w:p>
        </w:tc>
      </w:tr>
      <w:tr w:rsidR="00495FE7" w:rsidRPr="00835F44" w14:paraId="16A354F7" w14:textId="77777777" w:rsidTr="00863308">
        <w:trPr>
          <w:jc w:val="center"/>
        </w:trPr>
        <w:tc>
          <w:tcPr>
            <w:tcW w:w="2817" w:type="dxa"/>
            <w:tcBorders>
              <w:top w:val="single" w:sz="4" w:space="0" w:color="auto"/>
              <w:left w:val="single" w:sz="4" w:space="0" w:color="auto"/>
              <w:bottom w:val="single" w:sz="4" w:space="0" w:color="auto"/>
              <w:right w:val="single" w:sz="4" w:space="0" w:color="auto"/>
            </w:tcBorders>
          </w:tcPr>
          <w:p w14:paraId="206B3FCE" w14:textId="77777777" w:rsidR="005F7BBD" w:rsidRPr="00835F44" w:rsidRDefault="005F7BBD" w:rsidP="00863308">
            <w:pPr>
              <w:pStyle w:val="TAC"/>
            </w:pPr>
            <w:r w:rsidRPr="00835F44">
              <w:rPr>
                <w:rFonts w:hint="eastAsia"/>
                <w:lang w:eastAsia="zh-CN"/>
              </w:rPr>
              <w:t>n20</w:t>
            </w:r>
          </w:p>
        </w:tc>
        <w:tc>
          <w:tcPr>
            <w:tcW w:w="2693" w:type="dxa"/>
            <w:tcBorders>
              <w:top w:val="single" w:sz="4" w:space="0" w:color="auto"/>
              <w:left w:val="single" w:sz="4" w:space="0" w:color="auto"/>
              <w:bottom w:val="single" w:sz="4" w:space="0" w:color="auto"/>
              <w:right w:val="single" w:sz="4" w:space="0" w:color="auto"/>
            </w:tcBorders>
          </w:tcPr>
          <w:p w14:paraId="4D7B84D2" w14:textId="77777777" w:rsidR="005F7BBD" w:rsidRPr="00835F44" w:rsidRDefault="005F7BBD" w:rsidP="00863308">
            <w:pPr>
              <w:pStyle w:val="TAC"/>
            </w:pPr>
            <w:r w:rsidRPr="00835F44">
              <w:rPr>
                <w:rFonts w:hint="eastAsia"/>
                <w:lang w:eastAsia="zh-CN"/>
              </w:rPr>
              <w:t>-41 MHz</w:t>
            </w:r>
          </w:p>
        </w:tc>
      </w:tr>
      <w:tr w:rsidR="00495FE7" w:rsidRPr="00835F44" w14:paraId="3C606A65" w14:textId="77777777" w:rsidTr="00863308">
        <w:trPr>
          <w:jc w:val="center"/>
        </w:trPr>
        <w:tc>
          <w:tcPr>
            <w:tcW w:w="2817" w:type="dxa"/>
            <w:tcBorders>
              <w:top w:val="single" w:sz="4" w:space="0" w:color="auto"/>
              <w:left w:val="single" w:sz="4" w:space="0" w:color="auto"/>
              <w:bottom w:val="single" w:sz="4" w:space="0" w:color="auto"/>
              <w:right w:val="single" w:sz="4" w:space="0" w:color="auto"/>
            </w:tcBorders>
          </w:tcPr>
          <w:p w14:paraId="12FF580F" w14:textId="77777777" w:rsidR="005B1C92" w:rsidRPr="00835F44" w:rsidRDefault="005B1C92" w:rsidP="005B1C92">
            <w:pPr>
              <w:pStyle w:val="TAC"/>
              <w:rPr>
                <w:lang w:eastAsia="zh-CN"/>
              </w:rPr>
            </w:pPr>
            <w:r w:rsidRPr="00835F44">
              <w:t>n25</w:t>
            </w:r>
          </w:p>
        </w:tc>
        <w:tc>
          <w:tcPr>
            <w:tcW w:w="2693" w:type="dxa"/>
            <w:tcBorders>
              <w:top w:val="single" w:sz="4" w:space="0" w:color="auto"/>
              <w:left w:val="single" w:sz="4" w:space="0" w:color="auto"/>
              <w:bottom w:val="single" w:sz="4" w:space="0" w:color="auto"/>
              <w:right w:val="single" w:sz="4" w:space="0" w:color="auto"/>
            </w:tcBorders>
          </w:tcPr>
          <w:p w14:paraId="68E1E022" w14:textId="77777777" w:rsidR="005B1C92" w:rsidRPr="00835F44" w:rsidRDefault="005B1C92" w:rsidP="005B1C92">
            <w:pPr>
              <w:pStyle w:val="TAC"/>
              <w:rPr>
                <w:lang w:eastAsia="zh-CN"/>
              </w:rPr>
            </w:pPr>
            <w:r w:rsidRPr="00835F44">
              <w:t>80 MHz</w:t>
            </w:r>
          </w:p>
        </w:tc>
      </w:tr>
      <w:tr w:rsidR="00495FE7" w:rsidRPr="00835F44" w14:paraId="77F1500C" w14:textId="77777777" w:rsidTr="00863308">
        <w:trPr>
          <w:jc w:val="center"/>
        </w:trPr>
        <w:tc>
          <w:tcPr>
            <w:tcW w:w="2817" w:type="dxa"/>
            <w:tcBorders>
              <w:top w:val="single" w:sz="4" w:space="0" w:color="auto"/>
              <w:left w:val="single" w:sz="4" w:space="0" w:color="auto"/>
              <w:bottom w:val="single" w:sz="4" w:space="0" w:color="auto"/>
              <w:right w:val="single" w:sz="4" w:space="0" w:color="auto"/>
            </w:tcBorders>
          </w:tcPr>
          <w:p w14:paraId="59DE69B3" w14:textId="77777777" w:rsidR="005F7BBD" w:rsidRPr="00835F44" w:rsidRDefault="005F7BBD" w:rsidP="00863308">
            <w:pPr>
              <w:pStyle w:val="TAC"/>
            </w:pPr>
            <w:r w:rsidRPr="00835F44">
              <w:rPr>
                <w:rFonts w:hint="eastAsia"/>
                <w:lang w:eastAsia="zh-CN"/>
              </w:rPr>
              <w:t>n28</w:t>
            </w:r>
          </w:p>
        </w:tc>
        <w:tc>
          <w:tcPr>
            <w:tcW w:w="2693" w:type="dxa"/>
            <w:tcBorders>
              <w:top w:val="single" w:sz="4" w:space="0" w:color="auto"/>
              <w:left w:val="single" w:sz="4" w:space="0" w:color="auto"/>
              <w:bottom w:val="single" w:sz="4" w:space="0" w:color="auto"/>
              <w:right w:val="single" w:sz="4" w:space="0" w:color="auto"/>
            </w:tcBorders>
          </w:tcPr>
          <w:p w14:paraId="4489DD08" w14:textId="77777777" w:rsidR="005F7BBD" w:rsidRPr="00835F44" w:rsidRDefault="005F7BBD" w:rsidP="00863308">
            <w:pPr>
              <w:pStyle w:val="TAC"/>
            </w:pPr>
            <w:r w:rsidRPr="00835F44">
              <w:rPr>
                <w:rFonts w:hint="eastAsia"/>
                <w:lang w:eastAsia="zh-CN"/>
              </w:rPr>
              <w:t>55 MHz</w:t>
            </w:r>
          </w:p>
        </w:tc>
      </w:tr>
      <w:tr w:rsidR="00495FE7" w:rsidRPr="00835F44" w14:paraId="5EAC10BC" w14:textId="77777777" w:rsidTr="00863308">
        <w:trPr>
          <w:jc w:val="center"/>
        </w:trPr>
        <w:tc>
          <w:tcPr>
            <w:tcW w:w="2817" w:type="dxa"/>
            <w:tcBorders>
              <w:top w:val="single" w:sz="4" w:space="0" w:color="auto"/>
              <w:left w:val="single" w:sz="4" w:space="0" w:color="auto"/>
              <w:bottom w:val="single" w:sz="4" w:space="0" w:color="auto"/>
              <w:right w:val="single" w:sz="4" w:space="0" w:color="auto"/>
            </w:tcBorders>
          </w:tcPr>
          <w:p w14:paraId="7F98DBE2" w14:textId="77777777" w:rsidR="005F7BBD" w:rsidRPr="00835F44" w:rsidRDefault="005F7BBD" w:rsidP="00863308">
            <w:pPr>
              <w:pStyle w:val="TAC"/>
            </w:pPr>
            <w:r w:rsidRPr="00835F44">
              <w:rPr>
                <w:rFonts w:hint="eastAsia"/>
                <w:lang w:eastAsia="zh-CN"/>
              </w:rPr>
              <w:t>n66</w:t>
            </w:r>
          </w:p>
        </w:tc>
        <w:tc>
          <w:tcPr>
            <w:tcW w:w="2693" w:type="dxa"/>
            <w:tcBorders>
              <w:top w:val="single" w:sz="4" w:space="0" w:color="auto"/>
              <w:left w:val="single" w:sz="4" w:space="0" w:color="auto"/>
              <w:bottom w:val="single" w:sz="4" w:space="0" w:color="auto"/>
              <w:right w:val="single" w:sz="4" w:space="0" w:color="auto"/>
            </w:tcBorders>
          </w:tcPr>
          <w:p w14:paraId="2638734D" w14:textId="77777777" w:rsidR="005F7BBD" w:rsidRPr="00835F44" w:rsidRDefault="005F7BBD" w:rsidP="00863308">
            <w:pPr>
              <w:pStyle w:val="TAC"/>
            </w:pPr>
            <w:r w:rsidRPr="00835F44">
              <w:rPr>
                <w:rFonts w:hint="eastAsia"/>
                <w:lang w:eastAsia="zh-CN"/>
              </w:rPr>
              <w:t>400 MHz</w:t>
            </w:r>
          </w:p>
        </w:tc>
      </w:tr>
      <w:tr w:rsidR="00A2413E" w:rsidRPr="00835F44" w14:paraId="3EAF8B1A" w14:textId="77777777" w:rsidTr="00863308">
        <w:trPr>
          <w:jc w:val="center"/>
        </w:trPr>
        <w:tc>
          <w:tcPr>
            <w:tcW w:w="2817" w:type="dxa"/>
            <w:tcBorders>
              <w:top w:val="single" w:sz="4" w:space="0" w:color="auto"/>
              <w:left w:val="single" w:sz="4" w:space="0" w:color="auto"/>
              <w:bottom w:val="single" w:sz="4" w:space="0" w:color="auto"/>
              <w:right w:val="single" w:sz="4" w:space="0" w:color="auto"/>
            </w:tcBorders>
          </w:tcPr>
          <w:p w14:paraId="0A0AEC3E" w14:textId="7FD98679" w:rsidR="00A2413E" w:rsidRPr="00835F44" w:rsidRDefault="00A2413E" w:rsidP="00A2413E">
            <w:pPr>
              <w:pStyle w:val="TAC"/>
            </w:pPr>
            <w:r w:rsidRPr="00835F44">
              <w:rPr>
                <w:rFonts w:hint="eastAsia"/>
                <w:lang w:eastAsia="zh-CN"/>
              </w:rPr>
              <w:t>n70</w:t>
            </w:r>
          </w:p>
        </w:tc>
        <w:tc>
          <w:tcPr>
            <w:tcW w:w="2693" w:type="dxa"/>
            <w:tcBorders>
              <w:top w:val="single" w:sz="4" w:space="0" w:color="auto"/>
              <w:left w:val="single" w:sz="4" w:space="0" w:color="auto"/>
              <w:bottom w:val="single" w:sz="4" w:space="0" w:color="auto"/>
              <w:right w:val="single" w:sz="4" w:space="0" w:color="auto"/>
            </w:tcBorders>
          </w:tcPr>
          <w:p w14:paraId="6015C83C" w14:textId="5AB98FAB" w:rsidR="00A2413E" w:rsidRPr="00835F44" w:rsidRDefault="00A2413E" w:rsidP="00A2413E">
            <w:pPr>
              <w:pStyle w:val="TAC"/>
            </w:pPr>
            <w:r w:rsidRPr="00835F44">
              <w:rPr>
                <w:rFonts w:hint="eastAsia"/>
                <w:lang w:eastAsia="zh-CN"/>
              </w:rPr>
              <w:t>300</w:t>
            </w:r>
            <w:r w:rsidRPr="00835F44">
              <w:rPr>
                <w:vertAlign w:val="superscript"/>
              </w:rPr>
              <w:t xml:space="preserve"> </w:t>
            </w:r>
            <w:r w:rsidRPr="00835F44">
              <w:rPr>
                <w:rFonts w:hint="eastAsia"/>
                <w:lang w:eastAsia="zh-CN"/>
              </w:rPr>
              <w:t>MHz</w:t>
            </w:r>
          </w:p>
        </w:tc>
      </w:tr>
      <w:tr w:rsidR="00A2413E" w:rsidRPr="00835F44" w14:paraId="7B4700F4" w14:textId="77777777" w:rsidTr="00863308">
        <w:trPr>
          <w:jc w:val="center"/>
        </w:trPr>
        <w:tc>
          <w:tcPr>
            <w:tcW w:w="2817" w:type="dxa"/>
            <w:tcBorders>
              <w:top w:val="single" w:sz="4" w:space="0" w:color="auto"/>
              <w:left w:val="single" w:sz="4" w:space="0" w:color="auto"/>
              <w:bottom w:val="single" w:sz="4" w:space="0" w:color="auto"/>
              <w:right w:val="single" w:sz="4" w:space="0" w:color="auto"/>
            </w:tcBorders>
          </w:tcPr>
          <w:p w14:paraId="6F782E19" w14:textId="2F61C4B5" w:rsidR="00A2413E" w:rsidRPr="00835F44" w:rsidRDefault="00A2413E" w:rsidP="00A2413E">
            <w:pPr>
              <w:pStyle w:val="TAC"/>
            </w:pPr>
            <w:r w:rsidRPr="00835F44">
              <w:t>n71</w:t>
            </w:r>
          </w:p>
        </w:tc>
        <w:tc>
          <w:tcPr>
            <w:tcW w:w="2693" w:type="dxa"/>
            <w:tcBorders>
              <w:top w:val="single" w:sz="4" w:space="0" w:color="auto"/>
              <w:left w:val="single" w:sz="4" w:space="0" w:color="auto"/>
              <w:bottom w:val="single" w:sz="4" w:space="0" w:color="auto"/>
              <w:right w:val="single" w:sz="4" w:space="0" w:color="auto"/>
            </w:tcBorders>
          </w:tcPr>
          <w:p w14:paraId="708D6420" w14:textId="037244C7" w:rsidR="00A2413E" w:rsidRPr="00835F44" w:rsidRDefault="00A2413E" w:rsidP="00A2413E">
            <w:pPr>
              <w:pStyle w:val="TAC"/>
            </w:pPr>
            <w:r w:rsidRPr="00835F44">
              <w:t>-46 MHz</w:t>
            </w:r>
          </w:p>
        </w:tc>
      </w:tr>
      <w:tr w:rsidR="00A2413E" w:rsidRPr="00835F44" w14:paraId="1AA2B10A" w14:textId="77777777" w:rsidTr="00863308">
        <w:trPr>
          <w:jc w:val="center"/>
        </w:trPr>
        <w:tc>
          <w:tcPr>
            <w:tcW w:w="2817" w:type="dxa"/>
            <w:tcBorders>
              <w:top w:val="single" w:sz="4" w:space="0" w:color="auto"/>
              <w:left w:val="single" w:sz="4" w:space="0" w:color="auto"/>
              <w:bottom w:val="single" w:sz="4" w:space="0" w:color="auto"/>
              <w:right w:val="single" w:sz="4" w:space="0" w:color="auto"/>
            </w:tcBorders>
          </w:tcPr>
          <w:p w14:paraId="6DFC8F0B" w14:textId="146321F8" w:rsidR="00A2413E" w:rsidRPr="00835F44" w:rsidRDefault="00A2413E" w:rsidP="00A2413E">
            <w:pPr>
              <w:pStyle w:val="TAC"/>
            </w:pPr>
            <w:r w:rsidRPr="00835F44">
              <w:rPr>
                <w:lang w:eastAsia="zh-CN"/>
              </w:rPr>
              <w:t>n74</w:t>
            </w:r>
          </w:p>
        </w:tc>
        <w:tc>
          <w:tcPr>
            <w:tcW w:w="2693" w:type="dxa"/>
            <w:tcBorders>
              <w:top w:val="single" w:sz="4" w:space="0" w:color="auto"/>
              <w:left w:val="single" w:sz="4" w:space="0" w:color="auto"/>
              <w:bottom w:val="single" w:sz="4" w:space="0" w:color="auto"/>
              <w:right w:val="single" w:sz="4" w:space="0" w:color="auto"/>
            </w:tcBorders>
          </w:tcPr>
          <w:p w14:paraId="0D088353" w14:textId="3373A262" w:rsidR="00A2413E" w:rsidRPr="00835F44" w:rsidRDefault="00A2413E" w:rsidP="00A2413E">
            <w:pPr>
              <w:pStyle w:val="TAC"/>
            </w:pPr>
            <w:r w:rsidRPr="00835F44">
              <w:rPr>
                <w:lang w:eastAsia="zh-CN"/>
              </w:rPr>
              <w:t>48 MHz</w:t>
            </w:r>
          </w:p>
        </w:tc>
      </w:tr>
      <w:tr w:rsidR="00A2413E" w:rsidRPr="00835F44" w14:paraId="234C0048" w14:textId="77777777" w:rsidTr="00863308">
        <w:trPr>
          <w:jc w:val="center"/>
        </w:trPr>
        <w:tc>
          <w:tcPr>
            <w:tcW w:w="5510" w:type="dxa"/>
            <w:gridSpan w:val="2"/>
            <w:tcBorders>
              <w:top w:val="single" w:sz="4" w:space="0" w:color="auto"/>
              <w:left w:val="single" w:sz="4" w:space="0" w:color="auto"/>
              <w:bottom w:val="single" w:sz="4" w:space="0" w:color="auto"/>
              <w:right w:val="single" w:sz="4" w:space="0" w:color="auto"/>
            </w:tcBorders>
          </w:tcPr>
          <w:p w14:paraId="6E6E94B6" w14:textId="1BC9737C" w:rsidR="00A2413E" w:rsidRPr="00835F44" w:rsidRDefault="00A2413E" w:rsidP="00A2413E">
            <w:pPr>
              <w:pStyle w:val="TAN"/>
              <w:rPr>
                <w:lang w:eastAsia="ja-JP"/>
              </w:rPr>
            </w:pPr>
            <w:r w:rsidRPr="00835F44">
              <w:rPr>
                <w:lang w:eastAsia="ja-JP"/>
              </w:rPr>
              <w:t>NOTE 1:</w:t>
            </w:r>
            <w:r w:rsidRPr="00835F44">
              <w:rPr>
                <w:lang w:eastAsia="ja-JP"/>
              </w:rPr>
              <w:tab/>
            </w:r>
            <w:r>
              <w:rPr>
                <w:lang w:eastAsia="ja-JP"/>
              </w:rPr>
              <w:t>Void</w:t>
            </w:r>
          </w:p>
        </w:tc>
      </w:tr>
    </w:tbl>
    <w:p w14:paraId="35B38EDE" w14:textId="77777777" w:rsidR="005F7BBD" w:rsidRPr="00835F44" w:rsidRDefault="005F7BBD" w:rsidP="00863308">
      <w:pPr>
        <w:rPr>
          <w:rFonts w:eastAsia="Yu Mincho"/>
        </w:rPr>
      </w:pPr>
    </w:p>
    <w:p w14:paraId="447CA3C7" w14:textId="77777777" w:rsidR="005F7BBD" w:rsidRPr="00835F44" w:rsidRDefault="005F7BBD" w:rsidP="00495FE7">
      <w:pPr>
        <w:pStyle w:val="Heading2"/>
      </w:pPr>
      <w:bookmarkStart w:id="550" w:name="_Toc21342877"/>
      <w:bookmarkStart w:id="551" w:name="_Toc29769838"/>
      <w:bookmarkStart w:id="552" w:name="_Toc29799337"/>
      <w:bookmarkStart w:id="553" w:name="_Toc37254561"/>
      <w:bookmarkStart w:id="554" w:name="_Toc37255204"/>
      <w:bookmarkStart w:id="555" w:name="_Toc45887228"/>
      <w:bookmarkStart w:id="556" w:name="_Toc53171965"/>
      <w:bookmarkStart w:id="557" w:name="_Toc61356730"/>
      <w:bookmarkStart w:id="558" w:name="_Toc67913599"/>
      <w:bookmarkStart w:id="559" w:name="_Toc75469415"/>
      <w:bookmarkStart w:id="560" w:name="_Toc76507905"/>
      <w:bookmarkStart w:id="561" w:name="_Toc83192806"/>
      <w:r w:rsidRPr="00835F44">
        <w:t>5.4A</w:t>
      </w:r>
      <w:r w:rsidRPr="00835F44">
        <w:tab/>
        <w:t>Channel arrangement for CA</w:t>
      </w:r>
      <w:bookmarkEnd w:id="550"/>
      <w:bookmarkEnd w:id="551"/>
      <w:bookmarkEnd w:id="552"/>
      <w:bookmarkEnd w:id="553"/>
      <w:bookmarkEnd w:id="554"/>
      <w:bookmarkEnd w:id="555"/>
      <w:bookmarkEnd w:id="556"/>
      <w:bookmarkEnd w:id="557"/>
      <w:bookmarkEnd w:id="558"/>
      <w:bookmarkEnd w:id="559"/>
      <w:bookmarkEnd w:id="560"/>
      <w:bookmarkEnd w:id="561"/>
    </w:p>
    <w:p w14:paraId="7CA3EDEB" w14:textId="77777777" w:rsidR="00281553" w:rsidRPr="00835F44" w:rsidRDefault="005F7BBD" w:rsidP="00495FE7">
      <w:pPr>
        <w:pStyle w:val="Heading3"/>
      </w:pPr>
      <w:bookmarkStart w:id="562" w:name="_Toc21342878"/>
      <w:bookmarkStart w:id="563" w:name="_Toc29769839"/>
      <w:bookmarkStart w:id="564" w:name="_Toc29799338"/>
      <w:bookmarkStart w:id="565" w:name="_Toc37254562"/>
      <w:bookmarkStart w:id="566" w:name="_Toc37255205"/>
      <w:bookmarkStart w:id="567" w:name="_Toc45887229"/>
      <w:bookmarkStart w:id="568" w:name="_Toc53171966"/>
      <w:bookmarkStart w:id="569" w:name="_Toc61356731"/>
      <w:bookmarkStart w:id="570" w:name="_Toc67913600"/>
      <w:bookmarkStart w:id="571" w:name="_Toc75469416"/>
      <w:bookmarkStart w:id="572" w:name="_Toc76507906"/>
      <w:bookmarkStart w:id="573" w:name="_Toc83192807"/>
      <w:r w:rsidRPr="00835F44">
        <w:t>5.4A.1</w:t>
      </w:r>
      <w:r w:rsidRPr="00835F44">
        <w:tab/>
        <w:t>Channel spacing for CA</w:t>
      </w:r>
      <w:bookmarkEnd w:id="562"/>
      <w:bookmarkEnd w:id="563"/>
      <w:bookmarkEnd w:id="564"/>
      <w:bookmarkEnd w:id="565"/>
      <w:bookmarkEnd w:id="566"/>
      <w:bookmarkEnd w:id="567"/>
      <w:bookmarkEnd w:id="568"/>
      <w:bookmarkEnd w:id="569"/>
      <w:bookmarkEnd w:id="570"/>
      <w:bookmarkEnd w:id="571"/>
      <w:bookmarkEnd w:id="572"/>
      <w:bookmarkEnd w:id="573"/>
    </w:p>
    <w:p w14:paraId="37EB4E67" w14:textId="77777777" w:rsidR="005F7BBD" w:rsidRPr="00835F44" w:rsidRDefault="005F7BBD" w:rsidP="00863308">
      <w:pPr>
        <w:rPr>
          <w:rFonts w:eastAsia="Yu Mincho"/>
        </w:rPr>
      </w:pPr>
      <w:r w:rsidRPr="00835F44">
        <w:rPr>
          <w:rFonts w:eastAsia="Yu Mincho"/>
        </w:rPr>
        <w:t>For intra-band contiguous carrier aggregation with two or more component carriers, the nominal channel spacing between two adjacent NR component carriers is defined as the following unless stated otherwise:</w:t>
      </w:r>
    </w:p>
    <w:p w14:paraId="592B8CF9" w14:textId="4A66C201" w:rsidR="005F7BBD" w:rsidRPr="00835F44" w:rsidRDefault="005F7BBD" w:rsidP="00863308">
      <w:pPr>
        <w:rPr>
          <w:rFonts w:eastAsia="Yu Mincho"/>
        </w:rPr>
      </w:pPr>
      <w:r w:rsidRPr="00835F44">
        <w:rPr>
          <w:rFonts w:eastAsia="Yu Mincho"/>
        </w:rPr>
        <w:t xml:space="preserve">For NR operating bands with </w:t>
      </w:r>
      <w:r w:rsidR="00152829" w:rsidRPr="00835F44">
        <w:rPr>
          <w:rFonts w:eastAsia="Yu Mincho"/>
        </w:rPr>
        <w:t xml:space="preserve">a </w:t>
      </w:r>
      <w:r w:rsidRPr="00835F44">
        <w:rPr>
          <w:rFonts w:eastAsia="Yu Mincho"/>
        </w:rPr>
        <w:t>100 kHz channel raster:</w:t>
      </w:r>
    </w:p>
    <w:p w14:paraId="76CC1833" w14:textId="77777777" w:rsidR="005F7BBD" w:rsidRPr="00835F44" w:rsidRDefault="005F7BBD" w:rsidP="00863308">
      <w:pPr>
        <w:pStyle w:val="EQ"/>
        <w:jc w:val="center"/>
        <w:rPr>
          <w:rFonts w:eastAsia="Yu Mincho"/>
        </w:rPr>
      </w:pPr>
      <w:r w:rsidRPr="00835F44">
        <w:rPr>
          <w:rFonts w:hint="eastAsia"/>
          <w:position w:val="-36"/>
          <w:lang w:eastAsia="zh-CN"/>
        </w:rPr>
        <w:object w:dxaOrig="8344" w:dyaOrig="839" w14:anchorId="0A3A7550">
          <v:shape id="_x0000_i1033" type="#_x0000_t75" style="width:375.65pt;height:35.7pt;mso-position-horizontal-relative:page;mso-position-vertical-relative:page" o:ole="">
            <v:imagedata r:id="rId27" o:title=""/>
          </v:shape>
          <o:OLEObject Type="Embed" ProgID="Equation.3" ShapeID="_x0000_i1033" DrawAspect="Content" ObjectID="_1734986064" r:id="rId28">
            <o:FieldCodes>\* MERGEFORMAT</o:FieldCodes>
          </o:OLEObject>
        </w:object>
      </w:r>
    </w:p>
    <w:p w14:paraId="0EC96460" w14:textId="5D4B36B2" w:rsidR="005F7BBD" w:rsidRPr="00835F44" w:rsidRDefault="00C3294E" w:rsidP="00863308">
      <w:r w:rsidRPr="00835F44">
        <w:t>while f</w:t>
      </w:r>
      <w:r w:rsidR="005F7BBD" w:rsidRPr="00835F44">
        <w:t>or NR operating bands with</w:t>
      </w:r>
      <w:r w:rsidRPr="00835F44">
        <w:t>out a</w:t>
      </w:r>
      <w:r w:rsidR="005F7BBD" w:rsidRPr="00835F44">
        <w:t xml:space="preserve"> 1</w:t>
      </w:r>
      <w:r w:rsidRPr="00835F44">
        <w:t>00</w:t>
      </w:r>
      <w:r w:rsidR="005F7BBD" w:rsidRPr="00835F44">
        <w:t xml:space="preserve"> kHz channel raster:</w:t>
      </w:r>
    </w:p>
    <w:p w14:paraId="5F1C767D" w14:textId="77777777" w:rsidR="005F7BBD" w:rsidRPr="00835F44" w:rsidRDefault="005F7BBD" w:rsidP="00863308">
      <w:pPr>
        <w:pStyle w:val="EQ"/>
        <w:jc w:val="center"/>
      </w:pPr>
      <w:r w:rsidRPr="00835F44">
        <w:rPr>
          <w:rFonts w:hint="eastAsia"/>
          <w:position w:val="-38"/>
          <w:lang w:eastAsia="zh-CN"/>
        </w:rPr>
        <w:object w:dxaOrig="9464" w:dyaOrig="879" w14:anchorId="7FB33A3A">
          <v:shape id="_x0000_i1034" type="#_x0000_t75" alt="" style="width:6in;height:35.7pt;mso-position-horizontal-relative:page;mso-position-vertical-relative:page" o:ole="">
            <v:fill o:detectmouseclick="t"/>
            <v:imagedata r:id="rId29" o:title=""/>
          </v:shape>
          <o:OLEObject Type="Embed" ProgID="Equation.3" ShapeID="_x0000_i1034" DrawAspect="Content" ObjectID="_1734986065" r:id="rId30">
            <o:FieldCodes>\* MERGEFORMAT</o:FieldCodes>
          </o:OLEObject>
        </w:object>
      </w:r>
    </w:p>
    <w:p w14:paraId="61FA7B6A" w14:textId="0AA05B3D" w:rsidR="005F7BBD" w:rsidRPr="00835F44" w:rsidRDefault="005F7BBD" w:rsidP="00863308">
      <w:pPr>
        <w:rPr>
          <w:lang w:eastAsia="zh-CN"/>
        </w:rPr>
      </w:pPr>
      <w:r w:rsidRPr="00835F44">
        <w:rPr>
          <w:rFonts w:hint="eastAsia"/>
          <w:lang w:eastAsia="zh-CN"/>
        </w:rPr>
        <w:t>with</w:t>
      </w:r>
    </w:p>
    <w:p w14:paraId="615D81D3" w14:textId="297E439A" w:rsidR="005F7BBD" w:rsidRPr="00835F44" w:rsidRDefault="00C3294E" w:rsidP="0052172B">
      <w:pPr>
        <w:pStyle w:val="EQ"/>
        <w:jc w:val="center"/>
      </w:pPr>
      <w:r w:rsidRPr="00835F44">
        <w:rPr>
          <w:i/>
          <w:lang w:eastAsia="zh-CN"/>
        </w:rPr>
        <w:t>n = µ</w:t>
      </w:r>
      <w:r w:rsidRPr="00835F44">
        <w:rPr>
          <w:i/>
          <w:vertAlign w:val="subscript"/>
          <w:lang w:eastAsia="zh-CN"/>
        </w:rPr>
        <w:t>0</w:t>
      </w:r>
    </w:p>
    <w:p w14:paraId="072A2AB8" w14:textId="77777777" w:rsidR="00E14A2F" w:rsidRDefault="00E14A2F" w:rsidP="00E14A2F">
      <w:r>
        <w:t>where BW</w:t>
      </w:r>
      <w:r>
        <w:rPr>
          <w:vertAlign w:val="subscript"/>
        </w:rPr>
        <w:t>Channel(1)</w:t>
      </w:r>
      <w:r>
        <w:t xml:space="preserve"> and BW</w:t>
      </w:r>
      <w:r>
        <w:rPr>
          <w:vertAlign w:val="subscript"/>
        </w:rPr>
        <w:t>Channel(2)</w:t>
      </w:r>
      <w:r>
        <w:t xml:space="preserve"> are the channel bandwidths of the two respective NR component carriers according to Table 5.3.2-1 with values in MHz, </w:t>
      </w:r>
      <w:r>
        <w:rPr>
          <w:i/>
        </w:rPr>
        <w:t>μ</w:t>
      </w:r>
      <w:r>
        <w:rPr>
          <w:i/>
          <w:vertAlign w:val="subscript"/>
        </w:rPr>
        <w:t>0</w:t>
      </w:r>
      <w:r>
        <w:t xml:space="preserve">  is the largest </w:t>
      </w:r>
      <w:r>
        <w:rPr>
          <w:i/>
        </w:rPr>
        <w:t>μ</w:t>
      </w:r>
      <w:r>
        <w:t xml:space="preserve"> value among the subcarrier spacing configurations supported in the operating band for both of the channel bandwidths according to Table 5.3.5-1 and </w:t>
      </w:r>
      <w:r>
        <w:rPr>
          <w:i/>
        </w:rPr>
        <w:t>GB</w:t>
      </w:r>
      <w:r>
        <w:rPr>
          <w:i/>
          <w:vertAlign w:val="subscript"/>
        </w:rPr>
        <w:t>Channel(i)</w:t>
      </w:r>
      <w:r>
        <w:t xml:space="preserve"> is the minimum guard band for channel bandwidth i according to Table 5.3.3-1 for the said </w:t>
      </w:r>
      <w:r>
        <w:rPr>
          <w:i/>
        </w:rPr>
        <w:t>μ</w:t>
      </w:r>
      <w:r>
        <w:t xml:space="preserve"> value with </w:t>
      </w:r>
      <w:r>
        <w:rPr>
          <w:i/>
        </w:rPr>
        <w:t>μ</w:t>
      </w:r>
      <w:r>
        <w:t xml:space="preserve"> as defined in TS 38.211.</w:t>
      </w:r>
      <w:r>
        <w:rPr>
          <w:rFonts w:hint="eastAsia"/>
          <w:lang w:val="en-US" w:eastAsia="zh-CN"/>
        </w:rPr>
        <w:t xml:space="preserve"> I</w:t>
      </w:r>
      <w:r>
        <w:rPr>
          <w:rFonts w:hint="eastAsia"/>
          <w:szCs w:val="22"/>
          <w:lang w:val="en-US" w:eastAsia="zh-CN"/>
        </w:rPr>
        <w:t xml:space="preserve">n case there is no </w:t>
      </w:r>
      <w:r>
        <w:rPr>
          <w:rFonts w:hint="eastAsia"/>
          <w:szCs w:val="22"/>
          <w:lang w:val="zh-CN" w:eastAsia="zh-CN"/>
        </w:rPr>
        <w:t xml:space="preserve">common </w:t>
      </w:r>
      <w:r>
        <w:t>μ</w:t>
      </w:r>
      <w:r>
        <w:rPr>
          <w:rFonts w:hint="eastAsia"/>
          <w:lang w:val="en-US" w:eastAsia="zh-CN"/>
        </w:rPr>
        <w:t xml:space="preserve"> value </w:t>
      </w:r>
      <w:r>
        <w:rPr>
          <w:rFonts w:hint="eastAsia"/>
          <w:sz w:val="21"/>
          <w:szCs w:val="22"/>
        </w:rPr>
        <w:t>for both of the channel bandwidths</w:t>
      </w:r>
      <w:r>
        <w:rPr>
          <w:rFonts w:hint="eastAsia"/>
          <w:lang w:val="en-US" w:eastAsia="zh-CN"/>
        </w:rPr>
        <w:t xml:space="preserve">, </w:t>
      </w:r>
      <w:r w:rsidRPr="00A12751">
        <w:rPr>
          <w:i/>
          <w:iCs/>
        </w:rPr>
        <w:t>μ</w:t>
      </w:r>
      <w:r w:rsidRPr="00A12751">
        <w:rPr>
          <w:i/>
          <w:iCs/>
          <w:vertAlign w:val="subscript"/>
          <w:lang w:val="en-US" w:eastAsia="zh-CN"/>
        </w:rPr>
        <w:t>0</w:t>
      </w:r>
      <w:r>
        <w:rPr>
          <w:rFonts w:hint="eastAsia"/>
          <w:szCs w:val="22"/>
          <w:lang w:val="zh-CN" w:eastAsia="zh-CN"/>
        </w:rPr>
        <w:t>=1</w:t>
      </w:r>
      <w:r>
        <w:rPr>
          <w:rFonts w:hint="eastAsia"/>
          <w:szCs w:val="22"/>
          <w:lang w:val="en-US" w:eastAsia="zh-CN"/>
        </w:rPr>
        <w:t xml:space="preserve"> is selected and </w:t>
      </w:r>
      <w:r>
        <w:rPr>
          <w:i/>
        </w:rPr>
        <w:t>GB</w:t>
      </w:r>
      <w:r>
        <w:rPr>
          <w:i/>
          <w:vertAlign w:val="subscript"/>
        </w:rPr>
        <w:t>Channel(i)</w:t>
      </w:r>
      <w:r>
        <w:t xml:space="preserve"> is the minimum guard band for channel bandwidth i according to Table 5.3.3-1 for </w:t>
      </w:r>
      <w:r>
        <w:rPr>
          <w:i/>
        </w:rPr>
        <w:t>μ</w:t>
      </w:r>
      <w:r>
        <w:rPr>
          <w:rFonts w:hint="eastAsia"/>
          <w:iCs/>
          <w:lang w:val="en-US" w:eastAsia="zh-CN"/>
        </w:rPr>
        <w:t xml:space="preserve">=1 </w:t>
      </w:r>
      <w:r>
        <w:t xml:space="preserve">with </w:t>
      </w:r>
      <w:r>
        <w:rPr>
          <w:i/>
        </w:rPr>
        <w:t>μ</w:t>
      </w:r>
      <w:r>
        <w:t xml:space="preserve"> as defined in TS 38.211.</w:t>
      </w:r>
    </w:p>
    <w:p w14:paraId="5B4A6034" w14:textId="341978EF" w:rsidR="005F7BBD" w:rsidRPr="00835F44" w:rsidRDefault="005F7BBD" w:rsidP="00863308">
      <w:r w:rsidRPr="00835F44">
        <w:t>The channel spacing for intra-band contiguous carrier aggregation can be adjusted to any multiple of least common multiple of channel raster and sub-carrier spacing less than the nominal channel spacing to optimize performance in a particular deployment scenario.</w:t>
      </w:r>
    </w:p>
    <w:p w14:paraId="4F59A1F3" w14:textId="49B7CC23" w:rsidR="005F7BBD" w:rsidRPr="00835F44" w:rsidRDefault="005F7BBD" w:rsidP="00863308">
      <w:r w:rsidRPr="00835F44">
        <w:t xml:space="preserve">For intra-band non-contiguous carrier </w:t>
      </w:r>
      <w:r w:rsidR="00F42C90" w:rsidRPr="00835F44">
        <w:t>aggregation,</w:t>
      </w:r>
      <w:r w:rsidRPr="00835F44">
        <w:t xml:space="preserve"> the channel spacing between two NR component carriers in different sub-blocks shall be larger than the nominal channel spacing defined in this </w:t>
      </w:r>
      <w:r w:rsidR="00B95E72" w:rsidRPr="00835F44">
        <w:t>clause</w:t>
      </w:r>
      <w:r w:rsidRPr="00835F44">
        <w:t>.</w:t>
      </w:r>
    </w:p>
    <w:p w14:paraId="3CA6D92B" w14:textId="77777777" w:rsidR="00281553" w:rsidRPr="00835F44" w:rsidRDefault="008D747B" w:rsidP="00495FE7">
      <w:pPr>
        <w:pStyle w:val="Heading3"/>
      </w:pPr>
      <w:bookmarkStart w:id="574" w:name="_Toc21342879"/>
      <w:bookmarkStart w:id="575" w:name="_Toc29769840"/>
      <w:bookmarkStart w:id="576" w:name="_Toc29799339"/>
      <w:bookmarkStart w:id="577" w:name="_Toc37254563"/>
      <w:bookmarkStart w:id="578" w:name="_Toc37255206"/>
      <w:bookmarkStart w:id="579" w:name="_Toc45887230"/>
      <w:bookmarkStart w:id="580" w:name="_Toc53171967"/>
      <w:bookmarkStart w:id="581" w:name="_Toc61356732"/>
      <w:bookmarkStart w:id="582" w:name="_Toc67913601"/>
      <w:bookmarkStart w:id="583" w:name="_Toc75469417"/>
      <w:bookmarkStart w:id="584" w:name="_Toc76507907"/>
      <w:bookmarkStart w:id="585" w:name="_Toc83192808"/>
      <w:r w:rsidRPr="00835F44">
        <w:t>5.4A.2</w:t>
      </w:r>
      <w:r w:rsidRPr="00835F44">
        <w:tab/>
        <w:t>Channel raster for CA</w:t>
      </w:r>
      <w:bookmarkEnd w:id="574"/>
      <w:bookmarkEnd w:id="575"/>
      <w:bookmarkEnd w:id="576"/>
      <w:bookmarkEnd w:id="577"/>
      <w:bookmarkEnd w:id="578"/>
      <w:bookmarkEnd w:id="579"/>
      <w:bookmarkEnd w:id="580"/>
      <w:bookmarkEnd w:id="581"/>
      <w:bookmarkEnd w:id="582"/>
      <w:bookmarkEnd w:id="583"/>
      <w:bookmarkEnd w:id="584"/>
      <w:bookmarkEnd w:id="585"/>
    </w:p>
    <w:p w14:paraId="67E6240E" w14:textId="686F0EE7" w:rsidR="008D747B" w:rsidRPr="00835F44" w:rsidRDefault="008D747B" w:rsidP="008D747B">
      <w:r w:rsidRPr="00835F44">
        <w:t xml:space="preserve">For inter-band carrier aggregation, the channel raster requirements in </w:t>
      </w:r>
      <w:r w:rsidR="00B95E72" w:rsidRPr="00835F44">
        <w:t>clause</w:t>
      </w:r>
      <w:r w:rsidRPr="00835F44">
        <w:t xml:space="preserve"> 5.4.2 apply for each operating band.</w:t>
      </w:r>
    </w:p>
    <w:p w14:paraId="03021A56" w14:textId="77777777" w:rsidR="00281553" w:rsidRPr="00835F44" w:rsidRDefault="008D747B" w:rsidP="00495FE7">
      <w:pPr>
        <w:pStyle w:val="Heading3"/>
      </w:pPr>
      <w:bookmarkStart w:id="586" w:name="_Toc21342880"/>
      <w:bookmarkStart w:id="587" w:name="_Toc29769841"/>
      <w:bookmarkStart w:id="588" w:name="_Toc29799340"/>
      <w:bookmarkStart w:id="589" w:name="_Toc37254564"/>
      <w:bookmarkStart w:id="590" w:name="_Toc37255207"/>
      <w:bookmarkStart w:id="591" w:name="_Toc45887231"/>
      <w:bookmarkStart w:id="592" w:name="_Toc53171968"/>
      <w:bookmarkStart w:id="593" w:name="_Toc61356733"/>
      <w:bookmarkStart w:id="594" w:name="_Toc67913602"/>
      <w:bookmarkStart w:id="595" w:name="_Toc75469418"/>
      <w:bookmarkStart w:id="596" w:name="_Toc76507908"/>
      <w:bookmarkStart w:id="597" w:name="_Toc83192809"/>
      <w:r w:rsidRPr="00835F44">
        <w:lastRenderedPageBreak/>
        <w:t>5.4A.3</w:t>
      </w:r>
      <w:r w:rsidRPr="00835F44">
        <w:tab/>
        <w:t>Synchronization raster for CA</w:t>
      </w:r>
      <w:bookmarkEnd w:id="586"/>
      <w:bookmarkEnd w:id="587"/>
      <w:bookmarkEnd w:id="588"/>
      <w:bookmarkEnd w:id="589"/>
      <w:bookmarkEnd w:id="590"/>
      <w:bookmarkEnd w:id="591"/>
      <w:bookmarkEnd w:id="592"/>
      <w:bookmarkEnd w:id="593"/>
      <w:bookmarkEnd w:id="594"/>
      <w:bookmarkEnd w:id="595"/>
      <w:bookmarkEnd w:id="596"/>
      <w:bookmarkEnd w:id="597"/>
    </w:p>
    <w:p w14:paraId="02B90247" w14:textId="75F8F8E1" w:rsidR="008D747B" w:rsidRPr="00835F44" w:rsidRDefault="008D747B" w:rsidP="008D747B">
      <w:r w:rsidRPr="00835F44">
        <w:t xml:space="preserve">For inter-band carrier aggregation, the synchronization raster requirements in </w:t>
      </w:r>
      <w:r w:rsidR="00B95E72" w:rsidRPr="00835F44">
        <w:t>clause</w:t>
      </w:r>
      <w:r w:rsidRPr="00835F44">
        <w:t xml:space="preserve"> 5.4.3 apply for each operating band.</w:t>
      </w:r>
    </w:p>
    <w:p w14:paraId="0E9917A5" w14:textId="77777777" w:rsidR="00281553" w:rsidRPr="00835F44" w:rsidRDefault="00A739BA" w:rsidP="00495FE7">
      <w:pPr>
        <w:pStyle w:val="Heading3"/>
      </w:pPr>
      <w:bookmarkStart w:id="598" w:name="_Toc21342881"/>
      <w:bookmarkStart w:id="599" w:name="_Toc29769842"/>
      <w:bookmarkStart w:id="600" w:name="_Toc29799341"/>
      <w:bookmarkStart w:id="601" w:name="_Toc37254565"/>
      <w:bookmarkStart w:id="602" w:name="_Toc37255208"/>
      <w:bookmarkStart w:id="603" w:name="_Toc45887232"/>
      <w:bookmarkStart w:id="604" w:name="_Toc53171969"/>
      <w:bookmarkStart w:id="605" w:name="_Toc61356734"/>
      <w:bookmarkStart w:id="606" w:name="_Toc67913603"/>
      <w:bookmarkStart w:id="607" w:name="_Toc75469419"/>
      <w:bookmarkStart w:id="608" w:name="_Toc76507909"/>
      <w:bookmarkStart w:id="609" w:name="_Toc83192810"/>
      <w:r w:rsidRPr="00835F44">
        <w:t>5.4A.4</w:t>
      </w:r>
      <w:r w:rsidRPr="00835F44">
        <w:tab/>
        <w:t>Tx-Rx frequency separation for CA</w:t>
      </w:r>
      <w:bookmarkEnd w:id="598"/>
      <w:bookmarkEnd w:id="599"/>
      <w:bookmarkEnd w:id="600"/>
      <w:bookmarkEnd w:id="601"/>
      <w:bookmarkEnd w:id="602"/>
      <w:bookmarkEnd w:id="603"/>
      <w:bookmarkEnd w:id="604"/>
      <w:bookmarkEnd w:id="605"/>
      <w:bookmarkEnd w:id="606"/>
      <w:bookmarkEnd w:id="607"/>
      <w:bookmarkEnd w:id="608"/>
      <w:bookmarkEnd w:id="609"/>
    </w:p>
    <w:p w14:paraId="222CC1BF" w14:textId="5EB2E73B" w:rsidR="00A739BA" w:rsidRPr="00835F44" w:rsidRDefault="00A739BA" w:rsidP="00A739BA">
      <w:r w:rsidRPr="00835F44">
        <w:t xml:space="preserve">For inter-band carrier aggregation, the Tx-Rx frequency separation requirements in </w:t>
      </w:r>
      <w:r w:rsidR="00B95E72" w:rsidRPr="00835F44">
        <w:t>clause</w:t>
      </w:r>
      <w:r w:rsidRPr="00835F44">
        <w:t xml:space="preserve"> 5.4.4 apply for each operating band.</w:t>
      </w:r>
    </w:p>
    <w:p w14:paraId="2A118011" w14:textId="71D84EBD" w:rsidR="005F7BBD" w:rsidRPr="00835F44" w:rsidRDefault="005F7BBD" w:rsidP="00495FE7">
      <w:pPr>
        <w:pStyle w:val="Heading2"/>
      </w:pPr>
      <w:bookmarkStart w:id="610" w:name="_Toc21342882"/>
      <w:bookmarkStart w:id="611" w:name="_Toc29769843"/>
      <w:bookmarkStart w:id="612" w:name="_Toc29799342"/>
      <w:bookmarkStart w:id="613" w:name="_Toc37254566"/>
      <w:bookmarkStart w:id="614" w:name="_Toc37255209"/>
      <w:bookmarkStart w:id="615" w:name="_Toc45887233"/>
      <w:bookmarkStart w:id="616" w:name="_Toc53171970"/>
      <w:bookmarkStart w:id="617" w:name="_Toc61356735"/>
      <w:bookmarkStart w:id="618" w:name="_Toc67913604"/>
      <w:bookmarkStart w:id="619" w:name="_Toc75469420"/>
      <w:bookmarkStart w:id="620" w:name="_Toc76507910"/>
      <w:bookmarkStart w:id="621" w:name="_Toc83192811"/>
      <w:bookmarkStart w:id="622" w:name="_Hlk9349962"/>
      <w:bookmarkStart w:id="623" w:name="_Hlk508136926"/>
      <w:r w:rsidRPr="00835F44">
        <w:t>5.5</w:t>
      </w:r>
      <w:r w:rsidRPr="00835F44">
        <w:tab/>
      </w:r>
      <w:r w:rsidR="00F42C90" w:rsidRPr="00835F44">
        <w:t>Void</w:t>
      </w:r>
      <w:bookmarkEnd w:id="610"/>
      <w:bookmarkEnd w:id="611"/>
      <w:bookmarkEnd w:id="612"/>
      <w:bookmarkEnd w:id="613"/>
      <w:bookmarkEnd w:id="614"/>
      <w:bookmarkEnd w:id="615"/>
      <w:bookmarkEnd w:id="616"/>
      <w:bookmarkEnd w:id="617"/>
      <w:bookmarkEnd w:id="618"/>
      <w:bookmarkEnd w:id="619"/>
      <w:bookmarkEnd w:id="620"/>
      <w:bookmarkEnd w:id="621"/>
    </w:p>
    <w:p w14:paraId="7C6ADEF8" w14:textId="77777777" w:rsidR="005F7BBD" w:rsidRPr="00835F44" w:rsidRDefault="005F7BBD" w:rsidP="00495FE7">
      <w:pPr>
        <w:pStyle w:val="Heading2"/>
      </w:pPr>
      <w:bookmarkStart w:id="624" w:name="_Toc21342883"/>
      <w:bookmarkStart w:id="625" w:name="_Toc29769844"/>
      <w:bookmarkStart w:id="626" w:name="_Toc29799343"/>
      <w:bookmarkStart w:id="627" w:name="_Toc37254567"/>
      <w:bookmarkStart w:id="628" w:name="_Toc37255210"/>
      <w:bookmarkStart w:id="629" w:name="_Toc45887234"/>
      <w:bookmarkStart w:id="630" w:name="_Toc53171971"/>
      <w:bookmarkStart w:id="631" w:name="_Toc61356736"/>
      <w:bookmarkStart w:id="632" w:name="_Toc67913605"/>
      <w:bookmarkStart w:id="633" w:name="_Toc75469421"/>
      <w:bookmarkStart w:id="634" w:name="_Toc76507911"/>
      <w:bookmarkStart w:id="635" w:name="_Toc83192812"/>
      <w:bookmarkEnd w:id="622"/>
      <w:r w:rsidRPr="00835F44">
        <w:t>5.5A</w:t>
      </w:r>
      <w:r w:rsidRPr="00835F44">
        <w:tab/>
        <w:t>Configurations for CA</w:t>
      </w:r>
      <w:bookmarkEnd w:id="624"/>
      <w:bookmarkEnd w:id="625"/>
      <w:bookmarkEnd w:id="626"/>
      <w:bookmarkEnd w:id="627"/>
      <w:bookmarkEnd w:id="628"/>
      <w:bookmarkEnd w:id="629"/>
      <w:bookmarkEnd w:id="630"/>
      <w:bookmarkEnd w:id="631"/>
      <w:bookmarkEnd w:id="632"/>
      <w:bookmarkEnd w:id="633"/>
      <w:bookmarkEnd w:id="634"/>
      <w:bookmarkEnd w:id="635"/>
    </w:p>
    <w:p w14:paraId="2AF8C549" w14:textId="77777777" w:rsidR="005F7BBD" w:rsidRPr="00835F44" w:rsidRDefault="005F7BBD" w:rsidP="00495FE7">
      <w:pPr>
        <w:pStyle w:val="Heading3"/>
      </w:pPr>
      <w:bookmarkStart w:id="636" w:name="_Toc21342884"/>
      <w:bookmarkStart w:id="637" w:name="_Toc29769845"/>
      <w:bookmarkStart w:id="638" w:name="_Toc29799344"/>
      <w:bookmarkStart w:id="639" w:name="_Toc37254568"/>
      <w:bookmarkStart w:id="640" w:name="_Toc37255211"/>
      <w:bookmarkStart w:id="641" w:name="_Toc45887235"/>
      <w:bookmarkStart w:id="642" w:name="_Toc53171972"/>
      <w:bookmarkStart w:id="643" w:name="_Toc61356737"/>
      <w:bookmarkStart w:id="644" w:name="_Toc67913606"/>
      <w:bookmarkStart w:id="645" w:name="_Toc75469422"/>
      <w:bookmarkStart w:id="646" w:name="_Toc76507912"/>
      <w:bookmarkStart w:id="647" w:name="_Toc83192813"/>
      <w:r w:rsidRPr="00835F44">
        <w:t>5.5A.1</w:t>
      </w:r>
      <w:r w:rsidRPr="00835F44">
        <w:tab/>
        <w:t>Configurations for intra-band contiguous CA</w:t>
      </w:r>
      <w:bookmarkEnd w:id="636"/>
      <w:bookmarkEnd w:id="637"/>
      <w:bookmarkEnd w:id="638"/>
      <w:bookmarkEnd w:id="639"/>
      <w:bookmarkEnd w:id="640"/>
      <w:bookmarkEnd w:id="641"/>
      <w:bookmarkEnd w:id="642"/>
      <w:bookmarkEnd w:id="643"/>
      <w:bookmarkEnd w:id="644"/>
      <w:bookmarkEnd w:id="645"/>
      <w:bookmarkEnd w:id="646"/>
      <w:bookmarkEnd w:id="647"/>
    </w:p>
    <w:bookmarkEnd w:id="623"/>
    <w:p w14:paraId="404C1708" w14:textId="782AB0ED" w:rsidR="00847C21" w:rsidRPr="00835F44" w:rsidRDefault="00847C21" w:rsidP="00847C21">
      <w:pPr>
        <w:pStyle w:val="TH"/>
      </w:pPr>
      <w:r w:rsidRPr="00835F44">
        <w:t>Table 5.5A.1-1: NR CA configurations and bandwidth combination sets defined for intra-band contiguous CA</w:t>
      </w:r>
    </w:p>
    <w:tbl>
      <w:tblPr>
        <w:tblW w:w="1063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307"/>
        <w:gridCol w:w="990"/>
        <w:gridCol w:w="1260"/>
        <w:gridCol w:w="1170"/>
        <w:gridCol w:w="1170"/>
        <w:gridCol w:w="1186"/>
        <w:gridCol w:w="1154"/>
        <w:gridCol w:w="1080"/>
        <w:gridCol w:w="1318"/>
      </w:tblGrid>
      <w:tr w:rsidR="00495FE7" w:rsidRPr="00835F44" w14:paraId="69969F47" w14:textId="77777777" w:rsidTr="00EC4FD1">
        <w:trPr>
          <w:cantSplit/>
          <w:trHeight w:val="20"/>
          <w:jc w:val="center"/>
        </w:trPr>
        <w:tc>
          <w:tcPr>
            <w:tcW w:w="10635" w:type="dxa"/>
            <w:gridSpan w:val="9"/>
            <w:tcBorders>
              <w:top w:val="single" w:sz="4" w:space="0" w:color="auto"/>
              <w:left w:val="single" w:sz="4" w:space="0" w:color="auto"/>
              <w:bottom w:val="single" w:sz="6" w:space="0" w:color="auto"/>
              <w:right w:val="single" w:sz="4" w:space="0" w:color="auto"/>
            </w:tcBorders>
          </w:tcPr>
          <w:p w14:paraId="573D669E" w14:textId="6ADD376F" w:rsidR="00150D72" w:rsidRPr="00835F44" w:rsidRDefault="001C41B4" w:rsidP="005C5B2B">
            <w:pPr>
              <w:pStyle w:val="TAH"/>
            </w:pPr>
            <w:r w:rsidRPr="00835F44">
              <w:t>NR</w:t>
            </w:r>
            <w:r w:rsidR="00150D72" w:rsidRPr="00835F44">
              <w:t xml:space="preserve"> CA configuration / Bandwidth combination set</w:t>
            </w:r>
          </w:p>
        </w:tc>
      </w:tr>
      <w:tr w:rsidR="00495FE7" w:rsidRPr="00835F44" w14:paraId="5E0E0E9B" w14:textId="77777777" w:rsidTr="000E530E">
        <w:trPr>
          <w:cantSplit/>
          <w:trHeight w:val="80"/>
          <w:jc w:val="center"/>
        </w:trPr>
        <w:tc>
          <w:tcPr>
            <w:tcW w:w="1307" w:type="dxa"/>
            <w:tcBorders>
              <w:left w:val="single" w:sz="4" w:space="0" w:color="auto"/>
              <w:bottom w:val="single" w:sz="6" w:space="0" w:color="auto"/>
              <w:right w:val="single" w:sz="4" w:space="0" w:color="auto"/>
            </w:tcBorders>
            <w:vAlign w:val="center"/>
          </w:tcPr>
          <w:p w14:paraId="5606C029" w14:textId="3A62CFBB" w:rsidR="000B115C" w:rsidRPr="00835F44" w:rsidRDefault="000B115C" w:rsidP="000B115C">
            <w:pPr>
              <w:pStyle w:val="TAH"/>
            </w:pPr>
            <w:r w:rsidRPr="00835F44">
              <w:t>NR CA configuration</w:t>
            </w:r>
          </w:p>
        </w:tc>
        <w:tc>
          <w:tcPr>
            <w:tcW w:w="990" w:type="dxa"/>
            <w:tcBorders>
              <w:left w:val="single" w:sz="4" w:space="0" w:color="auto"/>
              <w:bottom w:val="single" w:sz="6" w:space="0" w:color="auto"/>
              <w:right w:val="single" w:sz="4" w:space="0" w:color="auto"/>
            </w:tcBorders>
            <w:vAlign w:val="center"/>
          </w:tcPr>
          <w:p w14:paraId="5C06CE51" w14:textId="7BC80103" w:rsidR="000B115C" w:rsidRPr="00835F44" w:rsidRDefault="000B115C" w:rsidP="000B115C">
            <w:pPr>
              <w:pStyle w:val="TAH"/>
            </w:pPr>
            <w:r w:rsidRPr="00835F44">
              <w:t>Uplink CA configurations</w:t>
            </w:r>
          </w:p>
        </w:tc>
        <w:tc>
          <w:tcPr>
            <w:tcW w:w="1260" w:type="dxa"/>
            <w:tcBorders>
              <w:top w:val="single" w:sz="6" w:space="0" w:color="auto"/>
              <w:left w:val="single" w:sz="6" w:space="0" w:color="auto"/>
              <w:bottom w:val="single" w:sz="6" w:space="0" w:color="auto"/>
              <w:right w:val="single" w:sz="6" w:space="0" w:color="auto"/>
            </w:tcBorders>
            <w:vAlign w:val="center"/>
          </w:tcPr>
          <w:p w14:paraId="0C25E913" w14:textId="2CE1005A" w:rsidR="000B115C" w:rsidRPr="00835F44" w:rsidRDefault="000B115C" w:rsidP="000B115C">
            <w:pPr>
              <w:pStyle w:val="TAH"/>
            </w:pPr>
            <w:r w:rsidRPr="00835F44">
              <w:t>Channel bandwidths for carrier (MHz)</w:t>
            </w:r>
          </w:p>
        </w:tc>
        <w:tc>
          <w:tcPr>
            <w:tcW w:w="1170" w:type="dxa"/>
            <w:tcBorders>
              <w:top w:val="single" w:sz="6" w:space="0" w:color="auto"/>
              <w:left w:val="single" w:sz="6" w:space="0" w:color="auto"/>
              <w:bottom w:val="single" w:sz="6" w:space="0" w:color="auto"/>
              <w:right w:val="single" w:sz="6" w:space="0" w:color="auto"/>
            </w:tcBorders>
            <w:vAlign w:val="center"/>
          </w:tcPr>
          <w:p w14:paraId="256B23BE" w14:textId="4ED745AD" w:rsidR="000B115C" w:rsidRPr="00835F44" w:rsidRDefault="000B115C" w:rsidP="000B115C">
            <w:pPr>
              <w:pStyle w:val="TAH"/>
            </w:pPr>
            <w:r w:rsidRPr="00835F44">
              <w:t>Channel bandwidths for carrier (MHz)</w:t>
            </w:r>
          </w:p>
        </w:tc>
        <w:tc>
          <w:tcPr>
            <w:tcW w:w="1170" w:type="dxa"/>
            <w:tcBorders>
              <w:top w:val="single" w:sz="6" w:space="0" w:color="auto"/>
              <w:left w:val="single" w:sz="6" w:space="0" w:color="auto"/>
              <w:bottom w:val="single" w:sz="6" w:space="0" w:color="auto"/>
              <w:right w:val="single" w:sz="6" w:space="0" w:color="auto"/>
            </w:tcBorders>
          </w:tcPr>
          <w:p w14:paraId="1A46FF73" w14:textId="3398D48A" w:rsidR="000B115C" w:rsidRPr="00835F44" w:rsidRDefault="000B115C" w:rsidP="000B115C">
            <w:pPr>
              <w:pStyle w:val="TAH"/>
            </w:pPr>
            <w:r w:rsidRPr="00835F44">
              <w:t>Channel bandwidths for carrier (MHz)</w:t>
            </w:r>
          </w:p>
        </w:tc>
        <w:tc>
          <w:tcPr>
            <w:tcW w:w="1186" w:type="dxa"/>
            <w:tcBorders>
              <w:top w:val="single" w:sz="6" w:space="0" w:color="auto"/>
              <w:left w:val="single" w:sz="6" w:space="0" w:color="auto"/>
              <w:bottom w:val="single" w:sz="6" w:space="0" w:color="auto"/>
              <w:right w:val="single" w:sz="6" w:space="0" w:color="auto"/>
            </w:tcBorders>
          </w:tcPr>
          <w:p w14:paraId="30C2A6EF" w14:textId="091E920B" w:rsidR="000B115C" w:rsidRPr="00835F44" w:rsidRDefault="000B115C" w:rsidP="000B115C">
            <w:pPr>
              <w:pStyle w:val="TAH"/>
            </w:pPr>
            <w:r w:rsidRPr="00835F44">
              <w:t>Channel bandwidths for carrier (MHz)</w:t>
            </w:r>
          </w:p>
        </w:tc>
        <w:tc>
          <w:tcPr>
            <w:tcW w:w="1154" w:type="dxa"/>
            <w:tcBorders>
              <w:top w:val="single" w:sz="6" w:space="0" w:color="auto"/>
              <w:left w:val="single" w:sz="6" w:space="0" w:color="auto"/>
              <w:bottom w:val="single" w:sz="6" w:space="0" w:color="auto"/>
              <w:right w:val="single" w:sz="6" w:space="0" w:color="auto"/>
            </w:tcBorders>
          </w:tcPr>
          <w:p w14:paraId="368AF598" w14:textId="74D576A7" w:rsidR="000B115C" w:rsidRPr="00835F44" w:rsidRDefault="000B115C" w:rsidP="000B115C">
            <w:pPr>
              <w:pStyle w:val="TAH"/>
            </w:pPr>
            <w:r w:rsidRPr="00835F44">
              <w:t>Channel bandwidths for carrier (MHz)</w:t>
            </w:r>
          </w:p>
        </w:tc>
        <w:tc>
          <w:tcPr>
            <w:tcW w:w="1080" w:type="dxa"/>
            <w:tcBorders>
              <w:left w:val="single" w:sz="4" w:space="0" w:color="auto"/>
              <w:bottom w:val="single" w:sz="6" w:space="0" w:color="auto"/>
              <w:right w:val="single" w:sz="4" w:space="0" w:color="auto"/>
            </w:tcBorders>
            <w:vAlign w:val="center"/>
          </w:tcPr>
          <w:p w14:paraId="0BFC88BC" w14:textId="7DE33DA0" w:rsidR="000B115C" w:rsidRPr="00835F44" w:rsidRDefault="000B115C" w:rsidP="000B115C">
            <w:pPr>
              <w:pStyle w:val="TAH"/>
            </w:pPr>
            <w:r w:rsidRPr="00835F44">
              <w:t xml:space="preserve">Maximum aggregated </w:t>
            </w:r>
            <w:r w:rsidRPr="00835F44">
              <w:br/>
              <w:t>bandwidth (MHz)</w:t>
            </w:r>
          </w:p>
        </w:tc>
        <w:tc>
          <w:tcPr>
            <w:tcW w:w="1318" w:type="dxa"/>
            <w:tcBorders>
              <w:left w:val="single" w:sz="4" w:space="0" w:color="auto"/>
              <w:bottom w:val="single" w:sz="6" w:space="0" w:color="auto"/>
              <w:right w:val="single" w:sz="4" w:space="0" w:color="auto"/>
            </w:tcBorders>
            <w:vAlign w:val="center"/>
          </w:tcPr>
          <w:p w14:paraId="721656D5" w14:textId="22039706" w:rsidR="000B115C" w:rsidRPr="00835F44" w:rsidRDefault="000B115C" w:rsidP="000B115C">
            <w:pPr>
              <w:pStyle w:val="TAH"/>
            </w:pPr>
            <w:r w:rsidRPr="00835F44">
              <w:t>Bandwidth combination set</w:t>
            </w:r>
          </w:p>
        </w:tc>
      </w:tr>
      <w:tr w:rsidR="00495FE7" w:rsidRPr="00835F44" w14:paraId="58A89879" w14:textId="77777777" w:rsidTr="000E530E">
        <w:trPr>
          <w:trHeight w:val="304"/>
          <w:jc w:val="center"/>
        </w:trPr>
        <w:tc>
          <w:tcPr>
            <w:tcW w:w="1307" w:type="dxa"/>
            <w:vMerge w:val="restart"/>
            <w:tcBorders>
              <w:top w:val="single" w:sz="6" w:space="0" w:color="auto"/>
              <w:left w:val="single" w:sz="4" w:space="0" w:color="auto"/>
              <w:right w:val="single" w:sz="6" w:space="0" w:color="auto"/>
            </w:tcBorders>
          </w:tcPr>
          <w:p w14:paraId="0D44C9DB" w14:textId="0E9676DE" w:rsidR="000B115C" w:rsidRPr="00835F44" w:rsidRDefault="000B115C" w:rsidP="000B115C">
            <w:pPr>
              <w:pStyle w:val="TAC"/>
            </w:pPr>
            <w:r w:rsidRPr="00835F44">
              <w:t>CA_n41C</w:t>
            </w:r>
          </w:p>
        </w:tc>
        <w:tc>
          <w:tcPr>
            <w:tcW w:w="990" w:type="dxa"/>
            <w:vMerge w:val="restart"/>
            <w:tcBorders>
              <w:top w:val="single" w:sz="6" w:space="0" w:color="auto"/>
              <w:left w:val="single" w:sz="6" w:space="0" w:color="auto"/>
              <w:right w:val="single" w:sz="6" w:space="0" w:color="auto"/>
            </w:tcBorders>
          </w:tcPr>
          <w:p w14:paraId="23007C8D" w14:textId="372D3D26" w:rsidR="000B115C" w:rsidRPr="00835F44" w:rsidRDefault="000B115C" w:rsidP="000B115C">
            <w:pPr>
              <w:pStyle w:val="TAC"/>
            </w:pPr>
            <w:r w:rsidRPr="00835F44">
              <w:t>-</w:t>
            </w:r>
          </w:p>
        </w:tc>
        <w:tc>
          <w:tcPr>
            <w:tcW w:w="1260" w:type="dxa"/>
            <w:tcBorders>
              <w:top w:val="single" w:sz="6" w:space="0" w:color="auto"/>
              <w:left w:val="single" w:sz="6" w:space="0" w:color="auto"/>
              <w:bottom w:val="single" w:sz="6" w:space="0" w:color="auto"/>
              <w:right w:val="single" w:sz="6" w:space="0" w:color="auto"/>
            </w:tcBorders>
          </w:tcPr>
          <w:p w14:paraId="64B6E438" w14:textId="691168EB" w:rsidR="000B115C" w:rsidRPr="00835F44" w:rsidRDefault="000B115C" w:rsidP="000B115C">
            <w:pPr>
              <w:pStyle w:val="TAC"/>
            </w:pPr>
            <w:r w:rsidRPr="00835F44">
              <w:t>40</w:t>
            </w:r>
          </w:p>
        </w:tc>
        <w:tc>
          <w:tcPr>
            <w:tcW w:w="1170" w:type="dxa"/>
            <w:tcBorders>
              <w:top w:val="single" w:sz="6" w:space="0" w:color="auto"/>
              <w:left w:val="single" w:sz="6" w:space="0" w:color="auto"/>
              <w:bottom w:val="single" w:sz="6" w:space="0" w:color="auto"/>
              <w:right w:val="single" w:sz="6" w:space="0" w:color="auto"/>
            </w:tcBorders>
          </w:tcPr>
          <w:p w14:paraId="575E1E9F" w14:textId="0C156AB3" w:rsidR="000B115C" w:rsidRPr="00835F44" w:rsidRDefault="000B115C" w:rsidP="000B115C">
            <w:pPr>
              <w:pStyle w:val="TAC"/>
            </w:pPr>
            <w:r w:rsidRPr="00835F44">
              <w:t>80, 100</w:t>
            </w:r>
          </w:p>
        </w:tc>
        <w:tc>
          <w:tcPr>
            <w:tcW w:w="1170" w:type="dxa"/>
            <w:tcBorders>
              <w:top w:val="single" w:sz="6" w:space="0" w:color="auto"/>
              <w:left w:val="single" w:sz="6" w:space="0" w:color="auto"/>
              <w:bottom w:val="single" w:sz="6" w:space="0" w:color="auto"/>
              <w:right w:val="single" w:sz="6" w:space="0" w:color="auto"/>
            </w:tcBorders>
          </w:tcPr>
          <w:p w14:paraId="50C99147" w14:textId="77777777" w:rsidR="000B115C" w:rsidRPr="00835F44" w:rsidRDefault="000B115C" w:rsidP="000B115C">
            <w:pPr>
              <w:pStyle w:val="TAC"/>
            </w:pPr>
          </w:p>
        </w:tc>
        <w:tc>
          <w:tcPr>
            <w:tcW w:w="1186" w:type="dxa"/>
            <w:tcBorders>
              <w:top w:val="single" w:sz="6" w:space="0" w:color="auto"/>
              <w:left w:val="single" w:sz="6" w:space="0" w:color="auto"/>
              <w:bottom w:val="single" w:sz="6" w:space="0" w:color="auto"/>
              <w:right w:val="single" w:sz="6" w:space="0" w:color="auto"/>
            </w:tcBorders>
          </w:tcPr>
          <w:p w14:paraId="5FD730A0" w14:textId="77777777" w:rsidR="000B115C" w:rsidRPr="00835F44" w:rsidRDefault="000B115C" w:rsidP="000B115C">
            <w:pPr>
              <w:pStyle w:val="TAC"/>
            </w:pPr>
          </w:p>
        </w:tc>
        <w:tc>
          <w:tcPr>
            <w:tcW w:w="1154" w:type="dxa"/>
            <w:tcBorders>
              <w:top w:val="single" w:sz="6" w:space="0" w:color="auto"/>
              <w:left w:val="single" w:sz="6" w:space="0" w:color="auto"/>
              <w:bottom w:val="single" w:sz="6" w:space="0" w:color="auto"/>
              <w:right w:val="single" w:sz="6" w:space="0" w:color="auto"/>
            </w:tcBorders>
          </w:tcPr>
          <w:p w14:paraId="5D71502D" w14:textId="77777777" w:rsidR="000B115C" w:rsidRPr="00835F44" w:rsidRDefault="000B115C" w:rsidP="000B115C">
            <w:pPr>
              <w:pStyle w:val="TAC"/>
            </w:pPr>
          </w:p>
        </w:tc>
        <w:tc>
          <w:tcPr>
            <w:tcW w:w="1080" w:type="dxa"/>
            <w:vMerge w:val="restart"/>
            <w:tcBorders>
              <w:top w:val="single" w:sz="6" w:space="0" w:color="auto"/>
              <w:left w:val="single" w:sz="6" w:space="0" w:color="auto"/>
              <w:right w:val="single" w:sz="6" w:space="0" w:color="auto"/>
            </w:tcBorders>
          </w:tcPr>
          <w:p w14:paraId="5F1DB752" w14:textId="0C155043" w:rsidR="000B115C" w:rsidRPr="00835F44" w:rsidRDefault="000B115C" w:rsidP="000B115C">
            <w:pPr>
              <w:pStyle w:val="TAC"/>
              <w:rPr>
                <w:rFonts w:eastAsia="Yu Mincho"/>
                <w:lang w:eastAsia="ja-JP"/>
              </w:rPr>
            </w:pPr>
            <w:r w:rsidRPr="00835F44">
              <w:t>180</w:t>
            </w:r>
          </w:p>
        </w:tc>
        <w:tc>
          <w:tcPr>
            <w:tcW w:w="1318" w:type="dxa"/>
            <w:vMerge w:val="restart"/>
            <w:tcBorders>
              <w:top w:val="single" w:sz="6" w:space="0" w:color="auto"/>
              <w:left w:val="single" w:sz="6" w:space="0" w:color="auto"/>
              <w:right w:val="single" w:sz="4" w:space="0" w:color="auto"/>
            </w:tcBorders>
          </w:tcPr>
          <w:p w14:paraId="120EB0FD" w14:textId="2CAB000A" w:rsidR="000B115C" w:rsidRPr="00835F44" w:rsidRDefault="000B115C" w:rsidP="000B115C">
            <w:pPr>
              <w:pStyle w:val="TAC"/>
            </w:pPr>
            <w:r w:rsidRPr="00835F44">
              <w:t>0</w:t>
            </w:r>
          </w:p>
        </w:tc>
      </w:tr>
      <w:tr w:rsidR="00495FE7" w:rsidRPr="00835F44" w14:paraId="4583E442" w14:textId="77777777" w:rsidTr="002A43DE">
        <w:trPr>
          <w:trHeight w:val="304"/>
          <w:jc w:val="center"/>
        </w:trPr>
        <w:tc>
          <w:tcPr>
            <w:tcW w:w="1307" w:type="dxa"/>
            <w:vMerge/>
            <w:tcBorders>
              <w:left w:val="single" w:sz="4" w:space="0" w:color="auto"/>
              <w:bottom w:val="single" w:sz="6" w:space="0" w:color="auto"/>
              <w:right w:val="single" w:sz="6" w:space="0" w:color="auto"/>
            </w:tcBorders>
            <w:vAlign w:val="center"/>
          </w:tcPr>
          <w:p w14:paraId="06DDB13D" w14:textId="77777777" w:rsidR="000B115C" w:rsidRPr="00835F44" w:rsidRDefault="000B115C" w:rsidP="000B115C">
            <w:pPr>
              <w:pStyle w:val="TAC"/>
            </w:pPr>
          </w:p>
        </w:tc>
        <w:tc>
          <w:tcPr>
            <w:tcW w:w="990" w:type="dxa"/>
            <w:vMerge/>
            <w:tcBorders>
              <w:left w:val="single" w:sz="6" w:space="0" w:color="auto"/>
              <w:bottom w:val="single" w:sz="6" w:space="0" w:color="auto"/>
              <w:right w:val="single" w:sz="6" w:space="0" w:color="auto"/>
            </w:tcBorders>
            <w:vAlign w:val="center"/>
          </w:tcPr>
          <w:p w14:paraId="01E530DA" w14:textId="77777777" w:rsidR="000B115C" w:rsidRPr="00835F44" w:rsidRDefault="000B115C" w:rsidP="000B115C">
            <w:pPr>
              <w:pStyle w:val="TAC"/>
            </w:pPr>
          </w:p>
        </w:tc>
        <w:tc>
          <w:tcPr>
            <w:tcW w:w="1260" w:type="dxa"/>
            <w:tcBorders>
              <w:top w:val="single" w:sz="6" w:space="0" w:color="auto"/>
              <w:left w:val="single" w:sz="6" w:space="0" w:color="auto"/>
              <w:bottom w:val="single" w:sz="6" w:space="0" w:color="auto"/>
              <w:right w:val="single" w:sz="6" w:space="0" w:color="auto"/>
            </w:tcBorders>
          </w:tcPr>
          <w:p w14:paraId="508FDDCE" w14:textId="68D7B88B" w:rsidR="000B115C" w:rsidRPr="00835F44" w:rsidRDefault="000B115C" w:rsidP="000B115C">
            <w:pPr>
              <w:pStyle w:val="TAC"/>
            </w:pPr>
            <w:r w:rsidRPr="00835F44">
              <w:t>50, 60, 80</w:t>
            </w:r>
          </w:p>
        </w:tc>
        <w:tc>
          <w:tcPr>
            <w:tcW w:w="1170" w:type="dxa"/>
            <w:tcBorders>
              <w:top w:val="single" w:sz="6" w:space="0" w:color="auto"/>
              <w:left w:val="single" w:sz="6" w:space="0" w:color="auto"/>
              <w:bottom w:val="single" w:sz="6" w:space="0" w:color="auto"/>
              <w:right w:val="single" w:sz="6" w:space="0" w:color="auto"/>
            </w:tcBorders>
          </w:tcPr>
          <w:p w14:paraId="3A3D1409" w14:textId="36CFA5A8" w:rsidR="000B115C" w:rsidRPr="00835F44" w:rsidRDefault="000B115C" w:rsidP="000B115C">
            <w:pPr>
              <w:pStyle w:val="TAC"/>
            </w:pPr>
            <w:r w:rsidRPr="00835F44">
              <w:t>60, 80, 100</w:t>
            </w:r>
          </w:p>
        </w:tc>
        <w:tc>
          <w:tcPr>
            <w:tcW w:w="1170" w:type="dxa"/>
            <w:tcBorders>
              <w:top w:val="single" w:sz="6" w:space="0" w:color="auto"/>
              <w:left w:val="single" w:sz="6" w:space="0" w:color="auto"/>
              <w:bottom w:val="single" w:sz="6" w:space="0" w:color="auto"/>
              <w:right w:val="single" w:sz="6" w:space="0" w:color="auto"/>
            </w:tcBorders>
          </w:tcPr>
          <w:p w14:paraId="543672D6" w14:textId="77777777" w:rsidR="000B115C" w:rsidRPr="00835F44" w:rsidRDefault="000B115C" w:rsidP="000B115C">
            <w:pPr>
              <w:pStyle w:val="TAC"/>
            </w:pPr>
          </w:p>
        </w:tc>
        <w:tc>
          <w:tcPr>
            <w:tcW w:w="1186" w:type="dxa"/>
            <w:tcBorders>
              <w:top w:val="single" w:sz="6" w:space="0" w:color="auto"/>
              <w:left w:val="single" w:sz="6" w:space="0" w:color="auto"/>
              <w:bottom w:val="single" w:sz="6" w:space="0" w:color="auto"/>
              <w:right w:val="single" w:sz="6" w:space="0" w:color="auto"/>
            </w:tcBorders>
          </w:tcPr>
          <w:p w14:paraId="47E06637" w14:textId="77777777" w:rsidR="000B115C" w:rsidRPr="00835F44" w:rsidRDefault="000B115C" w:rsidP="000B115C">
            <w:pPr>
              <w:pStyle w:val="TAC"/>
            </w:pPr>
          </w:p>
        </w:tc>
        <w:tc>
          <w:tcPr>
            <w:tcW w:w="1154" w:type="dxa"/>
            <w:tcBorders>
              <w:top w:val="single" w:sz="6" w:space="0" w:color="auto"/>
              <w:left w:val="single" w:sz="6" w:space="0" w:color="auto"/>
              <w:bottom w:val="single" w:sz="6" w:space="0" w:color="auto"/>
              <w:right w:val="single" w:sz="6" w:space="0" w:color="auto"/>
            </w:tcBorders>
          </w:tcPr>
          <w:p w14:paraId="06BE2A18" w14:textId="77777777" w:rsidR="000B115C" w:rsidRPr="00835F44" w:rsidRDefault="000B115C" w:rsidP="000B115C">
            <w:pPr>
              <w:pStyle w:val="TAC"/>
            </w:pPr>
          </w:p>
        </w:tc>
        <w:tc>
          <w:tcPr>
            <w:tcW w:w="1080" w:type="dxa"/>
            <w:vMerge/>
            <w:tcBorders>
              <w:left w:val="single" w:sz="6" w:space="0" w:color="auto"/>
              <w:bottom w:val="single" w:sz="6" w:space="0" w:color="auto"/>
              <w:right w:val="single" w:sz="6" w:space="0" w:color="auto"/>
            </w:tcBorders>
          </w:tcPr>
          <w:p w14:paraId="48619397" w14:textId="1AEB0778" w:rsidR="000B115C" w:rsidRPr="00835F44" w:rsidRDefault="000B115C" w:rsidP="000B115C">
            <w:pPr>
              <w:pStyle w:val="TAC"/>
              <w:rPr>
                <w:rFonts w:eastAsia="Yu Mincho"/>
                <w:lang w:eastAsia="ja-JP"/>
              </w:rPr>
            </w:pPr>
          </w:p>
        </w:tc>
        <w:tc>
          <w:tcPr>
            <w:tcW w:w="1318" w:type="dxa"/>
            <w:vMerge/>
            <w:tcBorders>
              <w:left w:val="single" w:sz="6" w:space="0" w:color="auto"/>
              <w:right w:val="single" w:sz="4" w:space="0" w:color="auto"/>
            </w:tcBorders>
            <w:vAlign w:val="center"/>
          </w:tcPr>
          <w:p w14:paraId="6267DC86" w14:textId="77777777" w:rsidR="000B115C" w:rsidRPr="00835F44" w:rsidRDefault="000B115C" w:rsidP="000B115C">
            <w:pPr>
              <w:pStyle w:val="TAC"/>
            </w:pPr>
          </w:p>
        </w:tc>
      </w:tr>
      <w:tr w:rsidR="00495FE7" w:rsidRPr="00835F44" w14:paraId="5957C043" w14:textId="77777777" w:rsidTr="000E530E">
        <w:trPr>
          <w:trHeight w:val="304"/>
          <w:jc w:val="center"/>
        </w:trPr>
        <w:tc>
          <w:tcPr>
            <w:tcW w:w="1307" w:type="dxa"/>
            <w:vMerge w:val="restart"/>
            <w:tcBorders>
              <w:top w:val="single" w:sz="6" w:space="0" w:color="auto"/>
              <w:left w:val="single" w:sz="4" w:space="0" w:color="auto"/>
              <w:bottom w:val="single" w:sz="6" w:space="0" w:color="auto"/>
              <w:right w:val="single" w:sz="6" w:space="0" w:color="auto"/>
            </w:tcBorders>
            <w:vAlign w:val="center"/>
            <w:hideMark/>
          </w:tcPr>
          <w:p w14:paraId="16C1C764" w14:textId="77777777" w:rsidR="000B115C" w:rsidRPr="00835F44" w:rsidRDefault="000B115C" w:rsidP="000B115C">
            <w:pPr>
              <w:pStyle w:val="TAC"/>
            </w:pPr>
            <w:r w:rsidRPr="00835F44">
              <w:t>CA_n77C</w:t>
            </w:r>
          </w:p>
          <w:p w14:paraId="230AF603" w14:textId="77777777" w:rsidR="000B115C" w:rsidRPr="00835F44" w:rsidRDefault="000B115C" w:rsidP="000B115C">
            <w:pPr>
              <w:pStyle w:val="TAC"/>
            </w:pPr>
            <w:r w:rsidRPr="00835F44">
              <w:t>CA_n78C</w:t>
            </w:r>
          </w:p>
          <w:p w14:paraId="768C8AC8" w14:textId="77777777" w:rsidR="000B115C" w:rsidRPr="00835F44" w:rsidRDefault="000B115C" w:rsidP="000B115C">
            <w:pPr>
              <w:pStyle w:val="TAC"/>
            </w:pPr>
            <w:r w:rsidRPr="00835F44">
              <w:t>CA_n79C</w:t>
            </w:r>
          </w:p>
        </w:tc>
        <w:tc>
          <w:tcPr>
            <w:tcW w:w="990" w:type="dxa"/>
            <w:vMerge w:val="restart"/>
            <w:tcBorders>
              <w:top w:val="single" w:sz="6" w:space="0" w:color="auto"/>
              <w:left w:val="single" w:sz="6" w:space="0" w:color="auto"/>
              <w:bottom w:val="single" w:sz="6" w:space="0" w:color="auto"/>
              <w:right w:val="single" w:sz="6" w:space="0" w:color="auto"/>
            </w:tcBorders>
            <w:vAlign w:val="center"/>
          </w:tcPr>
          <w:p w14:paraId="08B5159E" w14:textId="3D5AEC74" w:rsidR="000B115C" w:rsidRPr="00835F44" w:rsidRDefault="000B115C" w:rsidP="000B115C">
            <w:pPr>
              <w:pStyle w:val="TAC"/>
            </w:pPr>
            <w:r w:rsidRPr="00835F44">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260B04B9" w14:textId="77777777" w:rsidR="000B115C" w:rsidRPr="00835F44" w:rsidRDefault="000B115C" w:rsidP="000B115C">
            <w:pPr>
              <w:pStyle w:val="TAC"/>
            </w:pPr>
            <w:r w:rsidRPr="00835F44">
              <w:t>50</w:t>
            </w:r>
          </w:p>
        </w:tc>
        <w:tc>
          <w:tcPr>
            <w:tcW w:w="1170" w:type="dxa"/>
            <w:tcBorders>
              <w:top w:val="single" w:sz="6" w:space="0" w:color="auto"/>
              <w:left w:val="single" w:sz="6" w:space="0" w:color="auto"/>
              <w:bottom w:val="single" w:sz="6" w:space="0" w:color="auto"/>
              <w:right w:val="single" w:sz="6" w:space="0" w:color="auto"/>
            </w:tcBorders>
            <w:vAlign w:val="center"/>
            <w:hideMark/>
          </w:tcPr>
          <w:p w14:paraId="0FC0FB23" w14:textId="28B4C2CE" w:rsidR="000B115C" w:rsidRPr="00835F44" w:rsidRDefault="000B115C" w:rsidP="000B115C">
            <w:pPr>
              <w:pStyle w:val="TAC"/>
            </w:pPr>
            <w:r w:rsidRPr="00835F44">
              <w:t>60, 80, 100</w:t>
            </w:r>
          </w:p>
        </w:tc>
        <w:tc>
          <w:tcPr>
            <w:tcW w:w="1170" w:type="dxa"/>
            <w:tcBorders>
              <w:top w:val="single" w:sz="6" w:space="0" w:color="auto"/>
              <w:left w:val="single" w:sz="6" w:space="0" w:color="auto"/>
              <w:bottom w:val="single" w:sz="6" w:space="0" w:color="auto"/>
              <w:right w:val="single" w:sz="6" w:space="0" w:color="auto"/>
            </w:tcBorders>
          </w:tcPr>
          <w:p w14:paraId="796F1D97" w14:textId="77777777" w:rsidR="000B115C" w:rsidRPr="00835F44" w:rsidRDefault="000B115C" w:rsidP="000B115C">
            <w:pPr>
              <w:pStyle w:val="TAC"/>
            </w:pPr>
          </w:p>
        </w:tc>
        <w:tc>
          <w:tcPr>
            <w:tcW w:w="1186" w:type="dxa"/>
            <w:tcBorders>
              <w:top w:val="single" w:sz="6" w:space="0" w:color="auto"/>
              <w:left w:val="single" w:sz="6" w:space="0" w:color="auto"/>
              <w:bottom w:val="single" w:sz="6" w:space="0" w:color="auto"/>
              <w:right w:val="single" w:sz="6" w:space="0" w:color="auto"/>
            </w:tcBorders>
          </w:tcPr>
          <w:p w14:paraId="36CF2CAE" w14:textId="77777777" w:rsidR="000B115C" w:rsidRPr="00835F44" w:rsidRDefault="000B115C" w:rsidP="000B115C">
            <w:pPr>
              <w:pStyle w:val="TAC"/>
            </w:pPr>
          </w:p>
        </w:tc>
        <w:tc>
          <w:tcPr>
            <w:tcW w:w="1154" w:type="dxa"/>
            <w:tcBorders>
              <w:top w:val="single" w:sz="6" w:space="0" w:color="auto"/>
              <w:left w:val="single" w:sz="6" w:space="0" w:color="auto"/>
              <w:bottom w:val="single" w:sz="6" w:space="0" w:color="auto"/>
              <w:right w:val="single" w:sz="6" w:space="0" w:color="auto"/>
            </w:tcBorders>
          </w:tcPr>
          <w:p w14:paraId="44F1EEBF" w14:textId="77777777" w:rsidR="000B115C" w:rsidRPr="00835F44" w:rsidRDefault="000B115C" w:rsidP="000B115C">
            <w:pPr>
              <w:pStyle w:val="TAC"/>
            </w:pPr>
          </w:p>
        </w:tc>
        <w:tc>
          <w:tcPr>
            <w:tcW w:w="1080" w:type="dxa"/>
            <w:vMerge w:val="restart"/>
            <w:tcBorders>
              <w:top w:val="single" w:sz="6" w:space="0" w:color="auto"/>
              <w:left w:val="single" w:sz="6" w:space="0" w:color="auto"/>
              <w:right w:val="single" w:sz="6" w:space="0" w:color="auto"/>
            </w:tcBorders>
            <w:vAlign w:val="center"/>
          </w:tcPr>
          <w:p w14:paraId="1060DF92" w14:textId="43C842DB" w:rsidR="000B115C" w:rsidRPr="00835F44" w:rsidRDefault="000B115C" w:rsidP="000B115C">
            <w:pPr>
              <w:pStyle w:val="TAC"/>
              <w:rPr>
                <w:rFonts w:eastAsia="Yu Mincho"/>
                <w:lang w:eastAsia="ja-JP"/>
              </w:rPr>
            </w:pPr>
            <w:r w:rsidRPr="00835F44">
              <w:rPr>
                <w:rFonts w:eastAsia="Yu Mincho"/>
                <w:lang w:eastAsia="ja-JP"/>
              </w:rPr>
              <w:t>200</w:t>
            </w:r>
          </w:p>
        </w:tc>
        <w:tc>
          <w:tcPr>
            <w:tcW w:w="1318" w:type="dxa"/>
            <w:vMerge w:val="restart"/>
            <w:tcBorders>
              <w:top w:val="single" w:sz="6" w:space="0" w:color="auto"/>
              <w:left w:val="single" w:sz="6" w:space="0" w:color="auto"/>
              <w:right w:val="single" w:sz="4" w:space="0" w:color="auto"/>
            </w:tcBorders>
            <w:vAlign w:val="center"/>
            <w:hideMark/>
          </w:tcPr>
          <w:p w14:paraId="6F6D90C5" w14:textId="77777777" w:rsidR="000B115C" w:rsidRPr="00835F44" w:rsidRDefault="000B115C" w:rsidP="000B115C">
            <w:pPr>
              <w:pStyle w:val="TAC"/>
            </w:pPr>
            <w:r w:rsidRPr="00835F44">
              <w:t>0</w:t>
            </w:r>
          </w:p>
        </w:tc>
      </w:tr>
      <w:tr w:rsidR="00495FE7" w:rsidRPr="00835F44" w14:paraId="2EFB2EE0" w14:textId="77777777" w:rsidTr="002A43DE">
        <w:trPr>
          <w:trHeight w:val="304"/>
          <w:jc w:val="center"/>
        </w:trPr>
        <w:tc>
          <w:tcPr>
            <w:tcW w:w="1307" w:type="dxa"/>
            <w:vMerge/>
            <w:tcBorders>
              <w:top w:val="single" w:sz="6" w:space="0" w:color="auto"/>
              <w:left w:val="single" w:sz="4" w:space="0" w:color="auto"/>
              <w:bottom w:val="single" w:sz="6" w:space="0" w:color="auto"/>
              <w:right w:val="single" w:sz="6" w:space="0" w:color="auto"/>
            </w:tcBorders>
            <w:vAlign w:val="center"/>
            <w:hideMark/>
          </w:tcPr>
          <w:p w14:paraId="1677BD5C" w14:textId="77777777" w:rsidR="000B115C" w:rsidRPr="00835F44" w:rsidRDefault="000B115C" w:rsidP="000B115C">
            <w:pPr>
              <w:spacing w:after="0"/>
              <w:rPr>
                <w:rFonts w:ascii="Arial" w:hAnsi="Arial"/>
                <w:sz w:val="18"/>
              </w:rPr>
            </w:pPr>
          </w:p>
        </w:tc>
        <w:tc>
          <w:tcPr>
            <w:tcW w:w="990" w:type="dxa"/>
            <w:vMerge/>
            <w:tcBorders>
              <w:top w:val="single" w:sz="6" w:space="0" w:color="auto"/>
              <w:left w:val="single" w:sz="6" w:space="0" w:color="auto"/>
              <w:bottom w:val="single" w:sz="6" w:space="0" w:color="auto"/>
              <w:right w:val="single" w:sz="6" w:space="0" w:color="auto"/>
            </w:tcBorders>
            <w:vAlign w:val="center"/>
            <w:hideMark/>
          </w:tcPr>
          <w:p w14:paraId="0AA81EEF" w14:textId="77777777" w:rsidR="000B115C" w:rsidRPr="00835F44" w:rsidRDefault="000B115C" w:rsidP="000B115C">
            <w:pPr>
              <w:spacing w:after="0"/>
              <w:rPr>
                <w:rFonts w:ascii="Arial" w:hAnsi="Arial"/>
                <w:sz w:val="18"/>
              </w:rPr>
            </w:pPr>
          </w:p>
        </w:tc>
        <w:tc>
          <w:tcPr>
            <w:tcW w:w="1260" w:type="dxa"/>
            <w:tcBorders>
              <w:top w:val="single" w:sz="6" w:space="0" w:color="auto"/>
              <w:left w:val="single" w:sz="6" w:space="0" w:color="auto"/>
              <w:bottom w:val="single" w:sz="6" w:space="0" w:color="auto"/>
              <w:right w:val="single" w:sz="6" w:space="0" w:color="auto"/>
            </w:tcBorders>
            <w:vAlign w:val="center"/>
            <w:hideMark/>
          </w:tcPr>
          <w:p w14:paraId="6EB76640" w14:textId="77777777" w:rsidR="000B115C" w:rsidRPr="00835F44" w:rsidRDefault="000B115C" w:rsidP="000B115C">
            <w:pPr>
              <w:pStyle w:val="TAC"/>
            </w:pPr>
            <w:r w:rsidRPr="00835F44">
              <w:t>60</w:t>
            </w:r>
          </w:p>
        </w:tc>
        <w:tc>
          <w:tcPr>
            <w:tcW w:w="1170" w:type="dxa"/>
            <w:tcBorders>
              <w:top w:val="single" w:sz="6" w:space="0" w:color="auto"/>
              <w:left w:val="single" w:sz="6" w:space="0" w:color="auto"/>
              <w:bottom w:val="single" w:sz="6" w:space="0" w:color="auto"/>
              <w:right w:val="single" w:sz="6" w:space="0" w:color="auto"/>
            </w:tcBorders>
            <w:vAlign w:val="center"/>
            <w:hideMark/>
          </w:tcPr>
          <w:p w14:paraId="0CDAA4A2" w14:textId="74B99895" w:rsidR="000B115C" w:rsidRPr="00835F44" w:rsidRDefault="000B115C" w:rsidP="000B115C">
            <w:pPr>
              <w:pStyle w:val="TAC"/>
            </w:pPr>
            <w:r w:rsidRPr="00835F44">
              <w:t>60, 80, 100</w:t>
            </w:r>
          </w:p>
        </w:tc>
        <w:tc>
          <w:tcPr>
            <w:tcW w:w="1170" w:type="dxa"/>
            <w:tcBorders>
              <w:top w:val="single" w:sz="6" w:space="0" w:color="auto"/>
              <w:left w:val="single" w:sz="6" w:space="0" w:color="auto"/>
              <w:bottom w:val="single" w:sz="6" w:space="0" w:color="auto"/>
              <w:right w:val="single" w:sz="6" w:space="0" w:color="auto"/>
            </w:tcBorders>
          </w:tcPr>
          <w:p w14:paraId="3AEA863C" w14:textId="77777777" w:rsidR="000B115C" w:rsidRPr="00835F44" w:rsidRDefault="000B115C" w:rsidP="000B115C">
            <w:pPr>
              <w:pStyle w:val="TAC"/>
            </w:pPr>
          </w:p>
        </w:tc>
        <w:tc>
          <w:tcPr>
            <w:tcW w:w="1186" w:type="dxa"/>
            <w:tcBorders>
              <w:top w:val="single" w:sz="6" w:space="0" w:color="auto"/>
              <w:left w:val="single" w:sz="6" w:space="0" w:color="auto"/>
              <w:bottom w:val="single" w:sz="6" w:space="0" w:color="auto"/>
              <w:right w:val="single" w:sz="6" w:space="0" w:color="auto"/>
            </w:tcBorders>
          </w:tcPr>
          <w:p w14:paraId="522C8C27" w14:textId="77777777" w:rsidR="000B115C" w:rsidRPr="00835F44" w:rsidRDefault="000B115C" w:rsidP="000B115C">
            <w:pPr>
              <w:pStyle w:val="TAC"/>
            </w:pPr>
          </w:p>
        </w:tc>
        <w:tc>
          <w:tcPr>
            <w:tcW w:w="1154" w:type="dxa"/>
            <w:tcBorders>
              <w:top w:val="single" w:sz="6" w:space="0" w:color="auto"/>
              <w:left w:val="single" w:sz="6" w:space="0" w:color="auto"/>
              <w:bottom w:val="single" w:sz="6" w:space="0" w:color="auto"/>
              <w:right w:val="single" w:sz="6" w:space="0" w:color="auto"/>
            </w:tcBorders>
          </w:tcPr>
          <w:p w14:paraId="1209A4A3" w14:textId="77777777" w:rsidR="000B115C" w:rsidRPr="00835F44" w:rsidRDefault="000B115C" w:rsidP="000B115C">
            <w:pPr>
              <w:pStyle w:val="TAC"/>
            </w:pPr>
          </w:p>
        </w:tc>
        <w:tc>
          <w:tcPr>
            <w:tcW w:w="1080" w:type="dxa"/>
            <w:vMerge/>
            <w:tcBorders>
              <w:left w:val="single" w:sz="6" w:space="0" w:color="auto"/>
              <w:right w:val="single" w:sz="6" w:space="0" w:color="auto"/>
            </w:tcBorders>
            <w:vAlign w:val="center"/>
            <w:hideMark/>
          </w:tcPr>
          <w:p w14:paraId="16FDCD58" w14:textId="566C6A75" w:rsidR="000B115C" w:rsidRPr="00835F44" w:rsidRDefault="000B115C" w:rsidP="000B115C">
            <w:pPr>
              <w:pStyle w:val="TAC"/>
              <w:rPr>
                <w:rFonts w:eastAsia="Yu Mincho"/>
                <w:lang w:eastAsia="ja-JP"/>
              </w:rPr>
            </w:pPr>
          </w:p>
        </w:tc>
        <w:tc>
          <w:tcPr>
            <w:tcW w:w="1318" w:type="dxa"/>
            <w:vMerge/>
            <w:tcBorders>
              <w:left w:val="single" w:sz="6" w:space="0" w:color="auto"/>
              <w:right w:val="single" w:sz="4" w:space="0" w:color="auto"/>
            </w:tcBorders>
            <w:vAlign w:val="center"/>
            <w:hideMark/>
          </w:tcPr>
          <w:p w14:paraId="21BB716D" w14:textId="77777777" w:rsidR="000B115C" w:rsidRPr="00835F44" w:rsidRDefault="000B115C" w:rsidP="000B115C">
            <w:pPr>
              <w:spacing w:after="0"/>
              <w:rPr>
                <w:rFonts w:ascii="Arial" w:hAnsi="Arial"/>
                <w:sz w:val="18"/>
              </w:rPr>
            </w:pPr>
          </w:p>
        </w:tc>
      </w:tr>
      <w:tr w:rsidR="00495FE7" w:rsidRPr="00835F44" w14:paraId="573F76A9" w14:textId="77777777" w:rsidTr="002A43DE">
        <w:trPr>
          <w:trHeight w:val="304"/>
          <w:jc w:val="center"/>
        </w:trPr>
        <w:tc>
          <w:tcPr>
            <w:tcW w:w="1307" w:type="dxa"/>
            <w:vMerge/>
            <w:tcBorders>
              <w:top w:val="single" w:sz="6" w:space="0" w:color="auto"/>
              <w:left w:val="single" w:sz="4" w:space="0" w:color="auto"/>
              <w:bottom w:val="single" w:sz="6" w:space="0" w:color="auto"/>
              <w:right w:val="single" w:sz="6" w:space="0" w:color="auto"/>
            </w:tcBorders>
            <w:vAlign w:val="center"/>
          </w:tcPr>
          <w:p w14:paraId="75421DC4" w14:textId="77777777" w:rsidR="000B115C" w:rsidRPr="00835F44" w:rsidRDefault="000B115C" w:rsidP="000B115C">
            <w:pPr>
              <w:spacing w:after="0"/>
              <w:rPr>
                <w:rFonts w:ascii="Arial" w:hAnsi="Arial"/>
                <w:sz w:val="18"/>
              </w:rPr>
            </w:pPr>
          </w:p>
        </w:tc>
        <w:tc>
          <w:tcPr>
            <w:tcW w:w="990" w:type="dxa"/>
            <w:vMerge/>
            <w:tcBorders>
              <w:top w:val="single" w:sz="6" w:space="0" w:color="auto"/>
              <w:left w:val="single" w:sz="6" w:space="0" w:color="auto"/>
              <w:bottom w:val="single" w:sz="6" w:space="0" w:color="auto"/>
              <w:right w:val="single" w:sz="6" w:space="0" w:color="auto"/>
            </w:tcBorders>
            <w:vAlign w:val="center"/>
          </w:tcPr>
          <w:p w14:paraId="047CD29B" w14:textId="77777777" w:rsidR="000B115C" w:rsidRPr="00835F44" w:rsidRDefault="000B115C" w:rsidP="000B115C">
            <w:pPr>
              <w:spacing w:after="0"/>
              <w:rPr>
                <w:rFonts w:ascii="Arial" w:hAnsi="Arial"/>
                <w:sz w:val="18"/>
              </w:rPr>
            </w:pPr>
          </w:p>
        </w:tc>
        <w:tc>
          <w:tcPr>
            <w:tcW w:w="1260" w:type="dxa"/>
            <w:tcBorders>
              <w:top w:val="single" w:sz="6" w:space="0" w:color="auto"/>
              <w:left w:val="single" w:sz="6" w:space="0" w:color="auto"/>
              <w:bottom w:val="single" w:sz="6" w:space="0" w:color="auto"/>
              <w:right w:val="single" w:sz="6" w:space="0" w:color="auto"/>
            </w:tcBorders>
            <w:vAlign w:val="center"/>
          </w:tcPr>
          <w:p w14:paraId="43A83516" w14:textId="0F1F81D8" w:rsidR="000B115C" w:rsidRPr="00835F44" w:rsidRDefault="000B115C" w:rsidP="000B115C">
            <w:pPr>
              <w:pStyle w:val="TAC"/>
            </w:pPr>
            <w:r w:rsidRPr="00835F44">
              <w:t>80</w:t>
            </w:r>
          </w:p>
        </w:tc>
        <w:tc>
          <w:tcPr>
            <w:tcW w:w="1170" w:type="dxa"/>
            <w:tcBorders>
              <w:top w:val="single" w:sz="6" w:space="0" w:color="auto"/>
              <w:left w:val="single" w:sz="6" w:space="0" w:color="auto"/>
              <w:bottom w:val="single" w:sz="6" w:space="0" w:color="auto"/>
              <w:right w:val="single" w:sz="6" w:space="0" w:color="auto"/>
            </w:tcBorders>
            <w:vAlign w:val="center"/>
          </w:tcPr>
          <w:p w14:paraId="27097059" w14:textId="76B16373" w:rsidR="000B115C" w:rsidRPr="00835F44" w:rsidRDefault="000B115C" w:rsidP="000B115C">
            <w:pPr>
              <w:pStyle w:val="TAC"/>
              <w:rPr>
                <w:rFonts w:eastAsia="Yu Mincho"/>
                <w:lang w:eastAsia="ja-JP"/>
              </w:rPr>
            </w:pPr>
            <w:r w:rsidRPr="00835F44">
              <w:rPr>
                <w:rFonts w:eastAsia="Yu Mincho" w:hint="eastAsia"/>
                <w:lang w:eastAsia="ja-JP"/>
              </w:rPr>
              <w:t>80</w:t>
            </w:r>
            <w:r w:rsidRPr="00835F44">
              <w:rPr>
                <w:rFonts w:eastAsia="Yu Mincho"/>
                <w:lang w:eastAsia="ja-JP"/>
              </w:rPr>
              <w:t>, 100</w:t>
            </w:r>
          </w:p>
        </w:tc>
        <w:tc>
          <w:tcPr>
            <w:tcW w:w="1170" w:type="dxa"/>
            <w:tcBorders>
              <w:top w:val="single" w:sz="6" w:space="0" w:color="auto"/>
              <w:left w:val="single" w:sz="6" w:space="0" w:color="auto"/>
              <w:bottom w:val="single" w:sz="6" w:space="0" w:color="auto"/>
              <w:right w:val="single" w:sz="6" w:space="0" w:color="auto"/>
            </w:tcBorders>
          </w:tcPr>
          <w:p w14:paraId="3027DAA1" w14:textId="77777777" w:rsidR="000B115C" w:rsidRPr="00835F44" w:rsidRDefault="000B115C" w:rsidP="000B115C">
            <w:pPr>
              <w:pStyle w:val="TAC"/>
            </w:pPr>
          </w:p>
        </w:tc>
        <w:tc>
          <w:tcPr>
            <w:tcW w:w="1186" w:type="dxa"/>
            <w:tcBorders>
              <w:top w:val="single" w:sz="6" w:space="0" w:color="auto"/>
              <w:left w:val="single" w:sz="6" w:space="0" w:color="auto"/>
              <w:bottom w:val="single" w:sz="6" w:space="0" w:color="auto"/>
              <w:right w:val="single" w:sz="6" w:space="0" w:color="auto"/>
            </w:tcBorders>
          </w:tcPr>
          <w:p w14:paraId="03FB133B" w14:textId="77777777" w:rsidR="000B115C" w:rsidRPr="00835F44" w:rsidRDefault="000B115C" w:rsidP="000B115C">
            <w:pPr>
              <w:pStyle w:val="TAC"/>
            </w:pPr>
          </w:p>
        </w:tc>
        <w:tc>
          <w:tcPr>
            <w:tcW w:w="1154" w:type="dxa"/>
            <w:tcBorders>
              <w:top w:val="single" w:sz="6" w:space="0" w:color="auto"/>
              <w:left w:val="single" w:sz="6" w:space="0" w:color="auto"/>
              <w:bottom w:val="single" w:sz="6" w:space="0" w:color="auto"/>
              <w:right w:val="single" w:sz="6" w:space="0" w:color="auto"/>
            </w:tcBorders>
          </w:tcPr>
          <w:p w14:paraId="521D6F83" w14:textId="77777777" w:rsidR="000B115C" w:rsidRPr="00835F44" w:rsidRDefault="000B115C" w:rsidP="000B115C">
            <w:pPr>
              <w:pStyle w:val="TAC"/>
            </w:pPr>
          </w:p>
        </w:tc>
        <w:tc>
          <w:tcPr>
            <w:tcW w:w="1080" w:type="dxa"/>
            <w:vMerge/>
            <w:tcBorders>
              <w:left w:val="single" w:sz="6" w:space="0" w:color="auto"/>
              <w:right w:val="single" w:sz="6" w:space="0" w:color="auto"/>
            </w:tcBorders>
            <w:vAlign w:val="center"/>
          </w:tcPr>
          <w:p w14:paraId="4E4BCD74" w14:textId="08F7F3E1" w:rsidR="000B115C" w:rsidRPr="00835F44" w:rsidRDefault="000B115C" w:rsidP="000B115C">
            <w:pPr>
              <w:pStyle w:val="TAC"/>
              <w:rPr>
                <w:rFonts w:eastAsia="Yu Mincho"/>
                <w:lang w:eastAsia="ja-JP"/>
              </w:rPr>
            </w:pPr>
          </w:p>
        </w:tc>
        <w:tc>
          <w:tcPr>
            <w:tcW w:w="1318" w:type="dxa"/>
            <w:vMerge/>
            <w:tcBorders>
              <w:left w:val="single" w:sz="6" w:space="0" w:color="auto"/>
              <w:right w:val="single" w:sz="4" w:space="0" w:color="auto"/>
            </w:tcBorders>
            <w:vAlign w:val="center"/>
          </w:tcPr>
          <w:p w14:paraId="4D15C550" w14:textId="77777777" w:rsidR="000B115C" w:rsidRPr="00835F44" w:rsidRDefault="000B115C" w:rsidP="000B115C">
            <w:pPr>
              <w:spacing w:after="0"/>
              <w:rPr>
                <w:rFonts w:ascii="Arial" w:hAnsi="Arial"/>
                <w:sz w:val="18"/>
              </w:rPr>
            </w:pPr>
          </w:p>
        </w:tc>
      </w:tr>
      <w:tr w:rsidR="00495FE7" w:rsidRPr="00835F44" w14:paraId="403715AF" w14:textId="77777777" w:rsidTr="0075124F">
        <w:trPr>
          <w:trHeight w:val="304"/>
          <w:jc w:val="center"/>
        </w:trPr>
        <w:tc>
          <w:tcPr>
            <w:tcW w:w="1307" w:type="dxa"/>
            <w:vMerge/>
            <w:tcBorders>
              <w:top w:val="single" w:sz="6" w:space="0" w:color="auto"/>
              <w:left w:val="single" w:sz="4" w:space="0" w:color="auto"/>
              <w:bottom w:val="single" w:sz="4" w:space="0" w:color="auto"/>
              <w:right w:val="single" w:sz="6" w:space="0" w:color="auto"/>
            </w:tcBorders>
            <w:vAlign w:val="center"/>
          </w:tcPr>
          <w:p w14:paraId="38B8211D" w14:textId="77777777" w:rsidR="000B115C" w:rsidRPr="00835F44" w:rsidRDefault="000B115C" w:rsidP="000B115C">
            <w:pPr>
              <w:spacing w:after="0"/>
              <w:rPr>
                <w:rFonts w:ascii="Arial" w:hAnsi="Arial"/>
                <w:sz w:val="18"/>
              </w:rPr>
            </w:pPr>
          </w:p>
        </w:tc>
        <w:tc>
          <w:tcPr>
            <w:tcW w:w="990" w:type="dxa"/>
            <w:vMerge/>
            <w:tcBorders>
              <w:top w:val="single" w:sz="6" w:space="0" w:color="auto"/>
              <w:left w:val="single" w:sz="6" w:space="0" w:color="auto"/>
              <w:bottom w:val="single" w:sz="4" w:space="0" w:color="auto"/>
              <w:right w:val="single" w:sz="6" w:space="0" w:color="auto"/>
            </w:tcBorders>
            <w:vAlign w:val="center"/>
          </w:tcPr>
          <w:p w14:paraId="0ADB28B6" w14:textId="77777777" w:rsidR="000B115C" w:rsidRPr="00835F44" w:rsidRDefault="000B115C" w:rsidP="000B115C">
            <w:pPr>
              <w:spacing w:after="0"/>
              <w:rPr>
                <w:rFonts w:ascii="Arial" w:hAnsi="Arial"/>
                <w:sz w:val="18"/>
              </w:rPr>
            </w:pPr>
          </w:p>
        </w:tc>
        <w:tc>
          <w:tcPr>
            <w:tcW w:w="1260" w:type="dxa"/>
            <w:tcBorders>
              <w:top w:val="single" w:sz="6" w:space="0" w:color="auto"/>
              <w:left w:val="single" w:sz="6" w:space="0" w:color="auto"/>
              <w:bottom w:val="single" w:sz="6" w:space="0" w:color="auto"/>
              <w:right w:val="single" w:sz="6" w:space="0" w:color="auto"/>
            </w:tcBorders>
            <w:vAlign w:val="center"/>
          </w:tcPr>
          <w:p w14:paraId="14B5730F" w14:textId="46C4FCBB" w:rsidR="000B115C" w:rsidRPr="00835F44" w:rsidRDefault="000B115C" w:rsidP="000B115C">
            <w:pPr>
              <w:pStyle w:val="TAC"/>
              <w:rPr>
                <w:rFonts w:eastAsia="Yu Mincho"/>
                <w:lang w:eastAsia="ja-JP"/>
              </w:rPr>
            </w:pPr>
            <w:r w:rsidRPr="00835F44">
              <w:rPr>
                <w:rFonts w:eastAsia="Yu Mincho"/>
                <w:lang w:eastAsia="ja-JP"/>
              </w:rPr>
              <w:t>100</w:t>
            </w:r>
          </w:p>
        </w:tc>
        <w:tc>
          <w:tcPr>
            <w:tcW w:w="1170" w:type="dxa"/>
            <w:tcBorders>
              <w:top w:val="single" w:sz="6" w:space="0" w:color="auto"/>
              <w:left w:val="single" w:sz="6" w:space="0" w:color="auto"/>
              <w:bottom w:val="single" w:sz="6" w:space="0" w:color="auto"/>
              <w:right w:val="single" w:sz="6" w:space="0" w:color="auto"/>
            </w:tcBorders>
            <w:vAlign w:val="center"/>
          </w:tcPr>
          <w:p w14:paraId="100BCEFC" w14:textId="0E2073CB" w:rsidR="000B115C" w:rsidRPr="00835F44" w:rsidRDefault="000B115C" w:rsidP="000B115C">
            <w:pPr>
              <w:pStyle w:val="TAC"/>
              <w:rPr>
                <w:rFonts w:eastAsia="Yu Mincho"/>
                <w:lang w:eastAsia="ja-JP"/>
              </w:rPr>
            </w:pPr>
            <w:r w:rsidRPr="00835F44">
              <w:rPr>
                <w:rFonts w:eastAsia="Yu Mincho"/>
                <w:lang w:eastAsia="ja-JP"/>
              </w:rPr>
              <w:t>100</w:t>
            </w:r>
          </w:p>
        </w:tc>
        <w:tc>
          <w:tcPr>
            <w:tcW w:w="1170" w:type="dxa"/>
            <w:tcBorders>
              <w:top w:val="single" w:sz="6" w:space="0" w:color="auto"/>
              <w:left w:val="single" w:sz="6" w:space="0" w:color="auto"/>
              <w:bottom w:val="single" w:sz="6" w:space="0" w:color="auto"/>
              <w:right w:val="single" w:sz="6" w:space="0" w:color="auto"/>
            </w:tcBorders>
          </w:tcPr>
          <w:p w14:paraId="3010466E" w14:textId="77777777" w:rsidR="000B115C" w:rsidRPr="00835F44" w:rsidRDefault="000B115C" w:rsidP="000B115C">
            <w:pPr>
              <w:pStyle w:val="TAC"/>
            </w:pPr>
          </w:p>
        </w:tc>
        <w:tc>
          <w:tcPr>
            <w:tcW w:w="1186" w:type="dxa"/>
            <w:tcBorders>
              <w:top w:val="single" w:sz="6" w:space="0" w:color="auto"/>
              <w:left w:val="single" w:sz="6" w:space="0" w:color="auto"/>
              <w:bottom w:val="single" w:sz="6" w:space="0" w:color="auto"/>
              <w:right w:val="single" w:sz="6" w:space="0" w:color="auto"/>
            </w:tcBorders>
          </w:tcPr>
          <w:p w14:paraId="7B6ABC3B" w14:textId="77777777" w:rsidR="000B115C" w:rsidRPr="00835F44" w:rsidRDefault="000B115C" w:rsidP="000B115C">
            <w:pPr>
              <w:pStyle w:val="TAC"/>
            </w:pPr>
          </w:p>
        </w:tc>
        <w:tc>
          <w:tcPr>
            <w:tcW w:w="1154" w:type="dxa"/>
            <w:tcBorders>
              <w:top w:val="single" w:sz="6" w:space="0" w:color="auto"/>
              <w:left w:val="single" w:sz="6" w:space="0" w:color="auto"/>
              <w:bottom w:val="single" w:sz="6" w:space="0" w:color="auto"/>
              <w:right w:val="single" w:sz="6" w:space="0" w:color="auto"/>
            </w:tcBorders>
          </w:tcPr>
          <w:p w14:paraId="48C40E35" w14:textId="77777777" w:rsidR="000B115C" w:rsidRPr="00835F44" w:rsidRDefault="000B115C" w:rsidP="000B115C">
            <w:pPr>
              <w:pStyle w:val="TAC"/>
            </w:pPr>
          </w:p>
        </w:tc>
        <w:tc>
          <w:tcPr>
            <w:tcW w:w="1080" w:type="dxa"/>
            <w:vMerge/>
            <w:tcBorders>
              <w:left w:val="single" w:sz="6" w:space="0" w:color="auto"/>
              <w:bottom w:val="single" w:sz="6" w:space="0" w:color="auto"/>
              <w:right w:val="single" w:sz="6" w:space="0" w:color="auto"/>
            </w:tcBorders>
            <w:vAlign w:val="center"/>
          </w:tcPr>
          <w:p w14:paraId="2461DAF3" w14:textId="4FA6FD02" w:rsidR="000B115C" w:rsidRPr="00835F44" w:rsidRDefault="000B115C" w:rsidP="000B115C">
            <w:pPr>
              <w:pStyle w:val="TAC"/>
              <w:rPr>
                <w:rFonts w:eastAsia="Yu Mincho"/>
                <w:lang w:eastAsia="ja-JP"/>
              </w:rPr>
            </w:pPr>
          </w:p>
        </w:tc>
        <w:tc>
          <w:tcPr>
            <w:tcW w:w="1318" w:type="dxa"/>
            <w:vMerge/>
            <w:tcBorders>
              <w:left w:val="single" w:sz="6" w:space="0" w:color="auto"/>
              <w:bottom w:val="single" w:sz="4" w:space="0" w:color="auto"/>
              <w:right w:val="single" w:sz="4" w:space="0" w:color="auto"/>
            </w:tcBorders>
            <w:vAlign w:val="center"/>
          </w:tcPr>
          <w:p w14:paraId="591971FE" w14:textId="77777777" w:rsidR="000B115C" w:rsidRPr="00835F44" w:rsidRDefault="000B115C" w:rsidP="000B115C">
            <w:pPr>
              <w:spacing w:after="0"/>
              <w:rPr>
                <w:rFonts w:ascii="Arial" w:hAnsi="Arial"/>
                <w:sz w:val="18"/>
              </w:rPr>
            </w:pPr>
          </w:p>
        </w:tc>
      </w:tr>
      <w:tr w:rsidR="000E530E" w:rsidRPr="00835F44" w14:paraId="31494E67" w14:textId="77777777" w:rsidTr="009B0231">
        <w:trPr>
          <w:trHeight w:val="304"/>
          <w:jc w:val="center"/>
        </w:trPr>
        <w:tc>
          <w:tcPr>
            <w:tcW w:w="10635" w:type="dxa"/>
            <w:gridSpan w:val="9"/>
            <w:tcBorders>
              <w:left w:val="single" w:sz="4" w:space="0" w:color="auto"/>
              <w:bottom w:val="single" w:sz="6" w:space="0" w:color="auto"/>
              <w:right w:val="single" w:sz="4" w:space="0" w:color="auto"/>
            </w:tcBorders>
            <w:vAlign w:val="center"/>
          </w:tcPr>
          <w:p w14:paraId="0032A0A3" w14:textId="68836BAE" w:rsidR="000B115C" w:rsidRPr="00835F44" w:rsidRDefault="000B115C" w:rsidP="000E530E">
            <w:pPr>
              <w:pStyle w:val="TAN"/>
            </w:pPr>
            <w:r w:rsidRPr="00835F44">
              <w:t>NOTE:</w:t>
            </w:r>
            <w:r w:rsidRPr="00835F44">
              <w:tab/>
              <w:t>Unless otherwise stated, minimum requirements are applicable irrespective of the order of the component carriers.</w:t>
            </w:r>
          </w:p>
        </w:tc>
      </w:tr>
    </w:tbl>
    <w:p w14:paraId="0A2E5848" w14:textId="77777777" w:rsidR="00DB53A6" w:rsidRPr="00835F44" w:rsidRDefault="00DB53A6" w:rsidP="00EC4FD1"/>
    <w:p w14:paraId="1452BD6E" w14:textId="0BBCDBB2" w:rsidR="004A323B" w:rsidRPr="00835F44" w:rsidRDefault="00DB53A6" w:rsidP="0040259F">
      <w:pPr>
        <w:pStyle w:val="TH"/>
        <w:sectPr w:rsidR="004A323B" w:rsidRPr="00835F44" w:rsidSect="00E10D5C">
          <w:headerReference w:type="default" r:id="rId31"/>
          <w:footerReference w:type="default" r:id="rId32"/>
          <w:footnotePr>
            <w:numRestart w:val="eachSect"/>
          </w:footnotePr>
          <w:pgSz w:w="11907" w:h="16840" w:code="9"/>
          <w:pgMar w:top="1418" w:right="1134" w:bottom="1134" w:left="1134" w:header="851" w:footer="340" w:gutter="0"/>
          <w:pgNumType w:start="11"/>
          <w:cols w:space="720"/>
          <w:formProt w:val="0"/>
          <w:docGrid w:linePitch="272"/>
        </w:sectPr>
      </w:pPr>
      <w:r w:rsidRPr="00835F44">
        <w:t xml:space="preserve">Table 5.5A.1-2: </w:t>
      </w:r>
      <w:r w:rsidR="00DB2091" w:rsidRPr="00835F44">
        <w:t>Void</w:t>
      </w:r>
    </w:p>
    <w:p w14:paraId="24D0966E" w14:textId="0E18582D" w:rsidR="00281553" w:rsidRPr="00835F44" w:rsidRDefault="00684884" w:rsidP="00495FE7">
      <w:pPr>
        <w:pStyle w:val="Heading3"/>
      </w:pPr>
      <w:bookmarkStart w:id="648" w:name="_Toc21342885"/>
      <w:bookmarkStart w:id="649" w:name="_Toc29769846"/>
      <w:bookmarkStart w:id="650" w:name="_Toc29799345"/>
      <w:bookmarkStart w:id="651" w:name="_Toc37254569"/>
      <w:bookmarkStart w:id="652" w:name="_Toc37255212"/>
      <w:bookmarkStart w:id="653" w:name="_Toc45887236"/>
      <w:bookmarkStart w:id="654" w:name="_Toc53171973"/>
      <w:bookmarkStart w:id="655" w:name="_Toc61356738"/>
      <w:bookmarkStart w:id="656" w:name="_Toc67913607"/>
      <w:bookmarkStart w:id="657" w:name="_Toc75469423"/>
      <w:bookmarkStart w:id="658" w:name="_Toc76507913"/>
      <w:bookmarkStart w:id="659" w:name="_Toc83192814"/>
      <w:r w:rsidRPr="00835F44">
        <w:lastRenderedPageBreak/>
        <w:t>5.5A.2</w:t>
      </w:r>
      <w:r w:rsidRPr="00835F44">
        <w:tab/>
      </w:r>
      <w:r w:rsidR="00F80B92" w:rsidRPr="00835F44">
        <w:t>Void</w:t>
      </w:r>
      <w:bookmarkEnd w:id="648"/>
      <w:bookmarkEnd w:id="649"/>
      <w:bookmarkEnd w:id="650"/>
      <w:bookmarkEnd w:id="651"/>
      <w:bookmarkEnd w:id="652"/>
      <w:bookmarkEnd w:id="653"/>
      <w:bookmarkEnd w:id="654"/>
      <w:bookmarkEnd w:id="655"/>
      <w:bookmarkEnd w:id="656"/>
      <w:bookmarkEnd w:id="657"/>
      <w:bookmarkEnd w:id="658"/>
      <w:bookmarkEnd w:id="659"/>
    </w:p>
    <w:p w14:paraId="1B4966F2" w14:textId="06C77F8D" w:rsidR="00281553" w:rsidRDefault="00684884" w:rsidP="00495FE7">
      <w:pPr>
        <w:pStyle w:val="Heading3"/>
      </w:pPr>
      <w:bookmarkStart w:id="660" w:name="_Toc21342886"/>
      <w:bookmarkStart w:id="661" w:name="_Toc29769847"/>
      <w:bookmarkStart w:id="662" w:name="_Toc29799346"/>
      <w:bookmarkStart w:id="663" w:name="_Toc37254570"/>
      <w:bookmarkStart w:id="664" w:name="_Toc37255213"/>
      <w:bookmarkStart w:id="665" w:name="_Toc45887237"/>
      <w:bookmarkStart w:id="666" w:name="_Toc53171974"/>
      <w:bookmarkStart w:id="667" w:name="_Toc61356739"/>
      <w:bookmarkStart w:id="668" w:name="_Toc67913608"/>
      <w:bookmarkStart w:id="669" w:name="_Toc75469424"/>
      <w:bookmarkStart w:id="670" w:name="_Toc76507914"/>
      <w:bookmarkStart w:id="671" w:name="_Toc83192815"/>
      <w:r w:rsidRPr="00835F44">
        <w:t>5.5A.3</w:t>
      </w:r>
      <w:r w:rsidRPr="00835F44">
        <w:tab/>
        <w:t>Configurations for inter-band CA</w:t>
      </w:r>
      <w:bookmarkEnd w:id="660"/>
      <w:bookmarkEnd w:id="661"/>
      <w:bookmarkEnd w:id="662"/>
      <w:bookmarkEnd w:id="663"/>
      <w:bookmarkEnd w:id="664"/>
      <w:bookmarkEnd w:id="665"/>
      <w:bookmarkEnd w:id="666"/>
      <w:bookmarkEnd w:id="667"/>
      <w:bookmarkEnd w:id="668"/>
      <w:bookmarkEnd w:id="669"/>
      <w:bookmarkEnd w:id="670"/>
      <w:bookmarkEnd w:id="671"/>
    </w:p>
    <w:p w14:paraId="58A70BC1" w14:textId="77777777" w:rsidR="00B441BC" w:rsidRDefault="00B441BC" w:rsidP="00B441BC">
      <w:pPr>
        <w:pStyle w:val="TH"/>
      </w:pPr>
      <w:bookmarkStart w:id="672" w:name="_Toc21344236"/>
      <w:bookmarkStart w:id="673" w:name="_Toc29801720"/>
      <w:bookmarkStart w:id="674" w:name="_Toc29802144"/>
      <w:bookmarkStart w:id="675" w:name="_Toc29802769"/>
      <w:bookmarkStart w:id="676" w:name="_Toc36107511"/>
      <w:bookmarkStart w:id="677" w:name="_Toc37251270"/>
      <w:r>
        <w:t>Table 5.5A.3-1: Void</w:t>
      </w:r>
    </w:p>
    <w:p w14:paraId="2E74F9FC" w14:textId="7D427D6B" w:rsidR="00B441BC" w:rsidRPr="00B441BC" w:rsidRDefault="00B441BC" w:rsidP="00B441BC">
      <w:pPr>
        <w:pStyle w:val="Heading4"/>
      </w:pPr>
      <w:bookmarkStart w:id="678" w:name="_Toc45887238"/>
      <w:bookmarkStart w:id="679" w:name="_Toc53171975"/>
      <w:bookmarkStart w:id="680" w:name="_Toc61356740"/>
      <w:bookmarkStart w:id="681" w:name="_Toc67913609"/>
      <w:bookmarkStart w:id="682" w:name="_Toc75469425"/>
      <w:bookmarkStart w:id="683" w:name="_Toc76507915"/>
      <w:bookmarkStart w:id="684" w:name="_Toc83192816"/>
      <w:r>
        <w:t>5</w:t>
      </w:r>
      <w:r w:rsidRPr="001C0CC4">
        <w:t>.</w:t>
      </w:r>
      <w:r>
        <w:t>5A</w:t>
      </w:r>
      <w:r w:rsidRPr="001C0CC4">
        <w:t>.3.1</w:t>
      </w:r>
      <w:r w:rsidRPr="001C0CC4">
        <w:tab/>
      </w:r>
      <w:bookmarkEnd w:id="672"/>
      <w:bookmarkEnd w:id="673"/>
      <w:bookmarkEnd w:id="674"/>
      <w:bookmarkEnd w:id="675"/>
      <w:bookmarkEnd w:id="676"/>
      <w:bookmarkEnd w:id="677"/>
      <w:r w:rsidRPr="0045128F">
        <w:t xml:space="preserve">Configurations for inter-band CA </w:t>
      </w:r>
      <w:r>
        <w:t>(</w:t>
      </w:r>
      <w:r>
        <w:rPr>
          <w:bCs/>
        </w:rPr>
        <w:t>two bands)</w:t>
      </w:r>
      <w:bookmarkEnd w:id="678"/>
      <w:bookmarkEnd w:id="679"/>
      <w:bookmarkEnd w:id="680"/>
      <w:bookmarkEnd w:id="681"/>
      <w:bookmarkEnd w:id="682"/>
      <w:bookmarkEnd w:id="683"/>
      <w:bookmarkEnd w:id="684"/>
    </w:p>
    <w:p w14:paraId="19A7A11B" w14:textId="77777777" w:rsidR="00B441BC" w:rsidRPr="00835F44" w:rsidRDefault="00B441BC" w:rsidP="00B441BC">
      <w:pPr>
        <w:pStyle w:val="TH"/>
      </w:pPr>
      <w:bookmarkStart w:id="685" w:name="_Hlk515992150"/>
      <w:r w:rsidRPr="00835F44">
        <w:t>Table 5.5A.3</w:t>
      </w:r>
      <w:r>
        <w:t>.1</w:t>
      </w:r>
      <w:r w:rsidRPr="00835F44">
        <w:t>-1</w:t>
      </w:r>
      <w:bookmarkEnd w:id="685"/>
      <w:r w:rsidRPr="00835F44">
        <w:t>: NR CA configurations and bandwith combinations sets defined for inter-band CA (two bands)</w:t>
      </w:r>
    </w:p>
    <w:tbl>
      <w:tblPr>
        <w:tblW w:w="15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6"/>
        <w:gridCol w:w="1519"/>
        <w:gridCol w:w="736"/>
        <w:gridCol w:w="736"/>
        <w:gridCol w:w="736"/>
        <w:gridCol w:w="736"/>
        <w:gridCol w:w="737"/>
        <w:gridCol w:w="736"/>
        <w:gridCol w:w="736"/>
        <w:gridCol w:w="736"/>
        <w:gridCol w:w="736"/>
        <w:gridCol w:w="737"/>
        <w:gridCol w:w="736"/>
        <w:gridCol w:w="736"/>
        <w:gridCol w:w="736"/>
        <w:gridCol w:w="737"/>
        <w:gridCol w:w="1632"/>
      </w:tblGrid>
      <w:tr w:rsidR="00495FE7" w:rsidRPr="00835F44" w14:paraId="4D6B609A" w14:textId="77777777" w:rsidTr="00495FE7">
        <w:trPr>
          <w:cantSplit/>
          <w:trHeight w:val="130"/>
          <w:tblHeader/>
          <w:jc w:val="center"/>
        </w:trPr>
        <w:tc>
          <w:tcPr>
            <w:tcW w:w="1626" w:type="dxa"/>
            <w:tcBorders>
              <w:top w:val="single" w:sz="4" w:space="0" w:color="auto"/>
              <w:left w:val="single" w:sz="4" w:space="0" w:color="auto"/>
              <w:bottom w:val="single" w:sz="4" w:space="0" w:color="auto"/>
              <w:right w:val="single" w:sz="4" w:space="0" w:color="auto"/>
            </w:tcBorders>
            <w:vAlign w:val="center"/>
            <w:hideMark/>
          </w:tcPr>
          <w:p w14:paraId="7B66F1FE" w14:textId="77777777" w:rsidR="00281553" w:rsidRPr="00835F44" w:rsidRDefault="00AD78FD" w:rsidP="000E530E">
            <w:pPr>
              <w:pStyle w:val="TAH"/>
              <w:keepNext w:val="0"/>
            </w:pPr>
            <w:r w:rsidRPr="00835F44">
              <w:t>NR CA configuration</w:t>
            </w:r>
          </w:p>
        </w:tc>
        <w:tc>
          <w:tcPr>
            <w:tcW w:w="1519" w:type="dxa"/>
            <w:tcBorders>
              <w:top w:val="single" w:sz="4" w:space="0" w:color="auto"/>
              <w:left w:val="single" w:sz="4" w:space="0" w:color="auto"/>
              <w:bottom w:val="single" w:sz="4" w:space="0" w:color="auto"/>
              <w:right w:val="single" w:sz="4" w:space="0" w:color="auto"/>
            </w:tcBorders>
            <w:vAlign w:val="center"/>
            <w:hideMark/>
          </w:tcPr>
          <w:p w14:paraId="375E8E57" w14:textId="77777777" w:rsidR="00281553" w:rsidRPr="00835F44" w:rsidRDefault="00AD78FD" w:rsidP="000E530E">
            <w:pPr>
              <w:pStyle w:val="TAH"/>
              <w:keepNext w:val="0"/>
            </w:pPr>
            <w:r w:rsidRPr="00835F44">
              <w:t>Uplink CA configuration</w:t>
            </w:r>
          </w:p>
        </w:tc>
        <w:tc>
          <w:tcPr>
            <w:tcW w:w="736" w:type="dxa"/>
            <w:tcBorders>
              <w:top w:val="single" w:sz="4" w:space="0" w:color="auto"/>
              <w:left w:val="single" w:sz="4" w:space="0" w:color="auto"/>
              <w:bottom w:val="single" w:sz="4" w:space="0" w:color="auto"/>
              <w:right w:val="single" w:sz="4" w:space="0" w:color="auto"/>
            </w:tcBorders>
            <w:vAlign w:val="center"/>
            <w:hideMark/>
          </w:tcPr>
          <w:p w14:paraId="41877D31" w14:textId="77777777" w:rsidR="00281553" w:rsidRPr="00835F44" w:rsidRDefault="00B23EEA" w:rsidP="000E530E">
            <w:pPr>
              <w:pStyle w:val="TAH"/>
              <w:keepNext w:val="0"/>
            </w:pPr>
            <w:r w:rsidRPr="00835F44">
              <w:t>NR</w:t>
            </w:r>
            <w:r w:rsidR="00AD78FD" w:rsidRPr="00835F44">
              <w:t xml:space="preserve"> Band</w:t>
            </w:r>
          </w:p>
        </w:tc>
        <w:tc>
          <w:tcPr>
            <w:tcW w:w="736" w:type="dxa"/>
            <w:tcBorders>
              <w:top w:val="single" w:sz="4" w:space="0" w:color="auto"/>
              <w:left w:val="single" w:sz="4" w:space="0" w:color="auto"/>
              <w:bottom w:val="single" w:sz="4" w:space="0" w:color="auto"/>
              <w:right w:val="single" w:sz="4" w:space="0" w:color="auto"/>
            </w:tcBorders>
            <w:vAlign w:val="center"/>
            <w:hideMark/>
          </w:tcPr>
          <w:p w14:paraId="05DA95A0" w14:textId="77777777" w:rsidR="00281553" w:rsidRPr="00835F44" w:rsidRDefault="00B23EEA" w:rsidP="000E530E">
            <w:pPr>
              <w:pStyle w:val="TAH"/>
              <w:keepNext w:val="0"/>
            </w:pPr>
            <w:r w:rsidRPr="00835F44">
              <w:t>S</w:t>
            </w:r>
            <w:r w:rsidR="00AD78FD" w:rsidRPr="00835F44">
              <w:t>CS</w:t>
            </w:r>
          </w:p>
          <w:p w14:paraId="2DAABFEB" w14:textId="77777777" w:rsidR="00281553" w:rsidRPr="00835F44" w:rsidRDefault="00AD78FD" w:rsidP="000E530E">
            <w:pPr>
              <w:pStyle w:val="TAH"/>
              <w:keepNext w:val="0"/>
            </w:pPr>
            <w:r w:rsidRPr="00835F44">
              <w:t>(</w:t>
            </w:r>
            <w:r w:rsidR="00B23EEA" w:rsidRPr="00835F44">
              <w:t>kHz</w:t>
            </w:r>
            <w:r w:rsidRPr="00835F44">
              <w:t>)</w:t>
            </w:r>
          </w:p>
        </w:tc>
        <w:tc>
          <w:tcPr>
            <w:tcW w:w="736" w:type="dxa"/>
            <w:tcBorders>
              <w:top w:val="single" w:sz="4" w:space="0" w:color="auto"/>
              <w:left w:val="single" w:sz="4" w:space="0" w:color="auto"/>
              <w:bottom w:val="single" w:sz="4" w:space="0" w:color="auto"/>
              <w:right w:val="single" w:sz="4" w:space="0" w:color="auto"/>
            </w:tcBorders>
            <w:vAlign w:val="center"/>
            <w:hideMark/>
          </w:tcPr>
          <w:p w14:paraId="0A9154F8" w14:textId="77777777" w:rsidR="00281553" w:rsidRPr="00835F44" w:rsidRDefault="00B23EEA" w:rsidP="000E530E">
            <w:pPr>
              <w:pStyle w:val="TAH"/>
              <w:keepNext w:val="0"/>
            </w:pPr>
            <w:r w:rsidRPr="00835F44">
              <w:t>5</w:t>
            </w:r>
          </w:p>
          <w:p w14:paraId="04756339" w14:textId="77777777" w:rsidR="00281553" w:rsidRPr="00835F44" w:rsidRDefault="00AD78FD" w:rsidP="000E530E">
            <w:pPr>
              <w:pStyle w:val="TAH"/>
              <w:keepNext w:val="0"/>
            </w:pPr>
            <w:r w:rsidRPr="00835F44">
              <w:t>MHz</w:t>
            </w:r>
          </w:p>
        </w:tc>
        <w:tc>
          <w:tcPr>
            <w:tcW w:w="736" w:type="dxa"/>
            <w:tcBorders>
              <w:top w:val="single" w:sz="4" w:space="0" w:color="auto"/>
              <w:left w:val="single" w:sz="4" w:space="0" w:color="auto"/>
              <w:bottom w:val="single" w:sz="4" w:space="0" w:color="auto"/>
              <w:right w:val="single" w:sz="4" w:space="0" w:color="auto"/>
            </w:tcBorders>
            <w:vAlign w:val="center"/>
            <w:hideMark/>
          </w:tcPr>
          <w:p w14:paraId="266C2CDE" w14:textId="77777777" w:rsidR="00281553" w:rsidRPr="00835F44" w:rsidRDefault="00B23EEA" w:rsidP="000E530E">
            <w:pPr>
              <w:pStyle w:val="TAH"/>
              <w:keepNext w:val="0"/>
            </w:pPr>
            <w:r w:rsidRPr="00835F44">
              <w:t>10</w:t>
            </w:r>
          </w:p>
          <w:p w14:paraId="1F020C1B" w14:textId="77777777" w:rsidR="00281553" w:rsidRPr="00835F44" w:rsidRDefault="00AD78FD" w:rsidP="000E530E">
            <w:pPr>
              <w:pStyle w:val="TAH"/>
              <w:keepNext w:val="0"/>
            </w:pPr>
            <w:r w:rsidRPr="00835F44">
              <w:t>MHz</w:t>
            </w:r>
          </w:p>
        </w:tc>
        <w:tc>
          <w:tcPr>
            <w:tcW w:w="737" w:type="dxa"/>
            <w:tcBorders>
              <w:top w:val="single" w:sz="4" w:space="0" w:color="auto"/>
              <w:left w:val="single" w:sz="4" w:space="0" w:color="auto"/>
              <w:bottom w:val="single" w:sz="4" w:space="0" w:color="auto"/>
              <w:right w:val="single" w:sz="4" w:space="0" w:color="auto"/>
            </w:tcBorders>
            <w:vAlign w:val="center"/>
            <w:hideMark/>
          </w:tcPr>
          <w:p w14:paraId="2C9717EA" w14:textId="77777777" w:rsidR="00281553" w:rsidRPr="00835F44" w:rsidRDefault="00B23EEA" w:rsidP="000E530E">
            <w:pPr>
              <w:pStyle w:val="TAH"/>
              <w:keepNext w:val="0"/>
            </w:pPr>
            <w:r w:rsidRPr="00835F44">
              <w:t>15</w:t>
            </w:r>
          </w:p>
          <w:p w14:paraId="3B7D3703" w14:textId="77777777" w:rsidR="00281553" w:rsidRPr="00835F44" w:rsidRDefault="00AD78FD" w:rsidP="000E530E">
            <w:pPr>
              <w:pStyle w:val="TAH"/>
              <w:keepNext w:val="0"/>
            </w:pPr>
            <w:r w:rsidRPr="00835F44">
              <w:t>MHz</w:t>
            </w:r>
          </w:p>
        </w:tc>
        <w:tc>
          <w:tcPr>
            <w:tcW w:w="736" w:type="dxa"/>
            <w:tcBorders>
              <w:top w:val="single" w:sz="4" w:space="0" w:color="auto"/>
              <w:left w:val="single" w:sz="4" w:space="0" w:color="auto"/>
              <w:bottom w:val="single" w:sz="4" w:space="0" w:color="auto"/>
              <w:right w:val="single" w:sz="4" w:space="0" w:color="auto"/>
            </w:tcBorders>
            <w:vAlign w:val="center"/>
            <w:hideMark/>
          </w:tcPr>
          <w:p w14:paraId="4DB4411C" w14:textId="77777777" w:rsidR="00281553" w:rsidRPr="00835F44" w:rsidRDefault="00B23EEA" w:rsidP="000E530E">
            <w:pPr>
              <w:pStyle w:val="TAH"/>
              <w:keepNext w:val="0"/>
            </w:pPr>
            <w:r w:rsidRPr="00835F44">
              <w:t>20</w:t>
            </w:r>
          </w:p>
          <w:p w14:paraId="1732B2E7" w14:textId="77777777" w:rsidR="00281553" w:rsidRPr="00835F44" w:rsidRDefault="00AD78FD" w:rsidP="000E530E">
            <w:pPr>
              <w:pStyle w:val="TAH"/>
              <w:keepNext w:val="0"/>
            </w:pPr>
            <w:r w:rsidRPr="00835F44">
              <w:t>MHz</w:t>
            </w:r>
          </w:p>
        </w:tc>
        <w:tc>
          <w:tcPr>
            <w:tcW w:w="736" w:type="dxa"/>
            <w:tcBorders>
              <w:top w:val="single" w:sz="4" w:space="0" w:color="auto"/>
              <w:left w:val="single" w:sz="4" w:space="0" w:color="auto"/>
              <w:bottom w:val="single" w:sz="4" w:space="0" w:color="auto"/>
              <w:right w:val="single" w:sz="4" w:space="0" w:color="auto"/>
            </w:tcBorders>
            <w:vAlign w:val="center"/>
            <w:hideMark/>
          </w:tcPr>
          <w:p w14:paraId="0F0618B2" w14:textId="77777777" w:rsidR="00281553" w:rsidRPr="00835F44" w:rsidRDefault="00AD78FD" w:rsidP="000E530E">
            <w:pPr>
              <w:pStyle w:val="TAH"/>
              <w:keepNext w:val="0"/>
            </w:pPr>
            <w:r w:rsidRPr="00835F44">
              <w:t>25 MHz</w:t>
            </w:r>
          </w:p>
        </w:tc>
        <w:tc>
          <w:tcPr>
            <w:tcW w:w="736" w:type="dxa"/>
            <w:tcBorders>
              <w:top w:val="single" w:sz="4" w:space="0" w:color="auto"/>
              <w:left w:val="single" w:sz="4" w:space="0" w:color="auto"/>
              <w:bottom w:val="single" w:sz="4" w:space="0" w:color="auto"/>
              <w:right w:val="single" w:sz="4" w:space="0" w:color="auto"/>
            </w:tcBorders>
            <w:vAlign w:val="center"/>
            <w:hideMark/>
          </w:tcPr>
          <w:p w14:paraId="77EE10CB" w14:textId="77777777" w:rsidR="00281553" w:rsidRPr="00835F44" w:rsidRDefault="00AD78FD" w:rsidP="000E530E">
            <w:pPr>
              <w:pStyle w:val="TAH"/>
              <w:keepNext w:val="0"/>
            </w:pPr>
            <w:r w:rsidRPr="00835F44">
              <w:t>30 MHz</w:t>
            </w:r>
          </w:p>
        </w:tc>
        <w:tc>
          <w:tcPr>
            <w:tcW w:w="736" w:type="dxa"/>
            <w:tcBorders>
              <w:top w:val="single" w:sz="4" w:space="0" w:color="auto"/>
              <w:left w:val="single" w:sz="4" w:space="0" w:color="auto"/>
              <w:bottom w:val="single" w:sz="4" w:space="0" w:color="auto"/>
              <w:right w:val="single" w:sz="4" w:space="0" w:color="auto"/>
            </w:tcBorders>
            <w:vAlign w:val="center"/>
            <w:hideMark/>
          </w:tcPr>
          <w:p w14:paraId="03073B6E" w14:textId="77777777" w:rsidR="00281553" w:rsidRPr="00835F44" w:rsidRDefault="00B23EEA" w:rsidP="000E530E">
            <w:pPr>
              <w:pStyle w:val="TAH"/>
              <w:keepNext w:val="0"/>
            </w:pPr>
            <w:r w:rsidRPr="00835F44">
              <w:t>40</w:t>
            </w:r>
          </w:p>
          <w:p w14:paraId="477F8BDB" w14:textId="77777777" w:rsidR="00281553" w:rsidRPr="00835F44" w:rsidRDefault="00AD78FD" w:rsidP="000E530E">
            <w:pPr>
              <w:pStyle w:val="TAH"/>
              <w:keepNext w:val="0"/>
            </w:pPr>
            <w:r w:rsidRPr="00835F44">
              <w:t>MHz</w:t>
            </w:r>
          </w:p>
        </w:tc>
        <w:tc>
          <w:tcPr>
            <w:tcW w:w="737" w:type="dxa"/>
            <w:tcBorders>
              <w:top w:val="single" w:sz="4" w:space="0" w:color="auto"/>
              <w:left w:val="single" w:sz="4" w:space="0" w:color="auto"/>
              <w:bottom w:val="single" w:sz="4" w:space="0" w:color="auto"/>
              <w:right w:val="single" w:sz="4" w:space="0" w:color="auto"/>
            </w:tcBorders>
            <w:vAlign w:val="center"/>
            <w:hideMark/>
          </w:tcPr>
          <w:p w14:paraId="03252070" w14:textId="77777777" w:rsidR="00281553" w:rsidRPr="00835F44" w:rsidRDefault="00B23EEA" w:rsidP="000E530E">
            <w:pPr>
              <w:pStyle w:val="TAH"/>
              <w:keepNext w:val="0"/>
            </w:pPr>
            <w:r w:rsidRPr="00835F44">
              <w:t>50</w:t>
            </w:r>
          </w:p>
          <w:p w14:paraId="425A24EE" w14:textId="77777777" w:rsidR="00281553" w:rsidRPr="00835F44" w:rsidRDefault="00AD78FD" w:rsidP="000E530E">
            <w:pPr>
              <w:pStyle w:val="TAH"/>
              <w:keepNext w:val="0"/>
            </w:pPr>
            <w:r w:rsidRPr="00835F44">
              <w:t>MHz</w:t>
            </w:r>
          </w:p>
        </w:tc>
        <w:tc>
          <w:tcPr>
            <w:tcW w:w="736" w:type="dxa"/>
            <w:tcBorders>
              <w:top w:val="single" w:sz="4" w:space="0" w:color="auto"/>
              <w:left w:val="single" w:sz="4" w:space="0" w:color="auto"/>
              <w:bottom w:val="single" w:sz="4" w:space="0" w:color="auto"/>
              <w:right w:val="single" w:sz="4" w:space="0" w:color="auto"/>
            </w:tcBorders>
            <w:vAlign w:val="center"/>
            <w:hideMark/>
          </w:tcPr>
          <w:p w14:paraId="174799CE" w14:textId="77777777" w:rsidR="00281553" w:rsidRPr="00835F44" w:rsidRDefault="00B23EEA" w:rsidP="000E530E">
            <w:pPr>
              <w:pStyle w:val="TAH"/>
              <w:keepNext w:val="0"/>
            </w:pPr>
            <w:r w:rsidRPr="00835F44">
              <w:t>60</w:t>
            </w:r>
          </w:p>
          <w:p w14:paraId="30E42810" w14:textId="77777777" w:rsidR="00281553" w:rsidRPr="00835F44" w:rsidRDefault="00AD78FD" w:rsidP="000E530E">
            <w:pPr>
              <w:pStyle w:val="TAH"/>
              <w:keepNext w:val="0"/>
            </w:pPr>
            <w:r w:rsidRPr="00835F44">
              <w:t>MHz</w:t>
            </w:r>
          </w:p>
        </w:tc>
        <w:tc>
          <w:tcPr>
            <w:tcW w:w="736" w:type="dxa"/>
            <w:tcBorders>
              <w:top w:val="single" w:sz="4" w:space="0" w:color="auto"/>
              <w:left w:val="single" w:sz="4" w:space="0" w:color="auto"/>
              <w:bottom w:val="single" w:sz="4" w:space="0" w:color="auto"/>
              <w:right w:val="single" w:sz="4" w:space="0" w:color="auto"/>
            </w:tcBorders>
            <w:vAlign w:val="center"/>
            <w:hideMark/>
          </w:tcPr>
          <w:p w14:paraId="3BE1B871" w14:textId="77777777" w:rsidR="00281553" w:rsidRPr="00835F44" w:rsidRDefault="00B23EEA" w:rsidP="000E530E">
            <w:pPr>
              <w:pStyle w:val="TAH"/>
              <w:keepNext w:val="0"/>
            </w:pPr>
            <w:r w:rsidRPr="00835F44">
              <w:t>80</w:t>
            </w:r>
          </w:p>
          <w:p w14:paraId="5D6D9D97" w14:textId="77777777" w:rsidR="00281553" w:rsidRPr="00835F44" w:rsidRDefault="00AD78FD" w:rsidP="000E530E">
            <w:pPr>
              <w:pStyle w:val="TAH"/>
              <w:keepNext w:val="0"/>
            </w:pPr>
            <w:r w:rsidRPr="00835F44">
              <w:t>MHz</w:t>
            </w:r>
          </w:p>
        </w:tc>
        <w:tc>
          <w:tcPr>
            <w:tcW w:w="736" w:type="dxa"/>
            <w:tcBorders>
              <w:top w:val="single" w:sz="4" w:space="0" w:color="auto"/>
              <w:left w:val="single" w:sz="4" w:space="0" w:color="auto"/>
              <w:bottom w:val="single" w:sz="4" w:space="0" w:color="auto"/>
              <w:right w:val="single" w:sz="4" w:space="0" w:color="auto"/>
            </w:tcBorders>
            <w:vAlign w:val="center"/>
          </w:tcPr>
          <w:p w14:paraId="5143A231" w14:textId="77777777" w:rsidR="00B23EEA" w:rsidRPr="00835F44" w:rsidRDefault="00B23EEA" w:rsidP="000E530E">
            <w:pPr>
              <w:pStyle w:val="TAH"/>
              <w:keepNext w:val="0"/>
            </w:pPr>
            <w:r w:rsidRPr="00835F44">
              <w:t>90 MHz</w:t>
            </w:r>
          </w:p>
        </w:tc>
        <w:tc>
          <w:tcPr>
            <w:tcW w:w="737" w:type="dxa"/>
            <w:tcBorders>
              <w:top w:val="single" w:sz="4" w:space="0" w:color="auto"/>
              <w:left w:val="single" w:sz="4" w:space="0" w:color="auto"/>
              <w:bottom w:val="single" w:sz="4" w:space="0" w:color="auto"/>
              <w:right w:val="single" w:sz="4" w:space="0" w:color="auto"/>
            </w:tcBorders>
            <w:vAlign w:val="center"/>
            <w:hideMark/>
          </w:tcPr>
          <w:p w14:paraId="2AB200B4" w14:textId="77777777" w:rsidR="00281553" w:rsidRPr="00835F44" w:rsidRDefault="00B23EEA" w:rsidP="000E530E">
            <w:pPr>
              <w:pStyle w:val="TAH"/>
              <w:keepNext w:val="0"/>
            </w:pPr>
            <w:r w:rsidRPr="00835F44">
              <w:t>100</w:t>
            </w:r>
            <w:r w:rsidR="00AD78FD" w:rsidRPr="00835F44">
              <w:t xml:space="preserve"> MHz</w:t>
            </w:r>
          </w:p>
        </w:tc>
        <w:tc>
          <w:tcPr>
            <w:tcW w:w="1632" w:type="dxa"/>
            <w:tcBorders>
              <w:top w:val="single" w:sz="4" w:space="0" w:color="auto"/>
              <w:left w:val="single" w:sz="4" w:space="0" w:color="auto"/>
              <w:bottom w:val="single" w:sz="4" w:space="0" w:color="auto"/>
              <w:right w:val="single" w:sz="4" w:space="0" w:color="auto"/>
            </w:tcBorders>
            <w:vAlign w:val="center"/>
            <w:hideMark/>
          </w:tcPr>
          <w:p w14:paraId="09D1B723" w14:textId="77777777" w:rsidR="00281553" w:rsidRPr="00835F44" w:rsidRDefault="00AD78FD" w:rsidP="000E530E">
            <w:pPr>
              <w:pStyle w:val="TAH"/>
              <w:keepNext w:val="0"/>
            </w:pPr>
            <w:r w:rsidRPr="00835F44">
              <w:t>Bandwidth combination set</w:t>
            </w:r>
          </w:p>
        </w:tc>
      </w:tr>
      <w:tr w:rsidR="00495FE7" w:rsidRPr="00835F44" w14:paraId="3810CED8" w14:textId="77777777" w:rsidTr="000E530E">
        <w:trPr>
          <w:trHeight w:val="29"/>
          <w:jc w:val="center"/>
        </w:trPr>
        <w:tc>
          <w:tcPr>
            <w:tcW w:w="1626" w:type="dxa"/>
            <w:vMerge w:val="restart"/>
            <w:tcBorders>
              <w:top w:val="single" w:sz="4" w:space="0" w:color="auto"/>
              <w:left w:val="single" w:sz="4" w:space="0" w:color="auto"/>
              <w:right w:val="single" w:sz="4" w:space="0" w:color="auto"/>
            </w:tcBorders>
            <w:vAlign w:val="center"/>
          </w:tcPr>
          <w:p w14:paraId="2B65D833" w14:textId="77777777" w:rsidR="00B23EEA" w:rsidRPr="00835F44" w:rsidRDefault="00B23EEA" w:rsidP="000E530E">
            <w:pPr>
              <w:pStyle w:val="TAC"/>
              <w:keepNext w:val="0"/>
            </w:pPr>
            <w:r w:rsidRPr="00835F44">
              <w:t>CA_n3A-n77A</w:t>
            </w:r>
          </w:p>
        </w:tc>
        <w:tc>
          <w:tcPr>
            <w:tcW w:w="1519" w:type="dxa"/>
            <w:vMerge w:val="restart"/>
            <w:tcBorders>
              <w:top w:val="single" w:sz="4" w:space="0" w:color="auto"/>
              <w:left w:val="single" w:sz="4" w:space="0" w:color="auto"/>
              <w:right w:val="single" w:sz="4" w:space="0" w:color="auto"/>
            </w:tcBorders>
            <w:vAlign w:val="center"/>
          </w:tcPr>
          <w:p w14:paraId="7D23F7B6" w14:textId="77777777" w:rsidR="00B23EEA" w:rsidRPr="00835F44" w:rsidRDefault="00B23EEA" w:rsidP="000E530E">
            <w:pPr>
              <w:pStyle w:val="TAC"/>
              <w:keepNext w:val="0"/>
            </w:pPr>
            <w:r w:rsidRPr="00835F44">
              <w:t>-</w:t>
            </w:r>
          </w:p>
        </w:tc>
        <w:tc>
          <w:tcPr>
            <w:tcW w:w="736" w:type="dxa"/>
            <w:vMerge w:val="restart"/>
            <w:tcBorders>
              <w:top w:val="single" w:sz="4" w:space="0" w:color="auto"/>
              <w:left w:val="single" w:sz="4" w:space="0" w:color="auto"/>
              <w:right w:val="single" w:sz="4" w:space="0" w:color="auto"/>
            </w:tcBorders>
            <w:vAlign w:val="center"/>
          </w:tcPr>
          <w:p w14:paraId="67E3037E" w14:textId="77777777" w:rsidR="00B23EEA" w:rsidRPr="00835F44" w:rsidRDefault="00B23EEA" w:rsidP="000E530E">
            <w:pPr>
              <w:pStyle w:val="TAC"/>
              <w:keepNext w:val="0"/>
            </w:pPr>
            <w:r w:rsidRPr="00835F44">
              <w:t>n3</w:t>
            </w:r>
          </w:p>
        </w:tc>
        <w:tc>
          <w:tcPr>
            <w:tcW w:w="736" w:type="dxa"/>
            <w:tcBorders>
              <w:top w:val="single" w:sz="4" w:space="0" w:color="auto"/>
              <w:left w:val="single" w:sz="4" w:space="0" w:color="auto"/>
              <w:bottom w:val="single" w:sz="4" w:space="0" w:color="auto"/>
              <w:right w:val="single" w:sz="4" w:space="0" w:color="auto"/>
            </w:tcBorders>
          </w:tcPr>
          <w:p w14:paraId="0B09D4B7" w14:textId="77777777" w:rsidR="00B23EEA" w:rsidRPr="00835F44" w:rsidRDefault="00B23EEA"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tcPr>
          <w:p w14:paraId="13321F17" w14:textId="77777777" w:rsidR="00B23EEA" w:rsidRPr="00835F44" w:rsidRDefault="00B23EEA" w:rsidP="000E530E">
            <w:pPr>
              <w:pStyle w:val="TAC"/>
              <w:keepNext w:val="0"/>
              <w:rPr>
                <w:lang w:eastAsia="zh-CN"/>
              </w:rPr>
            </w:pPr>
            <w:r w:rsidRPr="00835F44">
              <w:rPr>
                <w:lang w:eastAsia="zh-CN"/>
              </w:rPr>
              <w:t>Yes</w:t>
            </w:r>
          </w:p>
        </w:tc>
        <w:tc>
          <w:tcPr>
            <w:tcW w:w="736" w:type="dxa"/>
            <w:tcBorders>
              <w:top w:val="single" w:sz="4" w:space="0" w:color="auto"/>
              <w:left w:val="single" w:sz="4" w:space="0" w:color="auto"/>
              <w:bottom w:val="single" w:sz="4" w:space="0" w:color="auto"/>
              <w:right w:val="single" w:sz="4" w:space="0" w:color="auto"/>
            </w:tcBorders>
            <w:vAlign w:val="center"/>
          </w:tcPr>
          <w:p w14:paraId="04DF6816" w14:textId="77777777" w:rsidR="00B23EEA" w:rsidRPr="00835F44" w:rsidRDefault="00B23EEA" w:rsidP="000E530E">
            <w:pPr>
              <w:pStyle w:val="TAC"/>
              <w:keepNext w:val="0"/>
            </w:pPr>
            <w:r w:rsidRPr="00835F44">
              <w:t>Yes</w:t>
            </w:r>
          </w:p>
        </w:tc>
        <w:tc>
          <w:tcPr>
            <w:tcW w:w="737" w:type="dxa"/>
            <w:tcBorders>
              <w:top w:val="single" w:sz="4" w:space="0" w:color="auto"/>
              <w:left w:val="single" w:sz="4" w:space="0" w:color="auto"/>
              <w:bottom w:val="single" w:sz="4" w:space="0" w:color="auto"/>
              <w:right w:val="single" w:sz="4" w:space="0" w:color="auto"/>
            </w:tcBorders>
            <w:vAlign w:val="center"/>
          </w:tcPr>
          <w:p w14:paraId="09A8C659" w14:textId="77777777" w:rsidR="00B23EEA"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tcPr>
          <w:p w14:paraId="2ACDFA35" w14:textId="77777777" w:rsidR="00B23EEA"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tcPr>
          <w:p w14:paraId="3B048DBC" w14:textId="77777777" w:rsidR="00B23EEA"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tcPr>
          <w:p w14:paraId="38BE2DE7" w14:textId="77777777" w:rsidR="00B23EEA"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tcPr>
          <w:p w14:paraId="72F3D121" w14:textId="77777777" w:rsidR="00B23EEA" w:rsidRPr="00835F44" w:rsidRDefault="00B23EEA" w:rsidP="000E530E">
            <w:pPr>
              <w:pStyle w:val="TAC"/>
              <w:keepNext w:val="0"/>
              <w:rPr>
                <w:lang w:eastAsia="zh-CN"/>
              </w:rPr>
            </w:pPr>
          </w:p>
        </w:tc>
        <w:tc>
          <w:tcPr>
            <w:tcW w:w="737" w:type="dxa"/>
            <w:tcBorders>
              <w:top w:val="single" w:sz="4" w:space="0" w:color="auto"/>
              <w:left w:val="single" w:sz="4" w:space="0" w:color="auto"/>
              <w:bottom w:val="single" w:sz="4" w:space="0" w:color="auto"/>
              <w:right w:val="single" w:sz="4" w:space="0" w:color="auto"/>
            </w:tcBorders>
            <w:vAlign w:val="center"/>
          </w:tcPr>
          <w:p w14:paraId="0EAAD381" w14:textId="77777777" w:rsidR="00B23EEA" w:rsidRPr="00835F44" w:rsidRDefault="00B23EEA"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tcPr>
          <w:p w14:paraId="4A80C0B9" w14:textId="77777777" w:rsidR="00B23EEA" w:rsidRPr="00835F44" w:rsidRDefault="00B23EEA"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tcPr>
          <w:p w14:paraId="486E5046" w14:textId="77777777" w:rsidR="00B23EEA" w:rsidRPr="00835F44" w:rsidRDefault="00B23EEA"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tcPr>
          <w:p w14:paraId="4B0A69D1" w14:textId="77777777" w:rsidR="00B23EEA" w:rsidRPr="00835F44" w:rsidRDefault="00B23EEA" w:rsidP="000E530E">
            <w:pPr>
              <w:pStyle w:val="TAC"/>
              <w:keepNext w:val="0"/>
              <w:rPr>
                <w:lang w:eastAsia="zh-CN"/>
              </w:rPr>
            </w:pPr>
          </w:p>
        </w:tc>
        <w:tc>
          <w:tcPr>
            <w:tcW w:w="737" w:type="dxa"/>
            <w:tcBorders>
              <w:top w:val="single" w:sz="4" w:space="0" w:color="auto"/>
              <w:left w:val="single" w:sz="4" w:space="0" w:color="auto"/>
              <w:bottom w:val="single" w:sz="4" w:space="0" w:color="auto"/>
              <w:right w:val="single" w:sz="4" w:space="0" w:color="auto"/>
            </w:tcBorders>
            <w:vAlign w:val="center"/>
          </w:tcPr>
          <w:p w14:paraId="698A4F57" w14:textId="77777777" w:rsidR="00B23EEA" w:rsidRPr="00835F44" w:rsidRDefault="00B23EEA" w:rsidP="000E530E">
            <w:pPr>
              <w:pStyle w:val="TAC"/>
              <w:keepNext w:val="0"/>
              <w:rPr>
                <w:lang w:eastAsia="zh-CN"/>
              </w:rPr>
            </w:pPr>
          </w:p>
        </w:tc>
        <w:tc>
          <w:tcPr>
            <w:tcW w:w="1632" w:type="dxa"/>
            <w:vMerge w:val="restart"/>
            <w:tcBorders>
              <w:top w:val="single" w:sz="4" w:space="0" w:color="auto"/>
              <w:left w:val="single" w:sz="4" w:space="0" w:color="auto"/>
              <w:right w:val="single" w:sz="4" w:space="0" w:color="auto"/>
            </w:tcBorders>
            <w:vAlign w:val="center"/>
          </w:tcPr>
          <w:p w14:paraId="7A12A354" w14:textId="77777777" w:rsidR="00B23EEA" w:rsidRPr="00835F44" w:rsidRDefault="00B23EEA" w:rsidP="000E530E">
            <w:pPr>
              <w:pStyle w:val="TAC"/>
              <w:keepNext w:val="0"/>
              <w:rPr>
                <w:lang w:eastAsia="zh-CN"/>
              </w:rPr>
            </w:pPr>
            <w:r w:rsidRPr="00835F44">
              <w:rPr>
                <w:lang w:eastAsia="zh-CN"/>
              </w:rPr>
              <w:t>0</w:t>
            </w:r>
          </w:p>
        </w:tc>
      </w:tr>
      <w:tr w:rsidR="00495FE7" w:rsidRPr="00835F44" w14:paraId="4495F668" w14:textId="77777777" w:rsidTr="000E530E">
        <w:trPr>
          <w:trHeight w:val="29"/>
          <w:jc w:val="center"/>
        </w:trPr>
        <w:tc>
          <w:tcPr>
            <w:tcW w:w="1626" w:type="dxa"/>
            <w:vMerge/>
            <w:tcBorders>
              <w:left w:val="single" w:sz="4" w:space="0" w:color="auto"/>
              <w:right w:val="single" w:sz="4" w:space="0" w:color="auto"/>
            </w:tcBorders>
            <w:vAlign w:val="center"/>
          </w:tcPr>
          <w:p w14:paraId="77DBFBB9" w14:textId="77777777" w:rsidR="00B23EEA" w:rsidRPr="00835F44" w:rsidRDefault="00B23EEA" w:rsidP="000E530E">
            <w:pPr>
              <w:pStyle w:val="TAC"/>
              <w:keepNext w:val="0"/>
            </w:pPr>
          </w:p>
        </w:tc>
        <w:tc>
          <w:tcPr>
            <w:tcW w:w="1519" w:type="dxa"/>
            <w:vMerge/>
            <w:tcBorders>
              <w:left w:val="single" w:sz="4" w:space="0" w:color="auto"/>
              <w:right w:val="single" w:sz="4" w:space="0" w:color="auto"/>
            </w:tcBorders>
            <w:vAlign w:val="center"/>
          </w:tcPr>
          <w:p w14:paraId="4D54DE72" w14:textId="77777777" w:rsidR="00B23EEA" w:rsidRPr="00835F44" w:rsidRDefault="00B23EEA" w:rsidP="000E530E">
            <w:pPr>
              <w:pStyle w:val="TAC"/>
              <w:keepNext w:val="0"/>
            </w:pPr>
          </w:p>
        </w:tc>
        <w:tc>
          <w:tcPr>
            <w:tcW w:w="736" w:type="dxa"/>
            <w:vMerge/>
            <w:tcBorders>
              <w:left w:val="single" w:sz="4" w:space="0" w:color="auto"/>
              <w:right w:val="single" w:sz="4" w:space="0" w:color="auto"/>
            </w:tcBorders>
            <w:vAlign w:val="center"/>
          </w:tcPr>
          <w:p w14:paraId="4BE6872B" w14:textId="77777777" w:rsidR="00B23EEA" w:rsidRPr="00835F44" w:rsidRDefault="00B23EEA"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65DC4899" w14:textId="77777777" w:rsidR="00B23EEA" w:rsidRPr="00835F44" w:rsidRDefault="00B23EEA" w:rsidP="000E530E">
            <w:pPr>
              <w:pStyle w:val="TAC"/>
              <w:keepNext w:val="0"/>
            </w:pPr>
            <w:r w:rsidRPr="00835F44">
              <w:t>30</w:t>
            </w:r>
          </w:p>
        </w:tc>
        <w:tc>
          <w:tcPr>
            <w:tcW w:w="736" w:type="dxa"/>
            <w:tcBorders>
              <w:top w:val="single" w:sz="4" w:space="0" w:color="auto"/>
              <w:left w:val="single" w:sz="4" w:space="0" w:color="auto"/>
              <w:bottom w:val="single" w:sz="4" w:space="0" w:color="auto"/>
              <w:right w:val="single" w:sz="4" w:space="0" w:color="auto"/>
            </w:tcBorders>
          </w:tcPr>
          <w:p w14:paraId="4ED9F677" w14:textId="77777777" w:rsidR="00B23EEA" w:rsidRPr="00835F44" w:rsidRDefault="00B23EEA"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1AD107C1" w14:textId="77777777" w:rsidR="00B23EEA" w:rsidRPr="00835F44" w:rsidRDefault="00B23EEA" w:rsidP="000E530E">
            <w:pPr>
              <w:pStyle w:val="TAC"/>
              <w:keepNext w:val="0"/>
            </w:pPr>
            <w:r w:rsidRPr="00835F44">
              <w:t>Yes</w:t>
            </w:r>
          </w:p>
        </w:tc>
        <w:tc>
          <w:tcPr>
            <w:tcW w:w="737" w:type="dxa"/>
            <w:tcBorders>
              <w:top w:val="single" w:sz="4" w:space="0" w:color="auto"/>
              <w:left w:val="single" w:sz="4" w:space="0" w:color="auto"/>
              <w:bottom w:val="single" w:sz="4" w:space="0" w:color="auto"/>
              <w:right w:val="single" w:sz="4" w:space="0" w:color="auto"/>
            </w:tcBorders>
            <w:vAlign w:val="center"/>
          </w:tcPr>
          <w:p w14:paraId="60232664" w14:textId="77777777" w:rsidR="00B23EEA"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tcPr>
          <w:p w14:paraId="3F84BBC5" w14:textId="77777777" w:rsidR="00B23EEA"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tcPr>
          <w:p w14:paraId="62244E8E" w14:textId="77777777" w:rsidR="00B23EEA"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tcPr>
          <w:p w14:paraId="25E67D32" w14:textId="77777777" w:rsidR="00B23EEA"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tcPr>
          <w:p w14:paraId="165DB850" w14:textId="77777777" w:rsidR="00B23EEA" w:rsidRPr="00835F44" w:rsidRDefault="00B23EEA" w:rsidP="000E530E">
            <w:pPr>
              <w:pStyle w:val="TAC"/>
              <w:keepNext w:val="0"/>
              <w:rPr>
                <w:lang w:eastAsia="zh-CN"/>
              </w:rPr>
            </w:pPr>
          </w:p>
        </w:tc>
        <w:tc>
          <w:tcPr>
            <w:tcW w:w="737" w:type="dxa"/>
            <w:tcBorders>
              <w:top w:val="single" w:sz="4" w:space="0" w:color="auto"/>
              <w:left w:val="single" w:sz="4" w:space="0" w:color="auto"/>
              <w:bottom w:val="single" w:sz="4" w:space="0" w:color="auto"/>
              <w:right w:val="single" w:sz="4" w:space="0" w:color="auto"/>
            </w:tcBorders>
            <w:vAlign w:val="center"/>
          </w:tcPr>
          <w:p w14:paraId="2474A40A" w14:textId="77777777" w:rsidR="00B23EEA" w:rsidRPr="00835F44" w:rsidRDefault="00B23EEA"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tcPr>
          <w:p w14:paraId="29C5D858" w14:textId="77777777" w:rsidR="00B23EEA" w:rsidRPr="00835F44" w:rsidRDefault="00B23EEA"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tcPr>
          <w:p w14:paraId="2609711A" w14:textId="77777777" w:rsidR="00B23EEA" w:rsidRPr="00835F44" w:rsidRDefault="00B23EEA"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tcPr>
          <w:p w14:paraId="5344B0B6" w14:textId="77777777" w:rsidR="00B23EEA" w:rsidRPr="00835F44" w:rsidRDefault="00B23EEA" w:rsidP="000E530E">
            <w:pPr>
              <w:pStyle w:val="TAC"/>
              <w:keepNext w:val="0"/>
              <w:rPr>
                <w:lang w:eastAsia="zh-CN"/>
              </w:rPr>
            </w:pPr>
          </w:p>
        </w:tc>
        <w:tc>
          <w:tcPr>
            <w:tcW w:w="737" w:type="dxa"/>
            <w:tcBorders>
              <w:top w:val="single" w:sz="4" w:space="0" w:color="auto"/>
              <w:left w:val="single" w:sz="4" w:space="0" w:color="auto"/>
              <w:bottom w:val="single" w:sz="4" w:space="0" w:color="auto"/>
              <w:right w:val="single" w:sz="4" w:space="0" w:color="auto"/>
            </w:tcBorders>
            <w:vAlign w:val="center"/>
          </w:tcPr>
          <w:p w14:paraId="0D3C0DC9" w14:textId="77777777" w:rsidR="00B23EEA" w:rsidRPr="00835F44" w:rsidRDefault="00B23EEA" w:rsidP="000E530E">
            <w:pPr>
              <w:pStyle w:val="TAC"/>
              <w:keepNext w:val="0"/>
              <w:rPr>
                <w:lang w:eastAsia="zh-CN"/>
              </w:rPr>
            </w:pPr>
          </w:p>
        </w:tc>
        <w:tc>
          <w:tcPr>
            <w:tcW w:w="1632" w:type="dxa"/>
            <w:vMerge/>
            <w:tcBorders>
              <w:left w:val="single" w:sz="4" w:space="0" w:color="auto"/>
              <w:right w:val="single" w:sz="4" w:space="0" w:color="auto"/>
            </w:tcBorders>
            <w:vAlign w:val="center"/>
          </w:tcPr>
          <w:p w14:paraId="53E99F6D" w14:textId="77777777" w:rsidR="00B23EEA" w:rsidRPr="00835F44" w:rsidRDefault="00B23EEA" w:rsidP="000E530E">
            <w:pPr>
              <w:pStyle w:val="TAC"/>
              <w:keepNext w:val="0"/>
              <w:rPr>
                <w:lang w:eastAsia="zh-CN"/>
              </w:rPr>
            </w:pPr>
          </w:p>
        </w:tc>
      </w:tr>
      <w:tr w:rsidR="00495FE7" w:rsidRPr="00835F44" w14:paraId="0E70E629" w14:textId="77777777" w:rsidTr="000E530E">
        <w:trPr>
          <w:trHeight w:val="29"/>
          <w:jc w:val="center"/>
        </w:trPr>
        <w:tc>
          <w:tcPr>
            <w:tcW w:w="1626" w:type="dxa"/>
            <w:vMerge/>
            <w:tcBorders>
              <w:left w:val="single" w:sz="4" w:space="0" w:color="auto"/>
              <w:right w:val="single" w:sz="4" w:space="0" w:color="auto"/>
            </w:tcBorders>
            <w:vAlign w:val="center"/>
          </w:tcPr>
          <w:p w14:paraId="481ADD81" w14:textId="77777777" w:rsidR="00B23EEA" w:rsidRPr="00835F44" w:rsidRDefault="00B23EEA" w:rsidP="000E530E">
            <w:pPr>
              <w:pStyle w:val="TAC"/>
              <w:keepNext w:val="0"/>
            </w:pPr>
          </w:p>
        </w:tc>
        <w:tc>
          <w:tcPr>
            <w:tcW w:w="1519" w:type="dxa"/>
            <w:vMerge/>
            <w:tcBorders>
              <w:left w:val="single" w:sz="4" w:space="0" w:color="auto"/>
              <w:right w:val="single" w:sz="4" w:space="0" w:color="auto"/>
            </w:tcBorders>
            <w:vAlign w:val="center"/>
          </w:tcPr>
          <w:p w14:paraId="49B08304" w14:textId="77777777" w:rsidR="00B23EEA" w:rsidRPr="00835F44" w:rsidRDefault="00B23EEA" w:rsidP="000E530E">
            <w:pPr>
              <w:pStyle w:val="TAC"/>
              <w:keepNext w:val="0"/>
            </w:pPr>
          </w:p>
        </w:tc>
        <w:tc>
          <w:tcPr>
            <w:tcW w:w="736" w:type="dxa"/>
            <w:vMerge/>
            <w:tcBorders>
              <w:left w:val="single" w:sz="4" w:space="0" w:color="auto"/>
              <w:bottom w:val="single" w:sz="4" w:space="0" w:color="auto"/>
              <w:right w:val="single" w:sz="4" w:space="0" w:color="auto"/>
            </w:tcBorders>
            <w:vAlign w:val="center"/>
          </w:tcPr>
          <w:p w14:paraId="139F128A" w14:textId="77777777" w:rsidR="00B23EEA" w:rsidRPr="00835F44" w:rsidRDefault="00B23EEA"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5896E2B1" w14:textId="77777777" w:rsidR="00B23EEA" w:rsidRPr="00835F44" w:rsidRDefault="00B23EEA" w:rsidP="000E530E">
            <w:pPr>
              <w:pStyle w:val="TAC"/>
              <w:keepNext w:val="0"/>
            </w:pPr>
            <w:r w:rsidRPr="00835F44">
              <w:t>60</w:t>
            </w:r>
          </w:p>
        </w:tc>
        <w:tc>
          <w:tcPr>
            <w:tcW w:w="736" w:type="dxa"/>
            <w:tcBorders>
              <w:top w:val="single" w:sz="4" w:space="0" w:color="auto"/>
              <w:left w:val="single" w:sz="4" w:space="0" w:color="auto"/>
              <w:bottom w:val="single" w:sz="4" w:space="0" w:color="auto"/>
              <w:right w:val="single" w:sz="4" w:space="0" w:color="auto"/>
            </w:tcBorders>
          </w:tcPr>
          <w:p w14:paraId="2F8380BC" w14:textId="77777777" w:rsidR="00B23EEA" w:rsidRPr="00835F44" w:rsidRDefault="00B23EEA"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62EE7D5E" w14:textId="77777777" w:rsidR="00B23EEA" w:rsidRPr="00835F44" w:rsidRDefault="00B23EEA" w:rsidP="000E530E">
            <w:pPr>
              <w:pStyle w:val="TAC"/>
              <w:keepNext w:val="0"/>
            </w:pPr>
            <w:r w:rsidRPr="00835F44">
              <w:t>Yes</w:t>
            </w:r>
          </w:p>
        </w:tc>
        <w:tc>
          <w:tcPr>
            <w:tcW w:w="737" w:type="dxa"/>
            <w:tcBorders>
              <w:top w:val="single" w:sz="4" w:space="0" w:color="auto"/>
              <w:left w:val="single" w:sz="4" w:space="0" w:color="auto"/>
              <w:bottom w:val="single" w:sz="4" w:space="0" w:color="auto"/>
              <w:right w:val="single" w:sz="4" w:space="0" w:color="auto"/>
            </w:tcBorders>
            <w:vAlign w:val="center"/>
          </w:tcPr>
          <w:p w14:paraId="724C6D84" w14:textId="77777777" w:rsidR="00B23EEA"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tcPr>
          <w:p w14:paraId="79125025" w14:textId="77777777" w:rsidR="00B23EEA"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tcPr>
          <w:p w14:paraId="4E998A8F" w14:textId="77777777" w:rsidR="00B23EEA"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tcPr>
          <w:p w14:paraId="7365782C" w14:textId="77777777" w:rsidR="00B23EEA"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tcPr>
          <w:p w14:paraId="16C0233A" w14:textId="77777777" w:rsidR="00B23EEA" w:rsidRPr="00835F44" w:rsidRDefault="00B23EEA" w:rsidP="000E530E">
            <w:pPr>
              <w:pStyle w:val="TAC"/>
              <w:keepNext w:val="0"/>
              <w:rPr>
                <w:lang w:eastAsia="zh-CN"/>
              </w:rPr>
            </w:pPr>
          </w:p>
        </w:tc>
        <w:tc>
          <w:tcPr>
            <w:tcW w:w="737" w:type="dxa"/>
            <w:tcBorders>
              <w:top w:val="single" w:sz="4" w:space="0" w:color="auto"/>
              <w:left w:val="single" w:sz="4" w:space="0" w:color="auto"/>
              <w:bottom w:val="single" w:sz="4" w:space="0" w:color="auto"/>
              <w:right w:val="single" w:sz="4" w:space="0" w:color="auto"/>
            </w:tcBorders>
            <w:vAlign w:val="center"/>
          </w:tcPr>
          <w:p w14:paraId="641429A1" w14:textId="77777777" w:rsidR="00B23EEA" w:rsidRPr="00835F44" w:rsidRDefault="00B23EEA"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tcPr>
          <w:p w14:paraId="748E0337" w14:textId="77777777" w:rsidR="00B23EEA" w:rsidRPr="00835F44" w:rsidRDefault="00B23EEA"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tcPr>
          <w:p w14:paraId="071E4D3F" w14:textId="77777777" w:rsidR="00B23EEA" w:rsidRPr="00835F44" w:rsidRDefault="00B23EEA"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tcPr>
          <w:p w14:paraId="30860B88" w14:textId="77777777" w:rsidR="00B23EEA" w:rsidRPr="00835F44" w:rsidRDefault="00B23EEA" w:rsidP="000E530E">
            <w:pPr>
              <w:pStyle w:val="TAC"/>
              <w:keepNext w:val="0"/>
              <w:rPr>
                <w:lang w:eastAsia="zh-CN"/>
              </w:rPr>
            </w:pPr>
          </w:p>
        </w:tc>
        <w:tc>
          <w:tcPr>
            <w:tcW w:w="737" w:type="dxa"/>
            <w:tcBorders>
              <w:top w:val="single" w:sz="4" w:space="0" w:color="auto"/>
              <w:left w:val="single" w:sz="4" w:space="0" w:color="auto"/>
              <w:bottom w:val="single" w:sz="4" w:space="0" w:color="auto"/>
              <w:right w:val="single" w:sz="4" w:space="0" w:color="auto"/>
            </w:tcBorders>
            <w:vAlign w:val="center"/>
          </w:tcPr>
          <w:p w14:paraId="2175293D" w14:textId="77777777" w:rsidR="00B23EEA" w:rsidRPr="00835F44" w:rsidRDefault="00B23EEA" w:rsidP="000E530E">
            <w:pPr>
              <w:pStyle w:val="TAC"/>
              <w:keepNext w:val="0"/>
              <w:rPr>
                <w:lang w:eastAsia="zh-CN"/>
              </w:rPr>
            </w:pPr>
          </w:p>
        </w:tc>
        <w:tc>
          <w:tcPr>
            <w:tcW w:w="1632" w:type="dxa"/>
            <w:vMerge/>
            <w:tcBorders>
              <w:left w:val="single" w:sz="4" w:space="0" w:color="auto"/>
              <w:right w:val="single" w:sz="4" w:space="0" w:color="auto"/>
            </w:tcBorders>
            <w:vAlign w:val="center"/>
          </w:tcPr>
          <w:p w14:paraId="26BBD1EB" w14:textId="77777777" w:rsidR="00B23EEA" w:rsidRPr="00835F44" w:rsidRDefault="00B23EEA" w:rsidP="000E530E">
            <w:pPr>
              <w:pStyle w:val="TAC"/>
              <w:keepNext w:val="0"/>
              <w:rPr>
                <w:lang w:eastAsia="zh-CN"/>
              </w:rPr>
            </w:pPr>
          </w:p>
        </w:tc>
      </w:tr>
      <w:tr w:rsidR="00495FE7" w:rsidRPr="00835F44" w14:paraId="0CF470D0" w14:textId="77777777" w:rsidTr="000E530E">
        <w:trPr>
          <w:trHeight w:val="29"/>
          <w:jc w:val="center"/>
        </w:trPr>
        <w:tc>
          <w:tcPr>
            <w:tcW w:w="1626" w:type="dxa"/>
            <w:vMerge/>
            <w:tcBorders>
              <w:left w:val="single" w:sz="4" w:space="0" w:color="auto"/>
              <w:right w:val="single" w:sz="4" w:space="0" w:color="auto"/>
            </w:tcBorders>
            <w:vAlign w:val="center"/>
          </w:tcPr>
          <w:p w14:paraId="1C3A78CE" w14:textId="77777777" w:rsidR="00B23EEA" w:rsidRPr="00835F44" w:rsidRDefault="00B23EEA" w:rsidP="000E530E">
            <w:pPr>
              <w:pStyle w:val="TAC"/>
              <w:keepNext w:val="0"/>
            </w:pPr>
          </w:p>
        </w:tc>
        <w:tc>
          <w:tcPr>
            <w:tcW w:w="1519" w:type="dxa"/>
            <w:vMerge/>
            <w:tcBorders>
              <w:left w:val="single" w:sz="4" w:space="0" w:color="auto"/>
              <w:right w:val="single" w:sz="4" w:space="0" w:color="auto"/>
            </w:tcBorders>
            <w:vAlign w:val="center"/>
          </w:tcPr>
          <w:p w14:paraId="0A393C5F" w14:textId="77777777" w:rsidR="00B23EEA" w:rsidRPr="00835F44" w:rsidRDefault="00B23EEA" w:rsidP="000E530E">
            <w:pPr>
              <w:pStyle w:val="TAC"/>
              <w:keepNext w:val="0"/>
            </w:pPr>
          </w:p>
        </w:tc>
        <w:tc>
          <w:tcPr>
            <w:tcW w:w="736" w:type="dxa"/>
            <w:vMerge w:val="restart"/>
            <w:tcBorders>
              <w:top w:val="single" w:sz="4" w:space="0" w:color="auto"/>
              <w:left w:val="single" w:sz="4" w:space="0" w:color="auto"/>
              <w:right w:val="single" w:sz="4" w:space="0" w:color="auto"/>
            </w:tcBorders>
            <w:vAlign w:val="center"/>
          </w:tcPr>
          <w:p w14:paraId="50CDD191" w14:textId="77777777" w:rsidR="00B23EEA" w:rsidRPr="00835F44" w:rsidRDefault="00B23EEA" w:rsidP="000E530E">
            <w:pPr>
              <w:pStyle w:val="TAC"/>
              <w:keepNext w:val="0"/>
            </w:pPr>
            <w:r w:rsidRPr="00835F44">
              <w:t>n77</w:t>
            </w:r>
          </w:p>
        </w:tc>
        <w:tc>
          <w:tcPr>
            <w:tcW w:w="736" w:type="dxa"/>
            <w:tcBorders>
              <w:top w:val="single" w:sz="4" w:space="0" w:color="auto"/>
              <w:left w:val="single" w:sz="4" w:space="0" w:color="auto"/>
              <w:bottom w:val="single" w:sz="4" w:space="0" w:color="auto"/>
              <w:right w:val="single" w:sz="4" w:space="0" w:color="auto"/>
            </w:tcBorders>
          </w:tcPr>
          <w:p w14:paraId="02ED8557" w14:textId="77777777" w:rsidR="00B23EEA" w:rsidRPr="00835F44" w:rsidRDefault="00B23EEA"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tcPr>
          <w:p w14:paraId="6D211007" w14:textId="77777777" w:rsidR="00B23EEA" w:rsidRPr="00835F44" w:rsidRDefault="00B23EEA"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2870C9F1" w14:textId="77777777" w:rsidR="00B23EEA" w:rsidRPr="00835F44" w:rsidRDefault="00B23EEA" w:rsidP="000E530E">
            <w:pPr>
              <w:pStyle w:val="TAC"/>
              <w:keepNext w:val="0"/>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09FFF49A" w14:textId="77777777" w:rsidR="00B23EEA" w:rsidRPr="00835F44" w:rsidRDefault="00B23EEA" w:rsidP="000E530E">
            <w:pPr>
              <w:pStyle w:val="TAC"/>
              <w:keepNext w:val="0"/>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B576773" w14:textId="77777777" w:rsidR="00B23EEA" w:rsidRPr="00835F44" w:rsidRDefault="00B23EEA" w:rsidP="000E530E">
            <w:pPr>
              <w:pStyle w:val="TAC"/>
              <w:keepNext w:val="0"/>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232886C3" w14:textId="77777777" w:rsidR="00B23EEA" w:rsidRPr="00835F44" w:rsidRDefault="00B23EEA"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64C6B477" w14:textId="77777777" w:rsidR="00B23EEA" w:rsidRPr="00835F44" w:rsidRDefault="00B23EEA"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vAlign w:val="center"/>
          </w:tcPr>
          <w:p w14:paraId="360619F7" w14:textId="77777777" w:rsidR="00B23EEA" w:rsidRPr="00835F44" w:rsidRDefault="00B23EEA" w:rsidP="000E530E">
            <w:pPr>
              <w:pStyle w:val="TAC"/>
              <w:keepNext w:val="0"/>
              <w:rPr>
                <w:lang w:eastAsia="zh-CN"/>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231EDF51" w14:textId="77777777" w:rsidR="00B23EEA" w:rsidRPr="00835F44" w:rsidRDefault="00B23EEA" w:rsidP="000E530E">
            <w:pPr>
              <w:pStyle w:val="TAC"/>
              <w:keepNext w:val="0"/>
              <w:rPr>
                <w:lang w:eastAsia="zh-CN"/>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269DDF2" w14:textId="77777777" w:rsidR="00B23EEA" w:rsidRPr="00835F44" w:rsidRDefault="00B23EEA"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62747D9B" w14:textId="77777777" w:rsidR="00B23EEA" w:rsidRPr="00835F44" w:rsidRDefault="00B23EEA"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tcPr>
          <w:p w14:paraId="2A038458" w14:textId="77777777" w:rsidR="00B23EEA" w:rsidRPr="00835F44" w:rsidRDefault="00B23EEA" w:rsidP="000E530E">
            <w:pPr>
              <w:pStyle w:val="TAC"/>
              <w:keepNext w:val="0"/>
              <w:rPr>
                <w:lang w:eastAsia="zh-CN"/>
              </w:rPr>
            </w:pPr>
          </w:p>
        </w:tc>
        <w:tc>
          <w:tcPr>
            <w:tcW w:w="737" w:type="dxa"/>
            <w:tcBorders>
              <w:top w:val="single" w:sz="4" w:space="0" w:color="auto"/>
              <w:left w:val="single" w:sz="4" w:space="0" w:color="auto"/>
              <w:bottom w:val="single" w:sz="4" w:space="0" w:color="auto"/>
              <w:right w:val="single" w:sz="4" w:space="0" w:color="auto"/>
            </w:tcBorders>
            <w:vAlign w:val="center"/>
          </w:tcPr>
          <w:p w14:paraId="63F8E00F" w14:textId="77777777" w:rsidR="00B23EEA" w:rsidRPr="00835F44" w:rsidRDefault="00B23EEA" w:rsidP="000E530E">
            <w:pPr>
              <w:pStyle w:val="TAC"/>
              <w:keepNext w:val="0"/>
              <w:rPr>
                <w:lang w:eastAsia="zh-CN"/>
              </w:rPr>
            </w:pPr>
          </w:p>
        </w:tc>
        <w:tc>
          <w:tcPr>
            <w:tcW w:w="1632" w:type="dxa"/>
            <w:vMerge/>
            <w:tcBorders>
              <w:left w:val="single" w:sz="4" w:space="0" w:color="auto"/>
              <w:right w:val="single" w:sz="4" w:space="0" w:color="auto"/>
            </w:tcBorders>
            <w:vAlign w:val="center"/>
          </w:tcPr>
          <w:p w14:paraId="5DB89336" w14:textId="77777777" w:rsidR="00B23EEA" w:rsidRPr="00835F44" w:rsidRDefault="00B23EEA" w:rsidP="000E530E">
            <w:pPr>
              <w:pStyle w:val="TAC"/>
              <w:keepNext w:val="0"/>
              <w:rPr>
                <w:lang w:eastAsia="zh-CN"/>
              </w:rPr>
            </w:pPr>
          </w:p>
        </w:tc>
      </w:tr>
      <w:tr w:rsidR="00495FE7" w:rsidRPr="00835F44" w14:paraId="2ED301BB" w14:textId="77777777" w:rsidTr="000E530E">
        <w:trPr>
          <w:trHeight w:val="29"/>
          <w:jc w:val="center"/>
        </w:trPr>
        <w:tc>
          <w:tcPr>
            <w:tcW w:w="1626" w:type="dxa"/>
            <w:vMerge/>
            <w:tcBorders>
              <w:left w:val="single" w:sz="4" w:space="0" w:color="auto"/>
              <w:right w:val="single" w:sz="4" w:space="0" w:color="auto"/>
            </w:tcBorders>
            <w:vAlign w:val="center"/>
          </w:tcPr>
          <w:p w14:paraId="18988826" w14:textId="77777777" w:rsidR="00B23EEA" w:rsidRPr="00835F44" w:rsidRDefault="00B23EEA" w:rsidP="000E530E">
            <w:pPr>
              <w:pStyle w:val="TAC"/>
              <w:keepNext w:val="0"/>
            </w:pPr>
          </w:p>
        </w:tc>
        <w:tc>
          <w:tcPr>
            <w:tcW w:w="1519" w:type="dxa"/>
            <w:vMerge/>
            <w:tcBorders>
              <w:left w:val="single" w:sz="4" w:space="0" w:color="auto"/>
              <w:right w:val="single" w:sz="4" w:space="0" w:color="auto"/>
            </w:tcBorders>
            <w:vAlign w:val="center"/>
          </w:tcPr>
          <w:p w14:paraId="2EABD034" w14:textId="77777777" w:rsidR="00B23EEA" w:rsidRPr="00835F44" w:rsidRDefault="00B23EEA" w:rsidP="000E530E">
            <w:pPr>
              <w:pStyle w:val="TAC"/>
              <w:keepNext w:val="0"/>
            </w:pPr>
          </w:p>
        </w:tc>
        <w:tc>
          <w:tcPr>
            <w:tcW w:w="736" w:type="dxa"/>
            <w:vMerge/>
            <w:tcBorders>
              <w:left w:val="single" w:sz="4" w:space="0" w:color="auto"/>
              <w:right w:val="single" w:sz="4" w:space="0" w:color="auto"/>
            </w:tcBorders>
            <w:vAlign w:val="center"/>
          </w:tcPr>
          <w:p w14:paraId="105F2FCA" w14:textId="77777777" w:rsidR="00B23EEA" w:rsidRPr="00835F44" w:rsidRDefault="00B23EEA"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2EB90424" w14:textId="77777777" w:rsidR="00B23EEA" w:rsidRPr="00835F44" w:rsidRDefault="00B23EEA" w:rsidP="000E530E">
            <w:pPr>
              <w:pStyle w:val="TAC"/>
              <w:keepNext w:val="0"/>
            </w:pPr>
            <w:r w:rsidRPr="00835F44">
              <w:t>30</w:t>
            </w:r>
          </w:p>
        </w:tc>
        <w:tc>
          <w:tcPr>
            <w:tcW w:w="736" w:type="dxa"/>
            <w:tcBorders>
              <w:top w:val="single" w:sz="4" w:space="0" w:color="auto"/>
              <w:left w:val="single" w:sz="4" w:space="0" w:color="auto"/>
              <w:bottom w:val="single" w:sz="4" w:space="0" w:color="auto"/>
              <w:right w:val="single" w:sz="4" w:space="0" w:color="auto"/>
            </w:tcBorders>
          </w:tcPr>
          <w:p w14:paraId="0AE0B5EB" w14:textId="77777777" w:rsidR="00B23EEA" w:rsidRPr="00835F44" w:rsidRDefault="00B23EEA"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tcPr>
          <w:p w14:paraId="69AFADDE" w14:textId="77777777" w:rsidR="00B23EEA" w:rsidRPr="00835F44" w:rsidRDefault="00B23EEA" w:rsidP="000E530E">
            <w:pPr>
              <w:pStyle w:val="TAC"/>
              <w:keepNext w:val="0"/>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13AE1204" w14:textId="77777777" w:rsidR="00B23EEA" w:rsidRPr="00835F44" w:rsidRDefault="00B23EEA" w:rsidP="000E530E">
            <w:pPr>
              <w:pStyle w:val="TAC"/>
              <w:keepNext w:val="0"/>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7F5DA4E" w14:textId="77777777" w:rsidR="00B23EEA" w:rsidRPr="00835F44" w:rsidRDefault="00B23EEA" w:rsidP="000E530E">
            <w:pPr>
              <w:pStyle w:val="TAC"/>
              <w:keepNext w:val="0"/>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4DC49450" w14:textId="77777777" w:rsidR="00B23EEA" w:rsidRPr="00835F44" w:rsidRDefault="00B23EEA"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097AA0D3" w14:textId="77777777" w:rsidR="00B23EEA" w:rsidRPr="00835F44" w:rsidRDefault="00B23EEA"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vAlign w:val="center"/>
          </w:tcPr>
          <w:p w14:paraId="40787760" w14:textId="77777777" w:rsidR="00B23EEA" w:rsidRPr="00835F44" w:rsidRDefault="00B23EEA" w:rsidP="000E530E">
            <w:pPr>
              <w:pStyle w:val="TAC"/>
              <w:keepNext w:val="0"/>
              <w:rPr>
                <w:lang w:eastAsia="zh-CN"/>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6888649B" w14:textId="77777777" w:rsidR="00B23EEA" w:rsidRPr="00835F44" w:rsidRDefault="00B23EEA" w:rsidP="000E530E">
            <w:pPr>
              <w:pStyle w:val="TAC"/>
              <w:keepNext w:val="0"/>
              <w:rPr>
                <w:lang w:eastAsia="zh-CN"/>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53887A21" w14:textId="77777777" w:rsidR="00B23EEA" w:rsidRPr="00835F44" w:rsidRDefault="00B23EEA" w:rsidP="000E530E">
            <w:pPr>
              <w:pStyle w:val="TAC"/>
              <w:keepNext w:val="0"/>
              <w:rPr>
                <w:lang w:eastAsia="zh-CN"/>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5C22C70" w14:textId="77777777" w:rsidR="00B23EEA" w:rsidRPr="00835F44" w:rsidRDefault="00B23EEA" w:rsidP="000E530E">
            <w:pPr>
              <w:pStyle w:val="TAC"/>
              <w:keepNext w:val="0"/>
              <w:rPr>
                <w:lang w:eastAsia="zh-CN"/>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752FA677" w14:textId="77777777" w:rsidR="00B23EEA"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40122502" w14:textId="77777777" w:rsidR="00B23EEA" w:rsidRPr="00835F44" w:rsidRDefault="00B23EEA" w:rsidP="000E530E">
            <w:pPr>
              <w:pStyle w:val="TAC"/>
              <w:keepNext w:val="0"/>
              <w:rPr>
                <w:lang w:eastAsia="zh-CN"/>
              </w:rPr>
            </w:pPr>
            <w:r w:rsidRPr="00835F44">
              <w:rPr>
                <w:rFonts w:eastAsia="Yu Mincho"/>
                <w:szCs w:val="18"/>
              </w:rPr>
              <w:t>Yes</w:t>
            </w:r>
          </w:p>
        </w:tc>
        <w:tc>
          <w:tcPr>
            <w:tcW w:w="1632" w:type="dxa"/>
            <w:vMerge/>
            <w:tcBorders>
              <w:left w:val="single" w:sz="4" w:space="0" w:color="auto"/>
              <w:right w:val="single" w:sz="4" w:space="0" w:color="auto"/>
            </w:tcBorders>
            <w:vAlign w:val="center"/>
          </w:tcPr>
          <w:p w14:paraId="13228849" w14:textId="77777777" w:rsidR="00B23EEA" w:rsidRPr="00835F44" w:rsidRDefault="00B23EEA" w:rsidP="000E530E">
            <w:pPr>
              <w:pStyle w:val="TAC"/>
              <w:keepNext w:val="0"/>
              <w:rPr>
                <w:lang w:eastAsia="zh-CN"/>
              </w:rPr>
            </w:pPr>
          </w:p>
        </w:tc>
      </w:tr>
      <w:tr w:rsidR="00495FE7" w:rsidRPr="00835F44" w14:paraId="744A49E4" w14:textId="77777777" w:rsidTr="000E530E">
        <w:trPr>
          <w:trHeight w:val="29"/>
          <w:jc w:val="center"/>
        </w:trPr>
        <w:tc>
          <w:tcPr>
            <w:tcW w:w="1626" w:type="dxa"/>
            <w:vMerge/>
            <w:tcBorders>
              <w:left w:val="single" w:sz="4" w:space="0" w:color="auto"/>
              <w:bottom w:val="single" w:sz="4" w:space="0" w:color="auto"/>
              <w:right w:val="single" w:sz="4" w:space="0" w:color="auto"/>
            </w:tcBorders>
            <w:vAlign w:val="center"/>
          </w:tcPr>
          <w:p w14:paraId="6FF63906" w14:textId="77777777" w:rsidR="00B23EEA" w:rsidRPr="00835F44" w:rsidRDefault="00B23EEA" w:rsidP="000E530E">
            <w:pPr>
              <w:pStyle w:val="TAC"/>
              <w:keepNext w:val="0"/>
            </w:pPr>
          </w:p>
        </w:tc>
        <w:tc>
          <w:tcPr>
            <w:tcW w:w="1519" w:type="dxa"/>
            <w:vMerge/>
            <w:tcBorders>
              <w:left w:val="single" w:sz="4" w:space="0" w:color="auto"/>
              <w:bottom w:val="single" w:sz="4" w:space="0" w:color="auto"/>
              <w:right w:val="single" w:sz="4" w:space="0" w:color="auto"/>
            </w:tcBorders>
            <w:vAlign w:val="center"/>
          </w:tcPr>
          <w:p w14:paraId="53F69011" w14:textId="77777777" w:rsidR="00B23EEA" w:rsidRPr="00835F44" w:rsidRDefault="00B23EEA" w:rsidP="000E530E">
            <w:pPr>
              <w:pStyle w:val="TAC"/>
              <w:keepNext w:val="0"/>
            </w:pPr>
          </w:p>
        </w:tc>
        <w:tc>
          <w:tcPr>
            <w:tcW w:w="736" w:type="dxa"/>
            <w:vMerge/>
            <w:tcBorders>
              <w:left w:val="single" w:sz="4" w:space="0" w:color="auto"/>
              <w:bottom w:val="single" w:sz="4" w:space="0" w:color="auto"/>
              <w:right w:val="single" w:sz="4" w:space="0" w:color="auto"/>
            </w:tcBorders>
            <w:vAlign w:val="center"/>
          </w:tcPr>
          <w:p w14:paraId="3501C3CD" w14:textId="77777777" w:rsidR="00B23EEA" w:rsidRPr="00835F44" w:rsidRDefault="00B23EEA"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1FC17155" w14:textId="77777777" w:rsidR="00B23EEA" w:rsidRPr="00835F44" w:rsidRDefault="00B23EEA" w:rsidP="000E530E">
            <w:pPr>
              <w:pStyle w:val="TAC"/>
              <w:keepNext w:val="0"/>
            </w:pPr>
            <w:r w:rsidRPr="00835F44">
              <w:t>60</w:t>
            </w:r>
          </w:p>
        </w:tc>
        <w:tc>
          <w:tcPr>
            <w:tcW w:w="736" w:type="dxa"/>
            <w:tcBorders>
              <w:top w:val="single" w:sz="4" w:space="0" w:color="auto"/>
              <w:left w:val="single" w:sz="4" w:space="0" w:color="auto"/>
              <w:bottom w:val="single" w:sz="4" w:space="0" w:color="auto"/>
              <w:right w:val="single" w:sz="4" w:space="0" w:color="auto"/>
            </w:tcBorders>
          </w:tcPr>
          <w:p w14:paraId="5B2585E5" w14:textId="77777777" w:rsidR="00B23EEA" w:rsidRPr="00835F44" w:rsidRDefault="00B23EEA"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498E8EFD" w14:textId="77777777" w:rsidR="00B23EEA" w:rsidRPr="00835F44" w:rsidRDefault="00B23EEA" w:rsidP="000E530E">
            <w:pPr>
              <w:pStyle w:val="TAC"/>
              <w:keepNext w:val="0"/>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7D104FDB" w14:textId="77777777" w:rsidR="00B23EEA" w:rsidRPr="00835F44" w:rsidRDefault="00B23EEA" w:rsidP="000E530E">
            <w:pPr>
              <w:pStyle w:val="TAC"/>
              <w:keepNext w:val="0"/>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5D47D7D" w14:textId="77777777" w:rsidR="00B23EEA" w:rsidRPr="00835F44" w:rsidRDefault="00B23EEA" w:rsidP="000E530E">
            <w:pPr>
              <w:pStyle w:val="TAC"/>
              <w:keepNext w:val="0"/>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3DF2B34" w14:textId="77777777" w:rsidR="00B23EEA" w:rsidRPr="00835F44" w:rsidRDefault="00B23EEA"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53896166" w14:textId="77777777" w:rsidR="00B23EEA" w:rsidRPr="00835F44" w:rsidRDefault="00B23EEA"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vAlign w:val="center"/>
          </w:tcPr>
          <w:p w14:paraId="586A7B77" w14:textId="77777777" w:rsidR="00B23EEA" w:rsidRPr="00835F44" w:rsidRDefault="00B23EEA" w:rsidP="000E530E">
            <w:pPr>
              <w:pStyle w:val="TAC"/>
              <w:keepNext w:val="0"/>
              <w:rPr>
                <w:lang w:eastAsia="zh-CN"/>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080F7646" w14:textId="77777777" w:rsidR="00B23EEA" w:rsidRPr="00835F44" w:rsidRDefault="00B23EEA" w:rsidP="000E530E">
            <w:pPr>
              <w:pStyle w:val="TAC"/>
              <w:keepNext w:val="0"/>
              <w:rPr>
                <w:lang w:eastAsia="zh-CN"/>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54392070" w14:textId="77777777" w:rsidR="00B23EEA" w:rsidRPr="00835F44" w:rsidRDefault="00B23EEA" w:rsidP="000E530E">
            <w:pPr>
              <w:pStyle w:val="TAC"/>
              <w:keepNext w:val="0"/>
              <w:rPr>
                <w:lang w:eastAsia="zh-CN"/>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2E9E4DB1" w14:textId="77777777" w:rsidR="00B23EEA" w:rsidRPr="00835F44" w:rsidRDefault="00B23EEA" w:rsidP="000E530E">
            <w:pPr>
              <w:pStyle w:val="TAC"/>
              <w:keepNext w:val="0"/>
              <w:rPr>
                <w:lang w:eastAsia="zh-CN"/>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0A175373" w14:textId="77777777" w:rsidR="00B23EEA"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3BE91594" w14:textId="77777777" w:rsidR="00B23EEA" w:rsidRPr="00835F44" w:rsidRDefault="00B23EEA" w:rsidP="000E530E">
            <w:pPr>
              <w:pStyle w:val="TAC"/>
              <w:keepNext w:val="0"/>
              <w:rPr>
                <w:lang w:eastAsia="zh-CN"/>
              </w:rPr>
            </w:pPr>
            <w:r w:rsidRPr="00835F44">
              <w:rPr>
                <w:rFonts w:eastAsia="Yu Mincho"/>
                <w:szCs w:val="18"/>
              </w:rPr>
              <w:t>Yes</w:t>
            </w:r>
          </w:p>
        </w:tc>
        <w:tc>
          <w:tcPr>
            <w:tcW w:w="1632" w:type="dxa"/>
            <w:vMerge/>
            <w:tcBorders>
              <w:left w:val="single" w:sz="4" w:space="0" w:color="auto"/>
              <w:bottom w:val="single" w:sz="4" w:space="0" w:color="auto"/>
              <w:right w:val="single" w:sz="4" w:space="0" w:color="auto"/>
            </w:tcBorders>
            <w:vAlign w:val="center"/>
          </w:tcPr>
          <w:p w14:paraId="77EDAE72" w14:textId="77777777" w:rsidR="00B23EEA" w:rsidRPr="00835F44" w:rsidRDefault="00B23EEA" w:rsidP="000E530E">
            <w:pPr>
              <w:pStyle w:val="TAC"/>
              <w:keepNext w:val="0"/>
              <w:rPr>
                <w:lang w:eastAsia="zh-CN"/>
              </w:rPr>
            </w:pPr>
          </w:p>
        </w:tc>
      </w:tr>
      <w:tr w:rsidR="00495FE7" w:rsidRPr="00835F44" w14:paraId="37ADE4A1" w14:textId="77777777" w:rsidTr="000E530E">
        <w:trPr>
          <w:trHeight w:val="29"/>
          <w:jc w:val="center"/>
        </w:trPr>
        <w:tc>
          <w:tcPr>
            <w:tcW w:w="1626" w:type="dxa"/>
            <w:vMerge w:val="restart"/>
            <w:tcBorders>
              <w:top w:val="single" w:sz="4" w:space="0" w:color="auto"/>
              <w:left w:val="single" w:sz="4" w:space="0" w:color="auto"/>
              <w:bottom w:val="single" w:sz="4" w:space="0" w:color="auto"/>
              <w:right w:val="single" w:sz="4" w:space="0" w:color="auto"/>
            </w:tcBorders>
            <w:vAlign w:val="center"/>
            <w:hideMark/>
          </w:tcPr>
          <w:p w14:paraId="6101A10B" w14:textId="77777777" w:rsidR="00281553" w:rsidRPr="00835F44" w:rsidRDefault="00B23EEA" w:rsidP="000E530E">
            <w:pPr>
              <w:pStyle w:val="TAC"/>
              <w:keepNext w:val="0"/>
            </w:pPr>
            <w:r w:rsidRPr="00835F44">
              <w:t>CA_n3A-n78A</w:t>
            </w:r>
          </w:p>
        </w:tc>
        <w:tc>
          <w:tcPr>
            <w:tcW w:w="1519" w:type="dxa"/>
            <w:vMerge w:val="restart"/>
            <w:tcBorders>
              <w:top w:val="single" w:sz="4" w:space="0" w:color="auto"/>
              <w:left w:val="single" w:sz="4" w:space="0" w:color="auto"/>
              <w:bottom w:val="single" w:sz="4" w:space="0" w:color="auto"/>
              <w:right w:val="single" w:sz="4" w:space="0" w:color="auto"/>
            </w:tcBorders>
            <w:vAlign w:val="center"/>
            <w:hideMark/>
          </w:tcPr>
          <w:p w14:paraId="168C0E85" w14:textId="77777777" w:rsidR="00281553" w:rsidRPr="00835F44" w:rsidRDefault="008618AB" w:rsidP="000E530E">
            <w:pPr>
              <w:pStyle w:val="TAC"/>
              <w:keepNext w:val="0"/>
            </w:pPr>
            <w:r w:rsidRPr="00835F44">
              <w:t>CA_n3A-n78A</w:t>
            </w:r>
          </w:p>
        </w:tc>
        <w:tc>
          <w:tcPr>
            <w:tcW w:w="736" w:type="dxa"/>
            <w:vMerge w:val="restart"/>
            <w:tcBorders>
              <w:top w:val="single" w:sz="4" w:space="0" w:color="auto"/>
              <w:left w:val="single" w:sz="4" w:space="0" w:color="auto"/>
              <w:bottom w:val="single" w:sz="4" w:space="0" w:color="auto"/>
              <w:right w:val="single" w:sz="4" w:space="0" w:color="auto"/>
            </w:tcBorders>
            <w:vAlign w:val="center"/>
            <w:hideMark/>
          </w:tcPr>
          <w:p w14:paraId="1615D0E5" w14:textId="77777777" w:rsidR="00281553" w:rsidRPr="00835F44" w:rsidRDefault="00B23EEA" w:rsidP="000E530E">
            <w:pPr>
              <w:pStyle w:val="TAC"/>
              <w:keepNext w:val="0"/>
            </w:pPr>
            <w:r w:rsidRPr="00835F44">
              <w:t>n3</w:t>
            </w:r>
          </w:p>
        </w:tc>
        <w:tc>
          <w:tcPr>
            <w:tcW w:w="736" w:type="dxa"/>
            <w:tcBorders>
              <w:top w:val="single" w:sz="4" w:space="0" w:color="auto"/>
              <w:left w:val="single" w:sz="4" w:space="0" w:color="auto"/>
              <w:bottom w:val="single" w:sz="4" w:space="0" w:color="auto"/>
              <w:right w:val="single" w:sz="4" w:space="0" w:color="auto"/>
            </w:tcBorders>
            <w:hideMark/>
          </w:tcPr>
          <w:p w14:paraId="5DFBAD18" w14:textId="77777777" w:rsidR="00281553" w:rsidRPr="00835F44" w:rsidRDefault="00B23EEA"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hideMark/>
          </w:tcPr>
          <w:p w14:paraId="1B2C4BA3" w14:textId="77777777" w:rsidR="00281553" w:rsidRPr="00835F44" w:rsidRDefault="00B23EEA" w:rsidP="000E530E">
            <w:pPr>
              <w:pStyle w:val="TAC"/>
              <w:keepNext w:val="0"/>
              <w:rPr>
                <w:lang w:eastAsia="zh-CN"/>
              </w:rPr>
            </w:pPr>
            <w:r w:rsidRPr="00835F44">
              <w:rPr>
                <w:lang w:eastAsia="zh-CN"/>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0D5E5E7F" w14:textId="77777777" w:rsidR="00281553" w:rsidRPr="00835F44" w:rsidRDefault="00B23EEA" w:rsidP="000E530E">
            <w:pPr>
              <w:pStyle w:val="TAC"/>
              <w:keepNext w:val="0"/>
              <w:rPr>
                <w:lang w:eastAsia="zh-CN"/>
              </w:rPr>
            </w:pPr>
            <w:r w:rsidRPr="00835F44">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785BDD0A" w14:textId="77777777" w:rsidR="00281553" w:rsidRPr="00835F44" w:rsidRDefault="00B23EEA" w:rsidP="000E530E">
            <w:pPr>
              <w:pStyle w:val="TAC"/>
              <w:keepNext w:val="0"/>
              <w:rPr>
                <w:lang w:eastAsia="zh-CN"/>
              </w:rPr>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773BBD98" w14:textId="77777777" w:rsidR="00281553" w:rsidRPr="00835F44" w:rsidRDefault="00B23EEA" w:rsidP="000E530E">
            <w:pPr>
              <w:pStyle w:val="TAC"/>
              <w:keepNext w:val="0"/>
              <w:rPr>
                <w:lang w:eastAsia="zh-CN"/>
              </w:rPr>
            </w:pPr>
            <w:r w:rsidRPr="00835F44">
              <w:t>Yes</w:t>
            </w:r>
          </w:p>
        </w:tc>
        <w:tc>
          <w:tcPr>
            <w:tcW w:w="736" w:type="dxa"/>
            <w:tcBorders>
              <w:top w:val="single" w:sz="4" w:space="0" w:color="auto"/>
              <w:left w:val="single" w:sz="4" w:space="0" w:color="auto"/>
              <w:bottom w:val="single" w:sz="4" w:space="0" w:color="auto"/>
              <w:right w:val="single" w:sz="4" w:space="0" w:color="auto"/>
            </w:tcBorders>
            <w:hideMark/>
          </w:tcPr>
          <w:p w14:paraId="49E55EE3" w14:textId="77777777" w:rsidR="00281553"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hideMark/>
          </w:tcPr>
          <w:p w14:paraId="7F760F3D" w14:textId="77777777" w:rsidR="00281553"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tcPr>
          <w:p w14:paraId="6F33A320" w14:textId="77777777" w:rsidR="00281553" w:rsidRPr="00835F44" w:rsidRDefault="00281553" w:rsidP="000E530E">
            <w:pPr>
              <w:pStyle w:val="TAC"/>
              <w:keepNext w:val="0"/>
              <w:rPr>
                <w:lang w:eastAsia="zh-CN"/>
              </w:rPr>
            </w:pPr>
          </w:p>
        </w:tc>
        <w:tc>
          <w:tcPr>
            <w:tcW w:w="737" w:type="dxa"/>
            <w:tcBorders>
              <w:top w:val="single" w:sz="4" w:space="0" w:color="auto"/>
              <w:left w:val="single" w:sz="4" w:space="0" w:color="auto"/>
              <w:bottom w:val="single" w:sz="4" w:space="0" w:color="auto"/>
              <w:right w:val="single" w:sz="4" w:space="0" w:color="auto"/>
            </w:tcBorders>
            <w:vAlign w:val="center"/>
          </w:tcPr>
          <w:p w14:paraId="2B05E828" w14:textId="77777777" w:rsidR="00281553" w:rsidRPr="00835F44" w:rsidRDefault="00281553"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tcPr>
          <w:p w14:paraId="1CA7FECE" w14:textId="77777777" w:rsidR="00281553" w:rsidRPr="00835F44" w:rsidRDefault="00281553"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tcPr>
          <w:p w14:paraId="73E6E81E" w14:textId="77777777" w:rsidR="00281553" w:rsidRPr="00835F44" w:rsidRDefault="00281553"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tcPr>
          <w:p w14:paraId="7C63CB71" w14:textId="77777777" w:rsidR="00B23EEA" w:rsidRPr="00835F44" w:rsidRDefault="00B23EEA" w:rsidP="000E530E">
            <w:pPr>
              <w:pStyle w:val="TAC"/>
              <w:keepNext w:val="0"/>
              <w:rPr>
                <w:lang w:eastAsia="zh-CN"/>
              </w:rPr>
            </w:pPr>
          </w:p>
        </w:tc>
        <w:tc>
          <w:tcPr>
            <w:tcW w:w="737" w:type="dxa"/>
            <w:tcBorders>
              <w:top w:val="single" w:sz="4" w:space="0" w:color="auto"/>
              <w:left w:val="single" w:sz="4" w:space="0" w:color="auto"/>
              <w:bottom w:val="single" w:sz="4" w:space="0" w:color="auto"/>
              <w:right w:val="single" w:sz="4" w:space="0" w:color="auto"/>
            </w:tcBorders>
            <w:vAlign w:val="center"/>
          </w:tcPr>
          <w:p w14:paraId="1B80BAB2" w14:textId="77777777" w:rsidR="00281553" w:rsidRPr="00835F44" w:rsidRDefault="00281553" w:rsidP="000E530E">
            <w:pPr>
              <w:pStyle w:val="TAC"/>
              <w:keepNext w:val="0"/>
              <w:rPr>
                <w:lang w:eastAsia="zh-CN"/>
              </w:rPr>
            </w:pPr>
          </w:p>
        </w:tc>
        <w:tc>
          <w:tcPr>
            <w:tcW w:w="1632" w:type="dxa"/>
            <w:vMerge w:val="restart"/>
            <w:tcBorders>
              <w:top w:val="single" w:sz="4" w:space="0" w:color="auto"/>
              <w:left w:val="single" w:sz="4" w:space="0" w:color="auto"/>
              <w:bottom w:val="single" w:sz="4" w:space="0" w:color="auto"/>
              <w:right w:val="single" w:sz="4" w:space="0" w:color="auto"/>
            </w:tcBorders>
            <w:vAlign w:val="center"/>
            <w:hideMark/>
          </w:tcPr>
          <w:p w14:paraId="3486EFE5" w14:textId="77777777" w:rsidR="00281553" w:rsidRPr="00835F44" w:rsidRDefault="00B23EEA" w:rsidP="000E530E">
            <w:pPr>
              <w:pStyle w:val="TAC"/>
              <w:keepNext w:val="0"/>
              <w:rPr>
                <w:lang w:eastAsia="zh-CN"/>
              </w:rPr>
            </w:pPr>
            <w:r w:rsidRPr="00835F44">
              <w:rPr>
                <w:lang w:eastAsia="zh-CN"/>
              </w:rPr>
              <w:t>0</w:t>
            </w:r>
          </w:p>
        </w:tc>
      </w:tr>
      <w:tr w:rsidR="00495FE7" w:rsidRPr="00835F44" w14:paraId="38EF9A86" w14:textId="77777777" w:rsidTr="000E530E">
        <w:trPr>
          <w:trHeight w:val="29"/>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2528D66C" w14:textId="77777777" w:rsidR="00281553" w:rsidRPr="00835F44" w:rsidRDefault="00281553" w:rsidP="000E530E">
            <w:pPr>
              <w:pStyle w:val="TAC"/>
              <w:keepNext w:val="0"/>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2AB6B039" w14:textId="77777777" w:rsidR="00281553" w:rsidRPr="00835F44" w:rsidRDefault="00281553" w:rsidP="000E530E">
            <w:pPr>
              <w:pStyle w:val="TAC"/>
              <w:keepNext w:val="0"/>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3D933D05" w14:textId="77777777" w:rsidR="00281553" w:rsidRPr="00835F44" w:rsidRDefault="0028155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hideMark/>
          </w:tcPr>
          <w:p w14:paraId="5498B923" w14:textId="77777777" w:rsidR="00281553" w:rsidRPr="00835F44" w:rsidRDefault="00B23EEA" w:rsidP="000E530E">
            <w:pPr>
              <w:pStyle w:val="TAC"/>
              <w:keepNext w:val="0"/>
              <w:rPr>
                <w:lang w:eastAsia="zh-CN"/>
              </w:rPr>
            </w:pPr>
            <w:r w:rsidRPr="00835F44">
              <w:t>30</w:t>
            </w:r>
          </w:p>
        </w:tc>
        <w:tc>
          <w:tcPr>
            <w:tcW w:w="736" w:type="dxa"/>
            <w:tcBorders>
              <w:top w:val="single" w:sz="4" w:space="0" w:color="auto"/>
              <w:left w:val="single" w:sz="4" w:space="0" w:color="auto"/>
              <w:bottom w:val="single" w:sz="4" w:space="0" w:color="auto"/>
              <w:right w:val="single" w:sz="4" w:space="0" w:color="auto"/>
            </w:tcBorders>
          </w:tcPr>
          <w:p w14:paraId="02036922" w14:textId="77777777" w:rsidR="00281553" w:rsidRPr="00835F44" w:rsidRDefault="00281553"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57E4E2AA" w14:textId="77777777" w:rsidR="00281553" w:rsidRPr="00835F44" w:rsidRDefault="00B23EEA" w:rsidP="000E530E">
            <w:pPr>
              <w:pStyle w:val="TAC"/>
              <w:keepNext w:val="0"/>
              <w:rPr>
                <w:lang w:eastAsia="zh-CN"/>
              </w:rPr>
            </w:pPr>
            <w:r w:rsidRPr="00835F44">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02D87F23" w14:textId="77777777" w:rsidR="00281553" w:rsidRPr="00835F44" w:rsidRDefault="00B23EEA" w:rsidP="000E530E">
            <w:pPr>
              <w:pStyle w:val="TAC"/>
              <w:keepNext w:val="0"/>
              <w:rPr>
                <w:lang w:eastAsia="zh-CN"/>
              </w:rPr>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469210FF" w14:textId="77777777" w:rsidR="00281553" w:rsidRPr="00835F44" w:rsidRDefault="00B23EEA" w:rsidP="000E530E">
            <w:pPr>
              <w:pStyle w:val="TAC"/>
              <w:keepNext w:val="0"/>
              <w:rPr>
                <w:lang w:eastAsia="zh-CN"/>
              </w:rPr>
            </w:pPr>
            <w:r w:rsidRPr="00835F44">
              <w:t>Yes</w:t>
            </w:r>
          </w:p>
        </w:tc>
        <w:tc>
          <w:tcPr>
            <w:tcW w:w="736" w:type="dxa"/>
            <w:tcBorders>
              <w:top w:val="single" w:sz="4" w:space="0" w:color="auto"/>
              <w:left w:val="single" w:sz="4" w:space="0" w:color="auto"/>
              <w:bottom w:val="single" w:sz="4" w:space="0" w:color="auto"/>
              <w:right w:val="single" w:sz="4" w:space="0" w:color="auto"/>
            </w:tcBorders>
            <w:hideMark/>
          </w:tcPr>
          <w:p w14:paraId="6CA2D1B7" w14:textId="77777777" w:rsidR="00281553"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hideMark/>
          </w:tcPr>
          <w:p w14:paraId="3D544A79" w14:textId="77777777" w:rsidR="00281553"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tcPr>
          <w:p w14:paraId="65B9DA7F" w14:textId="77777777" w:rsidR="00281553" w:rsidRPr="00835F44" w:rsidRDefault="00281553" w:rsidP="000E530E">
            <w:pPr>
              <w:pStyle w:val="TAC"/>
              <w:keepNext w:val="0"/>
              <w:rPr>
                <w:lang w:eastAsia="zh-CN"/>
              </w:rPr>
            </w:pPr>
          </w:p>
        </w:tc>
        <w:tc>
          <w:tcPr>
            <w:tcW w:w="737" w:type="dxa"/>
            <w:tcBorders>
              <w:top w:val="single" w:sz="4" w:space="0" w:color="auto"/>
              <w:left w:val="single" w:sz="4" w:space="0" w:color="auto"/>
              <w:bottom w:val="single" w:sz="4" w:space="0" w:color="auto"/>
              <w:right w:val="single" w:sz="4" w:space="0" w:color="auto"/>
            </w:tcBorders>
            <w:vAlign w:val="center"/>
          </w:tcPr>
          <w:p w14:paraId="26003279" w14:textId="77777777" w:rsidR="00281553" w:rsidRPr="00835F44" w:rsidRDefault="00281553"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709D1ADB" w14:textId="77777777" w:rsidR="00281553" w:rsidRPr="00835F44" w:rsidRDefault="00281553"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561C27A9" w14:textId="77777777" w:rsidR="00281553" w:rsidRPr="00835F44" w:rsidRDefault="00281553"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tcPr>
          <w:p w14:paraId="112A7203" w14:textId="77777777" w:rsidR="00B23EEA" w:rsidRPr="00835F44" w:rsidRDefault="00B23EEA" w:rsidP="000E530E">
            <w:pPr>
              <w:pStyle w:val="TAC"/>
              <w:keepNext w:val="0"/>
              <w:rPr>
                <w:lang w:eastAsia="zh-CN"/>
              </w:rPr>
            </w:pPr>
          </w:p>
        </w:tc>
        <w:tc>
          <w:tcPr>
            <w:tcW w:w="737" w:type="dxa"/>
            <w:tcBorders>
              <w:top w:val="single" w:sz="4" w:space="0" w:color="auto"/>
              <w:left w:val="single" w:sz="4" w:space="0" w:color="auto"/>
              <w:bottom w:val="single" w:sz="4" w:space="0" w:color="auto"/>
              <w:right w:val="single" w:sz="4" w:space="0" w:color="auto"/>
            </w:tcBorders>
            <w:vAlign w:val="center"/>
          </w:tcPr>
          <w:p w14:paraId="24649AFC" w14:textId="77777777" w:rsidR="00281553" w:rsidRPr="00835F44" w:rsidRDefault="00281553" w:rsidP="000E530E">
            <w:pPr>
              <w:pStyle w:val="TAC"/>
              <w:keepNext w:val="0"/>
              <w:rPr>
                <w:lang w:eastAsia="zh-CN"/>
              </w:rPr>
            </w:pP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429A6A5F" w14:textId="77777777" w:rsidR="00281553" w:rsidRPr="00835F44" w:rsidRDefault="00281553" w:rsidP="000E530E">
            <w:pPr>
              <w:pStyle w:val="TAC"/>
              <w:keepNext w:val="0"/>
              <w:rPr>
                <w:lang w:eastAsia="zh-CN"/>
              </w:rPr>
            </w:pPr>
          </w:p>
        </w:tc>
      </w:tr>
      <w:tr w:rsidR="00495FE7" w:rsidRPr="00835F44" w14:paraId="1D92B2F8" w14:textId="77777777" w:rsidTr="000E530E">
        <w:trPr>
          <w:trHeight w:val="29"/>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5B07E29E" w14:textId="77777777" w:rsidR="00281553" w:rsidRPr="00835F44" w:rsidRDefault="00281553" w:rsidP="000E530E">
            <w:pPr>
              <w:pStyle w:val="TAC"/>
              <w:keepNext w:val="0"/>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588D9C5E" w14:textId="77777777" w:rsidR="00281553" w:rsidRPr="00835F44" w:rsidRDefault="00281553" w:rsidP="000E530E">
            <w:pPr>
              <w:pStyle w:val="TAC"/>
              <w:keepNext w:val="0"/>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4BB49B3D" w14:textId="77777777" w:rsidR="00281553" w:rsidRPr="00835F44" w:rsidRDefault="0028155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hideMark/>
          </w:tcPr>
          <w:p w14:paraId="6AB44BDF" w14:textId="77777777" w:rsidR="00281553" w:rsidRPr="00835F44" w:rsidRDefault="00B23EEA" w:rsidP="000E530E">
            <w:pPr>
              <w:pStyle w:val="TAC"/>
              <w:keepNext w:val="0"/>
            </w:pPr>
            <w:r w:rsidRPr="00835F44">
              <w:t>60</w:t>
            </w:r>
          </w:p>
        </w:tc>
        <w:tc>
          <w:tcPr>
            <w:tcW w:w="736" w:type="dxa"/>
            <w:tcBorders>
              <w:top w:val="single" w:sz="4" w:space="0" w:color="auto"/>
              <w:left w:val="single" w:sz="4" w:space="0" w:color="auto"/>
              <w:bottom w:val="single" w:sz="4" w:space="0" w:color="auto"/>
              <w:right w:val="single" w:sz="4" w:space="0" w:color="auto"/>
            </w:tcBorders>
          </w:tcPr>
          <w:p w14:paraId="21CFAC9D" w14:textId="77777777" w:rsidR="00281553" w:rsidRPr="00835F44" w:rsidRDefault="00281553"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371DCD84" w14:textId="77777777" w:rsidR="00281553" w:rsidRPr="00835F44" w:rsidRDefault="00B23EEA" w:rsidP="000E530E">
            <w:pPr>
              <w:pStyle w:val="TAC"/>
              <w:keepNext w:val="0"/>
              <w:rPr>
                <w:lang w:eastAsia="zh-CN"/>
              </w:rPr>
            </w:pPr>
            <w:r w:rsidRPr="00835F44">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0D620990" w14:textId="77777777" w:rsidR="00281553" w:rsidRPr="00835F44" w:rsidRDefault="00B23EEA" w:rsidP="000E530E">
            <w:pPr>
              <w:pStyle w:val="TAC"/>
              <w:keepNext w:val="0"/>
              <w:rPr>
                <w:lang w:eastAsia="zh-CN"/>
              </w:rPr>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05158D2B" w14:textId="77777777" w:rsidR="00281553" w:rsidRPr="00835F44" w:rsidRDefault="00B23EEA" w:rsidP="000E530E">
            <w:pPr>
              <w:pStyle w:val="TAC"/>
              <w:keepNext w:val="0"/>
              <w:rPr>
                <w:lang w:eastAsia="zh-CN"/>
              </w:rPr>
            </w:pPr>
            <w:r w:rsidRPr="00835F44">
              <w:t>Yes</w:t>
            </w:r>
          </w:p>
        </w:tc>
        <w:tc>
          <w:tcPr>
            <w:tcW w:w="736" w:type="dxa"/>
            <w:tcBorders>
              <w:top w:val="single" w:sz="4" w:space="0" w:color="auto"/>
              <w:left w:val="single" w:sz="4" w:space="0" w:color="auto"/>
              <w:bottom w:val="single" w:sz="4" w:space="0" w:color="auto"/>
              <w:right w:val="single" w:sz="4" w:space="0" w:color="auto"/>
            </w:tcBorders>
            <w:hideMark/>
          </w:tcPr>
          <w:p w14:paraId="26D55269" w14:textId="77777777" w:rsidR="00281553"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hideMark/>
          </w:tcPr>
          <w:p w14:paraId="60C74AED" w14:textId="77777777" w:rsidR="00281553" w:rsidRPr="00835F44" w:rsidRDefault="00B23EEA" w:rsidP="000E530E">
            <w:pPr>
              <w:pStyle w:val="TAC"/>
              <w:keepNext w:val="0"/>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tcPr>
          <w:p w14:paraId="58925C8F" w14:textId="77777777" w:rsidR="00281553" w:rsidRPr="00835F44" w:rsidRDefault="00281553" w:rsidP="000E530E">
            <w:pPr>
              <w:pStyle w:val="TAC"/>
              <w:keepNext w:val="0"/>
              <w:rPr>
                <w:lang w:eastAsia="zh-CN"/>
              </w:rPr>
            </w:pPr>
          </w:p>
        </w:tc>
        <w:tc>
          <w:tcPr>
            <w:tcW w:w="737" w:type="dxa"/>
            <w:tcBorders>
              <w:top w:val="single" w:sz="4" w:space="0" w:color="auto"/>
              <w:left w:val="single" w:sz="4" w:space="0" w:color="auto"/>
              <w:bottom w:val="single" w:sz="4" w:space="0" w:color="auto"/>
              <w:right w:val="single" w:sz="4" w:space="0" w:color="auto"/>
            </w:tcBorders>
            <w:vAlign w:val="center"/>
          </w:tcPr>
          <w:p w14:paraId="01F5BA76" w14:textId="77777777" w:rsidR="00281553" w:rsidRPr="00835F44" w:rsidRDefault="00281553"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4AFEF28B" w14:textId="77777777" w:rsidR="00281553" w:rsidRPr="00835F44" w:rsidRDefault="00281553"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31ABA8BF" w14:textId="77777777" w:rsidR="00281553" w:rsidRPr="00835F44" w:rsidRDefault="00281553" w:rsidP="000E530E">
            <w:pPr>
              <w:pStyle w:val="TAC"/>
              <w:keepNext w:val="0"/>
              <w:rPr>
                <w:lang w:eastAsia="zh-CN"/>
              </w:rPr>
            </w:pPr>
          </w:p>
        </w:tc>
        <w:tc>
          <w:tcPr>
            <w:tcW w:w="736" w:type="dxa"/>
            <w:tcBorders>
              <w:top w:val="single" w:sz="4" w:space="0" w:color="auto"/>
              <w:left w:val="single" w:sz="4" w:space="0" w:color="auto"/>
              <w:bottom w:val="single" w:sz="4" w:space="0" w:color="auto"/>
              <w:right w:val="single" w:sz="4" w:space="0" w:color="auto"/>
            </w:tcBorders>
          </w:tcPr>
          <w:p w14:paraId="21758799" w14:textId="77777777" w:rsidR="00B23EEA" w:rsidRPr="00835F44" w:rsidRDefault="00B23EEA" w:rsidP="000E530E">
            <w:pPr>
              <w:pStyle w:val="TAC"/>
              <w:keepNext w:val="0"/>
              <w:rPr>
                <w:lang w:eastAsia="zh-CN"/>
              </w:rPr>
            </w:pPr>
          </w:p>
        </w:tc>
        <w:tc>
          <w:tcPr>
            <w:tcW w:w="737" w:type="dxa"/>
            <w:tcBorders>
              <w:top w:val="single" w:sz="4" w:space="0" w:color="auto"/>
              <w:left w:val="single" w:sz="4" w:space="0" w:color="auto"/>
              <w:bottom w:val="single" w:sz="4" w:space="0" w:color="auto"/>
              <w:right w:val="single" w:sz="4" w:space="0" w:color="auto"/>
            </w:tcBorders>
            <w:vAlign w:val="center"/>
          </w:tcPr>
          <w:p w14:paraId="34DFB4C0" w14:textId="77777777" w:rsidR="00281553" w:rsidRPr="00835F44" w:rsidRDefault="00281553" w:rsidP="000E530E">
            <w:pPr>
              <w:pStyle w:val="TAC"/>
              <w:keepNext w:val="0"/>
              <w:rPr>
                <w:lang w:eastAsia="zh-CN"/>
              </w:rPr>
            </w:pP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0525FE20" w14:textId="77777777" w:rsidR="00281553" w:rsidRPr="00835F44" w:rsidRDefault="00281553" w:rsidP="000E530E">
            <w:pPr>
              <w:pStyle w:val="TAC"/>
              <w:keepNext w:val="0"/>
              <w:rPr>
                <w:lang w:eastAsia="zh-CN"/>
              </w:rPr>
            </w:pPr>
          </w:p>
        </w:tc>
      </w:tr>
      <w:tr w:rsidR="00495FE7" w:rsidRPr="00835F44" w14:paraId="12446DD8"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1FE8A76B" w14:textId="77777777" w:rsidR="00281553" w:rsidRPr="00835F44" w:rsidRDefault="00281553" w:rsidP="000E530E">
            <w:pPr>
              <w:pStyle w:val="TAC"/>
              <w:keepNext w:val="0"/>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3B6B66BF" w14:textId="77777777" w:rsidR="00281553" w:rsidRPr="00835F44" w:rsidRDefault="00281553" w:rsidP="000E530E">
            <w:pPr>
              <w:pStyle w:val="TAC"/>
              <w:keepNext w:val="0"/>
            </w:pPr>
          </w:p>
        </w:tc>
        <w:tc>
          <w:tcPr>
            <w:tcW w:w="736" w:type="dxa"/>
            <w:vMerge w:val="restart"/>
            <w:tcBorders>
              <w:top w:val="single" w:sz="4" w:space="0" w:color="auto"/>
              <w:left w:val="single" w:sz="4" w:space="0" w:color="auto"/>
              <w:bottom w:val="single" w:sz="4" w:space="0" w:color="auto"/>
              <w:right w:val="single" w:sz="4" w:space="0" w:color="auto"/>
            </w:tcBorders>
            <w:vAlign w:val="center"/>
            <w:hideMark/>
          </w:tcPr>
          <w:p w14:paraId="2251940A" w14:textId="77777777" w:rsidR="00281553" w:rsidRPr="00835F44" w:rsidRDefault="00B23EEA" w:rsidP="000E530E">
            <w:pPr>
              <w:pStyle w:val="TAC"/>
              <w:keepNext w:val="0"/>
            </w:pPr>
            <w:r w:rsidRPr="00835F44">
              <w:t>n78</w:t>
            </w:r>
          </w:p>
        </w:tc>
        <w:tc>
          <w:tcPr>
            <w:tcW w:w="736" w:type="dxa"/>
            <w:tcBorders>
              <w:top w:val="single" w:sz="4" w:space="0" w:color="auto"/>
              <w:left w:val="single" w:sz="4" w:space="0" w:color="auto"/>
              <w:bottom w:val="single" w:sz="4" w:space="0" w:color="auto"/>
              <w:right w:val="single" w:sz="4" w:space="0" w:color="auto"/>
            </w:tcBorders>
            <w:hideMark/>
          </w:tcPr>
          <w:p w14:paraId="2EA917A1" w14:textId="77777777" w:rsidR="00281553" w:rsidRPr="00835F44" w:rsidRDefault="00B23EEA"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tcPr>
          <w:p w14:paraId="27FC46B8"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1431C269" w14:textId="77777777" w:rsidR="00281553" w:rsidRPr="00835F44" w:rsidRDefault="00B23EEA" w:rsidP="000E530E">
            <w:pPr>
              <w:pStyle w:val="TAC"/>
              <w:keepNext w:val="0"/>
              <w:rPr>
                <w:szCs w:val="18"/>
                <w:lang w:eastAsia="zh-CN"/>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53FBE726" w14:textId="77777777" w:rsidR="00281553" w:rsidRPr="00835F44" w:rsidRDefault="00B23EEA" w:rsidP="000E530E">
            <w:pPr>
              <w:pStyle w:val="TAC"/>
              <w:keepNext w:val="0"/>
              <w:rPr>
                <w:szCs w:val="18"/>
                <w:lang w:eastAsia="zh-CN"/>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01DF6EB5" w14:textId="77777777" w:rsidR="00281553" w:rsidRPr="00835F44" w:rsidRDefault="00B23EEA" w:rsidP="000E530E">
            <w:pPr>
              <w:pStyle w:val="TAC"/>
              <w:keepNext w:val="0"/>
              <w:rPr>
                <w:szCs w:val="18"/>
                <w:lang w:eastAsia="zh-CN"/>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3A6B752"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5DD3AD04"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1CA15656" w14:textId="77777777" w:rsidR="00281553" w:rsidRPr="00835F44" w:rsidRDefault="00B23EEA" w:rsidP="000E530E">
            <w:pPr>
              <w:pStyle w:val="TAC"/>
              <w:keepNext w:val="0"/>
              <w:rPr>
                <w:szCs w:val="18"/>
                <w:lang w:eastAsia="zh-CN"/>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7479D996" w14:textId="77777777" w:rsidR="00281553" w:rsidRPr="00835F44" w:rsidRDefault="00B23EEA" w:rsidP="000E530E">
            <w:pPr>
              <w:pStyle w:val="TAC"/>
              <w:keepNext w:val="0"/>
              <w:rPr>
                <w:szCs w:val="18"/>
                <w:lang w:eastAsia="zh-CN"/>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019D401D"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08B14C50"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14C96040" w14:textId="77777777" w:rsidR="00B23EEA" w:rsidRPr="00835F44" w:rsidRDefault="00B23EEA" w:rsidP="000E530E">
            <w:pPr>
              <w:pStyle w:val="TAC"/>
              <w:keepNext w:val="0"/>
              <w:rPr>
                <w:szCs w:val="18"/>
                <w:lang w:eastAsia="zh-CN"/>
              </w:rPr>
            </w:pPr>
          </w:p>
        </w:tc>
        <w:tc>
          <w:tcPr>
            <w:tcW w:w="737" w:type="dxa"/>
            <w:tcBorders>
              <w:top w:val="single" w:sz="4" w:space="0" w:color="auto"/>
              <w:left w:val="single" w:sz="4" w:space="0" w:color="auto"/>
              <w:bottom w:val="single" w:sz="4" w:space="0" w:color="auto"/>
              <w:right w:val="single" w:sz="4" w:space="0" w:color="auto"/>
            </w:tcBorders>
            <w:vAlign w:val="center"/>
          </w:tcPr>
          <w:p w14:paraId="0C7E254C" w14:textId="77777777" w:rsidR="00281553" w:rsidRPr="00835F44" w:rsidRDefault="00281553" w:rsidP="000E530E">
            <w:pPr>
              <w:pStyle w:val="TAC"/>
              <w:keepNext w:val="0"/>
              <w:rPr>
                <w:szCs w:val="18"/>
                <w:lang w:eastAsia="zh-CN"/>
              </w:rPr>
            </w:pP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5E698C9E" w14:textId="77777777" w:rsidR="00281553" w:rsidRPr="00835F44" w:rsidRDefault="00281553" w:rsidP="000E530E">
            <w:pPr>
              <w:pStyle w:val="TAC"/>
              <w:keepNext w:val="0"/>
              <w:rPr>
                <w:lang w:eastAsia="zh-CN"/>
              </w:rPr>
            </w:pPr>
          </w:p>
        </w:tc>
      </w:tr>
      <w:tr w:rsidR="00495FE7" w:rsidRPr="00835F44" w14:paraId="7C0EF69E"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6636AA91" w14:textId="77777777" w:rsidR="00281553" w:rsidRPr="00835F44" w:rsidRDefault="00281553" w:rsidP="000E530E">
            <w:pPr>
              <w:pStyle w:val="TAC"/>
              <w:keepNext w:val="0"/>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5A3A783B" w14:textId="77777777" w:rsidR="00281553" w:rsidRPr="00835F44" w:rsidRDefault="00281553" w:rsidP="000E530E">
            <w:pPr>
              <w:pStyle w:val="TAC"/>
              <w:keepNext w:val="0"/>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10235D6E" w14:textId="77777777" w:rsidR="00281553" w:rsidRPr="00835F44" w:rsidRDefault="0028155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hideMark/>
          </w:tcPr>
          <w:p w14:paraId="37C41150" w14:textId="77777777" w:rsidR="00281553" w:rsidRPr="00835F44" w:rsidRDefault="00B23EEA" w:rsidP="000E530E">
            <w:pPr>
              <w:pStyle w:val="TAC"/>
              <w:keepNext w:val="0"/>
            </w:pPr>
            <w:r w:rsidRPr="00835F44">
              <w:t>30</w:t>
            </w:r>
          </w:p>
        </w:tc>
        <w:tc>
          <w:tcPr>
            <w:tcW w:w="736" w:type="dxa"/>
            <w:tcBorders>
              <w:top w:val="single" w:sz="4" w:space="0" w:color="auto"/>
              <w:left w:val="single" w:sz="4" w:space="0" w:color="auto"/>
              <w:bottom w:val="single" w:sz="4" w:space="0" w:color="auto"/>
              <w:right w:val="single" w:sz="4" w:space="0" w:color="auto"/>
            </w:tcBorders>
          </w:tcPr>
          <w:p w14:paraId="77D9076C"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hideMark/>
          </w:tcPr>
          <w:p w14:paraId="5BFEA083" w14:textId="77777777" w:rsidR="00281553" w:rsidRPr="00835F44" w:rsidRDefault="00B23EEA" w:rsidP="000E530E">
            <w:pPr>
              <w:pStyle w:val="TAC"/>
              <w:keepNext w:val="0"/>
              <w:rPr>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5260992E" w14:textId="77777777" w:rsidR="00281553" w:rsidRPr="00835F44" w:rsidRDefault="00B23EEA" w:rsidP="000E530E">
            <w:pPr>
              <w:pStyle w:val="TAC"/>
              <w:keepNext w:val="0"/>
              <w:rPr>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5EE16083" w14:textId="77777777" w:rsidR="00281553" w:rsidRPr="00835F44" w:rsidRDefault="00B23EEA" w:rsidP="000E530E">
            <w:pPr>
              <w:pStyle w:val="TAC"/>
              <w:keepNext w:val="0"/>
              <w:rPr>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07406386"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4C36CEAA"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6DA3386E" w14:textId="77777777" w:rsidR="00281553" w:rsidRPr="00835F44" w:rsidRDefault="00B23EEA" w:rsidP="000E530E">
            <w:pPr>
              <w:pStyle w:val="TAC"/>
              <w:keepNext w:val="0"/>
              <w:rPr>
                <w:szCs w:val="18"/>
                <w:lang w:eastAsia="zh-CN"/>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29B8CAA6" w14:textId="77777777" w:rsidR="00281553" w:rsidRPr="00835F44" w:rsidRDefault="00B23EEA" w:rsidP="000E530E">
            <w:pPr>
              <w:pStyle w:val="TAC"/>
              <w:keepNext w:val="0"/>
              <w:rPr>
                <w:szCs w:val="18"/>
                <w:lang w:eastAsia="zh-CN"/>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3143115B" w14:textId="77777777" w:rsidR="00281553" w:rsidRPr="00835F44" w:rsidRDefault="00B23EEA" w:rsidP="000E530E">
            <w:pPr>
              <w:pStyle w:val="TAC"/>
              <w:keepNext w:val="0"/>
              <w:rPr>
                <w:szCs w:val="18"/>
                <w:lang w:eastAsia="zh-CN"/>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74FD9BBC" w14:textId="77777777" w:rsidR="00281553" w:rsidRPr="00835F44" w:rsidRDefault="00B23EEA" w:rsidP="000E530E">
            <w:pPr>
              <w:pStyle w:val="TAC"/>
              <w:keepNext w:val="0"/>
              <w:rPr>
                <w:szCs w:val="18"/>
                <w:lang w:eastAsia="zh-CN"/>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404C66AB" w14:textId="77777777" w:rsidR="00B23EEA"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4E0B9333" w14:textId="77777777" w:rsidR="00281553" w:rsidRPr="00835F44" w:rsidRDefault="00B23EEA" w:rsidP="000E530E">
            <w:pPr>
              <w:pStyle w:val="TAC"/>
              <w:keepNext w:val="0"/>
              <w:rPr>
                <w:szCs w:val="18"/>
                <w:lang w:eastAsia="zh-CN"/>
              </w:rPr>
            </w:pPr>
            <w:r w:rsidRPr="00835F44">
              <w:rPr>
                <w:rFonts w:eastAsia="Yu Mincho"/>
                <w:szCs w:val="18"/>
              </w:rPr>
              <w:t>Yes</w:t>
            </w: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2D1AE6A4" w14:textId="77777777" w:rsidR="00281553" w:rsidRPr="00835F44" w:rsidRDefault="00281553" w:rsidP="000E530E">
            <w:pPr>
              <w:pStyle w:val="TAC"/>
              <w:keepNext w:val="0"/>
              <w:rPr>
                <w:lang w:eastAsia="zh-CN"/>
              </w:rPr>
            </w:pPr>
          </w:p>
        </w:tc>
      </w:tr>
      <w:tr w:rsidR="00495FE7" w:rsidRPr="00835F44" w14:paraId="564E685E"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651811D1" w14:textId="77777777" w:rsidR="00281553" w:rsidRPr="00835F44" w:rsidRDefault="00281553" w:rsidP="000E530E">
            <w:pPr>
              <w:pStyle w:val="TAC"/>
              <w:keepNext w:val="0"/>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67707A08" w14:textId="77777777" w:rsidR="00281553" w:rsidRPr="00835F44" w:rsidRDefault="00281553" w:rsidP="000E530E">
            <w:pPr>
              <w:pStyle w:val="TAC"/>
              <w:keepNext w:val="0"/>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61066F74" w14:textId="77777777" w:rsidR="00281553" w:rsidRPr="00835F44" w:rsidRDefault="0028155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hideMark/>
          </w:tcPr>
          <w:p w14:paraId="4EEE9A38" w14:textId="77777777" w:rsidR="00281553" w:rsidRPr="00835F44" w:rsidRDefault="00B23EEA" w:rsidP="000E530E">
            <w:pPr>
              <w:pStyle w:val="TAC"/>
              <w:keepNext w:val="0"/>
            </w:pPr>
            <w:r w:rsidRPr="00835F44">
              <w:t>60</w:t>
            </w:r>
          </w:p>
        </w:tc>
        <w:tc>
          <w:tcPr>
            <w:tcW w:w="736" w:type="dxa"/>
            <w:tcBorders>
              <w:top w:val="single" w:sz="4" w:space="0" w:color="auto"/>
              <w:left w:val="single" w:sz="4" w:space="0" w:color="auto"/>
              <w:bottom w:val="single" w:sz="4" w:space="0" w:color="auto"/>
              <w:right w:val="single" w:sz="4" w:space="0" w:color="auto"/>
            </w:tcBorders>
          </w:tcPr>
          <w:p w14:paraId="329F3175"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20392A8D" w14:textId="77777777" w:rsidR="00281553" w:rsidRPr="00835F44" w:rsidRDefault="00B23EEA" w:rsidP="000E530E">
            <w:pPr>
              <w:pStyle w:val="TAC"/>
              <w:keepNext w:val="0"/>
              <w:rPr>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4C221CEB" w14:textId="77777777" w:rsidR="00281553" w:rsidRPr="00835F44" w:rsidRDefault="00B23EEA" w:rsidP="000E530E">
            <w:pPr>
              <w:pStyle w:val="TAC"/>
              <w:keepNext w:val="0"/>
              <w:rPr>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53BC37F7" w14:textId="77777777" w:rsidR="00281553" w:rsidRPr="00835F44" w:rsidRDefault="00B23EEA" w:rsidP="000E530E">
            <w:pPr>
              <w:pStyle w:val="TAC"/>
              <w:keepNext w:val="0"/>
              <w:rPr>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6BBDB57"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1FDA85EE"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1D50AF8A" w14:textId="77777777" w:rsidR="00281553" w:rsidRPr="00835F44" w:rsidRDefault="00B23EEA" w:rsidP="000E530E">
            <w:pPr>
              <w:pStyle w:val="TAC"/>
              <w:keepNext w:val="0"/>
              <w:rPr>
                <w:szCs w:val="18"/>
                <w:lang w:eastAsia="zh-CN"/>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3B6AFDD3" w14:textId="77777777" w:rsidR="00281553" w:rsidRPr="00835F44" w:rsidRDefault="00B23EEA" w:rsidP="000E530E">
            <w:pPr>
              <w:pStyle w:val="TAC"/>
              <w:keepNext w:val="0"/>
              <w:rPr>
                <w:szCs w:val="18"/>
                <w:lang w:eastAsia="zh-CN"/>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12986671" w14:textId="77777777" w:rsidR="00281553" w:rsidRPr="00835F44" w:rsidRDefault="00B23EEA" w:rsidP="000E530E">
            <w:pPr>
              <w:pStyle w:val="TAC"/>
              <w:keepNext w:val="0"/>
              <w:rPr>
                <w:szCs w:val="18"/>
                <w:lang w:eastAsia="zh-CN"/>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7B9EA7E8" w14:textId="77777777" w:rsidR="00281553" w:rsidRPr="00835F44" w:rsidRDefault="00B23EEA" w:rsidP="000E530E">
            <w:pPr>
              <w:pStyle w:val="TAC"/>
              <w:keepNext w:val="0"/>
              <w:rPr>
                <w:szCs w:val="18"/>
                <w:lang w:eastAsia="zh-CN"/>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109C6B97" w14:textId="77777777" w:rsidR="00B23EEA"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5BD84084" w14:textId="77777777" w:rsidR="00281553" w:rsidRPr="00835F44" w:rsidRDefault="00B23EEA" w:rsidP="000E530E">
            <w:pPr>
              <w:pStyle w:val="TAC"/>
              <w:keepNext w:val="0"/>
              <w:rPr>
                <w:szCs w:val="18"/>
                <w:lang w:eastAsia="zh-CN"/>
              </w:rPr>
            </w:pPr>
            <w:r w:rsidRPr="00835F44">
              <w:rPr>
                <w:rFonts w:eastAsia="Yu Mincho"/>
                <w:szCs w:val="18"/>
              </w:rPr>
              <w:t>Yes</w:t>
            </w: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122FFECB" w14:textId="77777777" w:rsidR="00281553" w:rsidRPr="00835F44" w:rsidRDefault="00281553" w:rsidP="000E530E">
            <w:pPr>
              <w:pStyle w:val="TAC"/>
              <w:keepNext w:val="0"/>
              <w:rPr>
                <w:lang w:eastAsia="zh-CN"/>
              </w:rPr>
            </w:pPr>
          </w:p>
        </w:tc>
      </w:tr>
      <w:tr w:rsidR="00495FE7" w:rsidRPr="00835F44" w14:paraId="0321AEC2" w14:textId="77777777" w:rsidTr="000E530E">
        <w:trPr>
          <w:trHeight w:val="34"/>
          <w:jc w:val="center"/>
        </w:trPr>
        <w:tc>
          <w:tcPr>
            <w:tcW w:w="1626" w:type="dxa"/>
            <w:vMerge w:val="restart"/>
            <w:tcBorders>
              <w:top w:val="single" w:sz="4" w:space="0" w:color="auto"/>
              <w:left w:val="single" w:sz="4" w:space="0" w:color="auto"/>
              <w:right w:val="single" w:sz="4" w:space="0" w:color="auto"/>
            </w:tcBorders>
            <w:vAlign w:val="center"/>
          </w:tcPr>
          <w:p w14:paraId="1906C7F3" w14:textId="77777777" w:rsidR="004036EB" w:rsidRPr="00835F44" w:rsidRDefault="004036EB" w:rsidP="000E530E">
            <w:pPr>
              <w:pStyle w:val="TAC"/>
              <w:keepNext w:val="0"/>
            </w:pPr>
            <w:r w:rsidRPr="00835F44">
              <w:t>CA_n3A-n79A</w:t>
            </w:r>
          </w:p>
        </w:tc>
        <w:tc>
          <w:tcPr>
            <w:tcW w:w="1519" w:type="dxa"/>
            <w:vMerge w:val="restart"/>
            <w:tcBorders>
              <w:top w:val="single" w:sz="4" w:space="0" w:color="auto"/>
              <w:left w:val="single" w:sz="4" w:space="0" w:color="auto"/>
              <w:right w:val="single" w:sz="4" w:space="0" w:color="auto"/>
            </w:tcBorders>
            <w:vAlign w:val="center"/>
          </w:tcPr>
          <w:p w14:paraId="34317B09" w14:textId="77777777" w:rsidR="004036EB" w:rsidRPr="00835F44" w:rsidRDefault="004036EB" w:rsidP="000E530E">
            <w:pPr>
              <w:pStyle w:val="TAC"/>
              <w:keepNext w:val="0"/>
            </w:pPr>
            <w:r w:rsidRPr="00835F44">
              <w:t>-</w:t>
            </w:r>
          </w:p>
        </w:tc>
        <w:tc>
          <w:tcPr>
            <w:tcW w:w="736" w:type="dxa"/>
            <w:vMerge w:val="restart"/>
            <w:tcBorders>
              <w:top w:val="single" w:sz="4" w:space="0" w:color="auto"/>
              <w:left w:val="single" w:sz="4" w:space="0" w:color="auto"/>
              <w:right w:val="single" w:sz="4" w:space="0" w:color="auto"/>
            </w:tcBorders>
            <w:vAlign w:val="center"/>
          </w:tcPr>
          <w:p w14:paraId="6949E63A" w14:textId="77777777" w:rsidR="004036EB" w:rsidRPr="00835F44" w:rsidRDefault="004036EB" w:rsidP="000E530E">
            <w:pPr>
              <w:pStyle w:val="TAC"/>
              <w:keepNext w:val="0"/>
            </w:pPr>
            <w:r w:rsidRPr="00835F44">
              <w:t>n3</w:t>
            </w:r>
          </w:p>
        </w:tc>
        <w:tc>
          <w:tcPr>
            <w:tcW w:w="736" w:type="dxa"/>
            <w:tcBorders>
              <w:top w:val="single" w:sz="4" w:space="0" w:color="auto"/>
              <w:left w:val="single" w:sz="4" w:space="0" w:color="auto"/>
              <w:bottom w:val="single" w:sz="4" w:space="0" w:color="auto"/>
              <w:right w:val="single" w:sz="4" w:space="0" w:color="auto"/>
            </w:tcBorders>
          </w:tcPr>
          <w:p w14:paraId="531236BB" w14:textId="77777777" w:rsidR="004036EB" w:rsidRPr="00835F44" w:rsidRDefault="004036EB"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tcPr>
          <w:p w14:paraId="7CCA80D7" w14:textId="77777777" w:rsidR="004036EB" w:rsidRPr="00835F44" w:rsidRDefault="004036EB" w:rsidP="000E530E">
            <w:pPr>
              <w:pStyle w:val="TAC"/>
              <w:keepNext w:val="0"/>
              <w:rPr>
                <w:szCs w:val="18"/>
              </w:rPr>
            </w:pPr>
            <w:r w:rsidRPr="00835F44">
              <w:rPr>
                <w:lang w:eastAsia="zh-CN"/>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FBDC14C" w14:textId="77777777" w:rsidR="004036EB" w:rsidRPr="00835F44" w:rsidRDefault="004036EB" w:rsidP="000E530E">
            <w:pPr>
              <w:pStyle w:val="TAC"/>
              <w:keepNext w:val="0"/>
              <w:rPr>
                <w:rFonts w:eastAsia="Yu Mincho"/>
                <w:szCs w:val="18"/>
              </w:rPr>
            </w:pPr>
            <w:r w:rsidRPr="00835F44">
              <w:t>Yes</w:t>
            </w:r>
          </w:p>
        </w:tc>
        <w:tc>
          <w:tcPr>
            <w:tcW w:w="737" w:type="dxa"/>
            <w:tcBorders>
              <w:top w:val="single" w:sz="4" w:space="0" w:color="auto"/>
              <w:left w:val="single" w:sz="4" w:space="0" w:color="auto"/>
              <w:bottom w:val="single" w:sz="4" w:space="0" w:color="auto"/>
              <w:right w:val="single" w:sz="4" w:space="0" w:color="auto"/>
            </w:tcBorders>
            <w:vAlign w:val="center"/>
          </w:tcPr>
          <w:p w14:paraId="2DAD70EE" w14:textId="77777777" w:rsidR="004036EB" w:rsidRPr="00835F44" w:rsidRDefault="004036EB" w:rsidP="000E530E">
            <w:pPr>
              <w:pStyle w:val="TAC"/>
              <w:keepNext w:val="0"/>
              <w:rPr>
                <w:rFonts w:eastAsia="Yu Mincho"/>
                <w:szCs w:val="18"/>
              </w:rPr>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tcPr>
          <w:p w14:paraId="71D218B9" w14:textId="77777777" w:rsidR="004036EB" w:rsidRPr="00835F44" w:rsidRDefault="004036EB" w:rsidP="000E530E">
            <w:pPr>
              <w:pStyle w:val="TAC"/>
              <w:keepNext w:val="0"/>
              <w:rPr>
                <w:rFonts w:eastAsia="Yu Mincho"/>
                <w:szCs w:val="18"/>
              </w:rPr>
            </w:pPr>
            <w:r w:rsidRPr="00835F44">
              <w:t>Yes</w:t>
            </w:r>
          </w:p>
        </w:tc>
        <w:tc>
          <w:tcPr>
            <w:tcW w:w="736" w:type="dxa"/>
            <w:tcBorders>
              <w:top w:val="single" w:sz="4" w:space="0" w:color="auto"/>
              <w:left w:val="single" w:sz="4" w:space="0" w:color="auto"/>
              <w:bottom w:val="single" w:sz="4" w:space="0" w:color="auto"/>
              <w:right w:val="single" w:sz="4" w:space="0" w:color="auto"/>
            </w:tcBorders>
          </w:tcPr>
          <w:p w14:paraId="240B6F3D" w14:textId="77777777" w:rsidR="004036EB" w:rsidRPr="00835F44" w:rsidRDefault="004036EB" w:rsidP="000E530E">
            <w:pPr>
              <w:pStyle w:val="TAC"/>
              <w:keepNext w:val="0"/>
              <w:rPr>
                <w:szCs w:val="18"/>
                <w:lang w:eastAsia="zh-CN"/>
              </w:rPr>
            </w:pPr>
            <w:r w:rsidRPr="00835F44">
              <w:t>Yes</w:t>
            </w:r>
          </w:p>
        </w:tc>
        <w:tc>
          <w:tcPr>
            <w:tcW w:w="736" w:type="dxa"/>
            <w:tcBorders>
              <w:top w:val="single" w:sz="4" w:space="0" w:color="auto"/>
              <w:left w:val="single" w:sz="4" w:space="0" w:color="auto"/>
              <w:bottom w:val="single" w:sz="4" w:space="0" w:color="auto"/>
              <w:right w:val="single" w:sz="4" w:space="0" w:color="auto"/>
            </w:tcBorders>
          </w:tcPr>
          <w:p w14:paraId="65B73EB7" w14:textId="77777777" w:rsidR="004036EB" w:rsidRPr="00835F44" w:rsidRDefault="004036EB" w:rsidP="000E530E">
            <w:pPr>
              <w:pStyle w:val="TAC"/>
              <w:keepNext w:val="0"/>
              <w:rPr>
                <w:szCs w:val="18"/>
                <w:lang w:eastAsia="zh-CN"/>
              </w:rPr>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tcPr>
          <w:p w14:paraId="41EDDE3A" w14:textId="77777777" w:rsidR="004036EB" w:rsidRPr="00835F44" w:rsidRDefault="004036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5D73388D"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284D5F20"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3B4729AA"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34162CD6" w14:textId="77777777" w:rsidR="004036EB" w:rsidRPr="00835F44" w:rsidRDefault="004036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51C2CB8F" w14:textId="77777777" w:rsidR="004036EB" w:rsidRPr="00835F44" w:rsidRDefault="004036EB" w:rsidP="000E530E">
            <w:pPr>
              <w:pStyle w:val="TAC"/>
              <w:keepNext w:val="0"/>
              <w:rPr>
                <w:rFonts w:eastAsia="Yu Mincho"/>
                <w:szCs w:val="18"/>
              </w:rPr>
            </w:pPr>
          </w:p>
        </w:tc>
        <w:tc>
          <w:tcPr>
            <w:tcW w:w="1632" w:type="dxa"/>
            <w:vMerge w:val="restart"/>
            <w:tcBorders>
              <w:top w:val="single" w:sz="4" w:space="0" w:color="auto"/>
              <w:left w:val="single" w:sz="4" w:space="0" w:color="auto"/>
              <w:right w:val="single" w:sz="4" w:space="0" w:color="auto"/>
            </w:tcBorders>
            <w:vAlign w:val="center"/>
          </w:tcPr>
          <w:p w14:paraId="3908012B" w14:textId="77777777" w:rsidR="004036EB" w:rsidRPr="00835F44" w:rsidRDefault="004036EB" w:rsidP="000E530E">
            <w:pPr>
              <w:pStyle w:val="TAC"/>
              <w:keepNext w:val="0"/>
              <w:rPr>
                <w:lang w:eastAsia="zh-CN"/>
              </w:rPr>
            </w:pPr>
            <w:r w:rsidRPr="00835F44">
              <w:rPr>
                <w:lang w:eastAsia="zh-CN"/>
              </w:rPr>
              <w:t>0</w:t>
            </w:r>
          </w:p>
        </w:tc>
      </w:tr>
      <w:tr w:rsidR="00495FE7" w:rsidRPr="00835F44" w14:paraId="290B1DA5" w14:textId="77777777" w:rsidTr="000E530E">
        <w:trPr>
          <w:trHeight w:val="34"/>
          <w:jc w:val="center"/>
        </w:trPr>
        <w:tc>
          <w:tcPr>
            <w:tcW w:w="1626" w:type="dxa"/>
            <w:vMerge/>
            <w:tcBorders>
              <w:left w:val="single" w:sz="4" w:space="0" w:color="auto"/>
              <w:right w:val="single" w:sz="4" w:space="0" w:color="auto"/>
            </w:tcBorders>
            <w:vAlign w:val="center"/>
          </w:tcPr>
          <w:p w14:paraId="3E39FDAD" w14:textId="77777777" w:rsidR="004036EB" w:rsidRPr="00835F44" w:rsidRDefault="004036EB" w:rsidP="000E530E">
            <w:pPr>
              <w:pStyle w:val="TAC"/>
              <w:keepNext w:val="0"/>
            </w:pPr>
          </w:p>
        </w:tc>
        <w:tc>
          <w:tcPr>
            <w:tcW w:w="1519" w:type="dxa"/>
            <w:vMerge/>
            <w:tcBorders>
              <w:left w:val="single" w:sz="4" w:space="0" w:color="auto"/>
              <w:right w:val="single" w:sz="4" w:space="0" w:color="auto"/>
            </w:tcBorders>
            <w:vAlign w:val="center"/>
          </w:tcPr>
          <w:p w14:paraId="51C5AE57" w14:textId="77777777" w:rsidR="004036EB" w:rsidRPr="00835F44" w:rsidRDefault="004036EB" w:rsidP="000E530E">
            <w:pPr>
              <w:pStyle w:val="TAC"/>
              <w:keepNext w:val="0"/>
            </w:pPr>
          </w:p>
        </w:tc>
        <w:tc>
          <w:tcPr>
            <w:tcW w:w="736" w:type="dxa"/>
            <w:vMerge/>
            <w:tcBorders>
              <w:left w:val="single" w:sz="4" w:space="0" w:color="auto"/>
              <w:right w:val="single" w:sz="4" w:space="0" w:color="auto"/>
            </w:tcBorders>
            <w:vAlign w:val="center"/>
          </w:tcPr>
          <w:p w14:paraId="27BE1DF1" w14:textId="77777777" w:rsidR="004036EB" w:rsidRPr="00835F44" w:rsidRDefault="004036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438F7454" w14:textId="77777777" w:rsidR="004036EB" w:rsidRPr="00835F44" w:rsidRDefault="004036EB" w:rsidP="000E530E">
            <w:pPr>
              <w:pStyle w:val="TAC"/>
              <w:keepNext w:val="0"/>
            </w:pPr>
            <w:r w:rsidRPr="00835F44">
              <w:t>30</w:t>
            </w:r>
          </w:p>
        </w:tc>
        <w:tc>
          <w:tcPr>
            <w:tcW w:w="736" w:type="dxa"/>
            <w:tcBorders>
              <w:top w:val="single" w:sz="4" w:space="0" w:color="auto"/>
              <w:left w:val="single" w:sz="4" w:space="0" w:color="auto"/>
              <w:bottom w:val="single" w:sz="4" w:space="0" w:color="auto"/>
              <w:right w:val="single" w:sz="4" w:space="0" w:color="auto"/>
            </w:tcBorders>
          </w:tcPr>
          <w:p w14:paraId="716E82D2" w14:textId="77777777" w:rsidR="004036EB" w:rsidRPr="00835F44" w:rsidRDefault="004036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379D96FE" w14:textId="77777777" w:rsidR="004036EB" w:rsidRPr="00835F44" w:rsidRDefault="004036EB" w:rsidP="000E530E">
            <w:pPr>
              <w:pStyle w:val="TAC"/>
              <w:keepNext w:val="0"/>
              <w:rPr>
                <w:rFonts w:eastAsia="Yu Mincho"/>
                <w:szCs w:val="18"/>
              </w:rPr>
            </w:pPr>
            <w:r w:rsidRPr="00835F44">
              <w:t>Yes</w:t>
            </w:r>
          </w:p>
        </w:tc>
        <w:tc>
          <w:tcPr>
            <w:tcW w:w="737" w:type="dxa"/>
            <w:tcBorders>
              <w:top w:val="single" w:sz="4" w:space="0" w:color="auto"/>
              <w:left w:val="single" w:sz="4" w:space="0" w:color="auto"/>
              <w:bottom w:val="single" w:sz="4" w:space="0" w:color="auto"/>
              <w:right w:val="single" w:sz="4" w:space="0" w:color="auto"/>
            </w:tcBorders>
            <w:vAlign w:val="center"/>
          </w:tcPr>
          <w:p w14:paraId="33B66CE9" w14:textId="77777777" w:rsidR="004036EB" w:rsidRPr="00835F44" w:rsidRDefault="004036EB" w:rsidP="000E530E">
            <w:pPr>
              <w:pStyle w:val="TAC"/>
              <w:keepNext w:val="0"/>
              <w:rPr>
                <w:rFonts w:eastAsia="Yu Mincho"/>
                <w:szCs w:val="18"/>
              </w:rPr>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tcPr>
          <w:p w14:paraId="787CE9ED" w14:textId="77777777" w:rsidR="004036EB" w:rsidRPr="00835F44" w:rsidRDefault="004036EB" w:rsidP="000E530E">
            <w:pPr>
              <w:pStyle w:val="TAC"/>
              <w:keepNext w:val="0"/>
              <w:rPr>
                <w:rFonts w:eastAsia="Yu Mincho"/>
                <w:szCs w:val="18"/>
              </w:rPr>
            </w:pPr>
            <w:r w:rsidRPr="00835F44">
              <w:t>Yes</w:t>
            </w:r>
          </w:p>
        </w:tc>
        <w:tc>
          <w:tcPr>
            <w:tcW w:w="736" w:type="dxa"/>
            <w:tcBorders>
              <w:top w:val="single" w:sz="4" w:space="0" w:color="auto"/>
              <w:left w:val="single" w:sz="4" w:space="0" w:color="auto"/>
              <w:bottom w:val="single" w:sz="4" w:space="0" w:color="auto"/>
              <w:right w:val="single" w:sz="4" w:space="0" w:color="auto"/>
            </w:tcBorders>
          </w:tcPr>
          <w:p w14:paraId="6B272DA5" w14:textId="77777777" w:rsidR="004036EB" w:rsidRPr="00835F44" w:rsidRDefault="004036EB" w:rsidP="000E530E">
            <w:pPr>
              <w:pStyle w:val="TAC"/>
              <w:keepNext w:val="0"/>
              <w:rPr>
                <w:szCs w:val="18"/>
                <w:lang w:eastAsia="zh-CN"/>
              </w:rPr>
            </w:pPr>
            <w:r w:rsidRPr="00835F44">
              <w:t>Yes</w:t>
            </w:r>
          </w:p>
        </w:tc>
        <w:tc>
          <w:tcPr>
            <w:tcW w:w="736" w:type="dxa"/>
            <w:tcBorders>
              <w:top w:val="single" w:sz="4" w:space="0" w:color="auto"/>
              <w:left w:val="single" w:sz="4" w:space="0" w:color="auto"/>
              <w:bottom w:val="single" w:sz="4" w:space="0" w:color="auto"/>
              <w:right w:val="single" w:sz="4" w:space="0" w:color="auto"/>
            </w:tcBorders>
          </w:tcPr>
          <w:p w14:paraId="590EF938" w14:textId="77777777" w:rsidR="004036EB" w:rsidRPr="00835F44" w:rsidRDefault="004036EB" w:rsidP="000E530E">
            <w:pPr>
              <w:pStyle w:val="TAC"/>
              <w:keepNext w:val="0"/>
              <w:rPr>
                <w:szCs w:val="18"/>
                <w:lang w:eastAsia="zh-CN"/>
              </w:rPr>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tcPr>
          <w:p w14:paraId="2E7BB0F0" w14:textId="77777777" w:rsidR="004036EB" w:rsidRPr="00835F44" w:rsidRDefault="004036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5A3FA7A0"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70E870E"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63600D6F"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76F043FF" w14:textId="77777777" w:rsidR="004036EB" w:rsidRPr="00835F44" w:rsidRDefault="004036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A6D8452" w14:textId="77777777" w:rsidR="004036EB" w:rsidRPr="00835F44" w:rsidRDefault="004036EB"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567A3333" w14:textId="77777777" w:rsidR="004036EB" w:rsidRPr="00835F44" w:rsidRDefault="004036EB" w:rsidP="000E530E">
            <w:pPr>
              <w:pStyle w:val="TAC"/>
              <w:keepNext w:val="0"/>
              <w:rPr>
                <w:lang w:eastAsia="zh-CN"/>
              </w:rPr>
            </w:pPr>
          </w:p>
        </w:tc>
      </w:tr>
      <w:tr w:rsidR="00495FE7" w:rsidRPr="00835F44" w14:paraId="062FAEB3" w14:textId="77777777" w:rsidTr="000E530E">
        <w:trPr>
          <w:trHeight w:val="34"/>
          <w:jc w:val="center"/>
        </w:trPr>
        <w:tc>
          <w:tcPr>
            <w:tcW w:w="1626" w:type="dxa"/>
            <w:vMerge/>
            <w:tcBorders>
              <w:left w:val="single" w:sz="4" w:space="0" w:color="auto"/>
              <w:right w:val="single" w:sz="4" w:space="0" w:color="auto"/>
            </w:tcBorders>
            <w:vAlign w:val="center"/>
          </w:tcPr>
          <w:p w14:paraId="2A7D0EEC" w14:textId="77777777" w:rsidR="004036EB" w:rsidRPr="00835F44" w:rsidRDefault="004036EB" w:rsidP="000E530E">
            <w:pPr>
              <w:pStyle w:val="TAC"/>
              <w:keepNext w:val="0"/>
            </w:pPr>
          </w:p>
        </w:tc>
        <w:tc>
          <w:tcPr>
            <w:tcW w:w="1519" w:type="dxa"/>
            <w:vMerge/>
            <w:tcBorders>
              <w:left w:val="single" w:sz="4" w:space="0" w:color="auto"/>
              <w:right w:val="single" w:sz="4" w:space="0" w:color="auto"/>
            </w:tcBorders>
            <w:vAlign w:val="center"/>
          </w:tcPr>
          <w:p w14:paraId="1AB22E42" w14:textId="77777777" w:rsidR="004036EB" w:rsidRPr="00835F44" w:rsidRDefault="004036EB" w:rsidP="000E530E">
            <w:pPr>
              <w:pStyle w:val="TAC"/>
              <w:keepNext w:val="0"/>
            </w:pPr>
          </w:p>
        </w:tc>
        <w:tc>
          <w:tcPr>
            <w:tcW w:w="736" w:type="dxa"/>
            <w:vMerge/>
            <w:tcBorders>
              <w:left w:val="single" w:sz="4" w:space="0" w:color="auto"/>
              <w:bottom w:val="single" w:sz="4" w:space="0" w:color="auto"/>
              <w:right w:val="single" w:sz="4" w:space="0" w:color="auto"/>
            </w:tcBorders>
            <w:vAlign w:val="center"/>
          </w:tcPr>
          <w:p w14:paraId="40A54822" w14:textId="77777777" w:rsidR="004036EB" w:rsidRPr="00835F44" w:rsidRDefault="004036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1FCD15FF" w14:textId="77777777" w:rsidR="004036EB" w:rsidRPr="00835F44" w:rsidRDefault="004036EB" w:rsidP="000E530E">
            <w:pPr>
              <w:pStyle w:val="TAC"/>
              <w:keepNext w:val="0"/>
            </w:pPr>
            <w:r w:rsidRPr="00835F44">
              <w:t>60</w:t>
            </w:r>
          </w:p>
        </w:tc>
        <w:tc>
          <w:tcPr>
            <w:tcW w:w="736" w:type="dxa"/>
            <w:tcBorders>
              <w:top w:val="single" w:sz="4" w:space="0" w:color="auto"/>
              <w:left w:val="single" w:sz="4" w:space="0" w:color="auto"/>
              <w:bottom w:val="single" w:sz="4" w:space="0" w:color="auto"/>
              <w:right w:val="single" w:sz="4" w:space="0" w:color="auto"/>
            </w:tcBorders>
          </w:tcPr>
          <w:p w14:paraId="19D1A2B8" w14:textId="77777777" w:rsidR="004036EB" w:rsidRPr="00835F44" w:rsidRDefault="004036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1A5C2079" w14:textId="77777777" w:rsidR="004036EB" w:rsidRPr="00835F44" w:rsidRDefault="004036EB" w:rsidP="000E530E">
            <w:pPr>
              <w:pStyle w:val="TAC"/>
              <w:keepNext w:val="0"/>
              <w:rPr>
                <w:rFonts w:eastAsia="Yu Mincho"/>
                <w:szCs w:val="18"/>
              </w:rPr>
            </w:pPr>
            <w:r w:rsidRPr="00835F44">
              <w:t>Yes</w:t>
            </w:r>
          </w:p>
        </w:tc>
        <w:tc>
          <w:tcPr>
            <w:tcW w:w="737" w:type="dxa"/>
            <w:tcBorders>
              <w:top w:val="single" w:sz="4" w:space="0" w:color="auto"/>
              <w:left w:val="single" w:sz="4" w:space="0" w:color="auto"/>
              <w:bottom w:val="single" w:sz="4" w:space="0" w:color="auto"/>
              <w:right w:val="single" w:sz="4" w:space="0" w:color="auto"/>
            </w:tcBorders>
            <w:vAlign w:val="center"/>
          </w:tcPr>
          <w:p w14:paraId="5B567B33" w14:textId="77777777" w:rsidR="004036EB" w:rsidRPr="00835F44" w:rsidRDefault="004036EB" w:rsidP="000E530E">
            <w:pPr>
              <w:pStyle w:val="TAC"/>
              <w:keepNext w:val="0"/>
              <w:rPr>
                <w:rFonts w:eastAsia="Yu Mincho"/>
                <w:szCs w:val="18"/>
              </w:rPr>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tcPr>
          <w:p w14:paraId="1FC14B0A" w14:textId="77777777" w:rsidR="004036EB" w:rsidRPr="00835F44" w:rsidRDefault="004036EB" w:rsidP="000E530E">
            <w:pPr>
              <w:pStyle w:val="TAC"/>
              <w:keepNext w:val="0"/>
              <w:rPr>
                <w:rFonts w:eastAsia="Yu Mincho"/>
                <w:szCs w:val="18"/>
              </w:rPr>
            </w:pPr>
            <w:r w:rsidRPr="00835F44">
              <w:t>Yes</w:t>
            </w:r>
          </w:p>
        </w:tc>
        <w:tc>
          <w:tcPr>
            <w:tcW w:w="736" w:type="dxa"/>
            <w:tcBorders>
              <w:top w:val="single" w:sz="4" w:space="0" w:color="auto"/>
              <w:left w:val="single" w:sz="4" w:space="0" w:color="auto"/>
              <w:bottom w:val="single" w:sz="4" w:space="0" w:color="auto"/>
              <w:right w:val="single" w:sz="4" w:space="0" w:color="auto"/>
            </w:tcBorders>
          </w:tcPr>
          <w:p w14:paraId="55688D9B" w14:textId="77777777" w:rsidR="004036EB" w:rsidRPr="00835F44" w:rsidRDefault="004036EB" w:rsidP="000E530E">
            <w:pPr>
              <w:pStyle w:val="TAC"/>
              <w:keepNext w:val="0"/>
              <w:rPr>
                <w:szCs w:val="18"/>
                <w:lang w:eastAsia="zh-CN"/>
              </w:rPr>
            </w:pPr>
            <w:r w:rsidRPr="00835F44">
              <w:t>Yes</w:t>
            </w:r>
          </w:p>
        </w:tc>
        <w:tc>
          <w:tcPr>
            <w:tcW w:w="736" w:type="dxa"/>
            <w:tcBorders>
              <w:top w:val="single" w:sz="4" w:space="0" w:color="auto"/>
              <w:left w:val="single" w:sz="4" w:space="0" w:color="auto"/>
              <w:bottom w:val="single" w:sz="4" w:space="0" w:color="auto"/>
              <w:right w:val="single" w:sz="4" w:space="0" w:color="auto"/>
            </w:tcBorders>
          </w:tcPr>
          <w:p w14:paraId="270D5E62" w14:textId="77777777" w:rsidR="004036EB" w:rsidRPr="00835F44" w:rsidRDefault="004036EB" w:rsidP="000E530E">
            <w:pPr>
              <w:pStyle w:val="TAC"/>
              <w:keepNext w:val="0"/>
              <w:rPr>
                <w:szCs w:val="18"/>
                <w:lang w:eastAsia="zh-CN"/>
              </w:rPr>
            </w:pPr>
            <w:r w:rsidRPr="00835F44">
              <w:t>Yes</w:t>
            </w:r>
          </w:p>
        </w:tc>
        <w:tc>
          <w:tcPr>
            <w:tcW w:w="736" w:type="dxa"/>
            <w:tcBorders>
              <w:top w:val="single" w:sz="4" w:space="0" w:color="auto"/>
              <w:left w:val="single" w:sz="4" w:space="0" w:color="auto"/>
              <w:bottom w:val="single" w:sz="4" w:space="0" w:color="auto"/>
              <w:right w:val="single" w:sz="4" w:space="0" w:color="auto"/>
            </w:tcBorders>
            <w:vAlign w:val="center"/>
          </w:tcPr>
          <w:p w14:paraId="46EA9EBB" w14:textId="77777777" w:rsidR="004036EB" w:rsidRPr="00835F44" w:rsidRDefault="004036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31D85090"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2977BFA"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187C1398"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6B0865AA" w14:textId="77777777" w:rsidR="004036EB" w:rsidRPr="00835F44" w:rsidRDefault="004036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3C31147B" w14:textId="77777777" w:rsidR="004036EB" w:rsidRPr="00835F44" w:rsidRDefault="004036EB"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41EB97E9" w14:textId="77777777" w:rsidR="004036EB" w:rsidRPr="00835F44" w:rsidRDefault="004036EB" w:rsidP="000E530E">
            <w:pPr>
              <w:pStyle w:val="TAC"/>
              <w:keepNext w:val="0"/>
              <w:rPr>
                <w:lang w:eastAsia="zh-CN"/>
              </w:rPr>
            </w:pPr>
          </w:p>
        </w:tc>
      </w:tr>
      <w:tr w:rsidR="00495FE7" w:rsidRPr="00835F44" w14:paraId="7AD1A647" w14:textId="77777777" w:rsidTr="000E530E">
        <w:trPr>
          <w:trHeight w:val="34"/>
          <w:jc w:val="center"/>
        </w:trPr>
        <w:tc>
          <w:tcPr>
            <w:tcW w:w="1626" w:type="dxa"/>
            <w:vMerge/>
            <w:tcBorders>
              <w:left w:val="single" w:sz="4" w:space="0" w:color="auto"/>
              <w:right w:val="single" w:sz="4" w:space="0" w:color="auto"/>
            </w:tcBorders>
            <w:vAlign w:val="center"/>
          </w:tcPr>
          <w:p w14:paraId="6E4DAF77" w14:textId="77777777" w:rsidR="004036EB" w:rsidRPr="00835F44" w:rsidRDefault="004036EB" w:rsidP="000E530E">
            <w:pPr>
              <w:pStyle w:val="TAC"/>
              <w:keepNext w:val="0"/>
            </w:pPr>
          </w:p>
        </w:tc>
        <w:tc>
          <w:tcPr>
            <w:tcW w:w="1519" w:type="dxa"/>
            <w:vMerge/>
            <w:tcBorders>
              <w:left w:val="single" w:sz="4" w:space="0" w:color="auto"/>
              <w:right w:val="single" w:sz="4" w:space="0" w:color="auto"/>
            </w:tcBorders>
            <w:vAlign w:val="center"/>
          </w:tcPr>
          <w:p w14:paraId="3551490A" w14:textId="77777777" w:rsidR="004036EB" w:rsidRPr="00835F44" w:rsidRDefault="004036EB" w:rsidP="000E530E">
            <w:pPr>
              <w:pStyle w:val="TAC"/>
              <w:keepNext w:val="0"/>
            </w:pPr>
          </w:p>
        </w:tc>
        <w:tc>
          <w:tcPr>
            <w:tcW w:w="736" w:type="dxa"/>
            <w:vMerge w:val="restart"/>
            <w:tcBorders>
              <w:top w:val="single" w:sz="4" w:space="0" w:color="auto"/>
              <w:left w:val="single" w:sz="4" w:space="0" w:color="auto"/>
              <w:right w:val="single" w:sz="4" w:space="0" w:color="auto"/>
            </w:tcBorders>
            <w:vAlign w:val="center"/>
          </w:tcPr>
          <w:p w14:paraId="0A6BD230" w14:textId="77777777" w:rsidR="004036EB" w:rsidRPr="00835F44" w:rsidRDefault="004036EB" w:rsidP="000E530E">
            <w:pPr>
              <w:pStyle w:val="TAC"/>
              <w:keepNext w:val="0"/>
            </w:pPr>
            <w:r w:rsidRPr="00835F44">
              <w:t>n79</w:t>
            </w:r>
          </w:p>
        </w:tc>
        <w:tc>
          <w:tcPr>
            <w:tcW w:w="736" w:type="dxa"/>
            <w:tcBorders>
              <w:top w:val="single" w:sz="4" w:space="0" w:color="auto"/>
              <w:left w:val="single" w:sz="4" w:space="0" w:color="auto"/>
              <w:bottom w:val="single" w:sz="4" w:space="0" w:color="auto"/>
              <w:right w:val="single" w:sz="4" w:space="0" w:color="auto"/>
            </w:tcBorders>
          </w:tcPr>
          <w:p w14:paraId="656B2ED6" w14:textId="77777777" w:rsidR="004036EB" w:rsidRPr="00835F44" w:rsidRDefault="004036EB"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tcPr>
          <w:p w14:paraId="5BF0B8CF" w14:textId="77777777" w:rsidR="004036EB" w:rsidRPr="00835F44" w:rsidRDefault="004036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3CEEBAB6"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2D7DA5F8"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4854EA5E"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CAFF8BA"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05E5FCF2"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63258FAD"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3305CFCB"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01016076"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2CDE4DCF"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675BC7DA" w14:textId="77777777" w:rsidR="004036EB" w:rsidRPr="00835F44" w:rsidRDefault="004036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470EF0BE" w14:textId="77777777" w:rsidR="004036EB" w:rsidRPr="00835F44" w:rsidRDefault="004036EB"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23367275" w14:textId="77777777" w:rsidR="004036EB" w:rsidRPr="00835F44" w:rsidRDefault="004036EB" w:rsidP="000E530E">
            <w:pPr>
              <w:pStyle w:val="TAC"/>
              <w:keepNext w:val="0"/>
              <w:rPr>
                <w:lang w:eastAsia="zh-CN"/>
              </w:rPr>
            </w:pPr>
          </w:p>
        </w:tc>
      </w:tr>
      <w:tr w:rsidR="00495FE7" w:rsidRPr="00835F44" w14:paraId="18ADE03A" w14:textId="77777777" w:rsidTr="000E530E">
        <w:trPr>
          <w:trHeight w:val="34"/>
          <w:jc w:val="center"/>
        </w:trPr>
        <w:tc>
          <w:tcPr>
            <w:tcW w:w="1626" w:type="dxa"/>
            <w:vMerge/>
            <w:tcBorders>
              <w:left w:val="single" w:sz="4" w:space="0" w:color="auto"/>
              <w:right w:val="single" w:sz="4" w:space="0" w:color="auto"/>
            </w:tcBorders>
            <w:vAlign w:val="center"/>
          </w:tcPr>
          <w:p w14:paraId="57E4DF56" w14:textId="77777777" w:rsidR="004036EB" w:rsidRPr="00835F44" w:rsidRDefault="004036EB" w:rsidP="000E530E">
            <w:pPr>
              <w:pStyle w:val="TAC"/>
              <w:keepNext w:val="0"/>
            </w:pPr>
          </w:p>
        </w:tc>
        <w:tc>
          <w:tcPr>
            <w:tcW w:w="1519" w:type="dxa"/>
            <w:vMerge/>
            <w:tcBorders>
              <w:left w:val="single" w:sz="4" w:space="0" w:color="auto"/>
              <w:right w:val="single" w:sz="4" w:space="0" w:color="auto"/>
            </w:tcBorders>
            <w:vAlign w:val="center"/>
          </w:tcPr>
          <w:p w14:paraId="0258D5AA" w14:textId="77777777" w:rsidR="004036EB" w:rsidRPr="00835F44" w:rsidRDefault="004036EB" w:rsidP="000E530E">
            <w:pPr>
              <w:pStyle w:val="TAC"/>
              <w:keepNext w:val="0"/>
            </w:pPr>
          </w:p>
        </w:tc>
        <w:tc>
          <w:tcPr>
            <w:tcW w:w="736" w:type="dxa"/>
            <w:vMerge/>
            <w:tcBorders>
              <w:left w:val="single" w:sz="4" w:space="0" w:color="auto"/>
              <w:right w:val="single" w:sz="4" w:space="0" w:color="auto"/>
            </w:tcBorders>
            <w:vAlign w:val="center"/>
          </w:tcPr>
          <w:p w14:paraId="2509920F" w14:textId="77777777" w:rsidR="004036EB" w:rsidRPr="00835F44" w:rsidRDefault="004036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7B34FEDF" w14:textId="77777777" w:rsidR="004036EB" w:rsidRPr="00835F44" w:rsidRDefault="004036EB" w:rsidP="000E530E">
            <w:pPr>
              <w:pStyle w:val="TAC"/>
              <w:keepNext w:val="0"/>
            </w:pPr>
            <w:r w:rsidRPr="00835F44">
              <w:t>30</w:t>
            </w:r>
          </w:p>
        </w:tc>
        <w:tc>
          <w:tcPr>
            <w:tcW w:w="736" w:type="dxa"/>
            <w:tcBorders>
              <w:top w:val="single" w:sz="4" w:space="0" w:color="auto"/>
              <w:left w:val="single" w:sz="4" w:space="0" w:color="auto"/>
              <w:bottom w:val="single" w:sz="4" w:space="0" w:color="auto"/>
              <w:right w:val="single" w:sz="4" w:space="0" w:color="auto"/>
            </w:tcBorders>
          </w:tcPr>
          <w:p w14:paraId="3B22B569" w14:textId="77777777" w:rsidR="004036EB" w:rsidRPr="00835F44" w:rsidRDefault="004036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tcPr>
          <w:p w14:paraId="3D96557C"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4B5A55CE"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639A9EEB"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DCF8A78"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5DFFE30D"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3CB6522C"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397B43C4"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48E3919E"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5D5624F3"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4CD47437" w14:textId="77777777" w:rsidR="004036EB" w:rsidRPr="00835F44" w:rsidRDefault="004036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0D7B3814"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1632" w:type="dxa"/>
            <w:vMerge/>
            <w:tcBorders>
              <w:left w:val="single" w:sz="4" w:space="0" w:color="auto"/>
              <w:right w:val="single" w:sz="4" w:space="0" w:color="auto"/>
            </w:tcBorders>
            <w:vAlign w:val="center"/>
          </w:tcPr>
          <w:p w14:paraId="4B22FF6D" w14:textId="77777777" w:rsidR="004036EB" w:rsidRPr="00835F44" w:rsidRDefault="004036EB" w:rsidP="000E530E">
            <w:pPr>
              <w:pStyle w:val="TAC"/>
              <w:keepNext w:val="0"/>
              <w:rPr>
                <w:lang w:eastAsia="zh-CN"/>
              </w:rPr>
            </w:pPr>
          </w:p>
        </w:tc>
      </w:tr>
      <w:tr w:rsidR="00495FE7" w:rsidRPr="00835F44" w14:paraId="45DC027F" w14:textId="77777777" w:rsidTr="000E530E">
        <w:trPr>
          <w:trHeight w:val="34"/>
          <w:jc w:val="center"/>
        </w:trPr>
        <w:tc>
          <w:tcPr>
            <w:tcW w:w="1626" w:type="dxa"/>
            <w:vMerge/>
            <w:tcBorders>
              <w:left w:val="single" w:sz="4" w:space="0" w:color="auto"/>
              <w:bottom w:val="single" w:sz="4" w:space="0" w:color="auto"/>
              <w:right w:val="single" w:sz="4" w:space="0" w:color="auto"/>
            </w:tcBorders>
            <w:vAlign w:val="center"/>
          </w:tcPr>
          <w:p w14:paraId="617FCC90" w14:textId="77777777" w:rsidR="004036EB" w:rsidRPr="00835F44" w:rsidRDefault="004036EB" w:rsidP="000E530E">
            <w:pPr>
              <w:pStyle w:val="TAC"/>
              <w:keepNext w:val="0"/>
            </w:pPr>
          </w:p>
        </w:tc>
        <w:tc>
          <w:tcPr>
            <w:tcW w:w="1519" w:type="dxa"/>
            <w:vMerge/>
            <w:tcBorders>
              <w:left w:val="single" w:sz="4" w:space="0" w:color="auto"/>
              <w:bottom w:val="single" w:sz="4" w:space="0" w:color="auto"/>
              <w:right w:val="single" w:sz="4" w:space="0" w:color="auto"/>
            </w:tcBorders>
            <w:vAlign w:val="center"/>
          </w:tcPr>
          <w:p w14:paraId="7ED792B1" w14:textId="77777777" w:rsidR="004036EB" w:rsidRPr="00835F44" w:rsidRDefault="004036EB" w:rsidP="000E530E">
            <w:pPr>
              <w:pStyle w:val="TAC"/>
              <w:keepNext w:val="0"/>
            </w:pPr>
          </w:p>
        </w:tc>
        <w:tc>
          <w:tcPr>
            <w:tcW w:w="736" w:type="dxa"/>
            <w:vMerge/>
            <w:tcBorders>
              <w:left w:val="single" w:sz="4" w:space="0" w:color="auto"/>
              <w:bottom w:val="single" w:sz="4" w:space="0" w:color="auto"/>
              <w:right w:val="single" w:sz="4" w:space="0" w:color="auto"/>
            </w:tcBorders>
            <w:vAlign w:val="center"/>
          </w:tcPr>
          <w:p w14:paraId="2F237D19" w14:textId="77777777" w:rsidR="004036EB" w:rsidRPr="00835F44" w:rsidRDefault="004036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7F82F807" w14:textId="77777777" w:rsidR="004036EB" w:rsidRPr="00835F44" w:rsidRDefault="004036EB" w:rsidP="000E530E">
            <w:pPr>
              <w:pStyle w:val="TAC"/>
              <w:keepNext w:val="0"/>
            </w:pPr>
            <w:r w:rsidRPr="00835F44">
              <w:t>60</w:t>
            </w:r>
          </w:p>
        </w:tc>
        <w:tc>
          <w:tcPr>
            <w:tcW w:w="736" w:type="dxa"/>
            <w:tcBorders>
              <w:top w:val="single" w:sz="4" w:space="0" w:color="auto"/>
              <w:left w:val="single" w:sz="4" w:space="0" w:color="auto"/>
              <w:bottom w:val="single" w:sz="4" w:space="0" w:color="auto"/>
              <w:right w:val="single" w:sz="4" w:space="0" w:color="auto"/>
            </w:tcBorders>
          </w:tcPr>
          <w:p w14:paraId="5E721D7A" w14:textId="77777777" w:rsidR="004036EB" w:rsidRPr="00835F44" w:rsidRDefault="004036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AE1B1C0"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1F6D0A30"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52C9B72"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0B542D3F"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375892A5"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5BFE85BA"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4E5D1CD7"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65285000"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5691FF6B"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3A008988" w14:textId="77777777" w:rsidR="004036EB" w:rsidRPr="00835F44" w:rsidRDefault="004036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41A90232"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1632" w:type="dxa"/>
            <w:vMerge/>
            <w:tcBorders>
              <w:left w:val="single" w:sz="4" w:space="0" w:color="auto"/>
              <w:bottom w:val="single" w:sz="4" w:space="0" w:color="auto"/>
              <w:right w:val="single" w:sz="4" w:space="0" w:color="auto"/>
            </w:tcBorders>
            <w:vAlign w:val="center"/>
          </w:tcPr>
          <w:p w14:paraId="0BC5FF33" w14:textId="77777777" w:rsidR="004036EB" w:rsidRPr="00835F44" w:rsidRDefault="004036EB" w:rsidP="000E530E">
            <w:pPr>
              <w:pStyle w:val="TAC"/>
              <w:keepNext w:val="0"/>
              <w:rPr>
                <w:lang w:eastAsia="zh-CN"/>
              </w:rPr>
            </w:pPr>
          </w:p>
        </w:tc>
      </w:tr>
      <w:tr w:rsidR="00495FE7" w:rsidRPr="00835F44" w14:paraId="3E8C3883" w14:textId="77777777" w:rsidTr="000E530E">
        <w:trPr>
          <w:trHeight w:val="34"/>
          <w:jc w:val="center"/>
        </w:trPr>
        <w:tc>
          <w:tcPr>
            <w:tcW w:w="1626" w:type="dxa"/>
            <w:vMerge w:val="restart"/>
            <w:tcBorders>
              <w:top w:val="single" w:sz="4" w:space="0" w:color="auto"/>
              <w:left w:val="single" w:sz="4" w:space="0" w:color="auto"/>
              <w:right w:val="single" w:sz="4" w:space="0" w:color="auto"/>
            </w:tcBorders>
            <w:vAlign w:val="center"/>
          </w:tcPr>
          <w:p w14:paraId="24589A1B" w14:textId="77777777" w:rsidR="00C517B3" w:rsidRPr="00835F44" w:rsidRDefault="00C517B3" w:rsidP="000E530E">
            <w:pPr>
              <w:pStyle w:val="TAC"/>
              <w:keepNext w:val="0"/>
            </w:pPr>
            <w:r w:rsidRPr="00835F44">
              <w:t>CA_n8A-n75A</w:t>
            </w:r>
          </w:p>
        </w:tc>
        <w:tc>
          <w:tcPr>
            <w:tcW w:w="1519" w:type="dxa"/>
            <w:vMerge w:val="restart"/>
            <w:tcBorders>
              <w:top w:val="single" w:sz="4" w:space="0" w:color="auto"/>
              <w:left w:val="single" w:sz="4" w:space="0" w:color="auto"/>
              <w:right w:val="single" w:sz="4" w:space="0" w:color="auto"/>
            </w:tcBorders>
            <w:vAlign w:val="center"/>
          </w:tcPr>
          <w:p w14:paraId="761CBAB9" w14:textId="77777777" w:rsidR="00C517B3" w:rsidRPr="00835F44" w:rsidRDefault="00C517B3" w:rsidP="000E530E">
            <w:pPr>
              <w:pStyle w:val="TAC"/>
              <w:keepNext w:val="0"/>
            </w:pPr>
            <w:r w:rsidRPr="00835F44">
              <w:t>-</w:t>
            </w:r>
          </w:p>
        </w:tc>
        <w:tc>
          <w:tcPr>
            <w:tcW w:w="736" w:type="dxa"/>
            <w:vMerge w:val="restart"/>
            <w:tcBorders>
              <w:left w:val="single" w:sz="4" w:space="0" w:color="auto"/>
              <w:right w:val="single" w:sz="4" w:space="0" w:color="auto"/>
            </w:tcBorders>
            <w:vAlign w:val="center"/>
          </w:tcPr>
          <w:p w14:paraId="47343EE5" w14:textId="77777777" w:rsidR="00C517B3" w:rsidRPr="00835F44" w:rsidRDefault="00C517B3" w:rsidP="000E530E">
            <w:pPr>
              <w:pStyle w:val="TAC"/>
              <w:keepNext w:val="0"/>
            </w:pPr>
            <w:r w:rsidRPr="00835F44">
              <w:t>n8</w:t>
            </w:r>
          </w:p>
        </w:tc>
        <w:tc>
          <w:tcPr>
            <w:tcW w:w="736" w:type="dxa"/>
            <w:tcBorders>
              <w:top w:val="single" w:sz="4" w:space="0" w:color="auto"/>
              <w:left w:val="single" w:sz="4" w:space="0" w:color="auto"/>
              <w:bottom w:val="single" w:sz="4" w:space="0" w:color="auto"/>
              <w:right w:val="single" w:sz="4" w:space="0" w:color="auto"/>
            </w:tcBorders>
            <w:vAlign w:val="center"/>
          </w:tcPr>
          <w:p w14:paraId="3A5DC26A" w14:textId="77777777" w:rsidR="00C517B3" w:rsidRPr="00835F44" w:rsidRDefault="00C517B3" w:rsidP="000E530E">
            <w:pPr>
              <w:pStyle w:val="TAC"/>
              <w:keepNext w:val="0"/>
              <w:rPr>
                <w:rFonts w:eastAsia="Yu Mincho"/>
              </w:rPr>
            </w:pPr>
            <w:r w:rsidRPr="00835F44">
              <w:rPr>
                <w:rFonts w:eastAsia="Yu Mincho"/>
              </w:rPr>
              <w:t>15</w:t>
            </w:r>
          </w:p>
        </w:tc>
        <w:tc>
          <w:tcPr>
            <w:tcW w:w="736" w:type="dxa"/>
            <w:tcBorders>
              <w:top w:val="single" w:sz="4" w:space="0" w:color="auto"/>
              <w:left w:val="single" w:sz="4" w:space="0" w:color="auto"/>
              <w:bottom w:val="single" w:sz="4" w:space="0" w:color="auto"/>
              <w:right w:val="single" w:sz="4" w:space="0" w:color="auto"/>
            </w:tcBorders>
          </w:tcPr>
          <w:p w14:paraId="39F83393" w14:textId="77777777" w:rsidR="00C517B3" w:rsidRPr="00835F44" w:rsidRDefault="00C517B3" w:rsidP="000E530E">
            <w:pPr>
              <w:pStyle w:val="TAC"/>
              <w:keepNext w:val="0"/>
              <w:rPr>
                <w:rFonts w:eastAsia="Yu Mincho"/>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01DF6ACB" w14:textId="77777777" w:rsidR="00C517B3" w:rsidRPr="00835F44" w:rsidRDefault="00C517B3" w:rsidP="000E530E">
            <w:pPr>
              <w:pStyle w:val="TAC"/>
              <w:keepNext w:val="0"/>
              <w:rPr>
                <w:rFonts w:eastAsia="Yu Mincho"/>
              </w:rPr>
            </w:pPr>
            <w:r w:rsidRPr="00835F44">
              <w:rPr>
                <w:rFonts w:eastAsia="Yu Mincho"/>
              </w:rPr>
              <w:t>Yes</w:t>
            </w:r>
          </w:p>
        </w:tc>
        <w:tc>
          <w:tcPr>
            <w:tcW w:w="737" w:type="dxa"/>
            <w:tcBorders>
              <w:top w:val="single" w:sz="4" w:space="0" w:color="auto"/>
              <w:left w:val="single" w:sz="4" w:space="0" w:color="auto"/>
              <w:bottom w:val="single" w:sz="4" w:space="0" w:color="auto"/>
              <w:right w:val="single" w:sz="4" w:space="0" w:color="auto"/>
            </w:tcBorders>
            <w:vAlign w:val="center"/>
          </w:tcPr>
          <w:p w14:paraId="73109FCC" w14:textId="77777777" w:rsidR="00C517B3" w:rsidRPr="00835F44" w:rsidRDefault="00C517B3" w:rsidP="000E530E">
            <w:pPr>
              <w:pStyle w:val="TAC"/>
              <w:keepNext w:val="0"/>
              <w:rPr>
                <w:rFonts w:eastAsia="Yu Mincho"/>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5FCF3BD6" w14:textId="77777777" w:rsidR="00C517B3" w:rsidRPr="00835F44" w:rsidRDefault="00C517B3" w:rsidP="000E530E">
            <w:pPr>
              <w:pStyle w:val="TAC"/>
              <w:keepNext w:val="0"/>
              <w:rPr>
                <w:rFonts w:eastAsia="Yu Mincho"/>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2C3772B6" w14:textId="77777777" w:rsidR="00C517B3" w:rsidRPr="00835F44" w:rsidRDefault="00C517B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66386E28" w14:textId="77777777" w:rsidR="00C517B3" w:rsidRPr="00835F44" w:rsidRDefault="00C517B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1DE6DDA8" w14:textId="77777777" w:rsidR="00C517B3" w:rsidRPr="00835F44" w:rsidRDefault="00C517B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3CD249CD"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6A661A28"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6A0664D1"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1256A289" w14:textId="77777777" w:rsidR="00C517B3" w:rsidRPr="00835F44" w:rsidRDefault="00C517B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20A617DF" w14:textId="77777777" w:rsidR="00C517B3" w:rsidRPr="00835F44" w:rsidRDefault="00C517B3" w:rsidP="000E530E">
            <w:pPr>
              <w:pStyle w:val="TAC"/>
              <w:keepNext w:val="0"/>
              <w:rPr>
                <w:rFonts w:eastAsia="Yu Mincho"/>
                <w:szCs w:val="18"/>
              </w:rPr>
            </w:pPr>
          </w:p>
        </w:tc>
        <w:tc>
          <w:tcPr>
            <w:tcW w:w="1632" w:type="dxa"/>
            <w:vMerge w:val="restart"/>
            <w:tcBorders>
              <w:left w:val="single" w:sz="4" w:space="0" w:color="auto"/>
              <w:right w:val="single" w:sz="4" w:space="0" w:color="auto"/>
            </w:tcBorders>
            <w:vAlign w:val="center"/>
          </w:tcPr>
          <w:p w14:paraId="1EEE7F09" w14:textId="77777777" w:rsidR="00C517B3" w:rsidRPr="00835F44" w:rsidRDefault="00C517B3" w:rsidP="000E530E">
            <w:pPr>
              <w:pStyle w:val="TAC"/>
              <w:keepNext w:val="0"/>
              <w:rPr>
                <w:lang w:eastAsia="zh-CN"/>
              </w:rPr>
            </w:pPr>
            <w:r w:rsidRPr="00835F44">
              <w:rPr>
                <w:lang w:eastAsia="zh-CN"/>
              </w:rPr>
              <w:t>0</w:t>
            </w:r>
          </w:p>
        </w:tc>
      </w:tr>
      <w:tr w:rsidR="00495FE7" w:rsidRPr="00835F44" w14:paraId="5C4CADD9" w14:textId="77777777" w:rsidTr="000E530E">
        <w:trPr>
          <w:trHeight w:val="34"/>
          <w:jc w:val="center"/>
        </w:trPr>
        <w:tc>
          <w:tcPr>
            <w:tcW w:w="1626" w:type="dxa"/>
            <w:vMerge/>
            <w:tcBorders>
              <w:left w:val="single" w:sz="4" w:space="0" w:color="auto"/>
              <w:right w:val="single" w:sz="4" w:space="0" w:color="auto"/>
            </w:tcBorders>
            <w:vAlign w:val="center"/>
          </w:tcPr>
          <w:p w14:paraId="2460D4EE" w14:textId="77777777" w:rsidR="00C517B3" w:rsidRPr="00835F44" w:rsidRDefault="00C517B3" w:rsidP="000E530E">
            <w:pPr>
              <w:pStyle w:val="TAC"/>
              <w:keepNext w:val="0"/>
            </w:pPr>
          </w:p>
        </w:tc>
        <w:tc>
          <w:tcPr>
            <w:tcW w:w="1519" w:type="dxa"/>
            <w:vMerge/>
            <w:tcBorders>
              <w:left w:val="single" w:sz="4" w:space="0" w:color="auto"/>
              <w:right w:val="single" w:sz="4" w:space="0" w:color="auto"/>
            </w:tcBorders>
            <w:vAlign w:val="center"/>
          </w:tcPr>
          <w:p w14:paraId="31D5720C" w14:textId="77777777" w:rsidR="00C517B3" w:rsidRPr="00835F44" w:rsidRDefault="00C517B3" w:rsidP="000E530E">
            <w:pPr>
              <w:pStyle w:val="TAC"/>
              <w:keepNext w:val="0"/>
            </w:pPr>
          </w:p>
        </w:tc>
        <w:tc>
          <w:tcPr>
            <w:tcW w:w="736" w:type="dxa"/>
            <w:vMerge/>
            <w:tcBorders>
              <w:left w:val="single" w:sz="4" w:space="0" w:color="auto"/>
              <w:right w:val="single" w:sz="4" w:space="0" w:color="auto"/>
            </w:tcBorders>
            <w:vAlign w:val="center"/>
          </w:tcPr>
          <w:p w14:paraId="64850A0D" w14:textId="77777777" w:rsidR="00C517B3" w:rsidRPr="00835F44" w:rsidRDefault="00C517B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vAlign w:val="center"/>
          </w:tcPr>
          <w:p w14:paraId="5EDF90CD" w14:textId="77777777" w:rsidR="00C517B3" w:rsidRPr="00835F44" w:rsidRDefault="00C517B3" w:rsidP="000E530E">
            <w:pPr>
              <w:pStyle w:val="TAC"/>
              <w:keepNext w:val="0"/>
              <w:rPr>
                <w:rFonts w:eastAsia="Yu Mincho"/>
              </w:rPr>
            </w:pPr>
            <w:r w:rsidRPr="00835F44">
              <w:rPr>
                <w:rFonts w:eastAsia="Yu Mincho"/>
              </w:rPr>
              <w:t>30</w:t>
            </w:r>
          </w:p>
        </w:tc>
        <w:tc>
          <w:tcPr>
            <w:tcW w:w="736" w:type="dxa"/>
            <w:tcBorders>
              <w:top w:val="single" w:sz="4" w:space="0" w:color="auto"/>
              <w:left w:val="single" w:sz="4" w:space="0" w:color="auto"/>
              <w:bottom w:val="single" w:sz="4" w:space="0" w:color="auto"/>
              <w:right w:val="single" w:sz="4" w:space="0" w:color="auto"/>
            </w:tcBorders>
          </w:tcPr>
          <w:p w14:paraId="41C300E2" w14:textId="77777777" w:rsidR="00C517B3" w:rsidRPr="00835F44" w:rsidRDefault="00C517B3" w:rsidP="000E530E">
            <w:pPr>
              <w:pStyle w:val="TAC"/>
              <w:keepNext w:val="0"/>
              <w:rPr>
                <w:rFonts w:eastAsia="Yu Mincho"/>
              </w:rPr>
            </w:pPr>
          </w:p>
        </w:tc>
        <w:tc>
          <w:tcPr>
            <w:tcW w:w="736" w:type="dxa"/>
            <w:tcBorders>
              <w:top w:val="single" w:sz="4" w:space="0" w:color="auto"/>
              <w:left w:val="single" w:sz="4" w:space="0" w:color="auto"/>
              <w:bottom w:val="single" w:sz="4" w:space="0" w:color="auto"/>
              <w:right w:val="single" w:sz="4" w:space="0" w:color="auto"/>
            </w:tcBorders>
          </w:tcPr>
          <w:p w14:paraId="7105B3F7" w14:textId="77777777" w:rsidR="00C517B3" w:rsidRPr="00835F44" w:rsidRDefault="00C517B3" w:rsidP="000E530E">
            <w:pPr>
              <w:pStyle w:val="TAC"/>
              <w:keepNext w:val="0"/>
              <w:rPr>
                <w:rFonts w:eastAsia="Yu Mincho"/>
              </w:rPr>
            </w:pPr>
            <w:r w:rsidRPr="00835F44">
              <w:rPr>
                <w:rFonts w:eastAsia="Yu Mincho"/>
              </w:rPr>
              <w:t>Yes</w:t>
            </w:r>
          </w:p>
        </w:tc>
        <w:tc>
          <w:tcPr>
            <w:tcW w:w="737" w:type="dxa"/>
            <w:tcBorders>
              <w:top w:val="single" w:sz="4" w:space="0" w:color="auto"/>
              <w:left w:val="single" w:sz="4" w:space="0" w:color="auto"/>
              <w:bottom w:val="single" w:sz="4" w:space="0" w:color="auto"/>
              <w:right w:val="single" w:sz="4" w:space="0" w:color="auto"/>
            </w:tcBorders>
            <w:vAlign w:val="center"/>
          </w:tcPr>
          <w:p w14:paraId="02D61115" w14:textId="77777777" w:rsidR="00C517B3" w:rsidRPr="00835F44" w:rsidRDefault="00C517B3" w:rsidP="000E530E">
            <w:pPr>
              <w:pStyle w:val="TAC"/>
              <w:keepNext w:val="0"/>
              <w:rPr>
                <w:rFonts w:eastAsia="Yu Mincho"/>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6959F9F7" w14:textId="77777777" w:rsidR="00C517B3" w:rsidRPr="00835F44" w:rsidRDefault="00C517B3" w:rsidP="000E530E">
            <w:pPr>
              <w:pStyle w:val="TAC"/>
              <w:keepNext w:val="0"/>
              <w:rPr>
                <w:rFonts w:eastAsia="Yu Mincho"/>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BD7606F" w14:textId="77777777" w:rsidR="00C517B3" w:rsidRPr="00835F44" w:rsidRDefault="00C517B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509B5BCA" w14:textId="77777777" w:rsidR="00C517B3" w:rsidRPr="00835F44" w:rsidRDefault="00C517B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731D2993" w14:textId="77777777" w:rsidR="00C517B3" w:rsidRPr="00835F44" w:rsidRDefault="00C517B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40D0DA66"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27574769"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A5B3E24"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796BD15A" w14:textId="77777777" w:rsidR="00C517B3" w:rsidRPr="00835F44" w:rsidRDefault="00C517B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384B6793" w14:textId="77777777" w:rsidR="00C517B3" w:rsidRPr="00835F44" w:rsidRDefault="00C517B3"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3FD1523C" w14:textId="77777777" w:rsidR="00C517B3" w:rsidRPr="00835F44" w:rsidRDefault="00C517B3" w:rsidP="000E530E">
            <w:pPr>
              <w:pStyle w:val="TAC"/>
              <w:keepNext w:val="0"/>
              <w:rPr>
                <w:lang w:eastAsia="zh-CN"/>
              </w:rPr>
            </w:pPr>
          </w:p>
        </w:tc>
      </w:tr>
      <w:tr w:rsidR="00495FE7" w:rsidRPr="00835F44" w14:paraId="7AA23899" w14:textId="77777777" w:rsidTr="000E530E">
        <w:trPr>
          <w:trHeight w:val="34"/>
          <w:jc w:val="center"/>
        </w:trPr>
        <w:tc>
          <w:tcPr>
            <w:tcW w:w="1626" w:type="dxa"/>
            <w:vMerge/>
            <w:tcBorders>
              <w:left w:val="single" w:sz="4" w:space="0" w:color="auto"/>
              <w:right w:val="single" w:sz="4" w:space="0" w:color="auto"/>
            </w:tcBorders>
            <w:vAlign w:val="center"/>
          </w:tcPr>
          <w:p w14:paraId="04B646CF" w14:textId="77777777" w:rsidR="00C517B3" w:rsidRPr="00835F44" w:rsidRDefault="00C517B3" w:rsidP="000E530E">
            <w:pPr>
              <w:pStyle w:val="TAC"/>
              <w:keepNext w:val="0"/>
            </w:pPr>
          </w:p>
        </w:tc>
        <w:tc>
          <w:tcPr>
            <w:tcW w:w="1519" w:type="dxa"/>
            <w:vMerge/>
            <w:tcBorders>
              <w:left w:val="single" w:sz="4" w:space="0" w:color="auto"/>
              <w:right w:val="single" w:sz="4" w:space="0" w:color="auto"/>
            </w:tcBorders>
            <w:vAlign w:val="center"/>
          </w:tcPr>
          <w:p w14:paraId="5FC73908" w14:textId="77777777" w:rsidR="00C517B3" w:rsidRPr="00835F44" w:rsidRDefault="00C517B3" w:rsidP="000E530E">
            <w:pPr>
              <w:pStyle w:val="TAC"/>
              <w:keepNext w:val="0"/>
            </w:pPr>
          </w:p>
        </w:tc>
        <w:tc>
          <w:tcPr>
            <w:tcW w:w="736" w:type="dxa"/>
            <w:vMerge/>
            <w:tcBorders>
              <w:left w:val="single" w:sz="4" w:space="0" w:color="auto"/>
              <w:right w:val="single" w:sz="4" w:space="0" w:color="auto"/>
            </w:tcBorders>
            <w:vAlign w:val="center"/>
          </w:tcPr>
          <w:p w14:paraId="78E3CCD5" w14:textId="77777777" w:rsidR="00C517B3" w:rsidRPr="00835F44" w:rsidRDefault="00C517B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vAlign w:val="center"/>
          </w:tcPr>
          <w:p w14:paraId="5635FAEB" w14:textId="77777777" w:rsidR="00C517B3" w:rsidRPr="00835F44" w:rsidRDefault="00C517B3" w:rsidP="000E530E">
            <w:pPr>
              <w:pStyle w:val="TAC"/>
              <w:keepNext w:val="0"/>
              <w:rPr>
                <w:rFonts w:eastAsia="Yu Mincho"/>
              </w:rPr>
            </w:pPr>
            <w:r w:rsidRPr="00835F44">
              <w:rPr>
                <w:rFonts w:eastAsia="Yu Mincho"/>
              </w:rPr>
              <w:t>60</w:t>
            </w:r>
          </w:p>
        </w:tc>
        <w:tc>
          <w:tcPr>
            <w:tcW w:w="736" w:type="dxa"/>
            <w:tcBorders>
              <w:top w:val="single" w:sz="4" w:space="0" w:color="auto"/>
              <w:left w:val="single" w:sz="4" w:space="0" w:color="auto"/>
              <w:bottom w:val="single" w:sz="4" w:space="0" w:color="auto"/>
              <w:right w:val="single" w:sz="4" w:space="0" w:color="auto"/>
            </w:tcBorders>
          </w:tcPr>
          <w:p w14:paraId="6FE7E6CE" w14:textId="77777777" w:rsidR="00C517B3" w:rsidRPr="00835F44" w:rsidRDefault="00C517B3" w:rsidP="000E530E">
            <w:pPr>
              <w:pStyle w:val="TAC"/>
              <w:keepNext w:val="0"/>
              <w:rPr>
                <w:rFonts w:eastAsia="Yu Mincho"/>
              </w:rPr>
            </w:pPr>
          </w:p>
        </w:tc>
        <w:tc>
          <w:tcPr>
            <w:tcW w:w="736" w:type="dxa"/>
            <w:tcBorders>
              <w:top w:val="single" w:sz="4" w:space="0" w:color="auto"/>
              <w:left w:val="single" w:sz="4" w:space="0" w:color="auto"/>
              <w:bottom w:val="single" w:sz="4" w:space="0" w:color="auto"/>
              <w:right w:val="single" w:sz="4" w:space="0" w:color="auto"/>
            </w:tcBorders>
            <w:vAlign w:val="center"/>
          </w:tcPr>
          <w:p w14:paraId="2E8E5A15" w14:textId="77777777" w:rsidR="00C517B3" w:rsidRPr="00835F44" w:rsidRDefault="00C517B3" w:rsidP="000E530E">
            <w:pPr>
              <w:pStyle w:val="TAC"/>
              <w:keepNext w:val="0"/>
              <w:rPr>
                <w:rFonts w:eastAsia="Yu Mincho"/>
              </w:rPr>
            </w:pPr>
          </w:p>
        </w:tc>
        <w:tc>
          <w:tcPr>
            <w:tcW w:w="737" w:type="dxa"/>
            <w:tcBorders>
              <w:top w:val="single" w:sz="4" w:space="0" w:color="auto"/>
              <w:left w:val="single" w:sz="4" w:space="0" w:color="auto"/>
              <w:bottom w:val="single" w:sz="4" w:space="0" w:color="auto"/>
              <w:right w:val="single" w:sz="4" w:space="0" w:color="auto"/>
            </w:tcBorders>
            <w:vAlign w:val="center"/>
          </w:tcPr>
          <w:p w14:paraId="2622AB2D" w14:textId="77777777" w:rsidR="00C517B3" w:rsidRPr="00835F44" w:rsidRDefault="00C517B3" w:rsidP="000E530E">
            <w:pPr>
              <w:pStyle w:val="TAC"/>
              <w:keepNext w:val="0"/>
              <w:rPr>
                <w:rFonts w:eastAsia="Yu Mincho"/>
              </w:rPr>
            </w:pPr>
          </w:p>
        </w:tc>
        <w:tc>
          <w:tcPr>
            <w:tcW w:w="736" w:type="dxa"/>
            <w:tcBorders>
              <w:top w:val="single" w:sz="4" w:space="0" w:color="auto"/>
              <w:left w:val="single" w:sz="4" w:space="0" w:color="auto"/>
              <w:bottom w:val="single" w:sz="4" w:space="0" w:color="auto"/>
              <w:right w:val="single" w:sz="4" w:space="0" w:color="auto"/>
            </w:tcBorders>
            <w:vAlign w:val="center"/>
          </w:tcPr>
          <w:p w14:paraId="1B0DA522" w14:textId="77777777" w:rsidR="00C517B3" w:rsidRPr="00835F44" w:rsidRDefault="00C517B3" w:rsidP="000E530E">
            <w:pPr>
              <w:pStyle w:val="TAC"/>
              <w:keepNext w:val="0"/>
              <w:rPr>
                <w:rFonts w:eastAsia="Yu Mincho"/>
              </w:rPr>
            </w:pPr>
          </w:p>
        </w:tc>
        <w:tc>
          <w:tcPr>
            <w:tcW w:w="736" w:type="dxa"/>
            <w:tcBorders>
              <w:top w:val="single" w:sz="4" w:space="0" w:color="auto"/>
              <w:left w:val="single" w:sz="4" w:space="0" w:color="auto"/>
              <w:bottom w:val="single" w:sz="4" w:space="0" w:color="auto"/>
              <w:right w:val="single" w:sz="4" w:space="0" w:color="auto"/>
            </w:tcBorders>
            <w:vAlign w:val="center"/>
          </w:tcPr>
          <w:p w14:paraId="7584BD46" w14:textId="77777777" w:rsidR="00C517B3" w:rsidRPr="00835F44" w:rsidRDefault="00C517B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005E21EA" w14:textId="77777777" w:rsidR="00C517B3" w:rsidRPr="00835F44" w:rsidRDefault="00C517B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3647CEAC" w14:textId="77777777" w:rsidR="00C517B3" w:rsidRPr="00835F44" w:rsidRDefault="00C517B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BD06CF5"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5F0DE61"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48FEDF5"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20A884C1" w14:textId="77777777" w:rsidR="00C517B3" w:rsidRPr="00835F44" w:rsidRDefault="00C517B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BF9B527" w14:textId="77777777" w:rsidR="00C517B3" w:rsidRPr="00835F44" w:rsidRDefault="00C517B3"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35A79F97" w14:textId="77777777" w:rsidR="00C517B3" w:rsidRPr="00835F44" w:rsidRDefault="00C517B3" w:rsidP="000E530E">
            <w:pPr>
              <w:pStyle w:val="TAC"/>
              <w:keepNext w:val="0"/>
              <w:rPr>
                <w:lang w:eastAsia="zh-CN"/>
              </w:rPr>
            </w:pPr>
          </w:p>
        </w:tc>
      </w:tr>
      <w:tr w:rsidR="00495FE7" w:rsidRPr="00835F44" w14:paraId="44050A77" w14:textId="77777777" w:rsidTr="000E530E">
        <w:trPr>
          <w:trHeight w:val="34"/>
          <w:jc w:val="center"/>
        </w:trPr>
        <w:tc>
          <w:tcPr>
            <w:tcW w:w="1626" w:type="dxa"/>
            <w:vMerge/>
            <w:tcBorders>
              <w:left w:val="single" w:sz="4" w:space="0" w:color="auto"/>
              <w:right w:val="single" w:sz="4" w:space="0" w:color="auto"/>
            </w:tcBorders>
            <w:vAlign w:val="center"/>
          </w:tcPr>
          <w:p w14:paraId="3C623021" w14:textId="77777777" w:rsidR="00C517B3" w:rsidRPr="00835F44" w:rsidRDefault="00C517B3" w:rsidP="000E530E">
            <w:pPr>
              <w:pStyle w:val="TAC"/>
              <w:keepNext w:val="0"/>
            </w:pPr>
          </w:p>
        </w:tc>
        <w:tc>
          <w:tcPr>
            <w:tcW w:w="1519" w:type="dxa"/>
            <w:vMerge/>
            <w:tcBorders>
              <w:left w:val="single" w:sz="4" w:space="0" w:color="auto"/>
              <w:right w:val="single" w:sz="4" w:space="0" w:color="auto"/>
            </w:tcBorders>
            <w:vAlign w:val="center"/>
          </w:tcPr>
          <w:p w14:paraId="1DDD4738" w14:textId="77777777" w:rsidR="00C517B3" w:rsidRPr="00835F44" w:rsidRDefault="00C517B3" w:rsidP="000E530E">
            <w:pPr>
              <w:pStyle w:val="TAC"/>
              <w:keepNext w:val="0"/>
            </w:pPr>
          </w:p>
        </w:tc>
        <w:tc>
          <w:tcPr>
            <w:tcW w:w="736" w:type="dxa"/>
            <w:vMerge w:val="restart"/>
            <w:tcBorders>
              <w:left w:val="single" w:sz="4" w:space="0" w:color="auto"/>
              <w:right w:val="single" w:sz="4" w:space="0" w:color="auto"/>
            </w:tcBorders>
            <w:vAlign w:val="center"/>
          </w:tcPr>
          <w:p w14:paraId="4D01F208" w14:textId="77777777" w:rsidR="00C517B3" w:rsidRPr="00835F44" w:rsidRDefault="00C517B3" w:rsidP="000E530E">
            <w:pPr>
              <w:pStyle w:val="TAC"/>
              <w:keepNext w:val="0"/>
            </w:pPr>
            <w:r w:rsidRPr="00835F44">
              <w:t>n75</w:t>
            </w:r>
          </w:p>
        </w:tc>
        <w:tc>
          <w:tcPr>
            <w:tcW w:w="736" w:type="dxa"/>
            <w:tcBorders>
              <w:top w:val="single" w:sz="4" w:space="0" w:color="auto"/>
              <w:left w:val="single" w:sz="4" w:space="0" w:color="auto"/>
              <w:bottom w:val="single" w:sz="4" w:space="0" w:color="auto"/>
              <w:right w:val="single" w:sz="4" w:space="0" w:color="auto"/>
            </w:tcBorders>
          </w:tcPr>
          <w:p w14:paraId="5EAEE9B5" w14:textId="77777777" w:rsidR="00C517B3" w:rsidRPr="00835F44" w:rsidRDefault="00C517B3" w:rsidP="000E530E">
            <w:pPr>
              <w:pStyle w:val="TAC"/>
              <w:keepNext w:val="0"/>
              <w:rPr>
                <w:rFonts w:eastAsia="Yu Mincho"/>
              </w:rPr>
            </w:pPr>
            <w:r w:rsidRPr="00835F44">
              <w:t>15</w:t>
            </w:r>
          </w:p>
        </w:tc>
        <w:tc>
          <w:tcPr>
            <w:tcW w:w="736" w:type="dxa"/>
            <w:tcBorders>
              <w:top w:val="single" w:sz="4" w:space="0" w:color="auto"/>
              <w:left w:val="single" w:sz="4" w:space="0" w:color="auto"/>
              <w:bottom w:val="single" w:sz="4" w:space="0" w:color="auto"/>
              <w:right w:val="single" w:sz="4" w:space="0" w:color="auto"/>
            </w:tcBorders>
          </w:tcPr>
          <w:p w14:paraId="7748A58F" w14:textId="77777777" w:rsidR="00C517B3" w:rsidRPr="00835F44" w:rsidRDefault="00C517B3" w:rsidP="000E530E">
            <w:pPr>
              <w:pStyle w:val="TAC"/>
              <w:keepNext w:val="0"/>
              <w:rPr>
                <w:rFonts w:eastAsia="Yu Mincho"/>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90452DD" w14:textId="77777777" w:rsidR="00C517B3" w:rsidRPr="00835F44" w:rsidRDefault="00C517B3" w:rsidP="000E530E">
            <w:pPr>
              <w:pStyle w:val="TAC"/>
              <w:keepNext w:val="0"/>
              <w:rPr>
                <w:rFonts w:eastAsia="Yu Mincho"/>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75EBC21F" w14:textId="77777777" w:rsidR="00C517B3" w:rsidRPr="00835F44" w:rsidRDefault="00C517B3" w:rsidP="000E530E">
            <w:pPr>
              <w:pStyle w:val="TAC"/>
              <w:keepNext w:val="0"/>
              <w:rPr>
                <w:rFonts w:eastAsia="Yu Mincho"/>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083174B" w14:textId="77777777" w:rsidR="00C517B3" w:rsidRPr="00835F44" w:rsidRDefault="00C517B3" w:rsidP="000E530E">
            <w:pPr>
              <w:pStyle w:val="TAC"/>
              <w:keepNext w:val="0"/>
              <w:rPr>
                <w:rFonts w:eastAsia="Yu Mincho"/>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0219825" w14:textId="77777777" w:rsidR="00C517B3" w:rsidRPr="00835F44" w:rsidRDefault="00C517B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53D6C60A" w14:textId="77777777" w:rsidR="00C517B3" w:rsidRPr="00835F44" w:rsidRDefault="00C517B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71785E8C" w14:textId="77777777" w:rsidR="00C517B3" w:rsidRPr="00835F44" w:rsidRDefault="00C517B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31D016CC"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1707665B"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11EE6729"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01F848EB" w14:textId="77777777" w:rsidR="00C517B3" w:rsidRPr="00835F44" w:rsidRDefault="00C517B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2D121B9D" w14:textId="77777777" w:rsidR="00C517B3" w:rsidRPr="00835F44" w:rsidRDefault="00C517B3"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2ABA3160" w14:textId="77777777" w:rsidR="00C517B3" w:rsidRPr="00835F44" w:rsidRDefault="00C517B3" w:rsidP="000E530E">
            <w:pPr>
              <w:pStyle w:val="TAC"/>
              <w:keepNext w:val="0"/>
              <w:rPr>
                <w:lang w:eastAsia="zh-CN"/>
              </w:rPr>
            </w:pPr>
          </w:p>
        </w:tc>
      </w:tr>
      <w:tr w:rsidR="00495FE7" w:rsidRPr="00835F44" w14:paraId="714ADB63" w14:textId="77777777" w:rsidTr="000E530E">
        <w:trPr>
          <w:trHeight w:val="34"/>
          <w:jc w:val="center"/>
        </w:trPr>
        <w:tc>
          <w:tcPr>
            <w:tcW w:w="1626" w:type="dxa"/>
            <w:vMerge/>
            <w:tcBorders>
              <w:left w:val="single" w:sz="4" w:space="0" w:color="auto"/>
              <w:right w:val="single" w:sz="4" w:space="0" w:color="auto"/>
            </w:tcBorders>
            <w:vAlign w:val="center"/>
          </w:tcPr>
          <w:p w14:paraId="106F41DD" w14:textId="77777777" w:rsidR="00C517B3" w:rsidRPr="00835F44" w:rsidRDefault="00C517B3" w:rsidP="000E530E">
            <w:pPr>
              <w:pStyle w:val="TAC"/>
              <w:keepNext w:val="0"/>
            </w:pPr>
          </w:p>
        </w:tc>
        <w:tc>
          <w:tcPr>
            <w:tcW w:w="1519" w:type="dxa"/>
            <w:vMerge/>
            <w:tcBorders>
              <w:left w:val="single" w:sz="4" w:space="0" w:color="auto"/>
              <w:right w:val="single" w:sz="4" w:space="0" w:color="auto"/>
            </w:tcBorders>
            <w:vAlign w:val="center"/>
          </w:tcPr>
          <w:p w14:paraId="173E6B78" w14:textId="77777777" w:rsidR="00C517B3" w:rsidRPr="00835F44" w:rsidRDefault="00C517B3" w:rsidP="000E530E">
            <w:pPr>
              <w:pStyle w:val="TAC"/>
              <w:keepNext w:val="0"/>
            </w:pPr>
          </w:p>
        </w:tc>
        <w:tc>
          <w:tcPr>
            <w:tcW w:w="736" w:type="dxa"/>
            <w:vMerge/>
            <w:tcBorders>
              <w:left w:val="single" w:sz="4" w:space="0" w:color="auto"/>
              <w:right w:val="single" w:sz="4" w:space="0" w:color="auto"/>
            </w:tcBorders>
            <w:vAlign w:val="center"/>
          </w:tcPr>
          <w:p w14:paraId="50AD8634" w14:textId="77777777" w:rsidR="00C517B3" w:rsidRPr="00835F44" w:rsidRDefault="00C517B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2C0247CB" w14:textId="77777777" w:rsidR="00C517B3" w:rsidRPr="00835F44" w:rsidRDefault="00C517B3" w:rsidP="000E530E">
            <w:pPr>
              <w:pStyle w:val="TAC"/>
              <w:keepNext w:val="0"/>
              <w:rPr>
                <w:rFonts w:eastAsia="Yu Mincho"/>
              </w:rPr>
            </w:pPr>
            <w:r w:rsidRPr="00835F44">
              <w:t>30</w:t>
            </w:r>
          </w:p>
        </w:tc>
        <w:tc>
          <w:tcPr>
            <w:tcW w:w="736" w:type="dxa"/>
            <w:tcBorders>
              <w:top w:val="single" w:sz="4" w:space="0" w:color="auto"/>
              <w:left w:val="single" w:sz="4" w:space="0" w:color="auto"/>
              <w:bottom w:val="single" w:sz="4" w:space="0" w:color="auto"/>
              <w:right w:val="single" w:sz="4" w:space="0" w:color="auto"/>
            </w:tcBorders>
          </w:tcPr>
          <w:p w14:paraId="6E88F47C" w14:textId="77777777" w:rsidR="00C517B3" w:rsidRPr="00835F44" w:rsidRDefault="00C517B3" w:rsidP="000E530E">
            <w:pPr>
              <w:pStyle w:val="TAC"/>
              <w:keepNext w:val="0"/>
              <w:rPr>
                <w:rFonts w:eastAsia="Yu Mincho"/>
              </w:rPr>
            </w:pPr>
          </w:p>
        </w:tc>
        <w:tc>
          <w:tcPr>
            <w:tcW w:w="736" w:type="dxa"/>
            <w:tcBorders>
              <w:top w:val="single" w:sz="4" w:space="0" w:color="auto"/>
              <w:left w:val="single" w:sz="4" w:space="0" w:color="auto"/>
              <w:bottom w:val="single" w:sz="4" w:space="0" w:color="auto"/>
              <w:right w:val="single" w:sz="4" w:space="0" w:color="auto"/>
            </w:tcBorders>
          </w:tcPr>
          <w:p w14:paraId="17182CAA" w14:textId="77777777" w:rsidR="00C517B3" w:rsidRPr="00835F44" w:rsidRDefault="00C517B3" w:rsidP="000E530E">
            <w:pPr>
              <w:pStyle w:val="TAC"/>
              <w:keepNext w:val="0"/>
              <w:rPr>
                <w:rFonts w:eastAsia="Yu Mincho"/>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157633BA" w14:textId="77777777" w:rsidR="00C517B3" w:rsidRPr="00835F44" w:rsidRDefault="00C517B3" w:rsidP="000E530E">
            <w:pPr>
              <w:pStyle w:val="TAC"/>
              <w:keepNext w:val="0"/>
              <w:rPr>
                <w:rFonts w:eastAsia="Yu Mincho"/>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2AB225C" w14:textId="77777777" w:rsidR="00C517B3" w:rsidRPr="00835F44" w:rsidRDefault="00C517B3" w:rsidP="000E530E">
            <w:pPr>
              <w:pStyle w:val="TAC"/>
              <w:keepNext w:val="0"/>
              <w:rPr>
                <w:rFonts w:eastAsia="Yu Mincho"/>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2A5221AD" w14:textId="77777777" w:rsidR="00C517B3" w:rsidRPr="00835F44" w:rsidRDefault="00C517B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2BE2C63C" w14:textId="77777777" w:rsidR="00C517B3" w:rsidRPr="00835F44" w:rsidRDefault="00C517B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35DBC437" w14:textId="77777777" w:rsidR="00C517B3" w:rsidRPr="00835F44" w:rsidRDefault="00C517B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4B033258"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4AF34EE"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608E7BEE"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553541C3" w14:textId="77777777" w:rsidR="00C517B3" w:rsidRPr="00835F44" w:rsidRDefault="00C517B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728A9AE" w14:textId="77777777" w:rsidR="00C517B3" w:rsidRPr="00835F44" w:rsidRDefault="00C517B3"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6E02823A" w14:textId="77777777" w:rsidR="00C517B3" w:rsidRPr="00835F44" w:rsidRDefault="00C517B3" w:rsidP="000E530E">
            <w:pPr>
              <w:pStyle w:val="TAC"/>
              <w:keepNext w:val="0"/>
              <w:rPr>
                <w:lang w:eastAsia="zh-CN"/>
              </w:rPr>
            </w:pPr>
          </w:p>
        </w:tc>
      </w:tr>
      <w:tr w:rsidR="00495FE7" w:rsidRPr="00835F44" w14:paraId="049C7A0E" w14:textId="77777777" w:rsidTr="000E530E">
        <w:trPr>
          <w:trHeight w:val="34"/>
          <w:jc w:val="center"/>
        </w:trPr>
        <w:tc>
          <w:tcPr>
            <w:tcW w:w="1626" w:type="dxa"/>
            <w:vMerge/>
            <w:tcBorders>
              <w:left w:val="single" w:sz="4" w:space="0" w:color="auto"/>
              <w:right w:val="single" w:sz="4" w:space="0" w:color="auto"/>
            </w:tcBorders>
            <w:vAlign w:val="center"/>
          </w:tcPr>
          <w:p w14:paraId="5FCF4998" w14:textId="77777777" w:rsidR="00C517B3" w:rsidRPr="00835F44" w:rsidRDefault="00C517B3" w:rsidP="000E530E">
            <w:pPr>
              <w:pStyle w:val="TAC"/>
              <w:keepNext w:val="0"/>
            </w:pPr>
          </w:p>
        </w:tc>
        <w:tc>
          <w:tcPr>
            <w:tcW w:w="1519" w:type="dxa"/>
            <w:vMerge/>
            <w:tcBorders>
              <w:left w:val="single" w:sz="4" w:space="0" w:color="auto"/>
              <w:right w:val="single" w:sz="4" w:space="0" w:color="auto"/>
            </w:tcBorders>
            <w:vAlign w:val="center"/>
          </w:tcPr>
          <w:p w14:paraId="2E4723F6" w14:textId="77777777" w:rsidR="00C517B3" w:rsidRPr="00835F44" w:rsidRDefault="00C517B3" w:rsidP="000E530E">
            <w:pPr>
              <w:pStyle w:val="TAC"/>
              <w:keepNext w:val="0"/>
            </w:pPr>
          </w:p>
        </w:tc>
        <w:tc>
          <w:tcPr>
            <w:tcW w:w="736" w:type="dxa"/>
            <w:vMerge/>
            <w:tcBorders>
              <w:left w:val="single" w:sz="4" w:space="0" w:color="auto"/>
              <w:right w:val="single" w:sz="4" w:space="0" w:color="auto"/>
            </w:tcBorders>
            <w:vAlign w:val="center"/>
          </w:tcPr>
          <w:p w14:paraId="7A3B62BD" w14:textId="77777777" w:rsidR="00C517B3" w:rsidRPr="00835F44" w:rsidRDefault="00C517B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5347ECB6" w14:textId="77777777" w:rsidR="00C517B3" w:rsidRPr="00835F44" w:rsidRDefault="00C517B3" w:rsidP="000E530E">
            <w:pPr>
              <w:pStyle w:val="TAC"/>
              <w:keepNext w:val="0"/>
              <w:rPr>
                <w:rFonts w:eastAsia="Yu Mincho"/>
              </w:rPr>
            </w:pPr>
            <w:r w:rsidRPr="00835F44">
              <w:t>60</w:t>
            </w:r>
          </w:p>
        </w:tc>
        <w:tc>
          <w:tcPr>
            <w:tcW w:w="736" w:type="dxa"/>
            <w:tcBorders>
              <w:top w:val="single" w:sz="4" w:space="0" w:color="auto"/>
              <w:left w:val="single" w:sz="4" w:space="0" w:color="auto"/>
              <w:bottom w:val="single" w:sz="4" w:space="0" w:color="auto"/>
              <w:right w:val="single" w:sz="4" w:space="0" w:color="auto"/>
            </w:tcBorders>
          </w:tcPr>
          <w:p w14:paraId="0950EC4B" w14:textId="77777777" w:rsidR="00C517B3" w:rsidRPr="00835F44" w:rsidRDefault="00C517B3" w:rsidP="000E530E">
            <w:pPr>
              <w:pStyle w:val="TAC"/>
              <w:keepNext w:val="0"/>
              <w:rPr>
                <w:rFonts w:eastAsia="Yu Mincho"/>
              </w:rPr>
            </w:pPr>
          </w:p>
        </w:tc>
        <w:tc>
          <w:tcPr>
            <w:tcW w:w="736" w:type="dxa"/>
            <w:tcBorders>
              <w:top w:val="single" w:sz="4" w:space="0" w:color="auto"/>
              <w:left w:val="single" w:sz="4" w:space="0" w:color="auto"/>
              <w:bottom w:val="single" w:sz="4" w:space="0" w:color="auto"/>
              <w:right w:val="single" w:sz="4" w:space="0" w:color="auto"/>
            </w:tcBorders>
            <w:vAlign w:val="center"/>
          </w:tcPr>
          <w:p w14:paraId="0085BB7D" w14:textId="77777777" w:rsidR="00C517B3" w:rsidRPr="00835F44" w:rsidRDefault="00C517B3" w:rsidP="000E530E">
            <w:pPr>
              <w:pStyle w:val="TAC"/>
              <w:keepNext w:val="0"/>
              <w:rPr>
                <w:rFonts w:eastAsia="Yu Mincho"/>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25764D67" w14:textId="77777777" w:rsidR="00C517B3" w:rsidRPr="00835F44" w:rsidRDefault="00C517B3" w:rsidP="000E530E">
            <w:pPr>
              <w:pStyle w:val="TAC"/>
              <w:keepNext w:val="0"/>
              <w:rPr>
                <w:rFonts w:eastAsia="Yu Mincho"/>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46843B97" w14:textId="77777777" w:rsidR="00C517B3" w:rsidRPr="00835F44" w:rsidRDefault="00C517B3" w:rsidP="000E530E">
            <w:pPr>
              <w:pStyle w:val="TAC"/>
              <w:keepNext w:val="0"/>
              <w:rPr>
                <w:rFonts w:eastAsia="Yu Mincho"/>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59EEE6A9" w14:textId="77777777" w:rsidR="00C517B3" w:rsidRPr="00835F44" w:rsidRDefault="00C517B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3D13B89D" w14:textId="77777777" w:rsidR="00C517B3" w:rsidRPr="00835F44" w:rsidRDefault="00C517B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389E22FF" w14:textId="77777777" w:rsidR="00C517B3" w:rsidRPr="00835F44" w:rsidRDefault="00C517B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25B160D0"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20DBCCAD"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2B47DCC5" w14:textId="77777777" w:rsidR="00C517B3" w:rsidRPr="00835F44" w:rsidRDefault="00C517B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7EED35D3" w14:textId="77777777" w:rsidR="00C517B3" w:rsidRPr="00835F44" w:rsidRDefault="00C517B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6D36CBB2" w14:textId="77777777" w:rsidR="00C517B3" w:rsidRPr="00835F44" w:rsidRDefault="00C517B3"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6A31692B" w14:textId="77777777" w:rsidR="00C517B3" w:rsidRPr="00835F44" w:rsidRDefault="00C517B3" w:rsidP="000E530E">
            <w:pPr>
              <w:pStyle w:val="TAC"/>
              <w:keepNext w:val="0"/>
              <w:rPr>
                <w:lang w:eastAsia="zh-CN"/>
              </w:rPr>
            </w:pPr>
          </w:p>
        </w:tc>
      </w:tr>
      <w:tr w:rsidR="00495FE7" w:rsidRPr="00835F44" w14:paraId="3FE19D4F" w14:textId="77777777" w:rsidTr="000E530E">
        <w:trPr>
          <w:trHeight w:val="34"/>
          <w:jc w:val="center"/>
        </w:trPr>
        <w:tc>
          <w:tcPr>
            <w:tcW w:w="1626" w:type="dxa"/>
            <w:vMerge w:val="restart"/>
            <w:tcBorders>
              <w:left w:val="single" w:sz="4" w:space="0" w:color="auto"/>
              <w:right w:val="single" w:sz="4" w:space="0" w:color="auto"/>
            </w:tcBorders>
            <w:vAlign w:val="center"/>
          </w:tcPr>
          <w:p w14:paraId="02031FFD" w14:textId="77777777" w:rsidR="004036EB" w:rsidRPr="00835F44" w:rsidRDefault="004036EB" w:rsidP="000E530E">
            <w:pPr>
              <w:pStyle w:val="TAC"/>
              <w:keepNext w:val="0"/>
            </w:pPr>
            <w:r w:rsidRPr="00835F44">
              <w:t>CA_n8A-n78A</w:t>
            </w:r>
          </w:p>
        </w:tc>
        <w:tc>
          <w:tcPr>
            <w:tcW w:w="1519" w:type="dxa"/>
            <w:vMerge w:val="restart"/>
            <w:tcBorders>
              <w:left w:val="single" w:sz="4" w:space="0" w:color="auto"/>
              <w:right w:val="single" w:sz="4" w:space="0" w:color="auto"/>
            </w:tcBorders>
            <w:vAlign w:val="center"/>
          </w:tcPr>
          <w:p w14:paraId="4CEEE987" w14:textId="77777777" w:rsidR="004036EB" w:rsidRPr="00835F44" w:rsidRDefault="008618AB" w:rsidP="000E530E">
            <w:pPr>
              <w:pStyle w:val="TAC"/>
              <w:keepNext w:val="0"/>
            </w:pPr>
            <w:r w:rsidRPr="00835F44">
              <w:t>CA_n8A-n78A</w:t>
            </w:r>
          </w:p>
        </w:tc>
        <w:tc>
          <w:tcPr>
            <w:tcW w:w="736" w:type="dxa"/>
            <w:vMerge w:val="restart"/>
            <w:tcBorders>
              <w:left w:val="single" w:sz="4" w:space="0" w:color="auto"/>
              <w:right w:val="single" w:sz="4" w:space="0" w:color="auto"/>
            </w:tcBorders>
            <w:vAlign w:val="center"/>
          </w:tcPr>
          <w:p w14:paraId="0481B7DD" w14:textId="77777777" w:rsidR="004036EB" w:rsidRPr="00835F44" w:rsidRDefault="004036EB" w:rsidP="000E530E">
            <w:pPr>
              <w:pStyle w:val="TAC"/>
              <w:keepNext w:val="0"/>
            </w:pPr>
            <w:r w:rsidRPr="00835F44">
              <w:t>n8</w:t>
            </w:r>
          </w:p>
        </w:tc>
        <w:tc>
          <w:tcPr>
            <w:tcW w:w="736" w:type="dxa"/>
            <w:tcBorders>
              <w:top w:val="single" w:sz="4" w:space="0" w:color="auto"/>
              <w:left w:val="single" w:sz="4" w:space="0" w:color="auto"/>
              <w:bottom w:val="single" w:sz="4" w:space="0" w:color="auto"/>
              <w:right w:val="single" w:sz="4" w:space="0" w:color="auto"/>
            </w:tcBorders>
            <w:vAlign w:val="center"/>
          </w:tcPr>
          <w:p w14:paraId="7F775F44" w14:textId="77777777" w:rsidR="004036EB" w:rsidRPr="00835F44" w:rsidRDefault="004036EB" w:rsidP="000E530E">
            <w:pPr>
              <w:pStyle w:val="TAC"/>
              <w:keepNext w:val="0"/>
            </w:pPr>
            <w:r w:rsidRPr="00835F44">
              <w:rPr>
                <w:rFonts w:eastAsia="Yu Mincho"/>
              </w:rPr>
              <w:t>15</w:t>
            </w:r>
          </w:p>
        </w:tc>
        <w:tc>
          <w:tcPr>
            <w:tcW w:w="736" w:type="dxa"/>
            <w:tcBorders>
              <w:top w:val="single" w:sz="4" w:space="0" w:color="auto"/>
              <w:left w:val="single" w:sz="4" w:space="0" w:color="auto"/>
              <w:bottom w:val="single" w:sz="4" w:space="0" w:color="auto"/>
              <w:right w:val="single" w:sz="4" w:space="0" w:color="auto"/>
            </w:tcBorders>
          </w:tcPr>
          <w:p w14:paraId="218EA692" w14:textId="77777777" w:rsidR="004036EB" w:rsidRPr="00835F44" w:rsidRDefault="004036EB" w:rsidP="000E530E">
            <w:pPr>
              <w:pStyle w:val="TAC"/>
              <w:keepNext w:val="0"/>
              <w:rPr>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898F40B" w14:textId="77777777" w:rsidR="004036EB" w:rsidRPr="00835F44" w:rsidRDefault="004036EB" w:rsidP="000E530E">
            <w:pPr>
              <w:pStyle w:val="TAC"/>
              <w:keepNext w:val="0"/>
              <w:rPr>
                <w:rFonts w:eastAsia="Yu Mincho"/>
                <w:szCs w:val="18"/>
              </w:rPr>
            </w:pPr>
            <w:r w:rsidRPr="00835F44">
              <w:rPr>
                <w:rFonts w:eastAsia="Yu Mincho"/>
              </w:rPr>
              <w:t>Yes</w:t>
            </w:r>
          </w:p>
        </w:tc>
        <w:tc>
          <w:tcPr>
            <w:tcW w:w="737" w:type="dxa"/>
            <w:tcBorders>
              <w:top w:val="single" w:sz="4" w:space="0" w:color="auto"/>
              <w:left w:val="single" w:sz="4" w:space="0" w:color="auto"/>
              <w:bottom w:val="single" w:sz="4" w:space="0" w:color="auto"/>
              <w:right w:val="single" w:sz="4" w:space="0" w:color="auto"/>
            </w:tcBorders>
            <w:vAlign w:val="center"/>
          </w:tcPr>
          <w:p w14:paraId="1ED7555D" w14:textId="77777777" w:rsidR="004036EB" w:rsidRPr="00835F44" w:rsidRDefault="004036EB"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45F2A4EE" w14:textId="77777777" w:rsidR="004036EB" w:rsidRPr="00835F44" w:rsidRDefault="004036EB"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08AE17A1"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19CD34D0"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706FC150" w14:textId="77777777" w:rsidR="004036EB" w:rsidRPr="00835F44" w:rsidRDefault="004036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0A580B48"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6EB58E50"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46218601"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0F1EA06B" w14:textId="77777777" w:rsidR="004036EB" w:rsidRPr="00835F44" w:rsidRDefault="004036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24FCEA5C" w14:textId="77777777" w:rsidR="004036EB" w:rsidRPr="00835F44" w:rsidRDefault="004036EB" w:rsidP="000E530E">
            <w:pPr>
              <w:pStyle w:val="TAC"/>
              <w:keepNext w:val="0"/>
              <w:rPr>
                <w:rFonts w:eastAsia="Yu Mincho"/>
                <w:szCs w:val="18"/>
              </w:rPr>
            </w:pPr>
          </w:p>
        </w:tc>
        <w:tc>
          <w:tcPr>
            <w:tcW w:w="1632" w:type="dxa"/>
            <w:vMerge w:val="restart"/>
            <w:tcBorders>
              <w:left w:val="single" w:sz="4" w:space="0" w:color="auto"/>
              <w:right w:val="single" w:sz="4" w:space="0" w:color="auto"/>
            </w:tcBorders>
            <w:vAlign w:val="center"/>
          </w:tcPr>
          <w:p w14:paraId="15B79BD3" w14:textId="77777777" w:rsidR="004036EB" w:rsidRPr="00835F44" w:rsidRDefault="004036EB" w:rsidP="000E530E">
            <w:pPr>
              <w:pStyle w:val="TAC"/>
              <w:keepNext w:val="0"/>
              <w:rPr>
                <w:lang w:eastAsia="zh-CN"/>
              </w:rPr>
            </w:pPr>
            <w:r w:rsidRPr="00835F44">
              <w:rPr>
                <w:lang w:eastAsia="zh-CN"/>
              </w:rPr>
              <w:t>0</w:t>
            </w:r>
          </w:p>
        </w:tc>
      </w:tr>
      <w:tr w:rsidR="00495FE7" w:rsidRPr="00835F44" w14:paraId="2B411640" w14:textId="77777777" w:rsidTr="000E530E">
        <w:trPr>
          <w:trHeight w:val="34"/>
          <w:jc w:val="center"/>
        </w:trPr>
        <w:tc>
          <w:tcPr>
            <w:tcW w:w="1626" w:type="dxa"/>
            <w:vMerge/>
            <w:tcBorders>
              <w:left w:val="single" w:sz="4" w:space="0" w:color="auto"/>
              <w:right w:val="single" w:sz="4" w:space="0" w:color="auto"/>
            </w:tcBorders>
            <w:vAlign w:val="center"/>
          </w:tcPr>
          <w:p w14:paraId="4D5CA741" w14:textId="77777777" w:rsidR="004036EB" w:rsidRPr="00835F44" w:rsidRDefault="004036EB" w:rsidP="000E530E">
            <w:pPr>
              <w:pStyle w:val="TAC"/>
              <w:keepNext w:val="0"/>
            </w:pPr>
          </w:p>
        </w:tc>
        <w:tc>
          <w:tcPr>
            <w:tcW w:w="1519" w:type="dxa"/>
            <w:vMerge/>
            <w:tcBorders>
              <w:left w:val="single" w:sz="4" w:space="0" w:color="auto"/>
              <w:right w:val="single" w:sz="4" w:space="0" w:color="auto"/>
            </w:tcBorders>
            <w:vAlign w:val="center"/>
          </w:tcPr>
          <w:p w14:paraId="7689545B" w14:textId="77777777" w:rsidR="004036EB" w:rsidRPr="00835F44" w:rsidRDefault="004036EB" w:rsidP="000E530E">
            <w:pPr>
              <w:pStyle w:val="TAC"/>
              <w:keepNext w:val="0"/>
            </w:pPr>
          </w:p>
        </w:tc>
        <w:tc>
          <w:tcPr>
            <w:tcW w:w="736" w:type="dxa"/>
            <w:vMerge/>
            <w:tcBorders>
              <w:left w:val="single" w:sz="4" w:space="0" w:color="auto"/>
              <w:right w:val="single" w:sz="4" w:space="0" w:color="auto"/>
            </w:tcBorders>
            <w:vAlign w:val="center"/>
          </w:tcPr>
          <w:p w14:paraId="0D762EE8" w14:textId="77777777" w:rsidR="004036EB" w:rsidRPr="00835F44" w:rsidRDefault="004036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vAlign w:val="center"/>
          </w:tcPr>
          <w:p w14:paraId="09F239E6" w14:textId="77777777" w:rsidR="004036EB" w:rsidRPr="00835F44" w:rsidRDefault="004036EB" w:rsidP="000E530E">
            <w:pPr>
              <w:pStyle w:val="TAC"/>
              <w:keepNext w:val="0"/>
            </w:pPr>
            <w:r w:rsidRPr="00835F44">
              <w:rPr>
                <w:rFonts w:eastAsia="Yu Mincho"/>
              </w:rPr>
              <w:t>30</w:t>
            </w:r>
          </w:p>
        </w:tc>
        <w:tc>
          <w:tcPr>
            <w:tcW w:w="736" w:type="dxa"/>
            <w:tcBorders>
              <w:top w:val="single" w:sz="4" w:space="0" w:color="auto"/>
              <w:left w:val="single" w:sz="4" w:space="0" w:color="auto"/>
              <w:bottom w:val="single" w:sz="4" w:space="0" w:color="auto"/>
              <w:right w:val="single" w:sz="4" w:space="0" w:color="auto"/>
            </w:tcBorders>
          </w:tcPr>
          <w:p w14:paraId="2CA3E833" w14:textId="77777777" w:rsidR="004036EB" w:rsidRPr="00835F44" w:rsidRDefault="004036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tcPr>
          <w:p w14:paraId="270FB67C" w14:textId="77777777" w:rsidR="004036EB" w:rsidRPr="00835F44" w:rsidRDefault="004036EB" w:rsidP="000E530E">
            <w:pPr>
              <w:pStyle w:val="TAC"/>
              <w:keepNext w:val="0"/>
              <w:rPr>
                <w:rFonts w:eastAsia="Yu Mincho"/>
                <w:szCs w:val="18"/>
              </w:rPr>
            </w:pPr>
            <w:r w:rsidRPr="00835F44">
              <w:rPr>
                <w:rFonts w:eastAsia="Yu Mincho"/>
              </w:rPr>
              <w:t>Yes</w:t>
            </w:r>
          </w:p>
        </w:tc>
        <w:tc>
          <w:tcPr>
            <w:tcW w:w="737" w:type="dxa"/>
            <w:tcBorders>
              <w:top w:val="single" w:sz="4" w:space="0" w:color="auto"/>
              <w:left w:val="single" w:sz="4" w:space="0" w:color="auto"/>
              <w:bottom w:val="single" w:sz="4" w:space="0" w:color="auto"/>
              <w:right w:val="single" w:sz="4" w:space="0" w:color="auto"/>
            </w:tcBorders>
            <w:vAlign w:val="center"/>
          </w:tcPr>
          <w:p w14:paraId="20D8713D" w14:textId="77777777" w:rsidR="004036EB" w:rsidRPr="00835F44" w:rsidRDefault="004036EB"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2A7D01DC" w14:textId="77777777" w:rsidR="004036EB" w:rsidRPr="00835F44" w:rsidRDefault="004036EB"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8BD2074"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2A92B937"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59D839DD" w14:textId="77777777" w:rsidR="004036EB" w:rsidRPr="00835F44" w:rsidRDefault="004036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5730A6AE"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077416C"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7A158866"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271EABCA" w14:textId="77777777" w:rsidR="004036EB" w:rsidRPr="00835F44" w:rsidRDefault="004036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5EB137A0" w14:textId="77777777" w:rsidR="004036EB" w:rsidRPr="00835F44" w:rsidRDefault="004036EB"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4FAFEDC2" w14:textId="77777777" w:rsidR="004036EB" w:rsidRPr="00835F44" w:rsidRDefault="004036EB" w:rsidP="000E530E">
            <w:pPr>
              <w:pStyle w:val="TAC"/>
              <w:keepNext w:val="0"/>
              <w:rPr>
                <w:lang w:eastAsia="zh-CN"/>
              </w:rPr>
            </w:pPr>
          </w:p>
        </w:tc>
      </w:tr>
      <w:tr w:rsidR="00495FE7" w:rsidRPr="00835F44" w14:paraId="1DA58A96" w14:textId="77777777" w:rsidTr="000E530E">
        <w:trPr>
          <w:trHeight w:val="34"/>
          <w:jc w:val="center"/>
        </w:trPr>
        <w:tc>
          <w:tcPr>
            <w:tcW w:w="1626" w:type="dxa"/>
            <w:vMerge/>
            <w:tcBorders>
              <w:left w:val="single" w:sz="4" w:space="0" w:color="auto"/>
              <w:right w:val="single" w:sz="4" w:space="0" w:color="auto"/>
            </w:tcBorders>
            <w:vAlign w:val="center"/>
          </w:tcPr>
          <w:p w14:paraId="7AFF68DE" w14:textId="77777777" w:rsidR="004036EB" w:rsidRPr="00835F44" w:rsidRDefault="004036EB" w:rsidP="000E530E">
            <w:pPr>
              <w:pStyle w:val="TAC"/>
              <w:keepNext w:val="0"/>
            </w:pPr>
          </w:p>
        </w:tc>
        <w:tc>
          <w:tcPr>
            <w:tcW w:w="1519" w:type="dxa"/>
            <w:vMerge/>
            <w:tcBorders>
              <w:left w:val="single" w:sz="4" w:space="0" w:color="auto"/>
              <w:right w:val="single" w:sz="4" w:space="0" w:color="auto"/>
            </w:tcBorders>
            <w:vAlign w:val="center"/>
          </w:tcPr>
          <w:p w14:paraId="336701C3" w14:textId="77777777" w:rsidR="004036EB" w:rsidRPr="00835F44" w:rsidRDefault="004036EB" w:rsidP="000E530E">
            <w:pPr>
              <w:pStyle w:val="TAC"/>
              <w:keepNext w:val="0"/>
            </w:pPr>
          </w:p>
        </w:tc>
        <w:tc>
          <w:tcPr>
            <w:tcW w:w="736" w:type="dxa"/>
            <w:vMerge/>
            <w:tcBorders>
              <w:left w:val="single" w:sz="4" w:space="0" w:color="auto"/>
              <w:bottom w:val="single" w:sz="4" w:space="0" w:color="auto"/>
              <w:right w:val="single" w:sz="4" w:space="0" w:color="auto"/>
            </w:tcBorders>
            <w:vAlign w:val="center"/>
          </w:tcPr>
          <w:p w14:paraId="11BB6C16" w14:textId="77777777" w:rsidR="004036EB" w:rsidRPr="00835F44" w:rsidRDefault="004036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vAlign w:val="center"/>
          </w:tcPr>
          <w:p w14:paraId="5E2E3E17" w14:textId="77777777" w:rsidR="004036EB" w:rsidRPr="00835F44" w:rsidRDefault="004036EB" w:rsidP="000E530E">
            <w:pPr>
              <w:pStyle w:val="TAC"/>
              <w:keepNext w:val="0"/>
            </w:pPr>
            <w:r w:rsidRPr="00835F44">
              <w:rPr>
                <w:rFonts w:eastAsia="Yu Mincho"/>
              </w:rPr>
              <w:t>60</w:t>
            </w:r>
          </w:p>
        </w:tc>
        <w:tc>
          <w:tcPr>
            <w:tcW w:w="736" w:type="dxa"/>
            <w:tcBorders>
              <w:top w:val="single" w:sz="4" w:space="0" w:color="auto"/>
              <w:left w:val="single" w:sz="4" w:space="0" w:color="auto"/>
              <w:bottom w:val="single" w:sz="4" w:space="0" w:color="auto"/>
              <w:right w:val="single" w:sz="4" w:space="0" w:color="auto"/>
            </w:tcBorders>
          </w:tcPr>
          <w:p w14:paraId="2F10D7BE" w14:textId="77777777" w:rsidR="004036EB" w:rsidRPr="00835F44" w:rsidRDefault="004036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34315044" w14:textId="77777777" w:rsidR="004036EB" w:rsidRPr="00835F44" w:rsidRDefault="004036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62E11C0A"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70FD9594"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4B6048D3"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47D69C72"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0F3C9A6F" w14:textId="77777777" w:rsidR="004036EB" w:rsidRPr="00835F44" w:rsidRDefault="004036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22FD3FB6"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6881E31C"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9F299A3"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4AFCF4B4" w14:textId="77777777" w:rsidR="004036EB" w:rsidRPr="00835F44" w:rsidRDefault="004036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65448C35" w14:textId="77777777" w:rsidR="004036EB" w:rsidRPr="00835F44" w:rsidRDefault="004036EB"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11C3BFE6" w14:textId="77777777" w:rsidR="004036EB" w:rsidRPr="00835F44" w:rsidRDefault="004036EB" w:rsidP="000E530E">
            <w:pPr>
              <w:pStyle w:val="TAC"/>
              <w:keepNext w:val="0"/>
              <w:rPr>
                <w:lang w:eastAsia="zh-CN"/>
              </w:rPr>
            </w:pPr>
          </w:p>
        </w:tc>
      </w:tr>
      <w:tr w:rsidR="00495FE7" w:rsidRPr="00835F44" w14:paraId="379003AB" w14:textId="77777777" w:rsidTr="000E530E">
        <w:trPr>
          <w:trHeight w:val="34"/>
          <w:jc w:val="center"/>
        </w:trPr>
        <w:tc>
          <w:tcPr>
            <w:tcW w:w="1626" w:type="dxa"/>
            <w:vMerge/>
            <w:tcBorders>
              <w:left w:val="single" w:sz="4" w:space="0" w:color="auto"/>
              <w:right w:val="single" w:sz="4" w:space="0" w:color="auto"/>
            </w:tcBorders>
            <w:vAlign w:val="center"/>
          </w:tcPr>
          <w:p w14:paraId="72C26086" w14:textId="77777777" w:rsidR="004036EB" w:rsidRPr="00835F44" w:rsidRDefault="004036EB" w:rsidP="000E530E">
            <w:pPr>
              <w:pStyle w:val="TAC"/>
              <w:keepNext w:val="0"/>
            </w:pPr>
          </w:p>
        </w:tc>
        <w:tc>
          <w:tcPr>
            <w:tcW w:w="1519" w:type="dxa"/>
            <w:vMerge/>
            <w:tcBorders>
              <w:left w:val="single" w:sz="4" w:space="0" w:color="auto"/>
              <w:right w:val="single" w:sz="4" w:space="0" w:color="auto"/>
            </w:tcBorders>
            <w:vAlign w:val="center"/>
          </w:tcPr>
          <w:p w14:paraId="25FDF230" w14:textId="77777777" w:rsidR="004036EB" w:rsidRPr="00835F44" w:rsidRDefault="004036EB" w:rsidP="000E530E">
            <w:pPr>
              <w:pStyle w:val="TAC"/>
              <w:keepNext w:val="0"/>
            </w:pPr>
          </w:p>
        </w:tc>
        <w:tc>
          <w:tcPr>
            <w:tcW w:w="736" w:type="dxa"/>
            <w:vMerge w:val="restart"/>
            <w:tcBorders>
              <w:left w:val="single" w:sz="4" w:space="0" w:color="auto"/>
              <w:right w:val="single" w:sz="4" w:space="0" w:color="auto"/>
            </w:tcBorders>
            <w:vAlign w:val="center"/>
          </w:tcPr>
          <w:p w14:paraId="1A40D882" w14:textId="77777777" w:rsidR="004036EB" w:rsidRPr="00835F44" w:rsidRDefault="004036EB" w:rsidP="000E530E">
            <w:pPr>
              <w:pStyle w:val="TAC"/>
              <w:keepNext w:val="0"/>
            </w:pPr>
            <w:r w:rsidRPr="00835F44">
              <w:t>n78</w:t>
            </w:r>
          </w:p>
        </w:tc>
        <w:tc>
          <w:tcPr>
            <w:tcW w:w="736" w:type="dxa"/>
            <w:tcBorders>
              <w:top w:val="single" w:sz="4" w:space="0" w:color="auto"/>
              <w:left w:val="single" w:sz="4" w:space="0" w:color="auto"/>
              <w:bottom w:val="single" w:sz="4" w:space="0" w:color="auto"/>
              <w:right w:val="single" w:sz="4" w:space="0" w:color="auto"/>
            </w:tcBorders>
          </w:tcPr>
          <w:p w14:paraId="44BEA820" w14:textId="77777777" w:rsidR="004036EB" w:rsidRPr="00835F44" w:rsidRDefault="004036EB"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tcPr>
          <w:p w14:paraId="6144B69B" w14:textId="77777777" w:rsidR="004036EB" w:rsidRPr="00835F44" w:rsidRDefault="004036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241E3020"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352910F8"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037CCFAA"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663770DE"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77F1D2C1"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132F3BB7"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161289DD"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603FA778"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5088BAD" w14:textId="77777777" w:rsidR="004036EB" w:rsidRPr="00835F44" w:rsidRDefault="004036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33E32099" w14:textId="77777777" w:rsidR="004036EB" w:rsidRPr="00835F44" w:rsidRDefault="004036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2B6662A1" w14:textId="77777777" w:rsidR="004036EB" w:rsidRPr="00835F44" w:rsidRDefault="004036EB"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11E27430" w14:textId="77777777" w:rsidR="004036EB" w:rsidRPr="00835F44" w:rsidRDefault="004036EB" w:rsidP="000E530E">
            <w:pPr>
              <w:pStyle w:val="TAC"/>
              <w:keepNext w:val="0"/>
              <w:rPr>
                <w:lang w:eastAsia="zh-CN"/>
              </w:rPr>
            </w:pPr>
          </w:p>
        </w:tc>
      </w:tr>
      <w:tr w:rsidR="00495FE7" w:rsidRPr="00835F44" w14:paraId="6A005C43" w14:textId="77777777" w:rsidTr="000E530E">
        <w:trPr>
          <w:trHeight w:val="34"/>
          <w:jc w:val="center"/>
        </w:trPr>
        <w:tc>
          <w:tcPr>
            <w:tcW w:w="1626" w:type="dxa"/>
            <w:vMerge/>
            <w:tcBorders>
              <w:left w:val="single" w:sz="4" w:space="0" w:color="auto"/>
              <w:right w:val="single" w:sz="4" w:space="0" w:color="auto"/>
            </w:tcBorders>
            <w:vAlign w:val="center"/>
          </w:tcPr>
          <w:p w14:paraId="2AE993BC" w14:textId="77777777" w:rsidR="004036EB" w:rsidRPr="00835F44" w:rsidRDefault="004036EB" w:rsidP="000E530E">
            <w:pPr>
              <w:pStyle w:val="TAC"/>
              <w:keepNext w:val="0"/>
            </w:pPr>
          </w:p>
        </w:tc>
        <w:tc>
          <w:tcPr>
            <w:tcW w:w="1519" w:type="dxa"/>
            <w:vMerge/>
            <w:tcBorders>
              <w:left w:val="single" w:sz="4" w:space="0" w:color="auto"/>
              <w:right w:val="single" w:sz="4" w:space="0" w:color="auto"/>
            </w:tcBorders>
            <w:vAlign w:val="center"/>
          </w:tcPr>
          <w:p w14:paraId="5DD55A41" w14:textId="77777777" w:rsidR="004036EB" w:rsidRPr="00835F44" w:rsidRDefault="004036EB" w:rsidP="000E530E">
            <w:pPr>
              <w:pStyle w:val="TAC"/>
              <w:keepNext w:val="0"/>
            </w:pPr>
          </w:p>
        </w:tc>
        <w:tc>
          <w:tcPr>
            <w:tcW w:w="736" w:type="dxa"/>
            <w:vMerge/>
            <w:tcBorders>
              <w:left w:val="single" w:sz="4" w:space="0" w:color="auto"/>
              <w:right w:val="single" w:sz="4" w:space="0" w:color="auto"/>
            </w:tcBorders>
            <w:vAlign w:val="center"/>
          </w:tcPr>
          <w:p w14:paraId="5CF449FA" w14:textId="77777777" w:rsidR="004036EB" w:rsidRPr="00835F44" w:rsidRDefault="004036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22C6D7E9" w14:textId="77777777" w:rsidR="004036EB" w:rsidRPr="00835F44" w:rsidRDefault="004036EB" w:rsidP="000E530E">
            <w:pPr>
              <w:pStyle w:val="TAC"/>
              <w:keepNext w:val="0"/>
            </w:pPr>
            <w:r w:rsidRPr="00835F44">
              <w:t>30</w:t>
            </w:r>
          </w:p>
        </w:tc>
        <w:tc>
          <w:tcPr>
            <w:tcW w:w="736" w:type="dxa"/>
            <w:tcBorders>
              <w:top w:val="single" w:sz="4" w:space="0" w:color="auto"/>
              <w:left w:val="single" w:sz="4" w:space="0" w:color="auto"/>
              <w:bottom w:val="single" w:sz="4" w:space="0" w:color="auto"/>
              <w:right w:val="single" w:sz="4" w:space="0" w:color="auto"/>
            </w:tcBorders>
          </w:tcPr>
          <w:p w14:paraId="4155C230" w14:textId="77777777" w:rsidR="004036EB" w:rsidRPr="00835F44" w:rsidRDefault="004036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tcPr>
          <w:p w14:paraId="12077C4A"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4437D5FC"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2D18F9BE"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231B5A8"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3812BA62"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41851EF6"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2B01A9A5"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9D5F674"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205CC657"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2231B75F"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68548117"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1632" w:type="dxa"/>
            <w:vMerge/>
            <w:tcBorders>
              <w:left w:val="single" w:sz="4" w:space="0" w:color="auto"/>
              <w:right w:val="single" w:sz="4" w:space="0" w:color="auto"/>
            </w:tcBorders>
            <w:vAlign w:val="center"/>
          </w:tcPr>
          <w:p w14:paraId="0CE9376F" w14:textId="77777777" w:rsidR="004036EB" w:rsidRPr="00835F44" w:rsidRDefault="004036EB" w:rsidP="000E530E">
            <w:pPr>
              <w:pStyle w:val="TAC"/>
              <w:keepNext w:val="0"/>
              <w:rPr>
                <w:lang w:eastAsia="zh-CN"/>
              </w:rPr>
            </w:pPr>
          </w:p>
        </w:tc>
      </w:tr>
      <w:tr w:rsidR="00495FE7" w:rsidRPr="00835F44" w14:paraId="512F8CB9" w14:textId="77777777" w:rsidTr="000E530E">
        <w:trPr>
          <w:trHeight w:val="34"/>
          <w:jc w:val="center"/>
        </w:trPr>
        <w:tc>
          <w:tcPr>
            <w:tcW w:w="1626" w:type="dxa"/>
            <w:vMerge/>
            <w:tcBorders>
              <w:left w:val="single" w:sz="4" w:space="0" w:color="auto"/>
              <w:bottom w:val="single" w:sz="4" w:space="0" w:color="auto"/>
              <w:right w:val="single" w:sz="4" w:space="0" w:color="auto"/>
            </w:tcBorders>
            <w:vAlign w:val="center"/>
          </w:tcPr>
          <w:p w14:paraId="2AE0665C" w14:textId="77777777" w:rsidR="004036EB" w:rsidRPr="00835F44" w:rsidRDefault="004036EB" w:rsidP="000E530E">
            <w:pPr>
              <w:pStyle w:val="TAC"/>
              <w:keepNext w:val="0"/>
            </w:pPr>
          </w:p>
        </w:tc>
        <w:tc>
          <w:tcPr>
            <w:tcW w:w="1519" w:type="dxa"/>
            <w:vMerge/>
            <w:tcBorders>
              <w:left w:val="single" w:sz="4" w:space="0" w:color="auto"/>
              <w:bottom w:val="single" w:sz="4" w:space="0" w:color="auto"/>
              <w:right w:val="single" w:sz="4" w:space="0" w:color="auto"/>
            </w:tcBorders>
            <w:vAlign w:val="center"/>
          </w:tcPr>
          <w:p w14:paraId="7DC3A019" w14:textId="77777777" w:rsidR="004036EB" w:rsidRPr="00835F44" w:rsidRDefault="004036EB" w:rsidP="000E530E">
            <w:pPr>
              <w:pStyle w:val="TAC"/>
              <w:keepNext w:val="0"/>
            </w:pPr>
          </w:p>
        </w:tc>
        <w:tc>
          <w:tcPr>
            <w:tcW w:w="736" w:type="dxa"/>
            <w:vMerge/>
            <w:tcBorders>
              <w:left w:val="single" w:sz="4" w:space="0" w:color="auto"/>
              <w:bottom w:val="single" w:sz="4" w:space="0" w:color="auto"/>
              <w:right w:val="single" w:sz="4" w:space="0" w:color="auto"/>
            </w:tcBorders>
            <w:vAlign w:val="center"/>
          </w:tcPr>
          <w:p w14:paraId="54E1E6A0" w14:textId="77777777" w:rsidR="004036EB" w:rsidRPr="00835F44" w:rsidRDefault="004036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79597897" w14:textId="77777777" w:rsidR="004036EB" w:rsidRPr="00835F44" w:rsidRDefault="004036EB" w:rsidP="000E530E">
            <w:pPr>
              <w:pStyle w:val="TAC"/>
              <w:keepNext w:val="0"/>
            </w:pPr>
            <w:r w:rsidRPr="00835F44">
              <w:t>60</w:t>
            </w:r>
          </w:p>
        </w:tc>
        <w:tc>
          <w:tcPr>
            <w:tcW w:w="736" w:type="dxa"/>
            <w:tcBorders>
              <w:top w:val="single" w:sz="4" w:space="0" w:color="auto"/>
              <w:left w:val="single" w:sz="4" w:space="0" w:color="auto"/>
              <w:bottom w:val="single" w:sz="4" w:space="0" w:color="auto"/>
              <w:right w:val="single" w:sz="4" w:space="0" w:color="auto"/>
            </w:tcBorders>
          </w:tcPr>
          <w:p w14:paraId="78742B58" w14:textId="77777777" w:rsidR="004036EB" w:rsidRPr="00835F44" w:rsidRDefault="004036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1BAFBDCA"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4010BABC"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5CD89BA8"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CD8624E"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14404838" w14:textId="77777777" w:rsidR="004036EB" w:rsidRPr="00835F44" w:rsidRDefault="004036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011F45D1"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27C6229E"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72ACA02"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F94A66D"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44C170D9"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4C131916" w14:textId="77777777" w:rsidR="004036EB" w:rsidRPr="00835F44" w:rsidRDefault="004036EB" w:rsidP="000E530E">
            <w:pPr>
              <w:pStyle w:val="TAC"/>
              <w:keepNext w:val="0"/>
              <w:rPr>
                <w:rFonts w:eastAsia="Yu Mincho"/>
                <w:szCs w:val="18"/>
              </w:rPr>
            </w:pPr>
            <w:r w:rsidRPr="00835F44">
              <w:rPr>
                <w:rFonts w:eastAsia="Yu Mincho"/>
                <w:szCs w:val="18"/>
              </w:rPr>
              <w:t>Yes</w:t>
            </w:r>
          </w:p>
        </w:tc>
        <w:tc>
          <w:tcPr>
            <w:tcW w:w="1632" w:type="dxa"/>
            <w:vMerge/>
            <w:tcBorders>
              <w:left w:val="single" w:sz="4" w:space="0" w:color="auto"/>
              <w:bottom w:val="single" w:sz="4" w:space="0" w:color="auto"/>
              <w:right w:val="single" w:sz="4" w:space="0" w:color="auto"/>
            </w:tcBorders>
            <w:vAlign w:val="center"/>
          </w:tcPr>
          <w:p w14:paraId="13B63C2F" w14:textId="77777777" w:rsidR="004036EB" w:rsidRPr="00835F44" w:rsidRDefault="004036EB" w:rsidP="000E530E">
            <w:pPr>
              <w:pStyle w:val="TAC"/>
              <w:keepNext w:val="0"/>
              <w:rPr>
                <w:lang w:eastAsia="zh-CN"/>
              </w:rPr>
            </w:pPr>
          </w:p>
        </w:tc>
      </w:tr>
      <w:tr w:rsidR="00495FE7" w:rsidRPr="00835F44" w14:paraId="2C2F022B" w14:textId="77777777" w:rsidTr="000E530E">
        <w:trPr>
          <w:trHeight w:val="34"/>
          <w:jc w:val="center"/>
        </w:trPr>
        <w:tc>
          <w:tcPr>
            <w:tcW w:w="1626" w:type="dxa"/>
            <w:vMerge w:val="restart"/>
            <w:tcBorders>
              <w:left w:val="single" w:sz="4" w:space="0" w:color="auto"/>
              <w:right w:val="single" w:sz="4" w:space="0" w:color="auto"/>
            </w:tcBorders>
            <w:vAlign w:val="center"/>
          </w:tcPr>
          <w:p w14:paraId="28367125" w14:textId="77777777" w:rsidR="000C67EB" w:rsidRPr="00835F44" w:rsidRDefault="000C67EB" w:rsidP="000E530E">
            <w:pPr>
              <w:pStyle w:val="TAC"/>
              <w:keepNext w:val="0"/>
            </w:pPr>
            <w:r w:rsidRPr="00835F44">
              <w:t>CA_n8A-n79A</w:t>
            </w:r>
          </w:p>
        </w:tc>
        <w:tc>
          <w:tcPr>
            <w:tcW w:w="1519" w:type="dxa"/>
            <w:vMerge w:val="restart"/>
            <w:tcBorders>
              <w:left w:val="single" w:sz="4" w:space="0" w:color="auto"/>
              <w:right w:val="single" w:sz="4" w:space="0" w:color="auto"/>
            </w:tcBorders>
            <w:vAlign w:val="center"/>
          </w:tcPr>
          <w:p w14:paraId="4B9F6D69" w14:textId="77777777" w:rsidR="000C67EB" w:rsidRPr="00835F44" w:rsidRDefault="000C67EB" w:rsidP="000E530E">
            <w:pPr>
              <w:pStyle w:val="TAC"/>
              <w:keepNext w:val="0"/>
            </w:pPr>
            <w:r w:rsidRPr="00835F44">
              <w:t>-</w:t>
            </w:r>
          </w:p>
        </w:tc>
        <w:tc>
          <w:tcPr>
            <w:tcW w:w="736" w:type="dxa"/>
            <w:vMerge w:val="restart"/>
            <w:tcBorders>
              <w:left w:val="single" w:sz="4" w:space="0" w:color="auto"/>
              <w:right w:val="single" w:sz="4" w:space="0" w:color="auto"/>
            </w:tcBorders>
            <w:vAlign w:val="center"/>
          </w:tcPr>
          <w:p w14:paraId="3E352E3C" w14:textId="77777777" w:rsidR="000C67EB" w:rsidRPr="00835F44" w:rsidRDefault="000C67EB" w:rsidP="000E530E">
            <w:pPr>
              <w:pStyle w:val="TAC"/>
              <w:keepNext w:val="0"/>
            </w:pPr>
            <w:r w:rsidRPr="00835F44">
              <w:t>n8</w:t>
            </w:r>
          </w:p>
        </w:tc>
        <w:tc>
          <w:tcPr>
            <w:tcW w:w="736" w:type="dxa"/>
            <w:tcBorders>
              <w:top w:val="single" w:sz="4" w:space="0" w:color="auto"/>
              <w:left w:val="single" w:sz="4" w:space="0" w:color="auto"/>
              <w:bottom w:val="single" w:sz="4" w:space="0" w:color="auto"/>
              <w:right w:val="single" w:sz="4" w:space="0" w:color="auto"/>
            </w:tcBorders>
            <w:vAlign w:val="center"/>
          </w:tcPr>
          <w:p w14:paraId="193B8C84" w14:textId="77777777" w:rsidR="000C67EB" w:rsidRPr="00835F44" w:rsidRDefault="000C67EB" w:rsidP="000E530E">
            <w:pPr>
              <w:pStyle w:val="TAC"/>
              <w:keepNext w:val="0"/>
            </w:pPr>
            <w:r w:rsidRPr="00835F44">
              <w:rPr>
                <w:rFonts w:eastAsia="Yu Mincho"/>
              </w:rPr>
              <w:t>15</w:t>
            </w:r>
          </w:p>
        </w:tc>
        <w:tc>
          <w:tcPr>
            <w:tcW w:w="736" w:type="dxa"/>
            <w:tcBorders>
              <w:top w:val="single" w:sz="4" w:space="0" w:color="auto"/>
              <w:left w:val="single" w:sz="4" w:space="0" w:color="auto"/>
              <w:bottom w:val="single" w:sz="4" w:space="0" w:color="auto"/>
              <w:right w:val="single" w:sz="4" w:space="0" w:color="auto"/>
            </w:tcBorders>
          </w:tcPr>
          <w:p w14:paraId="1C8A59D4" w14:textId="77777777" w:rsidR="000C67EB" w:rsidRPr="00835F44" w:rsidRDefault="000C67EB" w:rsidP="000E530E">
            <w:pPr>
              <w:pStyle w:val="TAC"/>
              <w:keepNext w:val="0"/>
              <w:rPr>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02A4E480" w14:textId="77777777" w:rsidR="000C67EB" w:rsidRPr="00835F44" w:rsidRDefault="000C67EB" w:rsidP="000E530E">
            <w:pPr>
              <w:pStyle w:val="TAC"/>
              <w:keepNext w:val="0"/>
              <w:rPr>
                <w:rFonts w:eastAsia="Yu Mincho"/>
                <w:szCs w:val="18"/>
              </w:rPr>
            </w:pPr>
            <w:r w:rsidRPr="00835F44">
              <w:rPr>
                <w:rFonts w:eastAsia="Yu Mincho"/>
              </w:rPr>
              <w:t>Yes</w:t>
            </w:r>
          </w:p>
        </w:tc>
        <w:tc>
          <w:tcPr>
            <w:tcW w:w="737" w:type="dxa"/>
            <w:tcBorders>
              <w:top w:val="single" w:sz="4" w:space="0" w:color="auto"/>
              <w:left w:val="single" w:sz="4" w:space="0" w:color="auto"/>
              <w:bottom w:val="single" w:sz="4" w:space="0" w:color="auto"/>
              <w:right w:val="single" w:sz="4" w:space="0" w:color="auto"/>
            </w:tcBorders>
            <w:vAlign w:val="center"/>
          </w:tcPr>
          <w:p w14:paraId="0ADEA4BF" w14:textId="77777777" w:rsidR="000C67EB" w:rsidRPr="00835F44" w:rsidRDefault="000C67EB"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A62E73E" w14:textId="77777777" w:rsidR="000C67EB" w:rsidRPr="00835F44" w:rsidRDefault="000C67EB"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5F4DF44D"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4CA2272B"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03C58214"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4B1BEA7E"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8FFCA94"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80B4B55"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4455E53A"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2E47CABF" w14:textId="77777777" w:rsidR="000C67EB" w:rsidRPr="00835F44" w:rsidRDefault="000C67EB" w:rsidP="000E530E">
            <w:pPr>
              <w:pStyle w:val="TAC"/>
              <w:keepNext w:val="0"/>
              <w:rPr>
                <w:rFonts w:eastAsia="Yu Mincho"/>
                <w:szCs w:val="18"/>
              </w:rPr>
            </w:pPr>
          </w:p>
        </w:tc>
        <w:tc>
          <w:tcPr>
            <w:tcW w:w="1632" w:type="dxa"/>
            <w:vMerge w:val="restart"/>
            <w:tcBorders>
              <w:left w:val="single" w:sz="4" w:space="0" w:color="auto"/>
              <w:right w:val="single" w:sz="4" w:space="0" w:color="auto"/>
            </w:tcBorders>
            <w:vAlign w:val="center"/>
          </w:tcPr>
          <w:p w14:paraId="1339D1B7" w14:textId="77777777" w:rsidR="000C67EB" w:rsidRPr="00835F44" w:rsidRDefault="000C67EB" w:rsidP="000E530E">
            <w:pPr>
              <w:pStyle w:val="TAC"/>
              <w:keepNext w:val="0"/>
              <w:rPr>
                <w:lang w:eastAsia="zh-CN"/>
              </w:rPr>
            </w:pPr>
            <w:r w:rsidRPr="00835F44">
              <w:rPr>
                <w:lang w:eastAsia="zh-CN"/>
              </w:rPr>
              <w:t>0</w:t>
            </w:r>
          </w:p>
        </w:tc>
      </w:tr>
      <w:tr w:rsidR="00495FE7" w:rsidRPr="00835F44" w14:paraId="69F67074" w14:textId="77777777" w:rsidTr="000E530E">
        <w:trPr>
          <w:trHeight w:val="34"/>
          <w:jc w:val="center"/>
        </w:trPr>
        <w:tc>
          <w:tcPr>
            <w:tcW w:w="1626" w:type="dxa"/>
            <w:vMerge/>
            <w:tcBorders>
              <w:left w:val="single" w:sz="4" w:space="0" w:color="auto"/>
              <w:right w:val="single" w:sz="4" w:space="0" w:color="auto"/>
            </w:tcBorders>
            <w:vAlign w:val="center"/>
          </w:tcPr>
          <w:p w14:paraId="2272F74D" w14:textId="77777777" w:rsidR="000C67EB" w:rsidRPr="00835F44" w:rsidRDefault="000C67EB" w:rsidP="000E530E">
            <w:pPr>
              <w:pStyle w:val="TAC"/>
              <w:keepNext w:val="0"/>
            </w:pPr>
          </w:p>
        </w:tc>
        <w:tc>
          <w:tcPr>
            <w:tcW w:w="1519" w:type="dxa"/>
            <w:vMerge/>
            <w:tcBorders>
              <w:left w:val="single" w:sz="4" w:space="0" w:color="auto"/>
              <w:right w:val="single" w:sz="4" w:space="0" w:color="auto"/>
            </w:tcBorders>
            <w:vAlign w:val="center"/>
          </w:tcPr>
          <w:p w14:paraId="2F8609FC" w14:textId="77777777" w:rsidR="000C67EB" w:rsidRPr="00835F44" w:rsidRDefault="000C67EB" w:rsidP="000E530E">
            <w:pPr>
              <w:pStyle w:val="TAC"/>
              <w:keepNext w:val="0"/>
            </w:pPr>
          </w:p>
        </w:tc>
        <w:tc>
          <w:tcPr>
            <w:tcW w:w="736" w:type="dxa"/>
            <w:vMerge/>
            <w:tcBorders>
              <w:left w:val="single" w:sz="4" w:space="0" w:color="auto"/>
              <w:right w:val="single" w:sz="4" w:space="0" w:color="auto"/>
            </w:tcBorders>
            <w:vAlign w:val="center"/>
          </w:tcPr>
          <w:p w14:paraId="4439C730" w14:textId="77777777" w:rsidR="000C67EB" w:rsidRPr="00835F44" w:rsidRDefault="000C67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vAlign w:val="center"/>
          </w:tcPr>
          <w:p w14:paraId="779B5094" w14:textId="77777777" w:rsidR="000C67EB" w:rsidRPr="00835F44" w:rsidRDefault="000C67EB" w:rsidP="000E530E">
            <w:pPr>
              <w:pStyle w:val="TAC"/>
              <w:keepNext w:val="0"/>
            </w:pPr>
            <w:r w:rsidRPr="00835F44">
              <w:rPr>
                <w:rFonts w:eastAsia="Yu Mincho"/>
              </w:rPr>
              <w:t>30</w:t>
            </w:r>
          </w:p>
        </w:tc>
        <w:tc>
          <w:tcPr>
            <w:tcW w:w="736" w:type="dxa"/>
            <w:tcBorders>
              <w:top w:val="single" w:sz="4" w:space="0" w:color="auto"/>
              <w:left w:val="single" w:sz="4" w:space="0" w:color="auto"/>
              <w:bottom w:val="single" w:sz="4" w:space="0" w:color="auto"/>
              <w:right w:val="single" w:sz="4" w:space="0" w:color="auto"/>
            </w:tcBorders>
          </w:tcPr>
          <w:p w14:paraId="1C6F3D4C" w14:textId="77777777" w:rsidR="000C67EB" w:rsidRPr="00835F44" w:rsidRDefault="000C67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tcPr>
          <w:p w14:paraId="728F4614" w14:textId="77777777" w:rsidR="000C67EB" w:rsidRPr="00835F44" w:rsidRDefault="000C67EB" w:rsidP="000E530E">
            <w:pPr>
              <w:pStyle w:val="TAC"/>
              <w:keepNext w:val="0"/>
              <w:rPr>
                <w:rFonts w:eastAsia="Yu Mincho"/>
                <w:szCs w:val="18"/>
              </w:rPr>
            </w:pPr>
            <w:r w:rsidRPr="00835F44">
              <w:rPr>
                <w:rFonts w:eastAsia="Yu Mincho"/>
              </w:rPr>
              <w:t>Yes</w:t>
            </w:r>
          </w:p>
        </w:tc>
        <w:tc>
          <w:tcPr>
            <w:tcW w:w="737" w:type="dxa"/>
            <w:tcBorders>
              <w:top w:val="single" w:sz="4" w:space="0" w:color="auto"/>
              <w:left w:val="single" w:sz="4" w:space="0" w:color="auto"/>
              <w:bottom w:val="single" w:sz="4" w:space="0" w:color="auto"/>
              <w:right w:val="single" w:sz="4" w:space="0" w:color="auto"/>
            </w:tcBorders>
            <w:vAlign w:val="center"/>
          </w:tcPr>
          <w:p w14:paraId="7D805351" w14:textId="77777777" w:rsidR="000C67EB" w:rsidRPr="00835F44" w:rsidRDefault="000C67EB"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F09338D" w14:textId="77777777" w:rsidR="000C67EB" w:rsidRPr="00835F44" w:rsidRDefault="000C67EB"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5F0B7C11"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56A37BD4"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58D2642F"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1A5A35B2"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11CAA03E"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2572354E"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2973AF74"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561EBEDE" w14:textId="77777777" w:rsidR="000C67EB" w:rsidRPr="00835F44" w:rsidRDefault="000C67EB"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748D40A8" w14:textId="77777777" w:rsidR="000C67EB" w:rsidRPr="00835F44" w:rsidRDefault="000C67EB" w:rsidP="000E530E">
            <w:pPr>
              <w:pStyle w:val="TAC"/>
              <w:keepNext w:val="0"/>
              <w:rPr>
                <w:lang w:eastAsia="zh-CN"/>
              </w:rPr>
            </w:pPr>
          </w:p>
        </w:tc>
      </w:tr>
      <w:tr w:rsidR="00495FE7" w:rsidRPr="00835F44" w14:paraId="7853F65F" w14:textId="77777777" w:rsidTr="000E530E">
        <w:trPr>
          <w:trHeight w:val="34"/>
          <w:jc w:val="center"/>
        </w:trPr>
        <w:tc>
          <w:tcPr>
            <w:tcW w:w="1626" w:type="dxa"/>
            <w:vMerge/>
            <w:tcBorders>
              <w:left w:val="single" w:sz="4" w:space="0" w:color="auto"/>
              <w:right w:val="single" w:sz="4" w:space="0" w:color="auto"/>
            </w:tcBorders>
            <w:vAlign w:val="center"/>
          </w:tcPr>
          <w:p w14:paraId="2E45030F" w14:textId="77777777" w:rsidR="000C67EB" w:rsidRPr="00835F44" w:rsidRDefault="000C67EB" w:rsidP="000E530E">
            <w:pPr>
              <w:pStyle w:val="TAC"/>
              <w:keepNext w:val="0"/>
            </w:pPr>
          </w:p>
        </w:tc>
        <w:tc>
          <w:tcPr>
            <w:tcW w:w="1519" w:type="dxa"/>
            <w:vMerge/>
            <w:tcBorders>
              <w:left w:val="single" w:sz="4" w:space="0" w:color="auto"/>
              <w:right w:val="single" w:sz="4" w:space="0" w:color="auto"/>
            </w:tcBorders>
            <w:vAlign w:val="center"/>
          </w:tcPr>
          <w:p w14:paraId="28932606" w14:textId="77777777" w:rsidR="000C67EB" w:rsidRPr="00835F44" w:rsidRDefault="000C67EB" w:rsidP="000E530E">
            <w:pPr>
              <w:pStyle w:val="TAC"/>
              <w:keepNext w:val="0"/>
            </w:pPr>
          </w:p>
        </w:tc>
        <w:tc>
          <w:tcPr>
            <w:tcW w:w="736" w:type="dxa"/>
            <w:vMerge/>
            <w:tcBorders>
              <w:left w:val="single" w:sz="4" w:space="0" w:color="auto"/>
              <w:bottom w:val="single" w:sz="4" w:space="0" w:color="auto"/>
              <w:right w:val="single" w:sz="4" w:space="0" w:color="auto"/>
            </w:tcBorders>
            <w:vAlign w:val="center"/>
          </w:tcPr>
          <w:p w14:paraId="30268A46" w14:textId="77777777" w:rsidR="000C67EB" w:rsidRPr="00835F44" w:rsidRDefault="000C67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vAlign w:val="center"/>
          </w:tcPr>
          <w:p w14:paraId="51936DF4" w14:textId="77777777" w:rsidR="000C67EB" w:rsidRPr="00835F44" w:rsidRDefault="000C67EB" w:rsidP="000E530E">
            <w:pPr>
              <w:pStyle w:val="TAC"/>
              <w:keepNext w:val="0"/>
            </w:pPr>
            <w:r w:rsidRPr="00835F44">
              <w:rPr>
                <w:rFonts w:eastAsia="Yu Mincho"/>
              </w:rPr>
              <w:t>60</w:t>
            </w:r>
          </w:p>
        </w:tc>
        <w:tc>
          <w:tcPr>
            <w:tcW w:w="736" w:type="dxa"/>
            <w:tcBorders>
              <w:top w:val="single" w:sz="4" w:space="0" w:color="auto"/>
              <w:left w:val="single" w:sz="4" w:space="0" w:color="auto"/>
              <w:bottom w:val="single" w:sz="4" w:space="0" w:color="auto"/>
              <w:right w:val="single" w:sz="4" w:space="0" w:color="auto"/>
            </w:tcBorders>
          </w:tcPr>
          <w:p w14:paraId="1FEE1145" w14:textId="77777777" w:rsidR="000C67EB" w:rsidRPr="00835F44" w:rsidRDefault="000C67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B193F90"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62A83354"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69C60A4F"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6D866F02"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595D98A9"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76B66BD3"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4F537516"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4FBFBB83"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989675C"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774EF4EF"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2B175DBA" w14:textId="77777777" w:rsidR="000C67EB" w:rsidRPr="00835F44" w:rsidRDefault="000C67EB"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3A736770" w14:textId="77777777" w:rsidR="000C67EB" w:rsidRPr="00835F44" w:rsidRDefault="000C67EB" w:rsidP="000E530E">
            <w:pPr>
              <w:pStyle w:val="TAC"/>
              <w:keepNext w:val="0"/>
              <w:rPr>
                <w:lang w:eastAsia="zh-CN"/>
              </w:rPr>
            </w:pPr>
          </w:p>
        </w:tc>
      </w:tr>
      <w:tr w:rsidR="00495FE7" w:rsidRPr="00835F44" w14:paraId="3A71C7CD" w14:textId="77777777" w:rsidTr="000E530E">
        <w:trPr>
          <w:trHeight w:val="34"/>
          <w:jc w:val="center"/>
        </w:trPr>
        <w:tc>
          <w:tcPr>
            <w:tcW w:w="1626" w:type="dxa"/>
            <w:vMerge/>
            <w:tcBorders>
              <w:left w:val="single" w:sz="4" w:space="0" w:color="auto"/>
              <w:right w:val="single" w:sz="4" w:space="0" w:color="auto"/>
            </w:tcBorders>
            <w:vAlign w:val="center"/>
          </w:tcPr>
          <w:p w14:paraId="481F8DAD" w14:textId="77777777" w:rsidR="000C67EB" w:rsidRPr="00835F44" w:rsidRDefault="000C67EB" w:rsidP="000E530E">
            <w:pPr>
              <w:pStyle w:val="TAC"/>
              <w:keepNext w:val="0"/>
            </w:pPr>
          </w:p>
        </w:tc>
        <w:tc>
          <w:tcPr>
            <w:tcW w:w="1519" w:type="dxa"/>
            <w:vMerge/>
            <w:tcBorders>
              <w:left w:val="single" w:sz="4" w:space="0" w:color="auto"/>
              <w:right w:val="single" w:sz="4" w:space="0" w:color="auto"/>
            </w:tcBorders>
            <w:vAlign w:val="center"/>
          </w:tcPr>
          <w:p w14:paraId="7D8B06BA" w14:textId="77777777" w:rsidR="000C67EB" w:rsidRPr="00835F44" w:rsidRDefault="000C67EB" w:rsidP="000E530E">
            <w:pPr>
              <w:pStyle w:val="TAC"/>
              <w:keepNext w:val="0"/>
            </w:pPr>
          </w:p>
        </w:tc>
        <w:tc>
          <w:tcPr>
            <w:tcW w:w="736" w:type="dxa"/>
            <w:vMerge w:val="restart"/>
            <w:tcBorders>
              <w:left w:val="single" w:sz="4" w:space="0" w:color="auto"/>
              <w:right w:val="single" w:sz="4" w:space="0" w:color="auto"/>
            </w:tcBorders>
            <w:vAlign w:val="center"/>
          </w:tcPr>
          <w:p w14:paraId="598E0874" w14:textId="77777777" w:rsidR="000C67EB" w:rsidRPr="00835F44" w:rsidRDefault="000C67EB" w:rsidP="000E530E">
            <w:pPr>
              <w:pStyle w:val="TAC"/>
              <w:keepNext w:val="0"/>
            </w:pPr>
            <w:r w:rsidRPr="00835F44">
              <w:t>n79</w:t>
            </w:r>
          </w:p>
        </w:tc>
        <w:tc>
          <w:tcPr>
            <w:tcW w:w="736" w:type="dxa"/>
            <w:tcBorders>
              <w:top w:val="single" w:sz="4" w:space="0" w:color="auto"/>
              <w:left w:val="single" w:sz="4" w:space="0" w:color="auto"/>
              <w:bottom w:val="single" w:sz="4" w:space="0" w:color="auto"/>
              <w:right w:val="single" w:sz="4" w:space="0" w:color="auto"/>
            </w:tcBorders>
          </w:tcPr>
          <w:p w14:paraId="38E71FC9" w14:textId="77777777" w:rsidR="000C67EB" w:rsidRPr="00835F44" w:rsidRDefault="000C67EB"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tcPr>
          <w:p w14:paraId="15BB2D1A" w14:textId="77777777" w:rsidR="000C67EB" w:rsidRPr="00835F44" w:rsidRDefault="000C67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48BDF212"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39FC7C26"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26338EF4"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22FFF59E"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507E731B"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1E12C24E"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50B4E89A"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474C339C"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164D571"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245D2DDD"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25B53AA6" w14:textId="77777777" w:rsidR="000C67EB" w:rsidRPr="00835F44" w:rsidRDefault="000C67EB"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3497B118" w14:textId="77777777" w:rsidR="000C67EB" w:rsidRPr="00835F44" w:rsidRDefault="000C67EB" w:rsidP="000E530E">
            <w:pPr>
              <w:pStyle w:val="TAC"/>
              <w:keepNext w:val="0"/>
              <w:rPr>
                <w:lang w:eastAsia="zh-CN"/>
              </w:rPr>
            </w:pPr>
          </w:p>
        </w:tc>
      </w:tr>
      <w:tr w:rsidR="00495FE7" w:rsidRPr="00835F44" w14:paraId="5DD33A89" w14:textId="77777777" w:rsidTr="000E530E">
        <w:trPr>
          <w:trHeight w:val="34"/>
          <w:jc w:val="center"/>
        </w:trPr>
        <w:tc>
          <w:tcPr>
            <w:tcW w:w="1626" w:type="dxa"/>
            <w:vMerge/>
            <w:tcBorders>
              <w:left w:val="single" w:sz="4" w:space="0" w:color="auto"/>
              <w:right w:val="single" w:sz="4" w:space="0" w:color="auto"/>
            </w:tcBorders>
            <w:vAlign w:val="center"/>
          </w:tcPr>
          <w:p w14:paraId="3A0AD465" w14:textId="77777777" w:rsidR="000C67EB" w:rsidRPr="00835F44" w:rsidRDefault="000C67EB" w:rsidP="000E530E">
            <w:pPr>
              <w:pStyle w:val="TAC"/>
              <w:keepNext w:val="0"/>
            </w:pPr>
          </w:p>
        </w:tc>
        <w:tc>
          <w:tcPr>
            <w:tcW w:w="1519" w:type="dxa"/>
            <w:vMerge/>
            <w:tcBorders>
              <w:left w:val="single" w:sz="4" w:space="0" w:color="auto"/>
              <w:right w:val="single" w:sz="4" w:space="0" w:color="auto"/>
            </w:tcBorders>
            <w:vAlign w:val="center"/>
          </w:tcPr>
          <w:p w14:paraId="4C830720" w14:textId="77777777" w:rsidR="000C67EB" w:rsidRPr="00835F44" w:rsidRDefault="000C67EB" w:rsidP="000E530E">
            <w:pPr>
              <w:pStyle w:val="TAC"/>
              <w:keepNext w:val="0"/>
            </w:pPr>
          </w:p>
        </w:tc>
        <w:tc>
          <w:tcPr>
            <w:tcW w:w="736" w:type="dxa"/>
            <w:vMerge/>
            <w:tcBorders>
              <w:left w:val="single" w:sz="4" w:space="0" w:color="auto"/>
              <w:right w:val="single" w:sz="4" w:space="0" w:color="auto"/>
            </w:tcBorders>
            <w:vAlign w:val="center"/>
          </w:tcPr>
          <w:p w14:paraId="59B527B2" w14:textId="77777777" w:rsidR="000C67EB" w:rsidRPr="00835F44" w:rsidRDefault="000C67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15C0C609" w14:textId="77777777" w:rsidR="000C67EB" w:rsidRPr="00835F44" w:rsidRDefault="000C67EB" w:rsidP="000E530E">
            <w:pPr>
              <w:pStyle w:val="TAC"/>
              <w:keepNext w:val="0"/>
            </w:pPr>
            <w:r w:rsidRPr="00835F44">
              <w:t>30</w:t>
            </w:r>
          </w:p>
        </w:tc>
        <w:tc>
          <w:tcPr>
            <w:tcW w:w="736" w:type="dxa"/>
            <w:tcBorders>
              <w:top w:val="single" w:sz="4" w:space="0" w:color="auto"/>
              <w:left w:val="single" w:sz="4" w:space="0" w:color="auto"/>
              <w:bottom w:val="single" w:sz="4" w:space="0" w:color="auto"/>
              <w:right w:val="single" w:sz="4" w:space="0" w:color="auto"/>
            </w:tcBorders>
          </w:tcPr>
          <w:p w14:paraId="1F7A101A" w14:textId="77777777" w:rsidR="000C67EB" w:rsidRPr="00835F44" w:rsidRDefault="000C67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tcPr>
          <w:p w14:paraId="28C87E34"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2E9E52AE"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0AD6A31F"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673CA1CB"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1C17D82B"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59CCA0EB"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1A463329"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22572EE"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41B6CF6E"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1D4086EE"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4F851561"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1632" w:type="dxa"/>
            <w:vMerge/>
            <w:tcBorders>
              <w:left w:val="single" w:sz="4" w:space="0" w:color="auto"/>
              <w:right w:val="single" w:sz="4" w:space="0" w:color="auto"/>
            </w:tcBorders>
            <w:vAlign w:val="center"/>
          </w:tcPr>
          <w:p w14:paraId="3F91F791" w14:textId="77777777" w:rsidR="000C67EB" w:rsidRPr="00835F44" w:rsidRDefault="000C67EB" w:rsidP="000E530E">
            <w:pPr>
              <w:pStyle w:val="TAC"/>
              <w:keepNext w:val="0"/>
              <w:rPr>
                <w:lang w:eastAsia="zh-CN"/>
              </w:rPr>
            </w:pPr>
          </w:p>
        </w:tc>
      </w:tr>
      <w:tr w:rsidR="00495FE7" w:rsidRPr="00835F44" w14:paraId="06174CDC" w14:textId="77777777" w:rsidTr="000E530E">
        <w:trPr>
          <w:trHeight w:val="34"/>
          <w:jc w:val="center"/>
        </w:trPr>
        <w:tc>
          <w:tcPr>
            <w:tcW w:w="1626" w:type="dxa"/>
            <w:vMerge/>
            <w:tcBorders>
              <w:left w:val="single" w:sz="4" w:space="0" w:color="auto"/>
              <w:bottom w:val="single" w:sz="4" w:space="0" w:color="auto"/>
              <w:right w:val="single" w:sz="4" w:space="0" w:color="auto"/>
            </w:tcBorders>
            <w:vAlign w:val="center"/>
          </w:tcPr>
          <w:p w14:paraId="0B7970D7" w14:textId="77777777" w:rsidR="000C67EB" w:rsidRPr="00835F44" w:rsidRDefault="000C67EB" w:rsidP="000E530E">
            <w:pPr>
              <w:pStyle w:val="TAC"/>
              <w:keepNext w:val="0"/>
            </w:pPr>
          </w:p>
        </w:tc>
        <w:tc>
          <w:tcPr>
            <w:tcW w:w="1519" w:type="dxa"/>
            <w:vMerge/>
            <w:tcBorders>
              <w:left w:val="single" w:sz="4" w:space="0" w:color="auto"/>
              <w:bottom w:val="single" w:sz="4" w:space="0" w:color="auto"/>
              <w:right w:val="single" w:sz="4" w:space="0" w:color="auto"/>
            </w:tcBorders>
            <w:vAlign w:val="center"/>
          </w:tcPr>
          <w:p w14:paraId="4CEA9E21" w14:textId="77777777" w:rsidR="000C67EB" w:rsidRPr="00835F44" w:rsidRDefault="000C67EB" w:rsidP="000E530E">
            <w:pPr>
              <w:pStyle w:val="TAC"/>
              <w:keepNext w:val="0"/>
            </w:pPr>
          </w:p>
        </w:tc>
        <w:tc>
          <w:tcPr>
            <w:tcW w:w="736" w:type="dxa"/>
            <w:vMerge/>
            <w:tcBorders>
              <w:left w:val="single" w:sz="4" w:space="0" w:color="auto"/>
              <w:bottom w:val="single" w:sz="4" w:space="0" w:color="auto"/>
              <w:right w:val="single" w:sz="4" w:space="0" w:color="auto"/>
            </w:tcBorders>
            <w:vAlign w:val="center"/>
          </w:tcPr>
          <w:p w14:paraId="5FC13067" w14:textId="77777777" w:rsidR="000C67EB" w:rsidRPr="00835F44" w:rsidRDefault="000C67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116AC626" w14:textId="77777777" w:rsidR="000C67EB" w:rsidRPr="00835F44" w:rsidRDefault="000C67EB" w:rsidP="000E530E">
            <w:pPr>
              <w:pStyle w:val="TAC"/>
              <w:keepNext w:val="0"/>
            </w:pPr>
            <w:r w:rsidRPr="00835F44">
              <w:t>60</w:t>
            </w:r>
          </w:p>
        </w:tc>
        <w:tc>
          <w:tcPr>
            <w:tcW w:w="736" w:type="dxa"/>
            <w:tcBorders>
              <w:top w:val="single" w:sz="4" w:space="0" w:color="auto"/>
              <w:left w:val="single" w:sz="4" w:space="0" w:color="auto"/>
              <w:bottom w:val="single" w:sz="4" w:space="0" w:color="auto"/>
              <w:right w:val="single" w:sz="4" w:space="0" w:color="auto"/>
            </w:tcBorders>
          </w:tcPr>
          <w:p w14:paraId="48405467" w14:textId="77777777" w:rsidR="000C67EB" w:rsidRPr="00835F44" w:rsidRDefault="000C67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66F2E0E3"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0EAA4CC5"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64FCF0C"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2EC6E304"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1EFFDA43"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5864EC98"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32D55C29"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E3D5BAC"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52F2B9F6"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44D50276"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3ACC3884"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1632" w:type="dxa"/>
            <w:vMerge/>
            <w:tcBorders>
              <w:left w:val="single" w:sz="4" w:space="0" w:color="auto"/>
              <w:bottom w:val="single" w:sz="4" w:space="0" w:color="auto"/>
              <w:right w:val="single" w:sz="4" w:space="0" w:color="auto"/>
            </w:tcBorders>
            <w:vAlign w:val="center"/>
          </w:tcPr>
          <w:p w14:paraId="47A0FD04" w14:textId="77777777" w:rsidR="000C67EB" w:rsidRPr="00835F44" w:rsidRDefault="000C67EB" w:rsidP="000E530E">
            <w:pPr>
              <w:pStyle w:val="TAC"/>
              <w:keepNext w:val="0"/>
              <w:rPr>
                <w:lang w:eastAsia="zh-CN"/>
              </w:rPr>
            </w:pPr>
          </w:p>
        </w:tc>
      </w:tr>
      <w:tr w:rsidR="00495FE7" w:rsidRPr="00835F44" w14:paraId="51BA5292" w14:textId="77777777" w:rsidTr="000E530E">
        <w:trPr>
          <w:trHeight w:val="34"/>
          <w:jc w:val="center"/>
        </w:trPr>
        <w:tc>
          <w:tcPr>
            <w:tcW w:w="1626" w:type="dxa"/>
            <w:vMerge w:val="restart"/>
            <w:tcBorders>
              <w:top w:val="single" w:sz="4" w:space="0" w:color="auto"/>
              <w:left w:val="single" w:sz="4" w:space="0" w:color="auto"/>
              <w:right w:val="single" w:sz="4" w:space="0" w:color="auto"/>
            </w:tcBorders>
            <w:vAlign w:val="center"/>
          </w:tcPr>
          <w:p w14:paraId="46EC558F" w14:textId="77777777" w:rsidR="00607F91" w:rsidRPr="00835F44" w:rsidRDefault="00607F91" w:rsidP="000E530E">
            <w:pPr>
              <w:pStyle w:val="TAC"/>
              <w:keepNext w:val="0"/>
              <w:rPr>
                <w:lang w:eastAsia="zh-CN"/>
              </w:rPr>
            </w:pPr>
            <w:bookmarkStart w:id="686" w:name="_Hlk523235306"/>
            <w:r w:rsidRPr="00835F44">
              <w:t>CA_n</w:t>
            </w:r>
            <w:r w:rsidR="00C517B3" w:rsidRPr="00835F44">
              <w:t>2</w:t>
            </w:r>
            <w:r w:rsidRPr="00835F44">
              <w:t>8A-n75A</w:t>
            </w:r>
          </w:p>
        </w:tc>
        <w:tc>
          <w:tcPr>
            <w:tcW w:w="1519" w:type="dxa"/>
            <w:vMerge w:val="restart"/>
            <w:tcBorders>
              <w:top w:val="single" w:sz="4" w:space="0" w:color="auto"/>
              <w:left w:val="single" w:sz="4" w:space="0" w:color="auto"/>
              <w:right w:val="single" w:sz="4" w:space="0" w:color="auto"/>
            </w:tcBorders>
            <w:vAlign w:val="center"/>
          </w:tcPr>
          <w:p w14:paraId="739B2D48" w14:textId="77777777" w:rsidR="00607F91" w:rsidRPr="00835F44" w:rsidRDefault="00607F91" w:rsidP="000E530E">
            <w:pPr>
              <w:pStyle w:val="TAC"/>
              <w:keepNext w:val="0"/>
            </w:pPr>
            <w:r w:rsidRPr="00835F44">
              <w:t>-</w:t>
            </w:r>
          </w:p>
        </w:tc>
        <w:tc>
          <w:tcPr>
            <w:tcW w:w="736" w:type="dxa"/>
            <w:vMerge w:val="restart"/>
            <w:tcBorders>
              <w:left w:val="single" w:sz="4" w:space="0" w:color="auto"/>
              <w:right w:val="single" w:sz="4" w:space="0" w:color="auto"/>
            </w:tcBorders>
            <w:vAlign w:val="center"/>
          </w:tcPr>
          <w:p w14:paraId="2325174C" w14:textId="357E0FFA" w:rsidR="00607F91" w:rsidRPr="00835F44" w:rsidRDefault="00C86048" w:rsidP="000E530E">
            <w:pPr>
              <w:pStyle w:val="TAC"/>
              <w:keepNext w:val="0"/>
            </w:pPr>
            <w:r w:rsidRPr="00835F44">
              <w:t>n</w:t>
            </w:r>
            <w:r w:rsidR="00C517B3" w:rsidRPr="00835F44">
              <w:t>2</w:t>
            </w:r>
            <w:r w:rsidR="00607F91" w:rsidRPr="00835F44">
              <w:t>8</w:t>
            </w:r>
          </w:p>
        </w:tc>
        <w:tc>
          <w:tcPr>
            <w:tcW w:w="736" w:type="dxa"/>
            <w:tcBorders>
              <w:top w:val="single" w:sz="4" w:space="0" w:color="auto"/>
              <w:left w:val="single" w:sz="4" w:space="0" w:color="auto"/>
              <w:bottom w:val="single" w:sz="4" w:space="0" w:color="auto"/>
              <w:right w:val="single" w:sz="4" w:space="0" w:color="auto"/>
            </w:tcBorders>
            <w:vAlign w:val="center"/>
          </w:tcPr>
          <w:p w14:paraId="60FB8710" w14:textId="77777777" w:rsidR="00607F91" w:rsidRPr="00835F44" w:rsidRDefault="00607F91" w:rsidP="000E530E">
            <w:pPr>
              <w:pStyle w:val="TAC"/>
              <w:keepNext w:val="0"/>
            </w:pPr>
            <w:r w:rsidRPr="00835F44">
              <w:rPr>
                <w:rFonts w:eastAsia="Yu Mincho"/>
              </w:rPr>
              <w:t>15</w:t>
            </w:r>
          </w:p>
        </w:tc>
        <w:tc>
          <w:tcPr>
            <w:tcW w:w="736" w:type="dxa"/>
            <w:tcBorders>
              <w:top w:val="single" w:sz="4" w:space="0" w:color="auto"/>
              <w:left w:val="single" w:sz="4" w:space="0" w:color="auto"/>
              <w:bottom w:val="single" w:sz="4" w:space="0" w:color="auto"/>
              <w:right w:val="single" w:sz="4" w:space="0" w:color="auto"/>
            </w:tcBorders>
          </w:tcPr>
          <w:p w14:paraId="2C796374" w14:textId="77777777" w:rsidR="00607F91" w:rsidRPr="00835F44" w:rsidRDefault="00607F91" w:rsidP="000E530E">
            <w:pPr>
              <w:pStyle w:val="TAC"/>
              <w:keepNext w:val="0"/>
              <w:rPr>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47E92F88" w14:textId="77777777" w:rsidR="00607F91" w:rsidRPr="00835F44" w:rsidRDefault="00607F91" w:rsidP="000E530E">
            <w:pPr>
              <w:pStyle w:val="TAC"/>
              <w:keepNext w:val="0"/>
              <w:rPr>
                <w:rFonts w:eastAsia="Yu Mincho"/>
                <w:szCs w:val="18"/>
              </w:rPr>
            </w:pPr>
            <w:r w:rsidRPr="00835F44">
              <w:rPr>
                <w:rFonts w:eastAsia="Yu Mincho"/>
              </w:rPr>
              <w:t>Yes</w:t>
            </w:r>
          </w:p>
        </w:tc>
        <w:tc>
          <w:tcPr>
            <w:tcW w:w="737" w:type="dxa"/>
            <w:tcBorders>
              <w:top w:val="single" w:sz="4" w:space="0" w:color="auto"/>
              <w:left w:val="single" w:sz="4" w:space="0" w:color="auto"/>
              <w:bottom w:val="single" w:sz="4" w:space="0" w:color="auto"/>
              <w:right w:val="single" w:sz="4" w:space="0" w:color="auto"/>
            </w:tcBorders>
            <w:vAlign w:val="center"/>
          </w:tcPr>
          <w:p w14:paraId="57D15ECE" w14:textId="77777777" w:rsidR="00607F91" w:rsidRPr="00835F44" w:rsidRDefault="00607F91"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62EDBFB" w14:textId="77777777" w:rsidR="00607F91" w:rsidRPr="00835F44" w:rsidRDefault="00607F91"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EB9E92D" w14:textId="77777777" w:rsidR="00607F91" w:rsidRPr="00835F44" w:rsidRDefault="00607F91"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5D3337A4" w14:textId="77777777" w:rsidR="00607F91" w:rsidRPr="00835F44" w:rsidRDefault="00607F91"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10EA75AF" w14:textId="77777777" w:rsidR="00607F91" w:rsidRPr="00835F44" w:rsidRDefault="00607F91"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0DB16BA8"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6A7BBE88"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28495195"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1FCB835E" w14:textId="77777777" w:rsidR="00607F91" w:rsidRPr="00835F44" w:rsidRDefault="00607F91"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5D7B7680" w14:textId="77777777" w:rsidR="00607F91" w:rsidRPr="00835F44" w:rsidRDefault="00607F91" w:rsidP="000E530E">
            <w:pPr>
              <w:pStyle w:val="TAC"/>
              <w:keepNext w:val="0"/>
              <w:rPr>
                <w:rFonts w:eastAsia="Yu Mincho"/>
                <w:szCs w:val="18"/>
              </w:rPr>
            </w:pPr>
          </w:p>
        </w:tc>
        <w:tc>
          <w:tcPr>
            <w:tcW w:w="1632" w:type="dxa"/>
            <w:vMerge w:val="restart"/>
            <w:tcBorders>
              <w:top w:val="single" w:sz="4" w:space="0" w:color="auto"/>
              <w:left w:val="single" w:sz="4" w:space="0" w:color="auto"/>
              <w:right w:val="single" w:sz="4" w:space="0" w:color="auto"/>
            </w:tcBorders>
            <w:vAlign w:val="center"/>
          </w:tcPr>
          <w:p w14:paraId="647E0608" w14:textId="77777777" w:rsidR="00607F91" w:rsidRPr="00835F44" w:rsidRDefault="00607F91" w:rsidP="000E530E">
            <w:pPr>
              <w:pStyle w:val="TAC"/>
              <w:keepNext w:val="0"/>
              <w:rPr>
                <w:rFonts w:eastAsia="Yu Mincho"/>
                <w:szCs w:val="18"/>
              </w:rPr>
            </w:pPr>
            <w:r w:rsidRPr="00835F44">
              <w:rPr>
                <w:rFonts w:eastAsia="Yu Mincho"/>
                <w:szCs w:val="18"/>
              </w:rPr>
              <w:t>0</w:t>
            </w:r>
          </w:p>
        </w:tc>
      </w:tr>
      <w:tr w:rsidR="00495FE7" w:rsidRPr="00835F44" w14:paraId="36D8346E" w14:textId="77777777" w:rsidTr="000E530E">
        <w:trPr>
          <w:trHeight w:val="34"/>
          <w:jc w:val="center"/>
        </w:trPr>
        <w:tc>
          <w:tcPr>
            <w:tcW w:w="1626" w:type="dxa"/>
            <w:vMerge/>
            <w:tcBorders>
              <w:left w:val="single" w:sz="4" w:space="0" w:color="auto"/>
              <w:right w:val="single" w:sz="4" w:space="0" w:color="auto"/>
            </w:tcBorders>
            <w:vAlign w:val="center"/>
          </w:tcPr>
          <w:p w14:paraId="73FE99EE" w14:textId="77777777" w:rsidR="00607F91" w:rsidRPr="00835F44" w:rsidRDefault="00607F91" w:rsidP="000E530E">
            <w:pPr>
              <w:pStyle w:val="TAC"/>
              <w:keepNext w:val="0"/>
              <w:rPr>
                <w:lang w:eastAsia="zh-CN"/>
              </w:rPr>
            </w:pPr>
          </w:p>
        </w:tc>
        <w:tc>
          <w:tcPr>
            <w:tcW w:w="1519" w:type="dxa"/>
            <w:vMerge/>
            <w:tcBorders>
              <w:left w:val="single" w:sz="4" w:space="0" w:color="auto"/>
              <w:right w:val="single" w:sz="4" w:space="0" w:color="auto"/>
            </w:tcBorders>
            <w:vAlign w:val="center"/>
          </w:tcPr>
          <w:p w14:paraId="09643913" w14:textId="77777777" w:rsidR="00607F91" w:rsidRPr="00835F44" w:rsidRDefault="00607F91" w:rsidP="000E530E">
            <w:pPr>
              <w:pStyle w:val="TAC"/>
              <w:keepNext w:val="0"/>
            </w:pPr>
          </w:p>
        </w:tc>
        <w:tc>
          <w:tcPr>
            <w:tcW w:w="736" w:type="dxa"/>
            <w:vMerge/>
            <w:tcBorders>
              <w:left w:val="single" w:sz="4" w:space="0" w:color="auto"/>
              <w:right w:val="single" w:sz="4" w:space="0" w:color="auto"/>
            </w:tcBorders>
            <w:vAlign w:val="center"/>
          </w:tcPr>
          <w:p w14:paraId="64EE39E2" w14:textId="77777777" w:rsidR="00607F91" w:rsidRPr="00835F44" w:rsidRDefault="00607F91"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vAlign w:val="center"/>
          </w:tcPr>
          <w:p w14:paraId="222F84D8" w14:textId="77777777" w:rsidR="00607F91" w:rsidRPr="00835F44" w:rsidRDefault="00607F91" w:rsidP="000E530E">
            <w:pPr>
              <w:pStyle w:val="TAC"/>
              <w:keepNext w:val="0"/>
            </w:pPr>
            <w:r w:rsidRPr="00835F44">
              <w:rPr>
                <w:rFonts w:eastAsia="Yu Mincho"/>
              </w:rPr>
              <w:t>30</w:t>
            </w:r>
          </w:p>
        </w:tc>
        <w:tc>
          <w:tcPr>
            <w:tcW w:w="736" w:type="dxa"/>
            <w:tcBorders>
              <w:top w:val="single" w:sz="4" w:space="0" w:color="auto"/>
              <w:left w:val="single" w:sz="4" w:space="0" w:color="auto"/>
              <w:bottom w:val="single" w:sz="4" w:space="0" w:color="auto"/>
              <w:right w:val="single" w:sz="4" w:space="0" w:color="auto"/>
            </w:tcBorders>
          </w:tcPr>
          <w:p w14:paraId="140821F8" w14:textId="77777777" w:rsidR="00607F91" w:rsidRPr="00835F44" w:rsidRDefault="00607F91"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tcPr>
          <w:p w14:paraId="170BF639" w14:textId="77777777" w:rsidR="00607F91" w:rsidRPr="00835F44" w:rsidRDefault="00607F91" w:rsidP="000E530E">
            <w:pPr>
              <w:pStyle w:val="TAC"/>
              <w:keepNext w:val="0"/>
              <w:rPr>
                <w:rFonts w:eastAsia="Yu Mincho"/>
                <w:szCs w:val="18"/>
              </w:rPr>
            </w:pPr>
            <w:r w:rsidRPr="00835F44">
              <w:rPr>
                <w:rFonts w:eastAsia="Yu Mincho"/>
              </w:rPr>
              <w:t>Yes</w:t>
            </w:r>
          </w:p>
        </w:tc>
        <w:tc>
          <w:tcPr>
            <w:tcW w:w="737" w:type="dxa"/>
            <w:tcBorders>
              <w:top w:val="single" w:sz="4" w:space="0" w:color="auto"/>
              <w:left w:val="single" w:sz="4" w:space="0" w:color="auto"/>
              <w:bottom w:val="single" w:sz="4" w:space="0" w:color="auto"/>
              <w:right w:val="single" w:sz="4" w:space="0" w:color="auto"/>
            </w:tcBorders>
            <w:vAlign w:val="center"/>
          </w:tcPr>
          <w:p w14:paraId="40F194FD" w14:textId="77777777" w:rsidR="00607F91" w:rsidRPr="00835F44" w:rsidRDefault="00607F91"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0EED952A" w14:textId="77777777" w:rsidR="00607F91" w:rsidRPr="00835F44" w:rsidRDefault="00607F91"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4B802B46" w14:textId="77777777" w:rsidR="00607F91" w:rsidRPr="00835F44" w:rsidRDefault="00607F91"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0F08ED0E" w14:textId="77777777" w:rsidR="00607F91" w:rsidRPr="00835F44" w:rsidRDefault="00607F91"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647AF6A5" w14:textId="77777777" w:rsidR="00607F91" w:rsidRPr="00835F44" w:rsidRDefault="00607F91"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5C54F97F"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42F46A02"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3593A5A5"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7C467963" w14:textId="77777777" w:rsidR="00607F91" w:rsidRPr="00835F44" w:rsidRDefault="00607F91"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36ABD1FD" w14:textId="77777777" w:rsidR="00607F91" w:rsidRPr="00835F44" w:rsidRDefault="00607F91"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78A396AC" w14:textId="77777777" w:rsidR="00607F91" w:rsidRPr="00835F44" w:rsidRDefault="00607F91" w:rsidP="000E530E">
            <w:pPr>
              <w:pStyle w:val="TAC"/>
              <w:keepNext w:val="0"/>
              <w:rPr>
                <w:rFonts w:eastAsia="Yu Mincho"/>
                <w:szCs w:val="18"/>
              </w:rPr>
            </w:pPr>
          </w:p>
        </w:tc>
      </w:tr>
      <w:tr w:rsidR="00495FE7" w:rsidRPr="00835F44" w14:paraId="104ABB95" w14:textId="77777777" w:rsidTr="000E530E">
        <w:trPr>
          <w:trHeight w:val="34"/>
          <w:jc w:val="center"/>
        </w:trPr>
        <w:tc>
          <w:tcPr>
            <w:tcW w:w="1626" w:type="dxa"/>
            <w:vMerge/>
            <w:tcBorders>
              <w:left w:val="single" w:sz="4" w:space="0" w:color="auto"/>
              <w:right w:val="single" w:sz="4" w:space="0" w:color="auto"/>
            </w:tcBorders>
            <w:vAlign w:val="center"/>
          </w:tcPr>
          <w:p w14:paraId="1F6021D3" w14:textId="77777777" w:rsidR="00607F91" w:rsidRPr="00835F44" w:rsidRDefault="00607F91" w:rsidP="000E530E">
            <w:pPr>
              <w:pStyle w:val="TAC"/>
              <w:keepNext w:val="0"/>
              <w:rPr>
                <w:lang w:eastAsia="zh-CN"/>
              </w:rPr>
            </w:pPr>
          </w:p>
        </w:tc>
        <w:tc>
          <w:tcPr>
            <w:tcW w:w="1519" w:type="dxa"/>
            <w:vMerge/>
            <w:tcBorders>
              <w:left w:val="single" w:sz="4" w:space="0" w:color="auto"/>
              <w:right w:val="single" w:sz="4" w:space="0" w:color="auto"/>
            </w:tcBorders>
            <w:vAlign w:val="center"/>
          </w:tcPr>
          <w:p w14:paraId="45FE6887" w14:textId="77777777" w:rsidR="00607F91" w:rsidRPr="00835F44" w:rsidRDefault="00607F91" w:rsidP="000E530E">
            <w:pPr>
              <w:pStyle w:val="TAC"/>
              <w:keepNext w:val="0"/>
            </w:pPr>
          </w:p>
        </w:tc>
        <w:tc>
          <w:tcPr>
            <w:tcW w:w="736" w:type="dxa"/>
            <w:vMerge/>
            <w:tcBorders>
              <w:left w:val="single" w:sz="4" w:space="0" w:color="auto"/>
              <w:right w:val="single" w:sz="4" w:space="0" w:color="auto"/>
            </w:tcBorders>
            <w:vAlign w:val="center"/>
          </w:tcPr>
          <w:p w14:paraId="4BFCEAD1" w14:textId="77777777" w:rsidR="00607F91" w:rsidRPr="00835F44" w:rsidRDefault="00607F91"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vAlign w:val="center"/>
          </w:tcPr>
          <w:p w14:paraId="40C943B8" w14:textId="77777777" w:rsidR="00607F91" w:rsidRPr="00835F44" w:rsidRDefault="00607F91" w:rsidP="000E530E">
            <w:pPr>
              <w:pStyle w:val="TAC"/>
              <w:keepNext w:val="0"/>
            </w:pPr>
            <w:r w:rsidRPr="00835F44">
              <w:rPr>
                <w:rFonts w:eastAsia="Yu Mincho"/>
              </w:rPr>
              <w:t>60</w:t>
            </w:r>
          </w:p>
        </w:tc>
        <w:tc>
          <w:tcPr>
            <w:tcW w:w="736" w:type="dxa"/>
            <w:tcBorders>
              <w:top w:val="single" w:sz="4" w:space="0" w:color="auto"/>
              <w:left w:val="single" w:sz="4" w:space="0" w:color="auto"/>
              <w:bottom w:val="single" w:sz="4" w:space="0" w:color="auto"/>
              <w:right w:val="single" w:sz="4" w:space="0" w:color="auto"/>
            </w:tcBorders>
          </w:tcPr>
          <w:p w14:paraId="0437C3FD" w14:textId="77777777" w:rsidR="00607F91" w:rsidRPr="00835F44" w:rsidRDefault="00607F91"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6A6661BA" w14:textId="77777777" w:rsidR="00607F91" w:rsidRPr="00835F44" w:rsidRDefault="00607F91"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4C00BD6"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69306D5"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179D70B" w14:textId="77777777" w:rsidR="00607F91" w:rsidRPr="00835F44" w:rsidRDefault="00607F91"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4A3BADA4" w14:textId="77777777" w:rsidR="00607F91" w:rsidRPr="00835F44" w:rsidRDefault="00607F91"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6E8154F3" w14:textId="77777777" w:rsidR="00607F91" w:rsidRPr="00835F44" w:rsidRDefault="00607F91"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2A4EF73"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3C8314AD"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BBCFB1B"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6BF9EE82" w14:textId="77777777" w:rsidR="00607F91" w:rsidRPr="00835F44" w:rsidRDefault="00607F91"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6E3FD7CD" w14:textId="77777777" w:rsidR="00607F91" w:rsidRPr="00835F44" w:rsidRDefault="00607F91"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2246C6F0" w14:textId="77777777" w:rsidR="00607F91" w:rsidRPr="00835F44" w:rsidRDefault="00607F91" w:rsidP="000E530E">
            <w:pPr>
              <w:pStyle w:val="TAC"/>
              <w:keepNext w:val="0"/>
              <w:rPr>
                <w:rFonts w:eastAsia="Yu Mincho"/>
                <w:szCs w:val="18"/>
              </w:rPr>
            </w:pPr>
          </w:p>
        </w:tc>
      </w:tr>
      <w:tr w:rsidR="00495FE7" w:rsidRPr="00835F44" w14:paraId="04873FC2" w14:textId="77777777" w:rsidTr="000E530E">
        <w:trPr>
          <w:trHeight w:val="34"/>
          <w:jc w:val="center"/>
        </w:trPr>
        <w:tc>
          <w:tcPr>
            <w:tcW w:w="1626" w:type="dxa"/>
            <w:vMerge/>
            <w:tcBorders>
              <w:left w:val="single" w:sz="4" w:space="0" w:color="auto"/>
              <w:right w:val="single" w:sz="4" w:space="0" w:color="auto"/>
            </w:tcBorders>
            <w:vAlign w:val="center"/>
          </w:tcPr>
          <w:p w14:paraId="1E0B072B" w14:textId="77777777" w:rsidR="00607F91" w:rsidRPr="00835F44" w:rsidRDefault="00607F91" w:rsidP="000E530E">
            <w:pPr>
              <w:pStyle w:val="TAC"/>
              <w:keepNext w:val="0"/>
              <w:rPr>
                <w:lang w:eastAsia="zh-CN"/>
              </w:rPr>
            </w:pPr>
          </w:p>
        </w:tc>
        <w:tc>
          <w:tcPr>
            <w:tcW w:w="1519" w:type="dxa"/>
            <w:vMerge/>
            <w:tcBorders>
              <w:left w:val="single" w:sz="4" w:space="0" w:color="auto"/>
              <w:right w:val="single" w:sz="4" w:space="0" w:color="auto"/>
            </w:tcBorders>
            <w:vAlign w:val="center"/>
          </w:tcPr>
          <w:p w14:paraId="281EAD67" w14:textId="77777777" w:rsidR="00607F91" w:rsidRPr="00835F44" w:rsidRDefault="00607F91" w:rsidP="000E530E">
            <w:pPr>
              <w:pStyle w:val="TAC"/>
              <w:keepNext w:val="0"/>
            </w:pPr>
          </w:p>
        </w:tc>
        <w:tc>
          <w:tcPr>
            <w:tcW w:w="736" w:type="dxa"/>
            <w:vMerge w:val="restart"/>
            <w:tcBorders>
              <w:left w:val="single" w:sz="4" w:space="0" w:color="auto"/>
              <w:right w:val="single" w:sz="4" w:space="0" w:color="auto"/>
            </w:tcBorders>
            <w:vAlign w:val="center"/>
          </w:tcPr>
          <w:p w14:paraId="3BEF0569" w14:textId="77777777" w:rsidR="00607F91" w:rsidRPr="00835F44" w:rsidRDefault="00607F91" w:rsidP="000E530E">
            <w:pPr>
              <w:pStyle w:val="TAC"/>
              <w:keepNext w:val="0"/>
            </w:pPr>
            <w:r w:rsidRPr="00835F44">
              <w:t>n75</w:t>
            </w:r>
          </w:p>
        </w:tc>
        <w:tc>
          <w:tcPr>
            <w:tcW w:w="736" w:type="dxa"/>
            <w:tcBorders>
              <w:top w:val="single" w:sz="4" w:space="0" w:color="auto"/>
              <w:left w:val="single" w:sz="4" w:space="0" w:color="auto"/>
              <w:bottom w:val="single" w:sz="4" w:space="0" w:color="auto"/>
              <w:right w:val="single" w:sz="4" w:space="0" w:color="auto"/>
            </w:tcBorders>
          </w:tcPr>
          <w:p w14:paraId="5BAF6170" w14:textId="77777777" w:rsidR="00607F91" w:rsidRPr="00835F44" w:rsidRDefault="00607F91"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tcPr>
          <w:p w14:paraId="7239ECC9" w14:textId="77777777" w:rsidR="00607F91" w:rsidRPr="00835F44" w:rsidRDefault="00607F91" w:rsidP="000E530E">
            <w:pPr>
              <w:pStyle w:val="TAC"/>
              <w:keepNext w:val="0"/>
              <w:rPr>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33DD8D3" w14:textId="77777777" w:rsidR="00607F91" w:rsidRPr="00835F44" w:rsidRDefault="00607F91"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66B3EF97" w14:textId="77777777" w:rsidR="00607F91" w:rsidRPr="00835F44" w:rsidRDefault="00607F91"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FFB6500" w14:textId="77777777" w:rsidR="00607F91" w:rsidRPr="00835F44" w:rsidRDefault="00607F91"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0A5E6F1F" w14:textId="77777777" w:rsidR="00607F91" w:rsidRPr="00835F44" w:rsidRDefault="00607F91"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63D99BA0" w14:textId="77777777" w:rsidR="00607F91" w:rsidRPr="00835F44" w:rsidRDefault="00607F91"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2E343F23" w14:textId="77777777" w:rsidR="00607F91" w:rsidRPr="00835F44" w:rsidRDefault="00607F91"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2566FEC7"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7B48E2B2"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362DAEAA"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11928E18" w14:textId="77777777" w:rsidR="00607F91" w:rsidRPr="00835F44" w:rsidRDefault="00607F91"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3E61FC7F" w14:textId="77777777" w:rsidR="00607F91" w:rsidRPr="00835F44" w:rsidRDefault="00607F91"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50205C71" w14:textId="77777777" w:rsidR="00607F91" w:rsidRPr="00835F44" w:rsidRDefault="00607F91" w:rsidP="000E530E">
            <w:pPr>
              <w:pStyle w:val="TAC"/>
              <w:keepNext w:val="0"/>
              <w:rPr>
                <w:rFonts w:eastAsia="Yu Mincho"/>
                <w:szCs w:val="18"/>
              </w:rPr>
            </w:pPr>
          </w:p>
        </w:tc>
      </w:tr>
      <w:tr w:rsidR="00495FE7" w:rsidRPr="00835F44" w14:paraId="473A5A54" w14:textId="77777777" w:rsidTr="000E530E">
        <w:trPr>
          <w:trHeight w:val="34"/>
          <w:jc w:val="center"/>
        </w:trPr>
        <w:tc>
          <w:tcPr>
            <w:tcW w:w="1626" w:type="dxa"/>
            <w:vMerge/>
            <w:tcBorders>
              <w:left w:val="single" w:sz="4" w:space="0" w:color="auto"/>
              <w:right w:val="single" w:sz="4" w:space="0" w:color="auto"/>
            </w:tcBorders>
            <w:vAlign w:val="center"/>
          </w:tcPr>
          <w:p w14:paraId="53A5ADBF" w14:textId="77777777" w:rsidR="00607F91" w:rsidRPr="00835F44" w:rsidRDefault="00607F91" w:rsidP="000E530E">
            <w:pPr>
              <w:pStyle w:val="TAC"/>
              <w:keepNext w:val="0"/>
              <w:rPr>
                <w:lang w:eastAsia="zh-CN"/>
              </w:rPr>
            </w:pPr>
          </w:p>
        </w:tc>
        <w:tc>
          <w:tcPr>
            <w:tcW w:w="1519" w:type="dxa"/>
            <w:vMerge/>
            <w:tcBorders>
              <w:left w:val="single" w:sz="4" w:space="0" w:color="auto"/>
              <w:right w:val="single" w:sz="4" w:space="0" w:color="auto"/>
            </w:tcBorders>
            <w:vAlign w:val="center"/>
          </w:tcPr>
          <w:p w14:paraId="1607620A" w14:textId="77777777" w:rsidR="00607F91" w:rsidRPr="00835F44" w:rsidRDefault="00607F91" w:rsidP="000E530E">
            <w:pPr>
              <w:pStyle w:val="TAC"/>
              <w:keepNext w:val="0"/>
            </w:pPr>
          </w:p>
        </w:tc>
        <w:tc>
          <w:tcPr>
            <w:tcW w:w="736" w:type="dxa"/>
            <w:vMerge/>
            <w:tcBorders>
              <w:left w:val="single" w:sz="4" w:space="0" w:color="auto"/>
              <w:right w:val="single" w:sz="4" w:space="0" w:color="auto"/>
            </w:tcBorders>
            <w:vAlign w:val="center"/>
          </w:tcPr>
          <w:p w14:paraId="3448D175" w14:textId="77777777" w:rsidR="00607F91" w:rsidRPr="00835F44" w:rsidRDefault="00607F91"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68983557" w14:textId="77777777" w:rsidR="00607F91" w:rsidRPr="00835F44" w:rsidRDefault="00607F91" w:rsidP="000E530E">
            <w:pPr>
              <w:pStyle w:val="TAC"/>
              <w:keepNext w:val="0"/>
            </w:pPr>
            <w:r w:rsidRPr="00835F44">
              <w:t>30</w:t>
            </w:r>
          </w:p>
        </w:tc>
        <w:tc>
          <w:tcPr>
            <w:tcW w:w="736" w:type="dxa"/>
            <w:tcBorders>
              <w:top w:val="single" w:sz="4" w:space="0" w:color="auto"/>
              <w:left w:val="single" w:sz="4" w:space="0" w:color="auto"/>
              <w:bottom w:val="single" w:sz="4" w:space="0" w:color="auto"/>
              <w:right w:val="single" w:sz="4" w:space="0" w:color="auto"/>
            </w:tcBorders>
          </w:tcPr>
          <w:p w14:paraId="32434185" w14:textId="77777777" w:rsidR="00607F91" w:rsidRPr="00835F44" w:rsidRDefault="00607F91"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tcPr>
          <w:p w14:paraId="593548E8" w14:textId="77777777" w:rsidR="00607F91" w:rsidRPr="00835F44" w:rsidRDefault="00607F91"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6C3AD1F5" w14:textId="77777777" w:rsidR="00607F91" w:rsidRPr="00835F44" w:rsidRDefault="00607F91"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27959080" w14:textId="77777777" w:rsidR="00607F91" w:rsidRPr="00835F44" w:rsidRDefault="00607F91"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2FD558F1" w14:textId="77777777" w:rsidR="00607F91" w:rsidRPr="00835F44" w:rsidRDefault="00607F91"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26C1D23F" w14:textId="77777777" w:rsidR="00607F91" w:rsidRPr="00835F44" w:rsidRDefault="00607F91"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74AB734E" w14:textId="77777777" w:rsidR="00607F91" w:rsidRPr="00835F44" w:rsidRDefault="00607F91"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0736EEB"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177329AE"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3812B8E0"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414B39D9" w14:textId="77777777" w:rsidR="00607F91" w:rsidRPr="00835F44" w:rsidRDefault="00607F91"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DF716D1" w14:textId="77777777" w:rsidR="00607F91" w:rsidRPr="00835F44" w:rsidRDefault="00607F91"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0B3339BA" w14:textId="77777777" w:rsidR="00607F91" w:rsidRPr="00835F44" w:rsidRDefault="00607F91" w:rsidP="000E530E">
            <w:pPr>
              <w:pStyle w:val="TAC"/>
              <w:keepNext w:val="0"/>
              <w:rPr>
                <w:rFonts w:eastAsia="Yu Mincho"/>
                <w:szCs w:val="18"/>
              </w:rPr>
            </w:pPr>
          </w:p>
        </w:tc>
      </w:tr>
      <w:tr w:rsidR="00495FE7" w:rsidRPr="00835F44" w14:paraId="69D6F515" w14:textId="77777777" w:rsidTr="000E530E">
        <w:trPr>
          <w:trHeight w:val="34"/>
          <w:jc w:val="center"/>
        </w:trPr>
        <w:tc>
          <w:tcPr>
            <w:tcW w:w="1626" w:type="dxa"/>
            <w:vMerge/>
            <w:tcBorders>
              <w:left w:val="single" w:sz="4" w:space="0" w:color="auto"/>
              <w:bottom w:val="single" w:sz="4" w:space="0" w:color="auto"/>
              <w:right w:val="single" w:sz="4" w:space="0" w:color="auto"/>
            </w:tcBorders>
            <w:vAlign w:val="center"/>
          </w:tcPr>
          <w:p w14:paraId="24A8267A" w14:textId="77777777" w:rsidR="00607F91" w:rsidRPr="00835F44" w:rsidRDefault="00607F91" w:rsidP="000E530E">
            <w:pPr>
              <w:pStyle w:val="TAC"/>
              <w:keepNext w:val="0"/>
              <w:rPr>
                <w:lang w:eastAsia="zh-CN"/>
              </w:rPr>
            </w:pPr>
          </w:p>
        </w:tc>
        <w:tc>
          <w:tcPr>
            <w:tcW w:w="1519" w:type="dxa"/>
            <w:vMerge/>
            <w:tcBorders>
              <w:left w:val="single" w:sz="4" w:space="0" w:color="auto"/>
              <w:bottom w:val="single" w:sz="4" w:space="0" w:color="auto"/>
              <w:right w:val="single" w:sz="4" w:space="0" w:color="auto"/>
            </w:tcBorders>
            <w:vAlign w:val="center"/>
          </w:tcPr>
          <w:p w14:paraId="61D8E79E" w14:textId="77777777" w:rsidR="00607F91" w:rsidRPr="00835F44" w:rsidRDefault="00607F91" w:rsidP="000E530E">
            <w:pPr>
              <w:pStyle w:val="TAC"/>
              <w:keepNext w:val="0"/>
            </w:pPr>
          </w:p>
        </w:tc>
        <w:tc>
          <w:tcPr>
            <w:tcW w:w="736" w:type="dxa"/>
            <w:vMerge/>
            <w:tcBorders>
              <w:left w:val="single" w:sz="4" w:space="0" w:color="auto"/>
              <w:bottom w:val="single" w:sz="4" w:space="0" w:color="auto"/>
              <w:right w:val="single" w:sz="4" w:space="0" w:color="auto"/>
            </w:tcBorders>
            <w:vAlign w:val="center"/>
          </w:tcPr>
          <w:p w14:paraId="593A754F" w14:textId="77777777" w:rsidR="00607F91" w:rsidRPr="00835F44" w:rsidRDefault="00607F91"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32B33A88" w14:textId="77777777" w:rsidR="00607F91" w:rsidRPr="00835F44" w:rsidRDefault="00607F91" w:rsidP="000E530E">
            <w:pPr>
              <w:pStyle w:val="TAC"/>
              <w:keepNext w:val="0"/>
            </w:pPr>
            <w:r w:rsidRPr="00835F44">
              <w:t>60</w:t>
            </w:r>
          </w:p>
        </w:tc>
        <w:tc>
          <w:tcPr>
            <w:tcW w:w="736" w:type="dxa"/>
            <w:tcBorders>
              <w:top w:val="single" w:sz="4" w:space="0" w:color="auto"/>
              <w:left w:val="single" w:sz="4" w:space="0" w:color="auto"/>
              <w:bottom w:val="single" w:sz="4" w:space="0" w:color="auto"/>
              <w:right w:val="single" w:sz="4" w:space="0" w:color="auto"/>
            </w:tcBorders>
          </w:tcPr>
          <w:p w14:paraId="20D93D4A" w14:textId="77777777" w:rsidR="00607F91" w:rsidRPr="00835F44" w:rsidRDefault="00607F91"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4910F71B" w14:textId="77777777" w:rsidR="00607F91" w:rsidRPr="00835F44" w:rsidRDefault="00607F91"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2AE49BA1" w14:textId="77777777" w:rsidR="00607F91" w:rsidRPr="00835F44" w:rsidRDefault="00607F91"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F333AA5" w14:textId="77777777" w:rsidR="00607F91" w:rsidRPr="00835F44" w:rsidRDefault="00607F91"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0B5D868A" w14:textId="77777777" w:rsidR="00607F91" w:rsidRPr="00835F44" w:rsidRDefault="00607F91"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1DFF1142" w14:textId="77777777" w:rsidR="00607F91" w:rsidRPr="00835F44" w:rsidRDefault="00607F91"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5D45E27F" w14:textId="77777777" w:rsidR="00607F91" w:rsidRPr="00835F44" w:rsidRDefault="00607F91"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5D0F13F4"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267D4E1C"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302A532D" w14:textId="77777777" w:rsidR="00607F91" w:rsidRPr="00835F44" w:rsidRDefault="00607F91"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62C5B85E" w14:textId="77777777" w:rsidR="00607F91" w:rsidRPr="00835F44" w:rsidRDefault="00607F91"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563ED1E1" w14:textId="77777777" w:rsidR="00607F91" w:rsidRPr="00835F44" w:rsidRDefault="00607F91" w:rsidP="000E530E">
            <w:pPr>
              <w:pStyle w:val="TAC"/>
              <w:keepNext w:val="0"/>
              <w:rPr>
                <w:rFonts w:eastAsia="Yu Mincho"/>
                <w:szCs w:val="18"/>
              </w:rPr>
            </w:pPr>
          </w:p>
        </w:tc>
        <w:tc>
          <w:tcPr>
            <w:tcW w:w="1632" w:type="dxa"/>
            <w:vMerge/>
            <w:tcBorders>
              <w:left w:val="single" w:sz="4" w:space="0" w:color="auto"/>
              <w:bottom w:val="single" w:sz="4" w:space="0" w:color="auto"/>
              <w:right w:val="single" w:sz="4" w:space="0" w:color="auto"/>
            </w:tcBorders>
            <w:vAlign w:val="center"/>
          </w:tcPr>
          <w:p w14:paraId="43067583" w14:textId="77777777" w:rsidR="00607F91" w:rsidRPr="00835F44" w:rsidRDefault="00607F91" w:rsidP="000E530E">
            <w:pPr>
              <w:pStyle w:val="TAC"/>
              <w:keepNext w:val="0"/>
              <w:rPr>
                <w:rFonts w:eastAsia="Yu Mincho"/>
                <w:szCs w:val="18"/>
              </w:rPr>
            </w:pPr>
          </w:p>
        </w:tc>
      </w:tr>
      <w:bookmarkEnd w:id="686"/>
      <w:tr w:rsidR="00495FE7" w:rsidRPr="00835F44" w14:paraId="75A23155" w14:textId="77777777" w:rsidTr="000E530E">
        <w:trPr>
          <w:trHeight w:val="34"/>
          <w:jc w:val="center"/>
        </w:trPr>
        <w:tc>
          <w:tcPr>
            <w:tcW w:w="1626" w:type="dxa"/>
            <w:vMerge w:val="restart"/>
            <w:tcBorders>
              <w:top w:val="single" w:sz="4" w:space="0" w:color="auto"/>
              <w:left w:val="single" w:sz="4" w:space="0" w:color="auto"/>
              <w:bottom w:val="single" w:sz="4" w:space="0" w:color="auto"/>
              <w:right w:val="single" w:sz="4" w:space="0" w:color="auto"/>
            </w:tcBorders>
            <w:vAlign w:val="center"/>
            <w:hideMark/>
          </w:tcPr>
          <w:p w14:paraId="7685264E" w14:textId="77777777" w:rsidR="00281553" w:rsidRPr="00835F44" w:rsidRDefault="000C67EB" w:rsidP="000E530E">
            <w:pPr>
              <w:pStyle w:val="TAC"/>
              <w:keepNext w:val="0"/>
              <w:rPr>
                <w:lang w:eastAsia="zh-CN"/>
              </w:rPr>
            </w:pPr>
            <w:r w:rsidRPr="00835F44">
              <w:rPr>
                <w:lang w:eastAsia="zh-CN"/>
              </w:rPr>
              <w:t>CA_n28A-n78A</w:t>
            </w:r>
          </w:p>
        </w:tc>
        <w:tc>
          <w:tcPr>
            <w:tcW w:w="1519" w:type="dxa"/>
            <w:vMerge w:val="restart"/>
            <w:tcBorders>
              <w:top w:val="single" w:sz="4" w:space="0" w:color="auto"/>
              <w:left w:val="single" w:sz="4" w:space="0" w:color="auto"/>
              <w:bottom w:val="single" w:sz="4" w:space="0" w:color="auto"/>
              <w:right w:val="single" w:sz="4" w:space="0" w:color="auto"/>
            </w:tcBorders>
            <w:vAlign w:val="center"/>
            <w:hideMark/>
          </w:tcPr>
          <w:p w14:paraId="6D1B6BF4" w14:textId="77777777" w:rsidR="00281553" w:rsidRPr="00835F44" w:rsidRDefault="000C67EB" w:rsidP="000E530E">
            <w:pPr>
              <w:pStyle w:val="TAC"/>
              <w:keepNext w:val="0"/>
            </w:pPr>
            <w:r w:rsidRPr="00835F44">
              <w:t>-</w:t>
            </w:r>
          </w:p>
        </w:tc>
        <w:tc>
          <w:tcPr>
            <w:tcW w:w="736" w:type="dxa"/>
            <w:vMerge w:val="restart"/>
            <w:tcBorders>
              <w:top w:val="single" w:sz="4" w:space="0" w:color="auto"/>
              <w:left w:val="single" w:sz="4" w:space="0" w:color="auto"/>
              <w:bottom w:val="single" w:sz="4" w:space="0" w:color="auto"/>
              <w:right w:val="single" w:sz="4" w:space="0" w:color="auto"/>
            </w:tcBorders>
            <w:vAlign w:val="center"/>
            <w:hideMark/>
          </w:tcPr>
          <w:p w14:paraId="500965F4" w14:textId="77777777" w:rsidR="00281553" w:rsidRPr="00835F44" w:rsidRDefault="000C67EB" w:rsidP="000E530E">
            <w:pPr>
              <w:pStyle w:val="TAC"/>
              <w:keepNext w:val="0"/>
            </w:pPr>
            <w:r w:rsidRPr="00835F44">
              <w:t>n28</w:t>
            </w:r>
          </w:p>
        </w:tc>
        <w:tc>
          <w:tcPr>
            <w:tcW w:w="736" w:type="dxa"/>
            <w:tcBorders>
              <w:top w:val="single" w:sz="4" w:space="0" w:color="auto"/>
              <w:left w:val="single" w:sz="4" w:space="0" w:color="auto"/>
              <w:bottom w:val="single" w:sz="4" w:space="0" w:color="auto"/>
              <w:right w:val="single" w:sz="4" w:space="0" w:color="auto"/>
            </w:tcBorders>
            <w:hideMark/>
          </w:tcPr>
          <w:p w14:paraId="1399144A" w14:textId="77777777" w:rsidR="00281553" w:rsidRPr="00835F44" w:rsidRDefault="000C67EB"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hideMark/>
          </w:tcPr>
          <w:p w14:paraId="72AC1BC5" w14:textId="77777777" w:rsidR="00281553" w:rsidRPr="00835F44" w:rsidRDefault="000C67EB" w:rsidP="000E530E">
            <w:pPr>
              <w:pStyle w:val="TAC"/>
              <w:keepNext w:val="0"/>
              <w:rPr>
                <w:szCs w:val="18"/>
              </w:rPr>
            </w:pPr>
            <w:r w:rsidRPr="00835F44">
              <w:rPr>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4FB239F2"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0365C99E"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72F4578F"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22D00CC0"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2285E8B6"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063D421F" w14:textId="77777777" w:rsidR="00281553" w:rsidRPr="00835F44" w:rsidRDefault="0028155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71E54FB"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61AF2A73"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17FC74FE"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4B20E760"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48592311" w14:textId="77777777" w:rsidR="00281553" w:rsidRPr="00835F44" w:rsidRDefault="00281553" w:rsidP="000E530E">
            <w:pPr>
              <w:pStyle w:val="TAC"/>
              <w:keepNext w:val="0"/>
              <w:rPr>
                <w:rFonts w:eastAsia="Yu Mincho"/>
                <w:szCs w:val="18"/>
              </w:rPr>
            </w:pPr>
          </w:p>
        </w:tc>
        <w:tc>
          <w:tcPr>
            <w:tcW w:w="1632" w:type="dxa"/>
            <w:vMerge w:val="restart"/>
            <w:tcBorders>
              <w:top w:val="single" w:sz="4" w:space="0" w:color="auto"/>
              <w:left w:val="single" w:sz="4" w:space="0" w:color="auto"/>
              <w:bottom w:val="single" w:sz="4" w:space="0" w:color="auto"/>
              <w:right w:val="single" w:sz="4" w:space="0" w:color="auto"/>
            </w:tcBorders>
            <w:vAlign w:val="center"/>
            <w:hideMark/>
          </w:tcPr>
          <w:p w14:paraId="1EA3312C" w14:textId="77777777" w:rsidR="00281553" w:rsidRPr="00835F44" w:rsidRDefault="000C67EB" w:rsidP="000E530E">
            <w:pPr>
              <w:pStyle w:val="TAC"/>
              <w:keepNext w:val="0"/>
              <w:rPr>
                <w:rFonts w:eastAsia="Yu Mincho"/>
                <w:szCs w:val="18"/>
              </w:rPr>
            </w:pPr>
            <w:r w:rsidRPr="00835F44">
              <w:rPr>
                <w:rFonts w:eastAsia="Yu Mincho"/>
                <w:szCs w:val="18"/>
              </w:rPr>
              <w:t>0</w:t>
            </w:r>
          </w:p>
        </w:tc>
      </w:tr>
      <w:tr w:rsidR="00495FE7" w:rsidRPr="00835F44" w14:paraId="06FBC57C"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6A4B8D9A" w14:textId="77777777" w:rsidR="00281553" w:rsidRPr="00835F44" w:rsidRDefault="00281553" w:rsidP="000E530E">
            <w:pPr>
              <w:pStyle w:val="TAC"/>
              <w:keepNext w:val="0"/>
              <w:rPr>
                <w:lang w:eastAsia="zh-CN"/>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6F84335F" w14:textId="77777777" w:rsidR="00281553" w:rsidRPr="00835F44" w:rsidRDefault="00281553" w:rsidP="000E530E">
            <w:pPr>
              <w:pStyle w:val="TAC"/>
              <w:keepNext w:val="0"/>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3DB3A8F7" w14:textId="77777777" w:rsidR="00281553" w:rsidRPr="00835F44" w:rsidRDefault="0028155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hideMark/>
          </w:tcPr>
          <w:p w14:paraId="3065E379" w14:textId="77777777" w:rsidR="00281553" w:rsidRPr="00835F44" w:rsidRDefault="000C67EB" w:rsidP="000E530E">
            <w:pPr>
              <w:pStyle w:val="TAC"/>
              <w:keepNext w:val="0"/>
            </w:pPr>
            <w:r w:rsidRPr="00835F44">
              <w:t>30</w:t>
            </w:r>
          </w:p>
        </w:tc>
        <w:tc>
          <w:tcPr>
            <w:tcW w:w="736" w:type="dxa"/>
            <w:tcBorders>
              <w:top w:val="single" w:sz="4" w:space="0" w:color="auto"/>
              <w:left w:val="single" w:sz="4" w:space="0" w:color="auto"/>
              <w:bottom w:val="single" w:sz="4" w:space="0" w:color="auto"/>
              <w:right w:val="single" w:sz="4" w:space="0" w:color="auto"/>
            </w:tcBorders>
          </w:tcPr>
          <w:p w14:paraId="4FD46755"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228D0192"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168201C7"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148AEA90"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05563CA"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56E20F2D"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396D2689" w14:textId="77777777" w:rsidR="00281553" w:rsidRPr="00835F44" w:rsidRDefault="0028155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2B6C32E8"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70E9BFA7"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26A4D8C"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532DD2A5"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1FF6D52A" w14:textId="77777777" w:rsidR="00281553" w:rsidRPr="00835F44" w:rsidRDefault="00281553" w:rsidP="000E530E">
            <w:pPr>
              <w:pStyle w:val="TAC"/>
              <w:keepNext w:val="0"/>
              <w:rPr>
                <w:rFonts w:eastAsia="Yu Mincho"/>
                <w:szCs w:val="18"/>
              </w:rPr>
            </w:pP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5B5C8233" w14:textId="77777777" w:rsidR="00281553" w:rsidRPr="00835F44" w:rsidRDefault="00281553" w:rsidP="000E530E">
            <w:pPr>
              <w:pStyle w:val="TAC"/>
              <w:keepNext w:val="0"/>
              <w:rPr>
                <w:rFonts w:eastAsia="Yu Mincho"/>
                <w:szCs w:val="18"/>
              </w:rPr>
            </w:pPr>
          </w:p>
        </w:tc>
      </w:tr>
      <w:tr w:rsidR="00495FE7" w:rsidRPr="00835F44" w14:paraId="38D6C8C0"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03D3C931" w14:textId="77777777" w:rsidR="00281553" w:rsidRPr="00835F44" w:rsidRDefault="00281553" w:rsidP="000E530E">
            <w:pPr>
              <w:pStyle w:val="TAC"/>
              <w:keepNext w:val="0"/>
              <w:rPr>
                <w:lang w:eastAsia="zh-CN"/>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6EDA178B" w14:textId="77777777" w:rsidR="00281553" w:rsidRPr="00835F44" w:rsidRDefault="00281553" w:rsidP="000E530E">
            <w:pPr>
              <w:pStyle w:val="TAC"/>
              <w:keepNext w:val="0"/>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3FC618EC" w14:textId="77777777" w:rsidR="00281553" w:rsidRPr="00835F44" w:rsidRDefault="0028155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hideMark/>
          </w:tcPr>
          <w:p w14:paraId="2DB6DF17" w14:textId="77777777" w:rsidR="00281553" w:rsidRPr="00835F44" w:rsidRDefault="000C67EB" w:rsidP="000E530E">
            <w:pPr>
              <w:pStyle w:val="TAC"/>
              <w:keepNext w:val="0"/>
            </w:pPr>
            <w:r w:rsidRPr="00835F44">
              <w:t>60</w:t>
            </w:r>
          </w:p>
        </w:tc>
        <w:tc>
          <w:tcPr>
            <w:tcW w:w="736" w:type="dxa"/>
            <w:tcBorders>
              <w:top w:val="single" w:sz="4" w:space="0" w:color="auto"/>
              <w:left w:val="single" w:sz="4" w:space="0" w:color="auto"/>
              <w:bottom w:val="single" w:sz="4" w:space="0" w:color="auto"/>
              <w:right w:val="single" w:sz="4" w:space="0" w:color="auto"/>
            </w:tcBorders>
          </w:tcPr>
          <w:p w14:paraId="5B994886"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22802E59" w14:textId="77777777" w:rsidR="00281553" w:rsidRPr="00835F44" w:rsidRDefault="0028155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2A7ED4DD"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EB8F587"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78B034AD"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1AE1BBA0"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60E79674" w14:textId="77777777" w:rsidR="00281553" w:rsidRPr="00835F44" w:rsidRDefault="0028155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2F83DC39"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70A448C0"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6987E9FB"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1E282252"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04B958FE" w14:textId="77777777" w:rsidR="00281553" w:rsidRPr="00835F44" w:rsidRDefault="00281553" w:rsidP="000E530E">
            <w:pPr>
              <w:pStyle w:val="TAC"/>
              <w:keepNext w:val="0"/>
              <w:rPr>
                <w:rFonts w:eastAsia="Yu Mincho"/>
                <w:szCs w:val="18"/>
              </w:rPr>
            </w:pP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5597BA66" w14:textId="77777777" w:rsidR="00281553" w:rsidRPr="00835F44" w:rsidRDefault="00281553" w:rsidP="000E530E">
            <w:pPr>
              <w:pStyle w:val="TAC"/>
              <w:keepNext w:val="0"/>
              <w:rPr>
                <w:rFonts w:eastAsia="Yu Mincho"/>
                <w:szCs w:val="18"/>
              </w:rPr>
            </w:pPr>
          </w:p>
        </w:tc>
      </w:tr>
      <w:tr w:rsidR="00495FE7" w:rsidRPr="00835F44" w14:paraId="7B87359F"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22E04498" w14:textId="77777777" w:rsidR="00281553" w:rsidRPr="00835F44" w:rsidRDefault="00281553" w:rsidP="000E530E">
            <w:pPr>
              <w:pStyle w:val="TAC"/>
              <w:keepNext w:val="0"/>
              <w:rPr>
                <w:lang w:eastAsia="zh-CN"/>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10B442B4" w14:textId="77777777" w:rsidR="00281553" w:rsidRPr="00835F44" w:rsidRDefault="00281553" w:rsidP="000E530E">
            <w:pPr>
              <w:pStyle w:val="TAC"/>
              <w:keepNext w:val="0"/>
            </w:pPr>
          </w:p>
        </w:tc>
        <w:tc>
          <w:tcPr>
            <w:tcW w:w="736" w:type="dxa"/>
            <w:vMerge w:val="restart"/>
            <w:tcBorders>
              <w:top w:val="single" w:sz="4" w:space="0" w:color="auto"/>
              <w:left w:val="single" w:sz="4" w:space="0" w:color="auto"/>
              <w:bottom w:val="single" w:sz="4" w:space="0" w:color="auto"/>
              <w:right w:val="single" w:sz="4" w:space="0" w:color="auto"/>
            </w:tcBorders>
            <w:vAlign w:val="center"/>
            <w:hideMark/>
          </w:tcPr>
          <w:p w14:paraId="6E6FB1CE" w14:textId="77777777" w:rsidR="00281553" w:rsidRPr="00835F44" w:rsidRDefault="000C67EB" w:rsidP="000E530E">
            <w:pPr>
              <w:pStyle w:val="TAC"/>
              <w:keepNext w:val="0"/>
            </w:pPr>
            <w:r w:rsidRPr="00835F44">
              <w:t>n78</w:t>
            </w:r>
          </w:p>
        </w:tc>
        <w:tc>
          <w:tcPr>
            <w:tcW w:w="736" w:type="dxa"/>
            <w:tcBorders>
              <w:top w:val="single" w:sz="4" w:space="0" w:color="auto"/>
              <w:left w:val="single" w:sz="4" w:space="0" w:color="auto"/>
              <w:bottom w:val="single" w:sz="4" w:space="0" w:color="auto"/>
              <w:right w:val="single" w:sz="4" w:space="0" w:color="auto"/>
            </w:tcBorders>
            <w:hideMark/>
          </w:tcPr>
          <w:p w14:paraId="4E051170" w14:textId="77777777" w:rsidR="00281553" w:rsidRPr="00835F44" w:rsidRDefault="000C67EB"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tcPr>
          <w:p w14:paraId="337ADB37"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0B38AB8B"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1819AFD1"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2C7AA0DF"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77A4A79"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2987FE64"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613714AC"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1920FC3A"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21790C92"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3BE40C2A"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36B379E8"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1E587A2C" w14:textId="77777777" w:rsidR="00281553" w:rsidRPr="00835F44" w:rsidRDefault="00281553" w:rsidP="000E530E">
            <w:pPr>
              <w:pStyle w:val="TAC"/>
              <w:keepNext w:val="0"/>
              <w:rPr>
                <w:rFonts w:eastAsia="Yu Mincho"/>
                <w:szCs w:val="18"/>
              </w:rPr>
            </w:pP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4353A900" w14:textId="77777777" w:rsidR="00281553" w:rsidRPr="00835F44" w:rsidRDefault="00281553" w:rsidP="000E530E">
            <w:pPr>
              <w:pStyle w:val="TAC"/>
              <w:keepNext w:val="0"/>
              <w:rPr>
                <w:rFonts w:eastAsia="Yu Mincho"/>
                <w:szCs w:val="18"/>
              </w:rPr>
            </w:pPr>
          </w:p>
        </w:tc>
      </w:tr>
      <w:tr w:rsidR="00495FE7" w:rsidRPr="00835F44" w14:paraId="4260EEE7"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0D20FFB0" w14:textId="77777777" w:rsidR="00281553" w:rsidRPr="00835F44" w:rsidRDefault="00281553" w:rsidP="000E530E">
            <w:pPr>
              <w:pStyle w:val="TAC"/>
              <w:keepNext w:val="0"/>
              <w:rPr>
                <w:lang w:eastAsia="zh-CN"/>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45FDBE35" w14:textId="77777777" w:rsidR="00281553" w:rsidRPr="00835F44" w:rsidRDefault="00281553" w:rsidP="000E530E">
            <w:pPr>
              <w:pStyle w:val="TAC"/>
              <w:keepNext w:val="0"/>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3276C4BB" w14:textId="77777777" w:rsidR="00281553" w:rsidRPr="00835F44" w:rsidRDefault="0028155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hideMark/>
          </w:tcPr>
          <w:p w14:paraId="11660CBC" w14:textId="77777777" w:rsidR="00281553" w:rsidRPr="00835F44" w:rsidRDefault="000C67EB" w:rsidP="000E530E">
            <w:pPr>
              <w:pStyle w:val="TAC"/>
              <w:keepNext w:val="0"/>
            </w:pPr>
            <w:r w:rsidRPr="00835F44">
              <w:t>30</w:t>
            </w:r>
          </w:p>
        </w:tc>
        <w:tc>
          <w:tcPr>
            <w:tcW w:w="736" w:type="dxa"/>
            <w:tcBorders>
              <w:top w:val="single" w:sz="4" w:space="0" w:color="auto"/>
              <w:left w:val="single" w:sz="4" w:space="0" w:color="auto"/>
              <w:bottom w:val="single" w:sz="4" w:space="0" w:color="auto"/>
              <w:right w:val="single" w:sz="4" w:space="0" w:color="auto"/>
            </w:tcBorders>
          </w:tcPr>
          <w:p w14:paraId="130330C3"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hideMark/>
          </w:tcPr>
          <w:p w14:paraId="7C725F9C"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4ACADB68"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635008CF"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06ED9D9"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07A81BD9"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57410848"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74E791B0"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72CCFD7A"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3D252AEE"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55ECBECE"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7660D693"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7C14BB43" w14:textId="77777777" w:rsidR="00281553" w:rsidRPr="00835F44" w:rsidRDefault="00281553" w:rsidP="000E530E">
            <w:pPr>
              <w:pStyle w:val="TAC"/>
              <w:keepNext w:val="0"/>
              <w:rPr>
                <w:rFonts w:eastAsia="Yu Mincho"/>
                <w:szCs w:val="18"/>
              </w:rPr>
            </w:pPr>
          </w:p>
        </w:tc>
      </w:tr>
      <w:tr w:rsidR="00495FE7" w:rsidRPr="00835F44" w14:paraId="300BF0FE"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1BB9ED9C" w14:textId="77777777" w:rsidR="00281553" w:rsidRPr="00835F44" w:rsidRDefault="00281553" w:rsidP="000E530E">
            <w:pPr>
              <w:pStyle w:val="TAC"/>
              <w:keepNext w:val="0"/>
              <w:rPr>
                <w:lang w:eastAsia="zh-CN"/>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46DD3D68" w14:textId="77777777" w:rsidR="00281553" w:rsidRPr="00835F44" w:rsidRDefault="00281553" w:rsidP="000E530E">
            <w:pPr>
              <w:pStyle w:val="TAC"/>
              <w:keepNext w:val="0"/>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3089A06A" w14:textId="77777777" w:rsidR="00281553" w:rsidRPr="00835F44" w:rsidRDefault="0028155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hideMark/>
          </w:tcPr>
          <w:p w14:paraId="2ADBCFFC" w14:textId="77777777" w:rsidR="00281553" w:rsidRPr="00835F44" w:rsidRDefault="000C67EB" w:rsidP="000E530E">
            <w:pPr>
              <w:pStyle w:val="TAC"/>
              <w:keepNext w:val="0"/>
            </w:pPr>
            <w:r w:rsidRPr="00835F44">
              <w:t>60</w:t>
            </w:r>
          </w:p>
        </w:tc>
        <w:tc>
          <w:tcPr>
            <w:tcW w:w="736" w:type="dxa"/>
            <w:tcBorders>
              <w:top w:val="single" w:sz="4" w:space="0" w:color="auto"/>
              <w:left w:val="single" w:sz="4" w:space="0" w:color="auto"/>
              <w:bottom w:val="single" w:sz="4" w:space="0" w:color="auto"/>
              <w:right w:val="single" w:sz="4" w:space="0" w:color="auto"/>
            </w:tcBorders>
          </w:tcPr>
          <w:p w14:paraId="4DC6C958"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5E2703CB"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19C95FE2"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5D703279"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44D2FD6"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10310374"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435E4365"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124C53C2"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1535F9B1"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52B8C854"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15EA0DDE"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4F22BED6"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02FFF2A2" w14:textId="77777777" w:rsidR="00281553" w:rsidRPr="00835F44" w:rsidRDefault="00281553" w:rsidP="000E530E">
            <w:pPr>
              <w:pStyle w:val="TAC"/>
              <w:keepNext w:val="0"/>
              <w:rPr>
                <w:rFonts w:eastAsia="Yu Mincho"/>
                <w:szCs w:val="18"/>
              </w:rPr>
            </w:pPr>
          </w:p>
        </w:tc>
      </w:tr>
      <w:tr w:rsidR="00495FE7" w:rsidRPr="00835F44" w14:paraId="4AA304DA" w14:textId="77777777" w:rsidTr="000E530E">
        <w:trPr>
          <w:trHeight w:val="34"/>
          <w:jc w:val="center"/>
        </w:trPr>
        <w:tc>
          <w:tcPr>
            <w:tcW w:w="1626" w:type="dxa"/>
            <w:vMerge w:val="restart"/>
            <w:tcBorders>
              <w:top w:val="single" w:sz="4" w:space="0" w:color="auto"/>
              <w:left w:val="single" w:sz="4" w:space="0" w:color="auto"/>
              <w:bottom w:val="single" w:sz="4" w:space="0" w:color="auto"/>
              <w:right w:val="single" w:sz="4" w:space="0" w:color="auto"/>
            </w:tcBorders>
            <w:vAlign w:val="center"/>
            <w:hideMark/>
          </w:tcPr>
          <w:p w14:paraId="55290655" w14:textId="77777777" w:rsidR="00281553" w:rsidRPr="00835F44" w:rsidRDefault="000C67EB" w:rsidP="000E530E">
            <w:pPr>
              <w:pStyle w:val="TAC"/>
              <w:keepNext w:val="0"/>
              <w:rPr>
                <w:lang w:eastAsia="zh-CN"/>
              </w:rPr>
            </w:pPr>
            <w:r w:rsidRPr="00835F44">
              <w:rPr>
                <w:lang w:eastAsia="zh-CN"/>
              </w:rPr>
              <w:t>CA_n41A-n78A</w:t>
            </w:r>
          </w:p>
        </w:tc>
        <w:tc>
          <w:tcPr>
            <w:tcW w:w="1519" w:type="dxa"/>
            <w:vMerge w:val="restart"/>
            <w:tcBorders>
              <w:top w:val="single" w:sz="4" w:space="0" w:color="auto"/>
              <w:left w:val="single" w:sz="4" w:space="0" w:color="auto"/>
              <w:bottom w:val="single" w:sz="4" w:space="0" w:color="auto"/>
              <w:right w:val="single" w:sz="4" w:space="0" w:color="auto"/>
            </w:tcBorders>
            <w:vAlign w:val="center"/>
            <w:hideMark/>
          </w:tcPr>
          <w:p w14:paraId="21E4D55B" w14:textId="77777777" w:rsidR="00281553" w:rsidRPr="00835F44" w:rsidRDefault="000C67EB" w:rsidP="000E530E">
            <w:pPr>
              <w:pStyle w:val="TAC"/>
              <w:keepNext w:val="0"/>
            </w:pPr>
            <w:r w:rsidRPr="00835F44">
              <w:t>-</w:t>
            </w:r>
          </w:p>
        </w:tc>
        <w:tc>
          <w:tcPr>
            <w:tcW w:w="736" w:type="dxa"/>
            <w:vMerge w:val="restart"/>
            <w:tcBorders>
              <w:top w:val="single" w:sz="4" w:space="0" w:color="auto"/>
              <w:left w:val="single" w:sz="4" w:space="0" w:color="auto"/>
              <w:bottom w:val="single" w:sz="4" w:space="0" w:color="auto"/>
              <w:right w:val="single" w:sz="4" w:space="0" w:color="auto"/>
            </w:tcBorders>
            <w:vAlign w:val="center"/>
            <w:hideMark/>
          </w:tcPr>
          <w:p w14:paraId="62D9BBCE" w14:textId="77777777" w:rsidR="00281553" w:rsidRPr="00835F44" w:rsidRDefault="000C67EB" w:rsidP="000E530E">
            <w:pPr>
              <w:pStyle w:val="TAC"/>
              <w:keepNext w:val="0"/>
            </w:pPr>
            <w:r w:rsidRPr="00835F44">
              <w:t>n41</w:t>
            </w:r>
          </w:p>
        </w:tc>
        <w:tc>
          <w:tcPr>
            <w:tcW w:w="736" w:type="dxa"/>
            <w:tcBorders>
              <w:top w:val="single" w:sz="4" w:space="0" w:color="auto"/>
              <w:left w:val="single" w:sz="4" w:space="0" w:color="auto"/>
              <w:bottom w:val="single" w:sz="4" w:space="0" w:color="auto"/>
              <w:right w:val="single" w:sz="4" w:space="0" w:color="auto"/>
            </w:tcBorders>
            <w:hideMark/>
          </w:tcPr>
          <w:p w14:paraId="5606AD12" w14:textId="77777777" w:rsidR="00281553" w:rsidRPr="00835F44" w:rsidRDefault="000C67EB"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tcPr>
          <w:p w14:paraId="592A6035"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49B9B4D5"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745B3893"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6A966080"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26010D81"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116FE323"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0C695DF4"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414621DF"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A8E45BF"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7F169324"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2017B55B"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48951F7A" w14:textId="77777777" w:rsidR="00281553" w:rsidRPr="00835F44" w:rsidRDefault="00281553" w:rsidP="000E530E">
            <w:pPr>
              <w:pStyle w:val="TAC"/>
              <w:keepNext w:val="0"/>
              <w:rPr>
                <w:rFonts w:eastAsia="Yu Mincho"/>
                <w:szCs w:val="18"/>
              </w:rPr>
            </w:pPr>
          </w:p>
        </w:tc>
        <w:tc>
          <w:tcPr>
            <w:tcW w:w="1632" w:type="dxa"/>
            <w:vMerge w:val="restart"/>
            <w:tcBorders>
              <w:top w:val="single" w:sz="4" w:space="0" w:color="auto"/>
              <w:left w:val="single" w:sz="4" w:space="0" w:color="auto"/>
              <w:bottom w:val="single" w:sz="4" w:space="0" w:color="auto"/>
              <w:right w:val="single" w:sz="4" w:space="0" w:color="auto"/>
            </w:tcBorders>
            <w:vAlign w:val="center"/>
            <w:hideMark/>
          </w:tcPr>
          <w:p w14:paraId="1BE566BC" w14:textId="77777777" w:rsidR="00281553" w:rsidRPr="00835F44" w:rsidRDefault="000C67EB" w:rsidP="000E530E">
            <w:pPr>
              <w:pStyle w:val="TAC"/>
              <w:keepNext w:val="0"/>
              <w:rPr>
                <w:rFonts w:eastAsia="Yu Mincho"/>
                <w:szCs w:val="18"/>
              </w:rPr>
            </w:pPr>
            <w:r w:rsidRPr="00835F44">
              <w:rPr>
                <w:rFonts w:eastAsia="Yu Mincho"/>
                <w:szCs w:val="18"/>
              </w:rPr>
              <w:t>0</w:t>
            </w:r>
          </w:p>
        </w:tc>
      </w:tr>
      <w:tr w:rsidR="00495FE7" w:rsidRPr="00835F44" w14:paraId="46B12206"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6AFDEEC4" w14:textId="77777777" w:rsidR="00281553" w:rsidRPr="00835F44" w:rsidRDefault="00281553" w:rsidP="000E530E">
            <w:pPr>
              <w:pStyle w:val="TAC"/>
              <w:keepNext w:val="0"/>
              <w:rPr>
                <w:lang w:eastAsia="zh-CN"/>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2ABDD1A9" w14:textId="77777777" w:rsidR="00281553" w:rsidRPr="00835F44" w:rsidRDefault="00281553" w:rsidP="000E530E">
            <w:pPr>
              <w:pStyle w:val="TAC"/>
              <w:keepNext w:val="0"/>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4F210EFE" w14:textId="77777777" w:rsidR="00281553" w:rsidRPr="00835F44" w:rsidRDefault="0028155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hideMark/>
          </w:tcPr>
          <w:p w14:paraId="424914DE" w14:textId="77777777" w:rsidR="00281553" w:rsidRPr="00835F44" w:rsidRDefault="000C67EB" w:rsidP="000E530E">
            <w:pPr>
              <w:pStyle w:val="TAC"/>
              <w:keepNext w:val="0"/>
            </w:pPr>
            <w:r w:rsidRPr="00835F44">
              <w:t>30</w:t>
            </w:r>
          </w:p>
        </w:tc>
        <w:tc>
          <w:tcPr>
            <w:tcW w:w="736" w:type="dxa"/>
            <w:tcBorders>
              <w:top w:val="single" w:sz="4" w:space="0" w:color="auto"/>
              <w:left w:val="single" w:sz="4" w:space="0" w:color="auto"/>
              <w:bottom w:val="single" w:sz="4" w:space="0" w:color="auto"/>
              <w:right w:val="single" w:sz="4" w:space="0" w:color="auto"/>
            </w:tcBorders>
          </w:tcPr>
          <w:p w14:paraId="08B26663"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hideMark/>
          </w:tcPr>
          <w:p w14:paraId="3F0EA05C"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2F2AAC56"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13221A97"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E62C0F0"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4D9085DD"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3C6C3E7C"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1FA5F4AA"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3CA7DA86"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0E772C70"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0CF06B6E"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hideMark/>
          </w:tcPr>
          <w:p w14:paraId="7E560AE9"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45ED9670" w14:textId="77777777" w:rsidR="00281553" w:rsidRPr="00835F44" w:rsidRDefault="00281553" w:rsidP="000E530E">
            <w:pPr>
              <w:pStyle w:val="TAC"/>
              <w:keepNext w:val="0"/>
              <w:rPr>
                <w:rFonts w:eastAsia="Yu Mincho"/>
                <w:szCs w:val="18"/>
              </w:rPr>
            </w:pPr>
          </w:p>
        </w:tc>
      </w:tr>
      <w:tr w:rsidR="00495FE7" w:rsidRPr="00835F44" w14:paraId="70578CFC"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14732A22" w14:textId="77777777" w:rsidR="00281553" w:rsidRPr="00835F44" w:rsidRDefault="00281553" w:rsidP="000E530E">
            <w:pPr>
              <w:pStyle w:val="TAC"/>
              <w:keepNext w:val="0"/>
              <w:rPr>
                <w:lang w:eastAsia="zh-CN"/>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212407AF" w14:textId="77777777" w:rsidR="00281553" w:rsidRPr="00835F44" w:rsidRDefault="00281553" w:rsidP="000E530E">
            <w:pPr>
              <w:pStyle w:val="TAC"/>
              <w:keepNext w:val="0"/>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7E479A4A" w14:textId="77777777" w:rsidR="00281553" w:rsidRPr="00835F44" w:rsidRDefault="0028155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hideMark/>
          </w:tcPr>
          <w:p w14:paraId="1BF7014C" w14:textId="77777777" w:rsidR="00281553" w:rsidRPr="00835F44" w:rsidRDefault="000C67EB" w:rsidP="000E530E">
            <w:pPr>
              <w:pStyle w:val="TAC"/>
              <w:keepNext w:val="0"/>
            </w:pPr>
            <w:r w:rsidRPr="00835F44">
              <w:t>60</w:t>
            </w:r>
          </w:p>
        </w:tc>
        <w:tc>
          <w:tcPr>
            <w:tcW w:w="736" w:type="dxa"/>
            <w:tcBorders>
              <w:top w:val="single" w:sz="4" w:space="0" w:color="auto"/>
              <w:left w:val="single" w:sz="4" w:space="0" w:color="auto"/>
              <w:bottom w:val="single" w:sz="4" w:space="0" w:color="auto"/>
              <w:right w:val="single" w:sz="4" w:space="0" w:color="auto"/>
            </w:tcBorders>
          </w:tcPr>
          <w:p w14:paraId="6DF97030"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1551C864"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7D816DFB"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6965253A"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68520366"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2D595E63"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5886B8E1"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436F836D"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2811D7D2"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4F916A5B"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18AA0173"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hideMark/>
          </w:tcPr>
          <w:p w14:paraId="4D064AD4"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05718DBF" w14:textId="77777777" w:rsidR="00281553" w:rsidRPr="00835F44" w:rsidRDefault="00281553" w:rsidP="000E530E">
            <w:pPr>
              <w:pStyle w:val="TAC"/>
              <w:keepNext w:val="0"/>
              <w:rPr>
                <w:rFonts w:eastAsia="Yu Mincho"/>
                <w:szCs w:val="18"/>
              </w:rPr>
            </w:pPr>
          </w:p>
        </w:tc>
      </w:tr>
      <w:tr w:rsidR="00495FE7" w:rsidRPr="00835F44" w14:paraId="2ADF66C9"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69C88D04" w14:textId="77777777" w:rsidR="00281553" w:rsidRPr="00835F44" w:rsidRDefault="00281553" w:rsidP="000E530E">
            <w:pPr>
              <w:pStyle w:val="TAC"/>
              <w:keepNext w:val="0"/>
              <w:rPr>
                <w:lang w:eastAsia="zh-CN"/>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4DD6BAD4" w14:textId="77777777" w:rsidR="00281553" w:rsidRPr="00835F44" w:rsidRDefault="00281553" w:rsidP="000E530E">
            <w:pPr>
              <w:pStyle w:val="TAC"/>
              <w:keepNext w:val="0"/>
            </w:pPr>
          </w:p>
        </w:tc>
        <w:tc>
          <w:tcPr>
            <w:tcW w:w="736" w:type="dxa"/>
            <w:vMerge w:val="restart"/>
            <w:tcBorders>
              <w:top w:val="single" w:sz="4" w:space="0" w:color="auto"/>
              <w:left w:val="single" w:sz="4" w:space="0" w:color="auto"/>
              <w:bottom w:val="single" w:sz="4" w:space="0" w:color="auto"/>
              <w:right w:val="single" w:sz="4" w:space="0" w:color="auto"/>
            </w:tcBorders>
            <w:vAlign w:val="center"/>
            <w:hideMark/>
          </w:tcPr>
          <w:p w14:paraId="41CA31D4" w14:textId="77777777" w:rsidR="00281553" w:rsidRPr="00835F44" w:rsidRDefault="000C67EB" w:rsidP="000E530E">
            <w:pPr>
              <w:pStyle w:val="TAC"/>
              <w:keepNext w:val="0"/>
            </w:pPr>
            <w:r w:rsidRPr="00835F44">
              <w:t>n78</w:t>
            </w:r>
          </w:p>
        </w:tc>
        <w:tc>
          <w:tcPr>
            <w:tcW w:w="736" w:type="dxa"/>
            <w:tcBorders>
              <w:top w:val="single" w:sz="4" w:space="0" w:color="auto"/>
              <w:left w:val="single" w:sz="4" w:space="0" w:color="auto"/>
              <w:bottom w:val="single" w:sz="4" w:space="0" w:color="auto"/>
              <w:right w:val="single" w:sz="4" w:space="0" w:color="auto"/>
            </w:tcBorders>
            <w:hideMark/>
          </w:tcPr>
          <w:p w14:paraId="04E6718E" w14:textId="77777777" w:rsidR="00281553" w:rsidRPr="00835F44" w:rsidRDefault="000C67EB"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tcPr>
          <w:p w14:paraId="179EF868"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48AC5A83"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17193E4A"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3E776989"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06187FA5"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74E58C5E"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2546F187"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2DAC99CB"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5194BABD"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1CCD520"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3A191F1E"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0CB8A5A" w14:textId="77777777" w:rsidR="00281553" w:rsidRPr="00835F44" w:rsidRDefault="00281553" w:rsidP="000E530E">
            <w:pPr>
              <w:pStyle w:val="TAC"/>
              <w:keepNext w:val="0"/>
              <w:rPr>
                <w:rFonts w:eastAsia="Yu Mincho"/>
                <w:szCs w:val="18"/>
              </w:rPr>
            </w:pP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4B879156" w14:textId="77777777" w:rsidR="00281553" w:rsidRPr="00835F44" w:rsidRDefault="00281553" w:rsidP="000E530E">
            <w:pPr>
              <w:pStyle w:val="TAC"/>
              <w:keepNext w:val="0"/>
              <w:rPr>
                <w:rFonts w:eastAsia="Yu Mincho"/>
                <w:szCs w:val="18"/>
              </w:rPr>
            </w:pPr>
          </w:p>
        </w:tc>
      </w:tr>
      <w:tr w:rsidR="00495FE7" w:rsidRPr="00835F44" w14:paraId="3F39E308"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5776FEFD" w14:textId="77777777" w:rsidR="00281553" w:rsidRPr="00835F44" w:rsidRDefault="00281553" w:rsidP="000E530E">
            <w:pPr>
              <w:pStyle w:val="TAC"/>
              <w:keepNext w:val="0"/>
              <w:rPr>
                <w:lang w:eastAsia="zh-CN"/>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0B21252D" w14:textId="77777777" w:rsidR="00281553" w:rsidRPr="00835F44" w:rsidRDefault="00281553" w:rsidP="000E530E">
            <w:pPr>
              <w:pStyle w:val="TAC"/>
              <w:keepNext w:val="0"/>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119BED17" w14:textId="77777777" w:rsidR="00281553" w:rsidRPr="00835F44" w:rsidRDefault="0028155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hideMark/>
          </w:tcPr>
          <w:p w14:paraId="25E3589C" w14:textId="77777777" w:rsidR="00281553" w:rsidRPr="00835F44" w:rsidRDefault="000C67EB" w:rsidP="000E530E">
            <w:pPr>
              <w:pStyle w:val="TAC"/>
              <w:keepNext w:val="0"/>
            </w:pPr>
            <w:r w:rsidRPr="00835F44">
              <w:t>30</w:t>
            </w:r>
          </w:p>
        </w:tc>
        <w:tc>
          <w:tcPr>
            <w:tcW w:w="736" w:type="dxa"/>
            <w:tcBorders>
              <w:top w:val="single" w:sz="4" w:space="0" w:color="auto"/>
              <w:left w:val="single" w:sz="4" w:space="0" w:color="auto"/>
              <w:bottom w:val="single" w:sz="4" w:space="0" w:color="auto"/>
              <w:right w:val="single" w:sz="4" w:space="0" w:color="auto"/>
            </w:tcBorders>
          </w:tcPr>
          <w:p w14:paraId="1DCB1691"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hideMark/>
          </w:tcPr>
          <w:p w14:paraId="132D6D81"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50CEA383"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2263B487"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66117402"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469C702E"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7A886D6C"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5EDACAD5"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0AA43E4D"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59F6B92F"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692B162A"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34FE3E26"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18A2F912" w14:textId="77777777" w:rsidR="00281553" w:rsidRPr="00835F44" w:rsidRDefault="00281553" w:rsidP="000E530E">
            <w:pPr>
              <w:pStyle w:val="TAC"/>
              <w:keepNext w:val="0"/>
              <w:rPr>
                <w:rFonts w:eastAsia="Yu Mincho"/>
                <w:szCs w:val="18"/>
              </w:rPr>
            </w:pPr>
          </w:p>
        </w:tc>
      </w:tr>
      <w:tr w:rsidR="00495FE7" w:rsidRPr="00835F44" w14:paraId="5D4B50F9"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2AC78C4A" w14:textId="77777777" w:rsidR="00281553" w:rsidRPr="00835F44" w:rsidRDefault="00281553" w:rsidP="000E530E">
            <w:pPr>
              <w:pStyle w:val="TAC"/>
              <w:keepNext w:val="0"/>
              <w:rPr>
                <w:lang w:eastAsia="zh-CN"/>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445DB951" w14:textId="77777777" w:rsidR="00281553" w:rsidRPr="00835F44" w:rsidRDefault="00281553" w:rsidP="000E530E">
            <w:pPr>
              <w:pStyle w:val="TAC"/>
              <w:keepNext w:val="0"/>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5A9B285F" w14:textId="77777777" w:rsidR="00281553" w:rsidRPr="00835F44" w:rsidRDefault="0028155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hideMark/>
          </w:tcPr>
          <w:p w14:paraId="0D68BD73" w14:textId="77777777" w:rsidR="00281553" w:rsidRPr="00835F44" w:rsidRDefault="000C67EB" w:rsidP="000E530E">
            <w:pPr>
              <w:pStyle w:val="TAC"/>
              <w:keepNext w:val="0"/>
            </w:pPr>
            <w:r w:rsidRPr="00835F44">
              <w:t>60</w:t>
            </w:r>
          </w:p>
        </w:tc>
        <w:tc>
          <w:tcPr>
            <w:tcW w:w="736" w:type="dxa"/>
            <w:tcBorders>
              <w:top w:val="single" w:sz="4" w:space="0" w:color="auto"/>
              <w:left w:val="single" w:sz="4" w:space="0" w:color="auto"/>
              <w:bottom w:val="single" w:sz="4" w:space="0" w:color="auto"/>
              <w:right w:val="single" w:sz="4" w:space="0" w:color="auto"/>
            </w:tcBorders>
          </w:tcPr>
          <w:p w14:paraId="06389EB3"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452CFC2A"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69D2A781"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5170EE4F"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4731C7F"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7F191F21"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01CC43E1"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1454D134"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14EA6FCB"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00CF7632"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31F61F87"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4A243CD5"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6B3EA4F6" w14:textId="77777777" w:rsidR="00281553" w:rsidRPr="00835F44" w:rsidRDefault="00281553" w:rsidP="000E530E">
            <w:pPr>
              <w:pStyle w:val="TAC"/>
              <w:keepNext w:val="0"/>
              <w:rPr>
                <w:rFonts w:eastAsia="Yu Mincho"/>
                <w:szCs w:val="18"/>
              </w:rPr>
            </w:pPr>
          </w:p>
        </w:tc>
      </w:tr>
      <w:tr w:rsidR="00495FE7" w:rsidRPr="00835F44" w14:paraId="3E922B28" w14:textId="77777777" w:rsidTr="000E530E">
        <w:trPr>
          <w:trHeight w:val="34"/>
          <w:jc w:val="center"/>
        </w:trPr>
        <w:tc>
          <w:tcPr>
            <w:tcW w:w="1626" w:type="dxa"/>
            <w:vMerge w:val="restart"/>
            <w:tcBorders>
              <w:top w:val="single" w:sz="4" w:space="0" w:color="auto"/>
              <w:left w:val="single" w:sz="4" w:space="0" w:color="auto"/>
              <w:right w:val="single" w:sz="4" w:space="0" w:color="auto"/>
            </w:tcBorders>
            <w:vAlign w:val="center"/>
          </w:tcPr>
          <w:p w14:paraId="2D6E57F8" w14:textId="77777777" w:rsidR="000C67EB" w:rsidRPr="00835F44" w:rsidRDefault="000C67EB" w:rsidP="000E530E">
            <w:pPr>
              <w:pStyle w:val="TAC"/>
              <w:keepNext w:val="0"/>
              <w:rPr>
                <w:lang w:eastAsia="zh-CN"/>
              </w:rPr>
            </w:pPr>
            <w:r w:rsidRPr="00835F44">
              <w:rPr>
                <w:lang w:eastAsia="zh-CN"/>
              </w:rPr>
              <w:t>CA_n75A-n78A</w:t>
            </w:r>
          </w:p>
        </w:tc>
        <w:tc>
          <w:tcPr>
            <w:tcW w:w="1519" w:type="dxa"/>
            <w:vMerge w:val="restart"/>
            <w:tcBorders>
              <w:top w:val="single" w:sz="4" w:space="0" w:color="auto"/>
              <w:left w:val="single" w:sz="4" w:space="0" w:color="auto"/>
              <w:right w:val="single" w:sz="4" w:space="0" w:color="auto"/>
            </w:tcBorders>
            <w:vAlign w:val="center"/>
          </w:tcPr>
          <w:p w14:paraId="7D319411" w14:textId="77777777" w:rsidR="000C67EB" w:rsidRPr="00835F44" w:rsidRDefault="000C67EB" w:rsidP="000E530E">
            <w:pPr>
              <w:pStyle w:val="TAC"/>
              <w:keepNext w:val="0"/>
            </w:pPr>
            <w:r w:rsidRPr="00835F44">
              <w:t>-</w:t>
            </w:r>
          </w:p>
        </w:tc>
        <w:tc>
          <w:tcPr>
            <w:tcW w:w="736" w:type="dxa"/>
            <w:vMerge w:val="restart"/>
            <w:tcBorders>
              <w:top w:val="single" w:sz="4" w:space="0" w:color="auto"/>
              <w:left w:val="single" w:sz="4" w:space="0" w:color="auto"/>
              <w:right w:val="single" w:sz="4" w:space="0" w:color="auto"/>
            </w:tcBorders>
            <w:vAlign w:val="center"/>
          </w:tcPr>
          <w:p w14:paraId="720A3B3F" w14:textId="77777777" w:rsidR="000C67EB" w:rsidRPr="00835F44" w:rsidRDefault="000C67EB" w:rsidP="000E530E">
            <w:pPr>
              <w:pStyle w:val="TAC"/>
              <w:keepNext w:val="0"/>
            </w:pPr>
            <w:r w:rsidRPr="00835F44">
              <w:rPr>
                <w:rFonts w:eastAsia="Yu Mincho"/>
              </w:rPr>
              <w:t>n75</w:t>
            </w:r>
          </w:p>
        </w:tc>
        <w:tc>
          <w:tcPr>
            <w:tcW w:w="736" w:type="dxa"/>
            <w:tcBorders>
              <w:top w:val="single" w:sz="4" w:space="0" w:color="auto"/>
              <w:left w:val="single" w:sz="4" w:space="0" w:color="auto"/>
              <w:bottom w:val="single" w:sz="4" w:space="0" w:color="auto"/>
              <w:right w:val="single" w:sz="4" w:space="0" w:color="auto"/>
            </w:tcBorders>
            <w:vAlign w:val="center"/>
          </w:tcPr>
          <w:p w14:paraId="0D8FCF75" w14:textId="77777777" w:rsidR="000C67EB" w:rsidRPr="00835F44" w:rsidRDefault="000C67EB" w:rsidP="000E530E">
            <w:pPr>
              <w:pStyle w:val="TAC"/>
              <w:keepNext w:val="0"/>
            </w:pPr>
            <w:r w:rsidRPr="00835F44">
              <w:rPr>
                <w:rFonts w:eastAsia="Yu Mincho"/>
              </w:rPr>
              <w:t>15</w:t>
            </w:r>
          </w:p>
        </w:tc>
        <w:tc>
          <w:tcPr>
            <w:tcW w:w="736" w:type="dxa"/>
            <w:tcBorders>
              <w:top w:val="single" w:sz="4" w:space="0" w:color="auto"/>
              <w:left w:val="single" w:sz="4" w:space="0" w:color="auto"/>
              <w:bottom w:val="single" w:sz="4" w:space="0" w:color="auto"/>
              <w:right w:val="single" w:sz="4" w:space="0" w:color="auto"/>
            </w:tcBorders>
          </w:tcPr>
          <w:p w14:paraId="611680D0" w14:textId="77777777" w:rsidR="000C67EB" w:rsidRPr="00835F44" w:rsidRDefault="000C67EB" w:rsidP="000E530E">
            <w:pPr>
              <w:pStyle w:val="TAC"/>
              <w:keepNext w:val="0"/>
              <w:rPr>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7588614" w14:textId="77777777" w:rsidR="000C67EB" w:rsidRPr="00835F44" w:rsidRDefault="000C67EB" w:rsidP="000E530E">
            <w:pPr>
              <w:pStyle w:val="TAC"/>
              <w:keepNext w:val="0"/>
              <w:rPr>
                <w:rFonts w:eastAsia="Yu Mincho"/>
                <w:szCs w:val="18"/>
              </w:rPr>
            </w:pPr>
            <w:r w:rsidRPr="00835F44">
              <w:rPr>
                <w:rFonts w:eastAsia="Yu Mincho"/>
              </w:rPr>
              <w:t>Yes</w:t>
            </w:r>
          </w:p>
        </w:tc>
        <w:tc>
          <w:tcPr>
            <w:tcW w:w="737" w:type="dxa"/>
            <w:tcBorders>
              <w:top w:val="single" w:sz="4" w:space="0" w:color="auto"/>
              <w:left w:val="single" w:sz="4" w:space="0" w:color="auto"/>
              <w:bottom w:val="single" w:sz="4" w:space="0" w:color="auto"/>
              <w:right w:val="single" w:sz="4" w:space="0" w:color="auto"/>
            </w:tcBorders>
            <w:vAlign w:val="center"/>
          </w:tcPr>
          <w:p w14:paraId="5A1C70ED" w14:textId="77777777" w:rsidR="000C67EB" w:rsidRPr="00835F44" w:rsidRDefault="000C67EB"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0250EC4" w14:textId="77777777" w:rsidR="000C67EB" w:rsidRPr="00835F44" w:rsidRDefault="000C67EB"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8B4206F"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314D3B1C"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7AE17384"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361980B2"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B6AFC51"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225E6620"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1A80A408"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5421888B" w14:textId="77777777" w:rsidR="000C67EB" w:rsidRPr="00835F44" w:rsidRDefault="000C67EB" w:rsidP="000E530E">
            <w:pPr>
              <w:pStyle w:val="TAC"/>
              <w:keepNext w:val="0"/>
              <w:rPr>
                <w:rFonts w:eastAsia="Yu Mincho"/>
                <w:szCs w:val="18"/>
              </w:rPr>
            </w:pPr>
          </w:p>
        </w:tc>
        <w:tc>
          <w:tcPr>
            <w:tcW w:w="1632" w:type="dxa"/>
            <w:vMerge w:val="restart"/>
            <w:tcBorders>
              <w:top w:val="single" w:sz="4" w:space="0" w:color="auto"/>
              <w:left w:val="single" w:sz="4" w:space="0" w:color="auto"/>
              <w:right w:val="single" w:sz="4" w:space="0" w:color="auto"/>
            </w:tcBorders>
            <w:vAlign w:val="center"/>
          </w:tcPr>
          <w:p w14:paraId="25801AD5" w14:textId="77777777" w:rsidR="000C67EB" w:rsidRPr="00835F44" w:rsidRDefault="000C67EB" w:rsidP="000E530E">
            <w:pPr>
              <w:pStyle w:val="TAC"/>
              <w:keepNext w:val="0"/>
              <w:rPr>
                <w:rFonts w:eastAsia="Yu Mincho"/>
                <w:szCs w:val="18"/>
              </w:rPr>
            </w:pPr>
            <w:r w:rsidRPr="00835F44">
              <w:rPr>
                <w:rFonts w:eastAsia="Yu Mincho"/>
                <w:szCs w:val="18"/>
              </w:rPr>
              <w:t>0</w:t>
            </w:r>
          </w:p>
        </w:tc>
      </w:tr>
      <w:tr w:rsidR="00495FE7" w:rsidRPr="00835F44" w14:paraId="3CFF42AE" w14:textId="77777777" w:rsidTr="000E530E">
        <w:trPr>
          <w:trHeight w:val="34"/>
          <w:jc w:val="center"/>
        </w:trPr>
        <w:tc>
          <w:tcPr>
            <w:tcW w:w="1626" w:type="dxa"/>
            <w:vMerge/>
            <w:tcBorders>
              <w:left w:val="single" w:sz="4" w:space="0" w:color="auto"/>
              <w:right w:val="single" w:sz="4" w:space="0" w:color="auto"/>
            </w:tcBorders>
            <w:vAlign w:val="center"/>
          </w:tcPr>
          <w:p w14:paraId="088E65D7" w14:textId="77777777" w:rsidR="000C67EB" w:rsidRPr="00835F44" w:rsidRDefault="000C67EB" w:rsidP="000E530E">
            <w:pPr>
              <w:pStyle w:val="TAC"/>
              <w:keepNext w:val="0"/>
              <w:rPr>
                <w:lang w:eastAsia="zh-CN"/>
              </w:rPr>
            </w:pPr>
          </w:p>
        </w:tc>
        <w:tc>
          <w:tcPr>
            <w:tcW w:w="1519" w:type="dxa"/>
            <w:vMerge/>
            <w:tcBorders>
              <w:left w:val="single" w:sz="4" w:space="0" w:color="auto"/>
              <w:right w:val="single" w:sz="4" w:space="0" w:color="auto"/>
            </w:tcBorders>
            <w:vAlign w:val="center"/>
          </w:tcPr>
          <w:p w14:paraId="59E5A772" w14:textId="77777777" w:rsidR="000C67EB" w:rsidRPr="00835F44" w:rsidRDefault="000C67EB" w:rsidP="000E530E">
            <w:pPr>
              <w:pStyle w:val="TAC"/>
              <w:keepNext w:val="0"/>
            </w:pPr>
          </w:p>
        </w:tc>
        <w:tc>
          <w:tcPr>
            <w:tcW w:w="736" w:type="dxa"/>
            <w:vMerge/>
            <w:tcBorders>
              <w:left w:val="single" w:sz="4" w:space="0" w:color="auto"/>
              <w:right w:val="single" w:sz="4" w:space="0" w:color="auto"/>
            </w:tcBorders>
            <w:vAlign w:val="center"/>
          </w:tcPr>
          <w:p w14:paraId="5A559F0C" w14:textId="77777777" w:rsidR="000C67EB" w:rsidRPr="00835F44" w:rsidRDefault="000C67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vAlign w:val="center"/>
          </w:tcPr>
          <w:p w14:paraId="21C37903" w14:textId="77777777" w:rsidR="000C67EB" w:rsidRPr="00835F44" w:rsidRDefault="000C67EB" w:rsidP="000E530E">
            <w:pPr>
              <w:pStyle w:val="TAC"/>
              <w:keepNext w:val="0"/>
            </w:pPr>
            <w:r w:rsidRPr="00835F44">
              <w:rPr>
                <w:rFonts w:eastAsia="Yu Mincho"/>
              </w:rPr>
              <w:t>30</w:t>
            </w:r>
          </w:p>
        </w:tc>
        <w:tc>
          <w:tcPr>
            <w:tcW w:w="736" w:type="dxa"/>
            <w:tcBorders>
              <w:top w:val="single" w:sz="4" w:space="0" w:color="auto"/>
              <w:left w:val="single" w:sz="4" w:space="0" w:color="auto"/>
              <w:bottom w:val="single" w:sz="4" w:space="0" w:color="auto"/>
              <w:right w:val="single" w:sz="4" w:space="0" w:color="auto"/>
            </w:tcBorders>
          </w:tcPr>
          <w:p w14:paraId="63061FE9" w14:textId="77777777" w:rsidR="000C67EB" w:rsidRPr="00835F44" w:rsidRDefault="000C67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tcPr>
          <w:p w14:paraId="7D0313D8" w14:textId="77777777" w:rsidR="000C67EB" w:rsidRPr="00835F44" w:rsidRDefault="000C67EB" w:rsidP="000E530E">
            <w:pPr>
              <w:pStyle w:val="TAC"/>
              <w:keepNext w:val="0"/>
              <w:rPr>
                <w:rFonts w:eastAsia="Yu Mincho"/>
                <w:szCs w:val="18"/>
              </w:rPr>
            </w:pPr>
            <w:r w:rsidRPr="00835F44">
              <w:rPr>
                <w:rFonts w:eastAsia="Yu Mincho"/>
              </w:rPr>
              <w:t>Yes</w:t>
            </w:r>
          </w:p>
        </w:tc>
        <w:tc>
          <w:tcPr>
            <w:tcW w:w="737" w:type="dxa"/>
            <w:tcBorders>
              <w:top w:val="single" w:sz="4" w:space="0" w:color="auto"/>
              <w:left w:val="single" w:sz="4" w:space="0" w:color="auto"/>
              <w:bottom w:val="single" w:sz="4" w:space="0" w:color="auto"/>
              <w:right w:val="single" w:sz="4" w:space="0" w:color="auto"/>
            </w:tcBorders>
            <w:vAlign w:val="center"/>
          </w:tcPr>
          <w:p w14:paraId="7A1D3C60" w14:textId="77777777" w:rsidR="000C67EB" w:rsidRPr="00835F44" w:rsidRDefault="000C67EB"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4EA23944" w14:textId="77777777" w:rsidR="000C67EB" w:rsidRPr="00835F44" w:rsidRDefault="000C67EB"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407BD26D"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69446893"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006CCC76"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68EC8469"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4A09D2A"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30BA4494"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74E59FF4"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28364AB4" w14:textId="77777777" w:rsidR="000C67EB" w:rsidRPr="00835F44" w:rsidRDefault="000C67EB"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45DCA6FE" w14:textId="77777777" w:rsidR="000C67EB" w:rsidRPr="00835F44" w:rsidRDefault="000C67EB" w:rsidP="000E530E">
            <w:pPr>
              <w:pStyle w:val="TAC"/>
              <w:keepNext w:val="0"/>
              <w:rPr>
                <w:rFonts w:eastAsia="Yu Mincho"/>
                <w:szCs w:val="18"/>
              </w:rPr>
            </w:pPr>
          </w:p>
        </w:tc>
      </w:tr>
      <w:tr w:rsidR="00495FE7" w:rsidRPr="00835F44" w14:paraId="73909E75" w14:textId="77777777" w:rsidTr="000E530E">
        <w:trPr>
          <w:trHeight w:val="34"/>
          <w:jc w:val="center"/>
        </w:trPr>
        <w:tc>
          <w:tcPr>
            <w:tcW w:w="1626" w:type="dxa"/>
            <w:vMerge/>
            <w:tcBorders>
              <w:left w:val="single" w:sz="4" w:space="0" w:color="auto"/>
              <w:right w:val="single" w:sz="4" w:space="0" w:color="auto"/>
            </w:tcBorders>
            <w:vAlign w:val="center"/>
          </w:tcPr>
          <w:p w14:paraId="27ADCFF9" w14:textId="77777777" w:rsidR="000C67EB" w:rsidRPr="00835F44" w:rsidRDefault="000C67EB" w:rsidP="000E530E">
            <w:pPr>
              <w:pStyle w:val="TAC"/>
              <w:keepNext w:val="0"/>
              <w:rPr>
                <w:lang w:eastAsia="zh-CN"/>
              </w:rPr>
            </w:pPr>
          </w:p>
        </w:tc>
        <w:tc>
          <w:tcPr>
            <w:tcW w:w="1519" w:type="dxa"/>
            <w:vMerge/>
            <w:tcBorders>
              <w:left w:val="single" w:sz="4" w:space="0" w:color="auto"/>
              <w:right w:val="single" w:sz="4" w:space="0" w:color="auto"/>
            </w:tcBorders>
            <w:vAlign w:val="center"/>
          </w:tcPr>
          <w:p w14:paraId="5210573A" w14:textId="77777777" w:rsidR="000C67EB" w:rsidRPr="00835F44" w:rsidRDefault="000C67EB" w:rsidP="000E530E">
            <w:pPr>
              <w:pStyle w:val="TAC"/>
              <w:keepNext w:val="0"/>
            </w:pPr>
          </w:p>
        </w:tc>
        <w:tc>
          <w:tcPr>
            <w:tcW w:w="736" w:type="dxa"/>
            <w:vMerge/>
            <w:tcBorders>
              <w:left w:val="single" w:sz="4" w:space="0" w:color="auto"/>
              <w:bottom w:val="single" w:sz="4" w:space="0" w:color="auto"/>
              <w:right w:val="single" w:sz="4" w:space="0" w:color="auto"/>
            </w:tcBorders>
            <w:vAlign w:val="center"/>
          </w:tcPr>
          <w:p w14:paraId="57EF28C1" w14:textId="77777777" w:rsidR="000C67EB" w:rsidRPr="00835F44" w:rsidRDefault="000C67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vAlign w:val="center"/>
          </w:tcPr>
          <w:p w14:paraId="0CFB6868" w14:textId="77777777" w:rsidR="000C67EB" w:rsidRPr="00835F44" w:rsidRDefault="000C67EB" w:rsidP="000E530E">
            <w:pPr>
              <w:pStyle w:val="TAC"/>
              <w:keepNext w:val="0"/>
            </w:pPr>
            <w:r w:rsidRPr="00835F44">
              <w:rPr>
                <w:rFonts w:eastAsia="Yu Mincho"/>
              </w:rPr>
              <w:t>60</w:t>
            </w:r>
          </w:p>
        </w:tc>
        <w:tc>
          <w:tcPr>
            <w:tcW w:w="736" w:type="dxa"/>
            <w:tcBorders>
              <w:top w:val="single" w:sz="4" w:space="0" w:color="auto"/>
              <w:left w:val="single" w:sz="4" w:space="0" w:color="auto"/>
              <w:bottom w:val="single" w:sz="4" w:space="0" w:color="auto"/>
              <w:right w:val="single" w:sz="4" w:space="0" w:color="auto"/>
            </w:tcBorders>
          </w:tcPr>
          <w:p w14:paraId="23E10DAA" w14:textId="77777777" w:rsidR="000C67EB" w:rsidRPr="00835F44" w:rsidRDefault="000C67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BD5E8DC" w14:textId="77777777" w:rsidR="000C67EB" w:rsidRPr="00835F44" w:rsidRDefault="000C67EB" w:rsidP="000E530E">
            <w:pPr>
              <w:pStyle w:val="TAC"/>
              <w:keepNext w:val="0"/>
              <w:rPr>
                <w:rFonts w:eastAsia="Yu Mincho"/>
                <w:szCs w:val="18"/>
              </w:rPr>
            </w:pPr>
            <w:r w:rsidRPr="00835F44">
              <w:rPr>
                <w:rFonts w:eastAsia="Yu Mincho"/>
              </w:rPr>
              <w:t>Yes</w:t>
            </w:r>
          </w:p>
        </w:tc>
        <w:tc>
          <w:tcPr>
            <w:tcW w:w="737" w:type="dxa"/>
            <w:tcBorders>
              <w:top w:val="single" w:sz="4" w:space="0" w:color="auto"/>
              <w:left w:val="single" w:sz="4" w:space="0" w:color="auto"/>
              <w:bottom w:val="single" w:sz="4" w:space="0" w:color="auto"/>
              <w:right w:val="single" w:sz="4" w:space="0" w:color="auto"/>
            </w:tcBorders>
            <w:vAlign w:val="center"/>
          </w:tcPr>
          <w:p w14:paraId="2852F8F2" w14:textId="77777777" w:rsidR="000C67EB" w:rsidRPr="00835F44" w:rsidRDefault="000C67EB"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2251829" w14:textId="77777777" w:rsidR="000C67EB" w:rsidRPr="00835F44" w:rsidRDefault="000C67EB" w:rsidP="000E530E">
            <w:pPr>
              <w:pStyle w:val="TAC"/>
              <w:keepNext w:val="0"/>
              <w:rPr>
                <w:rFonts w:eastAsia="Yu Mincho"/>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41C91DF"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4714DB99"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06395048"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5FC98982"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1AD38A3"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7D629B14"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4AE4549D"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348ED8BD" w14:textId="77777777" w:rsidR="000C67EB" w:rsidRPr="00835F44" w:rsidRDefault="000C67EB"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671D8BFF" w14:textId="77777777" w:rsidR="000C67EB" w:rsidRPr="00835F44" w:rsidRDefault="000C67EB" w:rsidP="000E530E">
            <w:pPr>
              <w:pStyle w:val="TAC"/>
              <w:keepNext w:val="0"/>
              <w:rPr>
                <w:rFonts w:eastAsia="Yu Mincho"/>
                <w:szCs w:val="18"/>
              </w:rPr>
            </w:pPr>
          </w:p>
        </w:tc>
      </w:tr>
      <w:tr w:rsidR="00495FE7" w:rsidRPr="00835F44" w14:paraId="0EA86F8E" w14:textId="77777777" w:rsidTr="000E530E">
        <w:trPr>
          <w:trHeight w:val="34"/>
          <w:jc w:val="center"/>
        </w:trPr>
        <w:tc>
          <w:tcPr>
            <w:tcW w:w="1626" w:type="dxa"/>
            <w:vMerge/>
            <w:tcBorders>
              <w:left w:val="single" w:sz="4" w:space="0" w:color="auto"/>
              <w:right w:val="single" w:sz="4" w:space="0" w:color="auto"/>
            </w:tcBorders>
            <w:vAlign w:val="center"/>
          </w:tcPr>
          <w:p w14:paraId="0E1BF321" w14:textId="77777777" w:rsidR="000C67EB" w:rsidRPr="00835F44" w:rsidRDefault="000C67EB" w:rsidP="000E530E">
            <w:pPr>
              <w:pStyle w:val="TAC"/>
              <w:keepNext w:val="0"/>
              <w:rPr>
                <w:lang w:eastAsia="zh-CN"/>
              </w:rPr>
            </w:pPr>
          </w:p>
        </w:tc>
        <w:tc>
          <w:tcPr>
            <w:tcW w:w="1519" w:type="dxa"/>
            <w:vMerge/>
            <w:tcBorders>
              <w:left w:val="single" w:sz="4" w:space="0" w:color="auto"/>
              <w:right w:val="single" w:sz="4" w:space="0" w:color="auto"/>
            </w:tcBorders>
            <w:vAlign w:val="center"/>
          </w:tcPr>
          <w:p w14:paraId="614AFFF2" w14:textId="77777777" w:rsidR="000C67EB" w:rsidRPr="00835F44" w:rsidRDefault="000C67EB" w:rsidP="000E530E">
            <w:pPr>
              <w:pStyle w:val="TAC"/>
              <w:keepNext w:val="0"/>
            </w:pPr>
          </w:p>
        </w:tc>
        <w:tc>
          <w:tcPr>
            <w:tcW w:w="736" w:type="dxa"/>
            <w:vMerge w:val="restart"/>
            <w:tcBorders>
              <w:top w:val="single" w:sz="4" w:space="0" w:color="auto"/>
              <w:left w:val="single" w:sz="4" w:space="0" w:color="auto"/>
              <w:right w:val="single" w:sz="4" w:space="0" w:color="auto"/>
            </w:tcBorders>
            <w:vAlign w:val="center"/>
          </w:tcPr>
          <w:p w14:paraId="1549C148" w14:textId="77777777" w:rsidR="000C67EB" w:rsidRPr="00835F44" w:rsidRDefault="000C67EB" w:rsidP="000E530E">
            <w:pPr>
              <w:pStyle w:val="TAC"/>
              <w:keepNext w:val="0"/>
            </w:pPr>
            <w:r w:rsidRPr="00835F44">
              <w:t>n78</w:t>
            </w:r>
          </w:p>
        </w:tc>
        <w:tc>
          <w:tcPr>
            <w:tcW w:w="736" w:type="dxa"/>
            <w:tcBorders>
              <w:top w:val="single" w:sz="4" w:space="0" w:color="auto"/>
              <w:left w:val="single" w:sz="4" w:space="0" w:color="auto"/>
              <w:bottom w:val="single" w:sz="4" w:space="0" w:color="auto"/>
              <w:right w:val="single" w:sz="4" w:space="0" w:color="auto"/>
            </w:tcBorders>
          </w:tcPr>
          <w:p w14:paraId="49889CE1" w14:textId="77777777" w:rsidR="000C67EB" w:rsidRPr="00835F44" w:rsidRDefault="000C67EB"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tcPr>
          <w:p w14:paraId="18F746A5" w14:textId="77777777" w:rsidR="000C67EB" w:rsidRPr="00835F44" w:rsidRDefault="000C67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615DF8CA"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6D1E36D8"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B2AF807"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A79EC3F"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32692692"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06F98848"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2DEDF272"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C7AD369"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2F0D2E60"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27B8DA70"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9A0D20D" w14:textId="77777777" w:rsidR="000C67EB" w:rsidRPr="00835F44" w:rsidRDefault="000C67EB"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29A734FC" w14:textId="77777777" w:rsidR="000C67EB" w:rsidRPr="00835F44" w:rsidRDefault="000C67EB" w:rsidP="000E530E">
            <w:pPr>
              <w:pStyle w:val="TAC"/>
              <w:keepNext w:val="0"/>
              <w:rPr>
                <w:rFonts w:eastAsia="Yu Mincho"/>
                <w:szCs w:val="18"/>
              </w:rPr>
            </w:pPr>
          </w:p>
        </w:tc>
      </w:tr>
      <w:tr w:rsidR="00495FE7" w:rsidRPr="00835F44" w14:paraId="02B3E1D6" w14:textId="77777777" w:rsidTr="000E530E">
        <w:trPr>
          <w:trHeight w:val="34"/>
          <w:jc w:val="center"/>
        </w:trPr>
        <w:tc>
          <w:tcPr>
            <w:tcW w:w="1626" w:type="dxa"/>
            <w:vMerge/>
            <w:tcBorders>
              <w:left w:val="single" w:sz="4" w:space="0" w:color="auto"/>
              <w:right w:val="single" w:sz="4" w:space="0" w:color="auto"/>
            </w:tcBorders>
            <w:vAlign w:val="center"/>
          </w:tcPr>
          <w:p w14:paraId="6ECC636A" w14:textId="77777777" w:rsidR="000C67EB" w:rsidRPr="00835F44" w:rsidRDefault="000C67EB" w:rsidP="000E530E">
            <w:pPr>
              <w:pStyle w:val="TAC"/>
              <w:keepNext w:val="0"/>
              <w:rPr>
                <w:lang w:eastAsia="zh-CN"/>
              </w:rPr>
            </w:pPr>
          </w:p>
        </w:tc>
        <w:tc>
          <w:tcPr>
            <w:tcW w:w="1519" w:type="dxa"/>
            <w:vMerge/>
            <w:tcBorders>
              <w:left w:val="single" w:sz="4" w:space="0" w:color="auto"/>
              <w:right w:val="single" w:sz="4" w:space="0" w:color="auto"/>
            </w:tcBorders>
            <w:vAlign w:val="center"/>
          </w:tcPr>
          <w:p w14:paraId="320EC8A1" w14:textId="77777777" w:rsidR="000C67EB" w:rsidRPr="00835F44" w:rsidRDefault="000C67EB" w:rsidP="000E530E">
            <w:pPr>
              <w:pStyle w:val="TAC"/>
              <w:keepNext w:val="0"/>
            </w:pPr>
          </w:p>
        </w:tc>
        <w:tc>
          <w:tcPr>
            <w:tcW w:w="736" w:type="dxa"/>
            <w:vMerge/>
            <w:tcBorders>
              <w:left w:val="single" w:sz="4" w:space="0" w:color="auto"/>
              <w:right w:val="single" w:sz="4" w:space="0" w:color="auto"/>
            </w:tcBorders>
            <w:vAlign w:val="center"/>
          </w:tcPr>
          <w:p w14:paraId="7C338A59" w14:textId="77777777" w:rsidR="000C67EB" w:rsidRPr="00835F44" w:rsidRDefault="000C67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604F6B92" w14:textId="77777777" w:rsidR="000C67EB" w:rsidRPr="00835F44" w:rsidRDefault="000C67EB" w:rsidP="000E530E">
            <w:pPr>
              <w:pStyle w:val="TAC"/>
              <w:keepNext w:val="0"/>
            </w:pPr>
            <w:r w:rsidRPr="00835F44">
              <w:t>30</w:t>
            </w:r>
          </w:p>
        </w:tc>
        <w:tc>
          <w:tcPr>
            <w:tcW w:w="736" w:type="dxa"/>
            <w:tcBorders>
              <w:top w:val="single" w:sz="4" w:space="0" w:color="auto"/>
              <w:left w:val="single" w:sz="4" w:space="0" w:color="auto"/>
              <w:bottom w:val="single" w:sz="4" w:space="0" w:color="auto"/>
              <w:right w:val="single" w:sz="4" w:space="0" w:color="auto"/>
            </w:tcBorders>
          </w:tcPr>
          <w:p w14:paraId="61DEA7F6" w14:textId="77777777" w:rsidR="000C67EB" w:rsidRPr="00835F44" w:rsidRDefault="000C67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tcPr>
          <w:p w14:paraId="35DE8619"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34CB3EFB"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43BEB1D"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9B79FC3"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5478C8CA"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38BBDC21"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19F8A34D"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29D751F"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DA3104A"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13B49B43"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12B50B8B"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1632" w:type="dxa"/>
            <w:vMerge/>
            <w:tcBorders>
              <w:left w:val="single" w:sz="4" w:space="0" w:color="auto"/>
              <w:right w:val="single" w:sz="4" w:space="0" w:color="auto"/>
            </w:tcBorders>
            <w:vAlign w:val="center"/>
          </w:tcPr>
          <w:p w14:paraId="4688A1CC" w14:textId="77777777" w:rsidR="000C67EB" w:rsidRPr="00835F44" w:rsidRDefault="000C67EB" w:rsidP="000E530E">
            <w:pPr>
              <w:pStyle w:val="TAC"/>
              <w:keepNext w:val="0"/>
              <w:rPr>
                <w:rFonts w:eastAsia="Yu Mincho"/>
                <w:szCs w:val="18"/>
              </w:rPr>
            </w:pPr>
          </w:p>
        </w:tc>
      </w:tr>
      <w:tr w:rsidR="00495FE7" w:rsidRPr="00835F44" w14:paraId="65FCD97B" w14:textId="77777777" w:rsidTr="000E530E">
        <w:trPr>
          <w:trHeight w:val="34"/>
          <w:jc w:val="center"/>
        </w:trPr>
        <w:tc>
          <w:tcPr>
            <w:tcW w:w="1626" w:type="dxa"/>
            <w:vMerge/>
            <w:tcBorders>
              <w:left w:val="single" w:sz="4" w:space="0" w:color="auto"/>
              <w:bottom w:val="single" w:sz="4" w:space="0" w:color="auto"/>
              <w:right w:val="single" w:sz="4" w:space="0" w:color="auto"/>
            </w:tcBorders>
            <w:vAlign w:val="center"/>
          </w:tcPr>
          <w:p w14:paraId="49EB703C" w14:textId="77777777" w:rsidR="000C67EB" w:rsidRPr="00835F44" w:rsidRDefault="000C67EB" w:rsidP="000E530E">
            <w:pPr>
              <w:pStyle w:val="TAC"/>
              <w:keepNext w:val="0"/>
              <w:rPr>
                <w:lang w:eastAsia="zh-CN"/>
              </w:rPr>
            </w:pPr>
          </w:p>
        </w:tc>
        <w:tc>
          <w:tcPr>
            <w:tcW w:w="1519" w:type="dxa"/>
            <w:vMerge/>
            <w:tcBorders>
              <w:left w:val="single" w:sz="4" w:space="0" w:color="auto"/>
              <w:bottom w:val="single" w:sz="4" w:space="0" w:color="auto"/>
              <w:right w:val="single" w:sz="4" w:space="0" w:color="auto"/>
            </w:tcBorders>
            <w:vAlign w:val="center"/>
          </w:tcPr>
          <w:p w14:paraId="683D8F0E" w14:textId="77777777" w:rsidR="000C67EB" w:rsidRPr="00835F44" w:rsidRDefault="000C67EB" w:rsidP="000E530E">
            <w:pPr>
              <w:pStyle w:val="TAC"/>
              <w:keepNext w:val="0"/>
            </w:pPr>
          </w:p>
        </w:tc>
        <w:tc>
          <w:tcPr>
            <w:tcW w:w="736" w:type="dxa"/>
            <w:vMerge/>
            <w:tcBorders>
              <w:left w:val="single" w:sz="4" w:space="0" w:color="auto"/>
              <w:bottom w:val="single" w:sz="4" w:space="0" w:color="auto"/>
              <w:right w:val="single" w:sz="4" w:space="0" w:color="auto"/>
            </w:tcBorders>
            <w:vAlign w:val="center"/>
          </w:tcPr>
          <w:p w14:paraId="1CA5F417" w14:textId="77777777" w:rsidR="000C67EB" w:rsidRPr="00835F44" w:rsidRDefault="000C67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2591CE54" w14:textId="77777777" w:rsidR="000C67EB" w:rsidRPr="00835F44" w:rsidRDefault="000C67EB" w:rsidP="000E530E">
            <w:pPr>
              <w:pStyle w:val="TAC"/>
              <w:keepNext w:val="0"/>
            </w:pPr>
            <w:r w:rsidRPr="00835F44">
              <w:t>60</w:t>
            </w:r>
          </w:p>
        </w:tc>
        <w:tc>
          <w:tcPr>
            <w:tcW w:w="736" w:type="dxa"/>
            <w:tcBorders>
              <w:top w:val="single" w:sz="4" w:space="0" w:color="auto"/>
              <w:left w:val="single" w:sz="4" w:space="0" w:color="auto"/>
              <w:bottom w:val="single" w:sz="4" w:space="0" w:color="auto"/>
              <w:right w:val="single" w:sz="4" w:space="0" w:color="auto"/>
            </w:tcBorders>
          </w:tcPr>
          <w:p w14:paraId="65A53A4A" w14:textId="77777777" w:rsidR="000C67EB" w:rsidRPr="00835F44" w:rsidRDefault="000C67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EBA178E"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142660EE"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F6142BC"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149E994"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3B92D750"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0B5AFE58"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3CDC271F"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64D5B018"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4D16EC5"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2193648B"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2E84EE68"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1632" w:type="dxa"/>
            <w:vMerge/>
            <w:tcBorders>
              <w:left w:val="single" w:sz="4" w:space="0" w:color="auto"/>
              <w:bottom w:val="single" w:sz="4" w:space="0" w:color="auto"/>
              <w:right w:val="single" w:sz="4" w:space="0" w:color="auto"/>
            </w:tcBorders>
            <w:vAlign w:val="center"/>
          </w:tcPr>
          <w:p w14:paraId="3CBAD151" w14:textId="77777777" w:rsidR="000C67EB" w:rsidRPr="00835F44" w:rsidRDefault="000C67EB" w:rsidP="000E530E">
            <w:pPr>
              <w:pStyle w:val="TAC"/>
              <w:keepNext w:val="0"/>
              <w:rPr>
                <w:rFonts w:eastAsia="Yu Mincho"/>
                <w:szCs w:val="18"/>
              </w:rPr>
            </w:pPr>
          </w:p>
        </w:tc>
      </w:tr>
      <w:tr w:rsidR="00495FE7" w:rsidRPr="00835F44" w14:paraId="2BAC9D54" w14:textId="77777777" w:rsidTr="000E530E">
        <w:trPr>
          <w:trHeight w:val="34"/>
          <w:jc w:val="center"/>
        </w:trPr>
        <w:tc>
          <w:tcPr>
            <w:tcW w:w="1626" w:type="dxa"/>
            <w:vMerge w:val="restart"/>
            <w:tcBorders>
              <w:left w:val="single" w:sz="4" w:space="0" w:color="auto"/>
              <w:right w:val="single" w:sz="4" w:space="0" w:color="auto"/>
            </w:tcBorders>
            <w:vAlign w:val="center"/>
          </w:tcPr>
          <w:p w14:paraId="30302158" w14:textId="77777777" w:rsidR="000C67EB" w:rsidRPr="00835F44" w:rsidRDefault="000C67EB" w:rsidP="000E530E">
            <w:pPr>
              <w:pStyle w:val="TAC"/>
              <w:keepNext w:val="0"/>
              <w:rPr>
                <w:lang w:eastAsia="zh-CN"/>
              </w:rPr>
            </w:pPr>
            <w:r w:rsidRPr="00835F44">
              <w:rPr>
                <w:lang w:eastAsia="zh-CN"/>
              </w:rPr>
              <w:t>CA n76A-n78A</w:t>
            </w:r>
          </w:p>
        </w:tc>
        <w:tc>
          <w:tcPr>
            <w:tcW w:w="1519" w:type="dxa"/>
            <w:vMerge w:val="restart"/>
            <w:tcBorders>
              <w:left w:val="single" w:sz="4" w:space="0" w:color="auto"/>
              <w:right w:val="single" w:sz="4" w:space="0" w:color="auto"/>
            </w:tcBorders>
            <w:vAlign w:val="center"/>
          </w:tcPr>
          <w:p w14:paraId="417C08C2" w14:textId="77777777" w:rsidR="000C67EB" w:rsidRPr="00835F44" w:rsidRDefault="000C67EB" w:rsidP="000E530E">
            <w:pPr>
              <w:pStyle w:val="TAC"/>
              <w:keepNext w:val="0"/>
            </w:pPr>
            <w:r w:rsidRPr="00835F44">
              <w:t>-</w:t>
            </w:r>
          </w:p>
        </w:tc>
        <w:tc>
          <w:tcPr>
            <w:tcW w:w="736" w:type="dxa"/>
            <w:vMerge w:val="restart"/>
            <w:tcBorders>
              <w:left w:val="single" w:sz="4" w:space="0" w:color="auto"/>
              <w:right w:val="single" w:sz="4" w:space="0" w:color="auto"/>
            </w:tcBorders>
            <w:vAlign w:val="center"/>
          </w:tcPr>
          <w:p w14:paraId="4E68C182" w14:textId="77777777" w:rsidR="000C67EB" w:rsidRPr="00835F44" w:rsidRDefault="000C67EB" w:rsidP="000E530E">
            <w:pPr>
              <w:pStyle w:val="TAC"/>
              <w:keepNext w:val="0"/>
            </w:pPr>
            <w:r w:rsidRPr="00835F44">
              <w:rPr>
                <w:rFonts w:eastAsia="Yu Mincho"/>
              </w:rPr>
              <w:t>n76</w:t>
            </w:r>
          </w:p>
        </w:tc>
        <w:tc>
          <w:tcPr>
            <w:tcW w:w="736" w:type="dxa"/>
            <w:tcBorders>
              <w:top w:val="single" w:sz="4" w:space="0" w:color="auto"/>
              <w:left w:val="single" w:sz="4" w:space="0" w:color="auto"/>
              <w:bottom w:val="single" w:sz="4" w:space="0" w:color="auto"/>
              <w:right w:val="single" w:sz="4" w:space="0" w:color="auto"/>
            </w:tcBorders>
            <w:vAlign w:val="center"/>
          </w:tcPr>
          <w:p w14:paraId="23D4798F" w14:textId="77777777" w:rsidR="000C67EB" w:rsidRPr="00835F44" w:rsidRDefault="000C67EB" w:rsidP="000E530E">
            <w:pPr>
              <w:pStyle w:val="TAC"/>
              <w:keepNext w:val="0"/>
            </w:pPr>
            <w:r w:rsidRPr="00835F44">
              <w:rPr>
                <w:rFonts w:eastAsia="Yu Mincho"/>
              </w:rPr>
              <w:t>15</w:t>
            </w:r>
          </w:p>
        </w:tc>
        <w:tc>
          <w:tcPr>
            <w:tcW w:w="736" w:type="dxa"/>
            <w:tcBorders>
              <w:top w:val="single" w:sz="4" w:space="0" w:color="auto"/>
              <w:left w:val="single" w:sz="4" w:space="0" w:color="auto"/>
              <w:bottom w:val="single" w:sz="4" w:space="0" w:color="auto"/>
              <w:right w:val="single" w:sz="4" w:space="0" w:color="auto"/>
            </w:tcBorders>
          </w:tcPr>
          <w:p w14:paraId="29483AEB" w14:textId="77777777" w:rsidR="000C67EB" w:rsidRPr="00835F44" w:rsidRDefault="000C67EB" w:rsidP="000E530E">
            <w:pPr>
              <w:pStyle w:val="TAC"/>
              <w:keepNext w:val="0"/>
              <w:rPr>
                <w:szCs w:val="18"/>
              </w:rPr>
            </w:pPr>
            <w:r w:rsidRPr="00835F44">
              <w:rPr>
                <w:rFonts w:eastAsia="Yu Mincho"/>
              </w:rPr>
              <w:t>Yes</w:t>
            </w:r>
          </w:p>
        </w:tc>
        <w:tc>
          <w:tcPr>
            <w:tcW w:w="736" w:type="dxa"/>
            <w:tcBorders>
              <w:top w:val="single" w:sz="4" w:space="0" w:color="auto"/>
              <w:left w:val="single" w:sz="4" w:space="0" w:color="auto"/>
              <w:bottom w:val="single" w:sz="4" w:space="0" w:color="auto"/>
              <w:right w:val="single" w:sz="4" w:space="0" w:color="auto"/>
            </w:tcBorders>
            <w:vAlign w:val="center"/>
          </w:tcPr>
          <w:p w14:paraId="53090649"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1C431236"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41E667A"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2D4E2D63"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2B300B5A"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6D30541C"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2179CE5"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EEAFE99"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6835DB5E"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752D904B"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00583B5" w14:textId="77777777" w:rsidR="000C67EB" w:rsidRPr="00835F44" w:rsidRDefault="000C67EB" w:rsidP="000E530E">
            <w:pPr>
              <w:pStyle w:val="TAC"/>
              <w:keepNext w:val="0"/>
              <w:rPr>
                <w:rFonts w:eastAsia="Yu Mincho"/>
                <w:szCs w:val="18"/>
              </w:rPr>
            </w:pPr>
          </w:p>
        </w:tc>
        <w:tc>
          <w:tcPr>
            <w:tcW w:w="1632" w:type="dxa"/>
            <w:vMerge w:val="restart"/>
            <w:tcBorders>
              <w:left w:val="single" w:sz="4" w:space="0" w:color="auto"/>
              <w:right w:val="single" w:sz="4" w:space="0" w:color="auto"/>
            </w:tcBorders>
            <w:vAlign w:val="center"/>
          </w:tcPr>
          <w:p w14:paraId="1E9A9757" w14:textId="77777777" w:rsidR="000C67EB" w:rsidRPr="00835F44" w:rsidRDefault="000C67EB" w:rsidP="000E530E">
            <w:pPr>
              <w:pStyle w:val="TAC"/>
              <w:keepNext w:val="0"/>
              <w:rPr>
                <w:rFonts w:eastAsia="Yu Mincho"/>
                <w:szCs w:val="18"/>
              </w:rPr>
            </w:pPr>
            <w:r w:rsidRPr="00835F44">
              <w:rPr>
                <w:rFonts w:eastAsia="Yu Mincho"/>
                <w:szCs w:val="18"/>
              </w:rPr>
              <w:t>0</w:t>
            </w:r>
          </w:p>
        </w:tc>
      </w:tr>
      <w:tr w:rsidR="00495FE7" w:rsidRPr="00835F44" w14:paraId="68CA5185" w14:textId="77777777" w:rsidTr="000E530E">
        <w:trPr>
          <w:trHeight w:val="34"/>
          <w:jc w:val="center"/>
        </w:trPr>
        <w:tc>
          <w:tcPr>
            <w:tcW w:w="1626" w:type="dxa"/>
            <w:vMerge/>
            <w:tcBorders>
              <w:left w:val="single" w:sz="4" w:space="0" w:color="auto"/>
              <w:right w:val="single" w:sz="4" w:space="0" w:color="auto"/>
            </w:tcBorders>
            <w:vAlign w:val="center"/>
          </w:tcPr>
          <w:p w14:paraId="181C6640" w14:textId="77777777" w:rsidR="000C67EB" w:rsidRPr="00835F44" w:rsidRDefault="000C67EB" w:rsidP="000E530E">
            <w:pPr>
              <w:pStyle w:val="TAC"/>
              <w:keepNext w:val="0"/>
              <w:rPr>
                <w:lang w:eastAsia="zh-CN"/>
              </w:rPr>
            </w:pPr>
          </w:p>
        </w:tc>
        <w:tc>
          <w:tcPr>
            <w:tcW w:w="1519" w:type="dxa"/>
            <w:vMerge/>
            <w:tcBorders>
              <w:left w:val="single" w:sz="4" w:space="0" w:color="auto"/>
              <w:right w:val="single" w:sz="4" w:space="0" w:color="auto"/>
            </w:tcBorders>
            <w:vAlign w:val="center"/>
          </w:tcPr>
          <w:p w14:paraId="148B6AB6" w14:textId="77777777" w:rsidR="000C67EB" w:rsidRPr="00835F44" w:rsidRDefault="000C67EB" w:rsidP="000E530E">
            <w:pPr>
              <w:pStyle w:val="TAC"/>
              <w:keepNext w:val="0"/>
            </w:pPr>
          </w:p>
        </w:tc>
        <w:tc>
          <w:tcPr>
            <w:tcW w:w="736" w:type="dxa"/>
            <w:vMerge/>
            <w:tcBorders>
              <w:left w:val="single" w:sz="4" w:space="0" w:color="auto"/>
              <w:right w:val="single" w:sz="4" w:space="0" w:color="auto"/>
            </w:tcBorders>
            <w:vAlign w:val="center"/>
          </w:tcPr>
          <w:p w14:paraId="43898A34" w14:textId="77777777" w:rsidR="000C67EB" w:rsidRPr="00835F44" w:rsidRDefault="000C67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vAlign w:val="center"/>
          </w:tcPr>
          <w:p w14:paraId="0E87CEAD" w14:textId="77777777" w:rsidR="000C67EB" w:rsidRPr="00835F44" w:rsidRDefault="000C67EB" w:rsidP="000E530E">
            <w:pPr>
              <w:pStyle w:val="TAC"/>
              <w:keepNext w:val="0"/>
            </w:pPr>
            <w:r w:rsidRPr="00835F44">
              <w:rPr>
                <w:rFonts w:eastAsia="Yu Mincho"/>
              </w:rPr>
              <w:t>30</w:t>
            </w:r>
          </w:p>
        </w:tc>
        <w:tc>
          <w:tcPr>
            <w:tcW w:w="736" w:type="dxa"/>
            <w:tcBorders>
              <w:top w:val="single" w:sz="4" w:space="0" w:color="auto"/>
              <w:left w:val="single" w:sz="4" w:space="0" w:color="auto"/>
              <w:bottom w:val="single" w:sz="4" w:space="0" w:color="auto"/>
              <w:right w:val="single" w:sz="4" w:space="0" w:color="auto"/>
            </w:tcBorders>
          </w:tcPr>
          <w:p w14:paraId="0B1077E7" w14:textId="77777777" w:rsidR="000C67EB" w:rsidRPr="00835F44" w:rsidRDefault="000C67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11D47D1D"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1FD06ABF"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199BF77B"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F71F836"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224BF0E2"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5664C998"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396AE99"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76B51060"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1B422930"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5432E915"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4024B1E1" w14:textId="77777777" w:rsidR="000C67EB" w:rsidRPr="00835F44" w:rsidRDefault="000C67EB"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5AC8EA1D" w14:textId="77777777" w:rsidR="000C67EB" w:rsidRPr="00835F44" w:rsidRDefault="000C67EB" w:rsidP="000E530E">
            <w:pPr>
              <w:pStyle w:val="TAC"/>
              <w:keepNext w:val="0"/>
              <w:rPr>
                <w:rFonts w:eastAsia="Yu Mincho"/>
                <w:szCs w:val="18"/>
              </w:rPr>
            </w:pPr>
          </w:p>
        </w:tc>
      </w:tr>
      <w:tr w:rsidR="00495FE7" w:rsidRPr="00835F44" w14:paraId="200E7810" w14:textId="77777777" w:rsidTr="000E530E">
        <w:trPr>
          <w:trHeight w:val="34"/>
          <w:jc w:val="center"/>
        </w:trPr>
        <w:tc>
          <w:tcPr>
            <w:tcW w:w="1626" w:type="dxa"/>
            <w:vMerge/>
            <w:tcBorders>
              <w:left w:val="single" w:sz="4" w:space="0" w:color="auto"/>
              <w:right w:val="single" w:sz="4" w:space="0" w:color="auto"/>
            </w:tcBorders>
            <w:vAlign w:val="center"/>
          </w:tcPr>
          <w:p w14:paraId="34A6463D" w14:textId="77777777" w:rsidR="000C67EB" w:rsidRPr="00835F44" w:rsidRDefault="000C67EB" w:rsidP="000E530E">
            <w:pPr>
              <w:pStyle w:val="TAC"/>
              <w:keepNext w:val="0"/>
              <w:rPr>
                <w:lang w:eastAsia="zh-CN"/>
              </w:rPr>
            </w:pPr>
          </w:p>
        </w:tc>
        <w:tc>
          <w:tcPr>
            <w:tcW w:w="1519" w:type="dxa"/>
            <w:vMerge/>
            <w:tcBorders>
              <w:left w:val="single" w:sz="4" w:space="0" w:color="auto"/>
              <w:right w:val="single" w:sz="4" w:space="0" w:color="auto"/>
            </w:tcBorders>
            <w:vAlign w:val="center"/>
          </w:tcPr>
          <w:p w14:paraId="69E173B7" w14:textId="77777777" w:rsidR="000C67EB" w:rsidRPr="00835F44" w:rsidRDefault="000C67EB" w:rsidP="000E530E">
            <w:pPr>
              <w:pStyle w:val="TAC"/>
              <w:keepNext w:val="0"/>
            </w:pPr>
          </w:p>
        </w:tc>
        <w:tc>
          <w:tcPr>
            <w:tcW w:w="736" w:type="dxa"/>
            <w:vMerge/>
            <w:tcBorders>
              <w:left w:val="single" w:sz="4" w:space="0" w:color="auto"/>
              <w:bottom w:val="single" w:sz="4" w:space="0" w:color="auto"/>
              <w:right w:val="single" w:sz="4" w:space="0" w:color="auto"/>
            </w:tcBorders>
            <w:vAlign w:val="center"/>
          </w:tcPr>
          <w:p w14:paraId="0921205B" w14:textId="77777777" w:rsidR="000C67EB" w:rsidRPr="00835F44" w:rsidRDefault="000C67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vAlign w:val="center"/>
          </w:tcPr>
          <w:p w14:paraId="56E2F39C" w14:textId="77777777" w:rsidR="000C67EB" w:rsidRPr="00835F44" w:rsidRDefault="000C67EB" w:rsidP="000E530E">
            <w:pPr>
              <w:pStyle w:val="TAC"/>
              <w:keepNext w:val="0"/>
            </w:pPr>
            <w:r w:rsidRPr="00835F44">
              <w:rPr>
                <w:rFonts w:eastAsia="Yu Mincho"/>
              </w:rPr>
              <w:t>60</w:t>
            </w:r>
          </w:p>
        </w:tc>
        <w:tc>
          <w:tcPr>
            <w:tcW w:w="736" w:type="dxa"/>
            <w:tcBorders>
              <w:top w:val="single" w:sz="4" w:space="0" w:color="auto"/>
              <w:left w:val="single" w:sz="4" w:space="0" w:color="auto"/>
              <w:bottom w:val="single" w:sz="4" w:space="0" w:color="auto"/>
              <w:right w:val="single" w:sz="4" w:space="0" w:color="auto"/>
            </w:tcBorders>
          </w:tcPr>
          <w:p w14:paraId="5BA89C7C" w14:textId="77777777" w:rsidR="000C67EB" w:rsidRPr="00835F44" w:rsidRDefault="000C67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6E8821B4"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781DC5D"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4BEFE43B"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4D137C6E"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7F996F5C"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3C520FBD"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33328E1E"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3582E12D"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790551BD"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5C1DAA0F"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911D896" w14:textId="77777777" w:rsidR="000C67EB" w:rsidRPr="00835F44" w:rsidRDefault="000C67EB"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3CAEFC36" w14:textId="77777777" w:rsidR="000C67EB" w:rsidRPr="00835F44" w:rsidRDefault="000C67EB" w:rsidP="000E530E">
            <w:pPr>
              <w:pStyle w:val="TAC"/>
              <w:keepNext w:val="0"/>
              <w:rPr>
                <w:rFonts w:eastAsia="Yu Mincho"/>
                <w:szCs w:val="18"/>
              </w:rPr>
            </w:pPr>
          </w:p>
        </w:tc>
      </w:tr>
      <w:tr w:rsidR="00495FE7" w:rsidRPr="00835F44" w14:paraId="3E9EF775" w14:textId="77777777" w:rsidTr="000E530E">
        <w:trPr>
          <w:trHeight w:val="34"/>
          <w:jc w:val="center"/>
        </w:trPr>
        <w:tc>
          <w:tcPr>
            <w:tcW w:w="1626" w:type="dxa"/>
            <w:vMerge/>
            <w:tcBorders>
              <w:left w:val="single" w:sz="4" w:space="0" w:color="auto"/>
              <w:right w:val="single" w:sz="4" w:space="0" w:color="auto"/>
            </w:tcBorders>
            <w:vAlign w:val="center"/>
          </w:tcPr>
          <w:p w14:paraId="6620CC7C" w14:textId="77777777" w:rsidR="000C67EB" w:rsidRPr="00835F44" w:rsidRDefault="000C67EB" w:rsidP="000E530E">
            <w:pPr>
              <w:pStyle w:val="TAC"/>
              <w:keepNext w:val="0"/>
              <w:rPr>
                <w:lang w:eastAsia="zh-CN"/>
              </w:rPr>
            </w:pPr>
          </w:p>
        </w:tc>
        <w:tc>
          <w:tcPr>
            <w:tcW w:w="1519" w:type="dxa"/>
            <w:vMerge/>
            <w:tcBorders>
              <w:left w:val="single" w:sz="4" w:space="0" w:color="auto"/>
              <w:right w:val="single" w:sz="4" w:space="0" w:color="auto"/>
            </w:tcBorders>
            <w:vAlign w:val="center"/>
          </w:tcPr>
          <w:p w14:paraId="1351A69D" w14:textId="77777777" w:rsidR="000C67EB" w:rsidRPr="00835F44" w:rsidRDefault="000C67EB" w:rsidP="000E530E">
            <w:pPr>
              <w:pStyle w:val="TAC"/>
              <w:keepNext w:val="0"/>
            </w:pPr>
          </w:p>
        </w:tc>
        <w:tc>
          <w:tcPr>
            <w:tcW w:w="736" w:type="dxa"/>
            <w:vMerge w:val="restart"/>
            <w:tcBorders>
              <w:left w:val="single" w:sz="4" w:space="0" w:color="auto"/>
              <w:right w:val="single" w:sz="4" w:space="0" w:color="auto"/>
            </w:tcBorders>
            <w:vAlign w:val="center"/>
          </w:tcPr>
          <w:p w14:paraId="3E718849" w14:textId="77777777" w:rsidR="000C67EB" w:rsidRPr="00835F44" w:rsidRDefault="000C67EB" w:rsidP="000E530E">
            <w:pPr>
              <w:pStyle w:val="TAC"/>
              <w:keepNext w:val="0"/>
            </w:pPr>
            <w:r w:rsidRPr="00835F44">
              <w:t>n78</w:t>
            </w:r>
          </w:p>
        </w:tc>
        <w:tc>
          <w:tcPr>
            <w:tcW w:w="736" w:type="dxa"/>
            <w:tcBorders>
              <w:top w:val="single" w:sz="4" w:space="0" w:color="auto"/>
              <w:left w:val="single" w:sz="4" w:space="0" w:color="auto"/>
              <w:bottom w:val="single" w:sz="4" w:space="0" w:color="auto"/>
              <w:right w:val="single" w:sz="4" w:space="0" w:color="auto"/>
            </w:tcBorders>
          </w:tcPr>
          <w:p w14:paraId="24863BA7" w14:textId="77777777" w:rsidR="000C67EB" w:rsidRPr="00835F44" w:rsidRDefault="000C67EB"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tcPr>
          <w:p w14:paraId="4CAB350F" w14:textId="77777777" w:rsidR="000C67EB" w:rsidRPr="00835F44" w:rsidRDefault="000C67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F1F4D8D"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4EEEF08A"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F8EC190"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62A48C93"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5DB1C662"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0814756C"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13E95F38"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AF6968C"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60FA6355" w14:textId="77777777" w:rsidR="000C67EB" w:rsidRPr="00835F44" w:rsidRDefault="000C67EB"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00C19211"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1D0D5604" w14:textId="77777777" w:rsidR="000C67EB" w:rsidRPr="00835F44" w:rsidRDefault="000C67EB"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23A9A801" w14:textId="77777777" w:rsidR="000C67EB" w:rsidRPr="00835F44" w:rsidRDefault="000C67EB" w:rsidP="000E530E">
            <w:pPr>
              <w:pStyle w:val="TAC"/>
              <w:keepNext w:val="0"/>
              <w:rPr>
                <w:rFonts w:eastAsia="Yu Mincho"/>
                <w:szCs w:val="18"/>
              </w:rPr>
            </w:pPr>
          </w:p>
        </w:tc>
      </w:tr>
      <w:tr w:rsidR="00495FE7" w:rsidRPr="00835F44" w14:paraId="0D26AB0C" w14:textId="77777777" w:rsidTr="000E530E">
        <w:trPr>
          <w:trHeight w:val="34"/>
          <w:jc w:val="center"/>
        </w:trPr>
        <w:tc>
          <w:tcPr>
            <w:tcW w:w="1626" w:type="dxa"/>
            <w:vMerge/>
            <w:tcBorders>
              <w:left w:val="single" w:sz="4" w:space="0" w:color="auto"/>
              <w:right w:val="single" w:sz="4" w:space="0" w:color="auto"/>
            </w:tcBorders>
            <w:vAlign w:val="center"/>
          </w:tcPr>
          <w:p w14:paraId="73881177" w14:textId="77777777" w:rsidR="000C67EB" w:rsidRPr="00835F44" w:rsidRDefault="000C67EB" w:rsidP="000E530E">
            <w:pPr>
              <w:pStyle w:val="TAC"/>
              <w:keepNext w:val="0"/>
              <w:rPr>
                <w:lang w:eastAsia="zh-CN"/>
              </w:rPr>
            </w:pPr>
          </w:p>
        </w:tc>
        <w:tc>
          <w:tcPr>
            <w:tcW w:w="1519" w:type="dxa"/>
            <w:vMerge/>
            <w:tcBorders>
              <w:left w:val="single" w:sz="4" w:space="0" w:color="auto"/>
              <w:right w:val="single" w:sz="4" w:space="0" w:color="auto"/>
            </w:tcBorders>
            <w:vAlign w:val="center"/>
          </w:tcPr>
          <w:p w14:paraId="4612EF2D" w14:textId="77777777" w:rsidR="000C67EB" w:rsidRPr="00835F44" w:rsidRDefault="000C67EB" w:rsidP="000E530E">
            <w:pPr>
              <w:pStyle w:val="TAC"/>
              <w:keepNext w:val="0"/>
            </w:pPr>
          </w:p>
        </w:tc>
        <w:tc>
          <w:tcPr>
            <w:tcW w:w="736" w:type="dxa"/>
            <w:vMerge/>
            <w:tcBorders>
              <w:left w:val="single" w:sz="4" w:space="0" w:color="auto"/>
              <w:right w:val="single" w:sz="4" w:space="0" w:color="auto"/>
            </w:tcBorders>
            <w:vAlign w:val="center"/>
          </w:tcPr>
          <w:p w14:paraId="5F6E6F62" w14:textId="77777777" w:rsidR="000C67EB" w:rsidRPr="00835F44" w:rsidRDefault="000C67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2AB3DADE" w14:textId="77777777" w:rsidR="000C67EB" w:rsidRPr="00835F44" w:rsidRDefault="000C67EB" w:rsidP="000E530E">
            <w:pPr>
              <w:pStyle w:val="TAC"/>
              <w:keepNext w:val="0"/>
            </w:pPr>
            <w:r w:rsidRPr="00835F44">
              <w:t>30</w:t>
            </w:r>
          </w:p>
        </w:tc>
        <w:tc>
          <w:tcPr>
            <w:tcW w:w="736" w:type="dxa"/>
            <w:tcBorders>
              <w:top w:val="single" w:sz="4" w:space="0" w:color="auto"/>
              <w:left w:val="single" w:sz="4" w:space="0" w:color="auto"/>
              <w:bottom w:val="single" w:sz="4" w:space="0" w:color="auto"/>
              <w:right w:val="single" w:sz="4" w:space="0" w:color="auto"/>
            </w:tcBorders>
          </w:tcPr>
          <w:p w14:paraId="50E04F70" w14:textId="77777777" w:rsidR="000C67EB" w:rsidRPr="00835F44" w:rsidRDefault="000C67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tcPr>
          <w:p w14:paraId="48545EE4"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67C93D8C"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2E4B1334"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12C8896"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74809C09"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04EEF24B"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5DD1E5CF"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586A29BD"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BD014F1"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78C06738"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0844D159"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1632" w:type="dxa"/>
            <w:vMerge/>
            <w:tcBorders>
              <w:left w:val="single" w:sz="4" w:space="0" w:color="auto"/>
              <w:right w:val="single" w:sz="4" w:space="0" w:color="auto"/>
            </w:tcBorders>
            <w:vAlign w:val="center"/>
          </w:tcPr>
          <w:p w14:paraId="531FFC80" w14:textId="77777777" w:rsidR="000C67EB" w:rsidRPr="00835F44" w:rsidRDefault="000C67EB" w:rsidP="000E530E">
            <w:pPr>
              <w:pStyle w:val="TAC"/>
              <w:keepNext w:val="0"/>
              <w:rPr>
                <w:rFonts w:eastAsia="Yu Mincho"/>
                <w:szCs w:val="18"/>
              </w:rPr>
            </w:pPr>
          </w:p>
        </w:tc>
      </w:tr>
      <w:tr w:rsidR="00495FE7" w:rsidRPr="00835F44" w14:paraId="77A73D1D" w14:textId="77777777" w:rsidTr="000E530E">
        <w:trPr>
          <w:trHeight w:val="34"/>
          <w:jc w:val="center"/>
        </w:trPr>
        <w:tc>
          <w:tcPr>
            <w:tcW w:w="1626" w:type="dxa"/>
            <w:vMerge/>
            <w:tcBorders>
              <w:left w:val="single" w:sz="4" w:space="0" w:color="auto"/>
              <w:bottom w:val="single" w:sz="4" w:space="0" w:color="auto"/>
              <w:right w:val="single" w:sz="4" w:space="0" w:color="auto"/>
            </w:tcBorders>
            <w:vAlign w:val="center"/>
          </w:tcPr>
          <w:p w14:paraId="1F7C9818" w14:textId="77777777" w:rsidR="000C67EB" w:rsidRPr="00835F44" w:rsidRDefault="000C67EB" w:rsidP="000E530E">
            <w:pPr>
              <w:pStyle w:val="TAC"/>
              <w:keepNext w:val="0"/>
              <w:rPr>
                <w:lang w:eastAsia="zh-CN"/>
              </w:rPr>
            </w:pPr>
          </w:p>
        </w:tc>
        <w:tc>
          <w:tcPr>
            <w:tcW w:w="1519" w:type="dxa"/>
            <w:vMerge/>
            <w:tcBorders>
              <w:left w:val="single" w:sz="4" w:space="0" w:color="auto"/>
              <w:bottom w:val="single" w:sz="4" w:space="0" w:color="auto"/>
              <w:right w:val="single" w:sz="4" w:space="0" w:color="auto"/>
            </w:tcBorders>
            <w:vAlign w:val="center"/>
          </w:tcPr>
          <w:p w14:paraId="09E3950F" w14:textId="77777777" w:rsidR="000C67EB" w:rsidRPr="00835F44" w:rsidRDefault="000C67EB" w:rsidP="000E530E">
            <w:pPr>
              <w:pStyle w:val="TAC"/>
              <w:keepNext w:val="0"/>
            </w:pPr>
          </w:p>
        </w:tc>
        <w:tc>
          <w:tcPr>
            <w:tcW w:w="736" w:type="dxa"/>
            <w:vMerge/>
            <w:tcBorders>
              <w:left w:val="single" w:sz="4" w:space="0" w:color="auto"/>
              <w:bottom w:val="single" w:sz="4" w:space="0" w:color="auto"/>
              <w:right w:val="single" w:sz="4" w:space="0" w:color="auto"/>
            </w:tcBorders>
            <w:vAlign w:val="center"/>
          </w:tcPr>
          <w:p w14:paraId="7ADA06BC" w14:textId="77777777" w:rsidR="000C67EB" w:rsidRPr="00835F44" w:rsidRDefault="000C67EB"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19415389" w14:textId="77777777" w:rsidR="000C67EB" w:rsidRPr="00835F44" w:rsidRDefault="000C67EB" w:rsidP="000E530E">
            <w:pPr>
              <w:pStyle w:val="TAC"/>
              <w:keepNext w:val="0"/>
            </w:pPr>
            <w:r w:rsidRPr="00835F44">
              <w:t>60</w:t>
            </w:r>
          </w:p>
        </w:tc>
        <w:tc>
          <w:tcPr>
            <w:tcW w:w="736" w:type="dxa"/>
            <w:tcBorders>
              <w:top w:val="single" w:sz="4" w:space="0" w:color="auto"/>
              <w:left w:val="single" w:sz="4" w:space="0" w:color="auto"/>
              <w:bottom w:val="single" w:sz="4" w:space="0" w:color="auto"/>
              <w:right w:val="single" w:sz="4" w:space="0" w:color="auto"/>
            </w:tcBorders>
          </w:tcPr>
          <w:p w14:paraId="7A2E5E59" w14:textId="77777777" w:rsidR="000C67EB" w:rsidRPr="00835F44" w:rsidRDefault="000C67EB"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FE66348"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247BB12D"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848D407"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5CFAF1B9"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2218369A" w14:textId="77777777" w:rsidR="000C67EB" w:rsidRPr="00835F44" w:rsidRDefault="000C67EB"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15F3771B"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382D1363"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44D88DE"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D888691"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199F1AF5"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07D9D7EA"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1632" w:type="dxa"/>
            <w:vMerge/>
            <w:tcBorders>
              <w:left w:val="single" w:sz="4" w:space="0" w:color="auto"/>
              <w:bottom w:val="single" w:sz="4" w:space="0" w:color="auto"/>
              <w:right w:val="single" w:sz="4" w:space="0" w:color="auto"/>
            </w:tcBorders>
            <w:vAlign w:val="center"/>
          </w:tcPr>
          <w:p w14:paraId="4B3CD43E" w14:textId="77777777" w:rsidR="000C67EB" w:rsidRPr="00835F44" w:rsidRDefault="000C67EB" w:rsidP="000E530E">
            <w:pPr>
              <w:pStyle w:val="TAC"/>
              <w:keepNext w:val="0"/>
              <w:rPr>
                <w:rFonts w:eastAsia="Yu Mincho"/>
                <w:szCs w:val="18"/>
              </w:rPr>
            </w:pPr>
          </w:p>
        </w:tc>
      </w:tr>
      <w:tr w:rsidR="00495FE7" w:rsidRPr="00835F44" w14:paraId="19A1FAA9" w14:textId="77777777" w:rsidTr="000E530E">
        <w:trPr>
          <w:trHeight w:val="34"/>
          <w:jc w:val="center"/>
        </w:trPr>
        <w:tc>
          <w:tcPr>
            <w:tcW w:w="1626" w:type="dxa"/>
            <w:vMerge w:val="restart"/>
            <w:tcBorders>
              <w:top w:val="single" w:sz="4" w:space="0" w:color="auto"/>
              <w:left w:val="single" w:sz="4" w:space="0" w:color="auto"/>
              <w:bottom w:val="single" w:sz="4" w:space="0" w:color="auto"/>
              <w:right w:val="single" w:sz="4" w:space="0" w:color="auto"/>
            </w:tcBorders>
            <w:vAlign w:val="center"/>
            <w:hideMark/>
          </w:tcPr>
          <w:p w14:paraId="65E085A2" w14:textId="77777777" w:rsidR="00281553" w:rsidRPr="00835F44" w:rsidRDefault="000C67EB" w:rsidP="000E530E">
            <w:pPr>
              <w:pStyle w:val="TAC"/>
              <w:keepNext w:val="0"/>
              <w:rPr>
                <w:lang w:eastAsia="zh-CN"/>
              </w:rPr>
            </w:pPr>
            <w:r w:rsidRPr="00835F44">
              <w:rPr>
                <w:lang w:eastAsia="zh-CN"/>
              </w:rPr>
              <w:t>CA_n77A-n79A</w:t>
            </w:r>
          </w:p>
        </w:tc>
        <w:tc>
          <w:tcPr>
            <w:tcW w:w="1519" w:type="dxa"/>
            <w:vMerge w:val="restart"/>
            <w:tcBorders>
              <w:top w:val="single" w:sz="4" w:space="0" w:color="auto"/>
              <w:left w:val="single" w:sz="4" w:space="0" w:color="auto"/>
              <w:bottom w:val="single" w:sz="4" w:space="0" w:color="auto"/>
              <w:right w:val="single" w:sz="4" w:space="0" w:color="auto"/>
            </w:tcBorders>
            <w:vAlign w:val="center"/>
            <w:hideMark/>
          </w:tcPr>
          <w:p w14:paraId="71737AAE" w14:textId="77777777" w:rsidR="00281553" w:rsidRPr="00835F44" w:rsidRDefault="000C67EB" w:rsidP="000E530E">
            <w:pPr>
              <w:pStyle w:val="TAC"/>
              <w:keepNext w:val="0"/>
            </w:pPr>
            <w:r w:rsidRPr="00835F44">
              <w:t>-</w:t>
            </w:r>
          </w:p>
        </w:tc>
        <w:tc>
          <w:tcPr>
            <w:tcW w:w="736" w:type="dxa"/>
            <w:vMerge w:val="restart"/>
            <w:tcBorders>
              <w:top w:val="single" w:sz="4" w:space="0" w:color="auto"/>
              <w:left w:val="single" w:sz="4" w:space="0" w:color="auto"/>
              <w:bottom w:val="single" w:sz="4" w:space="0" w:color="auto"/>
              <w:right w:val="single" w:sz="4" w:space="0" w:color="auto"/>
            </w:tcBorders>
            <w:vAlign w:val="center"/>
            <w:hideMark/>
          </w:tcPr>
          <w:p w14:paraId="76365573" w14:textId="77777777" w:rsidR="00281553" w:rsidRPr="00835F44" w:rsidRDefault="000C67EB" w:rsidP="000E530E">
            <w:pPr>
              <w:pStyle w:val="TAC"/>
              <w:keepNext w:val="0"/>
            </w:pPr>
            <w:r w:rsidRPr="00835F44">
              <w:t>n77</w:t>
            </w:r>
          </w:p>
        </w:tc>
        <w:tc>
          <w:tcPr>
            <w:tcW w:w="736" w:type="dxa"/>
            <w:tcBorders>
              <w:top w:val="single" w:sz="4" w:space="0" w:color="auto"/>
              <w:left w:val="single" w:sz="4" w:space="0" w:color="auto"/>
              <w:bottom w:val="single" w:sz="4" w:space="0" w:color="auto"/>
              <w:right w:val="single" w:sz="4" w:space="0" w:color="auto"/>
            </w:tcBorders>
            <w:hideMark/>
          </w:tcPr>
          <w:p w14:paraId="1D7920E1" w14:textId="77777777" w:rsidR="00281553" w:rsidRPr="00835F44" w:rsidRDefault="000C67EB"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tcPr>
          <w:p w14:paraId="4AEF1434"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50E6FF22"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48D698F0"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6BB60401"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40C48BE1"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4F3717C5"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0F97C307"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4C218A95"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DCE41F5"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2CC526F3"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2274150A" w14:textId="77777777" w:rsidR="00281553" w:rsidRPr="00835F44" w:rsidRDefault="00281553" w:rsidP="000E530E">
            <w:pPr>
              <w:pStyle w:val="TAC"/>
              <w:keepNext w:val="0"/>
              <w:jc w:val="left"/>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5A57F586" w14:textId="77777777" w:rsidR="00281553" w:rsidRPr="00835F44" w:rsidRDefault="00281553" w:rsidP="000E530E">
            <w:pPr>
              <w:pStyle w:val="TAC"/>
              <w:keepNext w:val="0"/>
              <w:rPr>
                <w:rFonts w:eastAsia="Yu Mincho"/>
                <w:szCs w:val="18"/>
              </w:rPr>
            </w:pPr>
          </w:p>
        </w:tc>
        <w:tc>
          <w:tcPr>
            <w:tcW w:w="1632" w:type="dxa"/>
            <w:vMerge w:val="restart"/>
            <w:tcBorders>
              <w:top w:val="single" w:sz="4" w:space="0" w:color="auto"/>
              <w:left w:val="single" w:sz="4" w:space="0" w:color="auto"/>
              <w:bottom w:val="single" w:sz="4" w:space="0" w:color="auto"/>
              <w:right w:val="single" w:sz="4" w:space="0" w:color="auto"/>
            </w:tcBorders>
            <w:vAlign w:val="center"/>
          </w:tcPr>
          <w:p w14:paraId="07F33E19" w14:textId="5771C4FE" w:rsidR="00281553" w:rsidRPr="00835F44" w:rsidRDefault="000C67EB" w:rsidP="00495FE7">
            <w:pPr>
              <w:pStyle w:val="TAC"/>
              <w:keepNext w:val="0"/>
              <w:jc w:val="left"/>
              <w:rPr>
                <w:rFonts w:eastAsia="Yu Mincho"/>
                <w:szCs w:val="18"/>
              </w:rPr>
            </w:pPr>
            <w:r w:rsidRPr="00835F44">
              <w:rPr>
                <w:rFonts w:eastAsia="Yu Mincho"/>
                <w:szCs w:val="18"/>
              </w:rPr>
              <w:t>0</w:t>
            </w:r>
          </w:p>
        </w:tc>
      </w:tr>
      <w:tr w:rsidR="00495FE7" w:rsidRPr="00835F44" w14:paraId="3EBC726F"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7619D3FF" w14:textId="77777777" w:rsidR="00281553" w:rsidRPr="00835F44" w:rsidRDefault="00281553" w:rsidP="000E530E">
            <w:pPr>
              <w:pStyle w:val="TAC"/>
              <w:keepNext w:val="0"/>
              <w:rPr>
                <w:lang w:eastAsia="zh-CN"/>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57E6DD17" w14:textId="77777777" w:rsidR="00281553" w:rsidRPr="00835F44" w:rsidRDefault="00281553" w:rsidP="000E530E">
            <w:pPr>
              <w:pStyle w:val="TAC"/>
              <w:keepNext w:val="0"/>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4EBC9425" w14:textId="77777777" w:rsidR="00281553" w:rsidRPr="00835F44" w:rsidRDefault="0028155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hideMark/>
          </w:tcPr>
          <w:p w14:paraId="338C32A6" w14:textId="77777777" w:rsidR="00281553" w:rsidRPr="00835F44" w:rsidRDefault="000C67EB" w:rsidP="000E530E">
            <w:pPr>
              <w:pStyle w:val="TAC"/>
              <w:keepNext w:val="0"/>
            </w:pPr>
            <w:r w:rsidRPr="00835F44">
              <w:t>30</w:t>
            </w:r>
          </w:p>
        </w:tc>
        <w:tc>
          <w:tcPr>
            <w:tcW w:w="736" w:type="dxa"/>
            <w:tcBorders>
              <w:top w:val="single" w:sz="4" w:space="0" w:color="auto"/>
              <w:left w:val="single" w:sz="4" w:space="0" w:color="auto"/>
              <w:bottom w:val="single" w:sz="4" w:space="0" w:color="auto"/>
              <w:right w:val="single" w:sz="4" w:space="0" w:color="auto"/>
            </w:tcBorders>
          </w:tcPr>
          <w:p w14:paraId="247FD0AA"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hideMark/>
          </w:tcPr>
          <w:p w14:paraId="5674D2BD"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5AC5735A"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63E7239A"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54DB7F8"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01976397"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27D437B4"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1369AF70"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587C1FC2"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2CDB4349"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72B11598"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0E964C67"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36FDB95A" w14:textId="77777777" w:rsidR="00281553" w:rsidRPr="00835F44" w:rsidRDefault="00281553" w:rsidP="000E530E">
            <w:pPr>
              <w:pStyle w:val="TAC"/>
              <w:keepNext w:val="0"/>
              <w:rPr>
                <w:rFonts w:eastAsia="Yu Mincho"/>
                <w:szCs w:val="18"/>
              </w:rPr>
            </w:pPr>
          </w:p>
        </w:tc>
      </w:tr>
      <w:tr w:rsidR="00495FE7" w:rsidRPr="00835F44" w14:paraId="46FFBA8E"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5E7EE3C4" w14:textId="77777777" w:rsidR="00281553" w:rsidRPr="00835F44" w:rsidRDefault="00281553" w:rsidP="000E530E">
            <w:pPr>
              <w:pStyle w:val="TAC"/>
              <w:keepNext w:val="0"/>
              <w:rPr>
                <w:lang w:eastAsia="zh-CN"/>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44F4AF11" w14:textId="77777777" w:rsidR="00281553" w:rsidRPr="00835F44" w:rsidRDefault="00281553" w:rsidP="000E530E">
            <w:pPr>
              <w:pStyle w:val="TAC"/>
              <w:keepNext w:val="0"/>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79ED0959" w14:textId="77777777" w:rsidR="00281553" w:rsidRPr="00835F44" w:rsidRDefault="0028155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hideMark/>
          </w:tcPr>
          <w:p w14:paraId="158C83EF" w14:textId="77777777" w:rsidR="00281553" w:rsidRPr="00835F44" w:rsidRDefault="000C67EB" w:rsidP="000E530E">
            <w:pPr>
              <w:pStyle w:val="TAC"/>
              <w:keepNext w:val="0"/>
            </w:pPr>
            <w:r w:rsidRPr="00835F44">
              <w:t>60</w:t>
            </w:r>
          </w:p>
        </w:tc>
        <w:tc>
          <w:tcPr>
            <w:tcW w:w="736" w:type="dxa"/>
            <w:tcBorders>
              <w:top w:val="single" w:sz="4" w:space="0" w:color="auto"/>
              <w:left w:val="single" w:sz="4" w:space="0" w:color="auto"/>
              <w:bottom w:val="single" w:sz="4" w:space="0" w:color="auto"/>
              <w:right w:val="single" w:sz="4" w:space="0" w:color="auto"/>
            </w:tcBorders>
          </w:tcPr>
          <w:p w14:paraId="4AAE312E"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17A184E2"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2A739D68"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306A6750"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D0A3B4E"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0C9217F9"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5BAE7004"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4E0C2B02"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43DAD899"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3DB43C80"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4681C8F3" w14:textId="77777777" w:rsidR="000C67EB"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7C06F2EE"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31A2A0CE" w14:textId="77777777" w:rsidR="00281553" w:rsidRPr="00835F44" w:rsidRDefault="00281553" w:rsidP="000E530E">
            <w:pPr>
              <w:pStyle w:val="TAC"/>
              <w:keepNext w:val="0"/>
              <w:rPr>
                <w:rFonts w:eastAsia="Yu Mincho"/>
                <w:szCs w:val="18"/>
              </w:rPr>
            </w:pPr>
          </w:p>
        </w:tc>
      </w:tr>
      <w:tr w:rsidR="00495FE7" w:rsidRPr="00835F44" w14:paraId="5DA9A795"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5BA4AA82" w14:textId="77777777" w:rsidR="00281553" w:rsidRPr="00835F44" w:rsidRDefault="00281553" w:rsidP="000E530E">
            <w:pPr>
              <w:pStyle w:val="TAC"/>
              <w:keepNext w:val="0"/>
              <w:rPr>
                <w:lang w:eastAsia="zh-CN"/>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572E1DA8" w14:textId="77777777" w:rsidR="00281553" w:rsidRPr="00835F44" w:rsidRDefault="00281553" w:rsidP="000E530E">
            <w:pPr>
              <w:pStyle w:val="TAC"/>
              <w:keepNext w:val="0"/>
            </w:pPr>
          </w:p>
        </w:tc>
        <w:tc>
          <w:tcPr>
            <w:tcW w:w="736" w:type="dxa"/>
            <w:vMerge w:val="restart"/>
            <w:tcBorders>
              <w:top w:val="single" w:sz="4" w:space="0" w:color="auto"/>
              <w:left w:val="single" w:sz="4" w:space="0" w:color="auto"/>
              <w:bottom w:val="single" w:sz="4" w:space="0" w:color="auto"/>
              <w:right w:val="single" w:sz="4" w:space="0" w:color="auto"/>
            </w:tcBorders>
            <w:vAlign w:val="center"/>
            <w:hideMark/>
          </w:tcPr>
          <w:p w14:paraId="1F34AD78" w14:textId="77777777" w:rsidR="00281553" w:rsidRPr="00835F44" w:rsidRDefault="000C67EB" w:rsidP="000E530E">
            <w:pPr>
              <w:pStyle w:val="TAC"/>
              <w:keepNext w:val="0"/>
            </w:pPr>
            <w:r w:rsidRPr="00835F44">
              <w:t>n79</w:t>
            </w:r>
          </w:p>
        </w:tc>
        <w:tc>
          <w:tcPr>
            <w:tcW w:w="736" w:type="dxa"/>
            <w:tcBorders>
              <w:top w:val="single" w:sz="4" w:space="0" w:color="auto"/>
              <w:left w:val="single" w:sz="4" w:space="0" w:color="auto"/>
              <w:bottom w:val="single" w:sz="4" w:space="0" w:color="auto"/>
              <w:right w:val="single" w:sz="4" w:space="0" w:color="auto"/>
            </w:tcBorders>
            <w:hideMark/>
          </w:tcPr>
          <w:p w14:paraId="42EF9C9A" w14:textId="77777777" w:rsidR="00281553" w:rsidRPr="00835F44" w:rsidRDefault="000C67EB"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tcPr>
          <w:p w14:paraId="7D5788C6"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2227030D" w14:textId="77777777" w:rsidR="00281553" w:rsidRPr="00835F44" w:rsidRDefault="0028155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4DACCB96"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790B065E"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37002BED"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1CA1EC9B"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0AFEB10E"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67DB2925"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5DC66015"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1E60F832"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091E6597"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6E2C1A02" w14:textId="77777777" w:rsidR="00281553" w:rsidRPr="00835F44" w:rsidRDefault="00281553" w:rsidP="000E530E">
            <w:pPr>
              <w:pStyle w:val="TAC"/>
              <w:keepNext w:val="0"/>
              <w:rPr>
                <w:rFonts w:eastAsia="Yu Mincho"/>
                <w:szCs w:val="18"/>
              </w:rPr>
            </w:pP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2CEEBBDC" w14:textId="77777777" w:rsidR="00281553" w:rsidRPr="00835F44" w:rsidRDefault="00281553" w:rsidP="000E530E">
            <w:pPr>
              <w:pStyle w:val="TAC"/>
              <w:keepNext w:val="0"/>
              <w:rPr>
                <w:rFonts w:eastAsia="Yu Mincho"/>
                <w:szCs w:val="18"/>
              </w:rPr>
            </w:pPr>
          </w:p>
        </w:tc>
      </w:tr>
      <w:tr w:rsidR="00495FE7" w:rsidRPr="00835F44" w14:paraId="407511ED"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508EF5F7" w14:textId="77777777" w:rsidR="00281553" w:rsidRPr="00835F44" w:rsidRDefault="00281553" w:rsidP="000E530E">
            <w:pPr>
              <w:pStyle w:val="TAC"/>
              <w:keepNext w:val="0"/>
              <w:rPr>
                <w:lang w:eastAsia="zh-CN"/>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177EE1B8" w14:textId="77777777" w:rsidR="00281553" w:rsidRPr="00835F44" w:rsidRDefault="00281553" w:rsidP="000E530E">
            <w:pPr>
              <w:pStyle w:val="TAC"/>
              <w:keepNext w:val="0"/>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79A61347" w14:textId="77777777" w:rsidR="00281553" w:rsidRPr="00835F44" w:rsidRDefault="0028155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hideMark/>
          </w:tcPr>
          <w:p w14:paraId="733E76E9" w14:textId="77777777" w:rsidR="00281553" w:rsidRPr="00835F44" w:rsidRDefault="000C67EB" w:rsidP="000E530E">
            <w:pPr>
              <w:pStyle w:val="TAC"/>
              <w:keepNext w:val="0"/>
            </w:pPr>
            <w:r w:rsidRPr="00835F44">
              <w:t>30</w:t>
            </w:r>
          </w:p>
        </w:tc>
        <w:tc>
          <w:tcPr>
            <w:tcW w:w="736" w:type="dxa"/>
            <w:tcBorders>
              <w:top w:val="single" w:sz="4" w:space="0" w:color="auto"/>
              <w:left w:val="single" w:sz="4" w:space="0" w:color="auto"/>
              <w:bottom w:val="single" w:sz="4" w:space="0" w:color="auto"/>
              <w:right w:val="single" w:sz="4" w:space="0" w:color="auto"/>
            </w:tcBorders>
          </w:tcPr>
          <w:p w14:paraId="3E64CD0B"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tcPr>
          <w:p w14:paraId="3C1AF756" w14:textId="77777777" w:rsidR="00281553" w:rsidRPr="00835F44" w:rsidRDefault="0028155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18F7DFF"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28E1A516"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738703CC"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1DA99BE7"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0ECEAAE3"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297E8242"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7557F5DD"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4A8021F6"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30A3ABD1"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hideMark/>
          </w:tcPr>
          <w:p w14:paraId="1203356A"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2024D7BC" w14:textId="77777777" w:rsidR="00281553" w:rsidRPr="00835F44" w:rsidRDefault="00281553" w:rsidP="000E530E">
            <w:pPr>
              <w:pStyle w:val="TAC"/>
              <w:keepNext w:val="0"/>
              <w:rPr>
                <w:rFonts w:eastAsia="Yu Mincho"/>
                <w:szCs w:val="18"/>
              </w:rPr>
            </w:pPr>
          </w:p>
        </w:tc>
      </w:tr>
      <w:tr w:rsidR="00495FE7" w:rsidRPr="00835F44" w14:paraId="6C78527C" w14:textId="77777777" w:rsidTr="000E530E">
        <w:trPr>
          <w:trHeight w:val="34"/>
          <w:jc w:val="center"/>
        </w:trPr>
        <w:tc>
          <w:tcPr>
            <w:tcW w:w="1626" w:type="dxa"/>
            <w:vMerge/>
            <w:tcBorders>
              <w:top w:val="single" w:sz="4" w:space="0" w:color="auto"/>
              <w:left w:val="single" w:sz="4" w:space="0" w:color="auto"/>
              <w:bottom w:val="single" w:sz="4" w:space="0" w:color="auto"/>
              <w:right w:val="single" w:sz="4" w:space="0" w:color="auto"/>
            </w:tcBorders>
            <w:vAlign w:val="center"/>
            <w:hideMark/>
          </w:tcPr>
          <w:p w14:paraId="663D87A3" w14:textId="77777777" w:rsidR="00281553" w:rsidRPr="00835F44" w:rsidRDefault="00281553" w:rsidP="000E530E">
            <w:pPr>
              <w:pStyle w:val="TAC"/>
              <w:keepNext w:val="0"/>
              <w:rPr>
                <w:lang w:eastAsia="zh-CN"/>
              </w:rPr>
            </w:pPr>
          </w:p>
        </w:tc>
        <w:tc>
          <w:tcPr>
            <w:tcW w:w="1519" w:type="dxa"/>
            <w:vMerge/>
            <w:tcBorders>
              <w:top w:val="single" w:sz="4" w:space="0" w:color="auto"/>
              <w:left w:val="single" w:sz="4" w:space="0" w:color="auto"/>
              <w:bottom w:val="single" w:sz="4" w:space="0" w:color="auto"/>
              <w:right w:val="single" w:sz="4" w:space="0" w:color="auto"/>
            </w:tcBorders>
            <w:vAlign w:val="center"/>
            <w:hideMark/>
          </w:tcPr>
          <w:p w14:paraId="6189708C" w14:textId="77777777" w:rsidR="00281553" w:rsidRPr="00835F44" w:rsidRDefault="00281553" w:rsidP="000E530E">
            <w:pPr>
              <w:pStyle w:val="TAC"/>
              <w:keepNext w:val="0"/>
            </w:pPr>
          </w:p>
        </w:tc>
        <w:tc>
          <w:tcPr>
            <w:tcW w:w="736" w:type="dxa"/>
            <w:vMerge/>
            <w:tcBorders>
              <w:top w:val="single" w:sz="4" w:space="0" w:color="auto"/>
              <w:left w:val="single" w:sz="4" w:space="0" w:color="auto"/>
              <w:bottom w:val="single" w:sz="4" w:space="0" w:color="auto"/>
              <w:right w:val="single" w:sz="4" w:space="0" w:color="auto"/>
            </w:tcBorders>
            <w:vAlign w:val="center"/>
            <w:hideMark/>
          </w:tcPr>
          <w:p w14:paraId="70AFA01F" w14:textId="77777777" w:rsidR="00281553" w:rsidRPr="00835F44" w:rsidRDefault="00281553"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hideMark/>
          </w:tcPr>
          <w:p w14:paraId="1C9EA95E" w14:textId="77777777" w:rsidR="00281553" w:rsidRPr="00835F44" w:rsidRDefault="000C67EB" w:rsidP="000E530E">
            <w:pPr>
              <w:pStyle w:val="TAC"/>
              <w:keepNext w:val="0"/>
            </w:pPr>
            <w:r w:rsidRPr="00835F44">
              <w:t>60</w:t>
            </w:r>
          </w:p>
        </w:tc>
        <w:tc>
          <w:tcPr>
            <w:tcW w:w="736" w:type="dxa"/>
            <w:tcBorders>
              <w:top w:val="single" w:sz="4" w:space="0" w:color="auto"/>
              <w:left w:val="single" w:sz="4" w:space="0" w:color="auto"/>
              <w:bottom w:val="single" w:sz="4" w:space="0" w:color="auto"/>
              <w:right w:val="single" w:sz="4" w:space="0" w:color="auto"/>
            </w:tcBorders>
          </w:tcPr>
          <w:p w14:paraId="0DD44867" w14:textId="77777777" w:rsidR="00281553" w:rsidRPr="00835F44" w:rsidRDefault="00281553"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23EA5550" w14:textId="77777777" w:rsidR="00281553" w:rsidRPr="00835F44" w:rsidRDefault="00281553"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6FD792E2"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3C2AEA7A" w14:textId="77777777" w:rsidR="00281553" w:rsidRPr="00835F44" w:rsidRDefault="00281553"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5722642"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173286F3" w14:textId="77777777" w:rsidR="00281553" w:rsidRPr="00835F44" w:rsidRDefault="00281553"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086FCB02"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43CBBE14"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7A47E180"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32A2DC58"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2CEBE4BA" w14:textId="77777777" w:rsidR="000C67EB" w:rsidRPr="00835F44" w:rsidRDefault="000C67EB"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hideMark/>
          </w:tcPr>
          <w:p w14:paraId="70B2755B" w14:textId="77777777" w:rsidR="00281553" w:rsidRPr="00835F44" w:rsidRDefault="000C67EB" w:rsidP="000E530E">
            <w:pPr>
              <w:pStyle w:val="TAC"/>
              <w:keepNext w:val="0"/>
              <w:rPr>
                <w:rFonts w:eastAsia="Yu Mincho"/>
                <w:szCs w:val="18"/>
              </w:rPr>
            </w:pPr>
            <w:r w:rsidRPr="00835F44">
              <w:rPr>
                <w:rFonts w:eastAsia="Yu Mincho"/>
                <w:szCs w:val="18"/>
              </w:rPr>
              <w:t>Yes</w:t>
            </w:r>
          </w:p>
        </w:tc>
        <w:tc>
          <w:tcPr>
            <w:tcW w:w="1632" w:type="dxa"/>
            <w:vMerge/>
            <w:tcBorders>
              <w:top w:val="single" w:sz="4" w:space="0" w:color="auto"/>
              <w:left w:val="single" w:sz="4" w:space="0" w:color="auto"/>
              <w:bottom w:val="single" w:sz="4" w:space="0" w:color="auto"/>
              <w:right w:val="single" w:sz="4" w:space="0" w:color="auto"/>
            </w:tcBorders>
            <w:vAlign w:val="center"/>
            <w:hideMark/>
          </w:tcPr>
          <w:p w14:paraId="094D1055" w14:textId="77777777" w:rsidR="00281553" w:rsidRPr="00835F44" w:rsidRDefault="00281553" w:rsidP="000E530E">
            <w:pPr>
              <w:pStyle w:val="TAC"/>
              <w:keepNext w:val="0"/>
              <w:rPr>
                <w:rFonts w:eastAsia="Yu Mincho"/>
                <w:szCs w:val="18"/>
              </w:rPr>
            </w:pPr>
          </w:p>
        </w:tc>
      </w:tr>
      <w:tr w:rsidR="00495FE7" w:rsidRPr="00835F44" w14:paraId="4050EADF" w14:textId="77777777" w:rsidTr="000E530E">
        <w:trPr>
          <w:trHeight w:val="34"/>
          <w:jc w:val="center"/>
        </w:trPr>
        <w:tc>
          <w:tcPr>
            <w:tcW w:w="1626" w:type="dxa"/>
            <w:vMerge w:val="restart"/>
            <w:tcBorders>
              <w:top w:val="single" w:sz="4" w:space="0" w:color="auto"/>
              <w:left w:val="single" w:sz="4" w:space="0" w:color="auto"/>
              <w:right w:val="single" w:sz="4" w:space="0" w:color="auto"/>
            </w:tcBorders>
            <w:vAlign w:val="center"/>
            <w:hideMark/>
          </w:tcPr>
          <w:p w14:paraId="5F01556F" w14:textId="4D23CCD7" w:rsidR="00501D5F" w:rsidRPr="00835F44" w:rsidRDefault="00501D5F" w:rsidP="000E530E">
            <w:pPr>
              <w:pStyle w:val="TAC"/>
              <w:keepNext w:val="0"/>
              <w:rPr>
                <w:lang w:eastAsia="zh-CN"/>
              </w:rPr>
            </w:pPr>
            <w:bookmarkStart w:id="687" w:name="_Hlk531166462"/>
            <w:r w:rsidRPr="00835F44">
              <w:rPr>
                <w:lang w:eastAsia="zh-CN"/>
              </w:rPr>
              <w:t>CA_n78A-n79A</w:t>
            </w:r>
            <w:bookmarkEnd w:id="687"/>
          </w:p>
        </w:tc>
        <w:tc>
          <w:tcPr>
            <w:tcW w:w="1519" w:type="dxa"/>
            <w:vMerge w:val="restart"/>
            <w:tcBorders>
              <w:top w:val="single" w:sz="4" w:space="0" w:color="auto"/>
              <w:left w:val="single" w:sz="4" w:space="0" w:color="auto"/>
              <w:right w:val="single" w:sz="4" w:space="0" w:color="auto"/>
            </w:tcBorders>
            <w:vAlign w:val="center"/>
            <w:hideMark/>
          </w:tcPr>
          <w:p w14:paraId="51375CDD" w14:textId="77777777" w:rsidR="00501D5F" w:rsidRPr="00835F44" w:rsidRDefault="00501D5F" w:rsidP="000E530E">
            <w:pPr>
              <w:pStyle w:val="TAC"/>
              <w:keepNext w:val="0"/>
            </w:pPr>
            <w:r w:rsidRPr="00835F44">
              <w:t>-</w:t>
            </w:r>
          </w:p>
        </w:tc>
        <w:tc>
          <w:tcPr>
            <w:tcW w:w="736" w:type="dxa"/>
            <w:vMerge w:val="restart"/>
            <w:tcBorders>
              <w:top w:val="single" w:sz="4" w:space="0" w:color="auto"/>
              <w:left w:val="single" w:sz="4" w:space="0" w:color="auto"/>
              <w:right w:val="single" w:sz="4" w:space="0" w:color="auto"/>
            </w:tcBorders>
            <w:vAlign w:val="center"/>
            <w:hideMark/>
          </w:tcPr>
          <w:p w14:paraId="53F26672" w14:textId="77777777" w:rsidR="00501D5F" w:rsidRPr="00835F44" w:rsidRDefault="00501D5F" w:rsidP="000E530E">
            <w:pPr>
              <w:pStyle w:val="TAC"/>
              <w:keepNext w:val="0"/>
            </w:pPr>
            <w:r w:rsidRPr="00835F44">
              <w:t>n78</w:t>
            </w:r>
          </w:p>
        </w:tc>
        <w:tc>
          <w:tcPr>
            <w:tcW w:w="736" w:type="dxa"/>
            <w:tcBorders>
              <w:top w:val="single" w:sz="4" w:space="0" w:color="auto"/>
              <w:left w:val="single" w:sz="4" w:space="0" w:color="auto"/>
              <w:bottom w:val="single" w:sz="4" w:space="0" w:color="auto"/>
              <w:right w:val="single" w:sz="4" w:space="0" w:color="auto"/>
            </w:tcBorders>
            <w:hideMark/>
          </w:tcPr>
          <w:p w14:paraId="15510D4A" w14:textId="77777777" w:rsidR="00501D5F" w:rsidRPr="00835F44" w:rsidRDefault="00501D5F" w:rsidP="000E530E">
            <w:pPr>
              <w:pStyle w:val="TAC"/>
              <w:keepNext w:val="0"/>
            </w:pPr>
            <w:r w:rsidRPr="00835F44">
              <w:t>15</w:t>
            </w:r>
          </w:p>
        </w:tc>
        <w:tc>
          <w:tcPr>
            <w:tcW w:w="736" w:type="dxa"/>
            <w:tcBorders>
              <w:top w:val="single" w:sz="4" w:space="0" w:color="auto"/>
              <w:left w:val="single" w:sz="4" w:space="0" w:color="auto"/>
              <w:bottom w:val="single" w:sz="4" w:space="0" w:color="auto"/>
              <w:right w:val="single" w:sz="4" w:space="0" w:color="auto"/>
            </w:tcBorders>
          </w:tcPr>
          <w:p w14:paraId="61779C9C" w14:textId="77777777" w:rsidR="00501D5F" w:rsidRPr="00835F44" w:rsidRDefault="00501D5F"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44BFE683" w14:textId="77777777" w:rsidR="00501D5F" w:rsidRPr="00835F44" w:rsidRDefault="00501D5F"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10FB0144" w14:textId="77777777" w:rsidR="00501D5F" w:rsidRPr="00835F44" w:rsidRDefault="00501D5F"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hideMark/>
          </w:tcPr>
          <w:p w14:paraId="086C40BC" w14:textId="77777777" w:rsidR="00501D5F" w:rsidRPr="00835F44" w:rsidRDefault="00501D5F"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BFC1429" w14:textId="77777777" w:rsidR="00501D5F" w:rsidRPr="00835F44" w:rsidRDefault="00501D5F"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509E34A5" w14:textId="77777777" w:rsidR="00501D5F" w:rsidRPr="00835F44" w:rsidRDefault="00501D5F"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hideMark/>
          </w:tcPr>
          <w:p w14:paraId="60569048" w14:textId="77777777" w:rsidR="00501D5F" w:rsidRPr="00835F44" w:rsidRDefault="00501D5F"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hideMark/>
          </w:tcPr>
          <w:p w14:paraId="73E9FB09" w14:textId="77777777" w:rsidR="00501D5F" w:rsidRPr="00835F44" w:rsidRDefault="00501D5F"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2508326" w14:textId="77777777" w:rsidR="00501D5F" w:rsidRPr="00835F44" w:rsidRDefault="00501D5F"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15C444D0" w14:textId="77777777" w:rsidR="00501D5F" w:rsidRPr="00835F44" w:rsidRDefault="00501D5F"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2590AAB8" w14:textId="77777777" w:rsidR="00501D5F" w:rsidRPr="00835F44" w:rsidRDefault="00501D5F"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39F20F70" w14:textId="77777777" w:rsidR="00501D5F" w:rsidRPr="00835F44" w:rsidRDefault="00501D5F" w:rsidP="000E530E">
            <w:pPr>
              <w:pStyle w:val="TAC"/>
              <w:keepNext w:val="0"/>
              <w:rPr>
                <w:rFonts w:eastAsia="Yu Mincho"/>
                <w:szCs w:val="18"/>
              </w:rPr>
            </w:pPr>
          </w:p>
        </w:tc>
        <w:tc>
          <w:tcPr>
            <w:tcW w:w="1632" w:type="dxa"/>
            <w:vMerge w:val="restart"/>
            <w:tcBorders>
              <w:top w:val="single" w:sz="4" w:space="0" w:color="auto"/>
              <w:left w:val="single" w:sz="4" w:space="0" w:color="auto"/>
              <w:right w:val="single" w:sz="4" w:space="0" w:color="auto"/>
            </w:tcBorders>
            <w:vAlign w:val="center"/>
            <w:hideMark/>
          </w:tcPr>
          <w:p w14:paraId="1647172E" w14:textId="77777777" w:rsidR="00501D5F" w:rsidRPr="00835F44" w:rsidRDefault="00501D5F" w:rsidP="000E530E">
            <w:pPr>
              <w:pStyle w:val="TAC"/>
              <w:keepNext w:val="0"/>
              <w:rPr>
                <w:rFonts w:eastAsia="Yu Mincho"/>
                <w:szCs w:val="18"/>
              </w:rPr>
            </w:pPr>
            <w:r w:rsidRPr="00835F44">
              <w:rPr>
                <w:rFonts w:eastAsia="Yu Mincho"/>
                <w:szCs w:val="18"/>
              </w:rPr>
              <w:t>0</w:t>
            </w:r>
          </w:p>
        </w:tc>
      </w:tr>
      <w:tr w:rsidR="00495FE7" w:rsidRPr="00835F44" w14:paraId="6063B380" w14:textId="77777777" w:rsidTr="000E530E">
        <w:trPr>
          <w:trHeight w:val="34"/>
          <w:jc w:val="center"/>
        </w:trPr>
        <w:tc>
          <w:tcPr>
            <w:tcW w:w="1626" w:type="dxa"/>
            <w:vMerge/>
            <w:tcBorders>
              <w:left w:val="single" w:sz="4" w:space="0" w:color="auto"/>
              <w:right w:val="single" w:sz="4" w:space="0" w:color="auto"/>
            </w:tcBorders>
            <w:vAlign w:val="center"/>
          </w:tcPr>
          <w:p w14:paraId="423A94A6" w14:textId="77777777" w:rsidR="00501D5F" w:rsidRPr="00835F44" w:rsidRDefault="00501D5F" w:rsidP="000E530E">
            <w:pPr>
              <w:pStyle w:val="TAC"/>
              <w:keepNext w:val="0"/>
              <w:rPr>
                <w:lang w:eastAsia="zh-CN"/>
              </w:rPr>
            </w:pPr>
          </w:p>
        </w:tc>
        <w:tc>
          <w:tcPr>
            <w:tcW w:w="1519" w:type="dxa"/>
            <w:vMerge/>
            <w:tcBorders>
              <w:left w:val="single" w:sz="4" w:space="0" w:color="auto"/>
              <w:right w:val="single" w:sz="4" w:space="0" w:color="auto"/>
            </w:tcBorders>
            <w:vAlign w:val="center"/>
          </w:tcPr>
          <w:p w14:paraId="5C657B98" w14:textId="77777777" w:rsidR="00501D5F" w:rsidRPr="00835F44" w:rsidRDefault="00501D5F" w:rsidP="000E530E">
            <w:pPr>
              <w:pStyle w:val="TAC"/>
              <w:keepNext w:val="0"/>
            </w:pPr>
          </w:p>
        </w:tc>
        <w:tc>
          <w:tcPr>
            <w:tcW w:w="736" w:type="dxa"/>
            <w:vMerge/>
            <w:tcBorders>
              <w:left w:val="single" w:sz="4" w:space="0" w:color="auto"/>
              <w:right w:val="single" w:sz="4" w:space="0" w:color="auto"/>
            </w:tcBorders>
            <w:vAlign w:val="center"/>
          </w:tcPr>
          <w:p w14:paraId="3C436783" w14:textId="77777777" w:rsidR="00501D5F" w:rsidRPr="00835F44" w:rsidRDefault="00501D5F"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00E6D8A5" w14:textId="5F9CF756" w:rsidR="00501D5F" w:rsidRPr="00835F44" w:rsidRDefault="00501D5F" w:rsidP="000E530E">
            <w:pPr>
              <w:pStyle w:val="TAC"/>
              <w:keepNext w:val="0"/>
            </w:pPr>
            <w:r w:rsidRPr="00835F44">
              <w:rPr>
                <w:rFonts w:cs="Arial"/>
                <w:lang w:val="x-none" w:eastAsia="ja-JP"/>
              </w:rPr>
              <w:t>30</w:t>
            </w:r>
          </w:p>
        </w:tc>
        <w:tc>
          <w:tcPr>
            <w:tcW w:w="736" w:type="dxa"/>
            <w:tcBorders>
              <w:top w:val="single" w:sz="4" w:space="0" w:color="auto"/>
              <w:left w:val="single" w:sz="4" w:space="0" w:color="auto"/>
              <w:bottom w:val="single" w:sz="4" w:space="0" w:color="auto"/>
              <w:right w:val="single" w:sz="4" w:space="0" w:color="auto"/>
            </w:tcBorders>
          </w:tcPr>
          <w:p w14:paraId="3311F36E" w14:textId="77777777" w:rsidR="00501D5F" w:rsidRPr="00835F44" w:rsidRDefault="00501D5F"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2B4935C" w14:textId="21F0A9AE" w:rsidR="00501D5F" w:rsidRPr="00835F44" w:rsidRDefault="00501D5F"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748611F0" w14:textId="28AA3820" w:rsidR="00501D5F" w:rsidRPr="00835F44" w:rsidRDefault="00501D5F"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566B20B8" w14:textId="2537FB25" w:rsidR="00501D5F" w:rsidRPr="00835F44" w:rsidRDefault="00501D5F"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66D3087C" w14:textId="77777777" w:rsidR="00501D5F" w:rsidRPr="00835F44" w:rsidRDefault="00501D5F"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48F96E7D" w14:textId="77777777" w:rsidR="00501D5F" w:rsidRPr="00835F44" w:rsidRDefault="00501D5F"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24108B67" w14:textId="27D96854" w:rsidR="00501D5F" w:rsidRPr="00835F44" w:rsidRDefault="00501D5F"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29C0A7AA" w14:textId="666E20A0" w:rsidR="00501D5F" w:rsidRPr="00835F44" w:rsidRDefault="00501D5F"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5EECF5E7" w14:textId="27DA8077" w:rsidR="00501D5F" w:rsidRPr="00835F44" w:rsidRDefault="00501D5F"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43A29441" w14:textId="047F300C" w:rsidR="00501D5F" w:rsidRPr="00835F44" w:rsidRDefault="00501D5F"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4F1E6CAF" w14:textId="1E62F588" w:rsidR="00501D5F" w:rsidRPr="00835F44" w:rsidRDefault="00501D5F"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5D3C6511" w14:textId="55722C96" w:rsidR="00501D5F" w:rsidRPr="00835F44" w:rsidRDefault="00501D5F" w:rsidP="000E530E">
            <w:pPr>
              <w:pStyle w:val="TAC"/>
              <w:keepNext w:val="0"/>
              <w:rPr>
                <w:rFonts w:eastAsia="Yu Mincho"/>
                <w:szCs w:val="18"/>
              </w:rPr>
            </w:pPr>
            <w:r w:rsidRPr="00835F44">
              <w:rPr>
                <w:rFonts w:eastAsia="Yu Mincho"/>
                <w:szCs w:val="18"/>
              </w:rPr>
              <w:t>Yes</w:t>
            </w:r>
          </w:p>
        </w:tc>
        <w:tc>
          <w:tcPr>
            <w:tcW w:w="1632" w:type="dxa"/>
            <w:vMerge/>
            <w:tcBorders>
              <w:left w:val="single" w:sz="4" w:space="0" w:color="auto"/>
              <w:right w:val="single" w:sz="4" w:space="0" w:color="auto"/>
            </w:tcBorders>
            <w:vAlign w:val="center"/>
          </w:tcPr>
          <w:p w14:paraId="70FE21CD" w14:textId="77777777" w:rsidR="00501D5F" w:rsidRPr="00835F44" w:rsidRDefault="00501D5F" w:rsidP="000E530E">
            <w:pPr>
              <w:pStyle w:val="TAC"/>
              <w:keepNext w:val="0"/>
              <w:rPr>
                <w:rFonts w:eastAsia="Yu Mincho"/>
                <w:szCs w:val="18"/>
              </w:rPr>
            </w:pPr>
          </w:p>
        </w:tc>
      </w:tr>
      <w:tr w:rsidR="00495FE7" w:rsidRPr="00835F44" w14:paraId="44069174" w14:textId="77777777" w:rsidTr="000E530E">
        <w:trPr>
          <w:trHeight w:val="34"/>
          <w:jc w:val="center"/>
        </w:trPr>
        <w:tc>
          <w:tcPr>
            <w:tcW w:w="1626" w:type="dxa"/>
            <w:vMerge/>
            <w:tcBorders>
              <w:left w:val="single" w:sz="4" w:space="0" w:color="auto"/>
              <w:right w:val="single" w:sz="4" w:space="0" w:color="auto"/>
            </w:tcBorders>
            <w:vAlign w:val="center"/>
          </w:tcPr>
          <w:p w14:paraId="0282585D" w14:textId="77777777" w:rsidR="00501D5F" w:rsidRPr="00835F44" w:rsidRDefault="00501D5F" w:rsidP="000E530E">
            <w:pPr>
              <w:pStyle w:val="TAC"/>
              <w:keepNext w:val="0"/>
              <w:rPr>
                <w:lang w:eastAsia="zh-CN"/>
              </w:rPr>
            </w:pPr>
          </w:p>
        </w:tc>
        <w:tc>
          <w:tcPr>
            <w:tcW w:w="1519" w:type="dxa"/>
            <w:vMerge/>
            <w:tcBorders>
              <w:left w:val="single" w:sz="4" w:space="0" w:color="auto"/>
              <w:right w:val="single" w:sz="4" w:space="0" w:color="auto"/>
            </w:tcBorders>
            <w:vAlign w:val="center"/>
          </w:tcPr>
          <w:p w14:paraId="5D84A440" w14:textId="77777777" w:rsidR="00501D5F" w:rsidRPr="00835F44" w:rsidRDefault="00501D5F" w:rsidP="000E530E">
            <w:pPr>
              <w:pStyle w:val="TAC"/>
              <w:keepNext w:val="0"/>
            </w:pPr>
          </w:p>
        </w:tc>
        <w:tc>
          <w:tcPr>
            <w:tcW w:w="736" w:type="dxa"/>
            <w:vMerge/>
            <w:tcBorders>
              <w:left w:val="single" w:sz="4" w:space="0" w:color="auto"/>
              <w:bottom w:val="single" w:sz="4" w:space="0" w:color="auto"/>
              <w:right w:val="single" w:sz="4" w:space="0" w:color="auto"/>
            </w:tcBorders>
            <w:vAlign w:val="center"/>
          </w:tcPr>
          <w:p w14:paraId="449E1B7F" w14:textId="77777777" w:rsidR="00501D5F" w:rsidRPr="00835F44" w:rsidRDefault="00501D5F"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0091A55E" w14:textId="23C99468" w:rsidR="00501D5F" w:rsidRPr="00835F44" w:rsidRDefault="00501D5F" w:rsidP="000E530E">
            <w:pPr>
              <w:pStyle w:val="TAC"/>
              <w:keepNext w:val="0"/>
            </w:pPr>
            <w:r w:rsidRPr="00835F44">
              <w:rPr>
                <w:rFonts w:cs="Arial"/>
                <w:lang w:val="x-none" w:eastAsia="ja-JP"/>
              </w:rPr>
              <w:t>60</w:t>
            </w:r>
          </w:p>
        </w:tc>
        <w:tc>
          <w:tcPr>
            <w:tcW w:w="736" w:type="dxa"/>
            <w:tcBorders>
              <w:top w:val="single" w:sz="4" w:space="0" w:color="auto"/>
              <w:left w:val="single" w:sz="4" w:space="0" w:color="auto"/>
              <w:bottom w:val="single" w:sz="4" w:space="0" w:color="auto"/>
              <w:right w:val="single" w:sz="4" w:space="0" w:color="auto"/>
            </w:tcBorders>
          </w:tcPr>
          <w:p w14:paraId="6E81AC89" w14:textId="77777777" w:rsidR="00501D5F" w:rsidRPr="00835F44" w:rsidRDefault="00501D5F"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7FC4F61C" w14:textId="066499BB" w:rsidR="00501D5F" w:rsidRPr="00835F44" w:rsidRDefault="00501D5F"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42227C98" w14:textId="5C6A3E60" w:rsidR="00501D5F" w:rsidRPr="00835F44" w:rsidRDefault="00501D5F"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4012A6C4" w14:textId="72E7BF7D" w:rsidR="00501D5F" w:rsidRPr="00835F44" w:rsidRDefault="00501D5F"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269474FC" w14:textId="77777777" w:rsidR="00501D5F" w:rsidRPr="00835F44" w:rsidRDefault="00501D5F"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2858C1D6" w14:textId="77777777" w:rsidR="00501D5F" w:rsidRPr="00835F44" w:rsidRDefault="00501D5F"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701103DC" w14:textId="5A91E879" w:rsidR="00501D5F" w:rsidRPr="00835F44" w:rsidRDefault="00501D5F"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57CDF5F2" w14:textId="2A905BC6" w:rsidR="00501D5F" w:rsidRPr="00835F44" w:rsidRDefault="00501D5F"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3613BD4" w14:textId="18254997" w:rsidR="00501D5F" w:rsidRPr="00835F44" w:rsidRDefault="00501D5F"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vAlign w:val="center"/>
          </w:tcPr>
          <w:p w14:paraId="1440F19C" w14:textId="6984EA30" w:rsidR="00501D5F" w:rsidRPr="00835F44" w:rsidRDefault="00501D5F" w:rsidP="000E530E">
            <w:pPr>
              <w:pStyle w:val="TAC"/>
              <w:keepNext w:val="0"/>
              <w:rPr>
                <w:rFonts w:eastAsia="Yu Mincho"/>
                <w:szCs w:val="18"/>
              </w:rPr>
            </w:pPr>
            <w:r w:rsidRPr="00835F44">
              <w:rPr>
                <w:rFonts w:eastAsia="Yu Mincho"/>
                <w:szCs w:val="18"/>
              </w:rPr>
              <w:t>Yes</w:t>
            </w:r>
          </w:p>
        </w:tc>
        <w:tc>
          <w:tcPr>
            <w:tcW w:w="736" w:type="dxa"/>
            <w:tcBorders>
              <w:top w:val="single" w:sz="4" w:space="0" w:color="auto"/>
              <w:left w:val="single" w:sz="4" w:space="0" w:color="auto"/>
              <w:bottom w:val="single" w:sz="4" w:space="0" w:color="auto"/>
              <w:right w:val="single" w:sz="4" w:space="0" w:color="auto"/>
            </w:tcBorders>
          </w:tcPr>
          <w:p w14:paraId="1A81ACFD" w14:textId="2B192674" w:rsidR="00501D5F" w:rsidRPr="00835F44" w:rsidRDefault="00501D5F" w:rsidP="000E530E">
            <w:pPr>
              <w:pStyle w:val="TAC"/>
              <w:keepNext w:val="0"/>
              <w:rPr>
                <w:rFonts w:eastAsia="Yu Mincho"/>
                <w:szCs w:val="18"/>
              </w:rPr>
            </w:pPr>
            <w:r w:rsidRPr="00835F44">
              <w:rPr>
                <w:rFonts w:eastAsia="Yu Mincho"/>
                <w:szCs w:val="18"/>
              </w:rPr>
              <w:t>Yes</w:t>
            </w:r>
          </w:p>
        </w:tc>
        <w:tc>
          <w:tcPr>
            <w:tcW w:w="737" w:type="dxa"/>
            <w:tcBorders>
              <w:top w:val="single" w:sz="4" w:space="0" w:color="auto"/>
              <w:left w:val="single" w:sz="4" w:space="0" w:color="auto"/>
              <w:bottom w:val="single" w:sz="4" w:space="0" w:color="auto"/>
              <w:right w:val="single" w:sz="4" w:space="0" w:color="auto"/>
            </w:tcBorders>
            <w:vAlign w:val="center"/>
          </w:tcPr>
          <w:p w14:paraId="7BD62C0A" w14:textId="7EE50302" w:rsidR="00501D5F" w:rsidRPr="00835F44" w:rsidRDefault="00501D5F" w:rsidP="000E530E">
            <w:pPr>
              <w:pStyle w:val="TAC"/>
              <w:keepNext w:val="0"/>
              <w:rPr>
                <w:rFonts w:eastAsia="Yu Mincho"/>
                <w:szCs w:val="18"/>
              </w:rPr>
            </w:pPr>
            <w:r w:rsidRPr="00835F44">
              <w:rPr>
                <w:rFonts w:eastAsia="Yu Mincho"/>
                <w:szCs w:val="18"/>
              </w:rPr>
              <w:t>Yes</w:t>
            </w:r>
          </w:p>
        </w:tc>
        <w:tc>
          <w:tcPr>
            <w:tcW w:w="1632" w:type="dxa"/>
            <w:vMerge/>
            <w:tcBorders>
              <w:left w:val="single" w:sz="4" w:space="0" w:color="auto"/>
              <w:right w:val="single" w:sz="4" w:space="0" w:color="auto"/>
            </w:tcBorders>
            <w:vAlign w:val="center"/>
          </w:tcPr>
          <w:p w14:paraId="62647C6F" w14:textId="77777777" w:rsidR="00501D5F" w:rsidRPr="00835F44" w:rsidRDefault="00501D5F" w:rsidP="000E530E">
            <w:pPr>
              <w:pStyle w:val="TAC"/>
              <w:keepNext w:val="0"/>
              <w:rPr>
                <w:rFonts w:eastAsia="Yu Mincho"/>
                <w:szCs w:val="18"/>
              </w:rPr>
            </w:pPr>
          </w:p>
        </w:tc>
      </w:tr>
      <w:tr w:rsidR="00495FE7" w:rsidRPr="00835F44" w14:paraId="489CB139" w14:textId="77777777" w:rsidTr="000E530E">
        <w:trPr>
          <w:trHeight w:val="34"/>
          <w:jc w:val="center"/>
        </w:trPr>
        <w:tc>
          <w:tcPr>
            <w:tcW w:w="1626" w:type="dxa"/>
            <w:vMerge/>
            <w:tcBorders>
              <w:left w:val="single" w:sz="4" w:space="0" w:color="auto"/>
              <w:right w:val="single" w:sz="4" w:space="0" w:color="auto"/>
            </w:tcBorders>
            <w:vAlign w:val="center"/>
          </w:tcPr>
          <w:p w14:paraId="4E88B2FA" w14:textId="77777777" w:rsidR="00501D5F" w:rsidRPr="00835F44" w:rsidRDefault="00501D5F" w:rsidP="000E530E">
            <w:pPr>
              <w:pStyle w:val="TAC"/>
              <w:keepNext w:val="0"/>
              <w:rPr>
                <w:lang w:eastAsia="zh-CN"/>
              </w:rPr>
            </w:pPr>
          </w:p>
        </w:tc>
        <w:tc>
          <w:tcPr>
            <w:tcW w:w="1519" w:type="dxa"/>
            <w:vMerge/>
            <w:tcBorders>
              <w:left w:val="single" w:sz="4" w:space="0" w:color="auto"/>
              <w:right w:val="single" w:sz="4" w:space="0" w:color="auto"/>
            </w:tcBorders>
            <w:vAlign w:val="center"/>
          </w:tcPr>
          <w:p w14:paraId="6D4712C9" w14:textId="77777777" w:rsidR="00501D5F" w:rsidRPr="00835F44" w:rsidRDefault="00501D5F" w:rsidP="000E530E">
            <w:pPr>
              <w:pStyle w:val="TAC"/>
              <w:keepNext w:val="0"/>
            </w:pPr>
          </w:p>
        </w:tc>
        <w:tc>
          <w:tcPr>
            <w:tcW w:w="736" w:type="dxa"/>
            <w:vMerge w:val="restart"/>
            <w:tcBorders>
              <w:top w:val="single" w:sz="4" w:space="0" w:color="auto"/>
              <w:left w:val="single" w:sz="4" w:space="0" w:color="auto"/>
              <w:right w:val="single" w:sz="4" w:space="0" w:color="auto"/>
            </w:tcBorders>
            <w:vAlign w:val="center"/>
          </w:tcPr>
          <w:p w14:paraId="5AA88D6C" w14:textId="4FEBE8DB" w:rsidR="00501D5F" w:rsidRPr="00835F44" w:rsidRDefault="00501D5F" w:rsidP="000E530E">
            <w:pPr>
              <w:pStyle w:val="TAC"/>
              <w:keepNext w:val="0"/>
            </w:pPr>
            <w:r w:rsidRPr="00835F44">
              <w:rPr>
                <w:lang w:eastAsia="ja-JP"/>
              </w:rPr>
              <w:t>n79</w:t>
            </w:r>
          </w:p>
        </w:tc>
        <w:tc>
          <w:tcPr>
            <w:tcW w:w="736" w:type="dxa"/>
            <w:tcBorders>
              <w:top w:val="single" w:sz="4" w:space="0" w:color="auto"/>
              <w:left w:val="single" w:sz="4" w:space="0" w:color="auto"/>
              <w:bottom w:val="single" w:sz="4" w:space="0" w:color="auto"/>
              <w:right w:val="single" w:sz="4" w:space="0" w:color="auto"/>
            </w:tcBorders>
          </w:tcPr>
          <w:p w14:paraId="0F46515D" w14:textId="2850F38D" w:rsidR="00501D5F" w:rsidRPr="00835F44" w:rsidRDefault="00501D5F" w:rsidP="000E530E">
            <w:pPr>
              <w:pStyle w:val="TAC"/>
              <w:keepNext w:val="0"/>
            </w:pPr>
            <w:r w:rsidRPr="00835F44">
              <w:rPr>
                <w:rFonts w:cs="Arial"/>
                <w:lang w:val="x-none" w:eastAsia="ja-JP"/>
              </w:rPr>
              <w:t>15</w:t>
            </w:r>
          </w:p>
        </w:tc>
        <w:tc>
          <w:tcPr>
            <w:tcW w:w="736" w:type="dxa"/>
            <w:tcBorders>
              <w:top w:val="single" w:sz="4" w:space="0" w:color="auto"/>
              <w:left w:val="single" w:sz="4" w:space="0" w:color="auto"/>
              <w:bottom w:val="single" w:sz="4" w:space="0" w:color="auto"/>
              <w:right w:val="single" w:sz="4" w:space="0" w:color="auto"/>
            </w:tcBorders>
            <w:vAlign w:val="center"/>
          </w:tcPr>
          <w:p w14:paraId="17AC0A32" w14:textId="77777777" w:rsidR="00501D5F" w:rsidRPr="00835F44" w:rsidRDefault="00501D5F"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3E0FD67D" w14:textId="77777777" w:rsidR="00501D5F" w:rsidRPr="00835F44" w:rsidRDefault="00501D5F"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00A44757" w14:textId="77777777" w:rsidR="00501D5F" w:rsidRPr="00835F44" w:rsidRDefault="00501D5F"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3951847C" w14:textId="110E93D9" w:rsidR="00501D5F" w:rsidRPr="00835F44" w:rsidRDefault="00501D5F"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7546583" w14:textId="32841B0D" w:rsidR="00501D5F" w:rsidRPr="00835F44" w:rsidRDefault="00501D5F"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tcPr>
          <w:p w14:paraId="4BC71713" w14:textId="77777777" w:rsidR="00501D5F" w:rsidRPr="00835F44" w:rsidRDefault="00501D5F"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2FCD0E7E" w14:textId="130C44AC" w:rsidR="00501D5F" w:rsidRPr="00835F44" w:rsidRDefault="00501D5F" w:rsidP="000E530E">
            <w:pPr>
              <w:pStyle w:val="TAC"/>
              <w:keepNext w:val="0"/>
              <w:rPr>
                <w:rFonts w:eastAsia="Yu Mincho"/>
                <w:szCs w:val="18"/>
              </w:rPr>
            </w:pPr>
            <w:r w:rsidRPr="00835F44">
              <w:rPr>
                <w:rFonts w:cs="Arial"/>
                <w:lang w:val="x-none" w:eastAsia="ja-JP"/>
              </w:rPr>
              <w:t>Yes</w:t>
            </w:r>
          </w:p>
        </w:tc>
        <w:tc>
          <w:tcPr>
            <w:tcW w:w="737" w:type="dxa"/>
            <w:tcBorders>
              <w:top w:val="single" w:sz="4" w:space="0" w:color="auto"/>
              <w:left w:val="single" w:sz="4" w:space="0" w:color="auto"/>
              <w:bottom w:val="single" w:sz="4" w:space="0" w:color="auto"/>
              <w:right w:val="single" w:sz="4" w:space="0" w:color="auto"/>
            </w:tcBorders>
            <w:vAlign w:val="center"/>
          </w:tcPr>
          <w:p w14:paraId="68B1C266" w14:textId="58B343C3" w:rsidR="00501D5F" w:rsidRPr="00835F44" w:rsidRDefault="00501D5F" w:rsidP="000E530E">
            <w:pPr>
              <w:pStyle w:val="TAC"/>
              <w:keepNext w:val="0"/>
              <w:rPr>
                <w:rFonts w:eastAsia="Yu Mincho"/>
                <w:szCs w:val="18"/>
              </w:rPr>
            </w:pPr>
            <w:r w:rsidRPr="00835F44">
              <w:rPr>
                <w:rFonts w:cs="Arial"/>
                <w:lang w:val="x-none" w:eastAsia="ja-JP"/>
              </w:rPr>
              <w:t>Yes</w:t>
            </w:r>
          </w:p>
        </w:tc>
        <w:tc>
          <w:tcPr>
            <w:tcW w:w="736" w:type="dxa"/>
            <w:tcBorders>
              <w:top w:val="single" w:sz="4" w:space="0" w:color="auto"/>
              <w:left w:val="single" w:sz="4" w:space="0" w:color="auto"/>
              <w:bottom w:val="single" w:sz="4" w:space="0" w:color="auto"/>
              <w:right w:val="single" w:sz="4" w:space="0" w:color="auto"/>
            </w:tcBorders>
          </w:tcPr>
          <w:p w14:paraId="067BBFF7" w14:textId="77777777" w:rsidR="00501D5F" w:rsidRPr="00835F44" w:rsidRDefault="00501D5F"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tcPr>
          <w:p w14:paraId="54801256" w14:textId="77777777" w:rsidR="00501D5F" w:rsidRPr="00835F44" w:rsidRDefault="00501D5F"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04C6281" w14:textId="77777777" w:rsidR="00501D5F" w:rsidRPr="00835F44" w:rsidRDefault="00501D5F"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1D6BD2F8" w14:textId="77777777" w:rsidR="00501D5F" w:rsidRPr="00835F44" w:rsidRDefault="00501D5F" w:rsidP="000E530E">
            <w:pPr>
              <w:pStyle w:val="TAC"/>
              <w:keepNext w:val="0"/>
              <w:rPr>
                <w:rFonts w:eastAsia="Yu Mincho"/>
                <w:szCs w:val="18"/>
              </w:rPr>
            </w:pPr>
          </w:p>
        </w:tc>
        <w:tc>
          <w:tcPr>
            <w:tcW w:w="1632" w:type="dxa"/>
            <w:vMerge/>
            <w:tcBorders>
              <w:left w:val="single" w:sz="4" w:space="0" w:color="auto"/>
              <w:right w:val="single" w:sz="4" w:space="0" w:color="auto"/>
            </w:tcBorders>
            <w:vAlign w:val="center"/>
          </w:tcPr>
          <w:p w14:paraId="4C894158" w14:textId="77777777" w:rsidR="00501D5F" w:rsidRPr="00835F44" w:rsidRDefault="00501D5F" w:rsidP="000E530E">
            <w:pPr>
              <w:pStyle w:val="TAC"/>
              <w:keepNext w:val="0"/>
              <w:rPr>
                <w:rFonts w:eastAsia="Yu Mincho"/>
                <w:szCs w:val="18"/>
              </w:rPr>
            </w:pPr>
          </w:p>
        </w:tc>
      </w:tr>
      <w:tr w:rsidR="00495FE7" w:rsidRPr="00835F44" w14:paraId="3CF6CFD3" w14:textId="77777777" w:rsidTr="000E530E">
        <w:trPr>
          <w:trHeight w:val="34"/>
          <w:jc w:val="center"/>
        </w:trPr>
        <w:tc>
          <w:tcPr>
            <w:tcW w:w="1626" w:type="dxa"/>
            <w:vMerge/>
            <w:tcBorders>
              <w:left w:val="single" w:sz="4" w:space="0" w:color="auto"/>
              <w:right w:val="single" w:sz="4" w:space="0" w:color="auto"/>
            </w:tcBorders>
            <w:vAlign w:val="center"/>
          </w:tcPr>
          <w:p w14:paraId="5BB3160B" w14:textId="77777777" w:rsidR="00501D5F" w:rsidRPr="00835F44" w:rsidRDefault="00501D5F" w:rsidP="000E530E">
            <w:pPr>
              <w:pStyle w:val="TAC"/>
              <w:keepNext w:val="0"/>
              <w:rPr>
                <w:lang w:eastAsia="zh-CN"/>
              </w:rPr>
            </w:pPr>
          </w:p>
        </w:tc>
        <w:tc>
          <w:tcPr>
            <w:tcW w:w="1519" w:type="dxa"/>
            <w:vMerge/>
            <w:tcBorders>
              <w:left w:val="single" w:sz="4" w:space="0" w:color="auto"/>
              <w:right w:val="single" w:sz="4" w:space="0" w:color="auto"/>
            </w:tcBorders>
            <w:vAlign w:val="center"/>
          </w:tcPr>
          <w:p w14:paraId="0061857B" w14:textId="77777777" w:rsidR="00501D5F" w:rsidRPr="00835F44" w:rsidRDefault="00501D5F" w:rsidP="000E530E">
            <w:pPr>
              <w:pStyle w:val="TAC"/>
              <w:keepNext w:val="0"/>
            </w:pPr>
          </w:p>
        </w:tc>
        <w:tc>
          <w:tcPr>
            <w:tcW w:w="736" w:type="dxa"/>
            <w:vMerge/>
            <w:tcBorders>
              <w:left w:val="single" w:sz="4" w:space="0" w:color="auto"/>
              <w:right w:val="single" w:sz="4" w:space="0" w:color="auto"/>
            </w:tcBorders>
            <w:vAlign w:val="center"/>
          </w:tcPr>
          <w:p w14:paraId="384A7F39" w14:textId="77777777" w:rsidR="00501D5F" w:rsidRPr="00835F44" w:rsidRDefault="00501D5F"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1CFF88C0" w14:textId="49944CFF" w:rsidR="00501D5F" w:rsidRPr="00835F44" w:rsidRDefault="00501D5F" w:rsidP="000E530E">
            <w:pPr>
              <w:pStyle w:val="TAC"/>
              <w:keepNext w:val="0"/>
            </w:pPr>
            <w:r w:rsidRPr="00835F44">
              <w:rPr>
                <w:rFonts w:cs="Arial"/>
                <w:lang w:val="x-none" w:eastAsia="ja-JP"/>
              </w:rPr>
              <w:t>30</w:t>
            </w:r>
          </w:p>
        </w:tc>
        <w:tc>
          <w:tcPr>
            <w:tcW w:w="736" w:type="dxa"/>
            <w:tcBorders>
              <w:top w:val="single" w:sz="4" w:space="0" w:color="auto"/>
              <w:left w:val="single" w:sz="4" w:space="0" w:color="auto"/>
              <w:bottom w:val="single" w:sz="4" w:space="0" w:color="auto"/>
              <w:right w:val="single" w:sz="4" w:space="0" w:color="auto"/>
            </w:tcBorders>
            <w:vAlign w:val="center"/>
          </w:tcPr>
          <w:p w14:paraId="122DE3DA" w14:textId="77777777" w:rsidR="00501D5F" w:rsidRPr="00835F44" w:rsidRDefault="00501D5F"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58ADB38" w14:textId="77777777" w:rsidR="00501D5F" w:rsidRPr="00835F44" w:rsidRDefault="00501D5F"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3B08AF96" w14:textId="77777777" w:rsidR="00501D5F" w:rsidRPr="00835F44" w:rsidRDefault="00501D5F"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744E8D4" w14:textId="6967A1BC" w:rsidR="00501D5F" w:rsidRPr="00835F44" w:rsidRDefault="00501D5F"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9A4F6F8" w14:textId="7D2757FE" w:rsidR="00501D5F" w:rsidRPr="00835F44" w:rsidRDefault="00501D5F"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18A3356E" w14:textId="38FA80AE" w:rsidR="00501D5F" w:rsidRPr="00835F44" w:rsidRDefault="00501D5F"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48456C51" w14:textId="703B8267" w:rsidR="00501D5F" w:rsidRPr="00835F44" w:rsidRDefault="00501D5F" w:rsidP="000E530E">
            <w:pPr>
              <w:pStyle w:val="TAC"/>
              <w:keepNext w:val="0"/>
              <w:rPr>
                <w:rFonts w:eastAsia="Yu Mincho"/>
                <w:szCs w:val="18"/>
              </w:rPr>
            </w:pPr>
            <w:r w:rsidRPr="00835F44">
              <w:rPr>
                <w:rFonts w:cs="Arial"/>
                <w:lang w:val="x-none" w:eastAsia="ja-JP"/>
              </w:rPr>
              <w:t>Yes</w:t>
            </w:r>
          </w:p>
        </w:tc>
        <w:tc>
          <w:tcPr>
            <w:tcW w:w="737" w:type="dxa"/>
            <w:tcBorders>
              <w:top w:val="single" w:sz="4" w:space="0" w:color="auto"/>
              <w:left w:val="single" w:sz="4" w:space="0" w:color="auto"/>
              <w:bottom w:val="single" w:sz="4" w:space="0" w:color="auto"/>
              <w:right w:val="single" w:sz="4" w:space="0" w:color="auto"/>
            </w:tcBorders>
            <w:vAlign w:val="center"/>
          </w:tcPr>
          <w:p w14:paraId="2A593179" w14:textId="36069F35" w:rsidR="00501D5F" w:rsidRPr="00835F44" w:rsidRDefault="00501D5F" w:rsidP="000E530E">
            <w:pPr>
              <w:pStyle w:val="TAC"/>
              <w:keepNext w:val="0"/>
              <w:rPr>
                <w:rFonts w:eastAsia="Yu Mincho"/>
                <w:szCs w:val="18"/>
              </w:rPr>
            </w:pPr>
            <w:r w:rsidRPr="00835F44">
              <w:rPr>
                <w:rFonts w:cs="Arial"/>
                <w:lang w:val="x-none" w:eastAsia="ja-JP"/>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ACBC4D3" w14:textId="37167C69" w:rsidR="00501D5F" w:rsidRPr="00835F44" w:rsidRDefault="00501D5F" w:rsidP="000E530E">
            <w:pPr>
              <w:pStyle w:val="TAC"/>
              <w:keepNext w:val="0"/>
              <w:rPr>
                <w:rFonts w:eastAsia="Yu Mincho"/>
                <w:szCs w:val="18"/>
              </w:rPr>
            </w:pPr>
            <w:r w:rsidRPr="00835F44">
              <w:rPr>
                <w:rFonts w:cs="Arial"/>
                <w:lang w:val="x-none" w:eastAsia="ja-JP"/>
              </w:rPr>
              <w:t>Yes</w:t>
            </w:r>
          </w:p>
        </w:tc>
        <w:tc>
          <w:tcPr>
            <w:tcW w:w="736" w:type="dxa"/>
            <w:tcBorders>
              <w:top w:val="single" w:sz="4" w:space="0" w:color="auto"/>
              <w:left w:val="single" w:sz="4" w:space="0" w:color="auto"/>
              <w:bottom w:val="single" w:sz="4" w:space="0" w:color="auto"/>
              <w:right w:val="single" w:sz="4" w:space="0" w:color="auto"/>
            </w:tcBorders>
            <w:vAlign w:val="center"/>
          </w:tcPr>
          <w:p w14:paraId="364AB2A3" w14:textId="74AF9EE9" w:rsidR="00501D5F" w:rsidRPr="00835F44" w:rsidRDefault="00501D5F" w:rsidP="000E530E">
            <w:pPr>
              <w:pStyle w:val="TAC"/>
              <w:keepNext w:val="0"/>
              <w:rPr>
                <w:rFonts w:eastAsia="Yu Mincho"/>
                <w:szCs w:val="18"/>
              </w:rPr>
            </w:pPr>
            <w:r w:rsidRPr="00835F44">
              <w:rPr>
                <w:rFonts w:cs="Arial"/>
                <w:lang w:val="x-none" w:eastAsia="ja-JP"/>
              </w:rPr>
              <w:t>Yes</w:t>
            </w:r>
          </w:p>
        </w:tc>
        <w:tc>
          <w:tcPr>
            <w:tcW w:w="736" w:type="dxa"/>
            <w:tcBorders>
              <w:top w:val="single" w:sz="4" w:space="0" w:color="auto"/>
              <w:left w:val="single" w:sz="4" w:space="0" w:color="auto"/>
              <w:bottom w:val="single" w:sz="4" w:space="0" w:color="auto"/>
              <w:right w:val="single" w:sz="4" w:space="0" w:color="auto"/>
            </w:tcBorders>
            <w:vAlign w:val="center"/>
          </w:tcPr>
          <w:p w14:paraId="6AB3E4D7" w14:textId="428B2A38" w:rsidR="00501D5F" w:rsidRPr="00835F44" w:rsidRDefault="00501D5F"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125EECD7" w14:textId="07541F62" w:rsidR="00501D5F" w:rsidRPr="00835F44" w:rsidRDefault="00501D5F" w:rsidP="000E530E">
            <w:pPr>
              <w:pStyle w:val="TAC"/>
              <w:keepNext w:val="0"/>
              <w:rPr>
                <w:rFonts w:eastAsia="Yu Mincho"/>
                <w:szCs w:val="18"/>
              </w:rPr>
            </w:pPr>
            <w:r w:rsidRPr="00835F44">
              <w:rPr>
                <w:rFonts w:cs="Arial"/>
                <w:lang w:val="x-none" w:eastAsia="ja-JP"/>
              </w:rPr>
              <w:t>Yes</w:t>
            </w:r>
          </w:p>
        </w:tc>
        <w:tc>
          <w:tcPr>
            <w:tcW w:w="1632" w:type="dxa"/>
            <w:vMerge/>
            <w:tcBorders>
              <w:left w:val="single" w:sz="4" w:space="0" w:color="auto"/>
              <w:right w:val="single" w:sz="4" w:space="0" w:color="auto"/>
            </w:tcBorders>
            <w:vAlign w:val="center"/>
          </w:tcPr>
          <w:p w14:paraId="5EB0BAB0" w14:textId="77777777" w:rsidR="00501D5F" w:rsidRPr="00835F44" w:rsidRDefault="00501D5F" w:rsidP="000E530E">
            <w:pPr>
              <w:pStyle w:val="TAC"/>
              <w:keepNext w:val="0"/>
              <w:rPr>
                <w:rFonts w:eastAsia="Yu Mincho"/>
                <w:szCs w:val="18"/>
              </w:rPr>
            </w:pPr>
          </w:p>
        </w:tc>
      </w:tr>
      <w:tr w:rsidR="000E530E" w:rsidRPr="00835F44" w14:paraId="5E545494" w14:textId="77777777" w:rsidTr="000E530E">
        <w:trPr>
          <w:trHeight w:val="34"/>
          <w:jc w:val="center"/>
        </w:trPr>
        <w:tc>
          <w:tcPr>
            <w:tcW w:w="1626" w:type="dxa"/>
            <w:vMerge/>
            <w:tcBorders>
              <w:left w:val="single" w:sz="4" w:space="0" w:color="auto"/>
              <w:bottom w:val="single" w:sz="4" w:space="0" w:color="auto"/>
              <w:right w:val="single" w:sz="4" w:space="0" w:color="auto"/>
            </w:tcBorders>
            <w:vAlign w:val="center"/>
          </w:tcPr>
          <w:p w14:paraId="2561DF4D" w14:textId="77777777" w:rsidR="00501D5F" w:rsidRPr="00835F44" w:rsidRDefault="00501D5F" w:rsidP="000E530E">
            <w:pPr>
              <w:pStyle w:val="TAC"/>
              <w:keepNext w:val="0"/>
              <w:rPr>
                <w:lang w:eastAsia="zh-CN"/>
              </w:rPr>
            </w:pPr>
          </w:p>
        </w:tc>
        <w:tc>
          <w:tcPr>
            <w:tcW w:w="1519" w:type="dxa"/>
            <w:vMerge/>
            <w:tcBorders>
              <w:left w:val="single" w:sz="4" w:space="0" w:color="auto"/>
              <w:bottom w:val="single" w:sz="4" w:space="0" w:color="auto"/>
              <w:right w:val="single" w:sz="4" w:space="0" w:color="auto"/>
            </w:tcBorders>
            <w:vAlign w:val="center"/>
          </w:tcPr>
          <w:p w14:paraId="36C04685" w14:textId="77777777" w:rsidR="00501D5F" w:rsidRPr="00835F44" w:rsidRDefault="00501D5F" w:rsidP="000E530E">
            <w:pPr>
              <w:pStyle w:val="TAC"/>
              <w:keepNext w:val="0"/>
            </w:pPr>
          </w:p>
        </w:tc>
        <w:tc>
          <w:tcPr>
            <w:tcW w:w="736" w:type="dxa"/>
            <w:vMerge/>
            <w:tcBorders>
              <w:left w:val="single" w:sz="4" w:space="0" w:color="auto"/>
              <w:bottom w:val="single" w:sz="4" w:space="0" w:color="auto"/>
              <w:right w:val="single" w:sz="4" w:space="0" w:color="auto"/>
            </w:tcBorders>
            <w:vAlign w:val="center"/>
          </w:tcPr>
          <w:p w14:paraId="095E22FA" w14:textId="77777777" w:rsidR="00501D5F" w:rsidRPr="00835F44" w:rsidRDefault="00501D5F" w:rsidP="000E530E">
            <w:pPr>
              <w:pStyle w:val="TAC"/>
              <w:keepNext w:val="0"/>
            </w:pPr>
          </w:p>
        </w:tc>
        <w:tc>
          <w:tcPr>
            <w:tcW w:w="736" w:type="dxa"/>
            <w:tcBorders>
              <w:top w:val="single" w:sz="4" w:space="0" w:color="auto"/>
              <w:left w:val="single" w:sz="4" w:space="0" w:color="auto"/>
              <w:bottom w:val="single" w:sz="4" w:space="0" w:color="auto"/>
              <w:right w:val="single" w:sz="4" w:space="0" w:color="auto"/>
            </w:tcBorders>
          </w:tcPr>
          <w:p w14:paraId="7B708F4F" w14:textId="6DC3566E" w:rsidR="00501D5F" w:rsidRPr="00835F44" w:rsidRDefault="00501D5F" w:rsidP="000E530E">
            <w:pPr>
              <w:pStyle w:val="TAC"/>
              <w:keepNext w:val="0"/>
            </w:pPr>
            <w:r w:rsidRPr="00835F44">
              <w:rPr>
                <w:rFonts w:cs="Arial"/>
                <w:lang w:val="x-none" w:eastAsia="ja-JP"/>
              </w:rPr>
              <w:t>60</w:t>
            </w:r>
          </w:p>
        </w:tc>
        <w:tc>
          <w:tcPr>
            <w:tcW w:w="736" w:type="dxa"/>
            <w:tcBorders>
              <w:top w:val="single" w:sz="4" w:space="0" w:color="auto"/>
              <w:left w:val="single" w:sz="4" w:space="0" w:color="auto"/>
              <w:bottom w:val="single" w:sz="4" w:space="0" w:color="auto"/>
              <w:right w:val="single" w:sz="4" w:space="0" w:color="auto"/>
            </w:tcBorders>
            <w:vAlign w:val="center"/>
          </w:tcPr>
          <w:p w14:paraId="2836B646" w14:textId="77777777" w:rsidR="00501D5F" w:rsidRPr="00835F44" w:rsidRDefault="00501D5F" w:rsidP="000E530E">
            <w:pPr>
              <w:pStyle w:val="TAC"/>
              <w:keepNext w:val="0"/>
              <w:rPr>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55FB568C" w14:textId="77777777" w:rsidR="00501D5F" w:rsidRPr="00835F44" w:rsidRDefault="00501D5F"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26341EC4" w14:textId="77777777" w:rsidR="00501D5F" w:rsidRPr="00835F44" w:rsidRDefault="00501D5F"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388CF9E1" w14:textId="36CAFFE1" w:rsidR="00501D5F" w:rsidRPr="00835F44" w:rsidRDefault="00501D5F" w:rsidP="000E530E">
            <w:pPr>
              <w:pStyle w:val="TAC"/>
              <w:keepNext w:val="0"/>
              <w:rPr>
                <w:rFonts w:eastAsia="Yu Mincho"/>
                <w:szCs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135AFAD1" w14:textId="25D4559C" w:rsidR="00501D5F" w:rsidRPr="00835F44" w:rsidRDefault="00501D5F"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2454E1BE" w14:textId="323E9484" w:rsidR="00501D5F" w:rsidRPr="00835F44" w:rsidRDefault="00501D5F" w:rsidP="000E530E">
            <w:pPr>
              <w:pStyle w:val="TAC"/>
              <w:keepNext w:val="0"/>
              <w:rPr>
                <w:szCs w:val="18"/>
                <w:lang w:eastAsia="zh-CN"/>
              </w:rPr>
            </w:pPr>
          </w:p>
        </w:tc>
        <w:tc>
          <w:tcPr>
            <w:tcW w:w="736" w:type="dxa"/>
            <w:tcBorders>
              <w:top w:val="single" w:sz="4" w:space="0" w:color="auto"/>
              <w:left w:val="single" w:sz="4" w:space="0" w:color="auto"/>
              <w:bottom w:val="single" w:sz="4" w:space="0" w:color="auto"/>
              <w:right w:val="single" w:sz="4" w:space="0" w:color="auto"/>
            </w:tcBorders>
            <w:vAlign w:val="center"/>
          </w:tcPr>
          <w:p w14:paraId="67650A3E" w14:textId="3C0ED24B" w:rsidR="00501D5F" w:rsidRPr="00835F44" w:rsidRDefault="00501D5F" w:rsidP="000E530E">
            <w:pPr>
              <w:pStyle w:val="TAC"/>
              <w:keepNext w:val="0"/>
              <w:rPr>
                <w:rFonts w:eastAsia="Yu Mincho"/>
                <w:szCs w:val="18"/>
              </w:rPr>
            </w:pPr>
            <w:r w:rsidRPr="00835F44">
              <w:rPr>
                <w:rFonts w:cs="Arial"/>
                <w:lang w:val="x-none" w:eastAsia="ja-JP"/>
              </w:rPr>
              <w:t>Yes</w:t>
            </w:r>
          </w:p>
        </w:tc>
        <w:tc>
          <w:tcPr>
            <w:tcW w:w="737" w:type="dxa"/>
            <w:tcBorders>
              <w:top w:val="single" w:sz="4" w:space="0" w:color="auto"/>
              <w:left w:val="single" w:sz="4" w:space="0" w:color="auto"/>
              <w:bottom w:val="single" w:sz="4" w:space="0" w:color="auto"/>
              <w:right w:val="single" w:sz="4" w:space="0" w:color="auto"/>
            </w:tcBorders>
            <w:vAlign w:val="center"/>
          </w:tcPr>
          <w:p w14:paraId="2A46CCA8" w14:textId="1FA64D15" w:rsidR="00501D5F" w:rsidRPr="00835F44" w:rsidRDefault="00501D5F" w:rsidP="000E530E">
            <w:pPr>
              <w:pStyle w:val="TAC"/>
              <w:keepNext w:val="0"/>
              <w:rPr>
                <w:rFonts w:eastAsia="Yu Mincho"/>
                <w:szCs w:val="18"/>
              </w:rPr>
            </w:pPr>
            <w:r w:rsidRPr="00835F44">
              <w:rPr>
                <w:rFonts w:cs="Arial"/>
                <w:lang w:val="x-none" w:eastAsia="ja-JP"/>
              </w:rPr>
              <w:t>Yes</w:t>
            </w:r>
          </w:p>
        </w:tc>
        <w:tc>
          <w:tcPr>
            <w:tcW w:w="736" w:type="dxa"/>
            <w:tcBorders>
              <w:top w:val="single" w:sz="4" w:space="0" w:color="auto"/>
              <w:left w:val="single" w:sz="4" w:space="0" w:color="auto"/>
              <w:bottom w:val="single" w:sz="4" w:space="0" w:color="auto"/>
              <w:right w:val="single" w:sz="4" w:space="0" w:color="auto"/>
            </w:tcBorders>
            <w:vAlign w:val="center"/>
          </w:tcPr>
          <w:p w14:paraId="79262497" w14:textId="49E7DD32" w:rsidR="00501D5F" w:rsidRPr="00835F44" w:rsidRDefault="00501D5F" w:rsidP="000E530E">
            <w:pPr>
              <w:pStyle w:val="TAC"/>
              <w:keepNext w:val="0"/>
              <w:rPr>
                <w:rFonts w:eastAsia="Yu Mincho"/>
                <w:szCs w:val="18"/>
              </w:rPr>
            </w:pPr>
            <w:r w:rsidRPr="00835F44">
              <w:rPr>
                <w:rFonts w:cs="Arial"/>
                <w:lang w:val="x-none" w:eastAsia="ja-JP"/>
              </w:rPr>
              <w:t>Yes</w:t>
            </w:r>
          </w:p>
        </w:tc>
        <w:tc>
          <w:tcPr>
            <w:tcW w:w="736" w:type="dxa"/>
            <w:tcBorders>
              <w:top w:val="single" w:sz="4" w:space="0" w:color="auto"/>
              <w:left w:val="single" w:sz="4" w:space="0" w:color="auto"/>
              <w:bottom w:val="single" w:sz="4" w:space="0" w:color="auto"/>
              <w:right w:val="single" w:sz="4" w:space="0" w:color="auto"/>
            </w:tcBorders>
            <w:vAlign w:val="center"/>
          </w:tcPr>
          <w:p w14:paraId="4756B3B5" w14:textId="5F1D9457" w:rsidR="00501D5F" w:rsidRPr="00835F44" w:rsidRDefault="00501D5F" w:rsidP="000E530E">
            <w:pPr>
              <w:pStyle w:val="TAC"/>
              <w:keepNext w:val="0"/>
              <w:rPr>
                <w:rFonts w:eastAsia="Yu Mincho"/>
                <w:szCs w:val="18"/>
              </w:rPr>
            </w:pPr>
            <w:r w:rsidRPr="00835F44">
              <w:rPr>
                <w:rFonts w:cs="Arial"/>
                <w:lang w:val="x-none" w:eastAsia="ja-JP"/>
              </w:rPr>
              <w:t>Yes</w:t>
            </w:r>
          </w:p>
        </w:tc>
        <w:tc>
          <w:tcPr>
            <w:tcW w:w="736" w:type="dxa"/>
            <w:tcBorders>
              <w:top w:val="single" w:sz="4" w:space="0" w:color="auto"/>
              <w:left w:val="single" w:sz="4" w:space="0" w:color="auto"/>
              <w:bottom w:val="single" w:sz="4" w:space="0" w:color="auto"/>
              <w:right w:val="single" w:sz="4" w:space="0" w:color="auto"/>
            </w:tcBorders>
            <w:vAlign w:val="center"/>
          </w:tcPr>
          <w:p w14:paraId="64391486" w14:textId="6FDF8DD1" w:rsidR="00501D5F" w:rsidRPr="00835F44" w:rsidRDefault="00501D5F" w:rsidP="000E530E">
            <w:pPr>
              <w:pStyle w:val="TAC"/>
              <w:keepNext w:val="0"/>
              <w:rPr>
                <w:rFonts w:eastAsia="Yu Mincho"/>
                <w:szCs w:val="18"/>
              </w:rPr>
            </w:pPr>
          </w:p>
        </w:tc>
        <w:tc>
          <w:tcPr>
            <w:tcW w:w="737" w:type="dxa"/>
            <w:tcBorders>
              <w:top w:val="single" w:sz="4" w:space="0" w:color="auto"/>
              <w:left w:val="single" w:sz="4" w:space="0" w:color="auto"/>
              <w:bottom w:val="single" w:sz="4" w:space="0" w:color="auto"/>
              <w:right w:val="single" w:sz="4" w:space="0" w:color="auto"/>
            </w:tcBorders>
            <w:vAlign w:val="center"/>
          </w:tcPr>
          <w:p w14:paraId="7CD5367D" w14:textId="4144A926" w:rsidR="00501D5F" w:rsidRPr="00835F44" w:rsidRDefault="00501D5F" w:rsidP="000E530E">
            <w:pPr>
              <w:pStyle w:val="TAC"/>
              <w:keepNext w:val="0"/>
              <w:rPr>
                <w:rFonts w:eastAsia="Yu Mincho"/>
                <w:szCs w:val="18"/>
              </w:rPr>
            </w:pPr>
            <w:r w:rsidRPr="00835F44">
              <w:rPr>
                <w:rFonts w:cs="Arial"/>
                <w:lang w:val="x-none" w:eastAsia="ja-JP"/>
              </w:rPr>
              <w:t>Yes</w:t>
            </w:r>
          </w:p>
        </w:tc>
        <w:tc>
          <w:tcPr>
            <w:tcW w:w="1632" w:type="dxa"/>
            <w:vMerge/>
            <w:tcBorders>
              <w:left w:val="single" w:sz="4" w:space="0" w:color="auto"/>
              <w:bottom w:val="single" w:sz="4" w:space="0" w:color="auto"/>
              <w:right w:val="single" w:sz="4" w:space="0" w:color="auto"/>
            </w:tcBorders>
            <w:vAlign w:val="center"/>
          </w:tcPr>
          <w:p w14:paraId="1A984323" w14:textId="77777777" w:rsidR="00501D5F" w:rsidRPr="00835F44" w:rsidRDefault="00501D5F" w:rsidP="000E530E">
            <w:pPr>
              <w:pStyle w:val="TAC"/>
              <w:keepNext w:val="0"/>
              <w:rPr>
                <w:rFonts w:eastAsia="Yu Mincho"/>
                <w:szCs w:val="18"/>
              </w:rPr>
            </w:pPr>
          </w:p>
        </w:tc>
      </w:tr>
    </w:tbl>
    <w:p w14:paraId="7B4F3876" w14:textId="1C8440A6" w:rsidR="00281553" w:rsidRPr="00835F44" w:rsidRDefault="00281553"/>
    <w:p w14:paraId="293603B3" w14:textId="0EF4E880" w:rsidR="005F7BBD" w:rsidRPr="00835F44" w:rsidRDefault="005F7BBD" w:rsidP="00495FE7">
      <w:pPr>
        <w:pStyle w:val="Heading2"/>
      </w:pPr>
      <w:bookmarkStart w:id="688" w:name="_Toc21342887"/>
      <w:bookmarkStart w:id="689" w:name="_Toc29769848"/>
      <w:bookmarkStart w:id="690" w:name="_Toc29799347"/>
      <w:bookmarkStart w:id="691" w:name="_Toc37254571"/>
      <w:bookmarkStart w:id="692" w:name="_Toc37255214"/>
      <w:bookmarkStart w:id="693" w:name="_Toc45887239"/>
      <w:bookmarkStart w:id="694" w:name="_Toc53171976"/>
      <w:bookmarkStart w:id="695" w:name="_Toc61356741"/>
      <w:bookmarkStart w:id="696" w:name="_Toc67913610"/>
      <w:bookmarkStart w:id="697" w:name="_Toc75469426"/>
      <w:bookmarkStart w:id="698" w:name="_Toc76507916"/>
      <w:bookmarkStart w:id="699" w:name="_Toc83192817"/>
      <w:r w:rsidRPr="00835F44">
        <w:lastRenderedPageBreak/>
        <w:t>5.5B</w:t>
      </w:r>
      <w:r w:rsidRPr="00835F44">
        <w:tab/>
      </w:r>
      <w:r w:rsidR="00F7133F" w:rsidRPr="00835F44">
        <w:t>Void</w:t>
      </w:r>
      <w:bookmarkEnd w:id="688"/>
      <w:bookmarkEnd w:id="689"/>
      <w:bookmarkEnd w:id="690"/>
      <w:bookmarkEnd w:id="691"/>
      <w:bookmarkEnd w:id="692"/>
      <w:bookmarkEnd w:id="693"/>
      <w:bookmarkEnd w:id="694"/>
      <w:bookmarkEnd w:id="695"/>
      <w:bookmarkEnd w:id="696"/>
      <w:bookmarkEnd w:id="697"/>
      <w:bookmarkEnd w:id="698"/>
      <w:bookmarkEnd w:id="699"/>
    </w:p>
    <w:p w14:paraId="1838B52F" w14:textId="77777777" w:rsidR="005F7BBD" w:rsidRPr="00835F44" w:rsidRDefault="005F7BBD" w:rsidP="00495FE7">
      <w:pPr>
        <w:pStyle w:val="Heading2"/>
      </w:pPr>
      <w:bookmarkStart w:id="700" w:name="_Toc21342888"/>
      <w:bookmarkStart w:id="701" w:name="_Toc29769849"/>
      <w:bookmarkStart w:id="702" w:name="_Toc29799348"/>
      <w:bookmarkStart w:id="703" w:name="_Toc37254572"/>
      <w:bookmarkStart w:id="704" w:name="_Toc37255215"/>
      <w:bookmarkStart w:id="705" w:name="_Toc45887240"/>
      <w:bookmarkStart w:id="706" w:name="_Toc53171977"/>
      <w:bookmarkStart w:id="707" w:name="_Toc61356742"/>
      <w:bookmarkStart w:id="708" w:name="_Toc67913611"/>
      <w:bookmarkStart w:id="709" w:name="_Toc75469427"/>
      <w:bookmarkStart w:id="710" w:name="_Toc76507917"/>
      <w:bookmarkStart w:id="711" w:name="_Toc83192818"/>
      <w:r w:rsidRPr="00835F44">
        <w:t>5.5C</w:t>
      </w:r>
      <w:r w:rsidRPr="00835F44">
        <w:tab/>
        <w:t>Configurations for SUL</w:t>
      </w:r>
      <w:bookmarkEnd w:id="700"/>
      <w:bookmarkEnd w:id="701"/>
      <w:bookmarkEnd w:id="702"/>
      <w:bookmarkEnd w:id="703"/>
      <w:bookmarkEnd w:id="704"/>
      <w:bookmarkEnd w:id="705"/>
      <w:bookmarkEnd w:id="706"/>
      <w:bookmarkEnd w:id="707"/>
      <w:bookmarkEnd w:id="708"/>
      <w:bookmarkEnd w:id="709"/>
      <w:bookmarkEnd w:id="710"/>
      <w:bookmarkEnd w:id="711"/>
    </w:p>
    <w:p w14:paraId="528B86AB" w14:textId="77777777" w:rsidR="005F7BBD" w:rsidRPr="00835F44" w:rsidRDefault="005F7BBD" w:rsidP="00863308">
      <w:pPr>
        <w:pStyle w:val="TH"/>
        <w:rPr>
          <w:lang w:eastAsia="zh-CN"/>
        </w:rPr>
      </w:pPr>
      <w:r w:rsidRPr="00835F44">
        <w:rPr>
          <w:lang w:eastAsia="zh-CN"/>
        </w:rPr>
        <w:t xml:space="preserve">Table </w:t>
      </w:r>
      <w:r w:rsidRPr="00835F44">
        <w:rPr>
          <w:rFonts w:hint="eastAsia"/>
          <w:lang w:eastAsia="zh-CN"/>
        </w:rPr>
        <w:t>5.</w:t>
      </w:r>
      <w:r w:rsidRPr="00835F44">
        <w:rPr>
          <w:lang w:eastAsia="zh-CN"/>
        </w:rPr>
        <w:t xml:space="preserve">5C-1: Supported </w:t>
      </w:r>
      <w:r w:rsidRPr="00835F44">
        <w:rPr>
          <w:rFonts w:hint="eastAsia"/>
          <w:lang w:eastAsia="zh-CN"/>
        </w:rPr>
        <w:t xml:space="preserve">channel </w:t>
      </w:r>
      <w:r w:rsidRPr="00835F44">
        <w:rPr>
          <w:lang w:eastAsia="zh-CN"/>
        </w:rPr>
        <w:t>bandwidths per SUL band combination</w:t>
      </w:r>
    </w:p>
    <w:tbl>
      <w:tblPr>
        <w:tblW w:w="53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9"/>
        <w:gridCol w:w="833"/>
        <w:gridCol w:w="1205"/>
        <w:gridCol w:w="812"/>
        <w:gridCol w:w="812"/>
        <w:gridCol w:w="812"/>
        <w:gridCol w:w="812"/>
        <w:gridCol w:w="811"/>
        <w:gridCol w:w="814"/>
        <w:gridCol w:w="811"/>
        <w:gridCol w:w="811"/>
        <w:gridCol w:w="811"/>
        <w:gridCol w:w="811"/>
        <w:gridCol w:w="811"/>
        <w:gridCol w:w="814"/>
        <w:gridCol w:w="1443"/>
      </w:tblGrid>
      <w:tr w:rsidR="00495FE7" w:rsidRPr="00835F44" w14:paraId="05A8CF2C" w14:textId="7F3AB1AA" w:rsidTr="000E530E">
        <w:trPr>
          <w:trHeight w:val="146"/>
          <w:jc w:val="center"/>
        </w:trPr>
        <w:tc>
          <w:tcPr>
            <w:tcW w:w="692" w:type="pct"/>
            <w:vAlign w:val="center"/>
          </w:tcPr>
          <w:p w14:paraId="4DBA299C" w14:textId="77777777" w:rsidR="004A323B" w:rsidRPr="00835F44" w:rsidRDefault="004A323B" w:rsidP="00495FE7">
            <w:pPr>
              <w:pStyle w:val="TAH"/>
            </w:pPr>
            <w:r w:rsidRPr="00835F44">
              <w:rPr>
                <w:lang w:eastAsia="zh-CN"/>
              </w:rPr>
              <w:t>SUL configuration</w:t>
            </w:r>
          </w:p>
        </w:tc>
        <w:tc>
          <w:tcPr>
            <w:tcW w:w="271" w:type="pct"/>
            <w:vAlign w:val="center"/>
          </w:tcPr>
          <w:p w14:paraId="79DB1731" w14:textId="77777777" w:rsidR="004A323B" w:rsidRPr="00835F44" w:rsidRDefault="004A323B" w:rsidP="00495FE7">
            <w:pPr>
              <w:pStyle w:val="TAH"/>
              <w:rPr>
                <w:lang w:eastAsia="zh-CN"/>
              </w:rPr>
            </w:pPr>
            <w:r w:rsidRPr="00835F44">
              <w:rPr>
                <w:rFonts w:hint="eastAsia"/>
              </w:rPr>
              <w:t>NR</w:t>
            </w:r>
            <w:r w:rsidRPr="00835F44">
              <w:rPr>
                <w:lang w:eastAsia="zh-CN"/>
              </w:rPr>
              <w:t xml:space="preserve"> Band</w:t>
            </w:r>
          </w:p>
        </w:tc>
        <w:tc>
          <w:tcPr>
            <w:tcW w:w="392" w:type="pct"/>
          </w:tcPr>
          <w:p w14:paraId="0A5917F2" w14:textId="5A82F42B" w:rsidR="004A323B" w:rsidRPr="00835F44" w:rsidRDefault="004A323B" w:rsidP="00495FE7">
            <w:pPr>
              <w:pStyle w:val="TAH"/>
            </w:pPr>
            <w:r w:rsidRPr="00835F44">
              <w:rPr>
                <w:rFonts w:hint="eastAsia"/>
              </w:rPr>
              <w:t>Subcarrier spacing</w:t>
            </w:r>
            <w:r w:rsidR="00925F24" w:rsidRPr="00835F44">
              <w:t xml:space="preserve"> </w:t>
            </w:r>
            <w:r w:rsidRPr="00835F44">
              <w:t>(</w:t>
            </w:r>
            <w:r w:rsidRPr="00835F44">
              <w:rPr>
                <w:rFonts w:hint="eastAsia"/>
              </w:rPr>
              <w:t>kHz</w:t>
            </w:r>
            <w:r w:rsidRPr="00835F44">
              <w:t>)</w:t>
            </w:r>
          </w:p>
        </w:tc>
        <w:tc>
          <w:tcPr>
            <w:tcW w:w="264" w:type="pct"/>
            <w:vAlign w:val="center"/>
          </w:tcPr>
          <w:p w14:paraId="4E4FC594" w14:textId="6CDE0E54" w:rsidR="004A323B" w:rsidRPr="00835F44" w:rsidRDefault="004A323B" w:rsidP="00495FE7">
            <w:pPr>
              <w:pStyle w:val="TAH"/>
            </w:pPr>
            <w:r w:rsidRPr="00835F44">
              <w:rPr>
                <w:rFonts w:hint="eastAsia"/>
              </w:rPr>
              <w:t>5</w:t>
            </w:r>
            <w:r w:rsidR="00925F24" w:rsidRPr="00835F44">
              <w:t xml:space="preserve"> </w:t>
            </w:r>
            <w:r w:rsidRPr="00835F44">
              <w:rPr>
                <w:lang w:eastAsia="en-US"/>
              </w:rPr>
              <w:t>MHz</w:t>
            </w:r>
          </w:p>
        </w:tc>
        <w:tc>
          <w:tcPr>
            <w:tcW w:w="264" w:type="pct"/>
            <w:vAlign w:val="center"/>
          </w:tcPr>
          <w:p w14:paraId="07841244" w14:textId="1DD89E42" w:rsidR="004A323B" w:rsidRPr="00835F44" w:rsidRDefault="004A323B" w:rsidP="00495FE7">
            <w:pPr>
              <w:pStyle w:val="TAH"/>
              <w:rPr>
                <w:lang w:eastAsia="zh-CN"/>
              </w:rPr>
            </w:pPr>
            <w:r w:rsidRPr="00835F44">
              <w:rPr>
                <w:rFonts w:hint="eastAsia"/>
              </w:rPr>
              <w:t>10</w:t>
            </w:r>
            <w:r w:rsidR="00925F24" w:rsidRPr="00835F44">
              <w:t xml:space="preserve"> </w:t>
            </w:r>
            <w:r w:rsidRPr="00835F44">
              <w:rPr>
                <w:lang w:eastAsia="zh-CN"/>
              </w:rPr>
              <w:t>MHz</w:t>
            </w:r>
          </w:p>
        </w:tc>
        <w:tc>
          <w:tcPr>
            <w:tcW w:w="264" w:type="pct"/>
            <w:vAlign w:val="center"/>
          </w:tcPr>
          <w:p w14:paraId="2FC83A68" w14:textId="1A3C19A1" w:rsidR="004A323B" w:rsidRPr="00835F44" w:rsidRDefault="004A323B" w:rsidP="00495FE7">
            <w:pPr>
              <w:pStyle w:val="TAH"/>
              <w:rPr>
                <w:lang w:eastAsia="zh-CN"/>
              </w:rPr>
            </w:pPr>
            <w:r w:rsidRPr="00835F44">
              <w:rPr>
                <w:rFonts w:hint="eastAsia"/>
              </w:rPr>
              <w:t>15</w:t>
            </w:r>
            <w:r w:rsidR="00925F24" w:rsidRPr="00835F44">
              <w:t xml:space="preserve"> </w:t>
            </w:r>
            <w:r w:rsidRPr="00835F44">
              <w:rPr>
                <w:lang w:eastAsia="zh-CN"/>
              </w:rPr>
              <w:t>MHz</w:t>
            </w:r>
          </w:p>
        </w:tc>
        <w:tc>
          <w:tcPr>
            <w:tcW w:w="264" w:type="pct"/>
            <w:vAlign w:val="center"/>
          </w:tcPr>
          <w:p w14:paraId="4A50BE8E" w14:textId="0EAFEC30" w:rsidR="004A323B" w:rsidRPr="00835F44" w:rsidRDefault="004A323B" w:rsidP="00495FE7">
            <w:pPr>
              <w:pStyle w:val="TAH"/>
              <w:rPr>
                <w:lang w:eastAsia="zh-CN"/>
              </w:rPr>
            </w:pPr>
            <w:r w:rsidRPr="00835F44">
              <w:rPr>
                <w:rFonts w:hint="eastAsia"/>
              </w:rPr>
              <w:t>20</w:t>
            </w:r>
            <w:r w:rsidR="00925F24" w:rsidRPr="00835F44">
              <w:t xml:space="preserve"> </w:t>
            </w:r>
            <w:r w:rsidRPr="00835F44">
              <w:rPr>
                <w:lang w:eastAsia="zh-CN"/>
              </w:rPr>
              <w:t>MHz</w:t>
            </w:r>
          </w:p>
        </w:tc>
        <w:tc>
          <w:tcPr>
            <w:tcW w:w="264" w:type="pct"/>
            <w:vAlign w:val="center"/>
          </w:tcPr>
          <w:p w14:paraId="16AB1E70" w14:textId="77777777" w:rsidR="004A323B" w:rsidRPr="00835F44" w:rsidRDefault="004A323B" w:rsidP="00495FE7">
            <w:pPr>
              <w:pStyle w:val="TAH"/>
            </w:pPr>
            <w:r w:rsidRPr="00835F44">
              <w:t>25 MHz</w:t>
            </w:r>
          </w:p>
        </w:tc>
        <w:tc>
          <w:tcPr>
            <w:tcW w:w="265" w:type="pct"/>
            <w:vAlign w:val="center"/>
          </w:tcPr>
          <w:p w14:paraId="3DBB61CA" w14:textId="77777777" w:rsidR="004A323B" w:rsidRPr="00835F44" w:rsidRDefault="004A323B" w:rsidP="00495FE7">
            <w:pPr>
              <w:pStyle w:val="TAH"/>
            </w:pPr>
            <w:r w:rsidRPr="00835F44">
              <w:t>30 MHz</w:t>
            </w:r>
          </w:p>
        </w:tc>
        <w:tc>
          <w:tcPr>
            <w:tcW w:w="264" w:type="pct"/>
            <w:vAlign w:val="center"/>
          </w:tcPr>
          <w:p w14:paraId="0D639067" w14:textId="0E04B7D8" w:rsidR="004A323B" w:rsidRPr="00835F44" w:rsidRDefault="004A323B" w:rsidP="00495FE7">
            <w:pPr>
              <w:pStyle w:val="TAH"/>
              <w:rPr>
                <w:lang w:eastAsia="zh-CN"/>
              </w:rPr>
            </w:pPr>
            <w:r w:rsidRPr="00835F44">
              <w:rPr>
                <w:rFonts w:hint="eastAsia"/>
              </w:rPr>
              <w:t>40</w:t>
            </w:r>
            <w:r w:rsidR="00925F24" w:rsidRPr="00835F44">
              <w:t xml:space="preserve"> </w:t>
            </w:r>
            <w:r w:rsidRPr="00835F44">
              <w:rPr>
                <w:lang w:eastAsia="zh-CN"/>
              </w:rPr>
              <w:t>MHz</w:t>
            </w:r>
          </w:p>
        </w:tc>
        <w:tc>
          <w:tcPr>
            <w:tcW w:w="264" w:type="pct"/>
            <w:vAlign w:val="center"/>
          </w:tcPr>
          <w:p w14:paraId="13EA2425" w14:textId="660D9B1B" w:rsidR="004A323B" w:rsidRPr="00835F44" w:rsidRDefault="004A323B" w:rsidP="00495FE7">
            <w:pPr>
              <w:pStyle w:val="TAH"/>
              <w:rPr>
                <w:lang w:eastAsia="zh-CN"/>
              </w:rPr>
            </w:pPr>
            <w:r w:rsidRPr="00835F44">
              <w:rPr>
                <w:rFonts w:hint="eastAsia"/>
              </w:rPr>
              <w:t>50</w:t>
            </w:r>
            <w:r w:rsidR="00925F24" w:rsidRPr="00835F44">
              <w:t xml:space="preserve"> </w:t>
            </w:r>
            <w:r w:rsidRPr="00835F44">
              <w:rPr>
                <w:lang w:eastAsia="zh-CN"/>
              </w:rPr>
              <w:t>MHz</w:t>
            </w:r>
          </w:p>
        </w:tc>
        <w:tc>
          <w:tcPr>
            <w:tcW w:w="264" w:type="pct"/>
            <w:vAlign w:val="center"/>
          </w:tcPr>
          <w:p w14:paraId="034BFD94" w14:textId="33043925" w:rsidR="004A323B" w:rsidRPr="00835F44" w:rsidRDefault="004A323B" w:rsidP="00495FE7">
            <w:pPr>
              <w:pStyle w:val="TAH"/>
            </w:pPr>
            <w:r w:rsidRPr="00835F44">
              <w:rPr>
                <w:rFonts w:hint="eastAsia"/>
              </w:rPr>
              <w:t>60</w:t>
            </w:r>
            <w:r w:rsidR="00925F24" w:rsidRPr="00835F44">
              <w:t xml:space="preserve"> </w:t>
            </w:r>
            <w:r w:rsidRPr="00835F44">
              <w:rPr>
                <w:lang w:eastAsia="zh-CN"/>
              </w:rPr>
              <w:t>MHz</w:t>
            </w:r>
          </w:p>
        </w:tc>
        <w:tc>
          <w:tcPr>
            <w:tcW w:w="264" w:type="pct"/>
            <w:vAlign w:val="center"/>
          </w:tcPr>
          <w:p w14:paraId="188073DB" w14:textId="44110E38" w:rsidR="004A323B" w:rsidRPr="00835F44" w:rsidRDefault="004A323B" w:rsidP="00495FE7">
            <w:pPr>
              <w:pStyle w:val="TAH"/>
            </w:pPr>
            <w:r w:rsidRPr="00835F44">
              <w:rPr>
                <w:rFonts w:hint="eastAsia"/>
              </w:rPr>
              <w:t>80</w:t>
            </w:r>
            <w:r w:rsidR="00925F24" w:rsidRPr="00835F44">
              <w:t xml:space="preserve"> </w:t>
            </w:r>
            <w:r w:rsidRPr="00835F44">
              <w:rPr>
                <w:lang w:eastAsia="zh-CN"/>
              </w:rPr>
              <w:t>MHz</w:t>
            </w:r>
          </w:p>
        </w:tc>
        <w:tc>
          <w:tcPr>
            <w:tcW w:w="264" w:type="pct"/>
            <w:vAlign w:val="center"/>
          </w:tcPr>
          <w:p w14:paraId="1B0E2755" w14:textId="5D5B42A6" w:rsidR="004A323B" w:rsidRPr="00835F44" w:rsidRDefault="004A323B" w:rsidP="0052172B">
            <w:pPr>
              <w:pStyle w:val="TAH"/>
            </w:pPr>
            <w:r w:rsidRPr="00835F44">
              <w:t>90</w:t>
            </w:r>
            <w:r w:rsidR="00925F24" w:rsidRPr="00835F44">
              <w:t xml:space="preserve"> </w:t>
            </w:r>
            <w:r w:rsidRPr="00835F44">
              <w:t>MHz</w:t>
            </w:r>
          </w:p>
        </w:tc>
        <w:tc>
          <w:tcPr>
            <w:tcW w:w="265" w:type="pct"/>
            <w:vAlign w:val="center"/>
          </w:tcPr>
          <w:p w14:paraId="0907A746" w14:textId="77777777" w:rsidR="004A323B" w:rsidRPr="00835F44" w:rsidRDefault="004A323B" w:rsidP="00495FE7">
            <w:pPr>
              <w:pStyle w:val="TAH"/>
              <w:rPr>
                <w:lang w:eastAsia="zh-CN"/>
              </w:rPr>
            </w:pPr>
            <w:r w:rsidRPr="00835F44">
              <w:rPr>
                <w:rFonts w:hint="eastAsia"/>
              </w:rPr>
              <w:t>100</w:t>
            </w:r>
            <w:r w:rsidRPr="00835F44">
              <w:rPr>
                <w:lang w:eastAsia="zh-CN"/>
              </w:rPr>
              <w:t xml:space="preserve"> MHz</w:t>
            </w:r>
          </w:p>
        </w:tc>
        <w:tc>
          <w:tcPr>
            <w:tcW w:w="470" w:type="pct"/>
          </w:tcPr>
          <w:p w14:paraId="09BECF95" w14:textId="73259A86" w:rsidR="004A323B" w:rsidRPr="00835F44" w:rsidRDefault="004A323B" w:rsidP="00495FE7">
            <w:pPr>
              <w:pStyle w:val="TAH"/>
            </w:pPr>
            <w:r w:rsidRPr="00835F44">
              <w:t>Bandwidth combination set</w:t>
            </w:r>
          </w:p>
        </w:tc>
      </w:tr>
      <w:tr w:rsidR="00495FE7" w:rsidRPr="00835F44" w14:paraId="6F50D88B" w14:textId="782E2E50" w:rsidTr="000E530E">
        <w:trPr>
          <w:trHeight w:val="33"/>
          <w:jc w:val="center"/>
        </w:trPr>
        <w:tc>
          <w:tcPr>
            <w:tcW w:w="692" w:type="pct"/>
            <w:vMerge w:val="restart"/>
            <w:vAlign w:val="center"/>
          </w:tcPr>
          <w:p w14:paraId="38207AF0" w14:textId="77777777" w:rsidR="004A323B" w:rsidRPr="00835F44" w:rsidRDefault="004A323B" w:rsidP="00495FE7">
            <w:pPr>
              <w:pStyle w:val="TAC"/>
            </w:pPr>
            <w:r w:rsidRPr="00835F44">
              <w:rPr>
                <w:rFonts w:hint="eastAsia"/>
              </w:rPr>
              <w:t>SUL</w:t>
            </w:r>
            <w:r w:rsidRPr="00835F44">
              <w:rPr>
                <w:lang w:eastAsia="zh-CN"/>
              </w:rPr>
              <w:t>_</w:t>
            </w:r>
            <w:r w:rsidRPr="00835F44">
              <w:rPr>
                <w:rFonts w:hint="eastAsia"/>
              </w:rPr>
              <w:t>n78A</w:t>
            </w:r>
            <w:r w:rsidRPr="00835F44">
              <w:rPr>
                <w:lang w:eastAsia="zh-CN"/>
              </w:rPr>
              <w:t>-</w:t>
            </w:r>
            <w:r w:rsidRPr="00835F44">
              <w:rPr>
                <w:rFonts w:hint="eastAsia"/>
              </w:rPr>
              <w:t>n80</w:t>
            </w:r>
            <w:r w:rsidRPr="00835F44">
              <w:rPr>
                <w:lang w:eastAsia="zh-CN"/>
              </w:rPr>
              <w:t>A</w:t>
            </w:r>
          </w:p>
        </w:tc>
        <w:tc>
          <w:tcPr>
            <w:tcW w:w="271" w:type="pct"/>
            <w:vMerge w:val="restart"/>
            <w:shd w:val="clear" w:color="auto" w:fill="auto"/>
            <w:vAlign w:val="center"/>
          </w:tcPr>
          <w:p w14:paraId="51192C9E" w14:textId="77777777" w:rsidR="004A323B" w:rsidRPr="00835F44" w:rsidRDefault="004A323B" w:rsidP="00495FE7">
            <w:pPr>
              <w:pStyle w:val="TAC"/>
            </w:pPr>
            <w:r w:rsidRPr="00835F44">
              <w:t>n</w:t>
            </w:r>
            <w:r w:rsidRPr="00835F44">
              <w:rPr>
                <w:rFonts w:hint="eastAsia"/>
              </w:rPr>
              <w:t>7</w:t>
            </w:r>
            <w:r w:rsidRPr="00835F44">
              <w:t>8</w:t>
            </w:r>
          </w:p>
        </w:tc>
        <w:tc>
          <w:tcPr>
            <w:tcW w:w="392" w:type="pct"/>
          </w:tcPr>
          <w:p w14:paraId="4DD184A9" w14:textId="77777777" w:rsidR="004A323B" w:rsidRPr="00835F44" w:rsidRDefault="004A323B" w:rsidP="00495FE7">
            <w:pPr>
              <w:pStyle w:val="TAC"/>
            </w:pPr>
            <w:r w:rsidRPr="00835F44">
              <w:rPr>
                <w:rFonts w:hint="eastAsia"/>
              </w:rPr>
              <w:t>15</w:t>
            </w:r>
          </w:p>
        </w:tc>
        <w:tc>
          <w:tcPr>
            <w:tcW w:w="264" w:type="pct"/>
          </w:tcPr>
          <w:p w14:paraId="79DB2A5F" w14:textId="77777777" w:rsidR="004A323B" w:rsidRPr="00835F44" w:rsidRDefault="004A323B" w:rsidP="00495FE7">
            <w:pPr>
              <w:pStyle w:val="TAC"/>
              <w:rPr>
                <w:lang w:eastAsia="en-US"/>
              </w:rPr>
            </w:pPr>
          </w:p>
        </w:tc>
        <w:tc>
          <w:tcPr>
            <w:tcW w:w="264" w:type="pct"/>
            <w:shd w:val="clear" w:color="auto" w:fill="auto"/>
            <w:vAlign w:val="center"/>
          </w:tcPr>
          <w:p w14:paraId="67F57CB0" w14:textId="77777777" w:rsidR="004A323B" w:rsidRPr="00835F44" w:rsidRDefault="004A323B" w:rsidP="00495FE7">
            <w:pPr>
              <w:pStyle w:val="TAC"/>
              <w:rPr>
                <w:lang w:eastAsia="en-US"/>
              </w:rPr>
            </w:pPr>
            <w:r w:rsidRPr="00835F44">
              <w:rPr>
                <w:rFonts w:hint="eastAsia"/>
              </w:rPr>
              <w:t>Yes</w:t>
            </w:r>
          </w:p>
        </w:tc>
        <w:tc>
          <w:tcPr>
            <w:tcW w:w="264" w:type="pct"/>
            <w:vAlign w:val="center"/>
          </w:tcPr>
          <w:p w14:paraId="4FBD67A5" w14:textId="77777777" w:rsidR="004A323B" w:rsidRPr="00835F44" w:rsidRDefault="004A323B" w:rsidP="00495FE7">
            <w:pPr>
              <w:pStyle w:val="TAC"/>
              <w:rPr>
                <w:lang w:eastAsia="en-US"/>
              </w:rPr>
            </w:pPr>
            <w:r w:rsidRPr="00835F44">
              <w:rPr>
                <w:rFonts w:hint="eastAsia"/>
              </w:rPr>
              <w:t>Yes</w:t>
            </w:r>
          </w:p>
        </w:tc>
        <w:tc>
          <w:tcPr>
            <w:tcW w:w="264" w:type="pct"/>
            <w:vAlign w:val="center"/>
          </w:tcPr>
          <w:p w14:paraId="303DFA83" w14:textId="77777777" w:rsidR="004A323B" w:rsidRPr="00835F44" w:rsidRDefault="004A323B" w:rsidP="00495FE7">
            <w:pPr>
              <w:pStyle w:val="TAC"/>
              <w:rPr>
                <w:lang w:eastAsia="en-US"/>
              </w:rPr>
            </w:pPr>
            <w:r w:rsidRPr="00835F44">
              <w:rPr>
                <w:rFonts w:hint="eastAsia"/>
              </w:rPr>
              <w:t>Yes</w:t>
            </w:r>
          </w:p>
        </w:tc>
        <w:tc>
          <w:tcPr>
            <w:tcW w:w="264" w:type="pct"/>
          </w:tcPr>
          <w:p w14:paraId="54C037B3" w14:textId="77777777" w:rsidR="004A323B" w:rsidRPr="00835F44" w:rsidRDefault="004A323B" w:rsidP="00495FE7">
            <w:pPr>
              <w:pStyle w:val="TAC"/>
            </w:pPr>
          </w:p>
        </w:tc>
        <w:tc>
          <w:tcPr>
            <w:tcW w:w="265" w:type="pct"/>
          </w:tcPr>
          <w:p w14:paraId="6D25AC23" w14:textId="77777777" w:rsidR="004A323B" w:rsidRPr="00835F44" w:rsidRDefault="004A323B" w:rsidP="00495FE7">
            <w:pPr>
              <w:pStyle w:val="TAC"/>
            </w:pPr>
          </w:p>
        </w:tc>
        <w:tc>
          <w:tcPr>
            <w:tcW w:w="264" w:type="pct"/>
            <w:vAlign w:val="center"/>
          </w:tcPr>
          <w:p w14:paraId="594999F3" w14:textId="77777777" w:rsidR="004A323B" w:rsidRPr="00835F44" w:rsidRDefault="004A323B" w:rsidP="00495FE7">
            <w:pPr>
              <w:pStyle w:val="TAC"/>
              <w:rPr>
                <w:lang w:eastAsia="en-US"/>
              </w:rPr>
            </w:pPr>
            <w:r w:rsidRPr="00835F44">
              <w:rPr>
                <w:rFonts w:hint="eastAsia"/>
              </w:rPr>
              <w:t>Yes</w:t>
            </w:r>
          </w:p>
        </w:tc>
        <w:tc>
          <w:tcPr>
            <w:tcW w:w="264" w:type="pct"/>
            <w:vAlign w:val="center"/>
          </w:tcPr>
          <w:p w14:paraId="77A3D405" w14:textId="77777777" w:rsidR="004A323B" w:rsidRPr="00835F44" w:rsidRDefault="004A323B" w:rsidP="00495FE7">
            <w:pPr>
              <w:pStyle w:val="TAC"/>
              <w:rPr>
                <w:lang w:eastAsia="en-US"/>
              </w:rPr>
            </w:pPr>
            <w:r w:rsidRPr="00835F44">
              <w:rPr>
                <w:rFonts w:hint="eastAsia"/>
              </w:rPr>
              <w:t>Yes</w:t>
            </w:r>
          </w:p>
        </w:tc>
        <w:tc>
          <w:tcPr>
            <w:tcW w:w="264" w:type="pct"/>
          </w:tcPr>
          <w:p w14:paraId="6309AE5D" w14:textId="77777777" w:rsidR="004A323B" w:rsidRPr="00835F44" w:rsidRDefault="004A323B" w:rsidP="00495FE7">
            <w:pPr>
              <w:pStyle w:val="TAC"/>
              <w:rPr>
                <w:lang w:eastAsia="en-US"/>
              </w:rPr>
            </w:pPr>
          </w:p>
        </w:tc>
        <w:tc>
          <w:tcPr>
            <w:tcW w:w="264" w:type="pct"/>
          </w:tcPr>
          <w:p w14:paraId="05730B04" w14:textId="77777777" w:rsidR="004A323B" w:rsidRPr="00835F44" w:rsidRDefault="004A323B" w:rsidP="00495FE7">
            <w:pPr>
              <w:pStyle w:val="TAC"/>
              <w:rPr>
                <w:lang w:eastAsia="en-US"/>
              </w:rPr>
            </w:pPr>
          </w:p>
        </w:tc>
        <w:tc>
          <w:tcPr>
            <w:tcW w:w="264" w:type="pct"/>
          </w:tcPr>
          <w:p w14:paraId="297A5B24" w14:textId="77777777" w:rsidR="004A323B" w:rsidRPr="00835F44" w:rsidRDefault="004A323B" w:rsidP="00495FE7">
            <w:pPr>
              <w:pStyle w:val="TAC"/>
              <w:rPr>
                <w:lang w:eastAsia="en-US"/>
              </w:rPr>
            </w:pPr>
          </w:p>
        </w:tc>
        <w:tc>
          <w:tcPr>
            <w:tcW w:w="265" w:type="pct"/>
            <w:vAlign w:val="center"/>
          </w:tcPr>
          <w:p w14:paraId="560740E1" w14:textId="77777777" w:rsidR="004A323B" w:rsidRPr="00835F44" w:rsidRDefault="004A323B" w:rsidP="00495FE7">
            <w:pPr>
              <w:pStyle w:val="TAC"/>
              <w:rPr>
                <w:lang w:eastAsia="en-US"/>
              </w:rPr>
            </w:pPr>
          </w:p>
        </w:tc>
        <w:tc>
          <w:tcPr>
            <w:tcW w:w="470" w:type="pct"/>
            <w:vMerge w:val="restart"/>
            <w:vAlign w:val="center"/>
          </w:tcPr>
          <w:p w14:paraId="1EB3B331" w14:textId="1941237E" w:rsidR="004A323B" w:rsidRPr="00835F44" w:rsidRDefault="004A323B" w:rsidP="0052172B">
            <w:pPr>
              <w:pStyle w:val="TAC"/>
              <w:rPr>
                <w:lang w:eastAsia="en-US"/>
              </w:rPr>
            </w:pPr>
            <w:r w:rsidRPr="00835F44">
              <w:rPr>
                <w:lang w:eastAsia="en-US"/>
              </w:rPr>
              <w:t>0</w:t>
            </w:r>
          </w:p>
        </w:tc>
      </w:tr>
      <w:tr w:rsidR="00495FE7" w:rsidRPr="00835F44" w14:paraId="298A3B28" w14:textId="6EEE29A7" w:rsidTr="000E530E">
        <w:trPr>
          <w:trHeight w:val="33"/>
          <w:jc w:val="center"/>
        </w:trPr>
        <w:tc>
          <w:tcPr>
            <w:tcW w:w="692" w:type="pct"/>
            <w:vMerge/>
            <w:vAlign w:val="center"/>
          </w:tcPr>
          <w:p w14:paraId="0B90406A" w14:textId="77777777" w:rsidR="004A323B" w:rsidRPr="00835F44" w:rsidRDefault="004A323B" w:rsidP="00495FE7">
            <w:pPr>
              <w:pStyle w:val="TAC"/>
            </w:pPr>
          </w:p>
        </w:tc>
        <w:tc>
          <w:tcPr>
            <w:tcW w:w="271" w:type="pct"/>
            <w:vMerge/>
            <w:shd w:val="clear" w:color="auto" w:fill="auto"/>
            <w:vAlign w:val="center"/>
          </w:tcPr>
          <w:p w14:paraId="3803D5FC" w14:textId="77777777" w:rsidR="004A323B" w:rsidRPr="00835F44" w:rsidRDefault="004A323B" w:rsidP="00495FE7">
            <w:pPr>
              <w:pStyle w:val="TAC"/>
            </w:pPr>
          </w:p>
        </w:tc>
        <w:tc>
          <w:tcPr>
            <w:tcW w:w="392" w:type="pct"/>
          </w:tcPr>
          <w:p w14:paraId="0634F639" w14:textId="77777777" w:rsidR="004A323B" w:rsidRPr="00835F44" w:rsidRDefault="004A323B" w:rsidP="00495FE7">
            <w:pPr>
              <w:pStyle w:val="TAC"/>
              <w:rPr>
                <w:lang w:eastAsia="en-US"/>
              </w:rPr>
            </w:pPr>
            <w:r w:rsidRPr="00835F44">
              <w:rPr>
                <w:rFonts w:hint="eastAsia"/>
              </w:rPr>
              <w:t>30</w:t>
            </w:r>
          </w:p>
        </w:tc>
        <w:tc>
          <w:tcPr>
            <w:tcW w:w="264" w:type="pct"/>
          </w:tcPr>
          <w:p w14:paraId="38D69BBC" w14:textId="77777777" w:rsidR="004A323B" w:rsidRPr="00835F44" w:rsidRDefault="004A323B" w:rsidP="00495FE7">
            <w:pPr>
              <w:pStyle w:val="TAC"/>
              <w:rPr>
                <w:lang w:eastAsia="en-US"/>
              </w:rPr>
            </w:pPr>
          </w:p>
        </w:tc>
        <w:tc>
          <w:tcPr>
            <w:tcW w:w="264" w:type="pct"/>
            <w:shd w:val="clear" w:color="auto" w:fill="auto"/>
            <w:vAlign w:val="center"/>
          </w:tcPr>
          <w:p w14:paraId="1C214986" w14:textId="77777777" w:rsidR="004A323B" w:rsidRPr="00835F44" w:rsidRDefault="004A323B" w:rsidP="00495FE7">
            <w:pPr>
              <w:pStyle w:val="TAC"/>
              <w:rPr>
                <w:lang w:eastAsia="en-US"/>
              </w:rPr>
            </w:pPr>
            <w:r w:rsidRPr="00835F44">
              <w:rPr>
                <w:rFonts w:hint="eastAsia"/>
              </w:rPr>
              <w:t>Yes</w:t>
            </w:r>
          </w:p>
        </w:tc>
        <w:tc>
          <w:tcPr>
            <w:tcW w:w="264" w:type="pct"/>
            <w:vAlign w:val="center"/>
          </w:tcPr>
          <w:p w14:paraId="440E656F" w14:textId="77777777" w:rsidR="004A323B" w:rsidRPr="00835F44" w:rsidRDefault="004A323B" w:rsidP="00495FE7">
            <w:pPr>
              <w:pStyle w:val="TAC"/>
              <w:rPr>
                <w:lang w:eastAsia="en-US"/>
              </w:rPr>
            </w:pPr>
            <w:r w:rsidRPr="00835F44">
              <w:rPr>
                <w:rFonts w:hint="eastAsia"/>
              </w:rPr>
              <w:t>Yes</w:t>
            </w:r>
          </w:p>
        </w:tc>
        <w:tc>
          <w:tcPr>
            <w:tcW w:w="264" w:type="pct"/>
            <w:vAlign w:val="center"/>
          </w:tcPr>
          <w:p w14:paraId="77561F4C" w14:textId="77777777" w:rsidR="004A323B" w:rsidRPr="00835F44" w:rsidRDefault="004A323B" w:rsidP="00495FE7">
            <w:pPr>
              <w:pStyle w:val="TAC"/>
              <w:rPr>
                <w:lang w:eastAsia="en-US"/>
              </w:rPr>
            </w:pPr>
            <w:r w:rsidRPr="00835F44">
              <w:rPr>
                <w:rFonts w:hint="eastAsia"/>
              </w:rPr>
              <w:t>Yes</w:t>
            </w:r>
          </w:p>
        </w:tc>
        <w:tc>
          <w:tcPr>
            <w:tcW w:w="264" w:type="pct"/>
          </w:tcPr>
          <w:p w14:paraId="3DFBADDB" w14:textId="77777777" w:rsidR="004A323B" w:rsidRPr="00835F44" w:rsidRDefault="004A323B" w:rsidP="00495FE7">
            <w:pPr>
              <w:pStyle w:val="TAC"/>
            </w:pPr>
          </w:p>
        </w:tc>
        <w:tc>
          <w:tcPr>
            <w:tcW w:w="265" w:type="pct"/>
          </w:tcPr>
          <w:p w14:paraId="7B497F26" w14:textId="77777777" w:rsidR="004A323B" w:rsidRPr="00835F44" w:rsidRDefault="004A323B" w:rsidP="00495FE7">
            <w:pPr>
              <w:pStyle w:val="TAC"/>
            </w:pPr>
          </w:p>
        </w:tc>
        <w:tc>
          <w:tcPr>
            <w:tcW w:w="264" w:type="pct"/>
            <w:vAlign w:val="center"/>
          </w:tcPr>
          <w:p w14:paraId="4D9FD7C7" w14:textId="77777777" w:rsidR="004A323B" w:rsidRPr="00835F44" w:rsidRDefault="004A323B" w:rsidP="00495FE7">
            <w:pPr>
              <w:pStyle w:val="TAC"/>
              <w:rPr>
                <w:lang w:eastAsia="en-US"/>
              </w:rPr>
            </w:pPr>
            <w:r w:rsidRPr="00835F44">
              <w:rPr>
                <w:rFonts w:hint="eastAsia"/>
              </w:rPr>
              <w:t>Yes</w:t>
            </w:r>
          </w:p>
        </w:tc>
        <w:tc>
          <w:tcPr>
            <w:tcW w:w="264" w:type="pct"/>
            <w:vAlign w:val="center"/>
          </w:tcPr>
          <w:p w14:paraId="0825DA9E" w14:textId="77777777" w:rsidR="004A323B" w:rsidRPr="00835F44" w:rsidRDefault="004A323B" w:rsidP="00495FE7">
            <w:pPr>
              <w:pStyle w:val="TAC"/>
              <w:rPr>
                <w:lang w:eastAsia="en-US"/>
              </w:rPr>
            </w:pPr>
            <w:r w:rsidRPr="00835F44">
              <w:rPr>
                <w:rFonts w:hint="eastAsia"/>
              </w:rPr>
              <w:t>Yes</w:t>
            </w:r>
          </w:p>
        </w:tc>
        <w:tc>
          <w:tcPr>
            <w:tcW w:w="264" w:type="pct"/>
            <w:vAlign w:val="center"/>
          </w:tcPr>
          <w:p w14:paraId="2F409366" w14:textId="77777777" w:rsidR="004A323B" w:rsidRPr="00835F44" w:rsidRDefault="004A323B" w:rsidP="00495FE7">
            <w:pPr>
              <w:pStyle w:val="TAC"/>
              <w:rPr>
                <w:lang w:eastAsia="en-US"/>
              </w:rPr>
            </w:pPr>
            <w:r w:rsidRPr="00835F44">
              <w:rPr>
                <w:rFonts w:hint="eastAsia"/>
              </w:rPr>
              <w:t>Yes</w:t>
            </w:r>
          </w:p>
        </w:tc>
        <w:tc>
          <w:tcPr>
            <w:tcW w:w="264" w:type="pct"/>
            <w:vAlign w:val="center"/>
          </w:tcPr>
          <w:p w14:paraId="5B638C24" w14:textId="77777777" w:rsidR="004A323B" w:rsidRPr="00835F44" w:rsidRDefault="004A323B" w:rsidP="00495FE7">
            <w:pPr>
              <w:pStyle w:val="TAC"/>
              <w:rPr>
                <w:lang w:eastAsia="en-US"/>
              </w:rPr>
            </w:pPr>
            <w:r w:rsidRPr="00835F44">
              <w:rPr>
                <w:rFonts w:hint="eastAsia"/>
              </w:rPr>
              <w:t>Yes</w:t>
            </w:r>
          </w:p>
        </w:tc>
        <w:tc>
          <w:tcPr>
            <w:tcW w:w="264" w:type="pct"/>
            <w:vAlign w:val="center"/>
          </w:tcPr>
          <w:p w14:paraId="150423FD" w14:textId="77777777" w:rsidR="004A323B" w:rsidRPr="00835F44" w:rsidRDefault="004A323B" w:rsidP="0052172B">
            <w:pPr>
              <w:pStyle w:val="TAC"/>
            </w:pPr>
            <w:r w:rsidRPr="00835F44">
              <w:t>Yes</w:t>
            </w:r>
          </w:p>
        </w:tc>
        <w:tc>
          <w:tcPr>
            <w:tcW w:w="265" w:type="pct"/>
            <w:vAlign w:val="center"/>
          </w:tcPr>
          <w:p w14:paraId="5AE54B65" w14:textId="77777777" w:rsidR="004A323B" w:rsidRPr="00835F44" w:rsidRDefault="004A323B" w:rsidP="00495FE7">
            <w:pPr>
              <w:pStyle w:val="TAC"/>
              <w:rPr>
                <w:lang w:eastAsia="en-US"/>
              </w:rPr>
            </w:pPr>
            <w:r w:rsidRPr="00835F44">
              <w:rPr>
                <w:rFonts w:hint="eastAsia"/>
              </w:rPr>
              <w:t>Yes</w:t>
            </w:r>
          </w:p>
        </w:tc>
        <w:tc>
          <w:tcPr>
            <w:tcW w:w="470" w:type="pct"/>
            <w:vMerge/>
            <w:vAlign w:val="center"/>
          </w:tcPr>
          <w:p w14:paraId="41C0D71E" w14:textId="77777777" w:rsidR="004A323B" w:rsidRPr="00835F44" w:rsidRDefault="004A323B" w:rsidP="0052172B">
            <w:pPr>
              <w:pStyle w:val="TAC"/>
            </w:pPr>
          </w:p>
        </w:tc>
      </w:tr>
      <w:tr w:rsidR="00495FE7" w:rsidRPr="00835F44" w14:paraId="1C9E9A8C" w14:textId="1E095FA9" w:rsidTr="000E530E">
        <w:trPr>
          <w:trHeight w:val="33"/>
          <w:jc w:val="center"/>
        </w:trPr>
        <w:tc>
          <w:tcPr>
            <w:tcW w:w="692" w:type="pct"/>
            <w:vMerge/>
            <w:vAlign w:val="center"/>
          </w:tcPr>
          <w:p w14:paraId="370C42BA" w14:textId="77777777" w:rsidR="004A323B" w:rsidRPr="00835F44" w:rsidRDefault="004A323B" w:rsidP="00495FE7">
            <w:pPr>
              <w:pStyle w:val="TAC"/>
              <w:rPr>
                <w:lang w:eastAsia="zh-CN"/>
              </w:rPr>
            </w:pPr>
          </w:p>
        </w:tc>
        <w:tc>
          <w:tcPr>
            <w:tcW w:w="271" w:type="pct"/>
            <w:vMerge/>
            <w:shd w:val="clear" w:color="auto" w:fill="auto"/>
            <w:vAlign w:val="center"/>
          </w:tcPr>
          <w:p w14:paraId="6C68A133" w14:textId="77777777" w:rsidR="004A323B" w:rsidRPr="00835F44" w:rsidRDefault="004A323B" w:rsidP="00495FE7">
            <w:pPr>
              <w:pStyle w:val="TAC"/>
            </w:pPr>
          </w:p>
        </w:tc>
        <w:tc>
          <w:tcPr>
            <w:tcW w:w="392" w:type="pct"/>
          </w:tcPr>
          <w:p w14:paraId="04FD143F" w14:textId="77777777" w:rsidR="004A323B" w:rsidRPr="00835F44" w:rsidRDefault="004A323B" w:rsidP="00495FE7">
            <w:pPr>
              <w:pStyle w:val="TAC"/>
            </w:pPr>
            <w:r w:rsidRPr="00835F44">
              <w:rPr>
                <w:rFonts w:hint="eastAsia"/>
              </w:rPr>
              <w:t>60</w:t>
            </w:r>
          </w:p>
        </w:tc>
        <w:tc>
          <w:tcPr>
            <w:tcW w:w="264" w:type="pct"/>
          </w:tcPr>
          <w:p w14:paraId="7BFE6BF5" w14:textId="77777777" w:rsidR="004A323B" w:rsidRPr="00835F44" w:rsidRDefault="004A323B" w:rsidP="00495FE7">
            <w:pPr>
              <w:pStyle w:val="TAC"/>
              <w:rPr>
                <w:lang w:eastAsia="en-US"/>
              </w:rPr>
            </w:pPr>
          </w:p>
        </w:tc>
        <w:tc>
          <w:tcPr>
            <w:tcW w:w="264" w:type="pct"/>
            <w:shd w:val="clear" w:color="auto" w:fill="auto"/>
            <w:vAlign w:val="center"/>
          </w:tcPr>
          <w:p w14:paraId="6A80833F" w14:textId="77777777" w:rsidR="004A323B" w:rsidRPr="00835F44" w:rsidRDefault="004A323B" w:rsidP="00495FE7">
            <w:pPr>
              <w:pStyle w:val="TAC"/>
              <w:rPr>
                <w:lang w:eastAsia="en-US"/>
              </w:rPr>
            </w:pPr>
            <w:r w:rsidRPr="00835F44">
              <w:rPr>
                <w:rFonts w:hint="eastAsia"/>
              </w:rPr>
              <w:t>Yes</w:t>
            </w:r>
          </w:p>
        </w:tc>
        <w:tc>
          <w:tcPr>
            <w:tcW w:w="264" w:type="pct"/>
            <w:vAlign w:val="center"/>
          </w:tcPr>
          <w:p w14:paraId="5F3801CB" w14:textId="77777777" w:rsidR="004A323B" w:rsidRPr="00835F44" w:rsidRDefault="004A323B" w:rsidP="00495FE7">
            <w:pPr>
              <w:pStyle w:val="TAC"/>
              <w:rPr>
                <w:lang w:eastAsia="en-US"/>
              </w:rPr>
            </w:pPr>
            <w:r w:rsidRPr="00835F44">
              <w:rPr>
                <w:rFonts w:hint="eastAsia"/>
              </w:rPr>
              <w:t>Yes</w:t>
            </w:r>
          </w:p>
        </w:tc>
        <w:tc>
          <w:tcPr>
            <w:tcW w:w="264" w:type="pct"/>
            <w:vAlign w:val="center"/>
          </w:tcPr>
          <w:p w14:paraId="02A9B6E5" w14:textId="77777777" w:rsidR="004A323B" w:rsidRPr="00835F44" w:rsidRDefault="004A323B" w:rsidP="00495FE7">
            <w:pPr>
              <w:pStyle w:val="TAC"/>
              <w:rPr>
                <w:lang w:eastAsia="en-US"/>
              </w:rPr>
            </w:pPr>
            <w:r w:rsidRPr="00835F44">
              <w:rPr>
                <w:rFonts w:hint="eastAsia"/>
              </w:rPr>
              <w:t>Yes</w:t>
            </w:r>
          </w:p>
        </w:tc>
        <w:tc>
          <w:tcPr>
            <w:tcW w:w="264" w:type="pct"/>
          </w:tcPr>
          <w:p w14:paraId="43DA231E" w14:textId="77777777" w:rsidR="004A323B" w:rsidRPr="00835F44" w:rsidRDefault="004A323B" w:rsidP="00495FE7">
            <w:pPr>
              <w:pStyle w:val="TAC"/>
            </w:pPr>
          </w:p>
        </w:tc>
        <w:tc>
          <w:tcPr>
            <w:tcW w:w="265" w:type="pct"/>
          </w:tcPr>
          <w:p w14:paraId="22820B05" w14:textId="77777777" w:rsidR="004A323B" w:rsidRPr="00835F44" w:rsidRDefault="004A323B" w:rsidP="00495FE7">
            <w:pPr>
              <w:pStyle w:val="TAC"/>
            </w:pPr>
          </w:p>
        </w:tc>
        <w:tc>
          <w:tcPr>
            <w:tcW w:w="264" w:type="pct"/>
            <w:vAlign w:val="center"/>
          </w:tcPr>
          <w:p w14:paraId="71ED967B" w14:textId="77777777" w:rsidR="004A323B" w:rsidRPr="00835F44" w:rsidRDefault="004A323B" w:rsidP="00495FE7">
            <w:pPr>
              <w:pStyle w:val="TAC"/>
              <w:rPr>
                <w:lang w:eastAsia="en-US"/>
              </w:rPr>
            </w:pPr>
            <w:r w:rsidRPr="00835F44">
              <w:rPr>
                <w:rFonts w:hint="eastAsia"/>
              </w:rPr>
              <w:t>Yes</w:t>
            </w:r>
          </w:p>
        </w:tc>
        <w:tc>
          <w:tcPr>
            <w:tcW w:w="264" w:type="pct"/>
            <w:vAlign w:val="center"/>
          </w:tcPr>
          <w:p w14:paraId="42B2DA74" w14:textId="77777777" w:rsidR="004A323B" w:rsidRPr="00835F44" w:rsidRDefault="004A323B" w:rsidP="00495FE7">
            <w:pPr>
              <w:pStyle w:val="TAC"/>
              <w:rPr>
                <w:lang w:eastAsia="en-US"/>
              </w:rPr>
            </w:pPr>
            <w:r w:rsidRPr="00835F44">
              <w:rPr>
                <w:rFonts w:hint="eastAsia"/>
              </w:rPr>
              <w:t>Yes</w:t>
            </w:r>
          </w:p>
        </w:tc>
        <w:tc>
          <w:tcPr>
            <w:tcW w:w="264" w:type="pct"/>
            <w:vAlign w:val="center"/>
          </w:tcPr>
          <w:p w14:paraId="62737206" w14:textId="77777777" w:rsidR="004A323B" w:rsidRPr="00835F44" w:rsidRDefault="004A323B" w:rsidP="00495FE7">
            <w:pPr>
              <w:pStyle w:val="TAC"/>
              <w:rPr>
                <w:lang w:eastAsia="en-US"/>
              </w:rPr>
            </w:pPr>
            <w:r w:rsidRPr="00835F44">
              <w:rPr>
                <w:rFonts w:hint="eastAsia"/>
              </w:rPr>
              <w:t>Yes</w:t>
            </w:r>
          </w:p>
        </w:tc>
        <w:tc>
          <w:tcPr>
            <w:tcW w:w="264" w:type="pct"/>
            <w:vAlign w:val="center"/>
          </w:tcPr>
          <w:p w14:paraId="01EA40E0" w14:textId="77777777" w:rsidR="004A323B" w:rsidRPr="00835F44" w:rsidRDefault="004A323B" w:rsidP="00495FE7">
            <w:pPr>
              <w:pStyle w:val="TAC"/>
              <w:rPr>
                <w:lang w:eastAsia="en-US"/>
              </w:rPr>
            </w:pPr>
            <w:r w:rsidRPr="00835F44">
              <w:rPr>
                <w:rFonts w:hint="eastAsia"/>
              </w:rPr>
              <w:t>Yes</w:t>
            </w:r>
          </w:p>
        </w:tc>
        <w:tc>
          <w:tcPr>
            <w:tcW w:w="264" w:type="pct"/>
            <w:vAlign w:val="center"/>
          </w:tcPr>
          <w:p w14:paraId="12C78C0C" w14:textId="77777777" w:rsidR="004A323B" w:rsidRPr="00835F44" w:rsidRDefault="004A323B" w:rsidP="0052172B">
            <w:pPr>
              <w:pStyle w:val="TAC"/>
            </w:pPr>
            <w:r w:rsidRPr="00835F44">
              <w:t>Yes</w:t>
            </w:r>
          </w:p>
        </w:tc>
        <w:tc>
          <w:tcPr>
            <w:tcW w:w="265" w:type="pct"/>
            <w:vAlign w:val="center"/>
          </w:tcPr>
          <w:p w14:paraId="0C546475" w14:textId="77777777" w:rsidR="004A323B" w:rsidRPr="00835F44" w:rsidRDefault="004A323B" w:rsidP="00495FE7">
            <w:pPr>
              <w:pStyle w:val="TAC"/>
              <w:rPr>
                <w:lang w:eastAsia="en-US"/>
              </w:rPr>
            </w:pPr>
            <w:r w:rsidRPr="00835F44">
              <w:rPr>
                <w:rFonts w:hint="eastAsia"/>
              </w:rPr>
              <w:t>Yes</w:t>
            </w:r>
          </w:p>
        </w:tc>
        <w:tc>
          <w:tcPr>
            <w:tcW w:w="470" w:type="pct"/>
            <w:vMerge/>
            <w:vAlign w:val="center"/>
          </w:tcPr>
          <w:p w14:paraId="68A78DFD" w14:textId="77777777" w:rsidR="004A323B" w:rsidRPr="00835F44" w:rsidRDefault="004A323B" w:rsidP="0052172B">
            <w:pPr>
              <w:pStyle w:val="TAC"/>
            </w:pPr>
          </w:p>
        </w:tc>
      </w:tr>
      <w:tr w:rsidR="00495FE7" w:rsidRPr="00835F44" w14:paraId="0B8536ED" w14:textId="7EFF1A91" w:rsidTr="000E530E">
        <w:trPr>
          <w:trHeight w:val="39"/>
          <w:jc w:val="center"/>
        </w:trPr>
        <w:tc>
          <w:tcPr>
            <w:tcW w:w="692" w:type="pct"/>
            <w:vMerge/>
            <w:vAlign w:val="center"/>
          </w:tcPr>
          <w:p w14:paraId="0B9BAFA0" w14:textId="77777777" w:rsidR="004A323B" w:rsidRPr="00835F44" w:rsidRDefault="004A323B" w:rsidP="00495FE7">
            <w:pPr>
              <w:pStyle w:val="TAC"/>
              <w:rPr>
                <w:lang w:eastAsia="zh-CN"/>
              </w:rPr>
            </w:pPr>
          </w:p>
        </w:tc>
        <w:tc>
          <w:tcPr>
            <w:tcW w:w="271" w:type="pct"/>
            <w:shd w:val="clear" w:color="auto" w:fill="auto"/>
            <w:vAlign w:val="center"/>
          </w:tcPr>
          <w:p w14:paraId="6EAD3A87" w14:textId="77777777" w:rsidR="004A323B" w:rsidRPr="00835F44" w:rsidRDefault="004A323B" w:rsidP="00495FE7">
            <w:pPr>
              <w:pStyle w:val="TAC"/>
            </w:pPr>
            <w:r w:rsidRPr="00835F44">
              <w:t>n</w:t>
            </w:r>
            <w:r w:rsidRPr="00835F44">
              <w:rPr>
                <w:rFonts w:hint="eastAsia"/>
              </w:rPr>
              <w:t>8</w:t>
            </w:r>
            <w:r w:rsidRPr="00835F44">
              <w:t>0</w:t>
            </w:r>
          </w:p>
        </w:tc>
        <w:tc>
          <w:tcPr>
            <w:tcW w:w="392" w:type="pct"/>
          </w:tcPr>
          <w:p w14:paraId="06AB5019" w14:textId="77777777" w:rsidR="004A323B" w:rsidRPr="00835F44" w:rsidRDefault="004A323B" w:rsidP="00495FE7">
            <w:pPr>
              <w:pStyle w:val="TAC"/>
            </w:pPr>
            <w:r w:rsidRPr="00835F44">
              <w:rPr>
                <w:rFonts w:hint="eastAsia"/>
              </w:rPr>
              <w:t>15</w:t>
            </w:r>
          </w:p>
        </w:tc>
        <w:tc>
          <w:tcPr>
            <w:tcW w:w="264" w:type="pct"/>
          </w:tcPr>
          <w:p w14:paraId="752C76B7" w14:textId="77777777" w:rsidR="004A323B" w:rsidRPr="00835F44" w:rsidRDefault="004A323B" w:rsidP="00495FE7">
            <w:pPr>
              <w:pStyle w:val="TAC"/>
              <w:rPr>
                <w:lang w:eastAsia="en-US"/>
              </w:rPr>
            </w:pPr>
            <w:r w:rsidRPr="00835F44">
              <w:rPr>
                <w:rFonts w:hint="eastAsia"/>
              </w:rPr>
              <w:t>Yes</w:t>
            </w:r>
          </w:p>
        </w:tc>
        <w:tc>
          <w:tcPr>
            <w:tcW w:w="264" w:type="pct"/>
            <w:shd w:val="clear" w:color="auto" w:fill="auto"/>
            <w:vAlign w:val="center"/>
          </w:tcPr>
          <w:p w14:paraId="45D34E0E" w14:textId="77777777" w:rsidR="004A323B" w:rsidRPr="00835F44" w:rsidRDefault="004A323B" w:rsidP="00495FE7">
            <w:pPr>
              <w:pStyle w:val="TAC"/>
              <w:rPr>
                <w:lang w:eastAsia="en-US"/>
              </w:rPr>
            </w:pPr>
            <w:r w:rsidRPr="00835F44">
              <w:rPr>
                <w:rFonts w:hint="eastAsia"/>
              </w:rPr>
              <w:t>Yes</w:t>
            </w:r>
          </w:p>
        </w:tc>
        <w:tc>
          <w:tcPr>
            <w:tcW w:w="264" w:type="pct"/>
            <w:vAlign w:val="center"/>
          </w:tcPr>
          <w:p w14:paraId="5666476D" w14:textId="77777777" w:rsidR="004A323B" w:rsidRPr="00835F44" w:rsidRDefault="004A323B" w:rsidP="00495FE7">
            <w:pPr>
              <w:pStyle w:val="TAC"/>
              <w:rPr>
                <w:lang w:eastAsia="en-US"/>
              </w:rPr>
            </w:pPr>
            <w:r w:rsidRPr="00835F44">
              <w:rPr>
                <w:rFonts w:hint="eastAsia"/>
              </w:rPr>
              <w:t>Yes</w:t>
            </w:r>
          </w:p>
        </w:tc>
        <w:tc>
          <w:tcPr>
            <w:tcW w:w="264" w:type="pct"/>
            <w:vAlign w:val="center"/>
          </w:tcPr>
          <w:p w14:paraId="2CCF005C" w14:textId="77777777" w:rsidR="004A323B" w:rsidRPr="00835F44" w:rsidRDefault="004A323B" w:rsidP="00495FE7">
            <w:pPr>
              <w:pStyle w:val="TAC"/>
              <w:rPr>
                <w:lang w:eastAsia="en-US"/>
              </w:rPr>
            </w:pPr>
            <w:r w:rsidRPr="00835F44">
              <w:rPr>
                <w:rFonts w:hint="eastAsia"/>
              </w:rPr>
              <w:t>Yes</w:t>
            </w:r>
          </w:p>
        </w:tc>
        <w:tc>
          <w:tcPr>
            <w:tcW w:w="264" w:type="pct"/>
          </w:tcPr>
          <w:p w14:paraId="1C4D8225" w14:textId="77777777" w:rsidR="004A323B" w:rsidRPr="00835F44" w:rsidRDefault="004A323B" w:rsidP="00495FE7">
            <w:pPr>
              <w:pStyle w:val="TAC"/>
              <w:rPr>
                <w:lang w:eastAsia="en-US"/>
              </w:rPr>
            </w:pPr>
            <w:r w:rsidRPr="00835F44">
              <w:rPr>
                <w:lang w:eastAsia="en-US"/>
              </w:rPr>
              <w:t>Yes</w:t>
            </w:r>
          </w:p>
        </w:tc>
        <w:tc>
          <w:tcPr>
            <w:tcW w:w="265" w:type="pct"/>
          </w:tcPr>
          <w:p w14:paraId="64868C2C" w14:textId="77777777" w:rsidR="004A323B" w:rsidRPr="00835F44" w:rsidRDefault="004A323B" w:rsidP="00495FE7">
            <w:pPr>
              <w:pStyle w:val="TAC"/>
              <w:rPr>
                <w:lang w:eastAsia="en-US"/>
              </w:rPr>
            </w:pPr>
            <w:r w:rsidRPr="00835F44">
              <w:rPr>
                <w:lang w:eastAsia="en-US"/>
              </w:rPr>
              <w:t>Yes</w:t>
            </w:r>
          </w:p>
        </w:tc>
        <w:tc>
          <w:tcPr>
            <w:tcW w:w="264" w:type="pct"/>
            <w:vAlign w:val="center"/>
          </w:tcPr>
          <w:p w14:paraId="18BC5FCF" w14:textId="77777777" w:rsidR="004A323B" w:rsidRPr="00835F44" w:rsidRDefault="004A323B" w:rsidP="00495FE7">
            <w:pPr>
              <w:pStyle w:val="TAC"/>
              <w:rPr>
                <w:lang w:eastAsia="en-US"/>
              </w:rPr>
            </w:pPr>
          </w:p>
        </w:tc>
        <w:tc>
          <w:tcPr>
            <w:tcW w:w="264" w:type="pct"/>
            <w:vAlign w:val="center"/>
          </w:tcPr>
          <w:p w14:paraId="0DB44A4A" w14:textId="77777777" w:rsidR="004A323B" w:rsidRPr="00835F44" w:rsidRDefault="004A323B" w:rsidP="00495FE7">
            <w:pPr>
              <w:pStyle w:val="TAC"/>
              <w:rPr>
                <w:lang w:eastAsia="en-US"/>
              </w:rPr>
            </w:pPr>
          </w:p>
        </w:tc>
        <w:tc>
          <w:tcPr>
            <w:tcW w:w="264" w:type="pct"/>
          </w:tcPr>
          <w:p w14:paraId="5892B44D" w14:textId="77777777" w:rsidR="004A323B" w:rsidRPr="00835F44" w:rsidRDefault="004A323B" w:rsidP="00495FE7">
            <w:pPr>
              <w:pStyle w:val="TAC"/>
              <w:rPr>
                <w:lang w:eastAsia="en-US"/>
              </w:rPr>
            </w:pPr>
          </w:p>
        </w:tc>
        <w:tc>
          <w:tcPr>
            <w:tcW w:w="264" w:type="pct"/>
          </w:tcPr>
          <w:p w14:paraId="0F1BC963" w14:textId="77777777" w:rsidR="004A323B" w:rsidRPr="00835F44" w:rsidRDefault="004A323B" w:rsidP="00495FE7">
            <w:pPr>
              <w:pStyle w:val="TAC"/>
              <w:rPr>
                <w:lang w:eastAsia="en-US"/>
              </w:rPr>
            </w:pPr>
          </w:p>
        </w:tc>
        <w:tc>
          <w:tcPr>
            <w:tcW w:w="264" w:type="pct"/>
          </w:tcPr>
          <w:p w14:paraId="3809A585" w14:textId="77777777" w:rsidR="004A323B" w:rsidRPr="00835F44" w:rsidRDefault="004A323B" w:rsidP="0052172B">
            <w:pPr>
              <w:pStyle w:val="TAC"/>
              <w:rPr>
                <w:lang w:eastAsia="en-US"/>
              </w:rPr>
            </w:pPr>
          </w:p>
        </w:tc>
        <w:tc>
          <w:tcPr>
            <w:tcW w:w="265" w:type="pct"/>
            <w:vAlign w:val="center"/>
          </w:tcPr>
          <w:p w14:paraId="651FAEE3" w14:textId="77777777" w:rsidR="004A323B" w:rsidRPr="00835F44" w:rsidRDefault="004A323B" w:rsidP="00495FE7">
            <w:pPr>
              <w:pStyle w:val="TAC"/>
              <w:rPr>
                <w:lang w:eastAsia="en-US"/>
              </w:rPr>
            </w:pPr>
          </w:p>
        </w:tc>
        <w:tc>
          <w:tcPr>
            <w:tcW w:w="470" w:type="pct"/>
            <w:vMerge/>
            <w:vAlign w:val="center"/>
          </w:tcPr>
          <w:p w14:paraId="1BAB2FF4" w14:textId="77777777" w:rsidR="004A323B" w:rsidRPr="00835F44" w:rsidRDefault="004A323B" w:rsidP="0052172B">
            <w:pPr>
              <w:pStyle w:val="TAC"/>
              <w:rPr>
                <w:lang w:eastAsia="en-US"/>
              </w:rPr>
            </w:pPr>
          </w:p>
        </w:tc>
      </w:tr>
      <w:tr w:rsidR="00495FE7" w:rsidRPr="00835F44" w14:paraId="6DB46BEA" w14:textId="115B601C" w:rsidTr="000E530E">
        <w:trPr>
          <w:trHeight w:val="39"/>
          <w:jc w:val="center"/>
        </w:trPr>
        <w:tc>
          <w:tcPr>
            <w:tcW w:w="692" w:type="pct"/>
            <w:vMerge w:val="restart"/>
            <w:vAlign w:val="center"/>
          </w:tcPr>
          <w:p w14:paraId="1098CA43" w14:textId="77777777" w:rsidR="004A323B" w:rsidRPr="00835F44" w:rsidRDefault="004A323B" w:rsidP="0052172B">
            <w:pPr>
              <w:pStyle w:val="TAC"/>
            </w:pPr>
            <w:r w:rsidRPr="00835F44">
              <w:rPr>
                <w:rFonts w:hint="eastAsia"/>
              </w:rPr>
              <w:t>SUL</w:t>
            </w:r>
            <w:r w:rsidRPr="00835F44">
              <w:rPr>
                <w:lang w:eastAsia="zh-CN"/>
              </w:rPr>
              <w:t>_</w:t>
            </w:r>
            <w:r w:rsidRPr="00835F44">
              <w:rPr>
                <w:rFonts w:hint="eastAsia"/>
              </w:rPr>
              <w:t>n78A</w:t>
            </w:r>
            <w:r w:rsidRPr="00835F44">
              <w:rPr>
                <w:lang w:eastAsia="zh-CN"/>
              </w:rPr>
              <w:t>-</w:t>
            </w:r>
            <w:r w:rsidRPr="00835F44">
              <w:rPr>
                <w:rFonts w:hint="eastAsia"/>
              </w:rPr>
              <w:t>n81</w:t>
            </w:r>
            <w:r w:rsidRPr="00835F44">
              <w:rPr>
                <w:lang w:eastAsia="zh-CN"/>
              </w:rPr>
              <w:t>A</w:t>
            </w:r>
          </w:p>
        </w:tc>
        <w:tc>
          <w:tcPr>
            <w:tcW w:w="271" w:type="pct"/>
            <w:vMerge w:val="restart"/>
            <w:shd w:val="clear" w:color="auto" w:fill="auto"/>
            <w:vAlign w:val="center"/>
          </w:tcPr>
          <w:p w14:paraId="50942D9A" w14:textId="77777777" w:rsidR="004A323B" w:rsidRPr="00835F44" w:rsidRDefault="004A323B" w:rsidP="0052172B">
            <w:pPr>
              <w:pStyle w:val="TAC"/>
            </w:pPr>
            <w:r w:rsidRPr="00835F44">
              <w:t>n</w:t>
            </w:r>
            <w:r w:rsidRPr="00835F44">
              <w:rPr>
                <w:rFonts w:hint="eastAsia"/>
              </w:rPr>
              <w:t>7</w:t>
            </w:r>
            <w:r w:rsidRPr="00835F44">
              <w:t>8</w:t>
            </w:r>
          </w:p>
        </w:tc>
        <w:tc>
          <w:tcPr>
            <w:tcW w:w="392" w:type="pct"/>
          </w:tcPr>
          <w:p w14:paraId="5FA64ECD" w14:textId="77777777" w:rsidR="004A323B" w:rsidRPr="00835F44" w:rsidRDefault="004A323B" w:rsidP="0052172B">
            <w:pPr>
              <w:pStyle w:val="TAC"/>
            </w:pPr>
            <w:r w:rsidRPr="00835F44">
              <w:rPr>
                <w:rFonts w:hint="eastAsia"/>
              </w:rPr>
              <w:t>15</w:t>
            </w:r>
          </w:p>
        </w:tc>
        <w:tc>
          <w:tcPr>
            <w:tcW w:w="264" w:type="pct"/>
          </w:tcPr>
          <w:p w14:paraId="0A29F0DB" w14:textId="77777777" w:rsidR="004A323B" w:rsidRPr="00835F44" w:rsidRDefault="004A323B" w:rsidP="0052172B">
            <w:pPr>
              <w:pStyle w:val="TAC"/>
            </w:pPr>
          </w:p>
        </w:tc>
        <w:tc>
          <w:tcPr>
            <w:tcW w:w="264" w:type="pct"/>
            <w:shd w:val="clear" w:color="auto" w:fill="auto"/>
            <w:vAlign w:val="center"/>
          </w:tcPr>
          <w:p w14:paraId="0609C7FF" w14:textId="77777777" w:rsidR="004A323B" w:rsidRPr="00835F44" w:rsidRDefault="004A323B" w:rsidP="0052172B">
            <w:pPr>
              <w:pStyle w:val="TAC"/>
            </w:pPr>
            <w:r w:rsidRPr="00835F44">
              <w:rPr>
                <w:rFonts w:hint="eastAsia"/>
              </w:rPr>
              <w:t>Yes</w:t>
            </w:r>
          </w:p>
        </w:tc>
        <w:tc>
          <w:tcPr>
            <w:tcW w:w="264" w:type="pct"/>
            <w:vAlign w:val="center"/>
          </w:tcPr>
          <w:p w14:paraId="404A2B39" w14:textId="77777777" w:rsidR="004A323B" w:rsidRPr="00835F44" w:rsidRDefault="004A323B" w:rsidP="0052172B">
            <w:pPr>
              <w:pStyle w:val="TAC"/>
            </w:pPr>
            <w:r w:rsidRPr="00835F44">
              <w:rPr>
                <w:rFonts w:hint="eastAsia"/>
              </w:rPr>
              <w:t>Yes</w:t>
            </w:r>
          </w:p>
        </w:tc>
        <w:tc>
          <w:tcPr>
            <w:tcW w:w="264" w:type="pct"/>
            <w:vAlign w:val="center"/>
          </w:tcPr>
          <w:p w14:paraId="7868FC46" w14:textId="77777777" w:rsidR="004A323B" w:rsidRPr="00835F44" w:rsidRDefault="004A323B" w:rsidP="0052172B">
            <w:pPr>
              <w:pStyle w:val="TAC"/>
            </w:pPr>
            <w:r w:rsidRPr="00835F44">
              <w:rPr>
                <w:rFonts w:hint="eastAsia"/>
              </w:rPr>
              <w:t>Yes</w:t>
            </w:r>
          </w:p>
        </w:tc>
        <w:tc>
          <w:tcPr>
            <w:tcW w:w="264" w:type="pct"/>
          </w:tcPr>
          <w:p w14:paraId="6EA31013" w14:textId="77777777" w:rsidR="004A323B" w:rsidRPr="00835F44" w:rsidRDefault="004A323B" w:rsidP="0052172B">
            <w:pPr>
              <w:pStyle w:val="TAC"/>
              <w:rPr>
                <w:lang w:eastAsia="en-US"/>
              </w:rPr>
            </w:pPr>
          </w:p>
        </w:tc>
        <w:tc>
          <w:tcPr>
            <w:tcW w:w="265" w:type="pct"/>
          </w:tcPr>
          <w:p w14:paraId="00AC927B" w14:textId="77777777" w:rsidR="004A323B" w:rsidRPr="00835F44" w:rsidRDefault="004A323B" w:rsidP="0052172B">
            <w:pPr>
              <w:pStyle w:val="TAC"/>
              <w:rPr>
                <w:lang w:eastAsia="en-US"/>
              </w:rPr>
            </w:pPr>
          </w:p>
        </w:tc>
        <w:tc>
          <w:tcPr>
            <w:tcW w:w="264" w:type="pct"/>
            <w:vAlign w:val="center"/>
          </w:tcPr>
          <w:p w14:paraId="777C299C" w14:textId="77777777" w:rsidR="004A323B" w:rsidRPr="00835F44" w:rsidRDefault="004A323B" w:rsidP="0052172B">
            <w:pPr>
              <w:pStyle w:val="TAC"/>
            </w:pPr>
            <w:r w:rsidRPr="00835F44">
              <w:rPr>
                <w:rFonts w:hint="eastAsia"/>
              </w:rPr>
              <w:t>Yes</w:t>
            </w:r>
          </w:p>
        </w:tc>
        <w:tc>
          <w:tcPr>
            <w:tcW w:w="264" w:type="pct"/>
            <w:vAlign w:val="center"/>
          </w:tcPr>
          <w:p w14:paraId="715536F6" w14:textId="77777777" w:rsidR="004A323B" w:rsidRPr="00835F44" w:rsidRDefault="004A323B" w:rsidP="0052172B">
            <w:pPr>
              <w:pStyle w:val="TAC"/>
            </w:pPr>
            <w:r w:rsidRPr="00835F44">
              <w:rPr>
                <w:rFonts w:hint="eastAsia"/>
              </w:rPr>
              <w:t>Yes</w:t>
            </w:r>
          </w:p>
        </w:tc>
        <w:tc>
          <w:tcPr>
            <w:tcW w:w="264" w:type="pct"/>
          </w:tcPr>
          <w:p w14:paraId="6D2A7952" w14:textId="77777777" w:rsidR="004A323B" w:rsidRPr="00835F44" w:rsidRDefault="004A323B" w:rsidP="0052172B">
            <w:pPr>
              <w:pStyle w:val="TAC"/>
              <w:rPr>
                <w:lang w:eastAsia="zh-CN"/>
              </w:rPr>
            </w:pPr>
          </w:p>
        </w:tc>
        <w:tc>
          <w:tcPr>
            <w:tcW w:w="264" w:type="pct"/>
          </w:tcPr>
          <w:p w14:paraId="117D25AB" w14:textId="77777777" w:rsidR="004A323B" w:rsidRPr="00835F44" w:rsidRDefault="004A323B" w:rsidP="0052172B">
            <w:pPr>
              <w:pStyle w:val="TAC"/>
              <w:rPr>
                <w:lang w:eastAsia="zh-CN"/>
              </w:rPr>
            </w:pPr>
          </w:p>
        </w:tc>
        <w:tc>
          <w:tcPr>
            <w:tcW w:w="264" w:type="pct"/>
          </w:tcPr>
          <w:p w14:paraId="091AD3BC" w14:textId="77777777" w:rsidR="004A323B" w:rsidRPr="00835F44" w:rsidRDefault="004A323B" w:rsidP="0052172B">
            <w:pPr>
              <w:pStyle w:val="TAC"/>
              <w:rPr>
                <w:lang w:eastAsia="zh-CN"/>
              </w:rPr>
            </w:pPr>
          </w:p>
        </w:tc>
        <w:tc>
          <w:tcPr>
            <w:tcW w:w="265" w:type="pct"/>
            <w:vAlign w:val="center"/>
          </w:tcPr>
          <w:p w14:paraId="65399921" w14:textId="77777777" w:rsidR="004A323B" w:rsidRPr="00835F44" w:rsidRDefault="004A323B" w:rsidP="0052172B">
            <w:pPr>
              <w:pStyle w:val="TAC"/>
              <w:rPr>
                <w:lang w:eastAsia="zh-CN"/>
              </w:rPr>
            </w:pPr>
          </w:p>
        </w:tc>
        <w:tc>
          <w:tcPr>
            <w:tcW w:w="470" w:type="pct"/>
            <w:vMerge w:val="restart"/>
            <w:vAlign w:val="center"/>
          </w:tcPr>
          <w:p w14:paraId="7982DC0C" w14:textId="311752FB" w:rsidR="004A323B" w:rsidRPr="00835F44" w:rsidRDefault="004A323B" w:rsidP="0052172B">
            <w:pPr>
              <w:pStyle w:val="TAC"/>
              <w:rPr>
                <w:lang w:eastAsia="en-US"/>
              </w:rPr>
            </w:pPr>
            <w:r w:rsidRPr="00835F44">
              <w:rPr>
                <w:lang w:eastAsia="en-US"/>
              </w:rPr>
              <w:t>0</w:t>
            </w:r>
          </w:p>
        </w:tc>
      </w:tr>
      <w:tr w:rsidR="00495FE7" w:rsidRPr="00835F44" w14:paraId="33F72A1D" w14:textId="2C40BC4F" w:rsidTr="000E530E">
        <w:trPr>
          <w:trHeight w:val="39"/>
          <w:jc w:val="center"/>
        </w:trPr>
        <w:tc>
          <w:tcPr>
            <w:tcW w:w="692" w:type="pct"/>
            <w:vMerge/>
            <w:vAlign w:val="center"/>
          </w:tcPr>
          <w:p w14:paraId="3D9CE38C" w14:textId="77777777" w:rsidR="004A323B" w:rsidRPr="00835F44" w:rsidRDefault="004A323B" w:rsidP="0052172B">
            <w:pPr>
              <w:pStyle w:val="TAC"/>
            </w:pPr>
          </w:p>
        </w:tc>
        <w:tc>
          <w:tcPr>
            <w:tcW w:w="271" w:type="pct"/>
            <w:vMerge/>
            <w:shd w:val="clear" w:color="auto" w:fill="auto"/>
            <w:vAlign w:val="center"/>
          </w:tcPr>
          <w:p w14:paraId="46D24F4B" w14:textId="77777777" w:rsidR="004A323B" w:rsidRPr="00835F44" w:rsidRDefault="004A323B" w:rsidP="0052172B">
            <w:pPr>
              <w:pStyle w:val="TAC"/>
            </w:pPr>
          </w:p>
        </w:tc>
        <w:tc>
          <w:tcPr>
            <w:tcW w:w="392" w:type="pct"/>
          </w:tcPr>
          <w:p w14:paraId="0D38DD7F" w14:textId="77777777" w:rsidR="004A323B" w:rsidRPr="00835F44" w:rsidRDefault="004A323B" w:rsidP="0052172B">
            <w:pPr>
              <w:pStyle w:val="TAC"/>
            </w:pPr>
            <w:r w:rsidRPr="00835F44">
              <w:rPr>
                <w:rFonts w:hint="eastAsia"/>
              </w:rPr>
              <w:t>30</w:t>
            </w:r>
          </w:p>
        </w:tc>
        <w:tc>
          <w:tcPr>
            <w:tcW w:w="264" w:type="pct"/>
          </w:tcPr>
          <w:p w14:paraId="5995FE2B" w14:textId="77777777" w:rsidR="004A323B" w:rsidRPr="00835F44" w:rsidRDefault="004A323B" w:rsidP="0052172B">
            <w:pPr>
              <w:pStyle w:val="TAC"/>
            </w:pPr>
          </w:p>
        </w:tc>
        <w:tc>
          <w:tcPr>
            <w:tcW w:w="264" w:type="pct"/>
            <w:shd w:val="clear" w:color="auto" w:fill="auto"/>
            <w:vAlign w:val="center"/>
          </w:tcPr>
          <w:p w14:paraId="6A4497D4" w14:textId="77777777" w:rsidR="004A323B" w:rsidRPr="00835F44" w:rsidRDefault="004A323B" w:rsidP="0052172B">
            <w:pPr>
              <w:pStyle w:val="TAC"/>
            </w:pPr>
            <w:r w:rsidRPr="00835F44">
              <w:rPr>
                <w:rFonts w:hint="eastAsia"/>
              </w:rPr>
              <w:t>Yes</w:t>
            </w:r>
          </w:p>
        </w:tc>
        <w:tc>
          <w:tcPr>
            <w:tcW w:w="264" w:type="pct"/>
            <w:vAlign w:val="center"/>
          </w:tcPr>
          <w:p w14:paraId="6481828B" w14:textId="77777777" w:rsidR="004A323B" w:rsidRPr="00835F44" w:rsidRDefault="004A323B" w:rsidP="0052172B">
            <w:pPr>
              <w:pStyle w:val="TAC"/>
            </w:pPr>
            <w:r w:rsidRPr="00835F44">
              <w:rPr>
                <w:rFonts w:hint="eastAsia"/>
              </w:rPr>
              <w:t>Yes</w:t>
            </w:r>
          </w:p>
        </w:tc>
        <w:tc>
          <w:tcPr>
            <w:tcW w:w="264" w:type="pct"/>
            <w:vAlign w:val="center"/>
          </w:tcPr>
          <w:p w14:paraId="577A093A" w14:textId="77777777" w:rsidR="004A323B" w:rsidRPr="00835F44" w:rsidRDefault="004A323B" w:rsidP="0052172B">
            <w:pPr>
              <w:pStyle w:val="TAC"/>
            </w:pPr>
            <w:r w:rsidRPr="00835F44">
              <w:rPr>
                <w:rFonts w:hint="eastAsia"/>
              </w:rPr>
              <w:t>Yes</w:t>
            </w:r>
          </w:p>
        </w:tc>
        <w:tc>
          <w:tcPr>
            <w:tcW w:w="264" w:type="pct"/>
          </w:tcPr>
          <w:p w14:paraId="7FC0E423" w14:textId="77777777" w:rsidR="004A323B" w:rsidRPr="00835F44" w:rsidRDefault="004A323B" w:rsidP="0052172B">
            <w:pPr>
              <w:pStyle w:val="TAC"/>
              <w:rPr>
                <w:lang w:eastAsia="en-US"/>
              </w:rPr>
            </w:pPr>
          </w:p>
        </w:tc>
        <w:tc>
          <w:tcPr>
            <w:tcW w:w="265" w:type="pct"/>
          </w:tcPr>
          <w:p w14:paraId="25FD0C66" w14:textId="77777777" w:rsidR="004A323B" w:rsidRPr="00835F44" w:rsidRDefault="004A323B" w:rsidP="0052172B">
            <w:pPr>
              <w:pStyle w:val="TAC"/>
              <w:rPr>
                <w:lang w:eastAsia="en-US"/>
              </w:rPr>
            </w:pPr>
          </w:p>
        </w:tc>
        <w:tc>
          <w:tcPr>
            <w:tcW w:w="264" w:type="pct"/>
            <w:vAlign w:val="center"/>
          </w:tcPr>
          <w:p w14:paraId="77D17E4B" w14:textId="77777777" w:rsidR="004A323B" w:rsidRPr="00835F44" w:rsidRDefault="004A323B" w:rsidP="0052172B">
            <w:pPr>
              <w:pStyle w:val="TAC"/>
            </w:pPr>
            <w:r w:rsidRPr="00835F44">
              <w:rPr>
                <w:rFonts w:hint="eastAsia"/>
              </w:rPr>
              <w:t>Yes</w:t>
            </w:r>
          </w:p>
        </w:tc>
        <w:tc>
          <w:tcPr>
            <w:tcW w:w="264" w:type="pct"/>
            <w:vAlign w:val="center"/>
          </w:tcPr>
          <w:p w14:paraId="3AE6E9E6" w14:textId="77777777" w:rsidR="004A323B" w:rsidRPr="00835F44" w:rsidRDefault="004A323B" w:rsidP="0052172B">
            <w:pPr>
              <w:pStyle w:val="TAC"/>
            </w:pPr>
            <w:r w:rsidRPr="00835F44">
              <w:rPr>
                <w:rFonts w:hint="eastAsia"/>
              </w:rPr>
              <w:t>Yes</w:t>
            </w:r>
          </w:p>
        </w:tc>
        <w:tc>
          <w:tcPr>
            <w:tcW w:w="264" w:type="pct"/>
            <w:vAlign w:val="center"/>
          </w:tcPr>
          <w:p w14:paraId="47A7F0B3"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10C9DC32"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2B11237C" w14:textId="77777777" w:rsidR="004A323B" w:rsidRPr="00835F44" w:rsidRDefault="004A323B" w:rsidP="0052172B">
            <w:pPr>
              <w:pStyle w:val="TAC"/>
            </w:pPr>
            <w:r w:rsidRPr="00835F44">
              <w:t>Yes</w:t>
            </w:r>
          </w:p>
        </w:tc>
        <w:tc>
          <w:tcPr>
            <w:tcW w:w="265" w:type="pct"/>
            <w:vAlign w:val="center"/>
          </w:tcPr>
          <w:p w14:paraId="4B8B242A" w14:textId="77777777" w:rsidR="004A323B" w:rsidRPr="00835F44" w:rsidRDefault="004A323B" w:rsidP="0052172B">
            <w:pPr>
              <w:pStyle w:val="TAC"/>
              <w:rPr>
                <w:lang w:eastAsia="en-US"/>
              </w:rPr>
            </w:pPr>
            <w:r w:rsidRPr="00835F44">
              <w:rPr>
                <w:rFonts w:hint="eastAsia"/>
              </w:rPr>
              <w:t>Yes</w:t>
            </w:r>
          </w:p>
        </w:tc>
        <w:tc>
          <w:tcPr>
            <w:tcW w:w="470" w:type="pct"/>
            <w:vMerge/>
            <w:vAlign w:val="center"/>
          </w:tcPr>
          <w:p w14:paraId="4A84F798" w14:textId="77777777" w:rsidR="004A323B" w:rsidRPr="00835F44" w:rsidRDefault="004A323B" w:rsidP="0052172B">
            <w:pPr>
              <w:pStyle w:val="TAC"/>
            </w:pPr>
          </w:p>
        </w:tc>
      </w:tr>
      <w:tr w:rsidR="00495FE7" w:rsidRPr="00835F44" w14:paraId="24C43722" w14:textId="6A1B5457" w:rsidTr="000E530E">
        <w:trPr>
          <w:trHeight w:val="39"/>
          <w:jc w:val="center"/>
        </w:trPr>
        <w:tc>
          <w:tcPr>
            <w:tcW w:w="692" w:type="pct"/>
            <w:vMerge/>
            <w:vAlign w:val="center"/>
          </w:tcPr>
          <w:p w14:paraId="2C175F9F" w14:textId="77777777" w:rsidR="004A323B" w:rsidRPr="00835F44" w:rsidRDefault="004A323B" w:rsidP="0052172B">
            <w:pPr>
              <w:pStyle w:val="TAC"/>
            </w:pPr>
          </w:p>
        </w:tc>
        <w:tc>
          <w:tcPr>
            <w:tcW w:w="271" w:type="pct"/>
            <w:vMerge/>
            <w:shd w:val="clear" w:color="auto" w:fill="auto"/>
            <w:vAlign w:val="center"/>
          </w:tcPr>
          <w:p w14:paraId="17BC1C5F" w14:textId="77777777" w:rsidR="004A323B" w:rsidRPr="00835F44" w:rsidRDefault="004A323B" w:rsidP="0052172B">
            <w:pPr>
              <w:pStyle w:val="TAC"/>
            </w:pPr>
          </w:p>
        </w:tc>
        <w:tc>
          <w:tcPr>
            <w:tcW w:w="392" w:type="pct"/>
          </w:tcPr>
          <w:p w14:paraId="26993889" w14:textId="77777777" w:rsidR="004A323B" w:rsidRPr="00835F44" w:rsidRDefault="004A323B" w:rsidP="0052172B">
            <w:pPr>
              <w:pStyle w:val="TAC"/>
            </w:pPr>
            <w:r w:rsidRPr="00835F44">
              <w:rPr>
                <w:rFonts w:hint="eastAsia"/>
              </w:rPr>
              <w:t>60</w:t>
            </w:r>
          </w:p>
        </w:tc>
        <w:tc>
          <w:tcPr>
            <w:tcW w:w="264" w:type="pct"/>
          </w:tcPr>
          <w:p w14:paraId="5F1AB94F" w14:textId="77777777" w:rsidR="004A323B" w:rsidRPr="00835F44" w:rsidRDefault="004A323B" w:rsidP="0052172B">
            <w:pPr>
              <w:pStyle w:val="TAC"/>
            </w:pPr>
          </w:p>
        </w:tc>
        <w:tc>
          <w:tcPr>
            <w:tcW w:w="264" w:type="pct"/>
            <w:shd w:val="clear" w:color="auto" w:fill="auto"/>
            <w:vAlign w:val="center"/>
          </w:tcPr>
          <w:p w14:paraId="1F43E7DD" w14:textId="77777777" w:rsidR="004A323B" w:rsidRPr="00835F44" w:rsidRDefault="004A323B" w:rsidP="0052172B">
            <w:pPr>
              <w:pStyle w:val="TAC"/>
            </w:pPr>
            <w:r w:rsidRPr="00835F44">
              <w:rPr>
                <w:rFonts w:hint="eastAsia"/>
              </w:rPr>
              <w:t>Yes</w:t>
            </w:r>
          </w:p>
        </w:tc>
        <w:tc>
          <w:tcPr>
            <w:tcW w:w="264" w:type="pct"/>
            <w:vAlign w:val="center"/>
          </w:tcPr>
          <w:p w14:paraId="0B22CCCD" w14:textId="77777777" w:rsidR="004A323B" w:rsidRPr="00835F44" w:rsidRDefault="004A323B" w:rsidP="0052172B">
            <w:pPr>
              <w:pStyle w:val="TAC"/>
            </w:pPr>
            <w:r w:rsidRPr="00835F44">
              <w:rPr>
                <w:rFonts w:hint="eastAsia"/>
              </w:rPr>
              <w:t>Yes</w:t>
            </w:r>
          </w:p>
        </w:tc>
        <w:tc>
          <w:tcPr>
            <w:tcW w:w="264" w:type="pct"/>
            <w:vAlign w:val="center"/>
          </w:tcPr>
          <w:p w14:paraId="51177AD6" w14:textId="77777777" w:rsidR="004A323B" w:rsidRPr="00835F44" w:rsidRDefault="004A323B" w:rsidP="0052172B">
            <w:pPr>
              <w:pStyle w:val="TAC"/>
            </w:pPr>
            <w:r w:rsidRPr="00835F44">
              <w:rPr>
                <w:rFonts w:hint="eastAsia"/>
              </w:rPr>
              <w:t>Yes</w:t>
            </w:r>
          </w:p>
        </w:tc>
        <w:tc>
          <w:tcPr>
            <w:tcW w:w="264" w:type="pct"/>
          </w:tcPr>
          <w:p w14:paraId="0CD03D96" w14:textId="77777777" w:rsidR="004A323B" w:rsidRPr="00835F44" w:rsidRDefault="004A323B" w:rsidP="0052172B">
            <w:pPr>
              <w:pStyle w:val="TAC"/>
              <w:rPr>
                <w:lang w:eastAsia="en-US"/>
              </w:rPr>
            </w:pPr>
          </w:p>
        </w:tc>
        <w:tc>
          <w:tcPr>
            <w:tcW w:w="265" w:type="pct"/>
          </w:tcPr>
          <w:p w14:paraId="2BD74ECD" w14:textId="77777777" w:rsidR="004A323B" w:rsidRPr="00835F44" w:rsidRDefault="004A323B" w:rsidP="0052172B">
            <w:pPr>
              <w:pStyle w:val="TAC"/>
              <w:rPr>
                <w:lang w:eastAsia="en-US"/>
              </w:rPr>
            </w:pPr>
          </w:p>
        </w:tc>
        <w:tc>
          <w:tcPr>
            <w:tcW w:w="264" w:type="pct"/>
            <w:vAlign w:val="center"/>
          </w:tcPr>
          <w:p w14:paraId="7DF6E7DC" w14:textId="77777777" w:rsidR="004A323B" w:rsidRPr="00835F44" w:rsidRDefault="004A323B" w:rsidP="0052172B">
            <w:pPr>
              <w:pStyle w:val="TAC"/>
            </w:pPr>
            <w:r w:rsidRPr="00835F44">
              <w:rPr>
                <w:rFonts w:hint="eastAsia"/>
              </w:rPr>
              <w:t>Yes</w:t>
            </w:r>
          </w:p>
        </w:tc>
        <w:tc>
          <w:tcPr>
            <w:tcW w:w="264" w:type="pct"/>
            <w:vAlign w:val="center"/>
          </w:tcPr>
          <w:p w14:paraId="0429D784" w14:textId="77777777" w:rsidR="004A323B" w:rsidRPr="00835F44" w:rsidRDefault="004A323B" w:rsidP="0052172B">
            <w:pPr>
              <w:pStyle w:val="TAC"/>
            </w:pPr>
            <w:r w:rsidRPr="00835F44">
              <w:rPr>
                <w:rFonts w:hint="eastAsia"/>
              </w:rPr>
              <w:t>Yes</w:t>
            </w:r>
          </w:p>
        </w:tc>
        <w:tc>
          <w:tcPr>
            <w:tcW w:w="264" w:type="pct"/>
            <w:vAlign w:val="center"/>
          </w:tcPr>
          <w:p w14:paraId="543D8857"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57A463F2"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589B1BCC" w14:textId="77777777" w:rsidR="004A323B" w:rsidRPr="00835F44" w:rsidRDefault="004A323B" w:rsidP="0052172B">
            <w:pPr>
              <w:pStyle w:val="TAC"/>
            </w:pPr>
            <w:r w:rsidRPr="00835F44">
              <w:t>Yes</w:t>
            </w:r>
          </w:p>
        </w:tc>
        <w:tc>
          <w:tcPr>
            <w:tcW w:w="265" w:type="pct"/>
            <w:vAlign w:val="center"/>
          </w:tcPr>
          <w:p w14:paraId="518635A1" w14:textId="77777777" w:rsidR="004A323B" w:rsidRPr="00835F44" w:rsidRDefault="004A323B" w:rsidP="0052172B">
            <w:pPr>
              <w:pStyle w:val="TAC"/>
              <w:rPr>
                <w:lang w:eastAsia="en-US"/>
              </w:rPr>
            </w:pPr>
            <w:r w:rsidRPr="00835F44">
              <w:rPr>
                <w:rFonts w:hint="eastAsia"/>
              </w:rPr>
              <w:t>Yes</w:t>
            </w:r>
          </w:p>
        </w:tc>
        <w:tc>
          <w:tcPr>
            <w:tcW w:w="470" w:type="pct"/>
            <w:vMerge/>
            <w:vAlign w:val="center"/>
          </w:tcPr>
          <w:p w14:paraId="357F6A71" w14:textId="77777777" w:rsidR="004A323B" w:rsidRPr="00835F44" w:rsidRDefault="004A323B" w:rsidP="0052172B">
            <w:pPr>
              <w:pStyle w:val="TAC"/>
            </w:pPr>
          </w:p>
        </w:tc>
      </w:tr>
      <w:tr w:rsidR="00495FE7" w:rsidRPr="00835F44" w14:paraId="415FD30A" w14:textId="74234CE9" w:rsidTr="000E530E">
        <w:trPr>
          <w:trHeight w:val="39"/>
          <w:jc w:val="center"/>
        </w:trPr>
        <w:tc>
          <w:tcPr>
            <w:tcW w:w="692" w:type="pct"/>
            <w:vMerge/>
            <w:vAlign w:val="center"/>
          </w:tcPr>
          <w:p w14:paraId="1683DE6F" w14:textId="77777777" w:rsidR="004A323B" w:rsidRPr="00835F44" w:rsidRDefault="004A323B" w:rsidP="0052172B">
            <w:pPr>
              <w:pStyle w:val="TAC"/>
            </w:pPr>
          </w:p>
        </w:tc>
        <w:tc>
          <w:tcPr>
            <w:tcW w:w="271" w:type="pct"/>
            <w:shd w:val="clear" w:color="auto" w:fill="auto"/>
            <w:vAlign w:val="center"/>
          </w:tcPr>
          <w:p w14:paraId="5BF8FBF3" w14:textId="77777777" w:rsidR="004A323B" w:rsidRPr="00835F44" w:rsidRDefault="004A323B" w:rsidP="0052172B">
            <w:pPr>
              <w:pStyle w:val="TAC"/>
            </w:pPr>
            <w:r w:rsidRPr="00835F44">
              <w:t>n</w:t>
            </w:r>
            <w:r w:rsidRPr="00835F44">
              <w:rPr>
                <w:rFonts w:hint="eastAsia"/>
              </w:rPr>
              <w:t>8</w:t>
            </w:r>
            <w:r w:rsidRPr="00835F44">
              <w:t>1</w:t>
            </w:r>
          </w:p>
        </w:tc>
        <w:tc>
          <w:tcPr>
            <w:tcW w:w="392" w:type="pct"/>
          </w:tcPr>
          <w:p w14:paraId="79E678E2" w14:textId="77777777" w:rsidR="004A323B" w:rsidRPr="00835F44" w:rsidRDefault="004A323B" w:rsidP="0052172B">
            <w:pPr>
              <w:pStyle w:val="TAC"/>
            </w:pPr>
            <w:r w:rsidRPr="00835F44">
              <w:rPr>
                <w:rFonts w:hint="eastAsia"/>
              </w:rPr>
              <w:t>15</w:t>
            </w:r>
          </w:p>
        </w:tc>
        <w:tc>
          <w:tcPr>
            <w:tcW w:w="264" w:type="pct"/>
          </w:tcPr>
          <w:p w14:paraId="19B86D9D" w14:textId="77777777" w:rsidR="004A323B" w:rsidRPr="00835F44" w:rsidRDefault="004A323B" w:rsidP="0052172B">
            <w:pPr>
              <w:pStyle w:val="TAC"/>
            </w:pPr>
            <w:r w:rsidRPr="00835F44">
              <w:rPr>
                <w:rFonts w:hint="eastAsia"/>
              </w:rPr>
              <w:t>Yes</w:t>
            </w:r>
          </w:p>
        </w:tc>
        <w:tc>
          <w:tcPr>
            <w:tcW w:w="264" w:type="pct"/>
            <w:shd w:val="clear" w:color="auto" w:fill="auto"/>
            <w:vAlign w:val="center"/>
          </w:tcPr>
          <w:p w14:paraId="5351EF15" w14:textId="77777777" w:rsidR="004A323B" w:rsidRPr="00835F44" w:rsidRDefault="004A323B" w:rsidP="0052172B">
            <w:pPr>
              <w:pStyle w:val="TAC"/>
            </w:pPr>
            <w:r w:rsidRPr="00835F44">
              <w:rPr>
                <w:rFonts w:hint="eastAsia"/>
              </w:rPr>
              <w:t>Yes</w:t>
            </w:r>
          </w:p>
        </w:tc>
        <w:tc>
          <w:tcPr>
            <w:tcW w:w="264" w:type="pct"/>
            <w:vAlign w:val="center"/>
          </w:tcPr>
          <w:p w14:paraId="094DEAAC" w14:textId="77777777" w:rsidR="004A323B" w:rsidRPr="00835F44" w:rsidRDefault="004A323B" w:rsidP="0052172B">
            <w:pPr>
              <w:pStyle w:val="TAC"/>
            </w:pPr>
            <w:r w:rsidRPr="00835F44">
              <w:rPr>
                <w:rFonts w:hint="eastAsia"/>
              </w:rPr>
              <w:t>Yes</w:t>
            </w:r>
          </w:p>
        </w:tc>
        <w:tc>
          <w:tcPr>
            <w:tcW w:w="264" w:type="pct"/>
            <w:vAlign w:val="center"/>
          </w:tcPr>
          <w:p w14:paraId="0D308D7F" w14:textId="77777777" w:rsidR="004A323B" w:rsidRPr="00835F44" w:rsidRDefault="004A323B" w:rsidP="0052172B">
            <w:pPr>
              <w:pStyle w:val="TAC"/>
            </w:pPr>
            <w:r w:rsidRPr="00835F44">
              <w:rPr>
                <w:rFonts w:hint="eastAsia"/>
              </w:rPr>
              <w:t>Yes</w:t>
            </w:r>
          </w:p>
        </w:tc>
        <w:tc>
          <w:tcPr>
            <w:tcW w:w="264" w:type="pct"/>
          </w:tcPr>
          <w:p w14:paraId="1AB0FFC8" w14:textId="77777777" w:rsidR="004A323B" w:rsidRPr="00835F44" w:rsidRDefault="004A323B" w:rsidP="0052172B">
            <w:pPr>
              <w:pStyle w:val="TAC"/>
              <w:rPr>
                <w:lang w:eastAsia="en-US"/>
              </w:rPr>
            </w:pPr>
          </w:p>
        </w:tc>
        <w:tc>
          <w:tcPr>
            <w:tcW w:w="265" w:type="pct"/>
          </w:tcPr>
          <w:p w14:paraId="13514971" w14:textId="77777777" w:rsidR="004A323B" w:rsidRPr="00835F44" w:rsidRDefault="004A323B" w:rsidP="0052172B">
            <w:pPr>
              <w:pStyle w:val="TAC"/>
              <w:rPr>
                <w:lang w:eastAsia="en-US"/>
              </w:rPr>
            </w:pPr>
          </w:p>
        </w:tc>
        <w:tc>
          <w:tcPr>
            <w:tcW w:w="264" w:type="pct"/>
            <w:vAlign w:val="center"/>
          </w:tcPr>
          <w:p w14:paraId="307B26DA" w14:textId="77777777" w:rsidR="004A323B" w:rsidRPr="00835F44" w:rsidRDefault="004A323B" w:rsidP="0052172B">
            <w:pPr>
              <w:pStyle w:val="TAC"/>
            </w:pPr>
          </w:p>
        </w:tc>
        <w:tc>
          <w:tcPr>
            <w:tcW w:w="264" w:type="pct"/>
            <w:vAlign w:val="center"/>
          </w:tcPr>
          <w:p w14:paraId="7F8E58E0" w14:textId="77777777" w:rsidR="004A323B" w:rsidRPr="00835F44" w:rsidRDefault="004A323B" w:rsidP="0052172B">
            <w:pPr>
              <w:pStyle w:val="TAC"/>
            </w:pPr>
          </w:p>
        </w:tc>
        <w:tc>
          <w:tcPr>
            <w:tcW w:w="264" w:type="pct"/>
          </w:tcPr>
          <w:p w14:paraId="12F487DB" w14:textId="77777777" w:rsidR="004A323B" w:rsidRPr="00835F44" w:rsidRDefault="004A323B" w:rsidP="0052172B">
            <w:pPr>
              <w:pStyle w:val="TAC"/>
              <w:rPr>
                <w:lang w:eastAsia="zh-CN"/>
              </w:rPr>
            </w:pPr>
          </w:p>
        </w:tc>
        <w:tc>
          <w:tcPr>
            <w:tcW w:w="264" w:type="pct"/>
          </w:tcPr>
          <w:p w14:paraId="4A0CA769" w14:textId="77777777" w:rsidR="004A323B" w:rsidRPr="00835F44" w:rsidRDefault="004A323B" w:rsidP="0052172B">
            <w:pPr>
              <w:pStyle w:val="TAC"/>
              <w:rPr>
                <w:lang w:eastAsia="zh-CN"/>
              </w:rPr>
            </w:pPr>
          </w:p>
        </w:tc>
        <w:tc>
          <w:tcPr>
            <w:tcW w:w="264" w:type="pct"/>
          </w:tcPr>
          <w:p w14:paraId="627F5297" w14:textId="77777777" w:rsidR="004A323B" w:rsidRPr="00835F44" w:rsidRDefault="004A323B" w:rsidP="0052172B">
            <w:pPr>
              <w:pStyle w:val="TAC"/>
              <w:rPr>
                <w:lang w:eastAsia="zh-CN"/>
              </w:rPr>
            </w:pPr>
          </w:p>
        </w:tc>
        <w:tc>
          <w:tcPr>
            <w:tcW w:w="265" w:type="pct"/>
            <w:vAlign w:val="center"/>
          </w:tcPr>
          <w:p w14:paraId="499056D4" w14:textId="77777777" w:rsidR="004A323B" w:rsidRPr="00835F44" w:rsidRDefault="004A323B" w:rsidP="0052172B">
            <w:pPr>
              <w:pStyle w:val="TAC"/>
              <w:rPr>
                <w:lang w:eastAsia="zh-CN"/>
              </w:rPr>
            </w:pPr>
          </w:p>
        </w:tc>
        <w:tc>
          <w:tcPr>
            <w:tcW w:w="470" w:type="pct"/>
            <w:vMerge/>
            <w:vAlign w:val="center"/>
          </w:tcPr>
          <w:p w14:paraId="094A7B03" w14:textId="77777777" w:rsidR="004A323B" w:rsidRPr="00835F44" w:rsidRDefault="004A323B" w:rsidP="0052172B">
            <w:pPr>
              <w:pStyle w:val="TAC"/>
              <w:rPr>
                <w:lang w:eastAsia="en-US"/>
              </w:rPr>
            </w:pPr>
          </w:p>
        </w:tc>
      </w:tr>
      <w:tr w:rsidR="00495FE7" w:rsidRPr="00835F44" w14:paraId="09928200" w14:textId="095DD904" w:rsidTr="000E530E">
        <w:trPr>
          <w:trHeight w:val="39"/>
          <w:jc w:val="center"/>
        </w:trPr>
        <w:tc>
          <w:tcPr>
            <w:tcW w:w="692" w:type="pct"/>
            <w:vMerge w:val="restart"/>
            <w:vAlign w:val="center"/>
          </w:tcPr>
          <w:p w14:paraId="1430002D" w14:textId="77777777" w:rsidR="004A323B" w:rsidRPr="00835F44" w:rsidRDefault="004A323B" w:rsidP="0052172B">
            <w:pPr>
              <w:pStyle w:val="TAC"/>
              <w:rPr>
                <w:lang w:eastAsia="zh-CN"/>
              </w:rPr>
            </w:pPr>
            <w:r w:rsidRPr="00835F44">
              <w:rPr>
                <w:rFonts w:hint="eastAsia"/>
              </w:rPr>
              <w:t>SUL</w:t>
            </w:r>
            <w:r w:rsidRPr="00835F44">
              <w:rPr>
                <w:lang w:eastAsia="zh-CN"/>
              </w:rPr>
              <w:t>_</w:t>
            </w:r>
            <w:r w:rsidRPr="00835F44">
              <w:rPr>
                <w:rFonts w:hint="eastAsia"/>
              </w:rPr>
              <w:t>n78A</w:t>
            </w:r>
            <w:r w:rsidRPr="00835F44">
              <w:rPr>
                <w:lang w:eastAsia="zh-CN"/>
              </w:rPr>
              <w:t>-</w:t>
            </w:r>
            <w:r w:rsidRPr="00835F44">
              <w:rPr>
                <w:rFonts w:hint="eastAsia"/>
              </w:rPr>
              <w:t>n8</w:t>
            </w:r>
            <w:r w:rsidRPr="00835F44">
              <w:rPr>
                <w:rFonts w:hint="eastAsia"/>
                <w:lang w:eastAsia="zh-CN"/>
              </w:rPr>
              <w:t>2</w:t>
            </w:r>
            <w:r w:rsidRPr="00835F44">
              <w:rPr>
                <w:lang w:eastAsia="zh-CN"/>
              </w:rPr>
              <w:t>A</w:t>
            </w:r>
          </w:p>
        </w:tc>
        <w:tc>
          <w:tcPr>
            <w:tcW w:w="271" w:type="pct"/>
            <w:vMerge w:val="restart"/>
            <w:shd w:val="clear" w:color="auto" w:fill="auto"/>
            <w:vAlign w:val="center"/>
          </w:tcPr>
          <w:p w14:paraId="10837426" w14:textId="77777777" w:rsidR="004A323B" w:rsidRPr="00835F44" w:rsidRDefault="004A323B" w:rsidP="0052172B">
            <w:pPr>
              <w:pStyle w:val="TAC"/>
            </w:pPr>
            <w:r w:rsidRPr="00835F44">
              <w:t>n</w:t>
            </w:r>
            <w:r w:rsidRPr="00835F44">
              <w:rPr>
                <w:rFonts w:hint="eastAsia"/>
              </w:rPr>
              <w:t>7</w:t>
            </w:r>
            <w:r w:rsidRPr="00835F44">
              <w:t>8</w:t>
            </w:r>
          </w:p>
        </w:tc>
        <w:tc>
          <w:tcPr>
            <w:tcW w:w="392" w:type="pct"/>
          </w:tcPr>
          <w:p w14:paraId="1E0B9951" w14:textId="77777777" w:rsidR="004A323B" w:rsidRPr="00835F44" w:rsidRDefault="004A323B" w:rsidP="0052172B">
            <w:pPr>
              <w:pStyle w:val="TAC"/>
            </w:pPr>
            <w:r w:rsidRPr="00835F44">
              <w:rPr>
                <w:rFonts w:hint="eastAsia"/>
              </w:rPr>
              <w:t>15</w:t>
            </w:r>
          </w:p>
        </w:tc>
        <w:tc>
          <w:tcPr>
            <w:tcW w:w="264" w:type="pct"/>
          </w:tcPr>
          <w:p w14:paraId="3E058527" w14:textId="77777777" w:rsidR="004A323B" w:rsidRPr="00835F44" w:rsidRDefault="004A323B" w:rsidP="0052172B">
            <w:pPr>
              <w:pStyle w:val="TAC"/>
            </w:pPr>
          </w:p>
        </w:tc>
        <w:tc>
          <w:tcPr>
            <w:tcW w:w="264" w:type="pct"/>
            <w:shd w:val="clear" w:color="auto" w:fill="auto"/>
            <w:vAlign w:val="center"/>
          </w:tcPr>
          <w:p w14:paraId="74D20301" w14:textId="77777777" w:rsidR="004A323B" w:rsidRPr="00835F44" w:rsidRDefault="004A323B" w:rsidP="0052172B">
            <w:pPr>
              <w:pStyle w:val="TAC"/>
            </w:pPr>
            <w:r w:rsidRPr="00835F44">
              <w:rPr>
                <w:rFonts w:hint="eastAsia"/>
              </w:rPr>
              <w:t>Yes</w:t>
            </w:r>
          </w:p>
        </w:tc>
        <w:tc>
          <w:tcPr>
            <w:tcW w:w="264" w:type="pct"/>
            <w:vAlign w:val="center"/>
          </w:tcPr>
          <w:p w14:paraId="37CA3566" w14:textId="77777777" w:rsidR="004A323B" w:rsidRPr="00835F44" w:rsidRDefault="004A323B" w:rsidP="0052172B">
            <w:pPr>
              <w:pStyle w:val="TAC"/>
            </w:pPr>
            <w:r w:rsidRPr="00835F44">
              <w:rPr>
                <w:rFonts w:hint="eastAsia"/>
              </w:rPr>
              <w:t>Yes</w:t>
            </w:r>
          </w:p>
        </w:tc>
        <w:tc>
          <w:tcPr>
            <w:tcW w:w="264" w:type="pct"/>
            <w:vAlign w:val="center"/>
          </w:tcPr>
          <w:p w14:paraId="636F6398" w14:textId="77777777" w:rsidR="004A323B" w:rsidRPr="00835F44" w:rsidRDefault="004A323B" w:rsidP="0052172B">
            <w:pPr>
              <w:pStyle w:val="TAC"/>
            </w:pPr>
            <w:r w:rsidRPr="00835F44">
              <w:rPr>
                <w:rFonts w:hint="eastAsia"/>
              </w:rPr>
              <w:t>Yes</w:t>
            </w:r>
          </w:p>
        </w:tc>
        <w:tc>
          <w:tcPr>
            <w:tcW w:w="264" w:type="pct"/>
          </w:tcPr>
          <w:p w14:paraId="434C9A61" w14:textId="77777777" w:rsidR="004A323B" w:rsidRPr="00835F44" w:rsidRDefault="004A323B" w:rsidP="0052172B">
            <w:pPr>
              <w:pStyle w:val="TAC"/>
              <w:rPr>
                <w:lang w:eastAsia="en-US"/>
              </w:rPr>
            </w:pPr>
          </w:p>
        </w:tc>
        <w:tc>
          <w:tcPr>
            <w:tcW w:w="265" w:type="pct"/>
          </w:tcPr>
          <w:p w14:paraId="6CCB651C" w14:textId="77777777" w:rsidR="004A323B" w:rsidRPr="00835F44" w:rsidRDefault="004A323B" w:rsidP="0052172B">
            <w:pPr>
              <w:pStyle w:val="TAC"/>
              <w:rPr>
                <w:lang w:eastAsia="en-US"/>
              </w:rPr>
            </w:pPr>
          </w:p>
        </w:tc>
        <w:tc>
          <w:tcPr>
            <w:tcW w:w="264" w:type="pct"/>
            <w:vAlign w:val="center"/>
          </w:tcPr>
          <w:p w14:paraId="51F2D643"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6C12A22D" w14:textId="77777777" w:rsidR="004A323B" w:rsidRPr="00835F44" w:rsidRDefault="004A323B" w:rsidP="0052172B">
            <w:pPr>
              <w:pStyle w:val="TAC"/>
              <w:rPr>
                <w:lang w:eastAsia="zh-CN"/>
              </w:rPr>
            </w:pPr>
            <w:r w:rsidRPr="00835F44">
              <w:rPr>
                <w:rFonts w:hint="eastAsia"/>
              </w:rPr>
              <w:t>Yes</w:t>
            </w:r>
          </w:p>
        </w:tc>
        <w:tc>
          <w:tcPr>
            <w:tcW w:w="264" w:type="pct"/>
          </w:tcPr>
          <w:p w14:paraId="21E49063" w14:textId="77777777" w:rsidR="004A323B" w:rsidRPr="00835F44" w:rsidRDefault="004A323B" w:rsidP="0052172B">
            <w:pPr>
              <w:pStyle w:val="TAC"/>
              <w:rPr>
                <w:lang w:eastAsia="zh-CN"/>
              </w:rPr>
            </w:pPr>
          </w:p>
        </w:tc>
        <w:tc>
          <w:tcPr>
            <w:tcW w:w="264" w:type="pct"/>
          </w:tcPr>
          <w:p w14:paraId="5883D924" w14:textId="77777777" w:rsidR="004A323B" w:rsidRPr="00835F44" w:rsidRDefault="004A323B" w:rsidP="0052172B">
            <w:pPr>
              <w:pStyle w:val="TAC"/>
              <w:rPr>
                <w:lang w:eastAsia="zh-CN"/>
              </w:rPr>
            </w:pPr>
          </w:p>
        </w:tc>
        <w:tc>
          <w:tcPr>
            <w:tcW w:w="264" w:type="pct"/>
          </w:tcPr>
          <w:p w14:paraId="552E163D" w14:textId="77777777" w:rsidR="004A323B" w:rsidRPr="00835F44" w:rsidRDefault="004A323B" w:rsidP="0052172B">
            <w:pPr>
              <w:pStyle w:val="TAC"/>
              <w:rPr>
                <w:lang w:eastAsia="zh-CN"/>
              </w:rPr>
            </w:pPr>
          </w:p>
        </w:tc>
        <w:tc>
          <w:tcPr>
            <w:tcW w:w="265" w:type="pct"/>
            <w:vAlign w:val="center"/>
          </w:tcPr>
          <w:p w14:paraId="64180C08" w14:textId="77777777" w:rsidR="004A323B" w:rsidRPr="00835F44" w:rsidRDefault="004A323B" w:rsidP="0052172B">
            <w:pPr>
              <w:pStyle w:val="TAC"/>
              <w:rPr>
                <w:lang w:eastAsia="zh-CN"/>
              </w:rPr>
            </w:pPr>
          </w:p>
        </w:tc>
        <w:tc>
          <w:tcPr>
            <w:tcW w:w="470" w:type="pct"/>
            <w:vMerge w:val="restart"/>
            <w:vAlign w:val="center"/>
          </w:tcPr>
          <w:p w14:paraId="705B2765" w14:textId="66D72DEA" w:rsidR="004A323B" w:rsidRPr="00835F44" w:rsidRDefault="004A323B" w:rsidP="0052172B">
            <w:pPr>
              <w:pStyle w:val="TAC"/>
              <w:rPr>
                <w:lang w:eastAsia="en-US"/>
              </w:rPr>
            </w:pPr>
            <w:r w:rsidRPr="00835F44">
              <w:rPr>
                <w:lang w:eastAsia="en-US"/>
              </w:rPr>
              <w:t>0</w:t>
            </w:r>
          </w:p>
        </w:tc>
      </w:tr>
      <w:tr w:rsidR="00495FE7" w:rsidRPr="00835F44" w14:paraId="235F2AE8" w14:textId="74034FB0" w:rsidTr="000E530E">
        <w:trPr>
          <w:trHeight w:val="39"/>
          <w:jc w:val="center"/>
        </w:trPr>
        <w:tc>
          <w:tcPr>
            <w:tcW w:w="692" w:type="pct"/>
            <w:vMerge/>
            <w:vAlign w:val="center"/>
          </w:tcPr>
          <w:p w14:paraId="5491ED7A" w14:textId="77777777" w:rsidR="004A323B" w:rsidRPr="00835F44" w:rsidRDefault="004A323B" w:rsidP="0052172B">
            <w:pPr>
              <w:pStyle w:val="TAC"/>
              <w:rPr>
                <w:lang w:eastAsia="zh-CN"/>
              </w:rPr>
            </w:pPr>
          </w:p>
        </w:tc>
        <w:tc>
          <w:tcPr>
            <w:tcW w:w="271" w:type="pct"/>
            <w:vMerge/>
            <w:shd w:val="clear" w:color="auto" w:fill="auto"/>
            <w:vAlign w:val="center"/>
          </w:tcPr>
          <w:p w14:paraId="7D5032FD" w14:textId="77777777" w:rsidR="004A323B" w:rsidRPr="00835F44" w:rsidRDefault="004A323B" w:rsidP="0052172B">
            <w:pPr>
              <w:pStyle w:val="TAC"/>
            </w:pPr>
          </w:p>
        </w:tc>
        <w:tc>
          <w:tcPr>
            <w:tcW w:w="392" w:type="pct"/>
          </w:tcPr>
          <w:p w14:paraId="08C113AB" w14:textId="77777777" w:rsidR="004A323B" w:rsidRPr="00835F44" w:rsidRDefault="004A323B" w:rsidP="0052172B">
            <w:pPr>
              <w:pStyle w:val="TAC"/>
            </w:pPr>
            <w:r w:rsidRPr="00835F44">
              <w:rPr>
                <w:rFonts w:hint="eastAsia"/>
              </w:rPr>
              <w:t>30</w:t>
            </w:r>
          </w:p>
        </w:tc>
        <w:tc>
          <w:tcPr>
            <w:tcW w:w="264" w:type="pct"/>
          </w:tcPr>
          <w:p w14:paraId="721C2F0E" w14:textId="77777777" w:rsidR="004A323B" w:rsidRPr="00835F44" w:rsidRDefault="004A323B" w:rsidP="0052172B">
            <w:pPr>
              <w:pStyle w:val="TAC"/>
            </w:pPr>
          </w:p>
        </w:tc>
        <w:tc>
          <w:tcPr>
            <w:tcW w:w="264" w:type="pct"/>
            <w:shd w:val="clear" w:color="auto" w:fill="auto"/>
            <w:vAlign w:val="center"/>
          </w:tcPr>
          <w:p w14:paraId="3E46252C" w14:textId="77777777" w:rsidR="004A323B" w:rsidRPr="00835F44" w:rsidRDefault="004A323B" w:rsidP="0052172B">
            <w:pPr>
              <w:pStyle w:val="TAC"/>
            </w:pPr>
            <w:r w:rsidRPr="00835F44">
              <w:rPr>
                <w:rFonts w:hint="eastAsia"/>
              </w:rPr>
              <w:t>Yes</w:t>
            </w:r>
          </w:p>
        </w:tc>
        <w:tc>
          <w:tcPr>
            <w:tcW w:w="264" w:type="pct"/>
            <w:vAlign w:val="center"/>
          </w:tcPr>
          <w:p w14:paraId="240CD0D8" w14:textId="77777777" w:rsidR="004A323B" w:rsidRPr="00835F44" w:rsidRDefault="004A323B" w:rsidP="0052172B">
            <w:pPr>
              <w:pStyle w:val="TAC"/>
            </w:pPr>
            <w:r w:rsidRPr="00835F44">
              <w:rPr>
                <w:rFonts w:hint="eastAsia"/>
              </w:rPr>
              <w:t>Yes</w:t>
            </w:r>
          </w:p>
        </w:tc>
        <w:tc>
          <w:tcPr>
            <w:tcW w:w="264" w:type="pct"/>
            <w:vAlign w:val="center"/>
          </w:tcPr>
          <w:p w14:paraId="1AB4A95D" w14:textId="77777777" w:rsidR="004A323B" w:rsidRPr="00835F44" w:rsidRDefault="004A323B" w:rsidP="0052172B">
            <w:pPr>
              <w:pStyle w:val="TAC"/>
            </w:pPr>
            <w:r w:rsidRPr="00835F44">
              <w:rPr>
                <w:rFonts w:hint="eastAsia"/>
              </w:rPr>
              <w:t>Yes</w:t>
            </w:r>
          </w:p>
        </w:tc>
        <w:tc>
          <w:tcPr>
            <w:tcW w:w="264" w:type="pct"/>
          </w:tcPr>
          <w:p w14:paraId="1FD225C9" w14:textId="77777777" w:rsidR="004A323B" w:rsidRPr="00835F44" w:rsidRDefault="004A323B" w:rsidP="0052172B">
            <w:pPr>
              <w:pStyle w:val="TAC"/>
              <w:rPr>
                <w:lang w:eastAsia="en-US"/>
              </w:rPr>
            </w:pPr>
          </w:p>
        </w:tc>
        <w:tc>
          <w:tcPr>
            <w:tcW w:w="265" w:type="pct"/>
          </w:tcPr>
          <w:p w14:paraId="5C00510E" w14:textId="77777777" w:rsidR="004A323B" w:rsidRPr="00835F44" w:rsidRDefault="004A323B" w:rsidP="0052172B">
            <w:pPr>
              <w:pStyle w:val="TAC"/>
              <w:rPr>
                <w:lang w:eastAsia="en-US"/>
              </w:rPr>
            </w:pPr>
          </w:p>
        </w:tc>
        <w:tc>
          <w:tcPr>
            <w:tcW w:w="264" w:type="pct"/>
            <w:vAlign w:val="center"/>
          </w:tcPr>
          <w:p w14:paraId="13327967"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12682CCD"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418B79C8"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1ECBC82C"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0ACB03A6" w14:textId="77777777" w:rsidR="004A323B" w:rsidRPr="00835F44" w:rsidRDefault="004A323B" w:rsidP="0052172B">
            <w:pPr>
              <w:pStyle w:val="TAC"/>
            </w:pPr>
            <w:r w:rsidRPr="00835F44">
              <w:t>Yes</w:t>
            </w:r>
          </w:p>
        </w:tc>
        <w:tc>
          <w:tcPr>
            <w:tcW w:w="265" w:type="pct"/>
            <w:vAlign w:val="center"/>
          </w:tcPr>
          <w:p w14:paraId="2957AB9B" w14:textId="77777777" w:rsidR="004A323B" w:rsidRPr="00835F44" w:rsidRDefault="004A323B" w:rsidP="0052172B">
            <w:pPr>
              <w:pStyle w:val="TAC"/>
              <w:rPr>
                <w:lang w:eastAsia="zh-CN"/>
              </w:rPr>
            </w:pPr>
            <w:r w:rsidRPr="00835F44">
              <w:rPr>
                <w:rFonts w:hint="eastAsia"/>
              </w:rPr>
              <w:t>Yes</w:t>
            </w:r>
          </w:p>
        </w:tc>
        <w:tc>
          <w:tcPr>
            <w:tcW w:w="470" w:type="pct"/>
            <w:vMerge/>
            <w:vAlign w:val="center"/>
          </w:tcPr>
          <w:p w14:paraId="3E1518D6" w14:textId="77777777" w:rsidR="004A323B" w:rsidRPr="00835F44" w:rsidRDefault="004A323B" w:rsidP="0052172B">
            <w:pPr>
              <w:pStyle w:val="TAC"/>
            </w:pPr>
          </w:p>
        </w:tc>
      </w:tr>
      <w:tr w:rsidR="00495FE7" w:rsidRPr="00835F44" w14:paraId="715D620C" w14:textId="4A6693FF" w:rsidTr="000E530E">
        <w:trPr>
          <w:trHeight w:val="39"/>
          <w:jc w:val="center"/>
        </w:trPr>
        <w:tc>
          <w:tcPr>
            <w:tcW w:w="692" w:type="pct"/>
            <w:vMerge/>
            <w:vAlign w:val="center"/>
          </w:tcPr>
          <w:p w14:paraId="14FDD8B5" w14:textId="77777777" w:rsidR="004A323B" w:rsidRPr="00835F44" w:rsidRDefault="004A323B" w:rsidP="0052172B">
            <w:pPr>
              <w:pStyle w:val="TAC"/>
              <w:rPr>
                <w:lang w:eastAsia="zh-CN"/>
              </w:rPr>
            </w:pPr>
          </w:p>
        </w:tc>
        <w:tc>
          <w:tcPr>
            <w:tcW w:w="271" w:type="pct"/>
            <w:vMerge/>
            <w:shd w:val="clear" w:color="auto" w:fill="auto"/>
            <w:vAlign w:val="center"/>
          </w:tcPr>
          <w:p w14:paraId="696F43BC" w14:textId="77777777" w:rsidR="004A323B" w:rsidRPr="00835F44" w:rsidRDefault="004A323B" w:rsidP="0052172B">
            <w:pPr>
              <w:pStyle w:val="TAC"/>
            </w:pPr>
          </w:p>
        </w:tc>
        <w:tc>
          <w:tcPr>
            <w:tcW w:w="392" w:type="pct"/>
          </w:tcPr>
          <w:p w14:paraId="6C867509" w14:textId="77777777" w:rsidR="004A323B" w:rsidRPr="00835F44" w:rsidRDefault="004A323B" w:rsidP="0052172B">
            <w:pPr>
              <w:pStyle w:val="TAC"/>
            </w:pPr>
            <w:r w:rsidRPr="00835F44">
              <w:rPr>
                <w:rFonts w:hint="eastAsia"/>
              </w:rPr>
              <w:t>60</w:t>
            </w:r>
          </w:p>
        </w:tc>
        <w:tc>
          <w:tcPr>
            <w:tcW w:w="264" w:type="pct"/>
          </w:tcPr>
          <w:p w14:paraId="7D44D021" w14:textId="77777777" w:rsidR="004A323B" w:rsidRPr="00835F44" w:rsidRDefault="004A323B" w:rsidP="0052172B">
            <w:pPr>
              <w:pStyle w:val="TAC"/>
            </w:pPr>
          </w:p>
        </w:tc>
        <w:tc>
          <w:tcPr>
            <w:tcW w:w="264" w:type="pct"/>
            <w:shd w:val="clear" w:color="auto" w:fill="auto"/>
            <w:vAlign w:val="center"/>
          </w:tcPr>
          <w:p w14:paraId="53F1778D" w14:textId="77777777" w:rsidR="004A323B" w:rsidRPr="00835F44" w:rsidRDefault="004A323B" w:rsidP="0052172B">
            <w:pPr>
              <w:pStyle w:val="TAC"/>
            </w:pPr>
            <w:r w:rsidRPr="00835F44">
              <w:rPr>
                <w:rFonts w:hint="eastAsia"/>
              </w:rPr>
              <w:t>Yes</w:t>
            </w:r>
          </w:p>
        </w:tc>
        <w:tc>
          <w:tcPr>
            <w:tcW w:w="264" w:type="pct"/>
            <w:vAlign w:val="center"/>
          </w:tcPr>
          <w:p w14:paraId="718435E9" w14:textId="77777777" w:rsidR="004A323B" w:rsidRPr="00835F44" w:rsidRDefault="004A323B" w:rsidP="0052172B">
            <w:pPr>
              <w:pStyle w:val="TAC"/>
            </w:pPr>
            <w:r w:rsidRPr="00835F44">
              <w:rPr>
                <w:rFonts w:hint="eastAsia"/>
              </w:rPr>
              <w:t>Yes</w:t>
            </w:r>
          </w:p>
        </w:tc>
        <w:tc>
          <w:tcPr>
            <w:tcW w:w="264" w:type="pct"/>
            <w:vAlign w:val="center"/>
          </w:tcPr>
          <w:p w14:paraId="781515BD" w14:textId="77777777" w:rsidR="004A323B" w:rsidRPr="00835F44" w:rsidRDefault="004A323B" w:rsidP="0052172B">
            <w:pPr>
              <w:pStyle w:val="TAC"/>
            </w:pPr>
            <w:r w:rsidRPr="00835F44">
              <w:rPr>
                <w:rFonts w:hint="eastAsia"/>
              </w:rPr>
              <w:t>Yes</w:t>
            </w:r>
          </w:p>
        </w:tc>
        <w:tc>
          <w:tcPr>
            <w:tcW w:w="264" w:type="pct"/>
          </w:tcPr>
          <w:p w14:paraId="5BEFFBA7" w14:textId="77777777" w:rsidR="004A323B" w:rsidRPr="00835F44" w:rsidRDefault="004A323B" w:rsidP="0052172B">
            <w:pPr>
              <w:pStyle w:val="TAC"/>
              <w:rPr>
                <w:lang w:eastAsia="en-US"/>
              </w:rPr>
            </w:pPr>
          </w:p>
        </w:tc>
        <w:tc>
          <w:tcPr>
            <w:tcW w:w="265" w:type="pct"/>
          </w:tcPr>
          <w:p w14:paraId="20962996" w14:textId="77777777" w:rsidR="004A323B" w:rsidRPr="00835F44" w:rsidRDefault="004A323B" w:rsidP="0052172B">
            <w:pPr>
              <w:pStyle w:val="TAC"/>
              <w:rPr>
                <w:lang w:eastAsia="en-US"/>
              </w:rPr>
            </w:pPr>
          </w:p>
        </w:tc>
        <w:tc>
          <w:tcPr>
            <w:tcW w:w="264" w:type="pct"/>
            <w:vAlign w:val="center"/>
          </w:tcPr>
          <w:p w14:paraId="3BC612E5"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38CFA5E5"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111C1FB5"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7EF90A3D"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330ABBCC" w14:textId="77777777" w:rsidR="004A323B" w:rsidRPr="00835F44" w:rsidRDefault="004A323B" w:rsidP="0052172B">
            <w:pPr>
              <w:pStyle w:val="TAC"/>
            </w:pPr>
            <w:r w:rsidRPr="00835F44">
              <w:t>Yes</w:t>
            </w:r>
          </w:p>
        </w:tc>
        <w:tc>
          <w:tcPr>
            <w:tcW w:w="265" w:type="pct"/>
            <w:vAlign w:val="center"/>
          </w:tcPr>
          <w:p w14:paraId="3DD361D8" w14:textId="77777777" w:rsidR="004A323B" w:rsidRPr="00835F44" w:rsidRDefault="004A323B" w:rsidP="0052172B">
            <w:pPr>
              <w:pStyle w:val="TAC"/>
              <w:rPr>
                <w:lang w:eastAsia="zh-CN"/>
              </w:rPr>
            </w:pPr>
            <w:r w:rsidRPr="00835F44">
              <w:rPr>
                <w:rFonts w:hint="eastAsia"/>
              </w:rPr>
              <w:t>Yes</w:t>
            </w:r>
          </w:p>
        </w:tc>
        <w:tc>
          <w:tcPr>
            <w:tcW w:w="470" w:type="pct"/>
            <w:vMerge/>
            <w:vAlign w:val="center"/>
          </w:tcPr>
          <w:p w14:paraId="5C4877B3" w14:textId="77777777" w:rsidR="004A323B" w:rsidRPr="00835F44" w:rsidRDefault="004A323B" w:rsidP="0052172B">
            <w:pPr>
              <w:pStyle w:val="TAC"/>
            </w:pPr>
          </w:p>
        </w:tc>
      </w:tr>
      <w:tr w:rsidR="00495FE7" w:rsidRPr="00835F44" w14:paraId="5D4384B6" w14:textId="6324F49A" w:rsidTr="000E530E">
        <w:trPr>
          <w:trHeight w:val="39"/>
          <w:jc w:val="center"/>
        </w:trPr>
        <w:tc>
          <w:tcPr>
            <w:tcW w:w="692" w:type="pct"/>
            <w:vMerge/>
            <w:vAlign w:val="center"/>
          </w:tcPr>
          <w:p w14:paraId="26876A9C" w14:textId="77777777" w:rsidR="004A323B" w:rsidRPr="00835F44" w:rsidRDefault="004A323B" w:rsidP="0052172B">
            <w:pPr>
              <w:pStyle w:val="TAC"/>
              <w:rPr>
                <w:lang w:eastAsia="zh-CN"/>
              </w:rPr>
            </w:pPr>
          </w:p>
        </w:tc>
        <w:tc>
          <w:tcPr>
            <w:tcW w:w="271" w:type="pct"/>
            <w:shd w:val="clear" w:color="auto" w:fill="auto"/>
            <w:vAlign w:val="center"/>
          </w:tcPr>
          <w:p w14:paraId="3411AD14" w14:textId="77777777" w:rsidR="004A323B" w:rsidRPr="00835F44" w:rsidRDefault="004A323B" w:rsidP="0052172B">
            <w:pPr>
              <w:pStyle w:val="TAC"/>
            </w:pPr>
            <w:r w:rsidRPr="00835F44">
              <w:t>n</w:t>
            </w:r>
            <w:r w:rsidRPr="00835F44">
              <w:rPr>
                <w:rFonts w:hint="eastAsia"/>
              </w:rPr>
              <w:t>8</w:t>
            </w:r>
            <w:r w:rsidRPr="00835F44">
              <w:rPr>
                <w:rFonts w:hint="eastAsia"/>
                <w:lang w:eastAsia="zh-CN"/>
              </w:rPr>
              <w:t>2</w:t>
            </w:r>
          </w:p>
        </w:tc>
        <w:tc>
          <w:tcPr>
            <w:tcW w:w="392" w:type="pct"/>
          </w:tcPr>
          <w:p w14:paraId="252999E8" w14:textId="77777777" w:rsidR="004A323B" w:rsidRPr="00835F44" w:rsidRDefault="004A323B" w:rsidP="0052172B">
            <w:pPr>
              <w:pStyle w:val="TAC"/>
            </w:pPr>
            <w:r w:rsidRPr="00835F44">
              <w:rPr>
                <w:rFonts w:hint="eastAsia"/>
              </w:rPr>
              <w:t>15</w:t>
            </w:r>
          </w:p>
        </w:tc>
        <w:tc>
          <w:tcPr>
            <w:tcW w:w="264" w:type="pct"/>
          </w:tcPr>
          <w:p w14:paraId="48021141" w14:textId="77777777" w:rsidR="004A323B" w:rsidRPr="00835F44" w:rsidRDefault="004A323B" w:rsidP="0052172B">
            <w:pPr>
              <w:pStyle w:val="TAC"/>
            </w:pPr>
            <w:r w:rsidRPr="00835F44">
              <w:rPr>
                <w:rFonts w:hint="eastAsia"/>
              </w:rPr>
              <w:t>Yes</w:t>
            </w:r>
          </w:p>
        </w:tc>
        <w:tc>
          <w:tcPr>
            <w:tcW w:w="264" w:type="pct"/>
            <w:shd w:val="clear" w:color="auto" w:fill="auto"/>
            <w:vAlign w:val="center"/>
          </w:tcPr>
          <w:p w14:paraId="125CB864" w14:textId="77777777" w:rsidR="004A323B" w:rsidRPr="00835F44" w:rsidRDefault="004A323B" w:rsidP="0052172B">
            <w:pPr>
              <w:pStyle w:val="TAC"/>
            </w:pPr>
            <w:r w:rsidRPr="00835F44">
              <w:rPr>
                <w:rFonts w:hint="eastAsia"/>
              </w:rPr>
              <w:t>Yes</w:t>
            </w:r>
          </w:p>
        </w:tc>
        <w:tc>
          <w:tcPr>
            <w:tcW w:w="264" w:type="pct"/>
            <w:vAlign w:val="center"/>
          </w:tcPr>
          <w:p w14:paraId="0A1A9CA3" w14:textId="77777777" w:rsidR="004A323B" w:rsidRPr="00835F44" w:rsidRDefault="004A323B" w:rsidP="0052172B">
            <w:pPr>
              <w:pStyle w:val="TAC"/>
            </w:pPr>
            <w:r w:rsidRPr="00835F44">
              <w:rPr>
                <w:rFonts w:hint="eastAsia"/>
              </w:rPr>
              <w:t>Yes</w:t>
            </w:r>
          </w:p>
        </w:tc>
        <w:tc>
          <w:tcPr>
            <w:tcW w:w="264" w:type="pct"/>
            <w:vAlign w:val="center"/>
          </w:tcPr>
          <w:p w14:paraId="39F7D78E" w14:textId="77777777" w:rsidR="004A323B" w:rsidRPr="00835F44" w:rsidRDefault="004A323B" w:rsidP="0052172B">
            <w:pPr>
              <w:pStyle w:val="TAC"/>
            </w:pPr>
            <w:r w:rsidRPr="00835F44">
              <w:rPr>
                <w:rFonts w:hint="eastAsia"/>
              </w:rPr>
              <w:t>Yes</w:t>
            </w:r>
          </w:p>
        </w:tc>
        <w:tc>
          <w:tcPr>
            <w:tcW w:w="264" w:type="pct"/>
          </w:tcPr>
          <w:p w14:paraId="74154138" w14:textId="77777777" w:rsidR="004A323B" w:rsidRPr="00835F44" w:rsidRDefault="004A323B" w:rsidP="0052172B">
            <w:pPr>
              <w:pStyle w:val="TAC"/>
              <w:rPr>
                <w:lang w:eastAsia="en-US"/>
              </w:rPr>
            </w:pPr>
          </w:p>
        </w:tc>
        <w:tc>
          <w:tcPr>
            <w:tcW w:w="265" w:type="pct"/>
          </w:tcPr>
          <w:p w14:paraId="6E73EAFD" w14:textId="77777777" w:rsidR="004A323B" w:rsidRPr="00835F44" w:rsidRDefault="004A323B" w:rsidP="0052172B">
            <w:pPr>
              <w:pStyle w:val="TAC"/>
              <w:rPr>
                <w:lang w:eastAsia="en-US"/>
              </w:rPr>
            </w:pPr>
          </w:p>
        </w:tc>
        <w:tc>
          <w:tcPr>
            <w:tcW w:w="264" w:type="pct"/>
            <w:vAlign w:val="center"/>
          </w:tcPr>
          <w:p w14:paraId="700AF09B" w14:textId="77777777" w:rsidR="004A323B" w:rsidRPr="00835F44" w:rsidRDefault="004A323B" w:rsidP="0052172B">
            <w:pPr>
              <w:pStyle w:val="TAC"/>
              <w:rPr>
                <w:lang w:eastAsia="en-US"/>
              </w:rPr>
            </w:pPr>
          </w:p>
        </w:tc>
        <w:tc>
          <w:tcPr>
            <w:tcW w:w="264" w:type="pct"/>
            <w:vAlign w:val="center"/>
          </w:tcPr>
          <w:p w14:paraId="6EBD5E85" w14:textId="77777777" w:rsidR="004A323B" w:rsidRPr="00835F44" w:rsidRDefault="004A323B" w:rsidP="0052172B">
            <w:pPr>
              <w:pStyle w:val="TAC"/>
              <w:rPr>
                <w:lang w:eastAsia="zh-CN"/>
              </w:rPr>
            </w:pPr>
          </w:p>
        </w:tc>
        <w:tc>
          <w:tcPr>
            <w:tcW w:w="264" w:type="pct"/>
          </w:tcPr>
          <w:p w14:paraId="71E00A07" w14:textId="77777777" w:rsidR="004A323B" w:rsidRPr="00835F44" w:rsidRDefault="004A323B" w:rsidP="0052172B">
            <w:pPr>
              <w:pStyle w:val="TAC"/>
              <w:rPr>
                <w:lang w:eastAsia="zh-CN"/>
              </w:rPr>
            </w:pPr>
          </w:p>
        </w:tc>
        <w:tc>
          <w:tcPr>
            <w:tcW w:w="264" w:type="pct"/>
          </w:tcPr>
          <w:p w14:paraId="3AED962B" w14:textId="77777777" w:rsidR="004A323B" w:rsidRPr="00835F44" w:rsidRDefault="004A323B" w:rsidP="0052172B">
            <w:pPr>
              <w:pStyle w:val="TAC"/>
              <w:rPr>
                <w:lang w:eastAsia="zh-CN"/>
              </w:rPr>
            </w:pPr>
          </w:p>
        </w:tc>
        <w:tc>
          <w:tcPr>
            <w:tcW w:w="264" w:type="pct"/>
          </w:tcPr>
          <w:p w14:paraId="47A6D18D" w14:textId="77777777" w:rsidR="004A323B" w:rsidRPr="00835F44" w:rsidRDefault="004A323B" w:rsidP="0052172B">
            <w:pPr>
              <w:pStyle w:val="TAC"/>
              <w:rPr>
                <w:lang w:eastAsia="zh-CN"/>
              </w:rPr>
            </w:pPr>
          </w:p>
        </w:tc>
        <w:tc>
          <w:tcPr>
            <w:tcW w:w="265" w:type="pct"/>
            <w:vAlign w:val="center"/>
          </w:tcPr>
          <w:p w14:paraId="65C1F792" w14:textId="77777777" w:rsidR="004A323B" w:rsidRPr="00835F44" w:rsidRDefault="004A323B" w:rsidP="0052172B">
            <w:pPr>
              <w:pStyle w:val="TAC"/>
              <w:rPr>
                <w:lang w:eastAsia="zh-CN"/>
              </w:rPr>
            </w:pPr>
          </w:p>
        </w:tc>
        <w:tc>
          <w:tcPr>
            <w:tcW w:w="470" w:type="pct"/>
            <w:vMerge/>
            <w:vAlign w:val="center"/>
          </w:tcPr>
          <w:p w14:paraId="1BC8AB56" w14:textId="77777777" w:rsidR="004A323B" w:rsidRPr="00835F44" w:rsidRDefault="004A323B" w:rsidP="0052172B">
            <w:pPr>
              <w:pStyle w:val="TAC"/>
              <w:rPr>
                <w:lang w:eastAsia="en-US"/>
              </w:rPr>
            </w:pPr>
          </w:p>
        </w:tc>
      </w:tr>
      <w:tr w:rsidR="00495FE7" w:rsidRPr="00835F44" w14:paraId="43296DF5" w14:textId="7C61D196" w:rsidTr="000E530E">
        <w:trPr>
          <w:trHeight w:val="39"/>
          <w:jc w:val="center"/>
        </w:trPr>
        <w:tc>
          <w:tcPr>
            <w:tcW w:w="692" w:type="pct"/>
            <w:vMerge w:val="restart"/>
            <w:vAlign w:val="center"/>
          </w:tcPr>
          <w:p w14:paraId="024730CF" w14:textId="77777777" w:rsidR="004A323B" w:rsidRPr="00835F44" w:rsidRDefault="004A323B" w:rsidP="0052172B">
            <w:pPr>
              <w:pStyle w:val="TAC"/>
            </w:pPr>
            <w:r w:rsidRPr="00835F44">
              <w:rPr>
                <w:rFonts w:hint="eastAsia"/>
              </w:rPr>
              <w:t>SUL</w:t>
            </w:r>
            <w:r w:rsidRPr="00835F44">
              <w:rPr>
                <w:lang w:eastAsia="zh-CN"/>
              </w:rPr>
              <w:t>_</w:t>
            </w:r>
            <w:r w:rsidRPr="00835F44">
              <w:rPr>
                <w:rFonts w:hint="eastAsia"/>
              </w:rPr>
              <w:t>n78A</w:t>
            </w:r>
            <w:r w:rsidRPr="00835F44">
              <w:rPr>
                <w:lang w:eastAsia="zh-CN"/>
              </w:rPr>
              <w:t>-</w:t>
            </w:r>
            <w:r w:rsidRPr="00835F44">
              <w:rPr>
                <w:rFonts w:hint="eastAsia"/>
              </w:rPr>
              <w:t>n8</w:t>
            </w:r>
            <w:r w:rsidRPr="00835F44">
              <w:rPr>
                <w:rFonts w:hint="eastAsia"/>
                <w:lang w:eastAsia="zh-CN"/>
              </w:rPr>
              <w:t>3</w:t>
            </w:r>
            <w:r w:rsidRPr="00835F44">
              <w:rPr>
                <w:lang w:eastAsia="zh-CN"/>
              </w:rPr>
              <w:t>A</w:t>
            </w:r>
          </w:p>
        </w:tc>
        <w:tc>
          <w:tcPr>
            <w:tcW w:w="271" w:type="pct"/>
            <w:vMerge w:val="restart"/>
            <w:shd w:val="clear" w:color="auto" w:fill="auto"/>
            <w:vAlign w:val="center"/>
          </w:tcPr>
          <w:p w14:paraId="00281DE4" w14:textId="77777777" w:rsidR="004A323B" w:rsidRPr="00835F44" w:rsidRDefault="004A323B" w:rsidP="0052172B">
            <w:pPr>
              <w:pStyle w:val="TAC"/>
            </w:pPr>
            <w:r w:rsidRPr="00835F44">
              <w:t>n</w:t>
            </w:r>
            <w:r w:rsidRPr="00835F44">
              <w:rPr>
                <w:rFonts w:hint="eastAsia"/>
              </w:rPr>
              <w:t>7</w:t>
            </w:r>
            <w:r w:rsidRPr="00835F44">
              <w:t>8</w:t>
            </w:r>
          </w:p>
        </w:tc>
        <w:tc>
          <w:tcPr>
            <w:tcW w:w="392" w:type="pct"/>
          </w:tcPr>
          <w:p w14:paraId="1E0F5926" w14:textId="77777777" w:rsidR="004A323B" w:rsidRPr="00835F44" w:rsidRDefault="004A323B" w:rsidP="0052172B">
            <w:pPr>
              <w:pStyle w:val="TAC"/>
            </w:pPr>
            <w:r w:rsidRPr="00835F44">
              <w:rPr>
                <w:rFonts w:hint="eastAsia"/>
              </w:rPr>
              <w:t>15</w:t>
            </w:r>
          </w:p>
        </w:tc>
        <w:tc>
          <w:tcPr>
            <w:tcW w:w="264" w:type="pct"/>
          </w:tcPr>
          <w:p w14:paraId="4DDBBC73" w14:textId="77777777" w:rsidR="004A323B" w:rsidRPr="00835F44" w:rsidRDefault="004A323B" w:rsidP="0052172B">
            <w:pPr>
              <w:pStyle w:val="TAC"/>
            </w:pPr>
          </w:p>
        </w:tc>
        <w:tc>
          <w:tcPr>
            <w:tcW w:w="264" w:type="pct"/>
            <w:shd w:val="clear" w:color="auto" w:fill="auto"/>
            <w:vAlign w:val="center"/>
          </w:tcPr>
          <w:p w14:paraId="01D95376" w14:textId="77777777" w:rsidR="004A323B" w:rsidRPr="00835F44" w:rsidRDefault="004A323B" w:rsidP="0052172B">
            <w:pPr>
              <w:pStyle w:val="TAC"/>
            </w:pPr>
            <w:r w:rsidRPr="00835F44">
              <w:rPr>
                <w:rFonts w:hint="eastAsia"/>
              </w:rPr>
              <w:t>Yes</w:t>
            </w:r>
          </w:p>
        </w:tc>
        <w:tc>
          <w:tcPr>
            <w:tcW w:w="264" w:type="pct"/>
            <w:vAlign w:val="center"/>
          </w:tcPr>
          <w:p w14:paraId="09637484" w14:textId="77777777" w:rsidR="004A323B" w:rsidRPr="00835F44" w:rsidRDefault="004A323B" w:rsidP="0052172B">
            <w:pPr>
              <w:pStyle w:val="TAC"/>
            </w:pPr>
            <w:r w:rsidRPr="00835F44">
              <w:rPr>
                <w:rFonts w:hint="eastAsia"/>
              </w:rPr>
              <w:t>Yes</w:t>
            </w:r>
          </w:p>
        </w:tc>
        <w:tc>
          <w:tcPr>
            <w:tcW w:w="264" w:type="pct"/>
            <w:vAlign w:val="center"/>
          </w:tcPr>
          <w:p w14:paraId="4779AA98" w14:textId="77777777" w:rsidR="004A323B" w:rsidRPr="00835F44" w:rsidRDefault="004A323B" w:rsidP="0052172B">
            <w:pPr>
              <w:pStyle w:val="TAC"/>
            </w:pPr>
            <w:r w:rsidRPr="00835F44">
              <w:rPr>
                <w:rFonts w:hint="eastAsia"/>
              </w:rPr>
              <w:t>Yes</w:t>
            </w:r>
          </w:p>
        </w:tc>
        <w:tc>
          <w:tcPr>
            <w:tcW w:w="264" w:type="pct"/>
          </w:tcPr>
          <w:p w14:paraId="2192745C" w14:textId="77777777" w:rsidR="004A323B" w:rsidRPr="00835F44" w:rsidRDefault="004A323B" w:rsidP="0052172B">
            <w:pPr>
              <w:pStyle w:val="TAC"/>
              <w:rPr>
                <w:lang w:eastAsia="en-US"/>
              </w:rPr>
            </w:pPr>
          </w:p>
        </w:tc>
        <w:tc>
          <w:tcPr>
            <w:tcW w:w="265" w:type="pct"/>
          </w:tcPr>
          <w:p w14:paraId="0A86AE3D" w14:textId="77777777" w:rsidR="004A323B" w:rsidRPr="00835F44" w:rsidRDefault="004A323B" w:rsidP="0052172B">
            <w:pPr>
              <w:pStyle w:val="TAC"/>
              <w:rPr>
                <w:lang w:eastAsia="en-US"/>
              </w:rPr>
            </w:pPr>
          </w:p>
        </w:tc>
        <w:tc>
          <w:tcPr>
            <w:tcW w:w="264" w:type="pct"/>
            <w:vAlign w:val="center"/>
          </w:tcPr>
          <w:p w14:paraId="6BD71234" w14:textId="77777777" w:rsidR="004A323B" w:rsidRPr="00835F44" w:rsidRDefault="004A323B" w:rsidP="0052172B">
            <w:pPr>
              <w:pStyle w:val="TAC"/>
            </w:pPr>
            <w:r w:rsidRPr="00835F44">
              <w:rPr>
                <w:rFonts w:hint="eastAsia"/>
              </w:rPr>
              <w:t>Yes</w:t>
            </w:r>
          </w:p>
        </w:tc>
        <w:tc>
          <w:tcPr>
            <w:tcW w:w="264" w:type="pct"/>
            <w:vAlign w:val="center"/>
          </w:tcPr>
          <w:p w14:paraId="34E25000" w14:textId="77777777" w:rsidR="004A323B" w:rsidRPr="00835F44" w:rsidRDefault="004A323B" w:rsidP="0052172B">
            <w:pPr>
              <w:pStyle w:val="TAC"/>
            </w:pPr>
            <w:r w:rsidRPr="00835F44">
              <w:rPr>
                <w:rFonts w:hint="eastAsia"/>
              </w:rPr>
              <w:t>Yes</w:t>
            </w:r>
          </w:p>
        </w:tc>
        <w:tc>
          <w:tcPr>
            <w:tcW w:w="264" w:type="pct"/>
          </w:tcPr>
          <w:p w14:paraId="6923D442" w14:textId="77777777" w:rsidR="004A323B" w:rsidRPr="00835F44" w:rsidRDefault="004A323B" w:rsidP="0052172B">
            <w:pPr>
              <w:pStyle w:val="TAC"/>
              <w:rPr>
                <w:lang w:eastAsia="en-US"/>
              </w:rPr>
            </w:pPr>
          </w:p>
        </w:tc>
        <w:tc>
          <w:tcPr>
            <w:tcW w:w="264" w:type="pct"/>
          </w:tcPr>
          <w:p w14:paraId="1E92D407" w14:textId="77777777" w:rsidR="004A323B" w:rsidRPr="00835F44" w:rsidRDefault="004A323B" w:rsidP="0052172B">
            <w:pPr>
              <w:pStyle w:val="TAC"/>
              <w:rPr>
                <w:lang w:eastAsia="en-US"/>
              </w:rPr>
            </w:pPr>
          </w:p>
        </w:tc>
        <w:tc>
          <w:tcPr>
            <w:tcW w:w="264" w:type="pct"/>
          </w:tcPr>
          <w:p w14:paraId="01DCC12D" w14:textId="77777777" w:rsidR="004A323B" w:rsidRPr="00835F44" w:rsidRDefault="004A323B" w:rsidP="0052172B">
            <w:pPr>
              <w:pStyle w:val="TAC"/>
              <w:rPr>
                <w:lang w:eastAsia="en-US"/>
              </w:rPr>
            </w:pPr>
          </w:p>
        </w:tc>
        <w:tc>
          <w:tcPr>
            <w:tcW w:w="265" w:type="pct"/>
            <w:vAlign w:val="center"/>
          </w:tcPr>
          <w:p w14:paraId="0CEB8A68" w14:textId="77777777" w:rsidR="004A323B" w:rsidRPr="00835F44" w:rsidRDefault="004A323B" w:rsidP="0052172B">
            <w:pPr>
              <w:pStyle w:val="TAC"/>
              <w:rPr>
                <w:lang w:eastAsia="en-US"/>
              </w:rPr>
            </w:pPr>
          </w:p>
        </w:tc>
        <w:tc>
          <w:tcPr>
            <w:tcW w:w="470" w:type="pct"/>
            <w:vMerge w:val="restart"/>
            <w:vAlign w:val="center"/>
          </w:tcPr>
          <w:p w14:paraId="4FB27568" w14:textId="680955D4" w:rsidR="004A323B" w:rsidRPr="00835F44" w:rsidRDefault="004A323B" w:rsidP="0052172B">
            <w:pPr>
              <w:pStyle w:val="TAC"/>
              <w:rPr>
                <w:lang w:eastAsia="en-US"/>
              </w:rPr>
            </w:pPr>
            <w:r w:rsidRPr="00835F44">
              <w:rPr>
                <w:lang w:eastAsia="en-US"/>
              </w:rPr>
              <w:t>0</w:t>
            </w:r>
          </w:p>
        </w:tc>
      </w:tr>
      <w:tr w:rsidR="00495FE7" w:rsidRPr="00835F44" w14:paraId="75B0F68C" w14:textId="0C4EF1D3" w:rsidTr="000E530E">
        <w:trPr>
          <w:trHeight w:val="39"/>
          <w:jc w:val="center"/>
        </w:trPr>
        <w:tc>
          <w:tcPr>
            <w:tcW w:w="692" w:type="pct"/>
            <w:vMerge/>
            <w:vAlign w:val="center"/>
          </w:tcPr>
          <w:p w14:paraId="276C26FD" w14:textId="77777777" w:rsidR="004A323B" w:rsidRPr="00835F44" w:rsidRDefault="004A323B" w:rsidP="0052172B">
            <w:pPr>
              <w:pStyle w:val="TAC"/>
            </w:pPr>
          </w:p>
        </w:tc>
        <w:tc>
          <w:tcPr>
            <w:tcW w:w="271" w:type="pct"/>
            <w:vMerge/>
            <w:shd w:val="clear" w:color="auto" w:fill="auto"/>
            <w:vAlign w:val="center"/>
          </w:tcPr>
          <w:p w14:paraId="7B207E0A" w14:textId="77777777" w:rsidR="004A323B" w:rsidRPr="00835F44" w:rsidRDefault="004A323B" w:rsidP="0052172B">
            <w:pPr>
              <w:pStyle w:val="TAC"/>
            </w:pPr>
          </w:p>
        </w:tc>
        <w:tc>
          <w:tcPr>
            <w:tcW w:w="392" w:type="pct"/>
          </w:tcPr>
          <w:p w14:paraId="28904670" w14:textId="77777777" w:rsidR="004A323B" w:rsidRPr="00835F44" w:rsidRDefault="004A323B" w:rsidP="0052172B">
            <w:pPr>
              <w:pStyle w:val="TAC"/>
            </w:pPr>
            <w:r w:rsidRPr="00835F44">
              <w:rPr>
                <w:rFonts w:hint="eastAsia"/>
              </w:rPr>
              <w:t>30</w:t>
            </w:r>
          </w:p>
        </w:tc>
        <w:tc>
          <w:tcPr>
            <w:tcW w:w="264" w:type="pct"/>
          </w:tcPr>
          <w:p w14:paraId="41EAF374" w14:textId="77777777" w:rsidR="004A323B" w:rsidRPr="00835F44" w:rsidRDefault="004A323B" w:rsidP="0052172B">
            <w:pPr>
              <w:pStyle w:val="TAC"/>
            </w:pPr>
          </w:p>
        </w:tc>
        <w:tc>
          <w:tcPr>
            <w:tcW w:w="264" w:type="pct"/>
            <w:shd w:val="clear" w:color="auto" w:fill="auto"/>
            <w:vAlign w:val="center"/>
          </w:tcPr>
          <w:p w14:paraId="6D8A8EE4" w14:textId="77777777" w:rsidR="004A323B" w:rsidRPr="00835F44" w:rsidRDefault="004A323B" w:rsidP="0052172B">
            <w:pPr>
              <w:pStyle w:val="TAC"/>
            </w:pPr>
            <w:r w:rsidRPr="00835F44">
              <w:rPr>
                <w:rFonts w:hint="eastAsia"/>
              </w:rPr>
              <w:t>Yes</w:t>
            </w:r>
          </w:p>
        </w:tc>
        <w:tc>
          <w:tcPr>
            <w:tcW w:w="264" w:type="pct"/>
            <w:vAlign w:val="center"/>
          </w:tcPr>
          <w:p w14:paraId="7798B44A" w14:textId="77777777" w:rsidR="004A323B" w:rsidRPr="00835F44" w:rsidRDefault="004A323B" w:rsidP="0052172B">
            <w:pPr>
              <w:pStyle w:val="TAC"/>
            </w:pPr>
            <w:r w:rsidRPr="00835F44">
              <w:rPr>
                <w:rFonts w:hint="eastAsia"/>
              </w:rPr>
              <w:t>Yes</w:t>
            </w:r>
          </w:p>
        </w:tc>
        <w:tc>
          <w:tcPr>
            <w:tcW w:w="264" w:type="pct"/>
            <w:vAlign w:val="center"/>
          </w:tcPr>
          <w:p w14:paraId="384977A4" w14:textId="77777777" w:rsidR="004A323B" w:rsidRPr="00835F44" w:rsidRDefault="004A323B" w:rsidP="0052172B">
            <w:pPr>
              <w:pStyle w:val="TAC"/>
            </w:pPr>
            <w:r w:rsidRPr="00835F44">
              <w:rPr>
                <w:rFonts w:hint="eastAsia"/>
              </w:rPr>
              <w:t>Yes</w:t>
            </w:r>
          </w:p>
        </w:tc>
        <w:tc>
          <w:tcPr>
            <w:tcW w:w="264" w:type="pct"/>
          </w:tcPr>
          <w:p w14:paraId="757F92AF" w14:textId="77777777" w:rsidR="004A323B" w:rsidRPr="00835F44" w:rsidRDefault="004A323B" w:rsidP="0052172B">
            <w:pPr>
              <w:pStyle w:val="TAC"/>
              <w:rPr>
                <w:lang w:eastAsia="en-US"/>
              </w:rPr>
            </w:pPr>
          </w:p>
        </w:tc>
        <w:tc>
          <w:tcPr>
            <w:tcW w:w="265" w:type="pct"/>
          </w:tcPr>
          <w:p w14:paraId="3A2B480C" w14:textId="77777777" w:rsidR="004A323B" w:rsidRPr="00835F44" w:rsidRDefault="004A323B" w:rsidP="0052172B">
            <w:pPr>
              <w:pStyle w:val="TAC"/>
              <w:rPr>
                <w:lang w:eastAsia="en-US"/>
              </w:rPr>
            </w:pPr>
          </w:p>
        </w:tc>
        <w:tc>
          <w:tcPr>
            <w:tcW w:w="264" w:type="pct"/>
            <w:vAlign w:val="center"/>
          </w:tcPr>
          <w:p w14:paraId="2977D398" w14:textId="77777777" w:rsidR="004A323B" w:rsidRPr="00835F44" w:rsidRDefault="004A323B" w:rsidP="0052172B">
            <w:pPr>
              <w:pStyle w:val="TAC"/>
            </w:pPr>
            <w:r w:rsidRPr="00835F44">
              <w:rPr>
                <w:rFonts w:hint="eastAsia"/>
              </w:rPr>
              <w:t>Yes</w:t>
            </w:r>
          </w:p>
        </w:tc>
        <w:tc>
          <w:tcPr>
            <w:tcW w:w="264" w:type="pct"/>
            <w:vAlign w:val="center"/>
          </w:tcPr>
          <w:p w14:paraId="74FD42E3" w14:textId="77777777" w:rsidR="004A323B" w:rsidRPr="00835F44" w:rsidRDefault="004A323B" w:rsidP="0052172B">
            <w:pPr>
              <w:pStyle w:val="TAC"/>
            </w:pPr>
            <w:r w:rsidRPr="00835F44">
              <w:rPr>
                <w:rFonts w:hint="eastAsia"/>
              </w:rPr>
              <w:t>Yes</w:t>
            </w:r>
          </w:p>
        </w:tc>
        <w:tc>
          <w:tcPr>
            <w:tcW w:w="264" w:type="pct"/>
            <w:vAlign w:val="center"/>
          </w:tcPr>
          <w:p w14:paraId="32FBE20C"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041BA946"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34399DC6" w14:textId="77777777" w:rsidR="004A323B" w:rsidRPr="00835F44" w:rsidRDefault="004A323B" w:rsidP="0052172B">
            <w:pPr>
              <w:pStyle w:val="TAC"/>
            </w:pPr>
            <w:r w:rsidRPr="00835F44">
              <w:t>Yes</w:t>
            </w:r>
          </w:p>
        </w:tc>
        <w:tc>
          <w:tcPr>
            <w:tcW w:w="265" w:type="pct"/>
            <w:vAlign w:val="center"/>
          </w:tcPr>
          <w:p w14:paraId="21668960" w14:textId="77777777" w:rsidR="004A323B" w:rsidRPr="00835F44" w:rsidRDefault="004A323B" w:rsidP="0052172B">
            <w:pPr>
              <w:pStyle w:val="TAC"/>
              <w:rPr>
                <w:lang w:eastAsia="en-US"/>
              </w:rPr>
            </w:pPr>
            <w:r w:rsidRPr="00835F44">
              <w:rPr>
                <w:rFonts w:hint="eastAsia"/>
              </w:rPr>
              <w:t>Yes</w:t>
            </w:r>
          </w:p>
        </w:tc>
        <w:tc>
          <w:tcPr>
            <w:tcW w:w="470" w:type="pct"/>
            <w:vMerge/>
            <w:vAlign w:val="center"/>
          </w:tcPr>
          <w:p w14:paraId="4B9FD35D" w14:textId="77777777" w:rsidR="004A323B" w:rsidRPr="00835F44" w:rsidRDefault="004A323B" w:rsidP="0052172B">
            <w:pPr>
              <w:pStyle w:val="TAC"/>
            </w:pPr>
          </w:p>
        </w:tc>
      </w:tr>
      <w:tr w:rsidR="00495FE7" w:rsidRPr="00835F44" w14:paraId="2A21A9CB" w14:textId="4D7C7AF7" w:rsidTr="000E530E">
        <w:trPr>
          <w:trHeight w:val="39"/>
          <w:jc w:val="center"/>
        </w:trPr>
        <w:tc>
          <w:tcPr>
            <w:tcW w:w="692" w:type="pct"/>
            <w:vMerge/>
            <w:vAlign w:val="center"/>
          </w:tcPr>
          <w:p w14:paraId="20EF4E6D" w14:textId="77777777" w:rsidR="004A323B" w:rsidRPr="00835F44" w:rsidRDefault="004A323B" w:rsidP="0052172B">
            <w:pPr>
              <w:pStyle w:val="TAC"/>
            </w:pPr>
          </w:p>
        </w:tc>
        <w:tc>
          <w:tcPr>
            <w:tcW w:w="271" w:type="pct"/>
            <w:vMerge/>
            <w:shd w:val="clear" w:color="auto" w:fill="auto"/>
            <w:vAlign w:val="center"/>
          </w:tcPr>
          <w:p w14:paraId="17A05EED" w14:textId="77777777" w:rsidR="004A323B" w:rsidRPr="00835F44" w:rsidRDefault="004A323B" w:rsidP="0052172B">
            <w:pPr>
              <w:pStyle w:val="TAC"/>
            </w:pPr>
          </w:p>
        </w:tc>
        <w:tc>
          <w:tcPr>
            <w:tcW w:w="392" w:type="pct"/>
          </w:tcPr>
          <w:p w14:paraId="7E666DD4" w14:textId="77777777" w:rsidR="004A323B" w:rsidRPr="00835F44" w:rsidRDefault="004A323B" w:rsidP="0052172B">
            <w:pPr>
              <w:pStyle w:val="TAC"/>
            </w:pPr>
            <w:r w:rsidRPr="00835F44">
              <w:rPr>
                <w:rFonts w:hint="eastAsia"/>
              </w:rPr>
              <w:t>60</w:t>
            </w:r>
          </w:p>
        </w:tc>
        <w:tc>
          <w:tcPr>
            <w:tcW w:w="264" w:type="pct"/>
          </w:tcPr>
          <w:p w14:paraId="3A906603" w14:textId="77777777" w:rsidR="004A323B" w:rsidRPr="00835F44" w:rsidRDefault="004A323B" w:rsidP="0052172B">
            <w:pPr>
              <w:pStyle w:val="TAC"/>
            </w:pPr>
          </w:p>
        </w:tc>
        <w:tc>
          <w:tcPr>
            <w:tcW w:w="264" w:type="pct"/>
            <w:shd w:val="clear" w:color="auto" w:fill="auto"/>
            <w:vAlign w:val="center"/>
          </w:tcPr>
          <w:p w14:paraId="50A64EA4" w14:textId="77777777" w:rsidR="004A323B" w:rsidRPr="00835F44" w:rsidRDefault="004A323B" w:rsidP="0052172B">
            <w:pPr>
              <w:pStyle w:val="TAC"/>
            </w:pPr>
            <w:r w:rsidRPr="00835F44">
              <w:rPr>
                <w:rFonts w:hint="eastAsia"/>
              </w:rPr>
              <w:t>Yes</w:t>
            </w:r>
          </w:p>
        </w:tc>
        <w:tc>
          <w:tcPr>
            <w:tcW w:w="264" w:type="pct"/>
            <w:vAlign w:val="center"/>
          </w:tcPr>
          <w:p w14:paraId="1723C358" w14:textId="77777777" w:rsidR="004A323B" w:rsidRPr="00835F44" w:rsidRDefault="004A323B" w:rsidP="0052172B">
            <w:pPr>
              <w:pStyle w:val="TAC"/>
            </w:pPr>
            <w:r w:rsidRPr="00835F44">
              <w:rPr>
                <w:rFonts w:hint="eastAsia"/>
              </w:rPr>
              <w:t>Yes</w:t>
            </w:r>
          </w:p>
        </w:tc>
        <w:tc>
          <w:tcPr>
            <w:tcW w:w="264" w:type="pct"/>
            <w:vAlign w:val="center"/>
          </w:tcPr>
          <w:p w14:paraId="5209D1AC" w14:textId="77777777" w:rsidR="004A323B" w:rsidRPr="00835F44" w:rsidRDefault="004A323B" w:rsidP="0052172B">
            <w:pPr>
              <w:pStyle w:val="TAC"/>
            </w:pPr>
            <w:r w:rsidRPr="00835F44">
              <w:rPr>
                <w:rFonts w:hint="eastAsia"/>
              </w:rPr>
              <w:t>Yes</w:t>
            </w:r>
          </w:p>
        </w:tc>
        <w:tc>
          <w:tcPr>
            <w:tcW w:w="264" w:type="pct"/>
          </w:tcPr>
          <w:p w14:paraId="5DBD90FE" w14:textId="77777777" w:rsidR="004A323B" w:rsidRPr="00835F44" w:rsidRDefault="004A323B" w:rsidP="0052172B">
            <w:pPr>
              <w:pStyle w:val="TAC"/>
              <w:rPr>
                <w:lang w:eastAsia="en-US"/>
              </w:rPr>
            </w:pPr>
          </w:p>
        </w:tc>
        <w:tc>
          <w:tcPr>
            <w:tcW w:w="265" w:type="pct"/>
          </w:tcPr>
          <w:p w14:paraId="4C70547D" w14:textId="77777777" w:rsidR="004A323B" w:rsidRPr="00835F44" w:rsidRDefault="004A323B" w:rsidP="0052172B">
            <w:pPr>
              <w:pStyle w:val="TAC"/>
              <w:rPr>
                <w:lang w:eastAsia="en-US"/>
              </w:rPr>
            </w:pPr>
          </w:p>
        </w:tc>
        <w:tc>
          <w:tcPr>
            <w:tcW w:w="264" w:type="pct"/>
            <w:vAlign w:val="center"/>
          </w:tcPr>
          <w:p w14:paraId="0C660EB0" w14:textId="77777777" w:rsidR="004A323B" w:rsidRPr="00835F44" w:rsidRDefault="004A323B" w:rsidP="0052172B">
            <w:pPr>
              <w:pStyle w:val="TAC"/>
            </w:pPr>
            <w:r w:rsidRPr="00835F44">
              <w:rPr>
                <w:rFonts w:hint="eastAsia"/>
              </w:rPr>
              <w:t>Yes</w:t>
            </w:r>
          </w:p>
        </w:tc>
        <w:tc>
          <w:tcPr>
            <w:tcW w:w="264" w:type="pct"/>
            <w:vAlign w:val="center"/>
          </w:tcPr>
          <w:p w14:paraId="424E3028" w14:textId="77777777" w:rsidR="004A323B" w:rsidRPr="00835F44" w:rsidRDefault="004A323B" w:rsidP="0052172B">
            <w:pPr>
              <w:pStyle w:val="TAC"/>
            </w:pPr>
            <w:r w:rsidRPr="00835F44">
              <w:rPr>
                <w:rFonts w:hint="eastAsia"/>
              </w:rPr>
              <w:t>Yes</w:t>
            </w:r>
          </w:p>
        </w:tc>
        <w:tc>
          <w:tcPr>
            <w:tcW w:w="264" w:type="pct"/>
            <w:vAlign w:val="center"/>
          </w:tcPr>
          <w:p w14:paraId="4C9A4D8A"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569D8D42"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75410CEB" w14:textId="77777777" w:rsidR="004A323B" w:rsidRPr="00835F44" w:rsidRDefault="004A323B" w:rsidP="0052172B">
            <w:pPr>
              <w:pStyle w:val="TAC"/>
            </w:pPr>
            <w:r w:rsidRPr="00835F44">
              <w:t>Yes</w:t>
            </w:r>
          </w:p>
        </w:tc>
        <w:tc>
          <w:tcPr>
            <w:tcW w:w="265" w:type="pct"/>
            <w:vAlign w:val="center"/>
          </w:tcPr>
          <w:p w14:paraId="5B997B72" w14:textId="77777777" w:rsidR="004A323B" w:rsidRPr="00835F44" w:rsidRDefault="004A323B" w:rsidP="0052172B">
            <w:pPr>
              <w:pStyle w:val="TAC"/>
              <w:rPr>
                <w:lang w:eastAsia="en-US"/>
              </w:rPr>
            </w:pPr>
            <w:r w:rsidRPr="00835F44">
              <w:rPr>
                <w:rFonts w:hint="eastAsia"/>
              </w:rPr>
              <w:t>Yes</w:t>
            </w:r>
          </w:p>
        </w:tc>
        <w:tc>
          <w:tcPr>
            <w:tcW w:w="470" w:type="pct"/>
            <w:vMerge/>
            <w:vAlign w:val="center"/>
          </w:tcPr>
          <w:p w14:paraId="3B8629F3" w14:textId="77777777" w:rsidR="004A323B" w:rsidRPr="00835F44" w:rsidRDefault="004A323B" w:rsidP="0052172B">
            <w:pPr>
              <w:pStyle w:val="TAC"/>
            </w:pPr>
          </w:p>
        </w:tc>
      </w:tr>
      <w:tr w:rsidR="00495FE7" w:rsidRPr="00835F44" w14:paraId="5B88C8B4" w14:textId="25042F6A" w:rsidTr="000E530E">
        <w:trPr>
          <w:trHeight w:val="39"/>
          <w:jc w:val="center"/>
        </w:trPr>
        <w:tc>
          <w:tcPr>
            <w:tcW w:w="692" w:type="pct"/>
            <w:vMerge/>
            <w:vAlign w:val="center"/>
          </w:tcPr>
          <w:p w14:paraId="687BA15E" w14:textId="77777777" w:rsidR="004A323B" w:rsidRPr="00835F44" w:rsidRDefault="004A323B" w:rsidP="0052172B">
            <w:pPr>
              <w:pStyle w:val="TAC"/>
            </w:pPr>
          </w:p>
        </w:tc>
        <w:tc>
          <w:tcPr>
            <w:tcW w:w="271" w:type="pct"/>
            <w:shd w:val="clear" w:color="auto" w:fill="auto"/>
            <w:vAlign w:val="center"/>
          </w:tcPr>
          <w:p w14:paraId="69EA7E12" w14:textId="77777777" w:rsidR="004A323B" w:rsidRPr="00835F44" w:rsidRDefault="004A323B" w:rsidP="0052172B">
            <w:pPr>
              <w:pStyle w:val="TAC"/>
            </w:pPr>
            <w:r w:rsidRPr="00835F44">
              <w:t>n</w:t>
            </w:r>
            <w:r w:rsidRPr="00835F44">
              <w:rPr>
                <w:rFonts w:hint="eastAsia"/>
              </w:rPr>
              <w:t>8</w:t>
            </w:r>
            <w:r w:rsidRPr="00835F44">
              <w:rPr>
                <w:rFonts w:hint="eastAsia"/>
                <w:lang w:eastAsia="zh-CN"/>
              </w:rPr>
              <w:t>3</w:t>
            </w:r>
          </w:p>
        </w:tc>
        <w:tc>
          <w:tcPr>
            <w:tcW w:w="392" w:type="pct"/>
          </w:tcPr>
          <w:p w14:paraId="63F35A18" w14:textId="77777777" w:rsidR="004A323B" w:rsidRPr="00835F44" w:rsidRDefault="004A323B" w:rsidP="0052172B">
            <w:pPr>
              <w:pStyle w:val="TAC"/>
            </w:pPr>
            <w:r w:rsidRPr="00835F44">
              <w:rPr>
                <w:rFonts w:hint="eastAsia"/>
              </w:rPr>
              <w:t>15</w:t>
            </w:r>
          </w:p>
        </w:tc>
        <w:tc>
          <w:tcPr>
            <w:tcW w:w="264" w:type="pct"/>
          </w:tcPr>
          <w:p w14:paraId="09D43798" w14:textId="77777777" w:rsidR="004A323B" w:rsidRPr="00835F44" w:rsidRDefault="004A323B" w:rsidP="0052172B">
            <w:pPr>
              <w:pStyle w:val="TAC"/>
            </w:pPr>
            <w:r w:rsidRPr="00835F44">
              <w:rPr>
                <w:rFonts w:hint="eastAsia"/>
              </w:rPr>
              <w:t>Yes</w:t>
            </w:r>
          </w:p>
        </w:tc>
        <w:tc>
          <w:tcPr>
            <w:tcW w:w="264" w:type="pct"/>
            <w:shd w:val="clear" w:color="auto" w:fill="auto"/>
            <w:vAlign w:val="center"/>
          </w:tcPr>
          <w:p w14:paraId="2D6572C6" w14:textId="77777777" w:rsidR="004A323B" w:rsidRPr="00835F44" w:rsidRDefault="004A323B" w:rsidP="0052172B">
            <w:pPr>
              <w:pStyle w:val="TAC"/>
            </w:pPr>
            <w:r w:rsidRPr="00835F44">
              <w:rPr>
                <w:rFonts w:hint="eastAsia"/>
              </w:rPr>
              <w:t>Yes</w:t>
            </w:r>
          </w:p>
        </w:tc>
        <w:tc>
          <w:tcPr>
            <w:tcW w:w="264" w:type="pct"/>
            <w:vAlign w:val="center"/>
          </w:tcPr>
          <w:p w14:paraId="27F0E462" w14:textId="77777777" w:rsidR="004A323B" w:rsidRPr="00835F44" w:rsidRDefault="004A323B" w:rsidP="0052172B">
            <w:pPr>
              <w:pStyle w:val="TAC"/>
            </w:pPr>
            <w:r w:rsidRPr="00835F44">
              <w:rPr>
                <w:rFonts w:hint="eastAsia"/>
              </w:rPr>
              <w:t>Yes</w:t>
            </w:r>
          </w:p>
        </w:tc>
        <w:tc>
          <w:tcPr>
            <w:tcW w:w="264" w:type="pct"/>
            <w:vAlign w:val="center"/>
          </w:tcPr>
          <w:p w14:paraId="5F763DE5" w14:textId="77777777" w:rsidR="004A323B" w:rsidRPr="00835F44" w:rsidRDefault="004A323B" w:rsidP="0052172B">
            <w:pPr>
              <w:pStyle w:val="TAC"/>
            </w:pPr>
            <w:r w:rsidRPr="00835F44">
              <w:rPr>
                <w:rFonts w:hint="eastAsia"/>
              </w:rPr>
              <w:t>Yes</w:t>
            </w:r>
          </w:p>
        </w:tc>
        <w:tc>
          <w:tcPr>
            <w:tcW w:w="264" w:type="pct"/>
          </w:tcPr>
          <w:p w14:paraId="5631602B" w14:textId="77777777" w:rsidR="004A323B" w:rsidRPr="00835F44" w:rsidRDefault="004A323B" w:rsidP="0052172B">
            <w:pPr>
              <w:pStyle w:val="TAC"/>
              <w:rPr>
                <w:lang w:eastAsia="en-US"/>
              </w:rPr>
            </w:pPr>
          </w:p>
        </w:tc>
        <w:tc>
          <w:tcPr>
            <w:tcW w:w="265" w:type="pct"/>
          </w:tcPr>
          <w:p w14:paraId="3F4333A1" w14:textId="77777777" w:rsidR="004A323B" w:rsidRPr="00835F44" w:rsidRDefault="004A323B" w:rsidP="0052172B">
            <w:pPr>
              <w:pStyle w:val="TAC"/>
              <w:rPr>
                <w:lang w:eastAsia="en-US"/>
              </w:rPr>
            </w:pPr>
          </w:p>
        </w:tc>
        <w:tc>
          <w:tcPr>
            <w:tcW w:w="264" w:type="pct"/>
            <w:vAlign w:val="center"/>
          </w:tcPr>
          <w:p w14:paraId="10207172" w14:textId="77777777" w:rsidR="004A323B" w:rsidRPr="00835F44" w:rsidRDefault="004A323B" w:rsidP="0052172B">
            <w:pPr>
              <w:pStyle w:val="TAC"/>
            </w:pPr>
          </w:p>
        </w:tc>
        <w:tc>
          <w:tcPr>
            <w:tcW w:w="264" w:type="pct"/>
            <w:vAlign w:val="center"/>
          </w:tcPr>
          <w:p w14:paraId="47ACE09B" w14:textId="77777777" w:rsidR="004A323B" w:rsidRPr="00835F44" w:rsidRDefault="004A323B" w:rsidP="0052172B">
            <w:pPr>
              <w:pStyle w:val="TAC"/>
            </w:pPr>
          </w:p>
        </w:tc>
        <w:tc>
          <w:tcPr>
            <w:tcW w:w="264" w:type="pct"/>
          </w:tcPr>
          <w:p w14:paraId="4E316B01" w14:textId="77777777" w:rsidR="004A323B" w:rsidRPr="00835F44" w:rsidRDefault="004A323B" w:rsidP="0052172B">
            <w:pPr>
              <w:pStyle w:val="TAC"/>
              <w:rPr>
                <w:lang w:eastAsia="en-US"/>
              </w:rPr>
            </w:pPr>
          </w:p>
        </w:tc>
        <w:tc>
          <w:tcPr>
            <w:tcW w:w="264" w:type="pct"/>
          </w:tcPr>
          <w:p w14:paraId="58E2F741" w14:textId="77777777" w:rsidR="004A323B" w:rsidRPr="00835F44" w:rsidRDefault="004A323B" w:rsidP="0052172B">
            <w:pPr>
              <w:pStyle w:val="TAC"/>
              <w:rPr>
                <w:lang w:eastAsia="en-US"/>
              </w:rPr>
            </w:pPr>
          </w:p>
        </w:tc>
        <w:tc>
          <w:tcPr>
            <w:tcW w:w="264" w:type="pct"/>
          </w:tcPr>
          <w:p w14:paraId="1634560D" w14:textId="77777777" w:rsidR="004A323B" w:rsidRPr="00835F44" w:rsidRDefault="004A323B" w:rsidP="0052172B">
            <w:pPr>
              <w:pStyle w:val="TAC"/>
              <w:rPr>
                <w:lang w:eastAsia="en-US"/>
              </w:rPr>
            </w:pPr>
          </w:p>
        </w:tc>
        <w:tc>
          <w:tcPr>
            <w:tcW w:w="265" w:type="pct"/>
            <w:vAlign w:val="center"/>
          </w:tcPr>
          <w:p w14:paraId="70D5F79A" w14:textId="77777777" w:rsidR="004A323B" w:rsidRPr="00835F44" w:rsidRDefault="004A323B" w:rsidP="0052172B">
            <w:pPr>
              <w:pStyle w:val="TAC"/>
              <w:rPr>
                <w:lang w:eastAsia="en-US"/>
              </w:rPr>
            </w:pPr>
          </w:p>
        </w:tc>
        <w:tc>
          <w:tcPr>
            <w:tcW w:w="470" w:type="pct"/>
            <w:vMerge/>
            <w:vAlign w:val="center"/>
          </w:tcPr>
          <w:p w14:paraId="2C9BAAB5" w14:textId="77777777" w:rsidR="004A323B" w:rsidRPr="00835F44" w:rsidRDefault="004A323B" w:rsidP="0052172B">
            <w:pPr>
              <w:pStyle w:val="TAC"/>
              <w:rPr>
                <w:lang w:eastAsia="en-US"/>
              </w:rPr>
            </w:pPr>
          </w:p>
        </w:tc>
      </w:tr>
      <w:tr w:rsidR="00495FE7" w:rsidRPr="00835F44" w14:paraId="41B0116F" w14:textId="6AF0BA3E" w:rsidTr="000E530E">
        <w:trPr>
          <w:trHeight w:val="39"/>
          <w:jc w:val="center"/>
        </w:trPr>
        <w:tc>
          <w:tcPr>
            <w:tcW w:w="692" w:type="pct"/>
            <w:vMerge w:val="restart"/>
            <w:vAlign w:val="center"/>
          </w:tcPr>
          <w:p w14:paraId="298881AD" w14:textId="77777777" w:rsidR="004A323B" w:rsidRPr="00835F44" w:rsidRDefault="004A323B" w:rsidP="0052172B">
            <w:pPr>
              <w:pStyle w:val="TAC"/>
              <w:rPr>
                <w:lang w:eastAsia="zh-CN"/>
              </w:rPr>
            </w:pPr>
            <w:r w:rsidRPr="00835F44">
              <w:rPr>
                <w:rFonts w:hint="eastAsia"/>
              </w:rPr>
              <w:t>SUL</w:t>
            </w:r>
            <w:r w:rsidRPr="00835F44">
              <w:rPr>
                <w:lang w:eastAsia="zh-CN"/>
              </w:rPr>
              <w:t>_</w:t>
            </w:r>
            <w:r w:rsidRPr="00835F44">
              <w:rPr>
                <w:rFonts w:hint="eastAsia"/>
              </w:rPr>
              <w:t>n7</w:t>
            </w:r>
            <w:r w:rsidRPr="00835F44">
              <w:rPr>
                <w:rFonts w:hint="eastAsia"/>
                <w:lang w:eastAsia="zh-CN"/>
              </w:rPr>
              <w:t>8</w:t>
            </w:r>
            <w:r w:rsidRPr="00835F44">
              <w:rPr>
                <w:rFonts w:hint="eastAsia"/>
              </w:rPr>
              <w:t>A</w:t>
            </w:r>
            <w:r w:rsidRPr="00835F44">
              <w:rPr>
                <w:lang w:eastAsia="zh-CN"/>
              </w:rPr>
              <w:t>-</w:t>
            </w:r>
            <w:r w:rsidRPr="00835F44">
              <w:rPr>
                <w:rFonts w:hint="eastAsia"/>
              </w:rPr>
              <w:t>n84</w:t>
            </w:r>
            <w:r w:rsidRPr="00835F44">
              <w:rPr>
                <w:lang w:eastAsia="zh-CN"/>
              </w:rPr>
              <w:t>A</w:t>
            </w:r>
          </w:p>
        </w:tc>
        <w:tc>
          <w:tcPr>
            <w:tcW w:w="271" w:type="pct"/>
            <w:vMerge w:val="restart"/>
            <w:shd w:val="clear" w:color="auto" w:fill="auto"/>
            <w:vAlign w:val="center"/>
          </w:tcPr>
          <w:p w14:paraId="74E38CFB" w14:textId="77777777" w:rsidR="004A323B" w:rsidRPr="00835F44" w:rsidRDefault="004A323B" w:rsidP="0052172B">
            <w:pPr>
              <w:pStyle w:val="TAC"/>
            </w:pPr>
            <w:r w:rsidRPr="00835F44">
              <w:t>n</w:t>
            </w:r>
            <w:r w:rsidRPr="00835F44">
              <w:rPr>
                <w:rFonts w:hint="eastAsia"/>
              </w:rPr>
              <w:t>7</w:t>
            </w:r>
            <w:r w:rsidRPr="00835F44">
              <w:rPr>
                <w:rFonts w:hint="eastAsia"/>
                <w:lang w:eastAsia="zh-CN"/>
              </w:rPr>
              <w:t>8</w:t>
            </w:r>
          </w:p>
        </w:tc>
        <w:tc>
          <w:tcPr>
            <w:tcW w:w="392" w:type="pct"/>
          </w:tcPr>
          <w:p w14:paraId="58A46FCB" w14:textId="77777777" w:rsidR="004A323B" w:rsidRPr="00835F44" w:rsidRDefault="004A323B" w:rsidP="0052172B">
            <w:pPr>
              <w:pStyle w:val="TAC"/>
            </w:pPr>
            <w:r w:rsidRPr="00835F44">
              <w:rPr>
                <w:rFonts w:hint="eastAsia"/>
              </w:rPr>
              <w:t>15</w:t>
            </w:r>
          </w:p>
        </w:tc>
        <w:tc>
          <w:tcPr>
            <w:tcW w:w="264" w:type="pct"/>
          </w:tcPr>
          <w:p w14:paraId="3761AD44" w14:textId="77777777" w:rsidR="004A323B" w:rsidRPr="00835F44" w:rsidRDefault="004A323B" w:rsidP="0052172B">
            <w:pPr>
              <w:pStyle w:val="TAC"/>
            </w:pPr>
          </w:p>
        </w:tc>
        <w:tc>
          <w:tcPr>
            <w:tcW w:w="264" w:type="pct"/>
            <w:shd w:val="clear" w:color="auto" w:fill="auto"/>
            <w:vAlign w:val="center"/>
          </w:tcPr>
          <w:p w14:paraId="3940E079" w14:textId="77777777" w:rsidR="004A323B" w:rsidRPr="00835F44" w:rsidRDefault="004A323B" w:rsidP="0052172B">
            <w:pPr>
              <w:pStyle w:val="TAC"/>
            </w:pPr>
            <w:r w:rsidRPr="00835F44">
              <w:rPr>
                <w:rFonts w:hint="eastAsia"/>
              </w:rPr>
              <w:t>Yes</w:t>
            </w:r>
          </w:p>
        </w:tc>
        <w:tc>
          <w:tcPr>
            <w:tcW w:w="264" w:type="pct"/>
            <w:vAlign w:val="center"/>
          </w:tcPr>
          <w:p w14:paraId="08F04279" w14:textId="77777777" w:rsidR="004A323B" w:rsidRPr="00835F44" w:rsidRDefault="004A323B" w:rsidP="0052172B">
            <w:pPr>
              <w:pStyle w:val="TAC"/>
            </w:pPr>
            <w:r w:rsidRPr="00835F44">
              <w:rPr>
                <w:rFonts w:hint="eastAsia"/>
              </w:rPr>
              <w:t>Yes</w:t>
            </w:r>
          </w:p>
        </w:tc>
        <w:tc>
          <w:tcPr>
            <w:tcW w:w="264" w:type="pct"/>
            <w:vAlign w:val="center"/>
          </w:tcPr>
          <w:p w14:paraId="0432DE7F" w14:textId="77777777" w:rsidR="004A323B" w:rsidRPr="00835F44" w:rsidRDefault="004A323B" w:rsidP="0052172B">
            <w:pPr>
              <w:pStyle w:val="TAC"/>
            </w:pPr>
            <w:r w:rsidRPr="00835F44">
              <w:rPr>
                <w:rFonts w:hint="eastAsia"/>
              </w:rPr>
              <w:t>Yes</w:t>
            </w:r>
          </w:p>
        </w:tc>
        <w:tc>
          <w:tcPr>
            <w:tcW w:w="264" w:type="pct"/>
          </w:tcPr>
          <w:p w14:paraId="2E8E6D01" w14:textId="77777777" w:rsidR="004A323B" w:rsidRPr="00835F44" w:rsidRDefault="004A323B" w:rsidP="0052172B">
            <w:pPr>
              <w:pStyle w:val="TAC"/>
              <w:rPr>
                <w:lang w:eastAsia="en-US"/>
              </w:rPr>
            </w:pPr>
          </w:p>
        </w:tc>
        <w:tc>
          <w:tcPr>
            <w:tcW w:w="265" w:type="pct"/>
          </w:tcPr>
          <w:p w14:paraId="28F8820D" w14:textId="77777777" w:rsidR="004A323B" w:rsidRPr="00835F44" w:rsidRDefault="004A323B" w:rsidP="0052172B">
            <w:pPr>
              <w:pStyle w:val="TAC"/>
              <w:rPr>
                <w:lang w:eastAsia="en-US"/>
              </w:rPr>
            </w:pPr>
          </w:p>
        </w:tc>
        <w:tc>
          <w:tcPr>
            <w:tcW w:w="264" w:type="pct"/>
            <w:vAlign w:val="center"/>
          </w:tcPr>
          <w:p w14:paraId="60A1F986"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40EE6A7D" w14:textId="77777777" w:rsidR="004A323B" w:rsidRPr="00835F44" w:rsidRDefault="004A323B" w:rsidP="0052172B">
            <w:pPr>
              <w:pStyle w:val="TAC"/>
              <w:rPr>
                <w:lang w:eastAsia="zh-CN"/>
              </w:rPr>
            </w:pPr>
            <w:r w:rsidRPr="00835F44">
              <w:rPr>
                <w:rFonts w:hint="eastAsia"/>
              </w:rPr>
              <w:t>Yes</w:t>
            </w:r>
          </w:p>
        </w:tc>
        <w:tc>
          <w:tcPr>
            <w:tcW w:w="264" w:type="pct"/>
          </w:tcPr>
          <w:p w14:paraId="15780AF7" w14:textId="77777777" w:rsidR="004A323B" w:rsidRPr="00835F44" w:rsidRDefault="004A323B" w:rsidP="0052172B">
            <w:pPr>
              <w:pStyle w:val="TAC"/>
              <w:rPr>
                <w:lang w:eastAsia="zh-CN"/>
              </w:rPr>
            </w:pPr>
          </w:p>
        </w:tc>
        <w:tc>
          <w:tcPr>
            <w:tcW w:w="264" w:type="pct"/>
          </w:tcPr>
          <w:p w14:paraId="39495922" w14:textId="77777777" w:rsidR="004A323B" w:rsidRPr="00835F44" w:rsidRDefault="004A323B" w:rsidP="0052172B">
            <w:pPr>
              <w:pStyle w:val="TAC"/>
              <w:rPr>
                <w:lang w:eastAsia="zh-CN"/>
              </w:rPr>
            </w:pPr>
          </w:p>
        </w:tc>
        <w:tc>
          <w:tcPr>
            <w:tcW w:w="264" w:type="pct"/>
          </w:tcPr>
          <w:p w14:paraId="4DED380E" w14:textId="77777777" w:rsidR="004A323B" w:rsidRPr="00835F44" w:rsidRDefault="004A323B" w:rsidP="0052172B">
            <w:pPr>
              <w:pStyle w:val="TAC"/>
              <w:rPr>
                <w:lang w:eastAsia="zh-CN"/>
              </w:rPr>
            </w:pPr>
          </w:p>
        </w:tc>
        <w:tc>
          <w:tcPr>
            <w:tcW w:w="265" w:type="pct"/>
            <w:vAlign w:val="center"/>
          </w:tcPr>
          <w:p w14:paraId="208C4E99" w14:textId="77777777" w:rsidR="004A323B" w:rsidRPr="00835F44" w:rsidRDefault="004A323B" w:rsidP="0052172B">
            <w:pPr>
              <w:pStyle w:val="TAC"/>
              <w:rPr>
                <w:lang w:eastAsia="zh-CN"/>
              </w:rPr>
            </w:pPr>
          </w:p>
        </w:tc>
        <w:tc>
          <w:tcPr>
            <w:tcW w:w="470" w:type="pct"/>
            <w:vMerge w:val="restart"/>
            <w:vAlign w:val="center"/>
          </w:tcPr>
          <w:p w14:paraId="3025CA38" w14:textId="492E8E77" w:rsidR="004A323B" w:rsidRPr="00835F44" w:rsidRDefault="004A323B" w:rsidP="0052172B">
            <w:pPr>
              <w:pStyle w:val="TAC"/>
              <w:rPr>
                <w:lang w:eastAsia="en-US"/>
              </w:rPr>
            </w:pPr>
            <w:r w:rsidRPr="00835F44">
              <w:rPr>
                <w:lang w:eastAsia="en-US"/>
              </w:rPr>
              <w:t>0</w:t>
            </w:r>
          </w:p>
        </w:tc>
      </w:tr>
      <w:tr w:rsidR="00495FE7" w:rsidRPr="00835F44" w14:paraId="3CCCDF20" w14:textId="34CB9D30" w:rsidTr="000E530E">
        <w:trPr>
          <w:trHeight w:val="39"/>
          <w:jc w:val="center"/>
        </w:trPr>
        <w:tc>
          <w:tcPr>
            <w:tcW w:w="692" w:type="pct"/>
            <w:vMerge/>
            <w:vAlign w:val="center"/>
          </w:tcPr>
          <w:p w14:paraId="1A999E9A" w14:textId="77777777" w:rsidR="004A323B" w:rsidRPr="00835F44" w:rsidRDefault="004A323B" w:rsidP="0052172B">
            <w:pPr>
              <w:pStyle w:val="TAC"/>
              <w:rPr>
                <w:lang w:eastAsia="zh-CN"/>
              </w:rPr>
            </w:pPr>
          </w:p>
        </w:tc>
        <w:tc>
          <w:tcPr>
            <w:tcW w:w="271" w:type="pct"/>
            <w:vMerge/>
            <w:shd w:val="clear" w:color="auto" w:fill="auto"/>
            <w:vAlign w:val="center"/>
          </w:tcPr>
          <w:p w14:paraId="1266342B" w14:textId="77777777" w:rsidR="004A323B" w:rsidRPr="00835F44" w:rsidRDefault="004A323B" w:rsidP="0052172B">
            <w:pPr>
              <w:pStyle w:val="TAC"/>
            </w:pPr>
          </w:p>
        </w:tc>
        <w:tc>
          <w:tcPr>
            <w:tcW w:w="392" w:type="pct"/>
          </w:tcPr>
          <w:p w14:paraId="75EC0E44" w14:textId="77777777" w:rsidR="004A323B" w:rsidRPr="00835F44" w:rsidRDefault="004A323B" w:rsidP="0052172B">
            <w:pPr>
              <w:pStyle w:val="TAC"/>
            </w:pPr>
            <w:r w:rsidRPr="00835F44">
              <w:rPr>
                <w:rFonts w:hint="eastAsia"/>
              </w:rPr>
              <w:t>30</w:t>
            </w:r>
          </w:p>
        </w:tc>
        <w:tc>
          <w:tcPr>
            <w:tcW w:w="264" w:type="pct"/>
          </w:tcPr>
          <w:p w14:paraId="7BEC2CD4" w14:textId="77777777" w:rsidR="004A323B" w:rsidRPr="00835F44" w:rsidRDefault="004A323B" w:rsidP="0052172B">
            <w:pPr>
              <w:pStyle w:val="TAC"/>
            </w:pPr>
          </w:p>
        </w:tc>
        <w:tc>
          <w:tcPr>
            <w:tcW w:w="264" w:type="pct"/>
            <w:shd w:val="clear" w:color="auto" w:fill="auto"/>
            <w:vAlign w:val="center"/>
          </w:tcPr>
          <w:p w14:paraId="2E80B109" w14:textId="77777777" w:rsidR="004A323B" w:rsidRPr="00835F44" w:rsidRDefault="004A323B" w:rsidP="0052172B">
            <w:pPr>
              <w:pStyle w:val="TAC"/>
            </w:pPr>
            <w:r w:rsidRPr="00835F44">
              <w:rPr>
                <w:rFonts w:hint="eastAsia"/>
              </w:rPr>
              <w:t>Yes</w:t>
            </w:r>
          </w:p>
        </w:tc>
        <w:tc>
          <w:tcPr>
            <w:tcW w:w="264" w:type="pct"/>
            <w:vAlign w:val="center"/>
          </w:tcPr>
          <w:p w14:paraId="1A146F07" w14:textId="77777777" w:rsidR="004A323B" w:rsidRPr="00835F44" w:rsidRDefault="004A323B" w:rsidP="0052172B">
            <w:pPr>
              <w:pStyle w:val="TAC"/>
            </w:pPr>
            <w:r w:rsidRPr="00835F44">
              <w:rPr>
                <w:rFonts w:hint="eastAsia"/>
              </w:rPr>
              <w:t>Yes</w:t>
            </w:r>
          </w:p>
        </w:tc>
        <w:tc>
          <w:tcPr>
            <w:tcW w:w="264" w:type="pct"/>
            <w:vAlign w:val="center"/>
          </w:tcPr>
          <w:p w14:paraId="1CF42155" w14:textId="77777777" w:rsidR="004A323B" w:rsidRPr="00835F44" w:rsidRDefault="004A323B" w:rsidP="0052172B">
            <w:pPr>
              <w:pStyle w:val="TAC"/>
            </w:pPr>
            <w:r w:rsidRPr="00835F44">
              <w:rPr>
                <w:rFonts w:hint="eastAsia"/>
              </w:rPr>
              <w:t>Yes</w:t>
            </w:r>
          </w:p>
        </w:tc>
        <w:tc>
          <w:tcPr>
            <w:tcW w:w="264" w:type="pct"/>
          </w:tcPr>
          <w:p w14:paraId="5CAF7FC9" w14:textId="77777777" w:rsidR="004A323B" w:rsidRPr="00835F44" w:rsidRDefault="004A323B" w:rsidP="0052172B">
            <w:pPr>
              <w:pStyle w:val="TAC"/>
              <w:rPr>
                <w:lang w:eastAsia="en-US"/>
              </w:rPr>
            </w:pPr>
          </w:p>
        </w:tc>
        <w:tc>
          <w:tcPr>
            <w:tcW w:w="265" w:type="pct"/>
          </w:tcPr>
          <w:p w14:paraId="53C62DEA" w14:textId="77777777" w:rsidR="004A323B" w:rsidRPr="00835F44" w:rsidRDefault="004A323B" w:rsidP="0052172B">
            <w:pPr>
              <w:pStyle w:val="TAC"/>
              <w:rPr>
                <w:lang w:eastAsia="en-US"/>
              </w:rPr>
            </w:pPr>
          </w:p>
        </w:tc>
        <w:tc>
          <w:tcPr>
            <w:tcW w:w="264" w:type="pct"/>
            <w:vAlign w:val="center"/>
          </w:tcPr>
          <w:p w14:paraId="74DC596C"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445F8842"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1FFB27EA"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013710FB"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38931FE9" w14:textId="77777777" w:rsidR="004A323B" w:rsidRPr="00835F44" w:rsidRDefault="004A323B" w:rsidP="0052172B">
            <w:pPr>
              <w:pStyle w:val="TAC"/>
            </w:pPr>
            <w:r w:rsidRPr="00835F44">
              <w:t>Yes</w:t>
            </w:r>
          </w:p>
        </w:tc>
        <w:tc>
          <w:tcPr>
            <w:tcW w:w="265" w:type="pct"/>
            <w:vAlign w:val="center"/>
          </w:tcPr>
          <w:p w14:paraId="7F3C065B" w14:textId="77777777" w:rsidR="004A323B" w:rsidRPr="00835F44" w:rsidRDefault="004A323B" w:rsidP="0052172B">
            <w:pPr>
              <w:pStyle w:val="TAC"/>
              <w:rPr>
                <w:lang w:eastAsia="zh-CN"/>
              </w:rPr>
            </w:pPr>
            <w:r w:rsidRPr="00835F44">
              <w:rPr>
                <w:rFonts w:hint="eastAsia"/>
              </w:rPr>
              <w:t>Yes</w:t>
            </w:r>
          </w:p>
        </w:tc>
        <w:tc>
          <w:tcPr>
            <w:tcW w:w="470" w:type="pct"/>
            <w:vMerge/>
            <w:vAlign w:val="center"/>
          </w:tcPr>
          <w:p w14:paraId="025A01EC" w14:textId="77777777" w:rsidR="004A323B" w:rsidRPr="00835F44" w:rsidRDefault="004A323B" w:rsidP="0052172B">
            <w:pPr>
              <w:pStyle w:val="TAC"/>
            </w:pPr>
          </w:p>
        </w:tc>
      </w:tr>
      <w:tr w:rsidR="00495FE7" w:rsidRPr="00835F44" w14:paraId="4AF9E1B0" w14:textId="52087926" w:rsidTr="000E530E">
        <w:trPr>
          <w:trHeight w:val="39"/>
          <w:jc w:val="center"/>
        </w:trPr>
        <w:tc>
          <w:tcPr>
            <w:tcW w:w="692" w:type="pct"/>
            <w:vMerge/>
            <w:vAlign w:val="center"/>
          </w:tcPr>
          <w:p w14:paraId="1A989117" w14:textId="77777777" w:rsidR="004A323B" w:rsidRPr="00835F44" w:rsidRDefault="004A323B" w:rsidP="0052172B">
            <w:pPr>
              <w:pStyle w:val="TAC"/>
              <w:rPr>
                <w:lang w:eastAsia="zh-CN"/>
              </w:rPr>
            </w:pPr>
          </w:p>
        </w:tc>
        <w:tc>
          <w:tcPr>
            <w:tcW w:w="271" w:type="pct"/>
            <w:vMerge/>
            <w:shd w:val="clear" w:color="auto" w:fill="auto"/>
            <w:vAlign w:val="center"/>
          </w:tcPr>
          <w:p w14:paraId="6A02D740" w14:textId="77777777" w:rsidR="004A323B" w:rsidRPr="00835F44" w:rsidRDefault="004A323B" w:rsidP="0052172B">
            <w:pPr>
              <w:pStyle w:val="TAC"/>
            </w:pPr>
          </w:p>
        </w:tc>
        <w:tc>
          <w:tcPr>
            <w:tcW w:w="392" w:type="pct"/>
          </w:tcPr>
          <w:p w14:paraId="0A089F6D" w14:textId="77777777" w:rsidR="004A323B" w:rsidRPr="00835F44" w:rsidRDefault="004A323B" w:rsidP="0052172B">
            <w:pPr>
              <w:pStyle w:val="TAC"/>
            </w:pPr>
            <w:r w:rsidRPr="00835F44">
              <w:rPr>
                <w:rFonts w:hint="eastAsia"/>
              </w:rPr>
              <w:t>60</w:t>
            </w:r>
          </w:p>
        </w:tc>
        <w:tc>
          <w:tcPr>
            <w:tcW w:w="264" w:type="pct"/>
          </w:tcPr>
          <w:p w14:paraId="07D8BEAA" w14:textId="77777777" w:rsidR="004A323B" w:rsidRPr="00835F44" w:rsidRDefault="004A323B" w:rsidP="0052172B">
            <w:pPr>
              <w:pStyle w:val="TAC"/>
            </w:pPr>
          </w:p>
        </w:tc>
        <w:tc>
          <w:tcPr>
            <w:tcW w:w="264" w:type="pct"/>
            <w:shd w:val="clear" w:color="auto" w:fill="auto"/>
            <w:vAlign w:val="center"/>
          </w:tcPr>
          <w:p w14:paraId="21173DBA" w14:textId="77777777" w:rsidR="004A323B" w:rsidRPr="00835F44" w:rsidRDefault="004A323B" w:rsidP="0052172B">
            <w:pPr>
              <w:pStyle w:val="TAC"/>
            </w:pPr>
            <w:r w:rsidRPr="00835F44">
              <w:rPr>
                <w:rFonts w:hint="eastAsia"/>
              </w:rPr>
              <w:t>Yes</w:t>
            </w:r>
          </w:p>
        </w:tc>
        <w:tc>
          <w:tcPr>
            <w:tcW w:w="264" w:type="pct"/>
            <w:vAlign w:val="center"/>
          </w:tcPr>
          <w:p w14:paraId="13A7C45E" w14:textId="77777777" w:rsidR="004A323B" w:rsidRPr="00835F44" w:rsidRDefault="004A323B" w:rsidP="0052172B">
            <w:pPr>
              <w:pStyle w:val="TAC"/>
            </w:pPr>
            <w:r w:rsidRPr="00835F44">
              <w:rPr>
                <w:rFonts w:hint="eastAsia"/>
              </w:rPr>
              <w:t>Yes</w:t>
            </w:r>
          </w:p>
        </w:tc>
        <w:tc>
          <w:tcPr>
            <w:tcW w:w="264" w:type="pct"/>
            <w:vAlign w:val="center"/>
          </w:tcPr>
          <w:p w14:paraId="2624FBAE" w14:textId="77777777" w:rsidR="004A323B" w:rsidRPr="00835F44" w:rsidRDefault="004A323B" w:rsidP="0052172B">
            <w:pPr>
              <w:pStyle w:val="TAC"/>
            </w:pPr>
            <w:r w:rsidRPr="00835F44">
              <w:rPr>
                <w:rFonts w:hint="eastAsia"/>
              </w:rPr>
              <w:t>Yes</w:t>
            </w:r>
          </w:p>
        </w:tc>
        <w:tc>
          <w:tcPr>
            <w:tcW w:w="264" w:type="pct"/>
          </w:tcPr>
          <w:p w14:paraId="73D7F828" w14:textId="77777777" w:rsidR="004A323B" w:rsidRPr="00835F44" w:rsidRDefault="004A323B" w:rsidP="0052172B">
            <w:pPr>
              <w:pStyle w:val="TAC"/>
              <w:rPr>
                <w:lang w:eastAsia="en-US"/>
              </w:rPr>
            </w:pPr>
          </w:p>
        </w:tc>
        <w:tc>
          <w:tcPr>
            <w:tcW w:w="265" w:type="pct"/>
          </w:tcPr>
          <w:p w14:paraId="3F580E58" w14:textId="77777777" w:rsidR="004A323B" w:rsidRPr="00835F44" w:rsidRDefault="004A323B" w:rsidP="0052172B">
            <w:pPr>
              <w:pStyle w:val="TAC"/>
              <w:rPr>
                <w:lang w:eastAsia="en-US"/>
              </w:rPr>
            </w:pPr>
          </w:p>
        </w:tc>
        <w:tc>
          <w:tcPr>
            <w:tcW w:w="264" w:type="pct"/>
            <w:vAlign w:val="center"/>
          </w:tcPr>
          <w:p w14:paraId="302B0A88"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7E3FBE99"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6E7FE073"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3AD29922"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3C4982D8" w14:textId="77777777" w:rsidR="004A323B" w:rsidRPr="00835F44" w:rsidRDefault="004A323B" w:rsidP="0052172B">
            <w:pPr>
              <w:pStyle w:val="TAC"/>
            </w:pPr>
            <w:r w:rsidRPr="00835F44">
              <w:t>Yes</w:t>
            </w:r>
          </w:p>
        </w:tc>
        <w:tc>
          <w:tcPr>
            <w:tcW w:w="265" w:type="pct"/>
            <w:vAlign w:val="center"/>
          </w:tcPr>
          <w:p w14:paraId="6B2D7BF9" w14:textId="77777777" w:rsidR="004A323B" w:rsidRPr="00835F44" w:rsidRDefault="004A323B" w:rsidP="0052172B">
            <w:pPr>
              <w:pStyle w:val="TAC"/>
              <w:rPr>
                <w:lang w:eastAsia="zh-CN"/>
              </w:rPr>
            </w:pPr>
            <w:r w:rsidRPr="00835F44">
              <w:rPr>
                <w:rFonts w:hint="eastAsia"/>
              </w:rPr>
              <w:t>Yes</w:t>
            </w:r>
          </w:p>
        </w:tc>
        <w:tc>
          <w:tcPr>
            <w:tcW w:w="470" w:type="pct"/>
            <w:vMerge/>
            <w:vAlign w:val="center"/>
          </w:tcPr>
          <w:p w14:paraId="2A1C8C69" w14:textId="77777777" w:rsidR="004A323B" w:rsidRPr="00835F44" w:rsidRDefault="004A323B" w:rsidP="0052172B">
            <w:pPr>
              <w:pStyle w:val="TAC"/>
            </w:pPr>
          </w:p>
        </w:tc>
      </w:tr>
      <w:tr w:rsidR="00495FE7" w:rsidRPr="00835F44" w14:paraId="51E52F1D" w14:textId="24436E50" w:rsidTr="000E530E">
        <w:trPr>
          <w:trHeight w:val="39"/>
          <w:jc w:val="center"/>
        </w:trPr>
        <w:tc>
          <w:tcPr>
            <w:tcW w:w="692" w:type="pct"/>
            <w:vMerge/>
            <w:vAlign w:val="center"/>
          </w:tcPr>
          <w:p w14:paraId="6F53FBDE" w14:textId="77777777" w:rsidR="004A323B" w:rsidRPr="00835F44" w:rsidRDefault="004A323B" w:rsidP="0052172B">
            <w:pPr>
              <w:pStyle w:val="TAC"/>
              <w:rPr>
                <w:lang w:eastAsia="zh-CN"/>
              </w:rPr>
            </w:pPr>
          </w:p>
        </w:tc>
        <w:tc>
          <w:tcPr>
            <w:tcW w:w="271" w:type="pct"/>
            <w:shd w:val="clear" w:color="auto" w:fill="auto"/>
            <w:vAlign w:val="center"/>
          </w:tcPr>
          <w:p w14:paraId="03F2792D" w14:textId="77777777" w:rsidR="004A323B" w:rsidRPr="00835F44" w:rsidRDefault="004A323B" w:rsidP="0052172B">
            <w:pPr>
              <w:pStyle w:val="TAC"/>
            </w:pPr>
            <w:r w:rsidRPr="00835F44">
              <w:t>n</w:t>
            </w:r>
            <w:r w:rsidRPr="00835F44">
              <w:rPr>
                <w:rFonts w:hint="eastAsia"/>
              </w:rPr>
              <w:t>8</w:t>
            </w:r>
            <w:r w:rsidRPr="00835F44">
              <w:t>4</w:t>
            </w:r>
          </w:p>
        </w:tc>
        <w:tc>
          <w:tcPr>
            <w:tcW w:w="392" w:type="pct"/>
          </w:tcPr>
          <w:p w14:paraId="081F5AD7" w14:textId="77777777" w:rsidR="004A323B" w:rsidRPr="00835F44" w:rsidRDefault="004A323B" w:rsidP="0052172B">
            <w:pPr>
              <w:pStyle w:val="TAC"/>
            </w:pPr>
            <w:r w:rsidRPr="00835F44">
              <w:rPr>
                <w:rFonts w:hint="eastAsia"/>
              </w:rPr>
              <w:t>15</w:t>
            </w:r>
          </w:p>
        </w:tc>
        <w:tc>
          <w:tcPr>
            <w:tcW w:w="264" w:type="pct"/>
          </w:tcPr>
          <w:p w14:paraId="35EC9304" w14:textId="77777777" w:rsidR="004A323B" w:rsidRPr="00835F44" w:rsidRDefault="004A323B" w:rsidP="0052172B">
            <w:pPr>
              <w:pStyle w:val="TAC"/>
            </w:pPr>
            <w:r w:rsidRPr="00835F44">
              <w:rPr>
                <w:rFonts w:hint="eastAsia"/>
              </w:rPr>
              <w:t>Yes</w:t>
            </w:r>
          </w:p>
        </w:tc>
        <w:tc>
          <w:tcPr>
            <w:tcW w:w="264" w:type="pct"/>
            <w:shd w:val="clear" w:color="auto" w:fill="auto"/>
            <w:vAlign w:val="center"/>
          </w:tcPr>
          <w:p w14:paraId="4FD0E109" w14:textId="77777777" w:rsidR="004A323B" w:rsidRPr="00835F44" w:rsidRDefault="004A323B" w:rsidP="0052172B">
            <w:pPr>
              <w:pStyle w:val="TAC"/>
            </w:pPr>
            <w:r w:rsidRPr="00835F44">
              <w:rPr>
                <w:rFonts w:hint="eastAsia"/>
              </w:rPr>
              <w:t>Yes</w:t>
            </w:r>
          </w:p>
        </w:tc>
        <w:tc>
          <w:tcPr>
            <w:tcW w:w="264" w:type="pct"/>
            <w:vAlign w:val="center"/>
          </w:tcPr>
          <w:p w14:paraId="1B55F548" w14:textId="77777777" w:rsidR="004A323B" w:rsidRPr="00835F44" w:rsidRDefault="004A323B" w:rsidP="0052172B">
            <w:pPr>
              <w:pStyle w:val="TAC"/>
            </w:pPr>
            <w:r w:rsidRPr="00835F44">
              <w:rPr>
                <w:rFonts w:hint="eastAsia"/>
              </w:rPr>
              <w:t>Yes</w:t>
            </w:r>
          </w:p>
        </w:tc>
        <w:tc>
          <w:tcPr>
            <w:tcW w:w="264" w:type="pct"/>
            <w:vAlign w:val="center"/>
          </w:tcPr>
          <w:p w14:paraId="4BAF8AEB" w14:textId="77777777" w:rsidR="004A323B" w:rsidRPr="00835F44" w:rsidRDefault="004A323B" w:rsidP="0052172B">
            <w:pPr>
              <w:pStyle w:val="TAC"/>
            </w:pPr>
            <w:r w:rsidRPr="00835F44">
              <w:rPr>
                <w:rFonts w:hint="eastAsia"/>
              </w:rPr>
              <w:t>Yes</w:t>
            </w:r>
          </w:p>
        </w:tc>
        <w:tc>
          <w:tcPr>
            <w:tcW w:w="264" w:type="pct"/>
          </w:tcPr>
          <w:p w14:paraId="28714951" w14:textId="77777777" w:rsidR="004A323B" w:rsidRPr="00835F44" w:rsidRDefault="004A323B" w:rsidP="0052172B">
            <w:pPr>
              <w:pStyle w:val="TAC"/>
              <w:rPr>
                <w:lang w:eastAsia="en-US"/>
              </w:rPr>
            </w:pPr>
          </w:p>
        </w:tc>
        <w:tc>
          <w:tcPr>
            <w:tcW w:w="265" w:type="pct"/>
          </w:tcPr>
          <w:p w14:paraId="1D166A24" w14:textId="77777777" w:rsidR="004A323B" w:rsidRPr="00835F44" w:rsidRDefault="004A323B" w:rsidP="0052172B">
            <w:pPr>
              <w:pStyle w:val="TAC"/>
              <w:rPr>
                <w:lang w:eastAsia="en-US"/>
              </w:rPr>
            </w:pPr>
          </w:p>
        </w:tc>
        <w:tc>
          <w:tcPr>
            <w:tcW w:w="264" w:type="pct"/>
            <w:vAlign w:val="center"/>
          </w:tcPr>
          <w:p w14:paraId="7FF2A604" w14:textId="77777777" w:rsidR="004A323B" w:rsidRPr="00835F44" w:rsidRDefault="004A323B" w:rsidP="0052172B">
            <w:pPr>
              <w:pStyle w:val="TAC"/>
              <w:rPr>
                <w:lang w:eastAsia="en-US"/>
              </w:rPr>
            </w:pPr>
          </w:p>
        </w:tc>
        <w:tc>
          <w:tcPr>
            <w:tcW w:w="264" w:type="pct"/>
            <w:vAlign w:val="center"/>
          </w:tcPr>
          <w:p w14:paraId="1AD7D779" w14:textId="77777777" w:rsidR="004A323B" w:rsidRPr="00835F44" w:rsidRDefault="004A323B" w:rsidP="0052172B">
            <w:pPr>
              <w:pStyle w:val="TAC"/>
              <w:rPr>
                <w:lang w:eastAsia="zh-CN"/>
              </w:rPr>
            </w:pPr>
          </w:p>
        </w:tc>
        <w:tc>
          <w:tcPr>
            <w:tcW w:w="264" w:type="pct"/>
          </w:tcPr>
          <w:p w14:paraId="657205B6" w14:textId="77777777" w:rsidR="004A323B" w:rsidRPr="00835F44" w:rsidRDefault="004A323B" w:rsidP="0052172B">
            <w:pPr>
              <w:pStyle w:val="TAC"/>
              <w:rPr>
                <w:lang w:eastAsia="zh-CN"/>
              </w:rPr>
            </w:pPr>
          </w:p>
        </w:tc>
        <w:tc>
          <w:tcPr>
            <w:tcW w:w="264" w:type="pct"/>
          </w:tcPr>
          <w:p w14:paraId="6251FF44" w14:textId="77777777" w:rsidR="004A323B" w:rsidRPr="00835F44" w:rsidRDefault="004A323B" w:rsidP="0052172B">
            <w:pPr>
              <w:pStyle w:val="TAC"/>
              <w:rPr>
                <w:lang w:eastAsia="zh-CN"/>
              </w:rPr>
            </w:pPr>
          </w:p>
        </w:tc>
        <w:tc>
          <w:tcPr>
            <w:tcW w:w="264" w:type="pct"/>
          </w:tcPr>
          <w:p w14:paraId="7EBABFF9" w14:textId="77777777" w:rsidR="004A323B" w:rsidRPr="00835F44" w:rsidRDefault="004A323B" w:rsidP="0052172B">
            <w:pPr>
              <w:pStyle w:val="TAC"/>
              <w:rPr>
                <w:lang w:eastAsia="zh-CN"/>
              </w:rPr>
            </w:pPr>
          </w:p>
        </w:tc>
        <w:tc>
          <w:tcPr>
            <w:tcW w:w="265" w:type="pct"/>
            <w:vAlign w:val="center"/>
          </w:tcPr>
          <w:p w14:paraId="5D639F5A" w14:textId="77777777" w:rsidR="004A323B" w:rsidRPr="00835F44" w:rsidRDefault="004A323B" w:rsidP="0052172B">
            <w:pPr>
              <w:pStyle w:val="TAC"/>
              <w:rPr>
                <w:lang w:eastAsia="zh-CN"/>
              </w:rPr>
            </w:pPr>
          </w:p>
        </w:tc>
        <w:tc>
          <w:tcPr>
            <w:tcW w:w="470" w:type="pct"/>
            <w:vMerge/>
            <w:vAlign w:val="center"/>
          </w:tcPr>
          <w:p w14:paraId="49EBC88E" w14:textId="77777777" w:rsidR="004A323B" w:rsidRPr="00835F44" w:rsidRDefault="004A323B" w:rsidP="0052172B">
            <w:pPr>
              <w:pStyle w:val="TAC"/>
              <w:rPr>
                <w:lang w:eastAsia="en-US"/>
              </w:rPr>
            </w:pPr>
          </w:p>
        </w:tc>
      </w:tr>
      <w:tr w:rsidR="00495FE7" w:rsidRPr="00835F44" w14:paraId="65C5F0D6" w14:textId="7579D316" w:rsidTr="000E530E">
        <w:trPr>
          <w:trHeight w:val="39"/>
          <w:jc w:val="center"/>
        </w:trPr>
        <w:tc>
          <w:tcPr>
            <w:tcW w:w="692" w:type="pct"/>
            <w:vMerge w:val="restart"/>
            <w:vAlign w:val="center"/>
          </w:tcPr>
          <w:p w14:paraId="604D4932" w14:textId="77777777" w:rsidR="004A323B" w:rsidRPr="00835F44" w:rsidRDefault="004A323B" w:rsidP="0052172B">
            <w:pPr>
              <w:pStyle w:val="TAC"/>
            </w:pPr>
            <w:r w:rsidRPr="00835F44">
              <w:t>SUL_n78A-n86A</w:t>
            </w:r>
          </w:p>
        </w:tc>
        <w:tc>
          <w:tcPr>
            <w:tcW w:w="271" w:type="pct"/>
            <w:vMerge w:val="restart"/>
            <w:shd w:val="clear" w:color="auto" w:fill="auto"/>
            <w:vAlign w:val="center"/>
          </w:tcPr>
          <w:p w14:paraId="0FFDDEF4" w14:textId="77777777" w:rsidR="004A323B" w:rsidRPr="00835F44" w:rsidRDefault="004A323B" w:rsidP="0052172B">
            <w:pPr>
              <w:pStyle w:val="TAC"/>
            </w:pPr>
            <w:r w:rsidRPr="00835F44">
              <w:t>n</w:t>
            </w:r>
            <w:r w:rsidRPr="00835F44">
              <w:rPr>
                <w:rFonts w:hint="eastAsia"/>
              </w:rPr>
              <w:t>7</w:t>
            </w:r>
            <w:r w:rsidRPr="00835F44">
              <w:rPr>
                <w:rFonts w:hint="eastAsia"/>
                <w:lang w:eastAsia="zh-CN"/>
              </w:rPr>
              <w:t>8</w:t>
            </w:r>
          </w:p>
        </w:tc>
        <w:tc>
          <w:tcPr>
            <w:tcW w:w="392" w:type="pct"/>
          </w:tcPr>
          <w:p w14:paraId="195EFDAD" w14:textId="77777777" w:rsidR="004A323B" w:rsidRPr="00835F44" w:rsidRDefault="004A323B" w:rsidP="0052172B">
            <w:pPr>
              <w:pStyle w:val="TAC"/>
            </w:pPr>
            <w:r w:rsidRPr="00835F44">
              <w:rPr>
                <w:rFonts w:hint="eastAsia"/>
              </w:rPr>
              <w:t>15</w:t>
            </w:r>
          </w:p>
        </w:tc>
        <w:tc>
          <w:tcPr>
            <w:tcW w:w="264" w:type="pct"/>
          </w:tcPr>
          <w:p w14:paraId="6C3690D0" w14:textId="77777777" w:rsidR="004A323B" w:rsidRPr="00835F44" w:rsidRDefault="004A323B" w:rsidP="0052172B">
            <w:pPr>
              <w:pStyle w:val="TAC"/>
            </w:pPr>
          </w:p>
        </w:tc>
        <w:tc>
          <w:tcPr>
            <w:tcW w:w="264" w:type="pct"/>
            <w:shd w:val="clear" w:color="auto" w:fill="auto"/>
            <w:vAlign w:val="center"/>
          </w:tcPr>
          <w:p w14:paraId="045E79E5" w14:textId="77777777" w:rsidR="004A323B" w:rsidRPr="00835F44" w:rsidRDefault="004A323B" w:rsidP="0052172B">
            <w:pPr>
              <w:pStyle w:val="TAC"/>
            </w:pPr>
            <w:r w:rsidRPr="00835F44">
              <w:rPr>
                <w:rFonts w:hint="eastAsia"/>
              </w:rPr>
              <w:t>Yes</w:t>
            </w:r>
          </w:p>
        </w:tc>
        <w:tc>
          <w:tcPr>
            <w:tcW w:w="264" w:type="pct"/>
            <w:vAlign w:val="center"/>
          </w:tcPr>
          <w:p w14:paraId="37770342" w14:textId="77777777" w:rsidR="004A323B" w:rsidRPr="00835F44" w:rsidRDefault="004A323B" w:rsidP="0052172B">
            <w:pPr>
              <w:pStyle w:val="TAC"/>
            </w:pPr>
            <w:r w:rsidRPr="00835F44">
              <w:rPr>
                <w:rFonts w:hint="eastAsia"/>
              </w:rPr>
              <w:t>Yes</w:t>
            </w:r>
          </w:p>
        </w:tc>
        <w:tc>
          <w:tcPr>
            <w:tcW w:w="264" w:type="pct"/>
            <w:vAlign w:val="center"/>
          </w:tcPr>
          <w:p w14:paraId="6BC4D63D" w14:textId="77777777" w:rsidR="004A323B" w:rsidRPr="00835F44" w:rsidRDefault="004A323B" w:rsidP="0052172B">
            <w:pPr>
              <w:pStyle w:val="TAC"/>
            </w:pPr>
            <w:r w:rsidRPr="00835F44">
              <w:rPr>
                <w:rFonts w:hint="eastAsia"/>
              </w:rPr>
              <w:t>Yes</w:t>
            </w:r>
          </w:p>
        </w:tc>
        <w:tc>
          <w:tcPr>
            <w:tcW w:w="264" w:type="pct"/>
          </w:tcPr>
          <w:p w14:paraId="795BC523" w14:textId="77777777" w:rsidR="004A323B" w:rsidRPr="00835F44" w:rsidRDefault="004A323B" w:rsidP="0052172B">
            <w:pPr>
              <w:pStyle w:val="TAC"/>
              <w:rPr>
                <w:lang w:eastAsia="en-US"/>
              </w:rPr>
            </w:pPr>
          </w:p>
        </w:tc>
        <w:tc>
          <w:tcPr>
            <w:tcW w:w="265" w:type="pct"/>
          </w:tcPr>
          <w:p w14:paraId="50A6CDF8" w14:textId="77777777" w:rsidR="004A323B" w:rsidRPr="00835F44" w:rsidRDefault="004A323B" w:rsidP="0052172B">
            <w:pPr>
              <w:pStyle w:val="TAC"/>
              <w:rPr>
                <w:lang w:eastAsia="en-US"/>
              </w:rPr>
            </w:pPr>
          </w:p>
        </w:tc>
        <w:tc>
          <w:tcPr>
            <w:tcW w:w="264" w:type="pct"/>
            <w:vAlign w:val="center"/>
          </w:tcPr>
          <w:p w14:paraId="2A387F7B" w14:textId="77777777" w:rsidR="004A323B" w:rsidRPr="00835F44" w:rsidRDefault="004A323B" w:rsidP="0052172B">
            <w:pPr>
              <w:pStyle w:val="TAC"/>
            </w:pPr>
            <w:r w:rsidRPr="00835F44">
              <w:rPr>
                <w:rFonts w:hint="eastAsia"/>
              </w:rPr>
              <w:t>Yes</w:t>
            </w:r>
          </w:p>
        </w:tc>
        <w:tc>
          <w:tcPr>
            <w:tcW w:w="264" w:type="pct"/>
            <w:vAlign w:val="center"/>
          </w:tcPr>
          <w:p w14:paraId="547F6A19" w14:textId="77777777" w:rsidR="004A323B" w:rsidRPr="00835F44" w:rsidRDefault="004A323B" w:rsidP="0052172B">
            <w:pPr>
              <w:pStyle w:val="TAC"/>
            </w:pPr>
            <w:r w:rsidRPr="00835F44">
              <w:rPr>
                <w:rFonts w:hint="eastAsia"/>
              </w:rPr>
              <w:t>Yes</w:t>
            </w:r>
          </w:p>
        </w:tc>
        <w:tc>
          <w:tcPr>
            <w:tcW w:w="264" w:type="pct"/>
          </w:tcPr>
          <w:p w14:paraId="371627CF" w14:textId="77777777" w:rsidR="004A323B" w:rsidRPr="00835F44" w:rsidRDefault="004A323B" w:rsidP="0052172B">
            <w:pPr>
              <w:pStyle w:val="TAC"/>
              <w:rPr>
                <w:lang w:eastAsia="en-US"/>
              </w:rPr>
            </w:pPr>
          </w:p>
        </w:tc>
        <w:tc>
          <w:tcPr>
            <w:tcW w:w="264" w:type="pct"/>
          </w:tcPr>
          <w:p w14:paraId="68020B29" w14:textId="77777777" w:rsidR="004A323B" w:rsidRPr="00835F44" w:rsidRDefault="004A323B" w:rsidP="0052172B">
            <w:pPr>
              <w:pStyle w:val="TAC"/>
              <w:rPr>
                <w:lang w:eastAsia="en-US"/>
              </w:rPr>
            </w:pPr>
          </w:p>
        </w:tc>
        <w:tc>
          <w:tcPr>
            <w:tcW w:w="264" w:type="pct"/>
          </w:tcPr>
          <w:p w14:paraId="3173115E" w14:textId="77777777" w:rsidR="004A323B" w:rsidRPr="00835F44" w:rsidRDefault="004A323B" w:rsidP="0052172B">
            <w:pPr>
              <w:pStyle w:val="TAC"/>
              <w:rPr>
                <w:lang w:eastAsia="en-US"/>
              </w:rPr>
            </w:pPr>
          </w:p>
        </w:tc>
        <w:tc>
          <w:tcPr>
            <w:tcW w:w="265" w:type="pct"/>
            <w:vAlign w:val="center"/>
          </w:tcPr>
          <w:p w14:paraId="266E0516" w14:textId="77777777" w:rsidR="004A323B" w:rsidRPr="00835F44" w:rsidRDefault="004A323B" w:rsidP="0052172B">
            <w:pPr>
              <w:pStyle w:val="TAC"/>
              <w:rPr>
                <w:lang w:eastAsia="en-US"/>
              </w:rPr>
            </w:pPr>
          </w:p>
        </w:tc>
        <w:tc>
          <w:tcPr>
            <w:tcW w:w="470" w:type="pct"/>
            <w:vMerge w:val="restart"/>
            <w:vAlign w:val="center"/>
          </w:tcPr>
          <w:p w14:paraId="5DA3FB96" w14:textId="1A1C4D04" w:rsidR="004A323B" w:rsidRPr="00835F44" w:rsidRDefault="004A323B" w:rsidP="0052172B">
            <w:pPr>
              <w:pStyle w:val="TAC"/>
              <w:rPr>
                <w:lang w:eastAsia="en-US"/>
              </w:rPr>
            </w:pPr>
            <w:r w:rsidRPr="00835F44">
              <w:rPr>
                <w:lang w:eastAsia="en-US"/>
              </w:rPr>
              <w:t>0</w:t>
            </w:r>
          </w:p>
        </w:tc>
      </w:tr>
      <w:tr w:rsidR="00495FE7" w:rsidRPr="00835F44" w14:paraId="09851ED3" w14:textId="76F7886C" w:rsidTr="000E530E">
        <w:trPr>
          <w:trHeight w:val="39"/>
          <w:jc w:val="center"/>
        </w:trPr>
        <w:tc>
          <w:tcPr>
            <w:tcW w:w="692" w:type="pct"/>
            <w:vMerge/>
            <w:vAlign w:val="center"/>
          </w:tcPr>
          <w:p w14:paraId="75B52565" w14:textId="77777777" w:rsidR="004A323B" w:rsidRPr="00835F44" w:rsidRDefault="004A323B" w:rsidP="0052172B">
            <w:pPr>
              <w:pStyle w:val="TAC"/>
            </w:pPr>
          </w:p>
        </w:tc>
        <w:tc>
          <w:tcPr>
            <w:tcW w:w="271" w:type="pct"/>
            <w:vMerge/>
            <w:shd w:val="clear" w:color="auto" w:fill="auto"/>
            <w:vAlign w:val="center"/>
          </w:tcPr>
          <w:p w14:paraId="416883DC" w14:textId="77777777" w:rsidR="004A323B" w:rsidRPr="00835F44" w:rsidRDefault="004A323B" w:rsidP="0052172B">
            <w:pPr>
              <w:pStyle w:val="TAC"/>
            </w:pPr>
          </w:p>
        </w:tc>
        <w:tc>
          <w:tcPr>
            <w:tcW w:w="392" w:type="pct"/>
          </w:tcPr>
          <w:p w14:paraId="6197659D" w14:textId="77777777" w:rsidR="004A323B" w:rsidRPr="00835F44" w:rsidRDefault="004A323B" w:rsidP="0052172B">
            <w:pPr>
              <w:pStyle w:val="TAC"/>
            </w:pPr>
            <w:r w:rsidRPr="00835F44">
              <w:rPr>
                <w:rFonts w:hint="eastAsia"/>
              </w:rPr>
              <w:t>30</w:t>
            </w:r>
          </w:p>
        </w:tc>
        <w:tc>
          <w:tcPr>
            <w:tcW w:w="264" w:type="pct"/>
          </w:tcPr>
          <w:p w14:paraId="082217F2" w14:textId="77777777" w:rsidR="004A323B" w:rsidRPr="00835F44" w:rsidRDefault="004A323B" w:rsidP="0052172B">
            <w:pPr>
              <w:pStyle w:val="TAC"/>
            </w:pPr>
          </w:p>
        </w:tc>
        <w:tc>
          <w:tcPr>
            <w:tcW w:w="264" w:type="pct"/>
            <w:shd w:val="clear" w:color="auto" w:fill="auto"/>
            <w:vAlign w:val="center"/>
          </w:tcPr>
          <w:p w14:paraId="1EFD6593" w14:textId="77777777" w:rsidR="004A323B" w:rsidRPr="00835F44" w:rsidRDefault="004A323B" w:rsidP="0052172B">
            <w:pPr>
              <w:pStyle w:val="TAC"/>
            </w:pPr>
            <w:r w:rsidRPr="00835F44">
              <w:rPr>
                <w:rFonts w:hint="eastAsia"/>
              </w:rPr>
              <w:t>Yes</w:t>
            </w:r>
          </w:p>
        </w:tc>
        <w:tc>
          <w:tcPr>
            <w:tcW w:w="264" w:type="pct"/>
            <w:vAlign w:val="center"/>
          </w:tcPr>
          <w:p w14:paraId="7A2E76E4" w14:textId="77777777" w:rsidR="004A323B" w:rsidRPr="00835F44" w:rsidRDefault="004A323B" w:rsidP="0052172B">
            <w:pPr>
              <w:pStyle w:val="TAC"/>
            </w:pPr>
            <w:r w:rsidRPr="00835F44">
              <w:rPr>
                <w:rFonts w:hint="eastAsia"/>
              </w:rPr>
              <w:t>Yes</w:t>
            </w:r>
          </w:p>
        </w:tc>
        <w:tc>
          <w:tcPr>
            <w:tcW w:w="264" w:type="pct"/>
            <w:vAlign w:val="center"/>
          </w:tcPr>
          <w:p w14:paraId="6393F566" w14:textId="77777777" w:rsidR="004A323B" w:rsidRPr="00835F44" w:rsidRDefault="004A323B" w:rsidP="0052172B">
            <w:pPr>
              <w:pStyle w:val="TAC"/>
            </w:pPr>
            <w:r w:rsidRPr="00835F44">
              <w:rPr>
                <w:rFonts w:hint="eastAsia"/>
              </w:rPr>
              <w:t>Yes</w:t>
            </w:r>
          </w:p>
        </w:tc>
        <w:tc>
          <w:tcPr>
            <w:tcW w:w="264" w:type="pct"/>
          </w:tcPr>
          <w:p w14:paraId="3E3A2B89" w14:textId="77777777" w:rsidR="004A323B" w:rsidRPr="00835F44" w:rsidRDefault="004A323B" w:rsidP="0052172B">
            <w:pPr>
              <w:pStyle w:val="TAC"/>
              <w:rPr>
                <w:lang w:eastAsia="en-US"/>
              </w:rPr>
            </w:pPr>
          </w:p>
        </w:tc>
        <w:tc>
          <w:tcPr>
            <w:tcW w:w="265" w:type="pct"/>
          </w:tcPr>
          <w:p w14:paraId="58A50CAC" w14:textId="77777777" w:rsidR="004A323B" w:rsidRPr="00835F44" w:rsidRDefault="004A323B" w:rsidP="0052172B">
            <w:pPr>
              <w:pStyle w:val="TAC"/>
              <w:rPr>
                <w:lang w:eastAsia="en-US"/>
              </w:rPr>
            </w:pPr>
          </w:p>
        </w:tc>
        <w:tc>
          <w:tcPr>
            <w:tcW w:w="264" w:type="pct"/>
            <w:vAlign w:val="center"/>
          </w:tcPr>
          <w:p w14:paraId="4EE3FD86" w14:textId="77777777" w:rsidR="004A323B" w:rsidRPr="00835F44" w:rsidRDefault="004A323B" w:rsidP="0052172B">
            <w:pPr>
              <w:pStyle w:val="TAC"/>
            </w:pPr>
            <w:r w:rsidRPr="00835F44">
              <w:rPr>
                <w:rFonts w:hint="eastAsia"/>
              </w:rPr>
              <w:t>Yes</w:t>
            </w:r>
          </w:p>
        </w:tc>
        <w:tc>
          <w:tcPr>
            <w:tcW w:w="264" w:type="pct"/>
            <w:vAlign w:val="center"/>
          </w:tcPr>
          <w:p w14:paraId="1B81CBC2" w14:textId="77777777" w:rsidR="004A323B" w:rsidRPr="00835F44" w:rsidRDefault="004A323B" w:rsidP="0052172B">
            <w:pPr>
              <w:pStyle w:val="TAC"/>
            </w:pPr>
            <w:r w:rsidRPr="00835F44">
              <w:rPr>
                <w:rFonts w:hint="eastAsia"/>
              </w:rPr>
              <w:t>Yes</w:t>
            </w:r>
          </w:p>
        </w:tc>
        <w:tc>
          <w:tcPr>
            <w:tcW w:w="264" w:type="pct"/>
            <w:vAlign w:val="center"/>
          </w:tcPr>
          <w:p w14:paraId="5D728F4A"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0EF00478"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28E8295D" w14:textId="77777777" w:rsidR="004A323B" w:rsidRPr="00835F44" w:rsidRDefault="004A323B" w:rsidP="0052172B">
            <w:pPr>
              <w:pStyle w:val="TAC"/>
            </w:pPr>
            <w:r w:rsidRPr="00835F44">
              <w:t>Yes</w:t>
            </w:r>
          </w:p>
        </w:tc>
        <w:tc>
          <w:tcPr>
            <w:tcW w:w="265" w:type="pct"/>
            <w:vAlign w:val="center"/>
          </w:tcPr>
          <w:p w14:paraId="6D87B058" w14:textId="77777777" w:rsidR="004A323B" w:rsidRPr="00835F44" w:rsidRDefault="004A323B" w:rsidP="0052172B">
            <w:pPr>
              <w:pStyle w:val="TAC"/>
              <w:rPr>
                <w:lang w:eastAsia="zh-CN"/>
              </w:rPr>
            </w:pPr>
            <w:r w:rsidRPr="00835F44">
              <w:rPr>
                <w:rFonts w:hint="eastAsia"/>
              </w:rPr>
              <w:t>Yes</w:t>
            </w:r>
          </w:p>
        </w:tc>
        <w:tc>
          <w:tcPr>
            <w:tcW w:w="470" w:type="pct"/>
            <w:vMerge/>
            <w:vAlign w:val="center"/>
          </w:tcPr>
          <w:p w14:paraId="11399CC3" w14:textId="77777777" w:rsidR="004A323B" w:rsidRPr="00835F44" w:rsidRDefault="004A323B" w:rsidP="0052172B">
            <w:pPr>
              <w:pStyle w:val="TAC"/>
            </w:pPr>
          </w:p>
        </w:tc>
      </w:tr>
      <w:tr w:rsidR="00495FE7" w:rsidRPr="00835F44" w14:paraId="6E106808" w14:textId="6A3F8C53" w:rsidTr="000E530E">
        <w:trPr>
          <w:trHeight w:val="39"/>
          <w:jc w:val="center"/>
        </w:trPr>
        <w:tc>
          <w:tcPr>
            <w:tcW w:w="692" w:type="pct"/>
            <w:vMerge/>
            <w:vAlign w:val="center"/>
          </w:tcPr>
          <w:p w14:paraId="52FC4C0F" w14:textId="77777777" w:rsidR="004A323B" w:rsidRPr="00835F44" w:rsidRDefault="004A323B" w:rsidP="0052172B">
            <w:pPr>
              <w:pStyle w:val="TAC"/>
            </w:pPr>
          </w:p>
        </w:tc>
        <w:tc>
          <w:tcPr>
            <w:tcW w:w="271" w:type="pct"/>
            <w:vMerge/>
            <w:shd w:val="clear" w:color="auto" w:fill="auto"/>
            <w:vAlign w:val="center"/>
          </w:tcPr>
          <w:p w14:paraId="33FEB943" w14:textId="77777777" w:rsidR="004A323B" w:rsidRPr="00835F44" w:rsidRDefault="004A323B" w:rsidP="0052172B">
            <w:pPr>
              <w:pStyle w:val="TAC"/>
            </w:pPr>
          </w:p>
        </w:tc>
        <w:tc>
          <w:tcPr>
            <w:tcW w:w="392" w:type="pct"/>
          </w:tcPr>
          <w:p w14:paraId="4E1602B3" w14:textId="77777777" w:rsidR="004A323B" w:rsidRPr="00835F44" w:rsidRDefault="004A323B" w:rsidP="0052172B">
            <w:pPr>
              <w:pStyle w:val="TAC"/>
            </w:pPr>
            <w:r w:rsidRPr="00835F44">
              <w:rPr>
                <w:rFonts w:hint="eastAsia"/>
              </w:rPr>
              <w:t>60</w:t>
            </w:r>
          </w:p>
        </w:tc>
        <w:tc>
          <w:tcPr>
            <w:tcW w:w="264" w:type="pct"/>
          </w:tcPr>
          <w:p w14:paraId="3D72722E" w14:textId="77777777" w:rsidR="004A323B" w:rsidRPr="00835F44" w:rsidRDefault="004A323B" w:rsidP="0052172B">
            <w:pPr>
              <w:pStyle w:val="TAC"/>
            </w:pPr>
          </w:p>
        </w:tc>
        <w:tc>
          <w:tcPr>
            <w:tcW w:w="264" w:type="pct"/>
            <w:shd w:val="clear" w:color="auto" w:fill="auto"/>
            <w:vAlign w:val="center"/>
          </w:tcPr>
          <w:p w14:paraId="6A9330CA" w14:textId="77777777" w:rsidR="004A323B" w:rsidRPr="00835F44" w:rsidRDefault="004A323B" w:rsidP="0052172B">
            <w:pPr>
              <w:pStyle w:val="TAC"/>
            </w:pPr>
            <w:r w:rsidRPr="00835F44">
              <w:rPr>
                <w:rFonts w:hint="eastAsia"/>
              </w:rPr>
              <w:t>Yes</w:t>
            </w:r>
          </w:p>
        </w:tc>
        <w:tc>
          <w:tcPr>
            <w:tcW w:w="264" w:type="pct"/>
            <w:vAlign w:val="center"/>
          </w:tcPr>
          <w:p w14:paraId="2BC3ACAC" w14:textId="77777777" w:rsidR="004A323B" w:rsidRPr="00835F44" w:rsidRDefault="004A323B" w:rsidP="0052172B">
            <w:pPr>
              <w:pStyle w:val="TAC"/>
            </w:pPr>
            <w:r w:rsidRPr="00835F44">
              <w:rPr>
                <w:rFonts w:hint="eastAsia"/>
              </w:rPr>
              <w:t>Yes</w:t>
            </w:r>
          </w:p>
        </w:tc>
        <w:tc>
          <w:tcPr>
            <w:tcW w:w="264" w:type="pct"/>
            <w:vAlign w:val="center"/>
          </w:tcPr>
          <w:p w14:paraId="0CC3FC8F" w14:textId="77777777" w:rsidR="004A323B" w:rsidRPr="00835F44" w:rsidRDefault="004A323B" w:rsidP="0052172B">
            <w:pPr>
              <w:pStyle w:val="TAC"/>
            </w:pPr>
            <w:r w:rsidRPr="00835F44">
              <w:rPr>
                <w:rFonts w:hint="eastAsia"/>
              </w:rPr>
              <w:t>Yes</w:t>
            </w:r>
          </w:p>
        </w:tc>
        <w:tc>
          <w:tcPr>
            <w:tcW w:w="264" w:type="pct"/>
          </w:tcPr>
          <w:p w14:paraId="55BCA4A8" w14:textId="77777777" w:rsidR="004A323B" w:rsidRPr="00835F44" w:rsidRDefault="004A323B" w:rsidP="0052172B">
            <w:pPr>
              <w:pStyle w:val="TAC"/>
              <w:rPr>
                <w:lang w:eastAsia="en-US"/>
              </w:rPr>
            </w:pPr>
          </w:p>
        </w:tc>
        <w:tc>
          <w:tcPr>
            <w:tcW w:w="265" w:type="pct"/>
          </w:tcPr>
          <w:p w14:paraId="4105AF67" w14:textId="77777777" w:rsidR="004A323B" w:rsidRPr="00835F44" w:rsidRDefault="004A323B" w:rsidP="0052172B">
            <w:pPr>
              <w:pStyle w:val="TAC"/>
              <w:rPr>
                <w:lang w:eastAsia="en-US"/>
              </w:rPr>
            </w:pPr>
          </w:p>
        </w:tc>
        <w:tc>
          <w:tcPr>
            <w:tcW w:w="264" w:type="pct"/>
            <w:vAlign w:val="center"/>
          </w:tcPr>
          <w:p w14:paraId="1226CB40" w14:textId="77777777" w:rsidR="004A323B" w:rsidRPr="00835F44" w:rsidRDefault="004A323B" w:rsidP="0052172B">
            <w:pPr>
              <w:pStyle w:val="TAC"/>
            </w:pPr>
            <w:r w:rsidRPr="00835F44">
              <w:rPr>
                <w:rFonts w:hint="eastAsia"/>
              </w:rPr>
              <w:t>Yes</w:t>
            </w:r>
          </w:p>
        </w:tc>
        <w:tc>
          <w:tcPr>
            <w:tcW w:w="264" w:type="pct"/>
            <w:vAlign w:val="center"/>
          </w:tcPr>
          <w:p w14:paraId="75501F01" w14:textId="77777777" w:rsidR="004A323B" w:rsidRPr="00835F44" w:rsidRDefault="004A323B" w:rsidP="0052172B">
            <w:pPr>
              <w:pStyle w:val="TAC"/>
            </w:pPr>
            <w:r w:rsidRPr="00835F44">
              <w:rPr>
                <w:rFonts w:hint="eastAsia"/>
              </w:rPr>
              <w:t>Yes</w:t>
            </w:r>
          </w:p>
        </w:tc>
        <w:tc>
          <w:tcPr>
            <w:tcW w:w="264" w:type="pct"/>
            <w:vAlign w:val="center"/>
          </w:tcPr>
          <w:p w14:paraId="1DC25184"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42BDFB03"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0D537590" w14:textId="77777777" w:rsidR="004A323B" w:rsidRPr="00835F44" w:rsidRDefault="004A323B" w:rsidP="0052172B">
            <w:pPr>
              <w:pStyle w:val="TAC"/>
            </w:pPr>
            <w:r w:rsidRPr="00835F44">
              <w:t>Yes</w:t>
            </w:r>
          </w:p>
        </w:tc>
        <w:tc>
          <w:tcPr>
            <w:tcW w:w="265" w:type="pct"/>
            <w:vAlign w:val="center"/>
          </w:tcPr>
          <w:p w14:paraId="55D1D620" w14:textId="77777777" w:rsidR="004A323B" w:rsidRPr="00835F44" w:rsidRDefault="004A323B" w:rsidP="0052172B">
            <w:pPr>
              <w:pStyle w:val="TAC"/>
              <w:rPr>
                <w:lang w:eastAsia="en-US"/>
              </w:rPr>
            </w:pPr>
            <w:r w:rsidRPr="00835F44">
              <w:rPr>
                <w:rFonts w:hint="eastAsia"/>
              </w:rPr>
              <w:t>Yes</w:t>
            </w:r>
          </w:p>
        </w:tc>
        <w:tc>
          <w:tcPr>
            <w:tcW w:w="470" w:type="pct"/>
            <w:vMerge/>
            <w:vAlign w:val="center"/>
          </w:tcPr>
          <w:p w14:paraId="22F741CB" w14:textId="77777777" w:rsidR="004A323B" w:rsidRPr="00835F44" w:rsidRDefault="004A323B" w:rsidP="0052172B">
            <w:pPr>
              <w:pStyle w:val="TAC"/>
            </w:pPr>
          </w:p>
        </w:tc>
      </w:tr>
      <w:tr w:rsidR="00495FE7" w:rsidRPr="00835F44" w14:paraId="6665F228" w14:textId="02A3C2F8" w:rsidTr="000E530E">
        <w:trPr>
          <w:trHeight w:val="39"/>
          <w:jc w:val="center"/>
        </w:trPr>
        <w:tc>
          <w:tcPr>
            <w:tcW w:w="692" w:type="pct"/>
            <w:vMerge/>
            <w:vAlign w:val="center"/>
          </w:tcPr>
          <w:p w14:paraId="0673F604" w14:textId="77777777" w:rsidR="004A323B" w:rsidRPr="00835F44" w:rsidRDefault="004A323B" w:rsidP="0052172B">
            <w:pPr>
              <w:pStyle w:val="TAC"/>
            </w:pPr>
          </w:p>
        </w:tc>
        <w:tc>
          <w:tcPr>
            <w:tcW w:w="271" w:type="pct"/>
            <w:shd w:val="clear" w:color="auto" w:fill="auto"/>
            <w:vAlign w:val="center"/>
          </w:tcPr>
          <w:p w14:paraId="29B1BBB7" w14:textId="77777777" w:rsidR="004A323B" w:rsidRPr="00835F44" w:rsidRDefault="004A323B" w:rsidP="0052172B">
            <w:pPr>
              <w:pStyle w:val="TAC"/>
            </w:pPr>
            <w:r w:rsidRPr="00835F44">
              <w:t>n</w:t>
            </w:r>
            <w:r w:rsidRPr="00835F44">
              <w:rPr>
                <w:rFonts w:hint="eastAsia"/>
              </w:rPr>
              <w:t>8</w:t>
            </w:r>
            <w:r w:rsidRPr="00835F44">
              <w:t>6</w:t>
            </w:r>
          </w:p>
        </w:tc>
        <w:tc>
          <w:tcPr>
            <w:tcW w:w="392" w:type="pct"/>
          </w:tcPr>
          <w:p w14:paraId="227B212A" w14:textId="77777777" w:rsidR="004A323B" w:rsidRPr="00835F44" w:rsidRDefault="004A323B" w:rsidP="0052172B">
            <w:pPr>
              <w:pStyle w:val="TAC"/>
            </w:pPr>
            <w:r w:rsidRPr="00835F44">
              <w:rPr>
                <w:rFonts w:hint="eastAsia"/>
              </w:rPr>
              <w:t>15</w:t>
            </w:r>
          </w:p>
        </w:tc>
        <w:tc>
          <w:tcPr>
            <w:tcW w:w="264" w:type="pct"/>
          </w:tcPr>
          <w:p w14:paraId="68B41F3F" w14:textId="77777777" w:rsidR="004A323B" w:rsidRPr="00835F44" w:rsidRDefault="004A323B" w:rsidP="0052172B">
            <w:pPr>
              <w:pStyle w:val="TAC"/>
            </w:pPr>
            <w:r w:rsidRPr="00835F44">
              <w:rPr>
                <w:rFonts w:hint="eastAsia"/>
              </w:rPr>
              <w:t>Yes</w:t>
            </w:r>
          </w:p>
        </w:tc>
        <w:tc>
          <w:tcPr>
            <w:tcW w:w="264" w:type="pct"/>
            <w:shd w:val="clear" w:color="auto" w:fill="auto"/>
            <w:vAlign w:val="center"/>
          </w:tcPr>
          <w:p w14:paraId="611FAFAB" w14:textId="77777777" w:rsidR="004A323B" w:rsidRPr="00835F44" w:rsidRDefault="004A323B" w:rsidP="0052172B">
            <w:pPr>
              <w:pStyle w:val="TAC"/>
            </w:pPr>
            <w:r w:rsidRPr="00835F44">
              <w:rPr>
                <w:rFonts w:hint="eastAsia"/>
              </w:rPr>
              <w:t>Yes</w:t>
            </w:r>
          </w:p>
        </w:tc>
        <w:tc>
          <w:tcPr>
            <w:tcW w:w="264" w:type="pct"/>
            <w:vAlign w:val="center"/>
          </w:tcPr>
          <w:p w14:paraId="17A30FA9" w14:textId="77777777" w:rsidR="004A323B" w:rsidRPr="00835F44" w:rsidRDefault="004A323B" w:rsidP="0052172B">
            <w:pPr>
              <w:pStyle w:val="TAC"/>
            </w:pPr>
            <w:r w:rsidRPr="00835F44">
              <w:rPr>
                <w:rFonts w:hint="eastAsia"/>
              </w:rPr>
              <w:t>Yes</w:t>
            </w:r>
          </w:p>
        </w:tc>
        <w:tc>
          <w:tcPr>
            <w:tcW w:w="264" w:type="pct"/>
            <w:vAlign w:val="center"/>
          </w:tcPr>
          <w:p w14:paraId="659C8662" w14:textId="77777777" w:rsidR="004A323B" w:rsidRPr="00835F44" w:rsidRDefault="004A323B" w:rsidP="0052172B">
            <w:pPr>
              <w:pStyle w:val="TAC"/>
            </w:pPr>
            <w:r w:rsidRPr="00835F44">
              <w:rPr>
                <w:rFonts w:hint="eastAsia"/>
              </w:rPr>
              <w:t>Yes</w:t>
            </w:r>
          </w:p>
        </w:tc>
        <w:tc>
          <w:tcPr>
            <w:tcW w:w="264" w:type="pct"/>
          </w:tcPr>
          <w:p w14:paraId="40DC3C16" w14:textId="77777777" w:rsidR="004A323B" w:rsidRPr="00835F44" w:rsidRDefault="004A323B" w:rsidP="0052172B">
            <w:pPr>
              <w:pStyle w:val="TAC"/>
              <w:rPr>
                <w:lang w:eastAsia="en-US"/>
              </w:rPr>
            </w:pPr>
          </w:p>
        </w:tc>
        <w:tc>
          <w:tcPr>
            <w:tcW w:w="265" w:type="pct"/>
          </w:tcPr>
          <w:p w14:paraId="5BF9F3B4" w14:textId="77777777" w:rsidR="004A323B" w:rsidRPr="00835F44" w:rsidRDefault="004A323B" w:rsidP="0052172B">
            <w:pPr>
              <w:pStyle w:val="TAC"/>
              <w:rPr>
                <w:lang w:eastAsia="en-US"/>
              </w:rPr>
            </w:pPr>
          </w:p>
        </w:tc>
        <w:tc>
          <w:tcPr>
            <w:tcW w:w="264" w:type="pct"/>
            <w:vAlign w:val="center"/>
          </w:tcPr>
          <w:p w14:paraId="1F0726D2" w14:textId="77777777" w:rsidR="004A323B" w:rsidRPr="00835F44" w:rsidRDefault="004A323B" w:rsidP="0052172B">
            <w:pPr>
              <w:pStyle w:val="TAC"/>
            </w:pPr>
          </w:p>
        </w:tc>
        <w:tc>
          <w:tcPr>
            <w:tcW w:w="264" w:type="pct"/>
            <w:vAlign w:val="center"/>
          </w:tcPr>
          <w:p w14:paraId="70690560" w14:textId="77777777" w:rsidR="004A323B" w:rsidRPr="00835F44" w:rsidRDefault="004A323B" w:rsidP="0052172B">
            <w:pPr>
              <w:pStyle w:val="TAC"/>
            </w:pPr>
          </w:p>
        </w:tc>
        <w:tc>
          <w:tcPr>
            <w:tcW w:w="264" w:type="pct"/>
          </w:tcPr>
          <w:p w14:paraId="080031D5" w14:textId="77777777" w:rsidR="004A323B" w:rsidRPr="00835F44" w:rsidRDefault="004A323B" w:rsidP="0052172B">
            <w:pPr>
              <w:pStyle w:val="TAC"/>
              <w:rPr>
                <w:lang w:eastAsia="zh-CN"/>
              </w:rPr>
            </w:pPr>
          </w:p>
        </w:tc>
        <w:tc>
          <w:tcPr>
            <w:tcW w:w="264" w:type="pct"/>
          </w:tcPr>
          <w:p w14:paraId="0A8478E5" w14:textId="77777777" w:rsidR="004A323B" w:rsidRPr="00835F44" w:rsidRDefault="004A323B" w:rsidP="0052172B">
            <w:pPr>
              <w:pStyle w:val="TAC"/>
              <w:rPr>
                <w:lang w:eastAsia="zh-CN"/>
              </w:rPr>
            </w:pPr>
          </w:p>
        </w:tc>
        <w:tc>
          <w:tcPr>
            <w:tcW w:w="264" w:type="pct"/>
          </w:tcPr>
          <w:p w14:paraId="171EABBB" w14:textId="77777777" w:rsidR="004A323B" w:rsidRPr="00835F44" w:rsidRDefault="004A323B" w:rsidP="0052172B">
            <w:pPr>
              <w:pStyle w:val="TAC"/>
              <w:rPr>
                <w:lang w:eastAsia="zh-CN"/>
              </w:rPr>
            </w:pPr>
          </w:p>
        </w:tc>
        <w:tc>
          <w:tcPr>
            <w:tcW w:w="265" w:type="pct"/>
            <w:vAlign w:val="center"/>
          </w:tcPr>
          <w:p w14:paraId="0EAEE3CD" w14:textId="77777777" w:rsidR="004A323B" w:rsidRPr="00835F44" w:rsidRDefault="004A323B" w:rsidP="0052172B">
            <w:pPr>
              <w:pStyle w:val="TAC"/>
              <w:rPr>
                <w:lang w:eastAsia="zh-CN"/>
              </w:rPr>
            </w:pPr>
          </w:p>
        </w:tc>
        <w:tc>
          <w:tcPr>
            <w:tcW w:w="470" w:type="pct"/>
            <w:vMerge/>
            <w:vAlign w:val="center"/>
          </w:tcPr>
          <w:p w14:paraId="5F7B5CBD" w14:textId="77777777" w:rsidR="004A323B" w:rsidRPr="00835F44" w:rsidRDefault="004A323B" w:rsidP="0052172B">
            <w:pPr>
              <w:pStyle w:val="TAC"/>
              <w:rPr>
                <w:lang w:eastAsia="en-US"/>
              </w:rPr>
            </w:pPr>
          </w:p>
        </w:tc>
      </w:tr>
      <w:tr w:rsidR="00495FE7" w:rsidRPr="00835F44" w14:paraId="507536CD" w14:textId="1AA1A4CB" w:rsidTr="000E530E">
        <w:trPr>
          <w:trHeight w:val="39"/>
          <w:jc w:val="center"/>
        </w:trPr>
        <w:tc>
          <w:tcPr>
            <w:tcW w:w="692" w:type="pct"/>
            <w:vMerge w:val="restart"/>
            <w:vAlign w:val="center"/>
          </w:tcPr>
          <w:p w14:paraId="7007DBB2" w14:textId="77777777" w:rsidR="004A323B" w:rsidRPr="00835F44" w:rsidRDefault="004A323B" w:rsidP="0052172B">
            <w:pPr>
              <w:pStyle w:val="TAC"/>
              <w:rPr>
                <w:lang w:eastAsia="zh-CN"/>
              </w:rPr>
            </w:pPr>
            <w:r w:rsidRPr="00835F44">
              <w:rPr>
                <w:rFonts w:hint="eastAsia"/>
              </w:rPr>
              <w:t>SUL</w:t>
            </w:r>
            <w:r w:rsidRPr="00835F44">
              <w:rPr>
                <w:lang w:eastAsia="zh-CN"/>
              </w:rPr>
              <w:t>_</w:t>
            </w:r>
            <w:r w:rsidRPr="00835F44">
              <w:rPr>
                <w:rFonts w:hint="eastAsia"/>
              </w:rPr>
              <w:t>n7</w:t>
            </w:r>
            <w:r w:rsidRPr="00835F44">
              <w:rPr>
                <w:rFonts w:hint="eastAsia"/>
                <w:lang w:eastAsia="zh-CN"/>
              </w:rPr>
              <w:t>9</w:t>
            </w:r>
            <w:r w:rsidRPr="00835F44">
              <w:rPr>
                <w:rFonts w:hint="eastAsia"/>
              </w:rPr>
              <w:t>A</w:t>
            </w:r>
            <w:r w:rsidRPr="00835F44">
              <w:rPr>
                <w:lang w:eastAsia="zh-CN"/>
              </w:rPr>
              <w:t>-</w:t>
            </w:r>
            <w:r w:rsidRPr="00835F44">
              <w:rPr>
                <w:rFonts w:hint="eastAsia"/>
              </w:rPr>
              <w:t>n80</w:t>
            </w:r>
            <w:r w:rsidRPr="00835F44">
              <w:rPr>
                <w:lang w:eastAsia="zh-CN"/>
              </w:rPr>
              <w:t>A</w:t>
            </w:r>
          </w:p>
        </w:tc>
        <w:tc>
          <w:tcPr>
            <w:tcW w:w="271" w:type="pct"/>
            <w:vMerge w:val="restart"/>
            <w:shd w:val="clear" w:color="auto" w:fill="auto"/>
            <w:vAlign w:val="center"/>
          </w:tcPr>
          <w:p w14:paraId="78841C78" w14:textId="77777777" w:rsidR="004A323B" w:rsidRPr="00835F44" w:rsidRDefault="004A323B" w:rsidP="0052172B">
            <w:pPr>
              <w:pStyle w:val="TAC"/>
            </w:pPr>
            <w:r w:rsidRPr="00835F44">
              <w:t>n</w:t>
            </w:r>
            <w:r w:rsidRPr="00835F44">
              <w:rPr>
                <w:rFonts w:hint="eastAsia"/>
              </w:rPr>
              <w:t>7</w:t>
            </w:r>
            <w:r w:rsidRPr="00835F44">
              <w:rPr>
                <w:rFonts w:hint="eastAsia"/>
                <w:lang w:eastAsia="zh-CN"/>
              </w:rPr>
              <w:t>9</w:t>
            </w:r>
          </w:p>
        </w:tc>
        <w:tc>
          <w:tcPr>
            <w:tcW w:w="392" w:type="pct"/>
          </w:tcPr>
          <w:p w14:paraId="7F451B81" w14:textId="77777777" w:rsidR="004A323B" w:rsidRPr="00835F44" w:rsidRDefault="004A323B" w:rsidP="0052172B">
            <w:pPr>
              <w:pStyle w:val="TAC"/>
            </w:pPr>
            <w:r w:rsidRPr="00835F44">
              <w:rPr>
                <w:rFonts w:hint="eastAsia"/>
              </w:rPr>
              <w:t>15</w:t>
            </w:r>
          </w:p>
        </w:tc>
        <w:tc>
          <w:tcPr>
            <w:tcW w:w="264" w:type="pct"/>
          </w:tcPr>
          <w:p w14:paraId="193D2411" w14:textId="77777777" w:rsidR="004A323B" w:rsidRPr="00835F44" w:rsidRDefault="004A323B" w:rsidP="0052172B">
            <w:pPr>
              <w:pStyle w:val="TAC"/>
            </w:pPr>
          </w:p>
        </w:tc>
        <w:tc>
          <w:tcPr>
            <w:tcW w:w="264" w:type="pct"/>
            <w:shd w:val="clear" w:color="auto" w:fill="auto"/>
            <w:vAlign w:val="center"/>
          </w:tcPr>
          <w:p w14:paraId="599D71EC" w14:textId="77777777" w:rsidR="004A323B" w:rsidRPr="00835F44" w:rsidRDefault="004A323B" w:rsidP="0052172B">
            <w:pPr>
              <w:pStyle w:val="TAC"/>
            </w:pPr>
          </w:p>
        </w:tc>
        <w:tc>
          <w:tcPr>
            <w:tcW w:w="264" w:type="pct"/>
            <w:vAlign w:val="center"/>
          </w:tcPr>
          <w:p w14:paraId="08284B19" w14:textId="77777777" w:rsidR="004A323B" w:rsidRPr="00835F44" w:rsidRDefault="004A323B" w:rsidP="0052172B">
            <w:pPr>
              <w:pStyle w:val="TAC"/>
            </w:pPr>
          </w:p>
        </w:tc>
        <w:tc>
          <w:tcPr>
            <w:tcW w:w="264" w:type="pct"/>
            <w:vAlign w:val="center"/>
          </w:tcPr>
          <w:p w14:paraId="0CD5A1D4" w14:textId="77777777" w:rsidR="004A323B" w:rsidRPr="00835F44" w:rsidRDefault="004A323B" w:rsidP="0052172B">
            <w:pPr>
              <w:pStyle w:val="TAC"/>
            </w:pPr>
          </w:p>
        </w:tc>
        <w:tc>
          <w:tcPr>
            <w:tcW w:w="264" w:type="pct"/>
          </w:tcPr>
          <w:p w14:paraId="7AADE7C7" w14:textId="77777777" w:rsidR="004A323B" w:rsidRPr="00835F44" w:rsidRDefault="004A323B" w:rsidP="0052172B">
            <w:pPr>
              <w:pStyle w:val="TAC"/>
              <w:rPr>
                <w:lang w:eastAsia="en-US"/>
              </w:rPr>
            </w:pPr>
          </w:p>
        </w:tc>
        <w:tc>
          <w:tcPr>
            <w:tcW w:w="265" w:type="pct"/>
          </w:tcPr>
          <w:p w14:paraId="7CA1AC1C" w14:textId="77777777" w:rsidR="004A323B" w:rsidRPr="00835F44" w:rsidRDefault="004A323B" w:rsidP="0052172B">
            <w:pPr>
              <w:pStyle w:val="TAC"/>
              <w:rPr>
                <w:lang w:eastAsia="en-US"/>
              </w:rPr>
            </w:pPr>
          </w:p>
        </w:tc>
        <w:tc>
          <w:tcPr>
            <w:tcW w:w="264" w:type="pct"/>
            <w:vAlign w:val="center"/>
          </w:tcPr>
          <w:p w14:paraId="6154A0E3"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06AD01E7" w14:textId="77777777" w:rsidR="004A323B" w:rsidRPr="00835F44" w:rsidRDefault="004A323B" w:rsidP="0052172B">
            <w:pPr>
              <w:pStyle w:val="TAC"/>
              <w:rPr>
                <w:lang w:eastAsia="zh-CN"/>
              </w:rPr>
            </w:pPr>
            <w:r w:rsidRPr="00835F44">
              <w:rPr>
                <w:rFonts w:hint="eastAsia"/>
              </w:rPr>
              <w:t>Yes</w:t>
            </w:r>
          </w:p>
        </w:tc>
        <w:tc>
          <w:tcPr>
            <w:tcW w:w="264" w:type="pct"/>
          </w:tcPr>
          <w:p w14:paraId="362EC1CD" w14:textId="77777777" w:rsidR="004A323B" w:rsidRPr="00835F44" w:rsidRDefault="004A323B" w:rsidP="0052172B">
            <w:pPr>
              <w:pStyle w:val="TAC"/>
              <w:rPr>
                <w:lang w:eastAsia="zh-CN"/>
              </w:rPr>
            </w:pPr>
          </w:p>
        </w:tc>
        <w:tc>
          <w:tcPr>
            <w:tcW w:w="264" w:type="pct"/>
          </w:tcPr>
          <w:p w14:paraId="3ACDA8DE" w14:textId="77777777" w:rsidR="004A323B" w:rsidRPr="00835F44" w:rsidRDefault="004A323B" w:rsidP="0052172B">
            <w:pPr>
              <w:pStyle w:val="TAC"/>
              <w:rPr>
                <w:lang w:eastAsia="zh-CN"/>
              </w:rPr>
            </w:pPr>
          </w:p>
        </w:tc>
        <w:tc>
          <w:tcPr>
            <w:tcW w:w="264" w:type="pct"/>
          </w:tcPr>
          <w:p w14:paraId="7ED42CDA" w14:textId="77777777" w:rsidR="004A323B" w:rsidRPr="00835F44" w:rsidRDefault="004A323B" w:rsidP="0052172B">
            <w:pPr>
              <w:pStyle w:val="TAC"/>
              <w:rPr>
                <w:lang w:eastAsia="zh-CN"/>
              </w:rPr>
            </w:pPr>
          </w:p>
        </w:tc>
        <w:tc>
          <w:tcPr>
            <w:tcW w:w="265" w:type="pct"/>
            <w:vAlign w:val="center"/>
          </w:tcPr>
          <w:p w14:paraId="2CC9B017" w14:textId="77777777" w:rsidR="004A323B" w:rsidRPr="00835F44" w:rsidRDefault="004A323B" w:rsidP="0052172B">
            <w:pPr>
              <w:pStyle w:val="TAC"/>
              <w:rPr>
                <w:lang w:eastAsia="zh-CN"/>
              </w:rPr>
            </w:pPr>
          </w:p>
        </w:tc>
        <w:tc>
          <w:tcPr>
            <w:tcW w:w="470" w:type="pct"/>
            <w:vMerge w:val="restart"/>
            <w:vAlign w:val="center"/>
          </w:tcPr>
          <w:p w14:paraId="463BB9F7" w14:textId="4AC34781" w:rsidR="004A323B" w:rsidRPr="00835F44" w:rsidRDefault="004A323B" w:rsidP="0052172B">
            <w:pPr>
              <w:pStyle w:val="TAC"/>
              <w:rPr>
                <w:lang w:eastAsia="en-US"/>
              </w:rPr>
            </w:pPr>
            <w:r w:rsidRPr="00835F44">
              <w:rPr>
                <w:lang w:eastAsia="en-US"/>
              </w:rPr>
              <w:t>0</w:t>
            </w:r>
          </w:p>
        </w:tc>
      </w:tr>
      <w:tr w:rsidR="00495FE7" w:rsidRPr="00835F44" w14:paraId="10E9F718" w14:textId="7C5A17BC" w:rsidTr="000E530E">
        <w:trPr>
          <w:trHeight w:val="39"/>
          <w:jc w:val="center"/>
        </w:trPr>
        <w:tc>
          <w:tcPr>
            <w:tcW w:w="692" w:type="pct"/>
            <w:vMerge/>
            <w:vAlign w:val="center"/>
          </w:tcPr>
          <w:p w14:paraId="3BC42526" w14:textId="77777777" w:rsidR="004A323B" w:rsidRPr="00835F44" w:rsidRDefault="004A323B" w:rsidP="0052172B">
            <w:pPr>
              <w:pStyle w:val="TAC"/>
              <w:rPr>
                <w:lang w:eastAsia="zh-CN"/>
              </w:rPr>
            </w:pPr>
          </w:p>
        </w:tc>
        <w:tc>
          <w:tcPr>
            <w:tcW w:w="271" w:type="pct"/>
            <w:vMerge/>
            <w:shd w:val="clear" w:color="auto" w:fill="auto"/>
            <w:vAlign w:val="center"/>
          </w:tcPr>
          <w:p w14:paraId="6ED1F200" w14:textId="77777777" w:rsidR="004A323B" w:rsidRPr="00835F44" w:rsidRDefault="004A323B" w:rsidP="0052172B">
            <w:pPr>
              <w:pStyle w:val="TAC"/>
            </w:pPr>
          </w:p>
        </w:tc>
        <w:tc>
          <w:tcPr>
            <w:tcW w:w="392" w:type="pct"/>
          </w:tcPr>
          <w:p w14:paraId="073DE9FB" w14:textId="77777777" w:rsidR="004A323B" w:rsidRPr="00835F44" w:rsidRDefault="004A323B" w:rsidP="0052172B">
            <w:pPr>
              <w:pStyle w:val="TAC"/>
            </w:pPr>
            <w:r w:rsidRPr="00835F44">
              <w:rPr>
                <w:rFonts w:hint="eastAsia"/>
              </w:rPr>
              <w:t>30</w:t>
            </w:r>
          </w:p>
        </w:tc>
        <w:tc>
          <w:tcPr>
            <w:tcW w:w="264" w:type="pct"/>
          </w:tcPr>
          <w:p w14:paraId="6D45FEF3" w14:textId="77777777" w:rsidR="004A323B" w:rsidRPr="00835F44" w:rsidRDefault="004A323B" w:rsidP="0052172B">
            <w:pPr>
              <w:pStyle w:val="TAC"/>
            </w:pPr>
          </w:p>
        </w:tc>
        <w:tc>
          <w:tcPr>
            <w:tcW w:w="264" w:type="pct"/>
            <w:shd w:val="clear" w:color="auto" w:fill="auto"/>
            <w:vAlign w:val="center"/>
          </w:tcPr>
          <w:p w14:paraId="31529608" w14:textId="77777777" w:rsidR="004A323B" w:rsidRPr="00835F44" w:rsidRDefault="004A323B" w:rsidP="0052172B">
            <w:pPr>
              <w:pStyle w:val="TAC"/>
            </w:pPr>
          </w:p>
        </w:tc>
        <w:tc>
          <w:tcPr>
            <w:tcW w:w="264" w:type="pct"/>
            <w:vAlign w:val="center"/>
          </w:tcPr>
          <w:p w14:paraId="48527E28" w14:textId="77777777" w:rsidR="004A323B" w:rsidRPr="00835F44" w:rsidRDefault="004A323B" w:rsidP="0052172B">
            <w:pPr>
              <w:pStyle w:val="TAC"/>
            </w:pPr>
          </w:p>
        </w:tc>
        <w:tc>
          <w:tcPr>
            <w:tcW w:w="264" w:type="pct"/>
            <w:vAlign w:val="center"/>
          </w:tcPr>
          <w:p w14:paraId="1FBEA8CA" w14:textId="77777777" w:rsidR="004A323B" w:rsidRPr="00835F44" w:rsidRDefault="004A323B" w:rsidP="0052172B">
            <w:pPr>
              <w:pStyle w:val="TAC"/>
            </w:pPr>
          </w:p>
        </w:tc>
        <w:tc>
          <w:tcPr>
            <w:tcW w:w="264" w:type="pct"/>
          </w:tcPr>
          <w:p w14:paraId="705E0234" w14:textId="77777777" w:rsidR="004A323B" w:rsidRPr="00835F44" w:rsidRDefault="004A323B" w:rsidP="0052172B">
            <w:pPr>
              <w:pStyle w:val="TAC"/>
              <w:rPr>
                <w:lang w:eastAsia="en-US"/>
              </w:rPr>
            </w:pPr>
          </w:p>
        </w:tc>
        <w:tc>
          <w:tcPr>
            <w:tcW w:w="265" w:type="pct"/>
          </w:tcPr>
          <w:p w14:paraId="61878744" w14:textId="77777777" w:rsidR="004A323B" w:rsidRPr="00835F44" w:rsidRDefault="004A323B" w:rsidP="0052172B">
            <w:pPr>
              <w:pStyle w:val="TAC"/>
              <w:rPr>
                <w:lang w:eastAsia="en-US"/>
              </w:rPr>
            </w:pPr>
          </w:p>
        </w:tc>
        <w:tc>
          <w:tcPr>
            <w:tcW w:w="264" w:type="pct"/>
            <w:vAlign w:val="center"/>
          </w:tcPr>
          <w:p w14:paraId="275D17A4"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3960C38C"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503AAAF3"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75BD04FD" w14:textId="77777777" w:rsidR="004A323B" w:rsidRPr="00835F44" w:rsidRDefault="004A323B" w:rsidP="0052172B">
            <w:pPr>
              <w:pStyle w:val="TAC"/>
              <w:rPr>
                <w:lang w:eastAsia="zh-CN"/>
              </w:rPr>
            </w:pPr>
            <w:r w:rsidRPr="00835F44">
              <w:rPr>
                <w:rFonts w:hint="eastAsia"/>
              </w:rPr>
              <w:t>Yes</w:t>
            </w:r>
          </w:p>
        </w:tc>
        <w:tc>
          <w:tcPr>
            <w:tcW w:w="264" w:type="pct"/>
          </w:tcPr>
          <w:p w14:paraId="6F756082" w14:textId="77777777" w:rsidR="004A323B" w:rsidRPr="00835F44" w:rsidRDefault="004A323B" w:rsidP="0052172B">
            <w:pPr>
              <w:pStyle w:val="TAC"/>
            </w:pPr>
          </w:p>
        </w:tc>
        <w:tc>
          <w:tcPr>
            <w:tcW w:w="265" w:type="pct"/>
            <w:vAlign w:val="center"/>
          </w:tcPr>
          <w:p w14:paraId="05044C26" w14:textId="77777777" w:rsidR="004A323B" w:rsidRPr="00835F44" w:rsidRDefault="004A323B" w:rsidP="0052172B">
            <w:pPr>
              <w:pStyle w:val="TAC"/>
              <w:rPr>
                <w:lang w:eastAsia="zh-CN"/>
              </w:rPr>
            </w:pPr>
            <w:r w:rsidRPr="00835F44">
              <w:rPr>
                <w:rFonts w:hint="eastAsia"/>
              </w:rPr>
              <w:t>Yes</w:t>
            </w:r>
          </w:p>
        </w:tc>
        <w:tc>
          <w:tcPr>
            <w:tcW w:w="470" w:type="pct"/>
            <w:vMerge/>
            <w:vAlign w:val="center"/>
          </w:tcPr>
          <w:p w14:paraId="274D93CA" w14:textId="77777777" w:rsidR="004A323B" w:rsidRPr="00835F44" w:rsidRDefault="004A323B" w:rsidP="0052172B">
            <w:pPr>
              <w:pStyle w:val="TAC"/>
            </w:pPr>
          </w:p>
        </w:tc>
      </w:tr>
      <w:tr w:rsidR="00495FE7" w:rsidRPr="00835F44" w14:paraId="60A361D3" w14:textId="662B7609" w:rsidTr="000E530E">
        <w:trPr>
          <w:trHeight w:val="39"/>
          <w:jc w:val="center"/>
        </w:trPr>
        <w:tc>
          <w:tcPr>
            <w:tcW w:w="692" w:type="pct"/>
            <w:vMerge/>
            <w:vAlign w:val="center"/>
          </w:tcPr>
          <w:p w14:paraId="7AB90A6A" w14:textId="77777777" w:rsidR="004A323B" w:rsidRPr="00835F44" w:rsidRDefault="004A323B" w:rsidP="0052172B">
            <w:pPr>
              <w:pStyle w:val="TAC"/>
              <w:rPr>
                <w:lang w:eastAsia="zh-CN"/>
              </w:rPr>
            </w:pPr>
          </w:p>
        </w:tc>
        <w:tc>
          <w:tcPr>
            <w:tcW w:w="271" w:type="pct"/>
            <w:vMerge/>
            <w:shd w:val="clear" w:color="auto" w:fill="auto"/>
            <w:vAlign w:val="center"/>
          </w:tcPr>
          <w:p w14:paraId="27D17547" w14:textId="77777777" w:rsidR="004A323B" w:rsidRPr="00835F44" w:rsidRDefault="004A323B" w:rsidP="0052172B">
            <w:pPr>
              <w:pStyle w:val="TAC"/>
            </w:pPr>
          </w:p>
        </w:tc>
        <w:tc>
          <w:tcPr>
            <w:tcW w:w="392" w:type="pct"/>
          </w:tcPr>
          <w:p w14:paraId="298CE682" w14:textId="77777777" w:rsidR="004A323B" w:rsidRPr="00835F44" w:rsidRDefault="004A323B" w:rsidP="0052172B">
            <w:pPr>
              <w:pStyle w:val="TAC"/>
            </w:pPr>
            <w:r w:rsidRPr="00835F44">
              <w:rPr>
                <w:rFonts w:hint="eastAsia"/>
              </w:rPr>
              <w:t>60</w:t>
            </w:r>
          </w:p>
        </w:tc>
        <w:tc>
          <w:tcPr>
            <w:tcW w:w="264" w:type="pct"/>
          </w:tcPr>
          <w:p w14:paraId="1D73C82B" w14:textId="77777777" w:rsidR="004A323B" w:rsidRPr="00835F44" w:rsidRDefault="004A323B" w:rsidP="0052172B">
            <w:pPr>
              <w:pStyle w:val="TAC"/>
            </w:pPr>
          </w:p>
        </w:tc>
        <w:tc>
          <w:tcPr>
            <w:tcW w:w="264" w:type="pct"/>
            <w:shd w:val="clear" w:color="auto" w:fill="auto"/>
            <w:vAlign w:val="center"/>
          </w:tcPr>
          <w:p w14:paraId="7DD2E346" w14:textId="77777777" w:rsidR="004A323B" w:rsidRPr="00835F44" w:rsidRDefault="004A323B" w:rsidP="0052172B">
            <w:pPr>
              <w:pStyle w:val="TAC"/>
            </w:pPr>
          </w:p>
        </w:tc>
        <w:tc>
          <w:tcPr>
            <w:tcW w:w="264" w:type="pct"/>
            <w:vAlign w:val="center"/>
          </w:tcPr>
          <w:p w14:paraId="1E65E37A" w14:textId="77777777" w:rsidR="004A323B" w:rsidRPr="00835F44" w:rsidRDefault="004A323B" w:rsidP="0052172B">
            <w:pPr>
              <w:pStyle w:val="TAC"/>
            </w:pPr>
          </w:p>
        </w:tc>
        <w:tc>
          <w:tcPr>
            <w:tcW w:w="264" w:type="pct"/>
            <w:vAlign w:val="center"/>
          </w:tcPr>
          <w:p w14:paraId="45D47A4A" w14:textId="77777777" w:rsidR="004A323B" w:rsidRPr="00835F44" w:rsidRDefault="004A323B" w:rsidP="0052172B">
            <w:pPr>
              <w:pStyle w:val="TAC"/>
            </w:pPr>
          </w:p>
        </w:tc>
        <w:tc>
          <w:tcPr>
            <w:tcW w:w="264" w:type="pct"/>
          </w:tcPr>
          <w:p w14:paraId="036440DA" w14:textId="77777777" w:rsidR="004A323B" w:rsidRPr="00835F44" w:rsidRDefault="004A323B" w:rsidP="0052172B">
            <w:pPr>
              <w:pStyle w:val="TAC"/>
              <w:rPr>
                <w:lang w:eastAsia="en-US"/>
              </w:rPr>
            </w:pPr>
          </w:p>
        </w:tc>
        <w:tc>
          <w:tcPr>
            <w:tcW w:w="265" w:type="pct"/>
          </w:tcPr>
          <w:p w14:paraId="3818A81D" w14:textId="77777777" w:rsidR="004A323B" w:rsidRPr="00835F44" w:rsidRDefault="004A323B" w:rsidP="0052172B">
            <w:pPr>
              <w:pStyle w:val="TAC"/>
              <w:rPr>
                <w:lang w:eastAsia="en-US"/>
              </w:rPr>
            </w:pPr>
          </w:p>
        </w:tc>
        <w:tc>
          <w:tcPr>
            <w:tcW w:w="264" w:type="pct"/>
            <w:vAlign w:val="center"/>
          </w:tcPr>
          <w:p w14:paraId="24F62DDD"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134A3C26"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21F22E83" w14:textId="77777777" w:rsidR="004A323B" w:rsidRPr="00835F44" w:rsidRDefault="004A323B" w:rsidP="0052172B">
            <w:pPr>
              <w:pStyle w:val="TAC"/>
              <w:rPr>
                <w:lang w:eastAsia="zh-CN"/>
              </w:rPr>
            </w:pPr>
            <w:r w:rsidRPr="00835F44">
              <w:rPr>
                <w:rFonts w:hint="eastAsia"/>
              </w:rPr>
              <w:t>Yes</w:t>
            </w:r>
          </w:p>
        </w:tc>
        <w:tc>
          <w:tcPr>
            <w:tcW w:w="264" w:type="pct"/>
            <w:vAlign w:val="center"/>
          </w:tcPr>
          <w:p w14:paraId="62EF0D9D" w14:textId="77777777" w:rsidR="004A323B" w:rsidRPr="00835F44" w:rsidRDefault="004A323B" w:rsidP="0052172B">
            <w:pPr>
              <w:pStyle w:val="TAC"/>
              <w:rPr>
                <w:lang w:eastAsia="zh-CN"/>
              </w:rPr>
            </w:pPr>
            <w:r w:rsidRPr="00835F44">
              <w:rPr>
                <w:rFonts w:hint="eastAsia"/>
              </w:rPr>
              <w:t>Yes</w:t>
            </w:r>
          </w:p>
        </w:tc>
        <w:tc>
          <w:tcPr>
            <w:tcW w:w="264" w:type="pct"/>
          </w:tcPr>
          <w:p w14:paraId="07EA1874" w14:textId="77777777" w:rsidR="004A323B" w:rsidRPr="00835F44" w:rsidRDefault="004A323B" w:rsidP="0052172B">
            <w:pPr>
              <w:pStyle w:val="TAC"/>
            </w:pPr>
          </w:p>
        </w:tc>
        <w:tc>
          <w:tcPr>
            <w:tcW w:w="265" w:type="pct"/>
            <w:vAlign w:val="center"/>
          </w:tcPr>
          <w:p w14:paraId="3AB8DA81" w14:textId="77777777" w:rsidR="004A323B" w:rsidRPr="00835F44" w:rsidRDefault="004A323B" w:rsidP="0052172B">
            <w:pPr>
              <w:pStyle w:val="TAC"/>
              <w:rPr>
                <w:lang w:eastAsia="zh-CN"/>
              </w:rPr>
            </w:pPr>
            <w:r w:rsidRPr="00835F44">
              <w:rPr>
                <w:rFonts w:hint="eastAsia"/>
              </w:rPr>
              <w:t>Yes</w:t>
            </w:r>
          </w:p>
        </w:tc>
        <w:tc>
          <w:tcPr>
            <w:tcW w:w="470" w:type="pct"/>
            <w:vMerge/>
            <w:vAlign w:val="center"/>
          </w:tcPr>
          <w:p w14:paraId="2C5C2651" w14:textId="77777777" w:rsidR="004A323B" w:rsidRPr="00835F44" w:rsidRDefault="004A323B" w:rsidP="0052172B">
            <w:pPr>
              <w:pStyle w:val="TAC"/>
            </w:pPr>
          </w:p>
        </w:tc>
      </w:tr>
      <w:tr w:rsidR="00495FE7" w:rsidRPr="00835F44" w14:paraId="4D13E159" w14:textId="6636AC3E" w:rsidTr="000E530E">
        <w:trPr>
          <w:trHeight w:val="39"/>
          <w:jc w:val="center"/>
        </w:trPr>
        <w:tc>
          <w:tcPr>
            <w:tcW w:w="692" w:type="pct"/>
            <w:vMerge/>
            <w:vAlign w:val="center"/>
          </w:tcPr>
          <w:p w14:paraId="76ECC91F" w14:textId="77777777" w:rsidR="004A323B" w:rsidRPr="00835F44" w:rsidRDefault="004A323B" w:rsidP="0052172B">
            <w:pPr>
              <w:pStyle w:val="TAC"/>
              <w:rPr>
                <w:lang w:eastAsia="zh-CN"/>
              </w:rPr>
            </w:pPr>
          </w:p>
        </w:tc>
        <w:tc>
          <w:tcPr>
            <w:tcW w:w="271" w:type="pct"/>
            <w:shd w:val="clear" w:color="auto" w:fill="auto"/>
            <w:vAlign w:val="center"/>
          </w:tcPr>
          <w:p w14:paraId="74EC928F" w14:textId="77777777" w:rsidR="004A323B" w:rsidRPr="00835F44" w:rsidRDefault="004A323B" w:rsidP="0052172B">
            <w:pPr>
              <w:pStyle w:val="TAC"/>
            </w:pPr>
            <w:r w:rsidRPr="00835F44">
              <w:t>n</w:t>
            </w:r>
            <w:r w:rsidRPr="00835F44">
              <w:rPr>
                <w:rFonts w:hint="eastAsia"/>
              </w:rPr>
              <w:t>8</w:t>
            </w:r>
            <w:r w:rsidRPr="00835F44">
              <w:t>0</w:t>
            </w:r>
          </w:p>
        </w:tc>
        <w:tc>
          <w:tcPr>
            <w:tcW w:w="392" w:type="pct"/>
          </w:tcPr>
          <w:p w14:paraId="32BF7229" w14:textId="77777777" w:rsidR="004A323B" w:rsidRPr="00835F44" w:rsidRDefault="004A323B" w:rsidP="0052172B">
            <w:pPr>
              <w:pStyle w:val="TAC"/>
            </w:pPr>
            <w:r w:rsidRPr="00835F44">
              <w:rPr>
                <w:rFonts w:hint="eastAsia"/>
              </w:rPr>
              <w:t>15</w:t>
            </w:r>
          </w:p>
        </w:tc>
        <w:tc>
          <w:tcPr>
            <w:tcW w:w="264" w:type="pct"/>
          </w:tcPr>
          <w:p w14:paraId="758B4C42" w14:textId="77777777" w:rsidR="004A323B" w:rsidRPr="00835F44" w:rsidRDefault="004A323B" w:rsidP="0052172B">
            <w:pPr>
              <w:pStyle w:val="TAC"/>
            </w:pPr>
            <w:r w:rsidRPr="00835F44">
              <w:rPr>
                <w:rFonts w:hint="eastAsia"/>
              </w:rPr>
              <w:t>Yes</w:t>
            </w:r>
          </w:p>
        </w:tc>
        <w:tc>
          <w:tcPr>
            <w:tcW w:w="264" w:type="pct"/>
            <w:shd w:val="clear" w:color="auto" w:fill="auto"/>
            <w:vAlign w:val="center"/>
          </w:tcPr>
          <w:p w14:paraId="7BF9771C" w14:textId="77777777" w:rsidR="004A323B" w:rsidRPr="00835F44" w:rsidRDefault="004A323B" w:rsidP="0052172B">
            <w:pPr>
              <w:pStyle w:val="TAC"/>
            </w:pPr>
            <w:r w:rsidRPr="00835F44">
              <w:rPr>
                <w:rFonts w:hint="eastAsia"/>
              </w:rPr>
              <w:t>Yes</w:t>
            </w:r>
          </w:p>
        </w:tc>
        <w:tc>
          <w:tcPr>
            <w:tcW w:w="264" w:type="pct"/>
            <w:vAlign w:val="center"/>
          </w:tcPr>
          <w:p w14:paraId="2C5B662F" w14:textId="77777777" w:rsidR="004A323B" w:rsidRPr="00835F44" w:rsidRDefault="004A323B" w:rsidP="0052172B">
            <w:pPr>
              <w:pStyle w:val="TAC"/>
            </w:pPr>
            <w:r w:rsidRPr="00835F44">
              <w:rPr>
                <w:rFonts w:hint="eastAsia"/>
              </w:rPr>
              <w:t>Yes</w:t>
            </w:r>
          </w:p>
        </w:tc>
        <w:tc>
          <w:tcPr>
            <w:tcW w:w="264" w:type="pct"/>
            <w:vAlign w:val="center"/>
          </w:tcPr>
          <w:p w14:paraId="496BDA09" w14:textId="77777777" w:rsidR="004A323B" w:rsidRPr="00835F44" w:rsidRDefault="004A323B" w:rsidP="0052172B">
            <w:pPr>
              <w:pStyle w:val="TAC"/>
            </w:pPr>
            <w:r w:rsidRPr="00835F44">
              <w:rPr>
                <w:rFonts w:hint="eastAsia"/>
              </w:rPr>
              <w:t>Yes</w:t>
            </w:r>
          </w:p>
        </w:tc>
        <w:tc>
          <w:tcPr>
            <w:tcW w:w="264" w:type="pct"/>
          </w:tcPr>
          <w:p w14:paraId="4998779E" w14:textId="77777777" w:rsidR="004A323B" w:rsidRPr="00835F44" w:rsidRDefault="004A323B" w:rsidP="0052172B">
            <w:pPr>
              <w:pStyle w:val="TAC"/>
              <w:rPr>
                <w:lang w:eastAsia="en-US"/>
              </w:rPr>
            </w:pPr>
            <w:r w:rsidRPr="00835F44">
              <w:rPr>
                <w:lang w:eastAsia="en-US"/>
              </w:rPr>
              <w:t>Yes</w:t>
            </w:r>
          </w:p>
        </w:tc>
        <w:tc>
          <w:tcPr>
            <w:tcW w:w="265" w:type="pct"/>
          </w:tcPr>
          <w:p w14:paraId="7931B4E6" w14:textId="77777777" w:rsidR="004A323B" w:rsidRPr="00835F44" w:rsidRDefault="004A323B" w:rsidP="0052172B">
            <w:pPr>
              <w:pStyle w:val="TAC"/>
              <w:rPr>
                <w:lang w:eastAsia="en-US"/>
              </w:rPr>
            </w:pPr>
            <w:r w:rsidRPr="00835F44">
              <w:rPr>
                <w:lang w:eastAsia="en-US"/>
              </w:rPr>
              <w:t>Yes</w:t>
            </w:r>
          </w:p>
        </w:tc>
        <w:tc>
          <w:tcPr>
            <w:tcW w:w="264" w:type="pct"/>
            <w:vAlign w:val="center"/>
          </w:tcPr>
          <w:p w14:paraId="02F5C6DB" w14:textId="77777777" w:rsidR="004A323B" w:rsidRPr="00835F44" w:rsidRDefault="004A323B" w:rsidP="0052172B">
            <w:pPr>
              <w:pStyle w:val="TAC"/>
              <w:rPr>
                <w:lang w:eastAsia="en-US"/>
              </w:rPr>
            </w:pPr>
          </w:p>
        </w:tc>
        <w:tc>
          <w:tcPr>
            <w:tcW w:w="264" w:type="pct"/>
            <w:vAlign w:val="center"/>
          </w:tcPr>
          <w:p w14:paraId="29DA773B" w14:textId="77777777" w:rsidR="004A323B" w:rsidRPr="00835F44" w:rsidRDefault="004A323B" w:rsidP="0052172B">
            <w:pPr>
              <w:pStyle w:val="TAC"/>
              <w:rPr>
                <w:lang w:eastAsia="zh-CN"/>
              </w:rPr>
            </w:pPr>
          </w:p>
        </w:tc>
        <w:tc>
          <w:tcPr>
            <w:tcW w:w="264" w:type="pct"/>
          </w:tcPr>
          <w:p w14:paraId="3D1CEAB4" w14:textId="77777777" w:rsidR="004A323B" w:rsidRPr="00835F44" w:rsidRDefault="004A323B" w:rsidP="0052172B">
            <w:pPr>
              <w:pStyle w:val="TAC"/>
              <w:rPr>
                <w:lang w:eastAsia="zh-CN"/>
              </w:rPr>
            </w:pPr>
          </w:p>
        </w:tc>
        <w:tc>
          <w:tcPr>
            <w:tcW w:w="264" w:type="pct"/>
          </w:tcPr>
          <w:p w14:paraId="1964C4D3" w14:textId="77777777" w:rsidR="004A323B" w:rsidRPr="00835F44" w:rsidRDefault="004A323B" w:rsidP="0052172B">
            <w:pPr>
              <w:pStyle w:val="TAC"/>
              <w:rPr>
                <w:lang w:eastAsia="zh-CN"/>
              </w:rPr>
            </w:pPr>
          </w:p>
        </w:tc>
        <w:tc>
          <w:tcPr>
            <w:tcW w:w="264" w:type="pct"/>
          </w:tcPr>
          <w:p w14:paraId="49DF866D" w14:textId="77777777" w:rsidR="004A323B" w:rsidRPr="00835F44" w:rsidRDefault="004A323B" w:rsidP="0052172B">
            <w:pPr>
              <w:pStyle w:val="TAC"/>
              <w:rPr>
                <w:lang w:eastAsia="zh-CN"/>
              </w:rPr>
            </w:pPr>
          </w:p>
        </w:tc>
        <w:tc>
          <w:tcPr>
            <w:tcW w:w="265" w:type="pct"/>
            <w:vAlign w:val="center"/>
          </w:tcPr>
          <w:p w14:paraId="1F34F125" w14:textId="77777777" w:rsidR="004A323B" w:rsidRPr="00835F44" w:rsidRDefault="004A323B" w:rsidP="0052172B">
            <w:pPr>
              <w:pStyle w:val="TAC"/>
              <w:rPr>
                <w:lang w:eastAsia="zh-CN"/>
              </w:rPr>
            </w:pPr>
          </w:p>
        </w:tc>
        <w:tc>
          <w:tcPr>
            <w:tcW w:w="470" w:type="pct"/>
            <w:vMerge/>
            <w:vAlign w:val="center"/>
          </w:tcPr>
          <w:p w14:paraId="5A7AB6EA" w14:textId="77777777" w:rsidR="004A323B" w:rsidRPr="00835F44" w:rsidRDefault="004A323B" w:rsidP="0052172B">
            <w:pPr>
              <w:pStyle w:val="TAC"/>
              <w:rPr>
                <w:lang w:eastAsia="en-US"/>
              </w:rPr>
            </w:pPr>
          </w:p>
        </w:tc>
      </w:tr>
      <w:tr w:rsidR="00495FE7" w:rsidRPr="00835F44" w14:paraId="3EF0A8BA" w14:textId="30C81A88" w:rsidTr="000E530E">
        <w:trPr>
          <w:trHeight w:val="39"/>
          <w:jc w:val="center"/>
        </w:trPr>
        <w:tc>
          <w:tcPr>
            <w:tcW w:w="692" w:type="pct"/>
            <w:vMerge w:val="restart"/>
            <w:vAlign w:val="center"/>
          </w:tcPr>
          <w:p w14:paraId="0EB8E30F" w14:textId="77777777" w:rsidR="004A323B" w:rsidRPr="00835F44" w:rsidRDefault="004A323B" w:rsidP="0052172B">
            <w:pPr>
              <w:pStyle w:val="TAC"/>
              <w:rPr>
                <w:lang w:eastAsia="zh-CN"/>
              </w:rPr>
            </w:pPr>
            <w:r w:rsidRPr="00835F44">
              <w:rPr>
                <w:rFonts w:hint="eastAsia"/>
              </w:rPr>
              <w:t>SUL</w:t>
            </w:r>
            <w:r w:rsidRPr="00835F44">
              <w:rPr>
                <w:lang w:eastAsia="zh-CN"/>
              </w:rPr>
              <w:t>_</w:t>
            </w:r>
            <w:r w:rsidRPr="00835F44">
              <w:rPr>
                <w:rFonts w:hint="eastAsia"/>
              </w:rPr>
              <w:t>n7</w:t>
            </w:r>
            <w:r w:rsidRPr="00835F44">
              <w:rPr>
                <w:rFonts w:hint="eastAsia"/>
                <w:lang w:eastAsia="zh-CN"/>
              </w:rPr>
              <w:t>9</w:t>
            </w:r>
            <w:r w:rsidRPr="00835F44">
              <w:rPr>
                <w:rFonts w:hint="eastAsia"/>
              </w:rPr>
              <w:t>A</w:t>
            </w:r>
            <w:r w:rsidRPr="00835F44">
              <w:rPr>
                <w:lang w:eastAsia="zh-CN"/>
              </w:rPr>
              <w:t>-</w:t>
            </w:r>
            <w:r w:rsidRPr="00835F44">
              <w:rPr>
                <w:rFonts w:hint="eastAsia"/>
              </w:rPr>
              <w:t>n81</w:t>
            </w:r>
            <w:r w:rsidRPr="00835F44">
              <w:rPr>
                <w:lang w:eastAsia="zh-CN"/>
              </w:rPr>
              <w:t>A</w:t>
            </w:r>
          </w:p>
        </w:tc>
        <w:tc>
          <w:tcPr>
            <w:tcW w:w="271" w:type="pct"/>
            <w:vMerge w:val="restart"/>
            <w:shd w:val="clear" w:color="auto" w:fill="auto"/>
            <w:vAlign w:val="center"/>
          </w:tcPr>
          <w:p w14:paraId="65EB741D" w14:textId="77777777" w:rsidR="004A323B" w:rsidRPr="00835F44" w:rsidRDefault="004A323B" w:rsidP="0052172B">
            <w:pPr>
              <w:pStyle w:val="TAC"/>
            </w:pPr>
            <w:r w:rsidRPr="00835F44">
              <w:t>n</w:t>
            </w:r>
            <w:r w:rsidRPr="00835F44">
              <w:rPr>
                <w:rFonts w:hint="eastAsia"/>
              </w:rPr>
              <w:t>7</w:t>
            </w:r>
            <w:r w:rsidRPr="00835F44">
              <w:rPr>
                <w:rFonts w:hint="eastAsia"/>
                <w:lang w:eastAsia="zh-CN"/>
              </w:rPr>
              <w:t>9</w:t>
            </w:r>
          </w:p>
        </w:tc>
        <w:tc>
          <w:tcPr>
            <w:tcW w:w="392" w:type="pct"/>
          </w:tcPr>
          <w:p w14:paraId="14D2692F" w14:textId="77777777" w:rsidR="004A323B" w:rsidRPr="00835F44" w:rsidRDefault="004A323B" w:rsidP="0052172B">
            <w:pPr>
              <w:pStyle w:val="TAC"/>
            </w:pPr>
            <w:r w:rsidRPr="00835F44">
              <w:rPr>
                <w:rFonts w:hint="eastAsia"/>
              </w:rPr>
              <w:t>15</w:t>
            </w:r>
          </w:p>
        </w:tc>
        <w:tc>
          <w:tcPr>
            <w:tcW w:w="264" w:type="pct"/>
          </w:tcPr>
          <w:p w14:paraId="6719F216" w14:textId="77777777" w:rsidR="004A323B" w:rsidRPr="00835F44" w:rsidRDefault="004A323B" w:rsidP="0052172B">
            <w:pPr>
              <w:pStyle w:val="TAC"/>
            </w:pPr>
          </w:p>
        </w:tc>
        <w:tc>
          <w:tcPr>
            <w:tcW w:w="264" w:type="pct"/>
            <w:shd w:val="clear" w:color="auto" w:fill="auto"/>
            <w:vAlign w:val="center"/>
          </w:tcPr>
          <w:p w14:paraId="696910CE" w14:textId="77777777" w:rsidR="004A323B" w:rsidRPr="00835F44" w:rsidRDefault="004A323B" w:rsidP="0052172B">
            <w:pPr>
              <w:pStyle w:val="TAC"/>
            </w:pPr>
          </w:p>
        </w:tc>
        <w:tc>
          <w:tcPr>
            <w:tcW w:w="264" w:type="pct"/>
            <w:vAlign w:val="center"/>
          </w:tcPr>
          <w:p w14:paraId="7EB68E5E" w14:textId="77777777" w:rsidR="004A323B" w:rsidRPr="00835F44" w:rsidRDefault="004A323B" w:rsidP="0052172B">
            <w:pPr>
              <w:pStyle w:val="TAC"/>
            </w:pPr>
          </w:p>
        </w:tc>
        <w:tc>
          <w:tcPr>
            <w:tcW w:w="264" w:type="pct"/>
            <w:vAlign w:val="center"/>
          </w:tcPr>
          <w:p w14:paraId="3C809CB1" w14:textId="77777777" w:rsidR="004A323B" w:rsidRPr="00835F44" w:rsidRDefault="004A323B" w:rsidP="0052172B">
            <w:pPr>
              <w:pStyle w:val="TAC"/>
            </w:pPr>
          </w:p>
        </w:tc>
        <w:tc>
          <w:tcPr>
            <w:tcW w:w="264" w:type="pct"/>
          </w:tcPr>
          <w:p w14:paraId="2D08058C" w14:textId="77777777" w:rsidR="004A323B" w:rsidRPr="00835F44" w:rsidRDefault="004A323B" w:rsidP="0052172B">
            <w:pPr>
              <w:pStyle w:val="TAC"/>
              <w:rPr>
                <w:lang w:eastAsia="en-US"/>
              </w:rPr>
            </w:pPr>
          </w:p>
        </w:tc>
        <w:tc>
          <w:tcPr>
            <w:tcW w:w="265" w:type="pct"/>
          </w:tcPr>
          <w:p w14:paraId="27C99E22" w14:textId="77777777" w:rsidR="004A323B" w:rsidRPr="00835F44" w:rsidRDefault="004A323B" w:rsidP="0052172B">
            <w:pPr>
              <w:pStyle w:val="TAC"/>
              <w:rPr>
                <w:lang w:eastAsia="en-US"/>
              </w:rPr>
            </w:pPr>
          </w:p>
        </w:tc>
        <w:tc>
          <w:tcPr>
            <w:tcW w:w="264" w:type="pct"/>
            <w:vAlign w:val="center"/>
          </w:tcPr>
          <w:p w14:paraId="7CC442C2"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10420677" w14:textId="77777777" w:rsidR="004A323B" w:rsidRPr="00835F44" w:rsidRDefault="004A323B" w:rsidP="0052172B">
            <w:pPr>
              <w:pStyle w:val="TAC"/>
              <w:rPr>
                <w:lang w:eastAsia="en-US"/>
              </w:rPr>
            </w:pPr>
            <w:r w:rsidRPr="00835F44">
              <w:rPr>
                <w:rFonts w:hint="eastAsia"/>
              </w:rPr>
              <w:t>Yes</w:t>
            </w:r>
          </w:p>
        </w:tc>
        <w:tc>
          <w:tcPr>
            <w:tcW w:w="264" w:type="pct"/>
          </w:tcPr>
          <w:p w14:paraId="4FFEAB9E" w14:textId="77777777" w:rsidR="004A323B" w:rsidRPr="00835F44" w:rsidRDefault="004A323B" w:rsidP="0052172B">
            <w:pPr>
              <w:pStyle w:val="TAC"/>
              <w:rPr>
                <w:lang w:eastAsia="en-US"/>
              </w:rPr>
            </w:pPr>
          </w:p>
        </w:tc>
        <w:tc>
          <w:tcPr>
            <w:tcW w:w="264" w:type="pct"/>
          </w:tcPr>
          <w:p w14:paraId="780AA290" w14:textId="77777777" w:rsidR="004A323B" w:rsidRPr="00835F44" w:rsidRDefault="004A323B" w:rsidP="0052172B">
            <w:pPr>
              <w:pStyle w:val="TAC"/>
              <w:rPr>
                <w:lang w:eastAsia="en-US"/>
              </w:rPr>
            </w:pPr>
          </w:p>
        </w:tc>
        <w:tc>
          <w:tcPr>
            <w:tcW w:w="264" w:type="pct"/>
          </w:tcPr>
          <w:p w14:paraId="4B0B6A2B" w14:textId="77777777" w:rsidR="004A323B" w:rsidRPr="00835F44" w:rsidRDefault="004A323B" w:rsidP="0052172B">
            <w:pPr>
              <w:pStyle w:val="TAC"/>
              <w:rPr>
                <w:lang w:eastAsia="en-US"/>
              </w:rPr>
            </w:pPr>
          </w:p>
        </w:tc>
        <w:tc>
          <w:tcPr>
            <w:tcW w:w="265" w:type="pct"/>
            <w:vAlign w:val="center"/>
          </w:tcPr>
          <w:p w14:paraId="0FF4D734" w14:textId="77777777" w:rsidR="004A323B" w:rsidRPr="00835F44" w:rsidRDefault="004A323B" w:rsidP="0052172B">
            <w:pPr>
              <w:pStyle w:val="TAC"/>
              <w:rPr>
                <w:lang w:eastAsia="en-US"/>
              </w:rPr>
            </w:pPr>
          </w:p>
        </w:tc>
        <w:tc>
          <w:tcPr>
            <w:tcW w:w="470" w:type="pct"/>
            <w:vMerge w:val="restart"/>
            <w:vAlign w:val="center"/>
          </w:tcPr>
          <w:p w14:paraId="07AE9FFD" w14:textId="409AEA6B" w:rsidR="004A323B" w:rsidRPr="00835F44" w:rsidRDefault="004A323B" w:rsidP="0052172B">
            <w:pPr>
              <w:pStyle w:val="TAC"/>
              <w:rPr>
                <w:lang w:eastAsia="en-US"/>
              </w:rPr>
            </w:pPr>
            <w:r w:rsidRPr="00835F44">
              <w:rPr>
                <w:lang w:eastAsia="en-US"/>
              </w:rPr>
              <w:t>0</w:t>
            </w:r>
          </w:p>
        </w:tc>
      </w:tr>
      <w:tr w:rsidR="00495FE7" w:rsidRPr="00835F44" w14:paraId="64284C92" w14:textId="513C5273" w:rsidTr="000E530E">
        <w:trPr>
          <w:trHeight w:val="39"/>
          <w:jc w:val="center"/>
        </w:trPr>
        <w:tc>
          <w:tcPr>
            <w:tcW w:w="692" w:type="pct"/>
            <w:vMerge/>
            <w:vAlign w:val="center"/>
          </w:tcPr>
          <w:p w14:paraId="3185C24F" w14:textId="77777777" w:rsidR="004A323B" w:rsidRPr="00835F44" w:rsidRDefault="004A323B" w:rsidP="0052172B">
            <w:pPr>
              <w:pStyle w:val="TAC"/>
              <w:rPr>
                <w:lang w:eastAsia="zh-CN"/>
              </w:rPr>
            </w:pPr>
          </w:p>
        </w:tc>
        <w:tc>
          <w:tcPr>
            <w:tcW w:w="271" w:type="pct"/>
            <w:vMerge/>
            <w:shd w:val="clear" w:color="auto" w:fill="auto"/>
            <w:vAlign w:val="center"/>
          </w:tcPr>
          <w:p w14:paraId="737C2943" w14:textId="77777777" w:rsidR="004A323B" w:rsidRPr="00835F44" w:rsidRDefault="004A323B" w:rsidP="0052172B">
            <w:pPr>
              <w:pStyle w:val="TAC"/>
            </w:pPr>
          </w:p>
        </w:tc>
        <w:tc>
          <w:tcPr>
            <w:tcW w:w="392" w:type="pct"/>
          </w:tcPr>
          <w:p w14:paraId="7D47E400" w14:textId="77777777" w:rsidR="004A323B" w:rsidRPr="00835F44" w:rsidRDefault="004A323B" w:rsidP="0052172B">
            <w:pPr>
              <w:pStyle w:val="TAC"/>
            </w:pPr>
            <w:r w:rsidRPr="00835F44">
              <w:rPr>
                <w:rFonts w:hint="eastAsia"/>
              </w:rPr>
              <w:t>30</w:t>
            </w:r>
          </w:p>
        </w:tc>
        <w:tc>
          <w:tcPr>
            <w:tcW w:w="264" w:type="pct"/>
          </w:tcPr>
          <w:p w14:paraId="4A02CD29" w14:textId="77777777" w:rsidR="004A323B" w:rsidRPr="00835F44" w:rsidRDefault="004A323B" w:rsidP="0052172B">
            <w:pPr>
              <w:pStyle w:val="TAC"/>
            </w:pPr>
          </w:p>
        </w:tc>
        <w:tc>
          <w:tcPr>
            <w:tcW w:w="264" w:type="pct"/>
            <w:shd w:val="clear" w:color="auto" w:fill="auto"/>
            <w:vAlign w:val="center"/>
          </w:tcPr>
          <w:p w14:paraId="68856CCB" w14:textId="77777777" w:rsidR="004A323B" w:rsidRPr="00835F44" w:rsidRDefault="004A323B" w:rsidP="0052172B">
            <w:pPr>
              <w:pStyle w:val="TAC"/>
            </w:pPr>
          </w:p>
        </w:tc>
        <w:tc>
          <w:tcPr>
            <w:tcW w:w="264" w:type="pct"/>
            <w:vAlign w:val="center"/>
          </w:tcPr>
          <w:p w14:paraId="61AB8BD9" w14:textId="77777777" w:rsidR="004A323B" w:rsidRPr="00835F44" w:rsidRDefault="004A323B" w:rsidP="0052172B">
            <w:pPr>
              <w:pStyle w:val="TAC"/>
            </w:pPr>
          </w:p>
        </w:tc>
        <w:tc>
          <w:tcPr>
            <w:tcW w:w="264" w:type="pct"/>
            <w:vAlign w:val="center"/>
          </w:tcPr>
          <w:p w14:paraId="0D20F773" w14:textId="77777777" w:rsidR="004A323B" w:rsidRPr="00835F44" w:rsidRDefault="004A323B" w:rsidP="0052172B">
            <w:pPr>
              <w:pStyle w:val="TAC"/>
            </w:pPr>
          </w:p>
        </w:tc>
        <w:tc>
          <w:tcPr>
            <w:tcW w:w="264" w:type="pct"/>
          </w:tcPr>
          <w:p w14:paraId="44C1B4AB" w14:textId="77777777" w:rsidR="004A323B" w:rsidRPr="00835F44" w:rsidRDefault="004A323B" w:rsidP="0052172B">
            <w:pPr>
              <w:pStyle w:val="TAC"/>
              <w:rPr>
                <w:lang w:eastAsia="en-US"/>
              </w:rPr>
            </w:pPr>
          </w:p>
        </w:tc>
        <w:tc>
          <w:tcPr>
            <w:tcW w:w="265" w:type="pct"/>
          </w:tcPr>
          <w:p w14:paraId="563CDF4F" w14:textId="77777777" w:rsidR="004A323B" w:rsidRPr="00835F44" w:rsidRDefault="004A323B" w:rsidP="0052172B">
            <w:pPr>
              <w:pStyle w:val="TAC"/>
              <w:rPr>
                <w:lang w:eastAsia="en-US"/>
              </w:rPr>
            </w:pPr>
          </w:p>
        </w:tc>
        <w:tc>
          <w:tcPr>
            <w:tcW w:w="264" w:type="pct"/>
            <w:vAlign w:val="center"/>
          </w:tcPr>
          <w:p w14:paraId="784FB5B5"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24FAE30E"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47E56521"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4665830C" w14:textId="77777777" w:rsidR="004A323B" w:rsidRPr="00835F44" w:rsidRDefault="004A323B" w:rsidP="0052172B">
            <w:pPr>
              <w:pStyle w:val="TAC"/>
              <w:rPr>
                <w:lang w:eastAsia="en-US"/>
              </w:rPr>
            </w:pPr>
            <w:r w:rsidRPr="00835F44">
              <w:rPr>
                <w:rFonts w:hint="eastAsia"/>
              </w:rPr>
              <w:t>Yes</w:t>
            </w:r>
          </w:p>
        </w:tc>
        <w:tc>
          <w:tcPr>
            <w:tcW w:w="264" w:type="pct"/>
          </w:tcPr>
          <w:p w14:paraId="3F6137F4" w14:textId="77777777" w:rsidR="004A323B" w:rsidRPr="00835F44" w:rsidRDefault="004A323B" w:rsidP="0052172B">
            <w:pPr>
              <w:pStyle w:val="TAC"/>
            </w:pPr>
          </w:p>
        </w:tc>
        <w:tc>
          <w:tcPr>
            <w:tcW w:w="265" w:type="pct"/>
            <w:vAlign w:val="center"/>
          </w:tcPr>
          <w:p w14:paraId="0FAC6841" w14:textId="77777777" w:rsidR="004A323B" w:rsidRPr="00835F44" w:rsidRDefault="004A323B" w:rsidP="0052172B">
            <w:pPr>
              <w:pStyle w:val="TAC"/>
              <w:rPr>
                <w:lang w:eastAsia="en-US"/>
              </w:rPr>
            </w:pPr>
            <w:r w:rsidRPr="00835F44">
              <w:rPr>
                <w:rFonts w:hint="eastAsia"/>
              </w:rPr>
              <w:t>Yes</w:t>
            </w:r>
          </w:p>
        </w:tc>
        <w:tc>
          <w:tcPr>
            <w:tcW w:w="470" w:type="pct"/>
            <w:vMerge/>
          </w:tcPr>
          <w:p w14:paraId="1233DFB2" w14:textId="77777777" w:rsidR="004A323B" w:rsidRPr="00835F44" w:rsidRDefault="004A323B" w:rsidP="00F31037">
            <w:pPr>
              <w:pStyle w:val="TAC"/>
              <w:rPr>
                <w:rFonts w:cs="Arial"/>
                <w:kern w:val="2"/>
                <w:szCs w:val="24"/>
              </w:rPr>
            </w:pPr>
          </w:p>
        </w:tc>
      </w:tr>
      <w:tr w:rsidR="00495FE7" w:rsidRPr="00835F44" w14:paraId="2D79EE9D" w14:textId="6B1961F0" w:rsidTr="000E530E">
        <w:trPr>
          <w:trHeight w:val="39"/>
          <w:jc w:val="center"/>
        </w:trPr>
        <w:tc>
          <w:tcPr>
            <w:tcW w:w="692" w:type="pct"/>
            <w:vMerge/>
            <w:vAlign w:val="center"/>
          </w:tcPr>
          <w:p w14:paraId="790E5766" w14:textId="77777777" w:rsidR="004A323B" w:rsidRPr="00835F44" w:rsidRDefault="004A323B" w:rsidP="0052172B">
            <w:pPr>
              <w:pStyle w:val="TAC"/>
              <w:rPr>
                <w:lang w:eastAsia="zh-CN"/>
              </w:rPr>
            </w:pPr>
          </w:p>
        </w:tc>
        <w:tc>
          <w:tcPr>
            <w:tcW w:w="271" w:type="pct"/>
            <w:vMerge/>
            <w:shd w:val="clear" w:color="auto" w:fill="auto"/>
            <w:vAlign w:val="center"/>
          </w:tcPr>
          <w:p w14:paraId="363BE681" w14:textId="77777777" w:rsidR="004A323B" w:rsidRPr="00835F44" w:rsidRDefault="004A323B" w:rsidP="0052172B">
            <w:pPr>
              <w:pStyle w:val="TAC"/>
            </w:pPr>
          </w:p>
        </w:tc>
        <w:tc>
          <w:tcPr>
            <w:tcW w:w="392" w:type="pct"/>
          </w:tcPr>
          <w:p w14:paraId="3306C5D8" w14:textId="77777777" w:rsidR="004A323B" w:rsidRPr="00835F44" w:rsidRDefault="004A323B" w:rsidP="0052172B">
            <w:pPr>
              <w:pStyle w:val="TAC"/>
            </w:pPr>
            <w:r w:rsidRPr="00835F44">
              <w:rPr>
                <w:rFonts w:hint="eastAsia"/>
              </w:rPr>
              <w:t>60</w:t>
            </w:r>
          </w:p>
        </w:tc>
        <w:tc>
          <w:tcPr>
            <w:tcW w:w="264" w:type="pct"/>
          </w:tcPr>
          <w:p w14:paraId="25E0C749" w14:textId="77777777" w:rsidR="004A323B" w:rsidRPr="00835F44" w:rsidRDefault="004A323B" w:rsidP="0052172B">
            <w:pPr>
              <w:pStyle w:val="TAC"/>
            </w:pPr>
          </w:p>
        </w:tc>
        <w:tc>
          <w:tcPr>
            <w:tcW w:w="264" w:type="pct"/>
            <w:shd w:val="clear" w:color="auto" w:fill="auto"/>
            <w:vAlign w:val="center"/>
          </w:tcPr>
          <w:p w14:paraId="3B4A10DD" w14:textId="77777777" w:rsidR="004A323B" w:rsidRPr="00835F44" w:rsidRDefault="004A323B" w:rsidP="0052172B">
            <w:pPr>
              <w:pStyle w:val="TAC"/>
            </w:pPr>
          </w:p>
        </w:tc>
        <w:tc>
          <w:tcPr>
            <w:tcW w:w="264" w:type="pct"/>
            <w:vAlign w:val="center"/>
          </w:tcPr>
          <w:p w14:paraId="2375C3DB" w14:textId="77777777" w:rsidR="004A323B" w:rsidRPr="00835F44" w:rsidRDefault="004A323B" w:rsidP="0052172B">
            <w:pPr>
              <w:pStyle w:val="TAC"/>
            </w:pPr>
          </w:p>
        </w:tc>
        <w:tc>
          <w:tcPr>
            <w:tcW w:w="264" w:type="pct"/>
            <w:vAlign w:val="center"/>
          </w:tcPr>
          <w:p w14:paraId="77E76CAA" w14:textId="77777777" w:rsidR="004A323B" w:rsidRPr="00835F44" w:rsidRDefault="004A323B" w:rsidP="0052172B">
            <w:pPr>
              <w:pStyle w:val="TAC"/>
            </w:pPr>
          </w:p>
        </w:tc>
        <w:tc>
          <w:tcPr>
            <w:tcW w:w="264" w:type="pct"/>
          </w:tcPr>
          <w:p w14:paraId="0440BA3C" w14:textId="77777777" w:rsidR="004A323B" w:rsidRPr="00835F44" w:rsidRDefault="004A323B" w:rsidP="0052172B">
            <w:pPr>
              <w:pStyle w:val="TAC"/>
              <w:rPr>
                <w:lang w:eastAsia="en-US"/>
              </w:rPr>
            </w:pPr>
          </w:p>
        </w:tc>
        <w:tc>
          <w:tcPr>
            <w:tcW w:w="265" w:type="pct"/>
          </w:tcPr>
          <w:p w14:paraId="423548AB" w14:textId="77777777" w:rsidR="004A323B" w:rsidRPr="00835F44" w:rsidRDefault="004A323B" w:rsidP="0052172B">
            <w:pPr>
              <w:pStyle w:val="TAC"/>
              <w:rPr>
                <w:lang w:eastAsia="en-US"/>
              </w:rPr>
            </w:pPr>
          </w:p>
        </w:tc>
        <w:tc>
          <w:tcPr>
            <w:tcW w:w="264" w:type="pct"/>
            <w:vAlign w:val="center"/>
          </w:tcPr>
          <w:p w14:paraId="11319CCB"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3758D4F7"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65EECA91" w14:textId="77777777" w:rsidR="004A323B" w:rsidRPr="00835F44" w:rsidRDefault="004A323B" w:rsidP="0052172B">
            <w:pPr>
              <w:pStyle w:val="TAC"/>
              <w:rPr>
                <w:lang w:eastAsia="en-US"/>
              </w:rPr>
            </w:pPr>
            <w:r w:rsidRPr="00835F44">
              <w:rPr>
                <w:rFonts w:hint="eastAsia"/>
              </w:rPr>
              <w:t>Yes</w:t>
            </w:r>
          </w:p>
        </w:tc>
        <w:tc>
          <w:tcPr>
            <w:tcW w:w="264" w:type="pct"/>
            <w:vAlign w:val="center"/>
          </w:tcPr>
          <w:p w14:paraId="14DDF76B" w14:textId="77777777" w:rsidR="004A323B" w:rsidRPr="00835F44" w:rsidRDefault="004A323B" w:rsidP="0052172B">
            <w:pPr>
              <w:pStyle w:val="TAC"/>
              <w:rPr>
                <w:lang w:eastAsia="en-US"/>
              </w:rPr>
            </w:pPr>
            <w:r w:rsidRPr="00835F44">
              <w:rPr>
                <w:rFonts w:hint="eastAsia"/>
              </w:rPr>
              <w:t>Yes</w:t>
            </w:r>
          </w:p>
        </w:tc>
        <w:tc>
          <w:tcPr>
            <w:tcW w:w="264" w:type="pct"/>
          </w:tcPr>
          <w:p w14:paraId="22697613" w14:textId="77777777" w:rsidR="004A323B" w:rsidRPr="00835F44" w:rsidRDefault="004A323B" w:rsidP="0052172B">
            <w:pPr>
              <w:pStyle w:val="TAC"/>
            </w:pPr>
          </w:p>
        </w:tc>
        <w:tc>
          <w:tcPr>
            <w:tcW w:w="265" w:type="pct"/>
            <w:vAlign w:val="center"/>
          </w:tcPr>
          <w:p w14:paraId="42E38534" w14:textId="77777777" w:rsidR="004A323B" w:rsidRPr="00835F44" w:rsidRDefault="004A323B" w:rsidP="0052172B">
            <w:pPr>
              <w:pStyle w:val="TAC"/>
              <w:rPr>
                <w:lang w:eastAsia="en-US"/>
              </w:rPr>
            </w:pPr>
            <w:r w:rsidRPr="00835F44">
              <w:rPr>
                <w:rFonts w:hint="eastAsia"/>
              </w:rPr>
              <w:t>Yes</w:t>
            </w:r>
          </w:p>
        </w:tc>
        <w:tc>
          <w:tcPr>
            <w:tcW w:w="470" w:type="pct"/>
            <w:vMerge/>
          </w:tcPr>
          <w:p w14:paraId="47CF2FD2" w14:textId="77777777" w:rsidR="004A323B" w:rsidRPr="00835F44" w:rsidRDefault="004A323B" w:rsidP="00F31037">
            <w:pPr>
              <w:pStyle w:val="TAC"/>
              <w:rPr>
                <w:rFonts w:cs="Arial"/>
                <w:kern w:val="2"/>
                <w:szCs w:val="24"/>
              </w:rPr>
            </w:pPr>
          </w:p>
        </w:tc>
      </w:tr>
      <w:tr w:rsidR="000E530E" w:rsidRPr="00835F44" w14:paraId="33597E15" w14:textId="726A5A09" w:rsidTr="000E530E">
        <w:trPr>
          <w:trHeight w:val="39"/>
          <w:jc w:val="center"/>
        </w:trPr>
        <w:tc>
          <w:tcPr>
            <w:tcW w:w="692" w:type="pct"/>
            <w:vMerge/>
            <w:vAlign w:val="center"/>
          </w:tcPr>
          <w:p w14:paraId="39C3C4E4" w14:textId="77777777" w:rsidR="004A323B" w:rsidRPr="00835F44" w:rsidRDefault="004A323B" w:rsidP="0052172B">
            <w:pPr>
              <w:pStyle w:val="TAC"/>
              <w:rPr>
                <w:lang w:eastAsia="zh-CN"/>
              </w:rPr>
            </w:pPr>
          </w:p>
        </w:tc>
        <w:tc>
          <w:tcPr>
            <w:tcW w:w="271" w:type="pct"/>
            <w:shd w:val="clear" w:color="auto" w:fill="auto"/>
            <w:vAlign w:val="center"/>
          </w:tcPr>
          <w:p w14:paraId="26654016" w14:textId="77777777" w:rsidR="004A323B" w:rsidRPr="00835F44" w:rsidRDefault="004A323B" w:rsidP="0052172B">
            <w:pPr>
              <w:pStyle w:val="TAC"/>
            </w:pPr>
            <w:r w:rsidRPr="00835F44">
              <w:t>n</w:t>
            </w:r>
            <w:r w:rsidRPr="00835F44">
              <w:rPr>
                <w:rFonts w:hint="eastAsia"/>
              </w:rPr>
              <w:t>8</w:t>
            </w:r>
            <w:r w:rsidRPr="00835F44">
              <w:t>1</w:t>
            </w:r>
          </w:p>
        </w:tc>
        <w:tc>
          <w:tcPr>
            <w:tcW w:w="392" w:type="pct"/>
          </w:tcPr>
          <w:p w14:paraId="15585CFE" w14:textId="77777777" w:rsidR="004A323B" w:rsidRPr="00835F44" w:rsidRDefault="004A323B" w:rsidP="0052172B">
            <w:pPr>
              <w:pStyle w:val="TAC"/>
            </w:pPr>
            <w:r w:rsidRPr="00835F44">
              <w:rPr>
                <w:rFonts w:hint="eastAsia"/>
              </w:rPr>
              <w:t>15</w:t>
            </w:r>
          </w:p>
        </w:tc>
        <w:tc>
          <w:tcPr>
            <w:tcW w:w="264" w:type="pct"/>
          </w:tcPr>
          <w:p w14:paraId="79F43D4F" w14:textId="77777777" w:rsidR="004A323B" w:rsidRPr="00835F44" w:rsidRDefault="004A323B" w:rsidP="0052172B">
            <w:pPr>
              <w:pStyle w:val="TAC"/>
            </w:pPr>
            <w:r w:rsidRPr="00835F44">
              <w:rPr>
                <w:rFonts w:hint="eastAsia"/>
              </w:rPr>
              <w:t>Yes</w:t>
            </w:r>
          </w:p>
        </w:tc>
        <w:tc>
          <w:tcPr>
            <w:tcW w:w="264" w:type="pct"/>
            <w:shd w:val="clear" w:color="auto" w:fill="auto"/>
            <w:vAlign w:val="center"/>
          </w:tcPr>
          <w:p w14:paraId="29E0F304" w14:textId="77777777" w:rsidR="004A323B" w:rsidRPr="00835F44" w:rsidRDefault="004A323B" w:rsidP="0052172B">
            <w:pPr>
              <w:pStyle w:val="TAC"/>
            </w:pPr>
            <w:r w:rsidRPr="00835F44">
              <w:rPr>
                <w:rFonts w:hint="eastAsia"/>
              </w:rPr>
              <w:t>Yes</w:t>
            </w:r>
          </w:p>
        </w:tc>
        <w:tc>
          <w:tcPr>
            <w:tcW w:w="264" w:type="pct"/>
            <w:vAlign w:val="center"/>
          </w:tcPr>
          <w:p w14:paraId="35D7A8E9" w14:textId="77777777" w:rsidR="004A323B" w:rsidRPr="00835F44" w:rsidRDefault="004A323B" w:rsidP="0052172B">
            <w:pPr>
              <w:pStyle w:val="TAC"/>
            </w:pPr>
            <w:r w:rsidRPr="00835F44">
              <w:rPr>
                <w:rFonts w:hint="eastAsia"/>
              </w:rPr>
              <w:t>Yes</w:t>
            </w:r>
          </w:p>
        </w:tc>
        <w:tc>
          <w:tcPr>
            <w:tcW w:w="264" w:type="pct"/>
            <w:vAlign w:val="center"/>
          </w:tcPr>
          <w:p w14:paraId="2D77BEEC" w14:textId="77777777" w:rsidR="004A323B" w:rsidRPr="00835F44" w:rsidRDefault="004A323B" w:rsidP="0052172B">
            <w:pPr>
              <w:pStyle w:val="TAC"/>
            </w:pPr>
            <w:r w:rsidRPr="00835F44">
              <w:rPr>
                <w:rFonts w:hint="eastAsia"/>
              </w:rPr>
              <w:t>Yes</w:t>
            </w:r>
          </w:p>
        </w:tc>
        <w:tc>
          <w:tcPr>
            <w:tcW w:w="264" w:type="pct"/>
          </w:tcPr>
          <w:p w14:paraId="65E43A20" w14:textId="77777777" w:rsidR="004A323B" w:rsidRPr="00835F44" w:rsidRDefault="004A323B" w:rsidP="0052172B">
            <w:pPr>
              <w:pStyle w:val="TAC"/>
              <w:rPr>
                <w:lang w:eastAsia="en-US"/>
              </w:rPr>
            </w:pPr>
          </w:p>
        </w:tc>
        <w:tc>
          <w:tcPr>
            <w:tcW w:w="265" w:type="pct"/>
          </w:tcPr>
          <w:p w14:paraId="7F96C805" w14:textId="77777777" w:rsidR="004A323B" w:rsidRPr="00835F44" w:rsidRDefault="004A323B" w:rsidP="0052172B">
            <w:pPr>
              <w:pStyle w:val="TAC"/>
              <w:rPr>
                <w:lang w:eastAsia="en-US"/>
              </w:rPr>
            </w:pPr>
          </w:p>
        </w:tc>
        <w:tc>
          <w:tcPr>
            <w:tcW w:w="264" w:type="pct"/>
            <w:vAlign w:val="center"/>
          </w:tcPr>
          <w:p w14:paraId="56846552" w14:textId="77777777" w:rsidR="004A323B" w:rsidRPr="00835F44" w:rsidRDefault="004A323B" w:rsidP="0052172B">
            <w:pPr>
              <w:pStyle w:val="TAC"/>
              <w:rPr>
                <w:lang w:eastAsia="en-US"/>
              </w:rPr>
            </w:pPr>
          </w:p>
        </w:tc>
        <w:tc>
          <w:tcPr>
            <w:tcW w:w="264" w:type="pct"/>
            <w:vAlign w:val="center"/>
          </w:tcPr>
          <w:p w14:paraId="302FDE38" w14:textId="77777777" w:rsidR="004A323B" w:rsidRPr="00835F44" w:rsidRDefault="004A323B" w:rsidP="0052172B">
            <w:pPr>
              <w:pStyle w:val="TAC"/>
              <w:rPr>
                <w:lang w:eastAsia="en-US"/>
              </w:rPr>
            </w:pPr>
          </w:p>
        </w:tc>
        <w:tc>
          <w:tcPr>
            <w:tcW w:w="264" w:type="pct"/>
          </w:tcPr>
          <w:p w14:paraId="376CE59B" w14:textId="77777777" w:rsidR="004A323B" w:rsidRPr="00835F44" w:rsidRDefault="004A323B" w:rsidP="0052172B">
            <w:pPr>
              <w:pStyle w:val="TAC"/>
              <w:rPr>
                <w:lang w:eastAsia="en-US"/>
              </w:rPr>
            </w:pPr>
          </w:p>
        </w:tc>
        <w:tc>
          <w:tcPr>
            <w:tcW w:w="264" w:type="pct"/>
          </w:tcPr>
          <w:p w14:paraId="67B14E49" w14:textId="77777777" w:rsidR="004A323B" w:rsidRPr="00835F44" w:rsidRDefault="004A323B" w:rsidP="0052172B">
            <w:pPr>
              <w:pStyle w:val="TAC"/>
              <w:rPr>
                <w:lang w:eastAsia="en-US"/>
              </w:rPr>
            </w:pPr>
          </w:p>
        </w:tc>
        <w:tc>
          <w:tcPr>
            <w:tcW w:w="264" w:type="pct"/>
          </w:tcPr>
          <w:p w14:paraId="181544B4" w14:textId="77777777" w:rsidR="004A323B" w:rsidRPr="00835F44" w:rsidRDefault="004A323B" w:rsidP="0052172B">
            <w:pPr>
              <w:pStyle w:val="TAC"/>
              <w:rPr>
                <w:lang w:eastAsia="en-US"/>
              </w:rPr>
            </w:pPr>
          </w:p>
        </w:tc>
        <w:tc>
          <w:tcPr>
            <w:tcW w:w="265" w:type="pct"/>
            <w:vAlign w:val="center"/>
          </w:tcPr>
          <w:p w14:paraId="02F95C60" w14:textId="77777777" w:rsidR="004A323B" w:rsidRPr="00835F44" w:rsidRDefault="004A323B" w:rsidP="0052172B">
            <w:pPr>
              <w:pStyle w:val="TAC"/>
              <w:rPr>
                <w:lang w:eastAsia="en-US"/>
              </w:rPr>
            </w:pPr>
          </w:p>
        </w:tc>
        <w:tc>
          <w:tcPr>
            <w:tcW w:w="470" w:type="pct"/>
            <w:vMerge/>
          </w:tcPr>
          <w:p w14:paraId="750D07CC" w14:textId="77777777" w:rsidR="004A323B" w:rsidRPr="00835F44" w:rsidRDefault="004A323B" w:rsidP="00F31037">
            <w:pPr>
              <w:pStyle w:val="TAC"/>
              <w:rPr>
                <w:lang w:eastAsia="zh-CN"/>
              </w:rPr>
            </w:pPr>
          </w:p>
        </w:tc>
      </w:tr>
    </w:tbl>
    <w:p w14:paraId="42CE35C6" w14:textId="77777777" w:rsidR="004A323B" w:rsidRPr="00835F44" w:rsidRDefault="004A323B" w:rsidP="00082EA6"/>
    <w:p w14:paraId="3C06409B" w14:textId="7EACB5FA" w:rsidR="00082EA6" w:rsidRPr="00835F44" w:rsidRDefault="00082EA6" w:rsidP="00082EA6">
      <w:pPr>
        <w:sectPr w:rsidR="00082EA6" w:rsidRPr="00835F44" w:rsidSect="004A323B">
          <w:footnotePr>
            <w:numRestart w:val="eachSect"/>
          </w:footnotePr>
          <w:pgSz w:w="16840" w:h="11907" w:orient="landscape" w:code="9"/>
          <w:pgMar w:top="1134" w:right="1418" w:bottom="1134" w:left="1134" w:header="851" w:footer="340" w:gutter="0"/>
          <w:cols w:space="720"/>
          <w:formProt w:val="0"/>
          <w:docGrid w:linePitch="272"/>
        </w:sectPr>
      </w:pPr>
    </w:p>
    <w:bookmarkEnd w:id="24"/>
    <w:p w14:paraId="278D5E83" w14:textId="77777777" w:rsidR="00EC4FD1" w:rsidRPr="006A3628" w:rsidRDefault="00EC4FD1" w:rsidP="00EC4FD1">
      <w:pPr>
        <w:rPr>
          <w:rFonts w:eastAsia="Yu Mincho"/>
          <w:lang w:val="fr-FR"/>
        </w:rPr>
      </w:pPr>
    </w:p>
    <w:sectPr w:rsidR="00EC4FD1" w:rsidRPr="006A3628" w:rsidSect="00E10D5C">
      <w:footnotePr>
        <w:numRestart w:val="eachSect"/>
      </w:footnotePr>
      <w:pgSz w:w="11907" w:h="16840" w:code="9"/>
      <w:pgMar w:top="1416" w:right="1133" w:bottom="1133" w:left="1133" w:header="850" w:footer="340" w:gutter="0"/>
      <w:cols w:space="720"/>
      <w:formProt w:val="0"/>
      <w:docGrid w:linePitch="27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F4B34" w14:textId="77777777" w:rsidR="0022185B" w:rsidRDefault="0022185B">
      <w:r>
        <w:separator/>
      </w:r>
    </w:p>
  </w:endnote>
  <w:endnote w:type="continuationSeparator" w:id="0">
    <w:p w14:paraId="64C4CA23" w14:textId="77777777" w:rsidR="0022185B" w:rsidRDefault="00221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neva">
    <w:altName w:val="Arial"/>
    <w:panose1 w:val="00000000000000000000"/>
    <w:charset w:val="00"/>
    <w:family w:val="swiss"/>
    <w:notTrueType/>
    <w:pitch w:val="variable"/>
    <w:sig w:usb0="00000003" w:usb1="00000000" w:usb2="00000000" w:usb3="00000000" w:csb0="00000001" w:csb1="00000000"/>
  </w:font>
  <w:font w:name="CG Times (WN)">
    <w:altName w:val="Arial"/>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v5.0.0">
    <w:altName w:val="Times New Roman"/>
    <w:charset w:val="00"/>
    <w:family w:val="roman"/>
    <w:pitch w:val="default"/>
    <w:sig w:usb0="00000000" w:usb1="00000000" w:usb2="00000000" w:usb3="00000000" w:csb0="00040001" w:csb1="00000000"/>
  </w:font>
  <w:font w:name="Cambria Math">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v4.2.0">
    <w:altName w:val="Times New Roman"/>
    <w:charset w:val="00"/>
    <w:family w:val="auto"/>
    <w:pitch w:val="default"/>
    <w:sig w:usb0="00000000" w:usb1="00000000" w:usb2="00000000" w:usb3="00000000" w:csb0="0004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028EF" w14:textId="77777777" w:rsidR="00C10E25" w:rsidRDefault="00C10E25" w:rsidP="002F710C">
    <w:pPr>
      <w:pStyle w:val="Footer"/>
    </w:pPr>
    <w:r>
      <w:t>3GPP</w:t>
    </w:r>
  </w:p>
  <w:p w14:paraId="363F4612" w14:textId="77777777" w:rsidR="00C10E25" w:rsidRDefault="00C10E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C4794" w14:textId="77777777" w:rsidR="0022185B" w:rsidRDefault="0022185B">
      <w:r>
        <w:separator/>
      </w:r>
    </w:p>
  </w:footnote>
  <w:footnote w:type="continuationSeparator" w:id="0">
    <w:p w14:paraId="4692EB14" w14:textId="77777777" w:rsidR="0022185B" w:rsidRDefault="00221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927B" w14:textId="77777777" w:rsidR="00E10D5C" w:rsidRDefault="00E10D5C" w:rsidP="00E10D5C">
    <w:pPr>
      <w:pStyle w:val="Header"/>
      <w:framePr w:wrap="auto" w:vAnchor="text" w:hAnchor="margin" w:xAlign="center" w:y="1"/>
      <w:widowControl/>
    </w:pPr>
    <w:r>
      <w:fldChar w:fldCharType="begin"/>
    </w:r>
    <w:r>
      <w:instrText xml:space="preserve"> PAGE </w:instrText>
    </w:r>
    <w:r>
      <w:fldChar w:fldCharType="separate"/>
    </w:r>
    <w:r>
      <w:t>1542</w:t>
    </w:r>
    <w:r>
      <w:fldChar w:fldCharType="end"/>
    </w:r>
  </w:p>
  <w:p w14:paraId="3BFAD248" w14:textId="40A5BB48" w:rsidR="00E10D5C" w:rsidRPr="006B1055" w:rsidRDefault="00E10D5C" w:rsidP="00E10D5C">
    <w:pPr>
      <w:pStyle w:val="Header"/>
      <w:framePr w:wrap="auto" w:vAnchor="text" w:hAnchor="margin" w:xAlign="right" w:y="1"/>
      <w:widowControl/>
    </w:pPr>
    <w:r>
      <w:t>3GPP TS 38.101-1 V15.</w:t>
    </w:r>
    <w:r w:rsidR="00AF6EC6">
      <w:t>20</w:t>
    </w:r>
    <w:r>
      <w:t>.0 (202</w:t>
    </w:r>
    <w:r w:rsidR="00765C5C">
      <w:t>2</w:t>
    </w:r>
    <w:r>
      <w:t>-</w:t>
    </w:r>
    <w:r w:rsidR="00AF6EC6">
      <w:t>12</w:t>
    </w:r>
    <w:r>
      <w:t>)</w:t>
    </w:r>
  </w:p>
  <w:p w14:paraId="3C55D545" w14:textId="77777777" w:rsidR="00E10D5C" w:rsidRDefault="00E10D5C" w:rsidP="00E10D5C">
    <w:pPr>
      <w:pStyle w:val="Header"/>
      <w:framePr w:wrap="auto" w:vAnchor="text" w:hAnchor="margin" w:y="1"/>
      <w:widowControl/>
    </w:pPr>
    <w:r>
      <w:t>Release 15</w:t>
    </w:r>
  </w:p>
  <w:p w14:paraId="46C43336" w14:textId="77777777" w:rsidR="00C10E25" w:rsidRDefault="00C10E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05220B52"/>
    <w:multiLevelType w:val="hybridMultilevel"/>
    <w:tmpl w:val="E998309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BE807F3"/>
    <w:multiLevelType w:val="hybridMultilevel"/>
    <w:tmpl w:val="66FEB382"/>
    <w:lvl w:ilvl="0" w:tplc="1828FAAE">
      <w:start w:val="1"/>
      <w:numFmt w:val="bullet"/>
      <w:lvlText w:val="-"/>
      <w:lvlJc w:val="left"/>
      <w:pPr>
        <w:tabs>
          <w:tab w:val="num" w:pos="1004"/>
        </w:tabs>
        <w:ind w:left="1004" w:hanging="360"/>
      </w:pPr>
      <w:rPr>
        <w:rFonts w:ascii="SimSun" w:hAnsi="SimSun"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132B10"/>
    <w:multiLevelType w:val="hybridMultilevel"/>
    <w:tmpl w:val="257C6AB8"/>
    <w:lvl w:ilvl="0" w:tplc="6AE8CC68">
      <w:start w:val="5"/>
      <w:numFmt w:val="bullet"/>
      <w:lvlText w:val="-"/>
      <w:lvlJc w:val="left"/>
      <w:pPr>
        <w:ind w:left="1211" w:hanging="360"/>
      </w:pPr>
      <w:rPr>
        <w:rFonts w:ascii="Calibri" w:eastAsia="Calibri" w:hAnsi="Calibri" w:cs="Calibri"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5" w15:restartNumberingAfterBreak="0">
    <w:nsid w:val="15C55C4D"/>
    <w:multiLevelType w:val="hybridMultilevel"/>
    <w:tmpl w:val="ADF8B0C0"/>
    <w:lvl w:ilvl="0" w:tplc="C8609452">
      <w:start w:val="5"/>
      <w:numFmt w:val="bullet"/>
      <w:lvlText w:val="-"/>
      <w:lvlJc w:val="left"/>
      <w:pPr>
        <w:ind w:left="644" w:hanging="360"/>
      </w:pPr>
      <w:rPr>
        <w:rFonts w:ascii="Times New Roman" w:eastAsia="Yu Mincho"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15:restartNumberingAfterBreak="0">
    <w:nsid w:val="16FF71C1"/>
    <w:multiLevelType w:val="hybridMultilevel"/>
    <w:tmpl w:val="2B3ABFEA"/>
    <w:lvl w:ilvl="0" w:tplc="324CDE50">
      <w:start w:val="1"/>
      <w:numFmt w:val="upperLetter"/>
      <w:lvlText w:val="%1-"/>
      <w:lvlJc w:val="left"/>
      <w:pPr>
        <w:ind w:left="990" w:hanging="63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18C56C87"/>
    <w:multiLevelType w:val="hybridMultilevel"/>
    <w:tmpl w:val="254AF5DA"/>
    <w:lvl w:ilvl="0" w:tplc="AC28F8FA">
      <w:start w:val="6"/>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A5A270E"/>
    <w:multiLevelType w:val="multilevel"/>
    <w:tmpl w:val="3C7E08DA"/>
    <w:lvl w:ilvl="0">
      <w:start w:val="1"/>
      <w:numFmt w:val="decimal"/>
      <w:lvlText w:val="%1"/>
      <w:lvlJc w:val="left"/>
      <w:pPr>
        <w:tabs>
          <w:tab w:val="num" w:pos="397"/>
        </w:tabs>
        <w:ind w:left="533" w:hanging="533"/>
      </w:pPr>
      <w:rPr>
        <w:rFonts w:hint="eastAsia"/>
      </w:rPr>
    </w:lvl>
    <w:lvl w:ilvl="1">
      <w:start w:val="1"/>
      <w:numFmt w:val="decimal"/>
      <w:lvlText w:val="%1.%2"/>
      <w:lvlJc w:val="left"/>
      <w:pPr>
        <w:tabs>
          <w:tab w:val="num" w:pos="681"/>
        </w:tabs>
        <w:ind w:left="284" w:firstLine="0"/>
      </w:pPr>
      <w:rPr>
        <w:rFonts w:hint="eastAsia"/>
      </w:rPr>
    </w:lvl>
    <w:lvl w:ilvl="2">
      <w:start w:val="1"/>
      <w:numFmt w:val="decimal"/>
      <w:lvlText w:val="%1.%2.%3"/>
      <w:lvlJc w:val="left"/>
      <w:pPr>
        <w:tabs>
          <w:tab w:val="num" w:pos="680"/>
        </w:tabs>
        <w:ind w:left="510" w:hanging="510"/>
      </w:pPr>
      <w:rPr>
        <w:rFonts w:hint="eastAsia"/>
      </w:rPr>
    </w:lvl>
    <w:lvl w:ilvl="3">
      <w:start w:val="1"/>
      <w:numFmt w:val="decimal"/>
      <w:lvlText w:val="%1.%2.%3.%4"/>
      <w:lvlJc w:val="left"/>
      <w:pPr>
        <w:tabs>
          <w:tab w:val="num" w:pos="1299"/>
        </w:tabs>
        <w:ind w:left="1299" w:hanging="879"/>
      </w:pPr>
      <w:rPr>
        <w:rFonts w:ascii="Times New Roman" w:hAnsi="Times New Roman" w:hint="eastAsia"/>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1499"/>
        </w:tabs>
        <w:ind w:left="1868" w:hanging="680"/>
      </w:pPr>
      <w:rPr>
        <w:rFonts w:hint="eastAsia"/>
      </w:rPr>
    </w:lvl>
    <w:lvl w:ilvl="5">
      <w:start w:val="1"/>
      <w:numFmt w:val="lowerLetter"/>
      <w:lvlText w:val="%6）"/>
      <w:lvlJc w:val="left"/>
      <w:pPr>
        <w:tabs>
          <w:tab w:val="num" w:pos="1499"/>
        </w:tabs>
        <w:ind w:left="1868" w:hanging="680"/>
      </w:pPr>
      <w:rPr>
        <w:rFonts w:hint="eastAsia"/>
      </w:rPr>
    </w:lvl>
    <w:lvl w:ilvl="6">
      <w:start w:val="1"/>
      <w:numFmt w:val="lowerRoman"/>
      <w:lvlText w:val="%7"/>
      <w:lvlJc w:val="left"/>
      <w:pPr>
        <w:tabs>
          <w:tab w:val="num" w:pos="1499"/>
        </w:tabs>
        <w:ind w:left="1868" w:hanging="680"/>
      </w:pPr>
      <w:rPr>
        <w:rFonts w:hint="default"/>
      </w:rPr>
    </w:lvl>
    <w:lvl w:ilvl="7">
      <w:start w:val="1"/>
      <w:numFmt w:val="decimal"/>
      <w:lvlText w:val="%1.%2.%3.%4.%5.%6.%7.%8"/>
      <w:lvlJc w:val="left"/>
      <w:pPr>
        <w:tabs>
          <w:tab w:val="num" w:pos="2372"/>
        </w:tabs>
        <w:ind w:left="2372" w:hanging="1440"/>
      </w:pPr>
      <w:rPr>
        <w:rFonts w:hint="eastAsia"/>
      </w:rPr>
    </w:lvl>
    <w:lvl w:ilvl="8">
      <w:start w:val="1"/>
      <w:numFmt w:val="decimal"/>
      <w:lvlText w:val="%1.%2.%3.%4.%5.%6.%7.%8.%9"/>
      <w:lvlJc w:val="left"/>
      <w:pPr>
        <w:tabs>
          <w:tab w:val="num" w:pos="2516"/>
        </w:tabs>
        <w:ind w:left="2516" w:hanging="1584"/>
      </w:pPr>
      <w:rPr>
        <w:rFonts w:hint="eastAsia"/>
      </w:rPr>
    </w:lvl>
  </w:abstractNum>
  <w:abstractNum w:abstractNumId="20"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79A0406"/>
    <w:multiLevelType w:val="hybridMultilevel"/>
    <w:tmpl w:val="DD164EF0"/>
    <w:lvl w:ilvl="0" w:tplc="0407000B">
      <w:start w:val="1"/>
      <w:numFmt w:val="bullet"/>
      <w:lvlText w:val=""/>
      <w:lvlJc w:val="left"/>
      <w:pPr>
        <w:tabs>
          <w:tab w:val="num" w:pos="720"/>
        </w:tabs>
        <w:ind w:left="720" w:hanging="360"/>
      </w:pPr>
      <w:rPr>
        <w:rFonts w:ascii="Wingdings" w:hAnsi="Wingdings" w:hint="default"/>
      </w:rPr>
    </w:lvl>
    <w:lvl w:ilvl="1" w:tplc="04070001">
      <w:start w:val="1"/>
      <w:numFmt w:val="bullet"/>
      <w:lvlText w:val=""/>
      <w:lvlJc w:val="left"/>
      <w:pPr>
        <w:tabs>
          <w:tab w:val="num" w:pos="1440"/>
        </w:tabs>
        <w:ind w:left="1440" w:hanging="36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9F978E9"/>
    <w:multiLevelType w:val="hybridMultilevel"/>
    <w:tmpl w:val="669A7826"/>
    <w:lvl w:ilvl="0" w:tplc="9704FDD4">
      <w:start w:val="1"/>
      <w:numFmt w:val="bullet"/>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BFE5F7C"/>
    <w:multiLevelType w:val="hybridMultilevel"/>
    <w:tmpl w:val="B6021BA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DEC6838"/>
    <w:multiLevelType w:val="hybridMultilevel"/>
    <w:tmpl w:val="255E11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3B1565D1"/>
    <w:multiLevelType w:val="hybridMultilevel"/>
    <w:tmpl w:val="1A7C6D6E"/>
    <w:lvl w:ilvl="0" w:tplc="7DFA5E24">
      <w:start w:val="1"/>
      <w:numFmt w:val="lowerLetter"/>
      <w:lvlText w:val="%1."/>
      <w:lvlJc w:val="left"/>
      <w:pPr>
        <w:ind w:left="1213" w:hanging="360"/>
      </w:pPr>
      <w:rPr>
        <w:rFonts w:ascii="Arial" w:eastAsia="MS Mincho" w:hAnsi="Arial" w:cs="Times New Roman"/>
      </w:rPr>
    </w:lvl>
    <w:lvl w:ilvl="1" w:tplc="041D0003" w:tentative="1">
      <w:start w:val="1"/>
      <w:numFmt w:val="bullet"/>
      <w:lvlText w:val="o"/>
      <w:lvlJc w:val="left"/>
      <w:pPr>
        <w:ind w:left="1933" w:hanging="360"/>
      </w:pPr>
      <w:rPr>
        <w:rFonts w:ascii="Courier New" w:hAnsi="Courier New" w:cs="Courier New" w:hint="default"/>
      </w:rPr>
    </w:lvl>
    <w:lvl w:ilvl="2" w:tplc="041D0005" w:tentative="1">
      <w:start w:val="1"/>
      <w:numFmt w:val="bullet"/>
      <w:lvlText w:val=""/>
      <w:lvlJc w:val="left"/>
      <w:pPr>
        <w:ind w:left="2653" w:hanging="360"/>
      </w:pPr>
      <w:rPr>
        <w:rFonts w:ascii="Wingdings" w:hAnsi="Wingdings" w:hint="default"/>
      </w:rPr>
    </w:lvl>
    <w:lvl w:ilvl="3" w:tplc="041D0001" w:tentative="1">
      <w:start w:val="1"/>
      <w:numFmt w:val="bullet"/>
      <w:lvlText w:val=""/>
      <w:lvlJc w:val="left"/>
      <w:pPr>
        <w:ind w:left="3373" w:hanging="360"/>
      </w:pPr>
      <w:rPr>
        <w:rFonts w:ascii="Symbol" w:hAnsi="Symbol" w:hint="default"/>
      </w:rPr>
    </w:lvl>
    <w:lvl w:ilvl="4" w:tplc="041D0003" w:tentative="1">
      <w:start w:val="1"/>
      <w:numFmt w:val="bullet"/>
      <w:lvlText w:val="o"/>
      <w:lvlJc w:val="left"/>
      <w:pPr>
        <w:ind w:left="4093" w:hanging="360"/>
      </w:pPr>
      <w:rPr>
        <w:rFonts w:ascii="Courier New" w:hAnsi="Courier New" w:cs="Courier New" w:hint="default"/>
      </w:rPr>
    </w:lvl>
    <w:lvl w:ilvl="5" w:tplc="041D0005" w:tentative="1">
      <w:start w:val="1"/>
      <w:numFmt w:val="bullet"/>
      <w:lvlText w:val=""/>
      <w:lvlJc w:val="left"/>
      <w:pPr>
        <w:ind w:left="4813" w:hanging="360"/>
      </w:pPr>
      <w:rPr>
        <w:rFonts w:ascii="Wingdings" w:hAnsi="Wingdings" w:hint="default"/>
      </w:rPr>
    </w:lvl>
    <w:lvl w:ilvl="6" w:tplc="041D0001" w:tentative="1">
      <w:start w:val="1"/>
      <w:numFmt w:val="bullet"/>
      <w:lvlText w:val=""/>
      <w:lvlJc w:val="left"/>
      <w:pPr>
        <w:ind w:left="5533" w:hanging="360"/>
      </w:pPr>
      <w:rPr>
        <w:rFonts w:ascii="Symbol" w:hAnsi="Symbol" w:hint="default"/>
      </w:rPr>
    </w:lvl>
    <w:lvl w:ilvl="7" w:tplc="041D0003" w:tentative="1">
      <w:start w:val="1"/>
      <w:numFmt w:val="bullet"/>
      <w:lvlText w:val="o"/>
      <w:lvlJc w:val="left"/>
      <w:pPr>
        <w:ind w:left="6253" w:hanging="360"/>
      </w:pPr>
      <w:rPr>
        <w:rFonts w:ascii="Courier New" w:hAnsi="Courier New" w:cs="Courier New" w:hint="default"/>
      </w:rPr>
    </w:lvl>
    <w:lvl w:ilvl="8" w:tplc="041D0005" w:tentative="1">
      <w:start w:val="1"/>
      <w:numFmt w:val="bullet"/>
      <w:lvlText w:val=""/>
      <w:lvlJc w:val="left"/>
      <w:pPr>
        <w:ind w:left="6973" w:hanging="360"/>
      </w:pPr>
      <w:rPr>
        <w:rFonts w:ascii="Wingdings" w:hAnsi="Wingdings" w:hint="default"/>
      </w:rPr>
    </w:lvl>
  </w:abstractNum>
  <w:abstractNum w:abstractNumId="31"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42D9C"/>
    <w:multiLevelType w:val="hybridMultilevel"/>
    <w:tmpl w:val="D99A9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B430689"/>
    <w:multiLevelType w:val="hybridMultilevel"/>
    <w:tmpl w:val="ADD2D1B2"/>
    <w:lvl w:ilvl="0" w:tplc="C204A9B2">
      <w:start w:val="6"/>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6"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643090C"/>
    <w:multiLevelType w:val="hybridMultilevel"/>
    <w:tmpl w:val="E6B41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BC5302"/>
    <w:multiLevelType w:val="hybridMultilevel"/>
    <w:tmpl w:val="1A7C6D6E"/>
    <w:lvl w:ilvl="0" w:tplc="7DFA5E24">
      <w:start w:val="1"/>
      <w:numFmt w:val="lowerLetter"/>
      <w:lvlText w:val="%1."/>
      <w:lvlJc w:val="left"/>
      <w:pPr>
        <w:ind w:left="1213" w:hanging="360"/>
      </w:pPr>
      <w:rPr>
        <w:rFonts w:ascii="Arial" w:eastAsia="MS Mincho" w:hAnsi="Arial" w:cs="Times New Roman"/>
      </w:rPr>
    </w:lvl>
    <w:lvl w:ilvl="1" w:tplc="041D0003" w:tentative="1">
      <w:start w:val="1"/>
      <w:numFmt w:val="bullet"/>
      <w:lvlText w:val="o"/>
      <w:lvlJc w:val="left"/>
      <w:pPr>
        <w:ind w:left="1933" w:hanging="360"/>
      </w:pPr>
      <w:rPr>
        <w:rFonts w:ascii="Courier New" w:hAnsi="Courier New" w:cs="Courier New" w:hint="default"/>
      </w:rPr>
    </w:lvl>
    <w:lvl w:ilvl="2" w:tplc="041D0005" w:tentative="1">
      <w:start w:val="1"/>
      <w:numFmt w:val="bullet"/>
      <w:lvlText w:val=""/>
      <w:lvlJc w:val="left"/>
      <w:pPr>
        <w:ind w:left="2653" w:hanging="360"/>
      </w:pPr>
      <w:rPr>
        <w:rFonts w:ascii="Wingdings" w:hAnsi="Wingdings" w:hint="default"/>
      </w:rPr>
    </w:lvl>
    <w:lvl w:ilvl="3" w:tplc="041D0001" w:tentative="1">
      <w:start w:val="1"/>
      <w:numFmt w:val="bullet"/>
      <w:lvlText w:val=""/>
      <w:lvlJc w:val="left"/>
      <w:pPr>
        <w:ind w:left="3373" w:hanging="360"/>
      </w:pPr>
      <w:rPr>
        <w:rFonts w:ascii="Symbol" w:hAnsi="Symbol" w:hint="default"/>
      </w:rPr>
    </w:lvl>
    <w:lvl w:ilvl="4" w:tplc="041D0003" w:tentative="1">
      <w:start w:val="1"/>
      <w:numFmt w:val="bullet"/>
      <w:lvlText w:val="o"/>
      <w:lvlJc w:val="left"/>
      <w:pPr>
        <w:ind w:left="4093" w:hanging="360"/>
      </w:pPr>
      <w:rPr>
        <w:rFonts w:ascii="Courier New" w:hAnsi="Courier New" w:cs="Courier New" w:hint="default"/>
      </w:rPr>
    </w:lvl>
    <w:lvl w:ilvl="5" w:tplc="041D0005" w:tentative="1">
      <w:start w:val="1"/>
      <w:numFmt w:val="bullet"/>
      <w:lvlText w:val=""/>
      <w:lvlJc w:val="left"/>
      <w:pPr>
        <w:ind w:left="4813" w:hanging="360"/>
      </w:pPr>
      <w:rPr>
        <w:rFonts w:ascii="Wingdings" w:hAnsi="Wingdings" w:hint="default"/>
      </w:rPr>
    </w:lvl>
    <w:lvl w:ilvl="6" w:tplc="041D0001" w:tentative="1">
      <w:start w:val="1"/>
      <w:numFmt w:val="bullet"/>
      <w:lvlText w:val=""/>
      <w:lvlJc w:val="left"/>
      <w:pPr>
        <w:ind w:left="5533" w:hanging="360"/>
      </w:pPr>
      <w:rPr>
        <w:rFonts w:ascii="Symbol" w:hAnsi="Symbol" w:hint="default"/>
      </w:rPr>
    </w:lvl>
    <w:lvl w:ilvl="7" w:tplc="041D0003" w:tentative="1">
      <w:start w:val="1"/>
      <w:numFmt w:val="bullet"/>
      <w:lvlText w:val="o"/>
      <w:lvlJc w:val="left"/>
      <w:pPr>
        <w:ind w:left="6253" w:hanging="360"/>
      </w:pPr>
      <w:rPr>
        <w:rFonts w:ascii="Courier New" w:hAnsi="Courier New" w:cs="Courier New" w:hint="default"/>
      </w:rPr>
    </w:lvl>
    <w:lvl w:ilvl="8" w:tplc="041D0005" w:tentative="1">
      <w:start w:val="1"/>
      <w:numFmt w:val="bullet"/>
      <w:lvlText w:val=""/>
      <w:lvlJc w:val="left"/>
      <w:pPr>
        <w:ind w:left="6973" w:hanging="360"/>
      </w:pPr>
      <w:rPr>
        <w:rFonts w:ascii="Wingdings" w:hAnsi="Wingdings" w:hint="default"/>
      </w:rPr>
    </w:lvl>
  </w:abstractNum>
  <w:abstractNum w:abstractNumId="40" w15:restartNumberingAfterBreak="0">
    <w:nsid w:val="62580E2F"/>
    <w:multiLevelType w:val="hybridMultilevel"/>
    <w:tmpl w:val="95F8DF5E"/>
    <w:lvl w:ilvl="0" w:tplc="65421DCC">
      <w:start w:val="5"/>
      <w:numFmt w:val="bullet"/>
      <w:lvlText w:val="-"/>
      <w:lvlJc w:val="left"/>
      <w:pPr>
        <w:ind w:left="928" w:hanging="360"/>
      </w:pPr>
      <w:rPr>
        <w:rFonts w:ascii="Times New Roman" w:eastAsia="Times New Roman" w:hAnsi="Times New Roman" w:cs="Times New Roman"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41" w15:restartNumberingAfterBreak="0">
    <w:nsid w:val="6297045F"/>
    <w:multiLevelType w:val="hybridMultilevel"/>
    <w:tmpl w:val="83C0F1B4"/>
    <w:lvl w:ilvl="0" w:tplc="A414448C">
      <w:start w:val="1"/>
      <w:numFmt w:val="bullet"/>
      <w:lvlText w:val=""/>
      <w:lvlJc w:val="left"/>
      <w:pPr>
        <w:tabs>
          <w:tab w:val="num" w:pos="720"/>
        </w:tabs>
        <w:ind w:left="720" w:hanging="360"/>
      </w:pPr>
      <w:rPr>
        <w:rFonts w:ascii="Wingdings" w:hAnsi="Wingdings" w:hint="default"/>
      </w:rPr>
    </w:lvl>
    <w:lvl w:ilvl="1" w:tplc="04090017" w:tentative="1">
      <w:start w:val="1"/>
      <w:numFmt w:val="bullet"/>
      <w:lvlText w:val="o"/>
      <w:lvlJc w:val="left"/>
      <w:pPr>
        <w:tabs>
          <w:tab w:val="num" w:pos="1440"/>
        </w:tabs>
        <w:ind w:left="1440" w:hanging="360"/>
      </w:pPr>
      <w:rPr>
        <w:rFonts w:ascii="Courier New" w:hAnsi="Courier New" w:cs="Courier New" w:hint="default"/>
      </w:rPr>
    </w:lvl>
    <w:lvl w:ilvl="2" w:tplc="04090011"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7" w:tentative="1">
      <w:start w:val="1"/>
      <w:numFmt w:val="bullet"/>
      <w:lvlText w:val="o"/>
      <w:lvlJc w:val="left"/>
      <w:pPr>
        <w:tabs>
          <w:tab w:val="num" w:pos="3600"/>
        </w:tabs>
        <w:ind w:left="3600" w:hanging="360"/>
      </w:pPr>
      <w:rPr>
        <w:rFonts w:ascii="Courier New" w:hAnsi="Courier New" w:cs="Courier New" w:hint="default"/>
      </w:rPr>
    </w:lvl>
    <w:lvl w:ilvl="5" w:tplc="04090011"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7" w:tentative="1">
      <w:start w:val="1"/>
      <w:numFmt w:val="bullet"/>
      <w:lvlText w:val="o"/>
      <w:lvlJc w:val="left"/>
      <w:pPr>
        <w:tabs>
          <w:tab w:val="num" w:pos="5760"/>
        </w:tabs>
        <w:ind w:left="5760" w:hanging="360"/>
      </w:pPr>
      <w:rPr>
        <w:rFonts w:ascii="Courier New" w:hAnsi="Courier New" w:cs="Courier New" w:hint="default"/>
      </w:rPr>
    </w:lvl>
    <w:lvl w:ilvl="8" w:tplc="04090011"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8A365F8"/>
    <w:multiLevelType w:val="hybridMultilevel"/>
    <w:tmpl w:val="5670647C"/>
    <w:lvl w:ilvl="0" w:tplc="88440B86">
      <w:start w:val="6"/>
      <w:numFmt w:val="bullet"/>
      <w:lvlText w:val="-"/>
      <w:lvlJc w:val="left"/>
      <w:pPr>
        <w:ind w:left="644" w:hanging="360"/>
      </w:pPr>
      <w:rPr>
        <w:rFonts w:ascii="Times New Roman" w:eastAsia="Times New Roman" w:hAnsi="Times New Roman" w:cs="Times New Roman" w:hint="default"/>
      </w:rPr>
    </w:lvl>
    <w:lvl w:ilvl="1" w:tplc="041D0003">
      <w:start w:val="1"/>
      <w:numFmt w:val="bullet"/>
      <w:lvlText w:val="o"/>
      <w:lvlJc w:val="left"/>
      <w:pPr>
        <w:ind w:left="1364" w:hanging="360"/>
      </w:pPr>
      <w:rPr>
        <w:rFonts w:ascii="Courier New" w:hAnsi="Courier New" w:cs="Courier New" w:hint="default"/>
      </w:rPr>
    </w:lvl>
    <w:lvl w:ilvl="2" w:tplc="041D0005">
      <w:start w:val="1"/>
      <w:numFmt w:val="bullet"/>
      <w:lvlText w:val=""/>
      <w:lvlJc w:val="left"/>
      <w:pPr>
        <w:ind w:left="2084" w:hanging="360"/>
      </w:pPr>
      <w:rPr>
        <w:rFonts w:ascii="Wingdings" w:hAnsi="Wingdings" w:hint="default"/>
      </w:rPr>
    </w:lvl>
    <w:lvl w:ilvl="3" w:tplc="041D0001">
      <w:start w:val="1"/>
      <w:numFmt w:val="bullet"/>
      <w:lvlText w:val=""/>
      <w:lvlJc w:val="left"/>
      <w:pPr>
        <w:ind w:left="2804" w:hanging="360"/>
      </w:pPr>
      <w:rPr>
        <w:rFonts w:ascii="Symbol" w:hAnsi="Symbol" w:hint="default"/>
      </w:rPr>
    </w:lvl>
    <w:lvl w:ilvl="4" w:tplc="041D0003">
      <w:start w:val="1"/>
      <w:numFmt w:val="bullet"/>
      <w:lvlText w:val="o"/>
      <w:lvlJc w:val="left"/>
      <w:pPr>
        <w:ind w:left="3524" w:hanging="360"/>
      </w:pPr>
      <w:rPr>
        <w:rFonts w:ascii="Courier New" w:hAnsi="Courier New" w:cs="Courier New" w:hint="default"/>
      </w:rPr>
    </w:lvl>
    <w:lvl w:ilvl="5" w:tplc="041D0005">
      <w:start w:val="1"/>
      <w:numFmt w:val="bullet"/>
      <w:lvlText w:val=""/>
      <w:lvlJc w:val="left"/>
      <w:pPr>
        <w:ind w:left="4244" w:hanging="360"/>
      </w:pPr>
      <w:rPr>
        <w:rFonts w:ascii="Wingdings" w:hAnsi="Wingdings" w:hint="default"/>
      </w:rPr>
    </w:lvl>
    <w:lvl w:ilvl="6" w:tplc="041D0001">
      <w:start w:val="1"/>
      <w:numFmt w:val="bullet"/>
      <w:lvlText w:val=""/>
      <w:lvlJc w:val="left"/>
      <w:pPr>
        <w:ind w:left="4964" w:hanging="360"/>
      </w:pPr>
      <w:rPr>
        <w:rFonts w:ascii="Symbol" w:hAnsi="Symbol" w:hint="default"/>
      </w:rPr>
    </w:lvl>
    <w:lvl w:ilvl="7" w:tplc="041D0003">
      <w:start w:val="1"/>
      <w:numFmt w:val="bullet"/>
      <w:lvlText w:val="o"/>
      <w:lvlJc w:val="left"/>
      <w:pPr>
        <w:ind w:left="5684" w:hanging="360"/>
      </w:pPr>
      <w:rPr>
        <w:rFonts w:ascii="Courier New" w:hAnsi="Courier New" w:cs="Courier New" w:hint="default"/>
      </w:rPr>
    </w:lvl>
    <w:lvl w:ilvl="8" w:tplc="041D0005">
      <w:start w:val="1"/>
      <w:numFmt w:val="bullet"/>
      <w:lvlText w:val=""/>
      <w:lvlJc w:val="left"/>
      <w:pPr>
        <w:ind w:left="6404" w:hanging="360"/>
      </w:pPr>
      <w:rPr>
        <w:rFonts w:ascii="Wingdings" w:hAnsi="Wingdings" w:hint="default"/>
      </w:rPr>
    </w:lvl>
  </w:abstractNum>
  <w:abstractNum w:abstractNumId="47"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49" w15:restartNumberingAfterBreak="0">
    <w:nsid w:val="7BA25BDB"/>
    <w:multiLevelType w:val="hybridMultilevel"/>
    <w:tmpl w:val="AC46A97E"/>
    <w:lvl w:ilvl="0" w:tplc="A75877C2">
      <w:start w:val="6"/>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0" w15:restartNumberingAfterBreak="0">
    <w:nsid w:val="7FD56E59"/>
    <w:multiLevelType w:val="hybridMultilevel"/>
    <w:tmpl w:val="465CABDE"/>
    <w:lvl w:ilvl="0" w:tplc="1828FAAE">
      <w:start w:val="1"/>
      <w:numFmt w:val="bullet"/>
      <w:lvlText w:val="-"/>
      <w:lvlJc w:val="left"/>
      <w:pPr>
        <w:ind w:left="720" w:hanging="360"/>
      </w:pPr>
      <w:rPr>
        <w:rFonts w:ascii="SimSun" w:hAnsi="SimSu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8814707">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631982073">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183326735">
    <w:abstractNumId w:val="8"/>
  </w:num>
  <w:num w:numId="4" w16cid:durableId="2042582637">
    <w:abstractNumId w:val="46"/>
  </w:num>
  <w:num w:numId="5" w16cid:durableId="505631743">
    <w:abstractNumId w:val="39"/>
  </w:num>
  <w:num w:numId="6" w16cid:durableId="323359103">
    <w:abstractNumId w:val="30"/>
  </w:num>
  <w:num w:numId="7" w16cid:durableId="1355502056">
    <w:abstractNumId w:val="14"/>
  </w:num>
  <w:num w:numId="8" w16cid:durableId="323898551">
    <w:abstractNumId w:val="24"/>
  </w:num>
  <w:num w:numId="9" w16cid:durableId="1786659649">
    <w:abstractNumId w:val="47"/>
  </w:num>
  <w:num w:numId="10" w16cid:durableId="617028856">
    <w:abstractNumId w:val="13"/>
  </w:num>
  <w:num w:numId="11" w16cid:durableId="1737430416">
    <w:abstractNumId w:val="36"/>
  </w:num>
  <w:num w:numId="12" w16cid:durableId="1312253822">
    <w:abstractNumId w:val="28"/>
  </w:num>
  <w:num w:numId="13" w16cid:durableId="664555318">
    <w:abstractNumId w:val="6"/>
  </w:num>
  <w:num w:numId="14" w16cid:durableId="1011954791">
    <w:abstractNumId w:val="4"/>
  </w:num>
  <w:num w:numId="15" w16cid:durableId="803543576">
    <w:abstractNumId w:val="3"/>
  </w:num>
  <w:num w:numId="16" w16cid:durableId="831331374">
    <w:abstractNumId w:val="2"/>
  </w:num>
  <w:num w:numId="17" w16cid:durableId="1825200250">
    <w:abstractNumId w:val="1"/>
  </w:num>
  <w:num w:numId="18" w16cid:durableId="2101367201">
    <w:abstractNumId w:val="5"/>
  </w:num>
  <w:num w:numId="19" w16cid:durableId="2086412588">
    <w:abstractNumId w:val="0"/>
  </w:num>
  <w:num w:numId="20" w16cid:durableId="1548375979">
    <w:abstractNumId w:val="22"/>
  </w:num>
  <w:num w:numId="21" w16cid:durableId="73284060">
    <w:abstractNumId w:val="42"/>
  </w:num>
  <w:num w:numId="22" w16cid:durableId="563294041">
    <w:abstractNumId w:val="32"/>
  </w:num>
  <w:num w:numId="23" w16cid:durableId="1025594979">
    <w:abstractNumId w:val="37"/>
  </w:num>
  <w:num w:numId="24" w16cid:durableId="683477595">
    <w:abstractNumId w:val="21"/>
  </w:num>
  <w:num w:numId="25" w16cid:durableId="1489129119">
    <w:abstractNumId w:val="11"/>
  </w:num>
  <w:num w:numId="26" w16cid:durableId="301694029">
    <w:abstractNumId w:val="18"/>
  </w:num>
  <w:num w:numId="27" w16cid:durableId="1178613584">
    <w:abstractNumId w:val="33"/>
  </w:num>
  <w:num w:numId="28" w16cid:durableId="1943686933">
    <w:abstractNumId w:val="44"/>
  </w:num>
  <w:num w:numId="29" w16cid:durableId="283077214">
    <w:abstractNumId w:val="29"/>
  </w:num>
  <w:num w:numId="30" w16cid:durableId="542793710">
    <w:abstractNumId w:val="10"/>
  </w:num>
  <w:num w:numId="31" w16cid:durableId="1450053256">
    <w:abstractNumId w:val="31"/>
  </w:num>
  <w:num w:numId="32" w16cid:durableId="2019379033">
    <w:abstractNumId w:val="20"/>
  </w:num>
  <w:num w:numId="33" w16cid:durableId="1635332520">
    <w:abstractNumId w:val="27"/>
  </w:num>
  <w:num w:numId="34" w16cid:durableId="1999334709">
    <w:abstractNumId w:val="43"/>
  </w:num>
  <w:num w:numId="35" w16cid:durableId="214631090">
    <w:abstractNumId w:val="45"/>
  </w:num>
  <w:num w:numId="36" w16cid:durableId="2002388603">
    <w:abstractNumId w:val="48"/>
  </w:num>
  <w:num w:numId="37" w16cid:durableId="1541743269">
    <w:abstractNumId w:val="19"/>
  </w:num>
  <w:num w:numId="38" w16cid:durableId="962342811">
    <w:abstractNumId w:val="15"/>
  </w:num>
  <w:num w:numId="39" w16cid:durableId="1165364249">
    <w:abstractNumId w:val="7"/>
    <w:lvlOverride w:ilvl="0">
      <w:lvl w:ilvl="0">
        <w:start w:val="1"/>
        <w:numFmt w:val="bullet"/>
        <w:lvlText w:val=""/>
        <w:legacy w:legacy="1" w:legacySpace="0" w:legacyIndent="283"/>
        <w:lvlJc w:val="left"/>
        <w:pPr>
          <w:ind w:left="1417" w:hanging="283"/>
        </w:pPr>
        <w:rPr>
          <w:rFonts w:ascii="Geneva" w:hAnsi="Geneva" w:hint="default"/>
        </w:rPr>
      </w:lvl>
    </w:lvlOverride>
  </w:num>
  <w:num w:numId="40" w16cid:durableId="1924341882">
    <w:abstractNumId w:val="23"/>
  </w:num>
  <w:num w:numId="41" w16cid:durableId="282422612">
    <w:abstractNumId w:val="41"/>
  </w:num>
  <w:num w:numId="42" w16cid:durableId="361248255">
    <w:abstractNumId w:val="12"/>
  </w:num>
  <w:num w:numId="43" w16cid:durableId="612983745">
    <w:abstractNumId w:val="50"/>
  </w:num>
  <w:num w:numId="44" w16cid:durableId="590621061">
    <w:abstractNumId w:val="38"/>
  </w:num>
  <w:num w:numId="45" w16cid:durableId="1566329452">
    <w:abstractNumId w:val="40"/>
  </w:num>
  <w:num w:numId="46" w16cid:durableId="1545751831">
    <w:abstractNumId w:val="34"/>
  </w:num>
  <w:num w:numId="47" w16cid:durableId="421948376">
    <w:abstractNumId w:val="9"/>
  </w:num>
  <w:num w:numId="48" w16cid:durableId="519858247">
    <w:abstractNumId w:val="25"/>
  </w:num>
  <w:num w:numId="49" w16cid:durableId="1385449000">
    <w:abstractNumId w:val="26"/>
  </w:num>
  <w:num w:numId="50" w16cid:durableId="9317443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17124413">
    <w:abstractNumId w:val="49"/>
  </w:num>
  <w:num w:numId="52" w16cid:durableId="2006202643">
    <w:abstractNumId w:val="35"/>
  </w:num>
  <w:num w:numId="53" w16cid:durableId="1141461884">
    <w:abstractNumId w:val="17"/>
  </w:num>
  <w:num w:numId="54" w16cid:durableId="1484159815">
    <w:abstractNumId w:val="24"/>
  </w:num>
  <w:num w:numId="55" w16cid:durableId="1094519345">
    <w:abstractNumId w:val="47"/>
  </w:num>
  <w:num w:numId="56" w16cid:durableId="545215775">
    <w:abstractNumId w:val="13"/>
  </w:num>
  <w:num w:numId="57" w16cid:durableId="417021043">
    <w:abstractNumId w:val="36"/>
  </w:num>
  <w:num w:numId="58" w16cid:durableId="1860850003">
    <w:abstractNumId w:val="28"/>
  </w:num>
  <w:num w:numId="59" w16cid:durableId="1619409408">
    <w:abstractNumId w:val="45"/>
  </w:num>
  <w:num w:numId="60" w16cid:durableId="122337357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printFractionalCharacterWidth/>
  <w:embedSystemFonts/>
  <w:hideSpellingErrors/>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04316"/>
    <w:rsid w:val="000057F3"/>
    <w:rsid w:val="0001010C"/>
    <w:rsid w:val="000119D8"/>
    <w:rsid w:val="000132A2"/>
    <w:rsid w:val="00015066"/>
    <w:rsid w:val="00015E68"/>
    <w:rsid w:val="0002265C"/>
    <w:rsid w:val="00022E4A"/>
    <w:rsid w:val="000254BC"/>
    <w:rsid w:val="000262D7"/>
    <w:rsid w:val="00026612"/>
    <w:rsid w:val="00030532"/>
    <w:rsid w:val="00030866"/>
    <w:rsid w:val="000309A0"/>
    <w:rsid w:val="00030E90"/>
    <w:rsid w:val="00031404"/>
    <w:rsid w:val="00032296"/>
    <w:rsid w:val="00032298"/>
    <w:rsid w:val="00033ECF"/>
    <w:rsid w:val="000343B3"/>
    <w:rsid w:val="00034E57"/>
    <w:rsid w:val="00036349"/>
    <w:rsid w:val="000373D5"/>
    <w:rsid w:val="00037696"/>
    <w:rsid w:val="00040653"/>
    <w:rsid w:val="00043A1C"/>
    <w:rsid w:val="00044388"/>
    <w:rsid w:val="000446EB"/>
    <w:rsid w:val="00045910"/>
    <w:rsid w:val="000475CC"/>
    <w:rsid w:val="00047EBF"/>
    <w:rsid w:val="000503CE"/>
    <w:rsid w:val="000520C8"/>
    <w:rsid w:val="00054879"/>
    <w:rsid w:val="000564D9"/>
    <w:rsid w:val="00056B43"/>
    <w:rsid w:val="00057EEC"/>
    <w:rsid w:val="0006085F"/>
    <w:rsid w:val="00063A77"/>
    <w:rsid w:val="00063EFE"/>
    <w:rsid w:val="00065BDF"/>
    <w:rsid w:val="00066FD7"/>
    <w:rsid w:val="000678CA"/>
    <w:rsid w:val="00067DB6"/>
    <w:rsid w:val="00072246"/>
    <w:rsid w:val="000724D2"/>
    <w:rsid w:val="00072D4B"/>
    <w:rsid w:val="000737F7"/>
    <w:rsid w:val="00073A18"/>
    <w:rsid w:val="00082EA6"/>
    <w:rsid w:val="000847F8"/>
    <w:rsid w:val="00084850"/>
    <w:rsid w:val="00085D43"/>
    <w:rsid w:val="0008667E"/>
    <w:rsid w:val="00086D17"/>
    <w:rsid w:val="000870F9"/>
    <w:rsid w:val="00087E70"/>
    <w:rsid w:val="00091446"/>
    <w:rsid w:val="000929DC"/>
    <w:rsid w:val="00093107"/>
    <w:rsid w:val="000939C5"/>
    <w:rsid w:val="00094ED5"/>
    <w:rsid w:val="000959BE"/>
    <w:rsid w:val="0009667E"/>
    <w:rsid w:val="000A0098"/>
    <w:rsid w:val="000A0BEA"/>
    <w:rsid w:val="000A1599"/>
    <w:rsid w:val="000A227C"/>
    <w:rsid w:val="000A4653"/>
    <w:rsid w:val="000A53A7"/>
    <w:rsid w:val="000A6394"/>
    <w:rsid w:val="000A683A"/>
    <w:rsid w:val="000A6B9C"/>
    <w:rsid w:val="000A6C1B"/>
    <w:rsid w:val="000A7CCC"/>
    <w:rsid w:val="000B0A3B"/>
    <w:rsid w:val="000B115C"/>
    <w:rsid w:val="000B1EC1"/>
    <w:rsid w:val="000B230C"/>
    <w:rsid w:val="000B4031"/>
    <w:rsid w:val="000B458D"/>
    <w:rsid w:val="000B5522"/>
    <w:rsid w:val="000B5617"/>
    <w:rsid w:val="000B67D4"/>
    <w:rsid w:val="000C038A"/>
    <w:rsid w:val="000C1693"/>
    <w:rsid w:val="000C202E"/>
    <w:rsid w:val="000C2203"/>
    <w:rsid w:val="000C2238"/>
    <w:rsid w:val="000C299D"/>
    <w:rsid w:val="000C32D1"/>
    <w:rsid w:val="000C3F7A"/>
    <w:rsid w:val="000C5C63"/>
    <w:rsid w:val="000C626E"/>
    <w:rsid w:val="000C6598"/>
    <w:rsid w:val="000C67EB"/>
    <w:rsid w:val="000C7547"/>
    <w:rsid w:val="000C77F7"/>
    <w:rsid w:val="000D02CE"/>
    <w:rsid w:val="000D0350"/>
    <w:rsid w:val="000D234D"/>
    <w:rsid w:val="000D2764"/>
    <w:rsid w:val="000D2A76"/>
    <w:rsid w:val="000D488F"/>
    <w:rsid w:val="000D52B3"/>
    <w:rsid w:val="000D7085"/>
    <w:rsid w:val="000E21E4"/>
    <w:rsid w:val="000E530E"/>
    <w:rsid w:val="000E5DDA"/>
    <w:rsid w:val="000E7C68"/>
    <w:rsid w:val="000F0FED"/>
    <w:rsid w:val="000F64A3"/>
    <w:rsid w:val="000F6FC3"/>
    <w:rsid w:val="000F76A4"/>
    <w:rsid w:val="000F7AE2"/>
    <w:rsid w:val="00100234"/>
    <w:rsid w:val="00103B22"/>
    <w:rsid w:val="0010690F"/>
    <w:rsid w:val="00107194"/>
    <w:rsid w:val="00107586"/>
    <w:rsid w:val="00110255"/>
    <w:rsid w:val="00111D63"/>
    <w:rsid w:val="00112A81"/>
    <w:rsid w:val="00112E0F"/>
    <w:rsid w:val="00113021"/>
    <w:rsid w:val="00113187"/>
    <w:rsid w:val="0011328F"/>
    <w:rsid w:val="0011553A"/>
    <w:rsid w:val="00117D52"/>
    <w:rsid w:val="0012452E"/>
    <w:rsid w:val="00125C90"/>
    <w:rsid w:val="00130F47"/>
    <w:rsid w:val="00132468"/>
    <w:rsid w:val="0013425B"/>
    <w:rsid w:val="00134D0F"/>
    <w:rsid w:val="0013520F"/>
    <w:rsid w:val="00136A5B"/>
    <w:rsid w:val="00144A5E"/>
    <w:rsid w:val="00145CA9"/>
    <w:rsid w:val="00145D43"/>
    <w:rsid w:val="001477D0"/>
    <w:rsid w:val="00150D72"/>
    <w:rsid w:val="00152829"/>
    <w:rsid w:val="0015433E"/>
    <w:rsid w:val="0015599C"/>
    <w:rsid w:val="00157074"/>
    <w:rsid w:val="00157892"/>
    <w:rsid w:val="00157F0C"/>
    <w:rsid w:val="00160B7D"/>
    <w:rsid w:val="00161FF0"/>
    <w:rsid w:val="00163CEF"/>
    <w:rsid w:val="00163D4C"/>
    <w:rsid w:val="00163D77"/>
    <w:rsid w:val="0016468E"/>
    <w:rsid w:val="0016561E"/>
    <w:rsid w:val="00167051"/>
    <w:rsid w:val="00167D86"/>
    <w:rsid w:val="00170338"/>
    <w:rsid w:val="00170964"/>
    <w:rsid w:val="001712B2"/>
    <w:rsid w:val="00172958"/>
    <w:rsid w:val="00172F73"/>
    <w:rsid w:val="00175F41"/>
    <w:rsid w:val="001774C3"/>
    <w:rsid w:val="00180789"/>
    <w:rsid w:val="00180E30"/>
    <w:rsid w:val="001815FF"/>
    <w:rsid w:val="00182DAF"/>
    <w:rsid w:val="00183792"/>
    <w:rsid w:val="00184101"/>
    <w:rsid w:val="00192621"/>
    <w:rsid w:val="00192C46"/>
    <w:rsid w:val="00195222"/>
    <w:rsid w:val="0019565F"/>
    <w:rsid w:val="00195D9A"/>
    <w:rsid w:val="001964F5"/>
    <w:rsid w:val="001974FE"/>
    <w:rsid w:val="001976DA"/>
    <w:rsid w:val="00197B79"/>
    <w:rsid w:val="001A0499"/>
    <w:rsid w:val="001A24FF"/>
    <w:rsid w:val="001A2839"/>
    <w:rsid w:val="001A3D94"/>
    <w:rsid w:val="001A7B60"/>
    <w:rsid w:val="001B1049"/>
    <w:rsid w:val="001B13D6"/>
    <w:rsid w:val="001B195A"/>
    <w:rsid w:val="001B41CE"/>
    <w:rsid w:val="001B4C5D"/>
    <w:rsid w:val="001B4E44"/>
    <w:rsid w:val="001B5D9C"/>
    <w:rsid w:val="001B6760"/>
    <w:rsid w:val="001B6A06"/>
    <w:rsid w:val="001B7A65"/>
    <w:rsid w:val="001C1989"/>
    <w:rsid w:val="001C3E9A"/>
    <w:rsid w:val="001C41B4"/>
    <w:rsid w:val="001C4C8E"/>
    <w:rsid w:val="001C56A8"/>
    <w:rsid w:val="001C5C14"/>
    <w:rsid w:val="001C6C59"/>
    <w:rsid w:val="001D1B1D"/>
    <w:rsid w:val="001D1B2D"/>
    <w:rsid w:val="001D1DC4"/>
    <w:rsid w:val="001D21AB"/>
    <w:rsid w:val="001D254E"/>
    <w:rsid w:val="001D281A"/>
    <w:rsid w:val="001D3A41"/>
    <w:rsid w:val="001D617B"/>
    <w:rsid w:val="001D6D6C"/>
    <w:rsid w:val="001E1507"/>
    <w:rsid w:val="001E2ECB"/>
    <w:rsid w:val="001E3239"/>
    <w:rsid w:val="001E3326"/>
    <w:rsid w:val="001E3968"/>
    <w:rsid w:val="001E3FFF"/>
    <w:rsid w:val="001E41F3"/>
    <w:rsid w:val="001F197A"/>
    <w:rsid w:val="001F28AA"/>
    <w:rsid w:val="001F47E7"/>
    <w:rsid w:val="001F7D7B"/>
    <w:rsid w:val="00200EE5"/>
    <w:rsid w:val="00200F90"/>
    <w:rsid w:val="00201575"/>
    <w:rsid w:val="00201D71"/>
    <w:rsid w:val="00205ADE"/>
    <w:rsid w:val="00206099"/>
    <w:rsid w:val="00206787"/>
    <w:rsid w:val="00206A55"/>
    <w:rsid w:val="00206D48"/>
    <w:rsid w:val="00207C92"/>
    <w:rsid w:val="00212515"/>
    <w:rsid w:val="00212895"/>
    <w:rsid w:val="002132A8"/>
    <w:rsid w:val="00216ABC"/>
    <w:rsid w:val="00217064"/>
    <w:rsid w:val="0021725E"/>
    <w:rsid w:val="002177A6"/>
    <w:rsid w:val="002179D9"/>
    <w:rsid w:val="00220E6B"/>
    <w:rsid w:val="0022185B"/>
    <w:rsid w:val="002219E1"/>
    <w:rsid w:val="00222BFB"/>
    <w:rsid w:val="00223312"/>
    <w:rsid w:val="00232F07"/>
    <w:rsid w:val="00237444"/>
    <w:rsid w:val="00240188"/>
    <w:rsid w:val="002401B3"/>
    <w:rsid w:val="00240EE1"/>
    <w:rsid w:val="00241077"/>
    <w:rsid w:val="002457D3"/>
    <w:rsid w:val="00245EDA"/>
    <w:rsid w:val="00247EAD"/>
    <w:rsid w:val="00251F9C"/>
    <w:rsid w:val="00252488"/>
    <w:rsid w:val="00253127"/>
    <w:rsid w:val="00257FF4"/>
    <w:rsid w:val="0026004D"/>
    <w:rsid w:val="0026412B"/>
    <w:rsid w:val="00265765"/>
    <w:rsid w:val="002667F9"/>
    <w:rsid w:val="00271325"/>
    <w:rsid w:val="002728CE"/>
    <w:rsid w:val="00272BEB"/>
    <w:rsid w:val="00274D2B"/>
    <w:rsid w:val="00275920"/>
    <w:rsid w:val="00275D12"/>
    <w:rsid w:val="00277E5D"/>
    <w:rsid w:val="00281553"/>
    <w:rsid w:val="00281707"/>
    <w:rsid w:val="0028397B"/>
    <w:rsid w:val="00285B93"/>
    <w:rsid w:val="00285E7D"/>
    <w:rsid w:val="002860C4"/>
    <w:rsid w:val="002861F7"/>
    <w:rsid w:val="00286F7D"/>
    <w:rsid w:val="0028761D"/>
    <w:rsid w:val="0029156A"/>
    <w:rsid w:val="0029184F"/>
    <w:rsid w:val="0029426B"/>
    <w:rsid w:val="00295940"/>
    <w:rsid w:val="002A01CC"/>
    <w:rsid w:val="002A153C"/>
    <w:rsid w:val="002A19DC"/>
    <w:rsid w:val="002A26B8"/>
    <w:rsid w:val="002A3598"/>
    <w:rsid w:val="002A43DE"/>
    <w:rsid w:val="002A6DFD"/>
    <w:rsid w:val="002A74CB"/>
    <w:rsid w:val="002A77C2"/>
    <w:rsid w:val="002B00C9"/>
    <w:rsid w:val="002B0D57"/>
    <w:rsid w:val="002B22AD"/>
    <w:rsid w:val="002B3255"/>
    <w:rsid w:val="002B52B6"/>
    <w:rsid w:val="002B5741"/>
    <w:rsid w:val="002B5F47"/>
    <w:rsid w:val="002B6C82"/>
    <w:rsid w:val="002B7BE8"/>
    <w:rsid w:val="002C11D1"/>
    <w:rsid w:val="002C50F5"/>
    <w:rsid w:val="002C5BAA"/>
    <w:rsid w:val="002C6D16"/>
    <w:rsid w:val="002C716C"/>
    <w:rsid w:val="002D2EC9"/>
    <w:rsid w:val="002D52E4"/>
    <w:rsid w:val="002D5455"/>
    <w:rsid w:val="002D6609"/>
    <w:rsid w:val="002E1AAD"/>
    <w:rsid w:val="002E1C4A"/>
    <w:rsid w:val="002E1D6A"/>
    <w:rsid w:val="002E243C"/>
    <w:rsid w:val="002E2652"/>
    <w:rsid w:val="002E385C"/>
    <w:rsid w:val="002E5A08"/>
    <w:rsid w:val="002E6781"/>
    <w:rsid w:val="002E76C4"/>
    <w:rsid w:val="002E7A7A"/>
    <w:rsid w:val="002F2BA6"/>
    <w:rsid w:val="002F4117"/>
    <w:rsid w:val="002F48D6"/>
    <w:rsid w:val="002F5495"/>
    <w:rsid w:val="002F5AE0"/>
    <w:rsid w:val="002F710C"/>
    <w:rsid w:val="00300A2A"/>
    <w:rsid w:val="00303C0F"/>
    <w:rsid w:val="00305409"/>
    <w:rsid w:val="00306023"/>
    <w:rsid w:val="003061CA"/>
    <w:rsid w:val="003067BD"/>
    <w:rsid w:val="00306C9C"/>
    <w:rsid w:val="00310F91"/>
    <w:rsid w:val="0031100C"/>
    <w:rsid w:val="003117C1"/>
    <w:rsid w:val="00311ABA"/>
    <w:rsid w:val="00311E21"/>
    <w:rsid w:val="003138E4"/>
    <w:rsid w:val="00314057"/>
    <w:rsid w:val="00314608"/>
    <w:rsid w:val="0031480E"/>
    <w:rsid w:val="0031666C"/>
    <w:rsid w:val="00317072"/>
    <w:rsid w:val="00322DEC"/>
    <w:rsid w:val="00324A9F"/>
    <w:rsid w:val="003261E8"/>
    <w:rsid w:val="0032696E"/>
    <w:rsid w:val="00327E96"/>
    <w:rsid w:val="0033035E"/>
    <w:rsid w:val="00330A03"/>
    <w:rsid w:val="00332A52"/>
    <w:rsid w:val="00333AEB"/>
    <w:rsid w:val="00333B3B"/>
    <w:rsid w:val="00334529"/>
    <w:rsid w:val="00334BD3"/>
    <w:rsid w:val="00335E2A"/>
    <w:rsid w:val="003374E6"/>
    <w:rsid w:val="00337695"/>
    <w:rsid w:val="00343439"/>
    <w:rsid w:val="003438F1"/>
    <w:rsid w:val="00343E0C"/>
    <w:rsid w:val="0034670A"/>
    <w:rsid w:val="003478C2"/>
    <w:rsid w:val="003508F8"/>
    <w:rsid w:val="003516D3"/>
    <w:rsid w:val="0035296F"/>
    <w:rsid w:val="003573B1"/>
    <w:rsid w:val="00357861"/>
    <w:rsid w:val="003603D9"/>
    <w:rsid w:val="003606BA"/>
    <w:rsid w:val="00360752"/>
    <w:rsid w:val="0036165D"/>
    <w:rsid w:val="00361DCA"/>
    <w:rsid w:val="00362B16"/>
    <w:rsid w:val="00363FFD"/>
    <w:rsid w:val="00364A1D"/>
    <w:rsid w:val="00364B7F"/>
    <w:rsid w:val="00364CBF"/>
    <w:rsid w:val="0036508A"/>
    <w:rsid w:val="00366ABD"/>
    <w:rsid w:val="00366F43"/>
    <w:rsid w:val="003676F1"/>
    <w:rsid w:val="0036793D"/>
    <w:rsid w:val="00371599"/>
    <w:rsid w:val="00371795"/>
    <w:rsid w:val="00373784"/>
    <w:rsid w:val="00373982"/>
    <w:rsid w:val="00373A40"/>
    <w:rsid w:val="00376367"/>
    <w:rsid w:val="00376A05"/>
    <w:rsid w:val="00376E6C"/>
    <w:rsid w:val="0037725C"/>
    <w:rsid w:val="00377793"/>
    <w:rsid w:val="00380CCF"/>
    <w:rsid w:val="0038241B"/>
    <w:rsid w:val="00382620"/>
    <w:rsid w:val="003826B9"/>
    <w:rsid w:val="00385394"/>
    <w:rsid w:val="00385F81"/>
    <w:rsid w:val="00386AC3"/>
    <w:rsid w:val="00386EF0"/>
    <w:rsid w:val="00387FD6"/>
    <w:rsid w:val="00390DF8"/>
    <w:rsid w:val="00391DD7"/>
    <w:rsid w:val="00392679"/>
    <w:rsid w:val="00395646"/>
    <w:rsid w:val="00395B54"/>
    <w:rsid w:val="003966C9"/>
    <w:rsid w:val="00396988"/>
    <w:rsid w:val="003A2D0E"/>
    <w:rsid w:val="003A4324"/>
    <w:rsid w:val="003A632A"/>
    <w:rsid w:val="003A6E39"/>
    <w:rsid w:val="003A6F7F"/>
    <w:rsid w:val="003A707B"/>
    <w:rsid w:val="003A78A3"/>
    <w:rsid w:val="003B0CA6"/>
    <w:rsid w:val="003B11B1"/>
    <w:rsid w:val="003B2618"/>
    <w:rsid w:val="003B46B8"/>
    <w:rsid w:val="003B7671"/>
    <w:rsid w:val="003B7857"/>
    <w:rsid w:val="003B78AE"/>
    <w:rsid w:val="003B7A4A"/>
    <w:rsid w:val="003C0913"/>
    <w:rsid w:val="003C10FE"/>
    <w:rsid w:val="003C40B1"/>
    <w:rsid w:val="003C5B38"/>
    <w:rsid w:val="003C5E3C"/>
    <w:rsid w:val="003C7DCE"/>
    <w:rsid w:val="003D16A1"/>
    <w:rsid w:val="003D250C"/>
    <w:rsid w:val="003D2C46"/>
    <w:rsid w:val="003D41A2"/>
    <w:rsid w:val="003D45F6"/>
    <w:rsid w:val="003D58FE"/>
    <w:rsid w:val="003D6E64"/>
    <w:rsid w:val="003E1960"/>
    <w:rsid w:val="003E1A36"/>
    <w:rsid w:val="003E2903"/>
    <w:rsid w:val="003E4890"/>
    <w:rsid w:val="003E4970"/>
    <w:rsid w:val="003E5E34"/>
    <w:rsid w:val="003F013F"/>
    <w:rsid w:val="003F077E"/>
    <w:rsid w:val="003F1A90"/>
    <w:rsid w:val="003F1BAA"/>
    <w:rsid w:val="003F2E94"/>
    <w:rsid w:val="003F3A4D"/>
    <w:rsid w:val="003F5487"/>
    <w:rsid w:val="003F5B9D"/>
    <w:rsid w:val="003F678E"/>
    <w:rsid w:val="003F76E5"/>
    <w:rsid w:val="00401176"/>
    <w:rsid w:val="00401278"/>
    <w:rsid w:val="0040259F"/>
    <w:rsid w:val="00402D6A"/>
    <w:rsid w:val="004036EB"/>
    <w:rsid w:val="00403856"/>
    <w:rsid w:val="004046D7"/>
    <w:rsid w:val="00404A34"/>
    <w:rsid w:val="00406181"/>
    <w:rsid w:val="00406FC3"/>
    <w:rsid w:val="004103DB"/>
    <w:rsid w:val="00411BD3"/>
    <w:rsid w:val="00412205"/>
    <w:rsid w:val="004128CF"/>
    <w:rsid w:val="004131A7"/>
    <w:rsid w:val="00415141"/>
    <w:rsid w:val="00416884"/>
    <w:rsid w:val="00417B04"/>
    <w:rsid w:val="004200BC"/>
    <w:rsid w:val="004215DC"/>
    <w:rsid w:val="004242F1"/>
    <w:rsid w:val="00424AE1"/>
    <w:rsid w:val="00424C51"/>
    <w:rsid w:val="004269A0"/>
    <w:rsid w:val="004278A5"/>
    <w:rsid w:val="004307C4"/>
    <w:rsid w:val="004318AB"/>
    <w:rsid w:val="00432316"/>
    <w:rsid w:val="00432922"/>
    <w:rsid w:val="004338CB"/>
    <w:rsid w:val="00434F8F"/>
    <w:rsid w:val="00436EDC"/>
    <w:rsid w:val="00440762"/>
    <w:rsid w:val="004451EB"/>
    <w:rsid w:val="004452E3"/>
    <w:rsid w:val="0044657B"/>
    <w:rsid w:val="00447768"/>
    <w:rsid w:val="00447CDC"/>
    <w:rsid w:val="0045193A"/>
    <w:rsid w:val="00451EB4"/>
    <w:rsid w:val="00453A72"/>
    <w:rsid w:val="004556ED"/>
    <w:rsid w:val="00456383"/>
    <w:rsid w:val="00457D93"/>
    <w:rsid w:val="0046043E"/>
    <w:rsid w:val="00460544"/>
    <w:rsid w:val="00464716"/>
    <w:rsid w:val="004657ED"/>
    <w:rsid w:val="0046583E"/>
    <w:rsid w:val="004707A1"/>
    <w:rsid w:val="00470F62"/>
    <w:rsid w:val="004712AE"/>
    <w:rsid w:val="00471A57"/>
    <w:rsid w:val="004739BD"/>
    <w:rsid w:val="00473AAA"/>
    <w:rsid w:val="0047607D"/>
    <w:rsid w:val="0047756D"/>
    <w:rsid w:val="00481348"/>
    <w:rsid w:val="004824AD"/>
    <w:rsid w:val="00482526"/>
    <w:rsid w:val="0048356B"/>
    <w:rsid w:val="00483B3C"/>
    <w:rsid w:val="00484853"/>
    <w:rsid w:val="0049059E"/>
    <w:rsid w:val="0049079D"/>
    <w:rsid w:val="00491DBA"/>
    <w:rsid w:val="00492F1D"/>
    <w:rsid w:val="0049369C"/>
    <w:rsid w:val="00495FE7"/>
    <w:rsid w:val="00496957"/>
    <w:rsid w:val="004A1002"/>
    <w:rsid w:val="004A2081"/>
    <w:rsid w:val="004A323B"/>
    <w:rsid w:val="004A427D"/>
    <w:rsid w:val="004A649C"/>
    <w:rsid w:val="004A7018"/>
    <w:rsid w:val="004A7661"/>
    <w:rsid w:val="004A76AA"/>
    <w:rsid w:val="004A7856"/>
    <w:rsid w:val="004B03E1"/>
    <w:rsid w:val="004B2C49"/>
    <w:rsid w:val="004B3FB4"/>
    <w:rsid w:val="004B4877"/>
    <w:rsid w:val="004B60DC"/>
    <w:rsid w:val="004B74B2"/>
    <w:rsid w:val="004B75B7"/>
    <w:rsid w:val="004C1C00"/>
    <w:rsid w:val="004C248B"/>
    <w:rsid w:val="004C3446"/>
    <w:rsid w:val="004D0EFC"/>
    <w:rsid w:val="004D1B51"/>
    <w:rsid w:val="004D27DD"/>
    <w:rsid w:val="004D2C54"/>
    <w:rsid w:val="004D3229"/>
    <w:rsid w:val="004D34DA"/>
    <w:rsid w:val="004D39F0"/>
    <w:rsid w:val="004D4943"/>
    <w:rsid w:val="004D587D"/>
    <w:rsid w:val="004D5C26"/>
    <w:rsid w:val="004E1D12"/>
    <w:rsid w:val="004E2450"/>
    <w:rsid w:val="004E25B6"/>
    <w:rsid w:val="004F0D63"/>
    <w:rsid w:val="004F28BC"/>
    <w:rsid w:val="004F2EAA"/>
    <w:rsid w:val="004F39B6"/>
    <w:rsid w:val="004F4CDA"/>
    <w:rsid w:val="004F6E13"/>
    <w:rsid w:val="004F72A9"/>
    <w:rsid w:val="0050086D"/>
    <w:rsid w:val="00501D5F"/>
    <w:rsid w:val="00503A5F"/>
    <w:rsid w:val="0050543F"/>
    <w:rsid w:val="0050591D"/>
    <w:rsid w:val="0050606E"/>
    <w:rsid w:val="00506733"/>
    <w:rsid w:val="00506AA3"/>
    <w:rsid w:val="005100F6"/>
    <w:rsid w:val="00510567"/>
    <w:rsid w:val="00510D5B"/>
    <w:rsid w:val="005125DF"/>
    <w:rsid w:val="005137B8"/>
    <w:rsid w:val="0051410F"/>
    <w:rsid w:val="005144CA"/>
    <w:rsid w:val="005150F5"/>
    <w:rsid w:val="005152FF"/>
    <w:rsid w:val="0051580D"/>
    <w:rsid w:val="00516B0F"/>
    <w:rsid w:val="0052014D"/>
    <w:rsid w:val="00520C54"/>
    <w:rsid w:val="0052172B"/>
    <w:rsid w:val="00521908"/>
    <w:rsid w:val="00522A3A"/>
    <w:rsid w:val="00522B62"/>
    <w:rsid w:val="005231EE"/>
    <w:rsid w:val="005232BE"/>
    <w:rsid w:val="00523C14"/>
    <w:rsid w:val="00524562"/>
    <w:rsid w:val="00524BF1"/>
    <w:rsid w:val="00524E99"/>
    <w:rsid w:val="00526643"/>
    <w:rsid w:val="00526A65"/>
    <w:rsid w:val="00527F59"/>
    <w:rsid w:val="00535C08"/>
    <w:rsid w:val="0053710D"/>
    <w:rsid w:val="00537D38"/>
    <w:rsid w:val="0054024C"/>
    <w:rsid w:val="00540D2C"/>
    <w:rsid w:val="00542A1D"/>
    <w:rsid w:val="00543B2E"/>
    <w:rsid w:val="005441C0"/>
    <w:rsid w:val="005455CB"/>
    <w:rsid w:val="00545B14"/>
    <w:rsid w:val="00545BF6"/>
    <w:rsid w:val="00551BB7"/>
    <w:rsid w:val="00551CE8"/>
    <w:rsid w:val="00552B48"/>
    <w:rsid w:val="00554FF3"/>
    <w:rsid w:val="0055629E"/>
    <w:rsid w:val="00556C0B"/>
    <w:rsid w:val="0055746D"/>
    <w:rsid w:val="00560E33"/>
    <w:rsid w:val="005610C1"/>
    <w:rsid w:val="00563203"/>
    <w:rsid w:val="00570285"/>
    <w:rsid w:val="00570803"/>
    <w:rsid w:val="00570B18"/>
    <w:rsid w:val="00571853"/>
    <w:rsid w:val="0057277A"/>
    <w:rsid w:val="00573231"/>
    <w:rsid w:val="00574164"/>
    <w:rsid w:val="00575B66"/>
    <w:rsid w:val="0057646A"/>
    <w:rsid w:val="00581440"/>
    <w:rsid w:val="005818F1"/>
    <w:rsid w:val="00581FE8"/>
    <w:rsid w:val="005821DF"/>
    <w:rsid w:val="0058421D"/>
    <w:rsid w:val="005856F5"/>
    <w:rsid w:val="00586234"/>
    <w:rsid w:val="00586FD3"/>
    <w:rsid w:val="005901C1"/>
    <w:rsid w:val="00590385"/>
    <w:rsid w:val="0059287A"/>
    <w:rsid w:val="00592D74"/>
    <w:rsid w:val="005934EB"/>
    <w:rsid w:val="0059470E"/>
    <w:rsid w:val="0059585A"/>
    <w:rsid w:val="0059672C"/>
    <w:rsid w:val="005A2815"/>
    <w:rsid w:val="005A2F1D"/>
    <w:rsid w:val="005A4F42"/>
    <w:rsid w:val="005A5038"/>
    <w:rsid w:val="005A6155"/>
    <w:rsid w:val="005A633B"/>
    <w:rsid w:val="005A6440"/>
    <w:rsid w:val="005A6CEC"/>
    <w:rsid w:val="005A77B3"/>
    <w:rsid w:val="005A7B02"/>
    <w:rsid w:val="005B0AC0"/>
    <w:rsid w:val="005B18A8"/>
    <w:rsid w:val="005B1B30"/>
    <w:rsid w:val="005B1B9B"/>
    <w:rsid w:val="005B1C92"/>
    <w:rsid w:val="005B3F8E"/>
    <w:rsid w:val="005B4233"/>
    <w:rsid w:val="005B6281"/>
    <w:rsid w:val="005B7073"/>
    <w:rsid w:val="005C2AA8"/>
    <w:rsid w:val="005C382B"/>
    <w:rsid w:val="005C4A08"/>
    <w:rsid w:val="005C4D15"/>
    <w:rsid w:val="005C54AE"/>
    <w:rsid w:val="005C5B2B"/>
    <w:rsid w:val="005C5D8B"/>
    <w:rsid w:val="005D061A"/>
    <w:rsid w:val="005D1182"/>
    <w:rsid w:val="005D2E75"/>
    <w:rsid w:val="005D36B5"/>
    <w:rsid w:val="005D434F"/>
    <w:rsid w:val="005D47DF"/>
    <w:rsid w:val="005D6183"/>
    <w:rsid w:val="005D72E6"/>
    <w:rsid w:val="005D7A43"/>
    <w:rsid w:val="005D7BC8"/>
    <w:rsid w:val="005D7D74"/>
    <w:rsid w:val="005E216A"/>
    <w:rsid w:val="005E236F"/>
    <w:rsid w:val="005E2C44"/>
    <w:rsid w:val="005E478C"/>
    <w:rsid w:val="005E4E73"/>
    <w:rsid w:val="005E7930"/>
    <w:rsid w:val="005E79C4"/>
    <w:rsid w:val="005F07E4"/>
    <w:rsid w:val="005F092B"/>
    <w:rsid w:val="005F176D"/>
    <w:rsid w:val="005F3807"/>
    <w:rsid w:val="005F4ED8"/>
    <w:rsid w:val="005F612F"/>
    <w:rsid w:val="005F6C54"/>
    <w:rsid w:val="005F7BBD"/>
    <w:rsid w:val="00601A7D"/>
    <w:rsid w:val="006031C7"/>
    <w:rsid w:val="00604437"/>
    <w:rsid w:val="00604E60"/>
    <w:rsid w:val="00605A83"/>
    <w:rsid w:val="00605B0D"/>
    <w:rsid w:val="00605B20"/>
    <w:rsid w:val="00607210"/>
    <w:rsid w:val="00607F91"/>
    <w:rsid w:val="00610314"/>
    <w:rsid w:val="00610933"/>
    <w:rsid w:val="00611CC4"/>
    <w:rsid w:val="00613191"/>
    <w:rsid w:val="006131F9"/>
    <w:rsid w:val="0061356D"/>
    <w:rsid w:val="00614931"/>
    <w:rsid w:val="00615EC9"/>
    <w:rsid w:val="006162D8"/>
    <w:rsid w:val="00620DD9"/>
    <w:rsid w:val="00621188"/>
    <w:rsid w:val="00622902"/>
    <w:rsid w:val="00623EDF"/>
    <w:rsid w:val="006243AF"/>
    <w:rsid w:val="006251A0"/>
    <w:rsid w:val="00625585"/>
    <w:rsid w:val="006257ED"/>
    <w:rsid w:val="0062709F"/>
    <w:rsid w:val="00627818"/>
    <w:rsid w:val="006323D6"/>
    <w:rsid w:val="00635170"/>
    <w:rsid w:val="00635DBD"/>
    <w:rsid w:val="00636012"/>
    <w:rsid w:val="0063751C"/>
    <w:rsid w:val="00643DDD"/>
    <w:rsid w:val="0064411D"/>
    <w:rsid w:val="00645A9A"/>
    <w:rsid w:val="00645EDF"/>
    <w:rsid w:val="00647645"/>
    <w:rsid w:val="006503FB"/>
    <w:rsid w:val="00650DA4"/>
    <w:rsid w:val="00652075"/>
    <w:rsid w:val="00652CC6"/>
    <w:rsid w:val="006566A6"/>
    <w:rsid w:val="00657CD1"/>
    <w:rsid w:val="00657D64"/>
    <w:rsid w:val="006611E5"/>
    <w:rsid w:val="006621A0"/>
    <w:rsid w:val="00663038"/>
    <w:rsid w:val="00665603"/>
    <w:rsid w:val="00666463"/>
    <w:rsid w:val="00666E7B"/>
    <w:rsid w:val="00667077"/>
    <w:rsid w:val="00667A65"/>
    <w:rsid w:val="00671627"/>
    <w:rsid w:val="00671E7F"/>
    <w:rsid w:val="0067235A"/>
    <w:rsid w:val="00674443"/>
    <w:rsid w:val="00675BD4"/>
    <w:rsid w:val="00675FF6"/>
    <w:rsid w:val="006769BE"/>
    <w:rsid w:val="00681B59"/>
    <w:rsid w:val="00682377"/>
    <w:rsid w:val="00683112"/>
    <w:rsid w:val="00684884"/>
    <w:rsid w:val="00684E93"/>
    <w:rsid w:val="00685B1B"/>
    <w:rsid w:val="00686CB1"/>
    <w:rsid w:val="00686FC4"/>
    <w:rsid w:val="00687929"/>
    <w:rsid w:val="006908D7"/>
    <w:rsid w:val="00690A12"/>
    <w:rsid w:val="0069114A"/>
    <w:rsid w:val="006942B9"/>
    <w:rsid w:val="006943A5"/>
    <w:rsid w:val="00694796"/>
    <w:rsid w:val="00694CA4"/>
    <w:rsid w:val="00695808"/>
    <w:rsid w:val="00695F4D"/>
    <w:rsid w:val="006974D7"/>
    <w:rsid w:val="006A08D1"/>
    <w:rsid w:val="006A3628"/>
    <w:rsid w:val="006A3C47"/>
    <w:rsid w:val="006A3D26"/>
    <w:rsid w:val="006A481F"/>
    <w:rsid w:val="006A773F"/>
    <w:rsid w:val="006B09EE"/>
    <w:rsid w:val="006B272D"/>
    <w:rsid w:val="006B38DE"/>
    <w:rsid w:val="006B3C59"/>
    <w:rsid w:val="006B4034"/>
    <w:rsid w:val="006B4152"/>
    <w:rsid w:val="006B42F3"/>
    <w:rsid w:val="006B46FB"/>
    <w:rsid w:val="006B4B63"/>
    <w:rsid w:val="006B5BF5"/>
    <w:rsid w:val="006B5CBA"/>
    <w:rsid w:val="006B74C4"/>
    <w:rsid w:val="006C1241"/>
    <w:rsid w:val="006C20D7"/>
    <w:rsid w:val="006C28A4"/>
    <w:rsid w:val="006C32B1"/>
    <w:rsid w:val="006C6BF2"/>
    <w:rsid w:val="006D0DE9"/>
    <w:rsid w:val="006D1E3D"/>
    <w:rsid w:val="006D4400"/>
    <w:rsid w:val="006D4E4F"/>
    <w:rsid w:val="006D5AC9"/>
    <w:rsid w:val="006D77B0"/>
    <w:rsid w:val="006D79FC"/>
    <w:rsid w:val="006D7CA1"/>
    <w:rsid w:val="006E0125"/>
    <w:rsid w:val="006E1E00"/>
    <w:rsid w:val="006E21FB"/>
    <w:rsid w:val="006E3708"/>
    <w:rsid w:val="006E397B"/>
    <w:rsid w:val="006E4027"/>
    <w:rsid w:val="006E473A"/>
    <w:rsid w:val="006E4C7D"/>
    <w:rsid w:val="006E4E2B"/>
    <w:rsid w:val="006E569A"/>
    <w:rsid w:val="006F06D7"/>
    <w:rsid w:val="006F1BAB"/>
    <w:rsid w:val="006F2B66"/>
    <w:rsid w:val="006F6C54"/>
    <w:rsid w:val="00702763"/>
    <w:rsid w:val="007034EA"/>
    <w:rsid w:val="007045FA"/>
    <w:rsid w:val="00704A42"/>
    <w:rsid w:val="00705D3E"/>
    <w:rsid w:val="007125CF"/>
    <w:rsid w:val="00713E85"/>
    <w:rsid w:val="00715AAA"/>
    <w:rsid w:val="00715C82"/>
    <w:rsid w:val="00715E79"/>
    <w:rsid w:val="00716776"/>
    <w:rsid w:val="00716F5B"/>
    <w:rsid w:val="007172C1"/>
    <w:rsid w:val="00721652"/>
    <w:rsid w:val="0072335C"/>
    <w:rsid w:val="00724CF4"/>
    <w:rsid w:val="0072732A"/>
    <w:rsid w:val="00730AD5"/>
    <w:rsid w:val="007314A7"/>
    <w:rsid w:val="00733FB8"/>
    <w:rsid w:val="00734EBC"/>
    <w:rsid w:val="00736064"/>
    <w:rsid w:val="007404E4"/>
    <w:rsid w:val="00740FA0"/>
    <w:rsid w:val="007414BA"/>
    <w:rsid w:val="00741FF3"/>
    <w:rsid w:val="00743E48"/>
    <w:rsid w:val="00744A8D"/>
    <w:rsid w:val="00745C4F"/>
    <w:rsid w:val="00747D9F"/>
    <w:rsid w:val="00750498"/>
    <w:rsid w:val="0075124F"/>
    <w:rsid w:val="0075147B"/>
    <w:rsid w:val="00753EF9"/>
    <w:rsid w:val="00754A65"/>
    <w:rsid w:val="00756BBA"/>
    <w:rsid w:val="00757EBA"/>
    <w:rsid w:val="00760E91"/>
    <w:rsid w:val="00761B28"/>
    <w:rsid w:val="00762F31"/>
    <w:rsid w:val="00762F5A"/>
    <w:rsid w:val="00763B62"/>
    <w:rsid w:val="00764BD2"/>
    <w:rsid w:val="00764F6B"/>
    <w:rsid w:val="007656EF"/>
    <w:rsid w:val="00765777"/>
    <w:rsid w:val="00765C5C"/>
    <w:rsid w:val="00766656"/>
    <w:rsid w:val="00775C27"/>
    <w:rsid w:val="00776575"/>
    <w:rsid w:val="00776AAA"/>
    <w:rsid w:val="0077717A"/>
    <w:rsid w:val="00777262"/>
    <w:rsid w:val="0077795F"/>
    <w:rsid w:val="00781019"/>
    <w:rsid w:val="00783812"/>
    <w:rsid w:val="00784969"/>
    <w:rsid w:val="0078543D"/>
    <w:rsid w:val="00791CF8"/>
    <w:rsid w:val="00792342"/>
    <w:rsid w:val="00792397"/>
    <w:rsid w:val="0079322F"/>
    <w:rsid w:val="00793DD1"/>
    <w:rsid w:val="00793F39"/>
    <w:rsid w:val="00795164"/>
    <w:rsid w:val="00795F35"/>
    <w:rsid w:val="00796D02"/>
    <w:rsid w:val="00797075"/>
    <w:rsid w:val="00797122"/>
    <w:rsid w:val="00797222"/>
    <w:rsid w:val="00797873"/>
    <w:rsid w:val="007A1E1F"/>
    <w:rsid w:val="007A253D"/>
    <w:rsid w:val="007A423E"/>
    <w:rsid w:val="007A46B8"/>
    <w:rsid w:val="007A69EE"/>
    <w:rsid w:val="007A6B3E"/>
    <w:rsid w:val="007B045C"/>
    <w:rsid w:val="007B04FD"/>
    <w:rsid w:val="007B2609"/>
    <w:rsid w:val="007B2785"/>
    <w:rsid w:val="007B459F"/>
    <w:rsid w:val="007B512A"/>
    <w:rsid w:val="007B5E4D"/>
    <w:rsid w:val="007C09B0"/>
    <w:rsid w:val="007C145B"/>
    <w:rsid w:val="007C2097"/>
    <w:rsid w:val="007C20E0"/>
    <w:rsid w:val="007C22C9"/>
    <w:rsid w:val="007C3670"/>
    <w:rsid w:val="007C4125"/>
    <w:rsid w:val="007C43AB"/>
    <w:rsid w:val="007C4ED7"/>
    <w:rsid w:val="007C59D6"/>
    <w:rsid w:val="007D02D3"/>
    <w:rsid w:val="007D1DE2"/>
    <w:rsid w:val="007D1F8F"/>
    <w:rsid w:val="007D382B"/>
    <w:rsid w:val="007D4095"/>
    <w:rsid w:val="007D5E92"/>
    <w:rsid w:val="007D6A07"/>
    <w:rsid w:val="007E0B8E"/>
    <w:rsid w:val="007E154B"/>
    <w:rsid w:val="007E31A6"/>
    <w:rsid w:val="007E4508"/>
    <w:rsid w:val="007E48EF"/>
    <w:rsid w:val="007E7573"/>
    <w:rsid w:val="007E76D5"/>
    <w:rsid w:val="007E7C70"/>
    <w:rsid w:val="007F0F1E"/>
    <w:rsid w:val="007F2DB3"/>
    <w:rsid w:val="007F387F"/>
    <w:rsid w:val="007F4852"/>
    <w:rsid w:val="007F4F00"/>
    <w:rsid w:val="007F6775"/>
    <w:rsid w:val="007F69A7"/>
    <w:rsid w:val="007F71CA"/>
    <w:rsid w:val="0080312A"/>
    <w:rsid w:val="008035BA"/>
    <w:rsid w:val="00810352"/>
    <w:rsid w:val="0081103F"/>
    <w:rsid w:val="008121D7"/>
    <w:rsid w:val="00814327"/>
    <w:rsid w:val="00820833"/>
    <w:rsid w:val="00820980"/>
    <w:rsid w:val="00822346"/>
    <w:rsid w:val="00822387"/>
    <w:rsid w:val="0082279B"/>
    <w:rsid w:val="008234EA"/>
    <w:rsid w:val="00823C0D"/>
    <w:rsid w:val="00824EF4"/>
    <w:rsid w:val="0082728E"/>
    <w:rsid w:val="008279FA"/>
    <w:rsid w:val="00827A31"/>
    <w:rsid w:val="00831DA8"/>
    <w:rsid w:val="00833C03"/>
    <w:rsid w:val="008348A6"/>
    <w:rsid w:val="00835F44"/>
    <w:rsid w:val="00837A01"/>
    <w:rsid w:val="00844CA6"/>
    <w:rsid w:val="00847C21"/>
    <w:rsid w:val="00850221"/>
    <w:rsid w:val="008506B3"/>
    <w:rsid w:val="008507B6"/>
    <w:rsid w:val="00850ECE"/>
    <w:rsid w:val="008513AA"/>
    <w:rsid w:val="0085259C"/>
    <w:rsid w:val="0085302C"/>
    <w:rsid w:val="00853EF7"/>
    <w:rsid w:val="008569DD"/>
    <w:rsid w:val="008618AB"/>
    <w:rsid w:val="008626E7"/>
    <w:rsid w:val="00862A8E"/>
    <w:rsid w:val="00862FD5"/>
    <w:rsid w:val="00863308"/>
    <w:rsid w:val="008639BF"/>
    <w:rsid w:val="00863E01"/>
    <w:rsid w:val="0086506D"/>
    <w:rsid w:val="008703D9"/>
    <w:rsid w:val="00870EE7"/>
    <w:rsid w:val="0087706A"/>
    <w:rsid w:val="0087729F"/>
    <w:rsid w:val="008777DF"/>
    <w:rsid w:val="008818CF"/>
    <w:rsid w:val="00881C1E"/>
    <w:rsid w:val="00882651"/>
    <w:rsid w:val="00887568"/>
    <w:rsid w:val="00890455"/>
    <w:rsid w:val="00892556"/>
    <w:rsid w:val="00892622"/>
    <w:rsid w:val="00894BC9"/>
    <w:rsid w:val="008957C6"/>
    <w:rsid w:val="0089592D"/>
    <w:rsid w:val="00897C92"/>
    <w:rsid w:val="008A20D2"/>
    <w:rsid w:val="008A48BB"/>
    <w:rsid w:val="008B0106"/>
    <w:rsid w:val="008B0EDB"/>
    <w:rsid w:val="008B1906"/>
    <w:rsid w:val="008B2201"/>
    <w:rsid w:val="008B3B3F"/>
    <w:rsid w:val="008B3D0A"/>
    <w:rsid w:val="008B67B9"/>
    <w:rsid w:val="008C121E"/>
    <w:rsid w:val="008C2687"/>
    <w:rsid w:val="008C2698"/>
    <w:rsid w:val="008C4AD7"/>
    <w:rsid w:val="008C5729"/>
    <w:rsid w:val="008C6471"/>
    <w:rsid w:val="008C6B5D"/>
    <w:rsid w:val="008C6BAD"/>
    <w:rsid w:val="008C6C49"/>
    <w:rsid w:val="008C6DB6"/>
    <w:rsid w:val="008C704D"/>
    <w:rsid w:val="008C779F"/>
    <w:rsid w:val="008D1157"/>
    <w:rsid w:val="008D1EE6"/>
    <w:rsid w:val="008D4C15"/>
    <w:rsid w:val="008D60F9"/>
    <w:rsid w:val="008D6812"/>
    <w:rsid w:val="008D6EF2"/>
    <w:rsid w:val="008D71FB"/>
    <w:rsid w:val="008D747B"/>
    <w:rsid w:val="008E006F"/>
    <w:rsid w:val="008E0B00"/>
    <w:rsid w:val="008E13E2"/>
    <w:rsid w:val="008E2A8A"/>
    <w:rsid w:val="008E52DD"/>
    <w:rsid w:val="008E532F"/>
    <w:rsid w:val="008F00A7"/>
    <w:rsid w:val="008F05F2"/>
    <w:rsid w:val="008F2554"/>
    <w:rsid w:val="008F5048"/>
    <w:rsid w:val="008F5618"/>
    <w:rsid w:val="008F58EA"/>
    <w:rsid w:val="008F686C"/>
    <w:rsid w:val="00900DD1"/>
    <w:rsid w:val="00902271"/>
    <w:rsid w:val="00903178"/>
    <w:rsid w:val="00903AFF"/>
    <w:rsid w:val="00903B40"/>
    <w:rsid w:val="00905868"/>
    <w:rsid w:val="00906D30"/>
    <w:rsid w:val="0090703F"/>
    <w:rsid w:val="00907699"/>
    <w:rsid w:val="00910437"/>
    <w:rsid w:val="009120F1"/>
    <w:rsid w:val="00913157"/>
    <w:rsid w:val="00914800"/>
    <w:rsid w:val="00915CFF"/>
    <w:rsid w:val="0091648D"/>
    <w:rsid w:val="009209A0"/>
    <w:rsid w:val="00920B57"/>
    <w:rsid w:val="00921258"/>
    <w:rsid w:val="00922033"/>
    <w:rsid w:val="00922250"/>
    <w:rsid w:val="009227DF"/>
    <w:rsid w:val="0092280A"/>
    <w:rsid w:val="00922F04"/>
    <w:rsid w:val="00924A6F"/>
    <w:rsid w:val="00925F24"/>
    <w:rsid w:val="00933B4A"/>
    <w:rsid w:val="009341E5"/>
    <w:rsid w:val="0093515F"/>
    <w:rsid w:val="00936B4B"/>
    <w:rsid w:val="00937347"/>
    <w:rsid w:val="009379BC"/>
    <w:rsid w:val="00937A7E"/>
    <w:rsid w:val="00937B9F"/>
    <w:rsid w:val="00941B69"/>
    <w:rsid w:val="00942421"/>
    <w:rsid w:val="009426E5"/>
    <w:rsid w:val="00942ACD"/>
    <w:rsid w:val="00943E9D"/>
    <w:rsid w:val="0094424B"/>
    <w:rsid w:val="009459EA"/>
    <w:rsid w:val="009515DE"/>
    <w:rsid w:val="0095194B"/>
    <w:rsid w:val="00955BC6"/>
    <w:rsid w:val="009620C8"/>
    <w:rsid w:val="009624D0"/>
    <w:rsid w:val="009633D4"/>
    <w:rsid w:val="00963975"/>
    <w:rsid w:val="00964783"/>
    <w:rsid w:val="00964AF0"/>
    <w:rsid w:val="0096591C"/>
    <w:rsid w:val="0096593E"/>
    <w:rsid w:val="009660F6"/>
    <w:rsid w:val="009667EF"/>
    <w:rsid w:val="009677B8"/>
    <w:rsid w:val="009709EC"/>
    <w:rsid w:val="009726B5"/>
    <w:rsid w:val="0097271E"/>
    <w:rsid w:val="00973112"/>
    <w:rsid w:val="009733ED"/>
    <w:rsid w:val="0097377E"/>
    <w:rsid w:val="00973E4B"/>
    <w:rsid w:val="0097485C"/>
    <w:rsid w:val="00975E57"/>
    <w:rsid w:val="009777D9"/>
    <w:rsid w:val="0098162A"/>
    <w:rsid w:val="00982A47"/>
    <w:rsid w:val="00983D2C"/>
    <w:rsid w:val="009861DF"/>
    <w:rsid w:val="009870C8"/>
    <w:rsid w:val="009902E6"/>
    <w:rsid w:val="0099097C"/>
    <w:rsid w:val="00991B88"/>
    <w:rsid w:val="0099258A"/>
    <w:rsid w:val="00992811"/>
    <w:rsid w:val="009929DD"/>
    <w:rsid w:val="00993175"/>
    <w:rsid w:val="009952F9"/>
    <w:rsid w:val="009963E9"/>
    <w:rsid w:val="009A215D"/>
    <w:rsid w:val="009A2B16"/>
    <w:rsid w:val="009A579D"/>
    <w:rsid w:val="009A5C60"/>
    <w:rsid w:val="009B0231"/>
    <w:rsid w:val="009B0932"/>
    <w:rsid w:val="009B1B10"/>
    <w:rsid w:val="009B2DF6"/>
    <w:rsid w:val="009B40AE"/>
    <w:rsid w:val="009B5AE5"/>
    <w:rsid w:val="009B5CFD"/>
    <w:rsid w:val="009B617C"/>
    <w:rsid w:val="009B6A36"/>
    <w:rsid w:val="009B747B"/>
    <w:rsid w:val="009C178F"/>
    <w:rsid w:val="009C1F49"/>
    <w:rsid w:val="009C2357"/>
    <w:rsid w:val="009C609C"/>
    <w:rsid w:val="009C6F54"/>
    <w:rsid w:val="009D0CD2"/>
    <w:rsid w:val="009D330B"/>
    <w:rsid w:val="009D333D"/>
    <w:rsid w:val="009D6852"/>
    <w:rsid w:val="009E3297"/>
    <w:rsid w:val="009E4DD1"/>
    <w:rsid w:val="009E4F59"/>
    <w:rsid w:val="009E4FA8"/>
    <w:rsid w:val="009F20F3"/>
    <w:rsid w:val="009F2F2E"/>
    <w:rsid w:val="009F3075"/>
    <w:rsid w:val="009F4D1A"/>
    <w:rsid w:val="009F5358"/>
    <w:rsid w:val="009F6754"/>
    <w:rsid w:val="009F734F"/>
    <w:rsid w:val="009F77A1"/>
    <w:rsid w:val="009F796F"/>
    <w:rsid w:val="00A014A8"/>
    <w:rsid w:val="00A03898"/>
    <w:rsid w:val="00A03999"/>
    <w:rsid w:val="00A044B0"/>
    <w:rsid w:val="00A048A8"/>
    <w:rsid w:val="00A055ED"/>
    <w:rsid w:val="00A0658D"/>
    <w:rsid w:val="00A06A9D"/>
    <w:rsid w:val="00A10307"/>
    <w:rsid w:val="00A1040F"/>
    <w:rsid w:val="00A11E0E"/>
    <w:rsid w:val="00A12751"/>
    <w:rsid w:val="00A14D3F"/>
    <w:rsid w:val="00A219DB"/>
    <w:rsid w:val="00A22EA1"/>
    <w:rsid w:val="00A2413E"/>
    <w:rsid w:val="00A246B6"/>
    <w:rsid w:val="00A26226"/>
    <w:rsid w:val="00A3084B"/>
    <w:rsid w:val="00A32410"/>
    <w:rsid w:val="00A331F7"/>
    <w:rsid w:val="00A35DE0"/>
    <w:rsid w:val="00A371F2"/>
    <w:rsid w:val="00A43ECC"/>
    <w:rsid w:val="00A4519C"/>
    <w:rsid w:val="00A459FC"/>
    <w:rsid w:val="00A46234"/>
    <w:rsid w:val="00A47814"/>
    <w:rsid w:val="00A47AAE"/>
    <w:rsid w:val="00A47E70"/>
    <w:rsid w:val="00A52103"/>
    <w:rsid w:val="00A521CF"/>
    <w:rsid w:val="00A5382E"/>
    <w:rsid w:val="00A53CFD"/>
    <w:rsid w:val="00A55C0E"/>
    <w:rsid w:val="00A5607A"/>
    <w:rsid w:val="00A60DDC"/>
    <w:rsid w:val="00A60EEE"/>
    <w:rsid w:val="00A61381"/>
    <w:rsid w:val="00A6258D"/>
    <w:rsid w:val="00A63FDF"/>
    <w:rsid w:val="00A64A78"/>
    <w:rsid w:val="00A651BF"/>
    <w:rsid w:val="00A668A2"/>
    <w:rsid w:val="00A6722B"/>
    <w:rsid w:val="00A67484"/>
    <w:rsid w:val="00A707C8"/>
    <w:rsid w:val="00A71861"/>
    <w:rsid w:val="00A739BA"/>
    <w:rsid w:val="00A7409A"/>
    <w:rsid w:val="00A7531E"/>
    <w:rsid w:val="00A7671C"/>
    <w:rsid w:val="00A76E56"/>
    <w:rsid w:val="00A80798"/>
    <w:rsid w:val="00A814D7"/>
    <w:rsid w:val="00A8179E"/>
    <w:rsid w:val="00A81860"/>
    <w:rsid w:val="00A8413A"/>
    <w:rsid w:val="00A8487A"/>
    <w:rsid w:val="00A85134"/>
    <w:rsid w:val="00A85ADD"/>
    <w:rsid w:val="00A85CD0"/>
    <w:rsid w:val="00A86011"/>
    <w:rsid w:val="00A864B0"/>
    <w:rsid w:val="00A875FE"/>
    <w:rsid w:val="00A90E58"/>
    <w:rsid w:val="00A91F5F"/>
    <w:rsid w:val="00A929B9"/>
    <w:rsid w:val="00A93613"/>
    <w:rsid w:val="00A94612"/>
    <w:rsid w:val="00A95458"/>
    <w:rsid w:val="00A95923"/>
    <w:rsid w:val="00A95F2A"/>
    <w:rsid w:val="00A96A3C"/>
    <w:rsid w:val="00A96B85"/>
    <w:rsid w:val="00A96E0C"/>
    <w:rsid w:val="00A96EDD"/>
    <w:rsid w:val="00AA2DB3"/>
    <w:rsid w:val="00AA4852"/>
    <w:rsid w:val="00AA49F3"/>
    <w:rsid w:val="00AA5D92"/>
    <w:rsid w:val="00AA612F"/>
    <w:rsid w:val="00AA66FE"/>
    <w:rsid w:val="00AB06FB"/>
    <w:rsid w:val="00AB0FD2"/>
    <w:rsid w:val="00AB1173"/>
    <w:rsid w:val="00AB1AF9"/>
    <w:rsid w:val="00AB2768"/>
    <w:rsid w:val="00AB37CD"/>
    <w:rsid w:val="00AB3B87"/>
    <w:rsid w:val="00AB4F09"/>
    <w:rsid w:val="00AB711C"/>
    <w:rsid w:val="00AC05ED"/>
    <w:rsid w:val="00AC0720"/>
    <w:rsid w:val="00AC1411"/>
    <w:rsid w:val="00AC3D05"/>
    <w:rsid w:val="00AC532C"/>
    <w:rsid w:val="00AC70FA"/>
    <w:rsid w:val="00AC7702"/>
    <w:rsid w:val="00AC772E"/>
    <w:rsid w:val="00AC7E16"/>
    <w:rsid w:val="00AD0370"/>
    <w:rsid w:val="00AD1CD8"/>
    <w:rsid w:val="00AD385B"/>
    <w:rsid w:val="00AD3DA1"/>
    <w:rsid w:val="00AD3FEA"/>
    <w:rsid w:val="00AD52B4"/>
    <w:rsid w:val="00AD7333"/>
    <w:rsid w:val="00AD77C1"/>
    <w:rsid w:val="00AD78FD"/>
    <w:rsid w:val="00AD790C"/>
    <w:rsid w:val="00AE0CDD"/>
    <w:rsid w:val="00AE2CD7"/>
    <w:rsid w:val="00AE3603"/>
    <w:rsid w:val="00AE54EB"/>
    <w:rsid w:val="00AE6ADA"/>
    <w:rsid w:val="00AF13FA"/>
    <w:rsid w:val="00AF201F"/>
    <w:rsid w:val="00AF245F"/>
    <w:rsid w:val="00AF32E5"/>
    <w:rsid w:val="00AF330C"/>
    <w:rsid w:val="00AF4236"/>
    <w:rsid w:val="00AF4F97"/>
    <w:rsid w:val="00AF5303"/>
    <w:rsid w:val="00AF6EC6"/>
    <w:rsid w:val="00B001B6"/>
    <w:rsid w:val="00B01391"/>
    <w:rsid w:val="00B02FC4"/>
    <w:rsid w:val="00B0371E"/>
    <w:rsid w:val="00B05CAE"/>
    <w:rsid w:val="00B07D72"/>
    <w:rsid w:val="00B11B1E"/>
    <w:rsid w:val="00B135DD"/>
    <w:rsid w:val="00B1607D"/>
    <w:rsid w:val="00B16C7B"/>
    <w:rsid w:val="00B179B8"/>
    <w:rsid w:val="00B204BB"/>
    <w:rsid w:val="00B20792"/>
    <w:rsid w:val="00B23878"/>
    <w:rsid w:val="00B238B4"/>
    <w:rsid w:val="00B23B64"/>
    <w:rsid w:val="00B23EEA"/>
    <w:rsid w:val="00B258BB"/>
    <w:rsid w:val="00B25C61"/>
    <w:rsid w:val="00B26133"/>
    <w:rsid w:val="00B27695"/>
    <w:rsid w:val="00B27A8E"/>
    <w:rsid w:val="00B316CD"/>
    <w:rsid w:val="00B317A1"/>
    <w:rsid w:val="00B33BC6"/>
    <w:rsid w:val="00B36AA7"/>
    <w:rsid w:val="00B40553"/>
    <w:rsid w:val="00B414BA"/>
    <w:rsid w:val="00B42FB2"/>
    <w:rsid w:val="00B431E1"/>
    <w:rsid w:val="00B441BC"/>
    <w:rsid w:val="00B44E88"/>
    <w:rsid w:val="00B4518A"/>
    <w:rsid w:val="00B45AF5"/>
    <w:rsid w:val="00B4655D"/>
    <w:rsid w:val="00B46783"/>
    <w:rsid w:val="00B46AC4"/>
    <w:rsid w:val="00B46E3F"/>
    <w:rsid w:val="00B475F0"/>
    <w:rsid w:val="00B51AFC"/>
    <w:rsid w:val="00B541C0"/>
    <w:rsid w:val="00B54EEF"/>
    <w:rsid w:val="00B55184"/>
    <w:rsid w:val="00B65A70"/>
    <w:rsid w:val="00B67821"/>
    <w:rsid w:val="00B67B97"/>
    <w:rsid w:val="00B71ADF"/>
    <w:rsid w:val="00B72399"/>
    <w:rsid w:val="00B72D87"/>
    <w:rsid w:val="00B738E7"/>
    <w:rsid w:val="00B74EB6"/>
    <w:rsid w:val="00B756D0"/>
    <w:rsid w:val="00B8154B"/>
    <w:rsid w:val="00B82033"/>
    <w:rsid w:val="00B83426"/>
    <w:rsid w:val="00B83742"/>
    <w:rsid w:val="00B83B98"/>
    <w:rsid w:val="00B83EC4"/>
    <w:rsid w:val="00B87B83"/>
    <w:rsid w:val="00B90848"/>
    <w:rsid w:val="00B92482"/>
    <w:rsid w:val="00B9450F"/>
    <w:rsid w:val="00B9463F"/>
    <w:rsid w:val="00B94873"/>
    <w:rsid w:val="00B94FBE"/>
    <w:rsid w:val="00B95E72"/>
    <w:rsid w:val="00B968C8"/>
    <w:rsid w:val="00B9697B"/>
    <w:rsid w:val="00B96BB4"/>
    <w:rsid w:val="00B97D41"/>
    <w:rsid w:val="00BA0D89"/>
    <w:rsid w:val="00BA3DF3"/>
    <w:rsid w:val="00BA3EC5"/>
    <w:rsid w:val="00BA4091"/>
    <w:rsid w:val="00BA48F1"/>
    <w:rsid w:val="00BA55B1"/>
    <w:rsid w:val="00BA6F69"/>
    <w:rsid w:val="00BB226D"/>
    <w:rsid w:val="00BB2DEA"/>
    <w:rsid w:val="00BB54CA"/>
    <w:rsid w:val="00BB5AB1"/>
    <w:rsid w:val="00BB5DFC"/>
    <w:rsid w:val="00BC25B6"/>
    <w:rsid w:val="00BC3631"/>
    <w:rsid w:val="00BC4727"/>
    <w:rsid w:val="00BC53C2"/>
    <w:rsid w:val="00BC53CD"/>
    <w:rsid w:val="00BC54EC"/>
    <w:rsid w:val="00BC68BE"/>
    <w:rsid w:val="00BC750F"/>
    <w:rsid w:val="00BC76B5"/>
    <w:rsid w:val="00BD0A0B"/>
    <w:rsid w:val="00BD1AAC"/>
    <w:rsid w:val="00BD279D"/>
    <w:rsid w:val="00BD4D57"/>
    <w:rsid w:val="00BD5B53"/>
    <w:rsid w:val="00BD5FB2"/>
    <w:rsid w:val="00BD6BB8"/>
    <w:rsid w:val="00BE21CF"/>
    <w:rsid w:val="00BE4206"/>
    <w:rsid w:val="00BE587B"/>
    <w:rsid w:val="00BF1343"/>
    <w:rsid w:val="00BF141D"/>
    <w:rsid w:val="00BF235E"/>
    <w:rsid w:val="00BF33E2"/>
    <w:rsid w:val="00BF3DD5"/>
    <w:rsid w:val="00BF49F3"/>
    <w:rsid w:val="00BF4BE2"/>
    <w:rsid w:val="00BF56BB"/>
    <w:rsid w:val="00BF57E2"/>
    <w:rsid w:val="00BF6463"/>
    <w:rsid w:val="00C00BF5"/>
    <w:rsid w:val="00C03E11"/>
    <w:rsid w:val="00C058E6"/>
    <w:rsid w:val="00C05BB2"/>
    <w:rsid w:val="00C05D12"/>
    <w:rsid w:val="00C06FB5"/>
    <w:rsid w:val="00C07D1E"/>
    <w:rsid w:val="00C10E25"/>
    <w:rsid w:val="00C1167C"/>
    <w:rsid w:val="00C13884"/>
    <w:rsid w:val="00C162AF"/>
    <w:rsid w:val="00C166D8"/>
    <w:rsid w:val="00C16962"/>
    <w:rsid w:val="00C17591"/>
    <w:rsid w:val="00C202E0"/>
    <w:rsid w:val="00C2043A"/>
    <w:rsid w:val="00C25BA8"/>
    <w:rsid w:val="00C265AF"/>
    <w:rsid w:val="00C3294E"/>
    <w:rsid w:val="00C32D7E"/>
    <w:rsid w:val="00C33394"/>
    <w:rsid w:val="00C3367F"/>
    <w:rsid w:val="00C37F53"/>
    <w:rsid w:val="00C40F13"/>
    <w:rsid w:val="00C412A9"/>
    <w:rsid w:val="00C42A77"/>
    <w:rsid w:val="00C445FC"/>
    <w:rsid w:val="00C44CDA"/>
    <w:rsid w:val="00C46905"/>
    <w:rsid w:val="00C4750C"/>
    <w:rsid w:val="00C517B3"/>
    <w:rsid w:val="00C54255"/>
    <w:rsid w:val="00C55C81"/>
    <w:rsid w:val="00C57166"/>
    <w:rsid w:val="00C6129D"/>
    <w:rsid w:val="00C6136D"/>
    <w:rsid w:val="00C61918"/>
    <w:rsid w:val="00C637AB"/>
    <w:rsid w:val="00C6408F"/>
    <w:rsid w:val="00C640E0"/>
    <w:rsid w:val="00C66F20"/>
    <w:rsid w:val="00C67221"/>
    <w:rsid w:val="00C70F89"/>
    <w:rsid w:val="00C72B36"/>
    <w:rsid w:val="00C7471E"/>
    <w:rsid w:val="00C7478A"/>
    <w:rsid w:val="00C7539F"/>
    <w:rsid w:val="00C77F0A"/>
    <w:rsid w:val="00C83760"/>
    <w:rsid w:val="00C850ED"/>
    <w:rsid w:val="00C855CE"/>
    <w:rsid w:val="00C86048"/>
    <w:rsid w:val="00C868FE"/>
    <w:rsid w:val="00C90826"/>
    <w:rsid w:val="00C91013"/>
    <w:rsid w:val="00C91032"/>
    <w:rsid w:val="00C91226"/>
    <w:rsid w:val="00C91C98"/>
    <w:rsid w:val="00C93FD9"/>
    <w:rsid w:val="00C947CA"/>
    <w:rsid w:val="00C953D2"/>
    <w:rsid w:val="00C95985"/>
    <w:rsid w:val="00C95B95"/>
    <w:rsid w:val="00C97065"/>
    <w:rsid w:val="00C974FF"/>
    <w:rsid w:val="00C979C9"/>
    <w:rsid w:val="00C97C55"/>
    <w:rsid w:val="00CA01AD"/>
    <w:rsid w:val="00CA170B"/>
    <w:rsid w:val="00CA32C0"/>
    <w:rsid w:val="00CA3906"/>
    <w:rsid w:val="00CA6479"/>
    <w:rsid w:val="00CA6F02"/>
    <w:rsid w:val="00CB01CC"/>
    <w:rsid w:val="00CB5458"/>
    <w:rsid w:val="00CB5798"/>
    <w:rsid w:val="00CB744C"/>
    <w:rsid w:val="00CB7AE8"/>
    <w:rsid w:val="00CC0026"/>
    <w:rsid w:val="00CC126B"/>
    <w:rsid w:val="00CC2855"/>
    <w:rsid w:val="00CC286B"/>
    <w:rsid w:val="00CC5026"/>
    <w:rsid w:val="00CC5065"/>
    <w:rsid w:val="00CC5A0A"/>
    <w:rsid w:val="00CC5AD9"/>
    <w:rsid w:val="00CC69B6"/>
    <w:rsid w:val="00CC7694"/>
    <w:rsid w:val="00CC77BC"/>
    <w:rsid w:val="00CD015B"/>
    <w:rsid w:val="00CD0A73"/>
    <w:rsid w:val="00CD57DB"/>
    <w:rsid w:val="00CD5CB6"/>
    <w:rsid w:val="00CD67C4"/>
    <w:rsid w:val="00CD719F"/>
    <w:rsid w:val="00CD74B1"/>
    <w:rsid w:val="00CE1B04"/>
    <w:rsid w:val="00CE23BC"/>
    <w:rsid w:val="00CE246B"/>
    <w:rsid w:val="00CE40A4"/>
    <w:rsid w:val="00CE5206"/>
    <w:rsid w:val="00CE5995"/>
    <w:rsid w:val="00CE5A05"/>
    <w:rsid w:val="00CE629D"/>
    <w:rsid w:val="00CE6330"/>
    <w:rsid w:val="00CE6E7B"/>
    <w:rsid w:val="00CF025F"/>
    <w:rsid w:val="00CF034C"/>
    <w:rsid w:val="00CF0A07"/>
    <w:rsid w:val="00CF1C23"/>
    <w:rsid w:val="00CF217F"/>
    <w:rsid w:val="00CF5DC6"/>
    <w:rsid w:val="00CF5FDE"/>
    <w:rsid w:val="00CF644A"/>
    <w:rsid w:val="00CF6D32"/>
    <w:rsid w:val="00CF71E6"/>
    <w:rsid w:val="00CF7956"/>
    <w:rsid w:val="00D0065A"/>
    <w:rsid w:val="00D02CF5"/>
    <w:rsid w:val="00D02D72"/>
    <w:rsid w:val="00D03F9A"/>
    <w:rsid w:val="00D043E7"/>
    <w:rsid w:val="00D05437"/>
    <w:rsid w:val="00D0555A"/>
    <w:rsid w:val="00D07E2B"/>
    <w:rsid w:val="00D17165"/>
    <w:rsid w:val="00D20F86"/>
    <w:rsid w:val="00D21CE1"/>
    <w:rsid w:val="00D22446"/>
    <w:rsid w:val="00D24576"/>
    <w:rsid w:val="00D24D08"/>
    <w:rsid w:val="00D251C4"/>
    <w:rsid w:val="00D3117F"/>
    <w:rsid w:val="00D31D98"/>
    <w:rsid w:val="00D32CDF"/>
    <w:rsid w:val="00D33488"/>
    <w:rsid w:val="00D33EB7"/>
    <w:rsid w:val="00D355A6"/>
    <w:rsid w:val="00D37246"/>
    <w:rsid w:val="00D404CC"/>
    <w:rsid w:val="00D4140D"/>
    <w:rsid w:val="00D42DCC"/>
    <w:rsid w:val="00D430F5"/>
    <w:rsid w:val="00D44920"/>
    <w:rsid w:val="00D45BF3"/>
    <w:rsid w:val="00D46221"/>
    <w:rsid w:val="00D4797B"/>
    <w:rsid w:val="00D5124B"/>
    <w:rsid w:val="00D51E8F"/>
    <w:rsid w:val="00D5290F"/>
    <w:rsid w:val="00D53A3B"/>
    <w:rsid w:val="00D542F6"/>
    <w:rsid w:val="00D567C5"/>
    <w:rsid w:val="00D56DBB"/>
    <w:rsid w:val="00D57B05"/>
    <w:rsid w:val="00D602BD"/>
    <w:rsid w:val="00D609D1"/>
    <w:rsid w:val="00D620C5"/>
    <w:rsid w:val="00D62683"/>
    <w:rsid w:val="00D64917"/>
    <w:rsid w:val="00D6633F"/>
    <w:rsid w:val="00D702D5"/>
    <w:rsid w:val="00D73314"/>
    <w:rsid w:val="00D73A69"/>
    <w:rsid w:val="00D74226"/>
    <w:rsid w:val="00D74FCD"/>
    <w:rsid w:val="00D7522A"/>
    <w:rsid w:val="00D80E6A"/>
    <w:rsid w:val="00D81DE0"/>
    <w:rsid w:val="00D82A37"/>
    <w:rsid w:val="00D8302C"/>
    <w:rsid w:val="00D83726"/>
    <w:rsid w:val="00D83BE1"/>
    <w:rsid w:val="00D84D2D"/>
    <w:rsid w:val="00D85226"/>
    <w:rsid w:val="00D85D58"/>
    <w:rsid w:val="00D9248E"/>
    <w:rsid w:val="00D9319F"/>
    <w:rsid w:val="00D9361E"/>
    <w:rsid w:val="00D93837"/>
    <w:rsid w:val="00D95BFA"/>
    <w:rsid w:val="00D95D20"/>
    <w:rsid w:val="00D96CA0"/>
    <w:rsid w:val="00D97490"/>
    <w:rsid w:val="00DA1389"/>
    <w:rsid w:val="00DA3049"/>
    <w:rsid w:val="00DA3EF8"/>
    <w:rsid w:val="00DA4AD6"/>
    <w:rsid w:val="00DA5001"/>
    <w:rsid w:val="00DA5033"/>
    <w:rsid w:val="00DA6574"/>
    <w:rsid w:val="00DA6841"/>
    <w:rsid w:val="00DB0732"/>
    <w:rsid w:val="00DB1B8C"/>
    <w:rsid w:val="00DB1F13"/>
    <w:rsid w:val="00DB1F6A"/>
    <w:rsid w:val="00DB2091"/>
    <w:rsid w:val="00DB3495"/>
    <w:rsid w:val="00DB4066"/>
    <w:rsid w:val="00DB4623"/>
    <w:rsid w:val="00DB53A6"/>
    <w:rsid w:val="00DB7128"/>
    <w:rsid w:val="00DC01C9"/>
    <w:rsid w:val="00DC2B17"/>
    <w:rsid w:val="00DC326E"/>
    <w:rsid w:val="00DC35D1"/>
    <w:rsid w:val="00DC3680"/>
    <w:rsid w:val="00DC5CF8"/>
    <w:rsid w:val="00DC652A"/>
    <w:rsid w:val="00DC711F"/>
    <w:rsid w:val="00DC7233"/>
    <w:rsid w:val="00DD13DD"/>
    <w:rsid w:val="00DD29CD"/>
    <w:rsid w:val="00DD354B"/>
    <w:rsid w:val="00DD3996"/>
    <w:rsid w:val="00DD4055"/>
    <w:rsid w:val="00DE145E"/>
    <w:rsid w:val="00DE34CF"/>
    <w:rsid w:val="00DE437E"/>
    <w:rsid w:val="00DE4C7A"/>
    <w:rsid w:val="00DE5077"/>
    <w:rsid w:val="00DE54E6"/>
    <w:rsid w:val="00DE70E9"/>
    <w:rsid w:val="00DE7323"/>
    <w:rsid w:val="00DF0478"/>
    <w:rsid w:val="00DF07DD"/>
    <w:rsid w:val="00DF0982"/>
    <w:rsid w:val="00DF0C03"/>
    <w:rsid w:val="00DF1AB1"/>
    <w:rsid w:val="00DF1AC6"/>
    <w:rsid w:val="00DF32A2"/>
    <w:rsid w:val="00DF4AD6"/>
    <w:rsid w:val="00DF5084"/>
    <w:rsid w:val="00DF62C2"/>
    <w:rsid w:val="00DF6775"/>
    <w:rsid w:val="00DF7BC9"/>
    <w:rsid w:val="00E00012"/>
    <w:rsid w:val="00E00A29"/>
    <w:rsid w:val="00E01158"/>
    <w:rsid w:val="00E03C69"/>
    <w:rsid w:val="00E04484"/>
    <w:rsid w:val="00E04DA2"/>
    <w:rsid w:val="00E05CF5"/>
    <w:rsid w:val="00E064AD"/>
    <w:rsid w:val="00E07F3D"/>
    <w:rsid w:val="00E10D5C"/>
    <w:rsid w:val="00E114F7"/>
    <w:rsid w:val="00E13121"/>
    <w:rsid w:val="00E13AF6"/>
    <w:rsid w:val="00E14A2F"/>
    <w:rsid w:val="00E15CC8"/>
    <w:rsid w:val="00E1670D"/>
    <w:rsid w:val="00E20E69"/>
    <w:rsid w:val="00E222C2"/>
    <w:rsid w:val="00E224C0"/>
    <w:rsid w:val="00E22EF8"/>
    <w:rsid w:val="00E246C6"/>
    <w:rsid w:val="00E259B6"/>
    <w:rsid w:val="00E25F06"/>
    <w:rsid w:val="00E26161"/>
    <w:rsid w:val="00E264E2"/>
    <w:rsid w:val="00E32178"/>
    <w:rsid w:val="00E339C2"/>
    <w:rsid w:val="00E378A3"/>
    <w:rsid w:val="00E404D6"/>
    <w:rsid w:val="00E415D5"/>
    <w:rsid w:val="00E43179"/>
    <w:rsid w:val="00E45DB6"/>
    <w:rsid w:val="00E4797B"/>
    <w:rsid w:val="00E47C66"/>
    <w:rsid w:val="00E52914"/>
    <w:rsid w:val="00E533D4"/>
    <w:rsid w:val="00E53619"/>
    <w:rsid w:val="00E54DDB"/>
    <w:rsid w:val="00E574C3"/>
    <w:rsid w:val="00E61D42"/>
    <w:rsid w:val="00E6241B"/>
    <w:rsid w:val="00E62EE4"/>
    <w:rsid w:val="00E62FBE"/>
    <w:rsid w:val="00E64308"/>
    <w:rsid w:val="00E64972"/>
    <w:rsid w:val="00E65E36"/>
    <w:rsid w:val="00E679F4"/>
    <w:rsid w:val="00E702E9"/>
    <w:rsid w:val="00E7070B"/>
    <w:rsid w:val="00E71355"/>
    <w:rsid w:val="00E72457"/>
    <w:rsid w:val="00E72C2A"/>
    <w:rsid w:val="00E732A1"/>
    <w:rsid w:val="00E73EDD"/>
    <w:rsid w:val="00E77F2F"/>
    <w:rsid w:val="00E82214"/>
    <w:rsid w:val="00E82CA4"/>
    <w:rsid w:val="00E82D5D"/>
    <w:rsid w:val="00E8477C"/>
    <w:rsid w:val="00E848F2"/>
    <w:rsid w:val="00E84F97"/>
    <w:rsid w:val="00E853AF"/>
    <w:rsid w:val="00E85CC2"/>
    <w:rsid w:val="00E8762F"/>
    <w:rsid w:val="00E929AE"/>
    <w:rsid w:val="00E9326E"/>
    <w:rsid w:val="00E94F19"/>
    <w:rsid w:val="00E9538E"/>
    <w:rsid w:val="00E9629A"/>
    <w:rsid w:val="00E96B80"/>
    <w:rsid w:val="00E97161"/>
    <w:rsid w:val="00E97C6A"/>
    <w:rsid w:val="00EA07A4"/>
    <w:rsid w:val="00EA0C17"/>
    <w:rsid w:val="00EA2FBD"/>
    <w:rsid w:val="00EA3066"/>
    <w:rsid w:val="00EA5DEC"/>
    <w:rsid w:val="00EA6498"/>
    <w:rsid w:val="00EA704E"/>
    <w:rsid w:val="00EB1A06"/>
    <w:rsid w:val="00EB20EA"/>
    <w:rsid w:val="00EB2378"/>
    <w:rsid w:val="00EB39D6"/>
    <w:rsid w:val="00EB3C41"/>
    <w:rsid w:val="00EB4E51"/>
    <w:rsid w:val="00EB6779"/>
    <w:rsid w:val="00EB68AD"/>
    <w:rsid w:val="00EC02E5"/>
    <w:rsid w:val="00EC1922"/>
    <w:rsid w:val="00EC285E"/>
    <w:rsid w:val="00EC3811"/>
    <w:rsid w:val="00EC42FF"/>
    <w:rsid w:val="00EC4FD1"/>
    <w:rsid w:val="00ED0FCD"/>
    <w:rsid w:val="00ED1BA1"/>
    <w:rsid w:val="00ED40B1"/>
    <w:rsid w:val="00ED5D2F"/>
    <w:rsid w:val="00ED6FE3"/>
    <w:rsid w:val="00ED706E"/>
    <w:rsid w:val="00ED7346"/>
    <w:rsid w:val="00EE1112"/>
    <w:rsid w:val="00EE3596"/>
    <w:rsid w:val="00EE67C3"/>
    <w:rsid w:val="00EE6A3E"/>
    <w:rsid w:val="00EE764D"/>
    <w:rsid w:val="00EE7D7C"/>
    <w:rsid w:val="00EF01F9"/>
    <w:rsid w:val="00EF1758"/>
    <w:rsid w:val="00EF1F97"/>
    <w:rsid w:val="00EF28A2"/>
    <w:rsid w:val="00EF307C"/>
    <w:rsid w:val="00EF4909"/>
    <w:rsid w:val="00EF5BCD"/>
    <w:rsid w:val="00EF688C"/>
    <w:rsid w:val="00EF7958"/>
    <w:rsid w:val="00F015A1"/>
    <w:rsid w:val="00F01DFF"/>
    <w:rsid w:val="00F0459B"/>
    <w:rsid w:val="00F05560"/>
    <w:rsid w:val="00F0586C"/>
    <w:rsid w:val="00F07D27"/>
    <w:rsid w:val="00F1186B"/>
    <w:rsid w:val="00F13F0D"/>
    <w:rsid w:val="00F150F8"/>
    <w:rsid w:val="00F15C0B"/>
    <w:rsid w:val="00F16FFB"/>
    <w:rsid w:val="00F17C6B"/>
    <w:rsid w:val="00F17E3D"/>
    <w:rsid w:val="00F23458"/>
    <w:rsid w:val="00F2499B"/>
    <w:rsid w:val="00F25D98"/>
    <w:rsid w:val="00F25DA5"/>
    <w:rsid w:val="00F271CD"/>
    <w:rsid w:val="00F27B57"/>
    <w:rsid w:val="00F300FB"/>
    <w:rsid w:val="00F30740"/>
    <w:rsid w:val="00F31037"/>
    <w:rsid w:val="00F310FC"/>
    <w:rsid w:val="00F31742"/>
    <w:rsid w:val="00F31CD1"/>
    <w:rsid w:val="00F33097"/>
    <w:rsid w:val="00F3309C"/>
    <w:rsid w:val="00F34D1A"/>
    <w:rsid w:val="00F3724A"/>
    <w:rsid w:val="00F42C90"/>
    <w:rsid w:val="00F476EF"/>
    <w:rsid w:val="00F500BD"/>
    <w:rsid w:val="00F50942"/>
    <w:rsid w:val="00F51F6E"/>
    <w:rsid w:val="00F52444"/>
    <w:rsid w:val="00F5278F"/>
    <w:rsid w:val="00F53531"/>
    <w:rsid w:val="00F55158"/>
    <w:rsid w:val="00F55983"/>
    <w:rsid w:val="00F57104"/>
    <w:rsid w:val="00F60C8E"/>
    <w:rsid w:val="00F6170F"/>
    <w:rsid w:val="00F628D9"/>
    <w:rsid w:val="00F63729"/>
    <w:rsid w:val="00F6411C"/>
    <w:rsid w:val="00F7039C"/>
    <w:rsid w:val="00F70D7B"/>
    <w:rsid w:val="00F7133F"/>
    <w:rsid w:val="00F72900"/>
    <w:rsid w:val="00F73F90"/>
    <w:rsid w:val="00F745DA"/>
    <w:rsid w:val="00F748EB"/>
    <w:rsid w:val="00F77F43"/>
    <w:rsid w:val="00F80B92"/>
    <w:rsid w:val="00F80F9B"/>
    <w:rsid w:val="00F8277A"/>
    <w:rsid w:val="00F845F8"/>
    <w:rsid w:val="00F86332"/>
    <w:rsid w:val="00F9030A"/>
    <w:rsid w:val="00F904A5"/>
    <w:rsid w:val="00F91050"/>
    <w:rsid w:val="00F91389"/>
    <w:rsid w:val="00F9170C"/>
    <w:rsid w:val="00F93468"/>
    <w:rsid w:val="00F94847"/>
    <w:rsid w:val="00F952DA"/>
    <w:rsid w:val="00F96FA5"/>
    <w:rsid w:val="00F978E6"/>
    <w:rsid w:val="00FA0C3F"/>
    <w:rsid w:val="00FA1CE6"/>
    <w:rsid w:val="00FA2F3B"/>
    <w:rsid w:val="00FA3574"/>
    <w:rsid w:val="00FA4172"/>
    <w:rsid w:val="00FA47DA"/>
    <w:rsid w:val="00FA4BA2"/>
    <w:rsid w:val="00FA75E0"/>
    <w:rsid w:val="00FA77CC"/>
    <w:rsid w:val="00FB0F13"/>
    <w:rsid w:val="00FB1140"/>
    <w:rsid w:val="00FB2249"/>
    <w:rsid w:val="00FB2848"/>
    <w:rsid w:val="00FB2935"/>
    <w:rsid w:val="00FB29A1"/>
    <w:rsid w:val="00FB29FA"/>
    <w:rsid w:val="00FB5991"/>
    <w:rsid w:val="00FB6386"/>
    <w:rsid w:val="00FB64AB"/>
    <w:rsid w:val="00FB6F53"/>
    <w:rsid w:val="00FC19E9"/>
    <w:rsid w:val="00FC1F01"/>
    <w:rsid w:val="00FC2395"/>
    <w:rsid w:val="00FC2CA2"/>
    <w:rsid w:val="00FC36FC"/>
    <w:rsid w:val="00FC7B79"/>
    <w:rsid w:val="00FD03D0"/>
    <w:rsid w:val="00FD470B"/>
    <w:rsid w:val="00FD5475"/>
    <w:rsid w:val="00FD618D"/>
    <w:rsid w:val="00FE048E"/>
    <w:rsid w:val="00FE3154"/>
    <w:rsid w:val="00FE6094"/>
    <w:rsid w:val="00FE698B"/>
    <w:rsid w:val="00FF0392"/>
    <w:rsid w:val="00FF0529"/>
    <w:rsid w:val="00FF136C"/>
    <w:rsid w:val="00FF1AAB"/>
    <w:rsid w:val="00FF1AC4"/>
    <w:rsid w:val="00FF3407"/>
    <w:rsid w:val="00FF4F6F"/>
    <w:rsid w:val="00FF54E6"/>
    <w:rsid w:val="00FF574A"/>
    <w:rsid w:val="00FF7162"/>
    <w:rsid w:val="00FF7D9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C1F5F7"/>
  <w15:docId w15:val="{0C6C6DE3-ED1D-4491-8873-433137ADC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N)" w:eastAsiaTheme="minorEastAsia" w:hAnsi="CG Times (W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3117F"/>
    <w:pPr>
      <w:overflowPunct w:val="0"/>
      <w:autoSpaceDE w:val="0"/>
      <w:autoSpaceDN w:val="0"/>
      <w:adjustRightInd w:val="0"/>
      <w:spacing w:after="180"/>
      <w:textAlignment w:val="baseline"/>
    </w:pPr>
    <w:rPr>
      <w:rFonts w:ascii="Times New Roman" w:eastAsia="Times New Roman" w:hAnsi="Times New Roman"/>
      <w:lang w:val="en-GB" w:eastAsia="en-GB"/>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
    <w:qFormat/>
    <w:rsid w:val="00D3117F"/>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val="en-GB" w:eastAsia="en-GB"/>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h22"/>
    <w:basedOn w:val="Heading1"/>
    <w:next w:val="Normal"/>
    <w:link w:val="Heading2Char"/>
    <w:qFormat/>
    <w:rsid w:val="00D3117F"/>
    <w:pPr>
      <w:pBdr>
        <w:top w:val="none" w:sz="0" w:space="0" w:color="auto"/>
      </w:pBdr>
      <w:spacing w:before="180"/>
      <w:outlineLvl w:val="1"/>
    </w:pPr>
    <w:rPr>
      <w:sz w:val="32"/>
    </w:rPr>
  </w:style>
  <w:style w:type="paragraph" w:styleId="Heading3">
    <w:name w:val="heading 3"/>
    <w:aliases w:val="Underrubrik2,H3,h3,Memo Heading 3,no break,0H,l3,list 3,Head 3,1.1.1,3rd level,Major Section Sub Section,PA Minor Section,Head3,Level 3 Head,31,32,33,311,321,34,312,322,35,313,323,36,314,324,37,315,325,38,316,326,39,317,327,310,318,328,1.1,331"/>
    <w:basedOn w:val="Heading2"/>
    <w:next w:val="Normal"/>
    <w:link w:val="Heading3Char"/>
    <w:qFormat/>
    <w:rsid w:val="00D3117F"/>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 4,Heading 14,Heading 141,Heading 142,4,subsub,subsubsect,..."/>
    <w:basedOn w:val="Heading3"/>
    <w:next w:val="Normal"/>
    <w:link w:val="Heading4Char"/>
    <w:qFormat/>
    <w:rsid w:val="00D3117F"/>
    <w:pPr>
      <w:ind w:left="1418" w:hanging="1418"/>
      <w:outlineLvl w:val="3"/>
    </w:pPr>
    <w:rPr>
      <w:sz w:val="24"/>
    </w:rPr>
  </w:style>
  <w:style w:type="paragraph" w:styleId="Heading5">
    <w:name w:val="heading 5"/>
    <w:aliases w:val="h5,Heading5,Head5,H5,M5,mh2,Module heading 2,heading 8,Numbered Sub-list,Heading 81,标题 81,Heading 811,Heading 8111"/>
    <w:basedOn w:val="Heading4"/>
    <w:next w:val="Normal"/>
    <w:link w:val="Heading5Char"/>
    <w:qFormat/>
    <w:rsid w:val="00D3117F"/>
    <w:pPr>
      <w:ind w:left="1701" w:hanging="1701"/>
      <w:outlineLvl w:val="4"/>
    </w:pPr>
    <w:rPr>
      <w:sz w:val="22"/>
    </w:rPr>
  </w:style>
  <w:style w:type="paragraph" w:styleId="Heading6">
    <w:name w:val="heading 6"/>
    <w:aliases w:val="T1,Header 6"/>
    <w:basedOn w:val="H6"/>
    <w:next w:val="Normal"/>
    <w:link w:val="Heading6Char"/>
    <w:qFormat/>
    <w:rsid w:val="00D3117F"/>
    <w:pPr>
      <w:outlineLvl w:val="5"/>
    </w:pPr>
  </w:style>
  <w:style w:type="paragraph" w:styleId="Heading7">
    <w:name w:val="heading 7"/>
    <w:basedOn w:val="H6"/>
    <w:next w:val="Normal"/>
    <w:link w:val="Heading7Char"/>
    <w:qFormat/>
    <w:rsid w:val="00D3117F"/>
    <w:pPr>
      <w:outlineLvl w:val="6"/>
    </w:pPr>
  </w:style>
  <w:style w:type="paragraph" w:styleId="Heading8">
    <w:name w:val="heading 8"/>
    <w:basedOn w:val="Heading1"/>
    <w:next w:val="Normal"/>
    <w:link w:val="Heading8Char"/>
    <w:qFormat/>
    <w:rsid w:val="00D3117F"/>
    <w:pPr>
      <w:ind w:left="0" w:firstLine="0"/>
      <w:outlineLvl w:val="7"/>
    </w:pPr>
  </w:style>
  <w:style w:type="paragraph" w:styleId="Heading9">
    <w:name w:val="heading 9"/>
    <w:basedOn w:val="Heading8"/>
    <w:next w:val="Normal"/>
    <w:link w:val="Heading9Char"/>
    <w:qFormat/>
    <w:rsid w:val="00D3117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uiPriority w:val="39"/>
    <w:rsid w:val="00D3117F"/>
    <w:pPr>
      <w:spacing w:before="180"/>
      <w:ind w:left="2693" w:hanging="2693"/>
    </w:pPr>
    <w:rPr>
      <w:b/>
    </w:rPr>
  </w:style>
  <w:style w:type="paragraph" w:styleId="TOC1">
    <w:name w:val="toc 1"/>
    <w:uiPriority w:val="39"/>
    <w:rsid w:val="00D3117F"/>
    <w:pPr>
      <w:keepNext/>
      <w:keepLines/>
      <w:widowControl w:val="0"/>
      <w:tabs>
        <w:tab w:val="right" w:leader="dot" w:pos="9639"/>
      </w:tabs>
      <w:overflowPunct w:val="0"/>
      <w:autoSpaceDE w:val="0"/>
      <w:autoSpaceDN w:val="0"/>
      <w:adjustRightInd w:val="0"/>
      <w:spacing w:before="120"/>
      <w:ind w:left="567" w:right="425" w:hanging="567"/>
      <w:textAlignment w:val="baseline"/>
    </w:pPr>
    <w:rPr>
      <w:rFonts w:ascii="Times New Roman" w:eastAsia="Times New Roman" w:hAnsi="Times New Roman"/>
      <w:noProof/>
      <w:sz w:val="22"/>
      <w:lang w:val="en-GB" w:eastAsia="en-GB"/>
    </w:rPr>
  </w:style>
  <w:style w:type="paragraph" w:customStyle="1" w:styleId="ZT">
    <w:name w:val="ZT"/>
    <w:rsid w:val="00D3117F"/>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GB"/>
    </w:rPr>
  </w:style>
  <w:style w:type="paragraph" w:styleId="TOC5">
    <w:name w:val="toc 5"/>
    <w:basedOn w:val="TOC4"/>
    <w:uiPriority w:val="39"/>
    <w:rsid w:val="00D3117F"/>
    <w:pPr>
      <w:ind w:left="1701" w:hanging="1701"/>
    </w:pPr>
  </w:style>
  <w:style w:type="paragraph" w:styleId="TOC4">
    <w:name w:val="toc 4"/>
    <w:basedOn w:val="TOC3"/>
    <w:uiPriority w:val="39"/>
    <w:rsid w:val="00D3117F"/>
    <w:pPr>
      <w:ind w:left="1418" w:hanging="1418"/>
    </w:pPr>
  </w:style>
  <w:style w:type="paragraph" w:styleId="TOC3">
    <w:name w:val="toc 3"/>
    <w:basedOn w:val="TOC2"/>
    <w:uiPriority w:val="39"/>
    <w:rsid w:val="00D3117F"/>
    <w:pPr>
      <w:ind w:left="1134" w:hanging="1134"/>
    </w:pPr>
  </w:style>
  <w:style w:type="paragraph" w:styleId="TOC2">
    <w:name w:val="toc 2"/>
    <w:basedOn w:val="TOC1"/>
    <w:uiPriority w:val="39"/>
    <w:rsid w:val="00D3117F"/>
    <w:pPr>
      <w:keepNext w:val="0"/>
      <w:spacing w:before="0"/>
      <w:ind w:left="851" w:hanging="851"/>
    </w:pPr>
    <w:rPr>
      <w:sz w:val="20"/>
    </w:rPr>
  </w:style>
  <w:style w:type="paragraph" w:styleId="Index2">
    <w:name w:val="index 2"/>
    <w:basedOn w:val="Index1"/>
    <w:rsid w:val="00D3117F"/>
    <w:pPr>
      <w:ind w:left="284"/>
    </w:pPr>
  </w:style>
  <w:style w:type="paragraph" w:styleId="Index1">
    <w:name w:val="index 1"/>
    <w:basedOn w:val="Normal"/>
    <w:rsid w:val="00D3117F"/>
    <w:pPr>
      <w:keepLines/>
      <w:spacing w:after="0"/>
    </w:pPr>
  </w:style>
  <w:style w:type="paragraph" w:customStyle="1" w:styleId="ZH">
    <w:name w:val="ZH"/>
    <w:rsid w:val="00D3117F"/>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GB"/>
    </w:rPr>
  </w:style>
  <w:style w:type="paragraph" w:customStyle="1" w:styleId="TT">
    <w:name w:val="TT"/>
    <w:basedOn w:val="Heading1"/>
    <w:next w:val="Normal"/>
    <w:rsid w:val="00D3117F"/>
    <w:pPr>
      <w:outlineLvl w:val="9"/>
    </w:pPr>
  </w:style>
  <w:style w:type="paragraph" w:styleId="ListNumber2">
    <w:name w:val="List Number 2"/>
    <w:basedOn w:val="ListNumber"/>
    <w:rsid w:val="00D3117F"/>
    <w:pPr>
      <w:ind w:left="851"/>
    </w:p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h"/>
    <w:link w:val="HeaderChar"/>
    <w:rsid w:val="00D3117F"/>
    <w:pPr>
      <w:widowControl w:val="0"/>
      <w:overflowPunct w:val="0"/>
      <w:autoSpaceDE w:val="0"/>
      <w:autoSpaceDN w:val="0"/>
      <w:adjustRightInd w:val="0"/>
      <w:textAlignment w:val="baseline"/>
    </w:pPr>
    <w:rPr>
      <w:rFonts w:ascii="Arial" w:eastAsia="Times New Roman" w:hAnsi="Arial"/>
      <w:b/>
      <w:noProof/>
      <w:sz w:val="18"/>
      <w:lang w:val="en-GB" w:eastAsia="en-GB"/>
    </w:rPr>
  </w:style>
  <w:style w:type="character" w:styleId="FootnoteReference">
    <w:name w:val="footnote reference"/>
    <w:basedOn w:val="DefaultParagraphFont"/>
    <w:rsid w:val="00D3117F"/>
    <w:rPr>
      <w:b/>
      <w:position w:val="6"/>
      <w:sz w:val="16"/>
    </w:rPr>
  </w:style>
  <w:style w:type="paragraph" w:styleId="FootnoteText">
    <w:name w:val="footnote text"/>
    <w:basedOn w:val="Normal"/>
    <w:link w:val="FootnoteTextChar"/>
    <w:rsid w:val="00D3117F"/>
    <w:pPr>
      <w:keepLines/>
      <w:spacing w:after="0"/>
      <w:ind w:left="454" w:hanging="454"/>
    </w:pPr>
    <w:rPr>
      <w:sz w:val="16"/>
    </w:rPr>
  </w:style>
  <w:style w:type="paragraph" w:customStyle="1" w:styleId="TAH">
    <w:name w:val="TAH"/>
    <w:basedOn w:val="TAC"/>
    <w:link w:val="TAHCar"/>
    <w:qFormat/>
    <w:rsid w:val="00D3117F"/>
    <w:rPr>
      <w:b/>
    </w:rPr>
  </w:style>
  <w:style w:type="paragraph" w:customStyle="1" w:styleId="TAC">
    <w:name w:val="TAC"/>
    <w:basedOn w:val="TAL"/>
    <w:link w:val="TACChar"/>
    <w:qFormat/>
    <w:rsid w:val="00D3117F"/>
    <w:pPr>
      <w:jc w:val="center"/>
    </w:pPr>
  </w:style>
  <w:style w:type="paragraph" w:customStyle="1" w:styleId="TF">
    <w:name w:val="TF"/>
    <w:aliases w:val="left"/>
    <w:basedOn w:val="TH"/>
    <w:link w:val="TFChar"/>
    <w:rsid w:val="00D3117F"/>
    <w:pPr>
      <w:keepNext w:val="0"/>
      <w:spacing w:before="0" w:after="240"/>
    </w:pPr>
  </w:style>
  <w:style w:type="paragraph" w:customStyle="1" w:styleId="NO">
    <w:name w:val="NO"/>
    <w:basedOn w:val="Normal"/>
    <w:link w:val="NOChar"/>
    <w:rsid w:val="00D3117F"/>
    <w:pPr>
      <w:keepLines/>
      <w:ind w:left="1135" w:hanging="851"/>
    </w:pPr>
  </w:style>
  <w:style w:type="paragraph" w:styleId="TOC9">
    <w:name w:val="toc 9"/>
    <w:basedOn w:val="TOC8"/>
    <w:uiPriority w:val="39"/>
    <w:rsid w:val="00D3117F"/>
    <w:pPr>
      <w:ind w:left="1418" w:hanging="1418"/>
    </w:pPr>
  </w:style>
  <w:style w:type="paragraph" w:customStyle="1" w:styleId="EX">
    <w:name w:val="EX"/>
    <w:basedOn w:val="Normal"/>
    <w:link w:val="EXChar"/>
    <w:rsid w:val="00D3117F"/>
    <w:pPr>
      <w:keepLines/>
      <w:ind w:left="1702" w:hanging="1418"/>
    </w:pPr>
  </w:style>
  <w:style w:type="paragraph" w:customStyle="1" w:styleId="FP">
    <w:name w:val="FP"/>
    <w:basedOn w:val="Normal"/>
    <w:rsid w:val="00D3117F"/>
    <w:pPr>
      <w:spacing w:after="0"/>
    </w:pPr>
  </w:style>
  <w:style w:type="paragraph" w:customStyle="1" w:styleId="LD">
    <w:name w:val="LD"/>
    <w:rsid w:val="00D3117F"/>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GB"/>
    </w:rPr>
  </w:style>
  <w:style w:type="paragraph" w:customStyle="1" w:styleId="NW">
    <w:name w:val="NW"/>
    <w:basedOn w:val="NO"/>
    <w:rsid w:val="00D3117F"/>
    <w:pPr>
      <w:spacing w:after="0"/>
    </w:pPr>
  </w:style>
  <w:style w:type="paragraph" w:customStyle="1" w:styleId="EW">
    <w:name w:val="EW"/>
    <w:basedOn w:val="EX"/>
    <w:rsid w:val="00D3117F"/>
    <w:pPr>
      <w:spacing w:after="0"/>
    </w:pPr>
  </w:style>
  <w:style w:type="paragraph" w:styleId="TOC6">
    <w:name w:val="toc 6"/>
    <w:basedOn w:val="TOC5"/>
    <w:next w:val="Normal"/>
    <w:uiPriority w:val="39"/>
    <w:rsid w:val="00D3117F"/>
    <w:pPr>
      <w:ind w:left="1985" w:hanging="1985"/>
    </w:pPr>
  </w:style>
  <w:style w:type="paragraph" w:styleId="TOC7">
    <w:name w:val="toc 7"/>
    <w:basedOn w:val="TOC6"/>
    <w:next w:val="Normal"/>
    <w:uiPriority w:val="39"/>
    <w:rsid w:val="00D3117F"/>
    <w:pPr>
      <w:ind w:left="2268" w:hanging="2268"/>
    </w:pPr>
  </w:style>
  <w:style w:type="paragraph" w:styleId="ListBullet2">
    <w:name w:val="List Bullet 2"/>
    <w:basedOn w:val="ListBullet"/>
    <w:rsid w:val="00D3117F"/>
    <w:pPr>
      <w:ind w:left="851"/>
    </w:pPr>
  </w:style>
  <w:style w:type="paragraph" w:styleId="ListBullet3">
    <w:name w:val="List Bullet 3"/>
    <w:basedOn w:val="ListBullet2"/>
    <w:rsid w:val="00D3117F"/>
    <w:pPr>
      <w:ind w:left="1135"/>
    </w:pPr>
  </w:style>
  <w:style w:type="paragraph" w:styleId="ListNumber">
    <w:name w:val="List Number"/>
    <w:basedOn w:val="List"/>
    <w:rsid w:val="00D3117F"/>
  </w:style>
  <w:style w:type="paragraph" w:customStyle="1" w:styleId="EQ">
    <w:name w:val="EQ"/>
    <w:basedOn w:val="Normal"/>
    <w:next w:val="Normal"/>
    <w:link w:val="EQChar"/>
    <w:qFormat/>
    <w:rsid w:val="00D3117F"/>
    <w:pPr>
      <w:keepLines/>
      <w:tabs>
        <w:tab w:val="center" w:pos="4536"/>
        <w:tab w:val="right" w:pos="9072"/>
      </w:tabs>
    </w:pPr>
    <w:rPr>
      <w:noProof/>
    </w:rPr>
  </w:style>
  <w:style w:type="paragraph" w:customStyle="1" w:styleId="TH">
    <w:name w:val="TH"/>
    <w:basedOn w:val="Normal"/>
    <w:link w:val="THChar"/>
    <w:qFormat/>
    <w:rsid w:val="00D3117F"/>
    <w:pPr>
      <w:keepNext/>
      <w:keepLines/>
      <w:spacing w:before="60"/>
      <w:jc w:val="center"/>
    </w:pPr>
    <w:rPr>
      <w:rFonts w:ascii="Arial" w:hAnsi="Arial"/>
      <w:b/>
    </w:rPr>
  </w:style>
  <w:style w:type="paragraph" w:customStyle="1" w:styleId="NF">
    <w:name w:val="NF"/>
    <w:basedOn w:val="NO"/>
    <w:rsid w:val="00D3117F"/>
    <w:pPr>
      <w:keepNext/>
      <w:spacing w:after="0"/>
    </w:pPr>
    <w:rPr>
      <w:rFonts w:ascii="Arial" w:hAnsi="Arial"/>
      <w:sz w:val="18"/>
    </w:rPr>
  </w:style>
  <w:style w:type="paragraph" w:customStyle="1" w:styleId="PL">
    <w:name w:val="PL"/>
    <w:rsid w:val="00D3117F"/>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GB"/>
    </w:rPr>
  </w:style>
  <w:style w:type="paragraph" w:customStyle="1" w:styleId="TAR">
    <w:name w:val="TAR"/>
    <w:basedOn w:val="TAL"/>
    <w:rsid w:val="00D3117F"/>
    <w:pPr>
      <w:jc w:val="right"/>
    </w:pPr>
  </w:style>
  <w:style w:type="paragraph" w:customStyle="1" w:styleId="H6">
    <w:name w:val="H6"/>
    <w:basedOn w:val="Heading5"/>
    <w:next w:val="Normal"/>
    <w:link w:val="H6Char"/>
    <w:rsid w:val="00D3117F"/>
    <w:pPr>
      <w:ind w:left="1985" w:hanging="1985"/>
      <w:outlineLvl w:val="9"/>
    </w:pPr>
    <w:rPr>
      <w:sz w:val="20"/>
    </w:rPr>
  </w:style>
  <w:style w:type="paragraph" w:customStyle="1" w:styleId="TAN">
    <w:name w:val="TAN"/>
    <w:basedOn w:val="TAL"/>
    <w:link w:val="TANChar"/>
    <w:qFormat/>
    <w:rsid w:val="00D3117F"/>
    <w:pPr>
      <w:ind w:left="851" w:hanging="851"/>
    </w:pPr>
  </w:style>
  <w:style w:type="paragraph" w:customStyle="1" w:styleId="TAL">
    <w:name w:val="TAL"/>
    <w:basedOn w:val="Normal"/>
    <w:link w:val="TALCar"/>
    <w:qFormat/>
    <w:rsid w:val="00D3117F"/>
    <w:pPr>
      <w:keepNext/>
      <w:keepLines/>
      <w:spacing w:after="0"/>
    </w:pPr>
    <w:rPr>
      <w:rFonts w:ascii="Arial" w:hAnsi="Arial"/>
      <w:sz w:val="18"/>
    </w:rPr>
  </w:style>
  <w:style w:type="paragraph" w:customStyle="1" w:styleId="ZA">
    <w:name w:val="ZA"/>
    <w:rsid w:val="00D3117F"/>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GB"/>
    </w:rPr>
  </w:style>
  <w:style w:type="paragraph" w:customStyle="1" w:styleId="ZB">
    <w:name w:val="ZB"/>
    <w:rsid w:val="00D3117F"/>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GB"/>
    </w:rPr>
  </w:style>
  <w:style w:type="paragraph" w:customStyle="1" w:styleId="ZD">
    <w:name w:val="ZD"/>
    <w:rsid w:val="00D3117F"/>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GB"/>
    </w:rPr>
  </w:style>
  <w:style w:type="paragraph" w:customStyle="1" w:styleId="ZU">
    <w:name w:val="ZU"/>
    <w:rsid w:val="00D3117F"/>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GB"/>
    </w:rPr>
  </w:style>
  <w:style w:type="paragraph" w:customStyle="1" w:styleId="ZV">
    <w:name w:val="ZV"/>
    <w:basedOn w:val="ZU"/>
    <w:rsid w:val="00D3117F"/>
    <w:pPr>
      <w:framePr w:wrap="notBeside" w:y="16161"/>
    </w:pPr>
  </w:style>
  <w:style w:type="character" w:customStyle="1" w:styleId="ZGSM">
    <w:name w:val="ZGSM"/>
    <w:rsid w:val="00D3117F"/>
  </w:style>
  <w:style w:type="paragraph" w:styleId="List2">
    <w:name w:val="List 2"/>
    <w:basedOn w:val="List"/>
    <w:rsid w:val="00D3117F"/>
    <w:pPr>
      <w:ind w:left="851"/>
    </w:pPr>
  </w:style>
  <w:style w:type="paragraph" w:customStyle="1" w:styleId="ZG">
    <w:name w:val="ZG"/>
    <w:rsid w:val="00D3117F"/>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GB"/>
    </w:rPr>
  </w:style>
  <w:style w:type="paragraph" w:styleId="List3">
    <w:name w:val="List 3"/>
    <w:basedOn w:val="List2"/>
    <w:rsid w:val="00D3117F"/>
    <w:pPr>
      <w:ind w:left="1135"/>
    </w:pPr>
  </w:style>
  <w:style w:type="paragraph" w:styleId="List4">
    <w:name w:val="List 4"/>
    <w:basedOn w:val="List3"/>
    <w:rsid w:val="00D3117F"/>
    <w:pPr>
      <w:ind w:left="1418"/>
    </w:pPr>
  </w:style>
  <w:style w:type="paragraph" w:styleId="List5">
    <w:name w:val="List 5"/>
    <w:basedOn w:val="List4"/>
    <w:rsid w:val="00D3117F"/>
    <w:pPr>
      <w:ind w:left="1702"/>
    </w:pPr>
  </w:style>
  <w:style w:type="paragraph" w:customStyle="1" w:styleId="EditorsNote">
    <w:name w:val="Editor's Note"/>
    <w:basedOn w:val="NO"/>
    <w:rsid w:val="00D3117F"/>
    <w:rPr>
      <w:color w:val="FF0000"/>
    </w:rPr>
  </w:style>
  <w:style w:type="paragraph" w:styleId="List">
    <w:name w:val="List"/>
    <w:basedOn w:val="Normal"/>
    <w:rsid w:val="00D3117F"/>
    <w:pPr>
      <w:ind w:left="568" w:hanging="284"/>
    </w:pPr>
  </w:style>
  <w:style w:type="paragraph" w:styleId="ListBullet">
    <w:name w:val="List Bullet"/>
    <w:basedOn w:val="List"/>
    <w:rsid w:val="00D3117F"/>
  </w:style>
  <w:style w:type="paragraph" w:styleId="ListBullet4">
    <w:name w:val="List Bullet 4"/>
    <w:basedOn w:val="ListBullet3"/>
    <w:rsid w:val="00D3117F"/>
    <w:pPr>
      <w:ind w:left="1418"/>
    </w:pPr>
  </w:style>
  <w:style w:type="paragraph" w:styleId="ListBullet5">
    <w:name w:val="List Bullet 5"/>
    <w:basedOn w:val="ListBullet4"/>
    <w:rsid w:val="00D3117F"/>
    <w:pPr>
      <w:ind w:left="1702"/>
    </w:pPr>
  </w:style>
  <w:style w:type="paragraph" w:customStyle="1" w:styleId="B1">
    <w:name w:val="B1"/>
    <w:basedOn w:val="List"/>
    <w:link w:val="B1Char"/>
    <w:qFormat/>
    <w:rsid w:val="00D3117F"/>
  </w:style>
  <w:style w:type="paragraph" w:customStyle="1" w:styleId="B20">
    <w:name w:val="B2"/>
    <w:basedOn w:val="List2"/>
    <w:link w:val="B2Char"/>
    <w:qFormat/>
    <w:rsid w:val="00D3117F"/>
  </w:style>
  <w:style w:type="paragraph" w:customStyle="1" w:styleId="B30">
    <w:name w:val="B3"/>
    <w:basedOn w:val="List3"/>
    <w:rsid w:val="00D3117F"/>
  </w:style>
  <w:style w:type="paragraph" w:customStyle="1" w:styleId="B4">
    <w:name w:val="B4"/>
    <w:basedOn w:val="List4"/>
    <w:rsid w:val="00D3117F"/>
  </w:style>
  <w:style w:type="paragraph" w:customStyle="1" w:styleId="B5">
    <w:name w:val="B5"/>
    <w:basedOn w:val="List5"/>
    <w:rsid w:val="00D3117F"/>
  </w:style>
  <w:style w:type="paragraph" w:styleId="Footer">
    <w:name w:val="footer"/>
    <w:basedOn w:val="Header"/>
    <w:link w:val="FooterChar"/>
    <w:rsid w:val="00D3117F"/>
    <w:pPr>
      <w:jc w:val="center"/>
    </w:pPr>
    <w:rPr>
      <w:i/>
    </w:rPr>
  </w:style>
  <w:style w:type="paragraph" w:customStyle="1" w:styleId="ZTD">
    <w:name w:val="ZTD"/>
    <w:basedOn w:val="ZB"/>
    <w:rsid w:val="00D3117F"/>
    <w:pPr>
      <w:framePr w:hRule="auto" w:wrap="notBeside" w:y="852"/>
    </w:pPr>
    <w:rPr>
      <w:i w:val="0"/>
      <w:sz w:val="40"/>
    </w:rPr>
  </w:style>
  <w:style w:type="paragraph" w:customStyle="1" w:styleId="CRCoverPage">
    <w:name w:val="CR Cover Page"/>
    <w:link w:val="CRCoverPageChar"/>
    <w:rsid w:val="007A423E"/>
    <w:pPr>
      <w:spacing w:after="120"/>
    </w:pPr>
    <w:rPr>
      <w:rFonts w:ascii="Arial" w:hAnsi="Arial"/>
      <w:lang w:val="en-GB"/>
    </w:rPr>
  </w:style>
  <w:style w:type="character" w:styleId="Hyperlink">
    <w:name w:val="Hyperlink"/>
    <w:rsid w:val="007A423E"/>
    <w:rPr>
      <w:color w:val="0000FF"/>
      <w:u w:val="single"/>
    </w:rPr>
  </w:style>
  <w:style w:type="character" w:styleId="CommentReference">
    <w:name w:val="annotation reference"/>
    <w:rsid w:val="007A423E"/>
    <w:rPr>
      <w:sz w:val="16"/>
    </w:rPr>
  </w:style>
  <w:style w:type="paragraph" w:styleId="CommentText">
    <w:name w:val="annotation text"/>
    <w:basedOn w:val="Normal"/>
    <w:link w:val="CommentTextChar"/>
    <w:rsid w:val="007A423E"/>
  </w:style>
  <w:style w:type="character" w:styleId="FollowedHyperlink">
    <w:name w:val="FollowedHyperlink"/>
    <w:rsid w:val="007A423E"/>
    <w:rPr>
      <w:color w:val="800080"/>
      <w:u w:val="single"/>
    </w:rPr>
  </w:style>
  <w:style w:type="paragraph" w:styleId="BalloonText">
    <w:name w:val="Balloon Text"/>
    <w:basedOn w:val="Normal"/>
    <w:link w:val="BalloonTextChar"/>
    <w:rsid w:val="007A423E"/>
    <w:rPr>
      <w:rFonts w:ascii="Tahoma" w:hAnsi="Tahoma"/>
      <w:sz w:val="16"/>
      <w:szCs w:val="16"/>
    </w:rPr>
  </w:style>
  <w:style w:type="paragraph" w:styleId="CommentSubject">
    <w:name w:val="annotation subject"/>
    <w:basedOn w:val="CommentText"/>
    <w:next w:val="CommentText"/>
    <w:link w:val="CommentSubjectChar"/>
    <w:rsid w:val="007A423E"/>
    <w:rPr>
      <w:b/>
      <w:bCs/>
    </w:rPr>
  </w:style>
  <w:style w:type="paragraph" w:styleId="DocumentMap">
    <w:name w:val="Document Map"/>
    <w:basedOn w:val="Normal"/>
    <w:link w:val="DocumentMapChar"/>
    <w:rsid w:val="005E2C44"/>
    <w:pPr>
      <w:shd w:val="clear" w:color="auto" w:fill="000080"/>
    </w:pPr>
    <w:rPr>
      <w:rFonts w:ascii="Tahoma" w:hAnsi="Tahoma"/>
    </w:rPr>
  </w:style>
  <w:style w:type="character" w:customStyle="1" w:styleId="UnresolvedMention1">
    <w:name w:val="Unresolved Mention1"/>
    <w:uiPriority w:val="99"/>
    <w:semiHidden/>
    <w:unhideWhenUsed/>
    <w:rsid w:val="005F7BBD"/>
    <w:rPr>
      <w:color w:val="808080"/>
      <w:shd w:val="clear" w:color="auto" w:fill="E6E6E6"/>
    </w:rPr>
  </w:style>
  <w:style w:type="paragraph" w:customStyle="1" w:styleId="TAJ">
    <w:name w:val="TAJ"/>
    <w:basedOn w:val="Normal"/>
    <w:rsid w:val="00C6129D"/>
    <w:pPr>
      <w:keepNext/>
      <w:keepLines/>
      <w:spacing w:after="0"/>
      <w:jc w:val="both"/>
    </w:pPr>
    <w:rPr>
      <w:rFonts w:ascii="Arial" w:hAnsi="Arial"/>
      <w:sz w:val="18"/>
    </w:rPr>
  </w:style>
  <w:style w:type="character" w:customStyle="1" w:styleId="TACChar">
    <w:name w:val="TAC Char"/>
    <w:link w:val="TAC"/>
    <w:qFormat/>
    <w:rsid w:val="005F7BBD"/>
    <w:rPr>
      <w:rFonts w:ascii="Arial" w:eastAsia="Times New Roman" w:hAnsi="Arial"/>
      <w:sz w:val="18"/>
      <w:lang w:val="en-GB" w:eastAsia="en-GB"/>
    </w:rPr>
  </w:style>
  <w:style w:type="character" w:customStyle="1" w:styleId="THChar">
    <w:name w:val="TH Char"/>
    <w:link w:val="TH"/>
    <w:qFormat/>
    <w:rsid w:val="005F7BBD"/>
    <w:rPr>
      <w:rFonts w:ascii="Arial" w:eastAsia="Times New Roman" w:hAnsi="Arial"/>
      <w:b/>
      <w:lang w:val="en-GB" w:eastAsia="en-GB"/>
    </w:rPr>
  </w:style>
  <w:style w:type="character" w:customStyle="1" w:styleId="TAHCar">
    <w:name w:val="TAH Car"/>
    <w:link w:val="TAH"/>
    <w:qFormat/>
    <w:rsid w:val="005C5B2B"/>
    <w:rPr>
      <w:rFonts w:ascii="Arial" w:eastAsia="Times New Roman" w:hAnsi="Arial"/>
      <w:b/>
      <w:sz w:val="18"/>
      <w:lang w:val="en-GB" w:eastAsia="en-GB"/>
    </w:rPr>
  </w:style>
  <w:style w:type="character" w:customStyle="1" w:styleId="Heading3Char">
    <w:name w:val="Heading 3 Char"/>
    <w:aliases w:val="Underrubrik2 Char,H3 Char,h3 Char,Memo Heading 3 Char,no break Char,0H Char,l3 Char,list 3 Char,Head 3 Char,1.1.1 Char,3rd level Char,Major Section Sub Section Char,PA Minor Section Char,Head3 Char,Level 3 Head Char,31 Char,32 Char"/>
    <w:link w:val="Heading3"/>
    <w:rsid w:val="005F7BBD"/>
    <w:rPr>
      <w:rFonts w:ascii="Arial" w:eastAsia="Times New Roman" w:hAnsi="Arial"/>
      <w:sz w:val="28"/>
      <w:lang w:val="en-GB" w:eastAsia="en-GB"/>
    </w:rPr>
  </w:style>
  <w:style w:type="character" w:customStyle="1" w:styleId="NOChar">
    <w:name w:val="NO Char"/>
    <w:link w:val="NO"/>
    <w:qFormat/>
    <w:rsid w:val="005F7BBD"/>
    <w:rPr>
      <w:rFonts w:ascii="Times New Roman" w:eastAsia="Times New Roman" w:hAnsi="Times New Roman"/>
      <w:lang w:val="en-GB" w:eastAsia="en-GB"/>
    </w:rPr>
  </w:style>
  <w:style w:type="character" w:customStyle="1" w:styleId="TANChar">
    <w:name w:val="TAN Char"/>
    <w:link w:val="TAN"/>
    <w:qFormat/>
    <w:rsid w:val="005C5B2B"/>
    <w:rPr>
      <w:rFonts w:ascii="Arial" w:eastAsia="Times New Roman" w:hAnsi="Arial"/>
      <w:sz w:val="18"/>
      <w:lang w:val="en-GB" w:eastAsia="en-GB"/>
    </w:rPr>
  </w:style>
  <w:style w:type="character" w:customStyle="1" w:styleId="B1Char">
    <w:name w:val="B1 Char"/>
    <w:link w:val="B1"/>
    <w:qFormat/>
    <w:locked/>
    <w:rsid w:val="006B272D"/>
    <w:rPr>
      <w:rFonts w:ascii="Times New Roman" w:eastAsia="Times New Roman" w:hAnsi="Times New Roman"/>
      <w:lang w:val="en-GB" w:eastAsia="en-GB"/>
    </w:rPr>
  </w:style>
  <w:style w:type="character" w:customStyle="1" w:styleId="B2Char">
    <w:name w:val="B2 Char"/>
    <w:link w:val="B20"/>
    <w:qFormat/>
    <w:locked/>
    <w:rsid w:val="005F7BBD"/>
    <w:rPr>
      <w:rFonts w:ascii="Times New Roman" w:eastAsia="Times New Roman" w:hAnsi="Times New Roman"/>
      <w:lang w:val="en-GB" w:eastAsia="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5F7BBD"/>
    <w:rPr>
      <w:rFonts w:ascii="Arial" w:eastAsia="Times New Roman" w:hAnsi="Arial"/>
      <w:sz w:val="24"/>
      <w:lang w:val="en-GB" w:eastAsia="en-GB"/>
    </w:rPr>
  </w:style>
  <w:style w:type="character" w:customStyle="1" w:styleId="Heading5Char">
    <w:name w:val="Heading 5 Char"/>
    <w:aliases w:val="h5 Char,Heading5 Char,Head5 Char,H5 Char,M5 Char,mh2 Char,Module heading 2 Char,heading 8 Char,Numbered Sub-list Char,Heading 81 Char,标题 81 Char,Heading 811 Char,Heading 8111 Char"/>
    <w:link w:val="Heading5"/>
    <w:rsid w:val="005F7BBD"/>
    <w:rPr>
      <w:rFonts w:ascii="Arial" w:eastAsia="Times New Roman" w:hAnsi="Arial"/>
      <w:sz w:val="22"/>
      <w:lang w:val="en-GB" w:eastAsia="en-GB"/>
    </w:rPr>
  </w:style>
  <w:style w:type="character" w:customStyle="1" w:styleId="TALCar">
    <w:name w:val="TAL Car"/>
    <w:link w:val="TAL"/>
    <w:qFormat/>
    <w:rsid w:val="005F7BBD"/>
    <w:rPr>
      <w:rFonts w:ascii="Arial" w:eastAsia="Times New Roman" w:hAnsi="Arial"/>
      <w:sz w:val="18"/>
      <w:lang w:val="en-GB" w:eastAsia="en-GB"/>
    </w:rPr>
  </w:style>
  <w:style w:type="character" w:styleId="SubtleReference">
    <w:name w:val="Subtle Reference"/>
    <w:uiPriority w:val="31"/>
    <w:qFormat/>
    <w:rsid w:val="005F7BBD"/>
    <w:rPr>
      <w:smallCaps/>
      <w:color w:val="5A5A5A"/>
    </w:rPr>
  </w:style>
  <w:style w:type="character" w:customStyle="1" w:styleId="BalloonTextChar">
    <w:name w:val="Balloon Text Char"/>
    <w:link w:val="BalloonText"/>
    <w:rsid w:val="005F7BBD"/>
    <w:rPr>
      <w:rFonts w:ascii="Tahoma" w:hAnsi="Tahoma" w:cs="Tahoma"/>
      <w:sz w:val="16"/>
      <w:szCs w:val="16"/>
      <w:lang w:val="en-GB"/>
    </w:rPr>
  </w:style>
  <w:style w:type="character" w:customStyle="1" w:styleId="CommentTextChar">
    <w:name w:val="Comment Text Char"/>
    <w:link w:val="CommentText"/>
    <w:rsid w:val="005F7BBD"/>
    <w:rPr>
      <w:rFonts w:ascii="Times New Roman" w:hAnsi="Times New Roman"/>
      <w:lang w:val="en-GB"/>
    </w:rPr>
  </w:style>
  <w:style w:type="character" w:customStyle="1" w:styleId="TFChar">
    <w:name w:val="TF Char"/>
    <w:link w:val="TF"/>
    <w:rsid w:val="00F904A5"/>
    <w:rPr>
      <w:rFonts w:ascii="Arial" w:eastAsia="Times New Roman" w:hAnsi="Arial"/>
      <w:b/>
      <w:lang w:val="en-GB" w:eastAsia="en-GB"/>
    </w:rPr>
  </w:style>
  <w:style w:type="character" w:customStyle="1" w:styleId="TALChar">
    <w:name w:val="TAL Char"/>
    <w:locked/>
    <w:rsid w:val="005F7BBD"/>
    <w:rPr>
      <w:rFonts w:ascii="Arial" w:hAnsi="Arial" w:cs="Arial"/>
      <w:sz w:val="18"/>
      <w:lang w:val="en-GB"/>
    </w:rPr>
  </w:style>
  <w:style w:type="character" w:customStyle="1" w:styleId="Heading2Char">
    <w:name w:val="Heading 2 Char"/>
    <w:aliases w:val="Head2A Char,2 Char,H2 Char,h2 Char,DO NOT USE_h2 Char,h21 Char,UNDERRUBRIK 1-2 Char,Head 2 Char,l2 Char,TitreProp Char,Header 2 Char,ITT t2 Char,PA Major Section Char,Livello 2 Char,R2 Char,H21 Char,Heading 2 Hidden Char,Head1 Char"/>
    <w:link w:val="Heading2"/>
    <w:rsid w:val="005F7BBD"/>
    <w:rPr>
      <w:rFonts w:ascii="Arial" w:eastAsia="Times New Roman" w:hAnsi="Arial"/>
      <w:sz w:val="32"/>
      <w:lang w:val="en-GB" w:eastAsia="en-GB"/>
    </w:rPr>
  </w:style>
  <w:style w:type="paragraph" w:customStyle="1" w:styleId="TableText">
    <w:name w:val="TableText"/>
    <w:basedOn w:val="BodyTextIndent"/>
    <w:rsid w:val="005F7BBD"/>
    <w:pPr>
      <w:keepNext/>
      <w:keepLines/>
      <w:snapToGrid w:val="0"/>
      <w:spacing w:after="180"/>
      <w:ind w:left="0"/>
      <w:jc w:val="center"/>
    </w:pPr>
    <w:rPr>
      <w:kern w:val="2"/>
    </w:rPr>
  </w:style>
  <w:style w:type="paragraph" w:styleId="BodyTextIndent">
    <w:name w:val="Body Text Indent"/>
    <w:basedOn w:val="Normal"/>
    <w:link w:val="BodyTextIndentChar"/>
    <w:rsid w:val="005F7BBD"/>
    <w:pPr>
      <w:spacing w:after="120"/>
      <w:ind w:left="360"/>
    </w:pPr>
    <w:rPr>
      <w:rFonts w:eastAsia="SimSun"/>
    </w:rPr>
  </w:style>
  <w:style w:type="character" w:customStyle="1" w:styleId="BodyTextIndentChar">
    <w:name w:val="Body Text Indent Char"/>
    <w:link w:val="BodyTextIndent"/>
    <w:rsid w:val="005F7BBD"/>
    <w:rPr>
      <w:rFonts w:ascii="Times New Roman" w:eastAsia="SimSun" w:hAnsi="Times New Roman"/>
      <w:lang w:val="en-GB"/>
    </w:rPr>
  </w:style>
  <w:style w:type="character" w:customStyle="1" w:styleId="DocumentMapChar">
    <w:name w:val="Document Map Char"/>
    <w:link w:val="DocumentMap"/>
    <w:rsid w:val="005F7BBD"/>
    <w:rPr>
      <w:rFonts w:ascii="Tahoma" w:hAnsi="Tahoma" w:cs="Tahoma"/>
      <w:shd w:val="clear" w:color="auto" w:fill="000080"/>
      <w:lang w:val="en-GB"/>
    </w:rPr>
  </w:style>
  <w:style w:type="character" w:customStyle="1" w:styleId="CommentSubjectChar">
    <w:name w:val="Comment Subject Char"/>
    <w:link w:val="CommentSubject"/>
    <w:rsid w:val="005F7BBD"/>
    <w:rPr>
      <w:rFonts w:ascii="Times New Roman" w:hAnsi="Times New Roman"/>
      <w:b/>
      <w:bCs/>
      <w:lang w:val="en-GB"/>
    </w:rPr>
  </w:style>
  <w:style w:type="character" w:customStyle="1" w:styleId="EXChar">
    <w:name w:val="EX Char"/>
    <w:link w:val="EX"/>
    <w:locked/>
    <w:rsid w:val="005F7BBD"/>
    <w:rPr>
      <w:rFonts w:ascii="Times New Roman" w:eastAsia="Times New Roman" w:hAnsi="Times New Roman"/>
      <w:lang w:val="en-GB" w:eastAsia="en-GB"/>
    </w:rPr>
  </w:style>
  <w:style w:type="paragraph" w:customStyle="1" w:styleId="B2">
    <w:name w:val="B2+"/>
    <w:basedOn w:val="B20"/>
    <w:rsid w:val="00C6129D"/>
    <w:pPr>
      <w:numPr>
        <w:numId w:val="55"/>
      </w:numPr>
    </w:pPr>
  </w:style>
  <w:style w:type="paragraph" w:customStyle="1" w:styleId="B3">
    <w:name w:val="B3+"/>
    <w:basedOn w:val="B30"/>
    <w:rsid w:val="00C6129D"/>
    <w:pPr>
      <w:numPr>
        <w:numId w:val="56"/>
      </w:numPr>
      <w:tabs>
        <w:tab w:val="left" w:pos="1134"/>
      </w:tabs>
    </w:pPr>
  </w:style>
  <w:style w:type="paragraph" w:customStyle="1" w:styleId="BL">
    <w:name w:val="BL"/>
    <w:basedOn w:val="Normal"/>
    <w:rsid w:val="00C6129D"/>
    <w:pPr>
      <w:numPr>
        <w:numId w:val="57"/>
      </w:numPr>
      <w:tabs>
        <w:tab w:val="left" w:pos="851"/>
      </w:tabs>
    </w:pPr>
  </w:style>
  <w:style w:type="paragraph" w:customStyle="1" w:styleId="BN">
    <w:name w:val="BN"/>
    <w:basedOn w:val="Normal"/>
    <w:rsid w:val="00C6129D"/>
    <w:pPr>
      <w:numPr>
        <w:numId w:val="58"/>
      </w:numPr>
    </w:pPr>
  </w:style>
  <w:style w:type="character" w:customStyle="1" w:styleId="FootnoteTextChar">
    <w:name w:val="Footnote Text Char"/>
    <w:link w:val="FootnoteText"/>
    <w:rsid w:val="005F7BBD"/>
    <w:rPr>
      <w:rFonts w:ascii="Times New Roman" w:eastAsia="Times New Roman" w:hAnsi="Times New Roman"/>
      <w:sz w:val="16"/>
      <w:lang w:val="en-GB" w:eastAsia="en-GB"/>
    </w:rPr>
  </w:style>
  <w:style w:type="paragraph" w:customStyle="1" w:styleId="FL">
    <w:name w:val="FL"/>
    <w:basedOn w:val="Normal"/>
    <w:rsid w:val="00C6129D"/>
    <w:pPr>
      <w:keepNext/>
      <w:keepLines/>
      <w:spacing w:before="60"/>
      <w:jc w:val="center"/>
    </w:pPr>
    <w:rPr>
      <w:rFonts w:ascii="Arial" w:hAnsi="Arial"/>
      <w:b/>
    </w:rPr>
  </w:style>
  <w:style w:type="paragraph" w:customStyle="1" w:styleId="TB1">
    <w:name w:val="TB1"/>
    <w:basedOn w:val="Normal"/>
    <w:qFormat/>
    <w:rsid w:val="00C6129D"/>
    <w:pPr>
      <w:keepNext/>
      <w:keepLines/>
      <w:numPr>
        <w:numId w:val="59"/>
      </w:numPr>
      <w:tabs>
        <w:tab w:val="left" w:pos="720"/>
      </w:tabs>
      <w:spacing w:after="0"/>
    </w:pPr>
    <w:rPr>
      <w:rFonts w:ascii="Arial" w:hAnsi="Arial"/>
      <w:sz w:val="18"/>
    </w:rPr>
  </w:style>
  <w:style w:type="paragraph" w:customStyle="1" w:styleId="TB2">
    <w:name w:val="TB2"/>
    <w:basedOn w:val="Normal"/>
    <w:qFormat/>
    <w:rsid w:val="00C6129D"/>
    <w:pPr>
      <w:keepNext/>
      <w:keepLines/>
      <w:numPr>
        <w:numId w:val="60"/>
      </w:numPr>
      <w:tabs>
        <w:tab w:val="left" w:pos="1109"/>
      </w:tabs>
      <w:spacing w:after="0"/>
    </w:pPr>
    <w:rPr>
      <w:rFonts w:ascii="Arial" w:hAnsi="Arial"/>
      <w:sz w:val="18"/>
    </w:rPr>
  </w:style>
  <w:style w:type="character" w:customStyle="1" w:styleId="CRCoverPageChar">
    <w:name w:val="CR Cover Page Char"/>
    <w:link w:val="CRCoverPage"/>
    <w:rsid w:val="005F7BBD"/>
    <w:rPr>
      <w:rFonts w:ascii="Arial" w:hAnsi="Arial"/>
      <w:lang w:val="en-GB" w:eastAsia="ko-KR" w:bidi="ar-SA"/>
    </w:rPr>
  </w:style>
  <w:style w:type="table" w:styleId="TableGrid">
    <w:name w:val="Table Grid"/>
    <w:basedOn w:val="TableNormal"/>
    <w:qFormat/>
    <w:rsid w:val="005F7BBD"/>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7BBD"/>
    <w:rPr>
      <w:rFonts w:ascii="Times New Roman" w:eastAsia="SimSun" w:hAnsi="Times New Roman"/>
      <w:lang w:val="en-GB" w:eastAsia="en-US"/>
    </w:rPr>
  </w:style>
  <w:style w:type="paragraph" w:customStyle="1" w:styleId="Guidance">
    <w:name w:val="Guidance"/>
    <w:basedOn w:val="Normal"/>
    <w:rsid w:val="005F7BBD"/>
    <w:rPr>
      <w:i/>
      <w:color w:val="0000FF"/>
    </w:rPr>
  </w:style>
  <w:style w:type="paragraph" w:styleId="TOCHeading">
    <w:name w:val="TOC Heading"/>
    <w:basedOn w:val="Heading1"/>
    <w:next w:val="Normal"/>
    <w:uiPriority w:val="39"/>
    <w:unhideWhenUsed/>
    <w:qFormat/>
    <w:rsid w:val="0098162A"/>
    <w:pPr>
      <w:pBdr>
        <w:top w:val="none" w:sz="0" w:space="0" w:color="auto"/>
      </w:pBdr>
      <w:spacing w:after="0" w:line="259" w:lineRule="auto"/>
      <w:ind w:left="0" w:firstLine="0"/>
      <w:outlineLvl w:val="9"/>
    </w:pPr>
    <w:rPr>
      <w:rFonts w:ascii="Calibri Light" w:hAnsi="Calibri Light"/>
      <w:color w:val="2F5496"/>
      <w:sz w:val="32"/>
      <w:szCs w:val="32"/>
      <w:lang w:val="en-US"/>
    </w:rPr>
  </w:style>
  <w:style w:type="character" w:customStyle="1" w:styleId="EQChar">
    <w:name w:val="EQ Char"/>
    <w:link w:val="EQ"/>
    <w:qFormat/>
    <w:rsid w:val="007E154B"/>
    <w:rPr>
      <w:rFonts w:ascii="Times New Roman" w:eastAsia="Times New Roman" w:hAnsi="Times New Roman"/>
      <w:noProof/>
      <w:lang w:val="en-GB" w:eastAsia="en-GB"/>
    </w:rPr>
  </w:style>
  <w:style w:type="numbering" w:customStyle="1" w:styleId="NoList1">
    <w:name w:val="No List1"/>
    <w:next w:val="NoList"/>
    <w:uiPriority w:val="99"/>
    <w:semiHidden/>
    <w:unhideWhenUsed/>
    <w:rsid w:val="00FA47DA"/>
  </w:style>
  <w:style w:type="character" w:customStyle="1" w:styleId="Heading1Char">
    <w:name w:val="Heading 1 Char"/>
    <w:aliases w:val="Char Char,NMP Heading 1 Char,H1 Char,h1 Char,app heading 1 Char,l1 Char,Memo Heading 1 Char,h11 Char,h12 Char,h13 Char,h14 Char,h15 Char,h16 Char,h17 Char,h111 Char,h121 Char,h131 Char,h141 Char,h151 Char,h161 Char,h18 Char,h112 Char"/>
    <w:basedOn w:val="DefaultParagraphFont"/>
    <w:link w:val="Heading1"/>
    <w:rsid w:val="00FA47DA"/>
    <w:rPr>
      <w:rFonts w:ascii="Arial" w:eastAsia="Times New Roman" w:hAnsi="Arial"/>
      <w:sz w:val="36"/>
      <w:lang w:val="en-GB" w:eastAsia="en-GB"/>
    </w:rPr>
  </w:style>
  <w:style w:type="character" w:customStyle="1" w:styleId="Heading6Char">
    <w:name w:val="Heading 6 Char"/>
    <w:aliases w:val="T1 Char,Header 6 Char"/>
    <w:basedOn w:val="DefaultParagraphFont"/>
    <w:link w:val="Heading6"/>
    <w:rsid w:val="00FA47DA"/>
    <w:rPr>
      <w:rFonts w:ascii="Arial" w:eastAsia="Times New Roman" w:hAnsi="Arial"/>
      <w:lang w:val="en-GB" w:eastAsia="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h Char"/>
    <w:basedOn w:val="DefaultParagraphFont"/>
    <w:link w:val="Header"/>
    <w:rsid w:val="00FA47DA"/>
    <w:rPr>
      <w:rFonts w:ascii="Arial" w:eastAsia="Times New Roman" w:hAnsi="Arial"/>
      <w:b/>
      <w:noProof/>
      <w:sz w:val="18"/>
      <w:lang w:val="en-GB" w:eastAsia="en-GB"/>
    </w:rPr>
  </w:style>
  <w:style w:type="paragraph" w:styleId="Caption">
    <w:name w:val="caption"/>
    <w:aliases w:val="cap,cap Char,Caption Char1 Char,cap Char Char1,Caption Char Char1 Char,cap Char2,3GPP Caption Table"/>
    <w:basedOn w:val="Normal"/>
    <w:next w:val="Normal"/>
    <w:link w:val="CaptionChar"/>
    <w:qFormat/>
    <w:rsid w:val="00FA47DA"/>
    <w:pPr>
      <w:keepNext/>
      <w:spacing w:before="60" w:after="60"/>
    </w:pPr>
    <w:rPr>
      <w:rFonts w:eastAsia="Symbol"/>
      <w:b/>
      <w:bCs/>
      <w:sz w:val="16"/>
    </w:rPr>
  </w:style>
  <w:style w:type="character" w:customStyle="1" w:styleId="CaptionChar">
    <w:name w:val="Caption Char"/>
    <w:aliases w:val="cap Char1,cap Char Char,Caption Char1 Char Char,cap Char Char1 Char,Caption Char Char1 Char Char,cap Char2 Char,3GPP Caption Table Char"/>
    <w:link w:val="Caption"/>
    <w:locked/>
    <w:rsid w:val="00FA47DA"/>
    <w:rPr>
      <w:rFonts w:ascii="Times New Roman" w:eastAsia="Symbol" w:hAnsi="Times New Roman"/>
      <w:b/>
      <w:bCs/>
      <w:sz w:val="16"/>
      <w:lang w:val="en-GB" w:eastAsia="en-US"/>
    </w:rPr>
  </w:style>
  <w:style w:type="character" w:customStyle="1" w:styleId="H6Char">
    <w:name w:val="H6 Char"/>
    <w:link w:val="H6"/>
    <w:rsid w:val="00FA47DA"/>
    <w:rPr>
      <w:rFonts w:ascii="Arial" w:eastAsia="Times New Roman" w:hAnsi="Arial"/>
      <w:lang w:val="en-GB" w:eastAsia="en-GB"/>
    </w:rPr>
  </w:style>
  <w:style w:type="paragraph" w:styleId="NormalWeb">
    <w:name w:val="Normal (Web)"/>
    <w:basedOn w:val="Normal"/>
    <w:uiPriority w:val="99"/>
    <w:unhideWhenUsed/>
    <w:rsid w:val="00FA47DA"/>
    <w:pPr>
      <w:spacing w:before="100" w:beforeAutospacing="1" w:after="100" w:afterAutospacing="1"/>
    </w:pPr>
    <w:rPr>
      <w:sz w:val="24"/>
      <w:szCs w:val="24"/>
    </w:rPr>
  </w:style>
  <w:style w:type="character" w:customStyle="1" w:styleId="fontstyle01">
    <w:name w:val="fontstyle01"/>
    <w:rsid w:val="00FA47DA"/>
    <w:rPr>
      <w:rFonts w:ascii="Times-Roman" w:hAnsi="Times-Roman" w:hint="default"/>
      <w:b w:val="0"/>
      <w:bCs w:val="0"/>
      <w:i w:val="0"/>
      <w:iCs w:val="0"/>
      <w:color w:val="000000"/>
      <w:sz w:val="20"/>
      <w:szCs w:val="20"/>
    </w:rPr>
  </w:style>
  <w:style w:type="numbering" w:customStyle="1" w:styleId="NoList2">
    <w:name w:val="No List2"/>
    <w:next w:val="NoList"/>
    <w:uiPriority w:val="99"/>
    <w:semiHidden/>
    <w:unhideWhenUsed/>
    <w:rsid w:val="00DC3680"/>
  </w:style>
  <w:style w:type="numbering" w:customStyle="1" w:styleId="NoList3">
    <w:name w:val="No List3"/>
    <w:next w:val="NoList"/>
    <w:uiPriority w:val="99"/>
    <w:semiHidden/>
    <w:unhideWhenUsed/>
    <w:rsid w:val="00DC3680"/>
  </w:style>
  <w:style w:type="numbering" w:customStyle="1" w:styleId="NoList4">
    <w:name w:val="No List4"/>
    <w:next w:val="NoList"/>
    <w:uiPriority w:val="99"/>
    <w:semiHidden/>
    <w:unhideWhenUsed/>
    <w:rsid w:val="0099097C"/>
  </w:style>
  <w:style w:type="table" w:customStyle="1" w:styleId="TableGrid1">
    <w:name w:val="Table Grid1"/>
    <w:basedOn w:val="TableNormal"/>
    <w:next w:val="TableGrid"/>
    <w:uiPriority w:val="39"/>
    <w:rsid w:val="0099097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99097C"/>
    <w:rPr>
      <w:rFonts w:ascii="Arial" w:eastAsia="Times New Roman" w:hAnsi="Arial"/>
      <w:b/>
      <w:i/>
      <w:noProof/>
      <w:sz w:val="18"/>
      <w:lang w:val="en-GB" w:eastAsia="en-GB"/>
    </w:rPr>
  </w:style>
  <w:style w:type="numbering" w:customStyle="1" w:styleId="NoList5">
    <w:name w:val="No List5"/>
    <w:next w:val="NoList"/>
    <w:uiPriority w:val="99"/>
    <w:semiHidden/>
    <w:unhideWhenUsed/>
    <w:rsid w:val="00AC7702"/>
  </w:style>
  <w:style w:type="character" w:customStyle="1" w:styleId="Heading7Char">
    <w:name w:val="Heading 7 Char"/>
    <w:basedOn w:val="DefaultParagraphFont"/>
    <w:link w:val="Heading7"/>
    <w:rsid w:val="00AC7702"/>
    <w:rPr>
      <w:rFonts w:ascii="Arial" w:eastAsia="Times New Roman" w:hAnsi="Arial"/>
      <w:lang w:val="en-GB" w:eastAsia="en-GB"/>
    </w:rPr>
  </w:style>
  <w:style w:type="character" w:customStyle="1" w:styleId="Heading8Char">
    <w:name w:val="Heading 8 Char"/>
    <w:basedOn w:val="DefaultParagraphFont"/>
    <w:link w:val="Heading8"/>
    <w:rsid w:val="00AC7702"/>
    <w:rPr>
      <w:rFonts w:ascii="Arial" w:eastAsia="Times New Roman" w:hAnsi="Arial"/>
      <w:sz w:val="36"/>
      <w:lang w:val="en-GB" w:eastAsia="en-GB"/>
    </w:rPr>
  </w:style>
  <w:style w:type="character" w:customStyle="1" w:styleId="Heading9Char">
    <w:name w:val="Heading 9 Char"/>
    <w:basedOn w:val="DefaultParagraphFont"/>
    <w:link w:val="Heading9"/>
    <w:rsid w:val="00AC7702"/>
    <w:rPr>
      <w:rFonts w:ascii="Arial" w:eastAsia="Times New Roman" w:hAnsi="Arial"/>
      <w:sz w:val="36"/>
      <w:lang w:val="en-GB" w:eastAsia="en-GB"/>
    </w:rPr>
  </w:style>
  <w:style w:type="table" w:customStyle="1" w:styleId="TableGrid2">
    <w:name w:val="Table Grid2"/>
    <w:basedOn w:val="TableNormal"/>
    <w:next w:val="TableGrid"/>
    <w:rsid w:val="00AC7702"/>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AC7702"/>
  </w:style>
  <w:style w:type="numbering" w:customStyle="1" w:styleId="NoList21">
    <w:name w:val="No List21"/>
    <w:next w:val="NoList"/>
    <w:uiPriority w:val="99"/>
    <w:semiHidden/>
    <w:unhideWhenUsed/>
    <w:rsid w:val="00AC7702"/>
  </w:style>
  <w:style w:type="numbering" w:customStyle="1" w:styleId="NoList31">
    <w:name w:val="No List31"/>
    <w:next w:val="NoList"/>
    <w:uiPriority w:val="99"/>
    <w:semiHidden/>
    <w:unhideWhenUsed/>
    <w:rsid w:val="00AC7702"/>
  </w:style>
  <w:style w:type="numbering" w:customStyle="1" w:styleId="NoList41">
    <w:name w:val="No List41"/>
    <w:next w:val="NoList"/>
    <w:uiPriority w:val="99"/>
    <w:semiHidden/>
    <w:unhideWhenUsed/>
    <w:rsid w:val="00AC7702"/>
  </w:style>
  <w:style w:type="table" w:customStyle="1" w:styleId="TableGrid11">
    <w:name w:val="Table Grid11"/>
    <w:basedOn w:val="TableNormal"/>
    <w:next w:val="TableGrid"/>
    <w:uiPriority w:val="39"/>
    <w:rsid w:val="00AC770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75147B"/>
  </w:style>
  <w:style w:type="table" w:customStyle="1" w:styleId="TableGrid3">
    <w:name w:val="Table Grid3"/>
    <w:basedOn w:val="TableNormal"/>
    <w:next w:val="TableGrid"/>
    <w:rsid w:val="0075147B"/>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3FD9"/>
    <w:pPr>
      <w:ind w:left="720"/>
      <w:contextualSpacing/>
    </w:pPr>
  </w:style>
  <w:style w:type="character" w:styleId="Emphasis">
    <w:name w:val="Emphasis"/>
    <w:basedOn w:val="DefaultParagraphFont"/>
    <w:qFormat/>
    <w:rsid w:val="002B6C82"/>
    <w:rPr>
      <w:i/>
      <w:iCs/>
    </w:rPr>
  </w:style>
  <w:style w:type="paragraph" w:customStyle="1" w:styleId="tdoc-header">
    <w:name w:val="tdoc-header"/>
    <w:rsid w:val="00DB2091"/>
    <w:rPr>
      <w:rFonts w:ascii="Arial" w:hAnsi="Arial"/>
      <w:noProof/>
      <w:sz w:val="24"/>
      <w:lang w:val="en-GB" w:eastAsia="en-US"/>
    </w:rPr>
  </w:style>
  <w:style w:type="paragraph" w:customStyle="1" w:styleId="B10">
    <w:name w:val="B1+"/>
    <w:basedOn w:val="B1"/>
    <w:rsid w:val="002F710C"/>
    <w:pPr>
      <w:tabs>
        <w:tab w:val="num" w:pos="737"/>
      </w:tabs>
      <w:ind w:left="737" w:hanging="453"/>
    </w:pPr>
  </w:style>
  <w:style w:type="numbering" w:customStyle="1" w:styleId="KeineListe1">
    <w:name w:val="Keine Liste1"/>
    <w:next w:val="NoList"/>
    <w:uiPriority w:val="99"/>
    <w:semiHidden/>
    <w:unhideWhenUsed/>
    <w:rsid w:val="00666E7B"/>
  </w:style>
  <w:style w:type="table" w:customStyle="1" w:styleId="Tabellenraster1">
    <w:name w:val="Tabellenraster1"/>
    <w:basedOn w:val="TableNormal"/>
    <w:next w:val="TableGrid"/>
    <w:qFormat/>
    <w:rsid w:val="00666E7B"/>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666E7B"/>
  </w:style>
  <w:style w:type="numbering" w:customStyle="1" w:styleId="NoList22">
    <w:name w:val="No List22"/>
    <w:next w:val="NoList"/>
    <w:uiPriority w:val="99"/>
    <w:semiHidden/>
    <w:unhideWhenUsed/>
    <w:rsid w:val="00666E7B"/>
  </w:style>
  <w:style w:type="numbering" w:customStyle="1" w:styleId="NoList32">
    <w:name w:val="No List32"/>
    <w:next w:val="NoList"/>
    <w:uiPriority w:val="99"/>
    <w:semiHidden/>
    <w:unhideWhenUsed/>
    <w:rsid w:val="00666E7B"/>
  </w:style>
  <w:style w:type="numbering" w:customStyle="1" w:styleId="NoList42">
    <w:name w:val="No List42"/>
    <w:next w:val="NoList"/>
    <w:uiPriority w:val="99"/>
    <w:semiHidden/>
    <w:unhideWhenUsed/>
    <w:rsid w:val="00666E7B"/>
  </w:style>
  <w:style w:type="table" w:customStyle="1" w:styleId="TableGrid12">
    <w:name w:val="Table Grid12"/>
    <w:basedOn w:val="TableNormal"/>
    <w:next w:val="TableGrid"/>
    <w:uiPriority w:val="39"/>
    <w:rsid w:val="00666E7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666E7B"/>
  </w:style>
  <w:style w:type="table" w:customStyle="1" w:styleId="TableGrid21">
    <w:name w:val="Table Grid21"/>
    <w:basedOn w:val="TableNormal"/>
    <w:next w:val="TableGrid"/>
    <w:rsid w:val="00666E7B"/>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666E7B"/>
  </w:style>
  <w:style w:type="numbering" w:customStyle="1" w:styleId="NoList211">
    <w:name w:val="No List211"/>
    <w:next w:val="NoList"/>
    <w:uiPriority w:val="99"/>
    <w:semiHidden/>
    <w:unhideWhenUsed/>
    <w:rsid w:val="00666E7B"/>
  </w:style>
  <w:style w:type="numbering" w:customStyle="1" w:styleId="NoList311">
    <w:name w:val="No List311"/>
    <w:next w:val="NoList"/>
    <w:uiPriority w:val="99"/>
    <w:semiHidden/>
    <w:unhideWhenUsed/>
    <w:rsid w:val="00666E7B"/>
  </w:style>
  <w:style w:type="numbering" w:customStyle="1" w:styleId="NoList411">
    <w:name w:val="No List411"/>
    <w:next w:val="NoList"/>
    <w:uiPriority w:val="99"/>
    <w:semiHidden/>
    <w:unhideWhenUsed/>
    <w:rsid w:val="00666E7B"/>
  </w:style>
  <w:style w:type="table" w:customStyle="1" w:styleId="TableGrid111">
    <w:name w:val="Table Grid111"/>
    <w:basedOn w:val="TableNormal"/>
    <w:next w:val="TableGrid"/>
    <w:uiPriority w:val="39"/>
    <w:rsid w:val="00666E7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666E7B"/>
  </w:style>
  <w:style w:type="table" w:customStyle="1" w:styleId="TableGrid31">
    <w:name w:val="Table Grid31"/>
    <w:basedOn w:val="TableNormal"/>
    <w:next w:val="TableGrid"/>
    <w:rsid w:val="00666E7B"/>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7662">
      <w:bodyDiv w:val="1"/>
      <w:marLeft w:val="0"/>
      <w:marRight w:val="0"/>
      <w:marTop w:val="0"/>
      <w:marBottom w:val="0"/>
      <w:divBdr>
        <w:top w:val="none" w:sz="0" w:space="0" w:color="auto"/>
        <w:left w:val="none" w:sz="0" w:space="0" w:color="auto"/>
        <w:bottom w:val="none" w:sz="0" w:space="0" w:color="auto"/>
        <w:right w:val="none" w:sz="0" w:space="0" w:color="auto"/>
      </w:divBdr>
    </w:div>
    <w:div w:id="40400320">
      <w:bodyDiv w:val="1"/>
      <w:marLeft w:val="0"/>
      <w:marRight w:val="0"/>
      <w:marTop w:val="0"/>
      <w:marBottom w:val="0"/>
      <w:divBdr>
        <w:top w:val="none" w:sz="0" w:space="0" w:color="auto"/>
        <w:left w:val="none" w:sz="0" w:space="0" w:color="auto"/>
        <w:bottom w:val="none" w:sz="0" w:space="0" w:color="auto"/>
        <w:right w:val="none" w:sz="0" w:space="0" w:color="auto"/>
      </w:divBdr>
    </w:div>
    <w:div w:id="51468421">
      <w:bodyDiv w:val="1"/>
      <w:marLeft w:val="0"/>
      <w:marRight w:val="0"/>
      <w:marTop w:val="0"/>
      <w:marBottom w:val="0"/>
      <w:divBdr>
        <w:top w:val="none" w:sz="0" w:space="0" w:color="auto"/>
        <w:left w:val="none" w:sz="0" w:space="0" w:color="auto"/>
        <w:bottom w:val="none" w:sz="0" w:space="0" w:color="auto"/>
        <w:right w:val="none" w:sz="0" w:space="0" w:color="auto"/>
      </w:divBdr>
    </w:div>
    <w:div w:id="60293746">
      <w:bodyDiv w:val="1"/>
      <w:marLeft w:val="0"/>
      <w:marRight w:val="0"/>
      <w:marTop w:val="0"/>
      <w:marBottom w:val="0"/>
      <w:divBdr>
        <w:top w:val="none" w:sz="0" w:space="0" w:color="auto"/>
        <w:left w:val="none" w:sz="0" w:space="0" w:color="auto"/>
        <w:bottom w:val="none" w:sz="0" w:space="0" w:color="auto"/>
        <w:right w:val="none" w:sz="0" w:space="0" w:color="auto"/>
      </w:divBdr>
    </w:div>
    <w:div w:id="88887931">
      <w:bodyDiv w:val="1"/>
      <w:marLeft w:val="0"/>
      <w:marRight w:val="0"/>
      <w:marTop w:val="0"/>
      <w:marBottom w:val="0"/>
      <w:divBdr>
        <w:top w:val="none" w:sz="0" w:space="0" w:color="auto"/>
        <w:left w:val="none" w:sz="0" w:space="0" w:color="auto"/>
        <w:bottom w:val="none" w:sz="0" w:space="0" w:color="auto"/>
        <w:right w:val="none" w:sz="0" w:space="0" w:color="auto"/>
      </w:divBdr>
    </w:div>
    <w:div w:id="89282380">
      <w:bodyDiv w:val="1"/>
      <w:marLeft w:val="0"/>
      <w:marRight w:val="0"/>
      <w:marTop w:val="0"/>
      <w:marBottom w:val="0"/>
      <w:divBdr>
        <w:top w:val="none" w:sz="0" w:space="0" w:color="auto"/>
        <w:left w:val="none" w:sz="0" w:space="0" w:color="auto"/>
        <w:bottom w:val="none" w:sz="0" w:space="0" w:color="auto"/>
        <w:right w:val="none" w:sz="0" w:space="0" w:color="auto"/>
      </w:divBdr>
    </w:div>
    <w:div w:id="104083207">
      <w:bodyDiv w:val="1"/>
      <w:marLeft w:val="0"/>
      <w:marRight w:val="0"/>
      <w:marTop w:val="0"/>
      <w:marBottom w:val="0"/>
      <w:divBdr>
        <w:top w:val="none" w:sz="0" w:space="0" w:color="auto"/>
        <w:left w:val="none" w:sz="0" w:space="0" w:color="auto"/>
        <w:bottom w:val="none" w:sz="0" w:space="0" w:color="auto"/>
        <w:right w:val="none" w:sz="0" w:space="0" w:color="auto"/>
      </w:divBdr>
    </w:div>
    <w:div w:id="132451792">
      <w:bodyDiv w:val="1"/>
      <w:marLeft w:val="0"/>
      <w:marRight w:val="0"/>
      <w:marTop w:val="0"/>
      <w:marBottom w:val="0"/>
      <w:divBdr>
        <w:top w:val="none" w:sz="0" w:space="0" w:color="auto"/>
        <w:left w:val="none" w:sz="0" w:space="0" w:color="auto"/>
        <w:bottom w:val="none" w:sz="0" w:space="0" w:color="auto"/>
        <w:right w:val="none" w:sz="0" w:space="0" w:color="auto"/>
      </w:divBdr>
    </w:div>
    <w:div w:id="162668737">
      <w:bodyDiv w:val="1"/>
      <w:marLeft w:val="0"/>
      <w:marRight w:val="0"/>
      <w:marTop w:val="0"/>
      <w:marBottom w:val="0"/>
      <w:divBdr>
        <w:top w:val="none" w:sz="0" w:space="0" w:color="auto"/>
        <w:left w:val="none" w:sz="0" w:space="0" w:color="auto"/>
        <w:bottom w:val="none" w:sz="0" w:space="0" w:color="auto"/>
        <w:right w:val="none" w:sz="0" w:space="0" w:color="auto"/>
      </w:divBdr>
    </w:div>
    <w:div w:id="164514860">
      <w:bodyDiv w:val="1"/>
      <w:marLeft w:val="0"/>
      <w:marRight w:val="0"/>
      <w:marTop w:val="0"/>
      <w:marBottom w:val="0"/>
      <w:divBdr>
        <w:top w:val="none" w:sz="0" w:space="0" w:color="auto"/>
        <w:left w:val="none" w:sz="0" w:space="0" w:color="auto"/>
        <w:bottom w:val="none" w:sz="0" w:space="0" w:color="auto"/>
        <w:right w:val="none" w:sz="0" w:space="0" w:color="auto"/>
      </w:divBdr>
    </w:div>
    <w:div w:id="164904414">
      <w:bodyDiv w:val="1"/>
      <w:marLeft w:val="0"/>
      <w:marRight w:val="0"/>
      <w:marTop w:val="0"/>
      <w:marBottom w:val="0"/>
      <w:divBdr>
        <w:top w:val="none" w:sz="0" w:space="0" w:color="auto"/>
        <w:left w:val="none" w:sz="0" w:space="0" w:color="auto"/>
        <w:bottom w:val="none" w:sz="0" w:space="0" w:color="auto"/>
        <w:right w:val="none" w:sz="0" w:space="0" w:color="auto"/>
      </w:divBdr>
    </w:div>
    <w:div w:id="177624399">
      <w:bodyDiv w:val="1"/>
      <w:marLeft w:val="0"/>
      <w:marRight w:val="0"/>
      <w:marTop w:val="0"/>
      <w:marBottom w:val="0"/>
      <w:divBdr>
        <w:top w:val="none" w:sz="0" w:space="0" w:color="auto"/>
        <w:left w:val="none" w:sz="0" w:space="0" w:color="auto"/>
        <w:bottom w:val="none" w:sz="0" w:space="0" w:color="auto"/>
        <w:right w:val="none" w:sz="0" w:space="0" w:color="auto"/>
      </w:divBdr>
    </w:div>
    <w:div w:id="183250636">
      <w:bodyDiv w:val="1"/>
      <w:marLeft w:val="0"/>
      <w:marRight w:val="0"/>
      <w:marTop w:val="0"/>
      <w:marBottom w:val="0"/>
      <w:divBdr>
        <w:top w:val="none" w:sz="0" w:space="0" w:color="auto"/>
        <w:left w:val="none" w:sz="0" w:space="0" w:color="auto"/>
        <w:bottom w:val="none" w:sz="0" w:space="0" w:color="auto"/>
        <w:right w:val="none" w:sz="0" w:space="0" w:color="auto"/>
      </w:divBdr>
    </w:div>
    <w:div w:id="189953264">
      <w:bodyDiv w:val="1"/>
      <w:marLeft w:val="0"/>
      <w:marRight w:val="0"/>
      <w:marTop w:val="0"/>
      <w:marBottom w:val="0"/>
      <w:divBdr>
        <w:top w:val="none" w:sz="0" w:space="0" w:color="auto"/>
        <w:left w:val="none" w:sz="0" w:space="0" w:color="auto"/>
        <w:bottom w:val="none" w:sz="0" w:space="0" w:color="auto"/>
        <w:right w:val="none" w:sz="0" w:space="0" w:color="auto"/>
      </w:divBdr>
    </w:div>
    <w:div w:id="199784140">
      <w:bodyDiv w:val="1"/>
      <w:marLeft w:val="0"/>
      <w:marRight w:val="0"/>
      <w:marTop w:val="0"/>
      <w:marBottom w:val="0"/>
      <w:divBdr>
        <w:top w:val="none" w:sz="0" w:space="0" w:color="auto"/>
        <w:left w:val="none" w:sz="0" w:space="0" w:color="auto"/>
        <w:bottom w:val="none" w:sz="0" w:space="0" w:color="auto"/>
        <w:right w:val="none" w:sz="0" w:space="0" w:color="auto"/>
      </w:divBdr>
    </w:div>
    <w:div w:id="202597137">
      <w:bodyDiv w:val="1"/>
      <w:marLeft w:val="0"/>
      <w:marRight w:val="0"/>
      <w:marTop w:val="0"/>
      <w:marBottom w:val="0"/>
      <w:divBdr>
        <w:top w:val="none" w:sz="0" w:space="0" w:color="auto"/>
        <w:left w:val="none" w:sz="0" w:space="0" w:color="auto"/>
        <w:bottom w:val="none" w:sz="0" w:space="0" w:color="auto"/>
        <w:right w:val="none" w:sz="0" w:space="0" w:color="auto"/>
      </w:divBdr>
    </w:div>
    <w:div w:id="213011929">
      <w:bodyDiv w:val="1"/>
      <w:marLeft w:val="0"/>
      <w:marRight w:val="0"/>
      <w:marTop w:val="0"/>
      <w:marBottom w:val="0"/>
      <w:divBdr>
        <w:top w:val="none" w:sz="0" w:space="0" w:color="auto"/>
        <w:left w:val="none" w:sz="0" w:space="0" w:color="auto"/>
        <w:bottom w:val="none" w:sz="0" w:space="0" w:color="auto"/>
        <w:right w:val="none" w:sz="0" w:space="0" w:color="auto"/>
      </w:divBdr>
    </w:div>
    <w:div w:id="231814575">
      <w:bodyDiv w:val="1"/>
      <w:marLeft w:val="0"/>
      <w:marRight w:val="0"/>
      <w:marTop w:val="0"/>
      <w:marBottom w:val="0"/>
      <w:divBdr>
        <w:top w:val="none" w:sz="0" w:space="0" w:color="auto"/>
        <w:left w:val="none" w:sz="0" w:space="0" w:color="auto"/>
        <w:bottom w:val="none" w:sz="0" w:space="0" w:color="auto"/>
        <w:right w:val="none" w:sz="0" w:space="0" w:color="auto"/>
      </w:divBdr>
    </w:div>
    <w:div w:id="249582600">
      <w:bodyDiv w:val="1"/>
      <w:marLeft w:val="0"/>
      <w:marRight w:val="0"/>
      <w:marTop w:val="0"/>
      <w:marBottom w:val="0"/>
      <w:divBdr>
        <w:top w:val="none" w:sz="0" w:space="0" w:color="auto"/>
        <w:left w:val="none" w:sz="0" w:space="0" w:color="auto"/>
        <w:bottom w:val="none" w:sz="0" w:space="0" w:color="auto"/>
        <w:right w:val="none" w:sz="0" w:space="0" w:color="auto"/>
      </w:divBdr>
    </w:div>
    <w:div w:id="254704659">
      <w:bodyDiv w:val="1"/>
      <w:marLeft w:val="0"/>
      <w:marRight w:val="0"/>
      <w:marTop w:val="0"/>
      <w:marBottom w:val="0"/>
      <w:divBdr>
        <w:top w:val="none" w:sz="0" w:space="0" w:color="auto"/>
        <w:left w:val="none" w:sz="0" w:space="0" w:color="auto"/>
        <w:bottom w:val="none" w:sz="0" w:space="0" w:color="auto"/>
        <w:right w:val="none" w:sz="0" w:space="0" w:color="auto"/>
      </w:divBdr>
    </w:div>
    <w:div w:id="259681909">
      <w:bodyDiv w:val="1"/>
      <w:marLeft w:val="0"/>
      <w:marRight w:val="0"/>
      <w:marTop w:val="0"/>
      <w:marBottom w:val="0"/>
      <w:divBdr>
        <w:top w:val="none" w:sz="0" w:space="0" w:color="auto"/>
        <w:left w:val="none" w:sz="0" w:space="0" w:color="auto"/>
        <w:bottom w:val="none" w:sz="0" w:space="0" w:color="auto"/>
        <w:right w:val="none" w:sz="0" w:space="0" w:color="auto"/>
      </w:divBdr>
    </w:div>
    <w:div w:id="262349026">
      <w:bodyDiv w:val="1"/>
      <w:marLeft w:val="0"/>
      <w:marRight w:val="0"/>
      <w:marTop w:val="0"/>
      <w:marBottom w:val="0"/>
      <w:divBdr>
        <w:top w:val="none" w:sz="0" w:space="0" w:color="auto"/>
        <w:left w:val="none" w:sz="0" w:space="0" w:color="auto"/>
        <w:bottom w:val="none" w:sz="0" w:space="0" w:color="auto"/>
        <w:right w:val="none" w:sz="0" w:space="0" w:color="auto"/>
      </w:divBdr>
    </w:div>
    <w:div w:id="304049184">
      <w:bodyDiv w:val="1"/>
      <w:marLeft w:val="0"/>
      <w:marRight w:val="0"/>
      <w:marTop w:val="0"/>
      <w:marBottom w:val="0"/>
      <w:divBdr>
        <w:top w:val="none" w:sz="0" w:space="0" w:color="auto"/>
        <w:left w:val="none" w:sz="0" w:space="0" w:color="auto"/>
        <w:bottom w:val="none" w:sz="0" w:space="0" w:color="auto"/>
        <w:right w:val="none" w:sz="0" w:space="0" w:color="auto"/>
      </w:divBdr>
    </w:div>
    <w:div w:id="313069723">
      <w:bodyDiv w:val="1"/>
      <w:marLeft w:val="0"/>
      <w:marRight w:val="0"/>
      <w:marTop w:val="0"/>
      <w:marBottom w:val="0"/>
      <w:divBdr>
        <w:top w:val="none" w:sz="0" w:space="0" w:color="auto"/>
        <w:left w:val="none" w:sz="0" w:space="0" w:color="auto"/>
        <w:bottom w:val="none" w:sz="0" w:space="0" w:color="auto"/>
        <w:right w:val="none" w:sz="0" w:space="0" w:color="auto"/>
      </w:divBdr>
    </w:div>
    <w:div w:id="328218069">
      <w:bodyDiv w:val="1"/>
      <w:marLeft w:val="0"/>
      <w:marRight w:val="0"/>
      <w:marTop w:val="0"/>
      <w:marBottom w:val="0"/>
      <w:divBdr>
        <w:top w:val="none" w:sz="0" w:space="0" w:color="auto"/>
        <w:left w:val="none" w:sz="0" w:space="0" w:color="auto"/>
        <w:bottom w:val="none" w:sz="0" w:space="0" w:color="auto"/>
        <w:right w:val="none" w:sz="0" w:space="0" w:color="auto"/>
      </w:divBdr>
    </w:div>
    <w:div w:id="337118559">
      <w:bodyDiv w:val="1"/>
      <w:marLeft w:val="0"/>
      <w:marRight w:val="0"/>
      <w:marTop w:val="0"/>
      <w:marBottom w:val="0"/>
      <w:divBdr>
        <w:top w:val="none" w:sz="0" w:space="0" w:color="auto"/>
        <w:left w:val="none" w:sz="0" w:space="0" w:color="auto"/>
        <w:bottom w:val="none" w:sz="0" w:space="0" w:color="auto"/>
        <w:right w:val="none" w:sz="0" w:space="0" w:color="auto"/>
      </w:divBdr>
    </w:div>
    <w:div w:id="355808244">
      <w:bodyDiv w:val="1"/>
      <w:marLeft w:val="0"/>
      <w:marRight w:val="0"/>
      <w:marTop w:val="0"/>
      <w:marBottom w:val="0"/>
      <w:divBdr>
        <w:top w:val="none" w:sz="0" w:space="0" w:color="auto"/>
        <w:left w:val="none" w:sz="0" w:space="0" w:color="auto"/>
        <w:bottom w:val="none" w:sz="0" w:space="0" w:color="auto"/>
        <w:right w:val="none" w:sz="0" w:space="0" w:color="auto"/>
      </w:divBdr>
    </w:div>
    <w:div w:id="360513810">
      <w:bodyDiv w:val="1"/>
      <w:marLeft w:val="0"/>
      <w:marRight w:val="0"/>
      <w:marTop w:val="0"/>
      <w:marBottom w:val="0"/>
      <w:divBdr>
        <w:top w:val="none" w:sz="0" w:space="0" w:color="auto"/>
        <w:left w:val="none" w:sz="0" w:space="0" w:color="auto"/>
        <w:bottom w:val="none" w:sz="0" w:space="0" w:color="auto"/>
        <w:right w:val="none" w:sz="0" w:space="0" w:color="auto"/>
      </w:divBdr>
    </w:div>
    <w:div w:id="487331944">
      <w:bodyDiv w:val="1"/>
      <w:marLeft w:val="0"/>
      <w:marRight w:val="0"/>
      <w:marTop w:val="0"/>
      <w:marBottom w:val="0"/>
      <w:divBdr>
        <w:top w:val="none" w:sz="0" w:space="0" w:color="auto"/>
        <w:left w:val="none" w:sz="0" w:space="0" w:color="auto"/>
        <w:bottom w:val="none" w:sz="0" w:space="0" w:color="auto"/>
        <w:right w:val="none" w:sz="0" w:space="0" w:color="auto"/>
      </w:divBdr>
    </w:div>
    <w:div w:id="496264349">
      <w:bodyDiv w:val="1"/>
      <w:marLeft w:val="0"/>
      <w:marRight w:val="0"/>
      <w:marTop w:val="0"/>
      <w:marBottom w:val="0"/>
      <w:divBdr>
        <w:top w:val="none" w:sz="0" w:space="0" w:color="auto"/>
        <w:left w:val="none" w:sz="0" w:space="0" w:color="auto"/>
        <w:bottom w:val="none" w:sz="0" w:space="0" w:color="auto"/>
        <w:right w:val="none" w:sz="0" w:space="0" w:color="auto"/>
      </w:divBdr>
    </w:div>
    <w:div w:id="501748313">
      <w:bodyDiv w:val="1"/>
      <w:marLeft w:val="0"/>
      <w:marRight w:val="0"/>
      <w:marTop w:val="0"/>
      <w:marBottom w:val="0"/>
      <w:divBdr>
        <w:top w:val="none" w:sz="0" w:space="0" w:color="auto"/>
        <w:left w:val="none" w:sz="0" w:space="0" w:color="auto"/>
        <w:bottom w:val="none" w:sz="0" w:space="0" w:color="auto"/>
        <w:right w:val="none" w:sz="0" w:space="0" w:color="auto"/>
      </w:divBdr>
    </w:div>
    <w:div w:id="505369027">
      <w:bodyDiv w:val="1"/>
      <w:marLeft w:val="0"/>
      <w:marRight w:val="0"/>
      <w:marTop w:val="0"/>
      <w:marBottom w:val="0"/>
      <w:divBdr>
        <w:top w:val="none" w:sz="0" w:space="0" w:color="auto"/>
        <w:left w:val="none" w:sz="0" w:space="0" w:color="auto"/>
        <w:bottom w:val="none" w:sz="0" w:space="0" w:color="auto"/>
        <w:right w:val="none" w:sz="0" w:space="0" w:color="auto"/>
      </w:divBdr>
    </w:div>
    <w:div w:id="509107379">
      <w:bodyDiv w:val="1"/>
      <w:marLeft w:val="0"/>
      <w:marRight w:val="0"/>
      <w:marTop w:val="0"/>
      <w:marBottom w:val="0"/>
      <w:divBdr>
        <w:top w:val="none" w:sz="0" w:space="0" w:color="auto"/>
        <w:left w:val="none" w:sz="0" w:space="0" w:color="auto"/>
        <w:bottom w:val="none" w:sz="0" w:space="0" w:color="auto"/>
        <w:right w:val="none" w:sz="0" w:space="0" w:color="auto"/>
      </w:divBdr>
    </w:div>
    <w:div w:id="527067548">
      <w:bodyDiv w:val="1"/>
      <w:marLeft w:val="0"/>
      <w:marRight w:val="0"/>
      <w:marTop w:val="0"/>
      <w:marBottom w:val="0"/>
      <w:divBdr>
        <w:top w:val="none" w:sz="0" w:space="0" w:color="auto"/>
        <w:left w:val="none" w:sz="0" w:space="0" w:color="auto"/>
        <w:bottom w:val="none" w:sz="0" w:space="0" w:color="auto"/>
        <w:right w:val="none" w:sz="0" w:space="0" w:color="auto"/>
      </w:divBdr>
    </w:div>
    <w:div w:id="551813131">
      <w:bodyDiv w:val="1"/>
      <w:marLeft w:val="0"/>
      <w:marRight w:val="0"/>
      <w:marTop w:val="0"/>
      <w:marBottom w:val="0"/>
      <w:divBdr>
        <w:top w:val="none" w:sz="0" w:space="0" w:color="auto"/>
        <w:left w:val="none" w:sz="0" w:space="0" w:color="auto"/>
        <w:bottom w:val="none" w:sz="0" w:space="0" w:color="auto"/>
        <w:right w:val="none" w:sz="0" w:space="0" w:color="auto"/>
      </w:divBdr>
    </w:div>
    <w:div w:id="589393797">
      <w:bodyDiv w:val="1"/>
      <w:marLeft w:val="0"/>
      <w:marRight w:val="0"/>
      <w:marTop w:val="0"/>
      <w:marBottom w:val="0"/>
      <w:divBdr>
        <w:top w:val="none" w:sz="0" w:space="0" w:color="auto"/>
        <w:left w:val="none" w:sz="0" w:space="0" w:color="auto"/>
        <w:bottom w:val="none" w:sz="0" w:space="0" w:color="auto"/>
        <w:right w:val="none" w:sz="0" w:space="0" w:color="auto"/>
      </w:divBdr>
    </w:div>
    <w:div w:id="614992591">
      <w:bodyDiv w:val="1"/>
      <w:marLeft w:val="0"/>
      <w:marRight w:val="0"/>
      <w:marTop w:val="0"/>
      <w:marBottom w:val="0"/>
      <w:divBdr>
        <w:top w:val="none" w:sz="0" w:space="0" w:color="auto"/>
        <w:left w:val="none" w:sz="0" w:space="0" w:color="auto"/>
        <w:bottom w:val="none" w:sz="0" w:space="0" w:color="auto"/>
        <w:right w:val="none" w:sz="0" w:space="0" w:color="auto"/>
      </w:divBdr>
    </w:div>
    <w:div w:id="622617595">
      <w:bodyDiv w:val="1"/>
      <w:marLeft w:val="0"/>
      <w:marRight w:val="0"/>
      <w:marTop w:val="0"/>
      <w:marBottom w:val="0"/>
      <w:divBdr>
        <w:top w:val="none" w:sz="0" w:space="0" w:color="auto"/>
        <w:left w:val="none" w:sz="0" w:space="0" w:color="auto"/>
        <w:bottom w:val="none" w:sz="0" w:space="0" w:color="auto"/>
        <w:right w:val="none" w:sz="0" w:space="0" w:color="auto"/>
      </w:divBdr>
    </w:div>
    <w:div w:id="624577682">
      <w:bodyDiv w:val="1"/>
      <w:marLeft w:val="0"/>
      <w:marRight w:val="0"/>
      <w:marTop w:val="0"/>
      <w:marBottom w:val="0"/>
      <w:divBdr>
        <w:top w:val="none" w:sz="0" w:space="0" w:color="auto"/>
        <w:left w:val="none" w:sz="0" w:space="0" w:color="auto"/>
        <w:bottom w:val="none" w:sz="0" w:space="0" w:color="auto"/>
        <w:right w:val="none" w:sz="0" w:space="0" w:color="auto"/>
      </w:divBdr>
    </w:div>
    <w:div w:id="633028940">
      <w:bodyDiv w:val="1"/>
      <w:marLeft w:val="0"/>
      <w:marRight w:val="0"/>
      <w:marTop w:val="0"/>
      <w:marBottom w:val="0"/>
      <w:divBdr>
        <w:top w:val="none" w:sz="0" w:space="0" w:color="auto"/>
        <w:left w:val="none" w:sz="0" w:space="0" w:color="auto"/>
        <w:bottom w:val="none" w:sz="0" w:space="0" w:color="auto"/>
        <w:right w:val="none" w:sz="0" w:space="0" w:color="auto"/>
      </w:divBdr>
    </w:div>
    <w:div w:id="658537535">
      <w:bodyDiv w:val="1"/>
      <w:marLeft w:val="0"/>
      <w:marRight w:val="0"/>
      <w:marTop w:val="0"/>
      <w:marBottom w:val="0"/>
      <w:divBdr>
        <w:top w:val="none" w:sz="0" w:space="0" w:color="auto"/>
        <w:left w:val="none" w:sz="0" w:space="0" w:color="auto"/>
        <w:bottom w:val="none" w:sz="0" w:space="0" w:color="auto"/>
        <w:right w:val="none" w:sz="0" w:space="0" w:color="auto"/>
      </w:divBdr>
    </w:div>
    <w:div w:id="671685413">
      <w:bodyDiv w:val="1"/>
      <w:marLeft w:val="0"/>
      <w:marRight w:val="0"/>
      <w:marTop w:val="0"/>
      <w:marBottom w:val="0"/>
      <w:divBdr>
        <w:top w:val="none" w:sz="0" w:space="0" w:color="auto"/>
        <w:left w:val="none" w:sz="0" w:space="0" w:color="auto"/>
        <w:bottom w:val="none" w:sz="0" w:space="0" w:color="auto"/>
        <w:right w:val="none" w:sz="0" w:space="0" w:color="auto"/>
      </w:divBdr>
    </w:div>
    <w:div w:id="685448653">
      <w:bodyDiv w:val="1"/>
      <w:marLeft w:val="0"/>
      <w:marRight w:val="0"/>
      <w:marTop w:val="0"/>
      <w:marBottom w:val="0"/>
      <w:divBdr>
        <w:top w:val="none" w:sz="0" w:space="0" w:color="auto"/>
        <w:left w:val="none" w:sz="0" w:space="0" w:color="auto"/>
        <w:bottom w:val="none" w:sz="0" w:space="0" w:color="auto"/>
        <w:right w:val="none" w:sz="0" w:space="0" w:color="auto"/>
      </w:divBdr>
    </w:div>
    <w:div w:id="716516162">
      <w:bodyDiv w:val="1"/>
      <w:marLeft w:val="0"/>
      <w:marRight w:val="0"/>
      <w:marTop w:val="0"/>
      <w:marBottom w:val="0"/>
      <w:divBdr>
        <w:top w:val="none" w:sz="0" w:space="0" w:color="auto"/>
        <w:left w:val="none" w:sz="0" w:space="0" w:color="auto"/>
        <w:bottom w:val="none" w:sz="0" w:space="0" w:color="auto"/>
        <w:right w:val="none" w:sz="0" w:space="0" w:color="auto"/>
      </w:divBdr>
    </w:div>
    <w:div w:id="735473145">
      <w:bodyDiv w:val="1"/>
      <w:marLeft w:val="0"/>
      <w:marRight w:val="0"/>
      <w:marTop w:val="0"/>
      <w:marBottom w:val="0"/>
      <w:divBdr>
        <w:top w:val="none" w:sz="0" w:space="0" w:color="auto"/>
        <w:left w:val="none" w:sz="0" w:space="0" w:color="auto"/>
        <w:bottom w:val="none" w:sz="0" w:space="0" w:color="auto"/>
        <w:right w:val="none" w:sz="0" w:space="0" w:color="auto"/>
      </w:divBdr>
    </w:div>
    <w:div w:id="764114462">
      <w:bodyDiv w:val="1"/>
      <w:marLeft w:val="0"/>
      <w:marRight w:val="0"/>
      <w:marTop w:val="0"/>
      <w:marBottom w:val="0"/>
      <w:divBdr>
        <w:top w:val="none" w:sz="0" w:space="0" w:color="auto"/>
        <w:left w:val="none" w:sz="0" w:space="0" w:color="auto"/>
        <w:bottom w:val="none" w:sz="0" w:space="0" w:color="auto"/>
        <w:right w:val="none" w:sz="0" w:space="0" w:color="auto"/>
      </w:divBdr>
    </w:div>
    <w:div w:id="774595288">
      <w:bodyDiv w:val="1"/>
      <w:marLeft w:val="0"/>
      <w:marRight w:val="0"/>
      <w:marTop w:val="0"/>
      <w:marBottom w:val="0"/>
      <w:divBdr>
        <w:top w:val="none" w:sz="0" w:space="0" w:color="auto"/>
        <w:left w:val="none" w:sz="0" w:space="0" w:color="auto"/>
        <w:bottom w:val="none" w:sz="0" w:space="0" w:color="auto"/>
        <w:right w:val="none" w:sz="0" w:space="0" w:color="auto"/>
      </w:divBdr>
    </w:div>
    <w:div w:id="799154746">
      <w:bodyDiv w:val="1"/>
      <w:marLeft w:val="0"/>
      <w:marRight w:val="0"/>
      <w:marTop w:val="0"/>
      <w:marBottom w:val="0"/>
      <w:divBdr>
        <w:top w:val="none" w:sz="0" w:space="0" w:color="auto"/>
        <w:left w:val="none" w:sz="0" w:space="0" w:color="auto"/>
        <w:bottom w:val="none" w:sz="0" w:space="0" w:color="auto"/>
        <w:right w:val="none" w:sz="0" w:space="0" w:color="auto"/>
      </w:divBdr>
    </w:div>
    <w:div w:id="834030278">
      <w:bodyDiv w:val="1"/>
      <w:marLeft w:val="0"/>
      <w:marRight w:val="0"/>
      <w:marTop w:val="0"/>
      <w:marBottom w:val="0"/>
      <w:divBdr>
        <w:top w:val="none" w:sz="0" w:space="0" w:color="auto"/>
        <w:left w:val="none" w:sz="0" w:space="0" w:color="auto"/>
        <w:bottom w:val="none" w:sz="0" w:space="0" w:color="auto"/>
        <w:right w:val="none" w:sz="0" w:space="0" w:color="auto"/>
      </w:divBdr>
    </w:div>
    <w:div w:id="837235100">
      <w:bodyDiv w:val="1"/>
      <w:marLeft w:val="0"/>
      <w:marRight w:val="0"/>
      <w:marTop w:val="0"/>
      <w:marBottom w:val="0"/>
      <w:divBdr>
        <w:top w:val="none" w:sz="0" w:space="0" w:color="auto"/>
        <w:left w:val="none" w:sz="0" w:space="0" w:color="auto"/>
        <w:bottom w:val="none" w:sz="0" w:space="0" w:color="auto"/>
        <w:right w:val="none" w:sz="0" w:space="0" w:color="auto"/>
      </w:divBdr>
    </w:div>
    <w:div w:id="837767319">
      <w:bodyDiv w:val="1"/>
      <w:marLeft w:val="0"/>
      <w:marRight w:val="0"/>
      <w:marTop w:val="0"/>
      <w:marBottom w:val="0"/>
      <w:divBdr>
        <w:top w:val="none" w:sz="0" w:space="0" w:color="auto"/>
        <w:left w:val="none" w:sz="0" w:space="0" w:color="auto"/>
        <w:bottom w:val="none" w:sz="0" w:space="0" w:color="auto"/>
        <w:right w:val="none" w:sz="0" w:space="0" w:color="auto"/>
      </w:divBdr>
    </w:div>
    <w:div w:id="840049303">
      <w:bodyDiv w:val="1"/>
      <w:marLeft w:val="0"/>
      <w:marRight w:val="0"/>
      <w:marTop w:val="0"/>
      <w:marBottom w:val="0"/>
      <w:divBdr>
        <w:top w:val="none" w:sz="0" w:space="0" w:color="auto"/>
        <w:left w:val="none" w:sz="0" w:space="0" w:color="auto"/>
        <w:bottom w:val="none" w:sz="0" w:space="0" w:color="auto"/>
        <w:right w:val="none" w:sz="0" w:space="0" w:color="auto"/>
      </w:divBdr>
    </w:div>
    <w:div w:id="861018622">
      <w:bodyDiv w:val="1"/>
      <w:marLeft w:val="0"/>
      <w:marRight w:val="0"/>
      <w:marTop w:val="0"/>
      <w:marBottom w:val="0"/>
      <w:divBdr>
        <w:top w:val="none" w:sz="0" w:space="0" w:color="auto"/>
        <w:left w:val="none" w:sz="0" w:space="0" w:color="auto"/>
        <w:bottom w:val="none" w:sz="0" w:space="0" w:color="auto"/>
        <w:right w:val="none" w:sz="0" w:space="0" w:color="auto"/>
      </w:divBdr>
    </w:div>
    <w:div w:id="900093711">
      <w:bodyDiv w:val="1"/>
      <w:marLeft w:val="0"/>
      <w:marRight w:val="0"/>
      <w:marTop w:val="0"/>
      <w:marBottom w:val="0"/>
      <w:divBdr>
        <w:top w:val="none" w:sz="0" w:space="0" w:color="auto"/>
        <w:left w:val="none" w:sz="0" w:space="0" w:color="auto"/>
        <w:bottom w:val="none" w:sz="0" w:space="0" w:color="auto"/>
        <w:right w:val="none" w:sz="0" w:space="0" w:color="auto"/>
      </w:divBdr>
    </w:div>
    <w:div w:id="916787866">
      <w:bodyDiv w:val="1"/>
      <w:marLeft w:val="0"/>
      <w:marRight w:val="0"/>
      <w:marTop w:val="0"/>
      <w:marBottom w:val="0"/>
      <w:divBdr>
        <w:top w:val="none" w:sz="0" w:space="0" w:color="auto"/>
        <w:left w:val="none" w:sz="0" w:space="0" w:color="auto"/>
        <w:bottom w:val="none" w:sz="0" w:space="0" w:color="auto"/>
        <w:right w:val="none" w:sz="0" w:space="0" w:color="auto"/>
      </w:divBdr>
    </w:div>
    <w:div w:id="916789128">
      <w:bodyDiv w:val="1"/>
      <w:marLeft w:val="0"/>
      <w:marRight w:val="0"/>
      <w:marTop w:val="0"/>
      <w:marBottom w:val="0"/>
      <w:divBdr>
        <w:top w:val="none" w:sz="0" w:space="0" w:color="auto"/>
        <w:left w:val="none" w:sz="0" w:space="0" w:color="auto"/>
        <w:bottom w:val="none" w:sz="0" w:space="0" w:color="auto"/>
        <w:right w:val="none" w:sz="0" w:space="0" w:color="auto"/>
      </w:divBdr>
    </w:div>
    <w:div w:id="918952311">
      <w:bodyDiv w:val="1"/>
      <w:marLeft w:val="0"/>
      <w:marRight w:val="0"/>
      <w:marTop w:val="0"/>
      <w:marBottom w:val="0"/>
      <w:divBdr>
        <w:top w:val="none" w:sz="0" w:space="0" w:color="auto"/>
        <w:left w:val="none" w:sz="0" w:space="0" w:color="auto"/>
        <w:bottom w:val="none" w:sz="0" w:space="0" w:color="auto"/>
        <w:right w:val="none" w:sz="0" w:space="0" w:color="auto"/>
      </w:divBdr>
    </w:div>
    <w:div w:id="948438491">
      <w:bodyDiv w:val="1"/>
      <w:marLeft w:val="0"/>
      <w:marRight w:val="0"/>
      <w:marTop w:val="0"/>
      <w:marBottom w:val="0"/>
      <w:divBdr>
        <w:top w:val="none" w:sz="0" w:space="0" w:color="auto"/>
        <w:left w:val="none" w:sz="0" w:space="0" w:color="auto"/>
        <w:bottom w:val="none" w:sz="0" w:space="0" w:color="auto"/>
        <w:right w:val="none" w:sz="0" w:space="0" w:color="auto"/>
      </w:divBdr>
    </w:div>
    <w:div w:id="950745662">
      <w:bodyDiv w:val="1"/>
      <w:marLeft w:val="0"/>
      <w:marRight w:val="0"/>
      <w:marTop w:val="0"/>
      <w:marBottom w:val="0"/>
      <w:divBdr>
        <w:top w:val="none" w:sz="0" w:space="0" w:color="auto"/>
        <w:left w:val="none" w:sz="0" w:space="0" w:color="auto"/>
        <w:bottom w:val="none" w:sz="0" w:space="0" w:color="auto"/>
        <w:right w:val="none" w:sz="0" w:space="0" w:color="auto"/>
      </w:divBdr>
    </w:div>
    <w:div w:id="972636846">
      <w:bodyDiv w:val="1"/>
      <w:marLeft w:val="0"/>
      <w:marRight w:val="0"/>
      <w:marTop w:val="0"/>
      <w:marBottom w:val="0"/>
      <w:divBdr>
        <w:top w:val="none" w:sz="0" w:space="0" w:color="auto"/>
        <w:left w:val="none" w:sz="0" w:space="0" w:color="auto"/>
        <w:bottom w:val="none" w:sz="0" w:space="0" w:color="auto"/>
        <w:right w:val="none" w:sz="0" w:space="0" w:color="auto"/>
      </w:divBdr>
    </w:div>
    <w:div w:id="987901479">
      <w:bodyDiv w:val="1"/>
      <w:marLeft w:val="0"/>
      <w:marRight w:val="0"/>
      <w:marTop w:val="0"/>
      <w:marBottom w:val="0"/>
      <w:divBdr>
        <w:top w:val="none" w:sz="0" w:space="0" w:color="auto"/>
        <w:left w:val="none" w:sz="0" w:space="0" w:color="auto"/>
        <w:bottom w:val="none" w:sz="0" w:space="0" w:color="auto"/>
        <w:right w:val="none" w:sz="0" w:space="0" w:color="auto"/>
      </w:divBdr>
    </w:div>
    <w:div w:id="1005788171">
      <w:bodyDiv w:val="1"/>
      <w:marLeft w:val="0"/>
      <w:marRight w:val="0"/>
      <w:marTop w:val="0"/>
      <w:marBottom w:val="0"/>
      <w:divBdr>
        <w:top w:val="none" w:sz="0" w:space="0" w:color="auto"/>
        <w:left w:val="none" w:sz="0" w:space="0" w:color="auto"/>
        <w:bottom w:val="none" w:sz="0" w:space="0" w:color="auto"/>
        <w:right w:val="none" w:sz="0" w:space="0" w:color="auto"/>
      </w:divBdr>
    </w:div>
    <w:div w:id="1014310127">
      <w:bodyDiv w:val="1"/>
      <w:marLeft w:val="0"/>
      <w:marRight w:val="0"/>
      <w:marTop w:val="0"/>
      <w:marBottom w:val="0"/>
      <w:divBdr>
        <w:top w:val="none" w:sz="0" w:space="0" w:color="auto"/>
        <w:left w:val="none" w:sz="0" w:space="0" w:color="auto"/>
        <w:bottom w:val="none" w:sz="0" w:space="0" w:color="auto"/>
        <w:right w:val="none" w:sz="0" w:space="0" w:color="auto"/>
      </w:divBdr>
    </w:div>
    <w:div w:id="1023826625">
      <w:bodyDiv w:val="1"/>
      <w:marLeft w:val="0"/>
      <w:marRight w:val="0"/>
      <w:marTop w:val="0"/>
      <w:marBottom w:val="0"/>
      <w:divBdr>
        <w:top w:val="none" w:sz="0" w:space="0" w:color="auto"/>
        <w:left w:val="none" w:sz="0" w:space="0" w:color="auto"/>
        <w:bottom w:val="none" w:sz="0" w:space="0" w:color="auto"/>
        <w:right w:val="none" w:sz="0" w:space="0" w:color="auto"/>
      </w:divBdr>
    </w:div>
    <w:div w:id="1028409069">
      <w:bodyDiv w:val="1"/>
      <w:marLeft w:val="0"/>
      <w:marRight w:val="0"/>
      <w:marTop w:val="0"/>
      <w:marBottom w:val="0"/>
      <w:divBdr>
        <w:top w:val="none" w:sz="0" w:space="0" w:color="auto"/>
        <w:left w:val="none" w:sz="0" w:space="0" w:color="auto"/>
        <w:bottom w:val="none" w:sz="0" w:space="0" w:color="auto"/>
        <w:right w:val="none" w:sz="0" w:space="0" w:color="auto"/>
      </w:divBdr>
    </w:div>
    <w:div w:id="1045832544">
      <w:bodyDiv w:val="1"/>
      <w:marLeft w:val="0"/>
      <w:marRight w:val="0"/>
      <w:marTop w:val="0"/>
      <w:marBottom w:val="0"/>
      <w:divBdr>
        <w:top w:val="none" w:sz="0" w:space="0" w:color="auto"/>
        <w:left w:val="none" w:sz="0" w:space="0" w:color="auto"/>
        <w:bottom w:val="none" w:sz="0" w:space="0" w:color="auto"/>
        <w:right w:val="none" w:sz="0" w:space="0" w:color="auto"/>
      </w:divBdr>
    </w:div>
    <w:div w:id="1048450766">
      <w:bodyDiv w:val="1"/>
      <w:marLeft w:val="0"/>
      <w:marRight w:val="0"/>
      <w:marTop w:val="0"/>
      <w:marBottom w:val="0"/>
      <w:divBdr>
        <w:top w:val="none" w:sz="0" w:space="0" w:color="auto"/>
        <w:left w:val="none" w:sz="0" w:space="0" w:color="auto"/>
        <w:bottom w:val="none" w:sz="0" w:space="0" w:color="auto"/>
        <w:right w:val="none" w:sz="0" w:space="0" w:color="auto"/>
      </w:divBdr>
    </w:div>
    <w:div w:id="1070008638">
      <w:bodyDiv w:val="1"/>
      <w:marLeft w:val="0"/>
      <w:marRight w:val="0"/>
      <w:marTop w:val="0"/>
      <w:marBottom w:val="0"/>
      <w:divBdr>
        <w:top w:val="none" w:sz="0" w:space="0" w:color="auto"/>
        <w:left w:val="none" w:sz="0" w:space="0" w:color="auto"/>
        <w:bottom w:val="none" w:sz="0" w:space="0" w:color="auto"/>
        <w:right w:val="none" w:sz="0" w:space="0" w:color="auto"/>
      </w:divBdr>
    </w:div>
    <w:div w:id="1093862347">
      <w:bodyDiv w:val="1"/>
      <w:marLeft w:val="0"/>
      <w:marRight w:val="0"/>
      <w:marTop w:val="0"/>
      <w:marBottom w:val="0"/>
      <w:divBdr>
        <w:top w:val="none" w:sz="0" w:space="0" w:color="auto"/>
        <w:left w:val="none" w:sz="0" w:space="0" w:color="auto"/>
        <w:bottom w:val="none" w:sz="0" w:space="0" w:color="auto"/>
        <w:right w:val="none" w:sz="0" w:space="0" w:color="auto"/>
      </w:divBdr>
    </w:div>
    <w:div w:id="1108309514">
      <w:bodyDiv w:val="1"/>
      <w:marLeft w:val="0"/>
      <w:marRight w:val="0"/>
      <w:marTop w:val="0"/>
      <w:marBottom w:val="0"/>
      <w:divBdr>
        <w:top w:val="none" w:sz="0" w:space="0" w:color="auto"/>
        <w:left w:val="none" w:sz="0" w:space="0" w:color="auto"/>
        <w:bottom w:val="none" w:sz="0" w:space="0" w:color="auto"/>
        <w:right w:val="none" w:sz="0" w:space="0" w:color="auto"/>
      </w:divBdr>
    </w:div>
    <w:div w:id="1111320648">
      <w:bodyDiv w:val="1"/>
      <w:marLeft w:val="0"/>
      <w:marRight w:val="0"/>
      <w:marTop w:val="0"/>
      <w:marBottom w:val="0"/>
      <w:divBdr>
        <w:top w:val="none" w:sz="0" w:space="0" w:color="auto"/>
        <w:left w:val="none" w:sz="0" w:space="0" w:color="auto"/>
        <w:bottom w:val="none" w:sz="0" w:space="0" w:color="auto"/>
        <w:right w:val="none" w:sz="0" w:space="0" w:color="auto"/>
      </w:divBdr>
    </w:div>
    <w:div w:id="1114524257">
      <w:bodyDiv w:val="1"/>
      <w:marLeft w:val="0"/>
      <w:marRight w:val="0"/>
      <w:marTop w:val="0"/>
      <w:marBottom w:val="0"/>
      <w:divBdr>
        <w:top w:val="none" w:sz="0" w:space="0" w:color="auto"/>
        <w:left w:val="none" w:sz="0" w:space="0" w:color="auto"/>
        <w:bottom w:val="none" w:sz="0" w:space="0" w:color="auto"/>
        <w:right w:val="none" w:sz="0" w:space="0" w:color="auto"/>
      </w:divBdr>
    </w:div>
    <w:div w:id="1151871502">
      <w:bodyDiv w:val="1"/>
      <w:marLeft w:val="0"/>
      <w:marRight w:val="0"/>
      <w:marTop w:val="0"/>
      <w:marBottom w:val="0"/>
      <w:divBdr>
        <w:top w:val="none" w:sz="0" w:space="0" w:color="auto"/>
        <w:left w:val="none" w:sz="0" w:space="0" w:color="auto"/>
        <w:bottom w:val="none" w:sz="0" w:space="0" w:color="auto"/>
        <w:right w:val="none" w:sz="0" w:space="0" w:color="auto"/>
      </w:divBdr>
    </w:div>
    <w:div w:id="1165895297">
      <w:bodyDiv w:val="1"/>
      <w:marLeft w:val="0"/>
      <w:marRight w:val="0"/>
      <w:marTop w:val="0"/>
      <w:marBottom w:val="0"/>
      <w:divBdr>
        <w:top w:val="none" w:sz="0" w:space="0" w:color="auto"/>
        <w:left w:val="none" w:sz="0" w:space="0" w:color="auto"/>
        <w:bottom w:val="none" w:sz="0" w:space="0" w:color="auto"/>
        <w:right w:val="none" w:sz="0" w:space="0" w:color="auto"/>
      </w:divBdr>
    </w:div>
    <w:div w:id="1166479030">
      <w:bodyDiv w:val="1"/>
      <w:marLeft w:val="0"/>
      <w:marRight w:val="0"/>
      <w:marTop w:val="0"/>
      <w:marBottom w:val="0"/>
      <w:divBdr>
        <w:top w:val="none" w:sz="0" w:space="0" w:color="auto"/>
        <w:left w:val="none" w:sz="0" w:space="0" w:color="auto"/>
        <w:bottom w:val="none" w:sz="0" w:space="0" w:color="auto"/>
        <w:right w:val="none" w:sz="0" w:space="0" w:color="auto"/>
      </w:divBdr>
    </w:div>
    <w:div w:id="1186869576">
      <w:bodyDiv w:val="1"/>
      <w:marLeft w:val="0"/>
      <w:marRight w:val="0"/>
      <w:marTop w:val="0"/>
      <w:marBottom w:val="0"/>
      <w:divBdr>
        <w:top w:val="none" w:sz="0" w:space="0" w:color="auto"/>
        <w:left w:val="none" w:sz="0" w:space="0" w:color="auto"/>
        <w:bottom w:val="none" w:sz="0" w:space="0" w:color="auto"/>
        <w:right w:val="none" w:sz="0" w:space="0" w:color="auto"/>
      </w:divBdr>
    </w:div>
    <w:div w:id="1204368382">
      <w:bodyDiv w:val="1"/>
      <w:marLeft w:val="0"/>
      <w:marRight w:val="0"/>
      <w:marTop w:val="0"/>
      <w:marBottom w:val="0"/>
      <w:divBdr>
        <w:top w:val="none" w:sz="0" w:space="0" w:color="auto"/>
        <w:left w:val="none" w:sz="0" w:space="0" w:color="auto"/>
        <w:bottom w:val="none" w:sz="0" w:space="0" w:color="auto"/>
        <w:right w:val="none" w:sz="0" w:space="0" w:color="auto"/>
      </w:divBdr>
    </w:div>
    <w:div w:id="1209339321">
      <w:bodyDiv w:val="1"/>
      <w:marLeft w:val="0"/>
      <w:marRight w:val="0"/>
      <w:marTop w:val="0"/>
      <w:marBottom w:val="0"/>
      <w:divBdr>
        <w:top w:val="none" w:sz="0" w:space="0" w:color="auto"/>
        <w:left w:val="none" w:sz="0" w:space="0" w:color="auto"/>
        <w:bottom w:val="none" w:sz="0" w:space="0" w:color="auto"/>
        <w:right w:val="none" w:sz="0" w:space="0" w:color="auto"/>
      </w:divBdr>
    </w:div>
    <w:div w:id="1215696890">
      <w:bodyDiv w:val="1"/>
      <w:marLeft w:val="0"/>
      <w:marRight w:val="0"/>
      <w:marTop w:val="0"/>
      <w:marBottom w:val="0"/>
      <w:divBdr>
        <w:top w:val="none" w:sz="0" w:space="0" w:color="auto"/>
        <w:left w:val="none" w:sz="0" w:space="0" w:color="auto"/>
        <w:bottom w:val="none" w:sz="0" w:space="0" w:color="auto"/>
        <w:right w:val="none" w:sz="0" w:space="0" w:color="auto"/>
      </w:divBdr>
    </w:div>
    <w:div w:id="1222327046">
      <w:bodyDiv w:val="1"/>
      <w:marLeft w:val="0"/>
      <w:marRight w:val="0"/>
      <w:marTop w:val="0"/>
      <w:marBottom w:val="0"/>
      <w:divBdr>
        <w:top w:val="none" w:sz="0" w:space="0" w:color="auto"/>
        <w:left w:val="none" w:sz="0" w:space="0" w:color="auto"/>
        <w:bottom w:val="none" w:sz="0" w:space="0" w:color="auto"/>
        <w:right w:val="none" w:sz="0" w:space="0" w:color="auto"/>
      </w:divBdr>
    </w:div>
    <w:div w:id="1243443836">
      <w:bodyDiv w:val="1"/>
      <w:marLeft w:val="0"/>
      <w:marRight w:val="0"/>
      <w:marTop w:val="0"/>
      <w:marBottom w:val="0"/>
      <w:divBdr>
        <w:top w:val="none" w:sz="0" w:space="0" w:color="auto"/>
        <w:left w:val="none" w:sz="0" w:space="0" w:color="auto"/>
        <w:bottom w:val="none" w:sz="0" w:space="0" w:color="auto"/>
        <w:right w:val="none" w:sz="0" w:space="0" w:color="auto"/>
      </w:divBdr>
    </w:div>
    <w:div w:id="1258907827">
      <w:bodyDiv w:val="1"/>
      <w:marLeft w:val="0"/>
      <w:marRight w:val="0"/>
      <w:marTop w:val="0"/>
      <w:marBottom w:val="0"/>
      <w:divBdr>
        <w:top w:val="none" w:sz="0" w:space="0" w:color="auto"/>
        <w:left w:val="none" w:sz="0" w:space="0" w:color="auto"/>
        <w:bottom w:val="none" w:sz="0" w:space="0" w:color="auto"/>
        <w:right w:val="none" w:sz="0" w:space="0" w:color="auto"/>
      </w:divBdr>
    </w:div>
    <w:div w:id="1277326538">
      <w:bodyDiv w:val="1"/>
      <w:marLeft w:val="0"/>
      <w:marRight w:val="0"/>
      <w:marTop w:val="0"/>
      <w:marBottom w:val="0"/>
      <w:divBdr>
        <w:top w:val="none" w:sz="0" w:space="0" w:color="auto"/>
        <w:left w:val="none" w:sz="0" w:space="0" w:color="auto"/>
        <w:bottom w:val="none" w:sz="0" w:space="0" w:color="auto"/>
        <w:right w:val="none" w:sz="0" w:space="0" w:color="auto"/>
      </w:divBdr>
    </w:div>
    <w:div w:id="1296059028">
      <w:bodyDiv w:val="1"/>
      <w:marLeft w:val="0"/>
      <w:marRight w:val="0"/>
      <w:marTop w:val="0"/>
      <w:marBottom w:val="0"/>
      <w:divBdr>
        <w:top w:val="none" w:sz="0" w:space="0" w:color="auto"/>
        <w:left w:val="none" w:sz="0" w:space="0" w:color="auto"/>
        <w:bottom w:val="none" w:sz="0" w:space="0" w:color="auto"/>
        <w:right w:val="none" w:sz="0" w:space="0" w:color="auto"/>
      </w:divBdr>
    </w:div>
    <w:div w:id="1327441205">
      <w:bodyDiv w:val="1"/>
      <w:marLeft w:val="0"/>
      <w:marRight w:val="0"/>
      <w:marTop w:val="0"/>
      <w:marBottom w:val="0"/>
      <w:divBdr>
        <w:top w:val="none" w:sz="0" w:space="0" w:color="auto"/>
        <w:left w:val="none" w:sz="0" w:space="0" w:color="auto"/>
        <w:bottom w:val="none" w:sz="0" w:space="0" w:color="auto"/>
        <w:right w:val="none" w:sz="0" w:space="0" w:color="auto"/>
      </w:divBdr>
    </w:div>
    <w:div w:id="1361004975">
      <w:bodyDiv w:val="1"/>
      <w:marLeft w:val="0"/>
      <w:marRight w:val="0"/>
      <w:marTop w:val="0"/>
      <w:marBottom w:val="0"/>
      <w:divBdr>
        <w:top w:val="none" w:sz="0" w:space="0" w:color="auto"/>
        <w:left w:val="none" w:sz="0" w:space="0" w:color="auto"/>
        <w:bottom w:val="none" w:sz="0" w:space="0" w:color="auto"/>
        <w:right w:val="none" w:sz="0" w:space="0" w:color="auto"/>
      </w:divBdr>
    </w:div>
    <w:div w:id="1366519252">
      <w:bodyDiv w:val="1"/>
      <w:marLeft w:val="0"/>
      <w:marRight w:val="0"/>
      <w:marTop w:val="0"/>
      <w:marBottom w:val="0"/>
      <w:divBdr>
        <w:top w:val="none" w:sz="0" w:space="0" w:color="auto"/>
        <w:left w:val="none" w:sz="0" w:space="0" w:color="auto"/>
        <w:bottom w:val="none" w:sz="0" w:space="0" w:color="auto"/>
        <w:right w:val="none" w:sz="0" w:space="0" w:color="auto"/>
      </w:divBdr>
    </w:div>
    <w:div w:id="1397434845">
      <w:bodyDiv w:val="1"/>
      <w:marLeft w:val="0"/>
      <w:marRight w:val="0"/>
      <w:marTop w:val="0"/>
      <w:marBottom w:val="0"/>
      <w:divBdr>
        <w:top w:val="none" w:sz="0" w:space="0" w:color="auto"/>
        <w:left w:val="none" w:sz="0" w:space="0" w:color="auto"/>
        <w:bottom w:val="none" w:sz="0" w:space="0" w:color="auto"/>
        <w:right w:val="none" w:sz="0" w:space="0" w:color="auto"/>
      </w:divBdr>
    </w:div>
    <w:div w:id="1417364648">
      <w:bodyDiv w:val="1"/>
      <w:marLeft w:val="0"/>
      <w:marRight w:val="0"/>
      <w:marTop w:val="0"/>
      <w:marBottom w:val="0"/>
      <w:divBdr>
        <w:top w:val="none" w:sz="0" w:space="0" w:color="auto"/>
        <w:left w:val="none" w:sz="0" w:space="0" w:color="auto"/>
        <w:bottom w:val="none" w:sz="0" w:space="0" w:color="auto"/>
        <w:right w:val="none" w:sz="0" w:space="0" w:color="auto"/>
      </w:divBdr>
    </w:div>
    <w:div w:id="1439715228">
      <w:bodyDiv w:val="1"/>
      <w:marLeft w:val="0"/>
      <w:marRight w:val="0"/>
      <w:marTop w:val="0"/>
      <w:marBottom w:val="0"/>
      <w:divBdr>
        <w:top w:val="none" w:sz="0" w:space="0" w:color="auto"/>
        <w:left w:val="none" w:sz="0" w:space="0" w:color="auto"/>
        <w:bottom w:val="none" w:sz="0" w:space="0" w:color="auto"/>
        <w:right w:val="none" w:sz="0" w:space="0" w:color="auto"/>
      </w:divBdr>
    </w:div>
    <w:div w:id="1444887237">
      <w:bodyDiv w:val="1"/>
      <w:marLeft w:val="0"/>
      <w:marRight w:val="0"/>
      <w:marTop w:val="0"/>
      <w:marBottom w:val="0"/>
      <w:divBdr>
        <w:top w:val="none" w:sz="0" w:space="0" w:color="auto"/>
        <w:left w:val="none" w:sz="0" w:space="0" w:color="auto"/>
        <w:bottom w:val="none" w:sz="0" w:space="0" w:color="auto"/>
        <w:right w:val="none" w:sz="0" w:space="0" w:color="auto"/>
      </w:divBdr>
    </w:div>
    <w:div w:id="1446845109">
      <w:bodyDiv w:val="1"/>
      <w:marLeft w:val="0"/>
      <w:marRight w:val="0"/>
      <w:marTop w:val="0"/>
      <w:marBottom w:val="0"/>
      <w:divBdr>
        <w:top w:val="none" w:sz="0" w:space="0" w:color="auto"/>
        <w:left w:val="none" w:sz="0" w:space="0" w:color="auto"/>
        <w:bottom w:val="none" w:sz="0" w:space="0" w:color="auto"/>
        <w:right w:val="none" w:sz="0" w:space="0" w:color="auto"/>
      </w:divBdr>
    </w:div>
    <w:div w:id="1457407688">
      <w:bodyDiv w:val="1"/>
      <w:marLeft w:val="0"/>
      <w:marRight w:val="0"/>
      <w:marTop w:val="0"/>
      <w:marBottom w:val="0"/>
      <w:divBdr>
        <w:top w:val="none" w:sz="0" w:space="0" w:color="auto"/>
        <w:left w:val="none" w:sz="0" w:space="0" w:color="auto"/>
        <w:bottom w:val="none" w:sz="0" w:space="0" w:color="auto"/>
        <w:right w:val="none" w:sz="0" w:space="0" w:color="auto"/>
      </w:divBdr>
    </w:div>
    <w:div w:id="1473523753">
      <w:bodyDiv w:val="1"/>
      <w:marLeft w:val="0"/>
      <w:marRight w:val="0"/>
      <w:marTop w:val="0"/>
      <w:marBottom w:val="0"/>
      <w:divBdr>
        <w:top w:val="none" w:sz="0" w:space="0" w:color="auto"/>
        <w:left w:val="none" w:sz="0" w:space="0" w:color="auto"/>
        <w:bottom w:val="none" w:sz="0" w:space="0" w:color="auto"/>
        <w:right w:val="none" w:sz="0" w:space="0" w:color="auto"/>
      </w:divBdr>
    </w:div>
    <w:div w:id="1520894024">
      <w:bodyDiv w:val="1"/>
      <w:marLeft w:val="0"/>
      <w:marRight w:val="0"/>
      <w:marTop w:val="0"/>
      <w:marBottom w:val="0"/>
      <w:divBdr>
        <w:top w:val="none" w:sz="0" w:space="0" w:color="auto"/>
        <w:left w:val="none" w:sz="0" w:space="0" w:color="auto"/>
        <w:bottom w:val="none" w:sz="0" w:space="0" w:color="auto"/>
        <w:right w:val="none" w:sz="0" w:space="0" w:color="auto"/>
      </w:divBdr>
    </w:div>
    <w:div w:id="1569266612">
      <w:bodyDiv w:val="1"/>
      <w:marLeft w:val="0"/>
      <w:marRight w:val="0"/>
      <w:marTop w:val="0"/>
      <w:marBottom w:val="0"/>
      <w:divBdr>
        <w:top w:val="none" w:sz="0" w:space="0" w:color="auto"/>
        <w:left w:val="none" w:sz="0" w:space="0" w:color="auto"/>
        <w:bottom w:val="none" w:sz="0" w:space="0" w:color="auto"/>
        <w:right w:val="none" w:sz="0" w:space="0" w:color="auto"/>
      </w:divBdr>
    </w:div>
    <w:div w:id="1576665540">
      <w:bodyDiv w:val="1"/>
      <w:marLeft w:val="0"/>
      <w:marRight w:val="0"/>
      <w:marTop w:val="0"/>
      <w:marBottom w:val="0"/>
      <w:divBdr>
        <w:top w:val="none" w:sz="0" w:space="0" w:color="auto"/>
        <w:left w:val="none" w:sz="0" w:space="0" w:color="auto"/>
        <w:bottom w:val="none" w:sz="0" w:space="0" w:color="auto"/>
        <w:right w:val="none" w:sz="0" w:space="0" w:color="auto"/>
      </w:divBdr>
    </w:div>
    <w:div w:id="1605191581">
      <w:bodyDiv w:val="1"/>
      <w:marLeft w:val="0"/>
      <w:marRight w:val="0"/>
      <w:marTop w:val="0"/>
      <w:marBottom w:val="0"/>
      <w:divBdr>
        <w:top w:val="none" w:sz="0" w:space="0" w:color="auto"/>
        <w:left w:val="none" w:sz="0" w:space="0" w:color="auto"/>
        <w:bottom w:val="none" w:sz="0" w:space="0" w:color="auto"/>
        <w:right w:val="none" w:sz="0" w:space="0" w:color="auto"/>
      </w:divBdr>
    </w:div>
    <w:div w:id="1611350375">
      <w:bodyDiv w:val="1"/>
      <w:marLeft w:val="0"/>
      <w:marRight w:val="0"/>
      <w:marTop w:val="0"/>
      <w:marBottom w:val="0"/>
      <w:divBdr>
        <w:top w:val="none" w:sz="0" w:space="0" w:color="auto"/>
        <w:left w:val="none" w:sz="0" w:space="0" w:color="auto"/>
        <w:bottom w:val="none" w:sz="0" w:space="0" w:color="auto"/>
        <w:right w:val="none" w:sz="0" w:space="0" w:color="auto"/>
      </w:divBdr>
    </w:div>
    <w:div w:id="1628200267">
      <w:bodyDiv w:val="1"/>
      <w:marLeft w:val="0"/>
      <w:marRight w:val="0"/>
      <w:marTop w:val="0"/>
      <w:marBottom w:val="0"/>
      <w:divBdr>
        <w:top w:val="none" w:sz="0" w:space="0" w:color="auto"/>
        <w:left w:val="none" w:sz="0" w:space="0" w:color="auto"/>
        <w:bottom w:val="none" w:sz="0" w:space="0" w:color="auto"/>
        <w:right w:val="none" w:sz="0" w:space="0" w:color="auto"/>
      </w:divBdr>
    </w:div>
    <w:div w:id="1644391274">
      <w:bodyDiv w:val="1"/>
      <w:marLeft w:val="0"/>
      <w:marRight w:val="0"/>
      <w:marTop w:val="0"/>
      <w:marBottom w:val="0"/>
      <w:divBdr>
        <w:top w:val="none" w:sz="0" w:space="0" w:color="auto"/>
        <w:left w:val="none" w:sz="0" w:space="0" w:color="auto"/>
        <w:bottom w:val="none" w:sz="0" w:space="0" w:color="auto"/>
        <w:right w:val="none" w:sz="0" w:space="0" w:color="auto"/>
      </w:divBdr>
    </w:div>
    <w:div w:id="1658193671">
      <w:bodyDiv w:val="1"/>
      <w:marLeft w:val="0"/>
      <w:marRight w:val="0"/>
      <w:marTop w:val="0"/>
      <w:marBottom w:val="0"/>
      <w:divBdr>
        <w:top w:val="none" w:sz="0" w:space="0" w:color="auto"/>
        <w:left w:val="none" w:sz="0" w:space="0" w:color="auto"/>
        <w:bottom w:val="none" w:sz="0" w:space="0" w:color="auto"/>
        <w:right w:val="none" w:sz="0" w:space="0" w:color="auto"/>
      </w:divBdr>
    </w:div>
    <w:div w:id="1667174474">
      <w:bodyDiv w:val="1"/>
      <w:marLeft w:val="0"/>
      <w:marRight w:val="0"/>
      <w:marTop w:val="0"/>
      <w:marBottom w:val="0"/>
      <w:divBdr>
        <w:top w:val="none" w:sz="0" w:space="0" w:color="auto"/>
        <w:left w:val="none" w:sz="0" w:space="0" w:color="auto"/>
        <w:bottom w:val="none" w:sz="0" w:space="0" w:color="auto"/>
        <w:right w:val="none" w:sz="0" w:space="0" w:color="auto"/>
      </w:divBdr>
    </w:div>
    <w:div w:id="1689788800">
      <w:bodyDiv w:val="1"/>
      <w:marLeft w:val="0"/>
      <w:marRight w:val="0"/>
      <w:marTop w:val="0"/>
      <w:marBottom w:val="0"/>
      <w:divBdr>
        <w:top w:val="none" w:sz="0" w:space="0" w:color="auto"/>
        <w:left w:val="none" w:sz="0" w:space="0" w:color="auto"/>
        <w:bottom w:val="none" w:sz="0" w:space="0" w:color="auto"/>
        <w:right w:val="none" w:sz="0" w:space="0" w:color="auto"/>
      </w:divBdr>
    </w:div>
    <w:div w:id="1708488914">
      <w:bodyDiv w:val="1"/>
      <w:marLeft w:val="0"/>
      <w:marRight w:val="0"/>
      <w:marTop w:val="0"/>
      <w:marBottom w:val="0"/>
      <w:divBdr>
        <w:top w:val="none" w:sz="0" w:space="0" w:color="auto"/>
        <w:left w:val="none" w:sz="0" w:space="0" w:color="auto"/>
        <w:bottom w:val="none" w:sz="0" w:space="0" w:color="auto"/>
        <w:right w:val="none" w:sz="0" w:space="0" w:color="auto"/>
      </w:divBdr>
    </w:div>
    <w:div w:id="1721631415">
      <w:bodyDiv w:val="1"/>
      <w:marLeft w:val="0"/>
      <w:marRight w:val="0"/>
      <w:marTop w:val="0"/>
      <w:marBottom w:val="0"/>
      <w:divBdr>
        <w:top w:val="none" w:sz="0" w:space="0" w:color="auto"/>
        <w:left w:val="none" w:sz="0" w:space="0" w:color="auto"/>
        <w:bottom w:val="none" w:sz="0" w:space="0" w:color="auto"/>
        <w:right w:val="none" w:sz="0" w:space="0" w:color="auto"/>
      </w:divBdr>
    </w:div>
    <w:div w:id="1752698738">
      <w:bodyDiv w:val="1"/>
      <w:marLeft w:val="0"/>
      <w:marRight w:val="0"/>
      <w:marTop w:val="0"/>
      <w:marBottom w:val="0"/>
      <w:divBdr>
        <w:top w:val="none" w:sz="0" w:space="0" w:color="auto"/>
        <w:left w:val="none" w:sz="0" w:space="0" w:color="auto"/>
        <w:bottom w:val="none" w:sz="0" w:space="0" w:color="auto"/>
        <w:right w:val="none" w:sz="0" w:space="0" w:color="auto"/>
      </w:divBdr>
    </w:div>
    <w:div w:id="1761218223">
      <w:bodyDiv w:val="1"/>
      <w:marLeft w:val="0"/>
      <w:marRight w:val="0"/>
      <w:marTop w:val="0"/>
      <w:marBottom w:val="0"/>
      <w:divBdr>
        <w:top w:val="none" w:sz="0" w:space="0" w:color="auto"/>
        <w:left w:val="none" w:sz="0" w:space="0" w:color="auto"/>
        <w:bottom w:val="none" w:sz="0" w:space="0" w:color="auto"/>
        <w:right w:val="none" w:sz="0" w:space="0" w:color="auto"/>
      </w:divBdr>
    </w:div>
    <w:div w:id="1762292737">
      <w:bodyDiv w:val="1"/>
      <w:marLeft w:val="0"/>
      <w:marRight w:val="0"/>
      <w:marTop w:val="0"/>
      <w:marBottom w:val="0"/>
      <w:divBdr>
        <w:top w:val="none" w:sz="0" w:space="0" w:color="auto"/>
        <w:left w:val="none" w:sz="0" w:space="0" w:color="auto"/>
        <w:bottom w:val="none" w:sz="0" w:space="0" w:color="auto"/>
        <w:right w:val="none" w:sz="0" w:space="0" w:color="auto"/>
      </w:divBdr>
    </w:div>
    <w:div w:id="1771967680">
      <w:bodyDiv w:val="1"/>
      <w:marLeft w:val="0"/>
      <w:marRight w:val="0"/>
      <w:marTop w:val="0"/>
      <w:marBottom w:val="0"/>
      <w:divBdr>
        <w:top w:val="none" w:sz="0" w:space="0" w:color="auto"/>
        <w:left w:val="none" w:sz="0" w:space="0" w:color="auto"/>
        <w:bottom w:val="none" w:sz="0" w:space="0" w:color="auto"/>
        <w:right w:val="none" w:sz="0" w:space="0" w:color="auto"/>
      </w:divBdr>
    </w:div>
    <w:div w:id="1779447398">
      <w:bodyDiv w:val="1"/>
      <w:marLeft w:val="0"/>
      <w:marRight w:val="0"/>
      <w:marTop w:val="0"/>
      <w:marBottom w:val="0"/>
      <w:divBdr>
        <w:top w:val="none" w:sz="0" w:space="0" w:color="auto"/>
        <w:left w:val="none" w:sz="0" w:space="0" w:color="auto"/>
        <w:bottom w:val="none" w:sz="0" w:space="0" w:color="auto"/>
        <w:right w:val="none" w:sz="0" w:space="0" w:color="auto"/>
      </w:divBdr>
    </w:div>
    <w:div w:id="1786655430">
      <w:bodyDiv w:val="1"/>
      <w:marLeft w:val="0"/>
      <w:marRight w:val="0"/>
      <w:marTop w:val="0"/>
      <w:marBottom w:val="0"/>
      <w:divBdr>
        <w:top w:val="none" w:sz="0" w:space="0" w:color="auto"/>
        <w:left w:val="none" w:sz="0" w:space="0" w:color="auto"/>
        <w:bottom w:val="none" w:sz="0" w:space="0" w:color="auto"/>
        <w:right w:val="none" w:sz="0" w:space="0" w:color="auto"/>
      </w:divBdr>
    </w:div>
    <w:div w:id="1799687277">
      <w:bodyDiv w:val="1"/>
      <w:marLeft w:val="0"/>
      <w:marRight w:val="0"/>
      <w:marTop w:val="0"/>
      <w:marBottom w:val="0"/>
      <w:divBdr>
        <w:top w:val="none" w:sz="0" w:space="0" w:color="auto"/>
        <w:left w:val="none" w:sz="0" w:space="0" w:color="auto"/>
        <w:bottom w:val="none" w:sz="0" w:space="0" w:color="auto"/>
        <w:right w:val="none" w:sz="0" w:space="0" w:color="auto"/>
      </w:divBdr>
    </w:div>
    <w:div w:id="1826776198">
      <w:bodyDiv w:val="1"/>
      <w:marLeft w:val="0"/>
      <w:marRight w:val="0"/>
      <w:marTop w:val="0"/>
      <w:marBottom w:val="0"/>
      <w:divBdr>
        <w:top w:val="none" w:sz="0" w:space="0" w:color="auto"/>
        <w:left w:val="none" w:sz="0" w:space="0" w:color="auto"/>
        <w:bottom w:val="none" w:sz="0" w:space="0" w:color="auto"/>
        <w:right w:val="none" w:sz="0" w:space="0" w:color="auto"/>
      </w:divBdr>
    </w:div>
    <w:div w:id="1879972797">
      <w:bodyDiv w:val="1"/>
      <w:marLeft w:val="0"/>
      <w:marRight w:val="0"/>
      <w:marTop w:val="0"/>
      <w:marBottom w:val="0"/>
      <w:divBdr>
        <w:top w:val="none" w:sz="0" w:space="0" w:color="auto"/>
        <w:left w:val="none" w:sz="0" w:space="0" w:color="auto"/>
        <w:bottom w:val="none" w:sz="0" w:space="0" w:color="auto"/>
        <w:right w:val="none" w:sz="0" w:space="0" w:color="auto"/>
      </w:divBdr>
    </w:div>
    <w:div w:id="1887179575">
      <w:bodyDiv w:val="1"/>
      <w:marLeft w:val="0"/>
      <w:marRight w:val="0"/>
      <w:marTop w:val="0"/>
      <w:marBottom w:val="0"/>
      <w:divBdr>
        <w:top w:val="none" w:sz="0" w:space="0" w:color="auto"/>
        <w:left w:val="none" w:sz="0" w:space="0" w:color="auto"/>
        <w:bottom w:val="none" w:sz="0" w:space="0" w:color="auto"/>
        <w:right w:val="none" w:sz="0" w:space="0" w:color="auto"/>
      </w:divBdr>
    </w:div>
    <w:div w:id="1910774331">
      <w:bodyDiv w:val="1"/>
      <w:marLeft w:val="0"/>
      <w:marRight w:val="0"/>
      <w:marTop w:val="0"/>
      <w:marBottom w:val="0"/>
      <w:divBdr>
        <w:top w:val="none" w:sz="0" w:space="0" w:color="auto"/>
        <w:left w:val="none" w:sz="0" w:space="0" w:color="auto"/>
        <w:bottom w:val="none" w:sz="0" w:space="0" w:color="auto"/>
        <w:right w:val="none" w:sz="0" w:space="0" w:color="auto"/>
      </w:divBdr>
    </w:div>
    <w:div w:id="1961110443">
      <w:bodyDiv w:val="1"/>
      <w:marLeft w:val="0"/>
      <w:marRight w:val="0"/>
      <w:marTop w:val="0"/>
      <w:marBottom w:val="0"/>
      <w:divBdr>
        <w:top w:val="none" w:sz="0" w:space="0" w:color="auto"/>
        <w:left w:val="none" w:sz="0" w:space="0" w:color="auto"/>
        <w:bottom w:val="none" w:sz="0" w:space="0" w:color="auto"/>
        <w:right w:val="none" w:sz="0" w:space="0" w:color="auto"/>
      </w:divBdr>
    </w:div>
    <w:div w:id="1969050115">
      <w:bodyDiv w:val="1"/>
      <w:marLeft w:val="0"/>
      <w:marRight w:val="0"/>
      <w:marTop w:val="0"/>
      <w:marBottom w:val="0"/>
      <w:divBdr>
        <w:top w:val="none" w:sz="0" w:space="0" w:color="auto"/>
        <w:left w:val="none" w:sz="0" w:space="0" w:color="auto"/>
        <w:bottom w:val="none" w:sz="0" w:space="0" w:color="auto"/>
        <w:right w:val="none" w:sz="0" w:space="0" w:color="auto"/>
      </w:divBdr>
    </w:div>
    <w:div w:id="1976177668">
      <w:bodyDiv w:val="1"/>
      <w:marLeft w:val="0"/>
      <w:marRight w:val="0"/>
      <w:marTop w:val="0"/>
      <w:marBottom w:val="0"/>
      <w:divBdr>
        <w:top w:val="none" w:sz="0" w:space="0" w:color="auto"/>
        <w:left w:val="none" w:sz="0" w:space="0" w:color="auto"/>
        <w:bottom w:val="none" w:sz="0" w:space="0" w:color="auto"/>
        <w:right w:val="none" w:sz="0" w:space="0" w:color="auto"/>
      </w:divBdr>
    </w:div>
    <w:div w:id="1990136335">
      <w:bodyDiv w:val="1"/>
      <w:marLeft w:val="0"/>
      <w:marRight w:val="0"/>
      <w:marTop w:val="0"/>
      <w:marBottom w:val="0"/>
      <w:divBdr>
        <w:top w:val="none" w:sz="0" w:space="0" w:color="auto"/>
        <w:left w:val="none" w:sz="0" w:space="0" w:color="auto"/>
        <w:bottom w:val="none" w:sz="0" w:space="0" w:color="auto"/>
        <w:right w:val="none" w:sz="0" w:space="0" w:color="auto"/>
      </w:divBdr>
    </w:div>
    <w:div w:id="1994673887">
      <w:bodyDiv w:val="1"/>
      <w:marLeft w:val="0"/>
      <w:marRight w:val="0"/>
      <w:marTop w:val="0"/>
      <w:marBottom w:val="0"/>
      <w:divBdr>
        <w:top w:val="none" w:sz="0" w:space="0" w:color="auto"/>
        <w:left w:val="none" w:sz="0" w:space="0" w:color="auto"/>
        <w:bottom w:val="none" w:sz="0" w:space="0" w:color="auto"/>
        <w:right w:val="none" w:sz="0" w:space="0" w:color="auto"/>
      </w:divBdr>
    </w:div>
    <w:div w:id="2002464450">
      <w:bodyDiv w:val="1"/>
      <w:marLeft w:val="0"/>
      <w:marRight w:val="0"/>
      <w:marTop w:val="0"/>
      <w:marBottom w:val="0"/>
      <w:divBdr>
        <w:top w:val="none" w:sz="0" w:space="0" w:color="auto"/>
        <w:left w:val="none" w:sz="0" w:space="0" w:color="auto"/>
        <w:bottom w:val="none" w:sz="0" w:space="0" w:color="auto"/>
        <w:right w:val="none" w:sz="0" w:space="0" w:color="auto"/>
      </w:divBdr>
    </w:div>
    <w:div w:id="2017153623">
      <w:bodyDiv w:val="1"/>
      <w:marLeft w:val="0"/>
      <w:marRight w:val="0"/>
      <w:marTop w:val="0"/>
      <w:marBottom w:val="0"/>
      <w:divBdr>
        <w:top w:val="none" w:sz="0" w:space="0" w:color="auto"/>
        <w:left w:val="none" w:sz="0" w:space="0" w:color="auto"/>
        <w:bottom w:val="none" w:sz="0" w:space="0" w:color="auto"/>
        <w:right w:val="none" w:sz="0" w:space="0" w:color="auto"/>
      </w:divBdr>
    </w:div>
    <w:div w:id="2027560428">
      <w:bodyDiv w:val="1"/>
      <w:marLeft w:val="0"/>
      <w:marRight w:val="0"/>
      <w:marTop w:val="0"/>
      <w:marBottom w:val="0"/>
      <w:divBdr>
        <w:top w:val="none" w:sz="0" w:space="0" w:color="auto"/>
        <w:left w:val="none" w:sz="0" w:space="0" w:color="auto"/>
        <w:bottom w:val="none" w:sz="0" w:space="0" w:color="auto"/>
        <w:right w:val="none" w:sz="0" w:space="0" w:color="auto"/>
      </w:divBdr>
    </w:div>
    <w:div w:id="2037388959">
      <w:bodyDiv w:val="1"/>
      <w:marLeft w:val="0"/>
      <w:marRight w:val="0"/>
      <w:marTop w:val="0"/>
      <w:marBottom w:val="0"/>
      <w:divBdr>
        <w:top w:val="none" w:sz="0" w:space="0" w:color="auto"/>
        <w:left w:val="none" w:sz="0" w:space="0" w:color="auto"/>
        <w:bottom w:val="none" w:sz="0" w:space="0" w:color="auto"/>
        <w:right w:val="none" w:sz="0" w:space="0" w:color="auto"/>
      </w:divBdr>
    </w:div>
    <w:div w:id="2068844109">
      <w:bodyDiv w:val="1"/>
      <w:marLeft w:val="0"/>
      <w:marRight w:val="0"/>
      <w:marTop w:val="0"/>
      <w:marBottom w:val="0"/>
      <w:divBdr>
        <w:top w:val="none" w:sz="0" w:space="0" w:color="auto"/>
        <w:left w:val="none" w:sz="0" w:space="0" w:color="auto"/>
        <w:bottom w:val="none" w:sz="0" w:space="0" w:color="auto"/>
        <w:right w:val="none" w:sz="0" w:space="0" w:color="auto"/>
      </w:divBdr>
    </w:div>
    <w:div w:id="2075470938">
      <w:bodyDiv w:val="1"/>
      <w:marLeft w:val="0"/>
      <w:marRight w:val="0"/>
      <w:marTop w:val="0"/>
      <w:marBottom w:val="0"/>
      <w:divBdr>
        <w:top w:val="none" w:sz="0" w:space="0" w:color="auto"/>
        <w:left w:val="none" w:sz="0" w:space="0" w:color="auto"/>
        <w:bottom w:val="none" w:sz="0" w:space="0" w:color="auto"/>
        <w:right w:val="none" w:sz="0" w:space="0" w:color="auto"/>
      </w:divBdr>
    </w:div>
    <w:div w:id="2083986315">
      <w:bodyDiv w:val="1"/>
      <w:marLeft w:val="0"/>
      <w:marRight w:val="0"/>
      <w:marTop w:val="0"/>
      <w:marBottom w:val="0"/>
      <w:divBdr>
        <w:top w:val="none" w:sz="0" w:space="0" w:color="auto"/>
        <w:left w:val="none" w:sz="0" w:space="0" w:color="auto"/>
        <w:bottom w:val="none" w:sz="0" w:space="0" w:color="auto"/>
        <w:right w:val="none" w:sz="0" w:space="0" w:color="auto"/>
      </w:divBdr>
    </w:div>
    <w:div w:id="2084646801">
      <w:bodyDiv w:val="1"/>
      <w:marLeft w:val="0"/>
      <w:marRight w:val="0"/>
      <w:marTop w:val="0"/>
      <w:marBottom w:val="0"/>
      <w:divBdr>
        <w:top w:val="none" w:sz="0" w:space="0" w:color="auto"/>
        <w:left w:val="none" w:sz="0" w:space="0" w:color="auto"/>
        <w:bottom w:val="none" w:sz="0" w:space="0" w:color="auto"/>
        <w:right w:val="none" w:sz="0" w:space="0" w:color="auto"/>
      </w:divBdr>
    </w:div>
    <w:div w:id="2089113306">
      <w:bodyDiv w:val="1"/>
      <w:marLeft w:val="0"/>
      <w:marRight w:val="0"/>
      <w:marTop w:val="0"/>
      <w:marBottom w:val="0"/>
      <w:divBdr>
        <w:top w:val="none" w:sz="0" w:space="0" w:color="auto"/>
        <w:left w:val="none" w:sz="0" w:space="0" w:color="auto"/>
        <w:bottom w:val="none" w:sz="0" w:space="0" w:color="auto"/>
        <w:right w:val="none" w:sz="0" w:space="0" w:color="auto"/>
      </w:divBdr>
    </w:div>
    <w:div w:id="213051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oleObject" Target="embeddings/oleObject2.bin"/><Relationship Id="rId26" Type="http://schemas.openxmlformats.org/officeDocument/2006/relationships/oleObject" Target="embeddings/oleObject8.bin"/><Relationship Id="rId3" Type="http://schemas.openxmlformats.org/officeDocument/2006/relationships/customXml" Target="../customXml/item2.xml"/><Relationship Id="rId21" Type="http://schemas.openxmlformats.org/officeDocument/2006/relationships/oleObject" Target="embeddings/oleObject4.bin"/><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5.wmf"/><Relationship Id="rId25" Type="http://schemas.openxmlformats.org/officeDocument/2006/relationships/oleObject" Target="embeddings/oleObject7.bin"/><Relationship Id="rId33"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4.png"/><Relationship Id="rId20" Type="http://schemas.openxmlformats.org/officeDocument/2006/relationships/image" Target="media/image6.wmf"/><Relationship Id="rId29" Type="http://schemas.openxmlformats.org/officeDocument/2006/relationships/image" Target="media/image9.wmf"/><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6.bin"/><Relationship Id="rId32" Type="http://schemas.openxmlformats.org/officeDocument/2006/relationships/footer" Target="footer1.xml"/><Relationship Id="rId5" Type="http://schemas.openxmlformats.org/officeDocument/2006/relationships/customXml" Target="../customXml/item4.xml"/><Relationship Id="rId15" Type="http://schemas.openxmlformats.org/officeDocument/2006/relationships/image" Target="media/image3.png"/><Relationship Id="rId23" Type="http://schemas.openxmlformats.org/officeDocument/2006/relationships/oleObject" Target="embeddings/oleObject5.bin"/><Relationship Id="rId28" Type="http://schemas.openxmlformats.org/officeDocument/2006/relationships/oleObject" Target="embeddings/oleObject9.bin"/><Relationship Id="rId10" Type="http://schemas.openxmlformats.org/officeDocument/2006/relationships/footnotes" Target="footnotes.xml"/><Relationship Id="rId19" Type="http://schemas.openxmlformats.org/officeDocument/2006/relationships/oleObject" Target="embeddings/oleObject3.bin"/><Relationship Id="rId31" Type="http://schemas.openxmlformats.org/officeDocument/2006/relationships/header" Target="header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image" Target="media/image7.wmf"/><Relationship Id="rId27" Type="http://schemas.openxmlformats.org/officeDocument/2006/relationships/image" Target="media/image8.wmf"/><Relationship Id="rId30" Type="http://schemas.openxmlformats.org/officeDocument/2006/relationships/oleObject" Target="embeddings/oleObject10.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0" ma:contentTypeDescription="Create a new document." ma:contentTypeScope="" ma:versionID="2fc0b81177bd7707e2eb3338882a96e8">
  <xsd:schema xmlns:xsd="http://www.w3.org/2001/XMLSchema" xmlns:xs="http://www.w3.org/2001/XMLSchema" xmlns:p="http://schemas.microsoft.com/office/2006/metadata/properties" xmlns:ns3="bcc01d59-85de-4ef9-881e-76d8b6a6f841" targetNamespace="http://schemas.microsoft.com/office/2006/metadata/properties" ma:root="true" ma:fieldsID="1577b0c791d18d60285b0f7ec90f275c" ns3:_="">
    <xsd:import namespace="bcc01d59-85de-4ef9-881e-76d8b6a6f8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D2BF6-F190-4E2F-AA31-B4DE88A838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2C427B-047D-4576-B234-A2F18DF3CACF}">
  <ds:schemaRefs>
    <ds:schemaRef ds:uri="http://schemas.microsoft.com/sharepoint/v3/contenttype/forms"/>
  </ds:schemaRefs>
</ds:datastoreItem>
</file>

<file path=customXml/itemProps3.xml><?xml version="1.0" encoding="utf-8"?>
<ds:datastoreItem xmlns:ds="http://schemas.openxmlformats.org/officeDocument/2006/customXml" ds:itemID="{584B46E5-D1F1-42BF-A909-78D5F9289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A4131E-8EEF-4017-95A9-55EFA2D11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14</TotalTime>
  <Pages>29</Pages>
  <Words>8584</Words>
  <Characters>48934</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3GPP TS 38.101-1</vt:lpstr>
    </vt:vector>
  </TitlesOfParts>
  <Manager/>
  <Company/>
  <LinksUpToDate>false</LinksUpToDate>
  <CharactersWithSpaces>57404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38.101-1</dc:title>
  <dc:subject>NR; User Equipment (UE) radio transmission and reception; Part 1: Range 1 Standalone (Release 15)</dc:subject>
  <dc:creator>MCC Support</dc:creator>
  <cp:keywords/>
  <dc:description/>
  <cp:lastModifiedBy>MCC</cp:lastModifiedBy>
  <cp:revision>17</cp:revision>
  <cp:lastPrinted>2019-04-09T04:35:00Z</cp:lastPrinted>
  <dcterms:created xsi:type="dcterms:W3CDTF">2021-12-22T15:41:00Z</dcterms:created>
  <dcterms:modified xsi:type="dcterms:W3CDTF">2023-01-11T22:48:00Z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_AdHocReviewCycleID">
    <vt:i4>-1661850515</vt:i4>
  </property>
  <property fmtid="{D5CDD505-2E9C-101B-9397-08002B2CF9AE}" pid="4" name="_NewReviewCycle">
    <vt:lpwstr/>
  </property>
  <property fmtid="{D5CDD505-2E9C-101B-9397-08002B2CF9AE}" pid="5" name="_EmailSubject">
    <vt:lpwstr>Reformatted 3GPP document</vt:lpwstr>
  </property>
  <property fmtid="{D5CDD505-2E9C-101B-9397-08002B2CF9AE}" pid="6" name="_AuthorEmail">
    <vt:lpwstr>aboyd@qti.qualcomm.com</vt:lpwstr>
  </property>
  <property fmtid="{D5CDD505-2E9C-101B-9397-08002B2CF9AE}" pid="7" name="_AuthorEmailDisplayName">
    <vt:lpwstr>Anita Boyd</vt:lpwstr>
  </property>
  <property fmtid="{D5CDD505-2E9C-101B-9397-08002B2CF9AE}" pid="8" name="_PreviousAdHocReviewCycleID">
    <vt:i4>533988222</vt:i4>
  </property>
  <property fmtid="{D5CDD505-2E9C-101B-9397-08002B2CF9AE}" pid="9" name="ContentTypeId">
    <vt:lpwstr>0x0101004257954231A76C44B0D04C9AEE4292A8</vt:lpwstr>
  </property>
  <property fmtid="{D5CDD505-2E9C-101B-9397-08002B2CF9AE}" pid="10" name="_ReviewingToolsShownOnce">
    <vt:lpwstr/>
  </property>
</Properties>
</file>