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5540"/>
      </w:tblGrid>
      <w:tr w:rsidR="004F0988" w:rsidRPr="000334B8" w14:paraId="6317680A" w14:textId="77777777" w:rsidTr="005E4BB2">
        <w:tc>
          <w:tcPr>
            <w:tcW w:w="10423" w:type="dxa"/>
            <w:gridSpan w:val="2"/>
            <w:shd w:val="clear" w:color="auto" w:fill="auto"/>
          </w:tcPr>
          <w:p w14:paraId="63176809" w14:textId="598D46BB" w:rsidR="004F0988" w:rsidRPr="000334B8" w:rsidRDefault="004F0988" w:rsidP="00133525">
            <w:pPr>
              <w:pStyle w:val="ZA"/>
              <w:framePr w:w="0" w:hRule="auto" w:wrap="auto" w:vAnchor="margin" w:hAnchor="text" w:yAlign="inline"/>
            </w:pPr>
            <w:bookmarkStart w:id="0" w:name="page1"/>
            <w:r w:rsidRPr="000334B8">
              <w:rPr>
                <w:sz w:val="64"/>
              </w:rPr>
              <w:t xml:space="preserve">3GPP </w:t>
            </w:r>
            <w:bookmarkStart w:id="1" w:name="specType1"/>
            <w:r w:rsidRPr="000334B8">
              <w:rPr>
                <w:sz w:val="64"/>
              </w:rPr>
              <w:t>TS</w:t>
            </w:r>
            <w:bookmarkEnd w:id="1"/>
            <w:r w:rsidRPr="000334B8">
              <w:rPr>
                <w:sz w:val="64"/>
              </w:rPr>
              <w:t xml:space="preserve"> </w:t>
            </w:r>
            <w:bookmarkStart w:id="2" w:name="specNumber"/>
            <w:r w:rsidR="000334B8" w:rsidRPr="000334B8">
              <w:rPr>
                <w:sz w:val="64"/>
              </w:rPr>
              <w:t>38</w:t>
            </w:r>
            <w:r w:rsidRPr="000334B8">
              <w:rPr>
                <w:sz w:val="64"/>
              </w:rPr>
              <w:t>.</w:t>
            </w:r>
            <w:bookmarkEnd w:id="2"/>
            <w:r w:rsidR="000334B8" w:rsidRPr="000334B8">
              <w:rPr>
                <w:sz w:val="64"/>
              </w:rPr>
              <w:t>133</w:t>
            </w:r>
            <w:r w:rsidRPr="000334B8">
              <w:rPr>
                <w:sz w:val="64"/>
              </w:rPr>
              <w:t xml:space="preserve"> </w:t>
            </w:r>
            <w:r w:rsidRPr="000334B8">
              <w:t>V</w:t>
            </w:r>
            <w:bookmarkStart w:id="3" w:name="specVersion"/>
            <w:r w:rsidR="000334B8" w:rsidRPr="000334B8">
              <w:t>1</w:t>
            </w:r>
            <w:r w:rsidR="004D63AC">
              <w:t>7</w:t>
            </w:r>
            <w:r w:rsidRPr="000334B8">
              <w:t>.</w:t>
            </w:r>
            <w:r w:rsidR="00603FB0">
              <w:t>8</w:t>
            </w:r>
            <w:r w:rsidRPr="000334B8">
              <w:t>.</w:t>
            </w:r>
            <w:bookmarkEnd w:id="3"/>
            <w:r w:rsidR="000334B8" w:rsidRPr="000334B8">
              <w:t>0</w:t>
            </w:r>
            <w:r w:rsidRPr="000334B8">
              <w:t xml:space="preserve"> </w:t>
            </w:r>
            <w:r w:rsidRPr="000334B8">
              <w:rPr>
                <w:sz w:val="32"/>
              </w:rPr>
              <w:t>(</w:t>
            </w:r>
            <w:bookmarkStart w:id="4" w:name="issueDate"/>
            <w:r w:rsidR="003A5877" w:rsidRPr="000334B8">
              <w:rPr>
                <w:sz w:val="32"/>
              </w:rPr>
              <w:t>202</w:t>
            </w:r>
            <w:r w:rsidR="003A5877">
              <w:rPr>
                <w:sz w:val="32"/>
              </w:rPr>
              <w:t>2</w:t>
            </w:r>
            <w:r w:rsidRPr="000334B8">
              <w:rPr>
                <w:sz w:val="32"/>
              </w:rPr>
              <w:t>-</w:t>
            </w:r>
            <w:bookmarkEnd w:id="4"/>
            <w:r w:rsidR="00603FB0">
              <w:rPr>
                <w:sz w:val="32"/>
              </w:rPr>
              <w:t>12</w:t>
            </w:r>
            <w:r w:rsidRPr="000334B8">
              <w:rPr>
                <w:sz w:val="32"/>
              </w:rPr>
              <w:t>)</w:t>
            </w:r>
          </w:p>
        </w:tc>
      </w:tr>
      <w:tr w:rsidR="004F0988" w:rsidRPr="000334B8" w14:paraId="6317680C" w14:textId="77777777" w:rsidTr="005E4BB2">
        <w:trPr>
          <w:trHeight w:hRule="exact" w:val="1134"/>
        </w:trPr>
        <w:tc>
          <w:tcPr>
            <w:tcW w:w="10423" w:type="dxa"/>
            <w:gridSpan w:val="2"/>
            <w:shd w:val="clear" w:color="auto" w:fill="auto"/>
          </w:tcPr>
          <w:p w14:paraId="6317680B" w14:textId="77777777" w:rsidR="00BA4B8D" w:rsidRPr="000334B8" w:rsidRDefault="004F0988" w:rsidP="000334B8">
            <w:pPr>
              <w:pStyle w:val="ZB"/>
              <w:framePr w:w="0" w:hRule="auto" w:wrap="auto" w:vAnchor="margin" w:hAnchor="text" w:yAlign="inline"/>
            </w:pPr>
            <w:r w:rsidRPr="000334B8">
              <w:t xml:space="preserve">Technical </w:t>
            </w:r>
            <w:bookmarkStart w:id="5" w:name="spectype2"/>
            <w:r w:rsidRPr="000334B8">
              <w:t>Specification</w:t>
            </w:r>
            <w:bookmarkEnd w:id="5"/>
          </w:p>
        </w:tc>
      </w:tr>
      <w:tr w:rsidR="004F0988" w14:paraId="63176813" w14:textId="77777777" w:rsidTr="005E4BB2">
        <w:trPr>
          <w:trHeight w:hRule="exact" w:val="3686"/>
        </w:trPr>
        <w:tc>
          <w:tcPr>
            <w:tcW w:w="10423" w:type="dxa"/>
            <w:gridSpan w:val="2"/>
            <w:shd w:val="clear" w:color="auto" w:fill="auto"/>
          </w:tcPr>
          <w:p w14:paraId="6317680D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>3rd Generation Partnership Project;</w:t>
            </w:r>
          </w:p>
          <w:p w14:paraId="6317680E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 xml:space="preserve">Technical Specification Group </w:t>
            </w:r>
            <w:r w:rsidRPr="00B840AC">
              <w:rPr>
                <w:rFonts w:eastAsia="Malgun Gothic"/>
                <w:lang w:eastAsia="ko-KR"/>
              </w:rPr>
              <w:t>Radio A</w:t>
            </w:r>
            <w:r w:rsidRPr="00B840AC">
              <w:rPr>
                <w:rFonts w:eastAsia="Malgun Gothic" w:hint="eastAsia"/>
                <w:lang w:eastAsia="ko-KR"/>
              </w:rPr>
              <w:t>ccess Network</w:t>
            </w:r>
            <w:r w:rsidRPr="00B840AC">
              <w:t>;</w:t>
            </w:r>
          </w:p>
          <w:p w14:paraId="6317680F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>NR;</w:t>
            </w:r>
          </w:p>
          <w:p w14:paraId="63176810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rPr>
                <w:rFonts w:cs="v4.2.0"/>
              </w:rPr>
              <w:t>Requirements for support of radio resource management</w:t>
            </w:r>
          </w:p>
          <w:p w14:paraId="63176811" w14:textId="77777777" w:rsidR="000334B8" w:rsidRPr="00B840AC" w:rsidRDefault="000334B8" w:rsidP="000334B8">
            <w:pPr>
              <w:pStyle w:val="ZT"/>
              <w:framePr w:wrap="auto" w:hAnchor="text" w:yAlign="inline"/>
              <w:rPr>
                <w:i/>
                <w:sz w:val="28"/>
              </w:rPr>
            </w:pPr>
            <w:r w:rsidRPr="00B840AC">
              <w:t>(</w:t>
            </w:r>
            <w:r w:rsidRPr="00B840AC">
              <w:rPr>
                <w:rStyle w:val="ZGSM"/>
              </w:rPr>
              <w:t>Release 1</w:t>
            </w:r>
            <w:r w:rsidR="004D63AC">
              <w:rPr>
                <w:rStyle w:val="ZGSM"/>
              </w:rPr>
              <w:t>7</w:t>
            </w:r>
            <w:r w:rsidRPr="00B840AC">
              <w:t>)</w:t>
            </w:r>
          </w:p>
          <w:p w14:paraId="63176812" w14:textId="77777777" w:rsidR="004F0988" w:rsidRPr="00133525" w:rsidRDefault="004F0988" w:rsidP="00133525">
            <w:pPr>
              <w:pStyle w:val="ZT"/>
              <w:framePr w:wrap="auto" w:hAnchor="text" w:yAlign="inline"/>
              <w:rPr>
                <w:i/>
                <w:sz w:val="28"/>
              </w:rPr>
            </w:pPr>
          </w:p>
        </w:tc>
      </w:tr>
      <w:tr w:rsidR="00BF128E" w14:paraId="63176815" w14:textId="77777777" w:rsidTr="005E4BB2">
        <w:tc>
          <w:tcPr>
            <w:tcW w:w="10423" w:type="dxa"/>
            <w:gridSpan w:val="2"/>
            <w:shd w:val="clear" w:color="auto" w:fill="auto"/>
          </w:tcPr>
          <w:p w14:paraId="63176814" w14:textId="77777777" w:rsidR="00BF128E" w:rsidRPr="000334B8" w:rsidRDefault="00BF128E" w:rsidP="00133525">
            <w:pPr>
              <w:pStyle w:val="ZU"/>
              <w:framePr w:w="0" w:wrap="auto" w:vAnchor="margin" w:hAnchor="text" w:yAlign="inline"/>
              <w:tabs>
                <w:tab w:val="right" w:pos="10206"/>
              </w:tabs>
              <w:jc w:val="left"/>
            </w:pPr>
            <w:r w:rsidRPr="00133525">
              <w:rPr>
                <w:color w:val="0000FF"/>
              </w:rPr>
              <w:tab/>
            </w:r>
          </w:p>
        </w:tc>
      </w:tr>
      <w:tr w:rsidR="00D57972" w14:paraId="63176818" w14:textId="77777777" w:rsidTr="005E4BB2">
        <w:trPr>
          <w:trHeight w:hRule="exact" w:val="1531"/>
        </w:trPr>
        <w:tc>
          <w:tcPr>
            <w:tcW w:w="4883" w:type="dxa"/>
            <w:shd w:val="clear" w:color="auto" w:fill="auto"/>
          </w:tcPr>
          <w:p w14:paraId="63176816" w14:textId="77777777" w:rsidR="00D57972" w:rsidRDefault="00000000">
            <w:r>
              <w:rPr>
                <w:i/>
              </w:rPr>
              <w:pict w14:anchorId="631770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65pt;height:67pt">
                  <v:imagedata r:id="rId9" o:title="5G-logo_175px"/>
                </v:shape>
              </w:pict>
            </w:r>
          </w:p>
        </w:tc>
        <w:tc>
          <w:tcPr>
            <w:tcW w:w="5540" w:type="dxa"/>
            <w:shd w:val="clear" w:color="auto" w:fill="auto"/>
          </w:tcPr>
          <w:p w14:paraId="63176817" w14:textId="77777777" w:rsidR="00D57972" w:rsidRDefault="00000000" w:rsidP="00133525">
            <w:pPr>
              <w:jc w:val="right"/>
            </w:pPr>
            <w:bookmarkStart w:id="6" w:name="logos"/>
            <w:r>
              <w:pict w14:anchorId="631770D1">
                <v:shape id="_x0000_i1026" type="#_x0000_t75" style="width:128.3pt;height:77pt">
                  <v:imagedata r:id="rId10" o:title="3GPP-logo_web"/>
                </v:shape>
              </w:pict>
            </w:r>
            <w:bookmarkEnd w:id="6"/>
          </w:p>
        </w:tc>
      </w:tr>
      <w:tr w:rsidR="00C074DD" w14:paraId="6317681A" w14:textId="77777777" w:rsidTr="005E4BB2">
        <w:trPr>
          <w:trHeight w:hRule="exact" w:val="5783"/>
        </w:trPr>
        <w:tc>
          <w:tcPr>
            <w:tcW w:w="10423" w:type="dxa"/>
            <w:gridSpan w:val="2"/>
            <w:shd w:val="clear" w:color="auto" w:fill="auto"/>
          </w:tcPr>
          <w:p w14:paraId="63176819" w14:textId="77777777" w:rsidR="00C074DD" w:rsidRPr="000334B8" w:rsidRDefault="00C074DD" w:rsidP="00C074DD">
            <w:pPr>
              <w:pStyle w:val="Guidance"/>
              <w:rPr>
                <w:b/>
                <w:color w:val="auto"/>
              </w:rPr>
            </w:pPr>
          </w:p>
        </w:tc>
      </w:tr>
      <w:tr w:rsidR="00C074DD" w14:paraId="6317681E" w14:textId="77777777" w:rsidTr="005E4BB2">
        <w:trPr>
          <w:cantSplit/>
          <w:trHeight w:hRule="exact" w:val="964"/>
        </w:trPr>
        <w:tc>
          <w:tcPr>
            <w:tcW w:w="10423" w:type="dxa"/>
            <w:gridSpan w:val="2"/>
            <w:shd w:val="clear" w:color="auto" w:fill="auto"/>
          </w:tcPr>
          <w:p w14:paraId="6317681B" w14:textId="77777777" w:rsidR="00C074DD" w:rsidRPr="00133525" w:rsidRDefault="00C074DD" w:rsidP="00C074DD">
            <w:pPr>
              <w:rPr>
                <w:sz w:val="16"/>
              </w:rPr>
            </w:pPr>
            <w:bookmarkStart w:id="7" w:name="warningNotice"/>
            <w:r w:rsidRPr="00133525">
              <w:rPr>
                <w:sz w:val="16"/>
              </w:rPr>
              <w:t>The present document has been developed within the 3rd Generation Partnership Project (3GPP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>) and may be further elaborated for the purposes of 3GPP.</w:t>
            </w:r>
            <w:r w:rsidRPr="00133525">
              <w:rPr>
                <w:sz w:val="16"/>
              </w:rPr>
              <w:br/>
              <w:t>The present document has not been subject to any approval process by the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Organizational Partners and shall not be implemented.</w:t>
            </w:r>
            <w:r w:rsidRPr="00133525">
              <w:rPr>
                <w:sz w:val="16"/>
              </w:rPr>
              <w:br/>
              <w:t>This Specification is provided for future development work within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only. The Organizational Partners accept no liability for any use of this Specification.</w:t>
            </w:r>
            <w:r w:rsidRPr="00133525">
              <w:rPr>
                <w:sz w:val="16"/>
              </w:rPr>
              <w:br/>
              <w:t>Specifications and Reports for implementation of the 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 xml:space="preserve"> system should be obtained via the 3GPP Organizational Partners' Publications Offices.</w:t>
            </w:r>
            <w:bookmarkEnd w:id="7"/>
          </w:p>
          <w:p w14:paraId="6317681C" w14:textId="77777777" w:rsidR="00C074DD" w:rsidRPr="004D3578" w:rsidRDefault="00C074DD" w:rsidP="00C074DD">
            <w:pPr>
              <w:pStyle w:val="ZV"/>
              <w:framePr w:w="0" w:wrap="auto" w:vAnchor="margin" w:hAnchor="text" w:yAlign="inline"/>
            </w:pPr>
          </w:p>
          <w:p w14:paraId="6317681D" w14:textId="77777777" w:rsidR="00C074DD" w:rsidRPr="00133525" w:rsidRDefault="00C074DD" w:rsidP="00C074DD">
            <w:pPr>
              <w:rPr>
                <w:sz w:val="16"/>
              </w:rPr>
            </w:pPr>
          </w:p>
        </w:tc>
      </w:tr>
      <w:bookmarkEnd w:id="0"/>
    </w:tbl>
    <w:p w14:paraId="6317681F" w14:textId="77777777" w:rsidR="00080512" w:rsidRPr="004D3578" w:rsidRDefault="00080512">
      <w:pPr>
        <w:sectPr w:rsidR="00080512" w:rsidRPr="004D3578" w:rsidSect="009114D7">
          <w:footnotePr>
            <w:numRestart w:val="eachSect"/>
          </w:footnotePr>
          <w:pgSz w:w="11907" w:h="16840" w:code="9"/>
          <w:pgMar w:top="1134" w:right="851" w:bottom="397" w:left="851" w:header="0" w:footer="0" w:gutter="0"/>
          <w:cols w:space="720"/>
        </w:sect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10423"/>
      </w:tblGrid>
      <w:tr w:rsidR="00E16509" w14:paraId="63176821" w14:textId="77777777" w:rsidTr="00133525">
        <w:trPr>
          <w:trHeight w:hRule="exact" w:val="5670"/>
        </w:trPr>
        <w:tc>
          <w:tcPr>
            <w:tcW w:w="10423" w:type="dxa"/>
            <w:shd w:val="clear" w:color="auto" w:fill="auto"/>
          </w:tcPr>
          <w:p w14:paraId="63176820" w14:textId="77777777" w:rsidR="00E16509" w:rsidRDefault="00E16509" w:rsidP="00E16509">
            <w:pPr>
              <w:pStyle w:val="Guidance"/>
            </w:pPr>
            <w:bookmarkStart w:id="8" w:name="page2"/>
          </w:p>
        </w:tc>
      </w:tr>
      <w:tr w:rsidR="00E16509" w14:paraId="6317682C" w14:textId="77777777" w:rsidTr="00C074DD">
        <w:trPr>
          <w:trHeight w:hRule="exact" w:val="5387"/>
        </w:trPr>
        <w:tc>
          <w:tcPr>
            <w:tcW w:w="10423" w:type="dxa"/>
            <w:shd w:val="clear" w:color="auto" w:fill="auto"/>
          </w:tcPr>
          <w:p w14:paraId="63176822" w14:textId="77777777" w:rsidR="00E16509" w:rsidRPr="00133525" w:rsidRDefault="00E16509" w:rsidP="00133525">
            <w:pPr>
              <w:pStyle w:val="FP"/>
              <w:spacing w:after="240"/>
              <w:ind w:left="2835" w:right="2835"/>
              <w:jc w:val="center"/>
              <w:rPr>
                <w:rFonts w:ascii="Arial" w:hAnsi="Arial"/>
                <w:b/>
                <w:i/>
              </w:rPr>
            </w:pPr>
            <w:bookmarkStart w:id="9" w:name="coords3gpp"/>
            <w:r w:rsidRPr="00133525">
              <w:rPr>
                <w:rFonts w:ascii="Arial" w:hAnsi="Arial"/>
                <w:b/>
                <w:i/>
              </w:rPr>
              <w:t>3GPP</w:t>
            </w:r>
          </w:p>
          <w:p w14:paraId="63176823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ind w:left="2835" w:right="2835"/>
              <w:jc w:val="center"/>
            </w:pPr>
            <w:r w:rsidRPr="004D3578">
              <w:t>Postal address</w:t>
            </w:r>
          </w:p>
          <w:p w14:paraId="63176824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</w:p>
          <w:p w14:paraId="63176825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3GPP support office address</w:t>
            </w:r>
          </w:p>
          <w:p w14:paraId="63176826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650 Route des Lucioles - Sophia Antipolis</w:t>
            </w:r>
          </w:p>
          <w:p w14:paraId="63176827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Valbonne - FRANCE</w:t>
            </w:r>
          </w:p>
          <w:p w14:paraId="63176828" w14:textId="77777777" w:rsidR="00E16509" w:rsidRPr="00133525" w:rsidRDefault="00E16509" w:rsidP="00133525">
            <w:pPr>
              <w:pStyle w:val="FP"/>
              <w:spacing w:after="20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Tel.: +33 4 92 94 42 00 Fax: +33 4 93 65 47 16</w:t>
            </w:r>
          </w:p>
          <w:p w14:paraId="63176829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Internet</w:t>
            </w:r>
          </w:p>
          <w:p w14:paraId="6317682A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http://www.3gpp.org</w:t>
            </w:r>
            <w:bookmarkEnd w:id="9"/>
          </w:p>
          <w:p w14:paraId="6317682B" w14:textId="77777777" w:rsidR="00E16509" w:rsidRDefault="00E16509" w:rsidP="00133525"/>
        </w:tc>
      </w:tr>
      <w:tr w:rsidR="00E16509" w14:paraId="63176837" w14:textId="77777777" w:rsidTr="00C074DD">
        <w:tc>
          <w:tcPr>
            <w:tcW w:w="10423" w:type="dxa"/>
            <w:shd w:val="clear" w:color="auto" w:fill="auto"/>
            <w:vAlign w:val="bottom"/>
          </w:tcPr>
          <w:p w14:paraId="6317682D" w14:textId="77777777" w:rsidR="00E16509" w:rsidRPr="00133525" w:rsidRDefault="00E16509" w:rsidP="00133525">
            <w:pPr>
              <w:pStyle w:val="FP"/>
              <w:pBdr>
                <w:bottom w:val="single" w:sz="6" w:space="1" w:color="auto"/>
              </w:pBdr>
              <w:spacing w:after="240"/>
              <w:jc w:val="center"/>
              <w:rPr>
                <w:rFonts w:ascii="Arial" w:hAnsi="Arial"/>
                <w:b/>
                <w:i/>
                <w:noProof/>
              </w:rPr>
            </w:pPr>
            <w:bookmarkStart w:id="10" w:name="copyrightNotification"/>
            <w:r w:rsidRPr="00133525">
              <w:rPr>
                <w:rFonts w:ascii="Arial" w:hAnsi="Arial"/>
                <w:b/>
                <w:i/>
                <w:noProof/>
              </w:rPr>
              <w:t>Copyright Notification</w:t>
            </w:r>
          </w:p>
          <w:p w14:paraId="6317682E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  <w:r w:rsidRPr="004D3578">
              <w:rPr>
                <w:noProof/>
              </w:rPr>
              <w:t>No part may be reproduced except as authorized by written permission.</w:t>
            </w:r>
            <w:r w:rsidRPr="004D3578">
              <w:rPr>
                <w:noProof/>
              </w:rPr>
              <w:br/>
              <w:t>The copyright and the foregoing restriction extend to reproduction in all media.</w:t>
            </w:r>
          </w:p>
          <w:p w14:paraId="6317682F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</w:p>
          <w:p w14:paraId="63176830" w14:textId="06D4F212" w:rsidR="00E16509" w:rsidRPr="000334B8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334B8">
              <w:rPr>
                <w:noProof/>
                <w:sz w:val="18"/>
              </w:rPr>
              <w:t xml:space="preserve">© </w:t>
            </w:r>
            <w:r w:rsidR="00D82576" w:rsidRPr="000334B8">
              <w:rPr>
                <w:noProof/>
                <w:sz w:val="18"/>
              </w:rPr>
              <w:t>202</w:t>
            </w:r>
            <w:r w:rsidR="003A5877">
              <w:rPr>
                <w:noProof/>
                <w:sz w:val="18"/>
              </w:rPr>
              <w:t>2</w:t>
            </w:r>
            <w:r w:rsidRPr="000334B8">
              <w:rPr>
                <w:noProof/>
                <w:sz w:val="18"/>
              </w:rPr>
              <w:t>, 3GPP Organizational Partners (ARIB, ATIS, CCSA, ETSI, TSDSI, TTA, TTC).</w:t>
            </w:r>
            <w:bookmarkStart w:id="11" w:name="copyrightaddon"/>
            <w:bookmarkEnd w:id="11"/>
          </w:p>
          <w:p w14:paraId="63176831" w14:textId="77777777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334B8">
              <w:rPr>
                <w:noProof/>
                <w:sz w:val="18"/>
              </w:rPr>
              <w:t>All rights reserved.</w:t>
            </w:r>
          </w:p>
          <w:p w14:paraId="63176832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</w:p>
          <w:p w14:paraId="63176833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UMTS™ is a Trade Mark of ETSI registered for the benefit of its members</w:t>
            </w:r>
          </w:p>
          <w:p w14:paraId="63176834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3GPP™ is a Trade Mark of ETSI registered for the benefit of its Members and of the 3GPP Organizational Partners</w:t>
            </w:r>
            <w:r w:rsidRPr="00133525">
              <w:rPr>
                <w:noProof/>
                <w:sz w:val="18"/>
              </w:rPr>
              <w:br/>
              <w:t>LTE™ is a Trade Mark of ETSI registered for the benefit of its Members and of the 3GPP Organizational Partners</w:t>
            </w:r>
          </w:p>
          <w:p w14:paraId="63176835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GSM® and the GSM logo are registered and owned by the GSM Association</w:t>
            </w:r>
            <w:bookmarkEnd w:id="10"/>
          </w:p>
          <w:p w14:paraId="63176836" w14:textId="77777777" w:rsidR="00E16509" w:rsidRDefault="00E16509" w:rsidP="00133525"/>
        </w:tc>
      </w:tr>
      <w:bookmarkEnd w:id="8"/>
    </w:tbl>
    <w:p w14:paraId="63176838" w14:textId="77777777" w:rsidR="00080512" w:rsidRPr="004D3578" w:rsidRDefault="00080512">
      <w:pPr>
        <w:pStyle w:val="TT"/>
      </w:pPr>
      <w:r w:rsidRPr="004D3578">
        <w:br w:type="page"/>
      </w:r>
      <w:bookmarkStart w:id="12" w:name="tableOfContents"/>
      <w:bookmarkEnd w:id="12"/>
      <w:r w:rsidRPr="004D3578">
        <w:lastRenderedPageBreak/>
        <w:t>Contents</w:t>
      </w:r>
    </w:p>
    <w:p w14:paraId="7DEB0695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>
        <w:t>Foreword</w:t>
      </w:r>
      <w:r>
        <w:tab/>
        <w:t>82</w:t>
      </w:r>
    </w:p>
    <w:p w14:paraId="3C6870A6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1</w:t>
      </w:r>
      <w:r>
        <w:rPr>
          <w:rFonts w:ascii="Calibri" w:eastAsia="Malgun Gothic" w:hAnsi="Calibri"/>
          <w:szCs w:val="22"/>
        </w:rPr>
        <w:tab/>
      </w:r>
      <w:r>
        <w:t>Scope</w:t>
      </w:r>
      <w:r>
        <w:tab/>
        <w:t>84</w:t>
      </w:r>
    </w:p>
    <w:p w14:paraId="0DB66726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2</w:t>
      </w:r>
      <w:r>
        <w:rPr>
          <w:rFonts w:ascii="Calibri" w:eastAsia="Malgun Gothic" w:hAnsi="Calibri"/>
          <w:szCs w:val="22"/>
        </w:rPr>
        <w:tab/>
      </w:r>
      <w:r>
        <w:t>References</w:t>
      </w:r>
      <w:r>
        <w:tab/>
        <w:t>84</w:t>
      </w:r>
    </w:p>
    <w:p w14:paraId="299FE44A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3</w:t>
      </w:r>
      <w:r>
        <w:rPr>
          <w:rFonts w:ascii="Calibri" w:eastAsia="Malgun Gothic" w:hAnsi="Calibri"/>
          <w:szCs w:val="22"/>
        </w:rPr>
        <w:tab/>
      </w:r>
      <w:r>
        <w:t>Definitions, symbols and abbreviations</w:t>
      </w:r>
      <w:r>
        <w:tab/>
        <w:t>85</w:t>
      </w:r>
    </w:p>
    <w:p w14:paraId="7605A94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3.1</w:t>
      </w:r>
      <w:r>
        <w:rPr>
          <w:rFonts w:ascii="Calibri" w:eastAsia="Malgun Gothic" w:hAnsi="Calibri"/>
          <w:sz w:val="22"/>
          <w:szCs w:val="22"/>
        </w:rPr>
        <w:tab/>
      </w:r>
      <w:r>
        <w:t>Definitions</w:t>
      </w:r>
      <w:r>
        <w:tab/>
        <w:t>85</w:t>
      </w:r>
    </w:p>
    <w:p w14:paraId="523CAE3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3.2</w:t>
      </w:r>
      <w:r>
        <w:rPr>
          <w:rFonts w:ascii="Calibri" w:eastAsia="Malgun Gothic" w:hAnsi="Calibri"/>
          <w:sz w:val="22"/>
          <w:szCs w:val="22"/>
        </w:rPr>
        <w:tab/>
      </w:r>
      <w:r>
        <w:t>Symbols</w:t>
      </w:r>
      <w:r>
        <w:tab/>
        <w:t>86</w:t>
      </w:r>
    </w:p>
    <w:p w14:paraId="7CF4332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3.3</w:t>
      </w:r>
      <w:r>
        <w:rPr>
          <w:rFonts w:ascii="Calibri" w:eastAsia="Malgun Gothic" w:hAnsi="Calibri"/>
          <w:sz w:val="22"/>
          <w:szCs w:val="22"/>
        </w:rPr>
        <w:tab/>
      </w:r>
      <w:r>
        <w:t>Abbreviations</w:t>
      </w:r>
      <w:r>
        <w:tab/>
        <w:t>87</w:t>
      </w:r>
    </w:p>
    <w:p w14:paraId="3F5AF10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3.4</w:t>
      </w:r>
      <w:r>
        <w:rPr>
          <w:rFonts w:ascii="Calibri" w:eastAsia="Malgun Gothic" w:hAnsi="Calibri"/>
          <w:sz w:val="22"/>
          <w:szCs w:val="22"/>
        </w:rPr>
        <w:tab/>
      </w:r>
      <w:r>
        <w:t>Test tolerances</w:t>
      </w:r>
      <w:r>
        <w:tab/>
        <w:t>90</w:t>
      </w:r>
    </w:p>
    <w:p w14:paraId="1EDC6FD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3.5</w:t>
      </w:r>
      <w:r>
        <w:rPr>
          <w:rFonts w:ascii="Calibri" w:eastAsia="Malgun Gothic" w:hAnsi="Calibri"/>
          <w:sz w:val="22"/>
          <w:szCs w:val="22"/>
        </w:rPr>
        <w:tab/>
      </w:r>
      <w:r>
        <w:t>Frequency bands grouping</w:t>
      </w:r>
      <w:r>
        <w:tab/>
        <w:t>90</w:t>
      </w:r>
    </w:p>
    <w:p w14:paraId="09BB08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90</w:t>
      </w:r>
    </w:p>
    <w:p w14:paraId="6738A9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operating bands in FR1</w:t>
      </w:r>
      <w:r>
        <w:tab/>
        <w:t>90</w:t>
      </w:r>
    </w:p>
    <w:p w14:paraId="03CDCE2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3.5.2A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operating bands for satellite access in FR1</w:t>
      </w:r>
      <w:r>
        <w:tab/>
        <w:t>91</w:t>
      </w:r>
    </w:p>
    <w:p w14:paraId="0969B9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operating bands in FR2</w:t>
      </w:r>
      <w:r>
        <w:tab/>
        <w:t>91</w:t>
      </w:r>
    </w:p>
    <w:p w14:paraId="37FE6AD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3.6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in this specification version</w:t>
      </w:r>
      <w:r>
        <w:tab/>
        <w:t>92</w:t>
      </w:r>
    </w:p>
    <w:p w14:paraId="3654D5C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RRC connected state requirements in DRX</w:t>
      </w:r>
      <w:r>
        <w:tab/>
        <w:t>93</w:t>
      </w:r>
    </w:p>
    <w:p w14:paraId="6F9A04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3.6.2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Number of serving carriers</w:t>
      </w:r>
      <w:r>
        <w:tab/>
        <w:t>93</w:t>
      </w:r>
    </w:p>
    <w:p w14:paraId="02B791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3.6.2.1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Number of serving carriers for SA</w:t>
      </w:r>
      <w:r>
        <w:tab/>
        <w:t>93</w:t>
      </w:r>
    </w:p>
    <w:p w14:paraId="57510C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3.6.2.2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Number of serving carriers for EN-DC</w:t>
      </w:r>
      <w:r>
        <w:tab/>
        <w:t>93</w:t>
      </w:r>
    </w:p>
    <w:p w14:paraId="5B6426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3.6.2.3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Number of serving carriers for </w:t>
      </w:r>
      <w:r w:rsidRPr="00825DA5">
        <w:rPr>
          <w:lang w:val="en-US" w:eastAsia="ko-KR"/>
        </w:rPr>
        <w:t>NE-DC</w:t>
      </w:r>
      <w:r>
        <w:tab/>
        <w:t>93</w:t>
      </w:r>
    </w:p>
    <w:p w14:paraId="2C2AD4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3.6.2.4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Number of serving carriers for </w:t>
      </w:r>
      <w:r w:rsidRPr="00825DA5">
        <w:rPr>
          <w:lang w:val="en-US" w:eastAsia="ko-KR"/>
        </w:rPr>
        <w:t>NR-DC</w:t>
      </w:r>
      <w:r>
        <w:tab/>
        <w:t>94</w:t>
      </w:r>
    </w:p>
    <w:p w14:paraId="0222DB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Applicability </w:t>
      </w:r>
      <w:r>
        <w:t>for intra-band FR2</w:t>
      </w:r>
      <w:r>
        <w:tab/>
        <w:t>94</w:t>
      </w:r>
    </w:p>
    <w:p w14:paraId="0E4673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Applicability for FR2 UE power classes</w:t>
      </w:r>
      <w:r>
        <w:tab/>
        <w:t>94</w:t>
      </w:r>
    </w:p>
    <w:p w14:paraId="3FBF35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Applicability for SDL bands</w:t>
      </w:r>
      <w:r>
        <w:tab/>
        <w:t>94</w:t>
      </w:r>
    </w:p>
    <w:p w14:paraId="258330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3.6.6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NGEN-DC operation</w:t>
      </w:r>
      <w:r>
        <w:tab/>
        <w:t>94</w:t>
      </w:r>
    </w:p>
    <w:p w14:paraId="34EFA70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Applicability </w:t>
      </w:r>
      <w:r>
        <w:t>of QCL</w:t>
      </w:r>
      <w:r>
        <w:tab/>
        <w:t>94</w:t>
      </w:r>
    </w:p>
    <w:p w14:paraId="68E6ADB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3.6.9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scheduling availability</w:t>
      </w:r>
      <w:r>
        <w:tab/>
        <w:t>95</w:t>
      </w:r>
    </w:p>
    <w:p w14:paraId="74A4772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3.6.10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measurement restrictions</w:t>
      </w:r>
      <w:r>
        <w:tab/>
        <w:t>95</w:t>
      </w:r>
    </w:p>
    <w:p w14:paraId="647C6CF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3.6.11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Redcap UEs</w:t>
      </w:r>
      <w:r>
        <w:tab/>
        <w:t>95</w:t>
      </w:r>
    </w:p>
    <w:p w14:paraId="146DDA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RRC connected state requirements in DRX</w:t>
      </w:r>
      <w:r>
        <w:tab/>
        <w:t>95</w:t>
      </w:r>
    </w:p>
    <w:p w14:paraId="55677A9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Applicability for FR2 Redcap UE power classes</w:t>
      </w:r>
      <w:r>
        <w:tab/>
        <w:t>95</w:t>
      </w:r>
    </w:p>
    <w:p w14:paraId="7DD5F0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Applicability </w:t>
      </w:r>
      <w:r>
        <w:t>of QCL</w:t>
      </w:r>
      <w:r>
        <w:tab/>
        <w:t>95</w:t>
      </w:r>
    </w:p>
    <w:p w14:paraId="1385D5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3.6.12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Satellite Access</w:t>
      </w:r>
      <w:r>
        <w:tab/>
        <w:t>96</w:t>
      </w:r>
    </w:p>
    <w:p w14:paraId="1067136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ko-KR"/>
        </w:rPr>
        <w:t>3.6.13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Applicability of requirements for FR2</w:t>
      </w:r>
      <w:r>
        <w:tab/>
        <w:t>96</w:t>
      </w:r>
    </w:p>
    <w:p w14:paraId="5D61182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3.6.14</w:t>
      </w:r>
      <w:r>
        <w:rPr>
          <w:rFonts w:ascii="Calibri" w:eastAsia="Malgun Gothic" w:hAnsi="Calibri"/>
          <w:sz w:val="22"/>
          <w:szCs w:val="22"/>
        </w:rPr>
        <w:tab/>
      </w:r>
      <w:r>
        <w:t>Applicability of requirements for FR2 Power Class 6</w:t>
      </w:r>
      <w:r>
        <w:tab/>
        <w:t>96</w:t>
      </w:r>
    </w:p>
    <w:p w14:paraId="70E8B562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4</w:t>
      </w:r>
      <w:r>
        <w:rPr>
          <w:rFonts w:ascii="Calibri" w:eastAsia="Malgun Gothic" w:hAnsi="Calibri"/>
          <w:szCs w:val="22"/>
        </w:rPr>
        <w:tab/>
      </w:r>
      <w:r>
        <w:t>SA: RRC_IDLE state mobility</w:t>
      </w:r>
      <w:r>
        <w:tab/>
        <w:t>96</w:t>
      </w:r>
    </w:p>
    <w:p w14:paraId="2A835E4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4.1</w:t>
      </w:r>
      <w:r>
        <w:rPr>
          <w:rFonts w:ascii="Calibri" w:eastAsia="Malgun Gothic" w:hAnsi="Calibri"/>
          <w:sz w:val="22"/>
          <w:szCs w:val="22"/>
        </w:rPr>
        <w:tab/>
      </w:r>
      <w:r>
        <w:t>Cell Selection</w:t>
      </w:r>
      <w:r>
        <w:tab/>
        <w:t>96</w:t>
      </w:r>
    </w:p>
    <w:p w14:paraId="0CC5607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4.2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</w:t>
      </w:r>
      <w:r>
        <w:tab/>
        <w:t>96</w:t>
      </w:r>
    </w:p>
    <w:p w14:paraId="0B1209A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96</w:t>
      </w:r>
    </w:p>
    <w:p w14:paraId="4E07FD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97</w:t>
      </w:r>
    </w:p>
    <w:p w14:paraId="23967C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measurement capability</w:t>
      </w:r>
      <w:r>
        <w:tab/>
        <w:t>97</w:t>
      </w:r>
    </w:p>
    <w:p w14:paraId="5F3C1DD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4.2.2.2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Measurement and evaluation of serving cell</w:t>
      </w:r>
      <w:r>
        <w:tab/>
        <w:t>97</w:t>
      </w:r>
    </w:p>
    <w:p w14:paraId="2051063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intra-frequency NR cells</w:t>
      </w:r>
      <w:r>
        <w:tab/>
        <w:t>98</w:t>
      </w:r>
    </w:p>
    <w:p w14:paraId="5F6828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inter-frequency NR cells</w:t>
      </w:r>
      <w:r>
        <w:tab/>
        <w:t>100</w:t>
      </w:r>
    </w:p>
    <w:p w14:paraId="39DECD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inter-RAT E-UTRAN cells</w:t>
      </w:r>
      <w:r>
        <w:tab/>
        <w:t>102</w:t>
      </w:r>
    </w:p>
    <w:p w14:paraId="338E6F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</w:t>
      </w:r>
      <w:r>
        <w:tab/>
        <w:t>104</w:t>
      </w:r>
    </w:p>
    <w:p w14:paraId="7A6538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104</w:t>
      </w:r>
    </w:p>
    <w:p w14:paraId="184155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4.2.2.</w:t>
      </w:r>
      <w:r>
        <w:rPr>
          <w:rFonts w:eastAsia="Malgun Gothic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104</w:t>
      </w:r>
    </w:p>
    <w:p w14:paraId="1D83D7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intra-frequency NR cells for UE configured with relaxed measurement criterion</w:t>
      </w:r>
      <w:r>
        <w:tab/>
        <w:t>105</w:t>
      </w:r>
    </w:p>
    <w:p w14:paraId="65E99C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105</w:t>
      </w:r>
    </w:p>
    <w:p w14:paraId="4E2FFB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criterion</w:t>
      </w:r>
      <w:r>
        <w:tab/>
        <w:t>105</w:t>
      </w:r>
    </w:p>
    <w:p w14:paraId="21DC81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not-at-cell edge criterion</w:t>
      </w:r>
      <w:r>
        <w:tab/>
        <w:t>106</w:t>
      </w:r>
    </w:p>
    <w:p w14:paraId="235B40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4.2.2.9.4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and not-at-cell edge criteria</w:t>
      </w:r>
      <w:r>
        <w:tab/>
        <w:t>107</w:t>
      </w:r>
    </w:p>
    <w:p w14:paraId="7EBD8A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inter-frequency NR cells for UE configured with relaxed measurement criterion</w:t>
      </w:r>
      <w:r>
        <w:tab/>
        <w:t>107</w:t>
      </w:r>
    </w:p>
    <w:p w14:paraId="487579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lastRenderedPageBreak/>
        <w:t>4.2.2.10.1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107</w:t>
      </w:r>
    </w:p>
    <w:p w14:paraId="5DD087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criterion</w:t>
      </w:r>
      <w:r>
        <w:tab/>
        <w:t>107</w:t>
      </w:r>
    </w:p>
    <w:p w14:paraId="23F765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not-at-cell edge criterion</w:t>
      </w:r>
      <w:r>
        <w:tab/>
        <w:t>108</w:t>
      </w:r>
    </w:p>
    <w:p w14:paraId="64F01E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4.2.2.10.4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and not-at-cell edge criterion</w:t>
      </w:r>
      <w:r>
        <w:tab/>
        <w:t>109</w:t>
      </w:r>
    </w:p>
    <w:p w14:paraId="6ADB4B1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inter-RAT E-UTRAN cells for UE configured with relaxed measurement criterion</w:t>
      </w:r>
      <w:r>
        <w:tab/>
        <w:t>110</w:t>
      </w:r>
    </w:p>
    <w:p w14:paraId="79DC5A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110</w:t>
      </w:r>
    </w:p>
    <w:p w14:paraId="1599A2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criterion</w:t>
      </w:r>
      <w:r>
        <w:tab/>
        <w:t>110</w:t>
      </w:r>
    </w:p>
    <w:p w14:paraId="41F03F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with not-at-cell edge criterion</w:t>
      </w:r>
      <w:r>
        <w:tab/>
        <w:t>111</w:t>
      </w:r>
    </w:p>
    <w:p w14:paraId="38C08A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4.2.2.11.4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low mobility and not-at-cell edge criterion</w:t>
      </w:r>
      <w:r>
        <w:tab/>
        <w:t>112</w:t>
      </w:r>
    </w:p>
    <w:p w14:paraId="4D9800F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4.2A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when subject to CCA</w:t>
      </w:r>
      <w:r>
        <w:tab/>
        <w:t>112</w:t>
      </w:r>
    </w:p>
    <w:p w14:paraId="5B6A62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112</w:t>
      </w:r>
    </w:p>
    <w:p w14:paraId="1B42F6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113</w:t>
      </w:r>
    </w:p>
    <w:p w14:paraId="730807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measurement capability</w:t>
      </w:r>
      <w:r>
        <w:tab/>
        <w:t>113</w:t>
      </w:r>
    </w:p>
    <w:p w14:paraId="1604D6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4.2A.2.2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Measurement and evaluation when subject to CCA on the serving cell</w:t>
      </w:r>
      <w:r>
        <w:tab/>
        <w:t>113</w:t>
      </w:r>
    </w:p>
    <w:p w14:paraId="52982C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4.2A.2.3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intra-frequency NR cells when subject to CCA on the serving cell and target cell</w:t>
      </w:r>
      <w:r>
        <w:tab/>
        <w:t>114</w:t>
      </w:r>
    </w:p>
    <w:p w14:paraId="32F882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4.2A.2.4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inter-frequency NR cells when subject to CCA on the target cell</w:t>
      </w:r>
      <w:r>
        <w:tab/>
        <w:t>115</w:t>
      </w:r>
    </w:p>
    <w:p w14:paraId="02B486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4.2A.2.5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inter-RAT E-UTRAN cells when subject to CCA on the serving cell</w:t>
      </w:r>
      <w:r>
        <w:tab/>
        <w:t>117</w:t>
      </w:r>
    </w:p>
    <w:p w14:paraId="629DA5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4.2A.2.6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 when subject to CCA on the target cell</w:t>
      </w:r>
      <w:r>
        <w:tab/>
        <w:t>117</w:t>
      </w:r>
    </w:p>
    <w:p w14:paraId="54E514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4.2A.2.7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118</w:t>
      </w:r>
    </w:p>
    <w:p w14:paraId="736283D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4.2B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for RedCap</w:t>
      </w:r>
      <w:r>
        <w:tab/>
        <w:t>118</w:t>
      </w:r>
    </w:p>
    <w:p w14:paraId="256A06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118</w:t>
      </w:r>
    </w:p>
    <w:p w14:paraId="6F76633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4.2B.2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118</w:t>
      </w:r>
    </w:p>
    <w:p w14:paraId="2BC8BD3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4.2B.2.1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 for RedCap</w:t>
      </w:r>
      <w:r>
        <w:tab/>
        <w:t>118</w:t>
      </w:r>
    </w:p>
    <w:p w14:paraId="4F100C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measurement capability for 1 Rx RedCap</w:t>
      </w:r>
      <w:r>
        <w:tab/>
        <w:t>118</w:t>
      </w:r>
    </w:p>
    <w:p w14:paraId="35CD86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measurement capability for 2 Rx RedCap</w:t>
      </w:r>
      <w:r>
        <w:tab/>
        <w:t>118</w:t>
      </w:r>
    </w:p>
    <w:p w14:paraId="28B03C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and evaluation of serving cell for RedCap UE</w:t>
      </w:r>
      <w:r>
        <w:tab/>
        <w:t>118</w:t>
      </w:r>
    </w:p>
    <w:p w14:paraId="0C145D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 for RedCap UE</w:t>
      </w:r>
      <w:r>
        <w:tab/>
        <w:t>121</w:t>
      </w:r>
    </w:p>
    <w:p w14:paraId="045BF7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 for RedCap UE</w:t>
      </w:r>
      <w:r>
        <w:tab/>
        <w:t>123</w:t>
      </w:r>
    </w:p>
    <w:p w14:paraId="572138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 for RedCap UE</w:t>
      </w:r>
      <w:r>
        <w:tab/>
        <w:t>126</w:t>
      </w:r>
    </w:p>
    <w:p w14:paraId="307C19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 for RedCap</w:t>
      </w:r>
      <w:r>
        <w:tab/>
        <w:t>128</w:t>
      </w:r>
    </w:p>
    <w:p w14:paraId="23F216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 for RedCap</w:t>
      </w:r>
      <w:r>
        <w:tab/>
        <w:t>128</w:t>
      </w:r>
    </w:p>
    <w:p w14:paraId="19563B1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4.2B.2.8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129</w:t>
      </w:r>
    </w:p>
    <w:p w14:paraId="1C25AE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4.2B.2.9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 for UE configured with relaxed measurement criterion for RedCap</w:t>
      </w:r>
      <w:r>
        <w:tab/>
        <w:t>129</w:t>
      </w:r>
    </w:p>
    <w:p w14:paraId="6C99F5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129</w:t>
      </w:r>
    </w:p>
    <w:p w14:paraId="6960E2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stationary criterion</w:t>
      </w:r>
      <w:r>
        <w:tab/>
        <w:t>130</w:t>
      </w:r>
    </w:p>
    <w:p w14:paraId="44CCC0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and not-at-cell edge criteria</w:t>
      </w:r>
      <w:r>
        <w:tab/>
        <w:t>133</w:t>
      </w:r>
    </w:p>
    <w:p w14:paraId="7E01B5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4.2B.2.9.3A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and Rel-16 not at cell edge criteria</w:t>
      </w:r>
      <w:r>
        <w:tab/>
        <w:t>133</w:t>
      </w:r>
    </w:p>
    <w:p w14:paraId="22A3C3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stationary criteria</w:t>
      </w:r>
      <w:r>
        <w:tab/>
        <w:t>134</w:t>
      </w:r>
    </w:p>
    <w:p w14:paraId="7F8F15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criterion and stationary and not-at-cell edge criteria</w:t>
      </w:r>
      <w:r>
        <w:tab/>
        <w:t>134</w:t>
      </w:r>
    </w:p>
    <w:p w14:paraId="2F37FA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not-at-cell edge criterion and stationary and not-at-cell edge criteria</w:t>
      </w:r>
      <w:r>
        <w:tab/>
        <w:t>134</w:t>
      </w:r>
    </w:p>
    <w:p w14:paraId="1198CD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not-at-cell edge criteria and stationary and notatcell edge criteria</w:t>
      </w:r>
      <w:r>
        <w:tab/>
        <w:t>135</w:t>
      </w:r>
    </w:p>
    <w:p w14:paraId="2E198E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4.2B.2.9.8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not-at-cell edge criteria and stationary criterion</w:t>
      </w:r>
      <w:r>
        <w:tab/>
        <w:t>135</w:t>
      </w:r>
    </w:p>
    <w:p w14:paraId="256B39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4.2B.2.10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 for UE configured with relaxed measurement criterion</w:t>
      </w:r>
      <w:r>
        <w:tab/>
        <w:t>135</w:t>
      </w:r>
    </w:p>
    <w:p w14:paraId="1D8F86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135</w:t>
      </w:r>
    </w:p>
    <w:p w14:paraId="262B67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stationary criterion</w:t>
      </w:r>
      <w:r>
        <w:tab/>
        <w:t>136</w:t>
      </w:r>
    </w:p>
    <w:p w14:paraId="6A3399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not at cell edge criterion</w:t>
      </w:r>
      <w:r>
        <w:tab/>
        <w:t>138</w:t>
      </w:r>
    </w:p>
    <w:p w14:paraId="589C5E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4.2B.2.10.3A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and Rel-16 not at cell edge criterion</w:t>
      </w:r>
      <w:r>
        <w:tab/>
        <w:t>139</w:t>
      </w:r>
    </w:p>
    <w:p w14:paraId="01ED41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stationary criteria</w:t>
      </w:r>
      <w:r>
        <w:tab/>
        <w:t>139</w:t>
      </w:r>
    </w:p>
    <w:p w14:paraId="05F2D3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stationary not at cell edge criteria</w:t>
      </w:r>
      <w:r>
        <w:tab/>
        <w:t>140</w:t>
      </w:r>
    </w:p>
    <w:p w14:paraId="4FBAE3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not-at-cell edge criterion and stationary not at cell edge criteria</w:t>
      </w:r>
      <w:r>
        <w:tab/>
        <w:t>140</w:t>
      </w:r>
    </w:p>
    <w:p w14:paraId="4FAB3A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4.2B.2.10.7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not-at-cell edge criterion and stationary not at cell edge criteria</w:t>
      </w:r>
      <w:r>
        <w:tab/>
        <w:t>140</w:t>
      </w:r>
    </w:p>
    <w:p w14:paraId="76EAF5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lastRenderedPageBreak/>
        <w:t>4.2B.2.10.8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not-at-cell edge criterion and stationary criteria</w:t>
      </w:r>
      <w:r>
        <w:tab/>
        <w:t>140</w:t>
      </w:r>
    </w:p>
    <w:p w14:paraId="2EE0AD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4.2B.2.11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 for UE configured with relaxed measurement criterion</w:t>
      </w:r>
      <w:r>
        <w:tab/>
        <w:t>141</w:t>
      </w:r>
    </w:p>
    <w:p w14:paraId="7C780F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141</w:t>
      </w:r>
    </w:p>
    <w:p w14:paraId="24FB4C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UE fulfilling stationary criterion</w:t>
      </w:r>
      <w:r>
        <w:tab/>
        <w:t>141</w:t>
      </w:r>
    </w:p>
    <w:p w14:paraId="57A094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not at cell edge criterion</w:t>
      </w:r>
      <w:r>
        <w:tab/>
        <w:t>143</w:t>
      </w:r>
    </w:p>
    <w:p w14:paraId="46741B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4.2B.2.11.3A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stationary and Rel-16 not at cell edge criterion</w:t>
      </w:r>
      <w:r>
        <w:tab/>
        <w:t>143</w:t>
      </w:r>
    </w:p>
    <w:p w14:paraId="6F5833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stationary criteria</w:t>
      </w:r>
      <w:r>
        <w:tab/>
        <w:t>144</w:t>
      </w:r>
    </w:p>
    <w:p w14:paraId="25AEC8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and stationary not at cell edge criteria</w:t>
      </w:r>
      <w:r>
        <w:tab/>
        <w:t>144</w:t>
      </w:r>
    </w:p>
    <w:p w14:paraId="3D6174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not-at-cell edge criterion and stationary not at cell edge criteria</w:t>
      </w:r>
      <w:r>
        <w:tab/>
        <w:t>144</w:t>
      </w:r>
    </w:p>
    <w:p w14:paraId="5EC866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not-at-cell edge criterion and stationary not at cell edge criteria</w:t>
      </w:r>
      <w:r>
        <w:tab/>
        <w:t>144</w:t>
      </w:r>
    </w:p>
    <w:p w14:paraId="492089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4.2B.2.11.8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for a UE fulfilling low mobility not-at-cell edge criterion and stationary criteria</w:t>
      </w:r>
      <w:r>
        <w:tab/>
        <w:t>145</w:t>
      </w:r>
    </w:p>
    <w:p w14:paraId="0047EEB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4.2C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for NR UE for Satellite Access</w:t>
      </w:r>
      <w:r>
        <w:tab/>
        <w:t>145</w:t>
      </w:r>
    </w:p>
    <w:p w14:paraId="629C7AB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145</w:t>
      </w:r>
    </w:p>
    <w:p w14:paraId="281D128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4.2C.2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145</w:t>
      </w:r>
    </w:p>
    <w:p w14:paraId="7E5CAE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4.2C.2.1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measurement capability</w:t>
      </w:r>
      <w:r>
        <w:tab/>
        <w:t>145</w:t>
      </w:r>
    </w:p>
    <w:p w14:paraId="44AF3A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4.2C.2.2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Measurement and evaluation of serving cell</w:t>
      </w:r>
      <w:r>
        <w:tab/>
        <w:t>145</w:t>
      </w:r>
    </w:p>
    <w:p w14:paraId="1154AA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4.2C.2.3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intra-frequency NR cells</w:t>
      </w:r>
      <w:r>
        <w:tab/>
        <w:t>146</w:t>
      </w:r>
    </w:p>
    <w:p w14:paraId="782DF1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4.2C.2.4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inter-frequency NR cells</w:t>
      </w:r>
      <w:r>
        <w:tab/>
        <w:t>148</w:t>
      </w:r>
    </w:p>
    <w:p w14:paraId="1592FC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4.2C.2.5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</w:t>
      </w:r>
      <w:r>
        <w:tab/>
        <w:t>151</w:t>
      </w:r>
    </w:p>
    <w:p w14:paraId="42E0F2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4.2C.2.6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152</w:t>
      </w:r>
    </w:p>
    <w:p w14:paraId="4ABBAD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4.2C.2.7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intra-frequency NR cells for UE configured with relaxed measurement criterion</w:t>
      </w:r>
      <w:r>
        <w:tab/>
        <w:t>152</w:t>
      </w:r>
    </w:p>
    <w:p w14:paraId="1CF1EB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4.2C.2.</w:t>
      </w:r>
      <w:r w:rsidRPr="00825DA5">
        <w:rPr>
          <w:rFonts w:eastAsia="DengXian"/>
          <w:lang w:val="en-US"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Measurements of int</w:t>
      </w:r>
      <w:r w:rsidRPr="00825DA5">
        <w:rPr>
          <w:rFonts w:eastAsia="DengXian"/>
          <w:lang w:val="en-US" w:eastAsia="zh-CN"/>
        </w:rPr>
        <w:t>er</w:t>
      </w:r>
      <w:r w:rsidRPr="00825DA5">
        <w:rPr>
          <w:lang w:val="en-US" w:eastAsia="zh-CN"/>
        </w:rPr>
        <w:t>-frequency NR cells for UE configured with relaxed measurement criterion</w:t>
      </w:r>
      <w:r>
        <w:tab/>
        <w:t>152</w:t>
      </w:r>
    </w:p>
    <w:p w14:paraId="07DFC9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4.2C.2.9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152</w:t>
      </w:r>
    </w:p>
    <w:p w14:paraId="2F41DE2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4.3</w:t>
      </w:r>
      <w:r>
        <w:rPr>
          <w:rFonts w:ascii="Calibri" w:eastAsia="Malgun Gothic" w:hAnsi="Calibri"/>
          <w:sz w:val="22"/>
          <w:szCs w:val="22"/>
        </w:rPr>
        <w:tab/>
      </w:r>
      <w:r>
        <w:t>Minimization of Drive Tests (MDT)</w:t>
      </w:r>
      <w:r>
        <w:tab/>
        <w:t>152</w:t>
      </w:r>
    </w:p>
    <w:p w14:paraId="0CF3A5C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152</w:t>
      </w:r>
    </w:p>
    <w:p w14:paraId="7A2AAA1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Requirements</w:t>
      </w:r>
      <w:r>
        <w:tab/>
        <w:t>153</w:t>
      </w:r>
    </w:p>
    <w:p w14:paraId="51CB16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</w:t>
      </w:r>
      <w:r>
        <w:tab/>
        <w:t>153</w:t>
      </w:r>
    </w:p>
    <w:p w14:paraId="772D316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4.3.4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Connection Establishment Failure Log Reporting</w:t>
      </w:r>
      <w:r>
        <w:tab/>
        <w:t>153</w:t>
      </w:r>
    </w:p>
    <w:p w14:paraId="1BCD4B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Radio Link Failure and Handover Failure Log Reporting</w:t>
      </w:r>
      <w:r>
        <w:tab/>
        <w:t>153</w:t>
      </w:r>
    </w:p>
    <w:p w14:paraId="2DCBF85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4.3C</w:t>
      </w:r>
      <w:r>
        <w:rPr>
          <w:rFonts w:ascii="Calibri" w:eastAsia="Malgun Gothic" w:hAnsi="Calibri"/>
          <w:sz w:val="22"/>
          <w:szCs w:val="22"/>
        </w:rPr>
        <w:tab/>
      </w:r>
      <w:r>
        <w:t>Minimization of Drive Tests (MDT) for Satellite Access</w:t>
      </w:r>
      <w:r>
        <w:tab/>
        <w:t>154</w:t>
      </w:r>
    </w:p>
    <w:p w14:paraId="0503F12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154</w:t>
      </w:r>
    </w:p>
    <w:p w14:paraId="03468E0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4.3C.2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Requirements</w:t>
      </w:r>
      <w:r>
        <w:tab/>
        <w:t>154</w:t>
      </w:r>
    </w:p>
    <w:p w14:paraId="44C372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4.3C.3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</w:t>
      </w:r>
      <w:r>
        <w:tab/>
        <w:t>155</w:t>
      </w:r>
    </w:p>
    <w:p w14:paraId="191A7D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4.3C.4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Connection Establishment Failure Log Reporting</w:t>
      </w:r>
      <w:r>
        <w:tab/>
        <w:t>155</w:t>
      </w:r>
    </w:p>
    <w:p w14:paraId="28551EB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4.3C.5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Radio Link Failure and Handover Failure Log Reporting</w:t>
      </w:r>
      <w:r>
        <w:tab/>
        <w:t>155</w:t>
      </w:r>
    </w:p>
    <w:p w14:paraId="6487E80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4.4</w:t>
      </w:r>
      <w:r>
        <w:rPr>
          <w:rFonts w:ascii="Calibri" w:eastAsia="Malgun Gothic" w:hAnsi="Calibri"/>
          <w:sz w:val="22"/>
          <w:szCs w:val="22"/>
        </w:rPr>
        <w:tab/>
      </w:r>
      <w:r>
        <w:t>Idle Mode CA/DC Measurements</w:t>
      </w:r>
      <w:r>
        <w:tab/>
        <w:t>155</w:t>
      </w:r>
    </w:p>
    <w:p w14:paraId="4CDE6D4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4.4.1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155</w:t>
      </w:r>
    </w:p>
    <w:p w14:paraId="0C1310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4.4.2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Measurement Requirements</w:t>
      </w:r>
      <w:r>
        <w:tab/>
        <w:t>156</w:t>
      </w:r>
    </w:p>
    <w:p w14:paraId="527AC0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4.4.2.1</w:t>
      </w:r>
      <w:r>
        <w:rPr>
          <w:rFonts w:ascii="Calibri" w:eastAsia="Malgun Gothic" w:hAnsi="Calibri"/>
          <w:sz w:val="22"/>
          <w:szCs w:val="22"/>
        </w:rPr>
        <w:tab/>
      </w:r>
      <w:r>
        <w:t>Detected cell requirement during state transition and Idle mode</w:t>
      </w:r>
      <w:r>
        <w:tab/>
        <w:t>156</w:t>
      </w:r>
    </w:p>
    <w:p w14:paraId="4A37127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4.4.2.2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CA/DC candidate cells</w:t>
      </w:r>
      <w:r>
        <w:tab/>
        <w:t>156</w:t>
      </w:r>
    </w:p>
    <w:p w14:paraId="3DCD1D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4.4.2.3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on serving cell</w:t>
      </w:r>
      <w:r>
        <w:tab/>
        <w:t>157</w:t>
      </w:r>
    </w:p>
    <w:p w14:paraId="00E42F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4.4.2.4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E-UTRAN inter-RAT DC candidate cells</w:t>
      </w:r>
      <w:r>
        <w:tab/>
        <w:t>158</w:t>
      </w:r>
    </w:p>
    <w:p w14:paraId="4D00C12F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5</w:t>
      </w:r>
      <w:r>
        <w:rPr>
          <w:rFonts w:ascii="Calibri" w:eastAsia="Malgun Gothic" w:hAnsi="Calibri"/>
          <w:szCs w:val="22"/>
        </w:rPr>
        <w:tab/>
      </w:r>
      <w:r>
        <w:t>SA: RRC_INACTIVE state mobility</w:t>
      </w:r>
      <w:r>
        <w:tab/>
        <w:t>159</w:t>
      </w:r>
    </w:p>
    <w:p w14:paraId="3100122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</w:t>
      </w:r>
      <w:r>
        <w:tab/>
        <w:t>159</w:t>
      </w:r>
    </w:p>
    <w:p w14:paraId="6AC60F1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159</w:t>
      </w:r>
    </w:p>
    <w:p w14:paraId="4B3D5E1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159</w:t>
      </w:r>
    </w:p>
    <w:p w14:paraId="0C4F5A8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5.1.2.1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</w:t>
      </w:r>
      <w:r>
        <w:tab/>
        <w:t>159</w:t>
      </w:r>
    </w:p>
    <w:p w14:paraId="5B5062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and evaluation of serving cell</w:t>
      </w:r>
      <w:r>
        <w:tab/>
        <w:t>159</w:t>
      </w:r>
    </w:p>
    <w:p w14:paraId="35E76A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</w:t>
      </w:r>
      <w:r>
        <w:tab/>
        <w:t>159</w:t>
      </w:r>
    </w:p>
    <w:p w14:paraId="09F486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</w:t>
      </w:r>
      <w:r>
        <w:tab/>
        <w:t>159</w:t>
      </w:r>
    </w:p>
    <w:p w14:paraId="04D8CE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5.1.2.5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</w:t>
      </w:r>
      <w:r>
        <w:tab/>
        <w:t>159</w:t>
      </w:r>
    </w:p>
    <w:p w14:paraId="0C86CE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</w:t>
      </w:r>
      <w:r>
        <w:tab/>
        <w:t>159</w:t>
      </w:r>
    </w:p>
    <w:p w14:paraId="2ABA9E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160</w:t>
      </w:r>
    </w:p>
    <w:p w14:paraId="545885C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5.1A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with CCA</w:t>
      </w:r>
      <w:r>
        <w:tab/>
        <w:t>160</w:t>
      </w:r>
    </w:p>
    <w:p w14:paraId="63121DC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160</w:t>
      </w:r>
    </w:p>
    <w:p w14:paraId="490C60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160</w:t>
      </w:r>
    </w:p>
    <w:p w14:paraId="7AECB9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5.1A.2.1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</w:t>
      </w:r>
      <w:r>
        <w:tab/>
        <w:t>160</w:t>
      </w:r>
    </w:p>
    <w:p w14:paraId="66918A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and evaluation when CCA is used on the serving cell</w:t>
      </w:r>
      <w:r>
        <w:tab/>
        <w:t>160</w:t>
      </w:r>
    </w:p>
    <w:p w14:paraId="787446D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 when CCA is used on the serving cell and target cell</w:t>
      </w:r>
      <w:r>
        <w:tab/>
        <w:t>160</w:t>
      </w:r>
    </w:p>
    <w:p w14:paraId="1FCE01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 when CCA is used on the target cell</w:t>
      </w:r>
      <w:r>
        <w:tab/>
        <w:t>160</w:t>
      </w:r>
    </w:p>
    <w:p w14:paraId="3D0CB3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 when CCA is used on the serving cell</w:t>
      </w:r>
      <w:r>
        <w:tab/>
        <w:t>160</w:t>
      </w:r>
    </w:p>
    <w:p w14:paraId="2B5622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 when CCA is used on the target cell</w:t>
      </w:r>
      <w:r>
        <w:tab/>
        <w:t>160</w:t>
      </w:r>
    </w:p>
    <w:p w14:paraId="227F37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5.1A.2.7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160</w:t>
      </w:r>
    </w:p>
    <w:p w14:paraId="058D75F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5.1B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for RedCap</w:t>
      </w:r>
      <w:r>
        <w:tab/>
        <w:t>161</w:t>
      </w:r>
    </w:p>
    <w:p w14:paraId="1EF356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161</w:t>
      </w:r>
    </w:p>
    <w:p w14:paraId="783DE73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5.1B.2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161</w:t>
      </w:r>
    </w:p>
    <w:p w14:paraId="79DB43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5.1B.2.1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</w:t>
      </w:r>
      <w:r>
        <w:tab/>
        <w:t>161</w:t>
      </w:r>
    </w:p>
    <w:p w14:paraId="6BC30D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and evaluation of serving cell</w:t>
      </w:r>
      <w:r>
        <w:tab/>
        <w:t>161</w:t>
      </w:r>
    </w:p>
    <w:p w14:paraId="34F5E8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</w:t>
      </w:r>
      <w:r>
        <w:tab/>
        <w:t>162</w:t>
      </w:r>
    </w:p>
    <w:p w14:paraId="58E5BE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</w:t>
      </w:r>
      <w:r>
        <w:tab/>
        <w:t>163</w:t>
      </w:r>
    </w:p>
    <w:p w14:paraId="00C96D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</w:t>
      </w:r>
      <w:r>
        <w:tab/>
        <w:t>163</w:t>
      </w:r>
    </w:p>
    <w:p w14:paraId="4A6DE7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5.1B.2.6</w:t>
      </w:r>
      <w:r>
        <w:rPr>
          <w:rFonts w:ascii="Calibri" w:eastAsia="Malgun Gothic" w:hAnsi="Calibri"/>
          <w:sz w:val="22"/>
          <w:szCs w:val="22"/>
        </w:rPr>
        <w:tab/>
      </w:r>
      <w:r>
        <w:t>Maximum interruption in paging reception</w:t>
      </w:r>
      <w:r>
        <w:tab/>
        <w:t>163</w:t>
      </w:r>
    </w:p>
    <w:p w14:paraId="75554F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5.1B.2.7</w:t>
      </w:r>
      <w:r>
        <w:rPr>
          <w:rFonts w:ascii="Calibri" w:eastAsia="Malgun Gothic" w:hAnsi="Calibri"/>
          <w:sz w:val="22"/>
          <w:szCs w:val="22"/>
        </w:rPr>
        <w:tab/>
      </w:r>
      <w:r>
        <w:t>General requirements</w:t>
      </w:r>
      <w:r>
        <w:tab/>
        <w:t>163</w:t>
      </w:r>
    </w:p>
    <w:p w14:paraId="64D2A2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5.1B.2.8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163</w:t>
      </w:r>
    </w:p>
    <w:p w14:paraId="7FB536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5.1B.2.9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intra-frequency NR cells for UE configured with relaxed measurement criterion</w:t>
      </w:r>
      <w:r>
        <w:tab/>
        <w:t>164</w:t>
      </w:r>
    </w:p>
    <w:p w14:paraId="65F3FC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5.1B.2.10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NR cells for UE configured with relaxed measurement criterion</w:t>
      </w:r>
      <w:r>
        <w:tab/>
        <w:t>164</w:t>
      </w:r>
    </w:p>
    <w:p w14:paraId="5C3655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5.1B.2.11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inter-RAT E-UTRAN cells for UE configured with relaxed measurement criterion</w:t>
      </w:r>
      <w:r>
        <w:tab/>
        <w:t>164</w:t>
      </w:r>
    </w:p>
    <w:p w14:paraId="2B79558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164</w:t>
      </w:r>
    </w:p>
    <w:p w14:paraId="68D3D93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5.2B</w:t>
      </w:r>
      <w:r>
        <w:rPr>
          <w:rFonts w:ascii="Calibri" w:eastAsia="Malgun Gothic" w:hAnsi="Calibri"/>
          <w:sz w:val="22"/>
          <w:szCs w:val="22"/>
        </w:rPr>
        <w:tab/>
      </w:r>
      <w:r>
        <w:t>Configured Grant based Small Data Transmissions (CG-SDT) for RedCap</w:t>
      </w:r>
      <w:r>
        <w:tab/>
        <w:t>164</w:t>
      </w:r>
    </w:p>
    <w:p w14:paraId="2240E86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5.2B.1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164</w:t>
      </w:r>
    </w:p>
    <w:p w14:paraId="2F206D9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5.2B.2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on UE synchronization for small data transmissions for RedCap</w:t>
      </w:r>
      <w:r>
        <w:tab/>
        <w:t>164</w:t>
      </w:r>
    </w:p>
    <w:p w14:paraId="0A1920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5.2B.2.2</w:t>
      </w:r>
      <w:r>
        <w:rPr>
          <w:rFonts w:ascii="Calibri" w:eastAsia="Malgun Gothic" w:hAnsi="Calibri"/>
          <w:sz w:val="22"/>
          <w:szCs w:val="22"/>
        </w:rPr>
        <w:tab/>
      </w:r>
      <w:r>
        <w:t>Scheduling restriction</w:t>
      </w:r>
      <w:r>
        <w:tab/>
        <w:t>165</w:t>
      </w:r>
    </w:p>
    <w:p w14:paraId="00F56FB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5.3</w:t>
      </w:r>
      <w:r>
        <w:rPr>
          <w:rFonts w:ascii="Calibri" w:eastAsia="Malgun Gothic" w:hAnsi="Calibri"/>
          <w:sz w:val="22"/>
          <w:szCs w:val="22"/>
        </w:rPr>
        <w:tab/>
      </w:r>
      <w:r>
        <w:t>Minimization of Drive Tests (MDT)</w:t>
      </w:r>
      <w:r>
        <w:tab/>
        <w:t>165</w:t>
      </w:r>
    </w:p>
    <w:p w14:paraId="62CC81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165</w:t>
      </w:r>
    </w:p>
    <w:p w14:paraId="5A8BFF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Requirements</w:t>
      </w:r>
      <w:r>
        <w:tab/>
        <w:t>166</w:t>
      </w:r>
    </w:p>
    <w:p w14:paraId="47E68B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</w:t>
      </w:r>
      <w:r>
        <w:tab/>
        <w:t>166</w:t>
      </w:r>
    </w:p>
    <w:p w14:paraId="72735A6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5.3.4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Connection Establishment Failure Log Reporting</w:t>
      </w:r>
      <w:r>
        <w:tab/>
        <w:t>166</w:t>
      </w:r>
    </w:p>
    <w:p w14:paraId="4E5F37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Radio Link Failure and Handover Failure Log Reporting</w:t>
      </w:r>
      <w:r>
        <w:tab/>
        <w:t>166</w:t>
      </w:r>
    </w:p>
    <w:p w14:paraId="35E8764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5.3.6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Resume Failure Log Reporting</w:t>
      </w:r>
      <w:r>
        <w:tab/>
        <w:t>166</w:t>
      </w:r>
    </w:p>
    <w:p w14:paraId="320DD6E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5.3C</w:t>
      </w:r>
      <w:r>
        <w:rPr>
          <w:rFonts w:ascii="Calibri" w:eastAsia="Malgun Gothic" w:hAnsi="Calibri"/>
          <w:sz w:val="22"/>
          <w:szCs w:val="22"/>
        </w:rPr>
        <w:tab/>
      </w:r>
      <w:r>
        <w:t>Minimization of Drive Tests (MDT) for Satellite Access</w:t>
      </w:r>
      <w:r>
        <w:tab/>
        <w:t>166</w:t>
      </w:r>
    </w:p>
    <w:p w14:paraId="57FB6C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166</w:t>
      </w:r>
    </w:p>
    <w:p w14:paraId="63808C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Requirements</w:t>
      </w:r>
      <w:r>
        <w:tab/>
        <w:t>167</w:t>
      </w:r>
    </w:p>
    <w:p w14:paraId="55A2BEA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</w:t>
      </w:r>
      <w:r>
        <w:tab/>
        <w:t>167</w:t>
      </w:r>
    </w:p>
    <w:p w14:paraId="5F79617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5.3C.4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Connection Establishment Failure Log Reporting</w:t>
      </w:r>
      <w:r>
        <w:tab/>
        <w:t>167</w:t>
      </w:r>
    </w:p>
    <w:p w14:paraId="4E9CE6A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Radio Link Failure and Handover Failure Log Reporting</w:t>
      </w:r>
      <w:r>
        <w:tab/>
        <w:t>167</w:t>
      </w:r>
    </w:p>
    <w:p w14:paraId="744A49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5.3C.6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Relative Time Stamp Accuracy for RRC Resume Failure Log Reporting</w:t>
      </w:r>
      <w:r>
        <w:tab/>
        <w:t>167</w:t>
      </w:r>
    </w:p>
    <w:p w14:paraId="60F368E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5.4</w:t>
      </w:r>
      <w:r>
        <w:rPr>
          <w:rFonts w:ascii="Calibri" w:eastAsia="Malgun Gothic" w:hAnsi="Calibri"/>
          <w:sz w:val="22"/>
          <w:szCs w:val="22"/>
        </w:rPr>
        <w:tab/>
      </w:r>
      <w:r>
        <w:t>Idle Mode CA/DC Measurements</w:t>
      </w:r>
      <w:r>
        <w:tab/>
        <w:t>167</w:t>
      </w:r>
    </w:p>
    <w:p w14:paraId="750B596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5.4.1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167</w:t>
      </w:r>
    </w:p>
    <w:p w14:paraId="4F7294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5.4.2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Measurement Requirements</w:t>
      </w:r>
      <w:r>
        <w:tab/>
        <w:t>167</w:t>
      </w:r>
    </w:p>
    <w:p w14:paraId="79BF524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5.4.2.1</w:t>
      </w:r>
      <w:r>
        <w:rPr>
          <w:rFonts w:ascii="Calibri" w:eastAsia="Malgun Gothic" w:hAnsi="Calibri"/>
          <w:sz w:val="22"/>
          <w:szCs w:val="22"/>
        </w:rPr>
        <w:tab/>
      </w:r>
      <w:r>
        <w:t>Detected cell requirement during state transition and Idle mode</w:t>
      </w:r>
      <w:r>
        <w:tab/>
        <w:t>168</w:t>
      </w:r>
    </w:p>
    <w:p w14:paraId="3BC4FB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5.4.2.2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Measurements of inter-frequency CA/DC candidate cells</w:t>
      </w:r>
      <w:r>
        <w:tab/>
        <w:t>168</w:t>
      </w:r>
    </w:p>
    <w:p w14:paraId="0EE14D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5.4.2.3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Measurements on serving cell</w:t>
      </w:r>
      <w:r>
        <w:tab/>
        <w:t>168</w:t>
      </w:r>
    </w:p>
    <w:p w14:paraId="7477CC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5.4.2.4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Measurements on E-UTRAN inter-RAT DC candidate cells</w:t>
      </w:r>
      <w:r>
        <w:tab/>
        <w:t>168</w:t>
      </w:r>
    </w:p>
    <w:p w14:paraId="32FE5B2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5.5</w:t>
      </w:r>
      <w:r>
        <w:rPr>
          <w:rFonts w:ascii="Calibri" w:eastAsia="Malgun Gothic" w:hAnsi="Calibri"/>
          <w:sz w:val="22"/>
          <w:szCs w:val="22"/>
        </w:rPr>
        <w:tab/>
      </w:r>
      <w:r>
        <w:t>Configured Grant based Small Data Transmissions (CG-SDT)</w:t>
      </w:r>
      <w:r>
        <w:tab/>
        <w:t>168</w:t>
      </w:r>
    </w:p>
    <w:p w14:paraId="62FC79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168</w:t>
      </w:r>
    </w:p>
    <w:p w14:paraId="0AC1BD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5.5.2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on UE synchronization for small data transmissions</w:t>
      </w:r>
      <w:r>
        <w:tab/>
        <w:t>168</w:t>
      </w:r>
    </w:p>
    <w:p w14:paraId="459048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5.5.3</w:t>
      </w:r>
      <w:r>
        <w:rPr>
          <w:rFonts w:ascii="Calibri" w:eastAsia="Malgun Gothic" w:hAnsi="Calibri"/>
          <w:sz w:val="22"/>
          <w:szCs w:val="22"/>
        </w:rPr>
        <w:tab/>
      </w:r>
      <w:r>
        <w:t>TA validation requirements</w:t>
      </w:r>
      <w:r>
        <w:tab/>
        <w:t>168</w:t>
      </w:r>
    </w:p>
    <w:p w14:paraId="4B41A3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5.5.4</w:t>
      </w:r>
      <w:r>
        <w:rPr>
          <w:rFonts w:ascii="Calibri" w:eastAsia="Malgun Gothic" w:hAnsi="Calibri"/>
          <w:sz w:val="22"/>
          <w:szCs w:val="22"/>
        </w:rPr>
        <w:tab/>
      </w:r>
      <w:r>
        <w:t>Scheduling restriction</w:t>
      </w:r>
      <w:r>
        <w:tab/>
        <w:t>169</w:t>
      </w:r>
    </w:p>
    <w:p w14:paraId="301890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5.5.4.1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169</w:t>
      </w:r>
    </w:p>
    <w:p w14:paraId="396583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5.5.4.2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169</w:t>
      </w:r>
    </w:p>
    <w:p w14:paraId="06817D1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5.5.4.3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170</w:t>
      </w:r>
    </w:p>
    <w:p w14:paraId="30A8F5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5.5.5</w:t>
      </w:r>
      <w:r>
        <w:rPr>
          <w:rFonts w:ascii="Calibri" w:eastAsia="Malgun Gothic" w:hAnsi="Calibri"/>
          <w:sz w:val="22"/>
          <w:szCs w:val="22"/>
        </w:rPr>
        <w:tab/>
      </w:r>
      <w:r>
        <w:t>Applicability conditions for SDT</w:t>
      </w:r>
      <w:r>
        <w:tab/>
        <w:t>170</w:t>
      </w:r>
    </w:p>
    <w:p w14:paraId="5CE141B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5.6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for positioning</w:t>
      </w:r>
      <w:r>
        <w:tab/>
        <w:t>170</w:t>
      </w:r>
    </w:p>
    <w:p w14:paraId="48A40B3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170</w:t>
      </w:r>
    </w:p>
    <w:p w14:paraId="584EF3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5.6.2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171</w:t>
      </w:r>
    </w:p>
    <w:p w14:paraId="67EA04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171</w:t>
      </w:r>
    </w:p>
    <w:p w14:paraId="17BAEC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171</w:t>
      </w:r>
    </w:p>
    <w:p w14:paraId="79201E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171</w:t>
      </w:r>
    </w:p>
    <w:p w14:paraId="604AB5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5.6.2.5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Period Requireme</w:t>
      </w:r>
      <w:r>
        <w:rPr>
          <w:lang w:eastAsia="zh-CN"/>
        </w:rPr>
        <w:t>nts</w:t>
      </w:r>
      <w:r>
        <w:tab/>
        <w:t>172</w:t>
      </w:r>
    </w:p>
    <w:p w14:paraId="2D1FFD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5.6.3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175</w:t>
      </w:r>
    </w:p>
    <w:p w14:paraId="3F447A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175</w:t>
      </w:r>
    </w:p>
    <w:p w14:paraId="411624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175</w:t>
      </w:r>
    </w:p>
    <w:p w14:paraId="098385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175</w:t>
      </w:r>
    </w:p>
    <w:p w14:paraId="159E32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Reporting Requirements</w:t>
      </w:r>
      <w:r>
        <w:tab/>
        <w:t>175</w:t>
      </w:r>
    </w:p>
    <w:p w14:paraId="70F489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5.6.3.5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175</w:t>
      </w:r>
    </w:p>
    <w:p w14:paraId="7038AD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5.6.4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178</w:t>
      </w:r>
    </w:p>
    <w:p w14:paraId="496016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178</w:t>
      </w:r>
    </w:p>
    <w:p w14:paraId="06561D6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178</w:t>
      </w:r>
    </w:p>
    <w:p w14:paraId="30B35E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178</w:t>
      </w:r>
    </w:p>
    <w:p w14:paraId="6C4C6C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5.6.4.4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Reporting Requirements</w:t>
      </w:r>
      <w:r>
        <w:tab/>
        <w:t>178</w:t>
      </w:r>
    </w:p>
    <w:p w14:paraId="4AFAC17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5.6.4.5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178</w:t>
      </w:r>
    </w:p>
    <w:p w14:paraId="10DCF3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5.6.5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181</w:t>
      </w:r>
    </w:p>
    <w:p w14:paraId="077B5B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181</w:t>
      </w:r>
    </w:p>
    <w:p w14:paraId="228277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5.6.5.2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181</w:t>
      </w:r>
    </w:p>
    <w:p w14:paraId="0226B3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181</w:t>
      </w:r>
    </w:p>
    <w:p w14:paraId="21AE5A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5.6.5.4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reporting requirements</w:t>
      </w:r>
      <w:r>
        <w:tab/>
        <w:t>181</w:t>
      </w:r>
    </w:p>
    <w:p w14:paraId="38C8184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5.6.5.5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182</w:t>
      </w:r>
    </w:p>
    <w:p w14:paraId="6F57FE8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5.7</w:t>
      </w:r>
      <w:r>
        <w:rPr>
          <w:rFonts w:ascii="Calibri" w:eastAsia="Malgun Gothic" w:hAnsi="Calibri"/>
          <w:sz w:val="22"/>
          <w:szCs w:val="22"/>
        </w:rPr>
        <w:tab/>
      </w:r>
      <w:r>
        <w:t>Random access based Small Data Transmissions (RA-SDT)</w:t>
      </w:r>
      <w:r>
        <w:tab/>
        <w:t>182</w:t>
      </w:r>
    </w:p>
    <w:p w14:paraId="1DCD989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5.7.1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182</w:t>
      </w:r>
    </w:p>
    <w:p w14:paraId="73633D8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5.7.2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small data transmissions based on 2-step RA</w:t>
      </w:r>
      <w:r>
        <w:tab/>
        <w:t>182</w:t>
      </w:r>
    </w:p>
    <w:p w14:paraId="413B72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5.7.3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small data transmissions based on 4-step RA</w:t>
      </w:r>
      <w:r>
        <w:tab/>
        <w:t>182</w:t>
      </w:r>
    </w:p>
    <w:p w14:paraId="20A857C9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6</w:t>
      </w:r>
      <w:r>
        <w:rPr>
          <w:rFonts w:ascii="Calibri" w:eastAsia="Malgun Gothic" w:hAnsi="Calibri"/>
          <w:szCs w:val="22"/>
        </w:rPr>
        <w:tab/>
      </w:r>
      <w:r>
        <w:t>RRC_CONNECTED state mobility</w:t>
      </w:r>
      <w:r>
        <w:tab/>
        <w:t>182</w:t>
      </w:r>
    </w:p>
    <w:p w14:paraId="753C8BB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182</w:t>
      </w:r>
    </w:p>
    <w:p w14:paraId="2EC7DEB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</w:t>
      </w:r>
      <w:r>
        <w:tab/>
        <w:t>182</w:t>
      </w:r>
    </w:p>
    <w:p w14:paraId="44B6FA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182</w:t>
      </w:r>
    </w:p>
    <w:p w14:paraId="3AB8B8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FR1 - NR FR1 Handover</w:t>
      </w:r>
      <w:r>
        <w:tab/>
        <w:t>182</w:t>
      </w:r>
    </w:p>
    <w:p w14:paraId="5B913F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6.1.1.2.1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183</w:t>
      </w:r>
    </w:p>
    <w:p w14:paraId="6E503B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183</w:t>
      </w:r>
    </w:p>
    <w:p w14:paraId="16F73F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FR2- NR FR1 Handover</w:t>
      </w:r>
      <w:r>
        <w:tab/>
        <w:t>183</w:t>
      </w:r>
    </w:p>
    <w:p w14:paraId="2642D4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6.1.1.3.1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183</w:t>
      </w:r>
    </w:p>
    <w:p w14:paraId="6CEB29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6.1.1.3.2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184</w:t>
      </w:r>
    </w:p>
    <w:p w14:paraId="14B12E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FR2- NR FR2 Handover</w:t>
      </w:r>
      <w:r>
        <w:tab/>
        <w:t>184</w:t>
      </w:r>
    </w:p>
    <w:p w14:paraId="6C4214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6.1.1.4.1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184</w:t>
      </w:r>
    </w:p>
    <w:p w14:paraId="3E186A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6.1.1.4.2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184</w:t>
      </w:r>
    </w:p>
    <w:p w14:paraId="49B21D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FR1- NR FR2 Handover</w:t>
      </w:r>
      <w:r>
        <w:tab/>
        <w:t>185</w:t>
      </w:r>
    </w:p>
    <w:p w14:paraId="512687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6.1.1.5.1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185</w:t>
      </w:r>
    </w:p>
    <w:p w14:paraId="4E3451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6.1.1.5.2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185</w:t>
      </w:r>
    </w:p>
    <w:p w14:paraId="48211A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 to other RATs</w:t>
      </w:r>
      <w:r>
        <w:tab/>
        <w:t>186</w:t>
      </w:r>
    </w:p>
    <w:p w14:paraId="3910B3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– E-UTRAN Handover</w:t>
      </w:r>
      <w:r>
        <w:tab/>
        <w:t>186</w:t>
      </w:r>
    </w:p>
    <w:p w14:paraId="50C520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186</w:t>
      </w:r>
    </w:p>
    <w:p w14:paraId="357EDC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Handover delay</w:t>
      </w:r>
      <w:r>
        <w:tab/>
        <w:t>186</w:t>
      </w:r>
    </w:p>
    <w:p w14:paraId="5EEB54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 time</w:t>
      </w:r>
      <w:r>
        <w:tab/>
        <w:t>187</w:t>
      </w:r>
    </w:p>
    <w:p w14:paraId="0526487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– UTRAN Handover</w:t>
      </w:r>
      <w:r>
        <w:tab/>
        <w:t>187</w:t>
      </w:r>
    </w:p>
    <w:p w14:paraId="28B5D4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6.1.2.2.1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187</w:t>
      </w:r>
    </w:p>
    <w:p w14:paraId="62B6FC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6.1.2.2.2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187</w:t>
      </w:r>
    </w:p>
    <w:p w14:paraId="210ABA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6.1.2.2.3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187</w:t>
      </w:r>
    </w:p>
    <w:p w14:paraId="33A834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DAPS Handover</w:t>
      </w:r>
      <w:r>
        <w:tab/>
        <w:t>188</w:t>
      </w:r>
    </w:p>
    <w:p w14:paraId="56EFE8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188</w:t>
      </w:r>
    </w:p>
    <w:p w14:paraId="4CABEB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FR1 - NR FR1 DAPS Handover</w:t>
      </w:r>
      <w:r>
        <w:tab/>
        <w:t>188</w:t>
      </w:r>
    </w:p>
    <w:p w14:paraId="7A88D4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6.1.3.2.1</w:t>
      </w:r>
      <w:r>
        <w:rPr>
          <w:rFonts w:ascii="Calibri" w:eastAsia="Malgun Gothic" w:hAnsi="Calibri"/>
          <w:sz w:val="22"/>
          <w:szCs w:val="22"/>
        </w:rPr>
        <w:tab/>
      </w:r>
      <w:r>
        <w:t>DAPS handover delay</w:t>
      </w:r>
      <w:r>
        <w:tab/>
        <w:t>189</w:t>
      </w:r>
    </w:p>
    <w:p w14:paraId="6E5C57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189</w:t>
      </w:r>
    </w:p>
    <w:p w14:paraId="67A0D1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FR2- NR FR1 DAPS Handover</w:t>
      </w:r>
      <w:r>
        <w:tab/>
        <w:t>191</w:t>
      </w:r>
    </w:p>
    <w:p w14:paraId="1F8A46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6.1.3.3.1</w:t>
      </w:r>
      <w:r>
        <w:rPr>
          <w:rFonts w:ascii="Calibri" w:eastAsia="Malgun Gothic" w:hAnsi="Calibri"/>
          <w:sz w:val="22"/>
          <w:szCs w:val="22"/>
        </w:rPr>
        <w:tab/>
      </w:r>
      <w:r>
        <w:t>DAPS handover delay</w:t>
      </w:r>
      <w:r>
        <w:tab/>
        <w:t>191</w:t>
      </w:r>
    </w:p>
    <w:p w14:paraId="16C41E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6.1.3.3.2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192</w:t>
      </w:r>
    </w:p>
    <w:p w14:paraId="7CDF4F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FR1- NR FR2 DAPS Handover</w:t>
      </w:r>
      <w:r>
        <w:tab/>
        <w:t>192</w:t>
      </w:r>
    </w:p>
    <w:p w14:paraId="1DE8B4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6.1.3.4.1</w:t>
      </w:r>
      <w:r>
        <w:rPr>
          <w:rFonts w:ascii="Calibri" w:eastAsia="Malgun Gothic" w:hAnsi="Calibri"/>
          <w:sz w:val="22"/>
          <w:szCs w:val="22"/>
        </w:rPr>
        <w:tab/>
      </w:r>
      <w:r>
        <w:t>DAPS handover delay</w:t>
      </w:r>
      <w:r>
        <w:tab/>
        <w:t>193</w:t>
      </w:r>
    </w:p>
    <w:p w14:paraId="03518E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6.1.3.4.2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193</w:t>
      </w:r>
    </w:p>
    <w:p w14:paraId="6ACDFA4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Conditional Handover</w:t>
      </w:r>
      <w:r>
        <w:tab/>
        <w:t>193</w:t>
      </w:r>
    </w:p>
    <w:p w14:paraId="7B07D78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193</w:t>
      </w:r>
    </w:p>
    <w:p w14:paraId="76E537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 – NR FR1 conditional handover</w:t>
      </w:r>
      <w:r>
        <w:tab/>
        <w:t>194</w:t>
      </w:r>
    </w:p>
    <w:p w14:paraId="529F7B1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 – NR FR1 conditional handover</w:t>
      </w:r>
      <w:r>
        <w:tab/>
        <w:t>195</w:t>
      </w:r>
    </w:p>
    <w:p w14:paraId="4B4285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 – NR FR2 conditional handover</w:t>
      </w:r>
      <w:r>
        <w:tab/>
        <w:t>195</w:t>
      </w:r>
    </w:p>
    <w:p w14:paraId="521A0F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6.1.4.4.1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195</w:t>
      </w:r>
    </w:p>
    <w:p w14:paraId="4CCABE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6.1.4.4.2</w:t>
      </w:r>
      <w:r>
        <w:rPr>
          <w:rFonts w:ascii="Calibri" w:eastAsia="Malgun Gothic" w:hAnsi="Calibri"/>
          <w:sz w:val="22"/>
          <w:szCs w:val="22"/>
        </w:rPr>
        <w:tab/>
      </w:r>
      <w:r>
        <w:t>Measurement time</w:t>
      </w:r>
      <w:r>
        <w:tab/>
        <w:t>195</w:t>
      </w:r>
    </w:p>
    <w:p w14:paraId="19006B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6.1.4.4.3</w:t>
      </w:r>
      <w:r>
        <w:rPr>
          <w:rFonts w:ascii="Calibri" w:eastAsia="Malgun Gothic" w:hAnsi="Calibri"/>
          <w:sz w:val="22"/>
          <w:szCs w:val="22"/>
        </w:rPr>
        <w:tab/>
      </w:r>
      <w:r>
        <w:t>Preparation time</w:t>
      </w:r>
      <w:r>
        <w:tab/>
        <w:t>196</w:t>
      </w:r>
    </w:p>
    <w:p w14:paraId="40198F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6.1.4.4.4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196</w:t>
      </w:r>
    </w:p>
    <w:p w14:paraId="2FB241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6.1.4.5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 – NR FR2 conditional handover</w:t>
      </w:r>
      <w:r>
        <w:tab/>
        <w:t>196</w:t>
      </w:r>
    </w:p>
    <w:p w14:paraId="64754E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 with PSCell</w:t>
      </w:r>
      <w:r>
        <w:tab/>
        <w:t>197</w:t>
      </w:r>
    </w:p>
    <w:p w14:paraId="034534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197</w:t>
      </w:r>
    </w:p>
    <w:p w14:paraId="10EC60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Handover with PSCell from NR SA to EN-DC</w:t>
      </w:r>
      <w:r>
        <w:tab/>
        <w:t>197</w:t>
      </w:r>
    </w:p>
    <w:p w14:paraId="573CEC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 xml:space="preserve">Interruption time for inter-RAT HO </w:t>
      </w:r>
      <w:r>
        <w:t>from NR to E-UTRAN</w:t>
      </w:r>
      <w:r>
        <w:tab/>
        <w:t>197</w:t>
      </w:r>
    </w:p>
    <w:p w14:paraId="574BC6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 xml:space="preserve">PSCell addition in HO with PSCell </w:t>
      </w:r>
      <w:r>
        <w:t>for NR SA to EN-DC</w:t>
      </w:r>
      <w:r>
        <w:tab/>
        <w:t>197</w:t>
      </w:r>
    </w:p>
    <w:p w14:paraId="111377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HO with PSCell from NE-DC to NE-DC</w:t>
      </w:r>
      <w:r>
        <w:tab/>
        <w:t>198</w:t>
      </w:r>
    </w:p>
    <w:p w14:paraId="32DA8B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</w:t>
      </w:r>
      <w:r w:rsidRPr="00825DA5">
        <w:rPr>
          <w:lang w:val="en-US" w:eastAsia="zh-CN"/>
        </w:rPr>
        <w:t>5</w:t>
      </w:r>
      <w:r>
        <w:t>.3.1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198</w:t>
      </w:r>
    </w:p>
    <w:p w14:paraId="0529C9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</w:t>
      </w:r>
      <w:r w:rsidRPr="00825DA5">
        <w:rPr>
          <w:lang w:val="en-US" w:eastAsia="zh-CN"/>
        </w:rPr>
        <w:t>5</w:t>
      </w:r>
      <w: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t>HO with PSCell - PCell Interruption time</w:t>
      </w:r>
      <w:r>
        <w:tab/>
        <w:t>198</w:t>
      </w:r>
    </w:p>
    <w:p w14:paraId="2F1C06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</w:t>
      </w:r>
      <w:r w:rsidRPr="00825DA5">
        <w:rPr>
          <w:lang w:val="en-US" w:eastAsia="zh-CN"/>
        </w:rPr>
        <w:t>5</w:t>
      </w:r>
      <w:r>
        <w:t>.3.3</w:t>
      </w:r>
      <w:r>
        <w:rPr>
          <w:rFonts w:ascii="Calibri" w:eastAsia="Malgun Gothic" w:hAnsi="Calibri"/>
          <w:sz w:val="22"/>
          <w:szCs w:val="22"/>
        </w:rPr>
        <w:tab/>
      </w:r>
      <w:r>
        <w:t>PSCell addition/change in NE-DC to NE-DC HO with PSCell</w:t>
      </w:r>
      <w:r>
        <w:tab/>
        <w:t>199</w:t>
      </w:r>
    </w:p>
    <w:p w14:paraId="6140CE4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6.1.5.4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HO with PSCell from NR-DC to NR-DC</w:t>
      </w:r>
      <w:r>
        <w:tab/>
        <w:t>199</w:t>
      </w:r>
    </w:p>
    <w:p w14:paraId="0E35C9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6.1.5.5</w:t>
      </w:r>
      <w:r>
        <w:rPr>
          <w:rFonts w:ascii="Calibri" w:eastAsia="Malgun Gothic" w:hAnsi="Calibri"/>
          <w:sz w:val="22"/>
          <w:szCs w:val="22"/>
        </w:rPr>
        <w:tab/>
      </w:r>
      <w:r>
        <w:t>Handover with PSCell from NR SA to EN-DC with PSCell using CCA</w:t>
      </w:r>
      <w:r>
        <w:tab/>
        <w:t>200</w:t>
      </w:r>
    </w:p>
    <w:p w14:paraId="40704E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6.1.5.5.1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200</w:t>
      </w:r>
    </w:p>
    <w:p w14:paraId="2F8601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6.1.5.5.2</w:t>
      </w:r>
      <w:r>
        <w:rPr>
          <w:rFonts w:ascii="Calibri" w:eastAsia="Malgun Gothic" w:hAnsi="Calibri"/>
          <w:sz w:val="22"/>
          <w:szCs w:val="22"/>
        </w:rPr>
        <w:tab/>
      </w:r>
      <w:r>
        <w:t>NR SA to EN-DC HO with PSCell- NR to E-UTRA HO Interruption time</w:t>
      </w:r>
      <w:r>
        <w:tab/>
        <w:t>200</w:t>
      </w:r>
    </w:p>
    <w:p w14:paraId="42EA26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6.1.5.5.3</w:t>
      </w:r>
      <w:r>
        <w:rPr>
          <w:rFonts w:ascii="Calibri" w:eastAsia="Malgun Gothic" w:hAnsi="Calibri"/>
          <w:sz w:val="22"/>
          <w:szCs w:val="22"/>
        </w:rPr>
        <w:tab/>
      </w:r>
      <w:r>
        <w:t>NR SA to EN-DC HO with PSCell - NR PSCell Addition Delay requirements</w:t>
      </w:r>
      <w:r>
        <w:tab/>
        <w:t>201</w:t>
      </w:r>
    </w:p>
    <w:p w14:paraId="2BE13AA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6</w:t>
      </w:r>
      <w:r>
        <w:rPr>
          <w:color w:val="000000"/>
          <w:lang w:val="fi-FI"/>
        </w:rPr>
        <w:t>.1A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color w:val="000000"/>
          <w:lang w:val="fi-FI"/>
        </w:rPr>
        <w:t>Void</w:t>
      </w:r>
      <w:r>
        <w:tab/>
        <w:t>202</w:t>
      </w:r>
    </w:p>
    <w:p w14:paraId="7A951BF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color w:val="000000"/>
          <w:lang w:val="fi-FI" w:eastAsia="ko-KR"/>
        </w:rPr>
        <w:t>6.1A.1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color w:val="000000"/>
          <w:lang w:val="fi-FI" w:eastAsia="ko-KR"/>
        </w:rPr>
        <w:t>Void</w:t>
      </w:r>
      <w:r>
        <w:tab/>
        <w:t>202</w:t>
      </w:r>
    </w:p>
    <w:p w14:paraId="455EF5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fi-FI" w:eastAsia="zh-CN"/>
        </w:rPr>
        <w:t>6.1A.1.1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 w:eastAsia="zh-CN"/>
        </w:rPr>
        <w:t>Void</w:t>
      </w:r>
      <w:r>
        <w:tab/>
        <w:t>202</w:t>
      </w:r>
    </w:p>
    <w:p w14:paraId="66FC10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da-DK" w:eastAsia="zh-CN"/>
        </w:rPr>
        <w:t>6.1A.1.2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da-DK" w:eastAsia="zh-CN"/>
        </w:rPr>
        <w:t>Void</w:t>
      </w:r>
      <w:r>
        <w:tab/>
        <w:t>202</w:t>
      </w:r>
    </w:p>
    <w:p w14:paraId="6F204D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6.1A.1.2.1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/>
        </w:rPr>
        <w:t>Void</w:t>
      </w:r>
      <w:r>
        <w:tab/>
        <w:t>202</w:t>
      </w:r>
    </w:p>
    <w:p w14:paraId="453B7F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6.1A.1.2.2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/>
        </w:rPr>
        <w:t>Void</w:t>
      </w:r>
      <w:r>
        <w:tab/>
        <w:t>202</w:t>
      </w:r>
    </w:p>
    <w:p w14:paraId="16A0820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6.1B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Handover to target cell using CCA</w:t>
      </w:r>
      <w:r>
        <w:tab/>
        <w:t>202</w:t>
      </w:r>
    </w:p>
    <w:p w14:paraId="26A81C0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</w:t>
      </w:r>
      <w:r>
        <w:tab/>
        <w:t>202</w:t>
      </w:r>
    </w:p>
    <w:p w14:paraId="1A4742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6.1B.1.1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202</w:t>
      </w:r>
    </w:p>
    <w:p w14:paraId="3AD5F1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da-DK" w:eastAsia="zh-CN"/>
        </w:rPr>
        <w:t>6.1B.1.2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da-DK" w:eastAsia="zh-CN"/>
        </w:rPr>
        <w:t>NR FR1 - NR FR1 Handover</w:t>
      </w:r>
      <w:r>
        <w:tab/>
        <w:t>202</w:t>
      </w:r>
    </w:p>
    <w:p w14:paraId="3CA8BC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6.1B.1.2.1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202</w:t>
      </w:r>
    </w:p>
    <w:p w14:paraId="3063B5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color w:val="000000"/>
        </w:rPr>
        <w:t>6.1B.1.2.2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color w:val="000000"/>
        </w:rPr>
        <w:t>Interruption time</w:t>
      </w:r>
      <w:r>
        <w:tab/>
        <w:t>203</w:t>
      </w:r>
    </w:p>
    <w:p w14:paraId="7C34B3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6.1B.1.3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FR2-2 NR FR2-2 Handover</w:t>
      </w:r>
      <w:r>
        <w:tab/>
        <w:t>203</w:t>
      </w:r>
    </w:p>
    <w:p w14:paraId="0CE479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6.1B.1.3.1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203</w:t>
      </w:r>
    </w:p>
    <w:p w14:paraId="3405C7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6.1B.1.3.2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204</w:t>
      </w:r>
    </w:p>
    <w:p w14:paraId="5CCF3E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6.1B.1.4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FR1- NR FR2-2 Handover</w:t>
      </w:r>
      <w:r>
        <w:tab/>
        <w:t>204</w:t>
      </w:r>
    </w:p>
    <w:p w14:paraId="159790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6.1B.1.4.1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205</w:t>
      </w:r>
    </w:p>
    <w:p w14:paraId="728609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6.1B.1.4.2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205</w:t>
      </w:r>
    </w:p>
    <w:p w14:paraId="1B17C4B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rPr>
          <w:lang w:eastAsia="zh-CN"/>
        </w:rPr>
        <w:t xml:space="preserve"> for SAN</w:t>
      </w:r>
      <w:r>
        <w:tab/>
        <w:t>206</w:t>
      </w:r>
    </w:p>
    <w:p w14:paraId="79E3A3E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</w:t>
      </w:r>
      <w:r w:rsidRPr="00825DA5">
        <w:rPr>
          <w:lang w:val="en-US" w:eastAsia="zh-CN"/>
        </w:rPr>
        <w:t>C</w:t>
      </w:r>
      <w:r w:rsidRPr="00825DA5">
        <w:rPr>
          <w:lang w:val="en-US"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NR </w:t>
      </w:r>
      <w:r w:rsidRPr="00825DA5">
        <w:rPr>
          <w:lang w:val="en-US" w:eastAsia="zh-CN"/>
        </w:rPr>
        <w:t xml:space="preserve">SAN </w:t>
      </w:r>
      <w:r w:rsidRPr="00825DA5">
        <w:rPr>
          <w:lang w:val="en-US" w:eastAsia="ko-KR"/>
        </w:rPr>
        <w:t>Handover</w:t>
      </w:r>
      <w:r>
        <w:tab/>
        <w:t>206</w:t>
      </w:r>
    </w:p>
    <w:p w14:paraId="2D14EB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6.1C.1.1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206</w:t>
      </w:r>
    </w:p>
    <w:p w14:paraId="16A617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6.1C.1.2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SAN FR1 – NR SAN FR1 Handover</w:t>
      </w:r>
      <w:r>
        <w:tab/>
        <w:t>206</w:t>
      </w:r>
    </w:p>
    <w:p w14:paraId="7CD1D4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.1.2.1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206</w:t>
      </w:r>
    </w:p>
    <w:p w14:paraId="18CB93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.1.2.2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206</w:t>
      </w:r>
    </w:p>
    <w:p w14:paraId="54D623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</w:t>
      </w:r>
      <w:r w:rsidRPr="00825DA5">
        <w:rPr>
          <w:lang w:val="en-US" w:eastAsia="zh-CN"/>
        </w:rPr>
        <w:t>C</w:t>
      </w:r>
      <w:r w:rsidRPr="00825DA5">
        <w:rPr>
          <w:lang w:val="en-US" w:eastAsia="ko-KR"/>
        </w:rPr>
        <w:t>.</w:t>
      </w:r>
      <w:r w:rsidRPr="00825DA5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</w:t>
      </w:r>
      <w:r w:rsidRPr="00825DA5">
        <w:rPr>
          <w:lang w:val="en-US" w:eastAsia="zh-CN"/>
        </w:rPr>
        <w:t xml:space="preserve"> SAN</w:t>
      </w:r>
      <w:r w:rsidRPr="00825DA5">
        <w:rPr>
          <w:lang w:val="en-US" w:eastAsia="ko-KR"/>
        </w:rPr>
        <w:t xml:space="preserve"> Conditional Handover</w:t>
      </w:r>
      <w:r>
        <w:tab/>
        <w:t>207</w:t>
      </w:r>
    </w:p>
    <w:p w14:paraId="36278E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6.1C.2.1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207</w:t>
      </w:r>
    </w:p>
    <w:p w14:paraId="268D76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lastRenderedPageBreak/>
        <w:t>6.1C.2.2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SAN FR1 – NR SAN FR1 conditional handover</w:t>
      </w:r>
      <w:r>
        <w:tab/>
        <w:t>207</w:t>
      </w:r>
    </w:p>
    <w:p w14:paraId="1C0427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</w:t>
      </w:r>
      <w:r>
        <w:rPr>
          <w:lang w:eastAsia="zh-CN"/>
        </w:rPr>
        <w:t>2</w:t>
      </w:r>
      <w: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t>Handover delay</w:t>
      </w:r>
      <w:r>
        <w:tab/>
        <w:t>207</w:t>
      </w:r>
    </w:p>
    <w:p w14:paraId="666B80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</w:t>
      </w:r>
      <w:r>
        <w:rPr>
          <w:lang w:eastAsia="zh-CN"/>
        </w:rPr>
        <w:t>2</w:t>
      </w:r>
      <w: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time</w:t>
      </w:r>
      <w:r>
        <w:tab/>
        <w:t>208</w:t>
      </w:r>
    </w:p>
    <w:p w14:paraId="452457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</w:t>
      </w:r>
      <w:r>
        <w:rPr>
          <w:lang w:eastAsia="zh-CN"/>
        </w:rPr>
        <w:t>2</w:t>
      </w:r>
      <w:r>
        <w:t>.2.3</w:t>
      </w:r>
      <w:r>
        <w:rPr>
          <w:rFonts w:ascii="Calibri" w:eastAsia="Malgun Gothic" w:hAnsi="Calibri"/>
          <w:sz w:val="22"/>
          <w:szCs w:val="22"/>
        </w:rPr>
        <w:tab/>
      </w:r>
      <w:r>
        <w:t>Preparation time</w:t>
      </w:r>
      <w:r>
        <w:tab/>
        <w:t>209</w:t>
      </w:r>
    </w:p>
    <w:p w14:paraId="1E3880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6.1</w:t>
      </w:r>
      <w:r>
        <w:rPr>
          <w:lang w:eastAsia="zh-CN"/>
        </w:rPr>
        <w:t>C</w:t>
      </w:r>
      <w:r>
        <w:t>.</w:t>
      </w:r>
      <w:r>
        <w:rPr>
          <w:lang w:eastAsia="zh-CN"/>
        </w:rPr>
        <w:t>2</w:t>
      </w:r>
      <w:r>
        <w:t>.2.4</w:t>
      </w:r>
      <w:r>
        <w:rPr>
          <w:rFonts w:ascii="Calibri" w:eastAsia="Malgun Gothic" w:hAnsi="Calibri"/>
          <w:sz w:val="22"/>
          <w:szCs w:val="22"/>
        </w:rPr>
        <w:tab/>
      </w:r>
      <w:r>
        <w:t>Interruption time</w:t>
      </w:r>
      <w:r>
        <w:tab/>
        <w:t>209</w:t>
      </w:r>
    </w:p>
    <w:p w14:paraId="78A66FA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6.1D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Handover for </w:t>
      </w:r>
      <w:r w:rsidRPr="00825DA5">
        <w:rPr>
          <w:rFonts w:eastAsia="Malgun Gothic"/>
        </w:rPr>
        <w:t>RedCap</w:t>
      </w:r>
      <w:r>
        <w:tab/>
        <w:t>209</w:t>
      </w:r>
    </w:p>
    <w:p w14:paraId="24178D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6.1D.1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</w:t>
      </w:r>
      <w:r>
        <w:tab/>
        <w:t>209</w:t>
      </w:r>
    </w:p>
    <w:p w14:paraId="36A8BE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6.1D.1.1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209</w:t>
      </w:r>
    </w:p>
    <w:p w14:paraId="0296AA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sv-SE" w:eastAsia="zh-CN"/>
        </w:rPr>
        <w:t>6.1D.1.2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 w:eastAsia="zh-CN"/>
        </w:rPr>
        <w:t>NR FR1 - NR FR1 Handover</w:t>
      </w:r>
      <w:r>
        <w:tab/>
        <w:t>210</w:t>
      </w:r>
    </w:p>
    <w:p w14:paraId="6916403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sv-SE" w:eastAsia="zh-CN"/>
        </w:rPr>
        <w:t>6.1D.1.3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 w:eastAsia="zh-CN"/>
        </w:rPr>
        <w:t>NR FR2- NR FR2 Handover</w:t>
      </w:r>
      <w:r>
        <w:tab/>
        <w:t>210</w:t>
      </w:r>
    </w:p>
    <w:p w14:paraId="15AA658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6.1D.2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NR Handover to other RATs</w:t>
      </w:r>
      <w:r>
        <w:tab/>
        <w:t>210</w:t>
      </w:r>
    </w:p>
    <w:p w14:paraId="450604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6.1D.2.1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NR – E-UTRAN Handover</w:t>
      </w:r>
      <w:r>
        <w:tab/>
        <w:t>210</w:t>
      </w:r>
    </w:p>
    <w:p w14:paraId="12DFB50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6.2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211</w:t>
      </w:r>
    </w:p>
    <w:p w14:paraId="2B3154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SA: RRC Re-establishment</w:t>
      </w:r>
      <w:r>
        <w:tab/>
        <w:t>211</w:t>
      </w:r>
    </w:p>
    <w:p w14:paraId="1E79A1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211</w:t>
      </w:r>
    </w:p>
    <w:p w14:paraId="3B4594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</w:t>
      </w:r>
      <w:r>
        <w:tab/>
        <w:t>211</w:t>
      </w:r>
    </w:p>
    <w:p w14:paraId="7761D4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Re-establishment delay requirement</w:t>
      </w:r>
      <w:r>
        <w:tab/>
        <w:t>211</w:t>
      </w:r>
    </w:p>
    <w:p w14:paraId="7F1A3BF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6.2.1A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RRC Re-establishment with CCA</w:t>
      </w:r>
      <w:r>
        <w:tab/>
        <w:t>213</w:t>
      </w:r>
    </w:p>
    <w:p w14:paraId="2C7BD4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213</w:t>
      </w:r>
    </w:p>
    <w:p w14:paraId="258264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</w:t>
      </w:r>
      <w:r>
        <w:tab/>
        <w:t>213</w:t>
      </w:r>
    </w:p>
    <w:p w14:paraId="16682F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6.2.1A.2.1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Re-establishment with CCA delay requirement</w:t>
      </w:r>
      <w:r>
        <w:tab/>
        <w:t>213</w:t>
      </w:r>
    </w:p>
    <w:p w14:paraId="35FAA2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6.2.1B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SA: RRC Re-establishment</w:t>
      </w:r>
      <w:r>
        <w:rPr>
          <w:lang w:eastAsia="ko-KR"/>
        </w:rPr>
        <w:t xml:space="preserve"> for </w:t>
      </w:r>
      <w:r w:rsidRPr="00825DA5">
        <w:rPr>
          <w:rFonts w:eastAsia="Malgun Gothic"/>
        </w:rPr>
        <w:t>RedCap</w:t>
      </w:r>
      <w:r>
        <w:tab/>
        <w:t>215</w:t>
      </w:r>
    </w:p>
    <w:p w14:paraId="6B49EB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6.2.1B.1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215</w:t>
      </w:r>
    </w:p>
    <w:p w14:paraId="0DD26E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6.2.1B.2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</w:t>
      </w:r>
      <w:r>
        <w:tab/>
        <w:t>215</w:t>
      </w:r>
    </w:p>
    <w:p w14:paraId="5CE17CB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Random access</w:t>
      </w:r>
      <w:r>
        <w:tab/>
        <w:t>215</w:t>
      </w:r>
    </w:p>
    <w:p w14:paraId="517B68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215</w:t>
      </w:r>
    </w:p>
    <w:p w14:paraId="066025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4-step RA type</w:t>
      </w:r>
      <w:r>
        <w:tab/>
        <w:t>216</w:t>
      </w:r>
    </w:p>
    <w:p w14:paraId="318CB9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216</w:t>
      </w:r>
    </w:p>
    <w:p w14:paraId="7EB587A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216</w:t>
      </w:r>
    </w:p>
    <w:p w14:paraId="152283F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216</w:t>
      </w:r>
    </w:p>
    <w:p w14:paraId="682E44D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216</w:t>
      </w:r>
    </w:p>
    <w:p w14:paraId="5214EF2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an UL grant for msg3 retransmission</w:t>
      </w:r>
      <w:r>
        <w:tab/>
        <w:t>216</w:t>
      </w:r>
    </w:p>
    <w:p w14:paraId="0828C58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SA: Correct behaviour when receiving a message over Temporary C-RNTI</w:t>
      </w:r>
      <w:r>
        <w:tab/>
        <w:t>217</w:t>
      </w:r>
    </w:p>
    <w:p w14:paraId="1F2F862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contention Resolution timer expires</w:t>
      </w:r>
      <w:r>
        <w:tab/>
        <w:t>217</w:t>
      </w:r>
    </w:p>
    <w:p w14:paraId="7D39FD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217</w:t>
      </w:r>
    </w:p>
    <w:p w14:paraId="34C6A81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217</w:t>
      </w:r>
    </w:p>
    <w:p w14:paraId="442AB80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217</w:t>
      </w:r>
    </w:p>
    <w:p w14:paraId="35E3615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218</w:t>
      </w:r>
    </w:p>
    <w:p w14:paraId="6F1A8D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UE behaviour when configured with supplementary UL</w:t>
      </w:r>
      <w:r>
        <w:tab/>
        <w:t>218</w:t>
      </w:r>
    </w:p>
    <w:p w14:paraId="68C60A0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2-step RA type</w:t>
      </w:r>
      <w:r>
        <w:tab/>
        <w:t>218</w:t>
      </w:r>
    </w:p>
    <w:p w14:paraId="107AEC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218</w:t>
      </w:r>
    </w:p>
    <w:p w14:paraId="56D0F64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218</w:t>
      </w:r>
    </w:p>
    <w:p w14:paraId="29849F3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219</w:t>
      </w:r>
    </w:p>
    <w:p w14:paraId="5FDDCFC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219</w:t>
      </w:r>
    </w:p>
    <w:p w14:paraId="5B7835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219</w:t>
      </w:r>
    </w:p>
    <w:p w14:paraId="2D9D925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219</w:t>
      </w:r>
    </w:p>
    <w:p w14:paraId="1103B88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219</w:t>
      </w:r>
    </w:p>
    <w:p w14:paraId="56CB9B6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219</w:t>
      </w:r>
    </w:p>
    <w:p w14:paraId="5C151E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6.2.2.3.3</w:t>
      </w:r>
      <w:r>
        <w:rPr>
          <w:rFonts w:ascii="Calibri" w:eastAsia="Malgun Gothic" w:hAnsi="Calibri"/>
          <w:sz w:val="22"/>
          <w:szCs w:val="22"/>
        </w:rPr>
        <w:tab/>
      </w:r>
      <w:r>
        <w:t>UE behaviour when configured with supplementary UL</w:t>
      </w:r>
      <w:r>
        <w:tab/>
        <w:t>220</w:t>
      </w:r>
    </w:p>
    <w:p w14:paraId="3142BFA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6.2.2A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Random access when CCA is used on target frequency</w:t>
      </w:r>
      <w:r>
        <w:tab/>
        <w:t>220</w:t>
      </w:r>
    </w:p>
    <w:p w14:paraId="68C014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2A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220</w:t>
      </w:r>
    </w:p>
    <w:p w14:paraId="2BD5FB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2A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4-step RA type</w:t>
      </w:r>
      <w:r>
        <w:tab/>
        <w:t>220</w:t>
      </w:r>
    </w:p>
    <w:p w14:paraId="4B21EB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220</w:t>
      </w:r>
    </w:p>
    <w:p w14:paraId="6F4DF20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220</w:t>
      </w:r>
    </w:p>
    <w:p w14:paraId="1C4B8BD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221</w:t>
      </w:r>
    </w:p>
    <w:p w14:paraId="19410DC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221</w:t>
      </w:r>
    </w:p>
    <w:p w14:paraId="6FBA4E2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an UL grant for msg3 retransmission</w:t>
      </w:r>
      <w:r>
        <w:tab/>
        <w:t>221</w:t>
      </w:r>
    </w:p>
    <w:p w14:paraId="595422B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contention Resolution timer expires</w:t>
      </w:r>
      <w:r>
        <w:tab/>
        <w:t>221</w:t>
      </w:r>
    </w:p>
    <w:p w14:paraId="0BC512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221</w:t>
      </w:r>
    </w:p>
    <w:p w14:paraId="225876E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221</w:t>
      </w:r>
    </w:p>
    <w:p w14:paraId="36D5B11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222</w:t>
      </w:r>
    </w:p>
    <w:p w14:paraId="3EF6A16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222</w:t>
      </w:r>
    </w:p>
    <w:p w14:paraId="169AF08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lastRenderedPageBreak/>
        <w:t>6.2.</w:t>
      </w:r>
      <w:r>
        <w:rPr>
          <w:lang w:eastAsia="zh-CN"/>
        </w:rPr>
        <w:t>2A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2-step RA type</w:t>
      </w:r>
      <w:r>
        <w:tab/>
        <w:t>222</w:t>
      </w:r>
    </w:p>
    <w:p w14:paraId="5109DA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223</w:t>
      </w:r>
    </w:p>
    <w:p w14:paraId="02183B0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223</w:t>
      </w:r>
    </w:p>
    <w:p w14:paraId="769D5D3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223</w:t>
      </w:r>
    </w:p>
    <w:p w14:paraId="0E0F34B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224</w:t>
      </w:r>
    </w:p>
    <w:p w14:paraId="786576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224</w:t>
      </w:r>
    </w:p>
    <w:p w14:paraId="6779D41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224</w:t>
      </w:r>
    </w:p>
    <w:p w14:paraId="47CAC3E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224</w:t>
      </w:r>
    </w:p>
    <w:p w14:paraId="48C9982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6.2.2A.3.2.3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224</w:t>
      </w:r>
    </w:p>
    <w:p w14:paraId="78DF155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6.2.2B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Random access </w:t>
      </w:r>
      <w:r>
        <w:rPr>
          <w:lang w:eastAsia="ko-KR"/>
        </w:rPr>
        <w:t xml:space="preserve">for </w:t>
      </w:r>
      <w:r w:rsidRPr="00825DA5">
        <w:rPr>
          <w:rFonts w:eastAsia="Malgun Gothic"/>
        </w:rPr>
        <w:t>RedCap</w:t>
      </w:r>
      <w:r>
        <w:tab/>
        <w:t>225</w:t>
      </w:r>
    </w:p>
    <w:p w14:paraId="214195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2B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225</w:t>
      </w:r>
    </w:p>
    <w:p w14:paraId="6C16D7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6.2.</w:t>
      </w:r>
      <w:r>
        <w:rPr>
          <w:lang w:eastAsia="zh-CN"/>
        </w:rPr>
        <w:t>2B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</w:t>
      </w:r>
      <w:r>
        <w:tab/>
        <w:t>225</w:t>
      </w:r>
    </w:p>
    <w:p w14:paraId="434C72D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SA: RRC Connection Release with Redirection</w:t>
      </w:r>
      <w:r>
        <w:tab/>
        <w:t>225</w:t>
      </w:r>
    </w:p>
    <w:p w14:paraId="66DE6B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225</w:t>
      </w:r>
    </w:p>
    <w:p w14:paraId="7DD8E0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Requirements</w:t>
      </w:r>
      <w:r>
        <w:tab/>
        <w:t>226</w:t>
      </w:r>
    </w:p>
    <w:p w14:paraId="042A2F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NR</w:t>
      </w:r>
      <w:r>
        <w:tab/>
        <w:t>226</w:t>
      </w:r>
    </w:p>
    <w:p w14:paraId="616D0B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E-UTRAN</w:t>
      </w:r>
      <w:r>
        <w:tab/>
        <w:t>226</w:t>
      </w:r>
    </w:p>
    <w:p w14:paraId="2F6305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NR carrier subject to CCA</w:t>
      </w:r>
      <w:r>
        <w:tab/>
        <w:t>227</w:t>
      </w:r>
    </w:p>
    <w:p w14:paraId="04D4622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6.2.3A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SA: RRC Connection Release with Redirection</w:t>
      </w:r>
      <w:r>
        <w:rPr>
          <w:lang w:eastAsia="ko-KR"/>
        </w:rPr>
        <w:t xml:space="preserve"> for </w:t>
      </w:r>
      <w:r w:rsidRPr="00825DA5">
        <w:rPr>
          <w:rFonts w:eastAsia="Malgun Gothic"/>
        </w:rPr>
        <w:t>RedCap</w:t>
      </w:r>
      <w:r>
        <w:tab/>
        <w:t>228</w:t>
      </w:r>
    </w:p>
    <w:p w14:paraId="62C5F1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228</w:t>
      </w:r>
    </w:p>
    <w:p w14:paraId="5ED6F6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Requirements</w:t>
      </w:r>
      <w:r>
        <w:tab/>
        <w:t>228</w:t>
      </w:r>
    </w:p>
    <w:p w14:paraId="77B146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NR</w:t>
      </w:r>
      <w:r>
        <w:tab/>
        <w:t>228</w:t>
      </w:r>
    </w:p>
    <w:p w14:paraId="66DEC3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6.2.3A.2.2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E-UTRAN</w:t>
      </w:r>
      <w:r>
        <w:tab/>
        <w:t>229</w:t>
      </w:r>
    </w:p>
    <w:p w14:paraId="0AF76AC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6.2</w:t>
      </w:r>
      <w:r>
        <w:rPr>
          <w:lang w:eastAsia="zh-CN"/>
        </w:rPr>
        <w:t>C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rPr>
          <w:lang w:eastAsia="zh-CN"/>
        </w:rPr>
        <w:t xml:space="preserve"> for </w:t>
      </w:r>
      <w:r>
        <w:t>Satellite Access</w:t>
      </w:r>
      <w:r>
        <w:tab/>
        <w:t>229</w:t>
      </w:r>
    </w:p>
    <w:p w14:paraId="50C7BC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</w:t>
      </w:r>
      <w:r w:rsidRPr="00825DA5">
        <w:rPr>
          <w:lang w:val="en-US" w:eastAsia="zh-CN"/>
        </w:rPr>
        <w:t>C</w:t>
      </w:r>
      <w:r w:rsidRPr="00825DA5">
        <w:rPr>
          <w:lang w:val="en-US"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SA: RRC Re-establishment for </w:t>
      </w:r>
      <w:r>
        <w:t>Satellite Access</w:t>
      </w:r>
      <w:r>
        <w:tab/>
        <w:t>229</w:t>
      </w:r>
    </w:p>
    <w:p w14:paraId="1996043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</w:t>
      </w:r>
      <w:r>
        <w:rPr>
          <w:lang w:eastAsia="zh-CN"/>
        </w:rPr>
        <w:t>C</w:t>
      </w:r>
      <w:r>
        <w:rPr>
          <w:lang w:eastAsia="ko-KR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229</w:t>
      </w:r>
    </w:p>
    <w:p w14:paraId="2B2C63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</w:t>
      </w:r>
      <w:r>
        <w:rPr>
          <w:lang w:eastAsia="zh-CN"/>
        </w:rPr>
        <w:t>C</w:t>
      </w:r>
      <w:r>
        <w:rPr>
          <w:lang w:eastAsia="ko-KR"/>
        </w:rP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</w:t>
      </w:r>
      <w:r>
        <w:tab/>
        <w:t>229</w:t>
      </w:r>
    </w:p>
    <w:p w14:paraId="60EF6E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6.2C.1.2.1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UE Re-establishment delay requirement</w:t>
      </w:r>
      <w:r>
        <w:tab/>
        <w:t>229</w:t>
      </w:r>
    </w:p>
    <w:p w14:paraId="5C756B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</w:t>
      </w:r>
      <w:r w:rsidRPr="00825DA5">
        <w:rPr>
          <w:lang w:val="en-US" w:eastAsia="zh-CN"/>
        </w:rPr>
        <w:t>C</w:t>
      </w:r>
      <w:r w:rsidRPr="00825DA5">
        <w:rPr>
          <w:lang w:val="en-US"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Random access for </w:t>
      </w:r>
      <w:r>
        <w:t>satellite access</w:t>
      </w:r>
      <w:r>
        <w:tab/>
        <w:t>230</w:t>
      </w:r>
    </w:p>
    <w:p w14:paraId="1FB129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</w:t>
      </w:r>
      <w:r>
        <w:rPr>
          <w:lang w:eastAsia="zh-CN"/>
        </w:rPr>
        <w:t>C</w:t>
      </w:r>
      <w:r>
        <w:rPr>
          <w:lang w:eastAsia="ko-KR"/>
        </w:rPr>
        <w:t>.</w:t>
      </w:r>
      <w:r>
        <w:rPr>
          <w:lang w:eastAsia="zh-CN"/>
        </w:rPr>
        <w:t>2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230</w:t>
      </w:r>
    </w:p>
    <w:p w14:paraId="6A8E7F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</w:t>
      </w:r>
      <w:r>
        <w:rPr>
          <w:lang w:eastAsia="zh-CN"/>
        </w:rPr>
        <w:t>C</w:t>
      </w:r>
      <w:r>
        <w:rPr>
          <w:lang w:eastAsia="ko-KR"/>
        </w:rPr>
        <w:t>.</w:t>
      </w:r>
      <w:r>
        <w:rPr>
          <w:lang w:eastAsia="zh-CN"/>
        </w:rPr>
        <w:t>2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4-step RA type</w:t>
      </w:r>
      <w:r>
        <w:tab/>
        <w:t>231</w:t>
      </w:r>
    </w:p>
    <w:p w14:paraId="77B4BF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231</w:t>
      </w:r>
    </w:p>
    <w:p w14:paraId="6C30BC8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231</w:t>
      </w:r>
    </w:p>
    <w:p w14:paraId="24BC5E3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231</w:t>
      </w:r>
    </w:p>
    <w:p w14:paraId="6977CE4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231</w:t>
      </w:r>
    </w:p>
    <w:p w14:paraId="3431799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an UL grant for msg3 retransmission</w:t>
      </w:r>
      <w:r>
        <w:tab/>
        <w:t>231</w:t>
      </w:r>
    </w:p>
    <w:p w14:paraId="69139DF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SA: Correct behaviour when receiving a message over Temporary C-RNTI</w:t>
      </w:r>
      <w:r>
        <w:tab/>
        <w:t>231</w:t>
      </w:r>
    </w:p>
    <w:p w14:paraId="309F87A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contention Resolution timer expires</w:t>
      </w:r>
      <w:r>
        <w:tab/>
        <w:t>232</w:t>
      </w:r>
    </w:p>
    <w:p w14:paraId="732344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232</w:t>
      </w:r>
    </w:p>
    <w:p w14:paraId="2B0A4C0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Random Access Preamble</w:t>
      </w:r>
      <w:r>
        <w:tab/>
        <w:t>232</w:t>
      </w:r>
    </w:p>
    <w:p w14:paraId="4513DBB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Random Access Response</w:t>
      </w:r>
      <w:r>
        <w:tab/>
        <w:t>232</w:t>
      </w:r>
    </w:p>
    <w:p w14:paraId="25E0211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Random Access Response</w:t>
      </w:r>
      <w:r>
        <w:tab/>
        <w:t>233</w:t>
      </w:r>
    </w:p>
    <w:p w14:paraId="226353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6.2</w:t>
      </w:r>
      <w:r>
        <w:rPr>
          <w:lang w:eastAsia="zh-CN"/>
        </w:rPr>
        <w:t>C</w:t>
      </w:r>
      <w:r>
        <w:rPr>
          <w:lang w:eastAsia="ko-KR"/>
        </w:rPr>
        <w:t>.</w:t>
      </w:r>
      <w:r>
        <w:rPr>
          <w:lang w:eastAsia="zh-CN"/>
        </w:rPr>
        <w:t>2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Requirements for 2-step RA type</w:t>
      </w:r>
      <w:r>
        <w:tab/>
        <w:t>233</w:t>
      </w:r>
    </w:p>
    <w:p w14:paraId="5786C9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Contention based random access</w:t>
      </w:r>
      <w:r>
        <w:tab/>
        <w:t>233</w:t>
      </w:r>
    </w:p>
    <w:p w14:paraId="68E1FE8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233</w:t>
      </w:r>
    </w:p>
    <w:p w14:paraId="40EF2A3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233</w:t>
      </w:r>
    </w:p>
    <w:p w14:paraId="32331BE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234</w:t>
      </w:r>
    </w:p>
    <w:p w14:paraId="6DC349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Non-Contention based random access</w:t>
      </w:r>
      <w:r>
        <w:tab/>
        <w:t>234</w:t>
      </w:r>
    </w:p>
    <w:p w14:paraId="77F2731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transmitting MsgA</w:t>
      </w:r>
      <w:r>
        <w:tab/>
        <w:t>234</w:t>
      </w:r>
    </w:p>
    <w:p w14:paraId="2B35454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receiving MsgB</w:t>
      </w:r>
      <w:r>
        <w:tab/>
        <w:t>234</w:t>
      </w:r>
    </w:p>
    <w:p w14:paraId="35B01A4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6.2C.2.3.2.3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Correct behaviour when not receiving MsgB</w:t>
      </w:r>
      <w:r>
        <w:tab/>
        <w:t>234</w:t>
      </w:r>
    </w:p>
    <w:p w14:paraId="3FEDBD7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6.2</w:t>
      </w:r>
      <w:r w:rsidRPr="00825DA5">
        <w:rPr>
          <w:lang w:val="en-US" w:eastAsia="zh-CN"/>
        </w:rPr>
        <w:t>C</w:t>
      </w:r>
      <w:r w:rsidRPr="00825DA5">
        <w:rPr>
          <w:lang w:val="en-US" w:eastAsia="ko-KR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SA: RRC Connection Release with Redirection</w:t>
      </w:r>
      <w:r w:rsidRPr="00825DA5">
        <w:rPr>
          <w:lang w:val="en-US" w:eastAsia="zh-CN"/>
        </w:rPr>
        <w:t xml:space="preserve"> for </w:t>
      </w:r>
      <w:r>
        <w:t>Satellite Access</w:t>
      </w:r>
      <w:r>
        <w:tab/>
        <w:t>234</w:t>
      </w:r>
    </w:p>
    <w:p w14:paraId="1E8A28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6.2C.3.1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234</w:t>
      </w:r>
    </w:p>
    <w:p w14:paraId="35378E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6.2C.3.2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Requirements</w:t>
      </w:r>
      <w:r>
        <w:tab/>
        <w:t>235</w:t>
      </w:r>
    </w:p>
    <w:p w14:paraId="2F6B16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6.2C.3.2.1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connection release with redirection to NR</w:t>
      </w:r>
      <w:r>
        <w:tab/>
        <w:t>235</w:t>
      </w:r>
    </w:p>
    <w:p w14:paraId="3A552296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7</w:t>
      </w:r>
      <w:r>
        <w:rPr>
          <w:rFonts w:ascii="Calibri" w:eastAsia="Malgun Gothic" w:hAnsi="Calibri"/>
          <w:szCs w:val="22"/>
        </w:rPr>
        <w:tab/>
      </w:r>
      <w:r>
        <w:t>Timing</w:t>
      </w:r>
      <w:r>
        <w:tab/>
        <w:t>236</w:t>
      </w:r>
    </w:p>
    <w:p w14:paraId="6F1CB5F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236</w:t>
      </w:r>
    </w:p>
    <w:p w14:paraId="3B7DF75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236</w:t>
      </w:r>
    </w:p>
    <w:p w14:paraId="6A875F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236</w:t>
      </w:r>
    </w:p>
    <w:p w14:paraId="6665FF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7.1.2.1</w:t>
      </w:r>
      <w:r>
        <w:rPr>
          <w:rFonts w:ascii="Calibri" w:eastAsia="Malgun Gothic" w:hAnsi="Calibri"/>
          <w:sz w:val="22"/>
          <w:szCs w:val="22"/>
        </w:rPr>
        <w:tab/>
      </w:r>
      <w:r>
        <w:t>Gradual timing adjustment</w:t>
      </w:r>
      <w:r>
        <w:tab/>
        <w:t>238</w:t>
      </w:r>
    </w:p>
    <w:p w14:paraId="7218A4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7.1.2.2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238</w:t>
      </w:r>
    </w:p>
    <w:p w14:paraId="36746E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7.1.2.3</w:t>
      </w:r>
      <w:r>
        <w:rPr>
          <w:rFonts w:ascii="Calibri" w:eastAsia="Malgun Gothic" w:hAnsi="Calibri"/>
          <w:sz w:val="22"/>
          <w:szCs w:val="22"/>
        </w:rPr>
        <w:tab/>
      </w:r>
      <w:r>
        <w:t>One shot large UL timing adjustment for FR2 Power Class 6 UE</w:t>
      </w:r>
      <w:r>
        <w:tab/>
        <w:t>238</w:t>
      </w:r>
    </w:p>
    <w:p w14:paraId="2BB2AE4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7.1A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 for RedCap</w:t>
      </w:r>
      <w:r>
        <w:tab/>
        <w:t>239</w:t>
      </w:r>
    </w:p>
    <w:p w14:paraId="00D59B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239</w:t>
      </w:r>
    </w:p>
    <w:p w14:paraId="1DBCAF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239</w:t>
      </w:r>
    </w:p>
    <w:p w14:paraId="6A9C64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7.1A.2.1</w:t>
      </w:r>
      <w:r>
        <w:rPr>
          <w:rFonts w:ascii="Calibri" w:eastAsia="Malgun Gothic" w:hAnsi="Calibri"/>
          <w:sz w:val="22"/>
          <w:szCs w:val="22"/>
        </w:rPr>
        <w:tab/>
      </w:r>
      <w:r>
        <w:t>Gradual timing adjustment</w:t>
      </w:r>
      <w:r>
        <w:tab/>
        <w:t>240</w:t>
      </w:r>
    </w:p>
    <w:p w14:paraId="0CCEFCD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7.1C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 for Satellite Access</w:t>
      </w:r>
      <w:r>
        <w:tab/>
        <w:t>241</w:t>
      </w:r>
    </w:p>
    <w:p w14:paraId="7BC627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241</w:t>
      </w:r>
    </w:p>
    <w:p w14:paraId="7BDA0B9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7.1C.2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241</w:t>
      </w:r>
    </w:p>
    <w:p w14:paraId="76FA9D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7.1C.2.1</w:t>
      </w:r>
      <w:r>
        <w:rPr>
          <w:rFonts w:ascii="Calibri" w:eastAsia="Malgun Gothic" w:hAnsi="Calibri"/>
          <w:sz w:val="22"/>
          <w:szCs w:val="22"/>
        </w:rPr>
        <w:tab/>
      </w:r>
      <w:r>
        <w:t>Gradual timing adjustment</w:t>
      </w:r>
      <w:r>
        <w:tab/>
        <w:t>242</w:t>
      </w:r>
    </w:p>
    <w:p w14:paraId="076FAFE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242</w:t>
      </w:r>
    </w:p>
    <w:p w14:paraId="62BB79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242</w:t>
      </w:r>
    </w:p>
    <w:p w14:paraId="4D2741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242</w:t>
      </w:r>
    </w:p>
    <w:p w14:paraId="7600F18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7.2A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 for RedCap</w:t>
      </w:r>
      <w:r>
        <w:tab/>
        <w:t>243</w:t>
      </w:r>
    </w:p>
    <w:p w14:paraId="1D3E979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243</w:t>
      </w:r>
    </w:p>
    <w:p w14:paraId="054B5E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243</w:t>
      </w:r>
    </w:p>
    <w:p w14:paraId="377A960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7.2C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 for satellite access</w:t>
      </w:r>
      <w:r>
        <w:tab/>
        <w:t>243</w:t>
      </w:r>
    </w:p>
    <w:p w14:paraId="74DADD0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243</w:t>
      </w:r>
    </w:p>
    <w:p w14:paraId="0B5DC51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7.2C.2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243</w:t>
      </w:r>
    </w:p>
    <w:p w14:paraId="275DABC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244</w:t>
      </w:r>
    </w:p>
    <w:p w14:paraId="4F9427F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244</w:t>
      </w:r>
    </w:p>
    <w:p w14:paraId="01CE28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244</w:t>
      </w:r>
    </w:p>
    <w:p w14:paraId="5CFFA3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7.3.2.1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delay</w:t>
      </w:r>
      <w:r>
        <w:tab/>
        <w:t>244</w:t>
      </w:r>
    </w:p>
    <w:p w14:paraId="5620EE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7.3.2.2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accuracy</w:t>
      </w:r>
      <w:r>
        <w:tab/>
        <w:t>244</w:t>
      </w:r>
    </w:p>
    <w:p w14:paraId="486A44A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7.3A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for RedCap</w:t>
      </w:r>
      <w:r>
        <w:tab/>
        <w:t>244</w:t>
      </w:r>
    </w:p>
    <w:p w14:paraId="2FD844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244</w:t>
      </w:r>
    </w:p>
    <w:p w14:paraId="16D67A6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244</w:t>
      </w:r>
    </w:p>
    <w:p w14:paraId="3D216F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7.3A.2.1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delay</w:t>
      </w:r>
      <w:r>
        <w:tab/>
        <w:t>244</w:t>
      </w:r>
    </w:p>
    <w:p w14:paraId="46B2AA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7.3A.2.2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accuracy</w:t>
      </w:r>
      <w:r>
        <w:tab/>
        <w:t>244</w:t>
      </w:r>
    </w:p>
    <w:p w14:paraId="4F47919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lang w:eastAsia="zh-TW"/>
        </w:rPr>
        <w:t>C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for satellite access</w:t>
      </w:r>
      <w:r>
        <w:tab/>
        <w:t>245</w:t>
      </w:r>
    </w:p>
    <w:p w14:paraId="07A917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lang w:eastAsia="zh-TW"/>
        </w:rPr>
        <w:t>C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245</w:t>
      </w:r>
    </w:p>
    <w:p w14:paraId="7D0344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lang w:eastAsia="zh-TW"/>
        </w:rPr>
        <w:t>C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245</w:t>
      </w:r>
    </w:p>
    <w:p w14:paraId="017170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lang w:eastAsia="zh-TW"/>
        </w:rPr>
        <w:t>C</w:t>
      </w:r>
      <w: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delay</w:t>
      </w:r>
      <w:r>
        <w:tab/>
        <w:t>245</w:t>
      </w:r>
    </w:p>
    <w:p w14:paraId="7801A7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7.3</w:t>
      </w:r>
      <w:r>
        <w:rPr>
          <w:lang w:eastAsia="zh-TW"/>
        </w:rPr>
        <w:t>C</w:t>
      </w:r>
      <w: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adjustment accuracy</w:t>
      </w:r>
      <w:r>
        <w:tab/>
        <w:t>245</w:t>
      </w:r>
    </w:p>
    <w:p w14:paraId="7276DAA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7.4</w:t>
      </w:r>
      <w:r>
        <w:rPr>
          <w:rFonts w:ascii="Calibri" w:eastAsia="Malgun Gothic" w:hAnsi="Calibri"/>
          <w:sz w:val="22"/>
          <w:szCs w:val="22"/>
        </w:rPr>
        <w:tab/>
      </w:r>
      <w:r>
        <w:t>Cell phase synchronization accuracy</w:t>
      </w:r>
      <w:r>
        <w:tab/>
        <w:t>245</w:t>
      </w:r>
    </w:p>
    <w:p w14:paraId="54AF7A0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</w:t>
      </w:r>
      <w:r>
        <w:rPr>
          <w:lang w:eastAsia="zh-CN"/>
        </w:rPr>
        <w:t>4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Definition</w:t>
      </w:r>
      <w:r>
        <w:tab/>
        <w:t>245</w:t>
      </w:r>
    </w:p>
    <w:p w14:paraId="6AEA64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</w:t>
      </w:r>
      <w:r>
        <w:rPr>
          <w:lang w:eastAsia="zh-CN"/>
        </w:rPr>
        <w:t>4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</w:t>
      </w:r>
      <w:r>
        <w:tab/>
        <w:t>245</w:t>
      </w:r>
    </w:p>
    <w:p w14:paraId="3D1493B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Maximum Transmission Timing Difference</w:t>
      </w:r>
      <w:r>
        <w:tab/>
        <w:t>246</w:t>
      </w:r>
    </w:p>
    <w:p w14:paraId="59738A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246</w:t>
      </w:r>
    </w:p>
    <w:p w14:paraId="408BB0F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EN-DC</w:t>
      </w:r>
      <w:r>
        <w:tab/>
        <w:t>246</w:t>
      </w:r>
    </w:p>
    <w:p w14:paraId="4A11976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synchronous EN-DC</w:t>
      </w:r>
      <w:r>
        <w:tab/>
        <w:t>246</w:t>
      </w:r>
    </w:p>
    <w:p w14:paraId="1FEB0F4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7.5.3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 for intra-band EN-DC</w:t>
      </w:r>
      <w:r>
        <w:tab/>
        <w:t>247</w:t>
      </w:r>
    </w:p>
    <w:p w14:paraId="17B713F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</w:t>
      </w:r>
      <w:r w:rsidRPr="00825DA5">
        <w:rPr>
          <w:rFonts w:eastAsia="Malgun Gothic"/>
        </w:rPr>
        <w:t>5</w:t>
      </w:r>
      <w:r>
        <w:rPr>
          <w:lang w:eastAsia="ko-KR"/>
        </w:rPr>
        <w:t>.</w:t>
      </w:r>
      <w:r w:rsidRPr="00825DA5">
        <w:rPr>
          <w:rFonts w:eastAsia="Malgun Gothic"/>
          <w:lang w:eastAsia="ko-KR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Minimum Requirements for NR Carrier Aggregation</w:t>
      </w:r>
      <w:r>
        <w:tab/>
        <w:t>247</w:t>
      </w:r>
    </w:p>
    <w:p w14:paraId="658551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NE-DC</w:t>
      </w:r>
      <w:r>
        <w:tab/>
        <w:t>248</w:t>
      </w:r>
    </w:p>
    <w:p w14:paraId="469C4C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synchronous NE-DC</w:t>
      </w:r>
      <w:r>
        <w:tab/>
        <w:t>248</w:t>
      </w:r>
    </w:p>
    <w:p w14:paraId="754193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7.5.</w:t>
      </w:r>
      <w:r w:rsidRPr="00825DA5">
        <w:rPr>
          <w:rFonts w:eastAsia="Malgun Gothic"/>
          <w:lang w:eastAsia="ko-KR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inter-band NR </w:t>
      </w:r>
      <w:r w:rsidRPr="00825DA5">
        <w:rPr>
          <w:rFonts w:eastAsia="Malgun Gothic"/>
          <w:lang w:eastAsia="ko-KR"/>
        </w:rPr>
        <w:t>DC</w:t>
      </w:r>
      <w:r>
        <w:tab/>
        <w:t>248</w:t>
      </w:r>
    </w:p>
    <w:p w14:paraId="6FB5DB9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Maximum Receive Timing Difference</w:t>
      </w:r>
      <w:r>
        <w:tab/>
        <w:t>249</w:t>
      </w:r>
    </w:p>
    <w:p w14:paraId="2EB6D7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249</w:t>
      </w:r>
    </w:p>
    <w:p w14:paraId="376E60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EN-DC</w:t>
      </w:r>
      <w:r>
        <w:tab/>
        <w:t>250</w:t>
      </w:r>
    </w:p>
    <w:p w14:paraId="207A77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synchronous EN-DC</w:t>
      </w:r>
      <w:r>
        <w:tab/>
        <w:t>250</w:t>
      </w:r>
    </w:p>
    <w:p w14:paraId="1546925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7.6.3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 for intra-band EN-DC</w:t>
      </w:r>
      <w:r>
        <w:tab/>
        <w:t>250</w:t>
      </w:r>
    </w:p>
    <w:p w14:paraId="4F69A3B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</w:t>
      </w:r>
      <w:r w:rsidRPr="00825DA5">
        <w:rPr>
          <w:rFonts w:eastAsia="Malgun Gothic"/>
          <w:lang w:eastAsia="ko-KR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Minimum Requirements for NR Carrier Aggregation</w:t>
      </w:r>
      <w:r>
        <w:tab/>
        <w:t>251</w:t>
      </w:r>
    </w:p>
    <w:p w14:paraId="22BBA57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NE-DC</w:t>
      </w:r>
      <w:r>
        <w:tab/>
        <w:t>251</w:t>
      </w:r>
    </w:p>
    <w:p w14:paraId="13C685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</w:t>
      </w:r>
      <w:r>
        <w:t>inter-band synchronous NE-DC</w:t>
      </w:r>
      <w:r>
        <w:tab/>
        <w:t>252</w:t>
      </w:r>
    </w:p>
    <w:p w14:paraId="41F72C2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7.6.</w:t>
      </w:r>
      <w:r w:rsidRPr="00825DA5">
        <w:rPr>
          <w:rFonts w:eastAsia="Malgun Gothic"/>
          <w:lang w:eastAsia="ko-KR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Minimum Requirements for inter-band NR </w:t>
      </w:r>
      <w:r w:rsidRPr="00825DA5">
        <w:rPr>
          <w:rFonts w:eastAsia="Malgun Gothic"/>
          <w:lang w:eastAsia="ko-KR"/>
        </w:rPr>
        <w:t>DC</w:t>
      </w:r>
      <w:r>
        <w:tab/>
        <w:t>252</w:t>
      </w:r>
    </w:p>
    <w:p w14:paraId="4265DF8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i/>
          <w:lang w:val="en-US"/>
        </w:rPr>
        <w:t>deriveSSB-IndexFromCell</w:t>
      </w:r>
      <w:r>
        <w:t xml:space="preserve"> tolerance</w:t>
      </w:r>
      <w:r>
        <w:tab/>
        <w:t>253</w:t>
      </w:r>
    </w:p>
    <w:p w14:paraId="593D5EE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</w:t>
      </w:r>
      <w:r>
        <w:rPr>
          <w:lang w:eastAsia="zh-CN"/>
        </w:rPr>
        <w:t>7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</w:t>
      </w:r>
      <w:r>
        <w:tab/>
        <w:t>253</w:t>
      </w:r>
    </w:p>
    <w:p w14:paraId="226F102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7.7A</w:t>
      </w:r>
      <w:r>
        <w:rPr>
          <w:rFonts w:ascii="Calibri" w:eastAsia="Malgun Gothic" w:hAnsi="Calibri"/>
          <w:sz w:val="22"/>
          <w:szCs w:val="22"/>
        </w:rPr>
        <w:tab/>
      </w:r>
      <w:r>
        <w:t>deriveSSB-IndexFromCell tolerance for RedCap</w:t>
      </w:r>
      <w:r>
        <w:tab/>
        <w:t>254</w:t>
      </w:r>
    </w:p>
    <w:p w14:paraId="19CC47A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</w:t>
      </w:r>
      <w:r>
        <w:rPr>
          <w:lang w:eastAsia="zh-CN"/>
        </w:rPr>
        <w:t>7A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</w:t>
      </w:r>
      <w:r>
        <w:tab/>
        <w:t>254</w:t>
      </w:r>
    </w:p>
    <w:p w14:paraId="4CE6433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7.8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254</w:t>
      </w:r>
    </w:p>
    <w:p w14:paraId="38AE460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7.9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i/>
          <w:lang w:val="en-US"/>
        </w:rPr>
        <w:t>deriveSSB-IndexFromCellInter-r17</w:t>
      </w:r>
      <w:r>
        <w:t xml:space="preserve"> tolerance</w:t>
      </w:r>
      <w:r>
        <w:tab/>
        <w:t>254</w:t>
      </w:r>
    </w:p>
    <w:p w14:paraId="10C0CC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7.</w:t>
      </w:r>
      <w:r>
        <w:rPr>
          <w:lang w:eastAsia="zh-CN"/>
        </w:rPr>
        <w:t>9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requirements</w:t>
      </w:r>
      <w:r>
        <w:tab/>
        <w:t>254</w:t>
      </w:r>
    </w:p>
    <w:p w14:paraId="4F738FBE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lastRenderedPageBreak/>
        <w:t>8</w:t>
      </w:r>
      <w:r>
        <w:rPr>
          <w:rFonts w:ascii="Calibri" w:eastAsia="Malgun Gothic" w:hAnsi="Calibri"/>
          <w:szCs w:val="22"/>
        </w:rPr>
        <w:tab/>
      </w:r>
      <w:r>
        <w:t>Signalling characteristics</w:t>
      </w:r>
      <w:r>
        <w:tab/>
        <w:t>254</w:t>
      </w:r>
    </w:p>
    <w:p w14:paraId="1F5E3C0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254</w:t>
      </w:r>
    </w:p>
    <w:p w14:paraId="7D3271E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254</w:t>
      </w:r>
    </w:p>
    <w:p w14:paraId="134860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 of Requirement on Radio Link Monitoring for UE Configured with Relaxed Measurement Criteria</w:t>
      </w:r>
      <w:r>
        <w:tab/>
        <w:t>255</w:t>
      </w:r>
    </w:p>
    <w:p w14:paraId="5AB3368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radio link monitoring</w:t>
      </w:r>
      <w:r>
        <w:tab/>
        <w:t>256</w:t>
      </w:r>
    </w:p>
    <w:p w14:paraId="283ECD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256</w:t>
      </w:r>
    </w:p>
    <w:p w14:paraId="0C5F85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257</w:t>
      </w:r>
    </w:p>
    <w:p w14:paraId="4796B7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SSB based RLM</w:t>
      </w:r>
      <w:r>
        <w:tab/>
        <w:t>260</w:t>
      </w:r>
    </w:p>
    <w:p w14:paraId="7BF74D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8.1.2.4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of SSB based radio link monitoring for UE fulfilling relaxed measurement criteria</w:t>
      </w:r>
      <w:r>
        <w:tab/>
        <w:t>261</w:t>
      </w:r>
    </w:p>
    <w:p w14:paraId="595F1AB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radio link monitoring</w:t>
      </w:r>
      <w:r>
        <w:tab/>
        <w:t>262</w:t>
      </w:r>
    </w:p>
    <w:p w14:paraId="309087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262</w:t>
      </w:r>
    </w:p>
    <w:p w14:paraId="33B547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263</w:t>
      </w:r>
    </w:p>
    <w:p w14:paraId="4C7BC6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based RLM</w:t>
      </w:r>
      <w:r>
        <w:tab/>
        <w:t>266</w:t>
      </w:r>
    </w:p>
    <w:p w14:paraId="436BE1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8.1.3.4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of CSI-RS based radio link monitoring for UE fulfilling relaxed measurement criteria</w:t>
      </w:r>
      <w:r>
        <w:tab/>
        <w:t>267</w:t>
      </w:r>
    </w:p>
    <w:p w14:paraId="1CC2A08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267</w:t>
      </w:r>
    </w:p>
    <w:p w14:paraId="719575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8.1.5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for UE turning off the transmitter</w:t>
      </w:r>
      <w:r>
        <w:tab/>
        <w:t>268</w:t>
      </w:r>
    </w:p>
    <w:p w14:paraId="0DCB442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268</w:t>
      </w:r>
    </w:p>
    <w:p w14:paraId="4A02E40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radio link monitoring</w:t>
      </w:r>
      <w:r>
        <w:tab/>
        <w:t>268</w:t>
      </w:r>
    </w:p>
    <w:p w14:paraId="6BF312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8.1.7.1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same subcarrier spacing as PDSCH/PDCCH on FR1</w:t>
      </w:r>
      <w:r>
        <w:tab/>
        <w:t>268</w:t>
      </w:r>
    </w:p>
    <w:p w14:paraId="6727DA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8.1.7.2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different subcarrier spacing than PDSCH/PDCCH on FR1</w:t>
      </w:r>
      <w:r>
        <w:tab/>
        <w:t>269</w:t>
      </w:r>
    </w:p>
    <w:p w14:paraId="7EF7BE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8.1.7.3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on FR2</w:t>
      </w:r>
      <w:r>
        <w:tab/>
        <w:t>269</w:t>
      </w:r>
    </w:p>
    <w:p w14:paraId="015E4E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8.1.7.4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on FR1 or FR2 in case of FR1-FR2 inter-band CA</w:t>
      </w:r>
      <w:r>
        <w:rPr>
          <w:lang w:eastAsia="zh-CN"/>
        </w:rPr>
        <w:t xml:space="preserve"> and NR-DC</w:t>
      </w:r>
      <w:r>
        <w:tab/>
        <w:t>270</w:t>
      </w:r>
    </w:p>
    <w:p w14:paraId="1A03DF8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8.1A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with CCA on Target Frequency</w:t>
      </w:r>
      <w:r>
        <w:tab/>
        <w:t>270</w:t>
      </w:r>
    </w:p>
    <w:p w14:paraId="21A3322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270</w:t>
      </w:r>
    </w:p>
    <w:p w14:paraId="0CC908E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Radio Link Monitoring</w:t>
      </w:r>
      <w:r>
        <w:tab/>
        <w:t>271</w:t>
      </w:r>
    </w:p>
    <w:p w14:paraId="176693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8.1A.2.1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271</w:t>
      </w:r>
    </w:p>
    <w:p w14:paraId="5525B8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8.1A.2.2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271</w:t>
      </w:r>
    </w:p>
    <w:p w14:paraId="23201D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8.1A.3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275</w:t>
      </w:r>
    </w:p>
    <w:p w14:paraId="2225E87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for UE turning off the transmitter</w:t>
      </w:r>
      <w:r>
        <w:tab/>
        <w:t>275</w:t>
      </w:r>
    </w:p>
    <w:p w14:paraId="235521B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8.1A.5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275</w:t>
      </w:r>
    </w:p>
    <w:p w14:paraId="13FBFB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8.1A.6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radio link monitoring</w:t>
      </w:r>
      <w:r>
        <w:tab/>
        <w:t>275</w:t>
      </w:r>
    </w:p>
    <w:p w14:paraId="44F494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8.1A.6.3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radio link monitoring on FR2-2</w:t>
      </w:r>
      <w:r>
        <w:tab/>
        <w:t>276</w:t>
      </w:r>
    </w:p>
    <w:p w14:paraId="75E5E7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8.1A.6.4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radio link monitoring on FR1 or FR2-2 in case of FR1-FR2-2 inter-band CA</w:t>
      </w:r>
      <w:r>
        <w:rPr>
          <w:rFonts w:eastAsia="Malgun Gothic"/>
          <w:lang w:eastAsia="zh-CN"/>
        </w:rPr>
        <w:t xml:space="preserve"> and NR-DC</w:t>
      </w:r>
      <w:r>
        <w:tab/>
        <w:t>277</w:t>
      </w:r>
    </w:p>
    <w:p w14:paraId="0FE29F3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8.1B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for RedCap</w:t>
      </w:r>
      <w:r>
        <w:tab/>
        <w:t>277</w:t>
      </w:r>
    </w:p>
    <w:p w14:paraId="0402A9D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277</w:t>
      </w:r>
    </w:p>
    <w:p w14:paraId="7539908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radio link monitoring</w:t>
      </w:r>
      <w:r>
        <w:tab/>
        <w:t>278</w:t>
      </w:r>
    </w:p>
    <w:p w14:paraId="3C6AE14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278</w:t>
      </w:r>
    </w:p>
    <w:p w14:paraId="6B50AD2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279</w:t>
      </w:r>
    </w:p>
    <w:p w14:paraId="11101E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8.1B.2.3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SSB based RLM</w:t>
      </w:r>
      <w:r>
        <w:tab/>
        <w:t>281</w:t>
      </w:r>
    </w:p>
    <w:p w14:paraId="32763EA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radio link monitoring</w:t>
      </w:r>
      <w:r>
        <w:tab/>
        <w:t>281</w:t>
      </w:r>
    </w:p>
    <w:p w14:paraId="7D4E31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281</w:t>
      </w:r>
    </w:p>
    <w:p w14:paraId="3BD4D61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282</w:t>
      </w:r>
    </w:p>
    <w:p w14:paraId="6F2566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8.1B.3.3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based RLM</w:t>
      </w:r>
      <w:r>
        <w:tab/>
        <w:t>285</w:t>
      </w:r>
    </w:p>
    <w:p w14:paraId="08CACD1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285</w:t>
      </w:r>
    </w:p>
    <w:p w14:paraId="67299B9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8.1B.5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for UE turning off the transmitter</w:t>
      </w:r>
      <w:r>
        <w:tab/>
        <w:t>286</w:t>
      </w:r>
    </w:p>
    <w:p w14:paraId="424262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286</w:t>
      </w:r>
    </w:p>
    <w:p w14:paraId="07CA55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8.1B.7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radio link monitoring</w:t>
      </w:r>
      <w:r>
        <w:tab/>
        <w:t>286</w:t>
      </w:r>
    </w:p>
    <w:p w14:paraId="783BC0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8.1B.7.1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same subcarrier spacing as PDSCH/PDCCH on FR1</w:t>
      </w:r>
      <w:r>
        <w:tab/>
        <w:t>286</w:t>
      </w:r>
    </w:p>
    <w:p w14:paraId="2748D4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8.1B.7.2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different subcarrier spacing than PDSCH/PDCCH on FR1</w:t>
      </w:r>
      <w:r>
        <w:tab/>
        <w:t>286</w:t>
      </w:r>
    </w:p>
    <w:p w14:paraId="301B23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8.1B.7.3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on FR2</w:t>
      </w:r>
      <w:r>
        <w:tab/>
        <w:t>287</w:t>
      </w:r>
    </w:p>
    <w:p w14:paraId="1C40647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</w:t>
      </w:r>
      <w:r>
        <w:rPr>
          <w:lang w:eastAsia="zh-CN"/>
        </w:rPr>
        <w:t>C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for Satellite Access</w:t>
      </w:r>
      <w:r>
        <w:tab/>
        <w:t>287</w:t>
      </w:r>
    </w:p>
    <w:p w14:paraId="6D5C2F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287</w:t>
      </w:r>
    </w:p>
    <w:p w14:paraId="04A3D4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radio link monitoring</w:t>
      </w:r>
      <w:r>
        <w:tab/>
        <w:t>288</w:t>
      </w:r>
    </w:p>
    <w:p w14:paraId="1C0C95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8.1C.2.1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288</w:t>
      </w:r>
    </w:p>
    <w:p w14:paraId="29C1E8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8.1C.2.2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289</w:t>
      </w:r>
    </w:p>
    <w:p w14:paraId="0F0EF9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8.1C.2.3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SSB based RLM</w:t>
      </w:r>
      <w:r>
        <w:tab/>
        <w:t>290</w:t>
      </w:r>
    </w:p>
    <w:p w14:paraId="4C88171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radio link monitoring</w:t>
      </w:r>
      <w:r>
        <w:tab/>
        <w:t>290</w:t>
      </w:r>
    </w:p>
    <w:p w14:paraId="1BEBE0F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8.1C.3.1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290</w:t>
      </w:r>
    </w:p>
    <w:p w14:paraId="43235D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8.1C.3.2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291</w:t>
      </w:r>
    </w:p>
    <w:p w14:paraId="3EBC0B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8.1C.3.3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based RLM</w:t>
      </w:r>
      <w:r>
        <w:tab/>
        <w:t>292</w:t>
      </w:r>
    </w:p>
    <w:p w14:paraId="4F07A0C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292</w:t>
      </w:r>
    </w:p>
    <w:p w14:paraId="72AF39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8.1C.5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for UE turning off the transmitter</w:t>
      </w:r>
      <w:r>
        <w:tab/>
        <w:t>293</w:t>
      </w:r>
    </w:p>
    <w:p w14:paraId="474C027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293</w:t>
      </w:r>
    </w:p>
    <w:p w14:paraId="4A0783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8.1C.7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radio link monitoring</w:t>
      </w:r>
      <w:r>
        <w:tab/>
        <w:t>293</w:t>
      </w:r>
    </w:p>
    <w:p w14:paraId="1D3EFC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8.1C.7.1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same subcarrier spacing as PDSCH/PDCCH on FR1</w:t>
      </w:r>
      <w:r>
        <w:tab/>
        <w:t>293</w:t>
      </w:r>
    </w:p>
    <w:p w14:paraId="145E47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8.1C.7.2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radio link monitoring with a different subcarrier spacing than PDSCH/PDCCH on FR1</w:t>
      </w:r>
      <w:r>
        <w:tab/>
        <w:t>293</w:t>
      </w:r>
    </w:p>
    <w:p w14:paraId="7FFB5F8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294</w:t>
      </w:r>
    </w:p>
    <w:p w14:paraId="698C18C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8.2.1</w:t>
      </w:r>
      <w:r>
        <w:rPr>
          <w:rFonts w:ascii="Calibri" w:eastAsia="Malgun Gothic" w:hAnsi="Calibri"/>
          <w:sz w:val="22"/>
          <w:szCs w:val="22"/>
        </w:rPr>
        <w:tab/>
      </w:r>
      <w:r>
        <w:t>EN-DC Interruption</w:t>
      </w:r>
      <w:r>
        <w:tab/>
        <w:t>294</w:t>
      </w:r>
    </w:p>
    <w:p w14:paraId="3EA066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294</w:t>
      </w:r>
    </w:p>
    <w:p w14:paraId="2A7D00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295</w:t>
      </w:r>
    </w:p>
    <w:p w14:paraId="188DD5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transitions between active and non-active during DRX</w:t>
      </w:r>
      <w:r>
        <w:tab/>
        <w:t>295</w:t>
      </w:r>
    </w:p>
    <w:p w14:paraId="1431BA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transitions from non-DRX to DRX</w:t>
      </w:r>
      <w:r>
        <w:tab/>
        <w:t>295</w:t>
      </w:r>
    </w:p>
    <w:p w14:paraId="52D01F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addition/release</w:t>
      </w:r>
      <w:r>
        <w:tab/>
        <w:t>295</w:t>
      </w:r>
    </w:p>
    <w:p w14:paraId="154CBA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</w:t>
      </w:r>
      <w:r>
        <w:tab/>
        <w:t>296</w:t>
      </w:r>
    </w:p>
    <w:p w14:paraId="3B9283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8.2.1.2.5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SCC</w:t>
      </w:r>
      <w:r>
        <w:tab/>
        <w:t>297</w:t>
      </w:r>
    </w:p>
    <w:p w14:paraId="7ECC3D5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measurements on deactivated NR SCC</w:t>
      </w:r>
      <w:r>
        <w:tab/>
        <w:t>297</w:t>
      </w:r>
    </w:p>
    <w:p w14:paraId="7C5AED8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measurements on deactivated E-UTRAN SCC</w:t>
      </w:r>
      <w:r>
        <w:tab/>
        <w:t>297</w:t>
      </w:r>
    </w:p>
    <w:p w14:paraId="47573EA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CQI measurements on dormant E-UTRAN SCell</w:t>
      </w:r>
      <w:r>
        <w:tab/>
        <w:t>298</w:t>
      </w:r>
    </w:p>
    <w:p w14:paraId="790BEBE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8.2.1.2.5.4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RRM measurements on dormant E-UTRAN SCC</w:t>
      </w:r>
      <w:r>
        <w:tab/>
        <w:t>298</w:t>
      </w:r>
    </w:p>
    <w:p w14:paraId="5964F4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UL carrier RRC reconfiguration</w:t>
      </w:r>
      <w:r>
        <w:tab/>
        <w:t>299</w:t>
      </w:r>
    </w:p>
    <w:p w14:paraId="110C48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8.2.1.2.7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Active BWP switching Requirement</w:t>
      </w:r>
      <w:r>
        <w:tab/>
        <w:t>299</w:t>
      </w:r>
    </w:p>
    <w:p w14:paraId="1F4534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direct SCell activation and hibernation</w:t>
      </w:r>
      <w:r>
        <w:tab/>
        <w:t>300</w:t>
      </w:r>
    </w:p>
    <w:p w14:paraId="3D079D6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direct SCell activation and hibernation of E-UTRA SCell</w:t>
      </w:r>
      <w:r>
        <w:tab/>
        <w:t>300</w:t>
      </w:r>
    </w:p>
    <w:p w14:paraId="682F293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direct SCell activation</w:t>
      </w:r>
      <w:r>
        <w:tab/>
        <w:t>300</w:t>
      </w:r>
    </w:p>
    <w:p w14:paraId="744D6C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hibernation</w:t>
      </w:r>
      <w:r>
        <w:tab/>
        <w:t>301</w:t>
      </w:r>
    </w:p>
    <w:p w14:paraId="594C95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8.2.1.2.10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 with multiple downlink SCells</w:t>
      </w:r>
      <w:r>
        <w:tab/>
        <w:t>301</w:t>
      </w:r>
    </w:p>
    <w:p w14:paraId="69FD3C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8.2.1.2.11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UE-specific CBW change</w:t>
      </w:r>
      <w:r>
        <w:tab/>
        <w:t>301</w:t>
      </w:r>
    </w:p>
    <w:p w14:paraId="331169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carrier based switching</w:t>
      </w:r>
      <w:r>
        <w:tab/>
        <w:t>301</w:t>
      </w:r>
    </w:p>
    <w:p w14:paraId="3E1B3A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E-UTRA SRS carrier based switching</w:t>
      </w:r>
      <w:r>
        <w:tab/>
        <w:t>303</w:t>
      </w:r>
    </w:p>
    <w:p w14:paraId="359ECC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8.2.1.2.14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switching between two uplink carriers</w:t>
      </w:r>
      <w:r>
        <w:tab/>
        <w:t>304</w:t>
      </w:r>
    </w:p>
    <w:p w14:paraId="280DED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8.2.1.2.15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SCell dormancy</w:t>
      </w:r>
      <w:r>
        <w:tab/>
        <w:t>304</w:t>
      </w:r>
    </w:p>
    <w:p w14:paraId="396E0FB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8.2.1.2.15.1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SCell dormancy switch</w:t>
      </w:r>
      <w:r>
        <w:tab/>
        <w:t>304</w:t>
      </w:r>
    </w:p>
    <w:p w14:paraId="4E5DBF2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8.2.1.2.15.2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CQI measurements during SCell dormancy</w:t>
      </w:r>
      <w:r>
        <w:tab/>
        <w:t>304</w:t>
      </w:r>
    </w:p>
    <w:p w14:paraId="7D7B865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8.2.1.2.15.3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RRM measurements during SCell dormancy</w:t>
      </w:r>
      <w:r>
        <w:tab/>
        <w:t>305</w:t>
      </w:r>
    </w:p>
    <w:p w14:paraId="06DEDB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8.2.1.2.16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NR cell with autonomous gaps</w:t>
      </w:r>
      <w:r>
        <w:tab/>
        <w:t>305</w:t>
      </w:r>
    </w:p>
    <w:p w14:paraId="2EA05A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8.2.1.2.17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E-UTRA cell with autonomous gaps</w:t>
      </w:r>
      <w:r>
        <w:tab/>
        <w:t>305</w:t>
      </w:r>
    </w:p>
    <w:p w14:paraId="58AD17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antenna port switching</w:t>
      </w:r>
      <w:r>
        <w:tab/>
        <w:t>306</w:t>
      </w:r>
    </w:p>
    <w:p w14:paraId="03638A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8.2.1.2.19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fast SCell activation</w:t>
      </w:r>
      <w:r>
        <w:tab/>
        <w:t>307</w:t>
      </w:r>
    </w:p>
    <w:p w14:paraId="1CC59D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8.2.1.2.20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PUCCH SCell activation/deactivation</w:t>
      </w:r>
      <w:r>
        <w:tab/>
        <w:t>308</w:t>
      </w:r>
    </w:p>
    <w:p w14:paraId="643836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8.2.2</w:t>
      </w:r>
      <w:r>
        <w:rPr>
          <w:rFonts w:ascii="Calibri" w:eastAsia="Malgun Gothic" w:hAnsi="Calibri"/>
          <w:sz w:val="22"/>
          <w:szCs w:val="22"/>
        </w:rPr>
        <w:tab/>
      </w:r>
      <w:r>
        <w:t>SA: Interruptions with Standalone NR Carrier Aggregation</w:t>
      </w:r>
      <w:r>
        <w:tab/>
        <w:t>308</w:t>
      </w:r>
    </w:p>
    <w:p w14:paraId="5B8FC82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308</w:t>
      </w:r>
    </w:p>
    <w:p w14:paraId="35FD8EF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309</w:t>
      </w:r>
    </w:p>
    <w:p w14:paraId="5B61EE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addition/release</w:t>
      </w:r>
      <w:r>
        <w:tab/>
        <w:t>309</w:t>
      </w:r>
    </w:p>
    <w:p w14:paraId="5715BE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</w:t>
      </w:r>
      <w:r>
        <w:tab/>
        <w:t>310</w:t>
      </w:r>
    </w:p>
    <w:p w14:paraId="784388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deactivated SCC</w:t>
      </w:r>
      <w:r>
        <w:tab/>
        <w:t>311</w:t>
      </w:r>
    </w:p>
    <w:p w14:paraId="68C27C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UL carrier RRC reconfiguration</w:t>
      </w:r>
      <w:r>
        <w:tab/>
        <w:t>312</w:t>
      </w:r>
    </w:p>
    <w:p w14:paraId="082E2F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8.2.2.2.5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Active BWP switching Requirement</w:t>
      </w:r>
      <w:r>
        <w:tab/>
        <w:t>312</w:t>
      </w:r>
    </w:p>
    <w:p w14:paraId="6EEA09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inter-frequency SFTD measurement</w:t>
      </w:r>
      <w:r>
        <w:tab/>
        <w:t>313</w:t>
      </w:r>
    </w:p>
    <w:p w14:paraId="2388BF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 with multiple downlink SCells</w:t>
      </w:r>
      <w:r>
        <w:tab/>
        <w:t>315</w:t>
      </w:r>
    </w:p>
    <w:p w14:paraId="5031BE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8.2.2.2.8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UE-specific CBW change</w:t>
      </w:r>
      <w:r>
        <w:tab/>
        <w:t>315</w:t>
      </w:r>
    </w:p>
    <w:p w14:paraId="1F71E7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carrier based switching</w:t>
      </w:r>
      <w:r>
        <w:tab/>
        <w:t>315</w:t>
      </w:r>
    </w:p>
    <w:p w14:paraId="6FD11D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8.2.2.2.10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UE switching between two uplink carriers</w:t>
      </w:r>
      <w:r>
        <w:tab/>
        <w:t>317</w:t>
      </w:r>
    </w:p>
    <w:p w14:paraId="44703D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8.2.2.2.10A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UE switching between two uplink carriers with two transmit antenna connectors</w:t>
      </w:r>
      <w:r>
        <w:tab/>
        <w:t>317</w:t>
      </w:r>
    </w:p>
    <w:p w14:paraId="21037B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8.2.2.2.10B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UE switching between one uplink band with one transmit antenna connector and one uplink band with two transmit antenna connectors</w:t>
      </w:r>
      <w:r>
        <w:tab/>
        <w:t>318</w:t>
      </w:r>
    </w:p>
    <w:p w14:paraId="1DB4C3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8.2.2.2.10C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UE switching between two uplink bands with two transmit antenna connectors</w:t>
      </w:r>
      <w:r>
        <w:tab/>
        <w:t>318</w:t>
      </w:r>
    </w:p>
    <w:p w14:paraId="3AC77C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direct SCell activation</w:t>
      </w:r>
      <w:r>
        <w:tab/>
        <w:t>318</w:t>
      </w:r>
    </w:p>
    <w:p w14:paraId="1212CB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SCell dormancy</w:t>
      </w:r>
      <w:r>
        <w:tab/>
        <w:t>319</w:t>
      </w:r>
    </w:p>
    <w:p w14:paraId="761AB18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8.2.2.2.12.1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SCell dormancy switch</w:t>
      </w:r>
      <w:r>
        <w:tab/>
        <w:t>319</w:t>
      </w:r>
    </w:p>
    <w:p w14:paraId="7919AAA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8.2.2.2.12.2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CQI measurements during SCell dormancy</w:t>
      </w:r>
      <w:r>
        <w:tab/>
        <w:t>319</w:t>
      </w:r>
    </w:p>
    <w:p w14:paraId="68B40F5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8.2.2.2.12.3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RRM measurements during SCell dormancy</w:t>
      </w:r>
      <w:r>
        <w:tab/>
        <w:t>319</w:t>
      </w:r>
    </w:p>
    <w:p w14:paraId="5EBDA4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at transitions between active and non-active during DRX</w:t>
      </w:r>
      <w:r>
        <w:tab/>
        <w:t>319</w:t>
      </w:r>
    </w:p>
    <w:p w14:paraId="2C6E9D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8.2.2.2.14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NR cell with autonomous gaps</w:t>
      </w:r>
      <w:r>
        <w:tab/>
        <w:t>319</w:t>
      </w:r>
    </w:p>
    <w:p w14:paraId="2A9F13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8.2.2.2.15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E-UTRA cell with autonomous gaps</w:t>
      </w:r>
      <w:r>
        <w:tab/>
        <w:t>320</w:t>
      </w:r>
    </w:p>
    <w:p w14:paraId="33C750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antenna port switching</w:t>
      </w:r>
      <w:r>
        <w:tab/>
        <w:t>320</w:t>
      </w:r>
    </w:p>
    <w:p w14:paraId="00616A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fast SCell activation</w:t>
      </w:r>
      <w:r>
        <w:tab/>
        <w:t>321</w:t>
      </w:r>
    </w:p>
    <w:p w14:paraId="343E9A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8.2.2.2.18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PUCCH SCell activation/deactivation</w:t>
      </w:r>
      <w:r>
        <w:tab/>
        <w:t>322</w:t>
      </w:r>
    </w:p>
    <w:p w14:paraId="60B9BB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8.2.3</w:t>
      </w:r>
      <w:r>
        <w:rPr>
          <w:rFonts w:ascii="Calibri" w:eastAsia="Malgun Gothic" w:hAnsi="Calibri"/>
          <w:sz w:val="22"/>
          <w:szCs w:val="22"/>
        </w:rPr>
        <w:tab/>
      </w:r>
      <w:r>
        <w:t>NE-DC Interruptions</w:t>
      </w:r>
      <w:r>
        <w:tab/>
        <w:t>322</w:t>
      </w:r>
    </w:p>
    <w:p w14:paraId="505168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322</w:t>
      </w:r>
    </w:p>
    <w:p w14:paraId="5E24F5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323</w:t>
      </w:r>
    </w:p>
    <w:p w14:paraId="4AE7B7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transitions between active and non-active during DRX</w:t>
      </w:r>
      <w:r>
        <w:tab/>
        <w:t>323</w:t>
      </w:r>
    </w:p>
    <w:p w14:paraId="367A7A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transitions from non-DRX to DRX</w:t>
      </w:r>
      <w:r>
        <w:tab/>
        <w:t>323</w:t>
      </w:r>
    </w:p>
    <w:p w14:paraId="13CC13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PSCell/SCell addition/release</w:t>
      </w:r>
      <w:r>
        <w:tab/>
        <w:t>323</w:t>
      </w:r>
    </w:p>
    <w:p w14:paraId="170856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</w:t>
      </w:r>
      <w:r>
        <w:tab/>
        <w:t>325</w:t>
      </w:r>
    </w:p>
    <w:p w14:paraId="35F3EB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8.2.3.2.5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SCC</w:t>
      </w:r>
      <w:r>
        <w:tab/>
        <w:t>326</w:t>
      </w:r>
    </w:p>
    <w:p w14:paraId="69AF7C9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8.2.3.2.5.1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measurements on deactivated NR SCC</w:t>
      </w:r>
      <w:r>
        <w:tab/>
        <w:t>326</w:t>
      </w:r>
    </w:p>
    <w:p w14:paraId="0C4C0A0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8.2.3.2.5.2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measurements on deactivated E-UTRAN SCC</w:t>
      </w:r>
      <w:r>
        <w:tab/>
        <w:t>326</w:t>
      </w:r>
    </w:p>
    <w:p w14:paraId="5C2A29A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8.2.3.2.5.3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CQI measurements on dormant E-UTRAN SCC</w:t>
      </w:r>
      <w:r>
        <w:tab/>
        <w:t>327</w:t>
      </w:r>
    </w:p>
    <w:p w14:paraId="588BD2F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8.2.3.2.5.4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during RRM measurements on dormant E-UTRAN SCC</w:t>
      </w:r>
      <w:r>
        <w:tab/>
        <w:t>327</w:t>
      </w:r>
    </w:p>
    <w:p w14:paraId="072920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UL carrier RRC reconfiguration</w:t>
      </w:r>
      <w:r>
        <w:tab/>
        <w:t>327</w:t>
      </w:r>
    </w:p>
    <w:p w14:paraId="4FD1A9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8.2.3.2.7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due to Active BWP switching Requirement</w:t>
      </w:r>
      <w:r>
        <w:tab/>
        <w:t>328</w:t>
      </w:r>
    </w:p>
    <w:p w14:paraId="396E86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direct SCell activation and hibernation</w:t>
      </w:r>
      <w:r>
        <w:tab/>
        <w:t>328</w:t>
      </w:r>
    </w:p>
    <w:p w14:paraId="60359E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hibernation</w:t>
      </w:r>
      <w:r>
        <w:tab/>
        <w:t>328</w:t>
      </w:r>
    </w:p>
    <w:p w14:paraId="040A46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8.2.3.2.10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 with multiple downlink SCells</w:t>
      </w:r>
      <w:r>
        <w:tab/>
        <w:t>329</w:t>
      </w:r>
    </w:p>
    <w:p w14:paraId="19343D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Interruptions at NR SRS carrier based switching</w:t>
      </w:r>
      <w:r>
        <w:tab/>
        <w:t>329</w:t>
      </w:r>
    </w:p>
    <w:p w14:paraId="0439F6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Interruptions at E-UTRA SRS carrier based switching</w:t>
      </w:r>
      <w:r>
        <w:tab/>
        <w:t>330</w:t>
      </w:r>
    </w:p>
    <w:p w14:paraId="3EC4FB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SCell dormancy</w:t>
      </w:r>
      <w:r>
        <w:tab/>
        <w:t>331</w:t>
      </w:r>
    </w:p>
    <w:p w14:paraId="25F576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8.2.3.2.14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NR cell with autonomous gaps</w:t>
      </w:r>
      <w:r>
        <w:tab/>
        <w:t>332</w:t>
      </w:r>
    </w:p>
    <w:p w14:paraId="54C642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8.2.3.2.15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Calibri"/>
        </w:rPr>
        <w:t xml:space="preserve"> </w:t>
      </w:r>
      <w:r>
        <w:t>Interruptions when identifying CGI of an E-UTRA cell with autonomous gaps</w:t>
      </w:r>
      <w:r>
        <w:tab/>
        <w:t>332</w:t>
      </w:r>
    </w:p>
    <w:p w14:paraId="54E96D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fast SCell activation</w:t>
      </w:r>
      <w:r>
        <w:tab/>
        <w:t>334</w:t>
      </w:r>
    </w:p>
    <w:p w14:paraId="1A0CE5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8.2.3.2.18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UE-specific CBW change</w:t>
      </w:r>
      <w:r>
        <w:tab/>
        <w:t>334</w:t>
      </w:r>
    </w:p>
    <w:p w14:paraId="7BD22C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8.2.3.2.19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PUCCH SCell activation/deactivation</w:t>
      </w:r>
      <w:r>
        <w:tab/>
        <w:t>335</w:t>
      </w:r>
    </w:p>
    <w:p w14:paraId="48FD456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8.2.4</w:t>
      </w:r>
      <w:r>
        <w:rPr>
          <w:rFonts w:ascii="Calibri" w:eastAsia="Malgun Gothic" w:hAnsi="Calibri"/>
          <w:sz w:val="22"/>
          <w:szCs w:val="22"/>
        </w:rPr>
        <w:tab/>
      </w:r>
      <w:r>
        <w:t>NR-DC: Interruptions</w:t>
      </w:r>
      <w:r>
        <w:tab/>
        <w:t>335</w:t>
      </w:r>
    </w:p>
    <w:p w14:paraId="375B60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335</w:t>
      </w:r>
    </w:p>
    <w:p w14:paraId="478A17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8.2.4.2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336</w:t>
      </w:r>
    </w:p>
    <w:p w14:paraId="17A441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PSCell/SCell addition/release</w:t>
      </w:r>
      <w:r>
        <w:tab/>
        <w:t>336</w:t>
      </w:r>
    </w:p>
    <w:p w14:paraId="136F6A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</w:t>
      </w:r>
      <w:r>
        <w:tab/>
        <w:t>337</w:t>
      </w:r>
    </w:p>
    <w:p w14:paraId="345405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SCC</w:t>
      </w:r>
      <w:r>
        <w:tab/>
        <w:t>338</w:t>
      </w:r>
    </w:p>
    <w:p w14:paraId="16681C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UL carrier RRC reconfiguration</w:t>
      </w:r>
      <w:r>
        <w:tab/>
        <w:t>338</w:t>
      </w:r>
    </w:p>
    <w:p w14:paraId="330F75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8.2.4.2.5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due to Active BWP switching Requirement</w:t>
      </w:r>
      <w:r>
        <w:tab/>
        <w:t>339</w:t>
      </w:r>
    </w:p>
    <w:p w14:paraId="73188B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8.2.4.2.6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Interruptions at transitions between active and non-active during DRX</w:t>
      </w:r>
      <w:r>
        <w:tab/>
        <w:t>339</w:t>
      </w:r>
    </w:p>
    <w:p w14:paraId="0FA6AA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8.2.4.2.7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Interruptions at transitions from non-DRX to DRX</w:t>
      </w:r>
      <w:r>
        <w:tab/>
        <w:t>339</w:t>
      </w:r>
    </w:p>
    <w:p w14:paraId="07E305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SCell activation/deactivation with multiple downlink SCells</w:t>
      </w:r>
      <w:r>
        <w:tab/>
        <w:t>340</w:t>
      </w:r>
    </w:p>
    <w:p w14:paraId="2B43F9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8.2.4.2.9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carrier based switching</w:t>
      </w:r>
      <w:r>
        <w:tab/>
        <w:t>340</w:t>
      </w:r>
    </w:p>
    <w:p w14:paraId="69BF64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8.2.4.2.10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direct SCell activation</w:t>
      </w:r>
      <w:r>
        <w:tab/>
        <w:t>341</w:t>
      </w:r>
    </w:p>
    <w:p w14:paraId="6E7A7E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8.2.4.2.11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NR cell with autonomous gaps</w:t>
      </w:r>
      <w:r>
        <w:tab/>
        <w:t>342</w:t>
      </w:r>
    </w:p>
    <w:p w14:paraId="6C488E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8.2.4.2.12</w:t>
      </w:r>
      <w:r>
        <w:rPr>
          <w:rFonts w:ascii="Calibri" w:eastAsia="Malgun Gothic" w:hAnsi="Calibri"/>
          <w:sz w:val="22"/>
          <w:szCs w:val="22"/>
        </w:rPr>
        <w:tab/>
      </w:r>
      <w:r>
        <w:t>Interruptions when identifying CGI of an E-UTRA cell with autonomous gaps</w:t>
      </w:r>
      <w:r>
        <w:tab/>
        <w:t>342</w:t>
      </w:r>
    </w:p>
    <w:p w14:paraId="36801C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8.2.4.2.13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Calibri"/>
        </w:rPr>
        <w:t xml:space="preserve"> </w:t>
      </w:r>
      <w:r>
        <w:t>Interruptions due to SCell dormancy</w:t>
      </w:r>
      <w:r>
        <w:tab/>
        <w:t>343</w:t>
      </w:r>
    </w:p>
    <w:p w14:paraId="6BD785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SRS antenna port switching</w:t>
      </w:r>
      <w:r>
        <w:tab/>
        <w:t>343</w:t>
      </w:r>
    </w:p>
    <w:p w14:paraId="461792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Interruptions at fast SCell activation</w:t>
      </w:r>
      <w:r>
        <w:tab/>
        <w:t>344</w:t>
      </w:r>
    </w:p>
    <w:p w14:paraId="11647E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8.2.4.2.16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SCG activation/deactivation</w:t>
      </w:r>
      <w:r>
        <w:tab/>
        <w:t>345</w:t>
      </w:r>
    </w:p>
    <w:p w14:paraId="57605B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8.2.4.2.17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due to RRM measurements on deactivated SCG</w:t>
      </w:r>
      <w:r>
        <w:tab/>
        <w:t>345</w:t>
      </w:r>
    </w:p>
    <w:p w14:paraId="269A9B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lang w:eastAsia="zh-CN"/>
        </w:rPr>
        <w:lastRenderedPageBreak/>
        <w:t>8.2.4.2.18 Interruptions during RLM</w:t>
      </w:r>
      <w:r w:rsidRPr="00825DA5">
        <w:rPr>
          <w:rFonts w:cs="Arial"/>
          <w:lang w:val="en-US" w:eastAsia="zh-CN"/>
        </w:rPr>
        <w:t xml:space="preserve">/BFD </w:t>
      </w:r>
      <w:r w:rsidRPr="00825DA5">
        <w:rPr>
          <w:rFonts w:cs="Arial"/>
          <w:lang w:eastAsia="zh-CN"/>
        </w:rPr>
        <w:t>measurements on deactivated PScell</w:t>
      </w:r>
      <w:r>
        <w:tab/>
        <w:t>346</w:t>
      </w:r>
    </w:p>
    <w:p w14:paraId="144B1A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8.2.4.2.19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Interruptions due to UE-specific CBW change</w:t>
      </w:r>
      <w:r>
        <w:tab/>
        <w:t>346</w:t>
      </w:r>
    </w:p>
    <w:p w14:paraId="2054786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8.2.4.2A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346</w:t>
      </w:r>
    </w:p>
    <w:p w14:paraId="639C92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8.2.4.2A.1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346</w:t>
      </w:r>
    </w:p>
    <w:p w14:paraId="08BCE0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8.2.4.2A.2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346</w:t>
      </w:r>
    </w:p>
    <w:p w14:paraId="50EADE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8.2.4.2A.3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346</w:t>
      </w:r>
    </w:p>
    <w:p w14:paraId="5D6502A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346</w:t>
      </w:r>
    </w:p>
    <w:p w14:paraId="0723737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346</w:t>
      </w:r>
    </w:p>
    <w:p w14:paraId="7611A2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Activation Delay Requirement for Deactivated SCell</w:t>
      </w:r>
      <w:r>
        <w:tab/>
        <w:t>346</w:t>
      </w:r>
    </w:p>
    <w:p w14:paraId="1D8B55E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Deactivation Delay Requirement for Activated SCell</w:t>
      </w:r>
      <w:r>
        <w:tab/>
        <w:t>351</w:t>
      </w:r>
    </w:p>
    <w:p w14:paraId="056B96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Direct SCell Activation at SCell addition</w:t>
      </w:r>
      <w:r>
        <w:tab/>
        <w:t>351</w:t>
      </w:r>
    </w:p>
    <w:p w14:paraId="0B79719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8.3.5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Direct SCell Activation at Handover</w:t>
      </w:r>
      <w:r>
        <w:tab/>
        <w:t>353</w:t>
      </w:r>
    </w:p>
    <w:p w14:paraId="4D074D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Activation Delay Requirement for Deactivated SCell with Multiple Downlink SCells</w:t>
      </w:r>
      <w:r>
        <w:tab/>
        <w:t>354</w:t>
      </w:r>
    </w:p>
    <w:p w14:paraId="2C25AE7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Deactivation Delay Requirement for Activated SCell with Multiple Downlink SCells</w:t>
      </w:r>
      <w:r>
        <w:tab/>
        <w:t>358</w:t>
      </w:r>
    </w:p>
    <w:p w14:paraId="3CA30B2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8.3.9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Direct SCell Activation of Multiple Downlink SCells at SCell addition</w:t>
      </w:r>
      <w:r>
        <w:tab/>
        <w:t>359</w:t>
      </w:r>
    </w:p>
    <w:p w14:paraId="55EEF38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8.3.10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Direct SCell Activation of Multiple Downlink SCells at Handover</w:t>
      </w:r>
      <w:r>
        <w:tab/>
        <w:t>360</w:t>
      </w:r>
    </w:p>
    <w:p w14:paraId="4B00D2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Activation Delay Requirement for Deactivated PUCCH SCell</w:t>
      </w:r>
      <w:r>
        <w:tab/>
        <w:t>361</w:t>
      </w:r>
    </w:p>
    <w:p w14:paraId="7996EB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lang w:val="en-US" w:eastAsia="zh-CN"/>
        </w:rPr>
        <w:t>8</w:t>
      </w:r>
      <w:r w:rsidRPr="00825DA5">
        <w:rPr>
          <w:rFonts w:eastAsia="SimSun"/>
          <w:lang w:val="en-US" w:eastAsia="ko-KR"/>
        </w:rPr>
        <w:t>.</w:t>
      </w:r>
      <w:r w:rsidRPr="00825DA5">
        <w:rPr>
          <w:rFonts w:eastAsia="SimSun"/>
          <w:lang w:val="en-US" w:eastAsia="zh-CN"/>
        </w:rPr>
        <w:t>3</w:t>
      </w:r>
      <w:r w:rsidRPr="00825DA5">
        <w:rPr>
          <w:rFonts w:eastAsia="SimSun"/>
          <w:lang w:val="en-US" w:eastAsia="ko-KR"/>
        </w:rPr>
        <w:t>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val="en-US" w:eastAsia="zh-CN"/>
        </w:rPr>
        <w:t>SCell activation delay Requirement for Deactivated PUCCH SCell with Multiple SCells</w:t>
      </w:r>
      <w:r>
        <w:tab/>
        <w:t>364</w:t>
      </w:r>
    </w:p>
    <w:p w14:paraId="2DE6EFD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  <w:lang w:eastAsia="en-US"/>
        </w:rPr>
        <w:t>8.3.13.1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eastAsia="en-US"/>
        </w:rPr>
        <w:t>Introduction</w:t>
      </w:r>
      <w:r>
        <w:tab/>
        <w:t>364</w:t>
      </w:r>
    </w:p>
    <w:p w14:paraId="0F8C033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SCell Deactivation Delay Requirement for Activated </w:t>
      </w:r>
      <w:r w:rsidRPr="00825DA5">
        <w:rPr>
          <w:lang w:val="en-US" w:eastAsia="zh-TW"/>
        </w:rPr>
        <w:t xml:space="preserve">PUCCH </w:t>
      </w:r>
      <w:r w:rsidRPr="00825DA5">
        <w:rPr>
          <w:lang w:val="en-US"/>
        </w:rPr>
        <w:t>SCell</w:t>
      </w:r>
      <w:r>
        <w:tab/>
        <w:t>366</w:t>
      </w:r>
    </w:p>
    <w:p w14:paraId="0964355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SCell Deactivation Delay Requirement for Activated </w:t>
      </w:r>
      <w:r w:rsidRPr="00825DA5">
        <w:rPr>
          <w:lang w:val="en-US" w:eastAsia="zh-TW"/>
        </w:rPr>
        <w:t xml:space="preserve">PUCCH </w:t>
      </w:r>
      <w:r w:rsidRPr="00825DA5">
        <w:rPr>
          <w:lang w:val="en-US"/>
        </w:rPr>
        <w:t>SCell with Multiple Downlink SCells</w:t>
      </w:r>
      <w:r>
        <w:tab/>
        <w:t>366</w:t>
      </w:r>
    </w:p>
    <w:p w14:paraId="645F14B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8.3.16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Fast SCell Activation Delay Requirement for Deactivated SCell</w:t>
      </w:r>
      <w:r>
        <w:tab/>
        <w:t>367</w:t>
      </w:r>
    </w:p>
    <w:p w14:paraId="2EAA563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8.3A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 in Carriers with CCA</w:t>
      </w:r>
      <w:r>
        <w:tab/>
        <w:t>369</w:t>
      </w:r>
    </w:p>
    <w:p w14:paraId="57BB775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369</w:t>
      </w:r>
    </w:p>
    <w:p w14:paraId="4DDE37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Activation Delay Requirement for Deactivated SCell</w:t>
      </w:r>
      <w:r>
        <w:tab/>
        <w:t>370</w:t>
      </w:r>
    </w:p>
    <w:p w14:paraId="60FA424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8.3A.3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SCell Deactivation Delay Requirement for Activated SCell</w:t>
      </w:r>
      <w:r>
        <w:tab/>
        <w:t>374</w:t>
      </w:r>
    </w:p>
    <w:p w14:paraId="7BCD883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UL carrier RRC reconfiguration delay</w:t>
      </w:r>
      <w:r>
        <w:tab/>
        <w:t>374</w:t>
      </w:r>
    </w:p>
    <w:p w14:paraId="16EE96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Introduction</w:t>
      </w:r>
      <w:r>
        <w:tab/>
        <w:t>374</w:t>
      </w:r>
    </w:p>
    <w:p w14:paraId="5A217EF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UE UL carrier configuration delay requirement</w:t>
      </w:r>
      <w:r>
        <w:tab/>
        <w:t>374</w:t>
      </w:r>
    </w:p>
    <w:p w14:paraId="52113E7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UL carrier deconfiguration delay requirement</w:t>
      </w:r>
      <w:r>
        <w:tab/>
        <w:t>375</w:t>
      </w:r>
    </w:p>
    <w:p w14:paraId="7A957E6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8.5</w:t>
      </w:r>
      <w:r>
        <w:rPr>
          <w:rFonts w:ascii="Calibri" w:eastAsia="Malgun Gothic" w:hAnsi="Calibri"/>
          <w:sz w:val="22"/>
          <w:szCs w:val="22"/>
        </w:rPr>
        <w:tab/>
      </w:r>
      <w:r>
        <w:t>Link Recovery Procedures</w:t>
      </w:r>
      <w:r>
        <w:tab/>
        <w:t>375</w:t>
      </w:r>
    </w:p>
    <w:p w14:paraId="541EC0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375</w:t>
      </w:r>
    </w:p>
    <w:p w14:paraId="3ACC10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8.5.1.1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 of Requirement on Link Recovery Procedures for UE configured with relaxed measurement criteria</w:t>
      </w:r>
      <w:r>
        <w:tab/>
        <w:t>376</w:t>
      </w:r>
    </w:p>
    <w:p w14:paraId="41A4869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beam failure detection</w:t>
      </w:r>
      <w:r>
        <w:tab/>
        <w:t>377</w:t>
      </w:r>
    </w:p>
    <w:p w14:paraId="5FCCD2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377</w:t>
      </w:r>
    </w:p>
    <w:p w14:paraId="4FBF20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377</w:t>
      </w:r>
    </w:p>
    <w:p w14:paraId="7258DE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beam failure detection</w:t>
      </w:r>
      <w:r>
        <w:tab/>
        <w:t>380</w:t>
      </w:r>
    </w:p>
    <w:p w14:paraId="565A43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8.5.2.4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of SSB based beam failure detection for UE fulfilling relaxed measurement criteria</w:t>
      </w:r>
      <w:r>
        <w:tab/>
        <w:t>381</w:t>
      </w:r>
    </w:p>
    <w:p w14:paraId="5FD6DDC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beam failure detection</w:t>
      </w:r>
      <w:r>
        <w:tab/>
        <w:t>382</w:t>
      </w:r>
    </w:p>
    <w:p w14:paraId="51075F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382</w:t>
      </w:r>
    </w:p>
    <w:p w14:paraId="22DA54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382</w:t>
      </w:r>
    </w:p>
    <w:p w14:paraId="2CD669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beam failure detection</w:t>
      </w:r>
      <w:r>
        <w:tab/>
        <w:t>385</w:t>
      </w:r>
    </w:p>
    <w:p w14:paraId="38A7E4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8.5.3.4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of CSI-RS based beam failure detection for UE fulfilling relaxed measurement criteria</w:t>
      </w:r>
      <w:r>
        <w:tab/>
        <w:t>386</w:t>
      </w:r>
    </w:p>
    <w:p w14:paraId="1BE9889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387</w:t>
      </w:r>
    </w:p>
    <w:p w14:paraId="6929AE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candidate beam detection</w:t>
      </w:r>
      <w:r>
        <w:tab/>
        <w:t>388</w:t>
      </w:r>
    </w:p>
    <w:p w14:paraId="7F08B3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388</w:t>
      </w:r>
    </w:p>
    <w:p w14:paraId="0BCC95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8.5.5.2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388</w:t>
      </w:r>
    </w:p>
    <w:p w14:paraId="428BCA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8.5.5.3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candidate beam detection</w:t>
      </w:r>
      <w:r>
        <w:tab/>
        <w:t>391</w:t>
      </w:r>
    </w:p>
    <w:p w14:paraId="07F04A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8.5.6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candidate beam detection</w:t>
      </w:r>
      <w:r>
        <w:tab/>
        <w:t>391</w:t>
      </w:r>
    </w:p>
    <w:p w14:paraId="28747D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391</w:t>
      </w:r>
    </w:p>
    <w:p w14:paraId="17FA2F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8.5.6.2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391</w:t>
      </w:r>
    </w:p>
    <w:p w14:paraId="73F95B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8.5.6.3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candidate beam detection</w:t>
      </w:r>
      <w:r>
        <w:tab/>
        <w:t>394</w:t>
      </w:r>
    </w:p>
    <w:p w14:paraId="4032A33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beam failure detection</w:t>
      </w:r>
      <w:r>
        <w:tab/>
        <w:t>395</w:t>
      </w:r>
    </w:p>
    <w:p w14:paraId="71ABC0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</w:t>
      </w:r>
      <w:r w:rsidRPr="00825DA5">
        <w:rPr>
          <w:rFonts w:eastAsia="?? ??"/>
          <w:lang w:eastAsia="ja-JP"/>
        </w:rPr>
        <w:t>7</w:t>
      </w:r>
      <w:r w:rsidRPr="00825DA5">
        <w:rPr>
          <w:rFonts w:eastAsia="?? ??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beam failure detection with a same subcarrier spacing as PDSCH/PDCCH on FR1</w:t>
      </w:r>
      <w:r>
        <w:tab/>
        <w:t>395</w:t>
      </w:r>
    </w:p>
    <w:p w14:paraId="64F796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</w:t>
      </w:r>
      <w:r>
        <w:rPr>
          <w:lang w:eastAsia="ja-JP"/>
        </w:rPr>
        <w:t>7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with a different subcarrier spacing than PDSCH/PDCCH on FR1</w:t>
      </w:r>
      <w:r>
        <w:tab/>
        <w:t>395</w:t>
      </w:r>
    </w:p>
    <w:p w14:paraId="0949EA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</w:t>
      </w:r>
      <w:r>
        <w:rPr>
          <w:lang w:eastAsia="ja-JP"/>
        </w:rPr>
        <w:t>7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on FR2</w:t>
      </w:r>
      <w:r>
        <w:tab/>
        <w:t>395</w:t>
      </w:r>
    </w:p>
    <w:p w14:paraId="73A613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8.5.</w:t>
      </w:r>
      <w:r>
        <w:rPr>
          <w:lang w:eastAsia="ja-JP"/>
        </w:rPr>
        <w:t>7</w:t>
      </w:r>
      <w:r>
        <w:t>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on FR1 or FR2 in case of FR1-FR2 inter-band CA</w:t>
      </w:r>
      <w:r>
        <w:rPr>
          <w:lang w:eastAsia="zh-CN"/>
        </w:rPr>
        <w:t xml:space="preserve"> and NR DC</w:t>
      </w:r>
      <w:r>
        <w:tab/>
        <w:t>396</w:t>
      </w:r>
    </w:p>
    <w:p w14:paraId="45422B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8.5.8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candidate beam detection</w:t>
      </w:r>
      <w:r>
        <w:tab/>
        <w:t>396</w:t>
      </w:r>
    </w:p>
    <w:p w14:paraId="168628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8.5.8.1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same subcarrier spacing as PDSCH/PDCCH on FR1</w:t>
      </w:r>
      <w:r>
        <w:tab/>
        <w:t>396</w:t>
      </w:r>
    </w:p>
    <w:p w14:paraId="33BAC3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8.5.8.2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396</w:t>
      </w:r>
    </w:p>
    <w:p w14:paraId="1EE244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8.5.8.3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</w:t>
      </w:r>
      <w:r>
        <w:tab/>
        <w:t>397</w:t>
      </w:r>
    </w:p>
    <w:p w14:paraId="697437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8.5.8.4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FR1 or FR2 in case of FR1-FR2 inter-band CA</w:t>
      </w:r>
      <w:r>
        <w:rPr>
          <w:lang w:eastAsia="zh-CN"/>
        </w:rPr>
        <w:t xml:space="preserve"> and NR-DC</w:t>
      </w:r>
      <w:r>
        <w:tab/>
        <w:t>397</w:t>
      </w:r>
    </w:p>
    <w:p w14:paraId="2A92E9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8.5.9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Requirements for </w:t>
      </w:r>
      <w:r>
        <w:rPr>
          <w:lang w:eastAsia="zh-TW"/>
        </w:rPr>
        <w:t>B</w:t>
      </w:r>
      <w:r>
        <w:t xml:space="preserve">eam </w:t>
      </w:r>
      <w:r>
        <w:rPr>
          <w:lang w:eastAsia="zh-TW"/>
        </w:rPr>
        <w:t>F</w:t>
      </w:r>
      <w:r>
        <w:t xml:space="preserve">ailure </w:t>
      </w:r>
      <w:r>
        <w:rPr>
          <w:lang w:eastAsia="zh-TW"/>
        </w:rPr>
        <w:t>R</w:t>
      </w:r>
      <w:r>
        <w:t>ecovery in SCell</w:t>
      </w:r>
      <w:r>
        <w:tab/>
        <w:t>398</w:t>
      </w:r>
    </w:p>
    <w:p w14:paraId="610B07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8.5.9.1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398</w:t>
      </w:r>
    </w:p>
    <w:p w14:paraId="7F363A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8.5.9.2</w:t>
      </w:r>
      <w:r>
        <w:rPr>
          <w:rFonts w:ascii="Calibri" w:eastAsia="Malgun Gothic" w:hAnsi="Calibri"/>
          <w:sz w:val="22"/>
          <w:szCs w:val="22"/>
        </w:rPr>
        <w:tab/>
      </w:r>
      <w:r>
        <w:t>Requirement</w:t>
      </w:r>
      <w:r>
        <w:tab/>
        <w:t>398</w:t>
      </w:r>
    </w:p>
    <w:p w14:paraId="5E77DE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8.5.10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 for beam failure detection</w:t>
      </w:r>
      <w:r>
        <w:tab/>
        <w:t>398</w:t>
      </w:r>
    </w:p>
    <w:p w14:paraId="37ABCB7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Link Recovery Procedures when CCA is used on target frequency</w:t>
      </w:r>
      <w:r>
        <w:tab/>
        <w:t>398</w:t>
      </w:r>
    </w:p>
    <w:p w14:paraId="54A9A8B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398</w:t>
      </w:r>
    </w:p>
    <w:p w14:paraId="0BBB34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Requirements for SSB based beam failure detection</w:t>
      </w:r>
      <w:r>
        <w:tab/>
        <w:t>399</w:t>
      </w:r>
    </w:p>
    <w:p w14:paraId="27EB23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  <w:lang w:val="en-US"/>
        </w:rPr>
        <w:t>8.5A.2.1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399</w:t>
      </w:r>
    </w:p>
    <w:p w14:paraId="02B9C0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  <w:lang w:val="en-US"/>
        </w:rPr>
        <w:t>8.5A.2.2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Minimum requirement</w:t>
      </w:r>
      <w:r>
        <w:tab/>
        <w:t>400</w:t>
      </w:r>
    </w:p>
    <w:p w14:paraId="2B2323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Measurement restriction for SSB based beam failure detection</w:t>
      </w:r>
      <w:r>
        <w:tab/>
        <w:t>402</w:t>
      </w:r>
    </w:p>
    <w:p w14:paraId="7E0EB76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402</w:t>
      </w:r>
    </w:p>
    <w:p w14:paraId="159F37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Minimum requirement for L1 indication</w:t>
      </w:r>
      <w:r>
        <w:tab/>
        <w:t>402</w:t>
      </w:r>
    </w:p>
    <w:p w14:paraId="183222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Requirements for SSB based candidate beam detection</w:t>
      </w:r>
      <w:r>
        <w:tab/>
        <w:t>403</w:t>
      </w:r>
    </w:p>
    <w:p w14:paraId="5650E5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  <w:lang w:val="en-US"/>
        </w:rPr>
        <w:t>8.5A.5.1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403</w:t>
      </w:r>
    </w:p>
    <w:p w14:paraId="788AC3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  <w:lang w:val="en-US"/>
        </w:rPr>
        <w:t>8.5A.5.2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Minimum requirement</w:t>
      </w:r>
      <w:r>
        <w:tab/>
        <w:t>403</w:t>
      </w:r>
    </w:p>
    <w:p w14:paraId="7E8858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Measurement restriction for SSB based candidate beam detection</w:t>
      </w:r>
      <w:r>
        <w:tab/>
        <w:t>405</w:t>
      </w:r>
    </w:p>
    <w:p w14:paraId="4FB87D0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406</w:t>
      </w:r>
    </w:p>
    <w:p w14:paraId="73A104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of UE during beam failure detection</w:t>
      </w:r>
      <w:r>
        <w:tab/>
        <w:t>406</w:t>
      </w:r>
    </w:p>
    <w:p w14:paraId="032936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</w:t>
      </w:r>
      <w:r w:rsidRPr="00825DA5">
        <w:rPr>
          <w:lang w:val="en-US" w:eastAsia="ja-JP"/>
        </w:rPr>
        <w:t>7</w:t>
      </w:r>
      <w:r w:rsidRPr="00825DA5">
        <w:rPr>
          <w:lang w:val="en-US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of UE performing beam failure detection with a same subcarrier spacing as PDSCH/PDCCH</w:t>
      </w:r>
      <w:r>
        <w:tab/>
        <w:t>406</w:t>
      </w:r>
    </w:p>
    <w:p w14:paraId="5F0DF0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</w:t>
      </w:r>
      <w:r w:rsidRPr="00825DA5">
        <w:rPr>
          <w:lang w:val="en-US" w:eastAsia="ja-JP"/>
        </w:rPr>
        <w:t>7</w:t>
      </w:r>
      <w:r w:rsidRPr="00825DA5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of UE performing beam failure detection with a different subcarrier spacing than PDSCH/PDCCH</w:t>
      </w:r>
      <w:r>
        <w:tab/>
        <w:t>406</w:t>
      </w:r>
    </w:p>
    <w:p w14:paraId="34D98C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8.5A.</w:t>
      </w:r>
      <w:r>
        <w:rPr>
          <w:rFonts w:eastAsia="Malgun Gothic"/>
          <w:lang w:eastAsia="ja-JP"/>
        </w:rPr>
        <w:t>7</w:t>
      </w:r>
      <w:r>
        <w:rPr>
          <w:rFonts w:eastAsia="Malgun Gothic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beam failure detection on FR2-2</w:t>
      </w:r>
      <w:r>
        <w:tab/>
        <w:t>406</w:t>
      </w:r>
    </w:p>
    <w:p w14:paraId="18F6D0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8.5A.</w:t>
      </w:r>
      <w:r>
        <w:rPr>
          <w:rFonts w:eastAsia="Malgun Gothic"/>
          <w:lang w:eastAsia="ja-JP"/>
        </w:rPr>
        <w:t>7</w:t>
      </w:r>
      <w:r>
        <w:rPr>
          <w:rFonts w:eastAsia="Malgun Gothic"/>
        </w:rPr>
        <w:t>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beam failure detection on FR1 or FR2-2 in case of FR1-FR2-2 inter-band CA</w:t>
      </w:r>
      <w:r>
        <w:rPr>
          <w:rFonts w:eastAsia="Malgun Gothic"/>
          <w:lang w:eastAsia="zh-CN"/>
        </w:rPr>
        <w:t xml:space="preserve"> and NR DC</w:t>
      </w:r>
      <w:r>
        <w:tab/>
        <w:t>406</w:t>
      </w:r>
    </w:p>
    <w:p w14:paraId="4F971D5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8.5A.8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of UE during candidate beam detection</w:t>
      </w:r>
      <w:r>
        <w:tab/>
        <w:t>406</w:t>
      </w:r>
    </w:p>
    <w:p w14:paraId="734E78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8.5A.8.3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L1-RSRP measurement on FR2-2</w:t>
      </w:r>
      <w:r>
        <w:tab/>
        <w:t>406</w:t>
      </w:r>
    </w:p>
    <w:p w14:paraId="248173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8.5.8.4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of UE performing L1-RSRP measurement on FR1 or FR2-2 in case of FR1-FR2-2 inter-band CA</w:t>
      </w:r>
      <w:r>
        <w:rPr>
          <w:rFonts w:eastAsia="Malgun Gothic"/>
          <w:lang w:eastAsia="zh-CN"/>
        </w:rPr>
        <w:t xml:space="preserve"> and NR-DC</w:t>
      </w:r>
      <w:r>
        <w:tab/>
        <w:t>406</w:t>
      </w:r>
    </w:p>
    <w:p w14:paraId="1540EAB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8.5B</w:t>
      </w:r>
      <w:r>
        <w:rPr>
          <w:rFonts w:ascii="Calibri" w:eastAsia="Malgun Gothic" w:hAnsi="Calibri"/>
          <w:sz w:val="22"/>
          <w:szCs w:val="22"/>
        </w:rPr>
        <w:tab/>
      </w:r>
      <w:r>
        <w:t>Link Recovery Procedures for Redcap</w:t>
      </w:r>
      <w:r>
        <w:tab/>
        <w:t>407</w:t>
      </w:r>
    </w:p>
    <w:p w14:paraId="7678D03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407</w:t>
      </w:r>
    </w:p>
    <w:p w14:paraId="13D872C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beam failure detection for Redcap</w:t>
      </w:r>
      <w:r>
        <w:tab/>
        <w:t>407</w:t>
      </w:r>
    </w:p>
    <w:p w14:paraId="71B7D0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</w:t>
      </w:r>
      <w:r>
        <w:t>B</w:t>
      </w:r>
      <w:r w:rsidRPr="00825DA5">
        <w:rPr>
          <w:rFonts w:eastAsia="?? ??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407</w:t>
      </w:r>
    </w:p>
    <w:p w14:paraId="33CA60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</w:t>
      </w:r>
      <w:r>
        <w:t>5B</w:t>
      </w:r>
      <w:r w:rsidRPr="00825DA5">
        <w:rPr>
          <w:rFonts w:eastAsia="?? ??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408</w:t>
      </w:r>
    </w:p>
    <w:p w14:paraId="75D32D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beam failure detection</w:t>
      </w:r>
      <w:r>
        <w:tab/>
        <w:t>409</w:t>
      </w:r>
    </w:p>
    <w:p w14:paraId="41793DD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beam failure detection for Redcap</w:t>
      </w:r>
      <w:r>
        <w:tab/>
        <w:t>410</w:t>
      </w:r>
    </w:p>
    <w:p w14:paraId="63462BF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410</w:t>
      </w:r>
    </w:p>
    <w:p w14:paraId="161141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410</w:t>
      </w:r>
    </w:p>
    <w:p w14:paraId="2F08C4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beam failure detection</w:t>
      </w:r>
      <w:r>
        <w:tab/>
        <w:t>412</w:t>
      </w:r>
    </w:p>
    <w:p w14:paraId="7E70C9C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 for Redcap</w:t>
      </w:r>
      <w:r>
        <w:tab/>
        <w:t>413</w:t>
      </w:r>
    </w:p>
    <w:p w14:paraId="47F98A7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candidate beam detection for Redcap</w:t>
      </w:r>
      <w:r>
        <w:tab/>
        <w:t>414</w:t>
      </w:r>
    </w:p>
    <w:p w14:paraId="4B41F9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414</w:t>
      </w:r>
    </w:p>
    <w:p w14:paraId="3D1A2A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8.5B.5.2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414</w:t>
      </w:r>
    </w:p>
    <w:p w14:paraId="2FEB02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8.5B.5.3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candidate beam detection</w:t>
      </w:r>
      <w:r>
        <w:tab/>
        <w:t>416</w:t>
      </w:r>
    </w:p>
    <w:p w14:paraId="65CCCF4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8.5B.6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candidate beam detection for Redcap</w:t>
      </w:r>
      <w:r>
        <w:tab/>
        <w:t>416</w:t>
      </w:r>
    </w:p>
    <w:p w14:paraId="7D37E5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416</w:t>
      </w:r>
    </w:p>
    <w:p w14:paraId="645DE7C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8.5B.6.2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416</w:t>
      </w:r>
    </w:p>
    <w:p w14:paraId="019167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8.5B.6.3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candidate beam detection</w:t>
      </w:r>
      <w:r>
        <w:tab/>
        <w:t>418</w:t>
      </w:r>
    </w:p>
    <w:p w14:paraId="423017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beam failure detection for Redcap</w:t>
      </w:r>
      <w:r>
        <w:tab/>
        <w:t>419</w:t>
      </w:r>
    </w:p>
    <w:p w14:paraId="4A0D96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8.5B.</w:t>
      </w:r>
      <w:r w:rsidRPr="00825DA5">
        <w:rPr>
          <w:rFonts w:eastAsia="?? ??"/>
          <w:lang w:eastAsia="ja-JP"/>
        </w:rPr>
        <w:t>7</w:t>
      </w:r>
      <w:r w:rsidRPr="00825DA5">
        <w:rPr>
          <w:rFonts w:eastAsia="?? ??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beam failure detection with a same subcarrier spacing as PDSCH/PDCCH on FR1</w:t>
      </w:r>
      <w:r>
        <w:tab/>
        <w:t>419</w:t>
      </w:r>
    </w:p>
    <w:p w14:paraId="065548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8.5B.</w:t>
      </w:r>
      <w:r>
        <w:rPr>
          <w:lang w:eastAsia="ja-JP"/>
        </w:rPr>
        <w:t>7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with a different subcarrier spacing than PDSCH/PDCCH on FR1</w:t>
      </w:r>
      <w:r>
        <w:tab/>
        <w:t>419</w:t>
      </w:r>
    </w:p>
    <w:p w14:paraId="10DCBF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</w:t>
      </w:r>
      <w:r>
        <w:rPr>
          <w:lang w:eastAsia="ja-JP"/>
        </w:rPr>
        <w:t>7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on FR2</w:t>
      </w:r>
      <w:r>
        <w:tab/>
        <w:t>419</w:t>
      </w:r>
    </w:p>
    <w:p w14:paraId="7FABDC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8.5B.8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candidate beam detection for Redcap</w:t>
      </w:r>
      <w:r>
        <w:tab/>
        <w:t>420</w:t>
      </w:r>
    </w:p>
    <w:p w14:paraId="7F3BF6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8.5B.8.1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same subcarrier spacing as PDSCH/PDCCH on FR1</w:t>
      </w:r>
      <w:r>
        <w:tab/>
        <w:t>420</w:t>
      </w:r>
    </w:p>
    <w:p w14:paraId="3A757A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8.5B.8.2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420</w:t>
      </w:r>
    </w:p>
    <w:p w14:paraId="47D6BE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8.5B.8.3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</w:t>
      </w:r>
      <w:r>
        <w:tab/>
        <w:t>420</w:t>
      </w:r>
    </w:p>
    <w:p w14:paraId="145EAB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8.5B.9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 for beam failure detection for Redcap</w:t>
      </w:r>
      <w:r>
        <w:tab/>
        <w:t>420</w:t>
      </w:r>
    </w:p>
    <w:p w14:paraId="0EDE6D6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8.5C</w:t>
      </w:r>
      <w:r>
        <w:rPr>
          <w:rFonts w:ascii="Calibri" w:eastAsia="Malgun Gothic" w:hAnsi="Calibri"/>
          <w:sz w:val="22"/>
          <w:szCs w:val="22"/>
        </w:rPr>
        <w:tab/>
      </w:r>
      <w:r>
        <w:t>Link Recovery Procedures for Satellite Access</w:t>
      </w:r>
      <w:r>
        <w:tab/>
        <w:t>421</w:t>
      </w:r>
    </w:p>
    <w:p w14:paraId="06171C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421</w:t>
      </w:r>
    </w:p>
    <w:p w14:paraId="3FA285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beam failure detection</w:t>
      </w:r>
      <w:r>
        <w:tab/>
        <w:t>421</w:t>
      </w:r>
    </w:p>
    <w:p w14:paraId="58E6AF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421</w:t>
      </w:r>
    </w:p>
    <w:p w14:paraId="24EE2E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422</w:t>
      </w:r>
    </w:p>
    <w:p w14:paraId="608D10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beam failure detection</w:t>
      </w:r>
      <w:r>
        <w:tab/>
        <w:t>422</w:t>
      </w:r>
    </w:p>
    <w:p w14:paraId="1EB8226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beam failure detection</w:t>
      </w:r>
      <w:r>
        <w:tab/>
        <w:t>423</w:t>
      </w:r>
    </w:p>
    <w:p w14:paraId="190BE8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423</w:t>
      </w:r>
    </w:p>
    <w:p w14:paraId="78E1CF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423</w:t>
      </w:r>
    </w:p>
    <w:p w14:paraId="09D1444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beam failure detection</w:t>
      </w:r>
      <w:r>
        <w:tab/>
        <w:t>424</w:t>
      </w:r>
    </w:p>
    <w:p w14:paraId="3C34F26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8.5C.4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 for L1 indication</w:t>
      </w:r>
      <w:r>
        <w:tab/>
        <w:t>425</w:t>
      </w:r>
    </w:p>
    <w:p w14:paraId="5643D2A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SSB based candidate beam detection</w:t>
      </w:r>
      <w:r>
        <w:tab/>
        <w:t>425</w:t>
      </w:r>
    </w:p>
    <w:p w14:paraId="02F603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425</w:t>
      </w:r>
    </w:p>
    <w:p w14:paraId="32EB58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8.5C.5.2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425</w:t>
      </w:r>
    </w:p>
    <w:p w14:paraId="09B3F6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8.5C.5.3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candidate beam detection</w:t>
      </w:r>
      <w:r>
        <w:tab/>
        <w:t>426</w:t>
      </w:r>
    </w:p>
    <w:p w14:paraId="580561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8.5C.6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candidate beam detection</w:t>
      </w:r>
      <w:r>
        <w:tab/>
        <w:t>427</w:t>
      </w:r>
    </w:p>
    <w:p w14:paraId="618B77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427</w:t>
      </w:r>
    </w:p>
    <w:p w14:paraId="3E611F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8.5C.6.2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427</w:t>
      </w:r>
    </w:p>
    <w:p w14:paraId="2EF03C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8.5C.6.3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candidate beam detection</w:t>
      </w:r>
      <w:r>
        <w:tab/>
        <w:t>428</w:t>
      </w:r>
    </w:p>
    <w:p w14:paraId="5141E5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8.5C.7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beam failure detection</w:t>
      </w:r>
      <w:r>
        <w:tab/>
        <w:t>428</w:t>
      </w:r>
    </w:p>
    <w:p w14:paraId="681A37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8.5C.</w:t>
      </w:r>
      <w:r w:rsidRPr="00825DA5">
        <w:rPr>
          <w:rFonts w:eastAsia="?? ??"/>
          <w:lang w:eastAsia="ja-JP"/>
        </w:rPr>
        <w:t>7</w:t>
      </w:r>
      <w:r w:rsidRPr="00825DA5">
        <w:rPr>
          <w:rFonts w:eastAsia="?? ??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beam failure detection with a same subcarrier spacing as PDSCH/PDCCH on FR1</w:t>
      </w:r>
      <w:r>
        <w:tab/>
        <w:t>428</w:t>
      </w:r>
    </w:p>
    <w:p w14:paraId="50CB3D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</w:t>
      </w:r>
      <w:r>
        <w:rPr>
          <w:lang w:eastAsia="ja-JP"/>
        </w:rPr>
        <w:t>7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beam failure detection with a different subcarrier spacing than PDSCH/PDCCH on FR1</w:t>
      </w:r>
      <w:r>
        <w:tab/>
        <w:t>428</w:t>
      </w:r>
    </w:p>
    <w:p w14:paraId="1FFFAF5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8.5C.8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candidate beam detection</w:t>
      </w:r>
      <w:r>
        <w:tab/>
        <w:t>429</w:t>
      </w:r>
    </w:p>
    <w:p w14:paraId="2EF5D6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8.5C.8.1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same subcarrier spacing as PDSCH/PDCCH on FR1</w:t>
      </w:r>
      <w:r>
        <w:tab/>
        <w:t>429</w:t>
      </w:r>
    </w:p>
    <w:p w14:paraId="282919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8.5C.8.2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429</w:t>
      </w:r>
    </w:p>
    <w:p w14:paraId="4BC75C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8.5C.9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 for beam failure detection</w:t>
      </w:r>
      <w:r>
        <w:tab/>
        <w:t>429</w:t>
      </w:r>
    </w:p>
    <w:p w14:paraId="3A26CA5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8.6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 delay</w:t>
      </w:r>
      <w:r>
        <w:tab/>
        <w:t>429</w:t>
      </w:r>
    </w:p>
    <w:p w14:paraId="7D2C34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429</w:t>
      </w:r>
    </w:p>
    <w:p w14:paraId="23F48E9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DCI and timer based BWP switch delay on a single CC</w:t>
      </w:r>
      <w:r>
        <w:tab/>
        <w:t>430</w:t>
      </w:r>
    </w:p>
    <w:p w14:paraId="780E6F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DCI based BWP switch delay on multiple CCs</w:t>
      </w:r>
      <w:r>
        <w:tab/>
        <w:t>431</w:t>
      </w:r>
    </w:p>
    <w:p w14:paraId="5CCAE5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Simultaneous DCI based BWP switch delay on multiple CCs</w:t>
      </w:r>
      <w:r>
        <w:tab/>
        <w:t>431</w:t>
      </w:r>
    </w:p>
    <w:p w14:paraId="6EC646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Non-simultaneous DCI based BWP switch delay on multiple CCs</w:t>
      </w:r>
      <w:r>
        <w:tab/>
        <w:t>433</w:t>
      </w:r>
    </w:p>
    <w:p w14:paraId="478BE9A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Timer based BWP switch delay on multiple CCs</w:t>
      </w:r>
      <w:r>
        <w:tab/>
        <w:t>433</w:t>
      </w:r>
    </w:p>
    <w:p w14:paraId="5D8F92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Simultaneous timer based BWP switch delay on multiple CCs</w:t>
      </w:r>
      <w:r>
        <w:tab/>
        <w:t>433</w:t>
      </w:r>
    </w:p>
    <w:p w14:paraId="67F007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8.6.2B.2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Non-simultaneous timer based BWP switch delay on multiple CCs</w:t>
      </w:r>
      <w:r>
        <w:tab/>
        <w:t>433</w:t>
      </w:r>
    </w:p>
    <w:p w14:paraId="7E627F2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based BWP switch delay on a single CC</w:t>
      </w:r>
      <w:r>
        <w:tab/>
        <w:t>434</w:t>
      </w:r>
    </w:p>
    <w:p w14:paraId="23B44A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8.6.3A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RRC based BWP switch delay on multiple CCs</w:t>
      </w:r>
      <w:r>
        <w:tab/>
        <w:t>435</w:t>
      </w:r>
    </w:p>
    <w:p w14:paraId="56884F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8.6.3A.1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Simultaneous RRC based BWP switch delay on multiple CCs</w:t>
      </w:r>
      <w:r>
        <w:tab/>
        <w:t>435</w:t>
      </w:r>
    </w:p>
    <w:p w14:paraId="4656FA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8.6.3A.2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Non-simultaneous RRC based BWP switch delay on multiple CCs</w:t>
      </w:r>
      <w:r>
        <w:tab/>
        <w:t>435</w:t>
      </w:r>
    </w:p>
    <w:p w14:paraId="11CBCC8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BWP switch delay on Consistent UL CCA recovery</w:t>
      </w:r>
      <w:r>
        <w:tab/>
        <w:t>436</w:t>
      </w:r>
    </w:p>
    <w:p w14:paraId="52716DD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8.6A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 delay for RedCap</w:t>
      </w:r>
      <w:r>
        <w:tab/>
        <w:t>436</w:t>
      </w:r>
    </w:p>
    <w:p w14:paraId="648FD06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8.6A.1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436</w:t>
      </w:r>
    </w:p>
    <w:p w14:paraId="7C3B16E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8.6A.2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DCI and timer based BWP switch delay on a single CC</w:t>
      </w:r>
      <w:r>
        <w:tab/>
        <w:t>436</w:t>
      </w:r>
    </w:p>
    <w:p w14:paraId="01EB403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8.6A.3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RRC based BWP switch delay on a single CC</w:t>
      </w:r>
      <w:r>
        <w:tab/>
        <w:t>438</w:t>
      </w:r>
    </w:p>
    <w:p w14:paraId="390B47C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8.6C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 delay for satellite access</w:t>
      </w:r>
      <w:r>
        <w:tab/>
        <w:t>438</w:t>
      </w:r>
    </w:p>
    <w:p w14:paraId="00CDC0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438</w:t>
      </w:r>
    </w:p>
    <w:p w14:paraId="70641D2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8.6C.2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DCI and timer based BWP switch delay on a single CC</w:t>
      </w:r>
      <w:r>
        <w:tab/>
        <w:t>438</w:t>
      </w:r>
    </w:p>
    <w:p w14:paraId="4BBF6F9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8.6C.3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RRC based BWP switch delay on a single CC</w:t>
      </w:r>
      <w:r>
        <w:tab/>
        <w:t>440</w:t>
      </w:r>
    </w:p>
    <w:p w14:paraId="0A297E3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lastRenderedPageBreak/>
        <w:t>8.7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Void</w:t>
      </w:r>
      <w:r>
        <w:tab/>
        <w:t>440</w:t>
      </w:r>
    </w:p>
    <w:p w14:paraId="74DC46A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NE-DC: E-UTRAN </w:t>
      </w:r>
      <w:r>
        <w:rPr>
          <w:lang w:eastAsia="zh-CN"/>
        </w:rPr>
        <w:t>P</w:t>
      </w:r>
      <w:r>
        <w:rPr>
          <w:lang w:eastAsia="ko-KR"/>
        </w:rPr>
        <w:t>SCell Addition and Release Delay</w:t>
      </w:r>
      <w:r>
        <w:tab/>
        <w:t>440</w:t>
      </w:r>
    </w:p>
    <w:p w14:paraId="418EFE0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440</w:t>
      </w:r>
    </w:p>
    <w:p w14:paraId="25B46D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E-UTRAN </w:t>
      </w:r>
      <w:r>
        <w:rPr>
          <w:lang w:eastAsia="zh-CN"/>
        </w:rPr>
        <w:t>P</w:t>
      </w:r>
      <w:r>
        <w:rPr>
          <w:lang w:eastAsia="ko-KR"/>
        </w:rPr>
        <w:t>SCell Addition Delay Requirement</w:t>
      </w:r>
      <w:r>
        <w:tab/>
        <w:t>440</w:t>
      </w:r>
    </w:p>
    <w:p w14:paraId="15E7CC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E-UTRAN </w:t>
      </w:r>
      <w:r>
        <w:rPr>
          <w:lang w:eastAsia="zh-CN"/>
        </w:rPr>
        <w:t>P</w:t>
      </w:r>
      <w:r>
        <w:rPr>
          <w:lang w:eastAsia="ko-KR"/>
        </w:rPr>
        <w:t>SCell Release Delay Requirement</w:t>
      </w:r>
      <w:r>
        <w:tab/>
        <w:t>441</w:t>
      </w:r>
    </w:p>
    <w:p w14:paraId="7893444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NR-DC: PSCell Addition and Release Delay</w:t>
      </w:r>
      <w:r>
        <w:tab/>
        <w:t>441</w:t>
      </w:r>
    </w:p>
    <w:p w14:paraId="44AE7AB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441</w:t>
      </w:r>
    </w:p>
    <w:p w14:paraId="74A741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PSCell Addition Delay Requirement</w:t>
      </w:r>
      <w:r>
        <w:tab/>
        <w:t>441</w:t>
      </w:r>
    </w:p>
    <w:p w14:paraId="4F832FB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8.9.3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P</w:t>
      </w:r>
      <w:r>
        <w:rPr>
          <w:lang w:eastAsia="ko-KR"/>
        </w:rPr>
        <w:t>SCell Release Delay Requirement</w:t>
      </w:r>
      <w:r>
        <w:tab/>
        <w:t>442</w:t>
      </w:r>
    </w:p>
    <w:p w14:paraId="76C9D8B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Conditional PSCell Addition Delay</w:t>
      </w:r>
      <w:r>
        <w:tab/>
        <w:t>442</w:t>
      </w:r>
    </w:p>
    <w:p w14:paraId="388CCE6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442</w:t>
      </w:r>
    </w:p>
    <w:p w14:paraId="0CD66C0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8.9A.2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Conditional PSCell Addition Delay Requirement</w:t>
      </w:r>
      <w:r>
        <w:tab/>
        <w:t>442</w:t>
      </w:r>
    </w:p>
    <w:p w14:paraId="18FB2E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8.9A.2.1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 time</w:t>
      </w:r>
      <w:r>
        <w:tab/>
        <w:t>443</w:t>
      </w:r>
    </w:p>
    <w:p w14:paraId="7720673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8.9B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NR-DC: PSCell Addition and Release Delay in Carriers with CCA</w:t>
      </w:r>
      <w:r>
        <w:tab/>
        <w:t>443</w:t>
      </w:r>
    </w:p>
    <w:p w14:paraId="312502E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8.9B.1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Introduction</w:t>
      </w:r>
      <w:r>
        <w:tab/>
        <w:t>443</w:t>
      </w:r>
    </w:p>
    <w:p w14:paraId="73EC06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8.9B.2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PSCell Addition Delay Requirement</w:t>
      </w:r>
      <w:r>
        <w:tab/>
        <w:t>444</w:t>
      </w:r>
    </w:p>
    <w:p w14:paraId="40D334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ko-KR"/>
        </w:rPr>
        <w:t>8.9B.3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P</w:t>
      </w:r>
      <w:r>
        <w:rPr>
          <w:rFonts w:eastAsia="Malgun Gothic"/>
          <w:lang w:eastAsia="ko-KR"/>
        </w:rPr>
        <w:t>SCell Release Delay Requirement</w:t>
      </w:r>
      <w:r>
        <w:tab/>
        <w:t>444</w:t>
      </w:r>
    </w:p>
    <w:p w14:paraId="01A1446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val="en-US"/>
        </w:rPr>
        <w:t>Active TCI state switching delay</w:t>
      </w:r>
      <w:r>
        <w:tab/>
        <w:t>445</w:t>
      </w:r>
    </w:p>
    <w:p w14:paraId="22C91B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8.10.3A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val="en-US"/>
        </w:rPr>
        <w:t>MAC-CE based TCI state switch delay in HST FR2 scenarios</w:t>
      </w:r>
      <w:r>
        <w:tab/>
        <w:t>446</w:t>
      </w:r>
    </w:p>
    <w:p w14:paraId="1830C45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8.10.4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DCI based </w:t>
      </w:r>
      <w:r w:rsidRPr="00825DA5">
        <w:rPr>
          <w:rFonts w:eastAsia="Malgun Gothic"/>
          <w:lang w:val="en-US"/>
        </w:rPr>
        <w:t>TCI</w:t>
      </w:r>
      <w:r w:rsidRPr="00825DA5">
        <w:rPr>
          <w:lang w:val="en-US"/>
        </w:rPr>
        <w:t xml:space="preserve"> state switch delay</w:t>
      </w:r>
      <w:r>
        <w:tab/>
        <w:t>446</w:t>
      </w:r>
    </w:p>
    <w:p w14:paraId="21E7E2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RRC based TCI state switch delay</w:t>
      </w:r>
      <w:r>
        <w:tab/>
        <w:t>447</w:t>
      </w:r>
    </w:p>
    <w:p w14:paraId="57EE07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TCI state list update delay</w:t>
      </w:r>
      <w:r>
        <w:tab/>
        <w:t>447</w:t>
      </w:r>
    </w:p>
    <w:p w14:paraId="6193530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8.10A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TCI state switching delay with CCA</w:t>
      </w:r>
      <w:r>
        <w:tab/>
        <w:t>447</w:t>
      </w:r>
    </w:p>
    <w:p w14:paraId="6BE4851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</w:t>
      </w:r>
      <w:r w:rsidRPr="00825DA5">
        <w:rPr>
          <w:rFonts w:eastAsia="Malgun Gothic"/>
          <w:lang w:val="en-US"/>
        </w:rPr>
        <w:t>10A</w:t>
      </w:r>
      <w:r w:rsidRPr="00825DA5">
        <w:rPr>
          <w:lang w:val="en-US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447</w:t>
      </w:r>
    </w:p>
    <w:p w14:paraId="38D285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Known conditions for TCI state</w:t>
      </w:r>
      <w:r>
        <w:tab/>
        <w:t>448</w:t>
      </w:r>
    </w:p>
    <w:p w14:paraId="7F5901C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TCI state switch delay</w:t>
      </w:r>
      <w:r>
        <w:tab/>
        <w:t>448</w:t>
      </w:r>
    </w:p>
    <w:p w14:paraId="14A60D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8.10A.4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DCI based </w:t>
      </w:r>
      <w:r w:rsidRPr="00825DA5">
        <w:rPr>
          <w:rFonts w:eastAsia="Malgun Gothic"/>
          <w:lang w:val="en-US"/>
        </w:rPr>
        <w:t>TCI</w:t>
      </w:r>
      <w:r w:rsidRPr="00825DA5">
        <w:rPr>
          <w:lang w:val="en-US"/>
        </w:rPr>
        <w:t xml:space="preserve"> state switch delay</w:t>
      </w:r>
      <w:r>
        <w:tab/>
        <w:t>449</w:t>
      </w:r>
    </w:p>
    <w:p w14:paraId="4162C7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8.10A.5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RRC based TCI state switch delay</w:t>
      </w:r>
      <w:r>
        <w:tab/>
        <w:t>449</w:t>
      </w:r>
    </w:p>
    <w:p w14:paraId="058DF9D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</w:t>
      </w:r>
      <w:r w:rsidRPr="00825DA5">
        <w:rPr>
          <w:lang w:val="en-US" w:eastAsia="zh-CN"/>
        </w:rPr>
        <w:t>A</w:t>
      </w:r>
      <w:r w:rsidRPr="00825DA5">
        <w:rPr>
          <w:lang w:val="en-US"/>
        </w:rPr>
        <w:t>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TCI state list update delay</w:t>
      </w:r>
      <w:r>
        <w:tab/>
        <w:t>450</w:t>
      </w:r>
    </w:p>
    <w:p w14:paraId="32B7490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8.10B</w:t>
      </w:r>
      <w:r>
        <w:rPr>
          <w:rFonts w:ascii="Calibri" w:eastAsia="Malgun Gothic" w:hAnsi="Calibri"/>
          <w:sz w:val="22"/>
          <w:szCs w:val="22"/>
        </w:rPr>
        <w:tab/>
      </w:r>
      <w:r>
        <w:t>Active TCI state switching delay for RedCap</w:t>
      </w:r>
      <w:r>
        <w:tab/>
        <w:t>450</w:t>
      </w:r>
    </w:p>
    <w:p w14:paraId="3C78B4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8.10B.1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450</w:t>
      </w:r>
    </w:p>
    <w:p w14:paraId="7DB67B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8.10B.2</w:t>
      </w:r>
      <w:r>
        <w:rPr>
          <w:rFonts w:ascii="Calibri" w:eastAsia="Malgun Gothic" w:hAnsi="Calibri"/>
          <w:sz w:val="22"/>
          <w:szCs w:val="22"/>
        </w:rPr>
        <w:tab/>
      </w:r>
      <w:r>
        <w:t>Known conditions for TCI state</w:t>
      </w:r>
      <w:r>
        <w:tab/>
        <w:t>450</w:t>
      </w:r>
    </w:p>
    <w:p w14:paraId="5CB45B7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8.10B.3</w:t>
      </w:r>
      <w:r>
        <w:rPr>
          <w:rFonts w:ascii="Calibri" w:eastAsia="Malgun Gothic" w:hAnsi="Calibri"/>
          <w:sz w:val="22"/>
          <w:szCs w:val="22"/>
        </w:rPr>
        <w:tab/>
      </w:r>
      <w:r>
        <w:t>MAC-CE based TCI state switch delay</w:t>
      </w:r>
      <w:r>
        <w:tab/>
        <w:t>451</w:t>
      </w:r>
    </w:p>
    <w:p w14:paraId="0E26C61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8.10B.4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DCI based </w:t>
      </w:r>
      <w:r w:rsidRPr="00825DA5">
        <w:rPr>
          <w:rFonts w:eastAsia="Malgun Gothic"/>
        </w:rPr>
        <w:t>TCI</w:t>
      </w:r>
      <w:r>
        <w:t xml:space="preserve"> state switch delay</w:t>
      </w:r>
      <w:r>
        <w:tab/>
        <w:t>451</w:t>
      </w:r>
    </w:p>
    <w:p w14:paraId="008B427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8.10B.5</w:t>
      </w:r>
      <w:r>
        <w:rPr>
          <w:rFonts w:ascii="Calibri" w:eastAsia="Malgun Gothic" w:hAnsi="Calibri"/>
          <w:sz w:val="22"/>
          <w:szCs w:val="22"/>
        </w:rPr>
        <w:tab/>
      </w:r>
      <w:r>
        <w:t>RRC based TCI state switch delay</w:t>
      </w:r>
      <w:r>
        <w:tab/>
        <w:t>452</w:t>
      </w:r>
    </w:p>
    <w:p w14:paraId="7981B9B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8.10B.6</w:t>
      </w:r>
      <w:r>
        <w:rPr>
          <w:rFonts w:ascii="Calibri" w:eastAsia="Malgun Gothic" w:hAnsi="Calibri"/>
          <w:sz w:val="22"/>
          <w:szCs w:val="22"/>
        </w:rPr>
        <w:tab/>
      </w:r>
      <w:r>
        <w:t>Active TCI state list update delay</w:t>
      </w:r>
      <w:r>
        <w:tab/>
        <w:t>452</w:t>
      </w:r>
    </w:p>
    <w:p w14:paraId="00BE0C8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8.10C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val="en-US"/>
        </w:rPr>
        <w:t>Active TCI state switching delay for satellite access</w:t>
      </w:r>
      <w:r>
        <w:tab/>
        <w:t>453</w:t>
      </w:r>
    </w:p>
    <w:p w14:paraId="15F2754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</w:t>
      </w:r>
      <w:r w:rsidRPr="00825DA5">
        <w:rPr>
          <w:rFonts w:eastAsia="Malgun Gothic"/>
          <w:lang w:val="en-US"/>
        </w:rPr>
        <w:t>10C</w:t>
      </w:r>
      <w:r w:rsidRPr="00825DA5">
        <w:rPr>
          <w:lang w:val="en-US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453</w:t>
      </w:r>
    </w:p>
    <w:p w14:paraId="1189D20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8.10C.2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TCI state switch delay</w:t>
      </w:r>
      <w:r>
        <w:tab/>
        <w:t>453</w:t>
      </w:r>
    </w:p>
    <w:p w14:paraId="6F4C16F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8.10C.4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DCI based </w:t>
      </w:r>
      <w:r w:rsidRPr="00825DA5">
        <w:rPr>
          <w:rFonts w:eastAsia="Malgun Gothic"/>
          <w:lang w:val="en-US"/>
        </w:rPr>
        <w:t>TCI</w:t>
      </w:r>
      <w:r w:rsidRPr="00825DA5">
        <w:rPr>
          <w:lang w:val="en-US"/>
        </w:rPr>
        <w:t xml:space="preserve"> state switch delay</w:t>
      </w:r>
      <w:r>
        <w:tab/>
        <w:t>453</w:t>
      </w:r>
    </w:p>
    <w:p w14:paraId="551A33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8.10C.5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RRC based TCI state switch delay</w:t>
      </w:r>
      <w:r>
        <w:tab/>
        <w:t>453</w:t>
      </w:r>
    </w:p>
    <w:p w14:paraId="692DDA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8.10C.6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TCI state list update delay</w:t>
      </w:r>
      <w:r>
        <w:tab/>
        <w:t>453</w:t>
      </w:r>
    </w:p>
    <w:p w14:paraId="1F1F557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8.11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PSCell Change</w:t>
      </w:r>
      <w:r>
        <w:tab/>
        <w:t>454</w:t>
      </w:r>
    </w:p>
    <w:p w14:paraId="101E7FB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8.11A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ko-KR"/>
        </w:rPr>
        <w:t xml:space="preserve">PSCell Change </w:t>
      </w:r>
      <w:r>
        <w:rPr>
          <w:rFonts w:eastAsia="Malgun Gothic"/>
          <w:lang w:eastAsia="zh-CN"/>
        </w:rPr>
        <w:t>in Carriers with CCA</w:t>
      </w:r>
      <w:r>
        <w:tab/>
        <w:t>454</w:t>
      </w:r>
    </w:p>
    <w:p w14:paraId="7D17306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8.11B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Conditional PSCell Change</w:t>
      </w:r>
      <w:r>
        <w:tab/>
        <w:t>454</w:t>
      </w:r>
    </w:p>
    <w:p w14:paraId="7DA8C8D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8.11B.1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454</w:t>
      </w:r>
    </w:p>
    <w:p w14:paraId="4F2DCFD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8.11B.2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Conditoinal PSCell Change delay</w:t>
      </w:r>
      <w:r>
        <w:tab/>
        <w:t>455</w:t>
      </w:r>
    </w:p>
    <w:p w14:paraId="2B8AA4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8.11B.2.1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Measurement time</w:t>
      </w:r>
      <w:r>
        <w:tab/>
        <w:t>455</w:t>
      </w:r>
    </w:p>
    <w:p w14:paraId="00E4DDD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ko-KR"/>
        </w:rPr>
        <w:t>8.11D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ko-KR"/>
        </w:rPr>
        <w:t xml:space="preserve">Conditional PSCell Change </w:t>
      </w:r>
      <w:r>
        <w:rPr>
          <w:rFonts w:eastAsia="Malgun Gothic"/>
          <w:lang w:eastAsia="zh-CN"/>
        </w:rPr>
        <w:t>in Carriers with CCA</w:t>
      </w:r>
      <w:r>
        <w:tab/>
        <w:t>456</w:t>
      </w:r>
    </w:p>
    <w:p w14:paraId="671ED2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ko-KR"/>
        </w:rPr>
        <w:t>8.11D.1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ko-KR"/>
        </w:rPr>
        <w:t>Introduction</w:t>
      </w:r>
      <w:r>
        <w:tab/>
        <w:t>456</w:t>
      </w:r>
    </w:p>
    <w:p w14:paraId="247B73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ko-KR"/>
        </w:rPr>
        <w:t>8.11D.2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ko-KR"/>
        </w:rPr>
        <w:t>Conditi</w:t>
      </w:r>
      <w:r>
        <w:rPr>
          <w:rFonts w:eastAsia="Malgun Gothic"/>
          <w:lang w:val="en-US" w:eastAsia="zh-CN"/>
        </w:rPr>
        <w:t>o</w:t>
      </w:r>
      <w:r>
        <w:rPr>
          <w:rFonts w:eastAsia="Malgun Gothic"/>
          <w:lang w:val="en-US" w:eastAsia="ko-KR"/>
        </w:rPr>
        <w:t>nal PSCell Change delay</w:t>
      </w:r>
      <w:r>
        <w:tab/>
        <w:t>456</w:t>
      </w:r>
    </w:p>
    <w:p w14:paraId="2F00058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 w:eastAsia="zh-CN"/>
        </w:rPr>
        <w:t>8.11D.2.1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Measurement time</w:t>
      </w:r>
      <w:r>
        <w:tab/>
        <w:t>457</w:t>
      </w:r>
    </w:p>
    <w:p w14:paraId="2EE20D1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Uplink spatial relation switch delay</w:t>
      </w:r>
      <w:r>
        <w:tab/>
        <w:t>457</w:t>
      </w:r>
    </w:p>
    <w:p w14:paraId="311D63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457</w:t>
      </w:r>
    </w:p>
    <w:p w14:paraId="4F749E8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Known conditions for spatial relation when associated with DL-RS</w:t>
      </w:r>
      <w:r>
        <w:tab/>
        <w:t>457</w:t>
      </w:r>
    </w:p>
    <w:p w14:paraId="47F2A7E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spatial relation switch delay</w:t>
      </w:r>
      <w:r>
        <w:tab/>
        <w:t>458</w:t>
      </w:r>
    </w:p>
    <w:p w14:paraId="432094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DCI based spatial relation switch delay</w:t>
      </w:r>
      <w:r>
        <w:tab/>
        <w:t>458</w:t>
      </w:r>
    </w:p>
    <w:p w14:paraId="53DC7A9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RRC based spatial relation switch delay</w:t>
      </w:r>
      <w:r>
        <w:tab/>
        <w:t>459</w:t>
      </w:r>
    </w:p>
    <w:p w14:paraId="4C587BE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8.12A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Uplink spatial relation switch delay for RedCap</w:t>
      </w:r>
      <w:r>
        <w:tab/>
        <w:t>459</w:t>
      </w:r>
    </w:p>
    <w:p w14:paraId="79952BF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459</w:t>
      </w:r>
    </w:p>
    <w:p w14:paraId="6AC4C30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Known conditions for spatial relation when associated with DL-RS</w:t>
      </w:r>
      <w:r>
        <w:tab/>
        <w:t>459</w:t>
      </w:r>
    </w:p>
    <w:p w14:paraId="1979C5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spatial relation switch delay</w:t>
      </w:r>
      <w:r>
        <w:tab/>
        <w:t>460</w:t>
      </w:r>
    </w:p>
    <w:p w14:paraId="6F8FD6A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lastRenderedPageBreak/>
        <w:t>8.12A.4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DCI based spatial relation switch delay</w:t>
      </w:r>
      <w:r>
        <w:tab/>
        <w:t>460</w:t>
      </w:r>
    </w:p>
    <w:p w14:paraId="7C2B82C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8.12A.5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RRC based spatial relation switch delay</w:t>
      </w:r>
      <w:r>
        <w:tab/>
        <w:t>461</w:t>
      </w:r>
    </w:p>
    <w:p w14:paraId="2C4648F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8.12C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Uplink spatial relation switch delay for satellite access</w:t>
      </w:r>
      <w:r>
        <w:tab/>
        <w:t>461</w:t>
      </w:r>
    </w:p>
    <w:p w14:paraId="1F6B13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462</w:t>
      </w:r>
    </w:p>
    <w:p w14:paraId="69DC319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8.12C.2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462</w:t>
      </w:r>
    </w:p>
    <w:p w14:paraId="3F6874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8.12C.3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462</w:t>
      </w:r>
    </w:p>
    <w:p w14:paraId="254882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val="en-US"/>
        </w:rPr>
        <w:t>8.12C.4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462</w:t>
      </w:r>
    </w:p>
    <w:p w14:paraId="69B896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8.12C.5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462</w:t>
      </w:r>
    </w:p>
    <w:p w14:paraId="697C3FF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UE-specific CBW change</w:t>
      </w:r>
      <w:r>
        <w:tab/>
        <w:t>462</w:t>
      </w:r>
    </w:p>
    <w:p w14:paraId="5EAF602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462</w:t>
      </w:r>
    </w:p>
    <w:p w14:paraId="09091F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UE-specific CBW change delay</w:t>
      </w:r>
      <w:r>
        <w:tab/>
        <w:t>462</w:t>
      </w:r>
    </w:p>
    <w:p w14:paraId="3E00949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8.13A</w:t>
      </w:r>
      <w:r>
        <w:rPr>
          <w:rFonts w:ascii="Calibri" w:eastAsia="Malgun Gothic" w:hAnsi="Calibri"/>
          <w:sz w:val="22"/>
          <w:szCs w:val="22"/>
        </w:rPr>
        <w:tab/>
      </w:r>
      <w:r>
        <w:t>UE-specific CBW change for RedCap</w:t>
      </w:r>
      <w:r>
        <w:tab/>
        <w:t>462</w:t>
      </w:r>
    </w:p>
    <w:p w14:paraId="37525E5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8.13A.1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462</w:t>
      </w:r>
    </w:p>
    <w:p w14:paraId="6DFA33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8.13A.2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UE-specific CBW change delay</w:t>
      </w:r>
      <w:r>
        <w:tab/>
        <w:t>462</w:t>
      </w:r>
    </w:p>
    <w:p w14:paraId="32A422E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8.13C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UE-specific CBW change for satellite access</w:t>
      </w:r>
      <w:r>
        <w:tab/>
        <w:t>463</w:t>
      </w:r>
    </w:p>
    <w:p w14:paraId="5DDB3F7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8.13C.1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463</w:t>
      </w:r>
    </w:p>
    <w:p w14:paraId="3F1FCD9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8.13C.2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UE-specific CBW change delay</w:t>
      </w:r>
      <w:r>
        <w:tab/>
        <w:t>463</w:t>
      </w:r>
    </w:p>
    <w:p w14:paraId="421F0D9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Pathloss reference signal switching delay</w:t>
      </w:r>
      <w:r>
        <w:tab/>
        <w:t>463</w:t>
      </w:r>
    </w:p>
    <w:p w14:paraId="3C5A589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463</w:t>
      </w:r>
    </w:p>
    <w:p w14:paraId="71056BC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Known conditions for pathloss reference signal</w:t>
      </w:r>
      <w:r>
        <w:tab/>
        <w:t>464</w:t>
      </w:r>
    </w:p>
    <w:p w14:paraId="780574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pathloss reference signal switch delay</w:t>
      </w:r>
      <w:r>
        <w:tab/>
        <w:t>464</w:t>
      </w:r>
    </w:p>
    <w:p w14:paraId="0448F6D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8.14C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Pathloss reference signal switching delay </w:t>
      </w:r>
      <w:r>
        <w:rPr>
          <w:lang w:eastAsia="ko-KR"/>
        </w:rPr>
        <w:t>for satellite access</w:t>
      </w:r>
      <w:r>
        <w:tab/>
        <w:t>464</w:t>
      </w:r>
    </w:p>
    <w:p w14:paraId="7E3276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465</w:t>
      </w:r>
    </w:p>
    <w:p w14:paraId="70EEDD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8.14C.2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Known conditions for pathloss reference signal</w:t>
      </w:r>
      <w:r>
        <w:tab/>
        <w:t>465</w:t>
      </w:r>
    </w:p>
    <w:p w14:paraId="16BCDA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8.14C.3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MAC-CE based pathloss reference signal switch delay</w:t>
      </w:r>
      <w:r>
        <w:tab/>
        <w:t>465</w:t>
      </w:r>
    </w:p>
    <w:p w14:paraId="66248C2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</w:t>
      </w:r>
      <w:r>
        <w:t>.</w:t>
      </w:r>
      <w:r w:rsidRPr="00825DA5">
        <w:rPr>
          <w:lang w:val="en-US" w:eastAsia="zh-CN"/>
        </w:rPr>
        <w:t>15</w:t>
      </w:r>
      <w:r>
        <w:rPr>
          <w:rFonts w:ascii="Calibri" w:eastAsia="Malgun Gothic" w:hAnsi="Calibri"/>
          <w:sz w:val="22"/>
          <w:szCs w:val="22"/>
        </w:rPr>
        <w:tab/>
      </w:r>
      <w:r>
        <w:t>Active downlink TCI state switching delay for unified TCI</w:t>
      </w:r>
      <w:r>
        <w:tab/>
        <w:t>466</w:t>
      </w:r>
    </w:p>
    <w:p w14:paraId="23226FE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</w:t>
      </w:r>
      <w:r w:rsidRPr="00825DA5">
        <w:rPr>
          <w:lang w:val="en-US" w:eastAsia="ko-KR"/>
        </w:rPr>
        <w:t>.</w:t>
      </w:r>
      <w:r w:rsidRPr="00825DA5">
        <w:rPr>
          <w:lang w:val="en-US" w:eastAsia="zh-CN"/>
        </w:rPr>
        <w:t>15</w:t>
      </w:r>
      <w:r w:rsidRPr="00825DA5">
        <w:rPr>
          <w:lang w:val="en-US" w:eastAsia="ko-KR"/>
        </w:rPr>
        <w:t>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466</w:t>
      </w:r>
    </w:p>
    <w:p w14:paraId="7B2C4E7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8.15.4</w:t>
      </w:r>
      <w:r>
        <w:rPr>
          <w:rFonts w:ascii="Calibri" w:eastAsia="Malgun Gothic" w:hAnsi="Calibri"/>
          <w:sz w:val="22"/>
          <w:szCs w:val="22"/>
        </w:rPr>
        <w:tab/>
      </w:r>
      <w:r>
        <w:t>DCI based downlink TCI state switch delay</w:t>
      </w:r>
      <w:r>
        <w:tab/>
        <w:t>467</w:t>
      </w:r>
    </w:p>
    <w:p w14:paraId="6DCBA2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8.15.5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Downlink TCI state list update delay</w:t>
      </w:r>
      <w:r>
        <w:tab/>
        <w:t>468</w:t>
      </w:r>
    </w:p>
    <w:p w14:paraId="383124F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</w:t>
      </w:r>
      <w:r>
        <w:t>.</w:t>
      </w:r>
      <w:r w:rsidRPr="00825DA5">
        <w:rPr>
          <w:lang w:val="en-US" w:eastAsia="zh-CN"/>
        </w:rPr>
        <w:t>16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Active </w:t>
      </w:r>
      <w:r w:rsidRPr="00825DA5">
        <w:rPr>
          <w:lang w:val="en-US" w:eastAsia="zh-CN"/>
        </w:rPr>
        <w:t>up</w:t>
      </w:r>
      <w:r>
        <w:t>link TCI state switching delay for unified TCI</w:t>
      </w:r>
      <w:r>
        <w:tab/>
        <w:t>469</w:t>
      </w:r>
    </w:p>
    <w:p w14:paraId="506485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</w:t>
      </w:r>
      <w:r w:rsidRPr="00825DA5">
        <w:rPr>
          <w:lang w:val="en-US" w:eastAsia="ko-KR"/>
        </w:rPr>
        <w:t>.</w:t>
      </w:r>
      <w:r w:rsidRPr="00825DA5">
        <w:rPr>
          <w:lang w:val="en-US" w:eastAsia="zh-CN"/>
        </w:rPr>
        <w:t>16</w:t>
      </w:r>
      <w:r w:rsidRPr="00825DA5">
        <w:rPr>
          <w:lang w:val="en-US" w:eastAsia="ko-KR"/>
        </w:rPr>
        <w:t>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469</w:t>
      </w:r>
    </w:p>
    <w:p w14:paraId="3B72BF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8.16.4</w:t>
      </w:r>
      <w:r>
        <w:rPr>
          <w:rFonts w:ascii="Calibri" w:eastAsia="Malgun Gothic" w:hAnsi="Calibri"/>
          <w:sz w:val="22"/>
          <w:szCs w:val="22"/>
        </w:rPr>
        <w:tab/>
      </w:r>
      <w:r>
        <w:t>DCI based uplink TCI state switch delay</w:t>
      </w:r>
      <w:r>
        <w:tab/>
        <w:t>471</w:t>
      </w:r>
    </w:p>
    <w:p w14:paraId="3C2F020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8.16.5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Active Uplink TCI state list update delay</w:t>
      </w:r>
      <w:r>
        <w:tab/>
        <w:t>471</w:t>
      </w:r>
    </w:p>
    <w:p w14:paraId="726D54E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8.17</w:t>
      </w:r>
      <w:r>
        <w:rPr>
          <w:rFonts w:ascii="Calibri" w:eastAsia="Malgun Gothic" w:hAnsi="Calibri"/>
          <w:sz w:val="22"/>
          <w:szCs w:val="22"/>
        </w:rPr>
        <w:tab/>
      </w:r>
      <w:r>
        <w:t>SCG Activation and Deactivation Delay</w:t>
      </w:r>
      <w:r>
        <w:tab/>
        <w:t>473</w:t>
      </w:r>
    </w:p>
    <w:p w14:paraId="6760038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473</w:t>
      </w:r>
    </w:p>
    <w:p w14:paraId="69734BF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8.17.2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SCG Activation Delay Requirement</w:t>
      </w:r>
      <w:r>
        <w:tab/>
        <w:t>473</w:t>
      </w:r>
    </w:p>
    <w:p w14:paraId="0737513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8.17.</w:t>
      </w:r>
      <w:r w:rsidRPr="00825DA5">
        <w:rPr>
          <w:rFonts w:eastAsia="SimSun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SCG Deactivation Delay Requirement</w:t>
      </w:r>
      <w:r>
        <w:tab/>
        <w:t>474</w:t>
      </w:r>
    </w:p>
    <w:p w14:paraId="7032EA0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8.18</w:t>
      </w:r>
      <w:r>
        <w:rPr>
          <w:rFonts w:ascii="Calibri" w:eastAsia="Malgun Gothic" w:hAnsi="Calibri"/>
          <w:sz w:val="22"/>
          <w:szCs w:val="22"/>
        </w:rPr>
        <w:tab/>
      </w:r>
      <w:r>
        <w:t>TRP specific Link Recovery Procedures</w:t>
      </w:r>
      <w:r>
        <w:tab/>
        <w:t>474</w:t>
      </w:r>
    </w:p>
    <w:p w14:paraId="6C4889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8.18.1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474</w:t>
      </w:r>
    </w:p>
    <w:p w14:paraId="35C24DA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8.18.2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TRP specific SSB based beam failure detection</w:t>
      </w:r>
      <w:r>
        <w:tab/>
        <w:t>475</w:t>
      </w:r>
    </w:p>
    <w:p w14:paraId="7A29A0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475</w:t>
      </w:r>
    </w:p>
    <w:p w14:paraId="2A0D03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8.18.2.2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475</w:t>
      </w:r>
    </w:p>
    <w:p w14:paraId="505298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8.18.2.3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beam failure detection</w:t>
      </w:r>
      <w:r>
        <w:tab/>
        <w:t>477</w:t>
      </w:r>
    </w:p>
    <w:p w14:paraId="0BBAF19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8.18.3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CSI-RS based beam failure detection</w:t>
      </w:r>
      <w:r>
        <w:tab/>
        <w:t>478</w:t>
      </w:r>
    </w:p>
    <w:p w14:paraId="1DD300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478</w:t>
      </w:r>
    </w:p>
    <w:p w14:paraId="42CCD5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8.18.3.2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</w:t>
      </w:r>
      <w:r>
        <w:tab/>
        <w:t>478</w:t>
      </w:r>
    </w:p>
    <w:p w14:paraId="47271F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restrictions for CSI-RS beam failure detection</w:t>
      </w:r>
      <w:r>
        <w:tab/>
        <w:t>480</w:t>
      </w:r>
    </w:p>
    <w:p w14:paraId="42FFFF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Minimum requirement for L1 indication</w:t>
      </w:r>
      <w:r>
        <w:tab/>
        <w:t>481</w:t>
      </w:r>
    </w:p>
    <w:p w14:paraId="71E7205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Requirements for SSB based candidate beam detection</w:t>
      </w:r>
      <w:r>
        <w:tab/>
        <w:t>481</w:t>
      </w:r>
    </w:p>
    <w:p w14:paraId="4AD03B9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Introduction</w:t>
      </w:r>
      <w:r>
        <w:tab/>
        <w:t>481</w:t>
      </w:r>
    </w:p>
    <w:p w14:paraId="318ADA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Minimum requirement</w:t>
      </w:r>
      <w:r>
        <w:tab/>
        <w:t>481</w:t>
      </w:r>
    </w:p>
    <w:p w14:paraId="36DE3E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Measurement restriction for SSB based candidate beam detection</w:t>
      </w:r>
      <w:r>
        <w:tab/>
        <w:t>483</w:t>
      </w:r>
    </w:p>
    <w:p w14:paraId="07066A6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Requirements for CSI-RS based candidate beam detection</w:t>
      </w:r>
      <w:r>
        <w:tab/>
        <w:t>484</w:t>
      </w:r>
    </w:p>
    <w:p w14:paraId="1C2BB1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Introduction</w:t>
      </w:r>
      <w:r>
        <w:tab/>
        <w:t>484</w:t>
      </w:r>
    </w:p>
    <w:p w14:paraId="5354BA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Minimum requirement</w:t>
      </w:r>
      <w:r>
        <w:tab/>
        <w:t>484</w:t>
      </w:r>
    </w:p>
    <w:p w14:paraId="747AAA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Measurement restriction for CSI-RS based candidate beam detection</w:t>
      </w:r>
      <w:r>
        <w:tab/>
        <w:t>486</w:t>
      </w:r>
    </w:p>
    <w:p w14:paraId="20E25A8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 xml:space="preserve">Requirements for TRP specific </w:t>
      </w:r>
      <w:r w:rsidRPr="00825DA5">
        <w:rPr>
          <w:rFonts w:eastAsia="SimSun"/>
          <w:lang w:eastAsia="zh-TW"/>
        </w:rPr>
        <w:t>B</w:t>
      </w:r>
      <w:r w:rsidRPr="00825DA5">
        <w:rPr>
          <w:rFonts w:eastAsia="SimSun"/>
        </w:rPr>
        <w:t xml:space="preserve">eam </w:t>
      </w:r>
      <w:r w:rsidRPr="00825DA5">
        <w:rPr>
          <w:rFonts w:eastAsia="SimSun"/>
          <w:lang w:eastAsia="zh-TW"/>
        </w:rPr>
        <w:t>F</w:t>
      </w:r>
      <w:r w:rsidRPr="00825DA5">
        <w:rPr>
          <w:rFonts w:eastAsia="SimSun"/>
        </w:rPr>
        <w:t xml:space="preserve">ailure </w:t>
      </w:r>
      <w:r w:rsidRPr="00825DA5">
        <w:rPr>
          <w:rFonts w:eastAsia="SimSun"/>
          <w:lang w:eastAsia="zh-TW"/>
        </w:rPr>
        <w:t>R</w:t>
      </w:r>
      <w:r w:rsidRPr="00825DA5">
        <w:rPr>
          <w:rFonts w:eastAsia="SimSun"/>
        </w:rPr>
        <w:t>ecovery</w:t>
      </w:r>
      <w:r>
        <w:tab/>
        <w:t>487</w:t>
      </w:r>
    </w:p>
    <w:p w14:paraId="26B6C7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Introduction</w:t>
      </w:r>
      <w:r>
        <w:tab/>
        <w:t>487</w:t>
      </w:r>
    </w:p>
    <w:p w14:paraId="4D00174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Requirement</w:t>
      </w:r>
      <w:r>
        <w:tab/>
        <w:t>487</w:t>
      </w:r>
    </w:p>
    <w:p w14:paraId="178A679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during TRP specific beam failure detection</w:t>
      </w:r>
      <w:r>
        <w:tab/>
        <w:t>487</w:t>
      </w:r>
    </w:p>
    <w:p w14:paraId="33B519C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8.18.</w:t>
      </w:r>
      <w:r w:rsidRPr="00825DA5">
        <w:rPr>
          <w:rFonts w:eastAsia="?? ??"/>
          <w:lang w:eastAsia="ja-JP"/>
        </w:rPr>
        <w:t>8</w:t>
      </w:r>
      <w:r w:rsidRPr="00825DA5">
        <w:rPr>
          <w:rFonts w:eastAsia="?? ??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</w:t>
      </w:r>
      <w:r>
        <w:t xml:space="preserve"> </w:t>
      </w:r>
      <w:r w:rsidRPr="00825DA5">
        <w:rPr>
          <w:rFonts w:eastAsia="?? ??"/>
        </w:rPr>
        <w:t>TRP specific beam failure detection with a same subcarrier spacing as PDSCH/PDCCH on FR1</w:t>
      </w:r>
      <w:r>
        <w:tab/>
        <w:t>487</w:t>
      </w:r>
    </w:p>
    <w:p w14:paraId="45AA75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lastRenderedPageBreak/>
        <w:t>8.18.</w:t>
      </w:r>
      <w:r w:rsidRPr="00825DA5">
        <w:rPr>
          <w:rFonts w:eastAsia="SimSun"/>
          <w:lang w:eastAsia="ja-JP"/>
        </w:rPr>
        <w:t>8</w:t>
      </w:r>
      <w:r w:rsidRPr="00825DA5">
        <w:rPr>
          <w:rFonts w:eastAsia="SimSu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TRP specific beam failure detection with a different subcarrier spacing than PDSCH/PDCCH on FR1</w:t>
      </w:r>
      <w:r>
        <w:tab/>
        <w:t>488</w:t>
      </w:r>
    </w:p>
    <w:p w14:paraId="3768C9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</w:t>
      </w:r>
      <w:r w:rsidRPr="00825DA5">
        <w:rPr>
          <w:rFonts w:eastAsia="SimSun"/>
          <w:lang w:eastAsia="ja-JP"/>
        </w:rPr>
        <w:t>8</w:t>
      </w:r>
      <w:r w:rsidRPr="00825DA5">
        <w:rPr>
          <w:rFonts w:eastAsia="SimSun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TRP specific beam failure detection on FR2</w:t>
      </w:r>
      <w:r>
        <w:tab/>
        <w:t>488</w:t>
      </w:r>
    </w:p>
    <w:p w14:paraId="4A0C85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</w:t>
      </w:r>
      <w:r w:rsidRPr="00825DA5">
        <w:rPr>
          <w:rFonts w:eastAsia="SimSun"/>
          <w:lang w:eastAsia="ja-JP"/>
        </w:rPr>
        <w:t>8</w:t>
      </w:r>
      <w:r w:rsidRPr="00825DA5">
        <w:rPr>
          <w:rFonts w:eastAsia="SimSun"/>
        </w:rPr>
        <w:t>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TRP specific beam failure detection on FR1 or FR2 in case of FR1-FR2 inter-band CA</w:t>
      </w:r>
      <w:r w:rsidRPr="00825DA5">
        <w:rPr>
          <w:rFonts w:eastAsia="SimSun"/>
          <w:lang w:eastAsia="zh-CN"/>
        </w:rPr>
        <w:t xml:space="preserve"> and NR DC</w:t>
      </w:r>
      <w:r>
        <w:tab/>
        <w:t>489</w:t>
      </w:r>
    </w:p>
    <w:p w14:paraId="5D57247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during</w:t>
      </w:r>
      <w:r>
        <w:t xml:space="preserve"> </w:t>
      </w:r>
      <w:r w:rsidRPr="00825DA5">
        <w:rPr>
          <w:rFonts w:eastAsia="SimSun"/>
        </w:rPr>
        <w:t>TRP specific candidate beam detection</w:t>
      </w:r>
      <w:r>
        <w:tab/>
        <w:t>489</w:t>
      </w:r>
    </w:p>
    <w:p w14:paraId="731EF6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8</w:t>
      </w:r>
      <w:r w:rsidRPr="00825DA5">
        <w:rPr>
          <w:rFonts w:eastAsia="SimSun"/>
        </w:rPr>
        <w:t>.18.9.1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L1-RSRP measurement with a same subcarrier spacing as PDSCH/PDCCH on FR1</w:t>
      </w:r>
      <w:r>
        <w:tab/>
        <w:t>489</w:t>
      </w:r>
    </w:p>
    <w:p w14:paraId="05EDC1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L1-RSRP measurement with a different subcarrier spacing than PDSCH/PDCCH on FR1</w:t>
      </w:r>
      <w:r>
        <w:tab/>
        <w:t>489</w:t>
      </w:r>
    </w:p>
    <w:p w14:paraId="0D37689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L1-RSRP measurement on FR2</w:t>
      </w:r>
      <w:r>
        <w:tab/>
        <w:t>489</w:t>
      </w:r>
    </w:p>
    <w:p w14:paraId="21B346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8.18.9.4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Scheduling availability of UE performing L1-RSRP measurement on FR1 or FR2 in case of FR1-FR2 inter-band CA</w:t>
      </w:r>
      <w:r w:rsidRPr="00825DA5">
        <w:rPr>
          <w:rFonts w:eastAsia="SimSun"/>
          <w:lang w:eastAsia="zh-CN"/>
        </w:rPr>
        <w:t xml:space="preserve"> and NR-DC</w:t>
      </w:r>
      <w:r>
        <w:tab/>
        <w:t>490</w:t>
      </w:r>
    </w:p>
    <w:p w14:paraId="75B24AF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8.19</w:t>
      </w:r>
      <w:r>
        <w:rPr>
          <w:rFonts w:ascii="Calibri" w:eastAsia="Malgun Gothic" w:hAnsi="Calibri"/>
          <w:sz w:val="22"/>
          <w:szCs w:val="22"/>
        </w:rPr>
        <w:tab/>
      </w:r>
      <w:r>
        <w:t>Pre-configured measurement gap activation/deactivation delay</w:t>
      </w:r>
      <w:r>
        <w:tab/>
        <w:t>490</w:t>
      </w:r>
    </w:p>
    <w:p w14:paraId="53F41A1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</w:t>
      </w:r>
      <w:r>
        <w:t>19</w:t>
      </w:r>
      <w:r w:rsidRPr="00825DA5">
        <w:rPr>
          <w:lang w:val="en-US"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Introduction</w:t>
      </w:r>
      <w:r>
        <w:tab/>
        <w:t>490</w:t>
      </w:r>
    </w:p>
    <w:p w14:paraId="569A9F9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</w:t>
      </w:r>
      <w:r>
        <w:t>19</w:t>
      </w:r>
      <w:r w:rsidRPr="00825DA5">
        <w:rPr>
          <w:lang w:val="en-US"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Pre-configured measurement gap activation/deactivation upon DCI/timer-based BWP switch</w:t>
      </w:r>
      <w:r>
        <w:tab/>
        <w:t>490</w:t>
      </w:r>
    </w:p>
    <w:p w14:paraId="04E8D0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</w:t>
      </w:r>
      <w:r>
        <w:t>19</w:t>
      </w:r>
      <w:r w:rsidRPr="00825DA5">
        <w:rPr>
          <w:lang w:val="en-US" w:eastAsia="zh-CN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Activation/deactivation upon DCI/timer-based BWP switch delay on a single CC</w:t>
      </w:r>
      <w:r>
        <w:tab/>
        <w:t>490</w:t>
      </w:r>
    </w:p>
    <w:p w14:paraId="72A003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8.19.3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Pre-configured measurement gap activation/deactivation upon SCell activation/deactivation</w:t>
      </w:r>
      <w:r>
        <w:tab/>
        <w:t>490</w:t>
      </w:r>
    </w:p>
    <w:p w14:paraId="7FA9647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8.</w:t>
      </w:r>
      <w:r>
        <w:t>19</w:t>
      </w:r>
      <w:r w:rsidRPr="00825DA5">
        <w:rPr>
          <w:lang w:val="en-US" w:eastAsia="zh-CN"/>
        </w:rPr>
        <w:t>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Pre-configured measurement gap activation/deactivation upon RRC reconfiguration</w:t>
      </w:r>
      <w:r>
        <w:tab/>
        <w:t>491</w:t>
      </w:r>
    </w:p>
    <w:p w14:paraId="20814976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9</w:t>
      </w:r>
      <w:r>
        <w:rPr>
          <w:rFonts w:ascii="Calibri" w:eastAsia="Malgun Gothic" w:hAnsi="Calibri"/>
          <w:szCs w:val="22"/>
        </w:rPr>
        <w:tab/>
      </w:r>
      <w:r>
        <w:t>Measurement Procedure</w:t>
      </w:r>
      <w:r>
        <w:tab/>
        <w:t>491</w:t>
      </w:r>
    </w:p>
    <w:p w14:paraId="1AEBE7F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</w:t>
      </w:r>
      <w:r>
        <w:rPr>
          <w:rFonts w:ascii="Calibri" w:eastAsia="Malgun Gothic" w:hAnsi="Calibri"/>
          <w:sz w:val="22"/>
          <w:szCs w:val="22"/>
        </w:rPr>
        <w:tab/>
      </w:r>
      <w:r>
        <w:t>General measurement requirement</w:t>
      </w:r>
      <w:r>
        <w:tab/>
        <w:t>491</w:t>
      </w:r>
    </w:p>
    <w:p w14:paraId="672DEB9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491</w:t>
      </w:r>
    </w:p>
    <w:p w14:paraId="67B4781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9.1.2</w:t>
      </w:r>
      <w:r>
        <w:rPr>
          <w:rFonts w:ascii="Calibri" w:eastAsia="Malgun Gothic" w:hAnsi="Calibri"/>
          <w:sz w:val="22"/>
          <w:szCs w:val="22"/>
        </w:rPr>
        <w:tab/>
      </w:r>
      <w:r>
        <w:t>Measurement gap</w:t>
      </w:r>
      <w:r>
        <w:tab/>
        <w:t>491</w:t>
      </w:r>
    </w:p>
    <w:p w14:paraId="117001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EN-DC: Measurement Gap Sharing</w:t>
      </w:r>
      <w:r>
        <w:tab/>
        <w:t>503</w:t>
      </w:r>
    </w:p>
    <w:p w14:paraId="110750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9.1.2.1a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SA: Measurement Gap Sharing</w:t>
      </w:r>
      <w:r>
        <w:tab/>
        <w:t>504</w:t>
      </w:r>
    </w:p>
    <w:p w14:paraId="60A7D8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9.1.2.1b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NE-DC: Measurement Gap Sharing</w:t>
      </w:r>
      <w:r>
        <w:tab/>
        <w:t>505</w:t>
      </w:r>
    </w:p>
    <w:p w14:paraId="223221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9.1.2.1c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NR-DC: Measurement Gap Sharing</w:t>
      </w:r>
      <w:r>
        <w:tab/>
        <w:t>506</w:t>
      </w:r>
    </w:p>
    <w:p w14:paraId="782BB70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9.1.3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</w:t>
      </w:r>
      <w:r>
        <w:tab/>
        <w:t>507</w:t>
      </w:r>
    </w:p>
    <w:p w14:paraId="4018B1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9.1.3.1</w:t>
      </w:r>
      <w:r>
        <w:rPr>
          <w:rFonts w:ascii="Calibri" w:eastAsia="Malgun Gothic" w:hAnsi="Calibri"/>
          <w:sz w:val="22"/>
          <w:szCs w:val="22"/>
        </w:rPr>
        <w:tab/>
      </w:r>
      <w:r>
        <w:t>EN-DC: Monitoring of multiple layers using gaps</w:t>
      </w:r>
      <w:r>
        <w:tab/>
        <w:t>507</w:t>
      </w:r>
    </w:p>
    <w:p w14:paraId="0E50EE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9.1.3.1a</w:t>
      </w:r>
      <w:r>
        <w:rPr>
          <w:rFonts w:ascii="Calibri" w:eastAsia="Malgun Gothic" w:hAnsi="Calibri"/>
          <w:sz w:val="22"/>
          <w:szCs w:val="22"/>
        </w:rPr>
        <w:tab/>
      </w:r>
      <w:r>
        <w:t>SA: Monitoring of multiple layers using gaps</w:t>
      </w:r>
      <w:r>
        <w:tab/>
        <w:t>507</w:t>
      </w:r>
    </w:p>
    <w:p w14:paraId="51DB5D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9.1.3.1b</w:t>
      </w:r>
      <w:r>
        <w:rPr>
          <w:rFonts w:ascii="Calibri" w:eastAsia="Malgun Gothic" w:hAnsi="Calibri"/>
          <w:sz w:val="22"/>
          <w:szCs w:val="22"/>
        </w:rPr>
        <w:tab/>
      </w:r>
      <w:r>
        <w:t>NE-DC: Monitoring of multiple layers using gaps</w:t>
      </w:r>
      <w:r>
        <w:tab/>
        <w:t>508</w:t>
      </w:r>
    </w:p>
    <w:p w14:paraId="67AC3F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9.1.3.1c</w:t>
      </w:r>
      <w:r>
        <w:rPr>
          <w:rFonts w:ascii="Calibri" w:eastAsia="Malgun Gothic" w:hAnsi="Calibri"/>
          <w:sz w:val="22"/>
          <w:szCs w:val="22"/>
        </w:rPr>
        <w:tab/>
      </w:r>
      <w:r>
        <w:t>NR-DC: Monitoring of multiple layers using gaps</w:t>
      </w:r>
      <w:r>
        <w:tab/>
        <w:t>508</w:t>
      </w:r>
    </w:p>
    <w:p w14:paraId="560CDA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9.1.3.2</w:t>
      </w:r>
      <w:r>
        <w:rPr>
          <w:rFonts w:ascii="Calibri" w:eastAsia="Malgun Gothic" w:hAnsi="Calibri"/>
          <w:sz w:val="22"/>
          <w:szCs w:val="22"/>
        </w:rPr>
        <w:tab/>
      </w:r>
      <w:r>
        <w:t>EN-DC: Maximum allowed layers for multiple monitoring</w:t>
      </w:r>
      <w:r>
        <w:tab/>
        <w:t>509</w:t>
      </w:r>
    </w:p>
    <w:p w14:paraId="461538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9.1.3.2a</w:t>
      </w:r>
      <w:r>
        <w:rPr>
          <w:rFonts w:ascii="Calibri" w:eastAsia="Malgun Gothic" w:hAnsi="Calibri"/>
          <w:sz w:val="22"/>
          <w:szCs w:val="22"/>
        </w:rPr>
        <w:tab/>
      </w:r>
      <w:r>
        <w:t>SA: Maximum allowed layers for multiple monitoring</w:t>
      </w:r>
      <w:r>
        <w:tab/>
        <w:t>510</w:t>
      </w:r>
    </w:p>
    <w:p w14:paraId="3718027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9.1.3.2b</w:t>
      </w:r>
      <w:r>
        <w:rPr>
          <w:rFonts w:ascii="Calibri" w:eastAsia="Malgun Gothic" w:hAnsi="Calibri"/>
          <w:sz w:val="22"/>
          <w:szCs w:val="22"/>
        </w:rPr>
        <w:tab/>
      </w:r>
      <w:r>
        <w:t>NE-DC: Maximum allowed layers for multiple monitoring</w:t>
      </w:r>
      <w:r>
        <w:tab/>
        <w:t>510</w:t>
      </w:r>
    </w:p>
    <w:p w14:paraId="2F226D7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9.1.3.2c</w:t>
      </w:r>
      <w:r>
        <w:rPr>
          <w:rFonts w:ascii="Calibri" w:eastAsia="Malgun Gothic" w:hAnsi="Calibri"/>
          <w:sz w:val="22"/>
          <w:szCs w:val="22"/>
        </w:rPr>
        <w:tab/>
      </w:r>
      <w:r>
        <w:t>NR-DC: Maximum allowed layers for multiple monitoring</w:t>
      </w:r>
      <w:r>
        <w:tab/>
        <w:t>511</w:t>
      </w:r>
    </w:p>
    <w:p w14:paraId="56CE1B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9.1A.3.2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512</w:t>
      </w:r>
    </w:p>
    <w:p w14:paraId="3C01592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9.1.3A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 under operation mode with CCA</w:t>
      </w:r>
      <w:r>
        <w:tab/>
        <w:t>512</w:t>
      </w:r>
    </w:p>
    <w:p w14:paraId="1AC650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9.1.3A.1</w:t>
      </w:r>
      <w:r>
        <w:rPr>
          <w:rFonts w:ascii="Calibri" w:eastAsia="Malgun Gothic" w:hAnsi="Calibri"/>
          <w:sz w:val="22"/>
          <w:szCs w:val="22"/>
        </w:rPr>
        <w:tab/>
      </w:r>
      <w:r>
        <w:t>EN-DC: Monitoring of multiple layers using gaps under CCA</w:t>
      </w:r>
      <w:r>
        <w:tab/>
        <w:t>512</w:t>
      </w:r>
    </w:p>
    <w:p w14:paraId="44FA4B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9.1.3A.1a</w:t>
      </w:r>
      <w:r>
        <w:rPr>
          <w:rFonts w:ascii="Calibri" w:eastAsia="Malgun Gothic" w:hAnsi="Calibri"/>
          <w:sz w:val="22"/>
          <w:szCs w:val="22"/>
        </w:rPr>
        <w:tab/>
      </w:r>
      <w:r>
        <w:t>SA: Monitoring of multiple layers using gaps under CCA</w:t>
      </w:r>
      <w:r>
        <w:tab/>
        <w:t>512</w:t>
      </w:r>
    </w:p>
    <w:p w14:paraId="5127D2D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9.1.3A.2</w:t>
      </w:r>
      <w:r>
        <w:rPr>
          <w:rFonts w:ascii="Calibri" w:eastAsia="Malgun Gothic" w:hAnsi="Calibri"/>
          <w:sz w:val="22"/>
          <w:szCs w:val="22"/>
        </w:rPr>
        <w:tab/>
      </w:r>
      <w:r>
        <w:t>EN-DC: Maximum allowed layers for multiple monitoring under CCA</w:t>
      </w:r>
      <w:r>
        <w:tab/>
        <w:t>512</w:t>
      </w:r>
    </w:p>
    <w:p w14:paraId="7FD064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9.1.3A.2a</w:t>
      </w:r>
      <w:r>
        <w:rPr>
          <w:rFonts w:ascii="Calibri" w:eastAsia="Malgun Gothic" w:hAnsi="Calibri"/>
          <w:sz w:val="22"/>
          <w:szCs w:val="22"/>
        </w:rPr>
        <w:tab/>
      </w:r>
      <w:r>
        <w:t>SA: Maximum allowed layers for multiple monitoring under CCA</w:t>
      </w:r>
      <w:r>
        <w:tab/>
        <w:t>513</w:t>
      </w:r>
    </w:p>
    <w:p w14:paraId="78A6161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9.1.3C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 under operation mode with satellite access</w:t>
      </w:r>
      <w:r>
        <w:tab/>
        <w:t>513</w:t>
      </w:r>
    </w:p>
    <w:p w14:paraId="16AABB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9.1.3C.1a</w:t>
      </w:r>
      <w:r>
        <w:rPr>
          <w:rFonts w:ascii="Calibri" w:eastAsia="Malgun Gothic" w:hAnsi="Calibri"/>
          <w:sz w:val="22"/>
          <w:szCs w:val="22"/>
        </w:rPr>
        <w:tab/>
      </w:r>
      <w:r>
        <w:t>SA: Monitoring of multiple layers using gaps under satellite access</w:t>
      </w:r>
      <w:r>
        <w:tab/>
        <w:t>513</w:t>
      </w:r>
    </w:p>
    <w:p w14:paraId="2EF2ED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9.1.3C.2a</w:t>
      </w:r>
      <w:r>
        <w:rPr>
          <w:rFonts w:ascii="Calibri" w:eastAsia="Malgun Gothic" w:hAnsi="Calibri"/>
          <w:sz w:val="22"/>
          <w:szCs w:val="22"/>
        </w:rPr>
        <w:tab/>
      </w:r>
      <w:r>
        <w:t>SA: Maximum allowed layers for multiple monitoring for SAN</w:t>
      </w:r>
      <w:r>
        <w:tab/>
        <w:t>514</w:t>
      </w:r>
    </w:p>
    <w:p w14:paraId="389BAA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9.1.4</w:t>
      </w:r>
      <w:r>
        <w:rPr>
          <w:rFonts w:ascii="Calibri" w:eastAsia="Malgun Gothic" w:hAnsi="Calibri"/>
          <w:sz w:val="22"/>
          <w:szCs w:val="22"/>
        </w:rPr>
        <w:tab/>
      </w:r>
      <w:r>
        <w:t>Capabilities for Support of Event Triggering and Reporting Criteria</w:t>
      </w:r>
      <w:r>
        <w:tab/>
        <w:t>514</w:t>
      </w:r>
    </w:p>
    <w:p w14:paraId="46DF1B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514</w:t>
      </w:r>
    </w:p>
    <w:p w14:paraId="783CB3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9.1.4.2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514</w:t>
      </w:r>
    </w:p>
    <w:p w14:paraId="4BB06A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9.1.5</w:t>
      </w:r>
      <w:r>
        <w:rPr>
          <w:rFonts w:ascii="Calibri" w:eastAsia="Malgun Gothic" w:hAnsi="Calibri"/>
          <w:sz w:val="22"/>
          <w:szCs w:val="22"/>
        </w:rPr>
        <w:tab/>
      </w:r>
      <w:r>
        <w:t>Carrier-specific scaling factor</w:t>
      </w:r>
      <w:r>
        <w:tab/>
        <w:t>518</w:t>
      </w:r>
    </w:p>
    <w:p w14:paraId="49FF14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9.1.5.1</w:t>
      </w:r>
      <w:r>
        <w:rPr>
          <w:rFonts w:ascii="Calibri" w:eastAsia="Malgun Gothic" w:hAnsi="Calibri"/>
          <w:sz w:val="22"/>
          <w:szCs w:val="22"/>
        </w:rPr>
        <w:tab/>
      </w:r>
      <w:r>
        <w:t>Monitoring of multiple layers outside gaps</w:t>
      </w:r>
      <w:r>
        <w:tab/>
        <w:t>519</w:t>
      </w:r>
    </w:p>
    <w:p w14:paraId="59B958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9.1.5.1.1</w:t>
      </w:r>
      <w:r>
        <w:rPr>
          <w:rFonts w:ascii="Calibri" w:eastAsia="Malgun Gothic" w:hAnsi="Calibri"/>
          <w:sz w:val="22"/>
          <w:szCs w:val="22"/>
        </w:rPr>
        <w:tab/>
      </w:r>
      <w:r>
        <w:t>EN-DC mode: carrier-specific scaling factor for SSB-based, CSI-RS based L3 measurements and RSSI and channel occupancy measurements performed outside gaps</w:t>
      </w:r>
      <w:r>
        <w:tab/>
        <w:t>521</w:t>
      </w:r>
    </w:p>
    <w:p w14:paraId="36968A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9.1.5.1.2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SSB-based, CSI-RS based L3 measurements and RSSI and channel occupancy measurements performed outside gaps</w:t>
      </w:r>
      <w:r>
        <w:tab/>
        <w:t>522</w:t>
      </w:r>
    </w:p>
    <w:p w14:paraId="484055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9.1.5.1.3</w:t>
      </w:r>
      <w:r>
        <w:rPr>
          <w:rFonts w:ascii="Calibri" w:eastAsia="Malgun Gothic" w:hAnsi="Calibri"/>
          <w:sz w:val="22"/>
          <w:szCs w:val="22"/>
        </w:rPr>
        <w:tab/>
      </w:r>
      <w:r>
        <w:t>NR-DC mode: carrier-specific scaling factor for SSB-based and CSI-RS based L3 measurements performed outside gaps</w:t>
      </w:r>
      <w:r>
        <w:tab/>
        <w:t>523</w:t>
      </w:r>
    </w:p>
    <w:p w14:paraId="6728E8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9.1.5.1.4</w:t>
      </w:r>
      <w:r>
        <w:rPr>
          <w:rFonts w:ascii="Calibri" w:eastAsia="Malgun Gothic" w:hAnsi="Calibri"/>
          <w:sz w:val="22"/>
          <w:szCs w:val="22"/>
        </w:rPr>
        <w:tab/>
      </w:r>
      <w:r>
        <w:t>NE-DC mode: carrier-specific scaling factor for SSB-based and CSI-RS based measurements performed outside gaps</w:t>
      </w:r>
      <w:r>
        <w:tab/>
        <w:t>524</w:t>
      </w:r>
    </w:p>
    <w:p w14:paraId="276C4B7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9.1.5.2</w:t>
      </w:r>
      <w:r>
        <w:rPr>
          <w:rFonts w:ascii="Calibri" w:eastAsia="Malgun Gothic" w:hAnsi="Calibri"/>
          <w:sz w:val="22"/>
          <w:szCs w:val="22"/>
        </w:rPr>
        <w:tab/>
      </w:r>
      <w:r>
        <w:t>Monitoring of multiple layers within gaps</w:t>
      </w:r>
      <w:r>
        <w:tab/>
        <w:t>525</w:t>
      </w:r>
    </w:p>
    <w:p w14:paraId="009813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9.1.5.2.1</w:t>
      </w:r>
      <w:r>
        <w:rPr>
          <w:rFonts w:ascii="Calibri" w:eastAsia="Malgun Gothic" w:hAnsi="Calibri"/>
          <w:sz w:val="22"/>
          <w:szCs w:val="22"/>
        </w:rPr>
        <w:tab/>
      </w:r>
      <w:r>
        <w:t>EN-DC mode: carrier-specific scaling factor for SSB, CSI-RS-based L3 measurements and RSSI and channel occupancy measurements performed within gaps</w:t>
      </w:r>
      <w:r>
        <w:tab/>
        <w:t>527</w:t>
      </w:r>
    </w:p>
    <w:p w14:paraId="6537F9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9.1.5.2.2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SSB, CSI-RS-based L3 measurements and RSSI and channel occupancy measurements performed within gaps</w:t>
      </w:r>
      <w:r>
        <w:tab/>
        <w:t>528</w:t>
      </w:r>
    </w:p>
    <w:p w14:paraId="2F6368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NE-DC</w:t>
      </w:r>
      <w:r>
        <w:t>: carrier-specific scaling factor for SSB-based and CSI-RS based L3 measurements performed within gaps</w:t>
      </w:r>
      <w:r>
        <w:tab/>
        <w:t>530</w:t>
      </w:r>
    </w:p>
    <w:p w14:paraId="139E43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NR-DC</w:t>
      </w:r>
      <w:r>
        <w:t>: carrier-specific scaling factor for SSB-based and CSI-RS-based L3 measurements performed within gaps</w:t>
      </w:r>
      <w:r>
        <w:tab/>
        <w:t>532</w:t>
      </w:r>
    </w:p>
    <w:p w14:paraId="398508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9.1.5.2.5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PRS-based measurements performed within gaps</w:t>
      </w:r>
      <w:r>
        <w:tab/>
        <w:t>534</w:t>
      </w:r>
    </w:p>
    <w:p w14:paraId="3FB10F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NE-DC</w:t>
      </w:r>
      <w:r>
        <w:t>: carrier-specific scaling factor for PRS-based measurements performed within gaps</w:t>
      </w:r>
      <w:r>
        <w:tab/>
        <w:t>534</w:t>
      </w:r>
    </w:p>
    <w:p w14:paraId="06BEA4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9.1.5.2.7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NR-DC</w:t>
      </w:r>
      <w:r>
        <w:t>: carrier-specific scaling factor for PRS-based measurements performed within gaps</w:t>
      </w:r>
      <w:r>
        <w:tab/>
        <w:t>534</w:t>
      </w:r>
    </w:p>
    <w:p w14:paraId="5ABC11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9.1.5.3</w:t>
      </w:r>
      <w:r>
        <w:rPr>
          <w:rFonts w:ascii="Calibri" w:eastAsia="Malgun Gothic" w:hAnsi="Calibri"/>
          <w:sz w:val="22"/>
          <w:szCs w:val="22"/>
        </w:rPr>
        <w:tab/>
      </w:r>
      <w:r>
        <w:t>Monitoring of multiple layers within NCSG</w:t>
      </w:r>
      <w:r>
        <w:tab/>
        <w:t>534</w:t>
      </w:r>
    </w:p>
    <w:p w14:paraId="7C0148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9.1.5.3.1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measurements performed within NCSG</w:t>
      </w:r>
      <w:r>
        <w:tab/>
        <w:t>535</w:t>
      </w:r>
    </w:p>
    <w:p w14:paraId="585811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536</w:t>
      </w:r>
    </w:p>
    <w:p w14:paraId="45ADE8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9.1.7</w:t>
      </w:r>
      <w:r>
        <w:rPr>
          <w:rFonts w:ascii="Calibri" w:eastAsia="Malgun Gothic" w:hAnsi="Calibri"/>
          <w:sz w:val="22"/>
          <w:szCs w:val="22"/>
        </w:rPr>
        <w:tab/>
      </w:r>
      <w:r>
        <w:t>Pre-configured measurement gap</w:t>
      </w:r>
      <w:r>
        <w:tab/>
        <w:t>536</w:t>
      </w:r>
    </w:p>
    <w:p w14:paraId="3BC19E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536</w:t>
      </w:r>
    </w:p>
    <w:p w14:paraId="0DDD5D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536</w:t>
      </w:r>
    </w:p>
    <w:p w14:paraId="005A5E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9.1.7.3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</w:t>
      </w:r>
      <w:r>
        <w:tab/>
        <w:t>537</w:t>
      </w:r>
    </w:p>
    <w:p w14:paraId="25E3BA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9.1.7.3.1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for autonomous activation/deactivation mechanism</w:t>
      </w:r>
      <w:r>
        <w:tab/>
        <w:t>537</w:t>
      </w:r>
    </w:p>
    <w:p w14:paraId="2C88FF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9.1.7.3.2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for network-controlled activation/deactivation mechanism</w:t>
      </w:r>
      <w:r>
        <w:tab/>
        <w:t>538</w:t>
      </w:r>
    </w:p>
    <w:p w14:paraId="1ECA7B2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9.1.8</w:t>
      </w:r>
      <w:r>
        <w:rPr>
          <w:rFonts w:ascii="Calibri" w:eastAsia="Malgun Gothic" w:hAnsi="Calibri"/>
          <w:sz w:val="22"/>
          <w:szCs w:val="22"/>
        </w:rPr>
        <w:tab/>
      </w:r>
      <w:r>
        <w:t>Concurrent measurement gaps</w:t>
      </w:r>
      <w:r>
        <w:tab/>
        <w:t>538</w:t>
      </w:r>
    </w:p>
    <w:p w14:paraId="58E317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9.1.8.1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538</w:t>
      </w:r>
    </w:p>
    <w:p w14:paraId="1AFDFAC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9.1.8.2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538</w:t>
      </w:r>
    </w:p>
    <w:p w14:paraId="1C8AC3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Collision between concurrent measurement gaps</w:t>
      </w:r>
      <w:r>
        <w:tab/>
        <w:t>540</w:t>
      </w:r>
    </w:p>
    <w:p w14:paraId="126D18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9.1.8.4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gap related requirements of concurrent measurement gaps</w:t>
      </w:r>
      <w:r>
        <w:tab/>
        <w:t>540</w:t>
      </w:r>
    </w:p>
    <w:p w14:paraId="7E61A4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9.1.9</w:t>
      </w:r>
      <w:r>
        <w:rPr>
          <w:rFonts w:ascii="Calibri" w:eastAsia="Malgun Gothic" w:hAnsi="Calibri"/>
          <w:sz w:val="22"/>
          <w:szCs w:val="22"/>
        </w:rPr>
        <w:tab/>
      </w:r>
      <w:r>
        <w:t>Network controlled small gap</w:t>
      </w:r>
      <w:r>
        <w:tab/>
        <w:t>540</w:t>
      </w:r>
    </w:p>
    <w:p w14:paraId="02FECD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540</w:t>
      </w:r>
    </w:p>
    <w:p w14:paraId="040BC9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541</w:t>
      </w:r>
    </w:p>
    <w:p w14:paraId="5339472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9.1.10</w:t>
      </w:r>
      <w:r>
        <w:rPr>
          <w:rFonts w:ascii="Calibri" w:eastAsia="Malgun Gothic" w:hAnsi="Calibri"/>
          <w:sz w:val="22"/>
          <w:szCs w:val="22"/>
        </w:rPr>
        <w:tab/>
      </w:r>
      <w:r>
        <w:t>MUSIM gaps</w:t>
      </w:r>
      <w:r>
        <w:tab/>
        <w:t>544</w:t>
      </w:r>
    </w:p>
    <w:p w14:paraId="576CC8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9.1.11</w:t>
      </w:r>
      <w:r>
        <w:rPr>
          <w:rFonts w:ascii="Calibri" w:eastAsia="Malgun Gothic" w:hAnsi="Calibri"/>
          <w:sz w:val="22"/>
          <w:szCs w:val="22"/>
        </w:rPr>
        <w:tab/>
      </w:r>
      <w:r>
        <w:t>UL gap for Tx power management</w:t>
      </w:r>
      <w:r>
        <w:tab/>
        <w:t>545</w:t>
      </w:r>
    </w:p>
    <w:p w14:paraId="035C8ED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9.1A</w:t>
      </w:r>
      <w:r>
        <w:rPr>
          <w:rFonts w:ascii="Calibri" w:eastAsia="Malgun Gothic" w:hAnsi="Calibri"/>
          <w:sz w:val="22"/>
          <w:szCs w:val="22"/>
        </w:rPr>
        <w:tab/>
      </w:r>
      <w:r>
        <w:t>General measurement requirement for RedCap</w:t>
      </w:r>
      <w:r>
        <w:tab/>
        <w:t>546</w:t>
      </w:r>
    </w:p>
    <w:p w14:paraId="10E176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546</w:t>
      </w:r>
    </w:p>
    <w:p w14:paraId="34813C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9.1A.2</w:t>
      </w:r>
      <w:r>
        <w:rPr>
          <w:rFonts w:ascii="Calibri" w:eastAsia="Malgun Gothic" w:hAnsi="Calibri"/>
          <w:sz w:val="22"/>
          <w:szCs w:val="22"/>
        </w:rPr>
        <w:tab/>
      </w:r>
      <w:r>
        <w:t>Measurement gap</w:t>
      </w:r>
      <w:r>
        <w:tab/>
        <w:t>546</w:t>
      </w:r>
    </w:p>
    <w:p w14:paraId="5CFCD0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9.1A.2.1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SA: Measurement Gap Sharing</w:t>
      </w:r>
      <w:r>
        <w:tab/>
        <w:t>550</w:t>
      </w:r>
    </w:p>
    <w:p w14:paraId="69E611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9.1A.3</w:t>
      </w:r>
      <w:r>
        <w:rPr>
          <w:rFonts w:ascii="Calibri" w:eastAsia="Malgun Gothic" w:hAnsi="Calibri"/>
          <w:sz w:val="22"/>
          <w:szCs w:val="22"/>
        </w:rPr>
        <w:tab/>
      </w:r>
      <w:r>
        <w:t>UE Measurement capability</w:t>
      </w:r>
      <w:r>
        <w:tab/>
        <w:t>551</w:t>
      </w:r>
    </w:p>
    <w:p w14:paraId="3A3BD8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9.1A.3.1</w:t>
      </w:r>
      <w:r>
        <w:rPr>
          <w:rFonts w:ascii="Calibri" w:eastAsia="Malgun Gothic" w:hAnsi="Calibri"/>
          <w:sz w:val="22"/>
          <w:szCs w:val="22"/>
        </w:rPr>
        <w:tab/>
      </w:r>
      <w:r>
        <w:t>SA: Monitoring of multiple layers using gaps</w:t>
      </w:r>
      <w:r>
        <w:tab/>
        <w:t>551</w:t>
      </w:r>
    </w:p>
    <w:p w14:paraId="24DEA9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color w:val="000000"/>
        </w:rPr>
        <w:t>9.1A.3.2</w:t>
      </w:r>
      <w:r>
        <w:rPr>
          <w:rFonts w:ascii="Calibri" w:eastAsia="Malgun Gothic" w:hAnsi="Calibri"/>
          <w:sz w:val="22"/>
          <w:szCs w:val="22"/>
        </w:rPr>
        <w:tab/>
      </w:r>
      <w:r>
        <w:t>SA: Maximum allowed layers for multiple monitoring</w:t>
      </w:r>
      <w:r>
        <w:tab/>
        <w:t>551</w:t>
      </w:r>
    </w:p>
    <w:p w14:paraId="0D1878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9.1A.4</w:t>
      </w:r>
      <w:r>
        <w:rPr>
          <w:rFonts w:ascii="Calibri" w:eastAsia="Malgun Gothic" w:hAnsi="Calibri"/>
          <w:sz w:val="22"/>
          <w:szCs w:val="22"/>
        </w:rPr>
        <w:tab/>
      </w:r>
      <w:r>
        <w:t>Capabilities for Support of Event Triggering and Reporting Criteria</w:t>
      </w:r>
      <w:r>
        <w:tab/>
        <w:t>551</w:t>
      </w:r>
    </w:p>
    <w:p w14:paraId="7EC43B8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551</w:t>
      </w:r>
    </w:p>
    <w:p w14:paraId="492DCD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9.1A.4.2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552</w:t>
      </w:r>
    </w:p>
    <w:p w14:paraId="7D1FEEA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9.1A.5</w:t>
      </w:r>
      <w:r>
        <w:rPr>
          <w:rFonts w:ascii="Calibri" w:eastAsia="Malgun Gothic" w:hAnsi="Calibri"/>
          <w:sz w:val="22"/>
          <w:szCs w:val="22"/>
        </w:rPr>
        <w:tab/>
      </w:r>
      <w:r>
        <w:t>Carrier-specific scaling factor</w:t>
      </w:r>
      <w:r>
        <w:tab/>
        <w:t>552</w:t>
      </w:r>
    </w:p>
    <w:p w14:paraId="4D130D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9.1A.5.1</w:t>
      </w:r>
      <w:r>
        <w:rPr>
          <w:rFonts w:ascii="Calibri" w:eastAsia="Malgun Gothic" w:hAnsi="Calibri"/>
          <w:sz w:val="22"/>
          <w:szCs w:val="22"/>
        </w:rPr>
        <w:tab/>
      </w:r>
      <w:r>
        <w:t>Monitoring of multiple layers outside gaps</w:t>
      </w:r>
      <w:r>
        <w:tab/>
        <w:t>552</w:t>
      </w:r>
    </w:p>
    <w:p w14:paraId="6EE6A9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9.1A.5.1.1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SSB-based measurements performed outside gaps</w:t>
      </w:r>
      <w:r>
        <w:tab/>
        <w:t>553</w:t>
      </w:r>
    </w:p>
    <w:p w14:paraId="22116B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9.1A.5.2</w:t>
      </w:r>
      <w:r>
        <w:rPr>
          <w:rFonts w:ascii="Calibri" w:eastAsia="Malgun Gothic" w:hAnsi="Calibri"/>
          <w:sz w:val="22"/>
          <w:szCs w:val="22"/>
        </w:rPr>
        <w:tab/>
      </w:r>
      <w:r>
        <w:t>Monitoring of multiple layers within gaps</w:t>
      </w:r>
      <w:r>
        <w:tab/>
        <w:t>553</w:t>
      </w:r>
    </w:p>
    <w:p w14:paraId="1166F9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9.1A.5.2.1</w:t>
      </w:r>
      <w:r>
        <w:rPr>
          <w:rFonts w:ascii="Calibri" w:eastAsia="Malgun Gothic" w:hAnsi="Calibri"/>
          <w:sz w:val="22"/>
          <w:szCs w:val="22"/>
        </w:rPr>
        <w:tab/>
      </w:r>
      <w:r>
        <w:t>SA mode: carrier-specific scaling factor for SSB measurements performed within gaps</w:t>
      </w:r>
      <w:r>
        <w:tab/>
        <w:t>553</w:t>
      </w:r>
    </w:p>
    <w:p w14:paraId="36714FF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9.1A.6</w:t>
      </w:r>
      <w:r>
        <w:rPr>
          <w:rFonts w:ascii="Calibri" w:eastAsia="Malgun Gothic" w:hAnsi="Calibri"/>
          <w:sz w:val="22"/>
          <w:szCs w:val="22"/>
        </w:rPr>
        <w:tab/>
      </w:r>
      <w:r>
        <w:t>Minimum requirement at transitions</w:t>
      </w:r>
      <w:r>
        <w:tab/>
        <w:t>554</w:t>
      </w:r>
    </w:p>
    <w:p w14:paraId="3416A2A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9.1C</w:t>
      </w:r>
      <w:r>
        <w:rPr>
          <w:rFonts w:ascii="Calibri" w:eastAsia="Malgun Gothic" w:hAnsi="Calibri"/>
          <w:sz w:val="22"/>
          <w:szCs w:val="22"/>
        </w:rPr>
        <w:tab/>
      </w:r>
      <w:r>
        <w:t>General measurement requirement</w:t>
      </w:r>
      <w:r>
        <w:tab/>
        <w:t>555</w:t>
      </w:r>
    </w:p>
    <w:p w14:paraId="636AE9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555</w:t>
      </w:r>
    </w:p>
    <w:p w14:paraId="1791ED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9.1C.2</w:t>
      </w:r>
      <w:r>
        <w:rPr>
          <w:rFonts w:ascii="Calibri" w:eastAsia="Malgun Gothic" w:hAnsi="Calibri"/>
          <w:sz w:val="22"/>
          <w:szCs w:val="22"/>
        </w:rPr>
        <w:tab/>
      </w:r>
      <w:r>
        <w:t>Measurement gap</w:t>
      </w:r>
      <w:r>
        <w:tab/>
        <w:t>555</w:t>
      </w:r>
    </w:p>
    <w:p w14:paraId="5453242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9.1C.8</w:t>
      </w:r>
      <w:r>
        <w:rPr>
          <w:rFonts w:ascii="Calibri" w:eastAsia="Malgun Gothic" w:hAnsi="Calibri"/>
          <w:sz w:val="22"/>
          <w:szCs w:val="22"/>
        </w:rPr>
        <w:tab/>
      </w:r>
      <w:r>
        <w:t>Concurrent measurement gaps for SAN</w:t>
      </w:r>
      <w:r>
        <w:tab/>
        <w:t>557</w:t>
      </w:r>
    </w:p>
    <w:p w14:paraId="149F7F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9.1C.8.1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557</w:t>
      </w:r>
    </w:p>
    <w:p w14:paraId="45F20B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9.1C.8.2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Requirements</w:t>
      </w:r>
      <w:r>
        <w:tab/>
        <w:t>557</w:t>
      </w:r>
    </w:p>
    <w:p w14:paraId="71C07B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9.1C.8.3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Collision between concurrent measurement gaps</w:t>
      </w:r>
      <w:r>
        <w:tab/>
        <w:t>558</w:t>
      </w:r>
    </w:p>
    <w:p w14:paraId="004F00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9.1C.8.4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gap related requirements of concurrent measurement gaps</w:t>
      </w:r>
      <w:r>
        <w:tab/>
        <w:t>558</w:t>
      </w:r>
    </w:p>
    <w:p w14:paraId="71C378D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en-US"/>
        </w:rPr>
        <w:t>9.1C.9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en-US"/>
        </w:rPr>
        <w:t>Collision between SMTC and measurement gap for SAN</w:t>
      </w:r>
      <w:r>
        <w:tab/>
        <w:t>558</w:t>
      </w:r>
    </w:p>
    <w:p w14:paraId="73001E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9.1C.9.1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Introduction</w:t>
      </w:r>
      <w:r>
        <w:tab/>
        <w:t>558</w:t>
      </w:r>
    </w:p>
    <w:p w14:paraId="66A8DF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9.1C.9.1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Collision between </w:t>
      </w:r>
      <w:r>
        <w:rPr>
          <w:lang w:eastAsia="en-US"/>
        </w:rPr>
        <w:t>SMTCs and measurement gap</w:t>
      </w:r>
      <w:r>
        <w:tab/>
        <w:t>558</w:t>
      </w:r>
    </w:p>
    <w:p w14:paraId="778D68A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9.2</w:t>
      </w:r>
      <w:r>
        <w:rPr>
          <w:rFonts w:ascii="Calibri" w:eastAsia="Malgun Gothic" w:hAnsi="Calibri"/>
          <w:sz w:val="22"/>
          <w:szCs w:val="22"/>
        </w:rPr>
        <w:tab/>
      </w:r>
      <w:r>
        <w:t>NR intra-frequency measurements</w:t>
      </w:r>
      <w:r>
        <w:tab/>
        <w:t>559</w:t>
      </w:r>
    </w:p>
    <w:p w14:paraId="06F5545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559</w:t>
      </w:r>
    </w:p>
    <w:p w14:paraId="0CB08C5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560</w:t>
      </w:r>
    </w:p>
    <w:p w14:paraId="6C054C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560</w:t>
      </w:r>
    </w:p>
    <w:p w14:paraId="224A77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560</w:t>
      </w:r>
    </w:p>
    <w:p w14:paraId="1DC740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560</w:t>
      </w:r>
    </w:p>
    <w:p w14:paraId="7FEF95B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9.2.4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561</w:t>
      </w:r>
    </w:p>
    <w:p w14:paraId="254EA9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561</w:t>
      </w:r>
    </w:p>
    <w:p w14:paraId="55B64F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561</w:t>
      </w:r>
    </w:p>
    <w:p w14:paraId="4E0273D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9.2.4.3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561</w:t>
      </w:r>
    </w:p>
    <w:p w14:paraId="4F22F7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9.2.5</w:t>
      </w:r>
      <w:r>
        <w:rPr>
          <w:rFonts w:ascii="Calibri" w:eastAsia="Malgun Gothic" w:hAnsi="Calibri"/>
          <w:sz w:val="22"/>
          <w:szCs w:val="22"/>
        </w:rPr>
        <w:tab/>
      </w:r>
      <w:r>
        <w:t>Intrafrequency measurements without measurement gaps</w:t>
      </w:r>
      <w:r>
        <w:tab/>
        <w:t>562</w:t>
      </w:r>
    </w:p>
    <w:p w14:paraId="0B6D19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9.2.5.1</w:t>
      </w:r>
      <w:r>
        <w:rPr>
          <w:rFonts w:ascii="Calibri" w:eastAsia="Malgun Gothic" w:hAnsi="Calibri"/>
          <w:sz w:val="22"/>
          <w:szCs w:val="22"/>
        </w:rPr>
        <w:tab/>
      </w:r>
      <w:r>
        <w:t>Intrafrequency cell identification</w:t>
      </w:r>
      <w:r>
        <w:tab/>
        <w:t>562</w:t>
      </w:r>
    </w:p>
    <w:p w14:paraId="737BD4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period</w:t>
      </w:r>
      <w:r>
        <w:tab/>
        <w:t>567</w:t>
      </w:r>
    </w:p>
    <w:p w14:paraId="70A479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9.2.5.3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intra-frequency measurements</w:t>
      </w:r>
      <w:r>
        <w:tab/>
        <w:t>570</w:t>
      </w:r>
    </w:p>
    <w:p w14:paraId="70E2FC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9.2.5.3.1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570</w:t>
      </w:r>
    </w:p>
    <w:p w14:paraId="4F0755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9.2.5.3.2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570</w:t>
      </w:r>
    </w:p>
    <w:p w14:paraId="675E49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9.2.5.3.3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571</w:t>
      </w:r>
    </w:p>
    <w:p w14:paraId="273E1C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9.2.5.3.4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FR1 or FR2 in case of FR1-FR2 inter-band CA</w:t>
      </w:r>
      <w:r>
        <w:tab/>
        <w:t>572</w:t>
      </w:r>
    </w:p>
    <w:p w14:paraId="14D8A8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9.2.5.4</w:t>
      </w:r>
      <w:r>
        <w:rPr>
          <w:rFonts w:ascii="Calibri" w:eastAsia="Malgun Gothic" w:hAnsi="Calibri"/>
          <w:sz w:val="22"/>
          <w:szCs w:val="22"/>
        </w:rPr>
        <w:tab/>
      </w:r>
      <w:r>
        <w:t>SFTD Measurements between PCell and PSCell</w:t>
      </w:r>
      <w:r>
        <w:tab/>
        <w:t>573</w:t>
      </w:r>
    </w:p>
    <w:p w14:paraId="56B8B7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9.2.5.4.1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573</w:t>
      </w:r>
    </w:p>
    <w:p w14:paraId="075E5B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9.2.5.4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SFTD Measurement delay</w:t>
      </w:r>
      <w:r>
        <w:tab/>
        <w:t>573</w:t>
      </w:r>
    </w:p>
    <w:p w14:paraId="49DB92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9.2.5.4.3</w:t>
      </w:r>
      <w:r>
        <w:rPr>
          <w:rFonts w:ascii="Calibri" w:eastAsia="Malgun Gothic" w:hAnsi="Calibri"/>
          <w:sz w:val="22"/>
          <w:szCs w:val="22"/>
        </w:rPr>
        <w:tab/>
      </w:r>
      <w:r>
        <w:t>SFTD Measurement Reporting Delay</w:t>
      </w:r>
      <w:r>
        <w:tab/>
        <w:t>573</w:t>
      </w:r>
    </w:p>
    <w:p w14:paraId="079AAB3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9.2.6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 measurement gaps</w:t>
      </w:r>
      <w:r>
        <w:tab/>
        <w:t>574</w:t>
      </w:r>
    </w:p>
    <w:p w14:paraId="53A65A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9.2.6.1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574</w:t>
      </w:r>
    </w:p>
    <w:p w14:paraId="2FFA43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9.2.6.2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574</w:t>
      </w:r>
    </w:p>
    <w:p w14:paraId="2EFD9C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9.2.6.3</w:t>
      </w:r>
      <w:r>
        <w:rPr>
          <w:rFonts w:ascii="Calibri" w:eastAsia="Malgun Gothic" w:hAnsi="Calibri"/>
          <w:sz w:val="22"/>
          <w:szCs w:val="22"/>
        </w:rPr>
        <w:tab/>
      </w:r>
      <w:r>
        <w:t>Intrafrequency Measurement Period</w:t>
      </w:r>
      <w:r>
        <w:tab/>
        <w:t>576</w:t>
      </w:r>
    </w:p>
    <w:p w14:paraId="526FDA9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9.2.7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measurements with </w:t>
      </w:r>
      <w:r>
        <w:rPr>
          <w:lang w:eastAsia="zh-CN"/>
        </w:rPr>
        <w:t>NCSG</w:t>
      </w:r>
      <w:r>
        <w:tab/>
        <w:t>578</w:t>
      </w:r>
    </w:p>
    <w:p w14:paraId="282162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578</w:t>
      </w:r>
    </w:p>
    <w:p w14:paraId="23BEDB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</w:t>
      </w:r>
      <w:r>
        <w:tab/>
        <w:t>580</w:t>
      </w:r>
    </w:p>
    <w:p w14:paraId="6BE4FD6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during intra-frequency measurement with NCSG</w:t>
      </w:r>
      <w:r>
        <w:tab/>
        <w:t>581</w:t>
      </w:r>
    </w:p>
    <w:p w14:paraId="4ADAF15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9.2A</w:t>
      </w:r>
      <w:r>
        <w:rPr>
          <w:rFonts w:ascii="Calibri" w:eastAsia="Malgun Gothic" w:hAnsi="Calibri"/>
          <w:sz w:val="22"/>
          <w:szCs w:val="22"/>
        </w:rPr>
        <w:tab/>
      </w:r>
      <w:r>
        <w:t>NR intra-frequency measurements with CCA</w:t>
      </w:r>
      <w:r>
        <w:tab/>
        <w:t>581</w:t>
      </w:r>
    </w:p>
    <w:p w14:paraId="4C68D5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581</w:t>
      </w:r>
    </w:p>
    <w:p w14:paraId="6CE461C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582</w:t>
      </w:r>
    </w:p>
    <w:p w14:paraId="108715D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582</w:t>
      </w:r>
    </w:p>
    <w:p w14:paraId="295D7B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582</w:t>
      </w:r>
    </w:p>
    <w:p w14:paraId="02631E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FR2-2</w:t>
      </w:r>
      <w:r>
        <w:tab/>
        <w:t>583</w:t>
      </w:r>
    </w:p>
    <w:p w14:paraId="2FA047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583</w:t>
      </w:r>
    </w:p>
    <w:p w14:paraId="32DE35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9.2A.5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without measurement gaps</w:t>
      </w:r>
      <w:r>
        <w:tab/>
        <w:t>584</w:t>
      </w:r>
    </w:p>
    <w:p w14:paraId="11A7AB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period</w:t>
      </w:r>
      <w:r>
        <w:tab/>
        <w:t>588</w:t>
      </w:r>
    </w:p>
    <w:p w14:paraId="687274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9.2A.5.3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intra-frequency measurements</w:t>
      </w:r>
      <w:r>
        <w:tab/>
        <w:t>590</w:t>
      </w:r>
    </w:p>
    <w:p w14:paraId="09E0AC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9.2A.5.3.1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591</w:t>
      </w:r>
    </w:p>
    <w:p w14:paraId="0B4B90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9.2A.5.3.2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591</w:t>
      </w:r>
    </w:p>
    <w:p w14:paraId="6CE419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9.2A.5.3.3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FR2-2</w:t>
      </w:r>
      <w:r>
        <w:tab/>
        <w:t>591</w:t>
      </w:r>
    </w:p>
    <w:p w14:paraId="05BAC33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9.2A.6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 measurement gaps</w:t>
      </w:r>
      <w:r>
        <w:tab/>
        <w:t>591</w:t>
      </w:r>
    </w:p>
    <w:p w14:paraId="68DFF1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591</w:t>
      </w:r>
    </w:p>
    <w:p w14:paraId="722FFC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9.2A.6.2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 Period</w:t>
      </w:r>
      <w:r>
        <w:tab/>
        <w:t>594</w:t>
      </w:r>
    </w:p>
    <w:p w14:paraId="35E6827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9.2A.7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RSSI and Channel occupancy measurements</w:t>
      </w:r>
      <w:r>
        <w:tab/>
        <w:t>595</w:t>
      </w:r>
    </w:p>
    <w:p w14:paraId="67285B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9.2A.7.1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RSSI measurements</w:t>
      </w:r>
      <w:r>
        <w:tab/>
        <w:t>595</w:t>
      </w:r>
    </w:p>
    <w:p w14:paraId="1258E3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9.2A.7.2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Channel occupancy measurements</w:t>
      </w:r>
      <w:r>
        <w:tab/>
        <w:t>597</w:t>
      </w:r>
    </w:p>
    <w:p w14:paraId="770C86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9.2A.7.3</w:t>
      </w:r>
      <w:r>
        <w:rPr>
          <w:rFonts w:ascii="Calibri" w:eastAsia="Malgun Gothic" w:hAnsi="Calibri"/>
          <w:sz w:val="22"/>
          <w:szCs w:val="22"/>
        </w:rPr>
        <w:tab/>
      </w:r>
      <w:r>
        <w:t>Scheduling restriction during RSSI and Channel Occupancy measurements in FR1</w:t>
      </w:r>
      <w:r>
        <w:tab/>
        <w:t>598</w:t>
      </w:r>
    </w:p>
    <w:p w14:paraId="3690CF9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9.2A.7.4</w:t>
      </w:r>
      <w:r>
        <w:rPr>
          <w:rFonts w:ascii="Calibri" w:eastAsia="Malgun Gothic" w:hAnsi="Calibri"/>
          <w:sz w:val="22"/>
          <w:szCs w:val="22"/>
        </w:rPr>
        <w:tab/>
      </w:r>
      <w:r>
        <w:t>Scheduling restriction during RSSI measurements in FR2-2</w:t>
      </w:r>
      <w:r>
        <w:tab/>
        <w:t>598</w:t>
      </w:r>
    </w:p>
    <w:p w14:paraId="6C78ADB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9.2B</w:t>
      </w:r>
      <w:r>
        <w:rPr>
          <w:rFonts w:ascii="Calibri" w:eastAsia="Malgun Gothic" w:hAnsi="Calibri"/>
          <w:sz w:val="22"/>
          <w:szCs w:val="22"/>
        </w:rPr>
        <w:tab/>
      </w:r>
      <w:r>
        <w:t>NR intra-frequency measurements for RedCap</w:t>
      </w:r>
      <w:r>
        <w:tab/>
        <w:t>599</w:t>
      </w:r>
    </w:p>
    <w:p w14:paraId="6CAC575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599</w:t>
      </w:r>
    </w:p>
    <w:p w14:paraId="2A9F57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599</w:t>
      </w:r>
    </w:p>
    <w:p w14:paraId="3DF76FE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600</w:t>
      </w:r>
    </w:p>
    <w:p w14:paraId="588C6E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600</w:t>
      </w:r>
    </w:p>
    <w:p w14:paraId="1E7E85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600</w:t>
      </w:r>
    </w:p>
    <w:p w14:paraId="76C49D9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600</w:t>
      </w:r>
    </w:p>
    <w:p w14:paraId="6FDDB8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600</w:t>
      </w:r>
    </w:p>
    <w:p w14:paraId="27EFF4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600</w:t>
      </w:r>
    </w:p>
    <w:p w14:paraId="3B89CE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9.2B.4.3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600</w:t>
      </w:r>
    </w:p>
    <w:p w14:paraId="30C5412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9.2B.5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without measurement gaps for RedCap</w:t>
      </w:r>
      <w:r>
        <w:tab/>
        <w:t>601</w:t>
      </w:r>
    </w:p>
    <w:p w14:paraId="1A603C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9.2B.5.1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601</w:t>
      </w:r>
    </w:p>
    <w:p w14:paraId="790DEA7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period</w:t>
      </w:r>
      <w:r>
        <w:tab/>
        <w:t>603</w:t>
      </w:r>
    </w:p>
    <w:p w14:paraId="25E8FB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9.2B.5.3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intra-frequency measurements</w:t>
      </w:r>
      <w:r>
        <w:tab/>
        <w:t>604</w:t>
      </w:r>
    </w:p>
    <w:p w14:paraId="760150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9.2B.5.3.1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604</w:t>
      </w:r>
    </w:p>
    <w:p w14:paraId="2B8D11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9.2B.5.3.2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605</w:t>
      </w:r>
    </w:p>
    <w:p w14:paraId="5DE1F4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9.2B.5.3.3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605</w:t>
      </w:r>
    </w:p>
    <w:p w14:paraId="405FBA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9.2B.5.3.4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HD-FDD bands on FR1</w:t>
      </w:r>
      <w:r>
        <w:tab/>
        <w:t>606</w:t>
      </w:r>
    </w:p>
    <w:p w14:paraId="337E090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9.2B.6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 measurement gaps</w:t>
      </w:r>
      <w:r>
        <w:tab/>
        <w:t>606</w:t>
      </w:r>
    </w:p>
    <w:p w14:paraId="052C6F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606</w:t>
      </w:r>
    </w:p>
    <w:p w14:paraId="14BFC4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9.2B.6.2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 Period</w:t>
      </w:r>
      <w:r>
        <w:tab/>
        <w:t>608</w:t>
      </w:r>
    </w:p>
    <w:p w14:paraId="1BE1FAE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9.2C</w:t>
      </w:r>
      <w:r>
        <w:rPr>
          <w:rFonts w:ascii="Calibri" w:eastAsia="Malgun Gothic" w:hAnsi="Calibri"/>
          <w:sz w:val="22"/>
          <w:szCs w:val="22"/>
        </w:rPr>
        <w:tab/>
      </w:r>
      <w:r>
        <w:t>NR intra-frequency measurements for SAN</w:t>
      </w:r>
      <w:r>
        <w:tab/>
        <w:t>608</w:t>
      </w:r>
    </w:p>
    <w:p w14:paraId="476438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608</w:t>
      </w:r>
    </w:p>
    <w:p w14:paraId="6ACC0D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609</w:t>
      </w:r>
    </w:p>
    <w:p w14:paraId="3133E0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609</w:t>
      </w:r>
    </w:p>
    <w:p w14:paraId="2E3021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609</w:t>
      </w:r>
    </w:p>
    <w:p w14:paraId="07886C1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610</w:t>
      </w:r>
    </w:p>
    <w:p w14:paraId="17A7BF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610</w:t>
      </w:r>
    </w:p>
    <w:p w14:paraId="197597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610</w:t>
      </w:r>
    </w:p>
    <w:p w14:paraId="4F5051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9.2C.4.3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610</w:t>
      </w:r>
    </w:p>
    <w:p w14:paraId="57406B0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en-US"/>
        </w:rPr>
        <w:t>Intra frequency measurements without measurement gaps</w:t>
      </w:r>
      <w:r>
        <w:tab/>
        <w:t>610</w:t>
      </w:r>
    </w:p>
    <w:p w14:paraId="5D56D9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en-US"/>
        </w:rPr>
        <w:t>Intra frequency cell identification</w:t>
      </w:r>
      <w:r>
        <w:tab/>
        <w:t>610</w:t>
      </w:r>
    </w:p>
    <w:p w14:paraId="67DBAF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period</w:t>
      </w:r>
      <w:r>
        <w:tab/>
        <w:t>613</w:t>
      </w:r>
    </w:p>
    <w:p w14:paraId="71F6E7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9.2C.5.3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intra-frequency measurements</w:t>
      </w:r>
      <w:r>
        <w:tab/>
        <w:t>613</w:t>
      </w:r>
    </w:p>
    <w:p w14:paraId="2824FC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9.2C.5.3.1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613</w:t>
      </w:r>
    </w:p>
    <w:p w14:paraId="2DF5AA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9.2C.5.3.2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a neighbor cell served by a different satellite in LEO</w:t>
      </w:r>
      <w:r>
        <w:tab/>
        <w:t>613</w:t>
      </w:r>
    </w:p>
    <w:p w14:paraId="4487ED9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9.2C.6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 measurement gaps</w:t>
      </w:r>
      <w:r>
        <w:tab/>
        <w:t>614</w:t>
      </w:r>
    </w:p>
    <w:p w14:paraId="2DB26B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cell identification</w:t>
      </w:r>
      <w:r>
        <w:tab/>
        <w:t>614</w:t>
      </w:r>
    </w:p>
    <w:p w14:paraId="30D9EA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9.2C.6.3</w:t>
      </w:r>
      <w:r>
        <w:rPr>
          <w:rFonts w:ascii="Calibri" w:eastAsia="Malgun Gothic" w:hAnsi="Calibri"/>
          <w:sz w:val="22"/>
          <w:szCs w:val="22"/>
        </w:rPr>
        <w:tab/>
      </w:r>
      <w:r>
        <w:t>Intrafrequency Measurement Period</w:t>
      </w:r>
      <w:r>
        <w:tab/>
        <w:t>615</w:t>
      </w:r>
    </w:p>
    <w:p w14:paraId="33020C0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9.3</w:t>
      </w:r>
      <w:r>
        <w:rPr>
          <w:rFonts w:ascii="Calibri" w:eastAsia="Malgun Gothic" w:hAnsi="Calibri"/>
          <w:sz w:val="22"/>
          <w:szCs w:val="22"/>
        </w:rPr>
        <w:tab/>
      </w:r>
      <w:r>
        <w:t>NR inter-frequency measurements</w:t>
      </w:r>
      <w:r>
        <w:tab/>
        <w:t>615</w:t>
      </w:r>
    </w:p>
    <w:p w14:paraId="7093E1C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Introduction</w:t>
      </w:r>
      <w:r>
        <w:tab/>
        <w:t>615</w:t>
      </w:r>
    </w:p>
    <w:p w14:paraId="744A41F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616</w:t>
      </w:r>
    </w:p>
    <w:p w14:paraId="5FD1D8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9.3.2.1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617</w:t>
      </w:r>
    </w:p>
    <w:p w14:paraId="107822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9.3.2.2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617</w:t>
      </w:r>
    </w:p>
    <w:p w14:paraId="6BC0CD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617</w:t>
      </w:r>
    </w:p>
    <w:p w14:paraId="5EA5396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617</w:t>
      </w:r>
    </w:p>
    <w:p w14:paraId="0398C4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617</w:t>
      </w:r>
    </w:p>
    <w:p w14:paraId="16B225B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</w:t>
      </w:r>
      <w:r>
        <w:rPr>
          <w:lang w:eastAsia="zh-CN"/>
        </w:rPr>
        <w:t>measurement with measurement gaps</w:t>
      </w:r>
      <w:r>
        <w:tab/>
        <w:t>617</w:t>
      </w:r>
    </w:p>
    <w:p w14:paraId="4B5D8F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9.3.4.1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620</w:t>
      </w:r>
    </w:p>
    <w:p w14:paraId="5F5B1B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9.3.4.2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620</w:t>
      </w:r>
    </w:p>
    <w:p w14:paraId="4527CC3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9.3.5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620</w:t>
      </w:r>
    </w:p>
    <w:p w14:paraId="22D1D4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9.3.5.1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621</w:t>
      </w:r>
    </w:p>
    <w:p w14:paraId="66DB151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9.3.5.2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621</w:t>
      </w:r>
    </w:p>
    <w:p w14:paraId="7DC45F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9.3.5.3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621</w:t>
      </w:r>
    </w:p>
    <w:p w14:paraId="7190BD6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9.3.6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 reporting requirements</w:t>
      </w:r>
      <w:r>
        <w:tab/>
        <w:t>621</w:t>
      </w:r>
    </w:p>
    <w:p w14:paraId="58BE83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9.3.6.1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621</w:t>
      </w:r>
    </w:p>
    <w:p w14:paraId="1FD95E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9.3.6.2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621</w:t>
      </w:r>
    </w:p>
    <w:p w14:paraId="70FB7D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9.3.6.3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621</w:t>
      </w:r>
    </w:p>
    <w:p w14:paraId="7B0AC64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ja-JP"/>
        </w:rPr>
        <w:t>9.3.7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ja-JP"/>
        </w:rPr>
        <w:t>Void</w:t>
      </w:r>
      <w:r>
        <w:tab/>
        <w:t>622</w:t>
      </w:r>
    </w:p>
    <w:p w14:paraId="676695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9.3.8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Inter-frequency SFTD measurement requirements</w:t>
      </w:r>
      <w:r>
        <w:tab/>
        <w:t>622</w:t>
      </w:r>
    </w:p>
    <w:p w14:paraId="6589B5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Introduction</w:t>
      </w:r>
      <w:r>
        <w:tab/>
        <w:t>622</w:t>
      </w:r>
    </w:p>
    <w:p w14:paraId="6EF6F9F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SFTD Measurement delay</w:t>
      </w:r>
      <w:r>
        <w:tab/>
        <w:t>622</w:t>
      </w:r>
    </w:p>
    <w:p w14:paraId="13E1964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SFTD Measurement reporting delay</w:t>
      </w:r>
      <w:r>
        <w:tab/>
        <w:t>623</w:t>
      </w:r>
    </w:p>
    <w:p w14:paraId="504E4E1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9.3.9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measurements without measurement gaps</w:t>
      </w:r>
      <w:r>
        <w:tab/>
        <w:t>623</w:t>
      </w:r>
    </w:p>
    <w:p w14:paraId="6716F3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C</w:t>
      </w:r>
      <w:r>
        <w:t>ell identification</w:t>
      </w:r>
      <w:r>
        <w:tab/>
        <w:t>623</w:t>
      </w:r>
    </w:p>
    <w:p w14:paraId="7676BE4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9.3.9.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</w:t>
      </w:r>
      <w:r>
        <w:tab/>
        <w:t>626</w:t>
      </w:r>
    </w:p>
    <w:p w14:paraId="446F20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9.3.9.3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</w:t>
      </w:r>
      <w:r>
        <w:rPr>
          <w:lang w:eastAsia="zh-CN"/>
        </w:rPr>
        <w:t>er</w:t>
      </w:r>
      <w:r>
        <w:t>-frequency measurements</w:t>
      </w:r>
      <w:r>
        <w:tab/>
        <w:t>626</w:t>
      </w:r>
    </w:p>
    <w:p w14:paraId="763181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9.3.9.3.1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627</w:t>
      </w:r>
    </w:p>
    <w:p w14:paraId="643C96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9.3.9.3.2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627</w:t>
      </w:r>
    </w:p>
    <w:p w14:paraId="036CD5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9.3.9.3.3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627</w:t>
      </w:r>
    </w:p>
    <w:p w14:paraId="014725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9.3.9.3.4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FR1 or FR2 in case of FR1-FR2 inter-band CA</w:t>
      </w:r>
      <w:r>
        <w:tab/>
        <w:t>628</w:t>
      </w:r>
    </w:p>
    <w:p w14:paraId="2177955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9.3.</w:t>
      </w:r>
      <w:r>
        <w:rPr>
          <w:lang w:eastAsia="zh-CN"/>
        </w:rPr>
        <w:t>10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</w:t>
      </w:r>
      <w:r>
        <w:rPr>
          <w:lang w:eastAsia="zh-CN"/>
        </w:rPr>
        <w:t>measurement with NCSG</w:t>
      </w:r>
      <w:r>
        <w:tab/>
        <w:t>628</w:t>
      </w:r>
    </w:p>
    <w:p w14:paraId="03A826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Int</w:t>
      </w:r>
      <w:r>
        <w:rPr>
          <w:lang w:eastAsia="zh-CN"/>
        </w:rPr>
        <w:t>er</w:t>
      </w:r>
      <w:r>
        <w:t>-frequency cell identification</w:t>
      </w:r>
      <w:r>
        <w:tab/>
        <w:t>628</w:t>
      </w:r>
    </w:p>
    <w:p w14:paraId="64CBC6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</w:t>
      </w:r>
      <w:r>
        <w:rPr>
          <w:lang w:eastAsia="zh-CN"/>
        </w:rPr>
        <w:t>3</w:t>
      </w:r>
      <w:r>
        <w:t>.10.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</w:t>
      </w:r>
      <w:r>
        <w:tab/>
        <w:t>629</w:t>
      </w:r>
    </w:p>
    <w:p w14:paraId="78832E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during inter-frequency measurement with NCSG</w:t>
      </w:r>
      <w:r>
        <w:tab/>
        <w:t>630</w:t>
      </w:r>
    </w:p>
    <w:p w14:paraId="5BAC56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</w:t>
      </w:r>
      <w:r>
        <w:rPr>
          <w:lang w:eastAsia="zh-CN"/>
        </w:rPr>
        <w:t>10</w:t>
      </w:r>
      <w:r>
        <w:t>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630</w:t>
      </w:r>
    </w:p>
    <w:p w14:paraId="7D7B5D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</w:t>
      </w:r>
      <w:r>
        <w:rPr>
          <w:lang w:eastAsia="zh-CN"/>
        </w:rPr>
        <w:t>10</w:t>
      </w:r>
      <w: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631</w:t>
      </w:r>
    </w:p>
    <w:p w14:paraId="00B709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</w:t>
      </w:r>
      <w:r>
        <w:rPr>
          <w:lang w:eastAsia="zh-CN"/>
        </w:rPr>
        <w:t>10</w:t>
      </w:r>
      <w:r>
        <w:t>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631</w:t>
      </w:r>
    </w:p>
    <w:p w14:paraId="08E3D7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9.3.</w:t>
      </w:r>
      <w:r>
        <w:rPr>
          <w:lang w:eastAsia="zh-CN"/>
        </w:rPr>
        <w:t>10</w:t>
      </w:r>
      <w:r>
        <w:t>.3.4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FR1 or FR2 in case of FR1-FR2 inter-band CA</w:t>
      </w:r>
      <w:r>
        <w:tab/>
        <w:t>634</w:t>
      </w:r>
    </w:p>
    <w:p w14:paraId="27BEBE1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9.3A</w:t>
      </w:r>
      <w:r>
        <w:rPr>
          <w:rFonts w:ascii="Calibri" w:eastAsia="Malgun Gothic" w:hAnsi="Calibri"/>
          <w:sz w:val="22"/>
          <w:szCs w:val="22"/>
        </w:rPr>
        <w:tab/>
      </w:r>
      <w:r>
        <w:t>NR inter-frequency measurements in carrier frequencies with CCA</w:t>
      </w:r>
      <w:r>
        <w:tab/>
        <w:t>634</w:t>
      </w:r>
    </w:p>
    <w:p w14:paraId="5B8F0A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634</w:t>
      </w:r>
    </w:p>
    <w:p w14:paraId="1988260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634</w:t>
      </w:r>
    </w:p>
    <w:p w14:paraId="1728B41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635</w:t>
      </w:r>
    </w:p>
    <w:p w14:paraId="0F928B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9.3A.3.1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Requirements for FR1</w:t>
      </w:r>
      <w:r>
        <w:tab/>
        <w:t>635</w:t>
      </w:r>
    </w:p>
    <w:p w14:paraId="040D44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9.3A.3.2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Requirements for FR2-2</w:t>
      </w:r>
      <w:r>
        <w:tab/>
        <w:t>635</w:t>
      </w:r>
    </w:p>
    <w:p w14:paraId="0C0F95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9.3A.4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cell identification</w:t>
      </w:r>
      <w:r>
        <w:tab/>
        <w:t>635</w:t>
      </w:r>
    </w:p>
    <w:p w14:paraId="4CE94F1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9.3A.5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637</w:t>
      </w:r>
    </w:p>
    <w:p w14:paraId="2D8BEB6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9.3A.6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Calibri"/>
        </w:rPr>
        <w:t xml:space="preserve">NR </w:t>
      </w:r>
      <w:r>
        <w:t>Inter-frequency measurements reporting requirements</w:t>
      </w:r>
      <w:r>
        <w:tab/>
        <w:t>639</w:t>
      </w:r>
    </w:p>
    <w:p w14:paraId="6BD314F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9.3A.6.1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639</w:t>
      </w:r>
    </w:p>
    <w:p w14:paraId="1BD8A2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9.3A.6.2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639</w:t>
      </w:r>
    </w:p>
    <w:p w14:paraId="60CB92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9.3A.6.3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639</w:t>
      </w:r>
    </w:p>
    <w:p w14:paraId="7CB18AF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9.3A.8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RSSI measurements</w:t>
      </w:r>
      <w:r>
        <w:tab/>
        <w:t>639</w:t>
      </w:r>
    </w:p>
    <w:p w14:paraId="422D58E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9.3A.9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channel occupancy measurements</w:t>
      </w:r>
      <w:r>
        <w:tab/>
        <w:t>640</w:t>
      </w:r>
    </w:p>
    <w:p w14:paraId="60B7BBA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9.3B</w:t>
      </w:r>
      <w:r>
        <w:rPr>
          <w:rFonts w:ascii="Calibri" w:eastAsia="Malgun Gothic" w:hAnsi="Calibri"/>
          <w:sz w:val="22"/>
          <w:szCs w:val="22"/>
        </w:rPr>
        <w:tab/>
      </w:r>
      <w:r>
        <w:t>NR inter-frequency measurements for RedCap</w:t>
      </w:r>
      <w:r>
        <w:tab/>
        <w:t>641</w:t>
      </w:r>
    </w:p>
    <w:p w14:paraId="03A5EE0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Introduction</w:t>
      </w:r>
      <w:r>
        <w:tab/>
        <w:t>641</w:t>
      </w:r>
    </w:p>
    <w:p w14:paraId="0FAA250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641</w:t>
      </w:r>
    </w:p>
    <w:p w14:paraId="0D5BD2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9.3B.3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642</w:t>
      </w:r>
    </w:p>
    <w:p w14:paraId="16B827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642</w:t>
      </w:r>
    </w:p>
    <w:p w14:paraId="31BD98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642</w:t>
      </w:r>
    </w:p>
    <w:p w14:paraId="51911EE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9.3B.4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</w:t>
      </w:r>
      <w:r>
        <w:rPr>
          <w:lang w:eastAsia="zh-CN"/>
        </w:rPr>
        <w:t>measurement with measurement gaps</w:t>
      </w:r>
      <w:r>
        <w:tab/>
        <w:t>642</w:t>
      </w:r>
    </w:p>
    <w:p w14:paraId="475A5B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9.3B.5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644</w:t>
      </w:r>
    </w:p>
    <w:p w14:paraId="7068CB7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9.3B.6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 reporting requirements</w:t>
      </w:r>
      <w:r>
        <w:tab/>
        <w:t>644</w:t>
      </w:r>
    </w:p>
    <w:p w14:paraId="7F51EF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9.3B.6.1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644</w:t>
      </w:r>
    </w:p>
    <w:p w14:paraId="055E74C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9.3B.6.2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644</w:t>
      </w:r>
    </w:p>
    <w:p w14:paraId="13B361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9.3B.6.3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645</w:t>
      </w:r>
    </w:p>
    <w:p w14:paraId="63AFFF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9.3B.7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measurements without measurement gaps</w:t>
      </w:r>
      <w:r>
        <w:tab/>
        <w:t>645</w:t>
      </w:r>
    </w:p>
    <w:p w14:paraId="71DB85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C</w:t>
      </w:r>
      <w:r>
        <w:t>ell identification</w:t>
      </w:r>
      <w:r>
        <w:tab/>
        <w:t>645</w:t>
      </w:r>
    </w:p>
    <w:p w14:paraId="0D9BA5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9.3B.7.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</w:t>
      </w:r>
      <w:r>
        <w:tab/>
        <w:t>648</w:t>
      </w:r>
    </w:p>
    <w:p w14:paraId="272E00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9.3B.7.3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</w:t>
      </w:r>
      <w:r>
        <w:rPr>
          <w:lang w:eastAsia="zh-CN"/>
        </w:rPr>
        <w:t>er</w:t>
      </w:r>
      <w:r>
        <w:t>-frequency measurements</w:t>
      </w:r>
      <w:r>
        <w:tab/>
        <w:t>648</w:t>
      </w:r>
    </w:p>
    <w:p w14:paraId="2ACEA2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9.3B.7.3.1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649</w:t>
      </w:r>
    </w:p>
    <w:p w14:paraId="544F27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9.3B.7.3.2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649</w:t>
      </w:r>
    </w:p>
    <w:p w14:paraId="7BA02D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9.3B.7.3.3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on FR2</w:t>
      </w:r>
      <w:r>
        <w:tab/>
        <w:t>649</w:t>
      </w:r>
    </w:p>
    <w:p w14:paraId="4AEBC9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9.3B.7.3.4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HD-FDD bands on FR1</w:t>
      </w:r>
      <w:r>
        <w:tab/>
        <w:t>650</w:t>
      </w:r>
    </w:p>
    <w:p w14:paraId="52A1AFA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9.3C</w:t>
      </w:r>
      <w:r>
        <w:rPr>
          <w:rFonts w:ascii="Calibri" w:eastAsia="Malgun Gothic" w:hAnsi="Calibri"/>
          <w:sz w:val="22"/>
          <w:szCs w:val="22"/>
        </w:rPr>
        <w:tab/>
      </w:r>
      <w:r>
        <w:t>NR inter-frequency measurements for SAN</w:t>
      </w:r>
      <w:r>
        <w:tab/>
        <w:t>650</w:t>
      </w:r>
    </w:p>
    <w:p w14:paraId="1FDC4E9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</w:rPr>
        <w:t>9.3C.1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</w:rPr>
        <w:t>Introduction</w:t>
      </w:r>
      <w:r>
        <w:tab/>
        <w:t>650</w:t>
      </w:r>
    </w:p>
    <w:p w14:paraId="61BEF3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9.3C.2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650</w:t>
      </w:r>
    </w:p>
    <w:p w14:paraId="75964B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9.3C.3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SSB</w:t>
      </w:r>
      <w:r>
        <w:tab/>
        <w:t>651</w:t>
      </w:r>
    </w:p>
    <w:p w14:paraId="21E899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651</w:t>
      </w:r>
    </w:p>
    <w:p w14:paraId="734928F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9.3C.4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</w:t>
      </w:r>
      <w:r>
        <w:rPr>
          <w:lang w:eastAsia="zh-CN"/>
        </w:rPr>
        <w:t>measurement with measurement gaps</w:t>
      </w:r>
      <w:r>
        <w:tab/>
        <w:t>651</w:t>
      </w:r>
    </w:p>
    <w:p w14:paraId="58B6635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9.3C.5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652</w:t>
      </w:r>
    </w:p>
    <w:p w14:paraId="680E4DD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9.3C.6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 reporting requirements</w:t>
      </w:r>
      <w:r>
        <w:tab/>
        <w:t>652</w:t>
      </w:r>
    </w:p>
    <w:p w14:paraId="07CCD1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9.3C.6.1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652</w:t>
      </w:r>
    </w:p>
    <w:p w14:paraId="579E3A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9.3C.6.2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653</w:t>
      </w:r>
    </w:p>
    <w:p w14:paraId="6C2408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9.3C.6.3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653</w:t>
      </w:r>
    </w:p>
    <w:p w14:paraId="3D57180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9.3C.7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measurements without measurement gaps</w:t>
      </w:r>
      <w:r>
        <w:tab/>
        <w:t>653</w:t>
      </w:r>
    </w:p>
    <w:p w14:paraId="514164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 frequency C</w:t>
      </w:r>
      <w:r>
        <w:t>ell identification</w:t>
      </w:r>
      <w:r>
        <w:tab/>
        <w:t>653</w:t>
      </w:r>
    </w:p>
    <w:p w14:paraId="54BACB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9.3C.7.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</w:t>
      </w:r>
      <w:r>
        <w:tab/>
        <w:t>655</w:t>
      </w:r>
    </w:p>
    <w:p w14:paraId="1D0EEE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9.3C.7.3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int</w:t>
      </w:r>
      <w:r>
        <w:rPr>
          <w:lang w:eastAsia="zh-CN"/>
        </w:rPr>
        <w:t>er</w:t>
      </w:r>
      <w:r>
        <w:t>-frequency measurements</w:t>
      </w:r>
      <w:r>
        <w:tab/>
        <w:t>655</w:t>
      </w:r>
    </w:p>
    <w:p w14:paraId="60D606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9.3C.7.3.1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in TDD bands on FR1</w:t>
      </w:r>
      <w:r>
        <w:tab/>
        <w:t>656</w:t>
      </w:r>
    </w:p>
    <w:p w14:paraId="0DD691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9.3C.7.3.2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measurements with a different subcarrier spacing than PDSCH/PDCCH on FR1</w:t>
      </w:r>
      <w:r>
        <w:tab/>
        <w:t>656</w:t>
      </w:r>
    </w:p>
    <w:p w14:paraId="7BA5C9F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9.4</w:t>
      </w:r>
      <w:r>
        <w:rPr>
          <w:rFonts w:ascii="Calibri" w:eastAsia="Malgun Gothic" w:hAnsi="Calibri"/>
          <w:sz w:val="22"/>
          <w:szCs w:val="22"/>
        </w:rPr>
        <w:tab/>
      </w:r>
      <w:r>
        <w:t>Inter-RAT measurements</w:t>
      </w:r>
      <w:r>
        <w:tab/>
        <w:t>656</w:t>
      </w:r>
    </w:p>
    <w:p w14:paraId="2241A89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656</w:t>
      </w:r>
    </w:p>
    <w:p w14:paraId="4BECF0E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FDD measurements</w:t>
      </w:r>
      <w:r>
        <w:tab/>
        <w:t>659</w:t>
      </w:r>
    </w:p>
    <w:p w14:paraId="5BE1F4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659</w:t>
      </w:r>
    </w:p>
    <w:p w14:paraId="065AA5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no DRX is used</w:t>
      </w:r>
      <w:r>
        <w:tab/>
        <w:t>659</w:t>
      </w:r>
    </w:p>
    <w:p w14:paraId="5E882E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9.4.2.3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DRX is used</w:t>
      </w:r>
      <w:r>
        <w:tab/>
        <w:t>660</w:t>
      </w:r>
    </w:p>
    <w:p w14:paraId="296C7BF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662</w:t>
      </w:r>
    </w:p>
    <w:p w14:paraId="41DC13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9.4.2.4.1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662</w:t>
      </w:r>
    </w:p>
    <w:p w14:paraId="32F2BF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9.4.2.4.2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662</w:t>
      </w:r>
    </w:p>
    <w:p w14:paraId="259857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9.4.2.4.3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662</w:t>
      </w:r>
    </w:p>
    <w:p w14:paraId="606753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TDD measurements</w:t>
      </w:r>
      <w:r>
        <w:tab/>
        <w:t>662</w:t>
      </w:r>
    </w:p>
    <w:p w14:paraId="770680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662</w:t>
      </w:r>
    </w:p>
    <w:p w14:paraId="4F7A45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no DRX is used</w:t>
      </w:r>
      <w:r>
        <w:tab/>
        <w:t>663</w:t>
      </w:r>
    </w:p>
    <w:p w14:paraId="20D829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9.4.3.3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DRX is used</w:t>
      </w:r>
      <w:r>
        <w:tab/>
        <w:t>664</w:t>
      </w:r>
    </w:p>
    <w:p w14:paraId="1FC670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9.4.3.4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666</w:t>
      </w:r>
    </w:p>
    <w:p w14:paraId="1AC8A9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9.4.3.4.1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666</w:t>
      </w:r>
    </w:p>
    <w:p w14:paraId="1F2836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9.4.3.4.2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666</w:t>
      </w:r>
    </w:p>
    <w:p w14:paraId="64B743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9.4.3.4.3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666</w:t>
      </w:r>
    </w:p>
    <w:p w14:paraId="6599A3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9.4.3.5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During NR − E-UTRAN TDD measurements with NCSG</w:t>
      </w:r>
      <w:r>
        <w:tab/>
        <w:t>667</w:t>
      </w:r>
    </w:p>
    <w:p w14:paraId="52183F5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Inter-RAT RSTD measurements</w:t>
      </w:r>
      <w:r>
        <w:tab/>
        <w:t>667</w:t>
      </w:r>
    </w:p>
    <w:p w14:paraId="0742C0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FDD RSTD measurements</w:t>
      </w:r>
      <w:r>
        <w:tab/>
        <w:t>667</w:t>
      </w:r>
    </w:p>
    <w:p w14:paraId="26EC3E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9.4.4.1.1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667</w:t>
      </w:r>
    </w:p>
    <w:p w14:paraId="503180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9.4.4.1.2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667</w:t>
      </w:r>
    </w:p>
    <w:p w14:paraId="161EAC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TDD RSTD measurements</w:t>
      </w:r>
      <w:r>
        <w:tab/>
        <w:t>670</w:t>
      </w:r>
    </w:p>
    <w:p w14:paraId="31D117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9.4.4.2.1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670</w:t>
      </w:r>
    </w:p>
    <w:p w14:paraId="3D6FCA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9.4.4.2.2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671</w:t>
      </w:r>
    </w:p>
    <w:p w14:paraId="04BABDC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Inter-RAT E-CID measurements</w:t>
      </w:r>
      <w:r>
        <w:tab/>
        <w:t>674</w:t>
      </w:r>
    </w:p>
    <w:p w14:paraId="0B0FF9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9.4.5.1</w:t>
      </w:r>
      <w:r>
        <w:rPr>
          <w:rFonts w:ascii="Calibri" w:eastAsia="Malgun Gothic" w:hAnsi="Calibri"/>
          <w:sz w:val="22"/>
          <w:szCs w:val="22"/>
        </w:rPr>
        <w:tab/>
      </w:r>
      <w:r>
        <w:t>NR−E-UTRAN FDD</w:t>
      </w:r>
      <w:r w:rsidRPr="00825DA5">
        <w:rPr>
          <w:lang w:val="en-US"/>
        </w:rPr>
        <w:t xml:space="preserve"> E-CID RSRP and RSRQ measurements</w:t>
      </w:r>
      <w:r>
        <w:tab/>
        <w:t>674</w:t>
      </w:r>
    </w:p>
    <w:p w14:paraId="7EE46F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674</w:t>
      </w:r>
    </w:p>
    <w:p w14:paraId="1C8E02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9.4.5.1.2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674</w:t>
      </w:r>
    </w:p>
    <w:p w14:paraId="0F09D2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9.4.5.1.3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Delay</w:t>
      </w:r>
      <w:r>
        <w:tab/>
        <w:t>675</w:t>
      </w:r>
    </w:p>
    <w:p w14:paraId="06D224E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9.4.5.2</w:t>
      </w:r>
      <w:r>
        <w:rPr>
          <w:rFonts w:ascii="Calibri" w:eastAsia="Malgun Gothic" w:hAnsi="Calibri"/>
          <w:sz w:val="22"/>
          <w:szCs w:val="22"/>
        </w:rPr>
        <w:tab/>
      </w:r>
      <w:r>
        <w:t>NR−E-UTRAN TDD</w:t>
      </w:r>
      <w:r w:rsidRPr="00825DA5">
        <w:rPr>
          <w:lang w:val="en-US"/>
        </w:rPr>
        <w:t xml:space="preserve"> E-CID RSRP and RSRQ measurements</w:t>
      </w:r>
      <w:r>
        <w:tab/>
        <w:t>675</w:t>
      </w:r>
    </w:p>
    <w:p w14:paraId="46DE90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675</w:t>
      </w:r>
    </w:p>
    <w:p w14:paraId="634B1B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</w:t>
      </w:r>
      <w:r>
        <w:tab/>
        <w:t>675</w:t>
      </w:r>
    </w:p>
    <w:p w14:paraId="53707F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9.4.5.2.3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Delay</w:t>
      </w:r>
      <w:r>
        <w:tab/>
        <w:t>675</w:t>
      </w:r>
    </w:p>
    <w:p w14:paraId="1DE5B2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UTRAN FDD measurements</w:t>
      </w:r>
      <w:r>
        <w:tab/>
        <w:t>675</w:t>
      </w:r>
    </w:p>
    <w:p w14:paraId="0FF041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675</w:t>
      </w:r>
    </w:p>
    <w:p w14:paraId="0F0CF8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9.4.6.2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no DRX is used</w:t>
      </w:r>
      <w:r>
        <w:tab/>
        <w:t>675</w:t>
      </w:r>
    </w:p>
    <w:p w14:paraId="7F99D7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9.4.6.3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DRX is used</w:t>
      </w:r>
      <w:r>
        <w:tab/>
        <w:t>677</w:t>
      </w:r>
    </w:p>
    <w:p w14:paraId="4BDFAF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9.4.7</w:t>
      </w:r>
      <w:r>
        <w:rPr>
          <w:rFonts w:ascii="Calibri" w:eastAsia="Malgun Gothic" w:hAnsi="Calibri"/>
          <w:sz w:val="22"/>
          <w:szCs w:val="22"/>
        </w:rPr>
        <w:tab/>
      </w:r>
      <w:r>
        <w:t>NR – E-UTRAN measurements with autonomous gaps</w:t>
      </w:r>
      <w:r>
        <w:tab/>
        <w:t>679</w:t>
      </w:r>
    </w:p>
    <w:p w14:paraId="5F6A69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9.4.7.1</w:t>
      </w:r>
      <w:r>
        <w:rPr>
          <w:rFonts w:ascii="Calibri" w:eastAsia="Malgun Gothic" w:hAnsi="Calibri"/>
          <w:sz w:val="22"/>
          <w:szCs w:val="22"/>
        </w:rPr>
        <w:tab/>
      </w:r>
      <w:r>
        <w:t>CGI identification of an E-UTRA cell with autonomous gaps</w:t>
      </w:r>
      <w:r>
        <w:tab/>
        <w:t>679</w:t>
      </w:r>
    </w:p>
    <w:p w14:paraId="106BD5B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9.4A</w:t>
      </w:r>
      <w:r>
        <w:rPr>
          <w:rFonts w:ascii="Calibri" w:eastAsia="Malgun Gothic" w:hAnsi="Calibri"/>
          <w:sz w:val="22"/>
          <w:szCs w:val="22"/>
        </w:rPr>
        <w:tab/>
      </w:r>
      <w:r>
        <w:t>Inter-RAT measurements for RedCap</w:t>
      </w:r>
      <w:r>
        <w:tab/>
        <w:t>679</w:t>
      </w:r>
    </w:p>
    <w:p w14:paraId="13F2C18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9.4A.1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679</w:t>
      </w:r>
    </w:p>
    <w:p w14:paraId="62F7D93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FDD measurements</w:t>
      </w:r>
      <w:r>
        <w:tab/>
        <w:t>680</w:t>
      </w:r>
    </w:p>
    <w:p w14:paraId="59543B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680</w:t>
      </w:r>
    </w:p>
    <w:p w14:paraId="0F8E37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no DRX is used</w:t>
      </w:r>
      <w:r>
        <w:tab/>
        <w:t>681</w:t>
      </w:r>
    </w:p>
    <w:p w14:paraId="5DE759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9.4A.2.3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DRX is used</w:t>
      </w:r>
      <w:r>
        <w:tab/>
        <w:t>682</w:t>
      </w:r>
    </w:p>
    <w:p w14:paraId="0F6C8D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683</w:t>
      </w:r>
    </w:p>
    <w:p w14:paraId="5270B5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9.4A.2.4.1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683</w:t>
      </w:r>
    </w:p>
    <w:p w14:paraId="48E8A0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9.4A.2.4.2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683</w:t>
      </w:r>
    </w:p>
    <w:p w14:paraId="1F575C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9.4A.2.4.3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683</w:t>
      </w:r>
    </w:p>
    <w:p w14:paraId="757A46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9.4A.3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NR − E-UTRAN TDD measurements</w:t>
      </w:r>
      <w:r>
        <w:tab/>
        <w:t>684</w:t>
      </w:r>
    </w:p>
    <w:p w14:paraId="6EE0719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684</w:t>
      </w:r>
    </w:p>
    <w:p w14:paraId="3373A5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no DRX is used</w:t>
      </w:r>
      <w:r>
        <w:tab/>
        <w:t>684</w:t>
      </w:r>
    </w:p>
    <w:p w14:paraId="769A1C6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9.4A.3.3</w:t>
      </w:r>
      <w:r>
        <w:rPr>
          <w:rFonts w:ascii="Calibri" w:eastAsia="Malgun Gothic" w:hAnsi="Calibri"/>
          <w:sz w:val="22"/>
          <w:szCs w:val="22"/>
        </w:rPr>
        <w:tab/>
      </w:r>
      <w:r>
        <w:t>Requirements when DRX is used</w:t>
      </w:r>
      <w:r>
        <w:tab/>
        <w:t>686</w:t>
      </w:r>
    </w:p>
    <w:p w14:paraId="114128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9.4A.3.4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687</w:t>
      </w:r>
    </w:p>
    <w:p w14:paraId="0BC3A1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9.4A.3.4.1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687</w:t>
      </w:r>
    </w:p>
    <w:p w14:paraId="6B06BF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9.4A.3.4.2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687</w:t>
      </w:r>
    </w:p>
    <w:p w14:paraId="7CF03F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9.4A.3.4.3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687</w:t>
      </w:r>
    </w:p>
    <w:p w14:paraId="27B918C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9.4A.4</w:t>
      </w:r>
      <w:r>
        <w:rPr>
          <w:rFonts w:ascii="Calibri" w:eastAsia="Malgun Gothic" w:hAnsi="Calibri"/>
          <w:sz w:val="22"/>
          <w:szCs w:val="22"/>
        </w:rPr>
        <w:tab/>
      </w:r>
      <w:r>
        <w:t>NR – E-UTRAN measurements with autonomous gaps</w:t>
      </w:r>
      <w:r>
        <w:tab/>
        <w:t>688</w:t>
      </w:r>
    </w:p>
    <w:p w14:paraId="02F97A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9.4A.4.1</w:t>
      </w:r>
      <w:r>
        <w:rPr>
          <w:rFonts w:ascii="Calibri" w:eastAsia="Malgun Gothic" w:hAnsi="Calibri"/>
          <w:sz w:val="22"/>
          <w:szCs w:val="22"/>
        </w:rPr>
        <w:tab/>
      </w:r>
      <w:r>
        <w:t>CGI identification of an E-UTRA cell with autonomous gaps</w:t>
      </w:r>
      <w:r>
        <w:tab/>
        <w:t>688</w:t>
      </w:r>
    </w:p>
    <w:p w14:paraId="37E59D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9.4A.4.2</w:t>
      </w:r>
      <w:r>
        <w:rPr>
          <w:rFonts w:ascii="Calibri" w:eastAsia="Malgun Gothic" w:hAnsi="Calibri"/>
          <w:sz w:val="22"/>
          <w:szCs w:val="22"/>
        </w:rPr>
        <w:tab/>
      </w:r>
      <w:r>
        <w:t>CGI reporting delay</w:t>
      </w:r>
      <w:r>
        <w:tab/>
        <w:t>688</w:t>
      </w:r>
    </w:p>
    <w:p w14:paraId="7ECC2B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9.4A.4.3</w:t>
      </w:r>
      <w:r>
        <w:rPr>
          <w:rFonts w:ascii="Calibri" w:eastAsia="Malgun Gothic" w:hAnsi="Calibri"/>
          <w:sz w:val="22"/>
          <w:szCs w:val="22"/>
        </w:rPr>
        <w:tab/>
      </w:r>
      <w:r>
        <w:t>CGI reporting scheduling restriction</w:t>
      </w:r>
      <w:r>
        <w:tab/>
        <w:t>689</w:t>
      </w:r>
    </w:p>
    <w:p w14:paraId="799CA92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9.5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Reporting</w:t>
      </w:r>
      <w:r>
        <w:tab/>
        <w:t>689</w:t>
      </w:r>
    </w:p>
    <w:p w14:paraId="0A121AC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689</w:t>
      </w:r>
    </w:p>
    <w:p w14:paraId="7399330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689</w:t>
      </w:r>
    </w:p>
    <w:p w14:paraId="5746A5D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690</w:t>
      </w:r>
    </w:p>
    <w:p w14:paraId="4C5552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690</w:t>
      </w:r>
    </w:p>
    <w:p w14:paraId="005145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690</w:t>
      </w:r>
    </w:p>
    <w:p w14:paraId="48F6A2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9.5.3.3</w:t>
      </w:r>
      <w:r>
        <w:rPr>
          <w:rFonts w:ascii="Calibri" w:eastAsia="Malgun Gothic" w:hAnsi="Calibri"/>
          <w:sz w:val="22"/>
          <w:szCs w:val="22"/>
        </w:rPr>
        <w:tab/>
      </w:r>
      <w:r>
        <w:t>Aperiodic Reporting</w:t>
      </w:r>
      <w:r>
        <w:tab/>
        <w:t>691</w:t>
      </w:r>
    </w:p>
    <w:p w14:paraId="38C6B21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requirements</w:t>
      </w:r>
      <w:r>
        <w:tab/>
        <w:t>691</w:t>
      </w:r>
    </w:p>
    <w:p w14:paraId="39AA43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9.5.4.1</w:t>
      </w:r>
      <w:r>
        <w:rPr>
          <w:rFonts w:ascii="Calibri" w:eastAsia="Malgun Gothic" w:hAnsi="Calibri"/>
          <w:sz w:val="22"/>
          <w:szCs w:val="22"/>
        </w:rPr>
        <w:tab/>
      </w:r>
      <w:r>
        <w:t>SSB based L1-RSRP Reporting</w:t>
      </w:r>
      <w:r>
        <w:tab/>
        <w:t>691</w:t>
      </w:r>
    </w:p>
    <w:p w14:paraId="53E362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9.5.4.2</w:t>
      </w:r>
      <w:r>
        <w:rPr>
          <w:rFonts w:ascii="Calibri" w:eastAsia="Malgun Gothic" w:hAnsi="Calibri"/>
          <w:sz w:val="22"/>
          <w:szCs w:val="22"/>
        </w:rPr>
        <w:tab/>
      </w:r>
      <w:r>
        <w:t>CSI-RS based L1-RSRP Reporting</w:t>
      </w:r>
      <w:r>
        <w:tab/>
        <w:t>694</w:t>
      </w:r>
    </w:p>
    <w:p w14:paraId="554D01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9.5.4A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697</w:t>
      </w:r>
    </w:p>
    <w:p w14:paraId="0634F6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9.5.4A.1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697</w:t>
      </w:r>
    </w:p>
    <w:p w14:paraId="38DC6E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and SSB for L1-RSRP measurement</w:t>
      </w:r>
      <w:r>
        <w:tab/>
        <w:t>698</w:t>
      </w:r>
    </w:p>
    <w:p w14:paraId="7B827C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9.5.5.1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L1-RSRP</w:t>
      </w:r>
      <w:r>
        <w:tab/>
        <w:t>698</w:t>
      </w:r>
    </w:p>
    <w:p w14:paraId="57F742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L1-RSRP</w:t>
      </w:r>
      <w:r>
        <w:tab/>
        <w:t>698</w:t>
      </w:r>
    </w:p>
    <w:p w14:paraId="43B6C13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L1-RSRP measurement</w:t>
      </w:r>
      <w:r>
        <w:tab/>
        <w:t>699</w:t>
      </w:r>
    </w:p>
    <w:p w14:paraId="551F14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9.5.6.1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L1-RSRP measurement with a same subcarrier spacing as PDSCH/PDCCH on FR1</w:t>
      </w:r>
      <w:r>
        <w:tab/>
        <w:t>699</w:t>
      </w:r>
    </w:p>
    <w:p w14:paraId="246345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699</w:t>
      </w:r>
    </w:p>
    <w:p w14:paraId="0F75C8E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9.5.6.3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</w:t>
      </w:r>
      <w:r>
        <w:tab/>
        <w:t>699</w:t>
      </w:r>
    </w:p>
    <w:p w14:paraId="34A84C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9.5.6.4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FR1 or FR2 in case of FR1-FR2 inter-band CA</w:t>
      </w:r>
      <w:r>
        <w:tab/>
        <w:t>701</w:t>
      </w:r>
    </w:p>
    <w:p w14:paraId="3784541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9.5A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Reporting under CCA</w:t>
      </w:r>
      <w:r>
        <w:tab/>
        <w:t>701</w:t>
      </w:r>
    </w:p>
    <w:p w14:paraId="6A9B6EB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701</w:t>
      </w:r>
    </w:p>
    <w:p w14:paraId="67F44E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701</w:t>
      </w:r>
    </w:p>
    <w:p w14:paraId="22682EC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702</w:t>
      </w:r>
    </w:p>
    <w:p w14:paraId="11D749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702</w:t>
      </w:r>
    </w:p>
    <w:p w14:paraId="0B308E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702</w:t>
      </w:r>
    </w:p>
    <w:p w14:paraId="60D071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9.5A.3.3</w:t>
      </w:r>
      <w:r>
        <w:rPr>
          <w:rFonts w:ascii="Calibri" w:eastAsia="Malgun Gothic" w:hAnsi="Calibri"/>
          <w:sz w:val="22"/>
          <w:szCs w:val="22"/>
        </w:rPr>
        <w:tab/>
      </w:r>
      <w:r>
        <w:t>Aperiodic Reporting</w:t>
      </w:r>
      <w:r>
        <w:tab/>
        <w:t>702</w:t>
      </w:r>
    </w:p>
    <w:p w14:paraId="379843F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requirements</w:t>
      </w:r>
      <w:r>
        <w:tab/>
        <w:t>703</w:t>
      </w:r>
    </w:p>
    <w:p w14:paraId="677400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9.5A.4.1</w:t>
      </w:r>
      <w:r>
        <w:rPr>
          <w:rFonts w:ascii="Calibri" w:eastAsia="Malgun Gothic" w:hAnsi="Calibri"/>
          <w:sz w:val="22"/>
          <w:szCs w:val="22"/>
        </w:rPr>
        <w:tab/>
      </w:r>
      <w:r>
        <w:t>SSB based L1-RSRP Reporting</w:t>
      </w:r>
      <w:r>
        <w:tab/>
        <w:t>703</w:t>
      </w:r>
    </w:p>
    <w:p w14:paraId="684F501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L1-RSRP measurement</w:t>
      </w:r>
      <w:r>
        <w:tab/>
        <w:t>705</w:t>
      </w:r>
    </w:p>
    <w:p w14:paraId="45BFCB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9.5A.5.1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L1-RSRP</w:t>
      </w:r>
      <w:r>
        <w:tab/>
        <w:t>705</w:t>
      </w:r>
    </w:p>
    <w:p w14:paraId="69DDD65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9.5A.6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L1-RSRP measurement</w:t>
      </w:r>
      <w:r>
        <w:tab/>
        <w:t>706</w:t>
      </w:r>
    </w:p>
    <w:p w14:paraId="7E74A3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9.5A.6.1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L1-RSRP measurement with a same subcarrier spacing as PDSCH/PDCCH on FR1</w:t>
      </w:r>
      <w:r>
        <w:tab/>
        <w:t>706</w:t>
      </w:r>
    </w:p>
    <w:p w14:paraId="5BC13F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706</w:t>
      </w:r>
    </w:p>
    <w:p w14:paraId="1FBA1F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9.5A.6.3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in case of FR1-FR2 inter-band CA</w:t>
      </w:r>
      <w:r>
        <w:tab/>
        <w:t>706</w:t>
      </w:r>
    </w:p>
    <w:p w14:paraId="4264A9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9.5A.6.3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FR2-2</w:t>
      </w:r>
      <w:r>
        <w:tab/>
        <w:t>706</w:t>
      </w:r>
    </w:p>
    <w:p w14:paraId="2AC327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9.5A.6.4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FR1 or FR2 in case of FR1-FR2 inter-band CA</w:t>
      </w:r>
      <w:r>
        <w:tab/>
        <w:t>707</w:t>
      </w:r>
    </w:p>
    <w:p w14:paraId="1BDC13A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9.5B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Reporting for RedCap</w:t>
      </w:r>
      <w:r>
        <w:tab/>
        <w:t>707</w:t>
      </w:r>
    </w:p>
    <w:p w14:paraId="64EB08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707</w:t>
      </w:r>
    </w:p>
    <w:p w14:paraId="27BF27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707</w:t>
      </w:r>
    </w:p>
    <w:p w14:paraId="6B4CDC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708</w:t>
      </w:r>
    </w:p>
    <w:p w14:paraId="7EB7E1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708</w:t>
      </w:r>
    </w:p>
    <w:p w14:paraId="6F64179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708</w:t>
      </w:r>
    </w:p>
    <w:p w14:paraId="6DEA06D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9.5B.3.3</w:t>
      </w:r>
      <w:r>
        <w:rPr>
          <w:rFonts w:ascii="Calibri" w:eastAsia="Malgun Gothic" w:hAnsi="Calibri"/>
          <w:sz w:val="22"/>
          <w:szCs w:val="22"/>
        </w:rPr>
        <w:tab/>
      </w:r>
      <w:r>
        <w:t>Aperiodic Reporting</w:t>
      </w:r>
      <w:r>
        <w:tab/>
        <w:t>709</w:t>
      </w:r>
    </w:p>
    <w:p w14:paraId="46158A9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requirements</w:t>
      </w:r>
      <w:r>
        <w:tab/>
        <w:t>709</w:t>
      </w:r>
    </w:p>
    <w:p w14:paraId="4371F7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9.5B.4.1</w:t>
      </w:r>
      <w:r>
        <w:rPr>
          <w:rFonts w:ascii="Calibri" w:eastAsia="Malgun Gothic" w:hAnsi="Calibri"/>
          <w:sz w:val="22"/>
          <w:szCs w:val="22"/>
        </w:rPr>
        <w:tab/>
      </w:r>
      <w:r>
        <w:t>SSB based L1-RSRP Reporting</w:t>
      </w:r>
      <w:r>
        <w:tab/>
        <w:t>709</w:t>
      </w:r>
    </w:p>
    <w:p w14:paraId="063E46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9.5B.4.2</w:t>
      </w:r>
      <w:r>
        <w:rPr>
          <w:rFonts w:ascii="Calibri" w:eastAsia="Malgun Gothic" w:hAnsi="Calibri"/>
          <w:sz w:val="22"/>
          <w:szCs w:val="22"/>
        </w:rPr>
        <w:tab/>
      </w:r>
      <w:r>
        <w:t>CSI-RS based L1-RSRP Reporting</w:t>
      </w:r>
      <w:r>
        <w:tab/>
        <w:t>711</w:t>
      </w:r>
    </w:p>
    <w:p w14:paraId="1E30FF2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and SSB for L1-RSRP measurement</w:t>
      </w:r>
      <w:r>
        <w:tab/>
        <w:t>714</w:t>
      </w:r>
    </w:p>
    <w:p w14:paraId="58BA1C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9.5B.5.1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L1-RSRP</w:t>
      </w:r>
      <w:r>
        <w:tab/>
        <w:t>714</w:t>
      </w:r>
    </w:p>
    <w:p w14:paraId="76F706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L1-RSRP</w:t>
      </w:r>
      <w:r>
        <w:tab/>
        <w:t>714</w:t>
      </w:r>
    </w:p>
    <w:p w14:paraId="7DB6C39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9.5B.6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L1-RSRP measurement</w:t>
      </w:r>
      <w:r>
        <w:tab/>
        <w:t>714</w:t>
      </w:r>
    </w:p>
    <w:p w14:paraId="677BA1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lastRenderedPageBreak/>
        <w:t>9.5B.6.1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L1-RSRP measurement with a same subcarrier spacing as PDSCH/PDCCH on FR1</w:t>
      </w:r>
      <w:r>
        <w:tab/>
        <w:t>715</w:t>
      </w:r>
    </w:p>
    <w:p w14:paraId="0D01A7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715</w:t>
      </w:r>
    </w:p>
    <w:p w14:paraId="137060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9.5B.6.3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</w:t>
      </w:r>
      <w:r>
        <w:tab/>
        <w:t>715</w:t>
      </w:r>
    </w:p>
    <w:p w14:paraId="593E5BF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9.5C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Reporting for satellite access</w:t>
      </w:r>
      <w:r>
        <w:tab/>
        <w:t>716</w:t>
      </w:r>
    </w:p>
    <w:p w14:paraId="485B9F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9.5C.1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716</w:t>
      </w:r>
    </w:p>
    <w:p w14:paraId="7DFA1A4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9.5C.3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716</w:t>
      </w:r>
    </w:p>
    <w:p w14:paraId="7ECE9A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717</w:t>
      </w:r>
    </w:p>
    <w:p w14:paraId="57131E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717</w:t>
      </w:r>
    </w:p>
    <w:p w14:paraId="137A66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9.5C.3.3</w:t>
      </w:r>
      <w:r>
        <w:rPr>
          <w:rFonts w:ascii="Calibri" w:eastAsia="Malgun Gothic" w:hAnsi="Calibri"/>
          <w:sz w:val="22"/>
          <w:szCs w:val="22"/>
        </w:rPr>
        <w:tab/>
      </w:r>
      <w:r>
        <w:t>Aperiodic Reporting</w:t>
      </w:r>
      <w:r>
        <w:tab/>
        <w:t>717</w:t>
      </w:r>
    </w:p>
    <w:p w14:paraId="59C537A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9.5C.4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requirements</w:t>
      </w:r>
      <w:r>
        <w:tab/>
        <w:t>717</w:t>
      </w:r>
    </w:p>
    <w:p w14:paraId="7DF5FD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9.5C.4.1</w:t>
      </w:r>
      <w:r>
        <w:rPr>
          <w:rFonts w:ascii="Calibri" w:eastAsia="Malgun Gothic" w:hAnsi="Calibri"/>
          <w:sz w:val="22"/>
          <w:szCs w:val="22"/>
        </w:rPr>
        <w:tab/>
      </w:r>
      <w:r>
        <w:t>SSB based L1-RSRP Reporting</w:t>
      </w:r>
      <w:r>
        <w:tab/>
        <w:t>717</w:t>
      </w:r>
    </w:p>
    <w:p w14:paraId="60FEA7E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9.5C.5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L1-RSRP measurement</w:t>
      </w:r>
      <w:r>
        <w:tab/>
        <w:t>719</w:t>
      </w:r>
    </w:p>
    <w:p w14:paraId="247CFD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9.5C.5.1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L1-RSRP</w:t>
      </w:r>
      <w:r>
        <w:tab/>
        <w:t>719</w:t>
      </w:r>
    </w:p>
    <w:p w14:paraId="6A0C45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CSI-RS based L1-RSRP</w:t>
      </w:r>
      <w:r>
        <w:tab/>
        <w:t>719</w:t>
      </w:r>
    </w:p>
    <w:p w14:paraId="73C13A5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9.5C.6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L1-RSRP measurement</w:t>
      </w:r>
      <w:r>
        <w:tab/>
        <w:t>720</w:t>
      </w:r>
    </w:p>
    <w:p w14:paraId="56E908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9.5C.6.1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same subcarrier spacing as PDSCH/PDCCH on FR1</w:t>
      </w:r>
      <w:r>
        <w:tab/>
        <w:t>720</w:t>
      </w:r>
    </w:p>
    <w:p w14:paraId="44FDED1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9.5C.6.2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720</w:t>
      </w:r>
    </w:p>
    <w:p w14:paraId="5C7CB5C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9.6</w:t>
      </w:r>
      <w:r>
        <w:rPr>
          <w:rFonts w:ascii="Calibri" w:eastAsia="Malgun Gothic" w:hAnsi="Calibri"/>
          <w:sz w:val="22"/>
          <w:szCs w:val="22"/>
        </w:rPr>
        <w:tab/>
      </w:r>
      <w:r>
        <w:t>NE-DC: Measurements</w:t>
      </w:r>
      <w:r>
        <w:tab/>
        <w:t>720</w:t>
      </w:r>
    </w:p>
    <w:p w14:paraId="3756CF9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720</w:t>
      </w:r>
    </w:p>
    <w:p w14:paraId="186699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SFTD Measurements</w:t>
      </w:r>
      <w:r>
        <w:tab/>
        <w:t>720</w:t>
      </w:r>
    </w:p>
    <w:p w14:paraId="330BDA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9.6.2.1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720</w:t>
      </w:r>
    </w:p>
    <w:p w14:paraId="68D997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9.6.2.2</w:t>
      </w:r>
      <w:r>
        <w:rPr>
          <w:rFonts w:ascii="Calibri" w:eastAsia="Malgun Gothic" w:hAnsi="Calibri"/>
          <w:sz w:val="22"/>
          <w:szCs w:val="22"/>
        </w:rPr>
        <w:tab/>
      </w:r>
      <w:r>
        <w:t>SFTD Measurement requirements</w:t>
      </w:r>
      <w:r>
        <w:tab/>
        <w:t>720</w:t>
      </w:r>
    </w:p>
    <w:p w14:paraId="7E9D885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9.7</w:t>
      </w:r>
      <w:r>
        <w:rPr>
          <w:rFonts w:ascii="Calibri" w:eastAsia="Malgun Gothic" w:hAnsi="Calibri"/>
          <w:sz w:val="22"/>
          <w:szCs w:val="22"/>
        </w:rPr>
        <w:tab/>
      </w:r>
      <w:r>
        <w:t>Cross Link Interference measurements</w:t>
      </w:r>
      <w:r>
        <w:tab/>
        <w:t>721</w:t>
      </w:r>
    </w:p>
    <w:p w14:paraId="7C8360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721</w:t>
      </w:r>
    </w:p>
    <w:p w14:paraId="571B9B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SRS-RSRP measurements</w:t>
      </w:r>
      <w:r>
        <w:tab/>
        <w:t>721</w:t>
      </w:r>
    </w:p>
    <w:p w14:paraId="592A34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721</w:t>
      </w:r>
    </w:p>
    <w:p w14:paraId="432279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722</w:t>
      </w:r>
    </w:p>
    <w:p w14:paraId="1C89C0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722</w:t>
      </w:r>
    </w:p>
    <w:p w14:paraId="6BB87E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9.7.2.3.1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722</w:t>
      </w:r>
    </w:p>
    <w:p w14:paraId="1FC8B9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9.7.2.3.2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722</w:t>
      </w:r>
    </w:p>
    <w:p w14:paraId="72822C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9.7.2.3.3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722</w:t>
      </w:r>
    </w:p>
    <w:p w14:paraId="06FDE6F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capability</w:t>
      </w:r>
      <w:r>
        <w:tab/>
        <w:t>722</w:t>
      </w:r>
    </w:p>
    <w:p w14:paraId="5591EB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9.7.2.5</w:t>
      </w:r>
      <w:r>
        <w:rPr>
          <w:rFonts w:ascii="Calibri" w:eastAsia="Malgun Gothic" w:hAnsi="Calibri"/>
          <w:sz w:val="22"/>
          <w:szCs w:val="22"/>
        </w:rPr>
        <w:tab/>
      </w:r>
      <w:r>
        <w:t>SRS-RSRP measurement period</w:t>
      </w:r>
      <w:r>
        <w:tab/>
        <w:t>723</w:t>
      </w:r>
    </w:p>
    <w:p w14:paraId="5A136E1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CLI-RSSI measurements</w:t>
      </w:r>
      <w:r>
        <w:tab/>
        <w:t>723</w:t>
      </w:r>
    </w:p>
    <w:p w14:paraId="3672F6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723</w:t>
      </w:r>
    </w:p>
    <w:p w14:paraId="73738BE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723</w:t>
      </w:r>
    </w:p>
    <w:p w14:paraId="32CC52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723</w:t>
      </w:r>
    </w:p>
    <w:p w14:paraId="63776A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9.7.3.3.1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723</w:t>
      </w:r>
    </w:p>
    <w:p w14:paraId="774402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9.7.3.3.2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723</w:t>
      </w:r>
    </w:p>
    <w:p w14:paraId="071473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9.7.3.3.3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724</w:t>
      </w:r>
    </w:p>
    <w:p w14:paraId="369854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9.7.3.4</w:t>
      </w:r>
      <w:r>
        <w:rPr>
          <w:rFonts w:ascii="Calibri" w:eastAsia="Malgun Gothic" w:hAnsi="Calibri"/>
          <w:sz w:val="22"/>
          <w:szCs w:val="22"/>
        </w:rPr>
        <w:tab/>
      </w:r>
      <w:r>
        <w:t>Measurement capability</w:t>
      </w:r>
      <w:r>
        <w:tab/>
        <w:t>724</w:t>
      </w:r>
    </w:p>
    <w:p w14:paraId="0CDC38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9.7.3.5</w:t>
      </w:r>
      <w:r>
        <w:rPr>
          <w:rFonts w:ascii="Calibri" w:eastAsia="Malgun Gothic" w:hAnsi="Calibri"/>
          <w:sz w:val="22"/>
          <w:szCs w:val="22"/>
        </w:rPr>
        <w:tab/>
      </w:r>
      <w:r>
        <w:t>CLI-RSSI measurement period</w:t>
      </w:r>
      <w:r>
        <w:tab/>
        <w:t>724</w:t>
      </w:r>
    </w:p>
    <w:p w14:paraId="77613A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9.7.4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Scheduling availability of UE during CLI measurements</w:t>
      </w:r>
      <w:r>
        <w:tab/>
        <w:t>724</w:t>
      </w:r>
    </w:p>
    <w:p w14:paraId="67FCE1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9.7.4.1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 on FR1</w:t>
      </w:r>
      <w:r>
        <w:tab/>
        <w:t>724</w:t>
      </w:r>
    </w:p>
    <w:p w14:paraId="6B57A7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9.7.4.2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measurement on FR2</w:t>
      </w:r>
      <w:r>
        <w:tab/>
        <w:t>725</w:t>
      </w:r>
    </w:p>
    <w:p w14:paraId="1CC5D5D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measurements for Reporting</w:t>
      </w:r>
      <w:r>
        <w:tab/>
        <w:t>725</w:t>
      </w:r>
    </w:p>
    <w:p w14:paraId="6CA9DF7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9.8.1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725</w:t>
      </w:r>
    </w:p>
    <w:p w14:paraId="4BEDC45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9.8.2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726</w:t>
      </w:r>
    </w:p>
    <w:p w14:paraId="7B9168B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9.8.3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726</w:t>
      </w:r>
    </w:p>
    <w:p w14:paraId="146AEF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726</w:t>
      </w:r>
    </w:p>
    <w:p w14:paraId="657986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727</w:t>
      </w:r>
    </w:p>
    <w:p w14:paraId="0229E7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9.8.4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requirements</w:t>
      </w:r>
      <w:r>
        <w:tab/>
        <w:t>727</w:t>
      </w:r>
    </w:p>
    <w:p w14:paraId="1CAB44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9.8.4.1</w:t>
      </w:r>
      <w:r>
        <w:rPr>
          <w:rFonts w:ascii="Calibri" w:eastAsia="Malgun Gothic" w:hAnsi="Calibri"/>
          <w:sz w:val="22"/>
          <w:szCs w:val="22"/>
        </w:rPr>
        <w:tab/>
      </w:r>
      <w:r>
        <w:t>L1-SINR reporting with CSI-RS based CMR and no dedicated IMR configured</w:t>
      </w:r>
      <w:r>
        <w:tab/>
        <w:t>727</w:t>
      </w:r>
    </w:p>
    <w:p w14:paraId="715E882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9.8.4.3</w:t>
      </w:r>
      <w:r>
        <w:rPr>
          <w:rFonts w:ascii="Calibri" w:eastAsia="Malgun Gothic" w:hAnsi="Calibri"/>
          <w:sz w:val="22"/>
          <w:szCs w:val="22"/>
        </w:rPr>
        <w:tab/>
      </w:r>
      <w:r>
        <w:t>L1-SINR reporting with CSI-RS based CMR and dedicated IMR configured</w:t>
      </w:r>
      <w:r>
        <w:tab/>
        <w:t>732</w:t>
      </w:r>
    </w:p>
    <w:p w14:paraId="52994F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9.8.5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L1-SINR measurement</w:t>
      </w:r>
      <w:r>
        <w:tab/>
        <w:t>733</w:t>
      </w:r>
    </w:p>
    <w:p w14:paraId="5E9C0D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9.8.5.1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Measurement restriction if SSB </w:t>
      </w:r>
      <w:r>
        <w:rPr>
          <w:lang w:eastAsia="zh-CN"/>
        </w:rPr>
        <w:t>configured for</w:t>
      </w:r>
      <w:r>
        <w:t xml:space="preserve"> L1-SINR Measurement</w:t>
      </w:r>
      <w:r>
        <w:tab/>
        <w:t>734</w:t>
      </w:r>
    </w:p>
    <w:p w14:paraId="23B89F1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if CSI-RS configured for L1-SINR measurement</w:t>
      </w:r>
      <w:r>
        <w:tab/>
        <w:t>734</w:t>
      </w:r>
    </w:p>
    <w:p w14:paraId="7CBB2E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9.8.5.3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if CSI-IM configured for L1-SINR measurement</w:t>
      </w:r>
      <w:r>
        <w:tab/>
        <w:t>735</w:t>
      </w:r>
    </w:p>
    <w:p w14:paraId="33F606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9.8.6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L1-SINR measurement</w:t>
      </w:r>
      <w:r>
        <w:tab/>
        <w:t>735</w:t>
      </w:r>
    </w:p>
    <w:p w14:paraId="006650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9.8.6.1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L1-SINR measurement with a same subcarrier spacing as PDSCH/PDCCH on FR1</w:t>
      </w:r>
      <w:r>
        <w:tab/>
        <w:t>735</w:t>
      </w:r>
    </w:p>
    <w:p w14:paraId="703B57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L1-SINR measurement with a different subcarrier spacing than PDSCH/PDCCH on FR1</w:t>
      </w:r>
      <w:r>
        <w:tab/>
        <w:t>735</w:t>
      </w:r>
    </w:p>
    <w:p w14:paraId="2F9FA84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9.8.6.4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L1-SINR measurement on FR1 or FR2 in case of FR1-FR2 inter-band CA</w:t>
      </w:r>
      <w:r>
        <w:tab/>
        <w:t>736</w:t>
      </w:r>
    </w:p>
    <w:p w14:paraId="1B07434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9.9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measurements for positioning</w:t>
      </w:r>
      <w:r>
        <w:tab/>
        <w:t>737</w:t>
      </w:r>
    </w:p>
    <w:p w14:paraId="00AB9C1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737</w:t>
      </w:r>
    </w:p>
    <w:p w14:paraId="529097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9.9.1.1</w:t>
      </w:r>
      <w:r>
        <w:rPr>
          <w:rFonts w:ascii="Calibri" w:eastAsia="Malgun Gothic" w:hAnsi="Calibri"/>
          <w:sz w:val="22"/>
          <w:szCs w:val="22"/>
        </w:rPr>
        <w:tab/>
      </w:r>
      <w:r>
        <w:t>General Aspects of Gap-based Measurement</w:t>
      </w:r>
      <w:r>
        <w:tab/>
        <w:t>737</w:t>
      </w:r>
    </w:p>
    <w:p w14:paraId="1021D4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9.9.1.2</w:t>
      </w:r>
      <w:r>
        <w:rPr>
          <w:rFonts w:ascii="Calibri" w:eastAsia="Malgun Gothic" w:hAnsi="Calibri"/>
          <w:sz w:val="22"/>
          <w:szCs w:val="22"/>
        </w:rPr>
        <w:tab/>
      </w:r>
      <w:r>
        <w:t>General Aspects of Gapless Measurement</w:t>
      </w:r>
      <w:r>
        <w:tab/>
        <w:t>737</w:t>
      </w:r>
    </w:p>
    <w:p w14:paraId="7CD340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Scheduling Availability of UE during PRS Measurement without Measurement Gaps</w:t>
      </w:r>
      <w:r>
        <w:tab/>
        <w:t>738</w:t>
      </w:r>
    </w:p>
    <w:p w14:paraId="4F5DE11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9.9.2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739</w:t>
      </w:r>
    </w:p>
    <w:p w14:paraId="5F90F59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739</w:t>
      </w:r>
    </w:p>
    <w:p w14:paraId="572976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739</w:t>
      </w:r>
    </w:p>
    <w:p w14:paraId="6CBC4F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739</w:t>
      </w:r>
    </w:p>
    <w:p w14:paraId="0F4D64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9.9.2.4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Reporting Requirements</w:t>
      </w:r>
      <w:r>
        <w:tab/>
        <w:t>739</w:t>
      </w:r>
    </w:p>
    <w:p w14:paraId="271383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9.9.2.4.1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740</w:t>
      </w:r>
    </w:p>
    <w:p w14:paraId="32BB76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9.9.2.4.2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740</w:t>
      </w:r>
    </w:p>
    <w:p w14:paraId="5CBFB9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9.9.2.4.3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740</w:t>
      </w:r>
    </w:p>
    <w:p w14:paraId="423A03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9.9.2.5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Period Requireme</w:t>
      </w:r>
      <w:r>
        <w:rPr>
          <w:lang w:eastAsia="zh-CN"/>
        </w:rPr>
        <w:t>nts</w:t>
      </w:r>
      <w:r>
        <w:tab/>
        <w:t>740</w:t>
      </w:r>
    </w:p>
    <w:p w14:paraId="46943C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9.9.2.6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743</w:t>
      </w:r>
    </w:p>
    <w:p w14:paraId="3FE4C3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9.9.2.7</w:t>
      </w:r>
      <w:r>
        <w:rPr>
          <w:rFonts w:ascii="Calibri" w:eastAsia="Malgun Gothic" w:hAnsi="Calibri"/>
          <w:sz w:val="22"/>
          <w:szCs w:val="22"/>
        </w:rPr>
        <w:tab/>
      </w:r>
      <w:r>
        <w:t>Measurements Period Requireme</w:t>
      </w:r>
      <w:r>
        <w:rPr>
          <w:lang w:eastAsia="zh-CN"/>
        </w:rPr>
        <w:t>nts without Measurement Gaps</w:t>
      </w:r>
      <w:r>
        <w:tab/>
        <w:t>743</w:t>
      </w:r>
    </w:p>
    <w:p w14:paraId="4626EF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9.9.2.8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746</w:t>
      </w:r>
    </w:p>
    <w:p w14:paraId="5EAD5E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9.9.3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746</w:t>
      </w:r>
    </w:p>
    <w:p w14:paraId="3C0779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746</w:t>
      </w:r>
    </w:p>
    <w:p w14:paraId="05D1DE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746</w:t>
      </w:r>
    </w:p>
    <w:p w14:paraId="5F44F8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746</w:t>
      </w:r>
    </w:p>
    <w:p w14:paraId="7409C0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Reporting Requirements</w:t>
      </w:r>
      <w:r>
        <w:tab/>
        <w:t>746</w:t>
      </w:r>
    </w:p>
    <w:p w14:paraId="3538C9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746</w:t>
      </w:r>
    </w:p>
    <w:p w14:paraId="5EA2D6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 without Measurement Gaps</w:t>
      </w:r>
      <w:r>
        <w:tab/>
        <w:t>749</w:t>
      </w:r>
    </w:p>
    <w:p w14:paraId="28193C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9.9.3.7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751</w:t>
      </w:r>
    </w:p>
    <w:p w14:paraId="6B222DF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9.9.4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751</w:t>
      </w:r>
    </w:p>
    <w:p w14:paraId="194A5C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9.9.4.1 Introduction</w:t>
      </w:r>
      <w:r>
        <w:tab/>
        <w:t>751</w:t>
      </w:r>
    </w:p>
    <w:p w14:paraId="54BC6F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9.9.4.2 Requirements Applicability</w:t>
      </w:r>
      <w:r>
        <w:tab/>
        <w:t>751</w:t>
      </w:r>
    </w:p>
    <w:p w14:paraId="5C1E6A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9.9.4.3 Measurement Capability</w:t>
      </w:r>
      <w:r>
        <w:tab/>
        <w:t>752</w:t>
      </w:r>
    </w:p>
    <w:p w14:paraId="15F152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9.9.4.4 Measurement Reporting Requirements</w:t>
      </w:r>
      <w:r>
        <w:tab/>
        <w:t>752</w:t>
      </w:r>
    </w:p>
    <w:p w14:paraId="65E515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752</w:t>
      </w:r>
    </w:p>
    <w:p w14:paraId="2080A2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 without Measurement Gaps</w:t>
      </w:r>
      <w:r>
        <w:tab/>
        <w:t>755</w:t>
      </w:r>
    </w:p>
    <w:p w14:paraId="01DF09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9.9.4.7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759</w:t>
      </w:r>
    </w:p>
    <w:p w14:paraId="648B1F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9.9.5</w:t>
      </w:r>
      <w:r>
        <w:rPr>
          <w:rFonts w:ascii="Calibri" w:eastAsia="Malgun Gothic" w:hAnsi="Calibri"/>
          <w:sz w:val="22"/>
          <w:szCs w:val="22"/>
        </w:rPr>
        <w:tab/>
      </w:r>
      <w:r>
        <w:t>E-CID measurements</w:t>
      </w:r>
      <w:r>
        <w:tab/>
        <w:t>759</w:t>
      </w:r>
    </w:p>
    <w:p w14:paraId="4851FEF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759</w:t>
      </w:r>
    </w:p>
    <w:p w14:paraId="0CAEEB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Requirements</w:t>
      </w:r>
      <w:r>
        <w:tab/>
        <w:t>759</w:t>
      </w:r>
    </w:p>
    <w:p w14:paraId="2D7FEB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9.9.5.2.1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 Requirements</w:t>
      </w:r>
      <w:r>
        <w:tab/>
        <w:t>759</w:t>
      </w:r>
    </w:p>
    <w:p w14:paraId="1F6ACC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9.9.5.2.2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 Requirements</w:t>
      </w:r>
      <w:r>
        <w:tab/>
        <w:t>759</w:t>
      </w:r>
    </w:p>
    <w:p w14:paraId="5F4114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9.9.5.2.3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Delay</w:t>
      </w:r>
      <w:r>
        <w:tab/>
        <w:t>760</w:t>
      </w:r>
    </w:p>
    <w:p w14:paraId="5EC69A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9.9.6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760</w:t>
      </w:r>
    </w:p>
    <w:p w14:paraId="04104E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Introduction</w:t>
      </w:r>
      <w:r>
        <w:tab/>
        <w:t>760</w:t>
      </w:r>
    </w:p>
    <w:p w14:paraId="00A4ED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9.9.6.2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760</w:t>
      </w:r>
    </w:p>
    <w:p w14:paraId="522C83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capability</w:t>
      </w:r>
      <w:r>
        <w:tab/>
        <w:t>760</w:t>
      </w:r>
    </w:p>
    <w:p w14:paraId="10B565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9.9.6.4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760</w:t>
      </w:r>
    </w:p>
    <w:p w14:paraId="1A02FC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9.9.6.5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</w:t>
      </w:r>
      <w:r>
        <w:tab/>
        <w:t>760</w:t>
      </w:r>
    </w:p>
    <w:p w14:paraId="7F9B76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9.9.6.6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Measurement Period Requirements without Measurement Gaps</w:t>
      </w:r>
      <w:r>
        <w:tab/>
        <w:t>761</w:t>
      </w:r>
    </w:p>
    <w:p w14:paraId="0A1686D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9.9.6.7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761</w:t>
      </w:r>
    </w:p>
    <w:p w14:paraId="1D3F032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9.10</w:t>
      </w:r>
      <w:r>
        <w:rPr>
          <w:rFonts w:ascii="Calibri" w:eastAsia="Malgun Gothic" w:hAnsi="Calibri"/>
          <w:sz w:val="22"/>
          <w:szCs w:val="22"/>
        </w:rPr>
        <w:tab/>
      </w:r>
      <w:r>
        <w:t>CSI-RS based L3 measurements</w:t>
      </w:r>
      <w:r>
        <w:tab/>
        <w:t>761</w:t>
      </w:r>
    </w:p>
    <w:p w14:paraId="1567BE7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9.10.1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761</w:t>
      </w:r>
    </w:p>
    <w:p w14:paraId="48038F6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9.10.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CSI-RS based </w:t>
      </w:r>
      <w:r>
        <w:t>intra-frequency measurements</w:t>
      </w:r>
      <w:r>
        <w:tab/>
        <w:t>761</w:t>
      </w:r>
    </w:p>
    <w:p w14:paraId="4BA18C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761</w:t>
      </w:r>
    </w:p>
    <w:p w14:paraId="0F9257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9.10.2.2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762</w:t>
      </w:r>
    </w:p>
    <w:p w14:paraId="7C2FC3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</w:t>
      </w:r>
      <w:r>
        <w:rPr>
          <w:rFonts w:eastAsia="Malgun Gothic"/>
        </w:rPr>
        <w:t>2.</w:t>
      </w:r>
      <w: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Number of cells and number of </w:t>
      </w:r>
      <w:r>
        <w:rPr>
          <w:rFonts w:eastAsia="Malgun Gothic"/>
        </w:rPr>
        <w:t>CSI-RS</w:t>
      </w:r>
      <w:r>
        <w:tab/>
        <w:t>763</w:t>
      </w:r>
    </w:p>
    <w:p w14:paraId="4F77E1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</w:t>
      </w:r>
      <w:r>
        <w:rPr>
          <w:rFonts w:eastAsia="Malgun Gothic"/>
        </w:rPr>
        <w:t>2.</w:t>
      </w:r>
      <w:r>
        <w:t>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763</w:t>
      </w:r>
    </w:p>
    <w:p w14:paraId="451864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</w:t>
      </w:r>
      <w:r>
        <w:rPr>
          <w:rFonts w:eastAsia="Malgun Gothic"/>
        </w:rPr>
        <w:t>2.</w:t>
      </w:r>
      <w:r>
        <w:t>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763</w:t>
      </w:r>
    </w:p>
    <w:p w14:paraId="53C578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9.10.2.4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763</w:t>
      </w:r>
    </w:p>
    <w:p w14:paraId="59BE59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9.10.2.4.1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763</w:t>
      </w:r>
    </w:p>
    <w:p w14:paraId="7683E3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9.10.2.4.2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Event-triggered Periodic Reporting</w:t>
      </w:r>
      <w:r>
        <w:tab/>
        <w:t>763</w:t>
      </w:r>
    </w:p>
    <w:p w14:paraId="3CC7C7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9.10.2.4.3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</w:t>
      </w:r>
      <w:r>
        <w:tab/>
        <w:t>764</w:t>
      </w:r>
    </w:p>
    <w:p w14:paraId="57310C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9.10.2.5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 without measurement gaps</w:t>
      </w:r>
      <w:r>
        <w:tab/>
        <w:t>764</w:t>
      </w:r>
    </w:p>
    <w:p w14:paraId="0FA9F3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9.10.2.6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CSI-RS based intra-frequency measurements</w:t>
      </w:r>
      <w:r>
        <w:tab/>
        <w:t>766</w:t>
      </w:r>
    </w:p>
    <w:p w14:paraId="05EF35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9.10.2.6.1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CSI-RS based measurements in TDD bands</w:t>
      </w:r>
      <w:r>
        <w:tab/>
        <w:t>766</w:t>
      </w:r>
    </w:p>
    <w:p w14:paraId="44F23A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9.10.2.6.2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CSI-RS based measurements in FR2</w:t>
      </w:r>
      <w:r>
        <w:tab/>
        <w:t>766</w:t>
      </w:r>
    </w:p>
    <w:p w14:paraId="1BB1705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9.10.3</w:t>
      </w:r>
      <w:r>
        <w:rPr>
          <w:rFonts w:ascii="Calibri" w:eastAsia="Malgun Gothic" w:hAnsi="Calibri"/>
          <w:sz w:val="22"/>
          <w:szCs w:val="22"/>
        </w:rPr>
        <w:tab/>
      </w:r>
      <w:r>
        <w:t>CSI-RS based Inter-frequency measurements</w:t>
      </w:r>
      <w:r>
        <w:tab/>
        <w:t>766</w:t>
      </w:r>
    </w:p>
    <w:p w14:paraId="01303B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766</w:t>
      </w:r>
    </w:p>
    <w:p w14:paraId="32620C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767</w:t>
      </w:r>
    </w:p>
    <w:p w14:paraId="767D70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9.10.3.3</w:t>
      </w:r>
      <w:r>
        <w:rPr>
          <w:rFonts w:ascii="Calibri" w:eastAsia="Malgun Gothic" w:hAnsi="Calibri"/>
          <w:sz w:val="22"/>
          <w:szCs w:val="22"/>
        </w:rPr>
        <w:tab/>
      </w:r>
      <w:r>
        <w:t>Number of cells and number of CSI-RS resources</w:t>
      </w:r>
      <w:r>
        <w:tab/>
        <w:t>767</w:t>
      </w:r>
    </w:p>
    <w:p w14:paraId="454C4E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9.10.3.3.1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FR1</w:t>
      </w:r>
      <w:r>
        <w:tab/>
        <w:t>767</w:t>
      </w:r>
    </w:p>
    <w:p w14:paraId="1B751A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9.10.3.3.2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for FR2</w:t>
      </w:r>
      <w:r>
        <w:tab/>
        <w:t>768</w:t>
      </w:r>
    </w:p>
    <w:p w14:paraId="7697AC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Calibri"/>
        </w:rPr>
        <w:t>9.10.3.4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Calibri"/>
        </w:rPr>
        <w:t>M</w:t>
      </w:r>
      <w:r>
        <w:t>easurements reporting requirements</w:t>
      </w:r>
      <w:r>
        <w:tab/>
        <w:t>768</w:t>
      </w:r>
    </w:p>
    <w:p w14:paraId="33D0DE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9.10.3.4.1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768</w:t>
      </w:r>
    </w:p>
    <w:p w14:paraId="6EF3CF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9.10.3.4.2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Periodic Reporting</w:t>
      </w:r>
      <w:r>
        <w:tab/>
        <w:t>768</w:t>
      </w:r>
    </w:p>
    <w:p w14:paraId="1A7D91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9.10.3.4.3</w:t>
      </w:r>
      <w:r>
        <w:rPr>
          <w:rFonts w:ascii="Calibri" w:eastAsia="Malgun Gothic" w:hAnsi="Calibri"/>
          <w:sz w:val="22"/>
          <w:szCs w:val="22"/>
        </w:rPr>
        <w:tab/>
      </w:r>
      <w:r>
        <w:t>Event-triggered Reporting</w:t>
      </w:r>
      <w:r>
        <w:tab/>
        <w:t>768</w:t>
      </w:r>
    </w:p>
    <w:p w14:paraId="5E34FED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9.10.3.5</w:t>
      </w:r>
      <w:r>
        <w:rPr>
          <w:rFonts w:ascii="Calibri" w:eastAsia="Malgun Gothic" w:hAnsi="Calibri"/>
          <w:sz w:val="22"/>
          <w:szCs w:val="22"/>
        </w:rPr>
        <w:tab/>
      </w:r>
      <w:r>
        <w:t>Inter frequency measurements with measurement gaps</w:t>
      </w:r>
      <w:r>
        <w:tab/>
        <w:t>768</w:t>
      </w:r>
    </w:p>
    <w:p w14:paraId="3221813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9.11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with autonomous gaps</w:t>
      </w:r>
      <w:r>
        <w:tab/>
        <w:t>770</w:t>
      </w:r>
    </w:p>
    <w:p w14:paraId="4A67895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770</w:t>
      </w:r>
    </w:p>
    <w:p w14:paraId="010C2DA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9.11.2</w:t>
      </w:r>
      <w:r>
        <w:rPr>
          <w:rFonts w:ascii="Calibri" w:eastAsia="Malgun Gothic" w:hAnsi="Calibri"/>
          <w:sz w:val="22"/>
          <w:szCs w:val="22"/>
        </w:rPr>
        <w:tab/>
      </w:r>
      <w:r>
        <w:t>CGI identification of an NR cell with autonomous gaps</w:t>
      </w:r>
      <w:r>
        <w:tab/>
        <w:t>770</w:t>
      </w:r>
    </w:p>
    <w:p w14:paraId="4B3FA30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9.11.3</w:t>
      </w:r>
      <w:r>
        <w:rPr>
          <w:rFonts w:ascii="Calibri" w:eastAsia="Malgun Gothic" w:hAnsi="Calibri"/>
          <w:sz w:val="22"/>
          <w:szCs w:val="22"/>
        </w:rPr>
        <w:tab/>
      </w:r>
      <w:r>
        <w:t>CGI reporting delay</w:t>
      </w:r>
      <w:r>
        <w:tab/>
        <w:t>771</w:t>
      </w:r>
    </w:p>
    <w:p w14:paraId="635F059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9.11A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with autonomous gaps for RedCap</w:t>
      </w:r>
      <w:r>
        <w:tab/>
        <w:t>772</w:t>
      </w:r>
    </w:p>
    <w:p w14:paraId="4F6624F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772</w:t>
      </w:r>
    </w:p>
    <w:p w14:paraId="1CA4A03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9.11A.2</w:t>
      </w:r>
      <w:r>
        <w:rPr>
          <w:rFonts w:ascii="Calibri" w:eastAsia="Malgun Gothic" w:hAnsi="Calibri"/>
          <w:sz w:val="22"/>
          <w:szCs w:val="22"/>
        </w:rPr>
        <w:tab/>
      </w:r>
      <w:r>
        <w:t>CGI identification of an NR cell with autonomous gaps</w:t>
      </w:r>
      <w:r>
        <w:tab/>
        <w:t>772</w:t>
      </w:r>
    </w:p>
    <w:p w14:paraId="72A28C2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9.11A.3</w:t>
      </w:r>
      <w:r>
        <w:rPr>
          <w:rFonts w:ascii="Calibri" w:eastAsia="Malgun Gothic" w:hAnsi="Calibri"/>
          <w:sz w:val="22"/>
          <w:szCs w:val="22"/>
        </w:rPr>
        <w:tab/>
      </w:r>
      <w:r>
        <w:t>CGI reporting delay</w:t>
      </w:r>
      <w:r>
        <w:tab/>
        <w:t>773</w:t>
      </w:r>
    </w:p>
    <w:p w14:paraId="60E7CD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9.11A.4</w:t>
      </w:r>
      <w:r>
        <w:rPr>
          <w:rFonts w:ascii="Calibri" w:eastAsia="Malgun Gothic" w:hAnsi="Calibri"/>
          <w:sz w:val="22"/>
          <w:szCs w:val="22"/>
        </w:rPr>
        <w:tab/>
      </w:r>
      <w:r>
        <w:t>CGI reporting scheduling restriction</w:t>
      </w:r>
      <w:r>
        <w:tab/>
        <w:t>773</w:t>
      </w:r>
    </w:p>
    <w:p w14:paraId="37B9C75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9.12</w:t>
      </w:r>
      <w:r>
        <w:rPr>
          <w:rFonts w:ascii="Calibri" w:eastAsia="Malgun Gothic" w:hAnsi="Calibri"/>
          <w:sz w:val="22"/>
          <w:szCs w:val="22"/>
        </w:rPr>
        <w:tab/>
      </w:r>
      <w:r>
        <w:t>Measurement for Propagation Delay Compensation</w:t>
      </w:r>
      <w:r>
        <w:tab/>
        <w:t>774</w:t>
      </w:r>
    </w:p>
    <w:p w14:paraId="6D20820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774</w:t>
      </w:r>
    </w:p>
    <w:p w14:paraId="132966A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Requirements Applicability</w:t>
      </w:r>
      <w:r>
        <w:tab/>
        <w:t>774</w:t>
      </w:r>
    </w:p>
    <w:p w14:paraId="3654680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9.12.3</w:t>
      </w:r>
      <w:r>
        <w:rPr>
          <w:rFonts w:ascii="Calibri" w:eastAsia="Malgun Gothic" w:hAnsi="Calibri"/>
          <w:sz w:val="22"/>
          <w:szCs w:val="22"/>
        </w:rPr>
        <w:tab/>
      </w:r>
      <w:r>
        <w:t>Measurement Capability</w:t>
      </w:r>
      <w:r>
        <w:tab/>
        <w:t>774</w:t>
      </w:r>
    </w:p>
    <w:p w14:paraId="5F2831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period requirements</w:t>
      </w:r>
      <w:r>
        <w:tab/>
        <w:t>774</w:t>
      </w:r>
    </w:p>
    <w:p w14:paraId="23F1B5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9.12.4.1</w:t>
      </w:r>
      <w:r>
        <w:rPr>
          <w:rFonts w:ascii="Calibri" w:eastAsia="Malgun Gothic" w:hAnsi="Calibri"/>
          <w:sz w:val="22"/>
          <w:szCs w:val="22"/>
        </w:rPr>
        <w:tab/>
      </w:r>
      <w:r>
        <w:t>PRS Measurement Period</w:t>
      </w:r>
      <w:r>
        <w:tab/>
        <w:t>774</w:t>
      </w:r>
    </w:p>
    <w:p w14:paraId="0AD09D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9.12.4.2</w:t>
      </w:r>
      <w:r>
        <w:rPr>
          <w:rFonts w:ascii="Calibri" w:eastAsia="Malgun Gothic" w:hAnsi="Calibri"/>
          <w:sz w:val="22"/>
          <w:szCs w:val="22"/>
        </w:rPr>
        <w:tab/>
      </w:r>
      <w:r>
        <w:t>TRS Measurement Period</w:t>
      </w:r>
      <w:r>
        <w:tab/>
        <w:t>775</w:t>
      </w:r>
    </w:p>
    <w:p w14:paraId="0024E55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9.12.5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776</w:t>
      </w:r>
    </w:p>
    <w:p w14:paraId="227F259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9.12.6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Scheduling availability during measurement for Propagation Delay Compensation</w:t>
      </w:r>
      <w:r>
        <w:tab/>
        <w:t>776</w:t>
      </w:r>
    </w:p>
    <w:p w14:paraId="02D26D7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9.12.7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Measurement restriction for measurement for Propagation Delay Compensation</w:t>
      </w:r>
      <w:r>
        <w:tab/>
        <w:t>776</w:t>
      </w:r>
    </w:p>
    <w:p w14:paraId="5DBE8BB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9.</w:t>
      </w:r>
      <w:r>
        <w:rPr>
          <w:lang w:eastAsia="zh-CN"/>
        </w:rPr>
        <w:t>13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a cell with different PCI from serving cell</w:t>
      </w:r>
      <w:r>
        <w:tab/>
        <w:t>776</w:t>
      </w:r>
    </w:p>
    <w:p w14:paraId="7203576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776</w:t>
      </w:r>
    </w:p>
    <w:p w14:paraId="053E07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9.13.2</w:t>
      </w:r>
      <w:r>
        <w:rPr>
          <w:rFonts w:ascii="Calibri" w:eastAsia="Malgun Gothic" w:hAnsi="Calibri"/>
          <w:sz w:val="22"/>
          <w:szCs w:val="22"/>
        </w:rPr>
        <w:tab/>
      </w:r>
      <w:r>
        <w:t>Requirements Applicability</w:t>
      </w:r>
      <w:r>
        <w:tab/>
        <w:t>777</w:t>
      </w:r>
    </w:p>
    <w:p w14:paraId="37AA13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Reporting Requirements</w:t>
      </w:r>
      <w:r>
        <w:tab/>
        <w:t>777</w:t>
      </w:r>
    </w:p>
    <w:p w14:paraId="12B7ED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9.13.3.1</w:t>
      </w:r>
      <w:r>
        <w:rPr>
          <w:rFonts w:ascii="Calibri" w:eastAsia="Malgun Gothic" w:hAnsi="Calibri"/>
          <w:sz w:val="22"/>
          <w:szCs w:val="22"/>
        </w:rPr>
        <w:tab/>
      </w:r>
      <w:r>
        <w:t>Periodic Reporting</w:t>
      </w:r>
      <w:r>
        <w:tab/>
        <w:t>778</w:t>
      </w:r>
    </w:p>
    <w:p w14:paraId="352E7E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9.13.3.2</w:t>
      </w:r>
      <w:r>
        <w:rPr>
          <w:rFonts w:ascii="Calibri" w:eastAsia="Malgun Gothic" w:hAnsi="Calibri"/>
          <w:sz w:val="22"/>
          <w:szCs w:val="22"/>
        </w:rPr>
        <w:tab/>
      </w:r>
      <w:r>
        <w:t>Semi-Persistent Reporting</w:t>
      </w:r>
      <w:r>
        <w:tab/>
        <w:t>778</w:t>
      </w:r>
    </w:p>
    <w:p w14:paraId="53B113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9.13.3.3</w:t>
      </w:r>
      <w:r>
        <w:rPr>
          <w:rFonts w:ascii="Calibri" w:eastAsia="Malgun Gothic" w:hAnsi="Calibri"/>
          <w:sz w:val="22"/>
          <w:szCs w:val="22"/>
        </w:rPr>
        <w:tab/>
      </w:r>
      <w:r>
        <w:t>Aperiodic Reporting</w:t>
      </w:r>
      <w:r>
        <w:tab/>
        <w:t>778</w:t>
      </w:r>
    </w:p>
    <w:p w14:paraId="4B57AE1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requirements</w:t>
      </w:r>
      <w:r>
        <w:tab/>
        <w:t>778</w:t>
      </w:r>
    </w:p>
    <w:p w14:paraId="7DBE8D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9.13.4.1</w:t>
      </w:r>
      <w:r>
        <w:rPr>
          <w:rFonts w:ascii="Calibri" w:eastAsia="Malgun Gothic" w:hAnsi="Calibri"/>
          <w:sz w:val="22"/>
          <w:szCs w:val="22"/>
        </w:rPr>
        <w:tab/>
      </w:r>
      <w:r>
        <w:t>Inter-cell SSB based L1-RSRP Reporting</w:t>
      </w:r>
      <w:r>
        <w:tab/>
        <w:t>778</w:t>
      </w:r>
    </w:p>
    <w:p w14:paraId="1247965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9.13.5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L1-RSRP measurement</w:t>
      </w:r>
      <w:r>
        <w:tab/>
        <w:t>780</w:t>
      </w:r>
    </w:p>
    <w:p w14:paraId="5F5E25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9.13.5.1</w:t>
      </w:r>
      <w:r>
        <w:rPr>
          <w:rFonts w:ascii="Calibri" w:eastAsia="Malgun Gothic" w:hAnsi="Calibri"/>
          <w:sz w:val="22"/>
          <w:szCs w:val="22"/>
        </w:rPr>
        <w:tab/>
      </w:r>
      <w:r>
        <w:t>Measurement restriction for SSB based L1-RSRP</w:t>
      </w:r>
      <w:r>
        <w:tab/>
        <w:t>780</w:t>
      </w:r>
    </w:p>
    <w:p w14:paraId="39D905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9.13.6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during L1-RSRP measurement</w:t>
      </w:r>
      <w:r>
        <w:tab/>
        <w:t>781</w:t>
      </w:r>
    </w:p>
    <w:p w14:paraId="55A42A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?? ??"/>
        </w:rPr>
        <w:t>9.13.6.1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?? ??"/>
        </w:rPr>
        <w:t>Scheduling availability of UE performing L1-RSRP measurement with a same subcarrier spacing as PDSCH/PDCCH on FR1</w:t>
      </w:r>
      <w:r>
        <w:tab/>
        <w:t>781</w:t>
      </w:r>
    </w:p>
    <w:p w14:paraId="15F0FC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9.13.6.2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with a different subcarrier spacing than PDSCH/PDCCH on FR1</w:t>
      </w:r>
      <w:r>
        <w:tab/>
        <w:t>781</w:t>
      </w:r>
    </w:p>
    <w:p w14:paraId="590E8DD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9.13.6.3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FR2</w:t>
      </w:r>
      <w:r>
        <w:tab/>
        <w:t>781</w:t>
      </w:r>
    </w:p>
    <w:p w14:paraId="1E638B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9.13.6.4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on FR1 or FR2 in case of FR1-FR2 inter-band CA</w:t>
      </w:r>
      <w:r>
        <w:tab/>
        <w:t>782</w:t>
      </w:r>
    </w:p>
    <w:p w14:paraId="6BF721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9.13.6.5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of UE performing L1-RSRP measurement in TDD bands on FR1</w:t>
      </w:r>
      <w:r>
        <w:tab/>
        <w:t>782</w:t>
      </w:r>
    </w:p>
    <w:p w14:paraId="02CCDFCE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10</w:t>
      </w:r>
      <w:r>
        <w:rPr>
          <w:rFonts w:ascii="Calibri" w:eastAsia="Malgun Gothic" w:hAnsi="Calibri"/>
          <w:szCs w:val="22"/>
        </w:rPr>
        <w:tab/>
      </w:r>
      <w:r>
        <w:t>Measurement Performance requirements</w:t>
      </w:r>
      <w:r>
        <w:tab/>
        <w:t>782</w:t>
      </w:r>
    </w:p>
    <w:p w14:paraId="08B28D3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10.1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</w:t>
      </w:r>
      <w:r>
        <w:tab/>
        <w:t>782</w:t>
      </w:r>
    </w:p>
    <w:p w14:paraId="44E07D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782</w:t>
      </w:r>
    </w:p>
    <w:p w14:paraId="7343437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lastRenderedPageBreak/>
        <w:t>10.1.2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FR1</w:t>
      </w:r>
      <w:r>
        <w:tab/>
        <w:t>783</w:t>
      </w:r>
    </w:p>
    <w:p w14:paraId="7680EC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783</w:t>
      </w:r>
    </w:p>
    <w:p w14:paraId="4AFFA4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783</w:t>
      </w:r>
    </w:p>
    <w:p w14:paraId="4C55D2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784</w:t>
      </w:r>
    </w:p>
    <w:p w14:paraId="137E636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785</w:t>
      </w:r>
    </w:p>
    <w:p w14:paraId="72B906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CSI-RSRP accuracy requirements</w:t>
      </w:r>
      <w:r>
        <w:tab/>
        <w:t>785</w:t>
      </w:r>
    </w:p>
    <w:p w14:paraId="3F3BDF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10.1.2.3.1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CSI-RSRP </w:t>
      </w:r>
      <w:r>
        <w:t>Accuracy</w:t>
      </w:r>
      <w:r>
        <w:tab/>
        <w:t>785</w:t>
      </w:r>
    </w:p>
    <w:p w14:paraId="76F835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10.1.2.3.2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CSI-RSRP </w:t>
      </w:r>
      <w:r>
        <w:t>Accuracy</w:t>
      </w:r>
      <w:r>
        <w:tab/>
        <w:t>786</w:t>
      </w:r>
    </w:p>
    <w:p w14:paraId="2B25056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FR1 for CA/DC Idle Mode Measurements</w:t>
      </w:r>
      <w:r>
        <w:tab/>
        <w:t>787</w:t>
      </w:r>
    </w:p>
    <w:p w14:paraId="464D5D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787</w:t>
      </w:r>
    </w:p>
    <w:p w14:paraId="20F934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10.1.2B.1.1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787</w:t>
      </w:r>
    </w:p>
    <w:p w14:paraId="1357DB2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FR1 SAN</w:t>
      </w:r>
      <w:r>
        <w:tab/>
        <w:t>788</w:t>
      </w:r>
    </w:p>
    <w:p w14:paraId="2C7FC3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788</w:t>
      </w:r>
    </w:p>
    <w:p w14:paraId="3C85B9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10.1.2C.1.1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788</w:t>
      </w:r>
    </w:p>
    <w:p w14:paraId="7132DC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10.1.2C.1.2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789</w:t>
      </w:r>
    </w:p>
    <w:p w14:paraId="4747C2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FR2</w:t>
      </w:r>
      <w:r>
        <w:tab/>
        <w:t>789</w:t>
      </w:r>
    </w:p>
    <w:p w14:paraId="26FC3A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789</w:t>
      </w:r>
    </w:p>
    <w:p w14:paraId="35558B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789</w:t>
      </w:r>
    </w:p>
    <w:p w14:paraId="2DD438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10.1.3.1.2</w:t>
      </w:r>
      <w:r>
        <w:rPr>
          <w:rFonts w:ascii="Calibri" w:eastAsia="Malgun Gothic" w:hAnsi="Calibri"/>
          <w:sz w:val="22"/>
          <w:szCs w:val="22"/>
        </w:rPr>
        <w:tab/>
      </w:r>
      <w:r>
        <w:t>Relative SS-RSRP Accuracy</w:t>
      </w:r>
      <w:r>
        <w:tab/>
        <w:t>790</w:t>
      </w:r>
    </w:p>
    <w:p w14:paraId="4196279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Void</w:t>
      </w:r>
      <w:r>
        <w:tab/>
        <w:t>791</w:t>
      </w:r>
    </w:p>
    <w:p w14:paraId="3879934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CSI-RSRP accuracy requirements</w:t>
      </w:r>
      <w:r>
        <w:tab/>
        <w:t>791</w:t>
      </w:r>
    </w:p>
    <w:p w14:paraId="2B134F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10.1.3.3.1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CSI-RSRP </w:t>
      </w:r>
      <w:r>
        <w:t>Accuracy</w:t>
      </w:r>
      <w:r>
        <w:tab/>
        <w:t>791</w:t>
      </w:r>
    </w:p>
    <w:p w14:paraId="1ED04E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10.1.3.3.2</w:t>
      </w:r>
      <w:r>
        <w:rPr>
          <w:rFonts w:ascii="Calibri" w:eastAsia="Malgun Gothic" w:hAnsi="Calibri"/>
          <w:sz w:val="22"/>
          <w:szCs w:val="22"/>
        </w:rPr>
        <w:tab/>
      </w:r>
      <w:r>
        <w:t>Relative CSI-RSRP Accuracy</w:t>
      </w:r>
      <w:r>
        <w:tab/>
        <w:t>792</w:t>
      </w:r>
    </w:p>
    <w:p w14:paraId="3861763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FR2 for CA/DC Idle Mode Measurements</w:t>
      </w:r>
      <w:r>
        <w:tab/>
        <w:t>793</w:t>
      </w:r>
    </w:p>
    <w:p w14:paraId="0E003E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793</w:t>
      </w:r>
    </w:p>
    <w:p w14:paraId="3A60C7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10.1.3B.1.1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793</w:t>
      </w:r>
    </w:p>
    <w:p w14:paraId="2DDE30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RSRP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794</w:t>
      </w:r>
    </w:p>
    <w:p w14:paraId="3FFC87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SS-RSRP accuracy requirements</w:t>
      </w:r>
      <w:r>
        <w:tab/>
        <w:t>794</w:t>
      </w:r>
    </w:p>
    <w:p w14:paraId="55F757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825DA5">
        <w:rPr>
          <w:lang w:val="en-US" w:eastAsia="zh-CN"/>
        </w:rPr>
        <w:t xml:space="preserve"> in FR1</w:t>
      </w:r>
      <w:r>
        <w:tab/>
        <w:t>794</w:t>
      </w:r>
    </w:p>
    <w:p w14:paraId="0CD56F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10.1.4.1.2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SS-RSRP in FR1</w:t>
      </w:r>
      <w:r>
        <w:tab/>
        <w:t>795</w:t>
      </w:r>
    </w:p>
    <w:p w14:paraId="7328AF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796</w:t>
      </w:r>
    </w:p>
    <w:p w14:paraId="7ADB38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CSI-RSRP accuracy requirements</w:t>
      </w:r>
      <w:r>
        <w:tab/>
        <w:t>796</w:t>
      </w:r>
    </w:p>
    <w:p w14:paraId="470150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CSI-RSRP</w:t>
      </w:r>
      <w:r w:rsidRPr="00825DA5">
        <w:rPr>
          <w:lang w:val="en-US" w:eastAsia="zh-CN"/>
        </w:rPr>
        <w:t xml:space="preserve"> in FR1</w:t>
      </w:r>
      <w:r>
        <w:tab/>
        <w:t>796</w:t>
      </w:r>
    </w:p>
    <w:p w14:paraId="188BE7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10.1.4.3.2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CS-RSRP in FR1</w:t>
      </w:r>
      <w:r>
        <w:tab/>
        <w:t>797</w:t>
      </w:r>
    </w:p>
    <w:p w14:paraId="4A34569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10.1.4B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RSRP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 w:rsidRPr="00825DA5">
        <w:rPr>
          <w:lang w:val="en-US"/>
        </w:rPr>
        <w:t xml:space="preserve"> for CA/DC Idle Mode Measurements</w:t>
      </w:r>
      <w:r>
        <w:tab/>
        <w:t>798</w:t>
      </w:r>
    </w:p>
    <w:p w14:paraId="54EA1F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SS-RSRP accuracy requirements</w:t>
      </w:r>
      <w:r>
        <w:tab/>
        <w:t>798</w:t>
      </w:r>
    </w:p>
    <w:p w14:paraId="34CE9E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10.1.4B.1.1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825DA5">
        <w:rPr>
          <w:lang w:val="en-US" w:eastAsia="zh-CN"/>
        </w:rPr>
        <w:t xml:space="preserve"> in FR1</w:t>
      </w:r>
      <w:r>
        <w:tab/>
        <w:t>798</w:t>
      </w:r>
    </w:p>
    <w:p w14:paraId="75A055E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10.1.4C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RSRP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 w:rsidRPr="00825DA5">
        <w:rPr>
          <w:lang w:val="en-US"/>
        </w:rPr>
        <w:t xml:space="preserve"> SAN</w:t>
      </w:r>
      <w:r>
        <w:tab/>
        <w:t>799</w:t>
      </w:r>
    </w:p>
    <w:p w14:paraId="230C29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SS-RSRP accuracy requirements</w:t>
      </w:r>
      <w:r>
        <w:tab/>
        <w:t>799</w:t>
      </w:r>
    </w:p>
    <w:p w14:paraId="248ECE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10.1.4C.1.1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825DA5">
        <w:rPr>
          <w:lang w:val="en-US" w:eastAsia="zh-CN"/>
        </w:rPr>
        <w:t xml:space="preserve"> in FR1</w:t>
      </w:r>
      <w:r>
        <w:tab/>
        <w:t>799</w:t>
      </w:r>
    </w:p>
    <w:p w14:paraId="159BBA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10.1.4C.1.2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SS-RSRP in FR1</w:t>
      </w:r>
      <w:r>
        <w:tab/>
        <w:t>800</w:t>
      </w:r>
    </w:p>
    <w:p w14:paraId="1251CA0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RSRP accuracy requirements for FR2</w:t>
      </w:r>
      <w:r>
        <w:tab/>
        <w:t>800</w:t>
      </w:r>
    </w:p>
    <w:p w14:paraId="66BF8D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SS-RSRP accuracy requirements</w:t>
      </w:r>
      <w:r>
        <w:tab/>
        <w:t>800</w:t>
      </w:r>
    </w:p>
    <w:p w14:paraId="5DA1CB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Absolute SS-RSRP Accuracy</w:t>
      </w:r>
      <w:r>
        <w:tab/>
        <w:t>800</w:t>
      </w:r>
    </w:p>
    <w:p w14:paraId="2319B6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Relative SS-RSRP Accuracy</w:t>
      </w:r>
      <w:r>
        <w:tab/>
        <w:t>801</w:t>
      </w:r>
    </w:p>
    <w:p w14:paraId="2C7F8B9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Void</w:t>
      </w:r>
      <w:r>
        <w:tab/>
        <w:t>802</w:t>
      </w:r>
    </w:p>
    <w:p w14:paraId="341BD3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CSI-RSRP accuracy requirements</w:t>
      </w:r>
      <w:r>
        <w:tab/>
        <w:t>802</w:t>
      </w:r>
    </w:p>
    <w:p w14:paraId="2A7CDC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Absolute CSI-RSRP Accuracy</w:t>
      </w:r>
      <w:r>
        <w:tab/>
        <w:t>802</w:t>
      </w:r>
    </w:p>
    <w:p w14:paraId="1316F8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Relative CSI-RSRP Accuracy</w:t>
      </w:r>
      <w:r>
        <w:tab/>
        <w:t>803</w:t>
      </w:r>
    </w:p>
    <w:p w14:paraId="734608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RSRP accuracy requirements for FR2 for CA/DC Idle Mode Measurements</w:t>
      </w:r>
      <w:r>
        <w:tab/>
        <w:t>804</w:t>
      </w:r>
    </w:p>
    <w:p w14:paraId="60B958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10.1.5B.1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SS-RSRP accuracy requirements</w:t>
      </w:r>
      <w:r>
        <w:tab/>
        <w:t>804</w:t>
      </w:r>
    </w:p>
    <w:p w14:paraId="418406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10.1.5B.1.1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Absolute SS-RSRP Accuracy</w:t>
      </w:r>
      <w:r>
        <w:tab/>
        <w:t>804</w:t>
      </w:r>
    </w:p>
    <w:p w14:paraId="00F58AB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10.1.6</w:t>
      </w:r>
      <w:r>
        <w:rPr>
          <w:rFonts w:ascii="Calibri" w:eastAsia="Malgun Gothic" w:hAnsi="Calibri"/>
          <w:sz w:val="22"/>
          <w:szCs w:val="22"/>
        </w:rPr>
        <w:tab/>
      </w:r>
      <w:r>
        <w:t>RSRP Measurement Report Mapping</w:t>
      </w:r>
      <w:r>
        <w:tab/>
        <w:t>805</w:t>
      </w:r>
    </w:p>
    <w:p w14:paraId="66D728E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FR1</w:t>
      </w:r>
      <w:r>
        <w:tab/>
        <w:t>807</w:t>
      </w:r>
    </w:p>
    <w:p w14:paraId="674A10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807</w:t>
      </w:r>
    </w:p>
    <w:p w14:paraId="1F761B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FR1</w:t>
      </w:r>
      <w:r>
        <w:tab/>
        <w:t>807</w:t>
      </w:r>
    </w:p>
    <w:p w14:paraId="10FF15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CSI-RSRQ accuracy requirements</w:t>
      </w:r>
      <w:r>
        <w:tab/>
        <w:t>808</w:t>
      </w:r>
    </w:p>
    <w:p w14:paraId="24F706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10.1.7.2.1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808</w:t>
      </w:r>
    </w:p>
    <w:p w14:paraId="33CA95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10.1.7B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FR1 for CA/DC Idle Mode Measurements</w:t>
      </w:r>
      <w:r>
        <w:tab/>
        <w:t>809</w:t>
      </w:r>
    </w:p>
    <w:p w14:paraId="7DC68D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10.1.7B.1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809</w:t>
      </w:r>
    </w:p>
    <w:p w14:paraId="451D91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7B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FR1</w:t>
      </w:r>
      <w:r>
        <w:tab/>
        <w:t>809</w:t>
      </w:r>
    </w:p>
    <w:p w14:paraId="1A71FEB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10.1.7C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FR1 SAN</w:t>
      </w:r>
      <w:r>
        <w:tab/>
        <w:t>810</w:t>
      </w:r>
    </w:p>
    <w:p w14:paraId="224673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lastRenderedPageBreak/>
        <w:t>10.1.7C.1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810</w:t>
      </w:r>
    </w:p>
    <w:p w14:paraId="03CE88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10.1.7C.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FR1</w:t>
      </w:r>
      <w:r>
        <w:tab/>
        <w:t>810</w:t>
      </w:r>
    </w:p>
    <w:p w14:paraId="254D27B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FR2</w:t>
      </w:r>
      <w:r>
        <w:tab/>
        <w:t>811</w:t>
      </w:r>
    </w:p>
    <w:p w14:paraId="1BFA2B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10.1.8.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</w:t>
      </w:r>
      <w:r w:rsidRPr="00825DA5">
        <w:rPr>
          <w:lang w:val="en-US"/>
        </w:rPr>
        <w:t xml:space="preserve">-frequency </w:t>
      </w:r>
      <w:r w:rsidRPr="00825DA5">
        <w:rPr>
          <w:lang w:val="en-US" w:eastAsia="ko-KR"/>
        </w:rPr>
        <w:t>SS-RSRQ</w:t>
      </w:r>
      <w:r w:rsidRPr="00825DA5">
        <w:rPr>
          <w:lang w:val="en-US"/>
        </w:rPr>
        <w:t xml:space="preserve"> accuracy requirements </w:t>
      </w:r>
      <w:r w:rsidRPr="00825DA5">
        <w:rPr>
          <w:lang w:val="en-US" w:eastAsia="zh-CN"/>
        </w:rPr>
        <w:t>in FR2</w:t>
      </w:r>
      <w:r>
        <w:tab/>
        <w:t>811</w:t>
      </w:r>
    </w:p>
    <w:p w14:paraId="6755E7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8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FR2</w:t>
      </w:r>
      <w:r>
        <w:tab/>
        <w:t>811</w:t>
      </w:r>
    </w:p>
    <w:p w14:paraId="65A7E1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CSI-RSRQ accuracy requirements</w:t>
      </w:r>
      <w:r>
        <w:tab/>
        <w:t>812</w:t>
      </w:r>
    </w:p>
    <w:p w14:paraId="747379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10.1.8.2.1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812</w:t>
      </w:r>
    </w:p>
    <w:p w14:paraId="0CF833C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10.1.8B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FR2 for CA/DC Idle Mode Measurements</w:t>
      </w:r>
      <w:r>
        <w:tab/>
        <w:t>812</w:t>
      </w:r>
    </w:p>
    <w:p w14:paraId="28E63D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10.1.8B.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</w:t>
      </w:r>
      <w:r w:rsidRPr="00825DA5">
        <w:rPr>
          <w:lang w:val="en-US"/>
        </w:rPr>
        <w:t xml:space="preserve">-frequency </w:t>
      </w:r>
      <w:r w:rsidRPr="00825DA5">
        <w:rPr>
          <w:lang w:val="en-US" w:eastAsia="ko-KR"/>
        </w:rPr>
        <w:t>SS-RSRQ</w:t>
      </w:r>
      <w:r w:rsidRPr="00825DA5">
        <w:rPr>
          <w:lang w:val="en-US"/>
        </w:rPr>
        <w:t xml:space="preserve"> accuracy requirements </w:t>
      </w:r>
      <w:r w:rsidRPr="00825DA5">
        <w:rPr>
          <w:lang w:val="en-US" w:eastAsia="zh-CN"/>
        </w:rPr>
        <w:t>in FR2</w:t>
      </w:r>
      <w:r>
        <w:tab/>
        <w:t>812</w:t>
      </w:r>
    </w:p>
    <w:p w14:paraId="23E418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8B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FR2</w:t>
      </w:r>
      <w:r>
        <w:tab/>
        <w:t>813</w:t>
      </w:r>
    </w:p>
    <w:p w14:paraId="0080625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Inter-frequency RSRQ accuracy requirements for </w:t>
      </w:r>
      <w:r w:rsidRPr="00825DA5">
        <w:rPr>
          <w:lang w:val="en-US" w:eastAsia="ko-KR"/>
        </w:rPr>
        <w:t>FR1</w:t>
      </w:r>
      <w:r>
        <w:tab/>
        <w:t>813</w:t>
      </w:r>
    </w:p>
    <w:p w14:paraId="5848B3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813</w:t>
      </w:r>
    </w:p>
    <w:p w14:paraId="78270C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FR1</w:t>
      </w:r>
      <w:r>
        <w:tab/>
        <w:t>813</w:t>
      </w:r>
    </w:p>
    <w:p w14:paraId="0D0829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.9.1.2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FR1</w:t>
      </w:r>
      <w:r>
        <w:tab/>
        <w:t>814</w:t>
      </w:r>
    </w:p>
    <w:p w14:paraId="0D1C79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</w:t>
      </w:r>
      <w:r w:rsidRPr="00825DA5">
        <w:rPr>
          <w:lang w:val="en-US" w:eastAsia="zh-CN"/>
        </w:rPr>
        <w:t>er</w:t>
      </w:r>
      <w:r w:rsidRPr="00825DA5">
        <w:rPr>
          <w:lang w:val="en-US"/>
        </w:rPr>
        <w:t>-frequency CSI-RSRQ accuracy requirements</w:t>
      </w:r>
      <w:r>
        <w:tab/>
        <w:t>815</w:t>
      </w:r>
    </w:p>
    <w:p w14:paraId="186CD9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10.1.9.2.1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815</w:t>
      </w:r>
    </w:p>
    <w:p w14:paraId="22F1DB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10.1.9.2.2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816</w:t>
      </w:r>
    </w:p>
    <w:p w14:paraId="3374106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10.1.9B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Inter-frequency RSRQ accuracy requirements for </w:t>
      </w:r>
      <w:r w:rsidRPr="00825DA5">
        <w:rPr>
          <w:lang w:val="en-US" w:eastAsia="ko-KR"/>
        </w:rPr>
        <w:t>FR1</w:t>
      </w:r>
      <w:r w:rsidRPr="00825DA5">
        <w:rPr>
          <w:lang w:val="en-US"/>
        </w:rPr>
        <w:t xml:space="preserve"> for CA/DC Idle Mode Measurements</w:t>
      </w:r>
      <w:r>
        <w:tab/>
        <w:t>817</w:t>
      </w:r>
    </w:p>
    <w:p w14:paraId="06A5C1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817</w:t>
      </w:r>
    </w:p>
    <w:p w14:paraId="200661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10.1.9B.1.1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FR1</w:t>
      </w:r>
      <w:r>
        <w:tab/>
        <w:t>817</w:t>
      </w:r>
    </w:p>
    <w:p w14:paraId="2FDEFB6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10.1.9C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Inter-frequency RSRQ accuracy requirements for </w:t>
      </w:r>
      <w:r w:rsidRPr="00825DA5">
        <w:rPr>
          <w:lang w:val="en-US" w:eastAsia="ko-KR"/>
        </w:rPr>
        <w:t>FR1</w:t>
      </w:r>
      <w:r w:rsidRPr="00825DA5">
        <w:rPr>
          <w:lang w:val="en-US"/>
        </w:rPr>
        <w:t xml:space="preserve"> SAN</w:t>
      </w:r>
      <w:r>
        <w:tab/>
        <w:t>818</w:t>
      </w:r>
    </w:p>
    <w:p w14:paraId="185F5D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818</w:t>
      </w:r>
    </w:p>
    <w:p w14:paraId="1D81DC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10.1.9C.1.1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FR1</w:t>
      </w:r>
      <w:r>
        <w:tab/>
        <w:t>818</w:t>
      </w:r>
    </w:p>
    <w:p w14:paraId="19F88C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10.1.9C.1.2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FR1</w:t>
      </w:r>
      <w:r>
        <w:tab/>
        <w:t>819</w:t>
      </w:r>
    </w:p>
    <w:p w14:paraId="6F2E6B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RSRQ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820</w:t>
      </w:r>
    </w:p>
    <w:p w14:paraId="62D6A7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</w:t>
      </w:r>
      <w:r>
        <w:t>0.1.10.1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SS-RSRQ accuracy requirements in FR2</w:t>
      </w:r>
      <w:r>
        <w:tab/>
        <w:t>820</w:t>
      </w:r>
    </w:p>
    <w:p w14:paraId="5FE9E3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10.1.10.1.1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FR2</w:t>
      </w:r>
      <w:r>
        <w:tab/>
        <w:t>820</w:t>
      </w:r>
    </w:p>
    <w:p w14:paraId="2AB8EE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</w:t>
      </w:r>
      <w:r>
        <w:t>.1.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FR2</w:t>
      </w:r>
      <w:r>
        <w:tab/>
        <w:t>820</w:t>
      </w:r>
    </w:p>
    <w:p w14:paraId="13A735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</w:t>
      </w:r>
      <w:r w:rsidRPr="00825DA5">
        <w:rPr>
          <w:lang w:val="en-US" w:eastAsia="zh-CN"/>
        </w:rPr>
        <w:t>er</w:t>
      </w:r>
      <w:r w:rsidRPr="00825DA5">
        <w:rPr>
          <w:lang w:val="en-US"/>
        </w:rPr>
        <w:t>-frequency CSI-RSRQ accuracy requirements</w:t>
      </w:r>
      <w:r>
        <w:tab/>
        <w:t>821</w:t>
      </w:r>
    </w:p>
    <w:p w14:paraId="10C53D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10.1.10.2.1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821</w:t>
      </w:r>
    </w:p>
    <w:p w14:paraId="79CE4C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10.1.10.2.2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CSI-RSRQ </w:t>
      </w:r>
      <w:r>
        <w:t>Accuracy</w:t>
      </w:r>
      <w:r>
        <w:tab/>
        <w:t>822</w:t>
      </w:r>
    </w:p>
    <w:p w14:paraId="7A530EA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10.1.10B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 Inter-frequency RSRQ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 w:rsidRPr="00825DA5">
        <w:rPr>
          <w:lang w:val="en-US"/>
        </w:rPr>
        <w:t xml:space="preserve"> for CA/DC Idle Mode Measurements</w:t>
      </w:r>
      <w:r>
        <w:tab/>
        <w:t>823</w:t>
      </w:r>
    </w:p>
    <w:p w14:paraId="5F66EC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10.1.10B.1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</w:t>
      </w:r>
      <w:r w:rsidRPr="00825DA5">
        <w:rPr>
          <w:lang w:val="en-US" w:eastAsia="zh-CN"/>
        </w:rPr>
        <w:t xml:space="preserve"> in FR2</w:t>
      </w:r>
      <w:r>
        <w:tab/>
        <w:t>823</w:t>
      </w:r>
    </w:p>
    <w:p w14:paraId="0A9A01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10.1.10B.1.1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FR2</w:t>
      </w:r>
      <w:r>
        <w:tab/>
        <w:t>823</w:t>
      </w:r>
    </w:p>
    <w:p w14:paraId="5141FB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RSRQ report mapping</w:t>
      </w:r>
      <w:r>
        <w:tab/>
        <w:t>824</w:t>
      </w:r>
    </w:p>
    <w:p w14:paraId="6B5320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Intra-frequency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824</w:t>
      </w:r>
    </w:p>
    <w:p w14:paraId="6F1B524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824</w:t>
      </w:r>
    </w:p>
    <w:p w14:paraId="0630CF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10.1.12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 in FR1</w:t>
      </w:r>
      <w:r>
        <w:tab/>
        <w:t>824</w:t>
      </w:r>
    </w:p>
    <w:p w14:paraId="1985F9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CSI-SINR accuracy requirements</w:t>
      </w:r>
      <w:r w:rsidRPr="00825DA5">
        <w:rPr>
          <w:lang w:val="en-US" w:eastAsia="zh-CN"/>
        </w:rPr>
        <w:t xml:space="preserve"> in FR1</w:t>
      </w:r>
      <w:r>
        <w:tab/>
        <w:t>825</w:t>
      </w:r>
    </w:p>
    <w:p w14:paraId="43CC1F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10.1.12.2.1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CSI-SINR </w:t>
      </w:r>
      <w:r>
        <w:t>Accuracy in FR1</w:t>
      </w:r>
      <w:r>
        <w:tab/>
        <w:t>825</w:t>
      </w:r>
    </w:p>
    <w:p w14:paraId="08D80A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10.1.12C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Intra-frequency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 w:rsidRPr="00825DA5">
        <w:rPr>
          <w:lang w:val="en-US"/>
        </w:rPr>
        <w:t xml:space="preserve"> SAN</w:t>
      </w:r>
      <w:r>
        <w:tab/>
        <w:t>826</w:t>
      </w:r>
    </w:p>
    <w:p w14:paraId="630E53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10.1.12C.1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826</w:t>
      </w:r>
    </w:p>
    <w:p w14:paraId="379E9C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10.1.12C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 in FR1</w:t>
      </w:r>
      <w:r>
        <w:tab/>
        <w:t>826</w:t>
      </w:r>
    </w:p>
    <w:p w14:paraId="5ADB01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Intra-frequency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827</w:t>
      </w:r>
    </w:p>
    <w:p w14:paraId="1ECB10D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</w:t>
      </w:r>
      <w:r w:rsidRPr="00825DA5">
        <w:rPr>
          <w:lang w:val="en-US" w:eastAsia="zh-CN"/>
        </w:rPr>
        <w:t xml:space="preserve"> in FR2</w:t>
      </w:r>
      <w:r>
        <w:tab/>
        <w:t>827</w:t>
      </w:r>
    </w:p>
    <w:p w14:paraId="6F5120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10.1.13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 in FR2</w:t>
      </w:r>
      <w:r>
        <w:tab/>
        <w:t>827</w:t>
      </w:r>
    </w:p>
    <w:p w14:paraId="166080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CSI-SINR accuracy requirements</w:t>
      </w:r>
      <w:r w:rsidRPr="00825DA5">
        <w:rPr>
          <w:lang w:val="en-US" w:eastAsia="zh-CN"/>
        </w:rPr>
        <w:t xml:space="preserve"> in FR2</w:t>
      </w:r>
      <w:r>
        <w:tab/>
        <w:t>828</w:t>
      </w:r>
    </w:p>
    <w:p w14:paraId="0F1FD9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10.1.13.2.1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CSI-SINR </w:t>
      </w:r>
      <w:r>
        <w:t>Accuracy in FR2</w:t>
      </w:r>
      <w:r>
        <w:tab/>
        <w:t>828</w:t>
      </w:r>
    </w:p>
    <w:p w14:paraId="53F89A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828</w:t>
      </w:r>
    </w:p>
    <w:p w14:paraId="0342E0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828</w:t>
      </w:r>
    </w:p>
    <w:p w14:paraId="37AC22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 w:rsidRPr="00825DA5">
        <w:rPr>
          <w:lang w:val="en-US" w:eastAsia="zh-CN"/>
        </w:rPr>
        <w:t xml:space="preserve"> in FR1</w:t>
      </w:r>
      <w:r>
        <w:tab/>
        <w:t>828</w:t>
      </w:r>
    </w:p>
    <w:p w14:paraId="61B5C1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</w:t>
      </w:r>
      <w:r>
        <w:t>0.1.14.1.2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SS-SINR in FR1</w:t>
      </w:r>
      <w:r>
        <w:tab/>
        <w:t>829</w:t>
      </w:r>
    </w:p>
    <w:p w14:paraId="14DCAD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CSI-SINR accuracy requirements</w:t>
      </w:r>
      <w:r w:rsidRPr="00825DA5">
        <w:rPr>
          <w:lang w:val="en-US" w:eastAsia="zh-CN"/>
        </w:rPr>
        <w:t xml:space="preserve"> in FR1</w:t>
      </w:r>
      <w:r>
        <w:tab/>
        <w:t>830</w:t>
      </w:r>
    </w:p>
    <w:p w14:paraId="70F83D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CSI-SINR</w:t>
      </w:r>
      <w:r w:rsidRPr="00825DA5">
        <w:rPr>
          <w:lang w:val="en-US" w:eastAsia="zh-CN"/>
        </w:rPr>
        <w:t xml:space="preserve"> in FR1</w:t>
      </w:r>
      <w:r>
        <w:tab/>
        <w:t>830</w:t>
      </w:r>
    </w:p>
    <w:p w14:paraId="7E5B13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10.1.14.2.2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CSI-SINR</w:t>
      </w:r>
      <w:r>
        <w:t xml:space="preserve"> in FR1</w:t>
      </w:r>
      <w:r>
        <w:tab/>
        <w:t>831</w:t>
      </w:r>
    </w:p>
    <w:p w14:paraId="06F9166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10.1.14C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 w:rsidRPr="00825DA5">
        <w:rPr>
          <w:lang w:val="en-US"/>
        </w:rPr>
        <w:t xml:space="preserve"> SAN</w:t>
      </w:r>
      <w:r>
        <w:tab/>
        <w:t>832</w:t>
      </w:r>
    </w:p>
    <w:p w14:paraId="1CDC4EC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832</w:t>
      </w:r>
    </w:p>
    <w:p w14:paraId="4AC7AD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10.1.14C.1.1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 w:rsidRPr="00825DA5">
        <w:rPr>
          <w:lang w:val="en-US" w:eastAsia="zh-CN"/>
        </w:rPr>
        <w:t xml:space="preserve"> in FR1</w:t>
      </w:r>
      <w:r>
        <w:tab/>
        <w:t>832</w:t>
      </w:r>
    </w:p>
    <w:p w14:paraId="69579C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10.1.14C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SS-SINR in FR1</w:t>
      </w:r>
      <w:r>
        <w:tab/>
        <w:t>833</w:t>
      </w:r>
    </w:p>
    <w:p w14:paraId="61124F8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834</w:t>
      </w:r>
    </w:p>
    <w:p w14:paraId="168155F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</w:t>
      </w:r>
      <w:r w:rsidRPr="00825DA5">
        <w:rPr>
          <w:lang w:val="en-US" w:eastAsia="zh-CN"/>
        </w:rPr>
        <w:t xml:space="preserve"> in FR2</w:t>
      </w:r>
      <w:r>
        <w:tab/>
        <w:t>834</w:t>
      </w:r>
    </w:p>
    <w:p w14:paraId="7ACCBF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10.1.15.1.1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 w:rsidRPr="00825DA5">
        <w:rPr>
          <w:lang w:val="en-US" w:eastAsia="zh-CN"/>
        </w:rPr>
        <w:t xml:space="preserve"> in FR2</w:t>
      </w:r>
      <w:r>
        <w:tab/>
        <w:t>834</w:t>
      </w:r>
    </w:p>
    <w:p w14:paraId="1BD59D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10.1.15</w:t>
      </w:r>
      <w:r>
        <w:t>.</w:t>
      </w:r>
      <w:r>
        <w:rPr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SS-SINR</w:t>
      </w:r>
      <w:r>
        <w:t xml:space="preserve"> in FR2</w:t>
      </w:r>
      <w:r>
        <w:tab/>
        <w:t>834</w:t>
      </w:r>
    </w:p>
    <w:p w14:paraId="6D087EE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CSI-SINR accuracy requirements</w:t>
      </w:r>
      <w:r w:rsidRPr="00825DA5">
        <w:rPr>
          <w:lang w:val="en-US" w:eastAsia="zh-CN"/>
        </w:rPr>
        <w:t xml:space="preserve"> in FR2</w:t>
      </w:r>
      <w:r>
        <w:tab/>
        <w:t>835</w:t>
      </w:r>
    </w:p>
    <w:p w14:paraId="79F88B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10.1.15.2.1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CSI-SINR</w:t>
      </w:r>
      <w:r w:rsidRPr="00825DA5">
        <w:rPr>
          <w:lang w:val="en-US" w:eastAsia="zh-CN"/>
        </w:rPr>
        <w:t xml:space="preserve"> in FR2</w:t>
      </w:r>
      <w:r>
        <w:tab/>
        <w:t>835</w:t>
      </w:r>
    </w:p>
    <w:p w14:paraId="4F0121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10.1.15.2.2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CSI-SINR</w:t>
      </w:r>
      <w:r>
        <w:t xml:space="preserve"> in FR2</w:t>
      </w:r>
      <w:r>
        <w:tab/>
        <w:t>836</w:t>
      </w:r>
    </w:p>
    <w:p w14:paraId="796892D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SINR report mapping</w:t>
      </w:r>
      <w:r>
        <w:tab/>
        <w:t>837</w:t>
      </w:r>
    </w:p>
    <w:p w14:paraId="3BD54D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10.1.16.1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SS-SINR and CSI-SINR measurement report mapping</w:t>
      </w:r>
      <w:r>
        <w:tab/>
        <w:t>837</w:t>
      </w:r>
    </w:p>
    <w:p w14:paraId="00FA69C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Power Headroom</w:t>
      </w:r>
      <w:r>
        <w:tab/>
        <w:t>838</w:t>
      </w:r>
    </w:p>
    <w:p w14:paraId="21B9DB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10.1.17.1</w:t>
      </w:r>
      <w:r>
        <w:rPr>
          <w:rFonts w:ascii="Calibri" w:eastAsia="Malgun Gothic" w:hAnsi="Calibri"/>
          <w:sz w:val="22"/>
          <w:szCs w:val="22"/>
        </w:rPr>
        <w:tab/>
      </w:r>
      <w:r>
        <w:t>Power Headroom Report</w:t>
      </w:r>
      <w:r>
        <w:tab/>
        <w:t>838</w:t>
      </w:r>
    </w:p>
    <w:p w14:paraId="7226AB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10.1.17.1.1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Power Headroom Report Mapping</w:t>
      </w:r>
      <w:r>
        <w:tab/>
        <w:t>838</w:t>
      </w:r>
    </w:p>
    <w:p w14:paraId="50855F6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10.1.18</w:t>
      </w:r>
      <w:r>
        <w:rPr>
          <w:rFonts w:ascii="Calibri" w:eastAsia="Malgun Gothic" w:hAnsi="Calibri"/>
          <w:sz w:val="22"/>
          <w:szCs w:val="22"/>
        </w:rPr>
        <w:tab/>
      </w:r>
      <w:r>
        <w:t>P</w:t>
      </w:r>
      <w:r w:rsidRPr="00825DA5">
        <w:rPr>
          <w:rFonts w:cs="v4.2.0"/>
          <w:vertAlign w:val="subscript"/>
          <w:lang w:eastAsia="zh-CN"/>
        </w:rPr>
        <w:t>CMAX,c,f</w:t>
      </w:r>
      <w:r>
        <w:tab/>
        <w:t>839</w:t>
      </w:r>
    </w:p>
    <w:p w14:paraId="27A8DE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10.1.18.1</w:t>
      </w:r>
      <w:r>
        <w:rPr>
          <w:rFonts w:ascii="Calibri" w:eastAsia="Malgun Gothic" w:hAnsi="Calibri"/>
          <w:sz w:val="22"/>
          <w:szCs w:val="22"/>
        </w:rPr>
        <w:tab/>
      </w:r>
      <w:r>
        <w:t>Report Mapping</w:t>
      </w:r>
      <w:r>
        <w:tab/>
        <w:t>839</w:t>
      </w:r>
    </w:p>
    <w:p w14:paraId="14646C6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L1-RSRP accuracy requirements for FR1</w:t>
      </w:r>
      <w:r>
        <w:tab/>
        <w:t>839</w:t>
      </w:r>
    </w:p>
    <w:p w14:paraId="6B9EF1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</w:t>
      </w:r>
      <w:r>
        <w:tab/>
        <w:t>839</w:t>
      </w:r>
    </w:p>
    <w:p w14:paraId="4BB4C4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839</w:t>
      </w:r>
    </w:p>
    <w:p w14:paraId="70F2B2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840</w:t>
      </w:r>
    </w:p>
    <w:p w14:paraId="29BC77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CSI-RS based L1-RSRP accuracy requirements</w:t>
      </w:r>
      <w:r>
        <w:tab/>
        <w:t>841</w:t>
      </w:r>
    </w:p>
    <w:p w14:paraId="3E37B0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10.1.19.2.1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841</w:t>
      </w:r>
    </w:p>
    <w:p w14:paraId="7972B8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10.1.19.2.2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842</w:t>
      </w:r>
    </w:p>
    <w:p w14:paraId="4127CFC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10.1.19C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L1-RSRP accuracy requirements for FR1 SAN</w:t>
      </w:r>
      <w:r>
        <w:tab/>
        <w:t>843</w:t>
      </w:r>
    </w:p>
    <w:p w14:paraId="2F5C1B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10.1.19C.1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</w:t>
      </w:r>
      <w:r>
        <w:tab/>
        <w:t>843</w:t>
      </w:r>
    </w:p>
    <w:p w14:paraId="7B970B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10.1.19C.1.1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843</w:t>
      </w:r>
    </w:p>
    <w:p w14:paraId="6C8E36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10.1.19C.1.2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844</w:t>
      </w:r>
    </w:p>
    <w:p w14:paraId="26DEDF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L1-RSRP accuracy requirements for FR2</w:t>
      </w:r>
      <w:r>
        <w:tab/>
        <w:t>844</w:t>
      </w:r>
    </w:p>
    <w:p w14:paraId="4F2DEF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</w:t>
      </w:r>
      <w:r>
        <w:tab/>
        <w:t>844</w:t>
      </w:r>
    </w:p>
    <w:p w14:paraId="304238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10.1.20.1.1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844</w:t>
      </w:r>
    </w:p>
    <w:p w14:paraId="777438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10.1.20.1.2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845</w:t>
      </w:r>
    </w:p>
    <w:p w14:paraId="40B302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CSI-RS based L1-RSRP accuracy requirements</w:t>
      </w:r>
      <w:r>
        <w:tab/>
        <w:t>846</w:t>
      </w:r>
    </w:p>
    <w:p w14:paraId="2E64C1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10.1.20.2.1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846</w:t>
      </w:r>
    </w:p>
    <w:p w14:paraId="6A60BA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10.1.20.2.2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847</w:t>
      </w:r>
    </w:p>
    <w:p w14:paraId="1BE06A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SFTD accuracy requirements</w:t>
      </w:r>
      <w:r>
        <w:tab/>
        <w:t>848</w:t>
      </w:r>
    </w:p>
    <w:p w14:paraId="0B6DA5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SFTD acuracy requirements for NE-DC</w:t>
      </w:r>
      <w:r>
        <w:tab/>
        <w:t>848</w:t>
      </w:r>
    </w:p>
    <w:p w14:paraId="0872B2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SFTD acuracy requirements for NR-DC</w:t>
      </w:r>
      <w:r>
        <w:tab/>
        <w:t>850</w:t>
      </w:r>
    </w:p>
    <w:p w14:paraId="3323CB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 frequency SFTD acuracy requirements</w:t>
      </w:r>
      <w:r>
        <w:tab/>
        <w:t>851</w:t>
      </w:r>
    </w:p>
    <w:p w14:paraId="7F3EC54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CLI measurement accuracy requirements</w:t>
      </w:r>
      <w:r>
        <w:tab/>
        <w:t>852</w:t>
      </w:r>
    </w:p>
    <w:p w14:paraId="2622D1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SRS-RSRP</w:t>
      </w:r>
      <w:r>
        <w:tab/>
        <w:t>852</w:t>
      </w:r>
    </w:p>
    <w:p w14:paraId="20C2F8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10.1.22.1.1</w:t>
      </w:r>
      <w:r>
        <w:rPr>
          <w:rFonts w:ascii="Calibri" w:eastAsia="Malgun Gothic" w:hAnsi="Calibri"/>
          <w:sz w:val="22"/>
          <w:szCs w:val="22"/>
        </w:rPr>
        <w:tab/>
      </w:r>
      <w:r>
        <w:t>SRS</w:t>
      </w:r>
      <w:r w:rsidRPr="00825DA5">
        <w:rPr>
          <w:lang w:val="en-US"/>
        </w:rPr>
        <w:t xml:space="preserve">-RSRP </w:t>
      </w:r>
      <w:r>
        <w:t>Accuracy</w:t>
      </w:r>
      <w:r>
        <w:tab/>
        <w:t>852</w:t>
      </w:r>
    </w:p>
    <w:p w14:paraId="72C1DF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SRS-RSRP report mapping</w:t>
      </w:r>
      <w:r>
        <w:tab/>
        <w:t>854</w:t>
      </w:r>
    </w:p>
    <w:p w14:paraId="12AC7E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CLI-RSSI</w:t>
      </w:r>
      <w:r>
        <w:tab/>
        <w:t>854</w:t>
      </w:r>
    </w:p>
    <w:p w14:paraId="7E856B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10.1.22.2.1</w:t>
      </w:r>
      <w:r>
        <w:rPr>
          <w:rFonts w:ascii="Calibri" w:eastAsia="Malgun Gothic" w:hAnsi="Calibri"/>
          <w:sz w:val="22"/>
          <w:szCs w:val="22"/>
        </w:rPr>
        <w:tab/>
      </w:r>
      <w:r>
        <w:t>CLI-RSSI</w:t>
      </w:r>
      <w:r w:rsidRPr="00825DA5">
        <w:rPr>
          <w:lang w:val="en-US"/>
        </w:rPr>
        <w:t xml:space="preserve"> </w:t>
      </w:r>
      <w:r>
        <w:t>Accuracy</w:t>
      </w:r>
      <w:r>
        <w:tab/>
        <w:t>854</w:t>
      </w:r>
    </w:p>
    <w:p w14:paraId="5F864C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CLI-RSSI report mapping</w:t>
      </w:r>
      <w:r>
        <w:tab/>
        <w:t>855</w:t>
      </w:r>
    </w:p>
    <w:p w14:paraId="3E30C1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10.1.23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856</w:t>
      </w:r>
    </w:p>
    <w:p w14:paraId="6F7A76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eastAsia="en-US"/>
        </w:rPr>
        <w:t>Introduction</w:t>
      </w:r>
      <w:r>
        <w:tab/>
        <w:t>856</w:t>
      </w:r>
    </w:p>
    <w:p w14:paraId="482F53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10.1.23.2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856</w:t>
      </w:r>
    </w:p>
    <w:p w14:paraId="5A99C3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10.1.23.3</w:t>
      </w:r>
      <w:r>
        <w:rPr>
          <w:rFonts w:ascii="Calibri" w:eastAsia="Malgun Gothic" w:hAnsi="Calibri"/>
          <w:sz w:val="22"/>
          <w:szCs w:val="22"/>
        </w:rPr>
        <w:tab/>
      </w:r>
      <w:r>
        <w:t>Report mapping</w:t>
      </w:r>
      <w:r>
        <w:tab/>
        <w:t>862</w:t>
      </w:r>
    </w:p>
    <w:p w14:paraId="57E9F1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10.1.23.3.1</w:t>
      </w:r>
      <w:r>
        <w:rPr>
          <w:rFonts w:ascii="Calibri" w:eastAsia="Malgun Gothic" w:hAnsi="Calibri"/>
          <w:sz w:val="22"/>
          <w:szCs w:val="22"/>
        </w:rPr>
        <w:tab/>
      </w:r>
      <w:r>
        <w:t>Absolute DL RSTD Measurement Reporting</w:t>
      </w:r>
      <w:r>
        <w:tab/>
        <w:t>862</w:t>
      </w:r>
    </w:p>
    <w:p w14:paraId="44DA06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10.1.23.3.2</w:t>
      </w:r>
      <w:r>
        <w:rPr>
          <w:rFonts w:ascii="Calibri" w:eastAsia="Malgun Gothic" w:hAnsi="Calibri"/>
          <w:sz w:val="22"/>
          <w:szCs w:val="22"/>
        </w:rPr>
        <w:tab/>
      </w:r>
      <w:r>
        <w:t>Differential Reporting for DL RSTD Measurement</w:t>
      </w:r>
      <w:r>
        <w:tab/>
        <w:t>864</w:t>
      </w:r>
    </w:p>
    <w:p w14:paraId="7B4141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10.1.23.3.3</w:t>
      </w:r>
      <w:r>
        <w:rPr>
          <w:rFonts w:ascii="Calibri" w:eastAsia="Malgun Gothic" w:hAnsi="Calibri"/>
          <w:sz w:val="22"/>
          <w:szCs w:val="22"/>
        </w:rPr>
        <w:tab/>
      </w:r>
      <w:r>
        <w:t>Additional Path Report Mapping for DL RSTD</w:t>
      </w:r>
      <w:r>
        <w:tab/>
        <w:t>866</w:t>
      </w:r>
    </w:p>
    <w:p w14:paraId="1170FDC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10.1.24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868</w:t>
      </w:r>
    </w:p>
    <w:p w14:paraId="36C3B6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868</w:t>
      </w:r>
    </w:p>
    <w:p w14:paraId="0D354B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10.1.24.2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868</w:t>
      </w:r>
    </w:p>
    <w:p w14:paraId="50A397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</w:t>
      </w:r>
      <w:r>
        <w:t>bsolute PRS RSRP accuracy</w:t>
      </w:r>
      <w:r>
        <w:tab/>
        <w:t>868</w:t>
      </w:r>
    </w:p>
    <w:p w14:paraId="2F00FA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10.1.24.2.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Relative</w:t>
      </w:r>
      <w:r>
        <w:t xml:space="preserve"> PRS RSRP accuracy</w:t>
      </w:r>
      <w:r>
        <w:tab/>
        <w:t>872</w:t>
      </w:r>
    </w:p>
    <w:p w14:paraId="538CC2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10.1.24.3</w:t>
      </w:r>
      <w:r>
        <w:rPr>
          <w:rFonts w:ascii="Calibri" w:eastAsia="Malgun Gothic" w:hAnsi="Calibri"/>
          <w:sz w:val="22"/>
          <w:szCs w:val="22"/>
        </w:rPr>
        <w:tab/>
      </w:r>
      <w:r>
        <w:t>Report mapping</w:t>
      </w:r>
      <w:r>
        <w:tab/>
        <w:t>876</w:t>
      </w:r>
    </w:p>
    <w:p w14:paraId="59FDB9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10.1.24.</w:t>
      </w:r>
      <w:r>
        <w:rPr>
          <w:lang w:eastAsia="zh-CN"/>
        </w:rPr>
        <w:t>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 PRS-RSRP Measurement R</w:t>
      </w:r>
      <w:r>
        <w:t xml:space="preserve">eport </w:t>
      </w:r>
      <w:r>
        <w:rPr>
          <w:lang w:eastAsia="zh-CN"/>
        </w:rPr>
        <w:t>M</w:t>
      </w:r>
      <w:r>
        <w:t>apping</w:t>
      </w:r>
      <w:r>
        <w:tab/>
        <w:t>876</w:t>
      </w:r>
    </w:p>
    <w:p w14:paraId="75CAED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10.1.24.</w:t>
      </w:r>
      <w:r>
        <w:rPr>
          <w:lang w:eastAsia="zh-CN"/>
        </w:rPr>
        <w:t>3.2</w:t>
      </w:r>
      <w:r>
        <w:rPr>
          <w:rFonts w:ascii="Calibri" w:eastAsia="Malgun Gothic" w:hAnsi="Calibri"/>
          <w:sz w:val="22"/>
          <w:szCs w:val="22"/>
        </w:rPr>
        <w:tab/>
      </w:r>
      <w:r>
        <w:t>Differential Repor</w:t>
      </w:r>
      <w:r>
        <w:rPr>
          <w:lang w:eastAsia="zh-CN"/>
        </w:rPr>
        <w:t xml:space="preserve">t Mapping </w:t>
      </w:r>
      <w:r>
        <w:t>for PRS-RSRP Measurement</w:t>
      </w:r>
      <w:r>
        <w:tab/>
        <w:t>877</w:t>
      </w:r>
    </w:p>
    <w:p w14:paraId="04FB05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10.1.25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879</w:t>
      </w:r>
    </w:p>
    <w:p w14:paraId="2D1DA43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879</w:t>
      </w:r>
    </w:p>
    <w:p w14:paraId="6531A8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10.1.25.2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879</w:t>
      </w:r>
    </w:p>
    <w:p w14:paraId="3D0C8F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10.1.25.3</w:t>
      </w:r>
      <w:r>
        <w:rPr>
          <w:rFonts w:ascii="Calibri" w:eastAsia="Malgun Gothic" w:hAnsi="Calibri"/>
          <w:sz w:val="22"/>
          <w:szCs w:val="22"/>
        </w:rPr>
        <w:tab/>
      </w:r>
      <w:r>
        <w:t>Report mapping</w:t>
      </w:r>
      <w:r>
        <w:tab/>
        <w:t>889</w:t>
      </w:r>
    </w:p>
    <w:p w14:paraId="25E23A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10.1.25.3.1</w:t>
      </w:r>
      <w:r>
        <w:rPr>
          <w:rFonts w:ascii="Calibri" w:eastAsia="Malgun Gothic" w:hAnsi="Calibri"/>
          <w:sz w:val="22"/>
          <w:szCs w:val="22"/>
        </w:rPr>
        <w:tab/>
      </w:r>
      <w:r>
        <w:t>Absolute UE Rx-Tx Measurement Report Mapping</w:t>
      </w:r>
      <w:r>
        <w:tab/>
        <w:t>889</w:t>
      </w:r>
    </w:p>
    <w:p w14:paraId="72DC4C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10.1.25.3.2</w:t>
      </w:r>
      <w:r>
        <w:rPr>
          <w:rFonts w:ascii="Calibri" w:eastAsia="Malgun Gothic" w:hAnsi="Calibri"/>
          <w:sz w:val="22"/>
          <w:szCs w:val="22"/>
        </w:rPr>
        <w:tab/>
      </w:r>
      <w:r>
        <w:t>Differential UE Rx-Tx Measurement Report Mapping</w:t>
      </w:r>
      <w:r>
        <w:tab/>
        <w:t>891</w:t>
      </w:r>
    </w:p>
    <w:p w14:paraId="0879DA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10.1.25.3.3</w:t>
      </w:r>
      <w:r>
        <w:rPr>
          <w:rFonts w:ascii="Calibri" w:eastAsia="Malgun Gothic" w:hAnsi="Calibri"/>
          <w:sz w:val="22"/>
          <w:szCs w:val="22"/>
        </w:rPr>
        <w:tab/>
      </w:r>
      <w:r>
        <w:t>Additional Path Report Mapping for UE Rx-Tx Time Difference</w:t>
      </w:r>
      <w:r>
        <w:tab/>
        <w:t>892</w:t>
      </w:r>
    </w:p>
    <w:p w14:paraId="45AF70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lastRenderedPageBreak/>
        <w:t>10.1.26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FR2 P-MPR report</w:t>
      </w:r>
      <w:r>
        <w:tab/>
        <w:t>894</w:t>
      </w:r>
    </w:p>
    <w:p w14:paraId="766E67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894</w:t>
      </w:r>
    </w:p>
    <w:p w14:paraId="0495CE3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L1-SINR accuracy requirements for FR1</w:t>
      </w:r>
      <w:r>
        <w:tab/>
        <w:t>894</w:t>
      </w:r>
    </w:p>
    <w:p w14:paraId="0213A7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L1-SINR accuracy requirements with CSI-RS based CMR and no dedicated IMR configured</w:t>
      </w:r>
      <w:r>
        <w:tab/>
        <w:t>894</w:t>
      </w:r>
    </w:p>
    <w:p w14:paraId="471C55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894</w:t>
      </w:r>
    </w:p>
    <w:p w14:paraId="250A00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895</w:t>
      </w:r>
    </w:p>
    <w:p w14:paraId="0BBD35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L1-SINR accuracy requirements with SSB based CMR and dedicated IMR configured</w:t>
      </w:r>
      <w:r>
        <w:tab/>
        <w:t>896</w:t>
      </w:r>
    </w:p>
    <w:p w14:paraId="74C0D6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10.1.27.2.1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896</w:t>
      </w:r>
    </w:p>
    <w:p w14:paraId="24EA71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10.1.27.2.2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897</w:t>
      </w:r>
    </w:p>
    <w:p w14:paraId="511DF0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L1-SINR accuracy requirements with CSI-RS based CMR and dedicated IMR configured</w:t>
      </w:r>
      <w:r>
        <w:tab/>
        <w:t>899</w:t>
      </w:r>
    </w:p>
    <w:p w14:paraId="04944C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10.1.27.3.1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899</w:t>
      </w:r>
    </w:p>
    <w:p w14:paraId="483F67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10.1.27.3.2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901</w:t>
      </w:r>
    </w:p>
    <w:p w14:paraId="436367C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10.1.28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L1-SINR accuracy requirements for FR2</w:t>
      </w:r>
      <w:r>
        <w:tab/>
        <w:t>902</w:t>
      </w:r>
    </w:p>
    <w:p w14:paraId="5791FA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10.1.29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under CCA</w:t>
      </w:r>
      <w:r>
        <w:tab/>
        <w:t>909</w:t>
      </w:r>
    </w:p>
    <w:p w14:paraId="16313D6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10.1.29.1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SS-RSRQ accuracy requirements in FR1</w:t>
      </w:r>
      <w:r>
        <w:tab/>
        <w:t>909</w:t>
      </w:r>
    </w:p>
    <w:p w14:paraId="7A0E4D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29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</w:t>
      </w:r>
      <w:r>
        <w:tab/>
        <w:t>909</w:t>
      </w:r>
    </w:p>
    <w:p w14:paraId="11BFE5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RSRQ accuracy requirements under CCA</w:t>
      </w:r>
      <w:r>
        <w:tab/>
        <w:t>909</w:t>
      </w:r>
    </w:p>
    <w:p w14:paraId="09CA48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 in FR1</w:t>
      </w:r>
      <w:r>
        <w:tab/>
        <w:t>909</w:t>
      </w:r>
    </w:p>
    <w:p w14:paraId="3056B8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10.1.30.1.1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SS-RSRQ</w:t>
      </w:r>
      <w:r>
        <w:tab/>
        <w:t>909</w:t>
      </w:r>
    </w:p>
    <w:p w14:paraId="09E4BE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.30.1.2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ab/>
        <w:t>910</w:t>
      </w:r>
    </w:p>
    <w:p w14:paraId="2763EC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10.1.31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Intra-frequency SINR accuracy requirements </w:t>
      </w:r>
      <w:r w:rsidRPr="00825DA5">
        <w:rPr>
          <w:lang w:val="en-US" w:eastAsia="zh-CN"/>
        </w:rPr>
        <w:t>under CCA</w:t>
      </w:r>
      <w:r>
        <w:tab/>
        <w:t>911</w:t>
      </w:r>
    </w:p>
    <w:p w14:paraId="3F6F14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 in FR1</w:t>
      </w:r>
      <w:r>
        <w:tab/>
        <w:t>911</w:t>
      </w:r>
    </w:p>
    <w:p w14:paraId="23775F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10.1.31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</w:t>
      </w:r>
      <w:r>
        <w:tab/>
        <w:t>911</w:t>
      </w:r>
    </w:p>
    <w:p w14:paraId="35A3D46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10.1.32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SINR accuracy requirements </w:t>
      </w:r>
      <w:r w:rsidRPr="00825DA5">
        <w:rPr>
          <w:lang w:val="en-US" w:eastAsia="zh-CN"/>
        </w:rPr>
        <w:t>under CCA</w:t>
      </w:r>
      <w:r>
        <w:tab/>
        <w:t>911</w:t>
      </w:r>
    </w:p>
    <w:p w14:paraId="691765F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 in FR1</w:t>
      </w:r>
      <w:r>
        <w:tab/>
        <w:t>911</w:t>
      </w:r>
    </w:p>
    <w:p w14:paraId="41AF1D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>
        <w:tab/>
        <w:t>911</w:t>
      </w:r>
    </w:p>
    <w:p w14:paraId="761A0B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10.1.32</w:t>
      </w:r>
      <w:r>
        <w:t>.</w:t>
      </w:r>
      <w:r>
        <w:rPr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SS-SINR</w:t>
      </w:r>
      <w:r>
        <w:tab/>
        <w:t>912</w:t>
      </w:r>
    </w:p>
    <w:p w14:paraId="602D2B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L1-RSRP accuracy requirements under CCA</w:t>
      </w:r>
      <w:r>
        <w:tab/>
        <w:t>913</w:t>
      </w:r>
    </w:p>
    <w:p w14:paraId="3FFBE39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 in FR1</w:t>
      </w:r>
      <w:r>
        <w:tab/>
        <w:t>913</w:t>
      </w:r>
    </w:p>
    <w:p w14:paraId="3D5606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10.1.33.1.1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913</w:t>
      </w:r>
    </w:p>
    <w:p w14:paraId="284F80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10.1.33.1.2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913</w:t>
      </w:r>
    </w:p>
    <w:p w14:paraId="0D0BFC6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RSSI measurements under CCA</w:t>
      </w:r>
      <w:r>
        <w:tab/>
        <w:t>914</w:t>
      </w:r>
    </w:p>
    <w:p w14:paraId="1FDED8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absolute RSSI measurement accuracy requirements in FR1</w:t>
      </w:r>
      <w:r>
        <w:tab/>
        <w:t>914</w:t>
      </w:r>
    </w:p>
    <w:p w14:paraId="4320D1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absolute RSSI measurement accuracy requirements in FR1</w:t>
      </w:r>
      <w:r>
        <w:tab/>
        <w:t>914</w:t>
      </w:r>
    </w:p>
    <w:p w14:paraId="5D07171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RSSI measurement report mapping</w:t>
      </w:r>
      <w:r>
        <w:tab/>
        <w:t>914</w:t>
      </w:r>
    </w:p>
    <w:p w14:paraId="740E1E6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10.1.35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Channel occupancy measurements under CCA</w:t>
      </w:r>
      <w:r>
        <w:tab/>
        <w:t>915</w:t>
      </w:r>
    </w:p>
    <w:p w14:paraId="5CB14D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10.1.35.1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channel occupancy measurement accuracy requirements in FR1</w:t>
      </w:r>
      <w:r>
        <w:tab/>
        <w:t>915</w:t>
      </w:r>
    </w:p>
    <w:p w14:paraId="18E6D5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10.1.35.2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channel occupancy measurement accuracy requirements in FR1</w:t>
      </w:r>
      <w:r>
        <w:tab/>
        <w:t>915</w:t>
      </w:r>
    </w:p>
    <w:p w14:paraId="6A8FE2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under CCA</w:t>
      </w:r>
      <w:r>
        <w:tab/>
        <w:t>915</w:t>
      </w:r>
    </w:p>
    <w:p w14:paraId="2CDFD2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10.1.36.1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 in FR1</w:t>
      </w:r>
      <w:r>
        <w:tab/>
        <w:t>915</w:t>
      </w:r>
    </w:p>
    <w:p w14:paraId="219A96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10.1.36.1.1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915</w:t>
      </w:r>
    </w:p>
    <w:p w14:paraId="429209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10.1.36.1.2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SS-RSRP </w:t>
      </w:r>
      <w:r>
        <w:t>Accuracy</w:t>
      </w:r>
      <w:r>
        <w:tab/>
        <w:t>916</w:t>
      </w:r>
    </w:p>
    <w:p w14:paraId="777946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10.1.37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RSRP accuracy requirements </w:t>
      </w:r>
      <w:r w:rsidRPr="00825DA5">
        <w:rPr>
          <w:lang w:val="en-US" w:eastAsia="zh-CN"/>
        </w:rPr>
        <w:t>under CCA</w:t>
      </w:r>
      <w:r>
        <w:tab/>
        <w:t>917</w:t>
      </w:r>
    </w:p>
    <w:p w14:paraId="028203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SS-RSRP accuracy requirements in FR1</w:t>
      </w:r>
      <w:r>
        <w:tab/>
        <w:t>917</w:t>
      </w:r>
    </w:p>
    <w:p w14:paraId="50C81D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10.1.37.1.1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>
        <w:tab/>
        <w:t>917</w:t>
      </w:r>
    </w:p>
    <w:p w14:paraId="281F42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10.1.37.1.2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SS-RSRP</w:t>
      </w:r>
      <w:r>
        <w:tab/>
        <w:t>917</w:t>
      </w:r>
    </w:p>
    <w:p w14:paraId="525200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</w:rPr>
        <w:t>10.1.38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</w:rPr>
        <w:t>PRS</w:t>
      </w:r>
      <w:r w:rsidRPr="00825DA5">
        <w:rPr>
          <w:rFonts w:eastAsia="SimSun"/>
          <w:lang w:val="en-US"/>
        </w:rPr>
        <w:t xml:space="preserve">-RSRPP </w:t>
      </w:r>
      <w:r w:rsidRPr="00825DA5">
        <w:rPr>
          <w:rFonts w:eastAsia="SimSun"/>
        </w:rPr>
        <w:t>Measurements</w:t>
      </w:r>
      <w:r>
        <w:tab/>
        <w:t>918</w:t>
      </w:r>
    </w:p>
    <w:p w14:paraId="2EF27B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Introduction</w:t>
      </w:r>
      <w:r>
        <w:tab/>
        <w:t>918</w:t>
      </w:r>
    </w:p>
    <w:p w14:paraId="277F2D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Measurement Accuracy Requirements</w:t>
      </w:r>
      <w:r>
        <w:tab/>
        <w:t>918</w:t>
      </w:r>
    </w:p>
    <w:p w14:paraId="54FCCF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A</w:t>
      </w:r>
      <w:r>
        <w:rPr>
          <w:rFonts w:eastAsia="Malgun Gothic"/>
        </w:rPr>
        <w:t>bsolute PRS RSRP</w:t>
      </w:r>
      <w:r>
        <w:rPr>
          <w:rFonts w:eastAsia="Malgun Gothic"/>
          <w:lang w:eastAsia="zh-CN"/>
        </w:rPr>
        <w:t>P</w:t>
      </w:r>
      <w:r>
        <w:rPr>
          <w:rFonts w:eastAsia="Malgun Gothic"/>
        </w:rPr>
        <w:t xml:space="preserve"> accuracy</w:t>
      </w:r>
      <w:r>
        <w:tab/>
        <w:t>918</w:t>
      </w:r>
    </w:p>
    <w:p w14:paraId="01ADBB9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Report mapping</w:t>
      </w:r>
      <w:r>
        <w:tab/>
        <w:t>922</w:t>
      </w:r>
    </w:p>
    <w:p w14:paraId="0101B4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</w:t>
      </w:r>
      <w:r>
        <w:rPr>
          <w:rFonts w:eastAsia="Malgun Gothic"/>
          <w:lang w:eastAsia="zh-CN"/>
        </w:rPr>
        <w:t>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Absolute PRS-RSRPP Measurement R</w:t>
      </w:r>
      <w:r>
        <w:rPr>
          <w:rFonts w:eastAsia="Malgun Gothic"/>
        </w:rPr>
        <w:t xml:space="preserve">eport </w:t>
      </w:r>
      <w:r>
        <w:rPr>
          <w:rFonts w:eastAsia="Malgun Gothic"/>
          <w:lang w:eastAsia="zh-CN"/>
        </w:rPr>
        <w:t>M</w:t>
      </w:r>
      <w:r>
        <w:rPr>
          <w:rFonts w:eastAsia="Malgun Gothic"/>
        </w:rPr>
        <w:t>apping</w:t>
      </w:r>
      <w:r>
        <w:tab/>
        <w:t>922</w:t>
      </w:r>
    </w:p>
    <w:p w14:paraId="39715C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10.1.38.</w:t>
      </w:r>
      <w:r>
        <w:rPr>
          <w:rFonts w:eastAsia="Malgun Gothic"/>
          <w:lang w:eastAsia="zh-CN"/>
        </w:rPr>
        <w:t>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Differential Repor</w:t>
      </w:r>
      <w:r>
        <w:rPr>
          <w:rFonts w:eastAsia="Malgun Gothic"/>
          <w:lang w:eastAsia="zh-CN"/>
        </w:rPr>
        <w:t xml:space="preserve">t Mapping </w:t>
      </w:r>
      <w:r>
        <w:rPr>
          <w:rFonts w:eastAsia="Malgun Gothic"/>
        </w:rPr>
        <w:t>for PRS-RSRPP Measurement</w:t>
      </w:r>
      <w:r>
        <w:tab/>
        <w:t>923</w:t>
      </w:r>
    </w:p>
    <w:p w14:paraId="4CEF0B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i/>
          <w:iCs/>
          <w:lang w:eastAsia="en-US"/>
        </w:rPr>
        <w:t>10.1.39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UE Rx-Tx time difference measurements for RTT-based PDC</w:t>
      </w:r>
      <w:r>
        <w:tab/>
        <w:t>924</w:t>
      </w:r>
    </w:p>
    <w:p w14:paraId="098E70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10.1.39.1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</w:t>
      </w:r>
      <w:r>
        <w:rPr>
          <w:rFonts w:eastAsia="Malgun Gothic"/>
          <w:i/>
          <w:iCs/>
          <w:lang w:eastAsia="en-US"/>
        </w:rPr>
        <w:t>Introduction</w:t>
      </w:r>
      <w:r>
        <w:tab/>
        <w:t>924</w:t>
      </w:r>
    </w:p>
    <w:p w14:paraId="38738D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10.1.39.2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</w:t>
      </w:r>
      <w:r>
        <w:rPr>
          <w:rFonts w:eastAsia="Malgun Gothic"/>
          <w:i/>
          <w:iCs/>
          <w:lang w:eastAsia="en-US"/>
        </w:rPr>
        <w:t>Measurement Accuracy Requirements for PRS</w:t>
      </w:r>
      <w:r>
        <w:tab/>
        <w:t>924</w:t>
      </w:r>
    </w:p>
    <w:p w14:paraId="440EF9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10.1.39.3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Measurement Accuracy Requirements for TRS</w:t>
      </w:r>
      <w:r>
        <w:tab/>
        <w:t>928</w:t>
      </w:r>
    </w:p>
    <w:p w14:paraId="0D7F7F9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en-US"/>
        </w:rPr>
        <w:t>10.1.40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en-US"/>
        </w:rPr>
        <w:t>Measurement Accuracy Requirements for Propagation Delay Compensation</w:t>
      </w:r>
      <w:r>
        <w:tab/>
        <w:t>931</w:t>
      </w:r>
    </w:p>
    <w:p w14:paraId="6F4F15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i/>
          <w:iCs/>
        </w:rPr>
        <w:t>10.1.40.1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en-US"/>
        </w:rPr>
        <w:t>Measurement Accuracy Requirements for PRS</w:t>
      </w:r>
      <w:r>
        <w:tab/>
        <w:t>931</w:t>
      </w:r>
    </w:p>
    <w:p w14:paraId="47F318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en-US"/>
        </w:rPr>
        <w:t>10.1.</w:t>
      </w:r>
      <w:r>
        <w:t>40</w:t>
      </w:r>
      <w:r>
        <w:rPr>
          <w:lang w:eastAsia="en-US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en-US"/>
        </w:rPr>
        <w:t>Measurement Accuracy Requirements for TRS</w:t>
      </w:r>
      <w:r>
        <w:tab/>
        <w:t>934</w:t>
      </w:r>
    </w:p>
    <w:p w14:paraId="540B5B1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10.1A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for RedCap</w:t>
      </w:r>
      <w:r>
        <w:tab/>
        <w:t>937</w:t>
      </w:r>
    </w:p>
    <w:p w14:paraId="52B293C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937</w:t>
      </w:r>
    </w:p>
    <w:p w14:paraId="27DB9D3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lastRenderedPageBreak/>
        <w:t>10.1A.2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FR1</w:t>
      </w:r>
      <w:r>
        <w:tab/>
        <w:t>937</w:t>
      </w:r>
    </w:p>
    <w:p w14:paraId="2F2A5C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937</w:t>
      </w:r>
    </w:p>
    <w:p w14:paraId="072E9C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10.1A.2.1.1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937</w:t>
      </w:r>
    </w:p>
    <w:p w14:paraId="223D0C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10.1A.2.1.2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</w:t>
      </w:r>
      <w:r w:rsidRPr="00825DA5">
        <w:rPr>
          <w:lang w:val="en-US"/>
        </w:rPr>
        <w:t xml:space="preserve">SS-RSRP </w:t>
      </w:r>
      <w:r>
        <w:t>Accuracy</w:t>
      </w:r>
      <w:r>
        <w:tab/>
        <w:t>938</w:t>
      </w:r>
    </w:p>
    <w:p w14:paraId="1B066CA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RSRP accuracy requirements for FR2</w:t>
      </w:r>
      <w:r>
        <w:tab/>
        <w:t>939</w:t>
      </w:r>
    </w:p>
    <w:p w14:paraId="608344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SS-RSRP accuracy requirements</w:t>
      </w:r>
      <w:r>
        <w:tab/>
        <w:t>939</w:t>
      </w:r>
    </w:p>
    <w:p w14:paraId="26F113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10.1A.3.1.1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/>
        </w:rPr>
        <w:t xml:space="preserve">SS-RSRP </w:t>
      </w:r>
      <w:r>
        <w:t>Accuracy</w:t>
      </w:r>
      <w:r>
        <w:tab/>
        <w:t>939</w:t>
      </w:r>
    </w:p>
    <w:p w14:paraId="098408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10.1A.3.1.2</w:t>
      </w:r>
      <w:r>
        <w:rPr>
          <w:rFonts w:ascii="Calibri" w:eastAsia="Malgun Gothic" w:hAnsi="Calibri"/>
          <w:sz w:val="22"/>
          <w:szCs w:val="22"/>
        </w:rPr>
        <w:tab/>
      </w:r>
      <w:r>
        <w:t>Relative SS-RSRP Accuracy</w:t>
      </w:r>
      <w:r>
        <w:tab/>
        <w:t>939</w:t>
      </w:r>
    </w:p>
    <w:p w14:paraId="293C970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RSRP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939</w:t>
      </w:r>
    </w:p>
    <w:p w14:paraId="147AA7F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SS-RSRP accuracy requirements</w:t>
      </w:r>
      <w:r>
        <w:tab/>
        <w:t>939</w:t>
      </w:r>
    </w:p>
    <w:p w14:paraId="408B2A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825DA5">
        <w:rPr>
          <w:lang w:val="en-US" w:eastAsia="zh-CN"/>
        </w:rPr>
        <w:t xml:space="preserve"> in FR1</w:t>
      </w:r>
      <w:r>
        <w:tab/>
        <w:t>939</w:t>
      </w:r>
    </w:p>
    <w:p w14:paraId="35DB83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10.1A.4.1.2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SS-RSRP in FR1</w:t>
      </w:r>
      <w:r>
        <w:tab/>
        <w:t>940</w:t>
      </w:r>
    </w:p>
    <w:p w14:paraId="415F5DC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RSRP accuracy requirements for FR2</w:t>
      </w:r>
      <w:r>
        <w:tab/>
        <w:t>941</w:t>
      </w:r>
    </w:p>
    <w:p w14:paraId="029D6B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Inter-frequency SS-RSRP accuracy requirements</w:t>
      </w:r>
      <w:r>
        <w:tab/>
        <w:t>941</w:t>
      </w:r>
    </w:p>
    <w:p w14:paraId="6C365B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Absolute SS-RSRP Accuracy</w:t>
      </w:r>
      <w:r>
        <w:tab/>
        <w:t>941</w:t>
      </w:r>
    </w:p>
    <w:p w14:paraId="7C5F16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Relative SS-RSRP Accuracy</w:t>
      </w:r>
      <w:r>
        <w:tab/>
        <w:t>941</w:t>
      </w:r>
    </w:p>
    <w:p w14:paraId="66ED629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FR1</w:t>
      </w:r>
      <w:r>
        <w:tab/>
        <w:t>941</w:t>
      </w:r>
    </w:p>
    <w:p w14:paraId="3BEC1D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941</w:t>
      </w:r>
    </w:p>
    <w:p w14:paraId="6C4172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1A</w:t>
      </w:r>
      <w:r>
        <w:rPr>
          <w:lang w:eastAsia="zh-CN"/>
        </w:rPr>
        <w:t>.</w:t>
      </w:r>
      <w:r>
        <w:t>6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FR1</w:t>
      </w:r>
      <w:r>
        <w:tab/>
        <w:t>941</w:t>
      </w:r>
    </w:p>
    <w:p w14:paraId="25D4AD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RSRQ accuracy requirements for FR2</w:t>
      </w:r>
      <w:r>
        <w:tab/>
        <w:t>942</w:t>
      </w:r>
    </w:p>
    <w:p w14:paraId="6B08EB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10.1A.7.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</w:t>
      </w:r>
      <w:r w:rsidRPr="00825DA5">
        <w:rPr>
          <w:lang w:val="en-US"/>
        </w:rPr>
        <w:t xml:space="preserve">-frequency </w:t>
      </w:r>
      <w:r w:rsidRPr="00825DA5">
        <w:rPr>
          <w:lang w:val="en-US" w:eastAsia="ko-KR"/>
        </w:rPr>
        <w:t>SS-RSRQ</w:t>
      </w:r>
      <w:r w:rsidRPr="00825DA5">
        <w:rPr>
          <w:lang w:val="en-US"/>
        </w:rPr>
        <w:t xml:space="preserve"> accuracy requirements </w:t>
      </w:r>
      <w:r w:rsidRPr="00825DA5">
        <w:rPr>
          <w:lang w:val="en-US" w:eastAsia="zh-CN"/>
        </w:rPr>
        <w:t>in FR2</w:t>
      </w:r>
      <w:r>
        <w:tab/>
        <w:t>942</w:t>
      </w:r>
    </w:p>
    <w:p w14:paraId="504E54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1A</w:t>
      </w:r>
      <w:r>
        <w:rPr>
          <w:lang w:eastAsia="zh-CN"/>
        </w:rPr>
        <w:t>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SS-RSRQ </w:t>
      </w:r>
      <w:r>
        <w:t>Accuracy in FR2</w:t>
      </w:r>
      <w:r>
        <w:tab/>
        <w:t>942</w:t>
      </w:r>
    </w:p>
    <w:p w14:paraId="681C226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Inter-frequency RSRQ accuracy requirements for </w:t>
      </w:r>
      <w:r w:rsidRPr="00825DA5">
        <w:rPr>
          <w:lang w:val="en-US" w:eastAsia="ko-KR"/>
        </w:rPr>
        <w:t>FR1</w:t>
      </w:r>
      <w:r>
        <w:tab/>
        <w:t>942</w:t>
      </w:r>
    </w:p>
    <w:p w14:paraId="1A61506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SS-RSRQ accuracy requirements</w:t>
      </w:r>
      <w:r w:rsidRPr="00825DA5">
        <w:rPr>
          <w:lang w:val="en-US" w:eastAsia="zh-CN"/>
        </w:rPr>
        <w:t xml:space="preserve"> in FR1</w:t>
      </w:r>
      <w:r>
        <w:tab/>
        <w:t>942</w:t>
      </w:r>
    </w:p>
    <w:p w14:paraId="2256E1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10.1A.8.1.1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FR1</w:t>
      </w:r>
      <w:r>
        <w:tab/>
        <w:t>942</w:t>
      </w:r>
    </w:p>
    <w:p w14:paraId="7A205F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</w:t>
      </w:r>
      <w:r>
        <w:t>1A</w:t>
      </w:r>
      <w:r>
        <w:rPr>
          <w:lang w:eastAsia="zh-CN"/>
        </w:rPr>
        <w:t>.8.1.2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FR1</w:t>
      </w:r>
      <w:r>
        <w:tab/>
        <w:t>943</w:t>
      </w:r>
    </w:p>
    <w:p w14:paraId="46EA007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RSRQ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944</w:t>
      </w:r>
    </w:p>
    <w:p w14:paraId="1A215B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</w:t>
      </w:r>
      <w:r>
        <w:t>0.1A.9.1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SS-RSRQ accuracy requirements in FR2</w:t>
      </w:r>
      <w:r>
        <w:tab/>
        <w:t>944</w:t>
      </w:r>
    </w:p>
    <w:p w14:paraId="0CBC6D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10.1A.9.1.1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SS-RSRQ</w:t>
      </w:r>
      <w:r w:rsidRPr="00825DA5">
        <w:rPr>
          <w:lang w:val="en-US" w:eastAsia="zh-CN"/>
        </w:rPr>
        <w:t xml:space="preserve"> in FR2</w:t>
      </w:r>
      <w:r>
        <w:tab/>
        <w:t>944</w:t>
      </w:r>
    </w:p>
    <w:p w14:paraId="33CBA8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</w:t>
      </w:r>
      <w:r>
        <w:t>.1A.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FR2</w:t>
      </w:r>
      <w:r>
        <w:tab/>
        <w:t>944</w:t>
      </w:r>
    </w:p>
    <w:p w14:paraId="270D49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 Intra-frequency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944</w:t>
      </w:r>
    </w:p>
    <w:p w14:paraId="43C26F1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944</w:t>
      </w:r>
    </w:p>
    <w:p w14:paraId="152C5D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10.1A.10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 in FR1</w:t>
      </w:r>
      <w:r>
        <w:tab/>
        <w:t>944</w:t>
      </w:r>
    </w:p>
    <w:p w14:paraId="620B244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Intra-frequency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945</w:t>
      </w:r>
    </w:p>
    <w:p w14:paraId="607AB3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Intra-frequency SS-SINR accuracy requirements</w:t>
      </w:r>
      <w:r w:rsidRPr="00825DA5">
        <w:rPr>
          <w:lang w:val="en-US" w:eastAsia="zh-CN"/>
        </w:rPr>
        <w:t xml:space="preserve"> in FR2</w:t>
      </w:r>
      <w:r>
        <w:tab/>
        <w:t>945</w:t>
      </w:r>
    </w:p>
    <w:p w14:paraId="5E32A5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10.1A.11</w:t>
      </w:r>
      <w:r>
        <w:t>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Absolute </w:t>
      </w:r>
      <w:r w:rsidRPr="00825DA5">
        <w:rPr>
          <w:lang w:val="en-US" w:eastAsia="ko-KR"/>
        </w:rPr>
        <w:t xml:space="preserve">SS-SINR </w:t>
      </w:r>
      <w:r>
        <w:t>Accuracy in FR2</w:t>
      </w:r>
      <w:r>
        <w:tab/>
        <w:t>945</w:t>
      </w:r>
    </w:p>
    <w:p w14:paraId="580D95E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 xml:space="preserve">10.1A.12 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Inter-frequency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FR1</w:t>
      </w:r>
      <w:r>
        <w:tab/>
        <w:t>945</w:t>
      </w:r>
    </w:p>
    <w:p w14:paraId="1C3CD95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</w:t>
      </w:r>
      <w:r w:rsidRPr="00825DA5">
        <w:rPr>
          <w:lang w:val="en-US" w:eastAsia="zh-CN"/>
        </w:rPr>
        <w:t xml:space="preserve"> in FR1</w:t>
      </w:r>
      <w:r>
        <w:tab/>
        <w:t>945</w:t>
      </w:r>
    </w:p>
    <w:p w14:paraId="656AEC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 w:rsidRPr="00825DA5">
        <w:rPr>
          <w:lang w:val="en-US" w:eastAsia="zh-CN"/>
        </w:rPr>
        <w:t xml:space="preserve"> in FR1</w:t>
      </w:r>
      <w:r>
        <w:tab/>
        <w:t>945</w:t>
      </w:r>
    </w:p>
    <w:p w14:paraId="520644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</w:t>
      </w:r>
      <w:r>
        <w:t>0.1A.12.1.2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 of SS-SINR in FR1</w:t>
      </w:r>
      <w:r>
        <w:tab/>
        <w:t>946</w:t>
      </w:r>
    </w:p>
    <w:p w14:paraId="558FD62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10.1A.13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 Inter-frequency SINR accuracy requirements </w:t>
      </w:r>
      <w:r w:rsidRPr="00825DA5">
        <w:rPr>
          <w:lang w:val="en-US" w:eastAsia="zh-CN"/>
        </w:rPr>
        <w:t>for</w:t>
      </w:r>
      <w:r w:rsidRPr="00825DA5">
        <w:rPr>
          <w:lang w:val="en-US" w:eastAsia="ko-KR"/>
        </w:rPr>
        <w:t xml:space="preserve"> FR2</w:t>
      </w:r>
      <w:r>
        <w:tab/>
        <w:t>947</w:t>
      </w:r>
    </w:p>
    <w:p w14:paraId="0A1843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Inter-frequency SS-SINR accuracy requirements</w:t>
      </w:r>
      <w:r w:rsidRPr="00825DA5">
        <w:rPr>
          <w:lang w:val="en-US" w:eastAsia="zh-CN"/>
        </w:rPr>
        <w:t xml:space="preserve"> in FR2</w:t>
      </w:r>
      <w:r>
        <w:tab/>
        <w:t>947</w:t>
      </w:r>
    </w:p>
    <w:p w14:paraId="5FD521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10.1A.13.1.1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SS-SINR</w:t>
      </w:r>
      <w:r w:rsidRPr="00825DA5">
        <w:rPr>
          <w:lang w:val="en-US" w:eastAsia="zh-CN"/>
        </w:rPr>
        <w:t xml:space="preserve"> in FR2</w:t>
      </w:r>
      <w:r>
        <w:tab/>
        <w:t>947</w:t>
      </w:r>
    </w:p>
    <w:p w14:paraId="0E8498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10.1A.13</w:t>
      </w:r>
      <w:r>
        <w:t>.</w:t>
      </w:r>
      <w:r>
        <w:rPr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Relative Accuracy of </w:t>
      </w:r>
      <w:r>
        <w:rPr>
          <w:lang w:eastAsia="zh-CN"/>
        </w:rPr>
        <w:t>SS-SINR</w:t>
      </w:r>
      <w:r>
        <w:t xml:space="preserve"> in FR2</w:t>
      </w:r>
      <w:r>
        <w:tab/>
        <w:t>947</w:t>
      </w:r>
    </w:p>
    <w:p w14:paraId="0FD4D7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 L1-RSRP accuracy requirements for FR1</w:t>
      </w:r>
      <w:r>
        <w:tab/>
        <w:t>947</w:t>
      </w:r>
    </w:p>
    <w:p w14:paraId="734A4C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</w:t>
      </w:r>
      <w:r>
        <w:tab/>
        <w:t>947</w:t>
      </w:r>
    </w:p>
    <w:p w14:paraId="04589D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10.1A.14.1.1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947</w:t>
      </w:r>
    </w:p>
    <w:p w14:paraId="5693CB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10.1A.14.1.2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948</w:t>
      </w:r>
    </w:p>
    <w:p w14:paraId="7EFA7C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CSI-RS based L1-RSRP accuracy requirements</w:t>
      </w:r>
      <w:r>
        <w:tab/>
        <w:t>949</w:t>
      </w:r>
    </w:p>
    <w:p w14:paraId="6A9577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10.1A.14.2.1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949</w:t>
      </w:r>
    </w:p>
    <w:p w14:paraId="032809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10.1A.14.2.2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950</w:t>
      </w:r>
    </w:p>
    <w:p w14:paraId="31FEC4D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 L1-RSRP accuracy requirements for FR2</w:t>
      </w:r>
      <w:r>
        <w:tab/>
        <w:t>951</w:t>
      </w:r>
    </w:p>
    <w:p w14:paraId="15D213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SSB based L1-RSRP accuracy requirements</w:t>
      </w:r>
      <w:r>
        <w:tab/>
        <w:t>951</w:t>
      </w:r>
    </w:p>
    <w:p w14:paraId="374694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10.1A.15.1.1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951</w:t>
      </w:r>
    </w:p>
    <w:p w14:paraId="29BBA3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10.1A.15.1.2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951</w:t>
      </w:r>
    </w:p>
    <w:p w14:paraId="1E821D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10.1A.15.2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CSI-RS based L1-RSRP accuracy requirements</w:t>
      </w:r>
      <w:r>
        <w:tab/>
        <w:t>951</w:t>
      </w:r>
    </w:p>
    <w:p w14:paraId="00B29D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10.1A.15.2.1</w:t>
      </w:r>
      <w:r>
        <w:rPr>
          <w:rFonts w:ascii="Calibri" w:eastAsia="Malgun Gothic" w:hAnsi="Calibri"/>
          <w:sz w:val="22"/>
          <w:szCs w:val="22"/>
        </w:rPr>
        <w:tab/>
      </w:r>
      <w:r>
        <w:t>Absolute Accuracy</w:t>
      </w:r>
      <w:r>
        <w:tab/>
        <w:t>951</w:t>
      </w:r>
    </w:p>
    <w:p w14:paraId="5F5313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10.1A.15.2.2</w:t>
      </w:r>
      <w:r>
        <w:rPr>
          <w:rFonts w:ascii="Calibri" w:eastAsia="Malgun Gothic" w:hAnsi="Calibri"/>
          <w:sz w:val="22"/>
          <w:szCs w:val="22"/>
        </w:rPr>
        <w:tab/>
      </w:r>
      <w:r>
        <w:t>Relative Accuracy</w:t>
      </w:r>
      <w:r>
        <w:tab/>
        <w:t>951</w:t>
      </w:r>
    </w:p>
    <w:p w14:paraId="1114515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10.2</w:t>
      </w:r>
      <w:r>
        <w:rPr>
          <w:rFonts w:ascii="Calibri" w:eastAsia="Malgun Gothic" w:hAnsi="Calibri"/>
          <w:sz w:val="22"/>
          <w:szCs w:val="22"/>
        </w:rPr>
        <w:tab/>
      </w:r>
      <w:r>
        <w:t>E-UTRAN measurements</w:t>
      </w:r>
      <w:r>
        <w:tab/>
        <w:t>952</w:t>
      </w:r>
    </w:p>
    <w:p w14:paraId="538226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952</w:t>
      </w:r>
    </w:p>
    <w:p w14:paraId="4317E51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E-UTRAN RSRP measurements</w:t>
      </w:r>
      <w:r>
        <w:tab/>
        <w:t>952</w:t>
      </w:r>
    </w:p>
    <w:p w14:paraId="06BC499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E-UTRAN RSRQ measurements</w:t>
      </w:r>
      <w:r>
        <w:tab/>
        <w:t>952</w:t>
      </w:r>
    </w:p>
    <w:p w14:paraId="005F31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lastRenderedPageBreak/>
        <w:t>10.2.4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E-UTRAN RSTD measurements</w:t>
      </w:r>
      <w:r>
        <w:tab/>
        <w:t>952</w:t>
      </w:r>
    </w:p>
    <w:p w14:paraId="5F0BC4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E-UTRAN RS-SINR measurements</w:t>
      </w:r>
      <w:r>
        <w:tab/>
        <w:t>953</w:t>
      </w:r>
    </w:p>
    <w:p w14:paraId="617CE1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E-UTRAN RSRP measurements </w:t>
      </w:r>
      <w:r w:rsidRPr="00825DA5">
        <w:rPr>
          <w:lang w:val="en-US"/>
        </w:rPr>
        <w:t>for CA/DC Idle Mode Measurements</w:t>
      </w:r>
      <w:r>
        <w:tab/>
        <w:t>953</w:t>
      </w:r>
    </w:p>
    <w:p w14:paraId="0EF20BA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 xml:space="preserve">E-UTRAN RSRQ measurements </w:t>
      </w:r>
      <w:r w:rsidRPr="00825DA5">
        <w:rPr>
          <w:lang w:val="en-US"/>
        </w:rPr>
        <w:t>for CA/DC Idle Mode Measurements</w:t>
      </w:r>
      <w:r>
        <w:tab/>
        <w:t>953</w:t>
      </w:r>
    </w:p>
    <w:p w14:paraId="76B668E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10.3</w:t>
      </w:r>
      <w:r>
        <w:rPr>
          <w:rFonts w:ascii="Calibri" w:eastAsia="Malgun Gothic" w:hAnsi="Calibri"/>
          <w:sz w:val="22"/>
          <w:szCs w:val="22"/>
        </w:rPr>
        <w:tab/>
      </w:r>
      <w:r>
        <w:t>UTRAN FDD Measurements</w:t>
      </w:r>
      <w:r>
        <w:tab/>
        <w:t>953</w:t>
      </w:r>
    </w:p>
    <w:p w14:paraId="4EE422B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10.3.1</w:t>
      </w:r>
      <w:r>
        <w:rPr>
          <w:rFonts w:ascii="Calibri" w:eastAsia="Malgun Gothic" w:hAnsi="Calibri"/>
          <w:sz w:val="22"/>
          <w:szCs w:val="22"/>
        </w:rPr>
        <w:tab/>
      </w:r>
      <w:r>
        <w:t>UTRAN FDD CPICH RSCP</w:t>
      </w:r>
      <w:r>
        <w:tab/>
        <w:t>954</w:t>
      </w:r>
    </w:p>
    <w:p w14:paraId="21149F6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10.3.2</w:t>
      </w:r>
      <w:r>
        <w:rPr>
          <w:rFonts w:ascii="Calibri" w:eastAsia="Malgun Gothic" w:hAnsi="Calibri"/>
          <w:sz w:val="22"/>
          <w:szCs w:val="22"/>
        </w:rPr>
        <w:tab/>
      </w:r>
      <w:r>
        <w:t>UTRAN FDD CPICH Ec/No</w:t>
      </w:r>
      <w:r>
        <w:tab/>
        <w:t>954</w:t>
      </w:r>
    </w:p>
    <w:p w14:paraId="2F34BD0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10.4</w:t>
      </w:r>
      <w:r>
        <w:rPr>
          <w:rFonts w:ascii="Calibri" w:eastAsia="Malgun Gothic" w:hAnsi="Calibri"/>
          <w:sz w:val="22"/>
          <w:szCs w:val="22"/>
        </w:rPr>
        <w:tab/>
      </w:r>
      <w:r>
        <w:t>V2X measurements</w:t>
      </w:r>
      <w:r>
        <w:tab/>
        <w:t>955</w:t>
      </w:r>
    </w:p>
    <w:p w14:paraId="1544009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ko-KR"/>
        </w:rPr>
        <w:t>10.4.1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ko-KR"/>
        </w:rPr>
        <w:t>Introduction</w:t>
      </w:r>
      <w:r>
        <w:tab/>
        <w:t>955</w:t>
      </w:r>
    </w:p>
    <w:p w14:paraId="6CD6AAC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Intra-frequency PSBCH-RSRP accuracy requirements for FR1</w:t>
      </w:r>
      <w:r>
        <w:tab/>
        <w:t>955</w:t>
      </w:r>
    </w:p>
    <w:p w14:paraId="026217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10.4.2.1</w:t>
      </w:r>
      <w:r>
        <w:rPr>
          <w:rFonts w:ascii="Calibri" w:eastAsia="Malgun Gothic" w:hAnsi="Calibri"/>
          <w:sz w:val="22"/>
          <w:szCs w:val="22"/>
        </w:rPr>
        <w:tab/>
      </w:r>
      <w:r>
        <w:t>P</w:t>
      </w:r>
      <w:r w:rsidRPr="00825DA5">
        <w:rPr>
          <w:lang w:val="en-US"/>
        </w:rPr>
        <w:t>SBCH-RSRP</w:t>
      </w:r>
      <w:r>
        <w:t xml:space="preserve"> Absolute Accuracy</w:t>
      </w:r>
      <w:r>
        <w:tab/>
        <w:t>955</w:t>
      </w:r>
    </w:p>
    <w:p w14:paraId="082176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10.4.2.2</w:t>
      </w:r>
      <w:r>
        <w:rPr>
          <w:rFonts w:ascii="Calibri" w:eastAsia="Malgun Gothic" w:hAnsi="Calibri"/>
          <w:sz w:val="22"/>
          <w:szCs w:val="22"/>
        </w:rPr>
        <w:tab/>
      </w:r>
      <w:r>
        <w:t>P</w:t>
      </w:r>
      <w:r w:rsidRPr="00825DA5">
        <w:rPr>
          <w:lang w:val="en-US"/>
        </w:rPr>
        <w:t>SBCH-RSRP</w:t>
      </w:r>
      <w:r>
        <w:t xml:space="preserve"> Relative Accuracy</w:t>
      </w:r>
      <w:r>
        <w:tab/>
        <w:t>955</w:t>
      </w:r>
    </w:p>
    <w:p w14:paraId="06BD2E4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10.4.3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SL-RSSI Measurement Accuracy Requirements for FR1</w:t>
      </w:r>
      <w:r>
        <w:tab/>
        <w:t>956</w:t>
      </w:r>
    </w:p>
    <w:p w14:paraId="22A507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10.4.3</w:t>
      </w:r>
      <w:r w:rsidRPr="00825DA5">
        <w:rPr>
          <w:lang w:val="en-US"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Absolute SL-RSSI Accuracy</w:t>
      </w:r>
      <w:r>
        <w:tab/>
        <w:t>956</w:t>
      </w:r>
    </w:p>
    <w:p w14:paraId="302E6E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10.4.4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L1 SL-RSRP Measurement Accuracy Requirements for FR1</w:t>
      </w:r>
      <w:r>
        <w:tab/>
        <w:t>957</w:t>
      </w:r>
    </w:p>
    <w:p w14:paraId="0062BD9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10.4.4.1</w:t>
      </w:r>
      <w:r>
        <w:rPr>
          <w:rFonts w:ascii="Calibri" w:eastAsia="Malgun Gothic" w:hAnsi="Calibri"/>
          <w:sz w:val="22"/>
          <w:szCs w:val="22"/>
        </w:rPr>
        <w:tab/>
      </w:r>
      <w:r>
        <w:t>Absolute L1 SL-RSRP Accuracy</w:t>
      </w:r>
      <w:r>
        <w:tab/>
        <w:t>957</w:t>
      </w:r>
    </w:p>
    <w:p w14:paraId="670FF9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10.</w:t>
      </w:r>
      <w:r>
        <w:rPr>
          <w:lang w:eastAsia="zh-CN"/>
        </w:rPr>
        <w:t>4</w:t>
      </w:r>
      <w:r>
        <w:t>.5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Discovery Signal Measurement Accuracy Requirements</w:t>
      </w:r>
      <w:r>
        <w:tab/>
        <w:t>957</w:t>
      </w:r>
    </w:p>
    <w:p w14:paraId="6AE3DE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10.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5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Absolute Discovery Signal Measurement Accuracy</w:t>
      </w:r>
      <w:r>
        <w:tab/>
        <w:t>957</w:t>
      </w:r>
    </w:p>
    <w:p w14:paraId="42CE2B93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11</w:t>
      </w:r>
      <w:r>
        <w:rPr>
          <w:rFonts w:ascii="Calibri" w:eastAsia="Malgun Gothic" w:hAnsi="Calibri"/>
          <w:szCs w:val="22"/>
        </w:rPr>
        <w:tab/>
      </w:r>
      <w:r>
        <w:t>Void</w:t>
      </w:r>
      <w:r>
        <w:tab/>
        <w:t>958</w:t>
      </w:r>
    </w:p>
    <w:p w14:paraId="7A6A833C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12</w:t>
      </w:r>
      <w:r>
        <w:rPr>
          <w:rFonts w:ascii="Calibri" w:eastAsia="Malgun Gothic" w:hAnsi="Calibri"/>
          <w:szCs w:val="22"/>
        </w:rPr>
        <w:tab/>
      </w:r>
      <w:r>
        <w:t>V2X Requirements</w:t>
      </w:r>
      <w:r>
        <w:tab/>
        <w:t>958</w:t>
      </w:r>
    </w:p>
    <w:p w14:paraId="6339970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958</w:t>
      </w:r>
    </w:p>
    <w:p w14:paraId="33638F5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UE </w:t>
      </w:r>
      <w:r>
        <w:t>Transmit Timing</w:t>
      </w:r>
      <w:r>
        <w:tab/>
        <w:t>959</w:t>
      </w:r>
    </w:p>
    <w:p w14:paraId="0D7E74A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959</w:t>
      </w:r>
    </w:p>
    <w:p w14:paraId="474E6D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12.2.2</w:t>
      </w:r>
      <w:r>
        <w:rPr>
          <w:rFonts w:ascii="Calibri" w:eastAsia="Malgun Gothic" w:hAnsi="Calibri"/>
          <w:sz w:val="22"/>
          <w:szCs w:val="22"/>
        </w:rPr>
        <w:tab/>
      </w:r>
      <w:r>
        <w:t>GNSS as synchronization reference source</w:t>
      </w:r>
      <w:r>
        <w:tab/>
        <w:t>959</w:t>
      </w:r>
    </w:p>
    <w:p w14:paraId="26D94B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12.2.3</w:t>
      </w:r>
      <w:r>
        <w:rPr>
          <w:rFonts w:ascii="Calibri" w:eastAsia="Malgun Gothic" w:hAnsi="Calibri"/>
          <w:sz w:val="22"/>
          <w:szCs w:val="22"/>
        </w:rPr>
        <w:tab/>
      </w:r>
      <w:r>
        <w:t>NR Cell as synchronization reference source</w:t>
      </w:r>
      <w:r>
        <w:tab/>
        <w:t>959</w:t>
      </w:r>
    </w:p>
    <w:p w14:paraId="7921A33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12.2.4</w:t>
      </w:r>
      <w:r>
        <w:rPr>
          <w:rFonts w:ascii="Calibri" w:eastAsia="Malgun Gothic" w:hAnsi="Calibri"/>
          <w:sz w:val="22"/>
          <w:szCs w:val="22"/>
        </w:rPr>
        <w:tab/>
      </w:r>
      <w:r>
        <w:t>E-URTAN Cell as synchronization reference source</w:t>
      </w:r>
      <w:r>
        <w:tab/>
        <w:t>960</w:t>
      </w:r>
    </w:p>
    <w:p w14:paraId="1A7F5F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12.2.5</w:t>
      </w:r>
      <w:r>
        <w:rPr>
          <w:rFonts w:ascii="Calibri" w:eastAsia="Malgun Gothic" w:hAnsi="Calibri"/>
          <w:sz w:val="22"/>
          <w:szCs w:val="22"/>
        </w:rPr>
        <w:tab/>
      </w:r>
      <w:r>
        <w:t>SyncRef UE as synchronization reference source</w:t>
      </w:r>
      <w:r>
        <w:tab/>
        <w:t>960</w:t>
      </w:r>
    </w:p>
    <w:p w14:paraId="237523C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12.3</w:t>
      </w:r>
      <w:r>
        <w:rPr>
          <w:rFonts w:ascii="Calibri" w:eastAsia="Malgun Gothic" w:hAnsi="Calibri"/>
          <w:sz w:val="22"/>
          <w:szCs w:val="22"/>
        </w:rPr>
        <w:tab/>
      </w:r>
      <w:r>
        <w:t>Initiation/Cease of SLSS Transmissions</w:t>
      </w:r>
      <w:r>
        <w:tab/>
        <w:t>960</w:t>
      </w:r>
    </w:p>
    <w:p w14:paraId="5FEACF8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960</w:t>
      </w:r>
    </w:p>
    <w:p w14:paraId="4E2945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12.3.1.1</w:t>
      </w:r>
      <w:r>
        <w:rPr>
          <w:rFonts w:ascii="Calibri" w:eastAsia="Malgun Gothic" w:hAnsi="Calibri"/>
          <w:sz w:val="22"/>
          <w:szCs w:val="22"/>
        </w:rPr>
        <w:tab/>
      </w:r>
      <w:r>
        <w:t>Initiation/Cease of SLSS transmissions with NR cell as synchronization reference source</w:t>
      </w:r>
      <w:r>
        <w:tab/>
        <w:t>960</w:t>
      </w:r>
    </w:p>
    <w:p w14:paraId="206B04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12.3.1.2</w:t>
      </w:r>
      <w:r>
        <w:rPr>
          <w:rFonts w:ascii="Calibri" w:eastAsia="Malgun Gothic" w:hAnsi="Calibri"/>
          <w:sz w:val="22"/>
          <w:szCs w:val="22"/>
        </w:rPr>
        <w:tab/>
      </w:r>
      <w:r>
        <w:t>Initiation/Cease of SLSS transmissions with EUTRAN cell as synchronization reference source</w:t>
      </w:r>
      <w:r>
        <w:tab/>
        <w:t>961</w:t>
      </w:r>
    </w:p>
    <w:p w14:paraId="449310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12.3.1.3</w:t>
      </w:r>
      <w:r>
        <w:rPr>
          <w:rFonts w:ascii="Calibri" w:eastAsia="Malgun Gothic" w:hAnsi="Calibri"/>
          <w:sz w:val="22"/>
          <w:szCs w:val="22"/>
        </w:rPr>
        <w:tab/>
      </w:r>
      <w:r>
        <w:t>Initiation/Cease of SLSS transmissions with GNSS as synchronization reference source</w:t>
      </w:r>
      <w:r>
        <w:tab/>
        <w:t>962</w:t>
      </w:r>
    </w:p>
    <w:p w14:paraId="58F342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12.3.1.4</w:t>
      </w:r>
      <w:r>
        <w:rPr>
          <w:rFonts w:ascii="Calibri" w:eastAsia="Malgun Gothic" w:hAnsi="Calibri"/>
          <w:sz w:val="22"/>
          <w:szCs w:val="22"/>
        </w:rPr>
        <w:tab/>
      </w:r>
      <w:r>
        <w:t>Initiation/Cease of SLSS transmissions with SyncRef UE as synchronization reference source</w:t>
      </w:r>
      <w:r>
        <w:tab/>
        <w:t>962</w:t>
      </w:r>
    </w:p>
    <w:p w14:paraId="0746E11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</w:t>
      </w:r>
      <w:r w:rsidRPr="00825DA5">
        <w:rPr>
          <w:rFonts w:eastAsia="PMingLiU"/>
          <w:lang w:eastAsia="zh-TW"/>
        </w:rPr>
        <w:t>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>Selection / Reselection of V2X Synchronization Reference Source</w:t>
      </w:r>
      <w:r>
        <w:tab/>
        <w:t>963</w:t>
      </w:r>
    </w:p>
    <w:p w14:paraId="4536761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12.5</w:t>
      </w:r>
      <w:r>
        <w:rPr>
          <w:rFonts w:ascii="Calibri" w:eastAsia="Malgun Gothic" w:hAnsi="Calibri"/>
          <w:sz w:val="22"/>
          <w:szCs w:val="22"/>
        </w:rPr>
        <w:tab/>
      </w:r>
      <w:r>
        <w:t>L1 SL-RSRP measurements</w:t>
      </w:r>
      <w:r>
        <w:tab/>
        <w:t>965</w:t>
      </w:r>
    </w:p>
    <w:p w14:paraId="555C38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965</w:t>
      </w:r>
    </w:p>
    <w:p w14:paraId="4E00B24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12.5.2</w:t>
      </w:r>
      <w:r>
        <w:rPr>
          <w:rFonts w:ascii="Calibri" w:eastAsia="Malgun Gothic" w:hAnsi="Calibri"/>
          <w:sz w:val="22"/>
          <w:szCs w:val="22"/>
        </w:rPr>
        <w:tab/>
      </w:r>
      <w:r>
        <w:t>SL-RSRP measurements</w:t>
      </w:r>
      <w:r>
        <w:tab/>
        <w:t>965</w:t>
      </w:r>
    </w:p>
    <w:p w14:paraId="0BC3B03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</w:t>
      </w:r>
      <w:r>
        <w:rPr>
          <w:lang w:eastAsia="zh-CN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t>Congestion Control measurements</w:t>
      </w:r>
      <w:r>
        <w:tab/>
        <w:t>965</w:t>
      </w:r>
    </w:p>
    <w:p w14:paraId="6D4B51A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1</w:t>
      </w:r>
      <w:r>
        <w:rPr>
          <w:rFonts w:eastAsia="Malgun Gothic"/>
        </w:rPr>
        <w:t>2</w:t>
      </w:r>
      <w:r>
        <w:t>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Interruption</w:t>
      </w:r>
      <w:r>
        <w:tab/>
        <w:t>966</w:t>
      </w:r>
    </w:p>
    <w:p w14:paraId="7D88EF5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</w:t>
      </w:r>
      <w:r>
        <w:rPr>
          <w:rFonts w:eastAsia="Malgun Gothic"/>
        </w:rPr>
        <w:t>2</w:t>
      </w:r>
      <w:r>
        <w:t>.7.1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to WAN due to V2X Sidelink Communication</w:t>
      </w:r>
      <w:r>
        <w:tab/>
        <w:t>966</w:t>
      </w:r>
    </w:p>
    <w:p w14:paraId="09532E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</w:t>
      </w:r>
      <w:r>
        <w:rPr>
          <w:rFonts w:eastAsia="Malgun Gothic"/>
        </w:rPr>
        <w:t>2</w:t>
      </w:r>
      <w:r>
        <w:t>.7.2</w:t>
      </w:r>
      <w:r>
        <w:rPr>
          <w:rFonts w:ascii="Calibri" w:eastAsia="Malgun Gothic" w:hAnsi="Calibri"/>
          <w:sz w:val="22"/>
          <w:szCs w:val="22"/>
        </w:rPr>
        <w:tab/>
      </w:r>
      <w:r>
        <w:t>V2X Sidelink Communication Dropping due to synchronization source change</w:t>
      </w:r>
      <w:r>
        <w:tab/>
        <w:t>966</w:t>
      </w:r>
    </w:p>
    <w:p w14:paraId="5730B5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12.7.3</w:t>
      </w:r>
      <w:r>
        <w:rPr>
          <w:rFonts w:ascii="Calibri" w:eastAsia="Malgun Gothic" w:hAnsi="Calibri"/>
          <w:sz w:val="22"/>
          <w:szCs w:val="22"/>
        </w:rPr>
        <w:tab/>
      </w:r>
      <w:r>
        <w:t>Interruptions to WAN due to switching between E-UTRA V2X Sidelink and NR V2X Sidelink</w:t>
      </w:r>
      <w:r>
        <w:tab/>
        <w:t>968</w:t>
      </w:r>
    </w:p>
    <w:p w14:paraId="02B84EE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12.7.4</w:t>
      </w:r>
      <w:r>
        <w:rPr>
          <w:rFonts w:ascii="Calibri" w:eastAsia="Malgun Gothic" w:hAnsi="Calibri"/>
          <w:sz w:val="22"/>
          <w:szCs w:val="22"/>
        </w:rPr>
        <w:tab/>
      </w:r>
      <w:r>
        <w:t>Interruptions to WAN at transitions between active and non-active during SL-DRX</w:t>
      </w:r>
      <w:r>
        <w:tab/>
        <w:t>968</w:t>
      </w:r>
    </w:p>
    <w:p w14:paraId="73B6CA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12.7.5</w:t>
      </w:r>
      <w:r>
        <w:rPr>
          <w:rFonts w:ascii="Calibri" w:eastAsia="Malgun Gothic" w:hAnsi="Calibri"/>
          <w:sz w:val="22"/>
          <w:szCs w:val="22"/>
        </w:rPr>
        <w:tab/>
      </w:r>
      <w:r>
        <w:t>Interruptions to V2X sidelink at transitions between active and non-active during DRX</w:t>
      </w:r>
      <w:r>
        <w:tab/>
        <w:t>969</w:t>
      </w:r>
    </w:p>
    <w:p w14:paraId="4694DB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12.7.6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Interruptions to V2X sidelink </w:t>
      </w:r>
      <w:r w:rsidRPr="00825DA5">
        <w:rPr>
          <w:lang w:val="en-US" w:eastAsia="zh-CN"/>
        </w:rPr>
        <w:t>due to Active BWP switching Requirement</w:t>
      </w:r>
      <w:r>
        <w:tab/>
        <w:t>969</w:t>
      </w:r>
    </w:p>
    <w:p w14:paraId="57C2B8E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12.7.7</w:t>
      </w:r>
      <w:r>
        <w:rPr>
          <w:rFonts w:ascii="Calibri" w:eastAsia="Malgun Gothic" w:hAnsi="Calibri"/>
          <w:sz w:val="22"/>
          <w:szCs w:val="22"/>
        </w:rPr>
        <w:tab/>
      </w:r>
      <w:r>
        <w:t>Interruptions to WAN due to SyncRef UE detection and/or Sensing during SL DRX off duration</w:t>
      </w:r>
      <w:r>
        <w:tab/>
        <w:t>969</w:t>
      </w:r>
    </w:p>
    <w:p w14:paraId="643D0C3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12.7.8</w:t>
      </w:r>
      <w:r>
        <w:rPr>
          <w:rFonts w:ascii="Calibri" w:eastAsia="Malgun Gothic" w:hAnsi="Calibri"/>
          <w:sz w:val="22"/>
          <w:szCs w:val="22"/>
        </w:rPr>
        <w:tab/>
      </w:r>
      <w:r>
        <w:t>Interruptions at NR sidelink discovery configuration</w:t>
      </w:r>
      <w:r>
        <w:tab/>
        <w:t>969</w:t>
      </w:r>
    </w:p>
    <w:p w14:paraId="1509F1E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Reliability of GNSS signal</w:t>
      </w:r>
      <w:r>
        <w:tab/>
        <w:t>970</w:t>
      </w:r>
    </w:p>
    <w:p w14:paraId="3991B13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12.9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Scheduling availability</w:t>
      </w:r>
      <w:r>
        <w:tab/>
        <w:t>970</w:t>
      </w:r>
    </w:p>
    <w:p w14:paraId="2548485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Scheduling availability </w:t>
      </w:r>
      <w:r>
        <w:t>of UE switching between E-UTRA sidelink and NR sidelink</w:t>
      </w:r>
      <w:r>
        <w:tab/>
        <w:t>970</w:t>
      </w:r>
    </w:p>
    <w:p w14:paraId="610C4F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 xml:space="preserve">Scheduling availability </w:t>
      </w:r>
      <w:r>
        <w:t>of UE switching between Uu uplink  and V2X sidelink</w:t>
      </w:r>
      <w:r>
        <w:tab/>
        <w:t>970</w:t>
      </w:r>
    </w:p>
    <w:p w14:paraId="3043914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12.10</w:t>
      </w:r>
      <w:r>
        <w:rPr>
          <w:rFonts w:ascii="Calibri" w:eastAsia="Malgun Gothic" w:hAnsi="Calibri"/>
          <w:sz w:val="22"/>
          <w:szCs w:val="22"/>
        </w:rPr>
        <w:tab/>
      </w:r>
      <w:r>
        <w:t>Selection / Reselection of relay UE</w:t>
      </w:r>
      <w:r>
        <w:tab/>
        <w:t>971</w:t>
      </w:r>
    </w:p>
    <w:p w14:paraId="2B2A36A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12.10.1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971</w:t>
      </w:r>
    </w:p>
    <w:p w14:paraId="0D7F6BE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12.10.2</w:t>
      </w:r>
      <w:r>
        <w:rPr>
          <w:rFonts w:ascii="Calibri" w:eastAsia="Malgun Gothic" w:hAnsi="Calibri"/>
          <w:sz w:val="22"/>
          <w:szCs w:val="22"/>
        </w:rPr>
        <w:tab/>
      </w:r>
      <w:r>
        <w:t>Selection / Reselection of relay UE</w:t>
      </w:r>
      <w:r>
        <w:tab/>
        <w:t>971</w:t>
      </w:r>
    </w:p>
    <w:p w14:paraId="6C5C32F8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 w:rsidRPr="00825DA5">
        <w:rPr>
          <w:lang w:val="en-US"/>
        </w:rPr>
        <w:t>1</w:t>
      </w:r>
      <w:r w:rsidRPr="00825DA5">
        <w:rPr>
          <w:lang w:val="en-US" w:eastAsia="zh-CN"/>
        </w:rPr>
        <w:t>3</w:t>
      </w:r>
      <w:r>
        <w:rPr>
          <w:rFonts w:ascii="Calibri" w:eastAsia="Malgun Gothic" w:hAnsi="Calibri"/>
          <w:szCs w:val="22"/>
        </w:rPr>
        <w:tab/>
      </w:r>
      <w:r w:rsidRPr="00825DA5">
        <w:rPr>
          <w:lang w:val="en-US" w:eastAsia="zh-CN"/>
        </w:rPr>
        <w:t>Measurement Performance Requirements for NR gNB</w:t>
      </w:r>
      <w:r>
        <w:tab/>
        <w:t>972</w:t>
      </w:r>
    </w:p>
    <w:p w14:paraId="281C461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13.1</w:t>
      </w:r>
      <w:r>
        <w:rPr>
          <w:rFonts w:ascii="Calibri" w:eastAsia="Malgun Gothic" w:hAnsi="Calibri"/>
          <w:sz w:val="22"/>
          <w:szCs w:val="22"/>
        </w:rPr>
        <w:tab/>
      </w:r>
      <w:r>
        <w:t>UL-RTOA</w:t>
      </w:r>
      <w:r>
        <w:tab/>
        <w:t>972</w:t>
      </w:r>
    </w:p>
    <w:p w14:paraId="5FB891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972</w:t>
      </w:r>
    </w:p>
    <w:p w14:paraId="46C3213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13.2</w:t>
      </w:r>
      <w:r>
        <w:rPr>
          <w:rFonts w:ascii="Calibri" w:eastAsia="Malgun Gothic" w:hAnsi="Calibri"/>
          <w:sz w:val="22"/>
          <w:szCs w:val="22"/>
        </w:rPr>
        <w:tab/>
      </w:r>
      <w:r>
        <w:t>gNB Rx-Tx time difference</w:t>
      </w:r>
      <w:r>
        <w:tab/>
        <w:t>974</w:t>
      </w:r>
    </w:p>
    <w:p w14:paraId="46DD247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974</w:t>
      </w:r>
    </w:p>
    <w:p w14:paraId="2CCC2CD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13.2.2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976</w:t>
      </w:r>
    </w:p>
    <w:p w14:paraId="2FE0FE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/>
        </w:rPr>
        <w:lastRenderedPageBreak/>
        <w:t>13.2.2.1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/>
        </w:rPr>
        <w:t>Introduction</w:t>
      </w:r>
      <w:r>
        <w:tab/>
        <w:t>976</w:t>
      </w:r>
    </w:p>
    <w:p w14:paraId="6590A93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</w:t>
      </w:r>
      <w:r w:rsidRPr="00825DA5">
        <w:rPr>
          <w:lang w:val="en-US" w:eastAsia="zh-CN"/>
        </w:rPr>
        <w:t>3</w:t>
      </w:r>
      <w:r w:rsidRPr="00825DA5">
        <w:rPr>
          <w:lang w:val="en-US"/>
        </w:rPr>
        <w:t>.</w:t>
      </w:r>
      <w:r w:rsidRPr="00825DA5">
        <w:rPr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UL SRS RSRP measurement</w:t>
      </w:r>
      <w:r>
        <w:tab/>
        <w:t>977</w:t>
      </w:r>
    </w:p>
    <w:p w14:paraId="79B8F46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</w:t>
      </w:r>
      <w:r w:rsidRPr="00825DA5">
        <w:rPr>
          <w:lang w:val="en-US" w:eastAsia="zh-CN"/>
        </w:rPr>
        <w:t>3</w:t>
      </w:r>
      <w:r w:rsidRPr="00825DA5">
        <w:rPr>
          <w:lang w:val="en-US"/>
        </w:rPr>
        <w:t>.</w:t>
      </w:r>
      <w:r w:rsidRPr="00825DA5">
        <w:rPr>
          <w:lang w:val="en-US" w:eastAsia="zh-CN"/>
        </w:rPr>
        <w:t>3</w:t>
      </w:r>
      <w:r w:rsidRPr="00825DA5">
        <w:rPr>
          <w:lang w:val="en-US"/>
        </w:rPr>
        <w:t>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Report mapping</w:t>
      </w:r>
      <w:r>
        <w:tab/>
        <w:t>977</w:t>
      </w:r>
    </w:p>
    <w:p w14:paraId="478507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13.3.2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978</w:t>
      </w:r>
    </w:p>
    <w:p w14:paraId="557FC1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978</w:t>
      </w:r>
    </w:p>
    <w:p w14:paraId="212B7F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Requirements</w:t>
      </w:r>
      <w:r>
        <w:tab/>
        <w:t>978</w:t>
      </w:r>
    </w:p>
    <w:p w14:paraId="1CB638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AoA/ZoA</w:t>
      </w:r>
      <w:r>
        <w:tab/>
        <w:t>979</w:t>
      </w:r>
    </w:p>
    <w:p w14:paraId="15AF7A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979</w:t>
      </w:r>
    </w:p>
    <w:p w14:paraId="07FB7E0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13.5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(T</w:t>
      </w:r>
      <w:r w:rsidRPr="00825DA5">
        <w:rPr>
          <w:vertAlign w:val="subscript"/>
        </w:rPr>
        <w:t>ADV</w:t>
      </w:r>
      <w:r>
        <w:t>)</w:t>
      </w:r>
      <w:r>
        <w:tab/>
        <w:t>980</w:t>
      </w:r>
    </w:p>
    <w:p w14:paraId="561DCF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980</w:t>
      </w:r>
    </w:p>
    <w:p w14:paraId="50B69A2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/>
        </w:rPr>
        <w:t>13.6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UL SRS RSRPP measurement</w:t>
      </w:r>
      <w:r>
        <w:tab/>
        <w:t>981</w:t>
      </w:r>
    </w:p>
    <w:p w14:paraId="084417D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val="en-US"/>
        </w:rPr>
        <w:t>13.6.</w:t>
      </w:r>
      <w:r>
        <w:rPr>
          <w:rFonts w:eastAsia="Malgun Gothic"/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val="en-US" w:eastAsia="zh-CN"/>
        </w:rPr>
        <w:t>Report mapping</w:t>
      </w:r>
      <w:r>
        <w:tab/>
        <w:t>981</w:t>
      </w:r>
    </w:p>
    <w:p w14:paraId="3752845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13.7</w:t>
      </w:r>
      <w:r>
        <w:rPr>
          <w:rFonts w:ascii="Calibri" w:eastAsia="Malgun Gothic" w:hAnsi="Calibri"/>
          <w:sz w:val="22"/>
          <w:szCs w:val="22"/>
        </w:rPr>
        <w:tab/>
      </w:r>
      <w:r>
        <w:t>gNB Rx-Tx time difference measurements for RTT-based PDC</w:t>
      </w:r>
      <w:r>
        <w:tab/>
        <w:t>983</w:t>
      </w:r>
    </w:p>
    <w:p w14:paraId="73ACE30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Report mapping</w:t>
      </w:r>
      <w:r>
        <w:tab/>
        <w:t>983</w:t>
      </w:r>
    </w:p>
    <w:p w14:paraId="4A8DD4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13.7.2</w:t>
      </w:r>
      <w:r>
        <w:rPr>
          <w:rFonts w:ascii="Calibri" w:eastAsia="Malgun Gothic" w:hAnsi="Calibri"/>
          <w:sz w:val="22"/>
          <w:szCs w:val="22"/>
        </w:rPr>
        <w:tab/>
      </w:r>
      <w:r>
        <w:t>Measurement Accuracy Requirements</w:t>
      </w:r>
      <w:r>
        <w:tab/>
        <w:t>983</w:t>
      </w:r>
    </w:p>
    <w:p w14:paraId="3E14F7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983</w:t>
      </w:r>
    </w:p>
    <w:p w14:paraId="455524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13.7.2.2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Requirements</w:t>
      </w:r>
      <w:r>
        <w:tab/>
        <w:t>983</w:t>
      </w:r>
    </w:p>
    <w:p w14:paraId="6E70B557" w14:textId="77777777" w:rsidR="009E39BA" w:rsidRDefault="009E39BA">
      <w:pPr>
        <w:pStyle w:val="TOC8"/>
        <w:rPr>
          <w:rFonts w:ascii="Calibri" w:eastAsia="Malgun Gothic" w:hAnsi="Calibri"/>
          <w:b w:val="0"/>
          <w:szCs w:val="22"/>
        </w:rPr>
      </w:pPr>
      <w:r>
        <w:t>Annex A</w:t>
      </w:r>
      <w:r>
        <w:rPr>
          <w:rFonts w:eastAsia="Malgun Gothic"/>
        </w:rPr>
        <w:t xml:space="preserve"> </w:t>
      </w:r>
      <w:r>
        <w:t>(normative): Test Cases</w:t>
      </w:r>
      <w:r>
        <w:tab/>
        <w:t>967</w:t>
      </w:r>
    </w:p>
    <w:p w14:paraId="74E9BCA5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</w:t>
      </w:r>
      <w:r>
        <w:rPr>
          <w:rFonts w:ascii="Calibri" w:eastAsia="Malgun Gothic" w:hAnsi="Calibri"/>
          <w:szCs w:val="22"/>
        </w:rPr>
        <w:tab/>
      </w:r>
      <w:r>
        <w:t>Purpose of annex</w:t>
      </w:r>
      <w:r>
        <w:tab/>
        <w:t>967</w:t>
      </w:r>
    </w:p>
    <w:p w14:paraId="45F6F177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A.2</w:t>
      </w:r>
      <w:r>
        <w:rPr>
          <w:rFonts w:ascii="Calibri" w:eastAsia="Malgun Gothic" w:hAnsi="Calibri"/>
          <w:szCs w:val="22"/>
        </w:rPr>
        <w:tab/>
      </w:r>
      <w:r>
        <w:t>Requirement classification for statistical testing</w:t>
      </w:r>
      <w:r>
        <w:tab/>
        <w:t>967</w:t>
      </w:r>
    </w:p>
    <w:p w14:paraId="2D9A2EE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A.2.1</w:t>
      </w:r>
      <w:r>
        <w:rPr>
          <w:rFonts w:ascii="Calibri" w:eastAsia="Malgun Gothic" w:hAnsi="Calibri"/>
          <w:sz w:val="22"/>
          <w:szCs w:val="22"/>
        </w:rPr>
        <w:tab/>
      </w:r>
      <w:r>
        <w:t>Types of requirements in TS 38.133</w:t>
      </w:r>
      <w:r>
        <w:tab/>
        <w:t>967</w:t>
      </w:r>
    </w:p>
    <w:p w14:paraId="0F0566F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Time and delay requirements on UE higher layer actions</w:t>
      </w:r>
      <w:r>
        <w:tab/>
        <w:t>967</w:t>
      </w:r>
    </w:p>
    <w:p w14:paraId="5D4C34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Measurements of power levels, relative powers and time</w:t>
      </w:r>
      <w:r>
        <w:tab/>
        <w:t>967</w:t>
      </w:r>
    </w:p>
    <w:p w14:paraId="4F7D544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Implementation requirements</w:t>
      </w:r>
      <w:r>
        <w:tab/>
        <w:t>968</w:t>
      </w:r>
    </w:p>
    <w:p w14:paraId="1616867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Physical layer timing requirements</w:t>
      </w:r>
      <w:r>
        <w:tab/>
        <w:t>968</w:t>
      </w:r>
    </w:p>
    <w:p w14:paraId="7930CA2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A.2.1.5</w:t>
      </w:r>
      <w:r>
        <w:rPr>
          <w:rFonts w:ascii="Calibri" w:eastAsia="Malgun Gothic" w:hAnsi="Calibri"/>
          <w:sz w:val="22"/>
          <w:szCs w:val="22"/>
        </w:rPr>
        <w:tab/>
      </w:r>
      <w:r>
        <w:t>Requirements under CCA</w:t>
      </w:r>
      <w:r>
        <w:tab/>
        <w:t>968</w:t>
      </w:r>
    </w:p>
    <w:p w14:paraId="5FC76AD1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A.3</w:t>
      </w:r>
      <w:r>
        <w:rPr>
          <w:rFonts w:ascii="Calibri" w:eastAsia="Malgun Gothic" w:hAnsi="Calibri"/>
          <w:szCs w:val="22"/>
        </w:rPr>
        <w:tab/>
      </w:r>
      <w:r>
        <w:t>RRM test configurations</w:t>
      </w:r>
      <w:r>
        <w:tab/>
        <w:t>969</w:t>
      </w:r>
    </w:p>
    <w:p w14:paraId="0059C67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</w:t>
      </w:r>
      <w:r>
        <w:rPr>
          <w:rFonts w:ascii="Calibri" w:eastAsia="Malgun Gothic" w:hAnsi="Calibri"/>
          <w:sz w:val="22"/>
          <w:szCs w:val="22"/>
        </w:rPr>
        <w:tab/>
      </w:r>
      <w:r>
        <w:t>Reference measurement channels</w:t>
      </w:r>
      <w:r>
        <w:tab/>
        <w:t>969</w:t>
      </w:r>
    </w:p>
    <w:p w14:paraId="0F209F3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PDSCH</w:t>
      </w:r>
      <w:r>
        <w:tab/>
        <w:t>969</w:t>
      </w:r>
    </w:p>
    <w:p w14:paraId="71882F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FDD</w:t>
      </w:r>
      <w:r>
        <w:tab/>
        <w:t>969</w:t>
      </w:r>
    </w:p>
    <w:p w14:paraId="109A31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970</w:t>
      </w:r>
    </w:p>
    <w:p w14:paraId="0671D6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CORESET</w:t>
      </w:r>
      <w:r w:rsidRPr="00825DA5">
        <w:rPr>
          <w:snapToGrid w:val="0"/>
          <w:lang w:eastAsia="zh-CN"/>
        </w:rPr>
        <w:t xml:space="preserve"> for RMSI scheduling</w:t>
      </w:r>
      <w:r>
        <w:tab/>
        <w:t>973</w:t>
      </w:r>
    </w:p>
    <w:p w14:paraId="58496AF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FDD</w:t>
      </w:r>
      <w:r>
        <w:tab/>
        <w:t>973</w:t>
      </w:r>
    </w:p>
    <w:p w14:paraId="13990A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974</w:t>
      </w:r>
    </w:p>
    <w:p w14:paraId="7138885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CORESET for RMC scheduling</w:t>
      </w:r>
      <w:r>
        <w:tab/>
        <w:t>977</w:t>
      </w:r>
    </w:p>
    <w:p w14:paraId="20D450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FDD</w:t>
      </w:r>
      <w:r>
        <w:tab/>
        <w:t>977</w:t>
      </w:r>
    </w:p>
    <w:p w14:paraId="0C20E39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978</w:t>
      </w:r>
    </w:p>
    <w:p w14:paraId="64C7EE5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A.3.1.4</w:t>
      </w:r>
      <w:r>
        <w:rPr>
          <w:rFonts w:ascii="Calibri" w:eastAsia="Malgun Gothic" w:hAnsi="Calibri"/>
          <w:sz w:val="22"/>
          <w:szCs w:val="22"/>
        </w:rPr>
        <w:tab/>
      </w:r>
      <w:r>
        <w:t>TDD UL/DL configuration</w:t>
      </w:r>
      <w:r>
        <w:tab/>
        <w:t>981</w:t>
      </w:r>
    </w:p>
    <w:p w14:paraId="650EB12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A.3.1A</w:t>
      </w:r>
      <w:r>
        <w:rPr>
          <w:rFonts w:ascii="Calibri" w:eastAsia="Malgun Gothic" w:hAnsi="Calibri"/>
          <w:sz w:val="22"/>
          <w:szCs w:val="22"/>
        </w:rPr>
        <w:tab/>
      </w:r>
      <w:r>
        <w:t>Reference measurement channels under CCA</w:t>
      </w:r>
      <w:r>
        <w:tab/>
        <w:t>983</w:t>
      </w:r>
    </w:p>
    <w:p w14:paraId="7FAF1E8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PDSCH</w:t>
      </w:r>
      <w:r>
        <w:tab/>
        <w:t>983</w:t>
      </w:r>
    </w:p>
    <w:p w14:paraId="7C33EA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sv-SE"/>
        </w:rPr>
        <w:t>A.3.1A.1.1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val="sv-SE"/>
        </w:rPr>
        <w:t>TDD</w:t>
      </w:r>
      <w:r>
        <w:tab/>
        <w:t>983</w:t>
      </w:r>
    </w:p>
    <w:p w14:paraId="6EC9637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CORESET</w:t>
      </w:r>
      <w:r w:rsidRPr="00825DA5">
        <w:rPr>
          <w:snapToGrid w:val="0"/>
          <w:lang w:eastAsia="zh-CN"/>
        </w:rPr>
        <w:t xml:space="preserve"> for RMSI scheduling</w:t>
      </w:r>
      <w:r>
        <w:tab/>
        <w:t>984</w:t>
      </w:r>
    </w:p>
    <w:p w14:paraId="3EFA8B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984</w:t>
      </w:r>
    </w:p>
    <w:p w14:paraId="2CD7C58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CORESET for RMC scheduling</w:t>
      </w:r>
      <w:r>
        <w:tab/>
        <w:t>985</w:t>
      </w:r>
    </w:p>
    <w:p w14:paraId="6CC123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A.3.1A.3.1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985</w:t>
      </w:r>
    </w:p>
    <w:p w14:paraId="487921E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A.3.1A.4</w:t>
      </w:r>
      <w:r>
        <w:rPr>
          <w:rFonts w:ascii="Calibri" w:eastAsia="Malgun Gothic" w:hAnsi="Calibri"/>
          <w:sz w:val="22"/>
          <w:szCs w:val="22"/>
        </w:rPr>
        <w:tab/>
      </w:r>
      <w:r>
        <w:t>TDD UL/DL configuration</w:t>
      </w:r>
      <w:r>
        <w:tab/>
        <w:t>986</w:t>
      </w:r>
    </w:p>
    <w:p w14:paraId="6A1781B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A.3.1A.5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RMC burst transmission model</w:t>
      </w:r>
      <w:r>
        <w:tab/>
        <w:t>986</w:t>
      </w:r>
    </w:p>
    <w:p w14:paraId="22D977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A.3.2.1</w:t>
      </w:r>
      <w:r>
        <w:rPr>
          <w:rFonts w:ascii="Calibri" w:eastAsia="Malgun Gothic" w:hAnsi="Calibri"/>
          <w:sz w:val="22"/>
          <w:szCs w:val="22"/>
        </w:rPr>
        <w:tab/>
      </w:r>
      <w:r>
        <w:t>Generic OFDMA Channel Noise Generator (OCNG)</w:t>
      </w:r>
      <w:r>
        <w:tab/>
        <w:t>986</w:t>
      </w:r>
    </w:p>
    <w:p w14:paraId="0BD866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OCNG pattern 1: Generic OCNG pattern for all unused REs</w:t>
      </w:r>
      <w:r>
        <w:tab/>
        <w:t>987</w:t>
      </w:r>
    </w:p>
    <w:p w14:paraId="07E7CB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OCNG pattern 2: Generic OCNG pattern for all unused REs for 2AoA setup</w:t>
      </w:r>
      <w:r>
        <w:tab/>
        <w:t>987</w:t>
      </w:r>
    </w:p>
    <w:p w14:paraId="626FE5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OCNG pattern 3: Generic OCNG pattern for unused REs in the same bandwidth as CORESET</w:t>
      </w:r>
      <w:r>
        <w:tab/>
        <w:t>988</w:t>
      </w:r>
    </w:p>
    <w:p w14:paraId="79CEC6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OCNG pattern 4: Generic OCNG pattern for all unused REs outside SSB slot(s)</w:t>
      </w:r>
      <w:r>
        <w:tab/>
        <w:t>988</w:t>
      </w:r>
    </w:p>
    <w:p w14:paraId="0CAAB9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989</w:t>
      </w:r>
    </w:p>
    <w:p w14:paraId="0CA2995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</w:t>
      </w:r>
      <w:r>
        <w:rPr>
          <w:rFonts w:ascii="Calibri" w:eastAsia="Malgun Gothic" w:hAnsi="Calibri"/>
          <w:sz w:val="22"/>
          <w:szCs w:val="22"/>
        </w:rPr>
        <w:tab/>
      </w:r>
      <w:r>
        <w:t>Reference DRX configurations</w:t>
      </w:r>
      <w:r>
        <w:tab/>
        <w:t>989</w:t>
      </w:r>
    </w:p>
    <w:p w14:paraId="54E150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1: DRX cycle = 40 ms and TAT = 500 ms</w:t>
      </w:r>
      <w:r>
        <w:tab/>
        <w:t>989</w:t>
      </w:r>
    </w:p>
    <w:p w14:paraId="62DA64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2: DRX cycle = 640 ms and TAT = 500 ms</w:t>
      </w:r>
      <w:r>
        <w:tab/>
        <w:t>990</w:t>
      </w:r>
    </w:p>
    <w:p w14:paraId="6F3BD0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3: DRX cycle = 40 ms and TAT = Infinity</w:t>
      </w:r>
      <w:r>
        <w:tab/>
        <w:t>990</w:t>
      </w:r>
    </w:p>
    <w:p w14:paraId="64C0A9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4: DRX cycle = 160 ms and TAT = Infinity</w:t>
      </w:r>
      <w:r>
        <w:tab/>
        <w:t>990</w:t>
      </w:r>
    </w:p>
    <w:p w14:paraId="4E3D1A2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5: DRX cycle = 320 ms and TAT = Infinity</w:t>
      </w:r>
      <w:r>
        <w:tab/>
        <w:t>991</w:t>
      </w:r>
    </w:p>
    <w:p w14:paraId="1921C1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lastRenderedPageBreak/>
        <w:t>A.3.3.6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6: DRX cycle = 320 ms and TAT = 500 ms</w:t>
      </w:r>
      <w:r>
        <w:tab/>
        <w:t>991</w:t>
      </w:r>
    </w:p>
    <w:p w14:paraId="3F00C2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7: DRX cycle = 640 ms and TAT = Infinity</w:t>
      </w:r>
      <w:r>
        <w:tab/>
        <w:t>991</w:t>
      </w:r>
    </w:p>
    <w:p w14:paraId="1B4384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8: DRX cycle = 320 ms and TAT = Infinity</w:t>
      </w:r>
      <w:r>
        <w:tab/>
        <w:t>992</w:t>
      </w:r>
    </w:p>
    <w:p w14:paraId="085019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9: DRX cycle = 40 ms and TAT = 500 ms</w:t>
      </w:r>
      <w:r>
        <w:tab/>
        <w:t>992</w:t>
      </w:r>
    </w:p>
    <w:p w14:paraId="03E55D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fr-FR"/>
        </w:rPr>
        <w:t>A.3.3.10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r-FR"/>
        </w:rPr>
        <w:t>DRX Configuration 10: DRX cycle = 640 ms and TAT = 500 ms</w:t>
      </w:r>
      <w:r>
        <w:tab/>
        <w:t>992</w:t>
      </w:r>
    </w:p>
    <w:p w14:paraId="114E577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A.3.3.11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DRX Configuration 11: DRX cycle = 20 ms and TAT =</w:t>
      </w:r>
      <w:r w:rsidRPr="00825DA5">
        <w:rPr>
          <w:rFonts w:cs="Arial"/>
          <w:lang w:val="en-US"/>
        </w:rPr>
        <w:t xml:space="preserve"> </w:t>
      </w:r>
      <w:r w:rsidRPr="00825DA5">
        <w:rPr>
          <w:rFonts w:cs="Arial"/>
        </w:rPr>
        <w:t>Infinity</w:t>
      </w:r>
      <w:r>
        <w:tab/>
        <w:t>993</w:t>
      </w:r>
    </w:p>
    <w:p w14:paraId="057EB0A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A.3.3.12</w:t>
      </w:r>
      <w:r>
        <w:rPr>
          <w:rFonts w:ascii="Calibri" w:eastAsia="Malgun Gothic" w:hAnsi="Calibri"/>
          <w:sz w:val="22"/>
          <w:szCs w:val="22"/>
        </w:rPr>
        <w:tab/>
      </w:r>
      <w:r>
        <w:t>DRX Configuration 12: DRX cycle = 640 ms and TAT = Infinity</w:t>
      </w:r>
      <w:r>
        <w:tab/>
        <w:t>993</w:t>
      </w:r>
    </w:p>
    <w:p w14:paraId="684B952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A.3.3.13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DRX Configuration X1: DRX cycle = 80 ms and TAT = Infinity</w:t>
      </w:r>
      <w:r>
        <w:tab/>
        <w:t>993</w:t>
      </w:r>
    </w:p>
    <w:p w14:paraId="36A6435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A.3.4</w:t>
      </w:r>
      <w:r>
        <w:rPr>
          <w:rFonts w:ascii="Calibri" w:eastAsia="Malgun Gothic" w:hAnsi="Calibri"/>
          <w:sz w:val="22"/>
          <w:szCs w:val="22"/>
        </w:rPr>
        <w:tab/>
      </w:r>
      <w:r>
        <w:t>Test Cases with Different Channel Bandwidths</w:t>
      </w:r>
      <w:r>
        <w:tab/>
        <w:t>994</w:t>
      </w:r>
    </w:p>
    <w:p w14:paraId="2371A3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A.3.4.1</w:t>
      </w:r>
      <w:r>
        <w:rPr>
          <w:rFonts w:ascii="Calibri" w:eastAsia="Malgun Gothic" w:hAnsi="Calibri"/>
          <w:sz w:val="22"/>
          <w:szCs w:val="22"/>
        </w:rPr>
        <w:tab/>
      </w:r>
      <w:r>
        <w:t>Test Cases with Different E-UTRA Channel Bandwidths</w:t>
      </w:r>
      <w:r>
        <w:tab/>
        <w:t>994</w:t>
      </w:r>
    </w:p>
    <w:p w14:paraId="599BBD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A.3.4.1.1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994</w:t>
      </w:r>
    </w:p>
    <w:p w14:paraId="46C38A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A.3.4.1.2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994</w:t>
      </w:r>
    </w:p>
    <w:p w14:paraId="56A8777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A.3.5</w:t>
      </w:r>
      <w:r>
        <w:rPr>
          <w:rFonts w:ascii="Calibri" w:eastAsia="Malgun Gothic" w:hAnsi="Calibri"/>
          <w:sz w:val="22"/>
          <w:szCs w:val="22"/>
        </w:rPr>
        <w:tab/>
      </w:r>
      <w:r>
        <w:t>Test Cases for Synchronous and Asynchronous DC Operations</w:t>
      </w:r>
      <w:r>
        <w:tab/>
        <w:t>994</w:t>
      </w:r>
    </w:p>
    <w:p w14:paraId="17FB8A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A.3.5.1</w:t>
      </w:r>
      <w:r>
        <w:rPr>
          <w:rFonts w:ascii="Calibri" w:eastAsia="Malgun Gothic" w:hAnsi="Calibri"/>
          <w:sz w:val="22"/>
          <w:szCs w:val="22"/>
        </w:rPr>
        <w:tab/>
      </w:r>
      <w:r>
        <w:t>EN-DC Test Cases for Synchronous and Asynchronous EN-DC Operations</w:t>
      </w:r>
      <w:r>
        <w:tab/>
        <w:t>994</w:t>
      </w:r>
    </w:p>
    <w:p w14:paraId="28016A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A.3.5.1.1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994</w:t>
      </w:r>
    </w:p>
    <w:p w14:paraId="5971A6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A.3.5.1.2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994</w:t>
      </w:r>
    </w:p>
    <w:p w14:paraId="7805BBA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A.3.6</w:t>
      </w:r>
      <w:r>
        <w:rPr>
          <w:rFonts w:ascii="Calibri" w:eastAsia="Malgun Gothic" w:hAnsi="Calibri"/>
          <w:sz w:val="22"/>
          <w:szCs w:val="22"/>
        </w:rPr>
        <w:tab/>
      </w:r>
      <w:r>
        <w:t>Antenna configurations</w:t>
      </w:r>
      <w:r>
        <w:tab/>
        <w:t>994</w:t>
      </w:r>
    </w:p>
    <w:p w14:paraId="0EFBD9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Antenna configurations for FR1</w:t>
      </w:r>
      <w:r>
        <w:tab/>
        <w:t>994</w:t>
      </w:r>
    </w:p>
    <w:p w14:paraId="6ECBE8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Antenna connection</w:t>
      </w:r>
      <w:r w:rsidRPr="00825DA5">
        <w:rPr>
          <w:snapToGrid w:val="0"/>
          <w:lang w:eastAsia="zh-CN"/>
        </w:rPr>
        <w:t xml:space="preserve"> for 4 Rx capable UEs</w:t>
      </w:r>
      <w:r>
        <w:tab/>
        <w:t>994</w:t>
      </w:r>
    </w:p>
    <w:p w14:paraId="1FB41F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A.3.6.1.1.1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994</w:t>
      </w:r>
    </w:p>
    <w:p w14:paraId="5C19C8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A.3.6.1.1.2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995</w:t>
      </w:r>
    </w:p>
    <w:p w14:paraId="6436DF8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Antenna configurations for FR2</w:t>
      </w:r>
      <w:r>
        <w:tab/>
        <w:t>998</w:t>
      </w:r>
    </w:p>
    <w:p w14:paraId="2829912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A.3.6A</w:t>
      </w:r>
      <w:r>
        <w:rPr>
          <w:rFonts w:ascii="Calibri" w:eastAsia="Malgun Gothic" w:hAnsi="Calibri"/>
          <w:sz w:val="22"/>
          <w:szCs w:val="22"/>
        </w:rPr>
        <w:tab/>
      </w:r>
      <w:r>
        <w:t>Antenna configurations with unlicensed bands</w:t>
      </w:r>
      <w:r>
        <w:tab/>
        <w:t>998</w:t>
      </w:r>
    </w:p>
    <w:p w14:paraId="5DB2B3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A.3.6A.1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Antenna configurations for FR1</w:t>
      </w:r>
      <w:r>
        <w:tab/>
        <w:t>998</w:t>
      </w:r>
    </w:p>
    <w:p w14:paraId="2B956F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A.3.6A.1.1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Antenna connection</w:t>
      </w:r>
      <w:r w:rsidRPr="00825DA5">
        <w:rPr>
          <w:snapToGrid w:val="0"/>
          <w:lang w:eastAsia="zh-CN"/>
        </w:rPr>
        <w:t xml:space="preserve"> for 4 Rx capable UEs</w:t>
      </w:r>
      <w:r>
        <w:tab/>
        <w:t>998</w:t>
      </w:r>
    </w:p>
    <w:p w14:paraId="1EF2F6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A.3.6A.1.1.1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998</w:t>
      </w:r>
    </w:p>
    <w:p w14:paraId="69E51A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A.3.6A.1.1.2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998</w:t>
      </w:r>
    </w:p>
    <w:p w14:paraId="15401F7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A.3.7</w:t>
      </w:r>
      <w:r>
        <w:rPr>
          <w:rFonts w:ascii="Calibri" w:eastAsia="Malgun Gothic" w:hAnsi="Calibri"/>
          <w:sz w:val="22"/>
          <w:szCs w:val="22"/>
        </w:rPr>
        <w:tab/>
      </w:r>
      <w:r>
        <w:t>EN-DC test setup</w:t>
      </w:r>
      <w:r>
        <w:tab/>
        <w:t>1000</w:t>
      </w:r>
    </w:p>
    <w:p w14:paraId="580367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Introduction</w:t>
      </w:r>
      <w:r>
        <w:tab/>
        <w:t>1000</w:t>
      </w:r>
    </w:p>
    <w:p w14:paraId="15AA5D3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</w:t>
      </w:r>
      <w:r>
        <w:tab/>
        <w:t>1000</w:t>
      </w:r>
    </w:p>
    <w:p w14:paraId="43C681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 for Tests with NR Cell(s) in FR1</w:t>
      </w:r>
      <w:r>
        <w:tab/>
        <w:t>1000</w:t>
      </w:r>
    </w:p>
    <w:p w14:paraId="31520F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 for Tests with NR Cell(s) in FR2</w:t>
      </w:r>
      <w:r>
        <w:tab/>
        <w:t>1001</w:t>
      </w:r>
    </w:p>
    <w:p w14:paraId="341F7B7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A.3.7A</w:t>
      </w:r>
      <w:r>
        <w:rPr>
          <w:rFonts w:ascii="Calibri" w:eastAsia="Malgun Gothic" w:hAnsi="Calibri"/>
          <w:sz w:val="22"/>
          <w:szCs w:val="22"/>
        </w:rPr>
        <w:tab/>
      </w:r>
      <w:r>
        <w:t>NR FR1-FR2 test setup</w:t>
      </w:r>
      <w:r>
        <w:tab/>
        <w:t>1002</w:t>
      </w:r>
    </w:p>
    <w:p w14:paraId="36D14C9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A.3.7B</w:t>
      </w:r>
      <w:r>
        <w:rPr>
          <w:rFonts w:ascii="Calibri" w:eastAsia="Malgun Gothic" w:hAnsi="Calibri"/>
          <w:sz w:val="22"/>
          <w:szCs w:val="22"/>
        </w:rPr>
        <w:tab/>
      </w:r>
      <w:r>
        <w:t>EN-DC test setup with unlicensed bands</w:t>
      </w:r>
      <w:r>
        <w:tab/>
        <w:t>1003</w:t>
      </w:r>
    </w:p>
    <w:p w14:paraId="16732E9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A.3.7B.1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Introduction</w:t>
      </w:r>
      <w:r>
        <w:tab/>
        <w:t>1003</w:t>
      </w:r>
    </w:p>
    <w:p w14:paraId="5BCE4CF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A.3.7B.2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</w:t>
      </w:r>
      <w:r>
        <w:tab/>
        <w:t>1003</w:t>
      </w:r>
    </w:p>
    <w:p w14:paraId="146C57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A.3.7B.2.1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 for Tests with NR Cell(s) under CCA in FR1</w:t>
      </w:r>
      <w:r>
        <w:tab/>
        <w:t>1003</w:t>
      </w:r>
    </w:p>
    <w:p w14:paraId="1B6028E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A.3.7C</w:t>
      </w:r>
      <w:r>
        <w:rPr>
          <w:rFonts w:ascii="Calibri" w:eastAsia="Malgun Gothic" w:hAnsi="Calibri"/>
          <w:sz w:val="22"/>
          <w:szCs w:val="22"/>
        </w:rPr>
        <w:tab/>
      </w:r>
      <w:r>
        <w:t>LTE-FR1/FR2 test setup</w:t>
      </w:r>
      <w:r>
        <w:tab/>
        <w:t>1004</w:t>
      </w:r>
    </w:p>
    <w:p w14:paraId="530E26D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</w:t>
      </w:r>
      <w:r>
        <w:rPr>
          <w:lang w:eastAsia="zh-CN"/>
        </w:rPr>
        <w:t>.7D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NE-DC</w:t>
      </w:r>
      <w:r>
        <w:t xml:space="preserve"> test setup</w:t>
      </w:r>
      <w:r>
        <w:tab/>
        <w:t>1004</w:t>
      </w:r>
    </w:p>
    <w:p w14:paraId="60F603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</w:t>
      </w:r>
      <w:r w:rsidRPr="00825DA5">
        <w:rPr>
          <w:snapToGrid w:val="0"/>
          <w:lang w:eastAsia="zh-CN"/>
        </w:rPr>
        <w:t>.7D.1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Introduction</w:t>
      </w:r>
      <w:r>
        <w:tab/>
        <w:t>1004</w:t>
      </w:r>
    </w:p>
    <w:p w14:paraId="58F681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</w:t>
      </w:r>
      <w:r w:rsidRPr="00825DA5">
        <w:rPr>
          <w:snapToGrid w:val="0"/>
          <w:lang w:eastAsia="zh-CN"/>
        </w:rPr>
        <w:t>.7D.2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</w:t>
      </w:r>
      <w:r>
        <w:tab/>
        <w:t>1004</w:t>
      </w:r>
    </w:p>
    <w:p w14:paraId="03C454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</w:t>
      </w:r>
      <w:r w:rsidRPr="00825DA5">
        <w:rPr>
          <w:snapToGrid w:val="0"/>
          <w:lang w:eastAsia="zh-CN"/>
        </w:rPr>
        <w:t>.7D.2.1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 for Tests with NR Cell(s) in FR1</w:t>
      </w:r>
      <w:r>
        <w:tab/>
        <w:t>1004</w:t>
      </w:r>
    </w:p>
    <w:p w14:paraId="1DE050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</w:t>
      </w:r>
      <w:r w:rsidRPr="00825DA5">
        <w:rPr>
          <w:snapToGrid w:val="0"/>
          <w:lang w:eastAsia="zh-CN"/>
        </w:rPr>
        <w:t>.7D.2.2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E-UTRAN Serving Cell Parameters for Tests with NR Cell(s) in FR2</w:t>
      </w:r>
      <w:r>
        <w:tab/>
        <w:t>1004</w:t>
      </w:r>
    </w:p>
    <w:p w14:paraId="4184A0C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PRACH</w:t>
      </w:r>
      <w:r>
        <w:t xml:space="preserve"> configurations</w:t>
      </w:r>
      <w:r>
        <w:tab/>
        <w:t>1004</w:t>
      </w:r>
    </w:p>
    <w:p w14:paraId="181872D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</w:t>
      </w:r>
      <w:r w:rsidRPr="00825DA5">
        <w:rPr>
          <w:snapToGrid w:val="0"/>
          <w:lang w:eastAsia="zh-CN"/>
        </w:rPr>
        <w:t>8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1004</w:t>
      </w:r>
    </w:p>
    <w:p w14:paraId="7CF9A02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A.3.8.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PRACH configurations in FR1</w:t>
      </w:r>
      <w:r>
        <w:tab/>
        <w:t>1005</w:t>
      </w:r>
    </w:p>
    <w:p w14:paraId="0F82DF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FR1 PRACH configuration 1</w:t>
      </w:r>
      <w:r>
        <w:tab/>
        <w:t>1005</w:t>
      </w:r>
    </w:p>
    <w:p w14:paraId="2AD456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A.3.8.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FR1 PRACH configuration 2</w:t>
      </w:r>
      <w:r>
        <w:tab/>
        <w:t>1005</w:t>
      </w:r>
    </w:p>
    <w:p w14:paraId="2F0CB4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FR1 PRACH configuration 3</w:t>
      </w:r>
      <w:r>
        <w:tab/>
        <w:t>1006</w:t>
      </w:r>
    </w:p>
    <w:p w14:paraId="1574C9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FR1 PRACH configuration 4</w:t>
      </w:r>
      <w:r>
        <w:tab/>
        <w:t>1007</w:t>
      </w:r>
    </w:p>
    <w:p w14:paraId="3C722F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A.3.8.</w:t>
      </w:r>
      <w:r w:rsidRPr="00825DA5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PRACH configurations in FR</w:t>
      </w:r>
      <w:r w:rsidRPr="00825DA5">
        <w:rPr>
          <w:snapToGrid w:val="0"/>
          <w:lang w:eastAsia="zh-CN"/>
        </w:rPr>
        <w:t>2</w:t>
      </w:r>
      <w:r>
        <w:tab/>
        <w:t>1008</w:t>
      </w:r>
    </w:p>
    <w:p w14:paraId="039B15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FR2 PRACH configuration 1</w:t>
      </w:r>
      <w:r>
        <w:tab/>
        <w:t>1008</w:t>
      </w:r>
    </w:p>
    <w:p w14:paraId="6F8A19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FR2 PRACH configuration 2</w:t>
      </w:r>
      <w:r>
        <w:tab/>
        <w:t>1009</w:t>
      </w:r>
    </w:p>
    <w:p w14:paraId="2008DA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FR2 PRACH configuration 3</w:t>
      </w:r>
      <w:r>
        <w:tab/>
        <w:t>1010</w:t>
      </w:r>
    </w:p>
    <w:p w14:paraId="0EBC887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FR2 PRACH configuration 4</w:t>
      </w:r>
      <w:r>
        <w:tab/>
        <w:t>1011</w:t>
      </w:r>
    </w:p>
    <w:p w14:paraId="71CBDDB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8A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PRACH</w:t>
      </w:r>
      <w:r>
        <w:t xml:space="preserve"> configurations under CCA</w:t>
      </w:r>
      <w:r>
        <w:tab/>
        <w:t>1012</w:t>
      </w:r>
    </w:p>
    <w:p w14:paraId="3506E2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</w:t>
      </w:r>
      <w:r w:rsidRPr="00825DA5">
        <w:rPr>
          <w:snapToGrid w:val="0"/>
          <w:lang w:eastAsia="zh-CN"/>
        </w:rPr>
        <w:t>8A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1012</w:t>
      </w:r>
    </w:p>
    <w:p w14:paraId="641E85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A.3.8A.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PRACH configurations in FR1</w:t>
      </w:r>
      <w:r>
        <w:tab/>
        <w:t>1012</w:t>
      </w:r>
    </w:p>
    <w:p w14:paraId="01FCF3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8A</w:t>
      </w:r>
      <w:r>
        <w:t>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FR1 PRACH configuration 1 under CCA</w:t>
      </w:r>
      <w:r>
        <w:tab/>
        <w:t>1012</w:t>
      </w:r>
    </w:p>
    <w:p w14:paraId="601E37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A.3.8A.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FR1 PRACH configuration 2</w:t>
      </w:r>
      <w:r>
        <w:rPr>
          <w:lang w:eastAsia="zh-CN"/>
        </w:rPr>
        <w:t xml:space="preserve"> under CCA</w:t>
      </w:r>
      <w:r>
        <w:tab/>
        <w:t>1013</w:t>
      </w:r>
    </w:p>
    <w:p w14:paraId="0230E97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A.3.9</w:t>
      </w:r>
      <w:r>
        <w:rPr>
          <w:rFonts w:ascii="Calibri" w:eastAsia="Malgun Gothic" w:hAnsi="Calibri"/>
          <w:sz w:val="22"/>
          <w:szCs w:val="22"/>
        </w:rPr>
        <w:tab/>
      </w:r>
      <w:r>
        <w:t>BWP configurations</w:t>
      </w:r>
      <w:r>
        <w:tab/>
        <w:t>1014</w:t>
      </w:r>
    </w:p>
    <w:p w14:paraId="2978A13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Introduction</w:t>
      </w:r>
      <w:r>
        <w:tab/>
        <w:t>1014</w:t>
      </w:r>
    </w:p>
    <w:p w14:paraId="13CD9CE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A.3.9.2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Downlink BWP configurations</w:t>
      </w:r>
      <w:r>
        <w:tab/>
        <w:t>1015</w:t>
      </w:r>
    </w:p>
    <w:p w14:paraId="520996F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Initial BWP</w:t>
      </w:r>
      <w:r>
        <w:tab/>
        <w:t>1015</w:t>
      </w:r>
    </w:p>
    <w:p w14:paraId="54F294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Dedicated BWP</w:t>
      </w:r>
      <w:r>
        <w:tab/>
        <w:t>1015</w:t>
      </w:r>
    </w:p>
    <w:p w14:paraId="792E060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Uplink BWP configurations</w:t>
      </w:r>
      <w:r>
        <w:tab/>
        <w:t>1016</w:t>
      </w:r>
    </w:p>
    <w:p w14:paraId="75AA56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Initial BWP</w:t>
      </w:r>
      <w:r>
        <w:tab/>
        <w:t>1016</w:t>
      </w:r>
    </w:p>
    <w:p w14:paraId="22BB73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Dedicated BWP</w:t>
      </w:r>
      <w:r>
        <w:tab/>
        <w:t>1016</w:t>
      </w:r>
    </w:p>
    <w:p w14:paraId="0C543D8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A.3.9A</w:t>
      </w:r>
      <w:r>
        <w:rPr>
          <w:rFonts w:ascii="Calibri" w:eastAsia="Malgun Gothic" w:hAnsi="Calibri"/>
          <w:sz w:val="22"/>
          <w:szCs w:val="22"/>
        </w:rPr>
        <w:tab/>
      </w:r>
      <w:r>
        <w:t>BWP configurations for RedCap</w:t>
      </w:r>
      <w:r>
        <w:tab/>
        <w:t>1016</w:t>
      </w:r>
    </w:p>
    <w:p w14:paraId="16C9476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Introduction</w:t>
      </w:r>
      <w:r>
        <w:tab/>
        <w:t>1016</w:t>
      </w:r>
    </w:p>
    <w:p w14:paraId="42C4E85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Downlink BWP configurations</w:t>
      </w:r>
      <w:r>
        <w:tab/>
        <w:t>1017</w:t>
      </w:r>
    </w:p>
    <w:p w14:paraId="171285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A.3.9A.2.1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Dedicated BWP</w:t>
      </w:r>
      <w:r>
        <w:tab/>
        <w:t>1017</w:t>
      </w:r>
    </w:p>
    <w:p w14:paraId="3C95CAC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Uplink BWP configurations</w:t>
      </w:r>
      <w:r>
        <w:tab/>
        <w:t>1017</w:t>
      </w:r>
    </w:p>
    <w:p w14:paraId="59909A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A.3.9A.3.2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Dedicated BWP</w:t>
      </w:r>
      <w:r>
        <w:tab/>
        <w:t>1017</w:t>
      </w:r>
    </w:p>
    <w:p w14:paraId="1B73685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A.3.10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</w:t>
      </w:r>
      <w:r>
        <w:tab/>
        <w:t>1018</w:t>
      </w:r>
    </w:p>
    <w:p w14:paraId="357706E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A.3.10.1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for FR1</w:t>
      </w:r>
      <w:r>
        <w:tab/>
        <w:t>1018</w:t>
      </w:r>
    </w:p>
    <w:p w14:paraId="3251C8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A.3.10.1.1</w:t>
      </w:r>
      <w:r>
        <w:rPr>
          <w:rFonts w:ascii="Calibri" w:eastAsia="Malgun Gothic" w:hAnsi="Calibri"/>
          <w:sz w:val="22"/>
          <w:szCs w:val="22"/>
        </w:rPr>
        <w:tab/>
      </w:r>
      <w:r>
        <w:t>SSB pattern 1 in FR1: SSB allocation for SSB SCS=15 kHz in 10 MHz</w:t>
      </w:r>
      <w:r>
        <w:tab/>
        <w:t>1018</w:t>
      </w:r>
    </w:p>
    <w:p w14:paraId="06795F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A.3.10.1.5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SSB pattern 5 in FR1: </w:t>
      </w:r>
      <w:r>
        <w:rPr>
          <w:lang w:eastAsia="ja-JP"/>
        </w:rPr>
        <w:t xml:space="preserve">SSB </w:t>
      </w:r>
      <w:r>
        <w:t>allocation</w:t>
      </w:r>
      <w:r>
        <w:rPr>
          <w:lang w:eastAsia="ja-JP"/>
        </w:rPr>
        <w:t xml:space="preserve"> for SSB SCS=15 kHz starting from odd SFN in 10 MHz</w:t>
      </w:r>
      <w:r>
        <w:tab/>
        <w:t>1020</w:t>
      </w:r>
    </w:p>
    <w:p w14:paraId="79602C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A.3.10.1.6</w:t>
      </w:r>
      <w:r>
        <w:rPr>
          <w:rFonts w:ascii="Calibri" w:eastAsia="Malgun Gothic" w:hAnsi="Calibri"/>
          <w:sz w:val="22"/>
          <w:szCs w:val="22"/>
        </w:rPr>
        <w:tab/>
      </w:r>
      <w:r>
        <w:t>SSB pattern 6 in FR1: SSB allocation for SSB SCS=30 kHz starting from odd SFN in 40 MHz</w:t>
      </w:r>
      <w:r>
        <w:tab/>
        <w:t>1020</w:t>
      </w:r>
    </w:p>
    <w:p w14:paraId="79945A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A.3.10.1.7</w:t>
      </w:r>
      <w:r>
        <w:rPr>
          <w:rFonts w:ascii="Calibri" w:eastAsia="Malgun Gothic" w:hAnsi="Calibri"/>
          <w:sz w:val="22"/>
          <w:szCs w:val="22"/>
        </w:rPr>
        <w:tab/>
      </w:r>
      <w:r>
        <w:t>SSB pattern 7 in FR1: SSB allocation for SSB SCS=15 kHz in 10 MHz</w:t>
      </w:r>
      <w:r>
        <w:tab/>
        <w:t>1021</w:t>
      </w:r>
    </w:p>
    <w:p w14:paraId="4B5982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A.3.10.1.8</w:t>
      </w:r>
      <w:r>
        <w:rPr>
          <w:rFonts w:ascii="Calibri" w:eastAsia="Malgun Gothic" w:hAnsi="Calibri"/>
          <w:sz w:val="22"/>
          <w:szCs w:val="22"/>
        </w:rPr>
        <w:tab/>
      </w:r>
      <w:r>
        <w:t>SSB pattern 8 in FR1: SSB allocation for SSB SCS=30 kHz in 40 MHz</w:t>
      </w:r>
      <w:r>
        <w:tab/>
        <w:t>1021</w:t>
      </w:r>
    </w:p>
    <w:p w14:paraId="43E8E3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A.3.10.2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for FR2</w:t>
      </w:r>
      <w:r>
        <w:tab/>
        <w:t>1022</w:t>
      </w:r>
    </w:p>
    <w:p w14:paraId="585B0E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A.3.10.2.1</w:t>
      </w:r>
      <w:r>
        <w:rPr>
          <w:rFonts w:ascii="Calibri" w:eastAsia="Malgun Gothic" w:hAnsi="Calibri"/>
          <w:sz w:val="22"/>
          <w:szCs w:val="22"/>
        </w:rPr>
        <w:tab/>
      </w:r>
      <w:r>
        <w:t>SSB pattern 1 in FR2: SSB allocation for SSB SCS=120 kHz in 100 MHz</w:t>
      </w:r>
      <w:r>
        <w:tab/>
        <w:t>1022</w:t>
      </w:r>
    </w:p>
    <w:p w14:paraId="385138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A.3.10.2.2</w:t>
      </w:r>
      <w:r>
        <w:rPr>
          <w:rFonts w:ascii="Calibri" w:eastAsia="Malgun Gothic" w:hAnsi="Calibri"/>
          <w:sz w:val="22"/>
          <w:szCs w:val="22"/>
        </w:rPr>
        <w:tab/>
      </w:r>
      <w:r>
        <w:t>SSB pattern 2 in FR2: SSB allocation for SSB SCS=240 kHz in 100 MHz</w:t>
      </w:r>
      <w:r>
        <w:tab/>
        <w:t>1022</w:t>
      </w:r>
    </w:p>
    <w:p w14:paraId="1EE44C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A.3.10.2.3</w:t>
      </w:r>
      <w:r>
        <w:rPr>
          <w:rFonts w:ascii="Calibri" w:eastAsia="Malgun Gothic" w:hAnsi="Calibri"/>
          <w:sz w:val="22"/>
          <w:szCs w:val="22"/>
        </w:rPr>
        <w:tab/>
      </w:r>
      <w:r>
        <w:t>SSB pattern 3 in FR2: SSB allocation for SSB SCS=120 kHz in 100 MHz</w:t>
      </w:r>
      <w:r>
        <w:tab/>
        <w:t>1023</w:t>
      </w:r>
    </w:p>
    <w:p w14:paraId="37452E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A.3.10.2.4</w:t>
      </w:r>
      <w:r>
        <w:rPr>
          <w:rFonts w:ascii="Calibri" w:eastAsia="Malgun Gothic" w:hAnsi="Calibri"/>
          <w:sz w:val="22"/>
          <w:szCs w:val="22"/>
        </w:rPr>
        <w:tab/>
      </w:r>
      <w:r>
        <w:t>SSB pattern 4 in FR2: SSB allocation for SSB SCS=240 kHz in 100 MHz</w:t>
      </w:r>
      <w:r>
        <w:tab/>
        <w:t>1023</w:t>
      </w:r>
    </w:p>
    <w:p w14:paraId="74144C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A.3.10.2.5</w:t>
      </w:r>
      <w:r>
        <w:rPr>
          <w:rFonts w:ascii="Calibri" w:eastAsia="Malgun Gothic" w:hAnsi="Calibri"/>
          <w:sz w:val="22"/>
          <w:szCs w:val="22"/>
        </w:rPr>
        <w:tab/>
      </w:r>
      <w:r>
        <w:t>SSB pattern 5 in FR2: SSB allocation for SSB SCS=120 kHz in 100 MHz</w:t>
      </w:r>
      <w:r>
        <w:tab/>
        <w:t>1024</w:t>
      </w:r>
    </w:p>
    <w:p w14:paraId="49B900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A.3.10.2.6</w:t>
      </w:r>
      <w:r>
        <w:rPr>
          <w:rFonts w:ascii="Calibri" w:eastAsia="Malgun Gothic" w:hAnsi="Calibri"/>
          <w:sz w:val="22"/>
          <w:szCs w:val="22"/>
        </w:rPr>
        <w:tab/>
      </w:r>
      <w:r>
        <w:t>SSB pattern 6 in FR2: SSB allocation for SSB SCS=240 kHz in 100 MHz</w:t>
      </w:r>
      <w:r>
        <w:tab/>
        <w:t>1024</w:t>
      </w:r>
    </w:p>
    <w:p w14:paraId="594C747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A.3.10.2.7</w:t>
      </w:r>
      <w:r>
        <w:rPr>
          <w:rFonts w:ascii="Calibri" w:eastAsia="Malgun Gothic" w:hAnsi="Calibri"/>
          <w:sz w:val="22"/>
          <w:szCs w:val="22"/>
        </w:rPr>
        <w:tab/>
      </w:r>
      <w:r>
        <w:t>SSB pattern 7 in FR2: SSB allocation for SSB SCS=120 kHz in 100 MHz</w:t>
      </w:r>
      <w:r>
        <w:tab/>
        <w:t>1025</w:t>
      </w:r>
    </w:p>
    <w:p w14:paraId="651DD1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A.3.10.2.8</w:t>
      </w:r>
      <w:r>
        <w:rPr>
          <w:rFonts w:ascii="Calibri" w:eastAsia="Malgun Gothic" w:hAnsi="Calibri"/>
          <w:sz w:val="22"/>
          <w:szCs w:val="22"/>
        </w:rPr>
        <w:tab/>
      </w:r>
      <w:r>
        <w:t>SSB pattern 8 in FR2: SSB allocation for SSB SCS=240 kHz in 100 MHz</w:t>
      </w:r>
      <w:r>
        <w:tab/>
        <w:t>1025</w:t>
      </w:r>
    </w:p>
    <w:p w14:paraId="43F354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A.3.10.2.9</w:t>
      </w:r>
      <w:r>
        <w:rPr>
          <w:rFonts w:ascii="Calibri" w:eastAsia="Malgun Gothic" w:hAnsi="Calibri"/>
          <w:sz w:val="22"/>
          <w:szCs w:val="22"/>
        </w:rPr>
        <w:tab/>
      </w:r>
      <w:r>
        <w:t>SSB pattern 9 in FR2: SSB allocation for SSB SCS=120 kHz in 100 MHz</w:t>
      </w:r>
      <w:r>
        <w:tab/>
        <w:t>1026</w:t>
      </w:r>
    </w:p>
    <w:p w14:paraId="68FA07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A.3.10.2.10</w:t>
      </w:r>
      <w:r>
        <w:rPr>
          <w:rFonts w:ascii="Calibri" w:eastAsia="Malgun Gothic" w:hAnsi="Calibri"/>
          <w:sz w:val="22"/>
          <w:szCs w:val="22"/>
        </w:rPr>
        <w:tab/>
      </w:r>
      <w:r>
        <w:t>SSB pattern 10 in FR2: SSB allocation for SSB SCS=240 kHz in 100 MHz</w:t>
      </w:r>
      <w:r>
        <w:tab/>
        <w:t>1026</w:t>
      </w:r>
    </w:p>
    <w:p w14:paraId="5AEC6AF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A.3.10A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under CCA</w:t>
      </w:r>
      <w:r>
        <w:tab/>
        <w:t>1031</w:t>
      </w:r>
    </w:p>
    <w:p w14:paraId="3ACF596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A.3.10A.1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under CCA for FR1</w:t>
      </w:r>
      <w:r>
        <w:tab/>
        <w:t>1031</w:t>
      </w:r>
    </w:p>
    <w:p w14:paraId="3FA55A3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A.3.10A.1.1</w:t>
      </w:r>
      <w:r>
        <w:rPr>
          <w:rFonts w:ascii="Calibri" w:eastAsia="Malgun Gothic" w:hAnsi="Calibri"/>
          <w:sz w:val="22"/>
          <w:szCs w:val="22"/>
        </w:rPr>
        <w:tab/>
      </w:r>
      <w:r>
        <w:t>SSB pattern 1 under CCA for semi-static channel access: SSB allocation for SSB SCS=30kHz in 40MHz</w:t>
      </w:r>
      <w:r>
        <w:tab/>
        <w:t>1031</w:t>
      </w:r>
    </w:p>
    <w:p w14:paraId="458311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A.3.10A.1.2</w:t>
      </w:r>
      <w:r>
        <w:rPr>
          <w:rFonts w:ascii="Calibri" w:eastAsia="Malgun Gothic" w:hAnsi="Calibri"/>
          <w:sz w:val="22"/>
          <w:szCs w:val="22"/>
        </w:rPr>
        <w:tab/>
      </w:r>
      <w:r>
        <w:t>SSB pattern 2 under CCA for dynamic channel access: SSB allocation for SSB SCS=30kHz in 40MHz</w:t>
      </w:r>
      <w:r>
        <w:tab/>
        <w:t>1031</w:t>
      </w:r>
    </w:p>
    <w:p w14:paraId="5032F3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A.3.10A.1.3</w:t>
      </w:r>
      <w:r>
        <w:rPr>
          <w:rFonts w:ascii="Calibri" w:eastAsia="Malgun Gothic" w:hAnsi="Calibri"/>
          <w:sz w:val="22"/>
          <w:szCs w:val="22"/>
        </w:rPr>
        <w:tab/>
      </w:r>
      <w:r>
        <w:t>SSB pattern 3 under CCA for semi-static channel access: SSB allocation for SSB SCS=30 kHz in 40 MHz</w:t>
      </w:r>
      <w:r>
        <w:tab/>
        <w:t>1032</w:t>
      </w:r>
    </w:p>
    <w:p w14:paraId="4DC66A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A.3.10A.1.4</w:t>
      </w:r>
      <w:r>
        <w:rPr>
          <w:rFonts w:ascii="Calibri" w:eastAsia="Malgun Gothic" w:hAnsi="Calibri"/>
          <w:sz w:val="22"/>
          <w:szCs w:val="22"/>
        </w:rPr>
        <w:tab/>
      </w:r>
      <w:r>
        <w:t>SSB pattern 4 under CCA for dynamic channel access: SSB allocation for SSB SCS=30 kHz in 40 MHz</w:t>
      </w:r>
      <w:r>
        <w:tab/>
        <w:t>1032</w:t>
      </w:r>
    </w:p>
    <w:p w14:paraId="4FFB2D8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A.3.10B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for RedCap</w:t>
      </w:r>
      <w:r>
        <w:tab/>
        <w:t>1033</w:t>
      </w:r>
    </w:p>
    <w:p w14:paraId="720EA10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A.3.10B.1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for FR1</w:t>
      </w:r>
      <w:r>
        <w:tab/>
        <w:t>1033</w:t>
      </w:r>
    </w:p>
    <w:p w14:paraId="364590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A.3.10B.1.1</w:t>
      </w:r>
      <w:r>
        <w:rPr>
          <w:rFonts w:ascii="Calibri" w:eastAsia="Malgun Gothic" w:hAnsi="Calibri"/>
          <w:sz w:val="22"/>
          <w:szCs w:val="22"/>
        </w:rPr>
        <w:tab/>
      </w:r>
      <w:r>
        <w:t>SSB pattern 1 for RedCap in FR1: SSB allocation for SSB SCS=30 kHz in 20 MHz</w:t>
      </w:r>
      <w:r>
        <w:tab/>
        <w:t>1033</w:t>
      </w:r>
    </w:p>
    <w:p w14:paraId="25C330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A.3.10B.1.2</w:t>
      </w:r>
      <w:r>
        <w:rPr>
          <w:rFonts w:ascii="Calibri" w:eastAsia="Malgun Gothic" w:hAnsi="Calibri"/>
          <w:sz w:val="22"/>
          <w:szCs w:val="22"/>
        </w:rPr>
        <w:tab/>
      </w:r>
      <w:r>
        <w:t>SSB pattern 2 for RedCap in FR1: SSB allocation for SSB SCS=30 kHz in 20 MHz</w:t>
      </w:r>
      <w:r>
        <w:tab/>
        <w:t>1033</w:t>
      </w:r>
    </w:p>
    <w:p w14:paraId="4C30CB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A.3.10B.1.3</w:t>
      </w:r>
      <w:r>
        <w:rPr>
          <w:rFonts w:ascii="Calibri" w:eastAsia="Malgun Gothic" w:hAnsi="Calibri"/>
          <w:sz w:val="22"/>
          <w:szCs w:val="22"/>
        </w:rPr>
        <w:tab/>
      </w:r>
      <w:r>
        <w:t>SSB pattern 3 for RedCap in FR1: SSB allocation for SSB SCS=30 kHz starting from odd SFN in 20 MHz</w:t>
      </w:r>
      <w:r>
        <w:tab/>
        <w:t>1034</w:t>
      </w:r>
    </w:p>
    <w:p w14:paraId="06F6F5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A.3.10B.1.4</w:t>
      </w:r>
      <w:r>
        <w:rPr>
          <w:rFonts w:ascii="Calibri" w:eastAsia="Malgun Gothic" w:hAnsi="Calibri"/>
          <w:sz w:val="22"/>
          <w:szCs w:val="22"/>
        </w:rPr>
        <w:tab/>
      </w:r>
      <w:r>
        <w:t>SSB pattern 4 for RedCap in FR1: SSB allocation for SSB SCS=15 kHz in 10 MHz</w:t>
      </w:r>
      <w:r>
        <w:tab/>
        <w:t>1034</w:t>
      </w:r>
    </w:p>
    <w:p w14:paraId="4B2678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A.3.10B.1.5</w:t>
      </w:r>
      <w:r>
        <w:rPr>
          <w:rFonts w:ascii="Calibri" w:eastAsia="Malgun Gothic" w:hAnsi="Calibri"/>
          <w:sz w:val="22"/>
          <w:szCs w:val="22"/>
        </w:rPr>
        <w:tab/>
      </w:r>
      <w:r>
        <w:t>SSB pattern 5 for RedCap in FR1: SSB allocation for SSB SCS=30 kHz in 20 MHz</w:t>
      </w:r>
      <w:r>
        <w:tab/>
        <w:t>1035</w:t>
      </w:r>
    </w:p>
    <w:p w14:paraId="1DEAE4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A.3.10B.1.6</w:t>
      </w:r>
      <w:r>
        <w:rPr>
          <w:rFonts w:ascii="Calibri" w:eastAsia="Malgun Gothic" w:hAnsi="Calibri"/>
          <w:sz w:val="22"/>
          <w:szCs w:val="22"/>
        </w:rPr>
        <w:tab/>
      </w:r>
      <w:r>
        <w:t>SSB pattern 6 for RedCap in FR1: SSB allocation for SSB SCS=15 kHz in 10 MHz</w:t>
      </w:r>
      <w:r>
        <w:tab/>
        <w:t>1035</w:t>
      </w:r>
    </w:p>
    <w:p w14:paraId="57408C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A.3.10B.1.7</w:t>
      </w:r>
      <w:r>
        <w:rPr>
          <w:rFonts w:ascii="Calibri" w:eastAsia="Malgun Gothic" w:hAnsi="Calibri"/>
          <w:sz w:val="22"/>
          <w:szCs w:val="22"/>
        </w:rPr>
        <w:tab/>
      </w:r>
      <w:r>
        <w:t>SSB pattern 7 for RedCap in FR1: SSB allocation for SSB SCS=30 kHz in 20 MHz</w:t>
      </w:r>
      <w:r>
        <w:tab/>
        <w:t>1036</w:t>
      </w:r>
    </w:p>
    <w:p w14:paraId="625467A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A.3.10B.2</w:t>
      </w:r>
      <w:r>
        <w:rPr>
          <w:rFonts w:ascii="Calibri" w:eastAsia="Malgun Gothic" w:hAnsi="Calibri"/>
          <w:sz w:val="22"/>
          <w:szCs w:val="22"/>
        </w:rPr>
        <w:tab/>
      </w:r>
      <w:r>
        <w:t>SSB Configurations for FR2</w:t>
      </w:r>
      <w:r>
        <w:tab/>
        <w:t>1036</w:t>
      </w:r>
    </w:p>
    <w:p w14:paraId="5B1861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A.3.10B.2.1</w:t>
      </w:r>
      <w:r>
        <w:rPr>
          <w:rFonts w:ascii="Calibri" w:eastAsia="Malgun Gothic" w:hAnsi="Calibri"/>
          <w:sz w:val="22"/>
          <w:szCs w:val="22"/>
        </w:rPr>
        <w:tab/>
      </w:r>
      <w:r>
        <w:t>SSB pattern 1 for RedCap in FR2: SSB allocation for SSB SCS=120 kHz in 100 MHz</w:t>
      </w:r>
      <w:r>
        <w:tab/>
        <w:t>1036</w:t>
      </w:r>
    </w:p>
    <w:p w14:paraId="51673F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A.3.10B.2.2</w:t>
      </w:r>
      <w:r>
        <w:rPr>
          <w:rFonts w:ascii="Calibri" w:eastAsia="Malgun Gothic" w:hAnsi="Calibri"/>
          <w:sz w:val="22"/>
          <w:szCs w:val="22"/>
        </w:rPr>
        <w:tab/>
      </w:r>
      <w:r>
        <w:t>SSB pattern 2 for RedCap in FR2: SSB allocation for SSB SCS=120 kHz in 100 MHz</w:t>
      </w:r>
      <w:r>
        <w:tab/>
        <w:t>1037</w:t>
      </w:r>
    </w:p>
    <w:p w14:paraId="00FCDB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A.3.10B.2.3</w:t>
      </w:r>
      <w:r>
        <w:rPr>
          <w:rFonts w:ascii="Calibri" w:eastAsia="Malgun Gothic" w:hAnsi="Calibri"/>
          <w:sz w:val="22"/>
          <w:szCs w:val="22"/>
        </w:rPr>
        <w:tab/>
      </w:r>
      <w:r>
        <w:t>SSB pattern 3 for RedCap in FR2: SSB allocation for SSB SCS=120 kHz in 100 MHz</w:t>
      </w:r>
      <w:r>
        <w:tab/>
        <w:t>1037</w:t>
      </w:r>
    </w:p>
    <w:p w14:paraId="7F717C4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A.3.11</w:t>
      </w:r>
      <w:r>
        <w:rPr>
          <w:rFonts w:ascii="Calibri" w:eastAsia="Malgun Gothic" w:hAnsi="Calibri"/>
          <w:sz w:val="22"/>
          <w:szCs w:val="22"/>
        </w:rPr>
        <w:tab/>
      </w:r>
      <w:r>
        <w:t>SMTC Configurations</w:t>
      </w:r>
      <w:r>
        <w:tab/>
        <w:t>1038</w:t>
      </w:r>
    </w:p>
    <w:p w14:paraId="3FBA9B3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1: SMTC period = 20 ms with SMTC duration = 1 ms</w:t>
      </w:r>
      <w:r>
        <w:tab/>
        <w:t>1038</w:t>
      </w:r>
    </w:p>
    <w:p w14:paraId="74E0B0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2: SMTC period = 20 ms with SMTC duration = 5 ms</w:t>
      </w:r>
      <w:r>
        <w:tab/>
        <w:t>1038</w:t>
      </w:r>
    </w:p>
    <w:p w14:paraId="6AEF11F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3: SMTC period = 160 ms with SMTC duration = 1 ms</w:t>
      </w:r>
      <w:r>
        <w:tab/>
        <w:t>1038</w:t>
      </w:r>
    </w:p>
    <w:p w14:paraId="7091036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4: SMTC period = 20 ms with SMTC duration = 1 ms</w:t>
      </w:r>
      <w:r>
        <w:tab/>
        <w:t>1038</w:t>
      </w:r>
    </w:p>
    <w:p w14:paraId="063B613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5: SMTC period = 20 ms with SMTC duration = 5 ms</w:t>
      </w:r>
      <w:r>
        <w:tab/>
        <w:t>1039</w:t>
      </w:r>
    </w:p>
    <w:p w14:paraId="2F0CCD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6: SMTC period = 20 ms with SMTC duration = 5 ms</w:t>
      </w:r>
      <w:r>
        <w:tab/>
        <w:t>1039</w:t>
      </w:r>
    </w:p>
    <w:p w14:paraId="1945B6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Y: SMTC period = 20 ms with SMTC duration = 5 ms</w:t>
      </w:r>
      <w:r>
        <w:tab/>
        <w:t>1039</w:t>
      </w:r>
    </w:p>
    <w:p w14:paraId="2280A49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lastRenderedPageBreak/>
        <w:t>A.3.11A</w:t>
      </w:r>
      <w:r>
        <w:rPr>
          <w:rFonts w:ascii="Calibri" w:eastAsia="Malgun Gothic" w:hAnsi="Calibri"/>
          <w:sz w:val="22"/>
          <w:szCs w:val="22"/>
        </w:rPr>
        <w:tab/>
      </w:r>
      <w:r>
        <w:t>SMTC Configurations for RedCap</w:t>
      </w:r>
      <w:r>
        <w:tab/>
        <w:t>1039</w:t>
      </w:r>
    </w:p>
    <w:p w14:paraId="3C3606B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1 for RedCap: SMTC period = 40 ms with SMTC duration = 1 ms</w:t>
      </w:r>
      <w:r>
        <w:tab/>
        <w:t>1039</w:t>
      </w:r>
    </w:p>
    <w:p w14:paraId="7FACBB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A.3.11A.2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2 for RedCap: SMTC period = 80 ms with SMTC duration = 1 ms</w:t>
      </w:r>
      <w:r>
        <w:tab/>
        <w:t>1039</w:t>
      </w:r>
    </w:p>
    <w:p w14:paraId="20B343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A.3.11A.3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SMTC pattern 3 for RedCap: SMTC period = 40 ms with SMTC duration = 1 ms</w:t>
      </w:r>
      <w:r>
        <w:tab/>
        <w:t>1040</w:t>
      </w:r>
    </w:p>
    <w:p w14:paraId="183DDAE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A.3.12</w:t>
      </w:r>
      <w:r>
        <w:rPr>
          <w:rFonts w:ascii="Calibri" w:eastAsia="Malgun Gothic" w:hAnsi="Calibri"/>
          <w:sz w:val="22"/>
          <w:szCs w:val="22"/>
        </w:rPr>
        <w:tab/>
      </w:r>
      <w:r>
        <w:t>Test Cases with Different CC Configurations</w:t>
      </w:r>
      <w:r>
        <w:tab/>
        <w:t>1040</w:t>
      </w:r>
    </w:p>
    <w:p w14:paraId="1802D2C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A.3.12.1 EN-DC Test Cases with Different EN-DC Configurations</w:t>
      </w:r>
      <w:r>
        <w:tab/>
        <w:t>1040</w:t>
      </w:r>
    </w:p>
    <w:p w14:paraId="3F5D5C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A.3.12.1.1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1040</w:t>
      </w:r>
    </w:p>
    <w:p w14:paraId="7BA657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A.3.12.1.2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1040</w:t>
      </w:r>
    </w:p>
    <w:p w14:paraId="378646A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A.3.12.2</w:t>
      </w:r>
      <w:r>
        <w:rPr>
          <w:rFonts w:ascii="Calibri" w:eastAsia="Malgun Gothic" w:hAnsi="Calibri"/>
          <w:sz w:val="22"/>
          <w:szCs w:val="22"/>
        </w:rPr>
        <w:tab/>
      </w:r>
      <w:r>
        <w:t>Carrier Aggregation Test Cases with Different CA Configurations</w:t>
      </w:r>
      <w:r>
        <w:tab/>
        <w:t>1040</w:t>
      </w:r>
    </w:p>
    <w:p w14:paraId="35514E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A.3.12.2.1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1040</w:t>
      </w:r>
    </w:p>
    <w:p w14:paraId="0B3DA2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A.3.12.2.2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1040</w:t>
      </w:r>
    </w:p>
    <w:p w14:paraId="569F2AF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A.3.13</w:t>
      </w:r>
      <w:r>
        <w:rPr>
          <w:rFonts w:ascii="Calibri" w:eastAsia="Malgun Gothic" w:hAnsi="Calibri"/>
          <w:sz w:val="22"/>
          <w:szCs w:val="22"/>
        </w:rPr>
        <w:tab/>
      </w:r>
      <w:r>
        <w:t>Test Cases in SA and EN-DC Operations</w:t>
      </w:r>
      <w:r>
        <w:tab/>
        <w:t>1041</w:t>
      </w:r>
    </w:p>
    <w:p w14:paraId="333F542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1041</w:t>
      </w:r>
    </w:p>
    <w:p w14:paraId="1F8BB4D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1041</w:t>
      </w:r>
    </w:p>
    <w:p w14:paraId="4DA51B5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A.3.13A</w:t>
      </w:r>
      <w:r>
        <w:rPr>
          <w:rFonts w:ascii="Calibri" w:eastAsia="Malgun Gothic" w:hAnsi="Calibri"/>
          <w:sz w:val="22"/>
          <w:szCs w:val="22"/>
        </w:rPr>
        <w:tab/>
      </w:r>
      <w:r>
        <w:t>Test Cases involving E-UTRA/FR1 and FR2 carriers</w:t>
      </w:r>
      <w:r>
        <w:tab/>
        <w:t>1041</w:t>
      </w:r>
    </w:p>
    <w:p w14:paraId="521752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1041</w:t>
      </w:r>
    </w:p>
    <w:p w14:paraId="63D5BC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A.3.13A.2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in EN-DC</w:t>
      </w:r>
      <w:r>
        <w:tab/>
        <w:t>1041</w:t>
      </w:r>
    </w:p>
    <w:p w14:paraId="199CD42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A.3.13A.3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in SA</w:t>
      </w:r>
      <w:r>
        <w:tab/>
        <w:t>1042</w:t>
      </w:r>
    </w:p>
    <w:p w14:paraId="3084DA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A.3.13A.4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in E-UTRA</w:t>
      </w:r>
      <w:r>
        <w:tab/>
        <w:t>1042</w:t>
      </w:r>
    </w:p>
    <w:p w14:paraId="73B1E42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Test Cases for </w:t>
      </w:r>
      <w:r>
        <w:rPr>
          <w:lang w:eastAsia="zh-CN"/>
        </w:rPr>
        <w:t>EN-DC</w:t>
      </w:r>
      <w:r>
        <w:t xml:space="preserve"> and </w:t>
      </w:r>
      <w:r>
        <w:rPr>
          <w:lang w:eastAsia="zh-CN"/>
        </w:rPr>
        <w:t>NE-DC</w:t>
      </w:r>
      <w:r>
        <w:t xml:space="preserve"> Operations</w:t>
      </w:r>
      <w:r>
        <w:tab/>
        <w:t>1043</w:t>
      </w:r>
    </w:p>
    <w:p w14:paraId="0A8AB22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rPr>
          <w:lang w:eastAsia="zh-CN"/>
        </w:rPr>
        <w:t xml:space="preserve"> </w:t>
      </w:r>
      <w:r>
        <w:t xml:space="preserve">Test Cases for </w:t>
      </w:r>
      <w:r>
        <w:rPr>
          <w:lang w:eastAsia="zh-CN"/>
        </w:rPr>
        <w:t>EN-DC and NE-DC</w:t>
      </w:r>
      <w:r>
        <w:t xml:space="preserve"> Operations</w:t>
      </w:r>
      <w:r>
        <w:tab/>
        <w:t>1043</w:t>
      </w:r>
    </w:p>
    <w:p w14:paraId="05E0E0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1043</w:t>
      </w:r>
    </w:p>
    <w:p w14:paraId="1F06E0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1043</w:t>
      </w:r>
    </w:p>
    <w:p w14:paraId="65CDF1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SFTD accuracy </w:t>
      </w:r>
      <w:r>
        <w:t xml:space="preserve">Test Cases for </w:t>
      </w:r>
      <w:r>
        <w:rPr>
          <w:lang w:eastAsia="zh-CN"/>
        </w:rPr>
        <w:t>EN-DC and NE-DC</w:t>
      </w:r>
      <w:r>
        <w:t xml:space="preserve"> Operations</w:t>
      </w:r>
      <w:r>
        <w:tab/>
        <w:t>1043</w:t>
      </w:r>
    </w:p>
    <w:p w14:paraId="28A608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1043</w:t>
      </w:r>
    </w:p>
    <w:p w14:paraId="04A76C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1043</w:t>
      </w:r>
    </w:p>
    <w:p w14:paraId="2603D96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A.3.14</w:t>
      </w:r>
      <w:r>
        <w:rPr>
          <w:rFonts w:ascii="Calibri" w:eastAsia="Malgun Gothic" w:hAnsi="Calibri"/>
          <w:sz w:val="22"/>
          <w:szCs w:val="22"/>
        </w:rPr>
        <w:tab/>
      </w:r>
      <w:r>
        <w:t>CSI-RS configurations</w:t>
      </w:r>
      <w:r>
        <w:tab/>
        <w:t>1043</w:t>
      </w:r>
    </w:p>
    <w:p w14:paraId="7CB8A5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A.3.14.1</w:t>
      </w:r>
      <w:r>
        <w:rPr>
          <w:rFonts w:ascii="Calibri" w:eastAsia="Malgun Gothic" w:hAnsi="Calibri"/>
          <w:sz w:val="22"/>
          <w:szCs w:val="22"/>
        </w:rPr>
        <w:tab/>
      </w:r>
      <w:r>
        <w:t>FDD</w:t>
      </w:r>
      <w:r>
        <w:tab/>
        <w:t>1043</w:t>
      </w:r>
    </w:p>
    <w:p w14:paraId="52A972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A.3.14.2</w:t>
      </w:r>
      <w:r>
        <w:rPr>
          <w:rFonts w:ascii="Calibri" w:eastAsia="Malgun Gothic" w:hAnsi="Calibri"/>
          <w:sz w:val="22"/>
          <w:szCs w:val="22"/>
        </w:rPr>
        <w:tab/>
      </w:r>
      <w:r>
        <w:t>TDD</w:t>
      </w:r>
      <w:r>
        <w:tab/>
        <w:t>1045</w:t>
      </w:r>
    </w:p>
    <w:p w14:paraId="499E67A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3</w:t>
      </w:r>
      <w:r w:rsidRPr="00825DA5">
        <w:rPr>
          <w:snapToGrid w:val="0"/>
        </w:rPr>
        <w:t>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Angle of Arrival (AoA) for FR2 RRM test cases</w:t>
      </w:r>
      <w:r>
        <w:tab/>
        <w:t>1051</w:t>
      </w:r>
    </w:p>
    <w:p w14:paraId="5CFBF0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3</w:t>
      </w:r>
      <w:r w:rsidRPr="00825DA5">
        <w:rPr>
          <w:snapToGrid w:val="0"/>
        </w:rPr>
        <w:t>.15.1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Setup 1: Single AoA in Rx beam peak direction</w:t>
      </w:r>
      <w:r>
        <w:tab/>
        <w:t>1051</w:t>
      </w:r>
    </w:p>
    <w:p w14:paraId="483D8F8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3</w:t>
      </w:r>
      <w:r w:rsidRPr="00825DA5">
        <w:rPr>
          <w:snapToGrid w:val="0"/>
        </w:rPr>
        <w:t>.15.2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Setup 2: Single AoA in non Rx beam peak direction</w:t>
      </w:r>
      <w:r>
        <w:tab/>
        <w:t>1051</w:t>
      </w:r>
    </w:p>
    <w:p w14:paraId="7CB765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ja-JP"/>
        </w:rPr>
        <w:t>A.3.15.2.1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ja-JP"/>
        </w:rPr>
        <w:t>Setup 2a: Single AoA in non Rx beam peak direction without change in direction</w:t>
      </w:r>
      <w:r>
        <w:tab/>
        <w:t>1051</w:t>
      </w:r>
    </w:p>
    <w:p w14:paraId="22BE33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ja-JP"/>
        </w:rPr>
        <w:t>A.3.15.2.2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ja-JP"/>
        </w:rPr>
        <w:t>Setup 2b: Single AoA in non Rx beam peak direction with change in direction</w:t>
      </w:r>
      <w:r>
        <w:tab/>
        <w:t>1052</w:t>
      </w:r>
    </w:p>
    <w:p w14:paraId="75B83E5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3</w:t>
      </w:r>
      <w:r w:rsidRPr="00825DA5">
        <w:rPr>
          <w:snapToGrid w:val="0"/>
        </w:rPr>
        <w:t>.15.3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Setup 3: 2 AoAs</w:t>
      </w:r>
      <w:r>
        <w:tab/>
        <w:t>1052</w:t>
      </w:r>
    </w:p>
    <w:p w14:paraId="383BEB7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3</w:t>
      </w:r>
      <w:r w:rsidRPr="00825DA5">
        <w:rPr>
          <w:snapToGrid w:val="0"/>
        </w:rPr>
        <w:t>.15.4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Setup 4: 2 AoAs, </w:t>
      </w:r>
      <w:r>
        <w:rPr>
          <w:lang w:eastAsia="ja-JP"/>
        </w:rPr>
        <w:t>1 AoA in Rx beam peak direction, 1 in non Rx beam peak</w:t>
      </w:r>
      <w:r>
        <w:tab/>
        <w:t>1052</w:t>
      </w:r>
    </w:p>
    <w:p w14:paraId="6DC605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ja-JP"/>
        </w:rPr>
        <w:t>A.3.15.4.1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ja-JP"/>
        </w:rPr>
        <w:t xml:space="preserve">Setup 4a: 2 </w:t>
      </w:r>
      <w:r w:rsidRPr="00825DA5">
        <w:rPr>
          <w:snapToGrid w:val="0"/>
        </w:rPr>
        <w:t xml:space="preserve">AoAs, </w:t>
      </w:r>
      <w:r>
        <w:rPr>
          <w:lang w:eastAsia="ja-JP"/>
        </w:rPr>
        <w:t>1 AoA in Rx beam peak direction, 1 in non Rx beam peak without change in direction</w:t>
      </w:r>
      <w:r>
        <w:tab/>
        <w:t>1052</w:t>
      </w:r>
    </w:p>
    <w:p w14:paraId="60D2EE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ja-JP"/>
        </w:rPr>
        <w:t>A.3.15.4.2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ja-JP"/>
        </w:rPr>
        <w:t xml:space="preserve">Setup 4b: 2 </w:t>
      </w:r>
      <w:r w:rsidRPr="00825DA5">
        <w:rPr>
          <w:snapToGrid w:val="0"/>
        </w:rPr>
        <w:t xml:space="preserve">AoAs, </w:t>
      </w:r>
      <w:r>
        <w:rPr>
          <w:lang w:eastAsia="ja-JP"/>
        </w:rPr>
        <w:t>1 AoA in Rx beam peak direction, 1 in non Rx beam peak with change in direction</w:t>
      </w:r>
      <w:r>
        <w:tab/>
        <w:t>1052</w:t>
      </w:r>
    </w:p>
    <w:p w14:paraId="172489E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A.3.16</w:t>
      </w:r>
      <w:r>
        <w:rPr>
          <w:rFonts w:ascii="Calibri" w:eastAsia="Malgun Gothic" w:hAnsi="Calibri"/>
          <w:sz w:val="22"/>
          <w:szCs w:val="22"/>
        </w:rPr>
        <w:tab/>
      </w:r>
      <w:r>
        <w:t>TCI State Configuration</w:t>
      </w:r>
      <w:r>
        <w:tab/>
        <w:t>1053</w:t>
      </w:r>
    </w:p>
    <w:p w14:paraId="6FCB6F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1053</w:t>
      </w:r>
    </w:p>
    <w:p w14:paraId="6A86785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A.3.16.2</w:t>
      </w:r>
      <w:r>
        <w:rPr>
          <w:rFonts w:ascii="Calibri" w:eastAsia="Malgun Gothic" w:hAnsi="Calibri"/>
          <w:sz w:val="22"/>
          <w:szCs w:val="22"/>
        </w:rPr>
        <w:tab/>
      </w:r>
      <w:r>
        <w:t>TCI states</w:t>
      </w:r>
      <w:r>
        <w:tab/>
        <w:t>1053</w:t>
      </w:r>
    </w:p>
    <w:p w14:paraId="43C3570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A.3.16A</w:t>
      </w:r>
      <w:r>
        <w:rPr>
          <w:rFonts w:ascii="Calibri" w:eastAsia="Malgun Gothic" w:hAnsi="Calibri"/>
          <w:sz w:val="22"/>
          <w:szCs w:val="22"/>
        </w:rPr>
        <w:tab/>
      </w:r>
      <w:r>
        <w:t>Unified TCI State Configuration</w:t>
      </w:r>
      <w:r>
        <w:tab/>
        <w:t>1053</w:t>
      </w:r>
    </w:p>
    <w:p w14:paraId="37EE94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A.3.16A.1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1053</w:t>
      </w:r>
    </w:p>
    <w:p w14:paraId="56D49C8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A.3.16A.2</w:t>
      </w:r>
      <w:r>
        <w:rPr>
          <w:rFonts w:ascii="Calibri" w:eastAsia="Malgun Gothic" w:hAnsi="Calibri"/>
          <w:sz w:val="22"/>
          <w:szCs w:val="22"/>
        </w:rPr>
        <w:tab/>
      </w:r>
      <w:r>
        <w:t>DLorJoint TCI states</w:t>
      </w:r>
      <w:r>
        <w:tab/>
        <w:t>1054</w:t>
      </w:r>
    </w:p>
    <w:p w14:paraId="358572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A.3.16A.3</w:t>
      </w:r>
      <w:r>
        <w:rPr>
          <w:rFonts w:ascii="Calibri" w:eastAsia="Malgun Gothic" w:hAnsi="Calibri"/>
          <w:sz w:val="22"/>
          <w:szCs w:val="22"/>
        </w:rPr>
        <w:tab/>
      </w:r>
      <w:r>
        <w:t>UL TCI states</w:t>
      </w:r>
      <w:r>
        <w:tab/>
        <w:t>1054</w:t>
      </w:r>
    </w:p>
    <w:p w14:paraId="5B7E176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A.3.17</w:t>
      </w:r>
      <w:r>
        <w:rPr>
          <w:rFonts w:ascii="Calibri" w:eastAsia="Malgun Gothic" w:hAnsi="Calibri"/>
          <w:sz w:val="22"/>
          <w:szCs w:val="22"/>
        </w:rPr>
        <w:tab/>
      </w:r>
      <w:r>
        <w:t>Configurations of CSI-RS for tracking</w:t>
      </w:r>
      <w:r>
        <w:tab/>
        <w:t>1055</w:t>
      </w:r>
    </w:p>
    <w:p w14:paraId="0F55F1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A.3.17.1</w:t>
      </w:r>
      <w:r>
        <w:rPr>
          <w:rFonts w:ascii="Calibri" w:eastAsia="Malgun Gothic" w:hAnsi="Calibri"/>
          <w:sz w:val="22"/>
          <w:szCs w:val="22"/>
        </w:rPr>
        <w:tab/>
      </w:r>
      <w:r>
        <w:t>Configuration of CSI-RS for tracking for FR1</w:t>
      </w:r>
      <w:r>
        <w:tab/>
        <w:t>1055</w:t>
      </w:r>
    </w:p>
    <w:p w14:paraId="6F0BEB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A.3.17.1.1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FDD</w:t>
      </w:r>
      <w:r>
        <w:tab/>
        <w:t>1055</w:t>
      </w:r>
    </w:p>
    <w:p w14:paraId="374F332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A.3.17.1.2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TDD</w:t>
      </w:r>
      <w:r>
        <w:tab/>
        <w:t>1057</w:t>
      </w:r>
    </w:p>
    <w:p w14:paraId="7469558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A.3.17.2</w:t>
      </w:r>
      <w:r>
        <w:rPr>
          <w:rFonts w:ascii="Calibri" w:eastAsia="Malgun Gothic" w:hAnsi="Calibri"/>
          <w:sz w:val="22"/>
          <w:szCs w:val="22"/>
        </w:rPr>
        <w:tab/>
      </w:r>
      <w:r>
        <w:t>Configuration of CSI-RS for tracking for FR2</w:t>
      </w:r>
      <w:r>
        <w:tab/>
        <w:t>1059</w:t>
      </w:r>
    </w:p>
    <w:p w14:paraId="0802DC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A.3.17.2.1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TDD</w:t>
      </w:r>
      <w:r>
        <w:tab/>
        <w:t>1059</w:t>
      </w:r>
    </w:p>
    <w:p w14:paraId="70BFFD8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A.3.18</w:t>
      </w:r>
      <w:r>
        <w:rPr>
          <w:rFonts w:ascii="Calibri" w:eastAsia="Malgun Gothic" w:hAnsi="Calibri"/>
          <w:sz w:val="22"/>
          <w:szCs w:val="22"/>
        </w:rPr>
        <w:tab/>
      </w:r>
      <w:r>
        <w:t>Additional definitions related to OTA testing for FR2 RRM test cases</w:t>
      </w:r>
      <w:r>
        <w:tab/>
        <w:t>1060</w:t>
      </w:r>
    </w:p>
    <w:p w14:paraId="106E80C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A.3.18.1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1060</w:t>
      </w:r>
    </w:p>
    <w:p w14:paraId="7A4F56F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A.3.18.2</w:t>
      </w:r>
      <w:r>
        <w:rPr>
          <w:rFonts w:ascii="Calibri" w:eastAsia="Malgun Gothic" w:hAnsi="Calibri"/>
          <w:sz w:val="22"/>
          <w:szCs w:val="22"/>
        </w:rPr>
        <w:tab/>
      </w:r>
      <w:r>
        <w:t>PRACH Power Measurement</w:t>
      </w:r>
      <w:r>
        <w:tab/>
        <w:t>1060</w:t>
      </w:r>
    </w:p>
    <w:p w14:paraId="50C91C0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</w:t>
      </w:r>
      <w:r>
        <w:rPr>
          <w:lang w:eastAsia="zh-CN"/>
        </w:rPr>
        <w:t>19</w:t>
      </w:r>
      <w:r>
        <w:rPr>
          <w:rFonts w:ascii="Calibri" w:eastAsia="Malgun Gothic" w:hAnsi="Calibri"/>
          <w:sz w:val="22"/>
          <w:szCs w:val="22"/>
        </w:rPr>
        <w:tab/>
      </w:r>
      <w:r>
        <w:t>Test applicability for DAPS handover</w:t>
      </w:r>
      <w:r>
        <w:tab/>
        <w:t>1060</w:t>
      </w:r>
    </w:p>
    <w:p w14:paraId="4E45E7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A.3.19.1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1060</w:t>
      </w:r>
    </w:p>
    <w:p w14:paraId="6AC29BF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A.3.19.2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1060</w:t>
      </w:r>
    </w:p>
    <w:p w14:paraId="46E70F4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MsgA</w:t>
      </w:r>
      <w:r w:rsidRPr="00825DA5">
        <w:rPr>
          <w:lang w:val="en-US"/>
        </w:rPr>
        <w:t xml:space="preserve"> configurations</w:t>
      </w:r>
      <w:r>
        <w:tab/>
        <w:t>1061</w:t>
      </w:r>
    </w:p>
    <w:p w14:paraId="2942E7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en-US"/>
        </w:rPr>
        <w:t>A.3.20.1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1061</w:t>
      </w:r>
    </w:p>
    <w:p w14:paraId="06B2FE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en-US"/>
        </w:rPr>
        <w:t>A.3.20.</w:t>
      </w:r>
      <w:r w:rsidRPr="00825DA5">
        <w:rPr>
          <w:snapToGrid w:val="0"/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val="en-US"/>
        </w:rPr>
        <w:t>MsgA configurations in FR1</w:t>
      </w:r>
      <w:r>
        <w:tab/>
        <w:t>1061</w:t>
      </w:r>
    </w:p>
    <w:p w14:paraId="1BE030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lastRenderedPageBreak/>
        <w:t>A.3.20.</w:t>
      </w:r>
      <w:r w:rsidRPr="00825DA5">
        <w:rPr>
          <w:lang w:val="en-US"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FR1 MsgA configuration 1</w:t>
      </w:r>
      <w:r>
        <w:tab/>
        <w:t>1061</w:t>
      </w:r>
    </w:p>
    <w:p w14:paraId="029F2A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A.3.20.</w:t>
      </w:r>
      <w:r w:rsidRPr="00825DA5">
        <w:rPr>
          <w:lang w:val="en-US" w:eastAsia="zh-CN"/>
        </w:rPr>
        <w:t>2</w:t>
      </w:r>
      <w:r w:rsidRPr="00825DA5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FR1 MsgA configuration 2</w:t>
      </w:r>
      <w:r>
        <w:tab/>
        <w:t>1062</w:t>
      </w:r>
    </w:p>
    <w:p w14:paraId="2F2D4B0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en-US"/>
        </w:rPr>
        <w:t>A.3.20.</w:t>
      </w:r>
      <w:r w:rsidRPr="00825DA5">
        <w:rPr>
          <w:snapToGrid w:val="0"/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val="en-US"/>
        </w:rPr>
        <w:t>MsgA configurations in FR</w:t>
      </w:r>
      <w:r w:rsidRPr="00825DA5">
        <w:rPr>
          <w:snapToGrid w:val="0"/>
          <w:lang w:val="en-US" w:eastAsia="zh-CN"/>
        </w:rPr>
        <w:t>2</w:t>
      </w:r>
      <w:r>
        <w:tab/>
        <w:t>1064</w:t>
      </w:r>
    </w:p>
    <w:p w14:paraId="77A555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A.3.20.</w:t>
      </w:r>
      <w:r w:rsidRPr="00825DA5">
        <w:rPr>
          <w:lang w:val="en-US" w:eastAsia="zh-CN"/>
        </w:rPr>
        <w:t>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FR2 MsgA configuration 1</w:t>
      </w:r>
      <w:r>
        <w:tab/>
        <w:t>1064</w:t>
      </w:r>
    </w:p>
    <w:p w14:paraId="1CDCFB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A.3.20.</w:t>
      </w:r>
      <w:r w:rsidRPr="00825DA5">
        <w:rPr>
          <w:lang w:val="en-US" w:eastAsia="zh-CN"/>
        </w:rPr>
        <w:t>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FR2 MsgA configuration 2</w:t>
      </w:r>
      <w:r>
        <w:tab/>
        <w:t>1065</w:t>
      </w:r>
    </w:p>
    <w:p w14:paraId="64B0BCD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A.3.20A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MsgA</w:t>
      </w:r>
      <w:r w:rsidRPr="00825DA5">
        <w:rPr>
          <w:lang w:val="en-US"/>
        </w:rPr>
        <w:t xml:space="preserve"> configurations under CCA</w:t>
      </w:r>
      <w:r>
        <w:tab/>
        <w:t>1067</w:t>
      </w:r>
    </w:p>
    <w:p w14:paraId="6B499A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en-US"/>
        </w:rPr>
        <w:t>A.3.20A.1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Introduction</w:t>
      </w:r>
      <w:r>
        <w:tab/>
        <w:t>1067</w:t>
      </w:r>
    </w:p>
    <w:p w14:paraId="01C6D57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val="en-US"/>
        </w:rPr>
        <w:t>A.3.20A.</w:t>
      </w:r>
      <w:r w:rsidRPr="00825DA5">
        <w:rPr>
          <w:snapToGrid w:val="0"/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val="en-US"/>
        </w:rPr>
        <w:t>MsgA configurations in FR1</w:t>
      </w:r>
      <w:r>
        <w:tab/>
        <w:t>1067</w:t>
      </w:r>
    </w:p>
    <w:p w14:paraId="43F743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A.3.20A.</w:t>
      </w:r>
      <w:r w:rsidRPr="00825DA5">
        <w:rPr>
          <w:lang w:val="en-US"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FR1 MsgA configuration 1</w:t>
      </w:r>
      <w:r>
        <w:rPr>
          <w:lang w:eastAsia="zh-CN"/>
        </w:rPr>
        <w:t xml:space="preserve"> under CCA</w:t>
      </w:r>
      <w:r>
        <w:tab/>
        <w:t>1067</w:t>
      </w:r>
    </w:p>
    <w:p w14:paraId="7FD4B6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A.3.20A.</w:t>
      </w:r>
      <w:r w:rsidRPr="00825DA5">
        <w:rPr>
          <w:lang w:val="en-US" w:eastAsia="zh-CN"/>
        </w:rPr>
        <w:t>2</w:t>
      </w:r>
      <w:r w:rsidRPr="00825DA5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FR1 MsgA configuration 2</w:t>
      </w:r>
      <w:r>
        <w:rPr>
          <w:lang w:eastAsia="zh-CN"/>
        </w:rPr>
        <w:t xml:space="preserve"> under CCA</w:t>
      </w:r>
      <w:r>
        <w:tab/>
        <w:t>1068</w:t>
      </w:r>
    </w:p>
    <w:p w14:paraId="1E58D72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</w:t>
      </w:r>
      <w:r w:rsidRPr="00825DA5">
        <w:rPr>
          <w:bCs/>
        </w:rPr>
        <w:t>3.21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>V2X sidelink communication</w:t>
      </w:r>
      <w:r>
        <w:tab/>
        <w:t>1071</w:t>
      </w:r>
    </w:p>
    <w:p w14:paraId="5142E97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1071</w:t>
      </w:r>
    </w:p>
    <w:p w14:paraId="0F03E64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Reference resource pool configurations for V2</w:t>
      </w:r>
      <w:r>
        <w:rPr>
          <w:lang w:eastAsia="zh-CN"/>
        </w:rPr>
        <w:t>X</w:t>
      </w:r>
      <w:r>
        <w:t xml:space="preserve"> Sidelink Communication</w:t>
      </w:r>
      <w:r>
        <w:tab/>
        <w:t>1071</w:t>
      </w:r>
    </w:p>
    <w:p w14:paraId="23A52B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A.3.21.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Reference measurement channels for V2</w:t>
      </w:r>
      <w:r>
        <w:rPr>
          <w:lang w:eastAsia="zh-CN"/>
        </w:rPr>
        <w:t>X</w:t>
      </w:r>
      <w:r>
        <w:t xml:space="preserve"> Sidelink Communication</w:t>
      </w:r>
      <w:r>
        <w:tab/>
        <w:t>1075</w:t>
      </w:r>
    </w:p>
    <w:p w14:paraId="1291D9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A.3.21.4</w:t>
      </w:r>
      <w:r>
        <w:rPr>
          <w:rFonts w:ascii="Calibri" w:eastAsia="Malgun Gothic" w:hAnsi="Calibri"/>
          <w:sz w:val="22"/>
          <w:szCs w:val="22"/>
        </w:rPr>
        <w:tab/>
      </w:r>
      <w:r>
        <w:t>Reference SL-DRX configurations</w:t>
      </w:r>
      <w:r>
        <w:tab/>
        <w:t>1076</w:t>
      </w:r>
    </w:p>
    <w:p w14:paraId="00592B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A.3.21.4.1</w:t>
      </w:r>
      <w:r>
        <w:rPr>
          <w:rFonts w:ascii="Calibri" w:eastAsia="Malgun Gothic" w:hAnsi="Calibri"/>
          <w:sz w:val="22"/>
          <w:szCs w:val="22"/>
        </w:rPr>
        <w:tab/>
      </w:r>
      <w:r>
        <w:t>SL-</w:t>
      </w:r>
      <w:r w:rsidRPr="00825DA5">
        <w:rPr>
          <w:lang w:val="en-US"/>
        </w:rPr>
        <w:t>DRX Configuration 1: SL-DRX cycle = 40 ms</w:t>
      </w:r>
      <w:r>
        <w:tab/>
        <w:t>1076</w:t>
      </w:r>
    </w:p>
    <w:p w14:paraId="77E888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A.3.21.4.2</w:t>
      </w:r>
      <w:r>
        <w:rPr>
          <w:rFonts w:ascii="Calibri" w:eastAsia="Malgun Gothic" w:hAnsi="Calibri"/>
          <w:sz w:val="22"/>
          <w:szCs w:val="22"/>
        </w:rPr>
        <w:tab/>
      </w:r>
      <w:r>
        <w:t>SL-</w:t>
      </w:r>
      <w:r w:rsidRPr="00825DA5">
        <w:rPr>
          <w:lang w:val="en-US"/>
        </w:rPr>
        <w:t>DRX Configuration 2: SL-DRX cycle = 320 ms</w:t>
      </w:r>
      <w:r>
        <w:tab/>
        <w:t>1076</w:t>
      </w:r>
    </w:p>
    <w:p w14:paraId="2EC1E8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A.3.21.4.3</w:t>
      </w:r>
      <w:r>
        <w:rPr>
          <w:rFonts w:ascii="Calibri" w:eastAsia="Malgun Gothic" w:hAnsi="Calibri"/>
          <w:sz w:val="22"/>
          <w:szCs w:val="22"/>
        </w:rPr>
        <w:tab/>
      </w:r>
      <w:r>
        <w:t>SL-</w:t>
      </w:r>
      <w:r w:rsidRPr="00825DA5">
        <w:rPr>
          <w:lang w:val="en-US"/>
        </w:rPr>
        <w:t>DRX Configuration 3: SL-DRX cycle = 640 ms</w:t>
      </w:r>
      <w:r>
        <w:tab/>
        <w:t>1076</w:t>
      </w:r>
    </w:p>
    <w:p w14:paraId="5FF359C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A.3.22</w:t>
      </w:r>
      <w:r>
        <w:rPr>
          <w:rFonts w:ascii="Calibri" w:eastAsia="Malgun Gothic" w:hAnsi="Calibri"/>
          <w:sz w:val="22"/>
          <w:szCs w:val="22"/>
        </w:rPr>
        <w:tab/>
      </w:r>
      <w:r>
        <w:t>CSI-IM configurations</w:t>
      </w:r>
      <w:r>
        <w:tab/>
        <w:t>1076</w:t>
      </w:r>
    </w:p>
    <w:p w14:paraId="15C944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A.3.22.1</w:t>
      </w:r>
      <w:r>
        <w:rPr>
          <w:rFonts w:ascii="Calibri" w:eastAsia="Malgun Gothic" w:hAnsi="Calibri"/>
          <w:sz w:val="22"/>
          <w:szCs w:val="22"/>
        </w:rPr>
        <w:tab/>
      </w:r>
      <w:r>
        <w:t>FDD</w:t>
      </w:r>
      <w:r>
        <w:tab/>
        <w:t>1076</w:t>
      </w:r>
    </w:p>
    <w:p w14:paraId="6564F83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A.3.22.2</w:t>
      </w:r>
      <w:r>
        <w:rPr>
          <w:rFonts w:ascii="Calibri" w:eastAsia="Malgun Gothic" w:hAnsi="Calibri"/>
          <w:sz w:val="22"/>
          <w:szCs w:val="22"/>
        </w:rPr>
        <w:tab/>
      </w:r>
      <w:r>
        <w:t>TDD</w:t>
      </w:r>
      <w:r>
        <w:tab/>
        <w:t>1077</w:t>
      </w:r>
    </w:p>
    <w:p w14:paraId="6D92DC1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A.3.23</w:t>
      </w:r>
      <w:r>
        <w:rPr>
          <w:rFonts w:ascii="Calibri" w:eastAsia="Malgun Gothic" w:hAnsi="Calibri"/>
          <w:sz w:val="22"/>
          <w:szCs w:val="22"/>
        </w:rPr>
        <w:tab/>
      </w:r>
      <w:r>
        <w:t>Spatial Relation Configuration</w:t>
      </w:r>
      <w:r>
        <w:tab/>
        <w:t>1078</w:t>
      </w:r>
    </w:p>
    <w:p w14:paraId="36138D6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1078</w:t>
      </w:r>
    </w:p>
    <w:p w14:paraId="27251AF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A.3.23.2</w:t>
      </w:r>
      <w:r>
        <w:rPr>
          <w:rFonts w:ascii="Calibri" w:eastAsia="Malgun Gothic" w:hAnsi="Calibri"/>
          <w:sz w:val="22"/>
          <w:szCs w:val="22"/>
        </w:rPr>
        <w:tab/>
      </w:r>
      <w:r>
        <w:t>Spatial Relation</w:t>
      </w:r>
      <w:r>
        <w:tab/>
        <w:t>1079</w:t>
      </w:r>
    </w:p>
    <w:p w14:paraId="5588281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A.3.24</w:t>
      </w:r>
      <w:r>
        <w:rPr>
          <w:rFonts w:ascii="Calibri" w:eastAsia="Malgun Gothic" w:hAnsi="Calibri"/>
          <w:sz w:val="22"/>
          <w:szCs w:val="22"/>
        </w:rPr>
        <w:tab/>
      </w:r>
      <w:r>
        <w:t>SRS configuration</w:t>
      </w:r>
      <w:r>
        <w:tab/>
        <w:t>1080</w:t>
      </w:r>
    </w:p>
    <w:p w14:paraId="637689D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Channel bandwidth (CBW) configurations</w:t>
      </w:r>
      <w:r>
        <w:tab/>
        <w:t>1082</w:t>
      </w:r>
    </w:p>
    <w:p w14:paraId="5593D42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A.3.25.1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DL UE specific CBW</w:t>
      </w:r>
      <w:r>
        <w:tab/>
        <w:t>1082</w:t>
      </w:r>
    </w:p>
    <w:p w14:paraId="233DBE9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A.3.25.2</w:t>
      </w:r>
      <w:r>
        <w:rPr>
          <w:rFonts w:ascii="Calibri" w:eastAsia="Malgun Gothic" w:hAnsi="Calibri"/>
          <w:sz w:val="22"/>
          <w:szCs w:val="22"/>
        </w:rPr>
        <w:tab/>
      </w:r>
      <w:r>
        <w:t>UL UE specific CBW</w:t>
      </w:r>
      <w:r>
        <w:tab/>
        <w:t>1083</w:t>
      </w:r>
    </w:p>
    <w:p w14:paraId="12C5A76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A.3.26</w:t>
      </w:r>
      <w:r>
        <w:rPr>
          <w:rFonts w:ascii="Calibri" w:eastAsia="Malgun Gothic" w:hAnsi="Calibri"/>
          <w:sz w:val="22"/>
          <w:szCs w:val="22"/>
        </w:rPr>
        <w:tab/>
      </w:r>
      <w:r>
        <w:t>CCA model</w:t>
      </w:r>
      <w:r>
        <w:tab/>
        <w:t>1083</w:t>
      </w:r>
    </w:p>
    <w:p w14:paraId="43B51B7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1083</w:t>
      </w:r>
    </w:p>
    <w:p w14:paraId="15EBDC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A.3.26.2</w:t>
      </w:r>
      <w:r>
        <w:rPr>
          <w:rFonts w:ascii="Calibri" w:eastAsia="Malgun Gothic" w:hAnsi="Calibri"/>
          <w:sz w:val="22"/>
          <w:szCs w:val="22"/>
        </w:rPr>
        <w:tab/>
      </w:r>
      <w:r>
        <w:t>CCA model for operation on a carrier frequency with CCA in FR1</w:t>
      </w:r>
      <w:r>
        <w:tab/>
        <w:t>1083</w:t>
      </w:r>
    </w:p>
    <w:p w14:paraId="1467C7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A.3.26.2.1</w:t>
      </w:r>
      <w:r>
        <w:rPr>
          <w:rFonts w:ascii="Calibri" w:eastAsia="Malgun Gothic" w:hAnsi="Calibri"/>
          <w:sz w:val="22"/>
          <w:szCs w:val="22"/>
        </w:rPr>
        <w:tab/>
      </w:r>
      <w:r>
        <w:t>DL CCA model</w:t>
      </w:r>
      <w:r>
        <w:tab/>
        <w:t>1083</w:t>
      </w:r>
    </w:p>
    <w:p w14:paraId="6C6CEFC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A.3.26.2.2</w:t>
      </w:r>
      <w:r>
        <w:rPr>
          <w:rFonts w:ascii="Calibri" w:eastAsia="Malgun Gothic" w:hAnsi="Calibri"/>
          <w:sz w:val="22"/>
          <w:szCs w:val="22"/>
        </w:rPr>
        <w:tab/>
      </w:r>
      <w:r>
        <w:t>UL CCA model</w:t>
      </w:r>
      <w:r>
        <w:tab/>
        <w:t>1084</w:t>
      </w:r>
    </w:p>
    <w:p w14:paraId="2A37F06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A.3.27</w:t>
      </w:r>
      <w:r>
        <w:rPr>
          <w:rFonts w:ascii="Calibri" w:eastAsia="Malgun Gothic" w:hAnsi="Calibri"/>
          <w:sz w:val="22"/>
          <w:szCs w:val="22"/>
        </w:rPr>
        <w:tab/>
      </w:r>
      <w:r>
        <w:t>Test Cases with at Least One Cell on a Carrier Frequency with CCA</w:t>
      </w:r>
      <w:r>
        <w:tab/>
        <w:t>1085</w:t>
      </w:r>
    </w:p>
    <w:p w14:paraId="3F0F49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A.3.27.1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1085</w:t>
      </w:r>
    </w:p>
    <w:p w14:paraId="4885C31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A.3.27.2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Standalone Tests with NR SCell under CCA and All Other NR Cells in FR1</w:t>
      </w:r>
      <w:r>
        <w:tab/>
        <w:t>1085</w:t>
      </w:r>
    </w:p>
    <w:p w14:paraId="4E9B63B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A.3.27.3</w:t>
      </w:r>
      <w:r>
        <w:rPr>
          <w:rFonts w:ascii="Calibri" w:eastAsia="Malgun Gothic" w:hAnsi="Calibri"/>
          <w:sz w:val="22"/>
          <w:szCs w:val="22"/>
        </w:rPr>
        <w:tab/>
      </w:r>
      <w:r>
        <w:t>EN-DC Tests with NR PSCell under CCA and Other NR Cells in FR1</w:t>
      </w:r>
      <w:r>
        <w:tab/>
        <w:t>1085</w:t>
      </w:r>
    </w:p>
    <w:p w14:paraId="3A4E1D9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A.3.27.4</w:t>
      </w:r>
      <w:r>
        <w:rPr>
          <w:rFonts w:ascii="Calibri" w:eastAsia="Malgun Gothic" w:hAnsi="Calibri"/>
          <w:sz w:val="22"/>
          <w:szCs w:val="22"/>
        </w:rPr>
        <w:tab/>
      </w:r>
      <w:r>
        <w:t>NR Standalone Tests with NR PCell under CCA and Other NR Cells in FR1</w:t>
      </w:r>
      <w:r>
        <w:tab/>
        <w:t>1085</w:t>
      </w:r>
    </w:p>
    <w:p w14:paraId="61D1A16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A.3.27.5</w:t>
      </w:r>
      <w:r>
        <w:rPr>
          <w:rFonts w:ascii="Calibri" w:eastAsia="Malgun Gothic" w:hAnsi="Calibri"/>
          <w:sz w:val="22"/>
          <w:szCs w:val="22"/>
        </w:rPr>
        <w:tab/>
      </w:r>
      <w:r>
        <w:t>E-UTRA Standalone Tests with at Least One NR Cell under CCA</w:t>
      </w:r>
      <w:r>
        <w:tab/>
        <w:t>1085</w:t>
      </w:r>
    </w:p>
    <w:p w14:paraId="42293F0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A.3.28</w:t>
      </w:r>
      <w:r>
        <w:rPr>
          <w:rFonts w:ascii="Calibri" w:eastAsia="Malgun Gothic" w:hAnsi="Calibri"/>
          <w:sz w:val="22"/>
          <w:szCs w:val="22"/>
        </w:rPr>
        <w:tab/>
      </w:r>
      <w:r>
        <w:t>Discovery Burst Transmission Window configuration under CCA</w:t>
      </w:r>
      <w:r>
        <w:tab/>
        <w:t>1086</w:t>
      </w:r>
    </w:p>
    <w:p w14:paraId="43632D1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A.3.28.1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DBT Window pattern 1: DBT Window period = 20 ms with DBT Window duration = 1 ms</w:t>
      </w:r>
      <w:r>
        <w:tab/>
        <w:t>1086</w:t>
      </w:r>
    </w:p>
    <w:p w14:paraId="4EC5540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A.3.29</w:t>
      </w:r>
      <w:r>
        <w:rPr>
          <w:rFonts w:ascii="Calibri" w:eastAsia="Malgun Gothic" w:hAnsi="Calibri"/>
          <w:sz w:val="22"/>
          <w:szCs w:val="22"/>
        </w:rPr>
        <w:tab/>
      </w:r>
      <w:r>
        <w:t>Testing principles for UE capable of only NR bands with shared spectrum access</w:t>
      </w:r>
      <w:r>
        <w:tab/>
        <w:t>1086</w:t>
      </w:r>
    </w:p>
    <w:p w14:paraId="03362C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A.3.29.1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1086</w:t>
      </w:r>
    </w:p>
    <w:p w14:paraId="506533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A.3.29.2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for UE capable of EN-DC with only NR bands with shared spectrum access</w:t>
      </w:r>
      <w:r>
        <w:tab/>
        <w:t>1086</w:t>
      </w:r>
    </w:p>
    <w:p w14:paraId="557739F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A.3.29.3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for UE capable of SA operation with only NR bands with shared spectrum access</w:t>
      </w:r>
      <w:r>
        <w:tab/>
        <w:t>1086</w:t>
      </w:r>
    </w:p>
    <w:p w14:paraId="59F844E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A.3.30</w:t>
      </w:r>
      <w:r>
        <w:rPr>
          <w:rFonts w:ascii="Calibri" w:eastAsia="Malgun Gothic" w:hAnsi="Calibri"/>
          <w:sz w:val="22"/>
          <w:szCs w:val="22"/>
        </w:rPr>
        <w:tab/>
      </w:r>
      <w:r>
        <w:t>CSI-RS configurations for RRM</w:t>
      </w:r>
      <w:r>
        <w:tab/>
        <w:t>1087</w:t>
      </w:r>
    </w:p>
    <w:p w14:paraId="247808E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A.3.30.1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FDD</w:t>
      </w:r>
      <w:r>
        <w:tab/>
        <w:t>1087</w:t>
      </w:r>
    </w:p>
    <w:p w14:paraId="2BFADF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A.3.30.2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TDD</w:t>
      </w:r>
      <w:r>
        <w:tab/>
        <w:t>1088</w:t>
      </w:r>
    </w:p>
    <w:p w14:paraId="5254CB0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A.3.31</w:t>
      </w:r>
      <w:r>
        <w:rPr>
          <w:rFonts w:ascii="Calibri" w:eastAsia="Malgun Gothic" w:hAnsi="Calibri"/>
          <w:sz w:val="22"/>
          <w:szCs w:val="22"/>
        </w:rPr>
        <w:tab/>
      </w:r>
      <w:r>
        <w:t>PRS Configurations</w:t>
      </w:r>
      <w:r>
        <w:tab/>
        <w:t>1090</w:t>
      </w:r>
    </w:p>
    <w:p w14:paraId="19FDF8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A.3.31.1.</w:t>
      </w:r>
      <w:r>
        <w:rPr>
          <w:rFonts w:ascii="Calibri" w:eastAsia="Malgun Gothic" w:hAnsi="Calibri"/>
          <w:sz w:val="22"/>
          <w:szCs w:val="22"/>
        </w:rPr>
        <w:tab/>
      </w:r>
      <w:r>
        <w:t>PRS Configurations for FR1</w:t>
      </w:r>
      <w:r>
        <w:tab/>
        <w:t>1090</w:t>
      </w:r>
    </w:p>
    <w:p w14:paraId="3F23E3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A.3.31.1.1.</w:t>
      </w:r>
      <w:r>
        <w:rPr>
          <w:rFonts w:ascii="Calibri" w:eastAsia="Malgun Gothic" w:hAnsi="Calibri"/>
          <w:sz w:val="22"/>
          <w:szCs w:val="22"/>
        </w:rPr>
        <w:tab/>
      </w:r>
      <w:r>
        <w:t>PRS pattern 1 in FR1: SCS=15 KHz</w:t>
      </w:r>
      <w:r>
        <w:tab/>
        <w:t>1090</w:t>
      </w:r>
    </w:p>
    <w:p w14:paraId="5EDB68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A.3.31.1.2.</w:t>
      </w:r>
      <w:r>
        <w:rPr>
          <w:rFonts w:ascii="Calibri" w:eastAsia="Malgun Gothic" w:hAnsi="Calibri"/>
          <w:sz w:val="22"/>
          <w:szCs w:val="22"/>
        </w:rPr>
        <w:tab/>
      </w:r>
      <w:r>
        <w:t>PRS pattern 2 in FR1: SCS=30 KHz</w:t>
      </w:r>
      <w:r>
        <w:tab/>
        <w:t>1091</w:t>
      </w:r>
    </w:p>
    <w:p w14:paraId="2235E6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A.3.31.2.</w:t>
      </w:r>
      <w:r>
        <w:rPr>
          <w:rFonts w:ascii="Calibri" w:eastAsia="Malgun Gothic" w:hAnsi="Calibri"/>
          <w:sz w:val="22"/>
          <w:szCs w:val="22"/>
        </w:rPr>
        <w:tab/>
      </w:r>
      <w:r>
        <w:t>PRS Configurations for FR2</w:t>
      </w:r>
      <w:r>
        <w:tab/>
        <w:t>1091</w:t>
      </w:r>
    </w:p>
    <w:p w14:paraId="08D3891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A.3.31.2.1.</w:t>
      </w:r>
      <w:r>
        <w:rPr>
          <w:rFonts w:ascii="Calibri" w:eastAsia="Malgun Gothic" w:hAnsi="Calibri"/>
          <w:sz w:val="22"/>
          <w:szCs w:val="22"/>
        </w:rPr>
        <w:tab/>
      </w:r>
      <w:r>
        <w:t>PRS pattern 1 in FR2: SCS=120 KHz</w:t>
      </w:r>
      <w:r>
        <w:tab/>
        <w:t>1091</w:t>
      </w:r>
    </w:p>
    <w:p w14:paraId="363E917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>NR sidelink discovery</w:t>
      </w:r>
      <w:r>
        <w:tab/>
        <w:t>1091</w:t>
      </w:r>
    </w:p>
    <w:p w14:paraId="195E795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1091</w:t>
      </w:r>
    </w:p>
    <w:p w14:paraId="5861B78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A.3.32.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Reference resource pool configurations for NR Sidelink Discovery</w:t>
      </w:r>
      <w:r>
        <w:tab/>
        <w:t>1091</w:t>
      </w:r>
    </w:p>
    <w:p w14:paraId="37CB77D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A.3.32.3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</w:t>
      </w:r>
      <w:r>
        <w:tab/>
        <w:t>1092</w:t>
      </w:r>
    </w:p>
    <w:p w14:paraId="13C2126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</w:rPr>
        <w:t>A.3.33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>PRS Processing Window (PPW) configurations</w:t>
      </w:r>
      <w:r>
        <w:tab/>
        <w:t>1092</w:t>
      </w:r>
    </w:p>
    <w:p w14:paraId="1747FCD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A.3.34</w:t>
      </w:r>
      <w:r>
        <w:rPr>
          <w:rFonts w:ascii="Calibri" w:eastAsia="Malgun Gothic" w:hAnsi="Calibri"/>
          <w:sz w:val="22"/>
          <w:szCs w:val="22"/>
        </w:rPr>
        <w:tab/>
      </w:r>
      <w:r>
        <w:t>Testing principles for test cases related to PRS measurements</w:t>
      </w:r>
      <w:r>
        <w:tab/>
        <w:t>1092</w:t>
      </w:r>
    </w:p>
    <w:p w14:paraId="3FBA8E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A.3.34.1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1092</w:t>
      </w:r>
    </w:p>
    <w:p w14:paraId="730452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A.3.34.2</w:t>
      </w:r>
      <w:r>
        <w:rPr>
          <w:rFonts w:ascii="Calibri" w:eastAsia="Malgun Gothic" w:hAnsi="Calibri"/>
          <w:sz w:val="22"/>
          <w:szCs w:val="22"/>
        </w:rPr>
        <w:tab/>
      </w:r>
      <w:r>
        <w:t>Test cases in RRC_INACTIVE state</w:t>
      </w:r>
      <w:r>
        <w:tab/>
        <w:t>1093</w:t>
      </w:r>
    </w:p>
    <w:p w14:paraId="07E2479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A.3.34.3</w:t>
      </w:r>
      <w:r>
        <w:rPr>
          <w:rFonts w:ascii="Calibri" w:eastAsia="Malgun Gothic" w:hAnsi="Calibri"/>
          <w:sz w:val="22"/>
          <w:szCs w:val="22"/>
        </w:rPr>
        <w:tab/>
      </w:r>
      <w:r>
        <w:t>Test cases for PRS measurements with gaps in RRC_CONNECTED state</w:t>
      </w:r>
      <w:r>
        <w:tab/>
        <w:t>1093</w:t>
      </w:r>
    </w:p>
    <w:p w14:paraId="0EE093A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A.3.34.4</w:t>
      </w:r>
      <w:r>
        <w:rPr>
          <w:rFonts w:ascii="Calibri" w:eastAsia="Malgun Gothic" w:hAnsi="Calibri"/>
          <w:sz w:val="22"/>
          <w:szCs w:val="22"/>
        </w:rPr>
        <w:tab/>
      </w:r>
      <w:r>
        <w:t>Test cases for PRS measurements without gaps in RRC_CONNECTED state</w:t>
      </w:r>
      <w:r>
        <w:tab/>
        <w:t>1093</w:t>
      </w:r>
    </w:p>
    <w:p w14:paraId="588DC29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A.3.35</w:t>
      </w:r>
      <w:r>
        <w:rPr>
          <w:rFonts w:ascii="Calibri" w:eastAsia="Malgun Gothic" w:hAnsi="Calibri"/>
          <w:sz w:val="22"/>
          <w:szCs w:val="22"/>
        </w:rPr>
        <w:tab/>
      </w:r>
      <w:r>
        <w:t>Testing principle for RedCap UE</w:t>
      </w:r>
      <w:r>
        <w:tab/>
        <w:t>1094</w:t>
      </w:r>
    </w:p>
    <w:p w14:paraId="516FE36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A.3.35.1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1094</w:t>
      </w:r>
    </w:p>
    <w:p w14:paraId="4C74464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A.3.35.2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Principle of testing for FR1</w:t>
      </w:r>
      <w:r>
        <w:tab/>
        <w:t>1094</w:t>
      </w:r>
    </w:p>
    <w:p w14:paraId="23B9EE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A.3.35.3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Principle of testing for FR2</w:t>
      </w:r>
      <w:r>
        <w:tab/>
        <w:t>1094</w:t>
      </w:r>
    </w:p>
    <w:p w14:paraId="2EF7391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A.3.36</w:t>
      </w:r>
      <w:r>
        <w:rPr>
          <w:rFonts w:ascii="Calibri" w:eastAsia="Malgun Gothic" w:hAnsi="Calibri"/>
          <w:sz w:val="22"/>
          <w:szCs w:val="22"/>
        </w:rPr>
        <w:tab/>
      </w:r>
      <w:r>
        <w:t>Testing principles for test cases related to Satellite access</w:t>
      </w:r>
      <w:r>
        <w:tab/>
        <w:t>1094</w:t>
      </w:r>
    </w:p>
    <w:p w14:paraId="5D5607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A.3.36.1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1094</w:t>
      </w:r>
    </w:p>
    <w:p w14:paraId="486FE1B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A.3.36.2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GSO and NGSO scenarios</w:t>
      </w:r>
      <w:r>
        <w:tab/>
        <w:t>1094</w:t>
      </w:r>
    </w:p>
    <w:p w14:paraId="0732F9B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A.3.36.2</w:t>
      </w:r>
      <w:r>
        <w:rPr>
          <w:rFonts w:ascii="Calibri" w:eastAsia="Malgun Gothic" w:hAnsi="Calibri"/>
          <w:sz w:val="22"/>
          <w:szCs w:val="22"/>
        </w:rPr>
        <w:tab/>
      </w:r>
      <w:r>
        <w:t>Principle of testing different RRM requirements</w:t>
      </w:r>
      <w:r>
        <w:tab/>
        <w:t>1095</w:t>
      </w:r>
    </w:p>
    <w:p w14:paraId="49A34304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A.4</w:t>
      </w:r>
      <w:r>
        <w:rPr>
          <w:rFonts w:ascii="Calibri" w:eastAsia="Malgun Gothic" w:hAnsi="Calibri"/>
          <w:szCs w:val="22"/>
        </w:rPr>
        <w:tab/>
      </w:r>
      <w:r>
        <w:t>EN-DC tests with all NR cells in FR1</w:t>
      </w:r>
      <w:r>
        <w:tab/>
        <w:t>1096</w:t>
      </w:r>
    </w:p>
    <w:p w14:paraId="174EC04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1096</w:t>
      </w:r>
    </w:p>
    <w:p w14:paraId="4332423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1096</w:t>
      </w:r>
    </w:p>
    <w:p w14:paraId="7A24536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1096</w:t>
      </w:r>
    </w:p>
    <w:p w14:paraId="5EA0CBE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A.4.3.1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1096</w:t>
      </w:r>
    </w:p>
    <w:p w14:paraId="59BAE7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1096</w:t>
      </w:r>
    </w:p>
    <w:p w14:paraId="72550A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1096</w:t>
      </w:r>
    </w:p>
    <w:p w14:paraId="4388F8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1096</w:t>
      </w:r>
    </w:p>
    <w:p w14:paraId="78B807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4.3.2.2.1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contention based random access test in FR1 for PSCell in EN-DC</w:t>
      </w:r>
      <w:r>
        <w:tab/>
        <w:t>1096</w:t>
      </w:r>
    </w:p>
    <w:p w14:paraId="46FE8B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</w:t>
      </w:r>
      <w:r>
        <w:rPr>
          <w:lang w:eastAsia="zh-CN"/>
        </w:rPr>
        <w:t>.4.3.2.2.2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 on-contention based random access test in FR1 for PSCell in EN-DC</w:t>
      </w:r>
      <w:r>
        <w:tab/>
        <w:t>1100</w:t>
      </w:r>
    </w:p>
    <w:p w14:paraId="2E328B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4.3.2.2.3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contention based random access test in FR1 for PSCell in EN-DC</w:t>
      </w:r>
      <w:r>
        <w:tab/>
        <w:t>1104</w:t>
      </w:r>
    </w:p>
    <w:p w14:paraId="6416AE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</w:t>
      </w:r>
      <w:r>
        <w:rPr>
          <w:lang w:eastAsia="zh-CN"/>
        </w:rPr>
        <w:t>.4.3.2.2.4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n on-contention based random access test in FR1 for PSCell in EN-DC</w:t>
      </w:r>
      <w:r>
        <w:tab/>
        <w:t>1108</w:t>
      </w:r>
    </w:p>
    <w:p w14:paraId="552911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A.4.3.2.3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1112</w:t>
      </w:r>
    </w:p>
    <w:p w14:paraId="23A03CD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</w:t>
      </w:r>
      <w:r>
        <w:rPr>
          <w:lang w:eastAsia="zh-CN"/>
        </w:rPr>
        <w:t>3</w:t>
      </w:r>
      <w:r w:rsidRPr="00825DA5">
        <w:rPr>
          <w:rFonts w:eastAsia="MS Mincho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Handover with PSCell from EN-DC to EN-DC with known target PSCell in FR1</w:t>
      </w:r>
      <w:r>
        <w:tab/>
        <w:t>1112</w:t>
      </w:r>
    </w:p>
    <w:p w14:paraId="554A8B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</w:t>
      </w:r>
      <w:r>
        <w:rPr>
          <w:lang w:eastAsia="zh-CN"/>
        </w:rPr>
        <w:t>3</w:t>
      </w:r>
      <w:r>
        <w:t>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1112</w:t>
      </w:r>
    </w:p>
    <w:p w14:paraId="27D76C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</w:t>
      </w:r>
      <w:r>
        <w:rPr>
          <w:lang w:eastAsia="zh-CN"/>
        </w:rPr>
        <w:t>3</w:t>
      </w:r>
      <w: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1118</w:t>
      </w:r>
    </w:p>
    <w:p w14:paraId="0E777A2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A.4.4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1119</w:t>
      </w:r>
    </w:p>
    <w:p w14:paraId="189602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1119</w:t>
      </w:r>
    </w:p>
    <w:p w14:paraId="4DE275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NR UE Transmit Timing Test for FR1</w:t>
      </w:r>
      <w:r>
        <w:tab/>
        <w:t>1119</w:t>
      </w:r>
    </w:p>
    <w:p w14:paraId="03BDA8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1119</w:t>
      </w:r>
    </w:p>
    <w:p w14:paraId="1E07AA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A.4.4.1.1.2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1123</w:t>
      </w:r>
    </w:p>
    <w:p w14:paraId="273708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1123</w:t>
      </w:r>
    </w:p>
    <w:p w14:paraId="055B200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1123</w:t>
      </w:r>
    </w:p>
    <w:p w14:paraId="13E7C8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A.4.4.3.1</w:t>
      </w:r>
      <w:r>
        <w:rPr>
          <w:rFonts w:ascii="Calibri" w:eastAsia="Malgun Gothic" w:hAnsi="Calibri"/>
          <w:sz w:val="22"/>
          <w:szCs w:val="22"/>
        </w:rPr>
        <w:tab/>
      </w:r>
      <w:r>
        <w:t>EN-DC FR1 timing advance adjustment accuracy</w:t>
      </w:r>
      <w:r>
        <w:tab/>
        <w:t>1123</w:t>
      </w:r>
    </w:p>
    <w:p w14:paraId="3E1296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A.4.4.3.1.1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1123</w:t>
      </w:r>
    </w:p>
    <w:p w14:paraId="6A1E54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A.4.4.3.1.2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1123</w:t>
      </w:r>
    </w:p>
    <w:p w14:paraId="28961A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A.4.4.3.1.3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1127</w:t>
      </w:r>
    </w:p>
    <w:p w14:paraId="218BD68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A.4.5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</w:t>
      </w:r>
      <w:r>
        <w:tab/>
        <w:t>1127</w:t>
      </w:r>
    </w:p>
    <w:p w14:paraId="0CB15F5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1127</w:t>
      </w:r>
    </w:p>
    <w:p w14:paraId="0BA381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PSCell configured with SSB-based RLM RS in non-DRX mode</w:t>
      </w:r>
      <w:r>
        <w:tab/>
        <w:t>1128</w:t>
      </w:r>
    </w:p>
    <w:p w14:paraId="1AA026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1128</w:t>
      </w:r>
    </w:p>
    <w:p w14:paraId="0D01D1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1132</w:t>
      </w:r>
    </w:p>
    <w:p w14:paraId="19C924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PSCell configured with SSB-based RLM RS in non-DRX mode</w:t>
      </w:r>
      <w:r>
        <w:tab/>
        <w:t>1132</w:t>
      </w:r>
    </w:p>
    <w:p w14:paraId="547F26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1132</w:t>
      </w:r>
    </w:p>
    <w:p w14:paraId="2CF4D2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1138</w:t>
      </w:r>
    </w:p>
    <w:p w14:paraId="472EA08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PSCell configured with SSB-based RLM RS in DRX mode</w:t>
      </w:r>
      <w:r>
        <w:tab/>
        <w:t>1138</w:t>
      </w:r>
    </w:p>
    <w:p w14:paraId="62D0E8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1138</w:t>
      </w:r>
    </w:p>
    <w:p w14:paraId="036CD7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1143</w:t>
      </w:r>
    </w:p>
    <w:p w14:paraId="01A530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PSCell configured with SSB-based RLM RS in DRX mode</w:t>
      </w:r>
      <w:r>
        <w:tab/>
        <w:t>1143</w:t>
      </w:r>
    </w:p>
    <w:p w14:paraId="3931A4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1143</w:t>
      </w:r>
    </w:p>
    <w:p w14:paraId="408B9E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1149</w:t>
      </w:r>
    </w:p>
    <w:p w14:paraId="473CD3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Out-of-sync Test for FR1 PSCell configured with CSI-RS-based RLM in non-DRX mode</w:t>
      </w:r>
      <w:r>
        <w:tab/>
        <w:t>1149</w:t>
      </w:r>
    </w:p>
    <w:p w14:paraId="038380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1149</w:t>
      </w:r>
    </w:p>
    <w:p w14:paraId="66EC33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1154</w:t>
      </w:r>
    </w:p>
    <w:p w14:paraId="0E8C40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A.4.5.1.6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In-sync Test for FR1 PSCell configured with CSI-RS-based RLM in non-DRX mode</w:t>
      </w:r>
      <w:r>
        <w:tab/>
        <w:t>1154</w:t>
      </w:r>
    </w:p>
    <w:p w14:paraId="3587C0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1154</w:t>
      </w:r>
    </w:p>
    <w:p w14:paraId="33F529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1160</w:t>
      </w:r>
    </w:p>
    <w:p w14:paraId="5F56D3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Out-of-sync Test for FR1 PSCell configured with CSI-RS-based RLM in DRX mode</w:t>
      </w:r>
      <w:r>
        <w:tab/>
        <w:t>1160</w:t>
      </w:r>
    </w:p>
    <w:p w14:paraId="20F8C9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1160</w:t>
      </w:r>
    </w:p>
    <w:p w14:paraId="0357C8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1165</w:t>
      </w:r>
    </w:p>
    <w:p w14:paraId="59B411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A.4.5.1.8</w:t>
      </w:r>
      <w:r>
        <w:rPr>
          <w:rFonts w:ascii="Calibri" w:eastAsia="Malgun Gothic" w:hAnsi="Calibri"/>
          <w:sz w:val="22"/>
          <w:szCs w:val="22"/>
        </w:rPr>
        <w:tab/>
      </w:r>
      <w:r>
        <w:t>EN-DC Radio Link Monitoring In-sync Test for FR1 PSCell configured with CSI-RS-based RLM in DRX mode</w:t>
      </w:r>
      <w:r>
        <w:tab/>
        <w:t>1166</w:t>
      </w:r>
    </w:p>
    <w:p w14:paraId="6C0584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1166</w:t>
      </w:r>
    </w:p>
    <w:p w14:paraId="2AA810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1171</w:t>
      </w:r>
    </w:p>
    <w:p w14:paraId="0C99BB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A.4.5.1.9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PSCell configured with SSB-based RLM RS for UE fulfilling relaxed measurement criterion</w:t>
      </w:r>
      <w:r>
        <w:tab/>
        <w:t>1171</w:t>
      </w:r>
    </w:p>
    <w:p w14:paraId="00BFCE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1171</w:t>
      </w:r>
    </w:p>
    <w:p w14:paraId="5964DB5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1177</w:t>
      </w:r>
    </w:p>
    <w:p w14:paraId="0D4018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bCs/>
        </w:rPr>
        <w:t>A.4.5.2.</w:t>
      </w:r>
      <w:r w:rsidRPr="00825DA5">
        <w:rPr>
          <w:bCs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at transitions between active and non-active during DRX in synchronous EN-DC</w:t>
      </w:r>
      <w:r>
        <w:tab/>
        <w:t>1177</w:t>
      </w:r>
    </w:p>
    <w:p w14:paraId="6F069D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1177</w:t>
      </w:r>
    </w:p>
    <w:p w14:paraId="6BCE0D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1181</w:t>
      </w:r>
    </w:p>
    <w:p w14:paraId="5AF2A3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bCs/>
        </w:rPr>
        <w:t>A.4.5.2.</w:t>
      </w:r>
      <w:r w:rsidRPr="00825DA5">
        <w:rPr>
          <w:bCs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at transitions between active and non-active during DRX in asynchronous EN-DC</w:t>
      </w:r>
      <w:r>
        <w:tab/>
        <w:t>1181</w:t>
      </w:r>
    </w:p>
    <w:p w14:paraId="2977E9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1181</w:t>
      </w:r>
    </w:p>
    <w:p w14:paraId="783D18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1185</w:t>
      </w:r>
    </w:p>
    <w:p w14:paraId="5AF3A3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</w:t>
      </w:r>
      <w:r w:rsidRPr="00825DA5">
        <w:rPr>
          <w:bCs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during measurements on deactivated NR SCC in synchronous EN-DC</w:t>
      </w:r>
      <w:r>
        <w:tab/>
        <w:t>1185</w:t>
      </w:r>
    </w:p>
    <w:p w14:paraId="4FC8FC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1185</w:t>
      </w:r>
    </w:p>
    <w:p w14:paraId="6C81EE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1190</w:t>
      </w:r>
    </w:p>
    <w:p w14:paraId="4FA6A6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A.4.5.2.4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during measurements on deactivated NR SCC in asynchronous EN-DC</w:t>
      </w:r>
      <w:r>
        <w:tab/>
        <w:t>1191</w:t>
      </w:r>
    </w:p>
    <w:p w14:paraId="474496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1191</w:t>
      </w:r>
    </w:p>
    <w:p w14:paraId="2D47ED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1195</w:t>
      </w:r>
    </w:p>
    <w:p w14:paraId="3B6A8C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</w:t>
      </w:r>
      <w:r w:rsidRPr="00825DA5">
        <w:rPr>
          <w:bCs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during measurements on deactivated E-UTRAN SCC in synchronous EN-DC</w:t>
      </w:r>
      <w:r>
        <w:tab/>
        <w:t>1196</w:t>
      </w:r>
    </w:p>
    <w:p w14:paraId="019980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1196</w:t>
      </w:r>
    </w:p>
    <w:p w14:paraId="78ECE8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1200</w:t>
      </w:r>
    </w:p>
    <w:p w14:paraId="33A994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</w:t>
      </w:r>
      <w:r w:rsidRPr="00825DA5">
        <w:rPr>
          <w:bCs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during measurements on deactivated E-UTRAN SCC in asynchronous EN-DC</w:t>
      </w:r>
      <w:r>
        <w:tab/>
        <w:t>1200</w:t>
      </w:r>
    </w:p>
    <w:p w14:paraId="0BA719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1200</w:t>
      </w:r>
    </w:p>
    <w:p w14:paraId="247729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1204</w:t>
      </w:r>
    </w:p>
    <w:p w14:paraId="0A74BB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1204</w:t>
      </w:r>
    </w:p>
    <w:p w14:paraId="3B3807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  <w:bCs/>
        </w:rPr>
        <w:t>E-UTRAN - NR FR1 i</w:t>
      </w:r>
      <w:r>
        <w:t>nterruptions at NR SRS carrier based switching in asynchronous EN-DC</w:t>
      </w:r>
      <w:r>
        <w:tab/>
        <w:t>1204</w:t>
      </w:r>
    </w:p>
    <w:p w14:paraId="6F84EB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1204</w:t>
      </w:r>
    </w:p>
    <w:p w14:paraId="595529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1207</w:t>
      </w:r>
    </w:p>
    <w:p w14:paraId="332C8E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A.4.5.2.9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interruptions at E-UTRA SRS carrier based switching</w:t>
      </w:r>
      <w:r>
        <w:tab/>
        <w:t>1208</w:t>
      </w:r>
    </w:p>
    <w:p w14:paraId="4F5C83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1208</w:t>
      </w:r>
    </w:p>
    <w:p w14:paraId="2B2624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1211</w:t>
      </w:r>
    </w:p>
    <w:p w14:paraId="7163468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A.4.5.2.10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interruptions due to RRM and RLM/BFD measurements on deactivated NR PSCell</w:t>
      </w:r>
      <w:r>
        <w:tab/>
        <w:t>1212</w:t>
      </w:r>
    </w:p>
    <w:p w14:paraId="089680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A.4.5.2.10.1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1212</w:t>
      </w:r>
    </w:p>
    <w:p w14:paraId="10D5B3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A.4.5.2.10.2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1215</w:t>
      </w:r>
    </w:p>
    <w:p w14:paraId="715B6F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  <w:lang w:eastAsia="en-US"/>
        </w:rPr>
        <w:t>A.4.5.2.11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  <w:bCs/>
          <w:lang w:eastAsia="en-US"/>
        </w:rPr>
        <w:t>E-UTRAN - NR FR1 i</w:t>
      </w:r>
      <w:r w:rsidRPr="00825DA5">
        <w:rPr>
          <w:rFonts w:eastAsia="Malgun Gothic"/>
          <w:lang w:eastAsia="en-US"/>
        </w:rPr>
        <w:t>nterruptions at NR SRS antenna port switching with 1 SRS symbol in a slot in synchronous EN-DC</w:t>
      </w:r>
      <w:r>
        <w:tab/>
        <w:t>1215</w:t>
      </w:r>
    </w:p>
    <w:p w14:paraId="5BDB32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en-US"/>
        </w:rPr>
        <w:t>A.4.5.2.11.1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en-US"/>
        </w:rPr>
        <w:t>Test Purpose and Environment</w:t>
      </w:r>
      <w:r>
        <w:tab/>
        <w:t>1215</w:t>
      </w:r>
    </w:p>
    <w:p w14:paraId="033BAD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en-US"/>
        </w:rPr>
        <w:t>A.4.5.2.11.2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en-US"/>
        </w:rPr>
        <w:t>Test Requirements</w:t>
      </w:r>
      <w:r>
        <w:tab/>
        <w:t>1220</w:t>
      </w:r>
    </w:p>
    <w:p w14:paraId="238146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A.4.5.2.12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  <w:bCs/>
        </w:rPr>
        <w:t>E-UTRAN - NR FR1 i</w:t>
      </w:r>
      <w:r>
        <w:t>nterruptions at NR SRS antenna port switching in asynchronous EN-DC</w:t>
      </w:r>
      <w:r>
        <w:tab/>
        <w:t>1221</w:t>
      </w:r>
    </w:p>
    <w:p w14:paraId="317A28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A.4.5.2.12.1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1221</w:t>
      </w:r>
    </w:p>
    <w:p w14:paraId="366D56C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1229</w:t>
      </w:r>
    </w:p>
    <w:p w14:paraId="1BA6FC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A.4.5.3.1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known SCell in FR1 for 160ms SCell measurement cycle</w:t>
      </w:r>
      <w:r>
        <w:tab/>
        <w:t>1229</w:t>
      </w:r>
    </w:p>
    <w:p w14:paraId="7025AC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1229</w:t>
      </w:r>
    </w:p>
    <w:p w14:paraId="70652B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1235</w:t>
      </w:r>
    </w:p>
    <w:p w14:paraId="7437DF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known SCell in FR1 for 640ms SCell measurement cycle</w:t>
      </w:r>
      <w:r>
        <w:tab/>
        <w:t>1236</w:t>
      </w:r>
    </w:p>
    <w:p w14:paraId="1E7DA2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A.4.5.3.2.1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1236</w:t>
      </w:r>
    </w:p>
    <w:p w14:paraId="54C45E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1236</w:t>
      </w:r>
    </w:p>
    <w:p w14:paraId="0C7054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A.4.5.3.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unknown SCell in FR1</w:t>
      </w:r>
      <w:r>
        <w:tab/>
        <w:t>1236</w:t>
      </w:r>
    </w:p>
    <w:p w14:paraId="4C7813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1236</w:t>
      </w:r>
    </w:p>
    <w:p w14:paraId="3590B6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1237</w:t>
      </w:r>
    </w:p>
    <w:p w14:paraId="0BB4F0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A.4.5.3.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multiple unknown SCells in FR1 with single activation/deactivation command</w:t>
      </w:r>
      <w:r>
        <w:tab/>
        <w:t>1238</w:t>
      </w:r>
    </w:p>
    <w:p w14:paraId="3778C0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1238</w:t>
      </w:r>
    </w:p>
    <w:p w14:paraId="2E7116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1240</w:t>
      </w:r>
    </w:p>
    <w:p w14:paraId="43752C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A.4.5.3.5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Direct SCell activation at SCell addition of known SCell in FR1</w:t>
      </w:r>
      <w:r>
        <w:tab/>
        <w:t>1240</w:t>
      </w:r>
    </w:p>
    <w:p w14:paraId="013F0E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1240</w:t>
      </w:r>
    </w:p>
    <w:p w14:paraId="6B1E62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1248</w:t>
      </w:r>
    </w:p>
    <w:p w14:paraId="07B5F7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A.4.5.3.3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Fast SCell Activation of known SCell in FR1 for 160ms SCell measurement cycle</w:t>
      </w:r>
      <w:r>
        <w:tab/>
        <w:t>1248</w:t>
      </w:r>
    </w:p>
    <w:p w14:paraId="6AF46D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1248</w:t>
      </w:r>
    </w:p>
    <w:p w14:paraId="3E0E29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1253</w:t>
      </w:r>
    </w:p>
    <w:p w14:paraId="405244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A.4.5.3.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>Fast SCell Activation of known SCell in FR1 for 640 ms SCell measurement cycle</w:t>
      </w:r>
      <w:r>
        <w:tab/>
        <w:t>1254</w:t>
      </w:r>
    </w:p>
    <w:p w14:paraId="2F09E7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1254</w:t>
      </w:r>
    </w:p>
    <w:p w14:paraId="29FAD4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A.4.5.3.4.2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1254</w:t>
      </w:r>
    </w:p>
    <w:p w14:paraId="16BDE6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A.4.5.4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1255</w:t>
      </w:r>
    </w:p>
    <w:p w14:paraId="0E2EC4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A.4.5.4.1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1255</w:t>
      </w:r>
    </w:p>
    <w:p w14:paraId="33319B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A.4.5.4.1.1 Test Purpose and Environment</w:t>
      </w:r>
      <w:r>
        <w:tab/>
        <w:t>1255</w:t>
      </w:r>
    </w:p>
    <w:p w14:paraId="111A0B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1265</w:t>
      </w:r>
    </w:p>
    <w:p w14:paraId="2F26AA1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A.4.5.5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1265</w:t>
      </w:r>
    </w:p>
    <w:p w14:paraId="79573E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A.4.5.5.1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SSB-based BFD and LR in non-DRX mode</w:t>
      </w:r>
      <w:r>
        <w:tab/>
        <w:t>1265</w:t>
      </w:r>
    </w:p>
    <w:p w14:paraId="2310CB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1265</w:t>
      </w:r>
    </w:p>
    <w:p w14:paraId="5667AA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1271</w:t>
      </w:r>
    </w:p>
    <w:p w14:paraId="621521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A.4.5.5.2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SSB-based BFD and LR in DRX mode</w:t>
      </w:r>
      <w:r>
        <w:tab/>
        <w:t>1271</w:t>
      </w:r>
    </w:p>
    <w:p w14:paraId="5FA229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1271</w:t>
      </w:r>
    </w:p>
    <w:p w14:paraId="6B2F04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1277</w:t>
      </w:r>
    </w:p>
    <w:p w14:paraId="05D30E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A.4.5.5.3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CSI-RS-based BFD and LR in non-DRX mode</w:t>
      </w:r>
      <w:r>
        <w:tab/>
        <w:t>1277</w:t>
      </w:r>
    </w:p>
    <w:p w14:paraId="0CD990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1277</w:t>
      </w:r>
    </w:p>
    <w:p w14:paraId="117F91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1283</w:t>
      </w:r>
    </w:p>
    <w:p w14:paraId="6603D2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A.4.5.5.4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CSI-RS-based BFD and LR in DRX mode</w:t>
      </w:r>
      <w:r>
        <w:tab/>
        <w:t>1283</w:t>
      </w:r>
    </w:p>
    <w:p w14:paraId="3BBE4E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1283</w:t>
      </w:r>
    </w:p>
    <w:p w14:paraId="0EC8A8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1289</w:t>
      </w:r>
    </w:p>
    <w:p w14:paraId="42FCAA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A.4.5.5.5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SCell configured with CSI-RS-based BFD and SSB-based LR in non-DRX mode</w:t>
      </w:r>
      <w:r>
        <w:tab/>
        <w:t>1289</w:t>
      </w:r>
    </w:p>
    <w:p w14:paraId="72352B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1289</w:t>
      </w:r>
    </w:p>
    <w:p w14:paraId="7CD371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1295</w:t>
      </w:r>
    </w:p>
    <w:p w14:paraId="56BE88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A.4.5.5.6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SCell configured with CSI-RS-based BFD and SSB-based LR in DRX mode</w:t>
      </w:r>
      <w:r>
        <w:tab/>
        <w:t>1295</w:t>
      </w:r>
    </w:p>
    <w:p w14:paraId="669965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1295</w:t>
      </w:r>
    </w:p>
    <w:p w14:paraId="25E88B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1302</w:t>
      </w:r>
    </w:p>
    <w:p w14:paraId="6549A7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A.4.5.5.7</w:t>
      </w:r>
      <w:r>
        <w:rPr>
          <w:rFonts w:ascii="Calibri" w:eastAsia="Malgun Gothic" w:hAnsi="Calibri"/>
          <w:sz w:val="22"/>
          <w:szCs w:val="22"/>
        </w:rPr>
        <w:tab/>
      </w:r>
      <w:r>
        <w:t>EN-DC TRP specific Beam Failure Detection and Link Recovery Test for FR1 PSCell configured with SSB-based BFD and LR in non-DRX mode</w:t>
      </w:r>
      <w:r>
        <w:tab/>
        <w:t>1302</w:t>
      </w:r>
    </w:p>
    <w:p w14:paraId="55A2FF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A.4.5.5.7.1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Test Purpose and </w:t>
      </w:r>
      <w:r w:rsidRPr="00825DA5">
        <w:rPr>
          <w:snapToGrid w:val="0"/>
          <w:lang w:eastAsia="zh-CN"/>
        </w:rPr>
        <w:t>Environment</w:t>
      </w:r>
      <w:r>
        <w:tab/>
        <w:t>1302</w:t>
      </w:r>
    </w:p>
    <w:p w14:paraId="691F48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A.4.5.5.7.2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1308</w:t>
      </w:r>
    </w:p>
    <w:p w14:paraId="70257C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A.4.5.5.8</w:t>
      </w:r>
      <w:r>
        <w:rPr>
          <w:rFonts w:ascii="Calibri" w:eastAsia="Malgun Gothic" w:hAnsi="Calibri"/>
          <w:sz w:val="22"/>
          <w:szCs w:val="22"/>
        </w:rPr>
        <w:tab/>
      </w:r>
      <w:r>
        <w:t>EN-DC TRP specific Beam Failure Detection and Link Recovery Test for FR1 SCell configured with CSI-RS-based BFD and SSB-based LR in non-DRX mode</w:t>
      </w:r>
      <w:r>
        <w:tab/>
        <w:t>1308</w:t>
      </w:r>
    </w:p>
    <w:p w14:paraId="692FB6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A.4.5.5.8.1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1308</w:t>
      </w:r>
    </w:p>
    <w:p w14:paraId="666EBF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A.4.5.5.8.2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1315</w:t>
      </w:r>
    </w:p>
    <w:p w14:paraId="41AB5DC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A.4.5.6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tab/>
        <w:t>1316</w:t>
      </w:r>
    </w:p>
    <w:p w14:paraId="663974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A.4.5.6.1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1316</w:t>
      </w:r>
    </w:p>
    <w:p w14:paraId="452CEC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A.4.5.6.1.1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lang w:val="en-US"/>
        </w:rPr>
        <w:t>E-UTRAN – NR PSCell FR1 DL active BWP switch in non-DRX in synchronous EN-DC</w:t>
      </w:r>
      <w:r>
        <w:tab/>
        <w:t>1316</w:t>
      </w:r>
    </w:p>
    <w:p w14:paraId="677CA7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A.4.5.6.1.2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FR1 DL active BWP switch with FR1 SCell in non-DRX in synchronous EN-DC</w:t>
      </w:r>
      <w:r>
        <w:tab/>
        <w:t>1321</w:t>
      </w:r>
    </w:p>
    <w:p w14:paraId="344152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A.4.5.6.2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1327</w:t>
      </w:r>
    </w:p>
    <w:p w14:paraId="491385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825DA5">
        <w:rPr>
          <w:rFonts w:cs="Arial"/>
          <w:lang w:val="en-US"/>
        </w:rPr>
        <w:t>on multiple CCs</w:t>
      </w:r>
      <w:r>
        <w:tab/>
        <w:t>1331</w:t>
      </w:r>
    </w:p>
    <w:p w14:paraId="0CE33A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A.4.5.6.3.1</w:t>
      </w:r>
      <w:r>
        <w:rPr>
          <w:rFonts w:ascii="Calibri" w:eastAsia="Malgun Gothic" w:hAnsi="Calibri"/>
          <w:sz w:val="22"/>
          <w:szCs w:val="22"/>
        </w:rPr>
        <w:tab/>
      </w:r>
      <w:r>
        <w:t>Simultaneous E-UTRAN – NR PSCell FR1 DL active BWP switch in non-DRX in EN-DC on multiple CCs</w:t>
      </w:r>
      <w:r>
        <w:tab/>
        <w:t>1331</w:t>
      </w:r>
    </w:p>
    <w:p w14:paraId="044C16B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1331</w:t>
      </w:r>
    </w:p>
    <w:p w14:paraId="76102C1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1337</w:t>
      </w:r>
    </w:p>
    <w:p w14:paraId="657959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A.4.5.6.4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 xml:space="preserve">Simultaneous </w:t>
      </w:r>
      <w:r>
        <w:t>RRC-based Active BWP Switch on multiple CCs</w:t>
      </w:r>
      <w:r>
        <w:tab/>
        <w:t>1337</w:t>
      </w:r>
    </w:p>
    <w:p w14:paraId="7B6120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A.4.5.6.4.1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FR1 DL active BWP switch in non-DRX in synchronous EN-DC on multiple CCs</w:t>
      </w:r>
      <w:r>
        <w:tab/>
        <w:t>1337</w:t>
      </w:r>
    </w:p>
    <w:p w14:paraId="582E4F9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1337</w:t>
      </w:r>
    </w:p>
    <w:p w14:paraId="03AFC18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1344</w:t>
      </w:r>
    </w:p>
    <w:p w14:paraId="089F12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A.4.5.6.4.2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PSCell SCell dormancy switch of two FR1 SCells inside active time</w:t>
      </w:r>
      <w:r>
        <w:tab/>
        <w:t>1344</w:t>
      </w:r>
    </w:p>
    <w:p w14:paraId="59858D8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1344</w:t>
      </w:r>
    </w:p>
    <w:p w14:paraId="7392CB4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1354</w:t>
      </w:r>
    </w:p>
    <w:p w14:paraId="618D6A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A.4.5.6.5</w:t>
      </w:r>
      <w:r>
        <w:rPr>
          <w:rFonts w:ascii="Calibri" w:eastAsia="Malgun Gothic" w:hAnsi="Calibri"/>
          <w:sz w:val="22"/>
          <w:szCs w:val="22"/>
        </w:rPr>
        <w:tab/>
      </w:r>
      <w:r>
        <w:t>SCell dormancy switch</w:t>
      </w:r>
      <w:r>
        <w:tab/>
        <w:t>1355</w:t>
      </w:r>
    </w:p>
    <w:p w14:paraId="092F95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A.4.5.6.5.1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PSCell SCell dormancy switch of single FR1 SCell outside active time</w:t>
      </w:r>
      <w:r>
        <w:tab/>
        <w:t>1355</w:t>
      </w:r>
    </w:p>
    <w:p w14:paraId="01991F7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1355</w:t>
      </w:r>
    </w:p>
    <w:p w14:paraId="6A58DFE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1360</w:t>
      </w:r>
    </w:p>
    <w:p w14:paraId="6E93CD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A.4.5.6.5.2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FR1 PSCell SCell dormancy switch of two FR1 SCells inside active time</w:t>
      </w:r>
      <w:r>
        <w:tab/>
        <w:t>1360</w:t>
      </w:r>
    </w:p>
    <w:p w14:paraId="373FD8E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1360</w:t>
      </w:r>
    </w:p>
    <w:p w14:paraId="2772011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A.4.5.6.5.2.2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1366</w:t>
      </w:r>
    </w:p>
    <w:p w14:paraId="5BA0DF5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A.4.5.7</w:t>
      </w:r>
      <w:r>
        <w:rPr>
          <w:rFonts w:ascii="Calibri" w:eastAsia="Malgun Gothic" w:hAnsi="Calibri"/>
          <w:sz w:val="22"/>
          <w:szCs w:val="22"/>
        </w:rPr>
        <w:tab/>
      </w:r>
      <w:r>
        <w:t>PSCell addition and release delay</w:t>
      </w:r>
      <w:r>
        <w:tab/>
        <w:t>1366</w:t>
      </w:r>
    </w:p>
    <w:p w14:paraId="45A5F7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A.4.5.7.1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known NR PSCell</w:t>
      </w:r>
      <w:r>
        <w:tab/>
        <w:t>1366</w:t>
      </w:r>
    </w:p>
    <w:p w14:paraId="0B0E5E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1366</w:t>
      </w:r>
    </w:p>
    <w:p w14:paraId="413C1C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A.4.5.7.1.2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1370</w:t>
      </w:r>
    </w:p>
    <w:p w14:paraId="3A11CE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A.4.5.8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switching between two uplink carriers</w:t>
      </w:r>
      <w:r>
        <w:tab/>
        <w:t>1371</w:t>
      </w:r>
    </w:p>
    <w:p w14:paraId="582445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1371</w:t>
      </w:r>
    </w:p>
    <w:p w14:paraId="0290DD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A.4.5.8.2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1374</w:t>
      </w:r>
    </w:p>
    <w:p w14:paraId="0A99DBE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A.4.5.9</w:t>
      </w:r>
      <w:r>
        <w:rPr>
          <w:rFonts w:ascii="Calibri" w:eastAsia="Malgun Gothic" w:hAnsi="Calibri"/>
          <w:sz w:val="22"/>
          <w:szCs w:val="22"/>
        </w:rPr>
        <w:tab/>
      </w:r>
      <w:r>
        <w:t>PSCell activation and deactivation delay</w:t>
      </w:r>
      <w:r>
        <w:tab/>
        <w:t>1375</w:t>
      </w:r>
    </w:p>
    <w:p w14:paraId="4B965C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A.4.5.9.1</w:t>
      </w:r>
      <w:r>
        <w:rPr>
          <w:rFonts w:ascii="Calibri" w:eastAsia="Malgun Gothic" w:hAnsi="Calibri"/>
          <w:sz w:val="22"/>
          <w:szCs w:val="22"/>
        </w:rPr>
        <w:tab/>
      </w:r>
      <w:r>
        <w:t>PSCell activation and deactivation delay</w:t>
      </w:r>
      <w:r>
        <w:tab/>
        <w:t>1375</w:t>
      </w:r>
    </w:p>
    <w:p w14:paraId="626F34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A.4.5.9.1.1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1375</w:t>
      </w:r>
    </w:p>
    <w:p w14:paraId="5F49A2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A.4.5.9.1.2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1379</w:t>
      </w:r>
    </w:p>
    <w:p w14:paraId="26DB613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A.4.5.10</w:t>
      </w:r>
      <w:r>
        <w:rPr>
          <w:rFonts w:ascii="Calibri" w:eastAsia="Malgun Gothic" w:hAnsi="Calibri"/>
          <w:sz w:val="22"/>
          <w:szCs w:val="22"/>
        </w:rPr>
        <w:tab/>
      </w:r>
      <w:r>
        <w:t>Conditional PSCell addition and release delay (FR1 EN-DC)</w:t>
      </w:r>
      <w:r>
        <w:tab/>
        <w:t>1380</w:t>
      </w:r>
    </w:p>
    <w:p w14:paraId="492D11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A.4.5.10.1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PSCell</w:t>
      </w:r>
      <w:r>
        <w:tab/>
        <w:t>1380</w:t>
      </w:r>
    </w:p>
    <w:p w14:paraId="611201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A.4.5.10.1.1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1380</w:t>
      </w:r>
    </w:p>
    <w:p w14:paraId="0AD365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A.4.5.10.1.2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1380</w:t>
      </w:r>
    </w:p>
    <w:p w14:paraId="6AE9DE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A.4.5.10.1.3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1384</w:t>
      </w:r>
    </w:p>
    <w:p w14:paraId="2906F04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1384</w:t>
      </w:r>
    </w:p>
    <w:p w14:paraId="0A3C0D2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1384</w:t>
      </w:r>
    </w:p>
    <w:p w14:paraId="3CD0C6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without gap under non-DRX</w:t>
      </w:r>
      <w:r>
        <w:tab/>
        <w:t>1384</w:t>
      </w:r>
    </w:p>
    <w:p w14:paraId="305D79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1384</w:t>
      </w:r>
    </w:p>
    <w:p w14:paraId="0D021D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1384</w:t>
      </w:r>
    </w:p>
    <w:p w14:paraId="253035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1388</w:t>
      </w:r>
    </w:p>
    <w:p w14:paraId="4583DA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without gap under DRX</w:t>
      </w:r>
      <w:r>
        <w:tab/>
        <w:t>1388</w:t>
      </w:r>
    </w:p>
    <w:p w14:paraId="6E5DD2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1388</w:t>
      </w:r>
    </w:p>
    <w:p w14:paraId="205688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1388</w:t>
      </w:r>
    </w:p>
    <w:p w14:paraId="32BBE4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1392</w:t>
      </w:r>
    </w:p>
    <w:p w14:paraId="6D3A2A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 per-UE gaps under non-DRX</w:t>
      </w:r>
      <w:r>
        <w:tab/>
        <w:t>1392</w:t>
      </w:r>
    </w:p>
    <w:p w14:paraId="6B7160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1392</w:t>
      </w:r>
    </w:p>
    <w:p w14:paraId="779F8C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1392</w:t>
      </w:r>
    </w:p>
    <w:p w14:paraId="3EE3E3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1396</w:t>
      </w:r>
    </w:p>
    <w:p w14:paraId="47AB94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 per-UE gaps under DRX</w:t>
      </w:r>
      <w:r>
        <w:tab/>
        <w:t>1396</w:t>
      </w:r>
    </w:p>
    <w:p w14:paraId="1C7DFB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1396</w:t>
      </w:r>
    </w:p>
    <w:p w14:paraId="281EAE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1396</w:t>
      </w:r>
    </w:p>
    <w:p w14:paraId="3C2057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1400</w:t>
      </w:r>
    </w:p>
    <w:p w14:paraId="3FBB41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without gap under non-DRX with SSB index reading</w:t>
      </w:r>
      <w:r>
        <w:tab/>
        <w:t>1400</w:t>
      </w:r>
    </w:p>
    <w:p w14:paraId="0DCD25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1400</w:t>
      </w:r>
    </w:p>
    <w:p w14:paraId="1214CF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1400</w:t>
      </w:r>
    </w:p>
    <w:p w14:paraId="4373D8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1402</w:t>
      </w:r>
    </w:p>
    <w:p w14:paraId="4E4F98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 SSB index reading with per-UE gaps</w:t>
      </w:r>
      <w:r>
        <w:tab/>
        <w:t>1403</w:t>
      </w:r>
    </w:p>
    <w:p w14:paraId="5E87AF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1403</w:t>
      </w:r>
    </w:p>
    <w:p w14:paraId="167286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1403</w:t>
      </w:r>
    </w:p>
    <w:p w14:paraId="428CA5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1405</w:t>
      </w:r>
    </w:p>
    <w:p w14:paraId="28A648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A.4.6.1.7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under DRX</w:t>
      </w:r>
      <w:r>
        <w:t xml:space="preserve"> </w:t>
      </w:r>
      <w:r w:rsidRPr="00825DA5">
        <w:rPr>
          <w:snapToGrid w:val="0"/>
        </w:rPr>
        <w:t>for UE configured with highSpeedMeasFlag-r16</w:t>
      </w:r>
      <w:r>
        <w:tab/>
        <w:t>1406</w:t>
      </w:r>
    </w:p>
    <w:p w14:paraId="0E35A5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1406</w:t>
      </w:r>
    </w:p>
    <w:p w14:paraId="3B188E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A.4.6.1.7.2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1406</w:t>
      </w:r>
    </w:p>
    <w:p w14:paraId="38287B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A.4.6.1.7.3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1410</w:t>
      </w:r>
    </w:p>
    <w:p w14:paraId="042993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A.4.6.1.8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EN-DC event triggered reporting tests for FR1 cell without SSB time index detection </w:t>
      </w:r>
      <w:r>
        <w:rPr>
          <w:lang w:eastAsia="zh-CN"/>
        </w:rPr>
        <w:t>whe</w:t>
      </w:r>
      <w:r w:rsidRPr="00825DA5">
        <w:rPr>
          <w:lang w:val="en-US" w:eastAsia="zh-CN"/>
        </w:rPr>
        <w:t xml:space="preserve">n </w:t>
      </w:r>
      <w:r>
        <w:t xml:space="preserve">DRX is used for UE configured with </w:t>
      </w:r>
      <w:r w:rsidRPr="00825DA5">
        <w:rPr>
          <w:rFonts w:eastAsia="DengXian" w:cs="Arial"/>
          <w:bCs/>
          <w:i/>
          <w:lang w:eastAsia="zh-CN"/>
        </w:rPr>
        <w:t>highSpeedMeasCA-Scell-r17</w:t>
      </w:r>
      <w:r>
        <w:tab/>
        <w:t>1410</w:t>
      </w:r>
    </w:p>
    <w:p w14:paraId="4A1A88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1410</w:t>
      </w:r>
    </w:p>
    <w:p w14:paraId="76EA39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A.4.6.1.8.2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1415</w:t>
      </w:r>
    </w:p>
    <w:p w14:paraId="12A4F2F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1416</w:t>
      </w:r>
    </w:p>
    <w:p w14:paraId="5D0A16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A.4.6.2.1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without SSB time index detection when DRX is not used</w:t>
      </w:r>
      <w:r>
        <w:tab/>
        <w:t>1416</w:t>
      </w:r>
    </w:p>
    <w:p w14:paraId="671575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1416</w:t>
      </w:r>
    </w:p>
    <w:p w14:paraId="3D3BD5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1420</w:t>
      </w:r>
    </w:p>
    <w:p w14:paraId="3B69079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A.4.6.2.2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without SSB time index detection when DRX is used</w:t>
      </w:r>
      <w:r>
        <w:tab/>
        <w:t>1420</w:t>
      </w:r>
    </w:p>
    <w:p w14:paraId="475460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1420</w:t>
      </w:r>
    </w:p>
    <w:p w14:paraId="0B08EC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1424</w:t>
      </w:r>
    </w:p>
    <w:p w14:paraId="7060C8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1425</w:t>
      </w:r>
    </w:p>
    <w:p w14:paraId="4BFCE9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A.4.6.2.4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1425</w:t>
      </w:r>
    </w:p>
    <w:p w14:paraId="408A61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A.4.6.2.5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SSB time index detection when DRX is not used</w:t>
      </w:r>
      <w:r>
        <w:tab/>
        <w:t>1425</w:t>
      </w:r>
    </w:p>
    <w:p w14:paraId="17D4ED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1425</w:t>
      </w:r>
    </w:p>
    <w:p w14:paraId="5E94E2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1429</w:t>
      </w:r>
    </w:p>
    <w:p w14:paraId="10B6D0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A.4.6.2.6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SSB time index detection when DRX is used</w:t>
      </w:r>
      <w:r>
        <w:tab/>
        <w:t>1429</w:t>
      </w:r>
    </w:p>
    <w:p w14:paraId="50691E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1429</w:t>
      </w:r>
    </w:p>
    <w:p w14:paraId="6BD564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1434</w:t>
      </w:r>
    </w:p>
    <w:p w14:paraId="74884D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A.4.6.2.7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/>
        </w:rPr>
        <w:t>Void</w:t>
      </w:r>
      <w:r>
        <w:tab/>
        <w:t>1435</w:t>
      </w:r>
    </w:p>
    <w:p w14:paraId="2C0AA4E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A.4.6.2.8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/>
        </w:rPr>
        <w:t>Void</w:t>
      </w:r>
      <w:r>
        <w:tab/>
        <w:t>1435</w:t>
      </w:r>
    </w:p>
    <w:p w14:paraId="2F64AC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A.4.6.2.9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without SSB time index detection when DRX is used for UE configured with highSpeedMeasInterFreq-r17</w:t>
      </w:r>
      <w:r>
        <w:tab/>
        <w:t>1435</w:t>
      </w:r>
    </w:p>
    <w:p w14:paraId="4449C6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1435</w:t>
      </w:r>
    </w:p>
    <w:p w14:paraId="5D5F58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1438</w:t>
      </w:r>
    </w:p>
    <w:p w14:paraId="2DD765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fi-FI"/>
        </w:rPr>
        <w:t>A.4.6.3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fi-FI"/>
        </w:rPr>
        <w:t>Void</w:t>
      </w:r>
      <w:r>
        <w:tab/>
        <w:t>1439</w:t>
      </w:r>
    </w:p>
    <w:p w14:paraId="3B64E4E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1439</w:t>
      </w:r>
    </w:p>
    <w:p w14:paraId="28AF70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1439</w:t>
      </w:r>
    </w:p>
    <w:p w14:paraId="6D6A8A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1439</w:t>
      </w:r>
    </w:p>
    <w:p w14:paraId="2B55D9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1439</w:t>
      </w:r>
    </w:p>
    <w:p w14:paraId="178C6D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1442</w:t>
      </w:r>
    </w:p>
    <w:p w14:paraId="0152D0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1442</w:t>
      </w:r>
    </w:p>
    <w:p w14:paraId="610CED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1442</w:t>
      </w:r>
    </w:p>
    <w:p w14:paraId="47FCC9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1443</w:t>
      </w:r>
    </w:p>
    <w:p w14:paraId="47BD09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1446</w:t>
      </w:r>
    </w:p>
    <w:p w14:paraId="3A2424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</w:t>
      </w:r>
      <w:r>
        <w:tab/>
        <w:t>1446</w:t>
      </w:r>
    </w:p>
    <w:p w14:paraId="17A426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1446</w:t>
      </w:r>
    </w:p>
    <w:p w14:paraId="0F6819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1447</w:t>
      </w:r>
    </w:p>
    <w:p w14:paraId="279CF2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1450</w:t>
      </w:r>
    </w:p>
    <w:p w14:paraId="4B00D1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</w:t>
      </w:r>
      <w:r>
        <w:tab/>
        <w:t>1450</w:t>
      </w:r>
    </w:p>
    <w:p w14:paraId="796FE1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1450</w:t>
      </w:r>
    </w:p>
    <w:p w14:paraId="543911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1451</w:t>
      </w:r>
    </w:p>
    <w:p w14:paraId="2C647E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1453</w:t>
      </w:r>
    </w:p>
    <w:p w14:paraId="2660AF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A.4.6.4.5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SSB based L1-RSRP measurement when DRX is used for UE configured with </w:t>
      </w:r>
      <w:r w:rsidRPr="00825DA5">
        <w:rPr>
          <w:i/>
          <w:iCs/>
          <w:snapToGrid w:val="0"/>
        </w:rPr>
        <w:t>highSpeedMeasFlag-r16</w:t>
      </w:r>
      <w:r>
        <w:tab/>
        <w:t>1453</w:t>
      </w:r>
    </w:p>
    <w:p w14:paraId="664AC9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1453</w:t>
      </w:r>
    </w:p>
    <w:p w14:paraId="5E1A83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1454</w:t>
      </w:r>
    </w:p>
    <w:p w14:paraId="3A2E7D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A.4.6.4.5.3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1457</w:t>
      </w:r>
    </w:p>
    <w:p w14:paraId="249339E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A.4.6.5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1457</w:t>
      </w:r>
    </w:p>
    <w:p w14:paraId="3F2034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SRS-RSRP measurement with non-DRX</w:t>
      </w:r>
      <w:r>
        <w:tab/>
        <w:t>1457</w:t>
      </w:r>
    </w:p>
    <w:p w14:paraId="51830C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1457</w:t>
      </w:r>
    </w:p>
    <w:p w14:paraId="2B964D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1458</w:t>
      </w:r>
    </w:p>
    <w:p w14:paraId="4031CB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A.4.6.5.1.3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1461</w:t>
      </w:r>
    </w:p>
    <w:p w14:paraId="514633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A.4.6.5.2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CLI-RSSI measurement with non-DRX</w:t>
      </w:r>
      <w:r>
        <w:tab/>
        <w:t>1461</w:t>
      </w:r>
    </w:p>
    <w:p w14:paraId="0D3236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1461</w:t>
      </w:r>
    </w:p>
    <w:p w14:paraId="5A6F07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1462</w:t>
      </w:r>
    </w:p>
    <w:p w14:paraId="706CD2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A.4.6.5.2.3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1463</w:t>
      </w:r>
    </w:p>
    <w:p w14:paraId="19CD00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A.4.6.6.1.2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1468</w:t>
      </w:r>
    </w:p>
    <w:p w14:paraId="68A5C7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A.4.6.7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1468</w:t>
      </w:r>
    </w:p>
    <w:p w14:paraId="3AD0C3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 when DRX is used</w:t>
      </w:r>
      <w:r>
        <w:tab/>
        <w:t>1471</w:t>
      </w:r>
    </w:p>
    <w:p w14:paraId="75F8AB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1471</w:t>
      </w:r>
    </w:p>
    <w:p w14:paraId="5FCD5A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1471</w:t>
      </w:r>
    </w:p>
    <w:p w14:paraId="64180A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1474</w:t>
      </w:r>
    </w:p>
    <w:p w14:paraId="094EEF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A.4.6.7.</w:t>
      </w:r>
      <w:r w:rsidRPr="00825DA5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L1-SINR measurement </w:t>
      </w:r>
      <w:r w:rsidRPr="00825DA5">
        <w:rPr>
          <w:snapToGrid w:val="0"/>
          <w:lang w:eastAsia="zh-CN"/>
        </w:rPr>
        <w:t xml:space="preserve">with </w:t>
      </w:r>
      <w:r w:rsidRPr="00825DA5">
        <w:rPr>
          <w:snapToGrid w:val="0"/>
        </w:rPr>
        <w:t>CSI-RS based CMR and dedicated IMR configured when DRX is used</w:t>
      </w:r>
      <w:r>
        <w:tab/>
        <w:t>1474</w:t>
      </w:r>
    </w:p>
    <w:p w14:paraId="344ACE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1474</w:t>
      </w:r>
    </w:p>
    <w:p w14:paraId="34DDD9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1474</w:t>
      </w:r>
    </w:p>
    <w:p w14:paraId="3DE097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A.4.6.7.3.3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1476</w:t>
      </w:r>
    </w:p>
    <w:p w14:paraId="6C2C0C6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A.4.6.8</w:t>
      </w:r>
      <w:r>
        <w:rPr>
          <w:rFonts w:ascii="Calibri" w:eastAsia="Malgun Gothic" w:hAnsi="Calibri"/>
          <w:sz w:val="22"/>
          <w:szCs w:val="22"/>
        </w:rPr>
        <w:tab/>
      </w:r>
      <w:r>
        <w:t>CSI-RS based intra-frequency Measurement</w:t>
      </w:r>
      <w:r>
        <w:tab/>
        <w:t>1477</w:t>
      </w:r>
    </w:p>
    <w:p w14:paraId="70E5AE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A.4.6.8.1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 tests without gap under DRX</w:t>
      </w:r>
      <w:r>
        <w:tab/>
        <w:t>1477</w:t>
      </w:r>
    </w:p>
    <w:p w14:paraId="36759C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1477</w:t>
      </w:r>
    </w:p>
    <w:p w14:paraId="58F3A7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A.4.6.8.1.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1481</w:t>
      </w:r>
    </w:p>
    <w:p w14:paraId="167E3EA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A.4.6.9</w:t>
      </w:r>
      <w:r>
        <w:rPr>
          <w:rFonts w:ascii="Calibri" w:eastAsia="Malgun Gothic" w:hAnsi="Calibri"/>
          <w:sz w:val="22"/>
          <w:szCs w:val="22"/>
        </w:rPr>
        <w:tab/>
      </w:r>
      <w:r>
        <w:t>CSI-RS based inter-frequency Measurement</w:t>
      </w:r>
      <w:r>
        <w:tab/>
        <w:t>1481</w:t>
      </w:r>
    </w:p>
    <w:p w14:paraId="0436B4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A.4.6.9.1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event triggered reporting tests for FR1 cell when non-DRX is used</w:t>
      </w:r>
      <w:r>
        <w:tab/>
        <w:t>1481</w:t>
      </w:r>
    </w:p>
    <w:p w14:paraId="41A954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A.4.6.9.1.1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1481</w:t>
      </w:r>
    </w:p>
    <w:p w14:paraId="182B89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A.4.6.9.1.2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1485</w:t>
      </w:r>
    </w:p>
    <w:p w14:paraId="594D5E3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1486</w:t>
      </w:r>
    </w:p>
    <w:p w14:paraId="0823DF1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1486</w:t>
      </w:r>
    </w:p>
    <w:p w14:paraId="6333166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Intra-frequency measurement accuracy with FR1 serving cell and FR1 target cell</w:t>
      </w:r>
      <w:r>
        <w:tab/>
        <w:t>1486</w:t>
      </w:r>
    </w:p>
    <w:p w14:paraId="39F04A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1486</w:t>
      </w:r>
    </w:p>
    <w:p w14:paraId="527880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1486</w:t>
      </w:r>
    </w:p>
    <w:p w14:paraId="73E2E2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1490</w:t>
      </w:r>
    </w:p>
    <w:p w14:paraId="62210E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inter-frequency measurement accuracy with FR1 serving cell and FR1 target cell</w:t>
      </w:r>
      <w:r>
        <w:tab/>
        <w:t>1490</w:t>
      </w:r>
    </w:p>
    <w:p w14:paraId="293CEE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1490</w:t>
      </w:r>
    </w:p>
    <w:p w14:paraId="219CFE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1491</w:t>
      </w:r>
    </w:p>
    <w:p w14:paraId="1EDF08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1495</w:t>
      </w:r>
    </w:p>
    <w:p w14:paraId="6D623B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1495</w:t>
      </w:r>
    </w:p>
    <w:p w14:paraId="6C9932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1495</w:t>
      </w:r>
    </w:p>
    <w:p w14:paraId="4C443D9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bCs/>
          <w:snapToGrid w:val="0"/>
        </w:rPr>
        <w:t>A.4.7.2.1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bCs/>
          <w:snapToGrid w:val="0"/>
        </w:rPr>
        <w:t>EN-DC Intra-frequency measurement accuracy with FR1 serving cell and FR1 target cell</w:t>
      </w:r>
      <w:r>
        <w:tab/>
        <w:t>1495</w:t>
      </w:r>
    </w:p>
    <w:p w14:paraId="70FA9A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A.4.7.2.1.1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Purpose and Environment</w:t>
      </w:r>
      <w:r>
        <w:tab/>
        <w:t>1495</w:t>
      </w:r>
    </w:p>
    <w:p w14:paraId="5903FF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A.4.7.2.1.2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Parameters</w:t>
      </w:r>
      <w:r>
        <w:tab/>
        <w:t>1496</w:t>
      </w:r>
    </w:p>
    <w:p w14:paraId="096038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A.4.7.2.1.3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Requirements</w:t>
      </w:r>
      <w:r>
        <w:tab/>
        <w:t>1501</w:t>
      </w:r>
    </w:p>
    <w:p w14:paraId="4B7130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1501</w:t>
      </w:r>
    </w:p>
    <w:p w14:paraId="504C3E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A.4.7.2.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1501</w:t>
      </w:r>
    </w:p>
    <w:p w14:paraId="1808A8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A.4.7.2.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1501</w:t>
      </w:r>
    </w:p>
    <w:p w14:paraId="1F3130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A.4.7.2.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1506</w:t>
      </w:r>
    </w:p>
    <w:p w14:paraId="3D21DB0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1506</w:t>
      </w:r>
    </w:p>
    <w:p w14:paraId="56DCBB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measurement accuracy with FR1 serving cell and FR1 target cell</w:t>
      </w:r>
      <w:r>
        <w:tab/>
        <w:t>1506</w:t>
      </w:r>
    </w:p>
    <w:p w14:paraId="6D0CC9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1506</w:t>
      </w:r>
    </w:p>
    <w:p w14:paraId="1E9A66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1506</w:t>
      </w:r>
    </w:p>
    <w:p w14:paraId="2462B3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1510</w:t>
      </w:r>
    </w:p>
    <w:p w14:paraId="799F343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1510</w:t>
      </w:r>
    </w:p>
    <w:p w14:paraId="6BA31D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A.4.7.3.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1510</w:t>
      </w:r>
    </w:p>
    <w:p w14:paraId="6BA57F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A.4.7.3.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1510</w:t>
      </w:r>
    </w:p>
    <w:p w14:paraId="4713A9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A.4.7.3.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1515</w:t>
      </w:r>
    </w:p>
    <w:p w14:paraId="586B3AF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1515</w:t>
      </w:r>
    </w:p>
    <w:p w14:paraId="24C233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1515</w:t>
      </w:r>
    </w:p>
    <w:p w14:paraId="494570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1515</w:t>
      </w:r>
    </w:p>
    <w:p w14:paraId="07EC6F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1516</w:t>
      </w:r>
    </w:p>
    <w:p w14:paraId="146FC1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1519</w:t>
      </w:r>
    </w:p>
    <w:p w14:paraId="1E695D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1519</w:t>
      </w:r>
    </w:p>
    <w:p w14:paraId="4B2D89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1519</w:t>
      </w:r>
    </w:p>
    <w:p w14:paraId="2CF259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1520</w:t>
      </w:r>
    </w:p>
    <w:p w14:paraId="686FE5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1523</w:t>
      </w:r>
    </w:p>
    <w:p w14:paraId="27C3957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</w:rPr>
        <w:t>A.4.7.5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</w:rPr>
        <w:t>SFTD accuracy</w:t>
      </w:r>
      <w:r>
        <w:tab/>
        <w:t>1523</w:t>
      </w:r>
    </w:p>
    <w:p w14:paraId="154A0B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A.4.7.5.1</w:t>
      </w:r>
      <w:r>
        <w:rPr>
          <w:rFonts w:ascii="Calibri" w:eastAsia="Malgun Gothic" w:hAnsi="Calibri"/>
          <w:sz w:val="22"/>
          <w:szCs w:val="22"/>
        </w:rPr>
        <w:tab/>
      </w:r>
      <w:r>
        <w:t>SFTD accuracy</w:t>
      </w:r>
      <w:r>
        <w:tab/>
        <w:t>1523</w:t>
      </w:r>
    </w:p>
    <w:p w14:paraId="54992E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1523</w:t>
      </w:r>
    </w:p>
    <w:p w14:paraId="139226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1523</w:t>
      </w:r>
    </w:p>
    <w:p w14:paraId="68E93B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A.4.7.5.1.3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1528</w:t>
      </w:r>
    </w:p>
    <w:p w14:paraId="56A55A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A.4.7.5.2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1528</w:t>
      </w:r>
    </w:p>
    <w:p w14:paraId="2080BF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A.4.7.5.3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1528</w:t>
      </w:r>
    </w:p>
    <w:p w14:paraId="065073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A.4.7.6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1528</w:t>
      </w:r>
    </w:p>
    <w:p w14:paraId="577414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SRS-RSRP measurement accuracy with FR1 serving cell</w:t>
      </w:r>
      <w:r>
        <w:tab/>
        <w:t>1528</w:t>
      </w:r>
    </w:p>
    <w:p w14:paraId="1B3B28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1528</w:t>
      </w:r>
    </w:p>
    <w:p w14:paraId="478B04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1529</w:t>
      </w:r>
    </w:p>
    <w:p w14:paraId="3B28B1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1534</w:t>
      </w:r>
    </w:p>
    <w:p w14:paraId="231D69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CLI-RSSI measurement accuracy with FR1 serving cell</w:t>
      </w:r>
      <w:r>
        <w:tab/>
        <w:t>1534</w:t>
      </w:r>
    </w:p>
    <w:p w14:paraId="3A76D0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1534</w:t>
      </w:r>
    </w:p>
    <w:p w14:paraId="7B1EC3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1535</w:t>
      </w:r>
    </w:p>
    <w:p w14:paraId="664364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1538</w:t>
      </w:r>
    </w:p>
    <w:p w14:paraId="4285D04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A.4.7.7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1538</w:t>
      </w:r>
    </w:p>
    <w:p w14:paraId="2293AD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</w:t>
      </w:r>
      <w:r>
        <w:tab/>
        <w:t>1542</w:t>
      </w:r>
    </w:p>
    <w:p w14:paraId="167F56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1542</w:t>
      </w:r>
    </w:p>
    <w:p w14:paraId="2E36D0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1542</w:t>
      </w:r>
    </w:p>
    <w:p w14:paraId="07F95C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1546</w:t>
      </w:r>
    </w:p>
    <w:p w14:paraId="045B9D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CSI-RS based CMR and dedicated IMR</w:t>
      </w:r>
      <w:r>
        <w:tab/>
        <w:t>1546</w:t>
      </w:r>
    </w:p>
    <w:p w14:paraId="49A346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1546</w:t>
      </w:r>
    </w:p>
    <w:p w14:paraId="17D9F7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1546</w:t>
      </w:r>
    </w:p>
    <w:p w14:paraId="1FF959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A.4.7.7.3.3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1549</w:t>
      </w:r>
    </w:p>
    <w:p w14:paraId="3BD9EFE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A.4.7.8</w:t>
      </w:r>
      <w:r>
        <w:rPr>
          <w:rFonts w:ascii="Calibri" w:eastAsia="Malgun Gothic" w:hAnsi="Calibri"/>
          <w:sz w:val="22"/>
          <w:szCs w:val="22"/>
        </w:rPr>
        <w:tab/>
      </w:r>
      <w:r>
        <w:t>CSI-RSRP</w:t>
      </w:r>
      <w:r>
        <w:tab/>
        <w:t>1549</w:t>
      </w:r>
    </w:p>
    <w:p w14:paraId="32D498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Intra-frequency measurement accuracy with FR1 serving cell and FR1 target cell</w:t>
      </w:r>
      <w:r>
        <w:tab/>
        <w:t>1549</w:t>
      </w:r>
    </w:p>
    <w:p w14:paraId="20F3F9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1549</w:t>
      </w:r>
    </w:p>
    <w:p w14:paraId="4AB4AC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1550</w:t>
      </w:r>
    </w:p>
    <w:p w14:paraId="105CDF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1555</w:t>
      </w:r>
    </w:p>
    <w:p w14:paraId="55FB805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inter-frequency measurement accuracy with FR1 serving cell and FR1 target cell</w:t>
      </w:r>
      <w:r>
        <w:tab/>
        <w:t>1555</w:t>
      </w:r>
    </w:p>
    <w:p w14:paraId="2C77A8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1555</w:t>
      </w:r>
    </w:p>
    <w:p w14:paraId="059786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1555</w:t>
      </w:r>
    </w:p>
    <w:p w14:paraId="21043C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A.4.7.8.2.3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1560</w:t>
      </w:r>
    </w:p>
    <w:p w14:paraId="3A7FA8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A.4.7.9</w:t>
      </w:r>
      <w:r>
        <w:rPr>
          <w:rFonts w:ascii="Calibri" w:eastAsia="Malgun Gothic" w:hAnsi="Calibri"/>
          <w:sz w:val="22"/>
          <w:szCs w:val="22"/>
        </w:rPr>
        <w:tab/>
      </w:r>
      <w:r>
        <w:t>CSI-RSRQ</w:t>
      </w:r>
      <w:r>
        <w:tab/>
        <w:t>1560</w:t>
      </w:r>
    </w:p>
    <w:p w14:paraId="4E7B3B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measurement accuracy with FR1 serving cell and FR1 target cell</w:t>
      </w:r>
      <w:r>
        <w:tab/>
        <w:t>1560</w:t>
      </w:r>
    </w:p>
    <w:p w14:paraId="68B303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1560</w:t>
      </w:r>
    </w:p>
    <w:p w14:paraId="36A62D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A.4.7.9.1.2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1560</w:t>
      </w:r>
    </w:p>
    <w:p w14:paraId="202EAF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A.4.7.9.1.3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1565</w:t>
      </w:r>
    </w:p>
    <w:p w14:paraId="3A0E9DB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A.4.7.9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1565</w:t>
      </w:r>
    </w:p>
    <w:p w14:paraId="5DC500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A.4.7.9.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1565</w:t>
      </w:r>
    </w:p>
    <w:p w14:paraId="699F97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A.4.7.9.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1565</w:t>
      </w:r>
    </w:p>
    <w:p w14:paraId="2A7BBD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A.4.7.9.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1570</w:t>
      </w:r>
    </w:p>
    <w:p w14:paraId="683261A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A.4.7.10</w:t>
      </w:r>
      <w:r>
        <w:rPr>
          <w:rFonts w:ascii="Calibri" w:eastAsia="Malgun Gothic" w:hAnsi="Calibri"/>
          <w:sz w:val="22"/>
          <w:szCs w:val="22"/>
        </w:rPr>
        <w:tab/>
      </w:r>
      <w:r>
        <w:t>CSI-SINR</w:t>
      </w:r>
      <w:r>
        <w:tab/>
        <w:t>1570</w:t>
      </w:r>
    </w:p>
    <w:p w14:paraId="6FD9FA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measurement accuracy with FR1 serving cell and FR1 target cell</w:t>
      </w:r>
      <w:r>
        <w:tab/>
        <w:t>1570</w:t>
      </w:r>
    </w:p>
    <w:p w14:paraId="186218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A.4.7.10.1.1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1570</w:t>
      </w:r>
    </w:p>
    <w:p w14:paraId="066243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A.4.7.10.1.2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1571</w:t>
      </w:r>
    </w:p>
    <w:p w14:paraId="02D154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A.4.7.10.1.3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1575</w:t>
      </w:r>
    </w:p>
    <w:p w14:paraId="33A320E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A.4.7.10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1575</w:t>
      </w:r>
    </w:p>
    <w:p w14:paraId="1431B0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A.4.7.10.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1575</w:t>
      </w:r>
    </w:p>
    <w:p w14:paraId="5155E7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A.4.7.10.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1576</w:t>
      </w:r>
    </w:p>
    <w:p w14:paraId="67B126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A.4.7.10.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1580</w:t>
      </w:r>
    </w:p>
    <w:p w14:paraId="122B780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A.4.8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1580</w:t>
      </w:r>
    </w:p>
    <w:p w14:paraId="28A82BF6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A.4A</w:t>
      </w:r>
      <w:r>
        <w:rPr>
          <w:rFonts w:ascii="Calibri" w:eastAsia="Malgun Gothic" w:hAnsi="Calibri"/>
          <w:szCs w:val="22"/>
        </w:rPr>
        <w:tab/>
      </w:r>
      <w:r>
        <w:t>NE-DC test with all NR cells in FR1</w:t>
      </w:r>
      <w:r>
        <w:tab/>
        <w:t>1581</w:t>
      </w:r>
    </w:p>
    <w:p w14:paraId="56AB558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A.4A.1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</w:t>
      </w:r>
      <w:r>
        <w:tab/>
        <w:t>1581</w:t>
      </w:r>
    </w:p>
    <w:p w14:paraId="05FD22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A.4A.1.1</w:t>
      </w:r>
      <w:r>
        <w:rPr>
          <w:rFonts w:ascii="Calibri" w:eastAsia="Malgun Gothic" w:hAnsi="Calibri"/>
          <w:sz w:val="22"/>
          <w:szCs w:val="22"/>
        </w:rPr>
        <w:tab/>
      </w:r>
      <w:r>
        <w:t>E-UTRAN PSCell addition</w:t>
      </w:r>
      <w:r>
        <w:tab/>
        <w:t>1581</w:t>
      </w:r>
    </w:p>
    <w:p w14:paraId="5B11A47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1581</w:t>
      </w:r>
    </w:p>
    <w:p w14:paraId="4EDF80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1585</w:t>
      </w:r>
    </w:p>
    <w:p w14:paraId="6F5D70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rFonts w:eastAsia="Malgun Gothic"/>
          <w:lang w:eastAsia="zh-CN"/>
        </w:rPr>
        <w:t>4A.1.2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Active BWP switch</w:t>
      </w:r>
      <w:r>
        <w:tab/>
        <w:t>1586</w:t>
      </w:r>
    </w:p>
    <w:p w14:paraId="6EB755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E-UTRAN</w:t>
      </w:r>
      <w:r>
        <w:rPr>
          <w:rFonts w:eastAsia="Malgun Gothic"/>
          <w:lang w:val="en-US" w:eastAsia="zh-CN"/>
        </w:rPr>
        <w:t xml:space="preserve"> PSCell</w:t>
      </w:r>
      <w:r w:rsidRPr="00825DA5">
        <w:rPr>
          <w:lang w:val="en-US"/>
        </w:rPr>
        <w:t xml:space="preserve"> – NR </w:t>
      </w:r>
      <w:r>
        <w:rPr>
          <w:rFonts w:eastAsia="Malgun Gothic"/>
          <w:lang w:val="en-US" w:eastAsia="zh-CN"/>
        </w:rPr>
        <w:t>P</w:t>
      </w:r>
      <w:r w:rsidRPr="00825DA5">
        <w:rPr>
          <w:lang w:val="en-US"/>
        </w:rPr>
        <w:t xml:space="preserve">Cell </w:t>
      </w:r>
      <w:r>
        <w:rPr>
          <w:rFonts w:eastAsia="Malgun Gothic"/>
          <w:lang w:val="en-US" w:eastAsia="zh-CN"/>
        </w:rPr>
        <w:t xml:space="preserve">FR1 </w:t>
      </w:r>
      <w:r>
        <w:rPr>
          <w:rFonts w:eastAsia="Malgun Gothic"/>
          <w:lang w:eastAsia="zh-CN"/>
        </w:rPr>
        <w:t>DCI-based and Timer-based</w:t>
      </w:r>
      <w:r>
        <w:t xml:space="preserve"> </w:t>
      </w:r>
      <w:r w:rsidRPr="00825DA5">
        <w:rPr>
          <w:lang w:val="en-US"/>
        </w:rPr>
        <w:t xml:space="preserve">DL active BWP switch in non-DRX in synchronous </w:t>
      </w:r>
      <w:r>
        <w:rPr>
          <w:rFonts w:eastAsia="Malgun Gothic"/>
          <w:lang w:val="en-US" w:eastAsia="zh-CN"/>
        </w:rPr>
        <w:t>NE-DC</w:t>
      </w:r>
      <w:r>
        <w:tab/>
        <w:t>1586</w:t>
      </w:r>
    </w:p>
    <w:p w14:paraId="0A67C2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A.4A.</w:t>
      </w:r>
      <w:r>
        <w:t>1</w:t>
      </w:r>
      <w:r w:rsidRPr="00825DA5">
        <w:rPr>
          <w:rFonts w:eastAsia="MS Mincho"/>
        </w:rPr>
        <w:t>.</w:t>
      </w:r>
      <w:r>
        <w:t>2</w:t>
      </w:r>
      <w:r w:rsidRPr="00825DA5">
        <w:rPr>
          <w:rFonts w:eastAsia="MS Mincho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1586</w:t>
      </w:r>
    </w:p>
    <w:p w14:paraId="498E66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lastRenderedPageBreak/>
        <w:t>A.4A.1.2.</w:t>
      </w:r>
      <w:r>
        <w:rPr>
          <w:rFonts w:eastAsia="Malgun Gothic"/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1590</w:t>
      </w:r>
    </w:p>
    <w:p w14:paraId="76FAE95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A.4A.1.3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h</w:t>
      </w:r>
      <w:r>
        <w:rPr>
          <w:lang w:eastAsia="zh-CN"/>
        </w:rPr>
        <w:t>and</w:t>
      </w:r>
      <w:r>
        <w:t>over with E-UTRAN PSCell</w:t>
      </w:r>
      <w:r>
        <w:tab/>
        <w:t>1591</w:t>
      </w:r>
    </w:p>
    <w:p w14:paraId="12D66E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1591</w:t>
      </w:r>
    </w:p>
    <w:p w14:paraId="4754FC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1595</w:t>
      </w:r>
    </w:p>
    <w:p w14:paraId="225AC64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Handover with PSCell from NE-DC to NE-DC with unknown target PSCell</w:t>
      </w:r>
      <w:r>
        <w:tab/>
        <w:t>1596</w:t>
      </w:r>
    </w:p>
    <w:p w14:paraId="0F7659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1596</w:t>
      </w:r>
    </w:p>
    <w:p w14:paraId="4A471D8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1596</w:t>
      </w:r>
    </w:p>
    <w:p w14:paraId="2545E2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</w:t>
      </w:r>
      <w:r>
        <w:rPr>
          <w:lang w:eastAsia="zh-CN"/>
        </w:rPr>
        <w:t>1</w:t>
      </w:r>
      <w:r>
        <w:t>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1601</w:t>
      </w:r>
    </w:p>
    <w:p w14:paraId="050E08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>
        <w:t>4A.1.4.3.1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 for NR HO</w:t>
      </w:r>
      <w:r>
        <w:tab/>
        <w:t>1601</w:t>
      </w:r>
    </w:p>
    <w:p w14:paraId="066A3B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A.4A.1.4</w:t>
      </w:r>
      <w: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 for LTE PSCell Change</w:t>
      </w:r>
      <w:r>
        <w:tab/>
        <w:t>1601</w:t>
      </w:r>
    </w:p>
    <w:p w14:paraId="34800F6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A.4A.2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1602</w:t>
      </w:r>
    </w:p>
    <w:p w14:paraId="2FDB94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A.4A.2.1</w:t>
      </w:r>
      <w:r>
        <w:rPr>
          <w:rFonts w:ascii="Calibri" w:eastAsia="Malgun Gothic" w:hAnsi="Calibri"/>
          <w:sz w:val="22"/>
          <w:szCs w:val="22"/>
        </w:rPr>
        <w:tab/>
      </w:r>
      <w:r>
        <w:t>SFTD accuracy</w:t>
      </w:r>
      <w:r>
        <w:tab/>
        <w:t>1602</w:t>
      </w:r>
    </w:p>
    <w:p w14:paraId="15E445E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A.4A.2.1.1</w:t>
      </w:r>
      <w:r>
        <w:rPr>
          <w:rFonts w:ascii="Calibri" w:eastAsia="Malgun Gothic" w:hAnsi="Calibri"/>
          <w:sz w:val="22"/>
          <w:szCs w:val="22"/>
        </w:rPr>
        <w:tab/>
      </w:r>
      <w:r>
        <w:t>SFTD accuracy</w:t>
      </w:r>
      <w:r>
        <w:tab/>
        <w:t>1602</w:t>
      </w:r>
    </w:p>
    <w:p w14:paraId="715BB0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</w:t>
      </w:r>
      <w:r>
        <w:tab/>
        <w:t>1602</w:t>
      </w:r>
    </w:p>
    <w:p w14:paraId="658C0D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Environment</w:t>
      </w:r>
      <w:r>
        <w:tab/>
        <w:t>1602</w:t>
      </w:r>
    </w:p>
    <w:p w14:paraId="48FB5B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A.4A.2.1.1.3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1605</w:t>
      </w:r>
    </w:p>
    <w:p w14:paraId="6DFBB781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rPr>
          <w:lang w:eastAsia="zh-CN"/>
        </w:rPr>
        <w:t>A.5</w:t>
      </w:r>
      <w:r>
        <w:rPr>
          <w:rFonts w:ascii="Calibri" w:eastAsia="Malgun Gothic" w:hAnsi="Calibri"/>
          <w:szCs w:val="22"/>
        </w:rPr>
        <w:tab/>
      </w:r>
      <w:r>
        <w:rPr>
          <w:lang w:eastAsia="zh-CN"/>
        </w:rPr>
        <w:t>EN-DC tests with one or more NR cells in FR2</w:t>
      </w:r>
      <w:r>
        <w:tab/>
        <w:t>1606</w:t>
      </w:r>
    </w:p>
    <w:p w14:paraId="6CBBB92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1606</w:t>
      </w:r>
    </w:p>
    <w:p w14:paraId="78BA557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Void</w:t>
      </w:r>
      <w:r>
        <w:tab/>
        <w:t>1606</w:t>
      </w:r>
    </w:p>
    <w:p w14:paraId="1F6EC4A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1606</w:t>
      </w:r>
    </w:p>
    <w:p w14:paraId="7779FF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A.5.3.1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1606</w:t>
      </w:r>
    </w:p>
    <w:p w14:paraId="1E542E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1606</w:t>
      </w:r>
    </w:p>
    <w:p w14:paraId="1E8DA8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1606</w:t>
      </w:r>
    </w:p>
    <w:p w14:paraId="3B92E5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1606</w:t>
      </w:r>
    </w:p>
    <w:p w14:paraId="0D6CA5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A.5.3.2.2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 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1606</w:t>
      </w:r>
    </w:p>
    <w:p w14:paraId="1C1FF8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A.5.3.2.2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non-contention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1609</w:t>
      </w:r>
    </w:p>
    <w:p w14:paraId="119EEE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A.5.3.2.2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1615</w:t>
      </w:r>
    </w:p>
    <w:p w14:paraId="192BC0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A.5.3.2.2.4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2-step RA type n</w:t>
      </w:r>
      <w:r>
        <w:t>on-contention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1618</w:t>
      </w:r>
    </w:p>
    <w:p w14:paraId="3E7671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A.5.3.2.3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1622</w:t>
      </w:r>
    </w:p>
    <w:p w14:paraId="60DA03F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A.5.3.3</w:t>
      </w:r>
      <w:r>
        <w:rPr>
          <w:rFonts w:ascii="Calibri" w:eastAsia="Malgun Gothic" w:hAnsi="Calibri"/>
          <w:sz w:val="22"/>
          <w:szCs w:val="22"/>
        </w:rPr>
        <w:tab/>
      </w:r>
      <w:r>
        <w:t>Handover with PSCell with known FR2 target PSCell</w:t>
      </w:r>
      <w:r>
        <w:tab/>
        <w:t>1622</w:t>
      </w:r>
    </w:p>
    <w:p w14:paraId="26D7C5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1622</w:t>
      </w:r>
    </w:p>
    <w:p w14:paraId="3EBF6E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A.5.3.3.2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1626</w:t>
      </w:r>
    </w:p>
    <w:p w14:paraId="50F194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A.5.5.3.3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and deactivation of known SCell in FR2</w:t>
      </w:r>
      <w:r>
        <w:tab/>
        <w:t>1627</w:t>
      </w:r>
    </w:p>
    <w:p w14:paraId="5EE187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1627</w:t>
      </w:r>
    </w:p>
    <w:p w14:paraId="0D2238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1630</w:t>
      </w:r>
    </w:p>
    <w:p w14:paraId="74E43F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A.5.5.3.4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and deactivation of unknown SCell in FR2</w:t>
      </w:r>
      <w:r>
        <w:tab/>
        <w:t>1631</w:t>
      </w:r>
    </w:p>
    <w:p w14:paraId="735E39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1631</w:t>
      </w:r>
    </w:p>
    <w:p w14:paraId="00C289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1634</w:t>
      </w:r>
    </w:p>
    <w:p w14:paraId="421148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A.5.5.3.5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Multiple SCell activation and deactivation of one known PUCCH SCell and one unknown SCell in FR2</w:t>
      </w:r>
      <w:r>
        <w:tab/>
        <w:t>1635</w:t>
      </w:r>
    </w:p>
    <w:p w14:paraId="2C1897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1635</w:t>
      </w:r>
    </w:p>
    <w:p w14:paraId="466C4B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1638</w:t>
      </w:r>
    </w:p>
    <w:p w14:paraId="43956E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A.5.5.3.6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unknown PUCCH SCell and unknown DL SCell in FR2 in non-DRX</w:t>
      </w:r>
      <w:r>
        <w:tab/>
        <w:t>1639</w:t>
      </w:r>
    </w:p>
    <w:p w14:paraId="56C7C9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1639</w:t>
      </w:r>
    </w:p>
    <w:p w14:paraId="498E9F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5.5.3.6.2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1642</w:t>
      </w:r>
    </w:p>
    <w:p w14:paraId="7F97EFF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A.5.4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1643</w:t>
      </w:r>
    </w:p>
    <w:p w14:paraId="02DD112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1643</w:t>
      </w:r>
    </w:p>
    <w:p w14:paraId="75E6B5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A.5.4.1.1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FR2</w:t>
      </w:r>
      <w:r>
        <w:tab/>
        <w:t>1643</w:t>
      </w:r>
    </w:p>
    <w:p w14:paraId="2EE0A2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1643</w:t>
      </w:r>
    </w:p>
    <w:p w14:paraId="7AB58F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A.5.4.1.1.2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1646</w:t>
      </w:r>
    </w:p>
    <w:p w14:paraId="225F9B0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1647</w:t>
      </w:r>
    </w:p>
    <w:p w14:paraId="48CBB8F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1647</w:t>
      </w:r>
    </w:p>
    <w:p w14:paraId="4A835F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A.5.4.3.1 EN-DC FR2 timing advance adjustment accuracy</w:t>
      </w:r>
      <w:r>
        <w:tab/>
        <w:t>1647</w:t>
      </w:r>
    </w:p>
    <w:p w14:paraId="2CE728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A.5.4.3.1.1 Test Purpose and Environment</w:t>
      </w:r>
      <w:r>
        <w:tab/>
        <w:t>1647</w:t>
      </w:r>
    </w:p>
    <w:p w14:paraId="3B15FA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A.5.4.3.1.2 Test Parameters</w:t>
      </w:r>
      <w:r>
        <w:tab/>
        <w:t>1647</w:t>
      </w:r>
    </w:p>
    <w:p w14:paraId="553A9D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A.5.4.3.1.3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1651</w:t>
      </w:r>
    </w:p>
    <w:p w14:paraId="44BF487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A.5.5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</w:t>
      </w:r>
      <w:r>
        <w:tab/>
        <w:t>1651</w:t>
      </w:r>
    </w:p>
    <w:p w14:paraId="794AEE0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1651</w:t>
      </w:r>
    </w:p>
    <w:p w14:paraId="4A9AF1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PSCell configured with SSB-based RLM RS in non-DRX mode</w:t>
      </w:r>
      <w:r>
        <w:tab/>
        <w:t>1651</w:t>
      </w:r>
    </w:p>
    <w:p w14:paraId="352C4C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lastRenderedPageBreak/>
        <w:t>A.5.5.1.1.1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1651</w:t>
      </w:r>
    </w:p>
    <w:p w14:paraId="7F6E28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1655</w:t>
      </w:r>
    </w:p>
    <w:p w14:paraId="400EBC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PSCell configured with SSB-based RLM RS in non-DRX mode</w:t>
      </w:r>
      <w:r>
        <w:tab/>
        <w:t>1656</w:t>
      </w:r>
    </w:p>
    <w:p w14:paraId="106E79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1656</w:t>
      </w:r>
    </w:p>
    <w:p w14:paraId="794028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1659</w:t>
      </w:r>
    </w:p>
    <w:p w14:paraId="2D5F0A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PSCell configured with SSB-based RLM RS in DRX mode</w:t>
      </w:r>
      <w:r>
        <w:tab/>
        <w:t>1660</w:t>
      </w:r>
    </w:p>
    <w:p w14:paraId="3232D7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1660</w:t>
      </w:r>
    </w:p>
    <w:p w14:paraId="638CB1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1664</w:t>
      </w:r>
    </w:p>
    <w:p w14:paraId="2775FA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PSCell configured with SSB-based RLM RS in DRX mode</w:t>
      </w:r>
      <w:r>
        <w:tab/>
        <w:t>1664</w:t>
      </w:r>
    </w:p>
    <w:p w14:paraId="7427CE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1664</w:t>
      </w:r>
    </w:p>
    <w:p w14:paraId="362DE3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1668</w:t>
      </w:r>
    </w:p>
    <w:p w14:paraId="198B106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Out-of-sync Test for FR2 PSCell configured with CSI-RS-based RLM in non-DRX mode</w:t>
      </w:r>
      <w:r>
        <w:tab/>
        <w:t>1668</w:t>
      </w:r>
    </w:p>
    <w:p w14:paraId="070193C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In-sync Test for FR2 PSCell configured with CSI-RS-based RLM in non-DRX mode</w:t>
      </w:r>
      <w:r>
        <w:tab/>
        <w:t>1672</w:t>
      </w:r>
    </w:p>
    <w:p w14:paraId="628E97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Out-of-sync Test for FR2 PSCell configured with CSI-RS-based RLM in DRX mode</w:t>
      </w:r>
      <w:r>
        <w:tab/>
        <w:t>1676</w:t>
      </w:r>
    </w:p>
    <w:p w14:paraId="134B66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EN-DC Radio Link Monitoring In-sync Test for FR2 PSCell configured with CSI-RS-based RLM in DRX mode</w:t>
      </w:r>
      <w:r>
        <w:tab/>
        <w:t>1681</w:t>
      </w:r>
    </w:p>
    <w:p w14:paraId="4EB885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1685</w:t>
      </w:r>
    </w:p>
    <w:p w14:paraId="17E2FB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Radio Link Monitoring UE Scheduling Restrictions on FR2</w:t>
      </w:r>
      <w:r>
        <w:tab/>
        <w:t>1686</w:t>
      </w:r>
    </w:p>
    <w:p w14:paraId="79E61F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1686</w:t>
      </w:r>
    </w:p>
    <w:p w14:paraId="0C455C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1688</w:t>
      </w:r>
    </w:p>
    <w:p w14:paraId="5BF007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A.5.5.1.10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PSCell configured with SSB-based RLM RS for UE fulfilling relaxed measurement criterion</w:t>
      </w:r>
      <w:r>
        <w:tab/>
        <w:t>1688</w:t>
      </w:r>
    </w:p>
    <w:p w14:paraId="224CFE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1688</w:t>
      </w:r>
    </w:p>
    <w:p w14:paraId="7EC7C7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1691</w:t>
      </w:r>
    </w:p>
    <w:p w14:paraId="5131C1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1691</w:t>
      </w:r>
    </w:p>
    <w:p w14:paraId="7CEA59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A.5.5.2.1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at transitions between active and non-active during DRX in synchronous EN-DC</w:t>
      </w:r>
      <w:r>
        <w:tab/>
        <w:t>1691</w:t>
      </w:r>
    </w:p>
    <w:p w14:paraId="457D1A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1691</w:t>
      </w:r>
    </w:p>
    <w:p w14:paraId="6B6E96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1694</w:t>
      </w:r>
    </w:p>
    <w:p w14:paraId="0C90FC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A.5.5.2.2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at transitions between active and non-active during DRX in asynchronous EN-DC</w:t>
      </w:r>
      <w:r>
        <w:tab/>
        <w:t>1694</w:t>
      </w:r>
    </w:p>
    <w:p w14:paraId="31395D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1694</w:t>
      </w:r>
    </w:p>
    <w:p w14:paraId="00BA23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1697</w:t>
      </w:r>
    </w:p>
    <w:p w14:paraId="7FE857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A.5.5.2.</w:t>
      </w:r>
      <w:r w:rsidRPr="00825DA5">
        <w:rPr>
          <w:rFonts w:cs="Arial"/>
          <w:bCs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during measurements on deactivated NR SCC in synchronous EN-DC</w:t>
      </w:r>
      <w:r>
        <w:tab/>
        <w:t>1697</w:t>
      </w:r>
    </w:p>
    <w:p w14:paraId="0F6800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</w:t>
      </w:r>
      <w:r w:rsidRPr="00825DA5">
        <w:rPr>
          <w:rFonts w:cs="Arial"/>
        </w:rPr>
        <w:t>3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1697</w:t>
      </w:r>
    </w:p>
    <w:p w14:paraId="23F29F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A.5.5.2.</w:t>
      </w:r>
      <w:r w:rsidRPr="00825DA5">
        <w:rPr>
          <w:rFonts w:cs="Arial"/>
          <w:bCs/>
        </w:rPr>
        <w:t>3</w:t>
      </w:r>
      <w:r w:rsidRPr="00825DA5">
        <w:rPr>
          <w:rFonts w:eastAsia="MS Mincho"/>
          <w:bCs/>
        </w:rPr>
        <w:t>.</w:t>
      </w:r>
      <w:r w:rsidRPr="00825DA5">
        <w:rPr>
          <w:bCs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1701</w:t>
      </w:r>
    </w:p>
    <w:p w14:paraId="2DCE3C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A.5.5.2.</w:t>
      </w:r>
      <w:r w:rsidRPr="00825DA5">
        <w:rPr>
          <w:rFonts w:cs="Arial"/>
          <w:bCs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during measurements on deactivated NR SCC in asynchronous EN-DC</w:t>
      </w:r>
      <w:r>
        <w:tab/>
        <w:t>1701</w:t>
      </w:r>
    </w:p>
    <w:p w14:paraId="5BF4D4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</w:t>
      </w:r>
      <w:r w:rsidRPr="00825DA5">
        <w:rPr>
          <w:rFonts w:cs="Arial"/>
        </w:rPr>
        <w:t>4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1701</w:t>
      </w:r>
    </w:p>
    <w:p w14:paraId="5A8CA4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A.5.5.2.</w:t>
      </w:r>
      <w:r w:rsidRPr="00825DA5">
        <w:rPr>
          <w:rFonts w:cs="Arial"/>
          <w:bCs/>
        </w:rPr>
        <w:t>4</w:t>
      </w:r>
      <w:r w:rsidRPr="00825DA5">
        <w:rPr>
          <w:rFonts w:eastAsia="MS Mincho"/>
          <w:bCs/>
        </w:rPr>
        <w:t>.</w:t>
      </w:r>
      <w:r w:rsidRPr="00825DA5">
        <w:rPr>
          <w:bCs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1704</w:t>
      </w:r>
    </w:p>
    <w:p w14:paraId="60A222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A.5.5.2.</w:t>
      </w:r>
      <w:r w:rsidRPr="00825DA5">
        <w:rPr>
          <w:rFonts w:cs="Arial"/>
          <w:bCs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during measurements on deactivated E-UTRAN SCC in synchronous EN-DC</w:t>
      </w:r>
      <w:r>
        <w:tab/>
        <w:t>1705</w:t>
      </w:r>
    </w:p>
    <w:p w14:paraId="4708CE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</w:t>
      </w:r>
      <w:r w:rsidRPr="00825DA5">
        <w:rPr>
          <w:rFonts w:cs="Arial"/>
        </w:rPr>
        <w:t>5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1705</w:t>
      </w:r>
    </w:p>
    <w:p w14:paraId="37F0DC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A.5.5.2.</w:t>
      </w:r>
      <w:r w:rsidRPr="00825DA5">
        <w:rPr>
          <w:rFonts w:cs="Arial"/>
          <w:bCs/>
        </w:rPr>
        <w:t>5</w:t>
      </w:r>
      <w:r w:rsidRPr="00825DA5">
        <w:rPr>
          <w:rFonts w:eastAsia="MS Mincho"/>
          <w:bCs/>
        </w:rPr>
        <w:t>.</w:t>
      </w:r>
      <w:r w:rsidRPr="00825DA5">
        <w:rPr>
          <w:bCs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1708</w:t>
      </w:r>
    </w:p>
    <w:p w14:paraId="2E4F41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A.5.5.2.</w:t>
      </w:r>
      <w:r w:rsidRPr="00825DA5">
        <w:rPr>
          <w:rFonts w:cs="Arial"/>
          <w:bCs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during measurements on deactivated E-UTRAN SCC in asynchronous EN-DC</w:t>
      </w:r>
      <w:r>
        <w:tab/>
        <w:t>1708</w:t>
      </w:r>
    </w:p>
    <w:p w14:paraId="319384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</w:t>
      </w:r>
      <w:r w:rsidRPr="00825DA5">
        <w:rPr>
          <w:rFonts w:cs="Arial"/>
        </w:rPr>
        <w:t>6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1708</w:t>
      </w:r>
    </w:p>
    <w:p w14:paraId="036196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A.5.5.2.</w:t>
      </w:r>
      <w:r w:rsidRPr="00825DA5">
        <w:rPr>
          <w:rFonts w:cs="Arial"/>
          <w:bCs/>
        </w:rPr>
        <w:t>6</w:t>
      </w:r>
      <w:r w:rsidRPr="00825DA5">
        <w:rPr>
          <w:rFonts w:eastAsia="MS Mincho"/>
          <w:bCs/>
        </w:rPr>
        <w:t>.</w:t>
      </w:r>
      <w:r w:rsidRPr="00825DA5">
        <w:rPr>
          <w:bCs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1711</w:t>
      </w:r>
    </w:p>
    <w:p w14:paraId="51D9AB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A.5.5.2.7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FR2 interruptions at E-UTRA SRS carrier based switching</w:t>
      </w:r>
      <w:r>
        <w:tab/>
        <w:t>1711</w:t>
      </w:r>
    </w:p>
    <w:p w14:paraId="269D55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1711</w:t>
      </w:r>
    </w:p>
    <w:p w14:paraId="7CD508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A.5.5.2.7.2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1715</w:t>
      </w:r>
    </w:p>
    <w:p w14:paraId="13B4E1F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A.5.5.2.8 </w:t>
      </w:r>
      <w:r w:rsidRPr="00825DA5">
        <w:rPr>
          <w:lang w:val="en-US"/>
        </w:rPr>
        <w:t>E-UTRAN – NR FR2 interruptions at NR SRS carrier based switching</w:t>
      </w:r>
      <w:r>
        <w:tab/>
        <w:t>1715</w:t>
      </w:r>
    </w:p>
    <w:p w14:paraId="1D4E4A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A.5.5.2.8.1 Test Purpose and Environment</w:t>
      </w:r>
      <w:r>
        <w:tab/>
        <w:t>1715</w:t>
      </w:r>
    </w:p>
    <w:p w14:paraId="5F8175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A.5.5.2.8.3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1717</w:t>
      </w:r>
    </w:p>
    <w:p w14:paraId="048843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1717</w:t>
      </w:r>
    </w:p>
    <w:p w14:paraId="7A87AB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A.5.5.3.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SCell in FR2 intra-band</w:t>
      </w:r>
      <w:r>
        <w:tab/>
        <w:t>1717</w:t>
      </w:r>
    </w:p>
    <w:p w14:paraId="41D436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1717</w:t>
      </w:r>
    </w:p>
    <w:p w14:paraId="0547E2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1719</w:t>
      </w:r>
    </w:p>
    <w:p w14:paraId="31DA0A6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known SCell in FR1 for 160ms SCell measurement cycle</w:t>
      </w:r>
      <w:r>
        <w:tab/>
        <w:t>1719</w:t>
      </w:r>
    </w:p>
    <w:p w14:paraId="14CEA7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1719</w:t>
      </w:r>
    </w:p>
    <w:p w14:paraId="56EA90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1723</w:t>
      </w:r>
    </w:p>
    <w:p w14:paraId="7FB88F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1723</w:t>
      </w:r>
    </w:p>
    <w:p w14:paraId="666D80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1723</w:t>
      </w:r>
    </w:p>
    <w:p w14:paraId="11D530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SCell in FR2</w:t>
      </w:r>
      <w:r>
        <w:tab/>
        <w:t>1723</w:t>
      </w:r>
    </w:p>
    <w:p w14:paraId="3AAFEC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1723</w:t>
      </w:r>
    </w:p>
    <w:p w14:paraId="0A0C78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1726</w:t>
      </w:r>
    </w:p>
    <w:p w14:paraId="1B79398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A.5.5.3.6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Multiple SCell Activation and deactivation of one unknown SCell and one known SCell in FR2</w:t>
      </w:r>
      <w:r>
        <w:tab/>
        <w:t>1727</w:t>
      </w:r>
    </w:p>
    <w:p w14:paraId="14A099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1727</w:t>
      </w:r>
    </w:p>
    <w:p w14:paraId="701B89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1731</w:t>
      </w:r>
    </w:p>
    <w:p w14:paraId="6B6738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PMingLiU"/>
        </w:rPr>
        <w:t>A.5.5.3.7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  <w:lang w:eastAsia="zh-TW"/>
        </w:rPr>
        <w:t xml:space="preserve">Direct </w:t>
      </w:r>
      <w:r w:rsidRPr="00825DA5">
        <w:rPr>
          <w:rFonts w:eastAsia="PMingLiU"/>
        </w:rPr>
        <w:t>SCell activation at SCell addition of known SCell in FR2</w:t>
      </w:r>
      <w:r>
        <w:tab/>
        <w:t>1732</w:t>
      </w:r>
    </w:p>
    <w:p w14:paraId="71F378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PMingLiU"/>
        </w:rPr>
        <w:t>A.5.5.3.7.1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</w:rPr>
        <w:t>Test Purpose and Environment</w:t>
      </w:r>
      <w:r>
        <w:tab/>
        <w:t>1732</w:t>
      </w:r>
    </w:p>
    <w:p w14:paraId="247169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PMingLiU"/>
          <w:lang w:eastAsia="zh-CN"/>
        </w:rPr>
        <w:t>A.5.5.3.7.2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  <w:lang w:eastAsia="zh-CN"/>
        </w:rPr>
        <w:t>Test Requirements</w:t>
      </w:r>
      <w:r>
        <w:tab/>
        <w:t>1735</w:t>
      </w:r>
    </w:p>
    <w:p w14:paraId="2DEBB61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A.5.5.3.8</w:t>
      </w:r>
      <w:r>
        <w:rPr>
          <w:rFonts w:ascii="Calibri" w:eastAsia="Malgun Gothic" w:hAnsi="Calibri"/>
          <w:sz w:val="22"/>
          <w:szCs w:val="22"/>
        </w:rPr>
        <w:tab/>
      </w:r>
      <w:r>
        <w:t>Fast SCell Activation of SCell in FR2 intra-band</w:t>
      </w:r>
      <w:r>
        <w:tab/>
        <w:t>1735</w:t>
      </w:r>
    </w:p>
    <w:p w14:paraId="46B494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1735</w:t>
      </w:r>
    </w:p>
    <w:p w14:paraId="18B4A2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A.5.5.3.8.2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1739</w:t>
      </w:r>
    </w:p>
    <w:p w14:paraId="64CC91D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A.5.5.4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1740</w:t>
      </w:r>
    </w:p>
    <w:p w14:paraId="17042C7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A.5.5.5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1740</w:t>
      </w:r>
    </w:p>
    <w:p w14:paraId="162B9E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A.5.5.5.1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PSCell configured with SSB-based BFD and LR in non-DRX mode</w:t>
      </w:r>
      <w:r>
        <w:tab/>
        <w:t>1740</w:t>
      </w:r>
    </w:p>
    <w:p w14:paraId="226CDF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1740</w:t>
      </w:r>
    </w:p>
    <w:p w14:paraId="45B50E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1744</w:t>
      </w:r>
    </w:p>
    <w:p w14:paraId="4E0485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A.5.5.5.2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PSCell configured with SSB-based BFD and LR in DRX mode</w:t>
      </w:r>
      <w:r>
        <w:tab/>
        <w:t>1744</w:t>
      </w:r>
    </w:p>
    <w:p w14:paraId="1E8B8C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1744</w:t>
      </w:r>
    </w:p>
    <w:p w14:paraId="6A90AF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1748</w:t>
      </w:r>
    </w:p>
    <w:p w14:paraId="4BB112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A.5.5.5.3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PSCell configured with CSI-RS-based BFD and LR in non-DRX mode</w:t>
      </w:r>
      <w:r>
        <w:tab/>
        <w:t>1748</w:t>
      </w:r>
    </w:p>
    <w:p w14:paraId="632C67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1748</w:t>
      </w:r>
    </w:p>
    <w:p w14:paraId="3979FF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1752</w:t>
      </w:r>
    </w:p>
    <w:p w14:paraId="185AA1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A.5.5.5.4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PSCell configured with CSI-RS-based BFD and LR in DRX mode</w:t>
      </w:r>
      <w:r>
        <w:tab/>
        <w:t>1752</w:t>
      </w:r>
    </w:p>
    <w:p w14:paraId="67E228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1752</w:t>
      </w:r>
    </w:p>
    <w:p w14:paraId="6A2C0A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1756</w:t>
      </w:r>
    </w:p>
    <w:p w14:paraId="36A588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A.5.5.5.5</w:t>
      </w:r>
      <w:r>
        <w:rPr>
          <w:rFonts w:ascii="Calibri" w:eastAsia="Malgun Gothic" w:hAnsi="Calibri"/>
          <w:sz w:val="22"/>
          <w:szCs w:val="22"/>
        </w:rPr>
        <w:tab/>
      </w:r>
      <w:r>
        <w:t>EN-DC scheduling availability restriction during Beam Failure Detection and Link Recovery for FR2 PSCell configured with SSB-based BFD and LR in non-DRX mode</w:t>
      </w:r>
      <w:r>
        <w:tab/>
        <w:t>1756</w:t>
      </w:r>
    </w:p>
    <w:p w14:paraId="0762F5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1756</w:t>
      </w:r>
    </w:p>
    <w:p w14:paraId="7A7DC2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1760</w:t>
      </w:r>
    </w:p>
    <w:p w14:paraId="459D4A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A.5.5.5.6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SCell configured with CSI-RS-based BFD and LR in non-DRX mode</w:t>
      </w:r>
      <w:r>
        <w:tab/>
        <w:t>1760</w:t>
      </w:r>
    </w:p>
    <w:p w14:paraId="3E3A42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1760</w:t>
      </w:r>
    </w:p>
    <w:p w14:paraId="5C0D60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1764</w:t>
      </w:r>
    </w:p>
    <w:p w14:paraId="0840DB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A.5.5.5.7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FR2 SCell configured with CSI-RS-based BFD and LR in DRX mode</w:t>
      </w:r>
      <w:r>
        <w:tab/>
        <w:t>1764</w:t>
      </w:r>
    </w:p>
    <w:p w14:paraId="3B2718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1764</w:t>
      </w:r>
    </w:p>
    <w:p w14:paraId="65E8F3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A.5.5.5.7.2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1768</w:t>
      </w:r>
    </w:p>
    <w:p w14:paraId="34D2E1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A.5.5.5.8</w:t>
      </w:r>
      <w:r>
        <w:rPr>
          <w:rFonts w:ascii="Calibri" w:eastAsia="Malgun Gothic" w:hAnsi="Calibri"/>
          <w:sz w:val="22"/>
          <w:szCs w:val="22"/>
        </w:rPr>
        <w:tab/>
      </w:r>
      <w:r>
        <w:t>EN-DC TRP specific Beam Failure Detection and Link Recovery Test for FR2 PSCell configured with CSI-RS-based BFD and LR in DRX mode</w:t>
      </w:r>
      <w:r>
        <w:tab/>
        <w:t>1768</w:t>
      </w:r>
    </w:p>
    <w:p w14:paraId="192871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1768</w:t>
      </w:r>
    </w:p>
    <w:p w14:paraId="3F9EE7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A.5.5.5.8.2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1774</w:t>
      </w:r>
    </w:p>
    <w:p w14:paraId="4E299C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lang w:eastAsia="zh-CN"/>
        </w:rPr>
        <w:t>A.5.5.5.9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Beam Failure Detection and Link Recovery Test for FR2 PSCell configured with SSB-based BFD and LR in DRX </w:t>
      </w:r>
      <w:r w:rsidRPr="00825DA5">
        <w:rPr>
          <w:lang w:val="en-US"/>
        </w:rPr>
        <w:t>mode for UE fulfilling relaxed measurement criterion</w:t>
      </w:r>
      <w:r>
        <w:tab/>
        <w:t>1774</w:t>
      </w:r>
    </w:p>
    <w:p w14:paraId="2D5E1D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A.5.5.5.9.1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1774</w:t>
      </w:r>
    </w:p>
    <w:p w14:paraId="0E99B8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A.5.5.5.9.</w:t>
      </w:r>
      <w:r w:rsidRPr="00825DA5">
        <w:rPr>
          <w:snapToGrid w:val="0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1778</w:t>
      </w:r>
    </w:p>
    <w:p w14:paraId="3A54656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A.5.5.6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tab/>
        <w:t>1778</w:t>
      </w:r>
    </w:p>
    <w:p w14:paraId="52C2BF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A.5.5.6.1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1778</w:t>
      </w:r>
    </w:p>
    <w:p w14:paraId="14342D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DL active BWP switch with non-DRX in synchronous EN-DC</w:t>
      </w:r>
      <w:r>
        <w:tab/>
        <w:t>1778</w:t>
      </w:r>
    </w:p>
    <w:p w14:paraId="30BAA6A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1778</w:t>
      </w:r>
    </w:p>
    <w:p w14:paraId="03976F8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</w:t>
      </w:r>
      <w:r w:rsidRPr="00825DA5">
        <w:rPr>
          <w:rFonts w:eastAsia="MS Mincho"/>
          <w:bCs/>
        </w:rPr>
        <w:t>5.5.6.1.1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1782</w:t>
      </w:r>
    </w:p>
    <w:p w14:paraId="639DEC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A.5.5.6.1.2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FR2 with FR2 SCell DL active BWP switch in non-DRX in synchronous EN-DC</w:t>
      </w:r>
      <w:r>
        <w:tab/>
        <w:t>1782</w:t>
      </w:r>
    </w:p>
    <w:p w14:paraId="3C88AF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A.5.5.6.2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1787</w:t>
      </w:r>
    </w:p>
    <w:p w14:paraId="62C71F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A.5.5.6.2.1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FR2 DL active BWP switch with non-DRX in synchronous EN-DC</w:t>
      </w:r>
      <w:r>
        <w:tab/>
        <w:t>1787</w:t>
      </w:r>
    </w:p>
    <w:p w14:paraId="0C0825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A.5.5.6.3 </w:t>
      </w:r>
      <w:r w:rsidRPr="00825DA5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825DA5">
        <w:rPr>
          <w:rFonts w:cs="Arial"/>
          <w:lang w:val="en-US"/>
        </w:rPr>
        <w:t>on multiple CCs</w:t>
      </w:r>
      <w:r>
        <w:tab/>
        <w:t>1791</w:t>
      </w:r>
    </w:p>
    <w:p w14:paraId="2F8A4A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and NR SCell FR2 DL active BWP switch on multiple CCs in synchronous EN-DC</w:t>
      </w:r>
      <w:r>
        <w:tab/>
        <w:t>1791</w:t>
      </w:r>
    </w:p>
    <w:p w14:paraId="6765E93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1791</w:t>
      </w:r>
    </w:p>
    <w:p w14:paraId="4BB14F1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1795</w:t>
      </w:r>
    </w:p>
    <w:p w14:paraId="6C3399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A.5.5.6.4</w:t>
      </w:r>
      <w:r>
        <w:rPr>
          <w:rFonts w:ascii="Calibri" w:eastAsia="Malgun Gothic" w:hAnsi="Calibri"/>
          <w:sz w:val="22"/>
          <w:szCs w:val="22"/>
        </w:rPr>
        <w:tab/>
      </w:r>
      <w:r>
        <w:t>SCell dormancy switch</w:t>
      </w:r>
      <w:r>
        <w:tab/>
        <w:t>1795</w:t>
      </w:r>
    </w:p>
    <w:p w14:paraId="129542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A.5.5.6.4.1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E-UTRAN – NR FR2 PSCell SCell dormancy switch of single FR2 SCell inside active time</w:t>
      </w:r>
      <w:r>
        <w:tab/>
        <w:t>1795</w:t>
      </w:r>
    </w:p>
    <w:p w14:paraId="031E879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A.5.5.6.4.1.1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1795</w:t>
      </w:r>
    </w:p>
    <w:p w14:paraId="4544044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A.5.5.6.4.1.2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1799</w:t>
      </w:r>
    </w:p>
    <w:p w14:paraId="5D658E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A.5.5.6.4.2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E-UTRAN – NR FR1 PSCell SCell dormancy switch of two FR2 SCells outside active time</w:t>
      </w:r>
      <w:r>
        <w:tab/>
        <w:t>1799</w:t>
      </w:r>
    </w:p>
    <w:p w14:paraId="1C1FAD7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A.5.5.6.4.2.1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Test Purpose and Environment</w:t>
      </w:r>
      <w:r>
        <w:tab/>
        <w:t>1799</w:t>
      </w:r>
    </w:p>
    <w:p w14:paraId="064E523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A.5.5.6.4.2.2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Test Requirements</w:t>
      </w:r>
      <w:r>
        <w:tab/>
        <w:t>1806</w:t>
      </w:r>
    </w:p>
    <w:p w14:paraId="05B429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A.5.5.6.5</w:t>
      </w:r>
      <w:r>
        <w:rPr>
          <w:rFonts w:ascii="Calibri" w:eastAsia="Malgun Gothic" w:hAnsi="Calibri"/>
          <w:sz w:val="22"/>
          <w:szCs w:val="22"/>
        </w:rPr>
        <w:tab/>
      </w:r>
      <w:r>
        <w:t>Simultaneous RRC-based Active BWP Switch on multiple CCs</w:t>
      </w:r>
      <w:r>
        <w:tab/>
        <w:t>1806</w:t>
      </w:r>
    </w:p>
    <w:p w14:paraId="6B9D45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A.5.5.6.5.1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FR2  and NR SCell FR2 DL active BWP switch on multiple CCs with non-DRX in synchronous EN-DC</w:t>
      </w:r>
      <w:r>
        <w:tab/>
        <w:t>1806</w:t>
      </w:r>
    </w:p>
    <w:p w14:paraId="0B84B22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A.5.5.7</w:t>
      </w:r>
      <w:r>
        <w:rPr>
          <w:rFonts w:ascii="Calibri" w:eastAsia="Malgun Gothic" w:hAnsi="Calibri"/>
          <w:sz w:val="22"/>
          <w:szCs w:val="22"/>
        </w:rPr>
        <w:tab/>
      </w:r>
      <w:r>
        <w:t>PSCell addition and release delay</w:t>
      </w:r>
      <w:r>
        <w:tab/>
        <w:t>1809</w:t>
      </w:r>
    </w:p>
    <w:p w14:paraId="7CB3C1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A.5.5.7.1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NR PSCell</w:t>
      </w:r>
      <w:r>
        <w:tab/>
        <w:t>1809</w:t>
      </w:r>
    </w:p>
    <w:p w14:paraId="17061B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1809</w:t>
      </w:r>
    </w:p>
    <w:p w14:paraId="6065AC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A.5.5.7.1.2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1812</w:t>
      </w:r>
    </w:p>
    <w:p w14:paraId="37A4896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A.5.5.8</w:t>
      </w:r>
      <w:r>
        <w:rPr>
          <w:rFonts w:ascii="Calibri" w:eastAsia="Malgun Gothic" w:hAnsi="Calibri"/>
          <w:sz w:val="22"/>
          <w:szCs w:val="22"/>
        </w:rPr>
        <w:tab/>
      </w:r>
      <w:r>
        <w:t>Active TCI state switch delay</w:t>
      </w:r>
      <w:r>
        <w:tab/>
        <w:t>1813</w:t>
      </w:r>
    </w:p>
    <w:p w14:paraId="3E36F6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A.5.5.8.1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TCI state switch</w:t>
      </w:r>
      <w:r>
        <w:tab/>
        <w:t>1813</w:t>
      </w:r>
    </w:p>
    <w:p w14:paraId="5D9A6E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A.5.5.8.1.1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active TCI state switch for a known TCI state</w:t>
      </w:r>
      <w:r>
        <w:tab/>
        <w:t>1813</w:t>
      </w:r>
    </w:p>
    <w:p w14:paraId="088FF4F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A.5.5.8.1.1.1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1813</w:t>
      </w:r>
    </w:p>
    <w:p w14:paraId="15B53DC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A.5.5.8</w:t>
      </w:r>
      <w:r w:rsidRPr="00825DA5">
        <w:rPr>
          <w:rFonts w:eastAsia="MS Mincho"/>
          <w:bCs/>
        </w:rPr>
        <w:t>.1.1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1816</w:t>
      </w:r>
    </w:p>
    <w:p w14:paraId="650F24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A.5.5.8.2</w:t>
      </w:r>
      <w:r>
        <w:rPr>
          <w:rFonts w:ascii="Calibri" w:eastAsia="Malgun Gothic" w:hAnsi="Calibri"/>
          <w:sz w:val="22"/>
          <w:szCs w:val="22"/>
        </w:rPr>
        <w:tab/>
      </w:r>
      <w:r>
        <w:t>RRC based active TCI state switch</w:t>
      </w:r>
      <w:r>
        <w:tab/>
        <w:t>1816</w:t>
      </w:r>
    </w:p>
    <w:p w14:paraId="1101BB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A.5.5.8.2.1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active TCI state switch for a known TCI state</w:t>
      </w:r>
      <w:r>
        <w:tab/>
        <w:t>1816</w:t>
      </w:r>
    </w:p>
    <w:p w14:paraId="0A814BF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A.5.5.8.2.1.1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1816</w:t>
      </w:r>
    </w:p>
    <w:p w14:paraId="1D4B77F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A.5.5.8.2</w:t>
      </w:r>
      <w:r w:rsidRPr="00825DA5">
        <w:rPr>
          <w:rFonts w:eastAsia="MS Mincho"/>
          <w:bCs/>
        </w:rPr>
        <w:t>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1820</w:t>
      </w:r>
    </w:p>
    <w:p w14:paraId="73459AD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A.5.5.9</w:t>
      </w:r>
      <w:r>
        <w:rPr>
          <w:rFonts w:ascii="Calibri" w:eastAsia="Malgun Gothic" w:hAnsi="Calibri"/>
          <w:sz w:val="22"/>
          <w:szCs w:val="22"/>
        </w:rPr>
        <w:tab/>
      </w:r>
      <w:r>
        <w:t>Uplink spatial relation switch delay</w:t>
      </w:r>
      <w:r>
        <w:tab/>
        <w:t>1820</w:t>
      </w:r>
    </w:p>
    <w:p w14:paraId="505203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A.5.5.9.1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uplink spatial relation switch</w:t>
      </w:r>
      <w:r>
        <w:tab/>
        <w:t>1820</w:t>
      </w:r>
    </w:p>
    <w:p w14:paraId="75658C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>E-UTRAN – NR PSCell FR2 uplink spatial relation switch for a known spatial relation</w:t>
      </w:r>
      <w:r>
        <w:tab/>
        <w:t>1820</w:t>
      </w:r>
    </w:p>
    <w:p w14:paraId="53DE123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A.5.5.9.1.1.1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1820</w:t>
      </w:r>
    </w:p>
    <w:p w14:paraId="096D6ED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A.5.5.9</w:t>
      </w:r>
      <w:r w:rsidRPr="00825DA5">
        <w:rPr>
          <w:rFonts w:eastAsia="MS Mincho"/>
          <w:bCs/>
        </w:rPr>
        <w:t>.1.1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1823</w:t>
      </w:r>
    </w:p>
    <w:p w14:paraId="46431E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</w:t>
      </w:r>
      <w:r>
        <w:rPr>
          <w:lang w:eastAsia="zh-CN"/>
        </w:rPr>
        <w:t>9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RRC based spatial relation switch</w:t>
      </w:r>
      <w:r>
        <w:tab/>
        <w:t>1823</w:t>
      </w:r>
    </w:p>
    <w:p w14:paraId="18055F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A.5.5.9.2.1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spatial relation switch associated with a known DL-RS</w:t>
      </w:r>
      <w:r>
        <w:tab/>
        <w:t>1823</w:t>
      </w:r>
    </w:p>
    <w:p w14:paraId="211E6AD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A.5.5.9.2.1.1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1823</w:t>
      </w:r>
    </w:p>
    <w:p w14:paraId="26F4D63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A.5.5.9.2</w:t>
      </w:r>
      <w:r w:rsidRPr="00825DA5">
        <w:rPr>
          <w:rFonts w:eastAsia="MS Mincho"/>
          <w:bCs/>
        </w:rPr>
        <w:t>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1826</w:t>
      </w:r>
    </w:p>
    <w:p w14:paraId="19CB440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</w:t>
      </w:r>
      <w:r>
        <w:rPr>
          <w:lang w:eastAsia="zh-CN"/>
        </w:rPr>
        <w:t>10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</w:t>
      </w:r>
      <w:r>
        <w:tab/>
        <w:t>1826</w:t>
      </w:r>
    </w:p>
    <w:p w14:paraId="25FE0C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</w:t>
      </w:r>
      <w:r>
        <w:rPr>
          <w:lang w:eastAsia="zh-CN"/>
        </w:rPr>
        <w:t>10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on FR2 NR PSCell</w:t>
      </w:r>
      <w:r>
        <w:tab/>
        <w:t>1826</w:t>
      </w:r>
    </w:p>
    <w:p w14:paraId="1E3AED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</w:t>
      </w:r>
      <w:r>
        <w:rPr>
          <w:lang w:eastAsia="zh-CN"/>
        </w:rPr>
        <w:t>10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1826</w:t>
      </w:r>
    </w:p>
    <w:p w14:paraId="55C652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</w:t>
      </w:r>
      <w:r>
        <w:rPr>
          <w:lang w:eastAsia="zh-CN"/>
        </w:rPr>
        <w:t>10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1829</w:t>
      </w:r>
    </w:p>
    <w:p w14:paraId="3469E4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A.5.5.11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Unified</w:t>
      </w:r>
      <w:r>
        <w:t xml:space="preserve"> </w:t>
      </w:r>
      <w:r>
        <w:rPr>
          <w:lang w:eastAsia="zh-CN"/>
        </w:rPr>
        <w:t>TCI</w:t>
      </w:r>
      <w:r>
        <w:t xml:space="preserve"> </w:t>
      </w:r>
      <w:r>
        <w:rPr>
          <w:lang w:eastAsia="zh-CN"/>
        </w:rPr>
        <w:t>state</w:t>
      </w:r>
      <w:r>
        <w:t xml:space="preserve"> switch delay</w:t>
      </w:r>
      <w:r>
        <w:tab/>
        <w:t>1830</w:t>
      </w:r>
    </w:p>
    <w:p w14:paraId="5D8093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MAC-CE based active </w:t>
      </w:r>
      <w:r w:rsidRPr="00825DA5">
        <w:rPr>
          <w:rFonts w:eastAsia="SimSun"/>
          <w:lang w:val="en-US" w:eastAsia="zh-CN"/>
        </w:rPr>
        <w:t xml:space="preserve">joint </w:t>
      </w:r>
      <w:r>
        <w:t>TCI state switch</w:t>
      </w:r>
      <w:r>
        <w:tab/>
        <w:t>1830</w:t>
      </w:r>
    </w:p>
    <w:p w14:paraId="28B2AC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A.5.5.11.1.1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PSCell FR2 active </w:t>
      </w:r>
      <w:r w:rsidRPr="00825DA5">
        <w:rPr>
          <w:rFonts w:eastAsia="SimSun" w:cs="Arial"/>
          <w:lang w:val="en-US" w:eastAsia="zh-CN"/>
        </w:rPr>
        <w:t xml:space="preserve">joint </w:t>
      </w:r>
      <w:r w:rsidRPr="00825DA5">
        <w:rPr>
          <w:rFonts w:cs="Arial"/>
        </w:rPr>
        <w:t>TCI state switch for a known TCI state</w:t>
      </w:r>
      <w:r>
        <w:tab/>
        <w:t>1830</w:t>
      </w:r>
    </w:p>
    <w:p w14:paraId="69A2278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A.5.5.11.1.1.1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1830</w:t>
      </w:r>
    </w:p>
    <w:p w14:paraId="0CD2DE1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PMingLiU"/>
        </w:rPr>
        <w:t>A.5.5.11.1.1.</w:t>
      </w:r>
      <w:r w:rsidRPr="00825DA5">
        <w:rPr>
          <w:rFonts w:eastAsia="PMingLiU"/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</w:rPr>
        <w:t xml:space="preserve">Test </w:t>
      </w:r>
      <w:r w:rsidRPr="00825DA5">
        <w:rPr>
          <w:rFonts w:eastAsia="PMingLiU"/>
          <w:lang w:val="en-US" w:eastAsia="zh-CN"/>
        </w:rPr>
        <w:t>parameters</w:t>
      </w:r>
      <w:r>
        <w:tab/>
        <w:t>1830</w:t>
      </w:r>
    </w:p>
    <w:p w14:paraId="109F5B8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PMingLiU"/>
        </w:rPr>
        <w:t>A.5.5.11.1.1.</w:t>
      </w:r>
      <w:r w:rsidRPr="00825DA5">
        <w:rPr>
          <w:rFonts w:eastAsia="PMingLiU"/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</w:rPr>
        <w:t xml:space="preserve">Test </w:t>
      </w:r>
      <w:r w:rsidRPr="00825DA5">
        <w:rPr>
          <w:rFonts w:eastAsia="PMingLiU"/>
          <w:lang w:val="en-US" w:eastAsia="zh-CN"/>
        </w:rPr>
        <w:t>Requirements</w:t>
      </w:r>
      <w:r>
        <w:tab/>
        <w:t>1833</w:t>
      </w:r>
    </w:p>
    <w:p w14:paraId="4C87C4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A.5.5.11.2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uplink TCI state switch</w:t>
      </w:r>
      <w:r>
        <w:tab/>
        <w:t>1833</w:t>
      </w:r>
    </w:p>
    <w:p w14:paraId="0F7732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A.5.5.11.2.1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PSCell FR2 </w:t>
      </w:r>
      <w:r>
        <w:t>active uplink TCI state switch for a known TCI state</w:t>
      </w:r>
      <w:r>
        <w:tab/>
        <w:t>1833</w:t>
      </w:r>
    </w:p>
    <w:p w14:paraId="6AD583A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A.5.5.11.2.1.1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1833</w:t>
      </w:r>
    </w:p>
    <w:p w14:paraId="1C29005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A.5.5.11.2.1.2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parameters</w:t>
      </w:r>
      <w:r>
        <w:tab/>
        <w:t>1834</w:t>
      </w:r>
    </w:p>
    <w:p w14:paraId="6BFE5BD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A.5.5.11.2.1.3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1836</w:t>
      </w:r>
    </w:p>
    <w:p w14:paraId="181588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A.5.5.11.3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downlink TCI state switch</w:t>
      </w:r>
      <w:r>
        <w:tab/>
        <w:t>1836</w:t>
      </w:r>
    </w:p>
    <w:p w14:paraId="0D159D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A.5.5.11.3.1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E-UTRAN – NR </w:t>
      </w:r>
      <w:r w:rsidRPr="00825DA5">
        <w:rPr>
          <w:rFonts w:cs="Arial"/>
          <w:lang w:val="en-US"/>
        </w:rPr>
        <w:t xml:space="preserve">PSCell </w:t>
      </w:r>
      <w:r w:rsidRPr="00825DA5">
        <w:rPr>
          <w:rFonts w:cs="Arial"/>
        </w:rPr>
        <w:t>FR2 downlink TCI state switch to cell with additional PCI for a known TCI state</w:t>
      </w:r>
      <w:r>
        <w:tab/>
        <w:t>1836</w:t>
      </w:r>
    </w:p>
    <w:p w14:paraId="113FADD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A.5.5.11.3.1.1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1836</w:t>
      </w:r>
    </w:p>
    <w:p w14:paraId="52FC22E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A.5.5.11.3.1.2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Test Parameters</w:t>
      </w:r>
      <w:r>
        <w:tab/>
        <w:t>1837</w:t>
      </w:r>
    </w:p>
    <w:p w14:paraId="2DD330E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A.5.5.11.3</w:t>
      </w:r>
      <w:r w:rsidRPr="00825DA5">
        <w:rPr>
          <w:rFonts w:eastAsia="MS Mincho"/>
          <w:bCs/>
        </w:rPr>
        <w:t>.1</w:t>
      </w:r>
      <w:r w:rsidRPr="00825DA5">
        <w:rPr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1841</w:t>
      </w:r>
    </w:p>
    <w:p w14:paraId="1A0746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A.5.5.12</w:t>
      </w:r>
      <w:r>
        <w:rPr>
          <w:rFonts w:ascii="Calibri" w:eastAsia="Malgun Gothic" w:hAnsi="Calibri"/>
          <w:sz w:val="22"/>
          <w:szCs w:val="22"/>
        </w:rPr>
        <w:tab/>
      </w:r>
      <w:r>
        <w:t>PSCell activation and deactivation delay</w:t>
      </w:r>
      <w:r>
        <w:tab/>
        <w:t>1841</w:t>
      </w:r>
    </w:p>
    <w:p w14:paraId="243464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A.5.5.12.1</w:t>
      </w:r>
      <w:r>
        <w:rPr>
          <w:rFonts w:ascii="Calibri" w:eastAsia="Malgun Gothic" w:hAnsi="Calibri"/>
          <w:sz w:val="22"/>
          <w:szCs w:val="22"/>
        </w:rPr>
        <w:tab/>
      </w:r>
      <w:r>
        <w:t>PSCell activation and deactivation delay</w:t>
      </w:r>
      <w:r>
        <w:tab/>
        <w:t>1841</w:t>
      </w:r>
    </w:p>
    <w:p w14:paraId="091141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1841</w:t>
      </w:r>
    </w:p>
    <w:p w14:paraId="75F95E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1844</w:t>
      </w:r>
    </w:p>
    <w:p w14:paraId="7AB87D7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A.5.5.13</w:t>
      </w:r>
      <w:r>
        <w:rPr>
          <w:rFonts w:ascii="Calibri" w:eastAsia="Malgun Gothic" w:hAnsi="Calibri"/>
          <w:sz w:val="22"/>
          <w:szCs w:val="22"/>
        </w:rPr>
        <w:tab/>
      </w:r>
      <w:r>
        <w:t>Conditional PSCell addition and release delay</w:t>
      </w:r>
      <w:r>
        <w:tab/>
        <w:t>1845</w:t>
      </w:r>
    </w:p>
    <w:p w14:paraId="12B298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A.5.5.13.1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NR PSCell</w:t>
      </w:r>
      <w:r>
        <w:tab/>
        <w:t>1845</w:t>
      </w:r>
    </w:p>
    <w:p w14:paraId="6896DE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1845</w:t>
      </w:r>
    </w:p>
    <w:p w14:paraId="7EDD69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A.5.5.13.1.2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1848</w:t>
      </w:r>
    </w:p>
    <w:p w14:paraId="0F1BC9C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A.5.6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1849</w:t>
      </w:r>
    </w:p>
    <w:p w14:paraId="381928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1849</w:t>
      </w:r>
    </w:p>
    <w:p w14:paraId="3841A8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EN-DC event triggered reporting </w:t>
      </w:r>
      <w:r w:rsidRPr="00825DA5">
        <w:rPr>
          <w:snapToGrid w:val="0"/>
          <w:lang w:eastAsia="zh-CN"/>
        </w:rPr>
        <w:t>test without gap under non-DRX</w:t>
      </w:r>
      <w:r>
        <w:tab/>
        <w:t>1849</w:t>
      </w:r>
    </w:p>
    <w:p w14:paraId="49E4B7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1849</w:t>
      </w:r>
    </w:p>
    <w:p w14:paraId="666DE5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1852</w:t>
      </w:r>
    </w:p>
    <w:p w14:paraId="2101F9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</w:t>
      </w:r>
      <w:r w:rsidRPr="00825DA5">
        <w:rPr>
          <w:snapToGrid w:val="0"/>
          <w:lang w:eastAsia="zh-CN"/>
        </w:rPr>
        <w:t xml:space="preserve"> test without gap under DRX</w:t>
      </w:r>
      <w:r>
        <w:tab/>
        <w:t>1852</w:t>
      </w:r>
    </w:p>
    <w:p w14:paraId="63BE8D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1852</w:t>
      </w:r>
    </w:p>
    <w:p w14:paraId="20596B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1854</w:t>
      </w:r>
    </w:p>
    <w:p w14:paraId="21799E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</w:t>
      </w:r>
      <w:r w:rsidRPr="00825DA5">
        <w:rPr>
          <w:snapToGrid w:val="0"/>
          <w:lang w:eastAsia="zh-CN"/>
        </w:rPr>
        <w:t xml:space="preserve"> test with per-UE gaps under non-DRX</w:t>
      </w:r>
      <w:r>
        <w:tab/>
        <w:t>1855</w:t>
      </w:r>
    </w:p>
    <w:p w14:paraId="51BB4B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1855</w:t>
      </w:r>
    </w:p>
    <w:p w14:paraId="195561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1859</w:t>
      </w:r>
    </w:p>
    <w:p w14:paraId="7B9CCF9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event triggered reporting</w:t>
      </w:r>
      <w:r w:rsidRPr="00825DA5">
        <w:rPr>
          <w:snapToGrid w:val="0"/>
          <w:lang w:eastAsia="zh-CN"/>
        </w:rPr>
        <w:t xml:space="preserve"> test with per-UE gaps under DRX</w:t>
      </w:r>
      <w:r>
        <w:tab/>
        <w:t>1859</w:t>
      </w:r>
    </w:p>
    <w:p w14:paraId="49D4EC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1859</w:t>
      </w:r>
    </w:p>
    <w:p w14:paraId="08788B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1862</w:t>
      </w:r>
    </w:p>
    <w:p w14:paraId="138C7A1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1863</w:t>
      </w:r>
    </w:p>
    <w:p w14:paraId="0F341D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A.5.6.2.1 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without SSB time index detection when DRX is not used</w:t>
      </w:r>
      <w:r>
        <w:tab/>
        <w:t>1863</w:t>
      </w:r>
    </w:p>
    <w:p w14:paraId="5D4FD4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1863</w:t>
      </w:r>
    </w:p>
    <w:p w14:paraId="5A9964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1866</w:t>
      </w:r>
    </w:p>
    <w:p w14:paraId="49ADE5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A.5.6.2.2 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without SSB time index detection when DRX is used</w:t>
      </w:r>
      <w:r>
        <w:tab/>
        <w:t>1866</w:t>
      </w:r>
    </w:p>
    <w:p w14:paraId="2F46E2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1866</w:t>
      </w:r>
    </w:p>
    <w:p w14:paraId="4D5D14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1870</w:t>
      </w:r>
    </w:p>
    <w:p w14:paraId="06E491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A.5.6.2.3 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 SSB time index detection when DRX is not used</w:t>
      </w:r>
      <w:r>
        <w:tab/>
        <w:t>1870</w:t>
      </w:r>
    </w:p>
    <w:p w14:paraId="09A167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1870</w:t>
      </w:r>
    </w:p>
    <w:p w14:paraId="101CB2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1875</w:t>
      </w:r>
    </w:p>
    <w:p w14:paraId="37E5D8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A.5.6.2.4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 SSB time index detection when DRX is used</w:t>
      </w:r>
      <w:r>
        <w:tab/>
        <w:t>1875</w:t>
      </w:r>
    </w:p>
    <w:p w14:paraId="07ACEE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1875</w:t>
      </w:r>
    </w:p>
    <w:p w14:paraId="1050CA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1879</w:t>
      </w:r>
    </w:p>
    <w:p w14:paraId="066B7B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A.5.6.2.5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without SSB time index detection when DRX is not used</w:t>
      </w:r>
      <w:r>
        <w:tab/>
        <w:t>1879</w:t>
      </w:r>
    </w:p>
    <w:p w14:paraId="647641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1879</w:t>
      </w:r>
    </w:p>
    <w:p w14:paraId="27C7F8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1884</w:t>
      </w:r>
    </w:p>
    <w:p w14:paraId="3D9206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A.5.6.2.6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without SSB time index detection when DRX is used</w:t>
      </w:r>
      <w:r>
        <w:tab/>
        <w:t>1884</w:t>
      </w:r>
    </w:p>
    <w:p w14:paraId="2614F5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1884</w:t>
      </w:r>
    </w:p>
    <w:p w14:paraId="0D1088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1888</w:t>
      </w:r>
    </w:p>
    <w:p w14:paraId="4E4D21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A.5.6.2.7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 SSB time index detection when DRX is not used</w:t>
      </w:r>
      <w:r>
        <w:tab/>
        <w:t>1888</w:t>
      </w:r>
    </w:p>
    <w:p w14:paraId="0006FA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1888</w:t>
      </w:r>
    </w:p>
    <w:p w14:paraId="26D645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1893</w:t>
      </w:r>
    </w:p>
    <w:p w14:paraId="0539BC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A.5.6.2.8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FR2 cell with SSB time index detection when DRX is used</w:t>
      </w:r>
      <w:r>
        <w:tab/>
        <w:t>1893</w:t>
      </w:r>
    </w:p>
    <w:p w14:paraId="13045C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1893</w:t>
      </w:r>
    </w:p>
    <w:p w14:paraId="2966E3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1898</w:t>
      </w:r>
    </w:p>
    <w:p w14:paraId="6B2717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1899</w:t>
      </w:r>
    </w:p>
    <w:p w14:paraId="55B32E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1899</w:t>
      </w:r>
    </w:p>
    <w:p w14:paraId="560690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1899</w:t>
      </w:r>
    </w:p>
    <w:p w14:paraId="54DED1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1899</w:t>
      </w:r>
    </w:p>
    <w:p w14:paraId="032489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1901</w:t>
      </w:r>
    </w:p>
    <w:p w14:paraId="2BA8E7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1901</w:t>
      </w:r>
    </w:p>
    <w:p w14:paraId="09B852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A.5.6.3.2.1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1901</w:t>
      </w:r>
    </w:p>
    <w:p w14:paraId="7F543E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1902</w:t>
      </w:r>
    </w:p>
    <w:p w14:paraId="5DE219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1904</w:t>
      </w:r>
    </w:p>
    <w:p w14:paraId="460350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</w:t>
      </w:r>
      <w:r>
        <w:tab/>
        <w:t>1904</w:t>
      </w:r>
    </w:p>
    <w:p w14:paraId="083D49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1904</w:t>
      </w:r>
    </w:p>
    <w:p w14:paraId="3226D6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1905</w:t>
      </w:r>
    </w:p>
    <w:p w14:paraId="1702A1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1907</w:t>
      </w:r>
    </w:p>
    <w:p w14:paraId="5AEBBB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</w:t>
      </w:r>
      <w:r>
        <w:tab/>
        <w:t>1907</w:t>
      </w:r>
    </w:p>
    <w:p w14:paraId="2096B1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1907</w:t>
      </w:r>
    </w:p>
    <w:p w14:paraId="50309C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1908</w:t>
      </w:r>
    </w:p>
    <w:p w14:paraId="73FF4A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A.5.6.3.4.3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1910</w:t>
      </w:r>
    </w:p>
    <w:p w14:paraId="23DB721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A.5.6.4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1911</w:t>
      </w:r>
    </w:p>
    <w:p w14:paraId="34B3B9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SRS-RSRP measurement with DRX</w:t>
      </w:r>
      <w:r>
        <w:tab/>
        <w:t>1911</w:t>
      </w:r>
    </w:p>
    <w:p w14:paraId="6DD622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1911</w:t>
      </w:r>
    </w:p>
    <w:p w14:paraId="4AF415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1911</w:t>
      </w:r>
    </w:p>
    <w:p w14:paraId="10E02E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A.5.6.4.1.3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1913</w:t>
      </w:r>
    </w:p>
    <w:p w14:paraId="0355DD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CLI-RSSI measurement with DRX</w:t>
      </w:r>
      <w:r>
        <w:tab/>
        <w:t>1913</w:t>
      </w:r>
    </w:p>
    <w:p w14:paraId="10256F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1913</w:t>
      </w:r>
    </w:p>
    <w:p w14:paraId="0721B9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1914</w:t>
      </w:r>
    </w:p>
    <w:p w14:paraId="33E4F8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A.5.6.4.2.3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1916</w:t>
      </w:r>
    </w:p>
    <w:p w14:paraId="721D574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A.5.6.5</w:t>
      </w:r>
      <w:r>
        <w:rPr>
          <w:rFonts w:ascii="Calibri" w:eastAsia="Malgun Gothic" w:hAnsi="Calibri"/>
          <w:sz w:val="22"/>
          <w:szCs w:val="22"/>
        </w:rPr>
        <w:tab/>
      </w:r>
      <w:r>
        <w:t>Measurements with autonomous gaps</w:t>
      </w:r>
      <w:r>
        <w:tab/>
        <w:t>1916</w:t>
      </w:r>
    </w:p>
    <w:p w14:paraId="6AAB36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A.5.6.5.1 </w:t>
      </w:r>
      <w:r>
        <w:rPr>
          <w:rFonts w:ascii="Calibri" w:eastAsia="Malgun Gothic" w:hAnsi="Calibri"/>
          <w:sz w:val="22"/>
          <w:szCs w:val="22"/>
        </w:rPr>
        <w:tab/>
      </w:r>
      <w:r>
        <w:t>EN-DC inter-frequency CGI identification of NR neighbor cell in FR2</w:t>
      </w:r>
      <w:r>
        <w:tab/>
        <w:t>1916</w:t>
      </w:r>
    </w:p>
    <w:p w14:paraId="454D63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1916</w:t>
      </w:r>
    </w:p>
    <w:p w14:paraId="44F325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A.5.6.5.1.2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1919</w:t>
      </w:r>
    </w:p>
    <w:p w14:paraId="3EE4F5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A.5.6.6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1920</w:t>
      </w:r>
    </w:p>
    <w:p w14:paraId="70AEE3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 when DRX is not used</w:t>
      </w:r>
      <w:r>
        <w:tab/>
        <w:t>1922</w:t>
      </w:r>
    </w:p>
    <w:p w14:paraId="0064D9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1922</w:t>
      </w:r>
    </w:p>
    <w:p w14:paraId="38009F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1923</w:t>
      </w:r>
    </w:p>
    <w:p w14:paraId="0B00BF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1926</w:t>
      </w:r>
    </w:p>
    <w:p w14:paraId="36C2EC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A.5.6.6.</w:t>
      </w:r>
      <w:r w:rsidRPr="00825DA5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</w:t>
      </w:r>
      <w:r w:rsidRPr="00825DA5">
        <w:rPr>
          <w:snapToGrid w:val="0"/>
          <w:lang w:eastAsia="zh-CN"/>
        </w:rPr>
        <w:t xml:space="preserve"> with</w:t>
      </w:r>
      <w:r w:rsidRPr="00825DA5">
        <w:rPr>
          <w:snapToGrid w:val="0"/>
        </w:rPr>
        <w:t xml:space="preserve"> CSI-RS based CMR and dedicated IMR configured when DRX is not used</w:t>
      </w:r>
      <w:r>
        <w:tab/>
        <w:t>1926</w:t>
      </w:r>
    </w:p>
    <w:p w14:paraId="6F046D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1926</w:t>
      </w:r>
    </w:p>
    <w:p w14:paraId="17DE95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1927</w:t>
      </w:r>
    </w:p>
    <w:p w14:paraId="511BE9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1929</w:t>
      </w:r>
    </w:p>
    <w:p w14:paraId="36CABB6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A.5.6.7</w:t>
      </w:r>
      <w:r>
        <w:rPr>
          <w:rFonts w:ascii="Calibri" w:eastAsia="Malgun Gothic" w:hAnsi="Calibri"/>
          <w:sz w:val="22"/>
          <w:szCs w:val="22"/>
        </w:rPr>
        <w:tab/>
      </w:r>
      <w:r>
        <w:t>CSI-RS based Intra-frequency Measurements</w:t>
      </w:r>
      <w:r>
        <w:tab/>
        <w:t>1929</w:t>
      </w:r>
    </w:p>
    <w:p w14:paraId="1A851F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EN-DC event triggered reporting </w:t>
      </w:r>
      <w:r w:rsidRPr="00825DA5">
        <w:rPr>
          <w:snapToGrid w:val="0"/>
          <w:lang w:eastAsia="zh-CN"/>
        </w:rPr>
        <w:t>test without gap under non-DRX</w:t>
      </w:r>
      <w:r>
        <w:tab/>
        <w:t>1929</w:t>
      </w:r>
    </w:p>
    <w:p w14:paraId="00213E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1929</w:t>
      </w:r>
    </w:p>
    <w:p w14:paraId="165594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A.5.6.7.1.2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1932</w:t>
      </w:r>
    </w:p>
    <w:p w14:paraId="6C3BF77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A.5.6.8</w:t>
      </w:r>
      <w:r>
        <w:rPr>
          <w:rFonts w:ascii="Calibri" w:eastAsia="Malgun Gothic" w:hAnsi="Calibri"/>
          <w:sz w:val="22"/>
          <w:szCs w:val="22"/>
        </w:rPr>
        <w:tab/>
      </w:r>
      <w:r>
        <w:t>CSI-RS based Inter-frequency Measurements</w:t>
      </w:r>
      <w:r>
        <w:tab/>
        <w:t>1932</w:t>
      </w:r>
    </w:p>
    <w:p w14:paraId="53906B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A.5.6.8.1 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NR FR2 cell when DRX is used</w:t>
      </w:r>
      <w:r>
        <w:tab/>
        <w:t>1932</w:t>
      </w:r>
    </w:p>
    <w:p w14:paraId="666B46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1932</w:t>
      </w:r>
    </w:p>
    <w:p w14:paraId="3C720C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A.5.6.8.1.2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1937</w:t>
      </w:r>
    </w:p>
    <w:p w14:paraId="7E55128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A.5.7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1937</w:t>
      </w:r>
    </w:p>
    <w:p w14:paraId="20B5F6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1937</w:t>
      </w:r>
    </w:p>
    <w:p w14:paraId="7FB5E5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case measurement accuracy with FR2 serving cell and FR2 target cell</w:t>
      </w:r>
      <w:r>
        <w:tab/>
        <w:t>1937</w:t>
      </w:r>
    </w:p>
    <w:p w14:paraId="002796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1937</w:t>
      </w:r>
    </w:p>
    <w:p w14:paraId="09D78B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1938</w:t>
      </w:r>
    </w:p>
    <w:p w14:paraId="2D04EF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1940</w:t>
      </w:r>
    </w:p>
    <w:p w14:paraId="31635D5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inter-frequency case measurement accuracy with FR2 serving cell and FR2 target cell</w:t>
      </w:r>
      <w:r>
        <w:tab/>
        <w:t>1941</w:t>
      </w:r>
    </w:p>
    <w:p w14:paraId="4C00E1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1941</w:t>
      </w:r>
    </w:p>
    <w:p w14:paraId="58DBD7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1941</w:t>
      </w:r>
    </w:p>
    <w:p w14:paraId="04E095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1945</w:t>
      </w:r>
    </w:p>
    <w:p w14:paraId="36DE81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inter-frequency measurement accuracy with FR1 serving cell and FR2 target cell</w:t>
      </w:r>
      <w:r>
        <w:tab/>
        <w:t>1946</w:t>
      </w:r>
    </w:p>
    <w:p w14:paraId="1124A5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1946</w:t>
      </w:r>
    </w:p>
    <w:p w14:paraId="45DF98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1946</w:t>
      </w:r>
    </w:p>
    <w:p w14:paraId="2DECA1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A.5.7.1.3.3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1949</w:t>
      </w:r>
    </w:p>
    <w:p w14:paraId="69F420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1950</w:t>
      </w:r>
    </w:p>
    <w:p w14:paraId="5585E9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A.5.7.2.1</w:t>
      </w:r>
      <w:r>
        <w:rPr>
          <w:rFonts w:ascii="Calibri" w:eastAsia="Malgun Gothic" w:hAnsi="Calibri"/>
          <w:sz w:val="22"/>
          <w:szCs w:val="22"/>
        </w:rPr>
        <w:tab/>
      </w:r>
      <w:r>
        <w:t>EN-DC Intra-frequency measurement accuracy with FR2 serving cell and FR2 TDD target cell</w:t>
      </w:r>
      <w:r>
        <w:tab/>
        <w:t>1950</w:t>
      </w:r>
    </w:p>
    <w:p w14:paraId="0D5F95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1950</w:t>
      </w:r>
    </w:p>
    <w:p w14:paraId="26EAF6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1950</w:t>
      </w:r>
    </w:p>
    <w:p w14:paraId="1F016E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1953</w:t>
      </w:r>
    </w:p>
    <w:p w14:paraId="14ED28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5</w:t>
      </w:r>
      <w:r>
        <w:t>.7.2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1953</w:t>
      </w:r>
    </w:p>
    <w:p w14:paraId="6924EF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</w:t>
      </w:r>
      <w:r w:rsidRPr="00825DA5">
        <w:rPr>
          <w:snapToGrid w:val="0"/>
          <w:lang w:eastAsia="zh-CN"/>
        </w:rPr>
        <w:t>5</w:t>
      </w:r>
      <w:r w:rsidRPr="00825DA5">
        <w:rPr>
          <w:snapToGrid w:val="0"/>
        </w:rPr>
        <w:t>.7.2.2.1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1953</w:t>
      </w:r>
    </w:p>
    <w:p w14:paraId="4908D2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5</w:t>
      </w:r>
      <w:r>
        <w:t>.7.2.2.2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1953</w:t>
      </w:r>
    </w:p>
    <w:p w14:paraId="7270B2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5</w:t>
      </w:r>
      <w:r>
        <w:t>.7.2.2.3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1955</w:t>
      </w:r>
    </w:p>
    <w:p w14:paraId="6888DC6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1956</w:t>
      </w:r>
    </w:p>
    <w:p w14:paraId="657D66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Intra-frequency measurement accuracy with FR2 serving cell and FR2 TDD target cell</w:t>
      </w:r>
      <w:r>
        <w:tab/>
        <w:t>1956</w:t>
      </w:r>
    </w:p>
    <w:p w14:paraId="16CCE8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1956</w:t>
      </w:r>
    </w:p>
    <w:p w14:paraId="4DEE6A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1956</w:t>
      </w:r>
    </w:p>
    <w:p w14:paraId="4E778F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1959</w:t>
      </w:r>
    </w:p>
    <w:p w14:paraId="5BCB0E2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A.5.7.3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1959</w:t>
      </w:r>
    </w:p>
    <w:p w14:paraId="17E9F6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1959</w:t>
      </w:r>
    </w:p>
    <w:p w14:paraId="059450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1959</w:t>
      </w:r>
    </w:p>
    <w:p w14:paraId="25E678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1961</w:t>
      </w:r>
    </w:p>
    <w:p w14:paraId="15B12BB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1961</w:t>
      </w:r>
    </w:p>
    <w:p w14:paraId="48E5F5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1961</w:t>
      </w:r>
    </w:p>
    <w:p w14:paraId="391289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1961</w:t>
      </w:r>
    </w:p>
    <w:p w14:paraId="1741BF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1962</w:t>
      </w:r>
    </w:p>
    <w:p w14:paraId="50682D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1964</w:t>
      </w:r>
    </w:p>
    <w:p w14:paraId="47B7ED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1965</w:t>
      </w:r>
    </w:p>
    <w:p w14:paraId="7630EE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1965</w:t>
      </w:r>
    </w:p>
    <w:p w14:paraId="4E285F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1965</w:t>
      </w:r>
    </w:p>
    <w:p w14:paraId="7DE2C7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1967</w:t>
      </w:r>
    </w:p>
    <w:p w14:paraId="001E655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A.5.7.5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1968</w:t>
      </w:r>
    </w:p>
    <w:p w14:paraId="292271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SRS-RSRP measurement accuracy with FR2 serving cell</w:t>
      </w:r>
      <w:r>
        <w:tab/>
        <w:t>1968</w:t>
      </w:r>
    </w:p>
    <w:p w14:paraId="297B66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1968</w:t>
      </w:r>
    </w:p>
    <w:p w14:paraId="7E1B0D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1968</w:t>
      </w:r>
    </w:p>
    <w:p w14:paraId="6ED0FB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1971</w:t>
      </w:r>
    </w:p>
    <w:p w14:paraId="6255CB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CLI-RSSI measurement accuracy with FR2 serving cell</w:t>
      </w:r>
      <w:r>
        <w:tab/>
        <w:t>1972</w:t>
      </w:r>
    </w:p>
    <w:p w14:paraId="105B08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1972</w:t>
      </w:r>
    </w:p>
    <w:p w14:paraId="0F6547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1972</w:t>
      </w:r>
    </w:p>
    <w:p w14:paraId="3B6368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1974</w:t>
      </w:r>
    </w:p>
    <w:p w14:paraId="6F9BD2F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A.5.7.6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1975</w:t>
      </w:r>
    </w:p>
    <w:p w14:paraId="47F99E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</w:t>
      </w:r>
      <w:r>
        <w:tab/>
        <w:t>1977</w:t>
      </w:r>
    </w:p>
    <w:p w14:paraId="4E3910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1977</w:t>
      </w:r>
    </w:p>
    <w:p w14:paraId="7E4B7B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1978</w:t>
      </w:r>
    </w:p>
    <w:p w14:paraId="30C1BC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1980</w:t>
      </w:r>
    </w:p>
    <w:p w14:paraId="136A43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CSI-RS based CMR and dedicated IMR</w:t>
      </w:r>
      <w:r>
        <w:tab/>
        <w:t>1981</w:t>
      </w:r>
    </w:p>
    <w:p w14:paraId="6EB282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1981</w:t>
      </w:r>
    </w:p>
    <w:p w14:paraId="513A26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1981</w:t>
      </w:r>
    </w:p>
    <w:p w14:paraId="3EF581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1983</w:t>
      </w:r>
    </w:p>
    <w:p w14:paraId="6B631B2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A.5.7.7</w:t>
      </w:r>
      <w:r>
        <w:rPr>
          <w:rFonts w:ascii="Calibri" w:eastAsia="Malgun Gothic" w:hAnsi="Calibri"/>
          <w:sz w:val="22"/>
          <w:szCs w:val="22"/>
        </w:rPr>
        <w:tab/>
      </w:r>
      <w:r>
        <w:t>CSI-RSRP</w:t>
      </w:r>
      <w:r>
        <w:tab/>
        <w:t>1983</w:t>
      </w:r>
    </w:p>
    <w:p w14:paraId="54161A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case measurement accuracy with FR2 serving cell and FR2 target cell</w:t>
      </w:r>
      <w:r>
        <w:tab/>
        <w:t>1983</w:t>
      </w:r>
    </w:p>
    <w:p w14:paraId="6F07B2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1983</w:t>
      </w:r>
    </w:p>
    <w:p w14:paraId="155225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1984</w:t>
      </w:r>
    </w:p>
    <w:p w14:paraId="0B68FA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1986</w:t>
      </w:r>
    </w:p>
    <w:p w14:paraId="555361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inter-frequency case measurement accuracy with FR2 serving cell and FR2 target cell</w:t>
      </w:r>
      <w:r>
        <w:tab/>
        <w:t>1987</w:t>
      </w:r>
    </w:p>
    <w:p w14:paraId="7AE279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1987</w:t>
      </w:r>
    </w:p>
    <w:p w14:paraId="5D5940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1987</w:t>
      </w:r>
    </w:p>
    <w:p w14:paraId="441EDD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A.5.7.7.2.3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1991</w:t>
      </w:r>
    </w:p>
    <w:p w14:paraId="6F1471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A.5.7.8</w:t>
      </w:r>
      <w:r>
        <w:rPr>
          <w:rFonts w:ascii="Calibri" w:eastAsia="Malgun Gothic" w:hAnsi="Calibri"/>
          <w:sz w:val="22"/>
          <w:szCs w:val="22"/>
        </w:rPr>
        <w:tab/>
      </w:r>
      <w:r>
        <w:t>CSI-RSRQ</w:t>
      </w:r>
      <w:r>
        <w:tab/>
        <w:t>1992</w:t>
      </w:r>
    </w:p>
    <w:p w14:paraId="7E45CF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EN-DC Intra-frequency measurement accuracy with FR2 serving cell and FR2 target cell</w:t>
      </w:r>
      <w:r>
        <w:tab/>
        <w:t>1992</w:t>
      </w:r>
    </w:p>
    <w:p w14:paraId="5724A5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A.5.7.8.1.1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1992</w:t>
      </w:r>
    </w:p>
    <w:p w14:paraId="33F963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A.5.7.8.1.2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1992</w:t>
      </w:r>
    </w:p>
    <w:p w14:paraId="017DDB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A.5.7.8.1.3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1994</w:t>
      </w:r>
    </w:p>
    <w:p w14:paraId="5465D0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A.5.7.8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1994</w:t>
      </w:r>
    </w:p>
    <w:p w14:paraId="60F857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A.5.7.8.2.1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1994</w:t>
      </w:r>
    </w:p>
    <w:p w14:paraId="323E16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A.5.7.8.2.2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1994</w:t>
      </w:r>
    </w:p>
    <w:p w14:paraId="12E7D3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5</w:t>
      </w:r>
      <w:r>
        <w:t>.7.8.2.3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1996</w:t>
      </w:r>
    </w:p>
    <w:p w14:paraId="62A563C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A.5.7.9</w:t>
      </w:r>
      <w:r>
        <w:rPr>
          <w:rFonts w:ascii="Calibri" w:eastAsia="Malgun Gothic" w:hAnsi="Calibri"/>
          <w:sz w:val="22"/>
          <w:szCs w:val="22"/>
        </w:rPr>
        <w:tab/>
      </w:r>
      <w:r>
        <w:t>CSI-SINR</w:t>
      </w:r>
      <w:r>
        <w:tab/>
        <w:t>1996</w:t>
      </w:r>
    </w:p>
    <w:p w14:paraId="7DF138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Intra-frequency measurement accuracy with FR2 serving cell and FR2 TDD target cell</w:t>
      </w:r>
      <w:r>
        <w:tab/>
        <w:t>1996</w:t>
      </w:r>
    </w:p>
    <w:p w14:paraId="2A0359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1996</w:t>
      </w:r>
    </w:p>
    <w:p w14:paraId="5D9510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A.5.7.9.1.2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1996</w:t>
      </w:r>
    </w:p>
    <w:p w14:paraId="3AB459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A.5.7.9.1.3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1999</w:t>
      </w:r>
    </w:p>
    <w:p w14:paraId="33D8A4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A.5.7.9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1999</w:t>
      </w:r>
    </w:p>
    <w:p w14:paraId="19245D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A.5.7.9.2.1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1999</w:t>
      </w:r>
    </w:p>
    <w:p w14:paraId="232368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A.5.7.9.2.2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1999</w:t>
      </w:r>
    </w:p>
    <w:p w14:paraId="2075FC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A.5.7.9.2.3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2002</w:t>
      </w:r>
    </w:p>
    <w:p w14:paraId="6970B5D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A.5.8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2002</w:t>
      </w:r>
    </w:p>
    <w:p w14:paraId="23FBEF3D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A.6</w:t>
      </w:r>
      <w:r>
        <w:rPr>
          <w:rFonts w:ascii="Calibri" w:eastAsia="Malgun Gothic" w:hAnsi="Calibri"/>
          <w:szCs w:val="22"/>
        </w:rPr>
        <w:tab/>
      </w:r>
      <w:r>
        <w:t>NR standalone tests with all NR cells in FR1</w:t>
      </w:r>
      <w:r>
        <w:tab/>
        <w:t>1989</w:t>
      </w:r>
    </w:p>
    <w:p w14:paraId="1315C89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A.6.1</w:t>
      </w:r>
      <w:r>
        <w:rPr>
          <w:rFonts w:ascii="Calibri" w:eastAsia="Malgun Gothic" w:hAnsi="Calibri"/>
          <w:sz w:val="22"/>
          <w:szCs w:val="22"/>
        </w:rPr>
        <w:tab/>
      </w:r>
      <w:r>
        <w:t>SA: RRC_IDLE state mobility</w:t>
      </w:r>
      <w:r>
        <w:tab/>
        <w:t>1989</w:t>
      </w:r>
    </w:p>
    <w:p w14:paraId="45BDCD2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A.6.1.1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</w:t>
      </w:r>
      <w:r>
        <w:tab/>
        <w:t>1989</w:t>
      </w:r>
    </w:p>
    <w:p w14:paraId="1D7452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</w:t>
      </w:r>
      <w:r>
        <w:tab/>
        <w:t>1989</w:t>
      </w:r>
    </w:p>
    <w:p w14:paraId="127F39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1989</w:t>
      </w:r>
    </w:p>
    <w:p w14:paraId="35DCB6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1989</w:t>
      </w:r>
    </w:p>
    <w:p w14:paraId="6F4D2C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1993</w:t>
      </w:r>
    </w:p>
    <w:p w14:paraId="7EB05F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</w:t>
      </w:r>
      <w:r>
        <w:tab/>
        <w:t>1993</w:t>
      </w:r>
    </w:p>
    <w:p w14:paraId="4F5DAB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1993</w:t>
      </w:r>
    </w:p>
    <w:p w14:paraId="57798C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1993</w:t>
      </w:r>
    </w:p>
    <w:p w14:paraId="6CFD36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1997</w:t>
      </w:r>
    </w:p>
    <w:p w14:paraId="4914CD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 for UE fulfilling low mobility</w:t>
      </w:r>
      <w:r w:rsidRPr="00825DA5">
        <w:rPr>
          <w:lang w:val="en-US" w:eastAsia="zh-CN"/>
        </w:rPr>
        <w:t xml:space="preserve"> relaxed measurement</w:t>
      </w:r>
      <w:r>
        <w:rPr>
          <w:lang w:eastAsia="zh-CN"/>
        </w:rPr>
        <w:t xml:space="preserve"> criterion</w:t>
      </w:r>
      <w:r>
        <w:tab/>
        <w:t>1997</w:t>
      </w:r>
    </w:p>
    <w:p w14:paraId="3E129C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1997</w:t>
      </w:r>
    </w:p>
    <w:p w14:paraId="6B094C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1997</w:t>
      </w:r>
    </w:p>
    <w:p w14:paraId="5EB5CD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2002</w:t>
      </w:r>
    </w:p>
    <w:p w14:paraId="7F8E34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 for UE fulfilling not-at-cell edge relaxed measurement criterion</w:t>
      </w:r>
      <w:r>
        <w:tab/>
        <w:t>2002</w:t>
      </w:r>
    </w:p>
    <w:p w14:paraId="0D6FFA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2002</w:t>
      </w:r>
    </w:p>
    <w:p w14:paraId="1BD937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2002</w:t>
      </w:r>
    </w:p>
    <w:p w14:paraId="772444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2005</w:t>
      </w:r>
    </w:p>
    <w:p w14:paraId="456B85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UE fulfilling low mobility relaxed measurement criterion</w:t>
      </w:r>
      <w:r>
        <w:tab/>
        <w:t>2005</w:t>
      </w:r>
    </w:p>
    <w:p w14:paraId="48E6B15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2005</w:t>
      </w:r>
    </w:p>
    <w:p w14:paraId="552D6D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2005</w:t>
      </w:r>
    </w:p>
    <w:p w14:paraId="4ACB07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2010</w:t>
      </w:r>
    </w:p>
    <w:p w14:paraId="69F40EF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UE fulfilling not-at-cell edge relaxed measurement criterion</w:t>
      </w:r>
      <w:r>
        <w:tab/>
        <w:t>2010</w:t>
      </w:r>
    </w:p>
    <w:p w14:paraId="52EFBE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2010</w:t>
      </w:r>
    </w:p>
    <w:p w14:paraId="5259DC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2011</w:t>
      </w:r>
    </w:p>
    <w:p w14:paraId="5C6439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2015</w:t>
      </w:r>
    </w:p>
    <w:p w14:paraId="0BEE91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zh-CN"/>
        </w:rPr>
        <w:t>A.6.1.1.7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 xml:space="preserve">Cell reselection to FR1 intra-frequency NR case </w:t>
      </w:r>
      <w:r w:rsidRPr="00825DA5">
        <w:rPr>
          <w:rFonts w:eastAsia="Malgun Gothic"/>
        </w:rPr>
        <w:t xml:space="preserve">for UE configured with </w:t>
      </w:r>
      <w:r w:rsidRPr="00825DA5">
        <w:rPr>
          <w:rFonts w:eastAsia="Malgun Gothic" w:cs="v4.2.0"/>
          <w:bCs/>
          <w:i/>
          <w:iCs/>
          <w:lang w:eastAsia="zh-CN"/>
        </w:rPr>
        <w:t>highSpeedMeasFlag-r16</w:t>
      </w:r>
      <w:r>
        <w:tab/>
        <w:t>2016</w:t>
      </w:r>
    </w:p>
    <w:p w14:paraId="5A4A0D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zh-CN"/>
        </w:rPr>
        <w:t>A.6.1.1.7.1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>Test Purpose and Environment</w:t>
      </w:r>
      <w:r>
        <w:tab/>
        <w:t>2016</w:t>
      </w:r>
    </w:p>
    <w:p w14:paraId="6604D8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zh-CN"/>
        </w:rPr>
        <w:t>A.6.1.1.7.2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>Test Parameters</w:t>
      </w:r>
      <w:r>
        <w:tab/>
        <w:t>2016</w:t>
      </w:r>
    </w:p>
    <w:p w14:paraId="62ED92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algun Gothic"/>
          <w:lang w:eastAsia="zh-CN"/>
        </w:rPr>
        <w:t>A.6.1.1.7.3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algun Gothic"/>
          <w:lang w:eastAsia="zh-CN"/>
        </w:rPr>
        <w:t>Test Requirements</w:t>
      </w:r>
      <w:r>
        <w:tab/>
        <w:t>2019</w:t>
      </w:r>
    </w:p>
    <w:p w14:paraId="4F275C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reselection to FR1 inter-frequency NR case for UE configured with </w:t>
      </w:r>
      <w:r w:rsidRPr="00825DA5">
        <w:rPr>
          <w:i/>
          <w:iCs/>
          <w:lang w:eastAsia="zh-CN"/>
        </w:rPr>
        <w:t>highSpeedMeasInterFreq-r17</w:t>
      </w:r>
      <w:r>
        <w:tab/>
        <w:t>2019</w:t>
      </w:r>
    </w:p>
    <w:p w14:paraId="341894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2019</w:t>
      </w:r>
    </w:p>
    <w:p w14:paraId="2E181F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2019</w:t>
      </w:r>
    </w:p>
    <w:p w14:paraId="6E7E36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2023</w:t>
      </w:r>
    </w:p>
    <w:p w14:paraId="7AF684B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A.6.1.2</w:t>
      </w:r>
      <w:r>
        <w:rPr>
          <w:rFonts w:ascii="Calibri" w:eastAsia="Malgun Gothic" w:hAnsi="Calibri"/>
          <w:sz w:val="22"/>
          <w:szCs w:val="22"/>
        </w:rPr>
        <w:tab/>
      </w:r>
      <w:r>
        <w:t>Inter-RAT E-UTRAN cell re-selection</w:t>
      </w:r>
      <w:r>
        <w:tab/>
        <w:t>2023</w:t>
      </w:r>
    </w:p>
    <w:p w14:paraId="5E4E18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higher priority E-UTRAN</w:t>
      </w:r>
      <w:r>
        <w:tab/>
        <w:t>2023</w:t>
      </w:r>
    </w:p>
    <w:p w14:paraId="750CE7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2023</w:t>
      </w:r>
    </w:p>
    <w:p w14:paraId="0B2CCA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2023</w:t>
      </w:r>
    </w:p>
    <w:p w14:paraId="50633D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2026</w:t>
      </w:r>
    </w:p>
    <w:p w14:paraId="0A3EB6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lower priority E-UTRAN</w:t>
      </w:r>
      <w:r>
        <w:tab/>
        <w:t>2027</w:t>
      </w:r>
    </w:p>
    <w:p w14:paraId="22F7B4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2027</w:t>
      </w:r>
    </w:p>
    <w:p w14:paraId="13CEF7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2027</w:t>
      </w:r>
    </w:p>
    <w:p w14:paraId="060361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2030</w:t>
      </w:r>
    </w:p>
    <w:p w14:paraId="4ACB18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A.6.1.2.3</w:t>
      </w:r>
      <w:r>
        <w:rPr>
          <w:rFonts w:ascii="Calibri" w:eastAsia="Malgun Gothic" w:hAnsi="Calibri"/>
          <w:sz w:val="22"/>
          <w:szCs w:val="22"/>
        </w:rPr>
        <w:tab/>
      </w:r>
      <w:r>
        <w:t>Cell reselection to lower priority E-UTRAN for UE fulfilling low mobility relaxed measurement criterion</w:t>
      </w:r>
      <w:r>
        <w:tab/>
        <w:t>2031</w:t>
      </w:r>
    </w:p>
    <w:p w14:paraId="6C68DD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2031</w:t>
      </w:r>
    </w:p>
    <w:p w14:paraId="0E170C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2031</w:t>
      </w:r>
    </w:p>
    <w:p w14:paraId="2534C8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2034</w:t>
      </w:r>
    </w:p>
    <w:p w14:paraId="74F8CD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A.6.1.2.4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reselection to lower priority E-UTRAN for </w:t>
      </w:r>
      <w:r w:rsidRPr="00825DA5">
        <w:rPr>
          <w:lang w:val="en-US" w:eastAsia="zh-CN"/>
        </w:rPr>
        <w:t>UE fulfilling not-at-cell edge relaxed measurement criterion</w:t>
      </w:r>
      <w:r>
        <w:tab/>
        <w:t>2035</w:t>
      </w:r>
    </w:p>
    <w:p w14:paraId="07FC9F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2035</w:t>
      </w:r>
    </w:p>
    <w:p w14:paraId="018C0D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2035</w:t>
      </w:r>
    </w:p>
    <w:p w14:paraId="74EE31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2038</w:t>
      </w:r>
    </w:p>
    <w:p w14:paraId="70FB4FE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lower priority E-UTRAN cell for UE configured with highSpeedMeasFlag-r16</w:t>
      </w:r>
      <w:r>
        <w:tab/>
        <w:t>2039</w:t>
      </w:r>
    </w:p>
    <w:p w14:paraId="743684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2039</w:t>
      </w:r>
    </w:p>
    <w:p w14:paraId="6A7992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2039</w:t>
      </w:r>
    </w:p>
    <w:p w14:paraId="54E415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A.6.1.2.5.3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2043</w:t>
      </w:r>
    </w:p>
    <w:p w14:paraId="4D0A31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A.6.1.1.7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bCs/>
          <w:lang w:eastAsia="zh-CN"/>
        </w:rPr>
        <w:t>Void</w:t>
      </w:r>
      <w:r>
        <w:tab/>
        <w:t>2044</w:t>
      </w:r>
    </w:p>
    <w:p w14:paraId="1B29523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A.6.2</w:t>
      </w:r>
      <w:r>
        <w:rPr>
          <w:rFonts w:ascii="Calibri" w:eastAsia="Malgun Gothic" w:hAnsi="Calibri"/>
          <w:sz w:val="22"/>
          <w:szCs w:val="22"/>
        </w:rPr>
        <w:tab/>
      </w:r>
      <w:r>
        <w:t>SA: RRC_INACTIVE state mobility</w:t>
      </w:r>
      <w:r>
        <w:tab/>
        <w:t>2044</w:t>
      </w:r>
    </w:p>
    <w:p w14:paraId="1B4500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A.6.2.1</w:t>
      </w:r>
      <w:r>
        <w:rPr>
          <w:rFonts w:ascii="Calibri" w:eastAsia="Malgun Gothic" w:hAnsi="Calibri"/>
          <w:sz w:val="22"/>
          <w:szCs w:val="22"/>
        </w:rPr>
        <w:tab/>
      </w:r>
      <w:r>
        <w:t>Configured Grant based Small Data Transmissions (CG-SDT)</w:t>
      </w:r>
      <w:r>
        <w:tab/>
        <w:t>2044</w:t>
      </w:r>
    </w:p>
    <w:p w14:paraId="413F37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2044</w:t>
      </w:r>
    </w:p>
    <w:p w14:paraId="314187E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2045</w:t>
      </w:r>
    </w:p>
    <w:p w14:paraId="3A06ED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2047</w:t>
      </w:r>
    </w:p>
    <w:p w14:paraId="36D21FC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2047</w:t>
      </w:r>
    </w:p>
    <w:p w14:paraId="36197AF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A.6.3.1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2047</w:t>
      </w:r>
    </w:p>
    <w:p w14:paraId="0A9045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known target cell</w:t>
      </w:r>
      <w:r>
        <w:tab/>
        <w:t>2047</w:t>
      </w:r>
    </w:p>
    <w:p w14:paraId="5BC646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2047</w:t>
      </w:r>
    </w:p>
    <w:p w14:paraId="6079DC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2047</w:t>
      </w:r>
    </w:p>
    <w:p w14:paraId="3E1F39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A.6.3.1.1.3 Test Requirements</w:t>
      </w:r>
      <w:r>
        <w:tab/>
        <w:t>2051</w:t>
      </w:r>
    </w:p>
    <w:p w14:paraId="4EEE36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unknown target cell</w:t>
      </w:r>
      <w:r>
        <w:tab/>
        <w:t>2051</w:t>
      </w:r>
    </w:p>
    <w:p w14:paraId="23AD93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2051</w:t>
      </w:r>
    </w:p>
    <w:p w14:paraId="54F34A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2051</w:t>
      </w:r>
    </w:p>
    <w:p w14:paraId="14797E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2055</w:t>
      </w:r>
    </w:p>
    <w:p w14:paraId="13EA3F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FR1; unknown target cell</w:t>
      </w:r>
      <w:r>
        <w:tab/>
        <w:t>2055</w:t>
      </w:r>
    </w:p>
    <w:p w14:paraId="1C8EBE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2055</w:t>
      </w:r>
    </w:p>
    <w:p w14:paraId="2B25EF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2055</w:t>
      </w:r>
    </w:p>
    <w:p w14:paraId="6961CF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2059</w:t>
      </w:r>
    </w:p>
    <w:p w14:paraId="6856BF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A.6.3.1.4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SA NR </w:t>
      </w:r>
      <w:r w:rsidRPr="00825DA5">
        <w:rPr>
          <w:lang w:val="sv-FI"/>
        </w:rPr>
        <w:t>- E-UTRAN handover</w:t>
      </w:r>
      <w:r>
        <w:tab/>
        <w:t>2059</w:t>
      </w:r>
    </w:p>
    <w:p w14:paraId="62F2FC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2059</w:t>
      </w:r>
    </w:p>
    <w:p w14:paraId="1EDCBB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2065</w:t>
      </w:r>
    </w:p>
    <w:p w14:paraId="151017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</w:rPr>
        <w:t>A.6.3.1.5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</w:rPr>
        <w:t xml:space="preserve">SA NR </w:t>
      </w:r>
      <w:r>
        <w:t>- E-UTRAN handover with unknown target cell</w:t>
      </w:r>
      <w:r>
        <w:tab/>
        <w:t>2065</w:t>
      </w:r>
    </w:p>
    <w:p w14:paraId="257391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2065</w:t>
      </w:r>
    </w:p>
    <w:p w14:paraId="5DA98A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2071</w:t>
      </w:r>
    </w:p>
    <w:p w14:paraId="4C3B97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A.6.3.1.6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 SA NR </w:t>
      </w:r>
      <w:r w:rsidRPr="00825DA5">
        <w:rPr>
          <w:lang w:val="sv-FI"/>
        </w:rPr>
        <w:t>- UTRAN FDD handover</w:t>
      </w:r>
      <w:r>
        <w:tab/>
        <w:t>2071</w:t>
      </w:r>
    </w:p>
    <w:p w14:paraId="251CB2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2071</w:t>
      </w:r>
    </w:p>
    <w:p w14:paraId="5907B1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2075</w:t>
      </w:r>
    </w:p>
    <w:p w14:paraId="172383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synchronous DAPS handover in FR1</w:t>
      </w:r>
      <w:r>
        <w:tab/>
        <w:t>2075</w:t>
      </w:r>
    </w:p>
    <w:p w14:paraId="487996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2075</w:t>
      </w:r>
    </w:p>
    <w:p w14:paraId="7B9093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2075</w:t>
      </w:r>
    </w:p>
    <w:p w14:paraId="747C78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2079</w:t>
      </w:r>
    </w:p>
    <w:p w14:paraId="6626DD3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asynchronous DAPS handover in FR1</w:t>
      </w:r>
      <w:r>
        <w:tab/>
        <w:t>2080</w:t>
      </w:r>
    </w:p>
    <w:p w14:paraId="7C01CC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2080</w:t>
      </w:r>
    </w:p>
    <w:p w14:paraId="6C0070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2080</w:t>
      </w:r>
    </w:p>
    <w:p w14:paraId="67F2EF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2084</w:t>
      </w:r>
    </w:p>
    <w:p w14:paraId="6DD491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Intra-band inter-frequency synchronous DAPS handover test in SA for FR1</w:t>
      </w:r>
      <w:r>
        <w:tab/>
        <w:t>2085</w:t>
      </w:r>
    </w:p>
    <w:p w14:paraId="0EED44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2085</w:t>
      </w:r>
    </w:p>
    <w:p w14:paraId="3F5E1B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2085</w:t>
      </w:r>
    </w:p>
    <w:p w14:paraId="1860B8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2089</w:t>
      </w:r>
    </w:p>
    <w:p w14:paraId="519767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Intra-band inter-frequency asynchronous DAPS handover test in SA for FR1</w:t>
      </w:r>
      <w:r>
        <w:tab/>
        <w:t>2089</w:t>
      </w:r>
    </w:p>
    <w:p w14:paraId="3869AA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2089</w:t>
      </w:r>
    </w:p>
    <w:p w14:paraId="48C2DC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2089</w:t>
      </w:r>
    </w:p>
    <w:p w14:paraId="769B36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2092</w:t>
      </w:r>
    </w:p>
    <w:p w14:paraId="3B77251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Inter-band inter-frequency synchronous DAPS handover from FR1 to FR1</w:t>
      </w:r>
      <w:r>
        <w:tab/>
        <w:t>2092</w:t>
      </w:r>
    </w:p>
    <w:p w14:paraId="64D6AC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2092</w:t>
      </w:r>
    </w:p>
    <w:p w14:paraId="1A9B56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2092</w:t>
      </w:r>
    </w:p>
    <w:p w14:paraId="544187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A.6.3.1.11.3 Test Requirements</w:t>
      </w:r>
      <w:r>
        <w:tab/>
        <w:t>2099</w:t>
      </w:r>
    </w:p>
    <w:p w14:paraId="71052F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Inter-band inter-frequency asynchronous DAPS handover from FR1 to FR1</w:t>
      </w:r>
      <w:r>
        <w:tab/>
        <w:t>2099</w:t>
      </w:r>
    </w:p>
    <w:p w14:paraId="6F05C1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2099</w:t>
      </w:r>
    </w:p>
    <w:p w14:paraId="4ACEC3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2099</w:t>
      </w:r>
    </w:p>
    <w:p w14:paraId="792F5F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A.6.3.1.12.3 Test Requirements</w:t>
      </w:r>
      <w:r>
        <w:tab/>
        <w:t>2107</w:t>
      </w:r>
    </w:p>
    <w:p w14:paraId="2962C1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A.6.3.1.13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SA NR </w:t>
      </w:r>
      <w:r w:rsidRPr="00825DA5">
        <w:rPr>
          <w:lang w:val="sv-FI"/>
        </w:rPr>
        <w:t>- E-UTRAN with NR PSCell addition in FR1</w:t>
      </w:r>
      <w:r>
        <w:tab/>
        <w:t>2107</w:t>
      </w:r>
    </w:p>
    <w:p w14:paraId="4CABCC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2107</w:t>
      </w:r>
    </w:p>
    <w:p w14:paraId="75D70A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2116</w:t>
      </w:r>
    </w:p>
    <w:p w14:paraId="55AFE1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A.6.3.1.14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SA NR </w:t>
      </w:r>
      <w:r w:rsidRPr="00825DA5">
        <w:rPr>
          <w:lang w:val="sv-FI"/>
        </w:rPr>
        <w:t>- E-UTRAN handover with NR FR1 PScell addition</w:t>
      </w:r>
      <w:r>
        <w:tab/>
        <w:t>2116</w:t>
      </w:r>
    </w:p>
    <w:p w14:paraId="57607B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2116</w:t>
      </w:r>
    </w:p>
    <w:p w14:paraId="2B5BEF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A.6.3.1.14.2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2125</w:t>
      </w:r>
    </w:p>
    <w:p w14:paraId="00F121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2126</w:t>
      </w:r>
    </w:p>
    <w:p w14:paraId="3D9555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Re-establishment</w:t>
      </w:r>
      <w:r>
        <w:tab/>
        <w:t>2126</w:t>
      </w:r>
    </w:p>
    <w:p w14:paraId="24FB84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</w:t>
      </w:r>
      <w:r>
        <w:tab/>
        <w:t>2126</w:t>
      </w:r>
    </w:p>
    <w:p w14:paraId="6019ED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FR1</w:t>
      </w:r>
      <w:r>
        <w:tab/>
        <w:t>2130</w:t>
      </w:r>
    </w:p>
    <w:p w14:paraId="5DB413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 without serving cell timing</w:t>
      </w:r>
      <w:r>
        <w:tab/>
        <w:t>2134</w:t>
      </w:r>
    </w:p>
    <w:p w14:paraId="605EF1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2137</w:t>
      </w:r>
    </w:p>
    <w:p w14:paraId="355DB7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6.3.2.2.1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contention based random access test in FR1 for NR standalone</w:t>
      </w:r>
      <w:r>
        <w:tab/>
        <w:t>2137</w:t>
      </w:r>
    </w:p>
    <w:p w14:paraId="67463D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6.3.2.2.2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</w:t>
      </w:r>
      <w:r>
        <w:rPr>
          <w:lang w:eastAsia="zh-CN"/>
        </w:rPr>
        <w:t>on-c</w:t>
      </w:r>
      <w:r>
        <w:t>ontention based random access test in FR1 for NR standalone</w:t>
      </w:r>
      <w:r>
        <w:tab/>
        <w:t>2141</w:t>
      </w:r>
    </w:p>
    <w:p w14:paraId="0CA40F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6.3.2.2.3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contention based random access test in FR1 for NR standalone</w:t>
      </w:r>
      <w:r>
        <w:tab/>
        <w:t>2146</w:t>
      </w:r>
    </w:p>
    <w:p w14:paraId="0CEAED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A.6.3.2.2.4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2-step RA type n</w:t>
      </w:r>
      <w:r>
        <w:rPr>
          <w:lang w:eastAsia="zh-CN"/>
        </w:rPr>
        <w:t>on-</w:t>
      </w:r>
      <w:r w:rsidRPr="00825DA5">
        <w:rPr>
          <w:lang w:val="en-US" w:eastAsia="zh-CN"/>
        </w:rPr>
        <w:t>c</w:t>
      </w:r>
      <w:r>
        <w:t>ontention based test in FR1 for NR standalone</w:t>
      </w:r>
      <w:r>
        <w:tab/>
        <w:t>2151</w:t>
      </w:r>
    </w:p>
    <w:p w14:paraId="2B944E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A.6.3.2.3</w:t>
      </w:r>
      <w:r>
        <w:rPr>
          <w:rFonts w:ascii="Calibri" w:eastAsia="Malgun Gothic" w:hAnsi="Calibri"/>
          <w:sz w:val="22"/>
          <w:szCs w:val="22"/>
        </w:rPr>
        <w:tab/>
      </w:r>
      <w:r>
        <w:t>SA: RRC Connection Release with Redirection</w:t>
      </w:r>
      <w:r>
        <w:tab/>
        <w:t>2155</w:t>
      </w:r>
    </w:p>
    <w:p w14:paraId="739D3B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A.6.3.2.3.1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NR in FR1</w:t>
      </w:r>
      <w:r>
        <w:tab/>
        <w:t>2155</w:t>
      </w:r>
    </w:p>
    <w:p w14:paraId="71F975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A.6.3.2.3.2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E-UTRAN</w:t>
      </w:r>
      <w:r>
        <w:tab/>
        <w:t>2159</w:t>
      </w:r>
    </w:p>
    <w:p w14:paraId="0A0B8F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 Conditional handover</w:t>
      </w:r>
      <w:r>
        <w:tab/>
        <w:t>2166</w:t>
      </w:r>
    </w:p>
    <w:p w14:paraId="788327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conditional handover from FR1 to FR1</w:t>
      </w:r>
      <w:r>
        <w:tab/>
        <w:t>2166</w:t>
      </w:r>
    </w:p>
    <w:p w14:paraId="5A9100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2166</w:t>
      </w:r>
    </w:p>
    <w:p w14:paraId="07CDE6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2166</w:t>
      </w:r>
    </w:p>
    <w:p w14:paraId="010DC3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A.6.3.3.1.3 Test Requirements</w:t>
      </w:r>
      <w:r>
        <w:tab/>
        <w:t>2170</w:t>
      </w:r>
    </w:p>
    <w:p w14:paraId="082358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conditional handover from FR1 to FR1</w:t>
      </w:r>
      <w:r>
        <w:tab/>
        <w:t>2170</w:t>
      </w:r>
    </w:p>
    <w:p w14:paraId="4EF7F6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2170</w:t>
      </w:r>
    </w:p>
    <w:p w14:paraId="19B0BB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2170</w:t>
      </w:r>
    </w:p>
    <w:p w14:paraId="2C2674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A.6.3.3.2.3 Test Requirements</w:t>
      </w:r>
      <w:r>
        <w:tab/>
        <w:t>2174</w:t>
      </w:r>
    </w:p>
    <w:p w14:paraId="5A4D40B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A.6.4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2174</w:t>
      </w:r>
    </w:p>
    <w:p w14:paraId="60B821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2174</w:t>
      </w:r>
    </w:p>
    <w:p w14:paraId="12F157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A.6.4.1.1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FR1</w:t>
      </w:r>
      <w:r>
        <w:tab/>
        <w:t>2174</w:t>
      </w:r>
    </w:p>
    <w:p w14:paraId="4FA90A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2174</w:t>
      </w:r>
    </w:p>
    <w:p w14:paraId="22F52A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A.6.4.1.1.2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2178</w:t>
      </w:r>
    </w:p>
    <w:p w14:paraId="327B1D1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2178</w:t>
      </w:r>
    </w:p>
    <w:p w14:paraId="3817879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2178</w:t>
      </w:r>
    </w:p>
    <w:p w14:paraId="79B8B6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A.6.4.3.1</w:t>
      </w:r>
      <w:r>
        <w:rPr>
          <w:rFonts w:ascii="Calibri" w:eastAsia="Malgun Gothic" w:hAnsi="Calibri"/>
          <w:sz w:val="22"/>
          <w:szCs w:val="22"/>
        </w:rPr>
        <w:tab/>
      </w:r>
      <w:r>
        <w:t>SA FR1 timing advance adjustment accuracy</w:t>
      </w:r>
      <w:r>
        <w:tab/>
        <w:t>2178</w:t>
      </w:r>
    </w:p>
    <w:p w14:paraId="3E4A54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A.6.4.3.1.1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2178</w:t>
      </w:r>
    </w:p>
    <w:p w14:paraId="4494E3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A.6.4.3.1.2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2178</w:t>
      </w:r>
    </w:p>
    <w:p w14:paraId="1EEBC8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A.6.4.3.1.3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2182</w:t>
      </w:r>
    </w:p>
    <w:p w14:paraId="5668B31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A.6.5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2182</w:t>
      </w:r>
    </w:p>
    <w:p w14:paraId="09AC2A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2182</w:t>
      </w:r>
    </w:p>
    <w:p w14:paraId="2CE023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non-DRX mode</w:t>
      </w:r>
      <w:r>
        <w:tab/>
        <w:t>2183</w:t>
      </w:r>
    </w:p>
    <w:p w14:paraId="2DC055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2183</w:t>
      </w:r>
    </w:p>
    <w:p w14:paraId="469261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2188</w:t>
      </w:r>
    </w:p>
    <w:p w14:paraId="78BBAC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non-DRX mode</w:t>
      </w:r>
      <w:r>
        <w:tab/>
        <w:t>2188</w:t>
      </w:r>
    </w:p>
    <w:p w14:paraId="52E50A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2188</w:t>
      </w:r>
    </w:p>
    <w:p w14:paraId="37D7C3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2194</w:t>
      </w:r>
    </w:p>
    <w:p w14:paraId="6B799C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DRX mode</w:t>
      </w:r>
      <w:r>
        <w:tab/>
        <w:t>2194</w:t>
      </w:r>
    </w:p>
    <w:p w14:paraId="3379D6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2194</w:t>
      </w:r>
    </w:p>
    <w:p w14:paraId="64201D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2200</w:t>
      </w:r>
    </w:p>
    <w:p w14:paraId="3F0FC8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DRX mode</w:t>
      </w:r>
      <w:r>
        <w:tab/>
        <w:t>2200</w:t>
      </w:r>
    </w:p>
    <w:p w14:paraId="5B80D2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2200</w:t>
      </w:r>
    </w:p>
    <w:p w14:paraId="780ECD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2206</w:t>
      </w:r>
    </w:p>
    <w:p w14:paraId="6AE0F3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non-DRX mode</w:t>
      </w:r>
      <w:r>
        <w:tab/>
        <w:t>2206</w:t>
      </w:r>
    </w:p>
    <w:p w14:paraId="52F81C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2206</w:t>
      </w:r>
    </w:p>
    <w:p w14:paraId="13703B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2212</w:t>
      </w:r>
    </w:p>
    <w:p w14:paraId="53B5572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A.6.5.1.6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non-DRX mode</w:t>
      </w:r>
      <w:r>
        <w:tab/>
        <w:t>2212</w:t>
      </w:r>
    </w:p>
    <w:p w14:paraId="6EDDC3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2212</w:t>
      </w:r>
    </w:p>
    <w:p w14:paraId="4CAF0A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2217</w:t>
      </w:r>
    </w:p>
    <w:p w14:paraId="722A84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A.6.5.1.7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DRX mode</w:t>
      </w:r>
      <w:r>
        <w:tab/>
        <w:t>2217</w:t>
      </w:r>
    </w:p>
    <w:p w14:paraId="64182E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2217</w:t>
      </w:r>
    </w:p>
    <w:p w14:paraId="0EB242B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2222</w:t>
      </w:r>
    </w:p>
    <w:p w14:paraId="67B5F9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A.6.5.1.8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DRX mode</w:t>
      </w:r>
      <w:r>
        <w:tab/>
        <w:t>2222</w:t>
      </w:r>
    </w:p>
    <w:p w14:paraId="4B2676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2222</w:t>
      </w:r>
    </w:p>
    <w:p w14:paraId="1D910D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2227</w:t>
      </w:r>
    </w:p>
    <w:p w14:paraId="60AD3C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A.6.5.1.9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for UE fulfilling relaxed measurement criterion</w:t>
      </w:r>
      <w:r>
        <w:tab/>
        <w:t>2227</w:t>
      </w:r>
    </w:p>
    <w:p w14:paraId="71016E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2227</w:t>
      </w:r>
    </w:p>
    <w:p w14:paraId="5EF7B2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2233</w:t>
      </w:r>
    </w:p>
    <w:p w14:paraId="5F8F9DB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2233</w:t>
      </w:r>
    </w:p>
    <w:p w14:paraId="23A399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A.6.5.2.</w:t>
      </w:r>
      <w:r w:rsidRPr="00825DA5">
        <w:rPr>
          <w:bCs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deactivated NR SCC in FR1</w:t>
      </w:r>
      <w:r>
        <w:tab/>
        <w:t>2233</w:t>
      </w:r>
    </w:p>
    <w:p w14:paraId="5656F3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bCs/>
        </w:rPr>
        <w:t>A.6.5.2.1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2237</w:t>
      </w:r>
    </w:p>
    <w:p w14:paraId="60D1BD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interruptions at NR SRS carrier based switching</w:t>
      </w:r>
      <w:r>
        <w:tab/>
        <w:t>2238</w:t>
      </w:r>
    </w:p>
    <w:p w14:paraId="696967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2238</w:t>
      </w:r>
    </w:p>
    <w:p w14:paraId="0BA1A6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2238</w:t>
      </w:r>
    </w:p>
    <w:p w14:paraId="536AF6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2240</w:t>
      </w:r>
    </w:p>
    <w:p w14:paraId="496DD0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A.6.5.2.3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SA interruptions at NR SRS antenna port switching</w:t>
      </w:r>
      <w:r>
        <w:rPr>
          <w:rFonts w:eastAsia="Malgun Gothic"/>
        </w:rPr>
        <w:t xml:space="preserve"> with 1 SRS symbol in a slot in NR-CA</w:t>
      </w:r>
      <w:r>
        <w:tab/>
        <w:t>2241</w:t>
      </w:r>
    </w:p>
    <w:p w14:paraId="14F2E2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A.6.5.2.</w:t>
      </w:r>
      <w:r>
        <w:rPr>
          <w:rFonts w:eastAsia="Malgun Gothic"/>
          <w:snapToGrid w:val="0"/>
        </w:rPr>
        <w:t>3</w:t>
      </w:r>
      <w:r>
        <w:rPr>
          <w:rFonts w:eastAsia="Malgun Gothic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2241</w:t>
      </w:r>
    </w:p>
    <w:p w14:paraId="44F328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A.6.5.2.3.2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Test Parameters</w:t>
      </w:r>
      <w:r>
        <w:tab/>
        <w:t>2241</w:t>
      </w:r>
    </w:p>
    <w:p w14:paraId="3F718D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A.6.5.2.3.3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Test Requirements</w:t>
      </w:r>
      <w:r>
        <w:tab/>
        <w:t>2243</w:t>
      </w:r>
    </w:p>
    <w:p w14:paraId="0255F9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A.6.5.2.4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SA interruptions at NR SRS antenna port switching</w:t>
      </w:r>
      <w:r>
        <w:tab/>
        <w:t>2244</w:t>
      </w:r>
    </w:p>
    <w:p w14:paraId="375445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A.6.5.2.4.1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2244</w:t>
      </w:r>
    </w:p>
    <w:p w14:paraId="36F3B7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A.6.5.2</w:t>
      </w:r>
      <w:r w:rsidRPr="00825DA5">
        <w:rPr>
          <w:snapToGrid w:val="0"/>
        </w:rPr>
        <w:t>.</w:t>
      </w:r>
      <w:r>
        <w:rPr>
          <w:rFonts w:eastAsia="Malgun Gothic"/>
          <w:snapToGrid w:val="0"/>
        </w:rPr>
        <w:t>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Test Parameters</w:t>
      </w:r>
      <w:r>
        <w:tab/>
        <w:t>2244</w:t>
      </w:r>
    </w:p>
    <w:p w14:paraId="3ED0A5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en-US"/>
        </w:rPr>
        <w:t>A.6.5.2.4.3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  <w:lang w:eastAsia="en-US"/>
        </w:rPr>
        <w:t>Test Requirements</w:t>
      </w:r>
      <w:r>
        <w:tab/>
        <w:t>2246</w:t>
      </w:r>
    </w:p>
    <w:p w14:paraId="6561054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2247</w:t>
      </w:r>
    </w:p>
    <w:p w14:paraId="561484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SCell Activation and deactivation of known SCell in FR1 in non-DRX for 160ms SCell measurement cycle</w:t>
      </w:r>
      <w:r>
        <w:tab/>
        <w:t>2247</w:t>
      </w:r>
    </w:p>
    <w:p w14:paraId="6C2671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2247</w:t>
      </w:r>
    </w:p>
    <w:p w14:paraId="19E877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2252</w:t>
      </w:r>
    </w:p>
    <w:p w14:paraId="0643F6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rFonts w:eastAsia="Malgun Gothic"/>
          <w:lang w:eastAsia="zh-CN"/>
        </w:rPr>
        <w:t>6</w:t>
      </w:r>
      <w:r>
        <w:t>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known SCell in FR1 in non-DRX for 640 ms SCell measurement cycle</w:t>
      </w:r>
      <w:r>
        <w:tab/>
        <w:t>2253</w:t>
      </w:r>
    </w:p>
    <w:p w14:paraId="784CA2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2253</w:t>
      </w:r>
    </w:p>
    <w:p w14:paraId="2EF9F0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2253</w:t>
      </w:r>
    </w:p>
    <w:p w14:paraId="4593254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rFonts w:eastAsia="Malgun Gothic"/>
          <w:lang w:eastAsia="zh-CN"/>
        </w:rPr>
        <w:t>6.</w:t>
      </w:r>
      <w:r>
        <w:t>5</w:t>
      </w:r>
      <w:r>
        <w:rPr>
          <w:rFonts w:eastAsia="Malgun Gothic"/>
          <w:lang w:eastAsia="zh-CN"/>
        </w:rPr>
        <w:t>.</w:t>
      </w:r>
      <w: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unknown SCell in FR1 in non-DRX</w:t>
      </w:r>
      <w:r>
        <w:tab/>
        <w:t>2253</w:t>
      </w:r>
    </w:p>
    <w:p w14:paraId="390A7F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2253</w:t>
      </w:r>
    </w:p>
    <w:p w14:paraId="62BD75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2254</w:t>
      </w:r>
    </w:p>
    <w:p w14:paraId="19406B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A.6.5.3.4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SCell addition of known SCell in FR1</w:t>
      </w:r>
      <w:r>
        <w:tab/>
        <w:t>2254</w:t>
      </w:r>
    </w:p>
    <w:p w14:paraId="575BCB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A.6.5.3.4.1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Test Purpose and Environment</w:t>
      </w:r>
      <w:r>
        <w:tab/>
        <w:t>2254</w:t>
      </w:r>
    </w:p>
    <w:p w14:paraId="77AA25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A.6.5.3.4.2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Test Requirements</w:t>
      </w:r>
      <w:r>
        <w:tab/>
        <w:t>2258</w:t>
      </w:r>
    </w:p>
    <w:p w14:paraId="5576FF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A.6.5.3.5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handover with known SCell in FR1</w:t>
      </w:r>
      <w:r>
        <w:tab/>
        <w:t>2258</w:t>
      </w:r>
    </w:p>
    <w:p w14:paraId="5134E0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A.6.5.3.5.1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Test Purpose and Environment</w:t>
      </w:r>
      <w:r>
        <w:tab/>
        <w:t>2258</w:t>
      </w:r>
    </w:p>
    <w:p w14:paraId="74859F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A.6.5.3.5.2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2263</w:t>
      </w:r>
    </w:p>
    <w:p w14:paraId="453A82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Fast SCell Activation of known SCell in FR1 in non-DRX for 160ms SCell measurement cycle</w:t>
      </w:r>
      <w:r>
        <w:tab/>
        <w:t>2263</w:t>
      </w:r>
    </w:p>
    <w:p w14:paraId="70A21B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2263</w:t>
      </w:r>
    </w:p>
    <w:p w14:paraId="15F755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2267</w:t>
      </w:r>
    </w:p>
    <w:p w14:paraId="4C92E0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A.6.5.3.5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of known SCell in FR1 in non-DRX for 640 ms SCell measurement cycle</w:t>
      </w:r>
      <w:r>
        <w:tab/>
        <w:t>2267</w:t>
      </w:r>
    </w:p>
    <w:p w14:paraId="39BE30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2267</w:t>
      </w:r>
    </w:p>
    <w:p w14:paraId="505E75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2268</w:t>
      </w:r>
    </w:p>
    <w:p w14:paraId="52D922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PUCCH SCell Activation and deactivation of known SCell in FR1</w:t>
      </w:r>
      <w:r>
        <w:tab/>
        <w:t>2268</w:t>
      </w:r>
    </w:p>
    <w:p w14:paraId="6F15B4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2268</w:t>
      </w:r>
    </w:p>
    <w:p w14:paraId="2ECD97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2272</w:t>
      </w:r>
    </w:p>
    <w:p w14:paraId="204421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A.6.5.3.7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unknown SCell in FR1 in non-DRX</w:t>
      </w:r>
      <w:r>
        <w:tab/>
        <w:t>2272</w:t>
      </w:r>
    </w:p>
    <w:p w14:paraId="70BBA4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A.6.5.3.7.1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2272</w:t>
      </w:r>
    </w:p>
    <w:p w14:paraId="69B235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A.6.5.3.7.2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2276</w:t>
      </w:r>
    </w:p>
    <w:p w14:paraId="74B25B9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A.6.5.3.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one FR1 known PUCCH SCell and one FR1 unknown SCell with single activation/deactivation command</w:t>
      </w:r>
      <w:r>
        <w:tab/>
        <w:t>2277</w:t>
      </w:r>
    </w:p>
    <w:p w14:paraId="797009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2277</w:t>
      </w:r>
    </w:p>
    <w:p w14:paraId="5A2900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2281</w:t>
      </w:r>
    </w:p>
    <w:p w14:paraId="720958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6.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.9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unknown PUCCH SCell and unknown DL SCell in FR1 in non-DRX</w:t>
      </w:r>
      <w:r>
        <w:tab/>
        <w:t>2282</w:t>
      </w:r>
    </w:p>
    <w:p w14:paraId="6B9FD1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2282</w:t>
      </w:r>
    </w:p>
    <w:p w14:paraId="6D2250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A.6.5.3.9.2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2286</w:t>
      </w:r>
    </w:p>
    <w:p w14:paraId="587F09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A.6.5.4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2287</w:t>
      </w:r>
    </w:p>
    <w:p w14:paraId="1CAB5D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A.6.5.4.1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2287</w:t>
      </w:r>
    </w:p>
    <w:p w14:paraId="752CD4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2287</w:t>
      </w:r>
    </w:p>
    <w:p w14:paraId="53E6D6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2297</w:t>
      </w:r>
    </w:p>
    <w:p w14:paraId="59B6F9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2298</w:t>
      </w:r>
    </w:p>
    <w:p w14:paraId="5B90399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A.6.5.5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2298</w:t>
      </w:r>
    </w:p>
    <w:p w14:paraId="46FE25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non-DRX mode</w:t>
      </w:r>
      <w:r>
        <w:tab/>
        <w:t>2298</w:t>
      </w:r>
    </w:p>
    <w:p w14:paraId="1EF1A2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2298</w:t>
      </w:r>
    </w:p>
    <w:p w14:paraId="370428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DRX mode</w:t>
      </w:r>
      <w:r>
        <w:tab/>
        <w:t>2303</w:t>
      </w:r>
    </w:p>
    <w:p w14:paraId="35929E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2303</w:t>
      </w:r>
    </w:p>
    <w:p w14:paraId="54D772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2310</w:t>
      </w:r>
    </w:p>
    <w:p w14:paraId="685D49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CSI-RS-based BFD and LR in non-DRX mode</w:t>
      </w:r>
      <w:r>
        <w:tab/>
        <w:t>2310</w:t>
      </w:r>
    </w:p>
    <w:p w14:paraId="5DDA3B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2310</w:t>
      </w:r>
    </w:p>
    <w:p w14:paraId="182E27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2316</w:t>
      </w:r>
    </w:p>
    <w:p w14:paraId="3DACDE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CSI-RS-based BFD and LR in DRX mode</w:t>
      </w:r>
      <w:r>
        <w:tab/>
        <w:t>2316</w:t>
      </w:r>
    </w:p>
    <w:p w14:paraId="2BEEAD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2316</w:t>
      </w:r>
    </w:p>
    <w:p w14:paraId="7E9388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2322</w:t>
      </w:r>
    </w:p>
    <w:p w14:paraId="7CD59A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 xml:space="preserve">Beam Failure Detection and Link Recovery Test for FR1 SCell configured with </w:t>
      </w:r>
      <w:r>
        <w:t xml:space="preserve">CSI-RS-based BFD and SSB-based LR </w:t>
      </w:r>
      <w:r w:rsidRPr="00825DA5">
        <w:rPr>
          <w:rFonts w:eastAsia="MS Mincho" w:cs="Arial"/>
        </w:rPr>
        <w:t>in non-DRX mode</w:t>
      </w:r>
      <w:r>
        <w:tab/>
        <w:t>2322</w:t>
      </w:r>
    </w:p>
    <w:p w14:paraId="29A56D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2322</w:t>
      </w:r>
    </w:p>
    <w:p w14:paraId="4A53C9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2326</w:t>
      </w:r>
    </w:p>
    <w:p w14:paraId="0B6FDD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 xml:space="preserve">Beam Failure Detection and Link Recovery Test for FR1 SCell configured with </w:t>
      </w:r>
      <w:r>
        <w:t xml:space="preserve">CSI-RS-based BFD and SSB-based LR </w:t>
      </w:r>
      <w:r w:rsidRPr="00825DA5">
        <w:rPr>
          <w:rFonts w:eastAsia="MS Mincho" w:cs="Arial"/>
        </w:rPr>
        <w:t>in DRX mode</w:t>
      </w:r>
      <w:r>
        <w:tab/>
        <w:t>2327</w:t>
      </w:r>
    </w:p>
    <w:p w14:paraId="5D9B43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2327</w:t>
      </w:r>
    </w:p>
    <w:p w14:paraId="2886DD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2331</w:t>
      </w:r>
    </w:p>
    <w:p w14:paraId="58D975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A.6.5.5.7</w:t>
      </w:r>
      <w:r>
        <w:rPr>
          <w:rFonts w:ascii="Calibri" w:eastAsia="Malgun Gothic" w:hAnsi="Calibri"/>
          <w:sz w:val="22"/>
          <w:szCs w:val="22"/>
        </w:rPr>
        <w:tab/>
      </w:r>
      <w:r>
        <w:t>TRP Specific Beam Failure Detection and Link Recovery Test for FR1 PCell configured with CSI-RS-based BFD and LR in DRX mode</w:t>
      </w:r>
      <w:r>
        <w:tab/>
        <w:t>2331</w:t>
      </w:r>
    </w:p>
    <w:p w14:paraId="297455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A.6.5.5.7.1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2331</w:t>
      </w:r>
    </w:p>
    <w:p w14:paraId="6F01A2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A.6.5.5.7.2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2337</w:t>
      </w:r>
    </w:p>
    <w:p w14:paraId="2CC080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A.6.5.6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tab/>
        <w:t>2337</w:t>
      </w:r>
    </w:p>
    <w:p w14:paraId="701BAB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A.6.5.6.1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2337</w:t>
      </w:r>
    </w:p>
    <w:p w14:paraId="708097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A.6.5.6.1.1</w:t>
      </w:r>
      <w:r>
        <w:rPr>
          <w:rFonts w:ascii="Calibri" w:eastAsia="Malgun Gothic" w:hAnsi="Calibri"/>
          <w:sz w:val="22"/>
          <w:szCs w:val="22"/>
        </w:rPr>
        <w:tab/>
      </w:r>
      <w:r>
        <w:t>NR FR1- NR FR1 DL active BWP switch of SCell with non-DRX in SA</w:t>
      </w:r>
      <w:r>
        <w:tab/>
        <w:t>2337</w:t>
      </w:r>
    </w:p>
    <w:p w14:paraId="1032C9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A.6.5.6.1.2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NR FR1 DL active BWP switch </w:t>
      </w:r>
      <w:r>
        <w:rPr>
          <w:lang w:eastAsia="zh-CN"/>
        </w:rPr>
        <w:t>with</w:t>
      </w:r>
      <w:r>
        <w:t xml:space="preserve"> non-DRX in </w:t>
      </w:r>
      <w:r>
        <w:rPr>
          <w:lang w:eastAsia="zh-CN"/>
        </w:rPr>
        <w:t>SA</w:t>
      </w:r>
      <w:r>
        <w:tab/>
        <w:t>2343</w:t>
      </w:r>
    </w:p>
    <w:p w14:paraId="076129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A.6.5.6.2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2348</w:t>
      </w:r>
    </w:p>
    <w:p w14:paraId="357932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A.6.5.6.2.1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of Cell with non-DRX in SA</w:t>
      </w:r>
      <w:r>
        <w:tab/>
        <w:t>2348</w:t>
      </w:r>
    </w:p>
    <w:p w14:paraId="05A2A4E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A.6.5.6.3 </w:t>
      </w:r>
      <w:r w:rsidRPr="00825DA5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825DA5">
        <w:rPr>
          <w:rFonts w:cs="Arial"/>
          <w:lang w:val="en-US"/>
        </w:rPr>
        <w:t>on multiple CCs</w:t>
      </w:r>
      <w:r>
        <w:tab/>
        <w:t>2352</w:t>
      </w:r>
    </w:p>
    <w:p w14:paraId="4B9D1B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A.6.5.6.3.1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lang w:val="en-US"/>
        </w:rPr>
        <w:t xml:space="preserve">NR FR1- NR FR1 DL active BWP switch on multiple CCs </w:t>
      </w:r>
      <w:r w:rsidRPr="00825DA5">
        <w:rPr>
          <w:lang w:val="en-US" w:eastAsia="zh-CN"/>
        </w:rPr>
        <w:t>with</w:t>
      </w:r>
      <w:r w:rsidRPr="00825DA5">
        <w:rPr>
          <w:lang w:val="en-US"/>
        </w:rPr>
        <w:t xml:space="preserve"> non-DRX in </w:t>
      </w:r>
      <w:r w:rsidRPr="00825DA5">
        <w:rPr>
          <w:lang w:val="en-US" w:eastAsia="zh-CN"/>
        </w:rPr>
        <w:t>SA</w:t>
      </w:r>
      <w:r>
        <w:tab/>
        <w:t>2352</w:t>
      </w:r>
    </w:p>
    <w:p w14:paraId="653D279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A.6.5.6.3.1.1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2352</w:t>
      </w:r>
    </w:p>
    <w:p w14:paraId="76251CE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A.6.5.6.3.1.2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2359</w:t>
      </w:r>
    </w:p>
    <w:p w14:paraId="08D2C1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A.6.5.6.4</w:t>
      </w:r>
      <w:r>
        <w:rPr>
          <w:rFonts w:ascii="Calibri" w:eastAsia="Malgun Gothic" w:hAnsi="Calibri"/>
          <w:sz w:val="22"/>
          <w:szCs w:val="22"/>
        </w:rPr>
        <w:tab/>
      </w:r>
      <w:r>
        <w:t>SCell dormancy switch</w:t>
      </w:r>
      <w:r>
        <w:tab/>
        <w:t>2359</w:t>
      </w:r>
    </w:p>
    <w:p w14:paraId="185927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A.6.5.6.4.1</w:t>
      </w:r>
      <w:r>
        <w:rPr>
          <w:rFonts w:ascii="Calibri" w:eastAsia="Malgun Gothic" w:hAnsi="Calibri"/>
          <w:sz w:val="22"/>
          <w:szCs w:val="22"/>
        </w:rPr>
        <w:tab/>
      </w:r>
      <w:r>
        <w:t>NR FR1 PCell SCell dormancy switch of single FR1 SCell outside active time</w:t>
      </w:r>
      <w:r>
        <w:tab/>
        <w:t>2359</w:t>
      </w:r>
    </w:p>
    <w:p w14:paraId="2F56DA8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A.6.5.6.4.1.1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2359</w:t>
      </w:r>
    </w:p>
    <w:p w14:paraId="320B18F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A.6.5.6.4.1.2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PMingLiU"/>
        </w:rPr>
        <w:t>Test Requirements</w:t>
      </w:r>
      <w:r>
        <w:tab/>
        <w:t>2365</w:t>
      </w:r>
    </w:p>
    <w:p w14:paraId="6ECA33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A.6.5.6.4.2</w:t>
      </w:r>
      <w:r>
        <w:rPr>
          <w:rFonts w:ascii="Calibri" w:eastAsia="Malgun Gothic" w:hAnsi="Calibri"/>
          <w:sz w:val="22"/>
          <w:szCs w:val="22"/>
        </w:rPr>
        <w:tab/>
      </w:r>
      <w:r>
        <w:t>NR FR1 PCell SCell dormancy switch of two FR1 SCells inside active time</w:t>
      </w:r>
      <w:r>
        <w:tab/>
        <w:t>2365</w:t>
      </w:r>
    </w:p>
    <w:p w14:paraId="5E18E3B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A.6.5.6.4.2.1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Test Purpose and Environment</w:t>
      </w:r>
      <w:r>
        <w:tab/>
        <w:t>2365</w:t>
      </w:r>
    </w:p>
    <w:p w14:paraId="7BE5A6A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A.6.5.6.4.2.2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Test Requirements</w:t>
      </w:r>
      <w:r>
        <w:tab/>
        <w:t>2372</w:t>
      </w:r>
    </w:p>
    <w:p w14:paraId="3436F1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A.6.5.6.5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 xml:space="preserve">Simultaneous </w:t>
      </w:r>
      <w:r>
        <w:t xml:space="preserve">RRC-based Active BWP Switch </w:t>
      </w:r>
      <w:r w:rsidRPr="00825DA5">
        <w:rPr>
          <w:rFonts w:cs="Arial"/>
          <w:lang w:val="en-US"/>
        </w:rPr>
        <w:t>on multiple CCs</w:t>
      </w:r>
      <w:r>
        <w:tab/>
        <w:t>2372</w:t>
      </w:r>
    </w:p>
    <w:p w14:paraId="3AE4CB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A.6.5.6.5.1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NR FR1- NR FR1 DL active BWP switch on multiple CCs </w:t>
      </w:r>
      <w:r w:rsidRPr="00825DA5">
        <w:rPr>
          <w:lang w:val="en-US" w:eastAsia="zh-CN"/>
        </w:rPr>
        <w:t>with</w:t>
      </w:r>
      <w:r w:rsidRPr="00825DA5">
        <w:rPr>
          <w:lang w:val="en-US"/>
        </w:rPr>
        <w:t xml:space="preserve"> non-DRX in </w:t>
      </w:r>
      <w:r w:rsidRPr="00825DA5">
        <w:rPr>
          <w:lang w:val="en-US" w:eastAsia="zh-CN"/>
        </w:rPr>
        <w:t>SA</w:t>
      </w:r>
      <w:r>
        <w:tab/>
        <w:t>2372</w:t>
      </w:r>
    </w:p>
    <w:p w14:paraId="766A95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A.6.5.7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>nterruptions at switching between two uplink carriers</w:t>
      </w:r>
      <w:r>
        <w:tab/>
        <w:t>2377</w:t>
      </w:r>
    </w:p>
    <w:p w14:paraId="71FA9F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FDD-TDD CA</w:t>
      </w:r>
      <w:r>
        <w:tab/>
        <w:t>2377</w:t>
      </w:r>
    </w:p>
    <w:p w14:paraId="36CD4C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A.6.5.7.1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2377</w:t>
      </w:r>
    </w:p>
    <w:p w14:paraId="7D0266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A.6.5.7.</w:t>
      </w:r>
      <w:r w:rsidRPr="00825DA5">
        <w:rPr>
          <w:snapToGrid w:val="0"/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2381</w:t>
      </w:r>
    </w:p>
    <w:p w14:paraId="6016BF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TDD-TDD CA</w:t>
      </w:r>
      <w:r>
        <w:tab/>
        <w:t>2381</w:t>
      </w:r>
    </w:p>
    <w:p w14:paraId="63BB05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2381</w:t>
      </w:r>
    </w:p>
    <w:p w14:paraId="18CFDD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A.6.5.7.</w:t>
      </w:r>
      <w:r w:rsidRPr="00825DA5">
        <w:rPr>
          <w:snapToGrid w:val="0"/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2385</w:t>
      </w:r>
    </w:p>
    <w:p w14:paraId="79798E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A.6.5.7</w:t>
      </w:r>
      <w:r>
        <w:rPr>
          <w:lang w:eastAsia="zh-CN"/>
        </w:rPr>
        <w:t>A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>nterruptions at switching between two uplink carriers with two transmit antenna connectors</w:t>
      </w:r>
      <w:r>
        <w:tab/>
        <w:t>2385</w:t>
      </w:r>
    </w:p>
    <w:p w14:paraId="476ACF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A.6.5.7A.1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FDD-TDD CA</w:t>
      </w:r>
      <w:r>
        <w:tab/>
        <w:t>2385</w:t>
      </w:r>
    </w:p>
    <w:p w14:paraId="679D22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A.6.5.7A.1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2385</w:t>
      </w:r>
    </w:p>
    <w:p w14:paraId="125136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A.6.5.7A.</w:t>
      </w:r>
      <w:r w:rsidRPr="00825DA5">
        <w:rPr>
          <w:snapToGrid w:val="0"/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2389</w:t>
      </w:r>
    </w:p>
    <w:p w14:paraId="50B742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A.6.5.7A.2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TDD-TDD CA</w:t>
      </w:r>
      <w:r>
        <w:tab/>
        <w:t>2389</w:t>
      </w:r>
    </w:p>
    <w:p w14:paraId="217C4A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A.6.5.7A.2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2389</w:t>
      </w:r>
    </w:p>
    <w:p w14:paraId="384226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A.6.5.7A.</w:t>
      </w:r>
      <w:r w:rsidRPr="00825DA5">
        <w:rPr>
          <w:snapToGrid w:val="0"/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2393</w:t>
      </w:r>
    </w:p>
    <w:p w14:paraId="5CC52F9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A.6.5.7B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>nterruptions at switching between one uplink band with one transmit antenna connector and one uplink band with two transmit antenna connectors</w:t>
      </w:r>
      <w:r>
        <w:tab/>
        <w:t>2393</w:t>
      </w:r>
    </w:p>
    <w:p w14:paraId="13BFB4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A.6.5.7B.1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bands in FDD-TDD CA</w:t>
      </w:r>
      <w:r>
        <w:tab/>
        <w:t>2393</w:t>
      </w:r>
    </w:p>
    <w:p w14:paraId="3C7134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A.6.5.7B.1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2393</w:t>
      </w:r>
    </w:p>
    <w:p w14:paraId="5E05D3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A.6.5.7B.</w:t>
      </w:r>
      <w:r w:rsidRPr="00825DA5">
        <w:rPr>
          <w:snapToGrid w:val="0"/>
          <w:lang w:eastAsia="zh-CN"/>
        </w:rPr>
        <w:t>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2397</w:t>
      </w:r>
    </w:p>
    <w:p w14:paraId="208D184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A.6.5.7B.2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bands in TDD-TDD CA</w:t>
      </w:r>
      <w:r>
        <w:tab/>
        <w:t>2397</w:t>
      </w:r>
    </w:p>
    <w:p w14:paraId="5FEA06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A.6.5.7B.2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2397</w:t>
      </w:r>
    </w:p>
    <w:p w14:paraId="300F30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A.6.5.7B.</w:t>
      </w:r>
      <w:r w:rsidRPr="00825DA5">
        <w:rPr>
          <w:snapToGrid w:val="0"/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2401</w:t>
      </w:r>
    </w:p>
    <w:p w14:paraId="51CC4E0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A.6.5.7C</w:t>
      </w:r>
      <w:r>
        <w:rPr>
          <w:rFonts w:ascii="Calibri" w:eastAsia="Malgun Gothic" w:hAnsi="Calibri"/>
          <w:sz w:val="22"/>
          <w:szCs w:val="22"/>
        </w:rPr>
        <w:tab/>
      </w:r>
      <w:r>
        <w:t>DL interruptions at switching between two uplink bands with two transmit antenna connectors</w:t>
      </w:r>
      <w:r>
        <w:tab/>
        <w:t>2401</w:t>
      </w:r>
    </w:p>
    <w:p w14:paraId="25D9ED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A.6.5.7C.1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bands with two transmit antenna connectors in FDD-TDD CA</w:t>
      </w:r>
      <w:r>
        <w:tab/>
        <w:t>2401</w:t>
      </w:r>
    </w:p>
    <w:p w14:paraId="347875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A.6.5.7C.1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2401</w:t>
      </w:r>
    </w:p>
    <w:p w14:paraId="0C3EC0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A.6.5.7C.1</w:t>
      </w:r>
      <w:r w:rsidRPr="00825DA5">
        <w:rPr>
          <w:snapToGrid w:val="0"/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2405</w:t>
      </w:r>
    </w:p>
    <w:p w14:paraId="5E7D14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A.6.5.7C.2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bands with two transmit antenna connectors in TDD-TDD CA</w:t>
      </w:r>
      <w:r>
        <w:tab/>
        <w:t>2406</w:t>
      </w:r>
    </w:p>
    <w:p w14:paraId="7F7529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A.6.5.7C.2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2406</w:t>
      </w:r>
    </w:p>
    <w:p w14:paraId="4CB89F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A.6.5.7C.2</w:t>
      </w:r>
      <w:r w:rsidRPr="00825DA5">
        <w:rPr>
          <w:snapToGrid w:val="0"/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2410</w:t>
      </w:r>
    </w:p>
    <w:p w14:paraId="61C22B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</w:t>
      </w:r>
      <w:r>
        <w:tab/>
        <w:t>2411</w:t>
      </w:r>
    </w:p>
    <w:p w14:paraId="7101F7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</w:t>
      </w:r>
      <w:r>
        <w:rPr>
          <w:lang w:eastAsia="zh-CN"/>
        </w:rPr>
        <w:t>8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on PCell in FR1 in non-DRX</w:t>
      </w:r>
      <w:r>
        <w:tab/>
        <w:t>2411</w:t>
      </w:r>
    </w:p>
    <w:p w14:paraId="73789E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</w:t>
      </w:r>
      <w:r>
        <w:rPr>
          <w:lang w:eastAsia="zh-CN"/>
        </w:rPr>
        <w:t>8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2411</w:t>
      </w:r>
    </w:p>
    <w:p w14:paraId="757240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</w:t>
      </w:r>
      <w:r>
        <w:rPr>
          <w:lang w:eastAsia="zh-CN"/>
        </w:rPr>
        <w:t>8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2415</w:t>
      </w:r>
    </w:p>
    <w:p w14:paraId="3B15B0E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A.6.5.</w:t>
      </w:r>
      <w:r w:rsidRPr="00825DA5">
        <w:rPr>
          <w:lang w:val="en-US" w:eastAsia="zh-CN"/>
        </w:rPr>
        <w:t>9</w:t>
      </w:r>
      <w:r>
        <w:rPr>
          <w:rFonts w:ascii="Calibri" w:eastAsia="Malgun Gothic" w:hAnsi="Calibri"/>
          <w:sz w:val="22"/>
          <w:szCs w:val="22"/>
        </w:rPr>
        <w:tab/>
      </w:r>
      <w:r>
        <w:t>Pathloss reference signal switching delay</w:t>
      </w:r>
      <w:r>
        <w:tab/>
        <w:t>2415</w:t>
      </w:r>
    </w:p>
    <w:p w14:paraId="4A2F85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A.6.5.</w:t>
      </w:r>
      <w:r w:rsidRPr="00825DA5">
        <w:rPr>
          <w:lang w:val="en-US" w:eastAsia="zh-CN"/>
        </w:rPr>
        <w:t>9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pathloss reference signal switch delay</w:t>
      </w:r>
      <w:r>
        <w:tab/>
        <w:t>2415</w:t>
      </w:r>
    </w:p>
    <w:p w14:paraId="1C14D6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</w:t>
      </w:r>
      <w:r w:rsidRPr="00825DA5">
        <w:rPr>
          <w:lang w:val="en-US" w:eastAsia="zh-CN"/>
        </w:rPr>
        <w:t>9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2415</w:t>
      </w:r>
    </w:p>
    <w:p w14:paraId="666B68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A.6.5.</w:t>
      </w:r>
      <w:r w:rsidRPr="00825DA5">
        <w:rPr>
          <w:lang w:val="en-US" w:eastAsia="zh-CN"/>
        </w:rPr>
        <w:t>9</w:t>
      </w:r>
      <w:r>
        <w:t>.1.</w:t>
      </w:r>
      <w:r w:rsidRPr="00825DA5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2418</w:t>
      </w:r>
    </w:p>
    <w:p w14:paraId="41A16D3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2419</w:t>
      </w:r>
    </w:p>
    <w:p w14:paraId="68E806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2419</w:t>
      </w:r>
    </w:p>
    <w:p w14:paraId="284426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non-DRX</w:t>
      </w:r>
      <w:r>
        <w:tab/>
        <w:t>2419</w:t>
      </w:r>
    </w:p>
    <w:p w14:paraId="5986F7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2419</w:t>
      </w:r>
    </w:p>
    <w:p w14:paraId="29C2E6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2419</w:t>
      </w:r>
    </w:p>
    <w:p w14:paraId="351F38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2423</w:t>
      </w:r>
    </w:p>
    <w:p w14:paraId="09D2D0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DRX</w:t>
      </w:r>
      <w:r>
        <w:tab/>
        <w:t>2423</w:t>
      </w:r>
    </w:p>
    <w:p w14:paraId="779F9C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2423</w:t>
      </w:r>
    </w:p>
    <w:p w14:paraId="415088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2423</w:t>
      </w:r>
    </w:p>
    <w:p w14:paraId="49A37A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2427</w:t>
      </w:r>
    </w:p>
    <w:p w14:paraId="1F8CE9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non-DRX</w:t>
      </w:r>
      <w:r>
        <w:tab/>
        <w:t>2427</w:t>
      </w:r>
    </w:p>
    <w:p w14:paraId="7BDA81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2427</w:t>
      </w:r>
    </w:p>
    <w:p w14:paraId="08B8F5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2427</w:t>
      </w:r>
    </w:p>
    <w:p w14:paraId="3AAABF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2431</w:t>
      </w:r>
    </w:p>
    <w:p w14:paraId="437587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DRX</w:t>
      </w:r>
      <w:r>
        <w:tab/>
        <w:t>2431</w:t>
      </w:r>
    </w:p>
    <w:p w14:paraId="0EE2DF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2431</w:t>
      </w:r>
    </w:p>
    <w:p w14:paraId="30A9C6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2431</w:t>
      </w:r>
    </w:p>
    <w:p w14:paraId="7C330F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2435</w:t>
      </w:r>
    </w:p>
    <w:p w14:paraId="4DEF19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non-DRX with SSB index reading</w:t>
      </w:r>
      <w:r>
        <w:tab/>
        <w:t>2435</w:t>
      </w:r>
    </w:p>
    <w:p w14:paraId="68BBCA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2435</w:t>
      </w:r>
    </w:p>
    <w:p w14:paraId="0747B1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2435</w:t>
      </w:r>
    </w:p>
    <w:p w14:paraId="6468F2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2437</w:t>
      </w:r>
    </w:p>
    <w:p w14:paraId="293CF4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non-DRX with SSB index reading</w:t>
      </w:r>
      <w:r>
        <w:tab/>
        <w:t>2438</w:t>
      </w:r>
    </w:p>
    <w:p w14:paraId="228DC9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2438</w:t>
      </w:r>
    </w:p>
    <w:p w14:paraId="346E4D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2438</w:t>
      </w:r>
    </w:p>
    <w:p w14:paraId="06AD87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A.6.6.1.6.3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2439</w:t>
      </w:r>
    </w:p>
    <w:p w14:paraId="4A3320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under DRX</w:t>
      </w:r>
      <w:r>
        <w:t xml:space="preserve"> </w:t>
      </w:r>
      <w:r w:rsidRPr="00825DA5">
        <w:rPr>
          <w:snapToGrid w:val="0"/>
        </w:rPr>
        <w:t>for UE configured with highSpeedMeasFlag-r16</w:t>
      </w:r>
      <w:r>
        <w:tab/>
        <w:t>2440</w:t>
      </w:r>
    </w:p>
    <w:p w14:paraId="267845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2440</w:t>
      </w:r>
    </w:p>
    <w:p w14:paraId="6F02335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2440</w:t>
      </w:r>
    </w:p>
    <w:p w14:paraId="4277D3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2444</w:t>
      </w:r>
    </w:p>
    <w:p w14:paraId="09FB2D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DRX</w:t>
      </w:r>
      <w:r w:rsidRPr="00825DA5">
        <w:rPr>
          <w:rFonts w:cs="v4.2.0"/>
        </w:rPr>
        <w:t xml:space="preserve"> for UE configured with highSpeedMeasCA-Scell-r17</w:t>
      </w:r>
      <w:r>
        <w:tab/>
        <w:t>2444</w:t>
      </w:r>
    </w:p>
    <w:p w14:paraId="04121A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2444</w:t>
      </w:r>
    </w:p>
    <w:p w14:paraId="458DD1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2444</w:t>
      </w:r>
    </w:p>
    <w:p w14:paraId="6CA50A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2448</w:t>
      </w:r>
    </w:p>
    <w:p w14:paraId="129CB25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2448</w:t>
      </w:r>
    </w:p>
    <w:p w14:paraId="207299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not used</w:t>
      </w:r>
      <w:r>
        <w:tab/>
        <w:t>2448</w:t>
      </w:r>
    </w:p>
    <w:p w14:paraId="676F4B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2448</w:t>
      </w:r>
    </w:p>
    <w:p w14:paraId="33B620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2452</w:t>
      </w:r>
    </w:p>
    <w:p w14:paraId="6CFA8E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used</w:t>
      </w:r>
      <w:r>
        <w:tab/>
        <w:t>2452</w:t>
      </w:r>
    </w:p>
    <w:p w14:paraId="634793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2452</w:t>
      </w:r>
    </w:p>
    <w:p w14:paraId="4BE1EA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2456</w:t>
      </w:r>
    </w:p>
    <w:p w14:paraId="34FAF0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2457</w:t>
      </w:r>
    </w:p>
    <w:p w14:paraId="19EF19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A.6.6.2.4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2457</w:t>
      </w:r>
    </w:p>
    <w:p w14:paraId="04B20D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A.6.6.2.5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 SSB time index detection when DRX is not used</w:t>
      </w:r>
      <w:r>
        <w:tab/>
        <w:t>2457</w:t>
      </w:r>
    </w:p>
    <w:p w14:paraId="3DB81F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2457</w:t>
      </w:r>
    </w:p>
    <w:p w14:paraId="5BA9B6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2461</w:t>
      </w:r>
    </w:p>
    <w:p w14:paraId="18CA0B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A.6.6.2.6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 SSB time index detection when DRX is used</w:t>
      </w:r>
      <w:r>
        <w:tab/>
        <w:t>2461</w:t>
      </w:r>
    </w:p>
    <w:p w14:paraId="1A1912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2461</w:t>
      </w:r>
    </w:p>
    <w:p w14:paraId="4ED957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2465</w:t>
      </w:r>
    </w:p>
    <w:p w14:paraId="02FDB4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A.6.6.2.7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2466</w:t>
      </w:r>
    </w:p>
    <w:p w14:paraId="5A0F8D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A.6.6.2.8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2466</w:t>
      </w:r>
    </w:p>
    <w:p w14:paraId="21C46D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A.6.6.2.9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 additional mandatory gap pattern</w:t>
      </w:r>
      <w:r>
        <w:tab/>
        <w:t>2466</w:t>
      </w:r>
    </w:p>
    <w:p w14:paraId="079E45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2466</w:t>
      </w:r>
    </w:p>
    <w:p w14:paraId="5DEC52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2469</w:t>
      </w:r>
    </w:p>
    <w:p w14:paraId="4E2629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A.6.6.2.10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when DRX is used</w:t>
      </w:r>
      <w:r>
        <w:tab/>
        <w:t>2469</w:t>
      </w:r>
    </w:p>
    <w:p w14:paraId="291DAE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2469</w:t>
      </w:r>
    </w:p>
    <w:p w14:paraId="72B6A4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A.6.6.2.10.2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2473</w:t>
      </w:r>
    </w:p>
    <w:p w14:paraId="63D4EBE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A.6.6.2.12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used for UE configured with highSpeedMeasInterFreq-r17</w:t>
      </w:r>
      <w:r>
        <w:tab/>
        <w:t>2477</w:t>
      </w:r>
    </w:p>
    <w:p w14:paraId="7A6BD0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2477</w:t>
      </w:r>
    </w:p>
    <w:p w14:paraId="152773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A.6.6.2.12.2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2481</w:t>
      </w:r>
    </w:p>
    <w:p w14:paraId="257CA10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A.6.6.3</w:t>
      </w:r>
      <w:r>
        <w:rPr>
          <w:rFonts w:ascii="Calibri" w:eastAsia="Malgun Gothic" w:hAnsi="Calibri"/>
          <w:sz w:val="22"/>
          <w:szCs w:val="22"/>
        </w:rPr>
        <w:tab/>
      </w:r>
      <w:r>
        <w:t>Inter-RAT Measurements</w:t>
      </w:r>
      <w:r>
        <w:tab/>
        <w:t>2481</w:t>
      </w:r>
    </w:p>
    <w:p w14:paraId="393AA0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A.6.6.3.1</w:t>
      </w:r>
      <w:r>
        <w:rPr>
          <w:rFonts w:ascii="Calibri" w:eastAsia="Malgun Gothic" w:hAnsi="Calibri"/>
          <w:sz w:val="22"/>
          <w:szCs w:val="22"/>
        </w:rPr>
        <w:tab/>
      </w:r>
      <w:r>
        <w:t>SA NR - E-UTRAN event-triggered reporting in non-DRX in FR1</w:t>
      </w:r>
      <w:r>
        <w:tab/>
        <w:t>2481</w:t>
      </w:r>
    </w:p>
    <w:p w14:paraId="1935AE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2481</w:t>
      </w:r>
    </w:p>
    <w:p w14:paraId="3B6EB3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2487</w:t>
      </w:r>
    </w:p>
    <w:p w14:paraId="20E052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A.6.6.3.2</w:t>
      </w:r>
      <w:r>
        <w:rPr>
          <w:rFonts w:ascii="Calibri" w:eastAsia="Malgun Gothic" w:hAnsi="Calibri"/>
          <w:sz w:val="22"/>
          <w:szCs w:val="22"/>
        </w:rPr>
        <w:tab/>
      </w:r>
      <w:r>
        <w:t>SA NR - E-UTRAN event-triggered reporting in DRX in FR1</w:t>
      </w:r>
      <w:r>
        <w:tab/>
        <w:t>2487</w:t>
      </w:r>
    </w:p>
    <w:p w14:paraId="58CCE2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2487</w:t>
      </w:r>
    </w:p>
    <w:p w14:paraId="4729FB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2494</w:t>
      </w:r>
    </w:p>
    <w:p w14:paraId="30931B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A.6.6.3.3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SA NR - E-UTRAN event-triggered reporting in DRX in FR1 </w:t>
      </w:r>
      <w:r w:rsidRPr="00825DA5">
        <w:rPr>
          <w:snapToGrid w:val="0"/>
        </w:rPr>
        <w:t>for UE configured with highSpeedMeasFlag-r16</w:t>
      </w:r>
      <w:r>
        <w:tab/>
        <w:t>2494</w:t>
      </w:r>
    </w:p>
    <w:p w14:paraId="168BCA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2494</w:t>
      </w:r>
    </w:p>
    <w:p w14:paraId="0BE321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A.6.6.3.3.2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2499</w:t>
      </w:r>
    </w:p>
    <w:p w14:paraId="238834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2499</w:t>
      </w:r>
    </w:p>
    <w:p w14:paraId="3B61D4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2499</w:t>
      </w:r>
    </w:p>
    <w:p w14:paraId="33113D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2499</w:t>
      </w:r>
    </w:p>
    <w:p w14:paraId="376BBA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2500</w:t>
      </w:r>
    </w:p>
    <w:p w14:paraId="3AD337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2503</w:t>
      </w:r>
    </w:p>
    <w:p w14:paraId="53F8B4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2503</w:t>
      </w:r>
    </w:p>
    <w:p w14:paraId="073E10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2503</w:t>
      </w:r>
    </w:p>
    <w:p w14:paraId="72FA46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2504</w:t>
      </w:r>
    </w:p>
    <w:p w14:paraId="066E46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2507</w:t>
      </w:r>
    </w:p>
    <w:p w14:paraId="4F9685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</w:t>
      </w:r>
      <w:r>
        <w:tab/>
        <w:t>2507</w:t>
      </w:r>
    </w:p>
    <w:p w14:paraId="5C91B1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2507</w:t>
      </w:r>
    </w:p>
    <w:p w14:paraId="5C4BD7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2508</w:t>
      </w:r>
    </w:p>
    <w:p w14:paraId="648AAB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2511</w:t>
      </w:r>
    </w:p>
    <w:p w14:paraId="36CFB8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A.6.6.4.4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</w:t>
      </w:r>
      <w:r>
        <w:tab/>
        <w:t>2511</w:t>
      </w:r>
    </w:p>
    <w:p w14:paraId="59DA97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2511</w:t>
      </w:r>
    </w:p>
    <w:p w14:paraId="31F215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2512</w:t>
      </w:r>
    </w:p>
    <w:p w14:paraId="2F2D35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2515</w:t>
      </w:r>
    </w:p>
    <w:p w14:paraId="74709BA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A.6.6.4.5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SSB based L1-RSRP measurement when DRX is used for UE configured with </w:t>
      </w:r>
      <w:r w:rsidRPr="00825DA5">
        <w:rPr>
          <w:i/>
          <w:iCs/>
          <w:snapToGrid w:val="0"/>
        </w:rPr>
        <w:t>highSpeedMeasFlag-r16</w:t>
      </w:r>
      <w:r>
        <w:tab/>
        <w:t>2515</w:t>
      </w:r>
    </w:p>
    <w:p w14:paraId="1F0FB7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2515</w:t>
      </w:r>
    </w:p>
    <w:p w14:paraId="38F00F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2516</w:t>
      </w:r>
    </w:p>
    <w:p w14:paraId="6C981D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A.6.6.4.5.3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2518</w:t>
      </w:r>
    </w:p>
    <w:p w14:paraId="22B643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A.6.6.4.6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Inter-cell SSB based L1-RSRP measurements on FR1 PCell when DRX is used</w:t>
      </w:r>
      <w:r>
        <w:tab/>
        <w:t>2518</w:t>
      </w:r>
    </w:p>
    <w:p w14:paraId="454073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2518</w:t>
      </w:r>
    </w:p>
    <w:p w14:paraId="54AC49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2518</w:t>
      </w:r>
    </w:p>
    <w:p w14:paraId="708F7D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A.6.6.4.6.3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2521</w:t>
      </w:r>
    </w:p>
    <w:p w14:paraId="4BD301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A.6.6.5</w:t>
      </w:r>
      <w:r>
        <w:rPr>
          <w:rFonts w:ascii="Calibri" w:eastAsia="Malgun Gothic" w:hAnsi="Calibri"/>
          <w:sz w:val="22"/>
          <w:szCs w:val="22"/>
        </w:rPr>
        <w:tab/>
      </w:r>
      <w:r>
        <w:t>Inter-RAT UTRAN FDD measurements</w:t>
      </w:r>
      <w:r>
        <w:tab/>
        <w:t>2522</w:t>
      </w:r>
    </w:p>
    <w:p w14:paraId="78FAA7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A.6.6.5.1</w:t>
      </w:r>
      <w:r>
        <w:rPr>
          <w:rFonts w:ascii="Calibri" w:eastAsia="Malgun Gothic" w:hAnsi="Calibri"/>
          <w:sz w:val="22"/>
          <w:szCs w:val="22"/>
        </w:rPr>
        <w:tab/>
      </w:r>
      <w:r>
        <w:t>SA NR - UTRAN FDD event-triggered reporting in non-DRX in FR1</w:t>
      </w:r>
      <w:r>
        <w:tab/>
        <w:t>2522</w:t>
      </w:r>
    </w:p>
    <w:p w14:paraId="42FC29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2522</w:t>
      </w:r>
    </w:p>
    <w:p w14:paraId="5EDD08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A.6.6.5.1.2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2525</w:t>
      </w:r>
    </w:p>
    <w:p w14:paraId="60970F5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A.6.6.6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2525</w:t>
      </w:r>
    </w:p>
    <w:p w14:paraId="1E3517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SRS-RSRP measurement with DRX</w:t>
      </w:r>
      <w:r>
        <w:tab/>
        <w:t>2525</w:t>
      </w:r>
    </w:p>
    <w:p w14:paraId="75C098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2525</w:t>
      </w:r>
    </w:p>
    <w:p w14:paraId="78AFA1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2526</w:t>
      </w:r>
    </w:p>
    <w:p w14:paraId="04CF25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2529</w:t>
      </w:r>
    </w:p>
    <w:p w14:paraId="19CBBA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CLI-RSSI measurement with DRX</w:t>
      </w:r>
      <w:r>
        <w:tab/>
        <w:t>2529</w:t>
      </w:r>
    </w:p>
    <w:p w14:paraId="37ACAB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2529</w:t>
      </w:r>
    </w:p>
    <w:p w14:paraId="7649E0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2530</w:t>
      </w:r>
    </w:p>
    <w:p w14:paraId="0B3396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A.6.6.6.2.3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2532</w:t>
      </w:r>
    </w:p>
    <w:p w14:paraId="552960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A.6.6.7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with autonomous gaps</w:t>
      </w:r>
      <w:r>
        <w:tab/>
        <w:t>2532</w:t>
      </w:r>
    </w:p>
    <w:p w14:paraId="2F73FB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CGI identification of NR neighbor cell in FR1</w:t>
      </w:r>
      <w:r>
        <w:tab/>
        <w:t>2532</w:t>
      </w:r>
    </w:p>
    <w:p w14:paraId="0F78EC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2532</w:t>
      </w:r>
    </w:p>
    <w:p w14:paraId="2D1413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2532</w:t>
      </w:r>
    </w:p>
    <w:p w14:paraId="764D59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2535</w:t>
      </w:r>
    </w:p>
    <w:p w14:paraId="1073D9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Identification of a new CGI of inter-RAT E-UTRA cell </w:t>
      </w:r>
      <w:r w:rsidRPr="00825DA5">
        <w:rPr>
          <w:snapToGrid w:val="0"/>
          <w:lang w:eastAsia="zh-CN"/>
        </w:rPr>
        <w:t>using</w:t>
      </w:r>
      <w:r w:rsidRPr="00825DA5">
        <w:rPr>
          <w:snapToGrid w:val="0"/>
        </w:rPr>
        <w:t xml:space="preserve"> autonomous gaps in NR SA</w:t>
      </w:r>
      <w:r>
        <w:tab/>
        <w:t>2535</w:t>
      </w:r>
    </w:p>
    <w:p w14:paraId="475F07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2535</w:t>
      </w:r>
    </w:p>
    <w:p w14:paraId="23A74B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2538</w:t>
      </w:r>
    </w:p>
    <w:p w14:paraId="641B2C4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A.6.6.8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2539</w:t>
      </w:r>
    </w:p>
    <w:p w14:paraId="017DC9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 when DRX is not used</w:t>
      </w:r>
      <w:r>
        <w:tab/>
        <w:t>2541</w:t>
      </w:r>
    </w:p>
    <w:p w14:paraId="51B29D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2541</w:t>
      </w:r>
    </w:p>
    <w:p w14:paraId="4C3FD9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2541</w:t>
      </w:r>
    </w:p>
    <w:p w14:paraId="488EEB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2545</w:t>
      </w:r>
    </w:p>
    <w:p w14:paraId="2DE717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A.6.6.8.</w:t>
      </w:r>
      <w:r w:rsidRPr="00825DA5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L1-SINR measurement </w:t>
      </w:r>
      <w:r w:rsidRPr="00825DA5">
        <w:rPr>
          <w:snapToGrid w:val="0"/>
          <w:lang w:eastAsia="zh-CN"/>
        </w:rPr>
        <w:t xml:space="preserve">with </w:t>
      </w:r>
      <w:r w:rsidRPr="00825DA5">
        <w:rPr>
          <w:snapToGrid w:val="0"/>
        </w:rPr>
        <w:t>CSI-RS based CMR and dedicated IMR configured when DRX is not used</w:t>
      </w:r>
      <w:r>
        <w:tab/>
        <w:t>2545</w:t>
      </w:r>
    </w:p>
    <w:p w14:paraId="156F6B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2545</w:t>
      </w:r>
    </w:p>
    <w:p w14:paraId="6E88CD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2546</w:t>
      </w:r>
    </w:p>
    <w:p w14:paraId="114382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A.6.6.8.3.3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2548</w:t>
      </w:r>
    </w:p>
    <w:p w14:paraId="65F728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A.6.6.9</w:t>
      </w:r>
      <w:r>
        <w:rPr>
          <w:rFonts w:ascii="Calibri" w:eastAsia="Malgun Gothic" w:hAnsi="Calibri"/>
          <w:sz w:val="22"/>
          <w:szCs w:val="22"/>
        </w:rPr>
        <w:tab/>
      </w:r>
      <w:r>
        <w:t>Idle Mode CA/DC Measurements</w:t>
      </w:r>
      <w:r>
        <w:tab/>
        <w:t>2548</w:t>
      </w:r>
    </w:p>
    <w:p w14:paraId="55DEE0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A.6.6.9.1</w:t>
      </w:r>
      <w:r>
        <w:rPr>
          <w:rFonts w:ascii="Calibri" w:eastAsia="Malgun Gothic" w:hAnsi="Calibri"/>
          <w:sz w:val="22"/>
          <w:szCs w:val="22"/>
        </w:rPr>
        <w:tab/>
      </w:r>
      <w:r>
        <w:t>SA Idle mode CA/DC measurement for FR1</w:t>
      </w:r>
      <w:r>
        <w:tab/>
        <w:t>2548</w:t>
      </w:r>
    </w:p>
    <w:p w14:paraId="62521F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A.6.6.9.1.1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2548</w:t>
      </w:r>
    </w:p>
    <w:p w14:paraId="039E01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A.6.6.9.1.2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2555</w:t>
      </w:r>
    </w:p>
    <w:p w14:paraId="5FB095B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A.6.6.10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 based i</w:t>
      </w:r>
      <w:r>
        <w:t>ntra-frequency Measurements</w:t>
      </w:r>
      <w:r>
        <w:tab/>
        <w:t>2555</w:t>
      </w:r>
    </w:p>
    <w:p w14:paraId="146C51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non-DRX</w:t>
      </w:r>
      <w:r>
        <w:tab/>
        <w:t>2555</w:t>
      </w:r>
    </w:p>
    <w:p w14:paraId="1A7A4C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A.6.6.10.1.1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2555</w:t>
      </w:r>
    </w:p>
    <w:p w14:paraId="60D004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A.6.6.10.1.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2558</w:t>
      </w:r>
    </w:p>
    <w:p w14:paraId="274184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 based i</w:t>
      </w:r>
      <w:r>
        <w:t>nter-frequency Measurements</w:t>
      </w:r>
      <w:r>
        <w:tab/>
        <w:t>2558</w:t>
      </w:r>
    </w:p>
    <w:p w14:paraId="179027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</w:t>
      </w:r>
      <w:r w:rsidRPr="00825DA5">
        <w:rPr>
          <w:snapToGrid w:val="0"/>
        </w:rPr>
        <w:t>SA event triggered reporting tests with gap under DRX</w:t>
      </w:r>
      <w:r>
        <w:tab/>
        <w:t>2558</w:t>
      </w:r>
    </w:p>
    <w:p w14:paraId="104940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2558</w:t>
      </w:r>
    </w:p>
    <w:p w14:paraId="6535D1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2562</w:t>
      </w:r>
    </w:p>
    <w:p w14:paraId="5CC60AA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A.6.6.12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2562</w:t>
      </w:r>
    </w:p>
    <w:p w14:paraId="3493EC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FR1 SA</w:t>
      </w:r>
      <w:r>
        <w:tab/>
        <w:t>2562</w:t>
      </w:r>
    </w:p>
    <w:p w14:paraId="29DA70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2562</w:t>
      </w:r>
    </w:p>
    <w:p w14:paraId="3C17A2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2569</w:t>
      </w:r>
    </w:p>
    <w:p w14:paraId="71C866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A.6.</w:t>
      </w:r>
      <w:r>
        <w:rPr>
          <w:lang w:eastAsia="zh-CN"/>
        </w:rPr>
        <w:t>6.12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dual positioning frequency layers in FR1 SA</w:t>
      </w:r>
      <w:r>
        <w:tab/>
        <w:t>2570</w:t>
      </w:r>
    </w:p>
    <w:p w14:paraId="300736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2570</w:t>
      </w:r>
    </w:p>
    <w:p w14:paraId="1FC204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2576</w:t>
      </w:r>
    </w:p>
    <w:p w14:paraId="7133409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with reduced number of samples in FR1 SA</w:t>
      </w:r>
      <w:r>
        <w:tab/>
        <w:t>2576</w:t>
      </w:r>
    </w:p>
    <w:p w14:paraId="5642EE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2576</w:t>
      </w:r>
    </w:p>
    <w:p w14:paraId="60BEBD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2582</w:t>
      </w:r>
    </w:p>
    <w:p w14:paraId="1074CF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.4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FR1 SA without measurement gap</w:t>
      </w:r>
      <w:r>
        <w:tab/>
        <w:t>2582</w:t>
      </w:r>
    </w:p>
    <w:p w14:paraId="6C4BBB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2582</w:t>
      </w:r>
    </w:p>
    <w:p w14:paraId="3065F95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2586</w:t>
      </w:r>
    </w:p>
    <w:p w14:paraId="531A79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6.12.</w:t>
      </w:r>
      <w: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FR1 SA in RRC_CONNECTED state with Rx TEG</w:t>
      </w:r>
      <w:r>
        <w:tab/>
        <w:t>2587</w:t>
      </w:r>
    </w:p>
    <w:p w14:paraId="39A6E0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2587</w:t>
      </w:r>
    </w:p>
    <w:p w14:paraId="51FE86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6.12</w:t>
      </w:r>
      <w:r>
        <w:t>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2591</w:t>
      </w:r>
    </w:p>
    <w:p w14:paraId="2C6F699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A.6.6.13 PRS-RSRP measurements</w:t>
      </w:r>
      <w:r>
        <w:tab/>
        <w:t>2591</w:t>
      </w:r>
    </w:p>
    <w:p w14:paraId="49325A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PRS-RSRP reporting delay test case for single positioning frequency layer</w:t>
      </w:r>
      <w:r>
        <w:tab/>
        <w:t>2591</w:t>
      </w:r>
    </w:p>
    <w:p w14:paraId="2BB9B9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2591</w:t>
      </w:r>
    </w:p>
    <w:p w14:paraId="0F087F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2595</w:t>
      </w:r>
    </w:p>
    <w:p w14:paraId="5400AD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PRS-RSRP reporting delay test case for dual positioning frequency layer</w:t>
      </w:r>
      <w:r>
        <w:tab/>
        <w:t>2595</w:t>
      </w:r>
    </w:p>
    <w:p w14:paraId="391C96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2595</w:t>
      </w:r>
    </w:p>
    <w:p w14:paraId="18C9FB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2599</w:t>
      </w:r>
    </w:p>
    <w:p w14:paraId="17C6B1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A.6.6.13.3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PRS-RSRP reporting delay test case for </w:t>
      </w:r>
      <w:r>
        <w:rPr>
          <w:rFonts w:eastAsia="Malgun Gothic"/>
          <w:snapToGrid w:val="0"/>
          <w:lang w:eastAsia="zh-CN"/>
        </w:rPr>
        <w:t>reduced number of samples</w:t>
      </w:r>
      <w:r>
        <w:tab/>
        <w:t>2599</w:t>
      </w:r>
    </w:p>
    <w:p w14:paraId="3C8C5C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2599</w:t>
      </w:r>
    </w:p>
    <w:p w14:paraId="6FC05E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2603</w:t>
      </w:r>
    </w:p>
    <w:p w14:paraId="4208C5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A.6.6.13.4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PRS-RSRP reporting delay test case for single positioning frequency layer outside MG</w:t>
      </w:r>
      <w:r>
        <w:tab/>
        <w:t>2603</w:t>
      </w:r>
    </w:p>
    <w:p w14:paraId="658A1B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2603</w:t>
      </w:r>
    </w:p>
    <w:p w14:paraId="7E45F76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A.6.6.14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2607</w:t>
      </w:r>
    </w:p>
    <w:p w14:paraId="5D30AD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A.6.6.14.1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for single positioning frequency layer in FR1 SA</w:t>
      </w:r>
      <w:r>
        <w:tab/>
        <w:t>2607</w:t>
      </w:r>
    </w:p>
    <w:p w14:paraId="2F87FE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2607</w:t>
      </w:r>
    </w:p>
    <w:p w14:paraId="0F4D28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A.6.6.14.1.2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2611</w:t>
      </w:r>
    </w:p>
    <w:p w14:paraId="1E20C0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A.6.6.14.2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for dual positioning frequency layers in FR1 SA</w:t>
      </w:r>
      <w:r>
        <w:tab/>
        <w:t>2611</w:t>
      </w:r>
    </w:p>
    <w:p w14:paraId="6990CE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2611</w:t>
      </w:r>
    </w:p>
    <w:p w14:paraId="73609B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A.6.6.14.2.2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2615</w:t>
      </w:r>
    </w:p>
    <w:p w14:paraId="5C3823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 for single positioning frequency layer in FR1 SA with reduced sample number</w:t>
      </w:r>
      <w:r>
        <w:tab/>
        <w:t>2615</w:t>
      </w:r>
    </w:p>
    <w:p w14:paraId="70B123B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2615</w:t>
      </w:r>
    </w:p>
    <w:p w14:paraId="56B3EC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2619</w:t>
      </w:r>
    </w:p>
    <w:p w14:paraId="4F77C2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 without gaps in FR1 SA</w:t>
      </w:r>
      <w:r>
        <w:tab/>
        <w:t>2619</w:t>
      </w:r>
    </w:p>
    <w:p w14:paraId="406303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2619</w:t>
      </w:r>
    </w:p>
    <w:p w14:paraId="317853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2623</w:t>
      </w:r>
    </w:p>
    <w:p w14:paraId="702A15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 for single positioning frequency layer in FR1 SA with multiple RxTx TEGs</w:t>
      </w:r>
      <w:r>
        <w:tab/>
        <w:t>2623</w:t>
      </w:r>
    </w:p>
    <w:p w14:paraId="198987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2623</w:t>
      </w:r>
    </w:p>
    <w:p w14:paraId="4C1007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A.6.6.14.4.2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2627</w:t>
      </w:r>
    </w:p>
    <w:p w14:paraId="1E06F3E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lang w:eastAsia="en-US"/>
        </w:rPr>
        <w:t>A.6.6.15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lang w:eastAsia="en-US"/>
        </w:rPr>
        <w:t>Idle Mode measurements of inter-RAT CA candidate cells for early reporting</w:t>
      </w:r>
      <w:r>
        <w:tab/>
        <w:t>2627</w:t>
      </w:r>
    </w:p>
    <w:p w14:paraId="0BC879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snapToGrid w:val="0"/>
          <w:lang w:eastAsia="zh-CN"/>
        </w:rPr>
        <w:t>A.6.6.15.1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snapToGrid w:val="0"/>
          <w:lang w:eastAsia="zh-CN"/>
        </w:rPr>
        <w:t>Test Purpose and Environment</w:t>
      </w:r>
      <w:r>
        <w:tab/>
        <w:t>2627</w:t>
      </w:r>
    </w:p>
    <w:p w14:paraId="24D7E8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snapToGrid w:val="0"/>
          <w:lang w:eastAsia="en-US"/>
        </w:rPr>
        <w:t>A.6.6.15.2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snapToGrid w:val="0"/>
          <w:lang w:eastAsia="en-US"/>
        </w:rPr>
        <w:t>Test Requirements</w:t>
      </w:r>
      <w:r>
        <w:tab/>
        <w:t>2634</w:t>
      </w:r>
    </w:p>
    <w:p w14:paraId="0A04D96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A.6.6.16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2635</w:t>
      </w:r>
    </w:p>
    <w:p w14:paraId="77145D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PRS-RSRPP reporting delay test case for single positioning frequency layer </w:t>
      </w:r>
      <w:r>
        <w:rPr>
          <w:lang w:eastAsia="zh-CN"/>
        </w:rPr>
        <w:t>in FR1 in RRC_CONNECTED state</w:t>
      </w:r>
      <w:r>
        <w:tab/>
        <w:t>2635</w:t>
      </w:r>
    </w:p>
    <w:p w14:paraId="635288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2635</w:t>
      </w:r>
    </w:p>
    <w:p w14:paraId="7047C0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2637</w:t>
      </w:r>
    </w:p>
    <w:p w14:paraId="0BA129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PRS-RSRPP reporting delay test case with reduced number of samples for single positioning frequency layer </w:t>
      </w:r>
      <w:r>
        <w:rPr>
          <w:lang w:eastAsia="zh-CN"/>
        </w:rPr>
        <w:t>in FR1 in RRC_CONNECTED state</w:t>
      </w:r>
      <w:r>
        <w:tab/>
        <w:t>2637</w:t>
      </w:r>
    </w:p>
    <w:p w14:paraId="40B05A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2637</w:t>
      </w:r>
    </w:p>
    <w:p w14:paraId="487B4A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2640</w:t>
      </w:r>
    </w:p>
    <w:p w14:paraId="3CD426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PRS-RSRPP reporting delay test case for single positioning frequency layer in FR1 in RRC_CONNECTED state without measurement gap</w:t>
      </w:r>
      <w:r>
        <w:tab/>
        <w:t>2640</w:t>
      </w:r>
    </w:p>
    <w:p w14:paraId="31DB46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2640</w:t>
      </w:r>
    </w:p>
    <w:p w14:paraId="442F96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A.6.6.16.3.2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2644</w:t>
      </w:r>
    </w:p>
    <w:p w14:paraId="70A4D49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lastRenderedPageBreak/>
        <w:t>A.6.6.17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Pre-MG</w:t>
      </w:r>
      <w:r>
        <w:tab/>
        <w:t>2644</w:t>
      </w:r>
    </w:p>
    <w:p w14:paraId="7E7CAA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autonomous activation/deactivation Pre-MG</w:t>
      </w:r>
      <w:r>
        <w:tab/>
        <w:t>2644</w:t>
      </w:r>
    </w:p>
    <w:p w14:paraId="0FB538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2644</w:t>
      </w:r>
    </w:p>
    <w:p w14:paraId="36365C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2644</w:t>
      </w:r>
    </w:p>
    <w:p w14:paraId="5E76E6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2648</w:t>
      </w:r>
    </w:p>
    <w:p w14:paraId="127471D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pre-configured measurement gaps and network-controlled activation/deactivation</w:t>
      </w:r>
      <w:r>
        <w:tab/>
        <w:t>2648</w:t>
      </w:r>
    </w:p>
    <w:p w14:paraId="183F52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2648</w:t>
      </w:r>
    </w:p>
    <w:p w14:paraId="503FFD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2648</w:t>
      </w:r>
    </w:p>
    <w:p w14:paraId="41DB0B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2653</w:t>
      </w:r>
    </w:p>
    <w:p w14:paraId="0B5CAC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2653</w:t>
      </w:r>
    </w:p>
    <w:p w14:paraId="7D45B4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2653</w:t>
      </w:r>
    </w:p>
    <w:p w14:paraId="76360B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2653</w:t>
      </w:r>
    </w:p>
    <w:p w14:paraId="126D47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A.6.6.17.3.3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2653</w:t>
      </w:r>
    </w:p>
    <w:p w14:paraId="05692E5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t>A.6.6.18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concurrent gaps</w:t>
      </w:r>
      <w:r>
        <w:tab/>
        <w:t>2653</w:t>
      </w:r>
    </w:p>
    <w:p w14:paraId="2F246E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A.6.6.18.1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event triggered reporting tests for FR1 </w:t>
      </w:r>
      <w:r>
        <w:rPr>
          <w:lang w:eastAsia="zh-TW"/>
        </w:rPr>
        <w:t>concurrent gaps with non-overalpping scenario for SSB-based measurements in both inter-frequency layers</w:t>
      </w:r>
      <w:r>
        <w:tab/>
        <w:t>2653</w:t>
      </w:r>
    </w:p>
    <w:p w14:paraId="23BFEB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2653</w:t>
      </w:r>
    </w:p>
    <w:p w14:paraId="14BFA3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2657</w:t>
      </w:r>
    </w:p>
    <w:p w14:paraId="16FEDC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A.6.6.18.2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event triggered reporting tests for FR1 </w:t>
      </w:r>
      <w:r>
        <w:rPr>
          <w:lang w:eastAsia="zh-TW"/>
        </w:rPr>
        <w:t>concurrent gap with partially partial overalpping scenario for SSB-based measurements in both inter-frequency layers</w:t>
      </w:r>
      <w:r>
        <w:tab/>
        <w:t>2657</w:t>
      </w:r>
    </w:p>
    <w:p w14:paraId="4A5E45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2657</w:t>
      </w:r>
    </w:p>
    <w:p w14:paraId="1D8B53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2661</w:t>
      </w:r>
    </w:p>
    <w:p w14:paraId="05221C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A.6.6.18.3</w:t>
      </w:r>
      <w:r>
        <w:rPr>
          <w:rFonts w:ascii="Calibri" w:eastAsia="Malgun Gothic" w:hAnsi="Calibri"/>
          <w:sz w:val="22"/>
          <w:szCs w:val="22"/>
        </w:rPr>
        <w:tab/>
      </w:r>
      <w:r>
        <w:t>SA NR - E-UTRAN and NR FR1 concurrent event-triggered reporting in non-DRX in FR1</w:t>
      </w:r>
      <w:r>
        <w:tab/>
        <w:t>2661</w:t>
      </w:r>
    </w:p>
    <w:p w14:paraId="08A963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2661</w:t>
      </w:r>
    </w:p>
    <w:p w14:paraId="6561DB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2668</w:t>
      </w:r>
    </w:p>
    <w:p w14:paraId="762087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A.6.6.18.4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PRS and SSB measurement in FR1 without SSB time index detection when DRX is not used</w:t>
      </w:r>
      <w:r>
        <w:tab/>
        <w:t>2668</w:t>
      </w:r>
    </w:p>
    <w:p w14:paraId="5905FB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2668</w:t>
      </w:r>
    </w:p>
    <w:p w14:paraId="557E8F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A.6.6.18.4.2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2672</w:t>
      </w:r>
    </w:p>
    <w:p w14:paraId="73625B2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t>A.6.6.19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NCSG</w:t>
      </w:r>
      <w:r>
        <w:tab/>
        <w:t>2672</w:t>
      </w:r>
    </w:p>
    <w:p w14:paraId="1F4F5AF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NCSG under non-DRX in FR1</w:t>
      </w:r>
      <w:r>
        <w:tab/>
        <w:t>2672</w:t>
      </w:r>
    </w:p>
    <w:p w14:paraId="42612B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2672</w:t>
      </w:r>
    </w:p>
    <w:p w14:paraId="24D312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2673</w:t>
      </w:r>
    </w:p>
    <w:p w14:paraId="506F46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2677</w:t>
      </w:r>
    </w:p>
    <w:p w14:paraId="57EB2A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A.6.6.19.2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 NCSG for inter-frequency measurement</w:t>
      </w:r>
      <w:r>
        <w:tab/>
        <w:t>2677</w:t>
      </w:r>
    </w:p>
    <w:p w14:paraId="73DBFC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A.6.6.19.2.1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2677</w:t>
      </w:r>
    </w:p>
    <w:p w14:paraId="597871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2677</w:t>
      </w:r>
    </w:p>
    <w:p w14:paraId="7CB95F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A.6.6.19.2.3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2681</w:t>
      </w:r>
    </w:p>
    <w:p w14:paraId="6E8FEA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A.6.6.19.3</w:t>
      </w:r>
      <w:r>
        <w:rPr>
          <w:rFonts w:ascii="Calibri" w:eastAsia="Malgun Gothic" w:hAnsi="Calibri"/>
          <w:sz w:val="22"/>
          <w:szCs w:val="22"/>
        </w:rPr>
        <w:tab/>
      </w:r>
      <w:r>
        <w:t>SA NR - E-UTRAN event-triggered reporting in non-DRX in FR1 with NCSG</w:t>
      </w:r>
      <w:r>
        <w:tab/>
        <w:t>2681</w:t>
      </w:r>
    </w:p>
    <w:p w14:paraId="2235C9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A.6.6.19.3.1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2681</w:t>
      </w:r>
    </w:p>
    <w:p w14:paraId="04705C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2682</w:t>
      </w:r>
    </w:p>
    <w:p w14:paraId="659CA9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A.6.6.19.3.3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2687</w:t>
      </w:r>
    </w:p>
    <w:p w14:paraId="461316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Event triggered reporting on SCC with deactivated SCell test with per-UE NCSG under non-DRX</w:t>
      </w:r>
      <w:r>
        <w:tab/>
        <w:t>2687</w:t>
      </w:r>
    </w:p>
    <w:p w14:paraId="655380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2687</w:t>
      </w:r>
    </w:p>
    <w:p w14:paraId="4F7196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2687</w:t>
      </w:r>
    </w:p>
    <w:p w14:paraId="53AB92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A.6.6.19.4.3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2690</w:t>
      </w:r>
    </w:p>
    <w:p w14:paraId="780FAD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A.6.6.20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for propagation delay compensation</w:t>
      </w:r>
      <w:r>
        <w:tab/>
        <w:t>2690</w:t>
      </w:r>
    </w:p>
    <w:p w14:paraId="0C83F0D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2690</w:t>
      </w:r>
    </w:p>
    <w:p w14:paraId="3CBA76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A.6.6.20.2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2694</w:t>
      </w:r>
    </w:p>
    <w:p w14:paraId="5853125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A.6.6.21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with TRS for RTT-based PDC in FR1 SA</w:t>
      </w:r>
      <w:r>
        <w:tab/>
        <w:t>2694</w:t>
      </w:r>
    </w:p>
    <w:p w14:paraId="05F3E74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2694</w:t>
      </w:r>
    </w:p>
    <w:p w14:paraId="78FC6D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A.6.6.21.2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2696</w:t>
      </w:r>
    </w:p>
    <w:p w14:paraId="070D379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2697</w:t>
      </w:r>
    </w:p>
    <w:p w14:paraId="211AD8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2697</w:t>
      </w:r>
    </w:p>
    <w:p w14:paraId="1DF454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case measurement accuracy with FR1 serving cell and FR1 target cell</w:t>
      </w:r>
      <w:r>
        <w:tab/>
        <w:t>2697</w:t>
      </w:r>
    </w:p>
    <w:p w14:paraId="415F5F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2697</w:t>
      </w:r>
    </w:p>
    <w:p w14:paraId="02D823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2697</w:t>
      </w:r>
    </w:p>
    <w:p w14:paraId="38DF82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2702</w:t>
      </w:r>
    </w:p>
    <w:p w14:paraId="718E9F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FR1 serving cell and FR1 target cell</w:t>
      </w:r>
      <w:r>
        <w:tab/>
        <w:t>2702</w:t>
      </w:r>
    </w:p>
    <w:p w14:paraId="078209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2702</w:t>
      </w:r>
    </w:p>
    <w:p w14:paraId="22B3DD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A.6.7.1.2.2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2702</w:t>
      </w:r>
    </w:p>
    <w:p w14:paraId="6950DA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2706</w:t>
      </w:r>
    </w:p>
    <w:p w14:paraId="5DEBFE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Void</w:t>
      </w:r>
      <w:r>
        <w:tab/>
        <w:t>2706</w:t>
      </w:r>
    </w:p>
    <w:p w14:paraId="418ABD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2706</w:t>
      </w:r>
    </w:p>
    <w:p w14:paraId="028A73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SA: </w:t>
      </w:r>
      <w:r>
        <w:rPr>
          <w:lang w:eastAsia="zh-CN"/>
        </w:rPr>
        <w:t>Intra-frequency measurement accuracy with FR1 serving cell and FR1 target cell</w:t>
      </w:r>
      <w:r>
        <w:tab/>
        <w:t>2706</w:t>
      </w:r>
    </w:p>
    <w:p w14:paraId="147056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2706</w:t>
      </w:r>
    </w:p>
    <w:p w14:paraId="34A66F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2707</w:t>
      </w:r>
    </w:p>
    <w:p w14:paraId="7011C9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2712</w:t>
      </w:r>
    </w:p>
    <w:p w14:paraId="7563F2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A.6.7.2.2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2712</w:t>
      </w:r>
    </w:p>
    <w:p w14:paraId="1660B1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2712</w:t>
      </w:r>
    </w:p>
    <w:p w14:paraId="167FDA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2712</w:t>
      </w:r>
    </w:p>
    <w:p w14:paraId="41EB6B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2717</w:t>
      </w:r>
    </w:p>
    <w:p w14:paraId="7F89E5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2717</w:t>
      </w:r>
    </w:p>
    <w:p w14:paraId="684595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FR1 serving cell and FR1 target cell</w:t>
      </w:r>
      <w:r>
        <w:tab/>
        <w:t>2717</w:t>
      </w:r>
    </w:p>
    <w:p w14:paraId="5073EE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2717</w:t>
      </w:r>
    </w:p>
    <w:p w14:paraId="0A847D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2718</w:t>
      </w:r>
    </w:p>
    <w:p w14:paraId="17E0B2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2722</w:t>
      </w:r>
    </w:p>
    <w:p w14:paraId="221BE1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A.6.7.3.2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2722</w:t>
      </w:r>
    </w:p>
    <w:p w14:paraId="2294EC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2722</w:t>
      </w:r>
    </w:p>
    <w:p w14:paraId="4636BA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2723</w:t>
      </w:r>
    </w:p>
    <w:p w14:paraId="3CA03C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2727</w:t>
      </w:r>
    </w:p>
    <w:p w14:paraId="6A3F819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2728</w:t>
      </w:r>
    </w:p>
    <w:p w14:paraId="215BDA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2728</w:t>
      </w:r>
    </w:p>
    <w:p w14:paraId="5BD537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2728</w:t>
      </w:r>
    </w:p>
    <w:p w14:paraId="1DCA32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2728</w:t>
      </w:r>
    </w:p>
    <w:p w14:paraId="711163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2732</w:t>
      </w:r>
    </w:p>
    <w:p w14:paraId="432AB8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2732</w:t>
      </w:r>
    </w:p>
    <w:p w14:paraId="58F6A9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2732</w:t>
      </w:r>
    </w:p>
    <w:p w14:paraId="09D925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2733</w:t>
      </w:r>
    </w:p>
    <w:p w14:paraId="6A8EC0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2737</w:t>
      </w:r>
    </w:p>
    <w:p w14:paraId="0186EAF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A.6.7.5</w:t>
      </w:r>
      <w:r>
        <w:rPr>
          <w:rFonts w:ascii="Calibri" w:eastAsia="Malgun Gothic" w:hAnsi="Calibri"/>
          <w:sz w:val="22"/>
          <w:szCs w:val="22"/>
        </w:rPr>
        <w:tab/>
      </w:r>
      <w:r>
        <w:t>E-UTRAN RSRP</w:t>
      </w:r>
      <w:r>
        <w:tab/>
        <w:t>2737</w:t>
      </w:r>
    </w:p>
    <w:p w14:paraId="2FF1AB1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</w:t>
      </w:r>
      <w:r>
        <w:tab/>
        <w:t>2737</w:t>
      </w:r>
    </w:p>
    <w:p w14:paraId="653CD6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2737</w:t>
      </w:r>
    </w:p>
    <w:p w14:paraId="69FC5B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2738</w:t>
      </w:r>
    </w:p>
    <w:p w14:paraId="113DCC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2744</w:t>
      </w:r>
    </w:p>
    <w:p w14:paraId="0AD56F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A.6.7.6</w:t>
      </w:r>
      <w:r>
        <w:rPr>
          <w:rFonts w:ascii="Calibri" w:eastAsia="Malgun Gothic" w:hAnsi="Calibri"/>
          <w:sz w:val="22"/>
          <w:szCs w:val="22"/>
        </w:rPr>
        <w:tab/>
      </w:r>
      <w:r>
        <w:t>E-UTRAN RSRQ</w:t>
      </w:r>
      <w:r>
        <w:tab/>
        <w:t>2745</w:t>
      </w:r>
    </w:p>
    <w:p w14:paraId="391949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</w:t>
      </w:r>
      <w:r>
        <w:tab/>
        <w:t>2745</w:t>
      </w:r>
    </w:p>
    <w:p w14:paraId="1A176C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2745</w:t>
      </w:r>
    </w:p>
    <w:p w14:paraId="0FA0B7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2745</w:t>
      </w:r>
    </w:p>
    <w:p w14:paraId="23A6EB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2750</w:t>
      </w:r>
    </w:p>
    <w:p w14:paraId="559E19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A.6.7.7</w:t>
      </w:r>
      <w:r>
        <w:rPr>
          <w:rFonts w:ascii="Calibri" w:eastAsia="Malgun Gothic" w:hAnsi="Calibri"/>
          <w:sz w:val="22"/>
          <w:szCs w:val="22"/>
        </w:rPr>
        <w:tab/>
      </w:r>
      <w:r>
        <w:t>E-UTRAN RS-SINR</w:t>
      </w:r>
      <w:r>
        <w:tab/>
        <w:t>2751</w:t>
      </w:r>
    </w:p>
    <w:p w14:paraId="2D5680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</w:t>
      </w:r>
      <w:r>
        <w:tab/>
        <w:t>2751</w:t>
      </w:r>
    </w:p>
    <w:p w14:paraId="6A9921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2751</w:t>
      </w:r>
    </w:p>
    <w:p w14:paraId="0F94E5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A.6.7.7.1.2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2751</w:t>
      </w:r>
    </w:p>
    <w:p w14:paraId="5E3474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A.6.7.7.1.3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2757</w:t>
      </w:r>
    </w:p>
    <w:p w14:paraId="1D6C03C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A.6.7.8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2758</w:t>
      </w:r>
    </w:p>
    <w:p w14:paraId="53D902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SRS-RSRP measurement accuracy with FR1 serving cell</w:t>
      </w:r>
      <w:r>
        <w:tab/>
        <w:t>2758</w:t>
      </w:r>
    </w:p>
    <w:p w14:paraId="4735EE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2758</w:t>
      </w:r>
    </w:p>
    <w:p w14:paraId="7AF9C0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A.6.7.8.1.2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2758</w:t>
      </w:r>
    </w:p>
    <w:p w14:paraId="5A4BE1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A.6.7.8.1.3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2764</w:t>
      </w:r>
    </w:p>
    <w:p w14:paraId="2C08FC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CLI-RSSI measurement accuracy with FR1 serving cell</w:t>
      </w:r>
      <w:r>
        <w:tab/>
        <w:t>2764</w:t>
      </w:r>
    </w:p>
    <w:p w14:paraId="6FC677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A.6.7.8.2.1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2764</w:t>
      </w:r>
    </w:p>
    <w:p w14:paraId="2BDA52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A.6.7.8.2.2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2765</w:t>
      </w:r>
    </w:p>
    <w:p w14:paraId="71A4A0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A.6.7.8.2.3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2768</w:t>
      </w:r>
    </w:p>
    <w:p w14:paraId="53AD72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A.6.7.9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2769</w:t>
      </w:r>
    </w:p>
    <w:p w14:paraId="4013BD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</w:t>
      </w:r>
      <w:r>
        <w:tab/>
        <w:t>2773</w:t>
      </w:r>
    </w:p>
    <w:p w14:paraId="504823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2773</w:t>
      </w:r>
    </w:p>
    <w:p w14:paraId="7A7615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2774</w:t>
      </w:r>
    </w:p>
    <w:p w14:paraId="1F1EC15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2779</w:t>
      </w:r>
    </w:p>
    <w:p w14:paraId="79EB182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CSI-RS based CMR and dedicated IMR</w:t>
      </w:r>
      <w:r>
        <w:tab/>
        <w:t>2779</w:t>
      </w:r>
    </w:p>
    <w:p w14:paraId="4B0AF7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2779</w:t>
      </w:r>
    </w:p>
    <w:p w14:paraId="7ED8CB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2779</w:t>
      </w:r>
    </w:p>
    <w:p w14:paraId="5E02D8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A.6.7.9.3.3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2784</w:t>
      </w:r>
    </w:p>
    <w:p w14:paraId="2E4B61D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A.6.7.10</w:t>
      </w:r>
      <w:r>
        <w:rPr>
          <w:rFonts w:ascii="Calibri" w:eastAsia="Malgun Gothic" w:hAnsi="Calibri"/>
          <w:sz w:val="22"/>
          <w:szCs w:val="22"/>
        </w:rPr>
        <w:tab/>
      </w:r>
      <w:r>
        <w:t>CSI-RSRP</w:t>
      </w:r>
      <w:r>
        <w:tab/>
        <w:t>2784</w:t>
      </w:r>
    </w:p>
    <w:p w14:paraId="1CF444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case measurement accuracy with FR1 serving cell and FR1 target cell</w:t>
      </w:r>
      <w:r>
        <w:tab/>
        <w:t>2784</w:t>
      </w:r>
    </w:p>
    <w:p w14:paraId="61FD57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2784</w:t>
      </w:r>
    </w:p>
    <w:p w14:paraId="4F028D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A.6.7.9.10.2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2785</w:t>
      </w:r>
    </w:p>
    <w:p w14:paraId="2FF5B5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A.6.7.10.1.3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2790</w:t>
      </w:r>
    </w:p>
    <w:p w14:paraId="00500A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FR1 serving cell and FR1 target cell</w:t>
      </w:r>
      <w:r>
        <w:tab/>
        <w:t>2790</w:t>
      </w:r>
    </w:p>
    <w:p w14:paraId="19A52C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A.6.7.9.10.1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2790</w:t>
      </w:r>
    </w:p>
    <w:p w14:paraId="70A779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A.6.7.10.2.2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2790</w:t>
      </w:r>
    </w:p>
    <w:p w14:paraId="63DD67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A.6.7.10.2.3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2795</w:t>
      </w:r>
    </w:p>
    <w:p w14:paraId="3FE5722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CSI-RSRQ</w:t>
      </w:r>
      <w:r>
        <w:tab/>
        <w:t>2795</w:t>
      </w:r>
    </w:p>
    <w:p w14:paraId="605934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A.6.7.11.1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SA: Intra-frequency measurement accuracy with FR1 serving cell and FR1 target cell</w:t>
      </w:r>
      <w:r>
        <w:tab/>
        <w:t>2795</w:t>
      </w:r>
    </w:p>
    <w:p w14:paraId="5934C0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2795</w:t>
      </w:r>
    </w:p>
    <w:p w14:paraId="57CE9F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2795</w:t>
      </w:r>
    </w:p>
    <w:p w14:paraId="2CBB89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2800</w:t>
      </w:r>
    </w:p>
    <w:p w14:paraId="3188B6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 Inter-frequency measurement accuracy with FR1 serving cell and FR1 target cell</w:t>
      </w:r>
      <w:r>
        <w:tab/>
        <w:t>2800</w:t>
      </w:r>
    </w:p>
    <w:p w14:paraId="64CEC5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2800</w:t>
      </w:r>
    </w:p>
    <w:p w14:paraId="6B80D6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2800</w:t>
      </w:r>
    </w:p>
    <w:p w14:paraId="48AB45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2806</w:t>
      </w:r>
    </w:p>
    <w:p w14:paraId="6D9F027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A.6.7.12</w:t>
      </w:r>
      <w:r>
        <w:rPr>
          <w:rFonts w:ascii="Calibri" w:eastAsia="Malgun Gothic" w:hAnsi="Calibri"/>
          <w:sz w:val="22"/>
          <w:szCs w:val="22"/>
        </w:rPr>
        <w:tab/>
      </w:r>
      <w:r>
        <w:t>CSI-SINR</w:t>
      </w:r>
      <w:r>
        <w:tab/>
        <w:t>2807</w:t>
      </w:r>
    </w:p>
    <w:p w14:paraId="082E0F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FR1 serving cell and FR1 target cell</w:t>
      </w:r>
      <w:r>
        <w:tab/>
        <w:t>2807</w:t>
      </w:r>
    </w:p>
    <w:p w14:paraId="6A0564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2807</w:t>
      </w:r>
    </w:p>
    <w:p w14:paraId="6BF44F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2807</w:t>
      </w:r>
    </w:p>
    <w:p w14:paraId="1689E9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2811</w:t>
      </w:r>
    </w:p>
    <w:p w14:paraId="43C492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A.6.7.12.2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2812</w:t>
      </w:r>
    </w:p>
    <w:p w14:paraId="673D1E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2812</w:t>
      </w:r>
    </w:p>
    <w:p w14:paraId="2ECD61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2812</w:t>
      </w:r>
    </w:p>
    <w:p w14:paraId="1816E9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2818</w:t>
      </w:r>
    </w:p>
    <w:p w14:paraId="421226C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A.6.7.13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2818</w:t>
      </w:r>
    </w:p>
    <w:p w14:paraId="4D661A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single positioning frequency layer</w:t>
      </w:r>
      <w:r>
        <w:tab/>
        <w:t>2818</w:t>
      </w:r>
    </w:p>
    <w:p w14:paraId="610041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2818</w:t>
      </w:r>
    </w:p>
    <w:p w14:paraId="61EED9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2821</w:t>
      </w:r>
    </w:p>
    <w:p w14:paraId="23283A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dual positioning frequency layer</w:t>
      </w:r>
      <w:r>
        <w:tab/>
        <w:t>2821</w:t>
      </w:r>
    </w:p>
    <w:p w14:paraId="594A54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2821</w:t>
      </w:r>
    </w:p>
    <w:p w14:paraId="1386AD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2825</w:t>
      </w:r>
    </w:p>
    <w:p w14:paraId="30BB8F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A.6.7.13.3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with reduced number of samples for single positioning frequency layer in FR1 in RRC_CONNECTED state</w:t>
      </w:r>
      <w:r>
        <w:tab/>
        <w:t>2825</w:t>
      </w:r>
    </w:p>
    <w:p w14:paraId="26790B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2825</w:t>
      </w:r>
    </w:p>
    <w:p w14:paraId="0CC895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A.6.7.13.3.2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2827</w:t>
      </w:r>
    </w:p>
    <w:p w14:paraId="061061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A.6.7.13.4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RSTD measurement accuracy test case </w:t>
      </w:r>
      <w:r>
        <w:rPr>
          <w:rFonts w:eastAsia="Malgun Gothic"/>
          <w:snapToGrid w:val="0"/>
          <w:lang w:eastAsia="zh-CN"/>
        </w:rPr>
        <w:t>with Rx TEG</w:t>
      </w:r>
      <w:r>
        <w:tab/>
        <w:t>2827</w:t>
      </w:r>
    </w:p>
    <w:p w14:paraId="3D7295E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A.6.7.14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2831</w:t>
      </w:r>
    </w:p>
    <w:p w14:paraId="6FED96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A.6.7.14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SA: measurement accuracy with </w:t>
      </w:r>
      <w:r w:rsidRPr="00825DA5">
        <w:rPr>
          <w:snapToGrid w:val="0"/>
          <w:lang w:val="en-US" w:eastAsia="zh-CN"/>
        </w:rPr>
        <w:t>PRS in FR1</w:t>
      </w:r>
      <w:r>
        <w:tab/>
        <w:t>2831</w:t>
      </w:r>
    </w:p>
    <w:p w14:paraId="08A860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2831</w:t>
      </w:r>
    </w:p>
    <w:p w14:paraId="3E8CA6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2832</w:t>
      </w:r>
    </w:p>
    <w:p w14:paraId="34EC20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t>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2836</w:t>
      </w:r>
    </w:p>
    <w:p w14:paraId="61A778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A.6.7.14</w:t>
      </w:r>
      <w:r>
        <w:rPr>
          <w:rFonts w:eastAsia="Malgun Gothic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SA: measurement accuracy with </w:t>
      </w:r>
      <w:r>
        <w:rPr>
          <w:rFonts w:eastAsia="Malgun Gothic"/>
          <w:snapToGrid w:val="0"/>
          <w:lang w:val="en-US" w:eastAsia="zh-CN"/>
        </w:rPr>
        <w:t xml:space="preserve">PRS in FR1 </w:t>
      </w:r>
      <w:r>
        <w:rPr>
          <w:rFonts w:eastAsia="Malgun Gothic"/>
        </w:rPr>
        <w:t>with reduced sample number</w:t>
      </w:r>
      <w:r>
        <w:tab/>
        <w:t>2836</w:t>
      </w:r>
    </w:p>
    <w:p w14:paraId="70C7F5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A.6.7.14</w:t>
      </w:r>
      <w:r>
        <w:rPr>
          <w:rFonts w:eastAsia="Malgun Gothic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2836</w:t>
      </w:r>
    </w:p>
    <w:p w14:paraId="422D0D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A.6.7.14</w:t>
      </w:r>
      <w:r>
        <w:rPr>
          <w:rFonts w:eastAsia="Malgun Gothic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2836</w:t>
      </w:r>
    </w:p>
    <w:p w14:paraId="557C9C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A.6.7.14</w:t>
      </w:r>
      <w:r>
        <w:rPr>
          <w:rFonts w:eastAsia="Malgun Gothic"/>
        </w:rPr>
        <w:t>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2839</w:t>
      </w:r>
    </w:p>
    <w:p w14:paraId="2879E1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A.6.7.14</w:t>
      </w:r>
      <w:r w:rsidRPr="00825DA5">
        <w:rPr>
          <w:rFonts w:eastAsia="SimSun"/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>Void</w:t>
      </w:r>
      <w:r>
        <w:tab/>
        <w:t>2840</w:t>
      </w:r>
    </w:p>
    <w:p w14:paraId="66C05D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rPr>
          <w:lang w:eastAsia="ko-KR"/>
        </w:rPr>
        <w:t>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Void</w:t>
      </w:r>
      <w:r>
        <w:tab/>
        <w:t>2840</w:t>
      </w:r>
    </w:p>
    <w:p w14:paraId="7CC196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rPr>
          <w:lang w:eastAsia="ko-KR"/>
        </w:rPr>
        <w:t>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Void</w:t>
      </w:r>
      <w:r>
        <w:tab/>
        <w:t>2840</w:t>
      </w:r>
    </w:p>
    <w:p w14:paraId="29B3B7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A.6.7.14</w:t>
      </w:r>
      <w:r>
        <w:rPr>
          <w:lang w:eastAsia="ko-KR"/>
        </w:rPr>
        <w:t>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Void</w:t>
      </w:r>
      <w:r>
        <w:tab/>
        <w:t>2840</w:t>
      </w:r>
    </w:p>
    <w:p w14:paraId="6EA59B1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A.6.7.15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2840</w:t>
      </w:r>
    </w:p>
    <w:p w14:paraId="623C37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A.6.7.15.1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accuracy for single positioning frequency layer in FR1 SA</w:t>
      </w:r>
      <w:r>
        <w:tab/>
        <w:t>2840</w:t>
      </w:r>
    </w:p>
    <w:p w14:paraId="3B3830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2840</w:t>
      </w:r>
    </w:p>
    <w:p w14:paraId="75ABFA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2840</w:t>
      </w:r>
    </w:p>
    <w:p w14:paraId="61AC3F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2843</w:t>
      </w:r>
    </w:p>
    <w:p w14:paraId="2806E1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accuracy </w:t>
      </w:r>
      <w:r>
        <w:rPr>
          <w:rFonts w:eastAsia="Malgun Gothic"/>
          <w:lang w:eastAsia="zh-CN"/>
        </w:rPr>
        <w:t>with reduced number of samples in FR1 SA</w:t>
      </w:r>
      <w:r>
        <w:tab/>
        <w:t>2844</w:t>
      </w:r>
    </w:p>
    <w:p w14:paraId="2B0866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2844</w:t>
      </w:r>
    </w:p>
    <w:p w14:paraId="7C4842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2844</w:t>
      </w:r>
    </w:p>
    <w:p w14:paraId="7B3795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lastRenderedPageBreak/>
        <w:t>A.6.7.15.2.3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2847</w:t>
      </w:r>
    </w:p>
    <w:p w14:paraId="1E64BB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accuracy </w:t>
      </w:r>
      <w:r>
        <w:rPr>
          <w:rFonts w:eastAsia="Malgun Gothic"/>
          <w:lang w:eastAsia="zh-CN"/>
        </w:rPr>
        <w:t>with RxTx TEG</w:t>
      </w:r>
      <w:r>
        <w:tab/>
        <w:t>2847</w:t>
      </w:r>
    </w:p>
    <w:p w14:paraId="1979C0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2847</w:t>
      </w:r>
    </w:p>
    <w:p w14:paraId="6EDA74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A.6.7.15.3.2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2848</w:t>
      </w:r>
    </w:p>
    <w:p w14:paraId="4DC533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A.6.7.15.3.3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2851</w:t>
      </w:r>
    </w:p>
    <w:p w14:paraId="214AB3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A.6.7.16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2851</w:t>
      </w:r>
    </w:p>
    <w:p w14:paraId="49E64B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A.6.7.16</w:t>
      </w:r>
      <w:r>
        <w:rPr>
          <w:rFonts w:eastAsia="Malgun Gothic"/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SA: measurement accuracy with </w:t>
      </w:r>
      <w:r>
        <w:rPr>
          <w:rFonts w:eastAsia="Malgun Gothic"/>
          <w:snapToGrid w:val="0"/>
          <w:lang w:val="en-US" w:eastAsia="zh-CN"/>
        </w:rPr>
        <w:t>PRS in FR1</w:t>
      </w:r>
      <w:r>
        <w:tab/>
        <w:t>2851</w:t>
      </w:r>
    </w:p>
    <w:p w14:paraId="22EAEE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A.6.7.16</w:t>
      </w:r>
      <w:r>
        <w:rPr>
          <w:rFonts w:eastAsia="Malgun Gothic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2851</w:t>
      </w:r>
    </w:p>
    <w:p w14:paraId="29DCBE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A.6.7.16</w:t>
      </w:r>
      <w:r>
        <w:rPr>
          <w:rFonts w:eastAsia="Malgun Gothic"/>
        </w:rP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2852</w:t>
      </w:r>
    </w:p>
    <w:p w14:paraId="1493B4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A.6.7.16</w:t>
      </w:r>
      <w:r>
        <w:rPr>
          <w:rFonts w:eastAsia="Malgun Gothic"/>
        </w:rPr>
        <w:t>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2857</w:t>
      </w:r>
    </w:p>
    <w:p w14:paraId="0174E9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A.6.7.16</w:t>
      </w:r>
      <w:r w:rsidRPr="00825DA5">
        <w:rPr>
          <w:rFonts w:eastAsia="SimSun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SA: measurement accuracy with reduced </w:t>
      </w:r>
      <w:r w:rsidRPr="00825DA5">
        <w:rPr>
          <w:rFonts w:eastAsia="SimSun"/>
          <w:snapToGrid w:val="0"/>
          <w:lang w:val="en-US" w:eastAsia="zh-CN"/>
        </w:rPr>
        <w:t>PRS samples in FR1</w:t>
      </w:r>
      <w:r>
        <w:tab/>
        <w:t>2857</w:t>
      </w:r>
    </w:p>
    <w:p w14:paraId="7D1CD6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A.6.7.16</w:t>
      </w:r>
      <w:r>
        <w:rPr>
          <w:lang w:eastAsia="ko-KR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2857</w:t>
      </w:r>
    </w:p>
    <w:p w14:paraId="56567E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A.6.7.16</w:t>
      </w:r>
      <w:r>
        <w:rPr>
          <w:lang w:eastAsia="ko-KR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2857</w:t>
      </w:r>
    </w:p>
    <w:p w14:paraId="4F51050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A.6.8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 in RRC_INACTIVE</w:t>
      </w:r>
      <w:r>
        <w:tab/>
        <w:t>2861</w:t>
      </w:r>
    </w:p>
    <w:p w14:paraId="723A7B5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A.6.8.1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2861</w:t>
      </w:r>
    </w:p>
    <w:p w14:paraId="489B83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FR1 SA in RRC_INACTIVE state</w:t>
      </w:r>
      <w:r>
        <w:tab/>
        <w:t>2861</w:t>
      </w:r>
    </w:p>
    <w:p w14:paraId="111E90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2861</w:t>
      </w:r>
    </w:p>
    <w:p w14:paraId="5C994D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2864</w:t>
      </w:r>
    </w:p>
    <w:p w14:paraId="0050FF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RSTD measurement reporting delay test case with reduced number of samples in RRC_INACTIVE, FR1 SA</w:t>
      </w:r>
      <w:r>
        <w:tab/>
        <w:t>2864</w:t>
      </w:r>
    </w:p>
    <w:p w14:paraId="3E54AA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</w:t>
      </w:r>
      <w: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2864</w:t>
      </w:r>
    </w:p>
    <w:p w14:paraId="512C2C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>
        <w:rPr>
          <w:lang w:eastAsia="zh-CN"/>
        </w:rPr>
        <w:t>8.1.2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2869</w:t>
      </w:r>
    </w:p>
    <w:p w14:paraId="26B2B85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A.6.8.2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2869</w:t>
      </w:r>
    </w:p>
    <w:p w14:paraId="31566C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A.6.8.2.1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>PRS-RSRP reporting delay test case for single positioning frequency layer in RRC_INACTIVE</w:t>
      </w:r>
      <w:r>
        <w:tab/>
        <w:t>2869</w:t>
      </w:r>
    </w:p>
    <w:p w14:paraId="5B865E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A.6.8.2.1.1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2869</w:t>
      </w:r>
    </w:p>
    <w:p w14:paraId="4CEA16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A.6.8.2.1.2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2871</w:t>
      </w:r>
    </w:p>
    <w:p w14:paraId="4B7B1E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A.6.8.2.2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 reporting delay test case </w:t>
      </w:r>
      <w:r>
        <w:t>with reduced number of samples in RRC_INACTIVE</w:t>
      </w:r>
      <w:r>
        <w:tab/>
        <w:t>2872</w:t>
      </w:r>
    </w:p>
    <w:p w14:paraId="4D55CF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A.6.8.2.2.1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2872</w:t>
      </w:r>
    </w:p>
    <w:p w14:paraId="6FF738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bCs/>
        </w:rPr>
        <w:t>8.2.2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2875</w:t>
      </w:r>
    </w:p>
    <w:p w14:paraId="7A39534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A.6.8.3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2875</w:t>
      </w:r>
    </w:p>
    <w:p w14:paraId="043C6D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A.6.8.3.1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 for single positioning frequency layer in FR1 SA</w:t>
      </w:r>
      <w:r>
        <w:tab/>
        <w:t>2875</w:t>
      </w:r>
    </w:p>
    <w:p w14:paraId="1D2FCC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A.6.8.3.1.1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2875</w:t>
      </w:r>
    </w:p>
    <w:p w14:paraId="4DC75F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A.6.8.3.1.2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2879</w:t>
      </w:r>
    </w:p>
    <w:p w14:paraId="7496F6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A.6.8.3.2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with reduced number of samples in RRC_INACTIVE, FR1 SA</w:t>
      </w:r>
      <w:r>
        <w:tab/>
        <w:t>2879</w:t>
      </w:r>
    </w:p>
    <w:p w14:paraId="5E6FF9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A.6.8.3.2.1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2879</w:t>
      </w:r>
    </w:p>
    <w:p w14:paraId="08BE41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bCs/>
          <w:lang w:val="en-US"/>
        </w:rPr>
        <w:t>8.3.2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2882</w:t>
      </w:r>
    </w:p>
    <w:p w14:paraId="05F3CC1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A.6.8.4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2882</w:t>
      </w:r>
    </w:p>
    <w:p w14:paraId="74EA0B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A.6.8.4.1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PRS-RSRPP reporting delay test case for single positioning frequency layer </w:t>
      </w:r>
      <w:r>
        <w:rPr>
          <w:lang w:eastAsia="zh-CN"/>
        </w:rPr>
        <w:t>in FR1 in RRC_INACTIVE state</w:t>
      </w:r>
      <w:r>
        <w:tab/>
        <w:t>2882</w:t>
      </w:r>
    </w:p>
    <w:p w14:paraId="51CF3D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8.4.1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2882</w:t>
      </w:r>
    </w:p>
    <w:p w14:paraId="167CD3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8.4.1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2885</w:t>
      </w:r>
    </w:p>
    <w:p w14:paraId="4DCCEF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A.6.8.4.2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PRS-RSRPP reporting delay test case for single positioning frequency layer </w:t>
      </w:r>
      <w:r>
        <w:rPr>
          <w:lang w:eastAsia="zh-CN"/>
        </w:rPr>
        <w:t>in FR1 in RRC_INACTIVE state for reduced number of samples</w:t>
      </w:r>
      <w:r>
        <w:tab/>
        <w:t>2885</w:t>
      </w:r>
    </w:p>
    <w:p w14:paraId="49FA2C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8.4.2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2885</w:t>
      </w:r>
    </w:p>
    <w:p w14:paraId="1D9069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8.4.2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2887</w:t>
      </w:r>
    </w:p>
    <w:p w14:paraId="481EA62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A.6.9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 in RRC_INACTIVE</w:t>
      </w:r>
      <w:r>
        <w:tab/>
        <w:t>2887</w:t>
      </w:r>
    </w:p>
    <w:p w14:paraId="5AD90D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A.6.9.1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2887</w:t>
      </w:r>
    </w:p>
    <w:p w14:paraId="53F026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single positioning frequency layer in FR1 in RRC_INACTIVE state</w:t>
      </w:r>
      <w:r>
        <w:tab/>
        <w:t>2887</w:t>
      </w:r>
    </w:p>
    <w:p w14:paraId="3F0ABA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9.1.1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2887</w:t>
      </w:r>
    </w:p>
    <w:p w14:paraId="199F20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9.1.1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2889</w:t>
      </w:r>
    </w:p>
    <w:p w14:paraId="08B812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A.6.9.1.2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with reduced number of samples for single positioning frequency layer in FR1 in RRC_INACTIVE state</w:t>
      </w:r>
      <w:r>
        <w:tab/>
        <w:t>2889</w:t>
      </w:r>
    </w:p>
    <w:p w14:paraId="18B842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9.1.2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2889</w:t>
      </w:r>
    </w:p>
    <w:p w14:paraId="6FE504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A.6.</w:t>
      </w:r>
      <w:r w:rsidRPr="00825DA5">
        <w:rPr>
          <w:snapToGrid w:val="0"/>
        </w:rPr>
        <w:t>9.1.2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2891</w:t>
      </w:r>
    </w:p>
    <w:p w14:paraId="3FF268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A.6.9.2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2891</w:t>
      </w:r>
    </w:p>
    <w:p w14:paraId="519FBA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A.6.9.2.1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SA: measurement accuracy with </w:t>
      </w:r>
      <w:r>
        <w:rPr>
          <w:rFonts w:eastAsia="Malgun Gothic"/>
          <w:snapToGrid w:val="0"/>
          <w:lang w:val="en-US" w:eastAsia="zh-CN"/>
        </w:rPr>
        <w:t xml:space="preserve">PRS in FR1 </w:t>
      </w:r>
      <w:r>
        <w:rPr>
          <w:rFonts w:eastAsia="Malgun Gothic"/>
          <w:snapToGrid w:val="0"/>
          <w:lang w:eastAsia="zh-CN"/>
        </w:rPr>
        <w:t>in RRC_INACTIVE</w:t>
      </w:r>
      <w:r>
        <w:tab/>
        <w:t>2891</w:t>
      </w:r>
    </w:p>
    <w:p w14:paraId="77CC90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A.6.9.2.1</w:t>
      </w:r>
      <w:r>
        <w:rPr>
          <w:rFonts w:eastAsia="Malgun Gothic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2891</w:t>
      </w:r>
    </w:p>
    <w:p w14:paraId="7DD13B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A.6.9.2.1</w:t>
      </w:r>
      <w:r>
        <w:rPr>
          <w:rFonts w:eastAsia="Malgun Gothic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2892</w:t>
      </w:r>
    </w:p>
    <w:p w14:paraId="5EEB0A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A.6.9.2.1</w:t>
      </w:r>
      <w:r>
        <w:rPr>
          <w:rFonts w:eastAsia="Malgun Gothic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2897</w:t>
      </w:r>
    </w:p>
    <w:p w14:paraId="7A10FC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lastRenderedPageBreak/>
        <w:t>A.6.9.2</w:t>
      </w:r>
      <w:r>
        <w:rPr>
          <w:rFonts w:eastAsia="Malgun Gothic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SA: measurement accuracy with </w:t>
      </w:r>
      <w:r>
        <w:rPr>
          <w:rFonts w:eastAsia="Malgun Gothic"/>
          <w:snapToGrid w:val="0"/>
          <w:lang w:val="en-US" w:eastAsia="zh-CN"/>
        </w:rPr>
        <w:t>PRS in FR1 with reduced number of samples in RRC_INACTIVE state</w:t>
      </w:r>
      <w:r>
        <w:tab/>
        <w:t>2897</w:t>
      </w:r>
    </w:p>
    <w:p w14:paraId="78AFBE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</w:t>
      </w:r>
      <w:r>
        <w:rPr>
          <w:rFonts w:eastAsia="Malgun Gothic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2897</w:t>
      </w:r>
    </w:p>
    <w:p w14:paraId="09229E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</w:t>
      </w:r>
      <w:r>
        <w:rPr>
          <w:rFonts w:eastAsia="Malgun Gothic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2897</w:t>
      </w:r>
    </w:p>
    <w:p w14:paraId="1021BB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A.6.9.2</w:t>
      </w:r>
      <w:r>
        <w:rPr>
          <w:rFonts w:eastAsia="Malgun Gothic"/>
        </w:rPr>
        <w:t>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2900</w:t>
      </w:r>
    </w:p>
    <w:p w14:paraId="791CA7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A.6.9.3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2901</w:t>
      </w:r>
    </w:p>
    <w:p w14:paraId="5B531B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 accuracy in FR1 SA</w:t>
      </w:r>
      <w:r>
        <w:tab/>
        <w:t>2901</w:t>
      </w:r>
    </w:p>
    <w:p w14:paraId="1E46EF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2901</w:t>
      </w:r>
    </w:p>
    <w:p w14:paraId="224FC3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A.6.9.3.1.1.2 Test parameters</w:t>
      </w:r>
      <w:r>
        <w:tab/>
        <w:t>2901</w:t>
      </w:r>
    </w:p>
    <w:p w14:paraId="690C57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</w:t>
      </w:r>
      <w:r>
        <w:rPr>
          <w:rFonts w:eastAsia="Malgun Gothic"/>
          <w:lang w:eastAsia="zh-CN"/>
        </w:rPr>
        <w:t>9</w:t>
      </w:r>
      <w:r>
        <w:rPr>
          <w:rFonts w:eastAsia="Malgun Gothic"/>
        </w:rPr>
        <w:t>.3.1.1.3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2904</w:t>
      </w:r>
    </w:p>
    <w:p w14:paraId="197B0F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accuracy </w:t>
      </w:r>
      <w:r>
        <w:rPr>
          <w:rFonts w:eastAsia="Malgun Gothic"/>
          <w:lang w:eastAsia="zh-CN"/>
        </w:rPr>
        <w:t>with reduced number of samples</w:t>
      </w:r>
      <w:r>
        <w:tab/>
        <w:t>2904</w:t>
      </w:r>
    </w:p>
    <w:p w14:paraId="2108F4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2904</w:t>
      </w:r>
    </w:p>
    <w:p w14:paraId="6F8ED4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2904</w:t>
      </w:r>
    </w:p>
    <w:p w14:paraId="5583B4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A.6.9.3.2.3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2907</w:t>
      </w:r>
    </w:p>
    <w:p w14:paraId="38A1C6E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A.6.9.4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2907</w:t>
      </w:r>
    </w:p>
    <w:p w14:paraId="31595E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A.6.9</w:t>
      </w:r>
      <w:r w:rsidRPr="00825DA5">
        <w:rPr>
          <w:rFonts w:eastAsia="SimSun"/>
          <w:snapToGrid w:val="0"/>
        </w:rPr>
        <w:t>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SA: PRS-RSRPP measurement accuracy </w:t>
      </w:r>
      <w:r w:rsidRPr="00825DA5">
        <w:rPr>
          <w:rFonts w:eastAsia="SimSun"/>
          <w:snapToGrid w:val="0"/>
          <w:lang w:val="en-US" w:eastAsia="zh-CN"/>
        </w:rPr>
        <w:t>in FR1 in RRC INACTIVE</w:t>
      </w:r>
      <w:r>
        <w:tab/>
        <w:t>2907</w:t>
      </w:r>
    </w:p>
    <w:p w14:paraId="4C9487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2907</w:t>
      </w:r>
    </w:p>
    <w:p w14:paraId="791B2E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2907</w:t>
      </w:r>
    </w:p>
    <w:p w14:paraId="22E1DA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2912</w:t>
      </w:r>
    </w:p>
    <w:p w14:paraId="4D7C07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A.6.9.</w:t>
      </w:r>
      <w:r w:rsidRPr="00825DA5">
        <w:rPr>
          <w:rFonts w:eastAsia="SimSun"/>
          <w:snapToGrid w:val="0"/>
        </w:rPr>
        <w:t>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SA: measurement accuracy with reduced PRS samples </w:t>
      </w:r>
      <w:r w:rsidRPr="00825DA5">
        <w:rPr>
          <w:rFonts w:eastAsia="SimSun"/>
          <w:snapToGrid w:val="0"/>
          <w:lang w:val="en-US" w:eastAsia="zh-CN"/>
        </w:rPr>
        <w:t>in FR1 in RRC INACTIVE</w:t>
      </w:r>
      <w:r>
        <w:tab/>
        <w:t>2912</w:t>
      </w:r>
    </w:p>
    <w:p w14:paraId="2A31FB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2912</w:t>
      </w:r>
    </w:p>
    <w:p w14:paraId="5A8D43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2912</w:t>
      </w:r>
    </w:p>
    <w:p w14:paraId="785D53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A.6.9</w:t>
      </w:r>
      <w:r>
        <w:rPr>
          <w:lang w:eastAsia="ko-KR"/>
        </w:rPr>
        <w:t>.4.2.3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2915</w:t>
      </w:r>
    </w:p>
    <w:p w14:paraId="2F6C2CFD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A.7</w:t>
      </w:r>
      <w:r>
        <w:rPr>
          <w:rFonts w:ascii="Calibri" w:eastAsia="Malgun Gothic" w:hAnsi="Calibri"/>
          <w:szCs w:val="22"/>
        </w:rPr>
        <w:tab/>
      </w:r>
      <w:r>
        <w:t xml:space="preserve">NR standalone tests </w:t>
      </w:r>
      <w:r>
        <w:rPr>
          <w:lang w:eastAsia="zh-CN"/>
        </w:rPr>
        <w:t>with one or more NR cells in FR2</w:t>
      </w:r>
      <w:r>
        <w:tab/>
        <w:t>2949</w:t>
      </w:r>
    </w:p>
    <w:p w14:paraId="6406A72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A.7.1</w:t>
      </w:r>
      <w:r>
        <w:rPr>
          <w:rFonts w:ascii="Calibri" w:eastAsia="Malgun Gothic" w:hAnsi="Calibri"/>
          <w:sz w:val="22"/>
          <w:szCs w:val="22"/>
        </w:rPr>
        <w:tab/>
      </w:r>
      <w:r>
        <w:t>SA: RRC_IDLE state mobility</w:t>
      </w:r>
      <w:r>
        <w:tab/>
        <w:t>2949</w:t>
      </w:r>
    </w:p>
    <w:p w14:paraId="6E4824D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A.7.1.1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</w:t>
      </w:r>
      <w:r>
        <w:tab/>
        <w:t>2949</w:t>
      </w:r>
    </w:p>
    <w:p w14:paraId="60BA2E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</w:t>
      </w:r>
      <w:r>
        <w:tab/>
        <w:t>2949</w:t>
      </w:r>
    </w:p>
    <w:p w14:paraId="619637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2949</w:t>
      </w:r>
    </w:p>
    <w:p w14:paraId="5AEC09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2949</w:t>
      </w:r>
    </w:p>
    <w:p w14:paraId="2C2D2A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2952</w:t>
      </w:r>
    </w:p>
    <w:p w14:paraId="5BBDDF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inter-frequency NR case</w:t>
      </w:r>
      <w:r>
        <w:tab/>
        <w:t>2952</w:t>
      </w:r>
    </w:p>
    <w:p w14:paraId="1E3570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2952</w:t>
      </w:r>
    </w:p>
    <w:p w14:paraId="033331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2953</w:t>
      </w:r>
    </w:p>
    <w:p w14:paraId="5DFAB9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2955</w:t>
      </w:r>
    </w:p>
    <w:p w14:paraId="76B0D3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</w:t>
      </w:r>
      <w:r w:rsidRPr="00825DA5">
        <w:rPr>
          <w:lang w:val="en-US" w:eastAsia="zh-CN"/>
        </w:rPr>
        <w:t xml:space="preserve"> </w:t>
      </w:r>
      <w:r>
        <w:rPr>
          <w:lang w:eastAsia="zh-CN"/>
        </w:rPr>
        <w:t>for UE fulfilling low mobility relaxed measurement criterion</w:t>
      </w:r>
      <w:r>
        <w:tab/>
        <w:t>2955</w:t>
      </w:r>
    </w:p>
    <w:p w14:paraId="78AE96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2955</w:t>
      </w:r>
    </w:p>
    <w:p w14:paraId="5CDD78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2955</w:t>
      </w:r>
    </w:p>
    <w:p w14:paraId="376731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2958</w:t>
      </w:r>
    </w:p>
    <w:p w14:paraId="0CD00D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</w:t>
      </w:r>
      <w:r w:rsidRPr="00825DA5">
        <w:rPr>
          <w:lang w:val="en-US" w:eastAsia="zh-CN"/>
        </w:rPr>
        <w:t xml:space="preserve"> </w:t>
      </w:r>
      <w:r>
        <w:rPr>
          <w:lang w:eastAsia="zh-CN"/>
        </w:rPr>
        <w:t xml:space="preserve">for UE </w:t>
      </w:r>
      <w:r w:rsidRPr="00825DA5">
        <w:rPr>
          <w:lang w:val="en-US" w:eastAsia="zh-CN"/>
        </w:rPr>
        <w:t>fulfilling not-at-cell edge relaxed measurement criterion</w:t>
      </w:r>
      <w:r>
        <w:tab/>
        <w:t>2958</w:t>
      </w:r>
    </w:p>
    <w:p w14:paraId="24B0C5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2958</w:t>
      </w:r>
    </w:p>
    <w:p w14:paraId="2CA706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2958</w:t>
      </w:r>
    </w:p>
    <w:p w14:paraId="1EAB3C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2961</w:t>
      </w:r>
    </w:p>
    <w:p w14:paraId="2A40C9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inter-frequency NR case for UE fulfilling low mobility relaxed measurement criterion</w:t>
      </w:r>
      <w:r>
        <w:tab/>
        <w:t>2961</w:t>
      </w:r>
    </w:p>
    <w:p w14:paraId="1282AA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2961</w:t>
      </w:r>
    </w:p>
    <w:p w14:paraId="39D017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2961</w:t>
      </w:r>
    </w:p>
    <w:p w14:paraId="7F26FF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2964</w:t>
      </w:r>
    </w:p>
    <w:p w14:paraId="161D5D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reselection to FR2 inter-frequency NR case for UE </w:t>
      </w:r>
      <w:r w:rsidRPr="00825DA5">
        <w:rPr>
          <w:lang w:val="en-US" w:eastAsia="zh-CN"/>
        </w:rPr>
        <w:t>fulfilling not-at-cell edge relaxed measurement criterion</w:t>
      </w:r>
      <w:r>
        <w:tab/>
        <w:t>2964</w:t>
      </w:r>
    </w:p>
    <w:p w14:paraId="7F9EB5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2964</w:t>
      </w:r>
    </w:p>
    <w:p w14:paraId="06A59D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2964</w:t>
      </w:r>
    </w:p>
    <w:p w14:paraId="1A8CCC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2967</w:t>
      </w:r>
    </w:p>
    <w:p w14:paraId="2691FB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</w:t>
      </w:r>
      <w:r w:rsidRPr="00825DA5">
        <w:rPr>
          <w:rFonts w:eastAsia="Malgun Gothic"/>
        </w:rPr>
        <w:t xml:space="preserve"> for </w:t>
      </w:r>
      <w:r w:rsidRPr="00825DA5">
        <w:rPr>
          <w:rFonts w:cs="v4.2.0"/>
          <w:lang w:val="en-US" w:eastAsia="zh-CN"/>
        </w:rPr>
        <w:t xml:space="preserve">FR2 power class 6 </w:t>
      </w:r>
      <w:r w:rsidRPr="00825DA5">
        <w:rPr>
          <w:rFonts w:cs="v4.2.0"/>
          <w:lang w:eastAsia="zh-CN"/>
        </w:rPr>
        <w:t xml:space="preserve">UE configured with </w:t>
      </w:r>
      <w:r w:rsidRPr="00825DA5">
        <w:rPr>
          <w:i/>
          <w:iCs/>
        </w:rPr>
        <w:t>highSpeedMeasFlagFR2-r17</w:t>
      </w:r>
      <w:r>
        <w:tab/>
        <w:t>2967</w:t>
      </w:r>
    </w:p>
    <w:p w14:paraId="49636E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2967</w:t>
      </w:r>
    </w:p>
    <w:p w14:paraId="0698CB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2967</w:t>
      </w:r>
    </w:p>
    <w:p w14:paraId="2ECEFD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A.7.1.1.7.3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2971</w:t>
      </w:r>
    </w:p>
    <w:p w14:paraId="55DBCC9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A.7.2</w:t>
      </w:r>
      <w:r>
        <w:rPr>
          <w:rFonts w:ascii="Calibri" w:eastAsia="Malgun Gothic" w:hAnsi="Calibri"/>
          <w:sz w:val="22"/>
          <w:szCs w:val="22"/>
        </w:rPr>
        <w:tab/>
      </w:r>
      <w:r>
        <w:t>SA: RRC_INACTIVE state mobility</w:t>
      </w:r>
      <w:r>
        <w:tab/>
        <w:t>2971</w:t>
      </w:r>
    </w:p>
    <w:p w14:paraId="6C442F2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A.7.2.</w:t>
      </w:r>
      <w:r w:rsidRPr="00825DA5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Small Data Transmission</w:t>
      </w:r>
      <w:r>
        <w:tab/>
        <w:t>2971</w:t>
      </w:r>
    </w:p>
    <w:p w14:paraId="0ED16F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A.7.2.</w:t>
      </w:r>
      <w:r w:rsidRPr="00825DA5">
        <w:rPr>
          <w:lang w:val="en-US" w:eastAsia="zh-CN"/>
        </w:rPr>
        <w:t>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TA validation for CG-SDT in FR2</w:t>
      </w:r>
      <w:r>
        <w:tab/>
        <w:t>2971</w:t>
      </w:r>
    </w:p>
    <w:p w14:paraId="139EA3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A.7.2.</w:t>
      </w:r>
      <w:r w:rsidRPr="00825DA5">
        <w:rPr>
          <w:snapToGrid w:val="0"/>
          <w:lang w:val="en-US" w:eastAsia="zh-CN"/>
        </w:rPr>
        <w:t>1</w:t>
      </w:r>
      <w:r w:rsidRPr="00825DA5">
        <w:rPr>
          <w:snapToGrid w:val="0"/>
          <w:lang w:eastAsia="zh-CN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2971</w:t>
      </w:r>
    </w:p>
    <w:p w14:paraId="47FC44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A.7.2.</w:t>
      </w:r>
      <w:r w:rsidRPr="00825DA5">
        <w:rPr>
          <w:snapToGrid w:val="0"/>
          <w:lang w:val="en-US" w:eastAsia="zh-CN"/>
        </w:rPr>
        <w:t>1</w:t>
      </w:r>
      <w:r w:rsidRPr="00825DA5">
        <w:rPr>
          <w:snapToGrid w:val="0"/>
        </w:rPr>
        <w:t>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2974</w:t>
      </w:r>
    </w:p>
    <w:p w14:paraId="33EA4C1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2975</w:t>
      </w:r>
    </w:p>
    <w:p w14:paraId="3E74FF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A.7.3.1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2975</w:t>
      </w:r>
    </w:p>
    <w:p w14:paraId="296B0A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FR2; unknown target cell</w:t>
      </w:r>
      <w:r>
        <w:tab/>
        <w:t>2975</w:t>
      </w:r>
    </w:p>
    <w:p w14:paraId="0A71F4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2975</w:t>
      </w:r>
    </w:p>
    <w:p w14:paraId="50B52D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2975</w:t>
      </w:r>
    </w:p>
    <w:p w14:paraId="51A9C0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2978</w:t>
      </w:r>
    </w:p>
    <w:p w14:paraId="784D91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FR2 to FR2; unknown target cell</w:t>
      </w:r>
      <w:r>
        <w:tab/>
        <w:t>2978</w:t>
      </w:r>
    </w:p>
    <w:p w14:paraId="52CE34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2978</w:t>
      </w:r>
    </w:p>
    <w:p w14:paraId="4BC53B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2978</w:t>
      </w:r>
    </w:p>
    <w:p w14:paraId="689726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2981</w:t>
      </w:r>
    </w:p>
    <w:p w14:paraId="09AF5D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FR2 to FR2; unknown target cell</w:t>
      </w:r>
      <w:r>
        <w:tab/>
        <w:t>2981</w:t>
      </w:r>
    </w:p>
    <w:p w14:paraId="27B0FB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2981</w:t>
      </w:r>
    </w:p>
    <w:p w14:paraId="4BB2B5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2981</w:t>
      </w:r>
    </w:p>
    <w:p w14:paraId="21E1DB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2982</w:t>
      </w:r>
    </w:p>
    <w:p w14:paraId="70B2AF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Inter-band inter-frequency synchronous DAPS handover from FR1 to FR2</w:t>
      </w:r>
      <w:r>
        <w:tab/>
        <w:t>2983</w:t>
      </w:r>
    </w:p>
    <w:p w14:paraId="1206E5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2983</w:t>
      </w:r>
    </w:p>
    <w:p w14:paraId="2D8C5D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2983</w:t>
      </w:r>
    </w:p>
    <w:p w14:paraId="7CEE1D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A.7.3.1.4.3 Test Requirements</w:t>
      </w:r>
      <w:r>
        <w:tab/>
        <w:t>2990</w:t>
      </w:r>
    </w:p>
    <w:p w14:paraId="55DB71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Inter-band inter-frequency asynchronous DAPS handover from FR1 to FR2</w:t>
      </w:r>
      <w:r>
        <w:tab/>
        <w:t>2990</w:t>
      </w:r>
    </w:p>
    <w:p w14:paraId="5EB049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2990</w:t>
      </w:r>
    </w:p>
    <w:p w14:paraId="2C0950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2990</w:t>
      </w:r>
    </w:p>
    <w:p w14:paraId="7C60D4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A.7.3.1.5.3 Test Requirements</w:t>
      </w:r>
      <w:r>
        <w:tab/>
        <w:t>2997</w:t>
      </w:r>
    </w:p>
    <w:p w14:paraId="29CAC1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Handover with PSCell from SA to EN-DC; unknown FR2 target cell</w:t>
      </w:r>
      <w:r>
        <w:tab/>
        <w:t>2997</w:t>
      </w:r>
    </w:p>
    <w:p w14:paraId="627FFC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2997</w:t>
      </w:r>
    </w:p>
    <w:p w14:paraId="630D01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2997</w:t>
      </w:r>
    </w:p>
    <w:p w14:paraId="04EFA8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3002</w:t>
      </w:r>
    </w:p>
    <w:p w14:paraId="791DF6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A.7.3.1.7</w:t>
      </w:r>
      <w:r>
        <w:rPr>
          <w:rFonts w:ascii="Calibri" w:eastAsia="Malgun Gothic" w:hAnsi="Calibri"/>
          <w:sz w:val="22"/>
          <w:szCs w:val="22"/>
        </w:rPr>
        <w:tab/>
      </w:r>
      <w:r>
        <w:t>HO with PSCell from FR1 NR-SA to EN-DC with known E-UTRA PCell and known FR2 PSCell</w:t>
      </w:r>
      <w:r>
        <w:tab/>
        <w:t>3002</w:t>
      </w:r>
    </w:p>
    <w:p w14:paraId="0D782C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A.7.3.1.7.1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3002</w:t>
      </w:r>
    </w:p>
    <w:p w14:paraId="564577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A.7.3.1.7.2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3008</w:t>
      </w:r>
    </w:p>
    <w:p w14:paraId="420B04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A.7.3.1.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NR PSCell change delay in HO with PSCell </w:t>
      </w:r>
      <w:r w:rsidRPr="00825DA5">
        <w:rPr>
          <w:lang w:val="en-US" w:eastAsia="zh-CN"/>
        </w:rPr>
        <w:t>from NR-DC to NR-DC</w:t>
      </w:r>
      <w:r>
        <w:tab/>
        <w:t>3008</w:t>
      </w:r>
    </w:p>
    <w:p w14:paraId="3BC01D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A.7.3.1.8.1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3008</w:t>
      </w:r>
    </w:p>
    <w:p w14:paraId="5429FC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A.7.3.1.8.2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3014</w:t>
      </w:r>
    </w:p>
    <w:p w14:paraId="69D392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FR2-2 to FR2-2; unknown target cell</w:t>
      </w:r>
      <w:r>
        <w:tab/>
        <w:t>3014</w:t>
      </w:r>
    </w:p>
    <w:p w14:paraId="74ADA5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3014</w:t>
      </w:r>
    </w:p>
    <w:p w14:paraId="44BE65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3014</w:t>
      </w:r>
    </w:p>
    <w:p w14:paraId="574859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3017</w:t>
      </w:r>
    </w:p>
    <w:p w14:paraId="0D95F6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FR2-2 to FR2-2; unknown target cell</w:t>
      </w:r>
      <w:r>
        <w:tab/>
        <w:t>3017</w:t>
      </w:r>
    </w:p>
    <w:p w14:paraId="4D0E05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3017</w:t>
      </w:r>
    </w:p>
    <w:p w14:paraId="2DF02E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3017</w:t>
      </w:r>
    </w:p>
    <w:p w14:paraId="722F18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3021</w:t>
      </w:r>
    </w:p>
    <w:p w14:paraId="13D260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FR2-2; unknown target cell</w:t>
      </w:r>
      <w:r>
        <w:tab/>
        <w:t>3021</w:t>
      </w:r>
    </w:p>
    <w:p w14:paraId="08CC8B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3021</w:t>
      </w:r>
    </w:p>
    <w:p w14:paraId="2A1943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3021</w:t>
      </w:r>
    </w:p>
    <w:p w14:paraId="2630F3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A.7.3.1.11.3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3025</w:t>
      </w:r>
    </w:p>
    <w:p w14:paraId="3EF382A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3025</w:t>
      </w:r>
    </w:p>
    <w:p w14:paraId="1EE92A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Re-establishment</w:t>
      </w:r>
      <w:r>
        <w:tab/>
        <w:t>3025</w:t>
      </w:r>
    </w:p>
    <w:p w14:paraId="7215E9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</w:t>
      </w:r>
      <w:r>
        <w:tab/>
        <w:t>3025</w:t>
      </w:r>
    </w:p>
    <w:p w14:paraId="4D9FA9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FR2</w:t>
      </w:r>
      <w:r>
        <w:tab/>
        <w:t>3028</w:t>
      </w:r>
    </w:p>
    <w:p w14:paraId="014330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 without serving cell timing</w:t>
      </w:r>
      <w:r>
        <w:tab/>
        <w:t>3031</w:t>
      </w:r>
    </w:p>
    <w:p w14:paraId="09AEACE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3031</w:t>
      </w:r>
    </w:p>
    <w:p w14:paraId="0D2B9D7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3033</w:t>
      </w:r>
    </w:p>
    <w:p w14:paraId="5D43CB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</w:t>
      </w:r>
      <w:r w:rsidRPr="00825DA5">
        <w:rPr>
          <w:snapToGrid w:val="0"/>
          <w:lang w:eastAsia="zh-CN"/>
        </w:rPr>
        <w:t>-2</w:t>
      </w:r>
      <w:r>
        <w:tab/>
        <w:t>3034</w:t>
      </w:r>
    </w:p>
    <w:p w14:paraId="0CE7E44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3034</w:t>
      </w:r>
    </w:p>
    <w:p w14:paraId="372E230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3036</w:t>
      </w:r>
    </w:p>
    <w:p w14:paraId="0003BC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FR2</w:t>
      </w:r>
      <w:r w:rsidRPr="00825DA5">
        <w:rPr>
          <w:snapToGrid w:val="0"/>
          <w:lang w:eastAsia="zh-CN"/>
        </w:rPr>
        <w:t>-2</w:t>
      </w:r>
      <w:r>
        <w:tab/>
        <w:t>3037</w:t>
      </w:r>
    </w:p>
    <w:p w14:paraId="2A525B7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3037</w:t>
      </w:r>
    </w:p>
    <w:p w14:paraId="348C0A8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3040</w:t>
      </w:r>
    </w:p>
    <w:p w14:paraId="7B7B94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</w:t>
      </w:r>
      <w:r w:rsidRPr="00825DA5">
        <w:rPr>
          <w:snapToGrid w:val="0"/>
          <w:lang w:eastAsia="zh-CN"/>
        </w:rPr>
        <w:t>-2</w:t>
      </w:r>
      <w:r w:rsidRPr="00825DA5">
        <w:rPr>
          <w:snapToGrid w:val="0"/>
        </w:rPr>
        <w:t xml:space="preserve"> without serving cell timing</w:t>
      </w:r>
      <w:r>
        <w:tab/>
        <w:t>3040</w:t>
      </w:r>
    </w:p>
    <w:p w14:paraId="4EEE539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lastRenderedPageBreak/>
        <w:t>A.7.3.2.1.6.1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3040</w:t>
      </w:r>
    </w:p>
    <w:p w14:paraId="280AE1A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A.7.3.2.1.6.2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3042</w:t>
      </w:r>
    </w:p>
    <w:p w14:paraId="447F13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3043</w:t>
      </w:r>
    </w:p>
    <w:p w14:paraId="5A0D24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4-step RA type c ontention based random access test in FR2 for </w:t>
      </w:r>
      <w:r>
        <w:rPr>
          <w:lang w:eastAsia="zh-CN"/>
        </w:rPr>
        <w:t>NR Standalone</w:t>
      </w:r>
      <w:r>
        <w:tab/>
        <w:t>3043</w:t>
      </w:r>
    </w:p>
    <w:p w14:paraId="454835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4-step RA type n on-contention based random access test in FR2 for </w:t>
      </w:r>
      <w:r>
        <w:rPr>
          <w:lang w:eastAsia="zh-CN"/>
        </w:rPr>
        <w:t>NR Standalone</w:t>
      </w:r>
      <w:r>
        <w:tab/>
        <w:t>3047</w:t>
      </w:r>
    </w:p>
    <w:p w14:paraId="7E4838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contention based random access test in FR2 for </w:t>
      </w:r>
      <w:r>
        <w:rPr>
          <w:lang w:eastAsia="zh-CN"/>
        </w:rPr>
        <w:t>NR Standalone</w:t>
      </w:r>
      <w:r>
        <w:tab/>
        <w:t>3051</w:t>
      </w:r>
    </w:p>
    <w:p w14:paraId="33B159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n on-contention based random access test in FR2 for </w:t>
      </w:r>
      <w:r>
        <w:rPr>
          <w:lang w:eastAsia="zh-CN"/>
        </w:rPr>
        <w:t>NR Standalone</w:t>
      </w:r>
      <w:r>
        <w:tab/>
        <w:t>3054</w:t>
      </w:r>
    </w:p>
    <w:p w14:paraId="35BB86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Connection Release with Redirection</w:t>
      </w:r>
      <w:r>
        <w:tab/>
        <w:t>3057</w:t>
      </w:r>
    </w:p>
    <w:p w14:paraId="7616AC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A.7.3.2.3.1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FR2 to NR in FR2</w:t>
      </w:r>
      <w:r>
        <w:tab/>
        <w:t>3057</w:t>
      </w:r>
    </w:p>
    <w:p w14:paraId="5EEA9A1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 Conditional Handover</w:t>
      </w:r>
      <w:r>
        <w:tab/>
        <w:t>3061</w:t>
      </w:r>
    </w:p>
    <w:p w14:paraId="69268E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conditional handover from FR2 to FR2</w:t>
      </w:r>
      <w:r>
        <w:tab/>
        <w:t>3061</w:t>
      </w:r>
    </w:p>
    <w:p w14:paraId="073C0A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3061</w:t>
      </w:r>
    </w:p>
    <w:p w14:paraId="257C8A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3061</w:t>
      </w:r>
    </w:p>
    <w:p w14:paraId="35E1FC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3064</w:t>
      </w:r>
    </w:p>
    <w:p w14:paraId="399ABDD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conditional handover from FR2 to FR2; unknown target cell</w:t>
      </w:r>
      <w:r>
        <w:tab/>
        <w:t>3064</w:t>
      </w:r>
    </w:p>
    <w:p w14:paraId="0070F2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3064</w:t>
      </w:r>
    </w:p>
    <w:p w14:paraId="081FE1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3064</w:t>
      </w:r>
    </w:p>
    <w:p w14:paraId="4A082C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A.7.3.3.2.3 Test Requirements</w:t>
      </w:r>
      <w:r>
        <w:tab/>
        <w:t>3066</w:t>
      </w:r>
    </w:p>
    <w:p w14:paraId="36B0303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A.7.4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3066</w:t>
      </w:r>
    </w:p>
    <w:p w14:paraId="203775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3066</w:t>
      </w:r>
    </w:p>
    <w:p w14:paraId="0AB19A1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A.7.4.1.1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FR2</w:t>
      </w:r>
      <w:r>
        <w:tab/>
        <w:t>3066</w:t>
      </w:r>
    </w:p>
    <w:p w14:paraId="5A7159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3066</w:t>
      </w:r>
    </w:p>
    <w:p w14:paraId="497F46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3069</w:t>
      </w:r>
    </w:p>
    <w:p w14:paraId="32CF72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A.7.4.1.2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FR2-2</w:t>
      </w:r>
      <w:r>
        <w:tab/>
        <w:t>3069</w:t>
      </w:r>
    </w:p>
    <w:p w14:paraId="5B663C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3069</w:t>
      </w:r>
    </w:p>
    <w:p w14:paraId="7C1F96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3074</w:t>
      </w:r>
    </w:p>
    <w:p w14:paraId="62DC205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3075</w:t>
      </w:r>
    </w:p>
    <w:p w14:paraId="31D1334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3075</w:t>
      </w:r>
    </w:p>
    <w:p w14:paraId="41A8C8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A.7.4.3.1</w:t>
      </w:r>
      <w:r>
        <w:rPr>
          <w:rFonts w:ascii="Calibri" w:eastAsia="Malgun Gothic" w:hAnsi="Calibri"/>
          <w:sz w:val="22"/>
          <w:szCs w:val="22"/>
        </w:rPr>
        <w:tab/>
      </w:r>
      <w:r>
        <w:t>SA FR2 timing advance adjustment accuracy</w:t>
      </w:r>
      <w:r>
        <w:tab/>
        <w:t>3075</w:t>
      </w:r>
    </w:p>
    <w:p w14:paraId="031F54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3075</w:t>
      </w:r>
    </w:p>
    <w:p w14:paraId="63F4A3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3075</w:t>
      </w:r>
    </w:p>
    <w:p w14:paraId="3B3F4F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A.7.4.3.1.3 Test Requirements</w:t>
      </w:r>
      <w:r>
        <w:tab/>
        <w:t>3078</w:t>
      </w:r>
    </w:p>
    <w:p w14:paraId="06EACE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A.7.4.3.2</w:t>
      </w:r>
      <w:r>
        <w:rPr>
          <w:rFonts w:ascii="Calibri" w:eastAsia="Malgun Gothic" w:hAnsi="Calibri"/>
          <w:sz w:val="22"/>
          <w:szCs w:val="22"/>
        </w:rPr>
        <w:tab/>
      </w:r>
      <w:r>
        <w:t>SA FR2-2 timing advance adjustment accuracy</w:t>
      </w:r>
      <w:r>
        <w:tab/>
        <w:t>3079</w:t>
      </w:r>
    </w:p>
    <w:p w14:paraId="7906D1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3079</w:t>
      </w:r>
    </w:p>
    <w:p w14:paraId="159C5C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3079</w:t>
      </w:r>
    </w:p>
    <w:p w14:paraId="2A9451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A.7.4.3.2.3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3083</w:t>
      </w:r>
    </w:p>
    <w:p w14:paraId="1711B4C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A.7.5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</w:t>
      </w:r>
      <w:r>
        <w:tab/>
        <w:t>3083</w:t>
      </w:r>
    </w:p>
    <w:p w14:paraId="1D520C3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3083</w:t>
      </w:r>
    </w:p>
    <w:p w14:paraId="6FAA86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SSB-based RLM RS in non-DRX mode</w:t>
      </w:r>
      <w:r>
        <w:tab/>
        <w:t>3083</w:t>
      </w:r>
    </w:p>
    <w:p w14:paraId="7C08C9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3083</w:t>
      </w:r>
    </w:p>
    <w:p w14:paraId="783106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3086</w:t>
      </w:r>
    </w:p>
    <w:p w14:paraId="0BD11DB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SSB-based RLM RS in non-DRX mode</w:t>
      </w:r>
      <w:r>
        <w:tab/>
        <w:t>3087</w:t>
      </w:r>
    </w:p>
    <w:p w14:paraId="706D57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3087</w:t>
      </w:r>
    </w:p>
    <w:p w14:paraId="2DC5DD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3091</w:t>
      </w:r>
    </w:p>
    <w:p w14:paraId="1AC0E0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SSB-based RLM RS in DRX mode</w:t>
      </w:r>
      <w:r>
        <w:tab/>
        <w:t>3092</w:t>
      </w:r>
    </w:p>
    <w:p w14:paraId="7483B4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3092</w:t>
      </w:r>
    </w:p>
    <w:p w14:paraId="7BA42E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3096</w:t>
      </w:r>
    </w:p>
    <w:p w14:paraId="64AB77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SSB-based RLM RS in DRX mode</w:t>
      </w:r>
      <w:r>
        <w:tab/>
        <w:t>3096</w:t>
      </w:r>
    </w:p>
    <w:p w14:paraId="211450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3096</w:t>
      </w:r>
    </w:p>
    <w:p w14:paraId="235C5B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3101</w:t>
      </w:r>
    </w:p>
    <w:p w14:paraId="2939A0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CSI-RS-based RLM in non-DRX mode</w:t>
      </w:r>
      <w:r>
        <w:tab/>
        <w:t>3101</w:t>
      </w:r>
    </w:p>
    <w:p w14:paraId="22C207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3101</w:t>
      </w:r>
    </w:p>
    <w:p w14:paraId="08A9AB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3106</w:t>
      </w:r>
    </w:p>
    <w:p w14:paraId="7035AA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CSI-RS-based RLM in non-DRX mode</w:t>
      </w:r>
      <w:r>
        <w:tab/>
        <w:t>3106</w:t>
      </w:r>
    </w:p>
    <w:p w14:paraId="55D1E6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3106</w:t>
      </w:r>
    </w:p>
    <w:p w14:paraId="708915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3110</w:t>
      </w:r>
    </w:p>
    <w:p w14:paraId="560096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A.7.5.1.7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CSI-RS-based RLM in DRX mode</w:t>
      </w:r>
      <w:r>
        <w:tab/>
        <w:t>3110</w:t>
      </w:r>
    </w:p>
    <w:p w14:paraId="6FA742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3110</w:t>
      </w:r>
    </w:p>
    <w:p w14:paraId="7EBF0D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3114</w:t>
      </w:r>
    </w:p>
    <w:p w14:paraId="027704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A.7.5.1.8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CSI-RS-based RLM in DRX mode</w:t>
      </w:r>
      <w:r>
        <w:tab/>
        <w:t>3114</w:t>
      </w:r>
    </w:p>
    <w:p w14:paraId="2AF1CA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3114</w:t>
      </w:r>
    </w:p>
    <w:p w14:paraId="18FA0D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3119</w:t>
      </w:r>
    </w:p>
    <w:p w14:paraId="4BE8658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UE Radio Link Monitoring Scheduling Restrictions on FR2</w:t>
      </w:r>
      <w:r>
        <w:tab/>
        <w:t>3119</w:t>
      </w:r>
    </w:p>
    <w:p w14:paraId="2D8B8F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3119</w:t>
      </w:r>
    </w:p>
    <w:p w14:paraId="5E069E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3122</w:t>
      </w:r>
    </w:p>
    <w:p w14:paraId="3F0BA4E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3122</w:t>
      </w:r>
    </w:p>
    <w:p w14:paraId="3CC295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</w:rPr>
        <w:t>A.7.5.2.</w:t>
      </w:r>
      <w:r w:rsidRPr="00825DA5">
        <w:rPr>
          <w:bCs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Interruptions during measurements on deactivated NR SCC in FR2</w:t>
      </w:r>
      <w:r>
        <w:tab/>
        <w:t>3122</w:t>
      </w:r>
    </w:p>
    <w:p w14:paraId="0FEA55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3122</w:t>
      </w:r>
    </w:p>
    <w:p w14:paraId="2BE1DB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bCs/>
        </w:rPr>
        <w:t>A.7.5.2.1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3125</w:t>
      </w:r>
    </w:p>
    <w:p w14:paraId="12A88A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interruptions at NR SRS carrier-based switching</w:t>
      </w:r>
      <w:r>
        <w:tab/>
        <w:t>3126</w:t>
      </w:r>
    </w:p>
    <w:p w14:paraId="66E466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3126</w:t>
      </w:r>
    </w:p>
    <w:p w14:paraId="634D6A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3126</w:t>
      </w:r>
    </w:p>
    <w:p w14:paraId="2C04A9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3128</w:t>
      </w:r>
    </w:p>
    <w:p w14:paraId="49F7DE0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3128</w:t>
      </w:r>
    </w:p>
    <w:p w14:paraId="450ED4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 intra-band in non-DRX</w:t>
      </w:r>
      <w:r>
        <w:tab/>
        <w:t>3128</w:t>
      </w:r>
    </w:p>
    <w:p w14:paraId="64E987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3128</w:t>
      </w:r>
    </w:p>
    <w:p w14:paraId="6E08F3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3130</w:t>
      </w:r>
    </w:p>
    <w:p w14:paraId="687990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 FR1+FR2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SCell in FR2</w:t>
      </w:r>
      <w:r>
        <w:tab/>
        <w:t>3130</w:t>
      </w:r>
    </w:p>
    <w:p w14:paraId="1A9E49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3130</w:t>
      </w:r>
    </w:p>
    <w:p w14:paraId="4572A9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3134</w:t>
      </w:r>
    </w:p>
    <w:p w14:paraId="5ADC2B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 inter-band in non-DRX</w:t>
      </w:r>
      <w:r>
        <w:tab/>
        <w:t>3135</w:t>
      </w:r>
    </w:p>
    <w:p w14:paraId="4B7020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3135</w:t>
      </w:r>
    </w:p>
    <w:p w14:paraId="2796FF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3138</w:t>
      </w:r>
    </w:p>
    <w:p w14:paraId="66CE2E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A.7.5.3.4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SCell addition of known SCell in FR2</w:t>
      </w:r>
      <w:r>
        <w:tab/>
        <w:t>3139</w:t>
      </w:r>
    </w:p>
    <w:p w14:paraId="0ED70D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3139</w:t>
      </w:r>
    </w:p>
    <w:p w14:paraId="6B1C40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3142</w:t>
      </w:r>
    </w:p>
    <w:p w14:paraId="35F0CD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.5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handover with known SCell in FR2</w:t>
      </w:r>
      <w:r>
        <w:tab/>
        <w:t>3143</w:t>
      </w:r>
    </w:p>
    <w:p w14:paraId="720B6D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3143</w:t>
      </w:r>
    </w:p>
    <w:p w14:paraId="3B6BED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3145</w:t>
      </w:r>
    </w:p>
    <w:p w14:paraId="367D3D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.6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PUCCH SCell activation and deactivation </w:t>
      </w:r>
      <w:r>
        <w:rPr>
          <w:lang w:eastAsia="zh-CN"/>
        </w:rPr>
        <w:t>for FR1+FR2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SCell in FR2 and known</w:t>
      </w:r>
      <w:r>
        <w:tab/>
        <w:t>3146</w:t>
      </w:r>
    </w:p>
    <w:p w14:paraId="7DB802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3146</w:t>
      </w:r>
    </w:p>
    <w:p w14:paraId="173D9D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3150</w:t>
      </w:r>
    </w:p>
    <w:p w14:paraId="31BE6A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A.7.5.3.7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and deactivation delay requirements of FR2 unknown cell with FR1 PCell</w:t>
      </w:r>
      <w:r>
        <w:tab/>
        <w:t>3151</w:t>
      </w:r>
    </w:p>
    <w:p w14:paraId="7110BF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A.7.5.3.7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3151</w:t>
      </w:r>
    </w:p>
    <w:p w14:paraId="2A8BB2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A.7.5.3.7.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3155</w:t>
      </w:r>
    </w:p>
    <w:p w14:paraId="4C5926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.8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known PUCCH SCell in FR2 inter-band in non-DRX</w:t>
      </w:r>
      <w:r>
        <w:tab/>
        <w:t>3156</w:t>
      </w:r>
    </w:p>
    <w:p w14:paraId="1320CC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3156</w:t>
      </w:r>
    </w:p>
    <w:p w14:paraId="6C6324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3160</w:t>
      </w:r>
    </w:p>
    <w:p w14:paraId="3280D7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</w:t>
      </w:r>
      <w:r>
        <w:t>.5.3.9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PUCCH </w:t>
      </w:r>
      <w:r>
        <w:t>SCell Activation and deactivation of unknown SCell in FR</w:t>
      </w:r>
      <w:r>
        <w:rPr>
          <w:lang w:eastAsia="zh-CN"/>
        </w:rPr>
        <w:t>2</w:t>
      </w:r>
      <w:r>
        <w:tab/>
        <w:t>3161</w:t>
      </w:r>
    </w:p>
    <w:p w14:paraId="13CEBD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3161</w:t>
      </w:r>
    </w:p>
    <w:p w14:paraId="7D3ECB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3164</w:t>
      </w:r>
    </w:p>
    <w:p w14:paraId="6D05DE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A.7.5.3.10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of FR2 known PUCCH SCell and one FR2 unknown SCell with FR2 PCell</w:t>
      </w:r>
      <w:r>
        <w:tab/>
        <w:t>3165</w:t>
      </w:r>
    </w:p>
    <w:p w14:paraId="152A75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A.7.5.3.10.1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3165</w:t>
      </w:r>
    </w:p>
    <w:p w14:paraId="18DCB0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A.7.5.3.10.2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3169</w:t>
      </w:r>
    </w:p>
    <w:p w14:paraId="656B46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A.7.5.3.11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and deactivation delay requirements of FR2 unknown cell with FR2 PCell</w:t>
      </w:r>
      <w:r>
        <w:tab/>
        <w:t>3170</w:t>
      </w:r>
    </w:p>
    <w:p w14:paraId="5F8385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A.7.5.3.11.1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with non-PUCCH SCell in a secondary PUCCH Group</w:t>
      </w:r>
      <w:r>
        <w:tab/>
        <w:t>3170</w:t>
      </w:r>
    </w:p>
    <w:p w14:paraId="53B5096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A.7.5.3.11</w:t>
      </w:r>
      <w:r>
        <w:rPr>
          <w:lang w:eastAsia="zh-CN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3170</w:t>
      </w:r>
    </w:p>
    <w:p w14:paraId="63373C8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A.7.5.3.11.1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3174</w:t>
      </w:r>
    </w:p>
    <w:p w14:paraId="591A5E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A.7.5.3.11.2</w:t>
      </w:r>
      <w:r>
        <w:rPr>
          <w:rFonts w:ascii="Calibri" w:eastAsia="Malgun Gothic" w:hAnsi="Calibri"/>
          <w:sz w:val="22"/>
          <w:szCs w:val="22"/>
        </w:rPr>
        <w:tab/>
      </w:r>
      <w:r>
        <w:t>PUCCH SCell activation with non-PUCCH SCell in a primary PUCCH Group</w:t>
      </w:r>
      <w:r>
        <w:tab/>
        <w:t>3175</w:t>
      </w:r>
    </w:p>
    <w:p w14:paraId="63B5166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A.7.5.3.11</w:t>
      </w:r>
      <w:r>
        <w:rPr>
          <w:lang w:eastAsia="zh-CN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3175</w:t>
      </w:r>
    </w:p>
    <w:p w14:paraId="35284A8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A.7.5.3.11.2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3179</w:t>
      </w:r>
    </w:p>
    <w:p w14:paraId="65BFD4D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A.7</w:t>
      </w:r>
      <w:r>
        <w:rPr>
          <w:lang w:eastAsia="zh-CN"/>
        </w:rPr>
        <w:t>.5.3.12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PSCell RACH-less based Activation and deactivation </w:t>
      </w:r>
      <w:r>
        <w:rPr>
          <w:lang w:eastAsia="zh-CN"/>
        </w:rPr>
        <w:t>for FR1+FR2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PSCell in FR2</w:t>
      </w:r>
      <w:r>
        <w:tab/>
        <w:t>3180</w:t>
      </w:r>
    </w:p>
    <w:p w14:paraId="0B5608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3180</w:t>
      </w:r>
    </w:p>
    <w:p w14:paraId="7E9073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A.7.5.3.12.2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3184</w:t>
      </w:r>
    </w:p>
    <w:p w14:paraId="06BD61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A.7.5.3.13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</w:t>
      </w:r>
      <w:r>
        <w:rPr>
          <w:lang w:eastAsia="zh-CN"/>
        </w:rPr>
        <w:t>for</w:t>
      </w:r>
      <w:r>
        <w:t xml:space="preserve"> SCell in FR2 intra-band in non-DRX</w:t>
      </w:r>
      <w:r>
        <w:tab/>
        <w:t>3185</w:t>
      </w:r>
    </w:p>
    <w:p w14:paraId="2A63D9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3185</w:t>
      </w:r>
    </w:p>
    <w:p w14:paraId="53A894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3187</w:t>
      </w:r>
    </w:p>
    <w:p w14:paraId="0553D1F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A.7.5.3.14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</w:t>
      </w:r>
      <w:r>
        <w:rPr>
          <w:lang w:eastAsia="zh-CN"/>
        </w:rPr>
        <w:t>for</w:t>
      </w:r>
      <w:r>
        <w:t xml:space="preserve"> known SCell in FR2 inter-band</w:t>
      </w:r>
      <w:r>
        <w:tab/>
        <w:t>3187</w:t>
      </w:r>
    </w:p>
    <w:p w14:paraId="7BAB21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3187</w:t>
      </w:r>
    </w:p>
    <w:p w14:paraId="6F27DF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A.7.5.3.14.2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3190</w:t>
      </w:r>
    </w:p>
    <w:p w14:paraId="67A5F7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A.7.5.15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PSCell RACH-less based Activation and deactivation </w:t>
      </w:r>
      <w:r>
        <w:rPr>
          <w:lang w:eastAsia="zh-CN"/>
        </w:rPr>
        <w:t>for FR1+FR2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PSCell in FR2</w:t>
      </w:r>
      <w:r>
        <w:tab/>
        <w:t>3191</w:t>
      </w:r>
    </w:p>
    <w:p w14:paraId="65049A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</w:t>
      </w:r>
      <w:r>
        <w:t>7.5.15.3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3191</w:t>
      </w:r>
    </w:p>
    <w:p w14:paraId="7CBB15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3193</w:t>
      </w:r>
    </w:p>
    <w:p w14:paraId="3037D3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A.7.5.4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3194</w:t>
      </w:r>
    </w:p>
    <w:p w14:paraId="68A70A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A.7.5.5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3194</w:t>
      </w:r>
    </w:p>
    <w:p w14:paraId="6B585B8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A.7.5.5.1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SSB-based BFD and LR in non-DRX mode</w:t>
      </w:r>
      <w:r>
        <w:tab/>
        <w:t>3194</w:t>
      </w:r>
    </w:p>
    <w:p w14:paraId="37BD5B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3194</w:t>
      </w:r>
    </w:p>
    <w:p w14:paraId="7663CD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3198</w:t>
      </w:r>
    </w:p>
    <w:p w14:paraId="6DCA84C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SSB-based BFD and LR in DRX mode</w:t>
      </w:r>
      <w:r>
        <w:tab/>
        <w:t>3198</w:t>
      </w:r>
    </w:p>
    <w:p w14:paraId="0D54F3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3198</w:t>
      </w:r>
    </w:p>
    <w:p w14:paraId="0F17F9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3202</w:t>
      </w:r>
    </w:p>
    <w:p w14:paraId="25D5DF6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A.7.5.5.3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CSI-RS-based BFD and LR in non-DRX mode</w:t>
      </w:r>
      <w:r>
        <w:tab/>
        <w:t>3202</w:t>
      </w:r>
    </w:p>
    <w:p w14:paraId="18E8F8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3202</w:t>
      </w:r>
    </w:p>
    <w:p w14:paraId="3C8FE8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3206</w:t>
      </w:r>
    </w:p>
    <w:p w14:paraId="77D5AF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A.7.5.5.4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CSI-RS-based BFD and LR in DRX mode</w:t>
      </w:r>
      <w:r>
        <w:tab/>
        <w:t>3206</w:t>
      </w:r>
    </w:p>
    <w:p w14:paraId="5BB83A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3206</w:t>
      </w:r>
    </w:p>
    <w:p w14:paraId="45B664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3210</w:t>
      </w:r>
    </w:p>
    <w:p w14:paraId="01415C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A.7.5.5.5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restriction during Beam Failure Detection and Link Recovery for FR2 PCell configured with SSB-based BFD and LR in non-DRX mode</w:t>
      </w:r>
      <w:r>
        <w:tab/>
        <w:t>3210</w:t>
      </w:r>
    </w:p>
    <w:p w14:paraId="4393D1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3210</w:t>
      </w:r>
    </w:p>
    <w:p w14:paraId="18D5AE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3214</w:t>
      </w:r>
    </w:p>
    <w:p w14:paraId="5894EF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A.7.5.5.6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SCell configured with CSI-RS-based BFD and LR in non-DRX mode</w:t>
      </w:r>
      <w:r>
        <w:tab/>
        <w:t>3214</w:t>
      </w:r>
    </w:p>
    <w:p w14:paraId="64B68F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3214</w:t>
      </w:r>
    </w:p>
    <w:p w14:paraId="4AA8F9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3218</w:t>
      </w:r>
    </w:p>
    <w:p w14:paraId="4F7C5AD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A.7.5.5.7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SCell configured with CSI-RS-based BFD and LR in DRX mode</w:t>
      </w:r>
      <w:r>
        <w:tab/>
        <w:t>3218</w:t>
      </w:r>
    </w:p>
    <w:p w14:paraId="70B5D8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3218</w:t>
      </w:r>
    </w:p>
    <w:p w14:paraId="0B3BA9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3222</w:t>
      </w:r>
    </w:p>
    <w:p w14:paraId="0AD9FC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A.7.5.5.8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CSI-RS-based BFD and LR in DRX mode for UE fulfilling relaxed measurement criterion</w:t>
      </w:r>
      <w:r>
        <w:tab/>
        <w:t>3222</w:t>
      </w:r>
    </w:p>
    <w:p w14:paraId="67A986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3222</w:t>
      </w:r>
    </w:p>
    <w:p w14:paraId="6D9BBA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3227</w:t>
      </w:r>
    </w:p>
    <w:p w14:paraId="0A5DBDB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A.7.5.5.9</w:t>
      </w:r>
      <w:r>
        <w:rPr>
          <w:rFonts w:ascii="Calibri" w:eastAsia="Malgun Gothic" w:hAnsi="Calibri"/>
          <w:sz w:val="22"/>
          <w:szCs w:val="22"/>
        </w:rPr>
        <w:tab/>
      </w:r>
      <w:r>
        <w:t>TRP specific Beam Failure Detection and Link Recovery Test for FR2 SCell configured with CSI-RS-based BFD and LR in DRX mode</w:t>
      </w:r>
      <w:r>
        <w:tab/>
        <w:t>3227</w:t>
      </w:r>
    </w:p>
    <w:p w14:paraId="49438C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3227</w:t>
      </w:r>
    </w:p>
    <w:p w14:paraId="3F6E99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3233</w:t>
      </w:r>
    </w:p>
    <w:p w14:paraId="10F6FE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A.7.5.5.10</w:t>
      </w:r>
      <w:r>
        <w:rPr>
          <w:rFonts w:ascii="Calibri" w:eastAsia="Malgun Gothic" w:hAnsi="Calibri"/>
          <w:sz w:val="22"/>
          <w:szCs w:val="22"/>
        </w:rPr>
        <w:tab/>
      </w:r>
      <w:r>
        <w:t>TRP specific Beam Failure Detection and Link Recovery Test for FR2 PCell configured with SSB-based BFD and LR in non-DRX mode</w:t>
      </w:r>
      <w:r>
        <w:tab/>
        <w:t>3233</w:t>
      </w:r>
    </w:p>
    <w:p w14:paraId="6E916C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3233</w:t>
      </w:r>
    </w:p>
    <w:p w14:paraId="5BFE2F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A.7.5.5.10.2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3239</w:t>
      </w:r>
    </w:p>
    <w:p w14:paraId="4173BF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</w:t>
      </w:r>
      <w:r>
        <w:t>.5.5.</w:t>
      </w:r>
      <w:r>
        <w:rPr>
          <w:lang w:eastAsia="zh-CN"/>
        </w:rPr>
        <w:t>11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</w:t>
      </w:r>
      <w:r>
        <w:rPr>
          <w:lang w:eastAsia="zh-CN"/>
        </w:rPr>
        <w:t>-2</w:t>
      </w:r>
      <w:r>
        <w:t xml:space="preserve"> PCell configured with CSI-RS-based BFD and LR in non-DRX mode</w:t>
      </w:r>
      <w:r>
        <w:tab/>
        <w:t>3239</w:t>
      </w:r>
    </w:p>
    <w:p w14:paraId="10861B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3239</w:t>
      </w:r>
    </w:p>
    <w:p w14:paraId="03CFE4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7</w:t>
      </w:r>
      <w:r w:rsidRPr="00825DA5">
        <w:rPr>
          <w:snapToGrid w:val="0"/>
        </w:rPr>
        <w:t>.5.5.</w:t>
      </w:r>
      <w:r w:rsidRPr="00825DA5">
        <w:rPr>
          <w:snapToGrid w:val="0"/>
          <w:lang w:eastAsia="zh-CN"/>
        </w:rPr>
        <w:t>11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3244</w:t>
      </w:r>
    </w:p>
    <w:p w14:paraId="597EE2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</w:t>
      </w:r>
      <w:r>
        <w:t>.5.5.</w:t>
      </w:r>
      <w:r>
        <w:rPr>
          <w:lang w:eastAsia="zh-CN"/>
        </w:rPr>
        <w:t>12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</w:t>
      </w:r>
      <w:r>
        <w:rPr>
          <w:lang w:eastAsia="zh-CN"/>
        </w:rPr>
        <w:t>-2</w:t>
      </w:r>
      <w:r>
        <w:t xml:space="preserve"> PCell configured with CSI-RS-based BFD and LR in DRX mode</w:t>
      </w:r>
      <w:r>
        <w:tab/>
        <w:t>3244</w:t>
      </w:r>
    </w:p>
    <w:p w14:paraId="73B363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lastRenderedPageBreak/>
        <w:t>A.7.5.5.12.1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3244</w:t>
      </w:r>
    </w:p>
    <w:p w14:paraId="43FE9C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7</w:t>
      </w:r>
      <w:r w:rsidRPr="00825DA5">
        <w:rPr>
          <w:snapToGrid w:val="0"/>
        </w:rPr>
        <w:t>.5.5.</w:t>
      </w:r>
      <w:r w:rsidRPr="00825DA5">
        <w:rPr>
          <w:snapToGrid w:val="0"/>
          <w:lang w:eastAsia="zh-CN"/>
        </w:rPr>
        <w:t>12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3249</w:t>
      </w:r>
    </w:p>
    <w:p w14:paraId="19BDD5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</w:t>
      </w:r>
      <w:r>
        <w:t>.5.5.</w:t>
      </w:r>
      <w:r>
        <w:rPr>
          <w:lang w:eastAsia="zh-CN"/>
        </w:rPr>
        <w:t>13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restriction during Beam Failure Detection and Link Recovery for FR2</w:t>
      </w:r>
      <w:r>
        <w:rPr>
          <w:lang w:eastAsia="zh-CN"/>
        </w:rPr>
        <w:t>-2</w:t>
      </w:r>
      <w:r>
        <w:t xml:space="preserve"> PCell configured with SSB-based BFD and LR in non-DRX mode</w:t>
      </w:r>
      <w:r>
        <w:tab/>
        <w:t>3249</w:t>
      </w:r>
    </w:p>
    <w:p w14:paraId="22BC8E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A.7.5.5.13.1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3249</w:t>
      </w:r>
    </w:p>
    <w:p w14:paraId="36AE91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7</w:t>
      </w:r>
      <w:r w:rsidRPr="00825DA5">
        <w:rPr>
          <w:snapToGrid w:val="0"/>
        </w:rPr>
        <w:t>.5.5.</w:t>
      </w:r>
      <w:r w:rsidRPr="00825DA5">
        <w:rPr>
          <w:snapToGrid w:val="0"/>
          <w:lang w:eastAsia="zh-CN"/>
        </w:rPr>
        <w:t>13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3253</w:t>
      </w:r>
    </w:p>
    <w:p w14:paraId="6211B8A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A.7.5.6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tab/>
        <w:t>3253</w:t>
      </w:r>
    </w:p>
    <w:p w14:paraId="5CE63C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A.7.5.6.1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3253</w:t>
      </w:r>
    </w:p>
    <w:p w14:paraId="07B2C0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A.7.5.6.1.1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FR2- NR FR2 DL active BWP switch of SCell with non-DRX in SA</w:t>
      </w:r>
      <w:r>
        <w:tab/>
        <w:t>3253</w:t>
      </w:r>
    </w:p>
    <w:p w14:paraId="6F9A0C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A.7.5.6.1.2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FR1- NR FR2 DL active BWP switch of SCell with non-DRX in SA</w:t>
      </w:r>
      <w:r>
        <w:tab/>
        <w:t>3258</w:t>
      </w:r>
    </w:p>
    <w:p w14:paraId="03CE0B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A.7.5.6.1.3</w:t>
      </w:r>
      <w:r>
        <w:rPr>
          <w:rFonts w:ascii="Calibri" w:eastAsia="Malgun Gothic" w:hAnsi="Calibri"/>
          <w:sz w:val="22"/>
          <w:szCs w:val="22"/>
        </w:rPr>
        <w:tab/>
      </w:r>
      <w:r>
        <w:t>NR FR2 DL active BWP switch with non-DRX in SA</w:t>
      </w:r>
      <w:r>
        <w:tab/>
        <w:t>3263</w:t>
      </w:r>
    </w:p>
    <w:p w14:paraId="12A845B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3263</w:t>
      </w:r>
    </w:p>
    <w:p w14:paraId="5C88445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rFonts w:eastAsia="MS Mincho"/>
        </w:rPr>
        <w:t>7.5.6.1.3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3266</w:t>
      </w:r>
    </w:p>
    <w:p w14:paraId="72B1BD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A.7.5.6.1.4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FR2-2- NR FR2-2 DL active BWP switch of SCell with non-DRX in SA</w:t>
      </w:r>
      <w:r>
        <w:tab/>
        <w:t>3266</w:t>
      </w:r>
    </w:p>
    <w:p w14:paraId="27BBFA6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3266</w:t>
      </w:r>
    </w:p>
    <w:p w14:paraId="7182F18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A.7.5.6.1.4.2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3271</w:t>
      </w:r>
    </w:p>
    <w:p w14:paraId="477992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A.7.5.6.2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3272</w:t>
      </w:r>
    </w:p>
    <w:p w14:paraId="1E00AD2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3272</w:t>
      </w:r>
    </w:p>
    <w:p w14:paraId="1AFF178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3275</w:t>
      </w:r>
    </w:p>
    <w:p w14:paraId="473704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A.7.5.6.2.2</w:t>
      </w:r>
      <w:r>
        <w:rPr>
          <w:rFonts w:ascii="Calibri" w:eastAsia="Malgun Gothic" w:hAnsi="Calibri"/>
          <w:sz w:val="22"/>
          <w:szCs w:val="22"/>
        </w:rPr>
        <w:tab/>
      </w:r>
      <w:r>
        <w:t>NR FR2-2 DL active BWP switch of PCell with non-DRX in SA</w:t>
      </w:r>
      <w:r>
        <w:tab/>
        <w:t>3276</w:t>
      </w:r>
    </w:p>
    <w:p w14:paraId="24BBC1E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3276</w:t>
      </w:r>
    </w:p>
    <w:p w14:paraId="520BBA2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3280</w:t>
      </w:r>
    </w:p>
    <w:p w14:paraId="26F22D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A.7.5.6.3 </w:t>
      </w:r>
      <w:r w:rsidRPr="00825DA5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825DA5">
        <w:rPr>
          <w:rFonts w:cs="Arial"/>
          <w:lang w:val="en-US"/>
        </w:rPr>
        <w:t>on multiple CCs</w:t>
      </w:r>
      <w:r>
        <w:tab/>
        <w:t>3281</w:t>
      </w:r>
    </w:p>
    <w:p w14:paraId="33D05F0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3281</w:t>
      </w:r>
    </w:p>
    <w:p w14:paraId="5BDA8D6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3284</w:t>
      </w:r>
    </w:p>
    <w:p w14:paraId="6A7048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A.7.5.6.4</w:t>
      </w:r>
      <w:r>
        <w:rPr>
          <w:rFonts w:ascii="Calibri" w:eastAsia="Malgun Gothic" w:hAnsi="Calibri"/>
          <w:sz w:val="22"/>
          <w:szCs w:val="22"/>
        </w:rPr>
        <w:tab/>
      </w:r>
      <w:r>
        <w:t>SCell dormancy switch</w:t>
      </w:r>
      <w:r>
        <w:tab/>
        <w:t>3284</w:t>
      </w:r>
    </w:p>
    <w:p w14:paraId="70899A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A.7.5.6.4.1</w:t>
      </w:r>
      <w:r>
        <w:rPr>
          <w:rFonts w:ascii="Calibri" w:eastAsia="Malgun Gothic" w:hAnsi="Calibri"/>
          <w:sz w:val="22"/>
          <w:szCs w:val="22"/>
        </w:rPr>
        <w:tab/>
      </w:r>
      <w:r>
        <w:t>NR FR2 PCell SCell dormancy switch of single FR2 SCell inside active time</w:t>
      </w:r>
      <w:r>
        <w:tab/>
        <w:t>3284</w:t>
      </w:r>
    </w:p>
    <w:p w14:paraId="69EE8C0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A.7.5.6.4.1.1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3284</w:t>
      </w:r>
    </w:p>
    <w:p w14:paraId="7F7F6E4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A.7.5.6.4.1.2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3289</w:t>
      </w:r>
    </w:p>
    <w:p w14:paraId="56B612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A.7.5.6.4.2</w:t>
      </w:r>
      <w:r>
        <w:rPr>
          <w:rFonts w:ascii="Calibri" w:eastAsia="Malgun Gothic" w:hAnsi="Calibri"/>
          <w:sz w:val="22"/>
          <w:szCs w:val="22"/>
        </w:rPr>
        <w:tab/>
      </w:r>
      <w:r>
        <w:t>NR FR1 PCell SCell dormancy switch of two FR2 SCells outside active time</w:t>
      </w:r>
      <w:r>
        <w:tab/>
        <w:t>3289</w:t>
      </w:r>
    </w:p>
    <w:p w14:paraId="21F4670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A.7.5.6.4.2.1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Test Purpose and Environment</w:t>
      </w:r>
      <w:r>
        <w:tab/>
        <w:t>3289</w:t>
      </w:r>
    </w:p>
    <w:p w14:paraId="382048A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A.7.5.6.4.2.2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 Test Requirements</w:t>
      </w:r>
      <w:r>
        <w:tab/>
        <w:t>3294</w:t>
      </w:r>
    </w:p>
    <w:p w14:paraId="499057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lang w:val="en-US"/>
        </w:rPr>
        <w:t>A.7.5.6.5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val="en-US" w:eastAsia="zh-CN"/>
        </w:rPr>
        <w:t xml:space="preserve">Simultaneous </w:t>
      </w:r>
      <w:r w:rsidRPr="00825DA5">
        <w:rPr>
          <w:rFonts w:eastAsia="SimSun"/>
          <w:lang w:val="en-US"/>
        </w:rPr>
        <w:t xml:space="preserve">RRC-based Active BWP Switch </w:t>
      </w:r>
      <w:r w:rsidRPr="00825DA5">
        <w:rPr>
          <w:rFonts w:eastAsia="SimSun" w:cs="Arial"/>
          <w:lang w:val="en-US"/>
        </w:rPr>
        <w:t>on multiple CCs</w:t>
      </w:r>
      <w:r>
        <w:tab/>
        <w:t>3294</w:t>
      </w:r>
    </w:p>
    <w:p w14:paraId="416D6D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lang w:val="en-US" w:eastAsia="zh-CN"/>
        </w:rPr>
        <w:t>A.7.5.6.5.1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val="en-US" w:eastAsia="zh-CN"/>
        </w:rPr>
        <w:t>Active BWP switch on multiple SCells with non-DRX in SA</w:t>
      </w:r>
      <w:r>
        <w:tab/>
        <w:t>3294</w:t>
      </w:r>
    </w:p>
    <w:p w14:paraId="1DFF86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lang w:val="en-US" w:eastAsia="zh-CN"/>
        </w:rPr>
        <w:t>A.7.5.6.5.2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lang w:val="en-US"/>
        </w:rPr>
        <w:t xml:space="preserve">NR FR2-2 </w:t>
      </w:r>
      <w:r w:rsidRPr="00825DA5">
        <w:rPr>
          <w:rFonts w:eastAsia="SimSun"/>
          <w:lang w:val="en-US" w:eastAsia="zh-CN"/>
        </w:rPr>
        <w:t>Active BWP switch on multiple SCells with non-DRX in SA</w:t>
      </w:r>
      <w:r>
        <w:tab/>
        <w:t>3297</w:t>
      </w:r>
    </w:p>
    <w:p w14:paraId="6EC9EB0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lang w:val="en-US"/>
        </w:rPr>
        <w:t>A.7.5.6.5.2.1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lang w:val="en-US"/>
        </w:rPr>
        <w:t>Test Purpose and Environment</w:t>
      </w:r>
      <w:r>
        <w:tab/>
        <w:t>3297</w:t>
      </w:r>
    </w:p>
    <w:p w14:paraId="534AE84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</w:rPr>
        <w:t>A.7.5.6.5.2</w:t>
      </w:r>
      <w:r w:rsidRPr="00825DA5">
        <w:rPr>
          <w:rFonts w:eastAsia="MS Mincho"/>
          <w:bCs/>
        </w:rPr>
        <w:t>.</w:t>
      </w:r>
      <w:r w:rsidRPr="00825DA5">
        <w:rPr>
          <w:rFonts w:eastAsia="SimSun"/>
          <w:snapToGrid w:val="0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>Test Requirements</w:t>
      </w:r>
      <w:r>
        <w:tab/>
        <w:t>3301</w:t>
      </w:r>
    </w:p>
    <w:p w14:paraId="7BBDB93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A.7.5.7</w:t>
      </w:r>
      <w:r>
        <w:rPr>
          <w:rFonts w:ascii="Calibri" w:eastAsia="Malgun Gothic" w:hAnsi="Calibri"/>
          <w:sz w:val="22"/>
          <w:szCs w:val="22"/>
        </w:rPr>
        <w:tab/>
      </w:r>
      <w:r>
        <w:t>PSCell addition and release delay</w:t>
      </w:r>
      <w:r>
        <w:tab/>
        <w:t>3302</w:t>
      </w:r>
    </w:p>
    <w:p w14:paraId="38767EF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A.7.5.7.1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known NR PSCell in FR2-2</w:t>
      </w:r>
      <w:r>
        <w:tab/>
        <w:t>3302</w:t>
      </w:r>
    </w:p>
    <w:p w14:paraId="34F2A9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3302</w:t>
      </w:r>
    </w:p>
    <w:p w14:paraId="5C52A6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A.7.5.7.1.2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3305</w:t>
      </w:r>
    </w:p>
    <w:p w14:paraId="69BB2E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A.7.5.7.2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unknown NR PSCell in FR2-2</w:t>
      </w:r>
      <w:r>
        <w:tab/>
        <w:t>3305</w:t>
      </w:r>
    </w:p>
    <w:p w14:paraId="4CFB81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A.7.5.7.2.1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3305</w:t>
      </w:r>
    </w:p>
    <w:p w14:paraId="67A45B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A.7.5.7.2.2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3308</w:t>
      </w:r>
    </w:p>
    <w:p w14:paraId="2754407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A.7.5.8</w:t>
      </w:r>
      <w:r>
        <w:rPr>
          <w:rFonts w:ascii="Calibri" w:eastAsia="Malgun Gothic" w:hAnsi="Calibri"/>
          <w:sz w:val="22"/>
          <w:szCs w:val="22"/>
        </w:rPr>
        <w:tab/>
      </w:r>
      <w:r>
        <w:t>Active TCI state switch delay</w:t>
      </w:r>
      <w:r>
        <w:tab/>
        <w:t>3308</w:t>
      </w:r>
    </w:p>
    <w:p w14:paraId="6639BC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A.7.5.8.1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TCI state switch</w:t>
      </w:r>
      <w:r>
        <w:tab/>
        <w:t>3308</w:t>
      </w:r>
    </w:p>
    <w:p w14:paraId="500F6D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A.7.5.8.2</w:t>
      </w:r>
      <w:r>
        <w:rPr>
          <w:rFonts w:ascii="Calibri" w:eastAsia="Malgun Gothic" w:hAnsi="Calibri"/>
          <w:sz w:val="22"/>
          <w:szCs w:val="22"/>
        </w:rPr>
        <w:tab/>
      </w:r>
      <w:r>
        <w:t>RRC based active TCI state switch</w:t>
      </w:r>
      <w:r>
        <w:tab/>
        <w:t>3312</w:t>
      </w:r>
    </w:p>
    <w:p w14:paraId="7AF669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DengXian"/>
          <w:iCs/>
        </w:rPr>
        <w:t>MAC-CE based active TCI state switch for HST FR2 scenario</w:t>
      </w:r>
      <w:r>
        <w:tab/>
        <w:t>3316</w:t>
      </w:r>
    </w:p>
    <w:p w14:paraId="5A310F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A.7.5.8.3.1</w:t>
      </w:r>
      <w:r>
        <w:rPr>
          <w:rFonts w:ascii="Calibri" w:eastAsia="Malgun Gothic" w:hAnsi="Calibri"/>
          <w:sz w:val="22"/>
          <w:szCs w:val="22"/>
        </w:rPr>
        <w:tab/>
      </w:r>
      <w:r>
        <w:t>NR PCell FR2 HST active TCI state switch for a known TCI state</w:t>
      </w:r>
      <w:r>
        <w:tab/>
        <w:t>3316</w:t>
      </w:r>
    </w:p>
    <w:p w14:paraId="271D115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A.7.5.8.3.1.1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3316</w:t>
      </w:r>
    </w:p>
    <w:p w14:paraId="212E251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A.7.5.8</w:t>
      </w:r>
      <w:r w:rsidRPr="00825DA5">
        <w:rPr>
          <w:rFonts w:eastAsia="MS Mincho"/>
          <w:bCs/>
        </w:rPr>
        <w:t>.3.1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3320</w:t>
      </w:r>
    </w:p>
    <w:p w14:paraId="0251ED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A.7.5.9</w:t>
      </w:r>
      <w:r>
        <w:rPr>
          <w:rFonts w:ascii="Calibri" w:eastAsia="Malgun Gothic" w:hAnsi="Calibri"/>
          <w:sz w:val="22"/>
          <w:szCs w:val="22"/>
        </w:rPr>
        <w:tab/>
      </w:r>
      <w:r>
        <w:t>Uplink spatial relation switch delay</w:t>
      </w:r>
      <w:r>
        <w:tab/>
        <w:t>3321</w:t>
      </w:r>
    </w:p>
    <w:p w14:paraId="1C0965D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A.7.5.9.1.1.1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3321</w:t>
      </w:r>
    </w:p>
    <w:p w14:paraId="2F9390F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snapToGrid w:val="0"/>
        </w:rPr>
        <w:t>A.7.5.9</w:t>
      </w:r>
      <w:r w:rsidRPr="00825DA5">
        <w:rPr>
          <w:rFonts w:eastAsia="MS Mincho"/>
        </w:rPr>
        <w:t>.1.1</w:t>
      </w:r>
      <w:r w:rsidRPr="00825DA5">
        <w:rPr>
          <w:rFonts w:eastAsia="MS Mincho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snapToGrid w:val="0"/>
        </w:rPr>
        <w:t>Test Requirements</w:t>
      </w:r>
      <w:r>
        <w:tab/>
        <w:t>3324</w:t>
      </w:r>
    </w:p>
    <w:p w14:paraId="4B2C36C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A.7.5.9.2</w:t>
      </w:r>
      <w:r>
        <w:rPr>
          <w:rFonts w:ascii="Calibri" w:eastAsia="Malgun Gothic" w:hAnsi="Calibri"/>
          <w:sz w:val="22"/>
          <w:szCs w:val="22"/>
        </w:rPr>
        <w:tab/>
      </w:r>
      <w:r>
        <w:t>RRC based spatial relation switch</w:t>
      </w:r>
      <w:r>
        <w:tab/>
        <w:t>3324</w:t>
      </w:r>
    </w:p>
    <w:p w14:paraId="7A3D75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A.7.5.9.2.1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NR </w:t>
      </w:r>
      <w:r w:rsidRPr="00825DA5">
        <w:rPr>
          <w:rFonts w:cs="Arial"/>
          <w:lang w:val="en-US"/>
        </w:rPr>
        <w:t xml:space="preserve">PCell </w:t>
      </w:r>
      <w:r w:rsidRPr="00825DA5">
        <w:rPr>
          <w:rFonts w:cs="Arial"/>
        </w:rPr>
        <w:t>FR2 spatial relation switch associated with a known DL-RS</w:t>
      </w:r>
      <w:r>
        <w:tab/>
        <w:t>3324</w:t>
      </w:r>
    </w:p>
    <w:p w14:paraId="22D99AA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A.7.5.9.2.1.1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3324</w:t>
      </w:r>
    </w:p>
    <w:p w14:paraId="110F339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A.7.5.9.2</w:t>
      </w:r>
      <w:r w:rsidRPr="00825DA5">
        <w:rPr>
          <w:rFonts w:eastAsia="MS Mincho"/>
          <w:bCs/>
        </w:rPr>
        <w:t>.1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3327</w:t>
      </w:r>
    </w:p>
    <w:p w14:paraId="0F3BEF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A.7.5.10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</w:t>
      </w:r>
      <w:r>
        <w:tab/>
        <w:t>3327</w:t>
      </w:r>
    </w:p>
    <w:p w14:paraId="0957E1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A.7.5.10.1</w:t>
      </w:r>
      <w:r>
        <w:rPr>
          <w:rFonts w:ascii="Calibri" w:eastAsia="Malgun Gothic" w:hAnsi="Calibri"/>
          <w:sz w:val="22"/>
          <w:szCs w:val="22"/>
        </w:rPr>
        <w:tab/>
      </w:r>
      <w:r>
        <w:t>NR FR2 UE specific CBW change of PCell with non-DRX in SA</w:t>
      </w:r>
      <w:r>
        <w:tab/>
        <w:t>3327</w:t>
      </w:r>
    </w:p>
    <w:p w14:paraId="0B68EE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A.7.5.10.1.1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3327</w:t>
      </w:r>
    </w:p>
    <w:p w14:paraId="53A2C7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A.7.5.10.1.2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Test </w:t>
      </w:r>
      <w:r w:rsidRPr="00825DA5">
        <w:rPr>
          <w:snapToGrid w:val="0"/>
        </w:rPr>
        <w:t>Requirements</w:t>
      </w:r>
      <w:r>
        <w:tab/>
        <w:t>3330</w:t>
      </w:r>
    </w:p>
    <w:p w14:paraId="26BB06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A.7.5.11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3330</w:t>
      </w:r>
    </w:p>
    <w:p w14:paraId="6FE5FF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A.7.5.11.1</w:t>
      </w:r>
      <w:r>
        <w:rPr>
          <w:rFonts w:ascii="Calibri" w:eastAsia="Malgun Gothic" w:hAnsi="Calibri"/>
          <w:sz w:val="22"/>
          <w:szCs w:val="22"/>
        </w:rPr>
        <w:tab/>
      </w:r>
      <w:r>
        <w:t>UE UL carrier RRC reconfiguration Delay</w:t>
      </w:r>
      <w:r>
        <w:tab/>
        <w:t>3330</w:t>
      </w:r>
    </w:p>
    <w:p w14:paraId="6578FC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3330</w:t>
      </w:r>
    </w:p>
    <w:p w14:paraId="6D7832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3334</w:t>
      </w:r>
    </w:p>
    <w:p w14:paraId="372976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A.7.5.12</w:t>
      </w:r>
      <w:r>
        <w:rPr>
          <w:rFonts w:ascii="Calibri" w:eastAsia="Malgun Gothic" w:hAnsi="Calibri"/>
          <w:sz w:val="22"/>
          <w:szCs w:val="22"/>
        </w:rPr>
        <w:tab/>
      </w:r>
      <w:r>
        <w:t>Conditional PSCell addition and release delay (FR2 SA)</w:t>
      </w:r>
      <w:r>
        <w:tab/>
        <w:t>3334</w:t>
      </w:r>
    </w:p>
    <w:p w14:paraId="4CABA0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A.7.5.12.1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PSCell</w:t>
      </w:r>
      <w:r>
        <w:tab/>
        <w:t>3334</w:t>
      </w:r>
    </w:p>
    <w:p w14:paraId="6F3031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3334</w:t>
      </w:r>
    </w:p>
    <w:p w14:paraId="26D6FC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3334</w:t>
      </w:r>
    </w:p>
    <w:p w14:paraId="20B18F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3337</w:t>
      </w:r>
    </w:p>
    <w:p w14:paraId="56DDC9D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A.7.5.13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Unified TCI state switching delay</w:t>
      </w:r>
      <w:r>
        <w:tab/>
        <w:t>3337</w:t>
      </w:r>
    </w:p>
    <w:p w14:paraId="159492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A.7.5.13.1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joint TCI state switching</w:t>
      </w:r>
      <w:r>
        <w:tab/>
        <w:t>3337</w:t>
      </w:r>
    </w:p>
    <w:p w14:paraId="7FB878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A.7.5.13.1.1</w:t>
      </w:r>
      <w:r>
        <w:rPr>
          <w:rFonts w:ascii="Calibri" w:eastAsia="Malgun Gothic" w:hAnsi="Calibri"/>
          <w:sz w:val="22"/>
          <w:szCs w:val="22"/>
        </w:rPr>
        <w:tab/>
      </w:r>
      <w:r>
        <w:t>NR PCell FR2 active joint TCI state switch for a known TCI state</w:t>
      </w:r>
      <w:r>
        <w:tab/>
        <w:t>3337</w:t>
      </w:r>
    </w:p>
    <w:p w14:paraId="62FD44A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A.7.5.13.1.1.1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3337</w:t>
      </w:r>
    </w:p>
    <w:p w14:paraId="293E971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A.7.5.13.1.1.2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parameters</w:t>
      </w:r>
      <w:r>
        <w:tab/>
        <w:t>3338</w:t>
      </w:r>
    </w:p>
    <w:p w14:paraId="6137864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A.7.5.13</w:t>
      </w:r>
      <w:r w:rsidRPr="00825DA5">
        <w:rPr>
          <w:rFonts w:eastAsia="MS Mincho"/>
          <w:bCs/>
        </w:rPr>
        <w:t>.1.1</w:t>
      </w:r>
      <w:r w:rsidRPr="00825DA5">
        <w:rPr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3340</w:t>
      </w:r>
    </w:p>
    <w:p w14:paraId="2A2736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MAC-CE based active uplink TCI state switch</w:t>
      </w:r>
      <w:r>
        <w:tab/>
        <w:t>3340</w:t>
      </w:r>
    </w:p>
    <w:p w14:paraId="3D6B24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A.7.5.13.2.1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FR2 PCell uplink TCI state switch for a known TCI state</w:t>
      </w:r>
      <w:r>
        <w:tab/>
        <w:t>3340</w:t>
      </w:r>
    </w:p>
    <w:p w14:paraId="525FA0E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lang w:eastAsia="en-US"/>
        </w:rPr>
        <w:t>A.7.5.</w:t>
      </w:r>
      <w:r w:rsidRPr="00825DA5">
        <w:rPr>
          <w:rFonts w:eastAsia="MS Mincho"/>
        </w:rPr>
        <w:t>13</w:t>
      </w:r>
      <w:r w:rsidRPr="00825DA5">
        <w:rPr>
          <w:rFonts w:eastAsia="MS Mincho"/>
          <w:lang w:eastAsia="en-US"/>
        </w:rPr>
        <w:t>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lang w:eastAsia="en-US"/>
        </w:rPr>
        <w:t>Test Purpose and Environment</w:t>
      </w:r>
      <w:r>
        <w:tab/>
        <w:t>3340</w:t>
      </w:r>
    </w:p>
    <w:p w14:paraId="39AC03C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lang w:eastAsia="en-US"/>
        </w:rPr>
        <w:t>A.7.5.</w:t>
      </w:r>
      <w:r w:rsidRPr="00825DA5">
        <w:rPr>
          <w:rFonts w:eastAsia="MS Mincho"/>
        </w:rPr>
        <w:t>13</w:t>
      </w:r>
      <w:r w:rsidRPr="00825DA5">
        <w:rPr>
          <w:rFonts w:eastAsia="MS Mincho"/>
          <w:lang w:eastAsia="en-US"/>
        </w:rPr>
        <w:t>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lang w:eastAsia="en-US"/>
        </w:rPr>
        <w:t>Test parameters</w:t>
      </w:r>
      <w:r>
        <w:tab/>
        <w:t>3341</w:t>
      </w:r>
    </w:p>
    <w:p w14:paraId="17199E9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lang w:eastAsia="en-US"/>
        </w:rPr>
        <w:t>A.7.5.</w:t>
      </w:r>
      <w:r w:rsidRPr="00825DA5">
        <w:rPr>
          <w:rFonts w:eastAsia="MS Mincho"/>
        </w:rPr>
        <w:t>13</w:t>
      </w:r>
      <w:r w:rsidRPr="00825DA5">
        <w:rPr>
          <w:rFonts w:eastAsia="MS Mincho"/>
          <w:lang w:eastAsia="en-US"/>
        </w:rPr>
        <w:t>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lang w:eastAsia="en-US"/>
        </w:rPr>
        <w:t>Test Requirements</w:t>
      </w:r>
      <w:r>
        <w:tab/>
        <w:t>3343</w:t>
      </w:r>
    </w:p>
    <w:p w14:paraId="4CE500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A.7.5.13.3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downlink TCI state switch</w:t>
      </w:r>
      <w:r>
        <w:tab/>
        <w:t>3343</w:t>
      </w:r>
    </w:p>
    <w:p w14:paraId="084301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A.7.5.13.3.1</w:t>
      </w:r>
      <w:r>
        <w:rPr>
          <w:rFonts w:ascii="Calibri" w:eastAsia="Malgun Gothic" w:hAnsi="Calibri"/>
          <w:sz w:val="22"/>
          <w:szCs w:val="22"/>
        </w:rPr>
        <w:tab/>
      </w:r>
      <w:r>
        <w:t>NR PCell FR2 active downlink TCI state switch to cell with additional PCI for a known TCI state</w:t>
      </w:r>
      <w:r>
        <w:tab/>
        <w:t>3343</w:t>
      </w:r>
    </w:p>
    <w:p w14:paraId="0DADB85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A.7.5.13.3.1.1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3343</w:t>
      </w:r>
    </w:p>
    <w:p w14:paraId="5C84BF6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A.7.5.13.3.1.2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Parameters</w:t>
      </w:r>
      <w:r>
        <w:tab/>
        <w:t>3344</w:t>
      </w:r>
    </w:p>
    <w:p w14:paraId="6BAF092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A.7.5.13.3.1.3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3347</w:t>
      </w:r>
    </w:p>
    <w:p w14:paraId="34FE6B3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3347</w:t>
      </w:r>
    </w:p>
    <w:p w14:paraId="1F630AC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3347</w:t>
      </w:r>
    </w:p>
    <w:p w14:paraId="35A1FF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</w:t>
      </w:r>
      <w:r>
        <w:tab/>
        <w:t>3347</w:t>
      </w:r>
    </w:p>
    <w:p w14:paraId="22CD6E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3347</w:t>
      </w:r>
    </w:p>
    <w:p w14:paraId="3E083E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3351</w:t>
      </w:r>
    </w:p>
    <w:p w14:paraId="5D6541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DRX</w:t>
      </w:r>
      <w:r>
        <w:tab/>
        <w:t>3351</w:t>
      </w:r>
    </w:p>
    <w:p w14:paraId="109A6A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3351</w:t>
      </w:r>
    </w:p>
    <w:p w14:paraId="0EE65C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3354</w:t>
      </w:r>
    </w:p>
    <w:p w14:paraId="366C76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per-UE gaps under non-DRX</w:t>
      </w:r>
      <w:r>
        <w:tab/>
        <w:t>3355</w:t>
      </w:r>
    </w:p>
    <w:p w14:paraId="7A1897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3355</w:t>
      </w:r>
    </w:p>
    <w:p w14:paraId="1C7287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3358</w:t>
      </w:r>
    </w:p>
    <w:p w14:paraId="70CBAB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per-UE gaps under DRX</w:t>
      </w:r>
      <w:r>
        <w:tab/>
        <w:t>3358</w:t>
      </w:r>
    </w:p>
    <w:p w14:paraId="5083E0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3358</w:t>
      </w:r>
    </w:p>
    <w:p w14:paraId="6E40FF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3361</w:t>
      </w:r>
    </w:p>
    <w:p w14:paraId="4EA06C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 for UE configured with </w:t>
      </w:r>
      <w:r w:rsidRPr="00825DA5">
        <w:rPr>
          <w:i/>
          <w:iCs/>
          <w:snapToGrid w:val="0"/>
          <w:lang w:eastAsia="zh-CN"/>
        </w:rPr>
        <w:t>highSpeedMeasCA-Scell-r17</w:t>
      </w:r>
      <w:r>
        <w:tab/>
        <w:t>3362</w:t>
      </w:r>
    </w:p>
    <w:p w14:paraId="7B79C3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3362</w:t>
      </w:r>
    </w:p>
    <w:p w14:paraId="095BF0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3365</w:t>
      </w:r>
    </w:p>
    <w:p w14:paraId="272AB6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 for FR2-2</w:t>
      </w:r>
      <w:r>
        <w:tab/>
        <w:t>3365</w:t>
      </w:r>
    </w:p>
    <w:p w14:paraId="2CAD71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3365</w:t>
      </w:r>
    </w:p>
    <w:p w14:paraId="14F625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3368</w:t>
      </w:r>
    </w:p>
    <w:p w14:paraId="420EF6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</w:t>
      </w:r>
      <w:r w:rsidRPr="00825DA5">
        <w:rPr>
          <w:snapToGrid w:val="0"/>
          <w:lang w:eastAsia="zh-CN"/>
        </w:rPr>
        <w:t>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DRX for FR2-2</w:t>
      </w:r>
      <w:r>
        <w:tab/>
        <w:t>3369</w:t>
      </w:r>
    </w:p>
    <w:p w14:paraId="5306B7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3369</w:t>
      </w:r>
    </w:p>
    <w:p w14:paraId="43BC4D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3371</w:t>
      </w:r>
    </w:p>
    <w:p w14:paraId="29EB7B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per-UE gaps under non-DRX for FR2-2</w:t>
      </w:r>
      <w:r>
        <w:tab/>
        <w:t>3372</w:t>
      </w:r>
    </w:p>
    <w:p w14:paraId="49FFA1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3372</w:t>
      </w:r>
    </w:p>
    <w:p w14:paraId="6ED14B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3375</w:t>
      </w:r>
    </w:p>
    <w:p w14:paraId="6E46A1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per-UE gaps under DRX for FR2-2</w:t>
      </w:r>
      <w:r>
        <w:tab/>
        <w:t>3376</w:t>
      </w:r>
    </w:p>
    <w:p w14:paraId="26B491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3376</w:t>
      </w:r>
    </w:p>
    <w:p w14:paraId="78503B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3378</w:t>
      </w:r>
    </w:p>
    <w:p w14:paraId="39055D4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SSB time index detection without gap under non-DRX for FR2-2</w:t>
      </w:r>
      <w:r>
        <w:tab/>
        <w:t>3379</w:t>
      </w:r>
    </w:p>
    <w:p w14:paraId="1DD857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3379</w:t>
      </w:r>
    </w:p>
    <w:p w14:paraId="0F92EA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3382</w:t>
      </w:r>
    </w:p>
    <w:p w14:paraId="122A9C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 SSB time index detection with per-UE gaps under non-DRX for FR2-2</w:t>
      </w:r>
      <w:r>
        <w:tab/>
        <w:t>3383</w:t>
      </w:r>
    </w:p>
    <w:p w14:paraId="07B019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A.7.6.1.11.1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3383</w:t>
      </w:r>
    </w:p>
    <w:p w14:paraId="09CA3C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3385</w:t>
      </w:r>
    </w:p>
    <w:p w14:paraId="2E71D06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3386</w:t>
      </w:r>
    </w:p>
    <w:p w14:paraId="5F54B0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not used (PCell in FR2)</w:t>
      </w:r>
      <w:r>
        <w:tab/>
        <w:t>3386</w:t>
      </w:r>
    </w:p>
    <w:p w14:paraId="4EF291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3386</w:t>
      </w:r>
    </w:p>
    <w:p w14:paraId="4ACF5B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3389</w:t>
      </w:r>
    </w:p>
    <w:p w14:paraId="1002BA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used (Pcell in FR2)</w:t>
      </w:r>
      <w:r>
        <w:tab/>
        <w:t>3389</w:t>
      </w:r>
    </w:p>
    <w:p w14:paraId="53B486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3389</w:t>
      </w:r>
    </w:p>
    <w:p w14:paraId="4F9DD0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3393</w:t>
      </w:r>
    </w:p>
    <w:p w14:paraId="74570A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A.7.6.2.3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not used (PCell in FR2)</w:t>
      </w:r>
      <w:r>
        <w:tab/>
        <w:t>3393</w:t>
      </w:r>
    </w:p>
    <w:p w14:paraId="4A43DA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3393</w:t>
      </w:r>
    </w:p>
    <w:p w14:paraId="281362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3397</w:t>
      </w:r>
    </w:p>
    <w:p w14:paraId="0AAE0C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A.7.6.2.4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used (Pcell in FR2)</w:t>
      </w:r>
      <w:r>
        <w:tab/>
        <w:t>3397</w:t>
      </w:r>
    </w:p>
    <w:p w14:paraId="5215A7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3397</w:t>
      </w:r>
    </w:p>
    <w:p w14:paraId="23C06B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3401</w:t>
      </w:r>
    </w:p>
    <w:p w14:paraId="27F452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A.7.6.2.5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not used (PCell in FR1)</w:t>
      </w:r>
      <w:r>
        <w:tab/>
        <w:t>3401</w:t>
      </w:r>
    </w:p>
    <w:p w14:paraId="631710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3401</w:t>
      </w:r>
    </w:p>
    <w:p w14:paraId="06E0D1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3405</w:t>
      </w:r>
    </w:p>
    <w:p w14:paraId="79CA1F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A.7.6.2.6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used (Pcell in FR1)</w:t>
      </w:r>
      <w:r>
        <w:tab/>
        <w:t>3406</w:t>
      </w:r>
    </w:p>
    <w:p w14:paraId="5A24C2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3406</w:t>
      </w:r>
    </w:p>
    <w:p w14:paraId="4F44FA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3410</w:t>
      </w:r>
    </w:p>
    <w:p w14:paraId="2443B9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A.7.6.2.7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not used (PCell in FR1)</w:t>
      </w:r>
      <w:r>
        <w:tab/>
        <w:t>3411</w:t>
      </w:r>
    </w:p>
    <w:p w14:paraId="553FFA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3411</w:t>
      </w:r>
    </w:p>
    <w:p w14:paraId="126F9A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3415</w:t>
      </w:r>
    </w:p>
    <w:p w14:paraId="5E841E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A.7.6.2.8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used (PCell in FR1)</w:t>
      </w:r>
      <w:r>
        <w:tab/>
        <w:t>3416</w:t>
      </w:r>
    </w:p>
    <w:p w14:paraId="0D851D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3416</w:t>
      </w:r>
    </w:p>
    <w:p w14:paraId="46B84A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3420</w:t>
      </w:r>
    </w:p>
    <w:p w14:paraId="271399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A.7.6.2.9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not used (PCell in FR2) (rel16 additional mandatory gap pattern 17)</w:t>
      </w:r>
      <w:r>
        <w:tab/>
        <w:t>3421</w:t>
      </w:r>
    </w:p>
    <w:p w14:paraId="3602A6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3421</w:t>
      </w:r>
    </w:p>
    <w:p w14:paraId="1EC9A9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3425</w:t>
      </w:r>
    </w:p>
    <w:p w14:paraId="398445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</w:t>
      </w:r>
      <w:r>
        <w:tab/>
        <w:t>3425</w:t>
      </w:r>
    </w:p>
    <w:p w14:paraId="2266C2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3425</w:t>
      </w:r>
    </w:p>
    <w:p w14:paraId="5B52CC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3427</w:t>
      </w:r>
    </w:p>
    <w:p w14:paraId="128603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DRX</w:t>
      </w:r>
      <w:r>
        <w:tab/>
        <w:t>3427</w:t>
      </w:r>
    </w:p>
    <w:p w14:paraId="3A3F05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3427</w:t>
      </w:r>
    </w:p>
    <w:p w14:paraId="1EC2FE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A.7.6.2.11.2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3430</w:t>
      </w:r>
    </w:p>
    <w:p w14:paraId="39AD50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without SSB time index detection when DRX is not used (PCell in FR2-2)</w:t>
      </w:r>
      <w:r>
        <w:tab/>
        <w:t>3430</w:t>
      </w:r>
    </w:p>
    <w:p w14:paraId="48E300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3430</w:t>
      </w:r>
    </w:p>
    <w:p w14:paraId="47A427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3434</w:t>
      </w:r>
    </w:p>
    <w:p w14:paraId="7F7BDE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A.7.6.2.13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without SSB time index detection when DRX is used (PCell in FR2-2)</w:t>
      </w:r>
      <w:r>
        <w:tab/>
        <w:t>3435</w:t>
      </w:r>
    </w:p>
    <w:p w14:paraId="4E04F3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3435</w:t>
      </w:r>
    </w:p>
    <w:p w14:paraId="2EECFE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3439</w:t>
      </w:r>
    </w:p>
    <w:p w14:paraId="54EF71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A.7.6.2.14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 SSB time index detection when DRX is not used (PCell in FR2-2)</w:t>
      </w:r>
      <w:r>
        <w:tab/>
        <w:t>3440</w:t>
      </w:r>
    </w:p>
    <w:p w14:paraId="00D667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3440</w:t>
      </w:r>
    </w:p>
    <w:p w14:paraId="3C4F64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3444</w:t>
      </w:r>
    </w:p>
    <w:p w14:paraId="4CD4A7F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A.7.6.2.15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 SSB time index detection when DRX is used (PCell in FR2-2)</w:t>
      </w:r>
      <w:r>
        <w:tab/>
        <w:t>3445</w:t>
      </w:r>
    </w:p>
    <w:p w14:paraId="153BAE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3445</w:t>
      </w:r>
    </w:p>
    <w:p w14:paraId="2DB492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3449</w:t>
      </w:r>
    </w:p>
    <w:p w14:paraId="035C5F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A.7.6.2.16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without SSB time index detection when DRX is not used (PCell in FR1)</w:t>
      </w:r>
      <w:r>
        <w:tab/>
        <w:t>3450</w:t>
      </w:r>
    </w:p>
    <w:p w14:paraId="09B629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3450</w:t>
      </w:r>
    </w:p>
    <w:p w14:paraId="2C6774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3456</w:t>
      </w:r>
    </w:p>
    <w:p w14:paraId="17E6A3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A.7.6.2.17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without SSB time index detection when DRX is used (PCell in FR1)</w:t>
      </w:r>
      <w:r>
        <w:tab/>
        <w:t>3456</w:t>
      </w:r>
    </w:p>
    <w:p w14:paraId="06293D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3456</w:t>
      </w:r>
    </w:p>
    <w:p w14:paraId="773AD6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3463</w:t>
      </w:r>
    </w:p>
    <w:p w14:paraId="274B135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A.7.6.2.18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 SSB time index detection when DRX is not used (PCell in FR1)</w:t>
      </w:r>
      <w:r>
        <w:tab/>
        <w:t>3464</w:t>
      </w:r>
    </w:p>
    <w:p w14:paraId="06322F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3464</w:t>
      </w:r>
    </w:p>
    <w:p w14:paraId="4E531A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3469</w:t>
      </w:r>
    </w:p>
    <w:p w14:paraId="65363EF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A.7.6.2.19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 SSB time index detection when DRX is used (PCell in FR1)</w:t>
      </w:r>
      <w:r>
        <w:tab/>
        <w:t>3470</w:t>
      </w:r>
    </w:p>
    <w:p w14:paraId="6D1B91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3470</w:t>
      </w:r>
    </w:p>
    <w:p w14:paraId="559C81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A.7.6.2.19.2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3478</w:t>
      </w:r>
    </w:p>
    <w:p w14:paraId="701466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3479</w:t>
      </w:r>
    </w:p>
    <w:p w14:paraId="59AD1D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3479</w:t>
      </w:r>
    </w:p>
    <w:p w14:paraId="614FED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3479</w:t>
      </w:r>
    </w:p>
    <w:p w14:paraId="52495D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3479</w:t>
      </w:r>
    </w:p>
    <w:p w14:paraId="63963A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3479</w:t>
      </w:r>
    </w:p>
    <w:p w14:paraId="154919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3481</w:t>
      </w:r>
    </w:p>
    <w:p w14:paraId="30580A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3481</w:t>
      </w:r>
    </w:p>
    <w:p w14:paraId="3C93BB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3481</w:t>
      </w:r>
    </w:p>
    <w:p w14:paraId="0A8287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3482</w:t>
      </w:r>
    </w:p>
    <w:p w14:paraId="4C96D9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3484</w:t>
      </w:r>
    </w:p>
    <w:p w14:paraId="522D91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</w:t>
      </w:r>
      <w:r>
        <w:tab/>
        <w:t>3484</w:t>
      </w:r>
    </w:p>
    <w:p w14:paraId="3943AA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3484</w:t>
      </w:r>
    </w:p>
    <w:p w14:paraId="73DFB2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3485</w:t>
      </w:r>
    </w:p>
    <w:p w14:paraId="67BF7E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3487</w:t>
      </w:r>
    </w:p>
    <w:p w14:paraId="386BDC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</w:t>
      </w:r>
      <w:r>
        <w:tab/>
        <w:t>3488</w:t>
      </w:r>
    </w:p>
    <w:p w14:paraId="1CE804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3488</w:t>
      </w:r>
    </w:p>
    <w:p w14:paraId="0C0267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3488</w:t>
      </w:r>
    </w:p>
    <w:p w14:paraId="533C91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3490</w:t>
      </w:r>
    </w:p>
    <w:p w14:paraId="55B8BD8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</w:t>
      </w:r>
      <w:r w:rsidRPr="00825DA5">
        <w:rPr>
          <w:rFonts w:eastAsia="SimSun"/>
          <w:snapToGrid w:val="0"/>
          <w:lang w:val="en-US"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 w:rsidRPr="00825DA5">
        <w:rPr>
          <w:rFonts w:eastAsia="SimSun"/>
          <w:snapToGrid w:val="0"/>
          <w:lang w:val="en-US" w:eastAsia="zh-CN"/>
        </w:rPr>
        <w:t xml:space="preserve"> for power class 6 UE configured with </w:t>
      </w:r>
      <w:r w:rsidRPr="00825DA5">
        <w:rPr>
          <w:i/>
          <w:iCs/>
          <w:lang w:eastAsia="zh-CN"/>
        </w:rPr>
        <w:t>highSpeedMeasFlagFR2-r17</w:t>
      </w:r>
      <w:r>
        <w:tab/>
        <w:t>3491</w:t>
      </w:r>
    </w:p>
    <w:p w14:paraId="2B4B7C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</w:t>
      </w:r>
      <w:r w:rsidRPr="00825DA5">
        <w:rPr>
          <w:rFonts w:eastAsia="SimSun"/>
          <w:lang w:val="en-US" w:eastAsia="zh-CN"/>
        </w:rPr>
        <w:t>5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3491</w:t>
      </w:r>
    </w:p>
    <w:p w14:paraId="09FE69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</w:t>
      </w:r>
      <w:r w:rsidRPr="00825DA5">
        <w:rPr>
          <w:rFonts w:eastAsia="SimSun"/>
          <w:lang w:val="en-US" w:eastAsia="zh-CN"/>
        </w:rPr>
        <w:t>5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3491</w:t>
      </w:r>
    </w:p>
    <w:p w14:paraId="00150A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</w:t>
      </w:r>
      <w:r w:rsidRPr="00825DA5">
        <w:rPr>
          <w:rFonts w:eastAsia="SimSun"/>
          <w:lang w:val="en-US" w:eastAsia="zh-CN"/>
        </w:rPr>
        <w:t>5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3493</w:t>
      </w:r>
    </w:p>
    <w:p w14:paraId="423A40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A.7.6.3.6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Inter-cell SSB based L1-RSRP measurements on FR2 SCell when DRX is not used</w:t>
      </w:r>
      <w:r>
        <w:tab/>
        <w:t>3493</w:t>
      </w:r>
    </w:p>
    <w:p w14:paraId="4FD52E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3493</w:t>
      </w:r>
    </w:p>
    <w:p w14:paraId="4067A7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3494</w:t>
      </w:r>
    </w:p>
    <w:p w14:paraId="638515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A.7.6.3.6.3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3497</w:t>
      </w:r>
    </w:p>
    <w:p w14:paraId="0398C8D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A.7.6.4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3497</w:t>
      </w:r>
    </w:p>
    <w:p w14:paraId="175ED6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SRS-RSRP measurement with non-DRX</w:t>
      </w:r>
      <w:r>
        <w:tab/>
        <w:t>3497</w:t>
      </w:r>
    </w:p>
    <w:p w14:paraId="2C4A40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3497</w:t>
      </w:r>
    </w:p>
    <w:p w14:paraId="378821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3498</w:t>
      </w:r>
    </w:p>
    <w:p w14:paraId="7C6D3E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A.7.6.4.1.3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3500</w:t>
      </w:r>
    </w:p>
    <w:p w14:paraId="060079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CLI-RSSI measurement with non-DRX</w:t>
      </w:r>
      <w:r>
        <w:tab/>
        <w:t>3500</w:t>
      </w:r>
    </w:p>
    <w:p w14:paraId="5B5022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3500</w:t>
      </w:r>
    </w:p>
    <w:p w14:paraId="2C3BDA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3501</w:t>
      </w:r>
    </w:p>
    <w:p w14:paraId="0F4335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A.7.6.4.2.3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3502</w:t>
      </w:r>
    </w:p>
    <w:p w14:paraId="206BACC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A.7.6.5.1   SA interfrequency CGI reporting in autonomous gaps test (PCell in FR2)</w:t>
      </w:r>
      <w:r>
        <w:tab/>
        <w:t>3503</w:t>
      </w:r>
    </w:p>
    <w:p w14:paraId="5DD067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3503</w:t>
      </w:r>
    </w:p>
    <w:p w14:paraId="1F0F05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3506</w:t>
      </w:r>
    </w:p>
    <w:p w14:paraId="1E4E9DB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A.7.6.6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3506</w:t>
      </w:r>
    </w:p>
    <w:p w14:paraId="4905BE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 when DRX is used</w:t>
      </w:r>
      <w:r>
        <w:tab/>
        <w:t>3508</w:t>
      </w:r>
    </w:p>
    <w:p w14:paraId="7C6D6E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3508</w:t>
      </w:r>
    </w:p>
    <w:p w14:paraId="0D319D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3509</w:t>
      </w:r>
    </w:p>
    <w:p w14:paraId="438315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3511</w:t>
      </w:r>
    </w:p>
    <w:p w14:paraId="16DB1D5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A.7.6.6.</w:t>
      </w:r>
      <w:r w:rsidRPr="00825DA5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L1-SINR measurement </w:t>
      </w:r>
      <w:r w:rsidRPr="00825DA5">
        <w:rPr>
          <w:snapToGrid w:val="0"/>
          <w:lang w:eastAsia="zh-CN"/>
        </w:rPr>
        <w:t xml:space="preserve">with </w:t>
      </w:r>
      <w:r w:rsidRPr="00825DA5">
        <w:rPr>
          <w:snapToGrid w:val="0"/>
        </w:rPr>
        <w:t>CSI-RS based CMR and dedicated IMR configured when DRX is used</w:t>
      </w:r>
      <w:r>
        <w:tab/>
        <w:t>3511</w:t>
      </w:r>
    </w:p>
    <w:p w14:paraId="6F018B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A.7.6.6.3.1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3511</w:t>
      </w:r>
    </w:p>
    <w:p w14:paraId="295BAD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3512</w:t>
      </w:r>
    </w:p>
    <w:p w14:paraId="3D09C2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3514</w:t>
      </w:r>
    </w:p>
    <w:p w14:paraId="3A7E5E9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 based i</w:t>
      </w:r>
      <w:r>
        <w:t>ntra-frequency Measurements</w:t>
      </w:r>
      <w:r>
        <w:tab/>
        <w:t>3514</w:t>
      </w:r>
    </w:p>
    <w:p w14:paraId="1CFF5E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A.7.6.7.1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SA event triggered reporting test without gap under DRX for CSI-RS based intra-frequency measurement</w:t>
      </w:r>
      <w:r>
        <w:tab/>
        <w:t>3514</w:t>
      </w:r>
    </w:p>
    <w:p w14:paraId="0BC651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3514</w:t>
      </w:r>
    </w:p>
    <w:p w14:paraId="522EFF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A.7.6.7.1.2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3517</w:t>
      </w:r>
    </w:p>
    <w:p w14:paraId="701D9A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 based i</w:t>
      </w:r>
      <w:r>
        <w:t>nter-frequency Measurements</w:t>
      </w:r>
      <w:r>
        <w:tab/>
        <w:t>3517</w:t>
      </w:r>
    </w:p>
    <w:p w14:paraId="3AC15F9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A.7.6.8.1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CSI-RS based measurement when non-DRX is used (PCell in FR2)</w:t>
      </w:r>
      <w:r>
        <w:tab/>
        <w:t>3517</w:t>
      </w:r>
    </w:p>
    <w:p w14:paraId="277DD7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A.7.6.8.1.1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3517</w:t>
      </w:r>
    </w:p>
    <w:p w14:paraId="21B330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A.7.6.8.1.2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3520</w:t>
      </w:r>
    </w:p>
    <w:p w14:paraId="7246865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A.7.6.9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3520</w:t>
      </w:r>
    </w:p>
    <w:p w14:paraId="169C6C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A.7.6.9.1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RSTD measurement reporting delay test case for single positioning frequency layer in FR2 SA</w:t>
      </w:r>
      <w:r>
        <w:tab/>
        <w:t>3520</w:t>
      </w:r>
    </w:p>
    <w:p w14:paraId="09FB73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3520</w:t>
      </w:r>
    </w:p>
    <w:p w14:paraId="0E9DBD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3528</w:t>
      </w:r>
    </w:p>
    <w:p w14:paraId="546982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A.7.6.9.2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NR RSTD measurement reporting delay test case for dual positioning frequency layers in FR2 SA</w:t>
      </w:r>
      <w:r>
        <w:tab/>
        <w:t>3528</w:t>
      </w:r>
    </w:p>
    <w:p w14:paraId="6EC5CA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3528</w:t>
      </w:r>
    </w:p>
    <w:p w14:paraId="34ED29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3535</w:t>
      </w:r>
    </w:p>
    <w:p w14:paraId="095A56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A.7.6.9.3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with reduced number of samples in FR2 SA</w:t>
      </w:r>
      <w:r>
        <w:tab/>
        <w:t>3535</w:t>
      </w:r>
    </w:p>
    <w:p w14:paraId="69A6A6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3535</w:t>
      </w:r>
    </w:p>
    <w:p w14:paraId="395BA6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3540</w:t>
      </w:r>
    </w:p>
    <w:p w14:paraId="0C105E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A.7.6.9.4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FR2 SA without measurement gap</w:t>
      </w:r>
      <w:r>
        <w:tab/>
        <w:t>3540</w:t>
      </w:r>
    </w:p>
    <w:p w14:paraId="6B1030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3540</w:t>
      </w:r>
    </w:p>
    <w:p w14:paraId="67304A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3544</w:t>
      </w:r>
    </w:p>
    <w:p w14:paraId="42A07F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A.7.6.9.5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FR2 SA in RRC_CONNECTED state with Rx TEG</w:t>
      </w:r>
      <w:r>
        <w:tab/>
        <w:t>3544</w:t>
      </w:r>
    </w:p>
    <w:p w14:paraId="223571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3544</w:t>
      </w:r>
    </w:p>
    <w:p w14:paraId="7755EC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A.7.6.9.5.2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3548</w:t>
      </w:r>
    </w:p>
    <w:p w14:paraId="3651A8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A.7.6.10 PRS-RSRP measurements</w:t>
      </w:r>
      <w:r>
        <w:tab/>
        <w:t>3548</w:t>
      </w:r>
    </w:p>
    <w:p w14:paraId="75AF8F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A.7.6.10</w:t>
      </w:r>
      <w:r>
        <w:rPr>
          <w:lang w:eastAsia="zh-CN"/>
        </w:rPr>
        <w:t>.1</w:t>
      </w:r>
      <w:r>
        <w:t xml:space="preserve"> PRS-RSRP </w:t>
      </w:r>
      <w:r>
        <w:rPr>
          <w:lang w:eastAsia="zh-CN"/>
        </w:rPr>
        <w:t>reporting delay test case for single positioning frequency layer</w:t>
      </w:r>
      <w:r>
        <w:tab/>
        <w:t>3548</w:t>
      </w:r>
    </w:p>
    <w:p w14:paraId="6B30CB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A.7.6.10.1.1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3548</w:t>
      </w:r>
    </w:p>
    <w:p w14:paraId="49FB5F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A.7.6.10.</w:t>
      </w:r>
      <w:r>
        <w:rPr>
          <w:lang w:eastAsia="zh-CN"/>
        </w:rPr>
        <w:t>1.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3552</w:t>
      </w:r>
    </w:p>
    <w:p w14:paraId="4B8559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A.7.6.10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PRS-RSRP </w:t>
      </w:r>
      <w:r>
        <w:rPr>
          <w:lang w:eastAsia="zh-CN"/>
        </w:rPr>
        <w:t>reporting delay test case for dual positioning frequency layer</w:t>
      </w:r>
      <w:r>
        <w:tab/>
        <w:t>3552</w:t>
      </w:r>
    </w:p>
    <w:p w14:paraId="55D50A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A.7.6.10.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3552</w:t>
      </w:r>
    </w:p>
    <w:p w14:paraId="690CA8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A.7.6.10.2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3556</w:t>
      </w:r>
    </w:p>
    <w:p w14:paraId="25B2A9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PRS-RSRP </w:t>
      </w:r>
      <w:r>
        <w:rPr>
          <w:rFonts w:eastAsia="Malgun Gothic"/>
          <w:lang w:eastAsia="zh-CN"/>
        </w:rPr>
        <w:t xml:space="preserve">reporting delay test case for </w:t>
      </w:r>
      <w:r>
        <w:rPr>
          <w:rFonts w:eastAsia="Malgun Gothic"/>
          <w:snapToGrid w:val="0"/>
          <w:lang w:eastAsia="zh-CN"/>
        </w:rPr>
        <w:t>reduced number of samples</w:t>
      </w:r>
      <w:r>
        <w:tab/>
        <w:t>3556</w:t>
      </w:r>
    </w:p>
    <w:p w14:paraId="522779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3556</w:t>
      </w:r>
    </w:p>
    <w:p w14:paraId="4F779C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A.7.6.10.3</w:t>
      </w:r>
      <w:r>
        <w:rPr>
          <w:rFonts w:eastAsia="Malgun Gothic"/>
          <w:lang w:eastAsia="zh-CN"/>
        </w:rPr>
        <w:t>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3560</w:t>
      </w:r>
    </w:p>
    <w:p w14:paraId="3AB28F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PRS-RSRP </w:t>
      </w:r>
      <w:r>
        <w:rPr>
          <w:rFonts w:eastAsia="Malgun Gothic"/>
          <w:lang w:eastAsia="zh-CN"/>
        </w:rPr>
        <w:t>reporting delay test case for single positioning frequency layer</w:t>
      </w:r>
      <w:r>
        <w:rPr>
          <w:rFonts w:eastAsia="Malgun Gothic"/>
          <w:snapToGrid w:val="0"/>
        </w:rPr>
        <w:t xml:space="preserve"> outside MG</w:t>
      </w:r>
      <w:r>
        <w:tab/>
        <w:t>3560</w:t>
      </w:r>
    </w:p>
    <w:p w14:paraId="6F3547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3560</w:t>
      </w:r>
    </w:p>
    <w:p w14:paraId="6A0B94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A.7.6.10.4</w:t>
      </w:r>
      <w:r>
        <w:rPr>
          <w:rFonts w:eastAsia="Malgun Gothic"/>
          <w:lang w:eastAsia="zh-CN"/>
        </w:rPr>
        <w:t>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3564</w:t>
      </w:r>
    </w:p>
    <w:p w14:paraId="593CDA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A.7.6.11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3564</w:t>
      </w:r>
    </w:p>
    <w:p w14:paraId="0E98FC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A.7.6.11.1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 for single positioning frequency layer in FR2 SA</w:t>
      </w:r>
      <w:r>
        <w:tab/>
        <w:t>3564</w:t>
      </w:r>
    </w:p>
    <w:p w14:paraId="1E1904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3564</w:t>
      </w:r>
    </w:p>
    <w:p w14:paraId="40CB4B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3568</w:t>
      </w:r>
    </w:p>
    <w:p w14:paraId="521849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A.7.6.11.2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period for dual positioning frequency layers in FR2 SA</w:t>
      </w:r>
      <w:r>
        <w:tab/>
        <w:t>3568</w:t>
      </w:r>
    </w:p>
    <w:p w14:paraId="08C18A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3568</w:t>
      </w:r>
    </w:p>
    <w:p w14:paraId="03E2CE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3572</w:t>
      </w:r>
    </w:p>
    <w:p w14:paraId="2F1A4A9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A.7.6.11.3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 for single positioning frequency layer in FR2 SA with reduced sample number</w:t>
      </w:r>
      <w:r>
        <w:tab/>
        <w:t>3572</w:t>
      </w:r>
    </w:p>
    <w:p w14:paraId="1EAB6C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3572</w:t>
      </w:r>
    </w:p>
    <w:p w14:paraId="317308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3574</w:t>
      </w:r>
    </w:p>
    <w:p w14:paraId="252174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measurements without gaps in FR2 SA</w:t>
      </w:r>
      <w:r>
        <w:tab/>
        <w:t>3575</w:t>
      </w:r>
    </w:p>
    <w:p w14:paraId="0F9051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3575</w:t>
      </w:r>
    </w:p>
    <w:p w14:paraId="2E901F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3577</w:t>
      </w:r>
    </w:p>
    <w:p w14:paraId="6A1F1D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lastRenderedPageBreak/>
        <w:t>A.7.6.11.5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measurements for single positioning frequency layer in FR2 SA with multiple RxTx TEGs</w:t>
      </w:r>
      <w:r>
        <w:tab/>
        <w:t>3578</w:t>
      </w:r>
    </w:p>
    <w:p w14:paraId="46BDC6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3578</w:t>
      </w:r>
    </w:p>
    <w:p w14:paraId="797E78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A.7.6.11.5.2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3580</w:t>
      </w:r>
    </w:p>
    <w:p w14:paraId="03DD30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A.7.6.12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3581</w:t>
      </w:r>
    </w:p>
    <w:p w14:paraId="578C24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A.7.6.12</w:t>
      </w:r>
      <w:r>
        <w:rPr>
          <w:lang w:eastAsia="zh-CN"/>
        </w:rPr>
        <w:t>.1</w:t>
      </w:r>
      <w:r>
        <w:t xml:space="preserve"> PRS-RSRPP </w:t>
      </w:r>
      <w:r>
        <w:rPr>
          <w:lang w:eastAsia="zh-CN"/>
        </w:rPr>
        <w:t>reporting delay test case for single positioning frequency layer in FR2 in RRC_CONNECTED state</w:t>
      </w:r>
      <w:r>
        <w:tab/>
        <w:t>3581</w:t>
      </w:r>
    </w:p>
    <w:p w14:paraId="365F2E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3581</w:t>
      </w:r>
    </w:p>
    <w:p w14:paraId="7C75FC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</w:t>
      </w:r>
      <w:r>
        <w:rPr>
          <w:lang w:eastAsia="zh-CN"/>
        </w:rPr>
        <w:t>1.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3583</w:t>
      </w:r>
    </w:p>
    <w:p w14:paraId="556247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PRS-RSRPP </w:t>
      </w:r>
      <w:r>
        <w:rPr>
          <w:lang w:eastAsia="zh-CN"/>
        </w:rPr>
        <w:t>reporting delay test case for single positioning frequency layer in FR2 in RRC_CONNECTED state</w:t>
      </w:r>
      <w:r>
        <w:tab/>
        <w:t>3584</w:t>
      </w:r>
    </w:p>
    <w:p w14:paraId="365CF7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3584</w:t>
      </w:r>
    </w:p>
    <w:p w14:paraId="27957D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</w:t>
      </w:r>
      <w:r>
        <w:rPr>
          <w:lang w:eastAsia="zh-CN"/>
        </w:rPr>
        <w:t>2.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3586</w:t>
      </w:r>
    </w:p>
    <w:p w14:paraId="2CFAEF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PRS-RSRPP </w:t>
      </w:r>
      <w:r>
        <w:rPr>
          <w:lang w:eastAsia="zh-CN"/>
        </w:rPr>
        <w:t>reporting delay test case for gapless measurement in FR2</w:t>
      </w:r>
      <w:r>
        <w:tab/>
        <w:t>3586</w:t>
      </w:r>
    </w:p>
    <w:p w14:paraId="31CCC1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3586</w:t>
      </w:r>
    </w:p>
    <w:p w14:paraId="173333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A.7.6.12.</w:t>
      </w:r>
      <w:r>
        <w:rPr>
          <w:lang w:eastAsia="zh-CN"/>
        </w:rPr>
        <w:t>3.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3590</w:t>
      </w:r>
    </w:p>
    <w:p w14:paraId="225836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A.7.6.13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 for PDC</w:t>
      </w:r>
      <w:r>
        <w:tab/>
        <w:t>3590</w:t>
      </w:r>
    </w:p>
    <w:p w14:paraId="2D3D96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A.7.6.13.1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for propagation delay compensation using PRS in FR2</w:t>
      </w:r>
      <w:r>
        <w:tab/>
        <w:t>3590</w:t>
      </w:r>
    </w:p>
    <w:p w14:paraId="2ED1DA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environment13</w:t>
      </w:r>
      <w:r>
        <w:tab/>
        <w:t>3590</w:t>
      </w:r>
    </w:p>
    <w:p w14:paraId="43A52E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3592</w:t>
      </w:r>
    </w:p>
    <w:p w14:paraId="33054C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A.7.6.13.2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for propagation delay compensation using TRS in FR2</w:t>
      </w:r>
      <w:r>
        <w:tab/>
        <w:t>3593</w:t>
      </w:r>
    </w:p>
    <w:p w14:paraId="6D4B28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3593</w:t>
      </w:r>
    </w:p>
    <w:p w14:paraId="775E0D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3594</w:t>
      </w:r>
    </w:p>
    <w:p w14:paraId="6E4032E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t>A.7.6.14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Pre-MG</w:t>
      </w:r>
      <w:r>
        <w:tab/>
        <w:t>3595</w:t>
      </w:r>
    </w:p>
    <w:p w14:paraId="2FEE1F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Intra-frequency measurement test with SA event triggered reporting tests: with </w:t>
      </w:r>
      <w:r w:rsidRPr="00825DA5">
        <w:rPr>
          <w:bCs/>
          <w:snapToGrid w:val="0"/>
        </w:rPr>
        <w:t>autonomous</w:t>
      </w:r>
      <w:r w:rsidRPr="00825DA5">
        <w:rPr>
          <w:snapToGrid w:val="0"/>
        </w:rPr>
        <w:t xml:space="preserve"> activation/deactivation of Pre-MG in FR2</w:t>
      </w:r>
      <w:r>
        <w:tab/>
        <w:t>3595</w:t>
      </w:r>
    </w:p>
    <w:p w14:paraId="5D3508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3595</w:t>
      </w:r>
    </w:p>
    <w:p w14:paraId="5692E8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3595</w:t>
      </w:r>
    </w:p>
    <w:p w14:paraId="5CFA72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3597</w:t>
      </w:r>
    </w:p>
    <w:p w14:paraId="0EF8BA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test with SA event triggered reporting tests: with network-controlled activation/deactivation of Pre-MG in FR2</w:t>
      </w:r>
      <w:r>
        <w:tab/>
        <w:t>3598</w:t>
      </w:r>
    </w:p>
    <w:p w14:paraId="77200C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3598</w:t>
      </w:r>
    </w:p>
    <w:p w14:paraId="237FB9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3598</w:t>
      </w:r>
    </w:p>
    <w:p w14:paraId="760E2B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A.7.6.14.2.3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3600</w:t>
      </w:r>
    </w:p>
    <w:p w14:paraId="18B1114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t>A.7.6.15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concurrent gaps</w:t>
      </w:r>
      <w:r>
        <w:tab/>
        <w:t>3601</w:t>
      </w:r>
    </w:p>
    <w:p w14:paraId="5BEFE6E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A.7.6.15.1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fully non-overlapping concurrent MGs for SSB-based inter-frequency measurements</w:t>
      </w:r>
      <w:r>
        <w:tab/>
        <w:t>3601</w:t>
      </w:r>
    </w:p>
    <w:p w14:paraId="1D7AAC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3601</w:t>
      </w:r>
    </w:p>
    <w:p w14:paraId="0631B5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3604</w:t>
      </w:r>
    </w:p>
    <w:p w14:paraId="3C12CF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A.7.6.15.2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event triggered reporting tests For FR2 </w:t>
      </w:r>
      <w:r w:rsidRPr="00825DA5">
        <w:rPr>
          <w:rFonts w:eastAsia="SimSun"/>
          <w:lang w:val="en-US" w:eastAsia="zh-CN"/>
        </w:rPr>
        <w:t xml:space="preserve">with concurrent measurement gaps </w:t>
      </w:r>
      <w:r>
        <w:t>without SSB time index detection when DRX is not used (PCell in FR2)</w:t>
      </w:r>
      <w:r>
        <w:tab/>
        <w:t>3604</w:t>
      </w:r>
    </w:p>
    <w:p w14:paraId="38A15B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3604</w:t>
      </w:r>
    </w:p>
    <w:p w14:paraId="21323D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3607</w:t>
      </w:r>
    </w:p>
    <w:p w14:paraId="1F68BE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A.7.6.15.3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event triggered reporting tests for FR2 </w:t>
      </w:r>
      <w:r>
        <w:rPr>
          <w:lang w:eastAsia="zh-TW"/>
        </w:rPr>
        <w:t>concurrent gap with partially partial overalpping scenario for SSB-based measurements and PRS-based measurement</w:t>
      </w:r>
      <w:r>
        <w:tab/>
        <w:t>3607</w:t>
      </w:r>
    </w:p>
    <w:p w14:paraId="1065CF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3607</w:t>
      </w:r>
    </w:p>
    <w:p w14:paraId="2CD81C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A.7.6.15.3.2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3611</w:t>
      </w:r>
    </w:p>
    <w:p w14:paraId="79C58C0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TW"/>
        </w:rPr>
        <w:t>A.7.6.16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NCSG</w:t>
      </w:r>
      <w:r>
        <w:tab/>
        <w:t>3611</w:t>
      </w:r>
    </w:p>
    <w:p w14:paraId="2A98E9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</w:t>
      </w:r>
      <w:r w:rsidRPr="00825DA5">
        <w:rPr>
          <w:snapToGrid w:val="0"/>
          <w:lang w:val="en-US" w:eastAsia="zh-CN"/>
        </w:rPr>
        <w:t xml:space="preserve"> per-UE</w:t>
      </w:r>
      <w:r w:rsidRPr="00825DA5">
        <w:rPr>
          <w:snapToGrid w:val="0"/>
          <w:lang w:eastAsia="zh-CN"/>
        </w:rPr>
        <w:t xml:space="preserve"> </w:t>
      </w:r>
      <w:r w:rsidRPr="00825DA5">
        <w:rPr>
          <w:snapToGrid w:val="0"/>
          <w:lang w:val="en-US" w:eastAsia="zh-CN"/>
        </w:rPr>
        <w:t>NCSG</w:t>
      </w:r>
      <w:r w:rsidRPr="00825DA5">
        <w:rPr>
          <w:snapToGrid w:val="0"/>
          <w:lang w:eastAsia="zh-CN"/>
        </w:rPr>
        <w:t xml:space="preserve"> under non-DRX</w:t>
      </w:r>
      <w:r>
        <w:tab/>
        <w:t>3611</w:t>
      </w:r>
    </w:p>
    <w:p w14:paraId="4738B2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3611</w:t>
      </w:r>
    </w:p>
    <w:p w14:paraId="6516AE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3615</w:t>
      </w:r>
    </w:p>
    <w:p w14:paraId="323315C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A.7.6.16.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event triggered reporting tests </w:t>
      </w:r>
      <w:r>
        <w:rPr>
          <w:lang w:eastAsia="zh-CN"/>
        </w:rPr>
        <w:t xml:space="preserve">on inter-frequency </w:t>
      </w:r>
      <w:r>
        <w:t>measurement</w:t>
      </w:r>
      <w:r>
        <w:rPr>
          <w:lang w:eastAsia="zh-CN"/>
        </w:rPr>
        <w:t xml:space="preserve"> with NCSG f</w:t>
      </w:r>
      <w:r>
        <w:t>or FR2 when DRX is not used (PCell in FR2)</w:t>
      </w:r>
      <w:r>
        <w:tab/>
        <w:t>3615</w:t>
      </w:r>
    </w:p>
    <w:p w14:paraId="6CD7B3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3615</w:t>
      </w:r>
    </w:p>
    <w:p w14:paraId="2A1052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A.7.6.16.2.2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3618</w:t>
      </w:r>
    </w:p>
    <w:p w14:paraId="4F2FA7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A.7.6.16.3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 on deactivated Scell measurement via NCSG in FR2 in non-DRX</w:t>
      </w:r>
      <w:r>
        <w:tab/>
        <w:t>3618</w:t>
      </w:r>
    </w:p>
    <w:p w14:paraId="722D72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A.7.6.16.3.1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3618</w:t>
      </w:r>
    </w:p>
    <w:p w14:paraId="548768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A.7.6.16.3.2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3621</w:t>
      </w:r>
    </w:p>
    <w:p w14:paraId="69CAEAD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3621</w:t>
      </w:r>
    </w:p>
    <w:p w14:paraId="28A0FAF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3622</w:t>
      </w:r>
    </w:p>
    <w:p w14:paraId="42C80D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case measurement accuracy with FR2 serving cell and FR2 target cell</w:t>
      </w:r>
      <w:r>
        <w:tab/>
        <w:t>3622</w:t>
      </w:r>
    </w:p>
    <w:p w14:paraId="0FC91C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3622</w:t>
      </w:r>
    </w:p>
    <w:p w14:paraId="316290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A.7.7.1.1.2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3622</w:t>
      </w:r>
    </w:p>
    <w:p w14:paraId="2D4CA3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3626</w:t>
      </w:r>
    </w:p>
    <w:p w14:paraId="7037E4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FR2 serving cell and FR2 target cell</w:t>
      </w:r>
      <w:r>
        <w:tab/>
        <w:t>3627</w:t>
      </w:r>
    </w:p>
    <w:p w14:paraId="2B49B7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3627</w:t>
      </w:r>
    </w:p>
    <w:p w14:paraId="460100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3627</w:t>
      </w:r>
    </w:p>
    <w:p w14:paraId="2F70F25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3631</w:t>
      </w:r>
    </w:p>
    <w:p w14:paraId="1B0D3F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7.</w:t>
      </w:r>
      <w:r w:rsidRPr="00825DA5">
        <w:rPr>
          <w:snapToGrid w:val="0"/>
        </w:rPr>
        <w:t>7</w:t>
      </w:r>
      <w:r w:rsidRPr="00825DA5">
        <w:rPr>
          <w:snapToGrid w:val="0"/>
          <w:lang w:eastAsia="zh-CN"/>
        </w:rPr>
        <w:t>.</w:t>
      </w:r>
      <w:r w:rsidRPr="00825DA5">
        <w:rPr>
          <w:snapToGrid w:val="0"/>
        </w:rPr>
        <w:t>1</w:t>
      </w:r>
      <w:r w:rsidRPr="00825DA5">
        <w:rPr>
          <w:snapToGrid w:val="0"/>
          <w:lang w:eastAsia="zh-CN"/>
        </w:rPr>
        <w:t>.</w:t>
      </w:r>
      <w:r w:rsidRPr="00825DA5">
        <w:rPr>
          <w:snapToGrid w:val="0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FR1 serving cell and FR2 target cell</w:t>
      </w:r>
      <w:r>
        <w:tab/>
        <w:t>3632</w:t>
      </w:r>
    </w:p>
    <w:p w14:paraId="664B15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3632</w:t>
      </w:r>
    </w:p>
    <w:p w14:paraId="697298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3632</w:t>
      </w:r>
    </w:p>
    <w:p w14:paraId="6C4FEE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3636</w:t>
      </w:r>
    </w:p>
    <w:p w14:paraId="518881E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3636</w:t>
      </w:r>
    </w:p>
    <w:p w14:paraId="7CEBDE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FR2 serving cell and FR2 target cell</w:t>
      </w:r>
      <w:r>
        <w:tab/>
        <w:t>3636</w:t>
      </w:r>
    </w:p>
    <w:p w14:paraId="7FCFF3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3636</w:t>
      </w:r>
    </w:p>
    <w:p w14:paraId="67C543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3636</w:t>
      </w:r>
    </w:p>
    <w:p w14:paraId="15B354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3638</w:t>
      </w:r>
    </w:p>
    <w:p w14:paraId="1BB640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3638</w:t>
      </w:r>
    </w:p>
    <w:p w14:paraId="39C7EF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7.</w:t>
      </w:r>
      <w:r w:rsidRPr="00825DA5">
        <w:rPr>
          <w:snapToGrid w:val="0"/>
        </w:rPr>
        <w:t>7</w:t>
      </w:r>
      <w:r w:rsidRPr="00825DA5">
        <w:rPr>
          <w:snapToGrid w:val="0"/>
          <w:lang w:eastAsia="zh-CN"/>
        </w:rPr>
        <w:t>.</w:t>
      </w:r>
      <w:r w:rsidRPr="00825DA5">
        <w:rPr>
          <w:snapToGrid w:val="0"/>
        </w:rPr>
        <w:t>2</w:t>
      </w:r>
      <w:r w:rsidRPr="00825DA5">
        <w:rPr>
          <w:snapToGrid w:val="0"/>
          <w:lang w:eastAsia="zh-CN"/>
        </w:rPr>
        <w:t>.2.</w:t>
      </w:r>
      <w:r w:rsidRPr="00825DA5">
        <w:rPr>
          <w:snapToGrid w:val="0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3638</w:t>
      </w:r>
    </w:p>
    <w:p w14:paraId="4645CC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3638</w:t>
      </w:r>
    </w:p>
    <w:p w14:paraId="7EBAA1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.2.</w:t>
      </w:r>
      <w: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3640</w:t>
      </w:r>
    </w:p>
    <w:p w14:paraId="58DB1F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3640</w:t>
      </w:r>
    </w:p>
    <w:p w14:paraId="695673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case measurement accuracy with FR2 serving cell and FR2 target cell</w:t>
      </w:r>
      <w:r>
        <w:tab/>
        <w:t>3640</w:t>
      </w:r>
    </w:p>
    <w:p w14:paraId="349661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3640</w:t>
      </w:r>
    </w:p>
    <w:p w14:paraId="082399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3640</w:t>
      </w:r>
    </w:p>
    <w:p w14:paraId="58C802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3642</w:t>
      </w:r>
    </w:p>
    <w:p w14:paraId="0C0C687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A.7.7.3.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3642</w:t>
      </w:r>
    </w:p>
    <w:p w14:paraId="53113F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A.7.7.3.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3642</w:t>
      </w:r>
    </w:p>
    <w:p w14:paraId="57B285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A.7.7.3.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3642</w:t>
      </w:r>
    </w:p>
    <w:p w14:paraId="76C325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A.7.7.3.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3644</w:t>
      </w:r>
    </w:p>
    <w:p w14:paraId="37946C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3644</w:t>
      </w:r>
    </w:p>
    <w:p w14:paraId="5414D5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3644</w:t>
      </w:r>
    </w:p>
    <w:p w14:paraId="3E3E5B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3644</w:t>
      </w:r>
    </w:p>
    <w:p w14:paraId="794E8F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3645</w:t>
      </w:r>
    </w:p>
    <w:p w14:paraId="55E205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3647</w:t>
      </w:r>
    </w:p>
    <w:p w14:paraId="5B014C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3648</w:t>
      </w:r>
    </w:p>
    <w:p w14:paraId="5BD1D5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3648</w:t>
      </w:r>
    </w:p>
    <w:p w14:paraId="1BEC9E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3648</w:t>
      </w:r>
    </w:p>
    <w:p w14:paraId="5F941A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3650</w:t>
      </w:r>
    </w:p>
    <w:p w14:paraId="4FC1C5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A.7.7.5</w:t>
      </w:r>
      <w:r>
        <w:rPr>
          <w:rFonts w:ascii="Calibri" w:eastAsia="Malgun Gothic" w:hAnsi="Calibri"/>
          <w:sz w:val="22"/>
          <w:szCs w:val="22"/>
        </w:rPr>
        <w:tab/>
      </w:r>
      <w:r>
        <w:t>CLI measurements</w:t>
      </w:r>
      <w:r>
        <w:tab/>
        <w:t>3651</w:t>
      </w:r>
    </w:p>
    <w:p w14:paraId="57D2F9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SRS-RSRP measurement accuracy with FR2 serving cell</w:t>
      </w:r>
      <w:r>
        <w:tab/>
        <w:t>3651</w:t>
      </w:r>
    </w:p>
    <w:p w14:paraId="53C04C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3651</w:t>
      </w:r>
    </w:p>
    <w:p w14:paraId="133E7D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3651</w:t>
      </w:r>
    </w:p>
    <w:p w14:paraId="5F6833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3654</w:t>
      </w:r>
    </w:p>
    <w:p w14:paraId="3B843E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CLI-RSSI measurement accuracy with FR2 serving cell</w:t>
      </w:r>
      <w:r>
        <w:tab/>
        <w:t>3655</w:t>
      </w:r>
    </w:p>
    <w:p w14:paraId="5B5AC8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3655</w:t>
      </w:r>
    </w:p>
    <w:p w14:paraId="44D6B3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3655</w:t>
      </w:r>
    </w:p>
    <w:p w14:paraId="7BBB6F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3657</w:t>
      </w:r>
    </w:p>
    <w:p w14:paraId="60A1E67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A.7.7.6</w:t>
      </w:r>
      <w:r>
        <w:rPr>
          <w:rFonts w:ascii="Calibri" w:eastAsia="Malgun Gothic" w:hAnsi="Calibri"/>
          <w:sz w:val="22"/>
          <w:szCs w:val="22"/>
        </w:rPr>
        <w:tab/>
      </w:r>
      <w:r>
        <w:t>L1-SINR measurement for beam reporting</w:t>
      </w:r>
      <w:r>
        <w:tab/>
        <w:t>3658</w:t>
      </w:r>
    </w:p>
    <w:p w14:paraId="3E12B7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3658</w:t>
      </w:r>
    </w:p>
    <w:p w14:paraId="6F2992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3658</w:t>
      </w:r>
    </w:p>
    <w:p w14:paraId="28F52C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3660</w:t>
      </w:r>
    </w:p>
    <w:p w14:paraId="60AD14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SSB based CMR and dedicated IMR</w:t>
      </w:r>
      <w:r>
        <w:tab/>
        <w:t>3661</w:t>
      </w:r>
    </w:p>
    <w:p w14:paraId="6B0828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3661</w:t>
      </w:r>
    </w:p>
    <w:p w14:paraId="3316F6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3661</w:t>
      </w:r>
    </w:p>
    <w:p w14:paraId="1303DC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3663</w:t>
      </w:r>
    </w:p>
    <w:p w14:paraId="1640CD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L1-SINR measurement with CSI-RS based CMR and dedicated IMR</w:t>
      </w:r>
      <w:r>
        <w:tab/>
        <w:t>3663</w:t>
      </w:r>
    </w:p>
    <w:p w14:paraId="4F1FD0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3663</w:t>
      </w:r>
    </w:p>
    <w:p w14:paraId="12925A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3664</w:t>
      </w:r>
    </w:p>
    <w:p w14:paraId="13A676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3666</w:t>
      </w:r>
    </w:p>
    <w:p w14:paraId="7420E22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CSI-RSRP</w:t>
      </w:r>
      <w:r>
        <w:tab/>
        <w:t>3666</w:t>
      </w:r>
    </w:p>
    <w:p w14:paraId="2C9229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A.7.7.7.1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SA intra-frequency case measurement accuracy with FR2 serving cell and FR2 target cell</w:t>
      </w:r>
      <w:r>
        <w:tab/>
        <w:t>3666</w:t>
      </w:r>
    </w:p>
    <w:p w14:paraId="7E3CA0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A.7.7.7.1.1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3666</w:t>
      </w:r>
    </w:p>
    <w:p w14:paraId="76D5CB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A.7.7.7.1.2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3667</w:t>
      </w:r>
    </w:p>
    <w:p w14:paraId="02DA82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A.7.7.7.1.3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3670</w:t>
      </w:r>
    </w:p>
    <w:p w14:paraId="13BAAF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A.7.7.7.2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SA inter-frequency case measurement accuracy with FR2 serving cell and FR2 target cell</w:t>
      </w:r>
      <w:r>
        <w:tab/>
        <w:t>3671</w:t>
      </w:r>
    </w:p>
    <w:p w14:paraId="7BE764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A.7.7.7.2.1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3671</w:t>
      </w:r>
    </w:p>
    <w:p w14:paraId="76FFA7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A.7.7.7.2.2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3671</w:t>
      </w:r>
    </w:p>
    <w:p w14:paraId="48D174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A.7.7.7.2.3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3674</w:t>
      </w:r>
    </w:p>
    <w:p w14:paraId="265D80C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A.7.7.8</w:t>
      </w:r>
      <w:r>
        <w:rPr>
          <w:rFonts w:ascii="Calibri" w:eastAsia="Malgun Gothic" w:hAnsi="Calibri"/>
          <w:sz w:val="22"/>
          <w:szCs w:val="22"/>
        </w:rPr>
        <w:tab/>
      </w:r>
      <w:r>
        <w:t>CSI-RSRQ</w:t>
      </w:r>
      <w:r>
        <w:tab/>
        <w:t>3674</w:t>
      </w:r>
    </w:p>
    <w:p w14:paraId="6C21D6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FR2 serving cell and FR2 target cell</w:t>
      </w:r>
      <w:r>
        <w:tab/>
        <w:t>3674</w:t>
      </w:r>
    </w:p>
    <w:p w14:paraId="693F99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A.7.7.8.1.1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3674</w:t>
      </w:r>
    </w:p>
    <w:p w14:paraId="47DFFF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A.7.7.8.1.2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3675</w:t>
      </w:r>
    </w:p>
    <w:p w14:paraId="776B51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A.7.7.8.1.3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3677</w:t>
      </w:r>
    </w:p>
    <w:p w14:paraId="6B25E3C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A.7.7.8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3677</w:t>
      </w:r>
    </w:p>
    <w:p w14:paraId="27A0F0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A.7.7.8</w:t>
      </w:r>
      <w:r w:rsidRPr="00825DA5">
        <w:rPr>
          <w:snapToGrid w:val="0"/>
          <w:lang w:eastAsia="zh-CN"/>
        </w:rPr>
        <w:t>.2.</w:t>
      </w:r>
      <w:r w:rsidRPr="00825DA5">
        <w:rPr>
          <w:snapToGrid w:val="0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3677</w:t>
      </w:r>
    </w:p>
    <w:p w14:paraId="64293F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A.7.7.8</w:t>
      </w:r>
      <w:r>
        <w:rPr>
          <w:lang w:eastAsia="zh-CN"/>
        </w:rPr>
        <w:t>.2.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3677</w:t>
      </w:r>
    </w:p>
    <w:p w14:paraId="1D6CD1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A.7.7.8</w:t>
      </w:r>
      <w:r>
        <w:rPr>
          <w:lang w:eastAsia="zh-CN"/>
        </w:rPr>
        <w:t>.2.</w:t>
      </w:r>
      <w: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3679</w:t>
      </w:r>
    </w:p>
    <w:p w14:paraId="72A60FE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A.7.7.9</w:t>
      </w:r>
      <w:r>
        <w:rPr>
          <w:rFonts w:ascii="Calibri" w:eastAsia="Malgun Gothic" w:hAnsi="Calibri"/>
          <w:sz w:val="22"/>
          <w:szCs w:val="22"/>
        </w:rPr>
        <w:tab/>
      </w:r>
      <w:r>
        <w:t>CSI-SINR</w:t>
      </w:r>
      <w:r>
        <w:tab/>
        <w:t>3679</w:t>
      </w:r>
    </w:p>
    <w:p w14:paraId="67BDBD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case measurement accuracy with FR2 serving cell and FR2 target cell</w:t>
      </w:r>
      <w:r>
        <w:tab/>
        <w:t>3679</w:t>
      </w:r>
    </w:p>
    <w:p w14:paraId="75115A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3679</w:t>
      </w:r>
    </w:p>
    <w:p w14:paraId="35D800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A.7.7.9.1.2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3679</w:t>
      </w:r>
    </w:p>
    <w:p w14:paraId="3A876B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A.7.7.9.1.3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3681</w:t>
      </w:r>
    </w:p>
    <w:p w14:paraId="7824F0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A.7.7.9.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3681</w:t>
      </w:r>
    </w:p>
    <w:p w14:paraId="3C24BA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A.7.7.9.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3681</w:t>
      </w:r>
    </w:p>
    <w:p w14:paraId="6816A7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A.7.7.9.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3682</w:t>
      </w:r>
    </w:p>
    <w:p w14:paraId="482648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A.7.7.9.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3684</w:t>
      </w:r>
    </w:p>
    <w:p w14:paraId="7FC886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A.7.7.10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3684</w:t>
      </w:r>
    </w:p>
    <w:p w14:paraId="4AD299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single positioning frequency layer</w:t>
      </w:r>
      <w:r>
        <w:tab/>
        <w:t>3684</w:t>
      </w:r>
    </w:p>
    <w:p w14:paraId="0C518E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3684</w:t>
      </w:r>
    </w:p>
    <w:p w14:paraId="2FC259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3687</w:t>
      </w:r>
    </w:p>
    <w:p w14:paraId="4DFD68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dual positioning frequency layer</w:t>
      </w:r>
      <w:r>
        <w:tab/>
        <w:t>3687</w:t>
      </w:r>
    </w:p>
    <w:p w14:paraId="0DADE0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3687</w:t>
      </w:r>
    </w:p>
    <w:p w14:paraId="627FCC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3691</w:t>
      </w:r>
    </w:p>
    <w:p w14:paraId="5BC373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A.7.7.10.3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with reduced number of samples for single positioning frequency layer in FR2 in RRC_CONNECTED state</w:t>
      </w:r>
      <w:r>
        <w:tab/>
        <w:t>3692</w:t>
      </w:r>
    </w:p>
    <w:p w14:paraId="743697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3692</w:t>
      </w:r>
    </w:p>
    <w:p w14:paraId="6D6CC6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A.7.7.10.3.2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3693</w:t>
      </w:r>
    </w:p>
    <w:p w14:paraId="010C39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</w:rPr>
        <w:t>A.7.7.10.4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RSTD measurement accuracy test case </w:t>
      </w:r>
      <w:r>
        <w:rPr>
          <w:rFonts w:eastAsia="Malgun Gothic"/>
          <w:snapToGrid w:val="0"/>
          <w:lang w:eastAsia="zh-CN"/>
        </w:rPr>
        <w:t>with Rx TEG</w:t>
      </w:r>
      <w:r>
        <w:tab/>
        <w:t>3694</w:t>
      </w:r>
    </w:p>
    <w:p w14:paraId="4D15DD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A.7.7.10.4.1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3694</w:t>
      </w:r>
    </w:p>
    <w:p w14:paraId="5AD8E9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A.7.7.10.4.2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3696</w:t>
      </w:r>
    </w:p>
    <w:p w14:paraId="4E7882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A.7.7.11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3696</w:t>
      </w:r>
    </w:p>
    <w:p w14:paraId="003560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A.7.7.11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SA measurement accuracy </w:t>
      </w:r>
      <w:r w:rsidRPr="00825DA5">
        <w:rPr>
          <w:snapToGrid w:val="0"/>
          <w:lang w:val="en-US" w:eastAsia="zh-CN"/>
        </w:rPr>
        <w:t>with PRS in FR2</w:t>
      </w:r>
      <w:r>
        <w:tab/>
        <w:t>3696</w:t>
      </w:r>
    </w:p>
    <w:p w14:paraId="1ACA6D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A.7.7.11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3696</w:t>
      </w:r>
    </w:p>
    <w:p w14:paraId="62CCC2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A.7.7.11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3696</w:t>
      </w:r>
    </w:p>
    <w:p w14:paraId="645A29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A.7.7.11</w:t>
      </w:r>
      <w:r>
        <w:t>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3700</w:t>
      </w:r>
    </w:p>
    <w:p w14:paraId="71EF98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A.7.7.11.2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 measurement accuracy </w:t>
      </w:r>
      <w:r>
        <w:rPr>
          <w:rFonts w:eastAsia="Malgun Gothic"/>
          <w:snapToGrid w:val="0"/>
          <w:lang w:val="en-US" w:eastAsia="zh-CN"/>
        </w:rPr>
        <w:t xml:space="preserve">with PRS in FR2 </w:t>
      </w:r>
      <w:r>
        <w:rPr>
          <w:rFonts w:eastAsia="Malgun Gothic"/>
        </w:rPr>
        <w:t>with reduced sample number</w:t>
      </w:r>
      <w:r>
        <w:tab/>
        <w:t>3701</w:t>
      </w:r>
    </w:p>
    <w:p w14:paraId="0FC15B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A.7.7.11.2</w:t>
      </w:r>
      <w:r>
        <w:rPr>
          <w:rFonts w:eastAsia="Malgun Gothic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3701</w:t>
      </w:r>
    </w:p>
    <w:p w14:paraId="07DB37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A.7.7.11.2.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3701</w:t>
      </w:r>
    </w:p>
    <w:p w14:paraId="7FF21F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A.7.7.11.2</w:t>
      </w:r>
      <w:r>
        <w:rPr>
          <w:rFonts w:eastAsia="Malgun Gothic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3703</w:t>
      </w:r>
    </w:p>
    <w:p w14:paraId="06BB3FD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A.7.7.12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3704</w:t>
      </w:r>
    </w:p>
    <w:p w14:paraId="588DB7E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A.7.7.12.1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UE Rx-Tx time difference measurement </w:t>
      </w:r>
      <w:r>
        <w:rPr>
          <w:lang w:eastAsia="zh-CN"/>
        </w:rPr>
        <w:t>accuracy</w:t>
      </w:r>
      <w:r>
        <w:t xml:space="preserve"> for single positioning frequency layer in FR2 SA</w:t>
      </w:r>
      <w:r>
        <w:tab/>
        <w:t>3704</w:t>
      </w:r>
    </w:p>
    <w:p w14:paraId="4FD529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3704</w:t>
      </w:r>
    </w:p>
    <w:p w14:paraId="3F95D0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3704</w:t>
      </w:r>
    </w:p>
    <w:p w14:paraId="716843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A.7.7.12.1.3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3707</w:t>
      </w:r>
    </w:p>
    <w:p w14:paraId="4802AC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</w:t>
      </w:r>
      <w:r>
        <w:rPr>
          <w:rFonts w:eastAsia="Malgun Gothic"/>
          <w:lang w:eastAsia="zh-CN"/>
        </w:rPr>
        <w:t>accuracy</w:t>
      </w:r>
      <w:r>
        <w:rPr>
          <w:rFonts w:eastAsia="Malgun Gothic"/>
        </w:rPr>
        <w:t xml:space="preserve"> </w:t>
      </w:r>
      <w:r>
        <w:rPr>
          <w:rFonts w:eastAsia="Malgun Gothic"/>
          <w:lang w:eastAsia="zh-CN"/>
        </w:rPr>
        <w:t>with</w:t>
      </w:r>
      <w:r>
        <w:rPr>
          <w:rFonts w:eastAsia="Malgun Gothic"/>
        </w:rPr>
        <w:t xml:space="preserve"> </w:t>
      </w:r>
      <w:r>
        <w:rPr>
          <w:rFonts w:eastAsia="Malgun Gothic"/>
          <w:lang w:eastAsia="zh-CN"/>
        </w:rPr>
        <w:t xml:space="preserve">reduced number of samples </w:t>
      </w:r>
      <w:r>
        <w:rPr>
          <w:rFonts w:eastAsia="Malgun Gothic"/>
        </w:rPr>
        <w:t>in FR2 SA</w:t>
      </w:r>
      <w:r>
        <w:tab/>
        <w:t>3707</w:t>
      </w:r>
    </w:p>
    <w:p w14:paraId="299C7B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3707</w:t>
      </w:r>
    </w:p>
    <w:p w14:paraId="734185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3708</w:t>
      </w:r>
    </w:p>
    <w:p w14:paraId="33B0F7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3711</w:t>
      </w:r>
    </w:p>
    <w:p w14:paraId="2702FE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</w:t>
      </w:r>
      <w:r>
        <w:rPr>
          <w:rFonts w:eastAsia="Malgun Gothic"/>
          <w:lang w:eastAsia="zh-CN"/>
        </w:rPr>
        <w:t>accuracy with RxTx TEG</w:t>
      </w:r>
      <w:r>
        <w:tab/>
        <w:t>3711</w:t>
      </w:r>
    </w:p>
    <w:p w14:paraId="38F7A3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3711</w:t>
      </w:r>
    </w:p>
    <w:p w14:paraId="0F38CE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3711</w:t>
      </w:r>
    </w:p>
    <w:p w14:paraId="116524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A.7.7.12.3.3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3714</w:t>
      </w:r>
    </w:p>
    <w:p w14:paraId="702B3EB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A.7.7.13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3714</w:t>
      </w:r>
    </w:p>
    <w:p w14:paraId="461148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A.7.7.13</w:t>
      </w:r>
      <w:r>
        <w:rPr>
          <w:rFonts w:eastAsia="Malgun Gothic"/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 measurement accuracy </w:t>
      </w:r>
      <w:r>
        <w:rPr>
          <w:rFonts w:eastAsia="Malgun Gothic"/>
          <w:snapToGrid w:val="0"/>
          <w:lang w:val="en-US" w:eastAsia="zh-CN"/>
        </w:rPr>
        <w:t>with PRS in FR2</w:t>
      </w:r>
      <w:r>
        <w:tab/>
        <w:t>3714</w:t>
      </w:r>
    </w:p>
    <w:p w14:paraId="20123B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lastRenderedPageBreak/>
        <w:t>A.7.7.13</w:t>
      </w:r>
      <w:r>
        <w:rPr>
          <w:rFonts w:eastAsia="Malgun Gothic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3714</w:t>
      </w:r>
    </w:p>
    <w:p w14:paraId="767BD9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A.7.7.13</w:t>
      </w:r>
      <w:r>
        <w:rPr>
          <w:rFonts w:eastAsia="Malgun Gothic"/>
        </w:rP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3714</w:t>
      </w:r>
    </w:p>
    <w:p w14:paraId="085567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A.7.7.13</w:t>
      </w:r>
      <w:r>
        <w:rPr>
          <w:rFonts w:eastAsia="Malgun Gothic"/>
        </w:rPr>
        <w:t>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3717</w:t>
      </w:r>
    </w:p>
    <w:p w14:paraId="4F803B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A.7.7.13</w:t>
      </w:r>
      <w:r w:rsidRPr="00825DA5">
        <w:rPr>
          <w:rFonts w:eastAsia="SimSun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 measurement accuracy </w:t>
      </w:r>
      <w:r w:rsidRPr="00825DA5">
        <w:rPr>
          <w:rFonts w:eastAsia="SimSun"/>
          <w:snapToGrid w:val="0"/>
          <w:lang w:val="en-US" w:eastAsia="zh-CN"/>
        </w:rPr>
        <w:t>with reduced PRS samples in FR2</w:t>
      </w:r>
      <w:r>
        <w:tab/>
        <w:t>3718</w:t>
      </w:r>
    </w:p>
    <w:p w14:paraId="0570A5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A.7.7.13</w:t>
      </w:r>
      <w:r>
        <w:rPr>
          <w:lang w:eastAsia="ko-KR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3718</w:t>
      </w:r>
    </w:p>
    <w:p w14:paraId="4D81BB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A.7.7.13.</w:t>
      </w:r>
      <w:r>
        <w:rPr>
          <w:lang w:eastAsia="ko-KR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3718</w:t>
      </w:r>
    </w:p>
    <w:p w14:paraId="051489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A.7.7.13</w:t>
      </w:r>
      <w:r>
        <w:rPr>
          <w:lang w:eastAsia="ko-KR"/>
        </w:rPr>
        <w:t>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3720</w:t>
      </w:r>
    </w:p>
    <w:p w14:paraId="7FDAE33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A.7.8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 in RRC_INACTIVE</w:t>
      </w:r>
      <w:r>
        <w:tab/>
        <w:t>3721</w:t>
      </w:r>
    </w:p>
    <w:p w14:paraId="0B4C460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A.7.8.1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3721</w:t>
      </w:r>
    </w:p>
    <w:p w14:paraId="082703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A.7.8.1.1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for single positioning frequency layer in FR2 SA in RRC_INACTIVE state</w:t>
      </w:r>
      <w:r>
        <w:tab/>
        <w:t>3721</w:t>
      </w:r>
    </w:p>
    <w:p w14:paraId="5BC810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3721</w:t>
      </w:r>
    </w:p>
    <w:p w14:paraId="252B15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>
        <w:rPr>
          <w:lang w:eastAsia="zh-CN"/>
        </w:rPr>
        <w:t>8.1.1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3724</w:t>
      </w:r>
    </w:p>
    <w:p w14:paraId="00E357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</w:t>
      </w:r>
      <w:r>
        <w:rPr>
          <w:lang w:eastAsia="zh-CN"/>
        </w:rPr>
        <w:t>8.1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NR RSTD measurement reporting delay test case with reduced number of samples in RRC_INACTIVE, FR1 SA</w:t>
      </w:r>
      <w:r>
        <w:tab/>
        <w:t>3724</w:t>
      </w:r>
    </w:p>
    <w:p w14:paraId="2C9A67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>
        <w:rPr>
          <w:lang w:eastAsia="zh-CN"/>
        </w:rPr>
        <w:t>8</w:t>
      </w:r>
      <w:r>
        <w:t>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3724</w:t>
      </w:r>
    </w:p>
    <w:p w14:paraId="3A87D4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>
        <w:rPr>
          <w:lang w:eastAsia="zh-CN"/>
        </w:rPr>
        <w:t>8.1.2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3730</w:t>
      </w:r>
    </w:p>
    <w:p w14:paraId="07EC4B2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A.7.8.2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3731</w:t>
      </w:r>
    </w:p>
    <w:p w14:paraId="0F0AC2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PRS-RSRP </w:t>
      </w:r>
      <w:r>
        <w:rPr>
          <w:rFonts w:eastAsia="Malgun Gothic"/>
          <w:lang w:eastAsia="zh-CN"/>
        </w:rPr>
        <w:t xml:space="preserve">reporting delay test case for single positioning frequency layer </w:t>
      </w:r>
      <w:r>
        <w:rPr>
          <w:rFonts w:eastAsia="Malgun Gothic"/>
          <w:snapToGrid w:val="0"/>
        </w:rPr>
        <w:t>in RRC_INACTIVE</w:t>
      </w:r>
      <w:r>
        <w:tab/>
        <w:t>3731</w:t>
      </w:r>
    </w:p>
    <w:p w14:paraId="2ACF95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3731</w:t>
      </w:r>
    </w:p>
    <w:p w14:paraId="78B095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A.7.8.2.1</w:t>
      </w:r>
      <w:r>
        <w:rPr>
          <w:rFonts w:eastAsia="Malgun Gothic"/>
          <w:lang w:eastAsia="zh-CN"/>
        </w:rPr>
        <w:t>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3735</w:t>
      </w:r>
    </w:p>
    <w:p w14:paraId="29531D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A.7.8.2.2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PRS-RSRP reporting delay test case </w:t>
      </w:r>
      <w:r>
        <w:t>with reduced number of samples in RRC_INACTIVE</w:t>
      </w:r>
      <w:r>
        <w:tab/>
        <w:t>3735</w:t>
      </w:r>
    </w:p>
    <w:p w14:paraId="74A5EC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3735</w:t>
      </w:r>
    </w:p>
    <w:p w14:paraId="1C5CD0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 w:rsidRPr="00825DA5">
        <w:rPr>
          <w:bCs/>
        </w:rPr>
        <w:t>8.2.2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3739</w:t>
      </w:r>
    </w:p>
    <w:p w14:paraId="2FBBEB7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A.7.8.3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3739</w:t>
      </w:r>
    </w:p>
    <w:p w14:paraId="57459C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measurements for single positioning frequency layer in FR2 SA</w:t>
      </w:r>
      <w:r>
        <w:tab/>
        <w:t>3739</w:t>
      </w:r>
    </w:p>
    <w:p w14:paraId="248C44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3739</w:t>
      </w:r>
    </w:p>
    <w:p w14:paraId="343161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A.7.8.3.1.2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3743</w:t>
      </w:r>
    </w:p>
    <w:p w14:paraId="657183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A.7.8.3.2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 with reduced number of samples in RRC_INACTIVE, FR2 SA</w:t>
      </w:r>
      <w:r>
        <w:tab/>
        <w:t>3743</w:t>
      </w:r>
    </w:p>
    <w:p w14:paraId="4EBBA3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3743</w:t>
      </w:r>
    </w:p>
    <w:p w14:paraId="0F6D83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 w:rsidRPr="00825DA5">
        <w:rPr>
          <w:bCs/>
          <w:lang w:val="en-US"/>
        </w:rPr>
        <w:t>8.3.2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3745</w:t>
      </w:r>
    </w:p>
    <w:p w14:paraId="77476D5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A.7.8.4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3746</w:t>
      </w:r>
    </w:p>
    <w:p w14:paraId="0A399F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A.7.8.4.1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PRS-RSRPP </w:t>
      </w:r>
      <w:r>
        <w:rPr>
          <w:lang w:eastAsia="zh-CN"/>
        </w:rPr>
        <w:t>reporting delay test case for single positioning frequency layer in FR2 in RRC_INACTIVE state</w:t>
      </w:r>
      <w:r>
        <w:tab/>
        <w:t>3746</w:t>
      </w:r>
    </w:p>
    <w:p w14:paraId="5FB66F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3746</w:t>
      </w:r>
    </w:p>
    <w:p w14:paraId="74EF8E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A.7.8.4.1</w:t>
      </w:r>
      <w:r>
        <w:rPr>
          <w:lang w:eastAsia="zh-CN"/>
        </w:rPr>
        <w:t>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3748</w:t>
      </w:r>
    </w:p>
    <w:p w14:paraId="252CCE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A.7.8.4.2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PRS-RSRPP </w:t>
      </w:r>
      <w:r>
        <w:rPr>
          <w:lang w:eastAsia="zh-CN"/>
        </w:rPr>
        <w:t>reporting delay test with reduced number of samples for single positioning frequency layer in FR2 in RRC_INACTIVE state</w:t>
      </w:r>
      <w:r>
        <w:tab/>
        <w:t>3748</w:t>
      </w:r>
    </w:p>
    <w:p w14:paraId="430557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3748</w:t>
      </w:r>
    </w:p>
    <w:p w14:paraId="3F032D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A.7.8.4.2</w:t>
      </w:r>
      <w:r>
        <w:rPr>
          <w:lang w:eastAsia="zh-CN"/>
        </w:rPr>
        <w:t>.</w:t>
      </w:r>
      <w: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3751</w:t>
      </w:r>
    </w:p>
    <w:p w14:paraId="77EAB57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A.7.9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 in RRC_INACTIVE</w:t>
      </w:r>
      <w:r>
        <w:tab/>
        <w:t>3751</w:t>
      </w:r>
    </w:p>
    <w:p w14:paraId="0240038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A.7.9.1</w:t>
      </w:r>
      <w:r>
        <w:rPr>
          <w:rFonts w:ascii="Calibri" w:eastAsia="Malgun Gothic" w:hAnsi="Calibri"/>
          <w:sz w:val="22"/>
          <w:szCs w:val="22"/>
        </w:rPr>
        <w:tab/>
      </w:r>
      <w:r>
        <w:t>RSTD measurements</w:t>
      </w:r>
      <w:r>
        <w:tab/>
        <w:t>3751</w:t>
      </w:r>
    </w:p>
    <w:p w14:paraId="6CD30F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A.7.9.1.1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for single positioning frequency layer in FR2 in RRC_INACTIVE state</w:t>
      </w:r>
      <w:r>
        <w:tab/>
        <w:t>3751</w:t>
      </w:r>
    </w:p>
    <w:p w14:paraId="781039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 w:rsidRPr="00825DA5">
        <w:rPr>
          <w:snapToGrid w:val="0"/>
        </w:rPr>
        <w:t>9.1.1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3751</w:t>
      </w:r>
    </w:p>
    <w:p w14:paraId="216E71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 w:rsidRPr="00825DA5">
        <w:rPr>
          <w:snapToGrid w:val="0"/>
        </w:rPr>
        <w:t>9.1.1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3753</w:t>
      </w:r>
    </w:p>
    <w:p w14:paraId="24F1FE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A.7.9.1.2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RSTD measurement accuracy test case with reduced number of samples for single positioning frequency layer in FR2 in RRC_INACTIVE state</w:t>
      </w:r>
      <w:r>
        <w:tab/>
        <w:t>3753</w:t>
      </w:r>
    </w:p>
    <w:p w14:paraId="72B82F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</w:t>
      </w:r>
      <w:r w:rsidRPr="00825DA5">
        <w:rPr>
          <w:snapToGrid w:val="0"/>
        </w:rPr>
        <w:t>9.1.2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3753</w:t>
      </w:r>
    </w:p>
    <w:p w14:paraId="1EF668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A.7.9</w:t>
      </w:r>
      <w:r w:rsidRPr="00825DA5">
        <w:rPr>
          <w:snapToGrid w:val="0"/>
        </w:rPr>
        <w:t>.1.2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3755</w:t>
      </w:r>
    </w:p>
    <w:p w14:paraId="6E0E158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A.7.9.2</w:t>
      </w:r>
      <w:r>
        <w:rPr>
          <w:rFonts w:ascii="Calibri" w:eastAsia="Malgun Gothic" w:hAnsi="Calibri"/>
          <w:sz w:val="22"/>
          <w:szCs w:val="22"/>
        </w:rPr>
        <w:tab/>
      </w:r>
      <w:r>
        <w:t>PRS-RSRP measurements</w:t>
      </w:r>
      <w:r>
        <w:tab/>
        <w:t>3755</w:t>
      </w:r>
    </w:p>
    <w:p w14:paraId="2D5D4E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A.7.9.2.1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snapToGrid w:val="0"/>
        </w:rPr>
        <w:t xml:space="preserve">SA measurement accuracy </w:t>
      </w:r>
      <w:r>
        <w:rPr>
          <w:rFonts w:eastAsia="Malgun Gothic"/>
          <w:snapToGrid w:val="0"/>
          <w:lang w:val="en-US" w:eastAsia="zh-CN"/>
        </w:rPr>
        <w:t xml:space="preserve">with PRS in FR2 </w:t>
      </w:r>
      <w:r>
        <w:rPr>
          <w:rFonts w:eastAsia="Malgun Gothic"/>
          <w:snapToGrid w:val="0"/>
          <w:lang w:eastAsia="zh-CN"/>
        </w:rPr>
        <w:t>in RRC_INACTIVE</w:t>
      </w:r>
      <w:r>
        <w:tab/>
        <w:t>3755</w:t>
      </w:r>
    </w:p>
    <w:p w14:paraId="6FAB08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A.7.9.2.1</w:t>
      </w:r>
      <w:r>
        <w:rPr>
          <w:rFonts w:eastAsia="Malgun Gothic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3755</w:t>
      </w:r>
    </w:p>
    <w:p w14:paraId="0F7A03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A.7.9.2.1</w:t>
      </w:r>
      <w:r>
        <w:rPr>
          <w:rFonts w:eastAsia="Malgun Gothic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3755</w:t>
      </w:r>
    </w:p>
    <w:p w14:paraId="56EC3B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A.7.9.2.1</w:t>
      </w:r>
      <w:r>
        <w:rPr>
          <w:rFonts w:eastAsia="Malgun Gothic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3757</w:t>
      </w:r>
    </w:p>
    <w:p w14:paraId="3FA7D9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snapToGrid w:val="0"/>
          <w:lang w:eastAsia="zh-CN"/>
        </w:rPr>
        <w:t>A.7.9.2</w:t>
      </w:r>
      <w:r>
        <w:rPr>
          <w:rFonts w:eastAsia="Malgun Gothic"/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PRS-RSRP measurements with reduced number of sample in RRC_INACTIVE</w:t>
      </w:r>
      <w:r>
        <w:tab/>
        <w:t>3758</w:t>
      </w:r>
    </w:p>
    <w:p w14:paraId="2544C3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</w:t>
      </w:r>
      <w:r>
        <w:rPr>
          <w:rFonts w:eastAsia="Malgun Gothic"/>
        </w:rPr>
        <w:t>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3758</w:t>
      </w:r>
    </w:p>
    <w:p w14:paraId="5A110D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</w:t>
      </w:r>
      <w:r>
        <w:rPr>
          <w:rFonts w:eastAsia="Malgun Gothic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3758</w:t>
      </w:r>
    </w:p>
    <w:p w14:paraId="5B3007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  <w:lang w:eastAsia="zh-CN"/>
        </w:rPr>
        <w:t>A.7.9.2.2.</w:t>
      </w:r>
      <w:r>
        <w:rPr>
          <w:rFonts w:eastAsia="Malgun Gothic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3760</w:t>
      </w:r>
    </w:p>
    <w:p w14:paraId="5CAB9C2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A.7.9.3</w:t>
      </w:r>
      <w:r>
        <w:rPr>
          <w:rFonts w:ascii="Calibri" w:eastAsia="Malgun Gothic" w:hAnsi="Calibri"/>
          <w:sz w:val="22"/>
          <w:szCs w:val="22"/>
        </w:rPr>
        <w:tab/>
      </w:r>
      <w:r>
        <w:t>UE Rx-Tx time difference measurements</w:t>
      </w:r>
      <w:r>
        <w:tab/>
        <w:t>3761</w:t>
      </w:r>
    </w:p>
    <w:p w14:paraId="3E936F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UE Rx-Tx time difference measurements in RRC_INACTIVE</w:t>
      </w:r>
      <w:r>
        <w:tab/>
        <w:t>3761</w:t>
      </w:r>
    </w:p>
    <w:p w14:paraId="391DAC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lastRenderedPageBreak/>
        <w:t>A.7.</w:t>
      </w:r>
      <w:r>
        <w:rPr>
          <w:rFonts w:eastAsia="Malgun Gothic"/>
          <w:lang w:eastAsia="zh-CN"/>
        </w:rPr>
        <w:t>9</w:t>
      </w:r>
      <w:r>
        <w:rPr>
          <w:rFonts w:eastAsia="Malgun Gothic"/>
        </w:rPr>
        <w:t>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3761</w:t>
      </w:r>
    </w:p>
    <w:p w14:paraId="427DF3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3761</w:t>
      </w:r>
    </w:p>
    <w:p w14:paraId="74FEE4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3763</w:t>
      </w:r>
    </w:p>
    <w:p w14:paraId="71A12F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 xml:space="preserve">UE Rx-Tx time difference measurement </w:t>
      </w:r>
      <w:r>
        <w:rPr>
          <w:rFonts w:eastAsia="Malgun Gothic"/>
          <w:lang w:eastAsia="zh-CN"/>
        </w:rPr>
        <w:t>accuracy</w:t>
      </w:r>
      <w:r>
        <w:rPr>
          <w:rFonts w:eastAsia="Malgun Gothic"/>
        </w:rPr>
        <w:t xml:space="preserve"> </w:t>
      </w:r>
      <w:r>
        <w:rPr>
          <w:rFonts w:eastAsia="Malgun Gothic"/>
          <w:lang w:eastAsia="zh-CN"/>
        </w:rPr>
        <w:t>with</w:t>
      </w:r>
      <w:r>
        <w:rPr>
          <w:rFonts w:eastAsia="Malgun Gothic"/>
        </w:rPr>
        <w:t xml:space="preserve"> </w:t>
      </w:r>
      <w:r>
        <w:rPr>
          <w:rFonts w:eastAsia="Malgun Gothic"/>
          <w:lang w:eastAsia="zh-CN"/>
        </w:rPr>
        <w:t xml:space="preserve">reduced number of samples </w:t>
      </w:r>
      <w:r>
        <w:rPr>
          <w:rFonts w:eastAsia="Malgun Gothic"/>
        </w:rPr>
        <w:t>in FR2 SA</w:t>
      </w:r>
      <w:r>
        <w:tab/>
        <w:t>3763</w:t>
      </w:r>
    </w:p>
    <w:p w14:paraId="4FAF59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purpose and environment</w:t>
      </w:r>
      <w:r>
        <w:tab/>
        <w:t>3763</w:t>
      </w:r>
    </w:p>
    <w:p w14:paraId="151569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parameters</w:t>
      </w:r>
      <w:r>
        <w:tab/>
        <w:t>3763</w:t>
      </w:r>
    </w:p>
    <w:p w14:paraId="717E98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A.7.9.3.2.3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</w:rPr>
        <w:t>Test requirements</w:t>
      </w:r>
      <w:r>
        <w:tab/>
        <w:t>3766</w:t>
      </w:r>
    </w:p>
    <w:p w14:paraId="20BF20A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A.7.9.4</w:t>
      </w:r>
      <w:r>
        <w:rPr>
          <w:rFonts w:ascii="Calibri" w:eastAsia="Malgun Gothic" w:hAnsi="Calibri"/>
          <w:sz w:val="22"/>
          <w:szCs w:val="22"/>
        </w:rPr>
        <w:tab/>
      </w:r>
      <w:r>
        <w:t>PRS-RSRPP measurements</w:t>
      </w:r>
      <w:r>
        <w:tab/>
        <w:t>3766</w:t>
      </w:r>
    </w:p>
    <w:p w14:paraId="5F54C0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A.7.9</w:t>
      </w:r>
      <w:r w:rsidRPr="00825DA5">
        <w:rPr>
          <w:rFonts w:eastAsia="SimSun"/>
          <w:snapToGrid w:val="0"/>
        </w:rPr>
        <w:t>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 measurement accuracy </w:t>
      </w:r>
      <w:r w:rsidRPr="00825DA5">
        <w:rPr>
          <w:rFonts w:eastAsia="SimSun"/>
          <w:snapToGrid w:val="0"/>
          <w:lang w:val="en-US" w:eastAsia="zh-CN"/>
        </w:rPr>
        <w:t>in FR2 in RRC INACTIVE</w:t>
      </w:r>
      <w:r>
        <w:tab/>
        <w:t>3766</w:t>
      </w:r>
    </w:p>
    <w:p w14:paraId="516F5E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</w:t>
      </w:r>
      <w:r>
        <w:rPr>
          <w:lang w:eastAsia="ko-KR"/>
        </w:rPr>
        <w:t>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3766</w:t>
      </w:r>
    </w:p>
    <w:p w14:paraId="387D7F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</w:t>
      </w:r>
      <w:r>
        <w:rPr>
          <w:lang w:eastAsia="ko-KR"/>
        </w:rPr>
        <w:t>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3766</w:t>
      </w:r>
    </w:p>
    <w:p w14:paraId="418B7B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</w:t>
      </w:r>
      <w:r>
        <w:rPr>
          <w:lang w:eastAsia="ko-KR"/>
        </w:rPr>
        <w:t>.4.1.3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3768</w:t>
      </w:r>
    </w:p>
    <w:p w14:paraId="1F15AA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A.7.9</w:t>
      </w:r>
      <w:r w:rsidRPr="00825DA5">
        <w:rPr>
          <w:rFonts w:eastAsia="SimSun"/>
          <w:snapToGrid w:val="0"/>
        </w:rPr>
        <w:t>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</w:rPr>
        <w:t xml:space="preserve">SA measurement accuracy </w:t>
      </w:r>
      <w:r w:rsidRPr="00825DA5">
        <w:rPr>
          <w:rFonts w:eastAsia="SimSun"/>
          <w:snapToGrid w:val="0"/>
          <w:lang w:val="en-US" w:eastAsia="zh-CN"/>
        </w:rPr>
        <w:t>with reduced PRS samples in FR2 in RRC INACTIVE</w:t>
      </w:r>
      <w:r>
        <w:tab/>
        <w:t>3769</w:t>
      </w:r>
    </w:p>
    <w:p w14:paraId="1D421D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</w:t>
      </w:r>
      <w:r>
        <w:rPr>
          <w:lang w:eastAsia="ko-KR"/>
        </w:rPr>
        <w:t>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3769</w:t>
      </w:r>
    </w:p>
    <w:p w14:paraId="0C69B9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</w:t>
      </w:r>
      <w:r>
        <w:rPr>
          <w:lang w:eastAsia="ko-KR"/>
        </w:rPr>
        <w:t>.4.2.2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3769</w:t>
      </w:r>
    </w:p>
    <w:p w14:paraId="4EF10C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A.7.9.</w:t>
      </w:r>
      <w:r>
        <w:rPr>
          <w:lang w:eastAsia="ko-KR"/>
        </w:rPr>
        <w:t>4.2.3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3771</w:t>
      </w:r>
    </w:p>
    <w:p w14:paraId="106FA920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A.8</w:t>
      </w:r>
      <w:r>
        <w:rPr>
          <w:rFonts w:ascii="Calibri" w:eastAsia="Malgun Gothic" w:hAnsi="Calibri"/>
          <w:szCs w:val="22"/>
        </w:rPr>
        <w:tab/>
      </w:r>
      <w:r>
        <w:t>E-UTRA standalone tests for NR RRM</w:t>
      </w:r>
      <w:r>
        <w:tab/>
        <w:t>3717</w:t>
      </w:r>
    </w:p>
    <w:p w14:paraId="26B7FB1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A.8.1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3717</w:t>
      </w:r>
    </w:p>
    <w:p w14:paraId="7B29036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A.8.2</w:t>
      </w:r>
      <w:r>
        <w:rPr>
          <w:rFonts w:ascii="Calibri" w:eastAsia="Malgun Gothic" w:hAnsi="Calibri"/>
          <w:sz w:val="22"/>
          <w:szCs w:val="22"/>
        </w:rPr>
        <w:tab/>
      </w:r>
      <w:r>
        <w:t>RRC_IDLE state mobility</w:t>
      </w:r>
      <w:r>
        <w:tab/>
        <w:t>3717</w:t>
      </w:r>
    </w:p>
    <w:p w14:paraId="6F74D3B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A.8.2.1</w:t>
      </w:r>
      <w:r>
        <w:rPr>
          <w:rFonts w:ascii="Calibri" w:eastAsia="Malgun Gothic" w:hAnsi="Calibri"/>
          <w:sz w:val="22"/>
          <w:szCs w:val="22"/>
        </w:rPr>
        <w:tab/>
      </w:r>
      <w:r>
        <w:t>Inter-RAT NR Cell re-selection</w:t>
      </w:r>
      <w:r>
        <w:tab/>
        <w:t>3717</w:t>
      </w:r>
    </w:p>
    <w:p w14:paraId="6FEB2E5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A.8.2.1.1</w:t>
      </w:r>
      <w:r>
        <w:rPr>
          <w:rFonts w:ascii="Calibri" w:eastAsia="Malgun Gothic" w:hAnsi="Calibri"/>
          <w:sz w:val="22"/>
          <w:szCs w:val="22"/>
        </w:rPr>
        <w:tab/>
      </w:r>
      <w:r>
        <w:t>E-UTRA Cell reselection to higher priority NR target Cell in FR1</w:t>
      </w:r>
      <w:r>
        <w:tab/>
        <w:t>3717</w:t>
      </w:r>
    </w:p>
    <w:p w14:paraId="2C5E44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3717</w:t>
      </w:r>
    </w:p>
    <w:p w14:paraId="376E55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3722</w:t>
      </w:r>
    </w:p>
    <w:p w14:paraId="1ECB27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A.8.2.1.2</w:t>
      </w:r>
      <w:r>
        <w:rPr>
          <w:rFonts w:ascii="Calibri" w:eastAsia="Malgun Gothic" w:hAnsi="Calibri"/>
          <w:sz w:val="22"/>
          <w:szCs w:val="22"/>
        </w:rPr>
        <w:tab/>
      </w:r>
      <w:r>
        <w:t>E-UTRA Cell reselection to lower priority NR target Cell in FR1 for UE configured with highSpeedInterRAT-NR-r16</w:t>
      </w:r>
      <w:r>
        <w:tab/>
        <w:t>3723</w:t>
      </w:r>
    </w:p>
    <w:p w14:paraId="72C903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3723</w:t>
      </w:r>
    </w:p>
    <w:p w14:paraId="2485E4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3727</w:t>
      </w:r>
    </w:p>
    <w:p w14:paraId="3F93759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A.8.2.2</w:t>
      </w:r>
      <w:r>
        <w:rPr>
          <w:rFonts w:ascii="Calibri" w:eastAsia="Malgun Gothic" w:hAnsi="Calibri"/>
          <w:sz w:val="22"/>
          <w:szCs w:val="22"/>
        </w:rPr>
        <w:tab/>
      </w:r>
      <w:r>
        <w:t>E-UTRA – NR Inter-RAT Early Measruement Reporting</w:t>
      </w:r>
      <w:r>
        <w:tab/>
        <w:t>3728</w:t>
      </w:r>
    </w:p>
    <w:p w14:paraId="171347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A.8.2.2.1</w:t>
      </w:r>
      <w:r>
        <w:rPr>
          <w:rFonts w:ascii="Calibri" w:eastAsia="Malgun Gothic" w:hAnsi="Calibri"/>
          <w:sz w:val="22"/>
          <w:szCs w:val="22"/>
        </w:rPr>
        <w:tab/>
      </w:r>
      <w:r>
        <w:t>E-UTRA – NR Early Measurement Reporting for NR in FR1</w:t>
      </w:r>
      <w:r>
        <w:tab/>
        <w:t>3728</w:t>
      </w:r>
    </w:p>
    <w:p w14:paraId="59A8CA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3728</w:t>
      </w:r>
    </w:p>
    <w:p w14:paraId="3B70C5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A.8.2.2.1.2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3732</w:t>
      </w:r>
    </w:p>
    <w:p w14:paraId="7045F31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A.8.2.2.2</w:t>
      </w:r>
      <w:r>
        <w:rPr>
          <w:rFonts w:ascii="Calibri" w:eastAsia="Malgun Gothic" w:hAnsi="Calibri"/>
          <w:sz w:val="22"/>
          <w:szCs w:val="22"/>
        </w:rPr>
        <w:tab/>
      </w:r>
      <w:r>
        <w:t>E-UTRA – NR Early Measurement Reporting for NR in FR2</w:t>
      </w:r>
      <w:r>
        <w:tab/>
        <w:t>3732</w:t>
      </w:r>
    </w:p>
    <w:p w14:paraId="468AF3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A.8.2.2.2.1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  <w:lang w:eastAsia="zh-CN"/>
        </w:rPr>
        <w:t>Test Purpose and Environment</w:t>
      </w:r>
      <w:r>
        <w:tab/>
        <w:t>3732</w:t>
      </w:r>
    </w:p>
    <w:p w14:paraId="5B9BEB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A.8.2.2.2.2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SimSun"/>
          <w:snapToGrid w:val="0"/>
          <w:lang w:eastAsia="zh-CN"/>
        </w:rPr>
        <w:t>Test Requirements</w:t>
      </w:r>
      <w:r>
        <w:tab/>
        <w:t>3735</w:t>
      </w:r>
    </w:p>
    <w:p w14:paraId="07A0D88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A.8.3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3736</w:t>
      </w:r>
    </w:p>
    <w:p w14:paraId="409F7E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A.8.3.1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Handover</w:t>
      </w:r>
      <w:r>
        <w:tab/>
        <w:t>3736</w:t>
      </w:r>
    </w:p>
    <w:p w14:paraId="41B365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A.8.3.1.1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FI"/>
        </w:rPr>
        <w:t xml:space="preserve">E-UTRAN - </w:t>
      </w:r>
      <w:r w:rsidRPr="00825DA5">
        <w:rPr>
          <w:rFonts w:cs="v4.2.0"/>
          <w:lang w:val="sv-FI"/>
        </w:rPr>
        <w:t xml:space="preserve">NR </w:t>
      </w:r>
      <w:r w:rsidRPr="00825DA5">
        <w:rPr>
          <w:lang w:val="sv-FI"/>
        </w:rPr>
        <w:t>handover in FR1</w:t>
      </w:r>
      <w:r>
        <w:tab/>
        <w:t>3736</w:t>
      </w:r>
    </w:p>
    <w:p w14:paraId="1A451D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3736</w:t>
      </w:r>
    </w:p>
    <w:p w14:paraId="689B83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3741</w:t>
      </w:r>
    </w:p>
    <w:p w14:paraId="311EAE2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A.8.4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3741</w:t>
      </w:r>
    </w:p>
    <w:p w14:paraId="010B9AC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SFTD Measurement Delay</w:t>
      </w:r>
      <w:r>
        <w:tab/>
        <w:t>3741</w:t>
      </w:r>
    </w:p>
    <w:p w14:paraId="353CCB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SFTD Measurement Delay in non-DRX</w:t>
      </w:r>
      <w:r>
        <w:tab/>
        <w:t>3741</w:t>
      </w:r>
    </w:p>
    <w:p w14:paraId="7860BB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A.8.4.1.1.1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3741</w:t>
      </w:r>
    </w:p>
    <w:p w14:paraId="31F95E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A.8.4.1.1.2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3743</w:t>
      </w:r>
    </w:p>
    <w:p w14:paraId="469B65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SFTD Measurement Delay in DRX</w:t>
      </w:r>
      <w:r>
        <w:tab/>
        <w:t>3744</w:t>
      </w:r>
    </w:p>
    <w:p w14:paraId="528490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A.8.4.1.2.1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3744</w:t>
      </w:r>
    </w:p>
    <w:p w14:paraId="42A227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A.8.4.1.2.2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3745</w:t>
      </w:r>
    </w:p>
    <w:p w14:paraId="61C503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Measurements</w:t>
      </w:r>
      <w:r>
        <w:tab/>
        <w:t>3745</w:t>
      </w:r>
    </w:p>
    <w:p w14:paraId="5E1C45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A.8.4.2.1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without SSB time index detection when DRX is not used</w:t>
      </w:r>
      <w:r>
        <w:tab/>
        <w:t>3745</w:t>
      </w:r>
    </w:p>
    <w:p w14:paraId="7D9BEB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3745</w:t>
      </w:r>
    </w:p>
    <w:p w14:paraId="61A934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3750</w:t>
      </w:r>
    </w:p>
    <w:p w14:paraId="334670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A.8.4.2.2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without SSB time index detection when DRX is used</w:t>
      </w:r>
      <w:r>
        <w:tab/>
        <w:t>3750</w:t>
      </w:r>
    </w:p>
    <w:p w14:paraId="306874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3750</w:t>
      </w:r>
    </w:p>
    <w:p w14:paraId="325A36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3754</w:t>
      </w:r>
    </w:p>
    <w:p w14:paraId="49E068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A.8.4.2.3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not used</w:t>
      </w:r>
      <w:r>
        <w:tab/>
        <w:t>3754</w:t>
      </w:r>
    </w:p>
    <w:p w14:paraId="4114FC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3754</w:t>
      </w:r>
    </w:p>
    <w:p w14:paraId="5D30D8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3759</w:t>
      </w:r>
    </w:p>
    <w:p w14:paraId="35EE40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A.8.4.2.4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used</w:t>
      </w:r>
      <w:r>
        <w:tab/>
        <w:t>3759</w:t>
      </w:r>
    </w:p>
    <w:p w14:paraId="103E88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3759</w:t>
      </w:r>
    </w:p>
    <w:p w14:paraId="4A0E9C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3763</w:t>
      </w:r>
    </w:p>
    <w:p w14:paraId="2D9DA9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A.8.4.2.5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without SSB time index detection when DRX is not used</w:t>
      </w:r>
      <w:r>
        <w:tab/>
        <w:t>3763</w:t>
      </w:r>
    </w:p>
    <w:p w14:paraId="14865C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3763</w:t>
      </w:r>
    </w:p>
    <w:p w14:paraId="01998E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3765</w:t>
      </w:r>
    </w:p>
    <w:p w14:paraId="7B043E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A.8.4.2.6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without SSB time index detection when DRX is used</w:t>
      </w:r>
      <w:r>
        <w:tab/>
        <w:t>3766</w:t>
      </w:r>
    </w:p>
    <w:p w14:paraId="6CCE18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3766</w:t>
      </w:r>
    </w:p>
    <w:p w14:paraId="399285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3768</w:t>
      </w:r>
    </w:p>
    <w:p w14:paraId="4520991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A.8.4.2.7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 SSB time index detection when DRX is not used</w:t>
      </w:r>
      <w:r>
        <w:tab/>
        <w:t>3769</w:t>
      </w:r>
    </w:p>
    <w:p w14:paraId="0E9EF3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3769</w:t>
      </w:r>
    </w:p>
    <w:p w14:paraId="02EAD3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3771</w:t>
      </w:r>
    </w:p>
    <w:p w14:paraId="05C5C51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A.8.4.2.8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 SSB time index detection when DRX is used</w:t>
      </w:r>
      <w:r>
        <w:tab/>
        <w:t>3772</w:t>
      </w:r>
    </w:p>
    <w:p w14:paraId="0F2607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3772</w:t>
      </w:r>
    </w:p>
    <w:p w14:paraId="40FAA0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3774</w:t>
      </w:r>
    </w:p>
    <w:p w14:paraId="69F28F4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A.8.4.2.9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NR Inter-RAT event triggered reporting tests for FR1 with SSB time index detection in DRX </w:t>
      </w:r>
      <w:r w:rsidRPr="00825DA5">
        <w:rPr>
          <w:rFonts w:cs="v4.2.0"/>
        </w:rPr>
        <w:t xml:space="preserve">for UE configured with </w:t>
      </w:r>
      <w:r>
        <w:t>highSpeedInterRAT-NR-r16</w:t>
      </w:r>
      <w:r>
        <w:tab/>
        <w:t>3775</w:t>
      </w:r>
    </w:p>
    <w:p w14:paraId="196FA6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3775</w:t>
      </w:r>
    </w:p>
    <w:p w14:paraId="6B538B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A.8.4.2.9.2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3779</w:t>
      </w:r>
    </w:p>
    <w:p w14:paraId="7F1CFD7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A.8.5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3779</w:t>
      </w:r>
    </w:p>
    <w:p w14:paraId="1634408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A.8.5.1</w:t>
      </w:r>
      <w:r>
        <w:rPr>
          <w:rFonts w:ascii="Calibri" w:eastAsia="Malgun Gothic" w:hAnsi="Calibri"/>
          <w:sz w:val="22"/>
          <w:szCs w:val="22"/>
        </w:rPr>
        <w:tab/>
      </w:r>
      <w:r>
        <w:t>SFTD accuracy</w:t>
      </w:r>
      <w:r>
        <w:tab/>
        <w:t>3779</w:t>
      </w:r>
    </w:p>
    <w:p w14:paraId="6D9D535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A.8.5.1.1</w:t>
      </w:r>
      <w:r>
        <w:rPr>
          <w:rFonts w:ascii="Calibri" w:eastAsia="Malgun Gothic" w:hAnsi="Calibri"/>
          <w:sz w:val="22"/>
          <w:szCs w:val="22"/>
        </w:rPr>
        <w:tab/>
      </w:r>
      <w:r>
        <w:t>SFTD accuracy</w:t>
      </w:r>
      <w:r>
        <w:tab/>
        <w:t>3779</w:t>
      </w:r>
    </w:p>
    <w:p w14:paraId="4792FC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</w:t>
      </w:r>
      <w:r>
        <w:tab/>
        <w:t>3779</w:t>
      </w:r>
    </w:p>
    <w:p w14:paraId="6CF0C1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Environment</w:t>
      </w:r>
      <w:r>
        <w:tab/>
        <w:t>3780</w:t>
      </w:r>
    </w:p>
    <w:p w14:paraId="6B2F24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3786</w:t>
      </w:r>
    </w:p>
    <w:p w14:paraId="0A925E4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A.8.5.2</w:t>
      </w:r>
      <w:r>
        <w:rPr>
          <w:rFonts w:ascii="Calibri" w:eastAsia="Malgun Gothic" w:hAnsi="Calibri"/>
          <w:sz w:val="22"/>
          <w:szCs w:val="22"/>
        </w:rPr>
        <w:tab/>
      </w:r>
      <w:r>
        <w:t>E-UTRA – NR Inter-RAT Measurement Performance requirements</w:t>
      </w:r>
      <w:r>
        <w:tab/>
        <w:t>3786</w:t>
      </w:r>
    </w:p>
    <w:p w14:paraId="2C3670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A.8.5.2.1.1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inter-RAT measurements with FR1 target cell</w:t>
      </w:r>
      <w:r>
        <w:tab/>
        <w:t>3786</w:t>
      </w:r>
    </w:p>
    <w:p w14:paraId="3F8F61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TW"/>
        </w:rPr>
        <w:t>E-UTRAN – NR inter-RAT measurements with FR2 target cell</w:t>
      </w:r>
      <w:r>
        <w:tab/>
        <w:t>3791</w:t>
      </w:r>
    </w:p>
    <w:p w14:paraId="7A9260E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3791</w:t>
      </w:r>
    </w:p>
    <w:p w14:paraId="5C9CBF3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3791</w:t>
      </w:r>
    </w:p>
    <w:p w14:paraId="04612C8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3793</w:t>
      </w:r>
    </w:p>
    <w:p w14:paraId="1EF6E9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SS-RSRQ</w:t>
      </w:r>
      <w:r>
        <w:tab/>
        <w:t>3793</w:t>
      </w:r>
    </w:p>
    <w:p w14:paraId="015D2A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A.8.5.2.2.1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inter-RAT measurements with FR1 target cell</w:t>
      </w:r>
      <w:r>
        <w:tab/>
        <w:t>3793</w:t>
      </w:r>
    </w:p>
    <w:p w14:paraId="6E30D2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TW"/>
        </w:rPr>
        <w:t>E-UTRAN – NR inter-RAT measurements with FR2 target cell</w:t>
      </w:r>
      <w:r>
        <w:tab/>
        <w:t>3798</w:t>
      </w:r>
    </w:p>
    <w:p w14:paraId="620E996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3798</w:t>
      </w:r>
    </w:p>
    <w:p w14:paraId="651FDB1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3798</w:t>
      </w:r>
    </w:p>
    <w:p w14:paraId="1225A11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3800</w:t>
      </w:r>
    </w:p>
    <w:p w14:paraId="48A169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SS-SINR</w:t>
      </w:r>
      <w:r>
        <w:tab/>
        <w:t>3800</w:t>
      </w:r>
    </w:p>
    <w:p w14:paraId="7350FA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A.8.5.2.3.1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inter-RAT measurements with FR1 target cell</w:t>
      </w:r>
      <w:r>
        <w:tab/>
        <w:t>3800</w:t>
      </w:r>
    </w:p>
    <w:p w14:paraId="04A1FB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A.8.5.2.3.2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TW"/>
        </w:rPr>
        <w:t>E-UTRAN – NR inter-RAT measurements with FR2 target cell</w:t>
      </w:r>
      <w:r>
        <w:tab/>
        <w:t>3804</w:t>
      </w:r>
    </w:p>
    <w:p w14:paraId="552A361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3804</w:t>
      </w:r>
    </w:p>
    <w:p w14:paraId="4F6AB613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3804</w:t>
      </w:r>
    </w:p>
    <w:p w14:paraId="4BD7D1F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A.8.5.2.3.2.3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3806</w:t>
      </w:r>
    </w:p>
    <w:p w14:paraId="319DD8A1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 w:rsidRPr="00825DA5">
        <w:rPr>
          <w:lang w:val="en-US"/>
        </w:rPr>
        <w:t>A.9</w:t>
      </w:r>
      <w:r>
        <w:rPr>
          <w:rFonts w:ascii="Calibri" w:eastAsia="Malgun Gothic" w:hAnsi="Calibri"/>
          <w:szCs w:val="22"/>
        </w:rPr>
        <w:tab/>
      </w:r>
      <w:r w:rsidRPr="00825DA5">
        <w:rPr>
          <w:lang w:val="en-US"/>
        </w:rPr>
        <w:t>V2X Tests</w:t>
      </w:r>
      <w:r>
        <w:tab/>
        <w:t>3807</w:t>
      </w:r>
    </w:p>
    <w:p w14:paraId="0F8C564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A.9.1</w:t>
      </w:r>
      <w:r>
        <w:rPr>
          <w:rFonts w:ascii="Calibri" w:eastAsia="Malgun Gothic" w:hAnsi="Calibri"/>
          <w:sz w:val="22"/>
          <w:szCs w:val="22"/>
        </w:rPr>
        <w:tab/>
      </w:r>
      <w:r>
        <w:t>V2X Tests in FR1</w:t>
      </w:r>
      <w:r>
        <w:tab/>
        <w:t>3807</w:t>
      </w:r>
    </w:p>
    <w:p w14:paraId="15D7C2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A.9.1.1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Transmit Timing</w:t>
      </w:r>
      <w:r>
        <w:tab/>
        <w:t>3807</w:t>
      </w:r>
    </w:p>
    <w:p w14:paraId="114FA1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A.9.1.1.1 Test for GNSS as Synchronization Reference Source</w:t>
      </w:r>
      <w:r>
        <w:tab/>
        <w:t>3807</w:t>
      </w:r>
    </w:p>
    <w:p w14:paraId="36FBEB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3807</w:t>
      </w:r>
    </w:p>
    <w:p w14:paraId="7982CD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3807</w:t>
      </w:r>
    </w:p>
    <w:p w14:paraId="2A09BD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A.9.1.1.2</w:t>
      </w:r>
      <w:r>
        <w:rPr>
          <w:rFonts w:ascii="Calibri" w:eastAsia="Malgun Gothic" w:hAnsi="Calibri"/>
          <w:sz w:val="22"/>
          <w:szCs w:val="22"/>
        </w:rPr>
        <w:tab/>
      </w:r>
      <w:r>
        <w:t>Test for SyncRef UE as Synchronization Reference Source</w:t>
      </w:r>
      <w:r>
        <w:tab/>
        <w:t>3807</w:t>
      </w:r>
    </w:p>
    <w:p w14:paraId="52C1B8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3807</w:t>
      </w:r>
    </w:p>
    <w:p w14:paraId="6CD6D9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3808</w:t>
      </w:r>
    </w:p>
    <w:p w14:paraId="0951D2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A.9.1.1.3</w:t>
      </w:r>
      <w:r>
        <w:rPr>
          <w:rFonts w:ascii="Calibri" w:eastAsia="Malgun Gothic" w:hAnsi="Calibri"/>
          <w:sz w:val="22"/>
          <w:szCs w:val="22"/>
        </w:rPr>
        <w:tab/>
      </w:r>
      <w:r>
        <w:t>Test for FR1 NR Cell as Synchronization Reference Source</w:t>
      </w:r>
      <w:r>
        <w:tab/>
        <w:t>3808</w:t>
      </w:r>
    </w:p>
    <w:p w14:paraId="23134D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3808</w:t>
      </w:r>
    </w:p>
    <w:p w14:paraId="36A2C2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3811</w:t>
      </w:r>
    </w:p>
    <w:p w14:paraId="1D1A72B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A.9.1.2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for Initiation/Cease of S-SSB Transmission with V2X Sidelink Communication</w:t>
      </w:r>
      <w:r>
        <w:tab/>
        <w:t>3811</w:t>
      </w:r>
    </w:p>
    <w:p w14:paraId="1AB0064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A.9.1.2.1</w:t>
      </w:r>
      <w:r>
        <w:rPr>
          <w:rFonts w:ascii="Calibri" w:eastAsia="Malgun Gothic" w:hAnsi="Calibri"/>
          <w:sz w:val="22"/>
          <w:szCs w:val="22"/>
        </w:rPr>
        <w:tab/>
      </w:r>
      <w:r>
        <w:t>Test for FR1 NR Cell as synchronization reference source without gap under non-DRX</w:t>
      </w:r>
      <w:r>
        <w:tab/>
        <w:t>3811</w:t>
      </w:r>
    </w:p>
    <w:p w14:paraId="6DED17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3811</w:t>
      </w:r>
    </w:p>
    <w:p w14:paraId="3B9CF7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3814</w:t>
      </w:r>
    </w:p>
    <w:p w14:paraId="0FDD15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A.9.1.2.2</w:t>
      </w:r>
      <w:r>
        <w:rPr>
          <w:rFonts w:ascii="Calibri" w:eastAsia="Malgun Gothic" w:hAnsi="Calibri"/>
          <w:sz w:val="22"/>
          <w:szCs w:val="22"/>
        </w:rPr>
        <w:tab/>
      </w:r>
      <w:r>
        <w:t>Test for SyncRef UE as synchronization reference source</w:t>
      </w:r>
      <w:r>
        <w:tab/>
        <w:t>3814</w:t>
      </w:r>
    </w:p>
    <w:p w14:paraId="2F9933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3814</w:t>
      </w:r>
    </w:p>
    <w:p w14:paraId="23682E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3816</w:t>
      </w:r>
    </w:p>
    <w:p w14:paraId="6ED0D1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A.9.1.2.3</w:t>
      </w:r>
      <w:r>
        <w:rPr>
          <w:rFonts w:ascii="Calibri" w:eastAsia="Malgun Gothic" w:hAnsi="Calibri"/>
          <w:sz w:val="22"/>
          <w:szCs w:val="22"/>
        </w:rPr>
        <w:tab/>
      </w:r>
      <w:r>
        <w:t>Test for SyncRef UE as synchronization reference source when SL-DRX is used</w:t>
      </w:r>
      <w:r>
        <w:tab/>
        <w:t>3816</w:t>
      </w:r>
    </w:p>
    <w:p w14:paraId="5BFEB8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3816</w:t>
      </w:r>
    </w:p>
    <w:p w14:paraId="560972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3818</w:t>
      </w:r>
    </w:p>
    <w:p w14:paraId="436E21E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A.9.1.3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 Test for V2X Synchronization Reference Selection/Reselection</w:t>
      </w:r>
      <w:r>
        <w:tab/>
        <w:t>3818</w:t>
      </w:r>
    </w:p>
    <w:p w14:paraId="7316A6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A.9.1.3.1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Test for GNSS configured as the highest priority</w:t>
      </w:r>
      <w:r>
        <w:tab/>
        <w:t>3818</w:t>
      </w:r>
    </w:p>
    <w:p w14:paraId="46FAAC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3818</w:t>
      </w:r>
    </w:p>
    <w:p w14:paraId="19B14C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3820</w:t>
      </w:r>
    </w:p>
    <w:p w14:paraId="41C944F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Test for FR1 NR Cell configured as the highest priority</w:t>
      </w:r>
      <w:r>
        <w:tab/>
        <w:t>3821</w:t>
      </w:r>
    </w:p>
    <w:p w14:paraId="6167C8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3821</w:t>
      </w:r>
    </w:p>
    <w:p w14:paraId="6591C0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3823</w:t>
      </w:r>
    </w:p>
    <w:p w14:paraId="2389E5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A.9.1.3.3</w:t>
      </w:r>
      <w:r>
        <w:rPr>
          <w:rFonts w:ascii="Calibri" w:eastAsia="Malgun Gothic" w:hAnsi="Calibri"/>
          <w:sz w:val="22"/>
          <w:szCs w:val="22"/>
        </w:rPr>
        <w:tab/>
      </w:r>
      <w:r>
        <w:t>Test for GNSS configured as the highest priority under SL-DRX</w:t>
      </w:r>
      <w:r>
        <w:tab/>
        <w:t>3824</w:t>
      </w:r>
    </w:p>
    <w:p w14:paraId="7C4259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3824</w:t>
      </w:r>
    </w:p>
    <w:p w14:paraId="1860C3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3826</w:t>
      </w:r>
    </w:p>
    <w:p w14:paraId="532DD2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A.9.1.3.4</w:t>
      </w:r>
      <w:r>
        <w:rPr>
          <w:rFonts w:ascii="Calibri" w:eastAsia="Malgun Gothic" w:hAnsi="Calibri"/>
          <w:sz w:val="22"/>
          <w:szCs w:val="22"/>
        </w:rPr>
        <w:tab/>
      </w:r>
      <w:r>
        <w:t>Test for FR1 NR Cell configured as the highest priority under SL-DRX</w:t>
      </w:r>
      <w:r>
        <w:tab/>
        <w:t>3827</w:t>
      </w:r>
    </w:p>
    <w:p w14:paraId="1FE5B1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3827</w:t>
      </w:r>
    </w:p>
    <w:p w14:paraId="49D217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A.9.1.3.4.2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3829</w:t>
      </w:r>
    </w:p>
    <w:p w14:paraId="1BDD483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A.9.1.4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for L1 SL-RSRP Measurement</w:t>
      </w:r>
      <w:r>
        <w:tab/>
        <w:t>3830</w:t>
      </w:r>
    </w:p>
    <w:p w14:paraId="132967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A.9.1.4.1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Autonomous Resource Selection/Reselection</w:t>
      </w:r>
      <w:r>
        <w:tab/>
        <w:t>3830</w:t>
      </w:r>
    </w:p>
    <w:p w14:paraId="36686F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3830</w:t>
      </w:r>
    </w:p>
    <w:p w14:paraId="5F7D3F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3833</w:t>
      </w:r>
    </w:p>
    <w:p w14:paraId="63038A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A.9.1.4.2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Resource Pre-emption</w:t>
      </w:r>
      <w:r>
        <w:tab/>
        <w:t>3833</w:t>
      </w:r>
    </w:p>
    <w:p w14:paraId="19D23F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3833</w:t>
      </w:r>
    </w:p>
    <w:p w14:paraId="31E383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3837</w:t>
      </w:r>
    </w:p>
    <w:p w14:paraId="003CC4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Test for V2X UE Resource Re-evaluation</w:t>
      </w:r>
      <w:r>
        <w:tab/>
        <w:t>3837</w:t>
      </w:r>
    </w:p>
    <w:p w14:paraId="364FF6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3837</w:t>
      </w:r>
    </w:p>
    <w:p w14:paraId="34B09E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3844</w:t>
      </w:r>
    </w:p>
    <w:p w14:paraId="76BED6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A.9.1.4.4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Autonomous Resource Selection/Reselection with Periodic Sensing</w:t>
      </w:r>
      <w:r>
        <w:tab/>
        <w:t>3844</w:t>
      </w:r>
    </w:p>
    <w:p w14:paraId="123E43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3844</w:t>
      </w:r>
    </w:p>
    <w:p w14:paraId="79AA96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3847</w:t>
      </w:r>
    </w:p>
    <w:p w14:paraId="205ADA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A.9.1.4.5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Autonomous Resource Selection/Reselection with Contiguous Sensing</w:t>
      </w:r>
      <w:r>
        <w:tab/>
        <w:t>3847</w:t>
      </w:r>
    </w:p>
    <w:p w14:paraId="58748C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3847</w:t>
      </w:r>
    </w:p>
    <w:p w14:paraId="0A35E8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3850</w:t>
      </w:r>
    </w:p>
    <w:p w14:paraId="5127D0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A.9.1.4.6</w:t>
      </w:r>
      <w:r>
        <w:rPr>
          <w:rFonts w:ascii="Calibri" w:eastAsia="Malgun Gothic" w:hAnsi="Calibri"/>
          <w:sz w:val="22"/>
          <w:szCs w:val="22"/>
        </w:rPr>
        <w:tab/>
      </w:r>
      <w:r>
        <w:t>Test for V2X UE Autonomous Resource Selection/Reselection in SL-DRX</w:t>
      </w:r>
      <w:r>
        <w:tab/>
        <w:t>3850</w:t>
      </w:r>
    </w:p>
    <w:p w14:paraId="7F7D5A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3850</w:t>
      </w:r>
    </w:p>
    <w:p w14:paraId="06F4C9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A.9.1.4.6.2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3853</w:t>
      </w:r>
    </w:p>
    <w:p w14:paraId="77EE2A3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A.9.1.5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for Congestion Control Measurement</w:t>
      </w:r>
      <w:r>
        <w:tab/>
        <w:t>3853</w:t>
      </w:r>
    </w:p>
    <w:p w14:paraId="06D6660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3853</w:t>
      </w:r>
    </w:p>
    <w:p w14:paraId="6A152A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3859</w:t>
      </w:r>
    </w:p>
    <w:p w14:paraId="48FA48A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A.9.1.6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for Interruption</w:t>
      </w:r>
      <w:r>
        <w:tab/>
        <w:t>3859</w:t>
      </w:r>
    </w:p>
    <w:p w14:paraId="44C2F1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A.9.1.6.1</w:t>
      </w:r>
      <w:r>
        <w:rPr>
          <w:rFonts w:ascii="Calibri" w:eastAsia="Malgun Gothic" w:hAnsi="Calibri"/>
          <w:sz w:val="22"/>
          <w:szCs w:val="22"/>
        </w:rPr>
        <w:tab/>
      </w:r>
      <w:r>
        <w:t>Test for Interruption to WAN due to V2X Sidelink Communication</w:t>
      </w:r>
      <w:r>
        <w:tab/>
        <w:t>3859</w:t>
      </w:r>
    </w:p>
    <w:p w14:paraId="05B8E2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A.9.1.6.1.1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3859</w:t>
      </w:r>
    </w:p>
    <w:p w14:paraId="20DD9C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A.9.1.6.1.2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3862</w:t>
      </w:r>
    </w:p>
    <w:p w14:paraId="70D94C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A.9.1.6.2</w:t>
      </w:r>
      <w:r>
        <w:rPr>
          <w:rFonts w:ascii="Calibri" w:eastAsia="Malgun Gothic" w:hAnsi="Calibri"/>
          <w:sz w:val="22"/>
          <w:szCs w:val="22"/>
        </w:rPr>
        <w:tab/>
      </w:r>
      <w:r>
        <w:t>Test for interruption to WAN at transitions between active and non-active during SL-DRX in asynchronous case</w:t>
      </w:r>
      <w:r>
        <w:tab/>
        <w:t>3862</w:t>
      </w:r>
    </w:p>
    <w:p w14:paraId="5B61F4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A.9.1.6.2.1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3862</w:t>
      </w:r>
    </w:p>
    <w:p w14:paraId="57EA1C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A.9.1.6.2.2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3866</w:t>
      </w:r>
    </w:p>
    <w:p w14:paraId="4B52BD2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A.9.1.6.3</w:t>
      </w:r>
      <w:r>
        <w:rPr>
          <w:rFonts w:ascii="Calibri" w:eastAsia="Malgun Gothic" w:hAnsi="Calibri"/>
          <w:sz w:val="22"/>
          <w:szCs w:val="22"/>
        </w:rPr>
        <w:tab/>
      </w:r>
      <w:r>
        <w:t>Test for Interruption at NR Sidelink Diccovery Configuration</w:t>
      </w:r>
      <w:r>
        <w:tab/>
        <w:t>3866</w:t>
      </w:r>
    </w:p>
    <w:p w14:paraId="403026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A.9.1.6.3.1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3866</w:t>
      </w:r>
    </w:p>
    <w:p w14:paraId="124DCD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A.9.1.6.3.2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3869</w:t>
      </w:r>
    </w:p>
    <w:p w14:paraId="4DD692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A.9.1.7</w:t>
      </w:r>
      <w:r>
        <w:rPr>
          <w:rFonts w:ascii="Calibri" w:eastAsia="Malgun Gothic" w:hAnsi="Calibri"/>
          <w:sz w:val="22"/>
          <w:szCs w:val="22"/>
        </w:rPr>
        <w:tab/>
      </w:r>
      <w:r>
        <w:t>Selection / Reselection of relay UE</w:t>
      </w:r>
      <w:r>
        <w:tab/>
        <w:t>3869</w:t>
      </w:r>
    </w:p>
    <w:p w14:paraId="3BADBA2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3869</w:t>
      </w:r>
    </w:p>
    <w:p w14:paraId="12CBB50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A.9.1.7.2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3875</w:t>
      </w:r>
    </w:p>
    <w:p w14:paraId="2BEB8F60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A.10</w:t>
      </w:r>
      <w:r>
        <w:rPr>
          <w:rFonts w:ascii="Calibri" w:eastAsia="Malgun Gothic" w:hAnsi="Calibri"/>
          <w:szCs w:val="22"/>
        </w:rPr>
        <w:tab/>
      </w:r>
      <w:r>
        <w:t>EN-DC Tests with NR PSCell under CCA and Other NR Cells in FR1</w:t>
      </w:r>
      <w:r>
        <w:tab/>
        <w:t>3877</w:t>
      </w:r>
    </w:p>
    <w:p w14:paraId="06E82F9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A.10.1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3877</w:t>
      </w:r>
    </w:p>
    <w:p w14:paraId="1475916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A.10.1.1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3877</w:t>
      </w:r>
    </w:p>
    <w:p w14:paraId="7D584A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A.10.1.1.1</w:t>
      </w:r>
      <w:r>
        <w:rPr>
          <w:rFonts w:ascii="Calibri" w:eastAsia="Malgun Gothic" w:hAnsi="Calibri"/>
          <w:sz w:val="22"/>
          <w:szCs w:val="22"/>
        </w:rPr>
        <w:tab/>
      </w:r>
      <w:r>
        <w:t>Random Access</w:t>
      </w:r>
      <w:r>
        <w:tab/>
        <w:t>3877</w:t>
      </w:r>
    </w:p>
    <w:p w14:paraId="3F3981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A.10.1.1.1.1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contention-based random access for NR PSCell with CCA</w:t>
      </w:r>
      <w:r>
        <w:tab/>
        <w:t>3877</w:t>
      </w:r>
    </w:p>
    <w:p w14:paraId="1C34358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3877</w:t>
      </w:r>
    </w:p>
    <w:p w14:paraId="19F5BF5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A.10.1.1.1.1.2</w:t>
      </w:r>
      <w:r>
        <w:rPr>
          <w:rFonts w:ascii="Calibri" w:eastAsia="Malgun Gothic" w:hAnsi="Calibri"/>
          <w:sz w:val="22"/>
          <w:szCs w:val="22"/>
        </w:rPr>
        <w:tab/>
      </w:r>
      <w:r>
        <w:t>Test</w:t>
      </w:r>
      <w:r>
        <w:rPr>
          <w:lang w:eastAsia="zh-CN"/>
        </w:rPr>
        <w:t xml:space="preserve"> Requirements</w:t>
      </w:r>
      <w:r>
        <w:tab/>
        <w:t>3880</w:t>
      </w:r>
    </w:p>
    <w:p w14:paraId="03BAB498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A.10.1.1.1.1.2.1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Random Access Preamble Transmission</w:t>
      </w:r>
      <w:r>
        <w:tab/>
        <w:t>3880</w:t>
      </w:r>
    </w:p>
    <w:p w14:paraId="2CAED6FA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A.10.1.1.1.1.2.2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Random Access Response Reception</w:t>
      </w:r>
      <w:r>
        <w:tab/>
        <w:t>3880</w:t>
      </w:r>
    </w:p>
    <w:p w14:paraId="4A7A11A8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A.10.1.1.1.1.2.3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No Random Access Response Reception</w:t>
      </w:r>
      <w:r>
        <w:tab/>
        <w:t>3881</w:t>
      </w:r>
    </w:p>
    <w:p w14:paraId="480435E5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A.10.1.1.1.1.2.4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Receiving an </w:t>
      </w:r>
      <w:r>
        <w:t>UL grant for msg3 retransmission</w:t>
      </w:r>
      <w:r>
        <w:tab/>
        <w:t>3881</w:t>
      </w:r>
    </w:p>
    <w:p w14:paraId="64946031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A.10.1.1.1.1.2.5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Contention Resolution Timer expiry</w:t>
      </w:r>
      <w:r>
        <w:tab/>
        <w:t>3881</w:t>
      </w:r>
    </w:p>
    <w:p w14:paraId="2B3B15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A.10.1.1.1.2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non-contention based random access for NR PSCell with CCA</w:t>
      </w:r>
      <w:r>
        <w:tab/>
        <w:t>3882</w:t>
      </w:r>
    </w:p>
    <w:p w14:paraId="14A1EC6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Test Purpose </w:t>
      </w:r>
      <w:r>
        <w:t>and</w:t>
      </w:r>
      <w:r>
        <w:rPr>
          <w:lang w:eastAsia="zh-CN"/>
        </w:rPr>
        <w:t xml:space="preserve"> Environment</w:t>
      </w:r>
      <w:r>
        <w:tab/>
        <w:t>3882</w:t>
      </w:r>
    </w:p>
    <w:p w14:paraId="22F817B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3885</w:t>
      </w:r>
    </w:p>
    <w:p w14:paraId="22B2CCEE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A.10.1.1.1.2.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SSB-based Random Access Preamble Transmission</w:t>
      </w:r>
      <w:r>
        <w:tab/>
        <w:t>3885</w:t>
      </w:r>
    </w:p>
    <w:p w14:paraId="406C8D32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A.10.1.1.1.2.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Random Access Response Reception</w:t>
      </w:r>
      <w:r>
        <w:tab/>
        <w:t>3886</w:t>
      </w:r>
    </w:p>
    <w:p w14:paraId="1F717CA0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A.10.1.1.1.2.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</w:rPr>
        <w:tab/>
      </w:r>
      <w:r>
        <w:t>No Random Access Response Reception</w:t>
      </w:r>
      <w:r>
        <w:tab/>
        <w:t>3886</w:t>
      </w:r>
    </w:p>
    <w:p w14:paraId="5FC6C8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A.10.1.1.1.3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contention-based random access for NR PSCell with CCA</w:t>
      </w:r>
      <w:r>
        <w:tab/>
        <w:t>3886</w:t>
      </w:r>
    </w:p>
    <w:p w14:paraId="67FBA16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3886</w:t>
      </w:r>
    </w:p>
    <w:p w14:paraId="3B6BA17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3890</w:t>
      </w:r>
    </w:p>
    <w:p w14:paraId="2B1E4326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A.10.1.1.1.3.</w:t>
      </w:r>
      <w:r>
        <w:rPr>
          <w:lang w:eastAsia="zh-CN"/>
        </w:rPr>
        <w:t>2.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MsgA Transmission</w:t>
      </w:r>
      <w:r>
        <w:tab/>
        <w:t>3890</w:t>
      </w:r>
    </w:p>
    <w:p w14:paraId="4302D861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A.10.1.1.1.3.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>
        <w:t>MsgB Reception</w:t>
      </w:r>
      <w:r>
        <w:tab/>
        <w:t>3890</w:t>
      </w:r>
    </w:p>
    <w:p w14:paraId="5F33D754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A.10.1.1.1.3.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</w:rPr>
        <w:tab/>
      </w:r>
      <w:r>
        <w:t>No MsgB Reception</w:t>
      </w:r>
      <w:r>
        <w:tab/>
        <w:t>3891</w:t>
      </w:r>
    </w:p>
    <w:p w14:paraId="62D8A6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A.10.1.1.1.4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non-contention based random access for NR PSCell with CCA</w:t>
      </w:r>
      <w:r>
        <w:tab/>
        <w:t>3891</w:t>
      </w:r>
    </w:p>
    <w:p w14:paraId="2C74A50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3891</w:t>
      </w:r>
    </w:p>
    <w:p w14:paraId="11EC78D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A.10.1.1.1.4.2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3895</w:t>
      </w:r>
    </w:p>
    <w:p w14:paraId="37E52594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A.10.1.1.1.4.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MsgA Transmission</w:t>
      </w:r>
      <w:r>
        <w:tab/>
        <w:t>3895</w:t>
      </w:r>
    </w:p>
    <w:p w14:paraId="6CDF6532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A.10.1.1.1.4.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MsgB Reception</w:t>
      </w:r>
      <w:r>
        <w:tab/>
        <w:t>3896</w:t>
      </w:r>
    </w:p>
    <w:p w14:paraId="513A257A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A.10.1.1.1.4.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</w:rPr>
        <w:tab/>
      </w:r>
      <w:r>
        <w:t>No MsgB Reception</w:t>
      </w:r>
      <w:r>
        <w:tab/>
        <w:t>3896</w:t>
      </w:r>
    </w:p>
    <w:p w14:paraId="3EBC8B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 w:cs="Arial"/>
          <w:bCs/>
          <w:lang w:eastAsia="ko-KR"/>
        </w:rPr>
        <w:t>A.10.1.2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  <w:bCs/>
          <w:lang w:eastAsia="ko-KR"/>
        </w:rPr>
        <w:t>Handover with PSCell from EN-DC to EN-DC with known target PSCell using CCA</w:t>
      </w:r>
      <w:r>
        <w:tab/>
        <w:t>3896</w:t>
      </w:r>
    </w:p>
    <w:p w14:paraId="625269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A.10.1.2.1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3896</w:t>
      </w:r>
    </w:p>
    <w:p w14:paraId="0EB8A7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eastAsia="ko-KR"/>
        </w:rPr>
        <w:t>A.</w:t>
      </w:r>
      <w:r w:rsidRPr="00825DA5">
        <w:rPr>
          <w:rFonts w:eastAsia="MS Mincho" w:cs="Arial"/>
          <w:bCs/>
          <w:lang w:eastAsia="ko-KR"/>
        </w:rPr>
        <w:t>10.1</w:t>
      </w:r>
      <w:r w:rsidRPr="00825DA5">
        <w:rPr>
          <w:rFonts w:cs="v4.2.0"/>
          <w:lang w:eastAsia="ko-KR"/>
        </w:rPr>
        <w:t>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3902</w:t>
      </w:r>
    </w:p>
    <w:p w14:paraId="5D010FE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A.10.2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3903</w:t>
      </w:r>
    </w:p>
    <w:p w14:paraId="0CCD2EC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A.10.2.1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3903</w:t>
      </w:r>
    </w:p>
    <w:p w14:paraId="368736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UE Transmit Timing Test with PSCell under DL CCA</w:t>
      </w:r>
      <w:r>
        <w:tab/>
        <w:t>3903</w:t>
      </w:r>
    </w:p>
    <w:p w14:paraId="7C53A8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A.10.2.1.1.1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3903</w:t>
      </w:r>
    </w:p>
    <w:p w14:paraId="30710E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A.10.2.1.1.2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3906</w:t>
      </w:r>
    </w:p>
    <w:p w14:paraId="7C38BC9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A.10.2.2</w:t>
      </w:r>
      <w:r>
        <w:rPr>
          <w:rFonts w:ascii="Calibri" w:eastAsia="Malgun Gothic" w:hAnsi="Calibri"/>
          <w:sz w:val="22"/>
          <w:szCs w:val="22"/>
        </w:rPr>
        <w:tab/>
      </w:r>
      <w:r>
        <w:t>UE timing advance</w:t>
      </w:r>
      <w:r>
        <w:tab/>
        <w:t>3907</w:t>
      </w:r>
    </w:p>
    <w:p w14:paraId="27A8DA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A.10.2.2.1</w:t>
      </w:r>
      <w:r>
        <w:rPr>
          <w:rFonts w:ascii="Calibri" w:eastAsia="Malgun Gothic" w:hAnsi="Calibri"/>
          <w:sz w:val="22"/>
          <w:szCs w:val="22"/>
        </w:rPr>
        <w:tab/>
      </w:r>
      <w:r>
        <w:t>UE Timing Advance Adjustment Accuracy with PSCell under DL CCA</w:t>
      </w:r>
      <w:r>
        <w:tab/>
        <w:t>3907</w:t>
      </w:r>
    </w:p>
    <w:p w14:paraId="13C231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A.10.2.2.1.1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3907</w:t>
      </w:r>
    </w:p>
    <w:p w14:paraId="1BE6D4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A.10.2.2.1.2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3907</w:t>
      </w:r>
    </w:p>
    <w:p w14:paraId="01755A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A.10.2.2.1.3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3911</w:t>
      </w:r>
    </w:p>
    <w:p w14:paraId="0E0B7D7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A.10.3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3911</w:t>
      </w:r>
    </w:p>
    <w:p w14:paraId="69D9C7B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3911</w:t>
      </w:r>
    </w:p>
    <w:p w14:paraId="62CF18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3911</w:t>
      </w:r>
    </w:p>
    <w:p w14:paraId="3DEE88D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PSCell configured with SSB-based RLM RS in non-DRX mode</w:t>
      </w:r>
      <w:r>
        <w:tab/>
        <w:t>3912</w:t>
      </w:r>
    </w:p>
    <w:p w14:paraId="03042D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3912</w:t>
      </w:r>
    </w:p>
    <w:p w14:paraId="52530E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3916</w:t>
      </w:r>
    </w:p>
    <w:p w14:paraId="57600D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PSCell configured with SSB-based RLM RS in non-DRX mode</w:t>
      </w:r>
      <w:r>
        <w:tab/>
        <w:t>3917</w:t>
      </w:r>
    </w:p>
    <w:p w14:paraId="1AEF35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3917</w:t>
      </w:r>
    </w:p>
    <w:p w14:paraId="65E497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3922</w:t>
      </w:r>
    </w:p>
    <w:p w14:paraId="0D88F9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PSCell configured with SSB-based RLM RS in DRX mode</w:t>
      </w:r>
      <w:r>
        <w:tab/>
        <w:t>3922</w:t>
      </w:r>
    </w:p>
    <w:p w14:paraId="5AE821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3922</w:t>
      </w:r>
    </w:p>
    <w:p w14:paraId="165D24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3922</w:t>
      </w:r>
    </w:p>
    <w:p w14:paraId="0E6048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PSCell configured with SSB-based RLM RS in DRX mode</w:t>
      </w:r>
      <w:r>
        <w:tab/>
        <w:t>3922</w:t>
      </w:r>
    </w:p>
    <w:p w14:paraId="1EBB4A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3922</w:t>
      </w:r>
    </w:p>
    <w:p w14:paraId="121FC2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3922</w:t>
      </w:r>
    </w:p>
    <w:p w14:paraId="676ADD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3922</w:t>
      </w:r>
    </w:p>
    <w:p w14:paraId="09C5F4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A.10.3.2.1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interruptions during SCell operations with CCA</w:t>
      </w:r>
      <w:r>
        <w:tab/>
        <w:t>3922</w:t>
      </w:r>
    </w:p>
    <w:p w14:paraId="0A31AE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A.10.3.2</w:t>
      </w:r>
      <w:r>
        <w:rPr>
          <w:lang w:eastAsia="zh-CN"/>
        </w:rP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3922</w:t>
      </w:r>
    </w:p>
    <w:p w14:paraId="2EF131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A.10.3.2.1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3927</w:t>
      </w:r>
    </w:p>
    <w:p w14:paraId="76143A9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3927</w:t>
      </w:r>
    </w:p>
    <w:p w14:paraId="0117A9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A.10.3.3.1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known NR SCell with NR PSCell and NR SCell under CCA, 160 ms SCell measurement cycle</w:t>
      </w:r>
      <w:r>
        <w:tab/>
        <w:t>3927</w:t>
      </w:r>
    </w:p>
    <w:p w14:paraId="03D782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3927</w:t>
      </w:r>
    </w:p>
    <w:p w14:paraId="7DAB47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3932</w:t>
      </w:r>
    </w:p>
    <w:p w14:paraId="2EE4F4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A.10.3.3.2 SCell Activation and Deactivation of known NR SCell with NR PSCell and NR SCell under CCA, 640 ms SCell measurement cycle</w:t>
      </w:r>
      <w:r>
        <w:tab/>
        <w:t>3932</w:t>
      </w:r>
    </w:p>
    <w:p w14:paraId="207837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3932</w:t>
      </w:r>
    </w:p>
    <w:p w14:paraId="3F08D6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3933</w:t>
      </w:r>
    </w:p>
    <w:p w14:paraId="511414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A.10.3.3.3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unknown NR SCell with NR PSCell and NR SCell under CCA</w:t>
      </w:r>
      <w:r>
        <w:tab/>
        <w:t>3933</w:t>
      </w:r>
    </w:p>
    <w:p w14:paraId="0A6A5D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3933</w:t>
      </w:r>
    </w:p>
    <w:p w14:paraId="2D85A5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A.10.3.3.3.2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3934</w:t>
      </w:r>
    </w:p>
    <w:p w14:paraId="7B204AA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A.10.3.4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3934</w:t>
      </w:r>
    </w:p>
    <w:p w14:paraId="20DDE0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A.10.3.4.1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SSB-based BFD and LR in non-DRX mode</w:t>
      </w:r>
      <w:r>
        <w:tab/>
        <w:t>3934</w:t>
      </w:r>
    </w:p>
    <w:p w14:paraId="7AF219B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3934</w:t>
      </w:r>
    </w:p>
    <w:p w14:paraId="34D1B9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A.10.3.4.1.2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3939</w:t>
      </w:r>
    </w:p>
    <w:p w14:paraId="6CD1E7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A.10.3.4.2</w:t>
      </w:r>
      <w:r>
        <w:rPr>
          <w:rFonts w:ascii="Calibri" w:eastAsia="Malgun Gothic" w:hAnsi="Calibri"/>
          <w:sz w:val="22"/>
          <w:szCs w:val="22"/>
        </w:rPr>
        <w:tab/>
      </w:r>
      <w:r>
        <w:t>EN-DC Beam Failure Detection and Link Recovery Test for FR1 PSCell configured with SSB-based BFD and LR in DRX mode</w:t>
      </w:r>
      <w:r>
        <w:tab/>
        <w:t>3939</w:t>
      </w:r>
    </w:p>
    <w:p w14:paraId="4BA662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A.10.3.4.2.1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3939</w:t>
      </w:r>
    </w:p>
    <w:p w14:paraId="491924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A.10.3.4.2.2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3945</w:t>
      </w:r>
    </w:p>
    <w:p w14:paraId="648876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A.10.3.5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switching</w:t>
      </w:r>
      <w:r>
        <w:tab/>
        <w:t>3945</w:t>
      </w:r>
    </w:p>
    <w:p w14:paraId="623E1C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A.10.3.5.1</w:t>
      </w:r>
      <w:r>
        <w:rPr>
          <w:rFonts w:ascii="Calibri" w:eastAsia="Malgun Gothic" w:hAnsi="Calibri"/>
          <w:sz w:val="22"/>
          <w:szCs w:val="22"/>
        </w:rPr>
        <w:tab/>
      </w:r>
      <w:r>
        <w:t>UL active BWP switch delay with consistent UL LBT failure on PSCell subject to UL CCA in EN-DC</w:t>
      </w:r>
      <w:r>
        <w:tab/>
        <w:t>3945</w:t>
      </w:r>
    </w:p>
    <w:p w14:paraId="03E0B66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A.10.3.5.1.2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3950</w:t>
      </w:r>
    </w:p>
    <w:p w14:paraId="5EC36FE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A.10.3.5.2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3951</w:t>
      </w:r>
    </w:p>
    <w:p w14:paraId="0AA8D7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A.10.3.5.2.1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lang w:val="en-US"/>
        </w:rPr>
        <w:t>E-UTRAN – NR PSCell FR1 DL active BWP switch in non-DRX in synchronous EN-DC</w:t>
      </w:r>
      <w:r>
        <w:tab/>
        <w:t>3951</w:t>
      </w:r>
    </w:p>
    <w:p w14:paraId="0A6E4F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A.10.3.5.2.2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FR1 DL active BWP switch with FR1 SCell in non-DRX in synchronous EN-DC</w:t>
      </w:r>
      <w:r>
        <w:tab/>
        <w:t>3954</w:t>
      </w:r>
    </w:p>
    <w:p w14:paraId="44ED5C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A.10.3.5.3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3958</w:t>
      </w:r>
    </w:p>
    <w:p w14:paraId="60F194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A.10.3.5.3.1</w:t>
      </w:r>
      <w:r>
        <w:rPr>
          <w:rFonts w:ascii="Calibri" w:eastAsia="Malgun Gothic" w:hAnsi="Calibri"/>
          <w:sz w:val="22"/>
          <w:szCs w:val="22"/>
        </w:rPr>
        <w:tab/>
      </w:r>
      <w:r>
        <w:t>E-UTRAN – NR PSCell FR1 DL active BWP switch in non-DRX in synchronous EN-DC</w:t>
      </w:r>
      <w:r>
        <w:tab/>
        <w:t>3958</w:t>
      </w:r>
    </w:p>
    <w:p w14:paraId="2EE91E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A.10.3.6</w:t>
      </w:r>
      <w:r>
        <w:rPr>
          <w:rFonts w:ascii="Calibri" w:eastAsia="Malgun Gothic" w:hAnsi="Calibri"/>
          <w:sz w:val="22"/>
          <w:szCs w:val="22"/>
        </w:rPr>
        <w:tab/>
      </w:r>
      <w:r>
        <w:t>PSCell addition and release delay</w:t>
      </w:r>
      <w:r>
        <w:tab/>
        <w:t>3962</w:t>
      </w:r>
    </w:p>
    <w:p w14:paraId="4049DF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A.10.3.6.1</w:t>
      </w:r>
      <w:r>
        <w:rPr>
          <w:rFonts w:ascii="Calibri" w:eastAsia="Malgun Gothic" w:hAnsi="Calibri"/>
          <w:sz w:val="22"/>
          <w:szCs w:val="22"/>
        </w:rPr>
        <w:tab/>
      </w:r>
      <w:r>
        <w:t>Addition and Release Delay of known NR PSCell on the carrier under CCA</w:t>
      </w:r>
      <w:r>
        <w:tab/>
        <w:t>3962</w:t>
      </w:r>
    </w:p>
    <w:p w14:paraId="6D05D0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A.10.3.6.1.1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3962</w:t>
      </w:r>
    </w:p>
    <w:p w14:paraId="1311E2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A.10.3.6.1.2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3966</w:t>
      </w:r>
    </w:p>
    <w:p w14:paraId="30390F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A.10.3.7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3967</w:t>
      </w:r>
    </w:p>
    <w:p w14:paraId="18062C7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A.10.4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3967</w:t>
      </w:r>
    </w:p>
    <w:p w14:paraId="3FE4DC5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A.10.4.1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3967</w:t>
      </w:r>
    </w:p>
    <w:p w14:paraId="49E70E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A.10.4.1.1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PSCC without gaps under non-DRX</w:t>
      </w:r>
      <w:r>
        <w:tab/>
        <w:t>3967</w:t>
      </w:r>
    </w:p>
    <w:p w14:paraId="401554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3967</w:t>
      </w:r>
    </w:p>
    <w:p w14:paraId="0D46C8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3967</w:t>
      </w:r>
    </w:p>
    <w:p w14:paraId="6F81C7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3967</w:t>
      </w:r>
    </w:p>
    <w:p w14:paraId="60C385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A.10.4.1.2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PSCC without gaps under DRX</w:t>
      </w:r>
      <w:r>
        <w:tab/>
        <w:t>3968</w:t>
      </w:r>
    </w:p>
    <w:p w14:paraId="47D642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3968</w:t>
      </w:r>
    </w:p>
    <w:p w14:paraId="01C73B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3968</w:t>
      </w:r>
    </w:p>
    <w:p w14:paraId="533A31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3968</w:t>
      </w:r>
    </w:p>
    <w:p w14:paraId="7A921D4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A.10.4.1.3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PSCC with per-UE gaps under non-DRX</w:t>
      </w:r>
      <w:r>
        <w:tab/>
        <w:t>3968</w:t>
      </w:r>
    </w:p>
    <w:p w14:paraId="527A68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3968</w:t>
      </w:r>
    </w:p>
    <w:p w14:paraId="3CFEBE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3968</w:t>
      </w:r>
    </w:p>
    <w:p w14:paraId="13D213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3968</w:t>
      </w:r>
    </w:p>
    <w:p w14:paraId="7D3CF8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A.10.4.1.4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PSCC with per-UE gaps under DRX</w:t>
      </w:r>
      <w:r>
        <w:tab/>
        <w:t>3969</w:t>
      </w:r>
    </w:p>
    <w:p w14:paraId="271FB9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3969</w:t>
      </w:r>
    </w:p>
    <w:p w14:paraId="070F4A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3969</w:t>
      </w:r>
    </w:p>
    <w:p w14:paraId="70B5DD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3969</w:t>
      </w:r>
    </w:p>
    <w:p w14:paraId="0BF15D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A.10.4.1.5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non-DRX</w:t>
      </w:r>
      <w:r>
        <w:tab/>
        <w:t>3969</w:t>
      </w:r>
    </w:p>
    <w:p w14:paraId="45A89C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3969</w:t>
      </w:r>
    </w:p>
    <w:p w14:paraId="70942C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3969</w:t>
      </w:r>
    </w:p>
    <w:p w14:paraId="7F83D3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3969</w:t>
      </w:r>
    </w:p>
    <w:p w14:paraId="7F4755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A.10.4.1.6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DRX</w:t>
      </w:r>
      <w:r>
        <w:tab/>
        <w:t>3970</w:t>
      </w:r>
    </w:p>
    <w:p w14:paraId="6EA633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3970</w:t>
      </w:r>
    </w:p>
    <w:p w14:paraId="7910F4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A.10.4.1.6.2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3970</w:t>
      </w:r>
    </w:p>
    <w:p w14:paraId="1A7294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3970</w:t>
      </w:r>
    </w:p>
    <w:p w14:paraId="38A82B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A.10.4.1.7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non-DRX</w:t>
      </w:r>
      <w:r>
        <w:tab/>
        <w:t>3970</w:t>
      </w:r>
    </w:p>
    <w:p w14:paraId="268CF1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3970</w:t>
      </w:r>
    </w:p>
    <w:p w14:paraId="081116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A.10.4.1.7.2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3970</w:t>
      </w:r>
    </w:p>
    <w:p w14:paraId="12A365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3970</w:t>
      </w:r>
    </w:p>
    <w:p w14:paraId="217C82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A.10.4.1.8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DRX</w:t>
      </w:r>
      <w:r>
        <w:tab/>
        <w:t>3971</w:t>
      </w:r>
    </w:p>
    <w:p w14:paraId="40A1C1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3971</w:t>
      </w:r>
    </w:p>
    <w:p w14:paraId="188D74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A.10.4.1.8.2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3971</w:t>
      </w:r>
    </w:p>
    <w:p w14:paraId="05C41B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3971</w:t>
      </w:r>
    </w:p>
    <w:p w14:paraId="4F6C4B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A.10.4.1.9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 on PSCC</w:t>
      </w:r>
      <w:r>
        <w:tab/>
        <w:t>3971</w:t>
      </w:r>
    </w:p>
    <w:p w14:paraId="088978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3971</w:t>
      </w:r>
    </w:p>
    <w:p w14:paraId="1CD68F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A.10.4.1.9.2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3971</w:t>
      </w:r>
    </w:p>
    <w:p w14:paraId="6E4E1A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A.10.4.1.10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 on PSCC</w:t>
      </w:r>
      <w:r>
        <w:tab/>
        <w:t>3972</w:t>
      </w:r>
    </w:p>
    <w:p w14:paraId="4566C0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3972</w:t>
      </w:r>
    </w:p>
    <w:p w14:paraId="11EB38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A.10.4.1.10.2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3972</w:t>
      </w:r>
    </w:p>
    <w:p w14:paraId="07D94AD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A.10.4.1.11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 on SCC</w:t>
      </w:r>
      <w:r>
        <w:tab/>
        <w:t>3972</w:t>
      </w:r>
    </w:p>
    <w:p w14:paraId="3618C2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3972</w:t>
      </w:r>
    </w:p>
    <w:p w14:paraId="6EFB71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3972</w:t>
      </w:r>
    </w:p>
    <w:p w14:paraId="3F313B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A.10.4.1.12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 on SCC</w:t>
      </w:r>
      <w:r>
        <w:tab/>
        <w:t>3973</w:t>
      </w:r>
    </w:p>
    <w:p w14:paraId="5EC02A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3973</w:t>
      </w:r>
    </w:p>
    <w:p w14:paraId="0D3681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A.10.4.1.12.2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3973</w:t>
      </w:r>
    </w:p>
    <w:p w14:paraId="7F1F01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A.10.4.2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3973</w:t>
      </w:r>
    </w:p>
    <w:p w14:paraId="637AE6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A.10.4.2.1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</w:t>
      </w:r>
      <w:r>
        <w:tab/>
        <w:t>3973</w:t>
      </w:r>
    </w:p>
    <w:p w14:paraId="7CD8F1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3973</w:t>
      </w:r>
    </w:p>
    <w:p w14:paraId="29C592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3973</w:t>
      </w:r>
    </w:p>
    <w:p w14:paraId="1B9B83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A.10.4.2.2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</w:t>
      </w:r>
      <w:r>
        <w:tab/>
        <w:t>3974</w:t>
      </w:r>
    </w:p>
    <w:p w14:paraId="380619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3974</w:t>
      </w:r>
    </w:p>
    <w:p w14:paraId="5D1667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3974</w:t>
      </w:r>
    </w:p>
    <w:p w14:paraId="3F8A1B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A.10.4.2.3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with CCA cell without SSB time index detection when DRX is not used</w:t>
      </w:r>
      <w:r>
        <w:tab/>
        <w:t>3974</w:t>
      </w:r>
    </w:p>
    <w:p w14:paraId="3056C7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3974</w:t>
      </w:r>
    </w:p>
    <w:p w14:paraId="0C1F09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3978</w:t>
      </w:r>
    </w:p>
    <w:p w14:paraId="1DC3F8E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A.10.4.2.4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CCA without SSB time index detection when DRX is used</w:t>
      </w:r>
      <w:r>
        <w:tab/>
        <w:t>3979</w:t>
      </w:r>
    </w:p>
    <w:p w14:paraId="0230D7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3979</w:t>
      </w:r>
    </w:p>
    <w:p w14:paraId="26BB3B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3983</w:t>
      </w:r>
    </w:p>
    <w:p w14:paraId="77F5D7F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A.10.4.2.5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CCA with SSB time index detection when DRX is not used</w:t>
      </w:r>
      <w:r>
        <w:tab/>
        <w:t>3984</w:t>
      </w:r>
    </w:p>
    <w:p w14:paraId="2D6C42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3984</w:t>
      </w:r>
    </w:p>
    <w:p w14:paraId="2D44F1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3988</w:t>
      </w:r>
    </w:p>
    <w:p w14:paraId="48DF91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A.10.4.2.6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CCA with SSB time index detection when DRX is used</w:t>
      </w:r>
      <w:r>
        <w:tab/>
        <w:t>3989</w:t>
      </w:r>
    </w:p>
    <w:p w14:paraId="43EC33A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3989</w:t>
      </w:r>
    </w:p>
    <w:p w14:paraId="5785D8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3993</w:t>
      </w:r>
    </w:p>
    <w:p w14:paraId="44C88F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A.10.4.2.7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without SSB time index detection when DRX is not used</w:t>
      </w:r>
      <w:r>
        <w:tab/>
        <w:t>3994</w:t>
      </w:r>
    </w:p>
    <w:p w14:paraId="5D2456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3994</w:t>
      </w:r>
    </w:p>
    <w:p w14:paraId="56261D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4000</w:t>
      </w:r>
    </w:p>
    <w:p w14:paraId="0F4C6BA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A.10.4.2.8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without SSB time index detection when DRX is used</w:t>
      </w:r>
      <w:r>
        <w:tab/>
        <w:t>4000</w:t>
      </w:r>
    </w:p>
    <w:p w14:paraId="01CBCE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4000</w:t>
      </w:r>
    </w:p>
    <w:p w14:paraId="02B05C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4006</w:t>
      </w:r>
    </w:p>
    <w:p w14:paraId="42E3F10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A.10.4.2.9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SSB time index detection when DRX is not used</w:t>
      </w:r>
      <w:r>
        <w:tab/>
        <w:t>4007</w:t>
      </w:r>
    </w:p>
    <w:p w14:paraId="3DA23C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4007</w:t>
      </w:r>
    </w:p>
    <w:p w14:paraId="13F8F8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4012</w:t>
      </w:r>
    </w:p>
    <w:p w14:paraId="5172C6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A.10.4.2.10</w:t>
      </w:r>
      <w:r>
        <w:rPr>
          <w:rFonts w:ascii="Calibri" w:eastAsia="Malgun Gothic" w:hAnsi="Calibri"/>
          <w:sz w:val="22"/>
          <w:szCs w:val="22"/>
        </w:rPr>
        <w:tab/>
      </w:r>
      <w:r>
        <w:t>EN-DC event triggered reporting tests for FR1 cell with SSB time index detection when DRX is used</w:t>
      </w:r>
      <w:r>
        <w:tab/>
        <w:t>4012</w:t>
      </w:r>
    </w:p>
    <w:p w14:paraId="3B2CBF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4012</w:t>
      </w:r>
    </w:p>
    <w:p w14:paraId="3EB0C1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A.10.4.2.10.2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4018</w:t>
      </w:r>
    </w:p>
    <w:p w14:paraId="1DECE2A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A.10.4.3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beam reporting</w:t>
      </w:r>
      <w:r>
        <w:tab/>
        <w:t>4019</w:t>
      </w:r>
    </w:p>
    <w:p w14:paraId="23C0033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A.10.4.3.1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PSCC when DRX is not used</w:t>
      </w:r>
      <w:r>
        <w:tab/>
        <w:t>4019</w:t>
      </w:r>
    </w:p>
    <w:p w14:paraId="18478F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4019</w:t>
      </w:r>
    </w:p>
    <w:p w14:paraId="0C6832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4019</w:t>
      </w:r>
    </w:p>
    <w:p w14:paraId="145D07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4021</w:t>
      </w:r>
    </w:p>
    <w:p w14:paraId="4FFBB7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A.10.4.3.2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PSCC when DRX is used</w:t>
      </w:r>
      <w:r>
        <w:tab/>
        <w:t>4022</w:t>
      </w:r>
    </w:p>
    <w:p w14:paraId="06C0A8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4022</w:t>
      </w:r>
    </w:p>
    <w:p w14:paraId="280D30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4022</w:t>
      </w:r>
    </w:p>
    <w:p w14:paraId="1D1833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4024</w:t>
      </w:r>
    </w:p>
    <w:p w14:paraId="446F20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A.10.4.3.3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SCC when DRX is not used</w:t>
      </w:r>
      <w:r>
        <w:tab/>
        <w:t>4025</w:t>
      </w:r>
    </w:p>
    <w:p w14:paraId="76477D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4025</w:t>
      </w:r>
    </w:p>
    <w:p w14:paraId="2F9EC4D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4025</w:t>
      </w:r>
    </w:p>
    <w:p w14:paraId="78F367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4028</w:t>
      </w:r>
    </w:p>
    <w:p w14:paraId="2CC3F3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A.10.4.3.4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SCC when DRX is used</w:t>
      </w:r>
      <w:r>
        <w:tab/>
        <w:t>4029</w:t>
      </w:r>
    </w:p>
    <w:p w14:paraId="7466F0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4029</w:t>
      </w:r>
    </w:p>
    <w:p w14:paraId="2C1457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4029</w:t>
      </w:r>
    </w:p>
    <w:p w14:paraId="237175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A.10.4.3.4.3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4032</w:t>
      </w:r>
    </w:p>
    <w:p w14:paraId="52A27AD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A.10.4.4</w:t>
      </w:r>
      <w:r>
        <w:rPr>
          <w:rFonts w:ascii="Calibri" w:eastAsia="Malgun Gothic" w:hAnsi="Calibri"/>
          <w:sz w:val="22"/>
          <w:szCs w:val="22"/>
        </w:rPr>
        <w:tab/>
      </w:r>
      <w:r>
        <w:t>E-UTRAN</w:t>
      </w:r>
      <w:r w:rsidRPr="007275DF">
        <w:sym w:font="Symbol" w:char="F02D"/>
      </w:r>
      <w:r>
        <w:t>NR inter-RAT measurements on NR carrier frequency under CCA</w:t>
      </w:r>
      <w:r>
        <w:tab/>
        <w:t>4033</w:t>
      </w:r>
    </w:p>
    <w:p w14:paraId="3E4F24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A.10.4.4.1</w:t>
      </w:r>
      <w:r>
        <w:rPr>
          <w:rFonts w:ascii="Calibri" w:eastAsia="Malgun Gothic" w:hAnsi="Calibri"/>
          <w:sz w:val="22"/>
          <w:szCs w:val="22"/>
        </w:rPr>
        <w:tab/>
      </w:r>
      <w:r>
        <w:t>E-UTRA-NR inter-RAT event triggered reporting tests for FR1 without SSB time index detection when DRX is not used</w:t>
      </w:r>
      <w:r>
        <w:tab/>
        <w:t>4033</w:t>
      </w:r>
    </w:p>
    <w:p w14:paraId="7D3A39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4033</w:t>
      </w:r>
    </w:p>
    <w:p w14:paraId="3DCFC0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4037</w:t>
      </w:r>
    </w:p>
    <w:p w14:paraId="661433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A.10.4.4.2</w:t>
      </w:r>
      <w:r>
        <w:rPr>
          <w:rFonts w:ascii="Calibri" w:eastAsia="Malgun Gothic" w:hAnsi="Calibri"/>
          <w:sz w:val="22"/>
          <w:szCs w:val="22"/>
        </w:rPr>
        <w:tab/>
      </w:r>
      <w:r>
        <w:t>E-UTRA</w:t>
      </w:r>
      <w:r>
        <w:rPr>
          <w:lang w:eastAsia="zh-CN"/>
        </w:rPr>
        <w:t>-</w:t>
      </w:r>
      <w:r>
        <w:t xml:space="preserve">NR </w:t>
      </w:r>
      <w:r>
        <w:rPr>
          <w:lang w:eastAsia="zh-CN"/>
        </w:rPr>
        <w:t>i</w:t>
      </w:r>
      <w:r>
        <w:t>nter-RAT event triggered reporting tests for FR1 without SSB time index detection when DRX is used</w:t>
      </w:r>
      <w:r>
        <w:tab/>
        <w:t>4038</w:t>
      </w:r>
    </w:p>
    <w:p w14:paraId="30166A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4038</w:t>
      </w:r>
    </w:p>
    <w:p w14:paraId="671283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4043</w:t>
      </w:r>
    </w:p>
    <w:p w14:paraId="4C3BB8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A.10.4.4.3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not used</w:t>
      </w:r>
      <w:r>
        <w:tab/>
        <w:t>4044</w:t>
      </w:r>
    </w:p>
    <w:p w14:paraId="2A1E70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4044</w:t>
      </w:r>
    </w:p>
    <w:p w14:paraId="6CD5A9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4048</w:t>
      </w:r>
    </w:p>
    <w:p w14:paraId="5BD6D7C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A.10.4.4.4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used</w:t>
      </w:r>
      <w:r>
        <w:tab/>
        <w:t>4049</w:t>
      </w:r>
    </w:p>
    <w:p w14:paraId="5C2188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4049</w:t>
      </w:r>
    </w:p>
    <w:p w14:paraId="0D8DA6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A.10.4.4.4.2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4054</w:t>
      </w:r>
    </w:p>
    <w:p w14:paraId="0E3CA9D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A.10.5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4055</w:t>
      </w:r>
    </w:p>
    <w:p w14:paraId="484BDB9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A.10.5.1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4055</w:t>
      </w:r>
    </w:p>
    <w:p w14:paraId="21351F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Intra-frequency measurement accuracy on a </w:t>
      </w:r>
      <w:r>
        <w:t>CCA serving cell</w:t>
      </w:r>
      <w:r>
        <w:tab/>
        <w:t>4055</w:t>
      </w:r>
    </w:p>
    <w:p w14:paraId="0E0D23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4055</w:t>
      </w:r>
    </w:p>
    <w:p w14:paraId="291929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4055</w:t>
      </w:r>
    </w:p>
    <w:p w14:paraId="456CCC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4058</w:t>
      </w:r>
    </w:p>
    <w:p w14:paraId="79E801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measurement accuracy with FR1 CCA serving cell and FR1 CCA target cell</w:t>
      </w:r>
      <w:r>
        <w:tab/>
        <w:t>4058</w:t>
      </w:r>
    </w:p>
    <w:p w14:paraId="54A145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4058</w:t>
      </w:r>
    </w:p>
    <w:p w14:paraId="49FB57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4058</w:t>
      </w:r>
    </w:p>
    <w:p w14:paraId="4A5EEF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4061</w:t>
      </w:r>
    </w:p>
    <w:p w14:paraId="371F53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A.10.5.2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SS-RSRQ</w:t>
      </w:r>
      <w:r>
        <w:tab/>
        <w:t>4061</w:t>
      </w:r>
    </w:p>
    <w:p w14:paraId="47CC0C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bCs/>
          <w:snapToGrid w:val="0"/>
        </w:rPr>
        <w:t>A.10.5.2.1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bCs/>
          <w:snapToGrid w:val="0"/>
        </w:rPr>
        <w:t>Intra-frequency measurement accuracy with FR1 CCA serving cell and FR1 CCA target cell</w:t>
      </w:r>
      <w:r>
        <w:tab/>
        <w:t>4061</w:t>
      </w:r>
    </w:p>
    <w:p w14:paraId="7A031F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Purpose and Environment</w:t>
      </w:r>
      <w:r>
        <w:tab/>
        <w:t>4061</w:t>
      </w:r>
    </w:p>
    <w:p w14:paraId="64E147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Parameters</w:t>
      </w:r>
      <w:r>
        <w:tab/>
        <w:t>4061</w:t>
      </w:r>
    </w:p>
    <w:p w14:paraId="317320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Requirements</w:t>
      </w:r>
      <w:r>
        <w:tab/>
        <w:t>4064</w:t>
      </w:r>
    </w:p>
    <w:p w14:paraId="28AEA73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bCs/>
          <w:snapToGrid w:val="0"/>
        </w:rPr>
        <w:t>A.10.5.2.2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bCs/>
          <w:snapToGrid w:val="0"/>
        </w:rPr>
        <w:t>Inter-frequency measurement accuracy with FR1 CCA serving cell and FR1 CCA target cell</w:t>
      </w:r>
      <w:r>
        <w:tab/>
        <w:t>4064</w:t>
      </w:r>
    </w:p>
    <w:p w14:paraId="4F52EC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Purpose and Environment</w:t>
      </w:r>
      <w:r>
        <w:tab/>
        <w:t>4064</w:t>
      </w:r>
    </w:p>
    <w:p w14:paraId="3B4B02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Parameters</w:t>
      </w:r>
      <w:r>
        <w:tab/>
        <w:t>4064</w:t>
      </w:r>
    </w:p>
    <w:p w14:paraId="479957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  <w:snapToGrid w:val="0"/>
        </w:rPr>
        <w:t>A.10.5.2.2.3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  <w:snapToGrid w:val="0"/>
        </w:rPr>
        <w:t>Test Requirements</w:t>
      </w:r>
      <w:r>
        <w:tab/>
        <w:t>4067</w:t>
      </w:r>
    </w:p>
    <w:p w14:paraId="60B51F7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A.10.5.3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SS-SINR</w:t>
      </w:r>
      <w:r>
        <w:tab/>
        <w:t>4067</w:t>
      </w:r>
    </w:p>
    <w:p w14:paraId="1F861E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PSCC</w:t>
      </w:r>
      <w:r>
        <w:tab/>
        <w:t>4067</w:t>
      </w:r>
    </w:p>
    <w:p w14:paraId="774E27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4067</w:t>
      </w:r>
    </w:p>
    <w:p w14:paraId="0C5294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4067</w:t>
      </w:r>
    </w:p>
    <w:p w14:paraId="571A53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4070</w:t>
      </w:r>
    </w:p>
    <w:p w14:paraId="27F39A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A.10.5.3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measurement accuracy on PSCC</w:t>
      </w:r>
      <w:r>
        <w:tab/>
        <w:t>4070</w:t>
      </w:r>
    </w:p>
    <w:p w14:paraId="478BB8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4070</w:t>
      </w:r>
    </w:p>
    <w:p w14:paraId="562D87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A.10.5.3.</w:t>
      </w:r>
      <w:r>
        <w:rPr>
          <w:lang w:eastAsia="zh-CN"/>
        </w:rPr>
        <w:t>2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4070</w:t>
      </w:r>
    </w:p>
    <w:p w14:paraId="2BB71B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A.10.5.3.</w:t>
      </w:r>
      <w:r>
        <w:rPr>
          <w:lang w:eastAsia="zh-CN"/>
        </w:rPr>
        <w:t>2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4073</w:t>
      </w:r>
    </w:p>
    <w:p w14:paraId="2AB605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SCC</w:t>
      </w:r>
      <w:r>
        <w:tab/>
        <w:t>4073</w:t>
      </w:r>
    </w:p>
    <w:p w14:paraId="240EE2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A.10.5.3.3.1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4073</w:t>
      </w:r>
    </w:p>
    <w:p w14:paraId="6A0189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4073</w:t>
      </w:r>
    </w:p>
    <w:p w14:paraId="580F2D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A.10.5.3.3.3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4076</w:t>
      </w:r>
    </w:p>
    <w:p w14:paraId="59646AE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A.10.5.4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 with CCA serving cell</w:t>
      </w:r>
      <w:r>
        <w:tab/>
        <w:t>4076</w:t>
      </w:r>
    </w:p>
    <w:p w14:paraId="7C65DC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A.10.5.4.1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4076</w:t>
      </w:r>
    </w:p>
    <w:p w14:paraId="6ACA4B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4076</w:t>
      </w:r>
    </w:p>
    <w:p w14:paraId="6DC28E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4077</w:t>
      </w:r>
    </w:p>
    <w:p w14:paraId="5BEE7D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4079</w:t>
      </w:r>
    </w:p>
    <w:p w14:paraId="674D0A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A.10.5.5</w:t>
      </w:r>
      <w:r>
        <w:rPr>
          <w:rFonts w:ascii="Calibri" w:eastAsia="Malgun Gothic" w:hAnsi="Calibri"/>
          <w:sz w:val="22"/>
          <w:szCs w:val="22"/>
        </w:rPr>
        <w:tab/>
      </w:r>
      <w:r>
        <w:t>RSSI</w:t>
      </w:r>
      <w:r>
        <w:tab/>
        <w:t>4079</w:t>
      </w:r>
    </w:p>
    <w:p w14:paraId="118A01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A.10.5.5.1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RSSI measurement accuracy </w:t>
      </w:r>
      <w:r w:rsidRPr="00825DA5">
        <w:rPr>
          <w:snapToGrid w:val="0"/>
        </w:rPr>
        <w:t xml:space="preserve">on </w:t>
      </w:r>
      <w:r w:rsidRPr="00825DA5">
        <w:rPr>
          <w:snapToGrid w:val="0"/>
          <w:lang w:eastAsia="zh-CN"/>
        </w:rPr>
        <w:t>PSCC</w:t>
      </w:r>
      <w:r w:rsidRPr="00825DA5">
        <w:rPr>
          <w:snapToGrid w:val="0"/>
          <w:lang w:val="en-US" w:eastAsia="zh-CN"/>
        </w:rPr>
        <w:t xml:space="preserve"> </w:t>
      </w:r>
      <w:r w:rsidRPr="00825DA5">
        <w:rPr>
          <w:snapToGrid w:val="0"/>
        </w:rPr>
        <w:t>with CCA</w:t>
      </w:r>
      <w:r>
        <w:tab/>
        <w:t>4079</w:t>
      </w:r>
    </w:p>
    <w:p w14:paraId="76760A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4079</w:t>
      </w:r>
    </w:p>
    <w:p w14:paraId="296C3F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4079</w:t>
      </w:r>
    </w:p>
    <w:p w14:paraId="38DB8C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4082</w:t>
      </w:r>
    </w:p>
    <w:p w14:paraId="59ABFA0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A.10.5.5.2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RSSI measurement accuracy </w:t>
      </w:r>
      <w:r w:rsidRPr="00825DA5">
        <w:rPr>
          <w:snapToGrid w:val="0"/>
        </w:rPr>
        <w:t xml:space="preserve">on </w:t>
      </w:r>
      <w:r w:rsidRPr="00825DA5">
        <w:rPr>
          <w:snapToGrid w:val="0"/>
          <w:lang w:eastAsia="zh-CN"/>
        </w:rPr>
        <w:t>SCC</w:t>
      </w:r>
      <w:r w:rsidRPr="00825DA5">
        <w:rPr>
          <w:snapToGrid w:val="0"/>
          <w:lang w:val="en-US" w:eastAsia="zh-CN"/>
        </w:rPr>
        <w:t xml:space="preserve"> </w:t>
      </w:r>
      <w:r w:rsidRPr="00825DA5">
        <w:rPr>
          <w:snapToGrid w:val="0"/>
        </w:rPr>
        <w:t>with CCA</w:t>
      </w:r>
      <w:r>
        <w:tab/>
        <w:t>4082</w:t>
      </w:r>
    </w:p>
    <w:p w14:paraId="35A4B6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4082</w:t>
      </w:r>
    </w:p>
    <w:p w14:paraId="0AEA63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4082</w:t>
      </w:r>
    </w:p>
    <w:p w14:paraId="5CF33D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4085</w:t>
      </w:r>
    </w:p>
    <w:p w14:paraId="7A8F34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A.10.5.5.3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RSSI measurement accuracy on </w:t>
      </w:r>
      <w:r w:rsidRPr="00825DA5">
        <w:rPr>
          <w:snapToGrid w:val="0"/>
        </w:rPr>
        <w:t>a carrier with CCA</w:t>
      </w:r>
      <w:r>
        <w:tab/>
        <w:t>4085</w:t>
      </w:r>
    </w:p>
    <w:p w14:paraId="62CDDC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4085</w:t>
      </w:r>
    </w:p>
    <w:p w14:paraId="0E8291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4085</w:t>
      </w:r>
    </w:p>
    <w:p w14:paraId="420214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A.10.5.5.3.3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4088</w:t>
      </w:r>
    </w:p>
    <w:p w14:paraId="64E022F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A.10.5.6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</w:t>
      </w:r>
      <w:r>
        <w:tab/>
        <w:t>4088</w:t>
      </w:r>
    </w:p>
    <w:p w14:paraId="05AA29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A.10.5.6.1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Channel occupancy measurement accuracy </w:t>
      </w:r>
      <w:r w:rsidRPr="00825DA5">
        <w:rPr>
          <w:snapToGrid w:val="0"/>
        </w:rPr>
        <w:t xml:space="preserve">on </w:t>
      </w:r>
      <w:r w:rsidRPr="00825DA5">
        <w:rPr>
          <w:snapToGrid w:val="0"/>
          <w:lang w:eastAsia="zh-CN"/>
        </w:rPr>
        <w:t>PSCC</w:t>
      </w:r>
      <w:r w:rsidRPr="00825DA5">
        <w:rPr>
          <w:snapToGrid w:val="0"/>
          <w:lang w:val="en-US" w:eastAsia="zh-CN"/>
        </w:rPr>
        <w:t xml:space="preserve"> </w:t>
      </w:r>
      <w:r w:rsidRPr="00825DA5">
        <w:rPr>
          <w:snapToGrid w:val="0"/>
        </w:rPr>
        <w:t>with CCA</w:t>
      </w:r>
      <w:r>
        <w:tab/>
        <w:t>4088</w:t>
      </w:r>
    </w:p>
    <w:p w14:paraId="6C0EE5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4088</w:t>
      </w:r>
    </w:p>
    <w:p w14:paraId="128C72B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4088</w:t>
      </w:r>
    </w:p>
    <w:p w14:paraId="311A6B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4092</w:t>
      </w:r>
    </w:p>
    <w:p w14:paraId="5DABC7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A.10.5.6.2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Channel occupancy measurement accuracy </w:t>
      </w:r>
      <w:r w:rsidRPr="00825DA5">
        <w:rPr>
          <w:snapToGrid w:val="0"/>
        </w:rPr>
        <w:t xml:space="preserve">on </w:t>
      </w:r>
      <w:r w:rsidRPr="00825DA5">
        <w:rPr>
          <w:snapToGrid w:val="0"/>
          <w:lang w:eastAsia="zh-CN"/>
        </w:rPr>
        <w:t>SCC</w:t>
      </w:r>
      <w:r w:rsidRPr="00825DA5">
        <w:rPr>
          <w:snapToGrid w:val="0"/>
          <w:lang w:val="en-US" w:eastAsia="zh-CN"/>
        </w:rPr>
        <w:t xml:space="preserve"> </w:t>
      </w:r>
      <w:r w:rsidRPr="00825DA5">
        <w:rPr>
          <w:snapToGrid w:val="0"/>
        </w:rPr>
        <w:t>with CCA</w:t>
      </w:r>
      <w:r>
        <w:tab/>
        <w:t>4092</w:t>
      </w:r>
    </w:p>
    <w:p w14:paraId="221645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4092</w:t>
      </w:r>
    </w:p>
    <w:p w14:paraId="4B7438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4092</w:t>
      </w:r>
    </w:p>
    <w:p w14:paraId="44B8D3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4095</w:t>
      </w:r>
    </w:p>
    <w:p w14:paraId="019AD6A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A.10.5.6.3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channel occupancy measurement accuracy on </w:t>
      </w:r>
      <w:r w:rsidRPr="00825DA5">
        <w:rPr>
          <w:snapToGrid w:val="0"/>
        </w:rPr>
        <w:t>a carrier with CCA</w:t>
      </w:r>
      <w:r>
        <w:tab/>
        <w:t>4095</w:t>
      </w:r>
    </w:p>
    <w:p w14:paraId="2C2963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4095</w:t>
      </w:r>
    </w:p>
    <w:p w14:paraId="4AC859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4095</w:t>
      </w:r>
    </w:p>
    <w:p w14:paraId="032199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A.10.5.6.3.3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4099</w:t>
      </w:r>
    </w:p>
    <w:p w14:paraId="3B015F54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A.11</w:t>
      </w:r>
      <w:r>
        <w:rPr>
          <w:rFonts w:ascii="Calibri" w:eastAsia="Malgun Gothic" w:hAnsi="Calibri"/>
          <w:szCs w:val="22"/>
        </w:rPr>
        <w:tab/>
      </w:r>
      <w:r>
        <w:t>NR Standalone Tests with NR PCell under CCA and Other NR Cells in FR1</w:t>
      </w:r>
      <w:r>
        <w:tab/>
        <w:t>4099</w:t>
      </w:r>
    </w:p>
    <w:p w14:paraId="3EB2F80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A.11.1</w:t>
      </w:r>
      <w:r>
        <w:rPr>
          <w:rFonts w:ascii="Calibri" w:eastAsia="Malgun Gothic" w:hAnsi="Calibri"/>
          <w:sz w:val="22"/>
          <w:szCs w:val="22"/>
        </w:rPr>
        <w:tab/>
      </w:r>
      <w:r>
        <w:t>RRC_IDLE state mobility</w:t>
      </w:r>
      <w:r>
        <w:tab/>
        <w:t>4099</w:t>
      </w:r>
    </w:p>
    <w:p w14:paraId="72E10AB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A.11.1.1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with both source and target NR carrier frequencies under CCA</w:t>
      </w:r>
      <w:r>
        <w:tab/>
        <w:t>4099</w:t>
      </w:r>
    </w:p>
    <w:p w14:paraId="3E64EBD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cells when subject to CCA on the serving and target cell</w:t>
      </w:r>
      <w:r>
        <w:tab/>
        <w:t>4099</w:t>
      </w:r>
    </w:p>
    <w:p w14:paraId="40B87D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4099</w:t>
      </w:r>
    </w:p>
    <w:p w14:paraId="00B4AF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4099</w:t>
      </w:r>
    </w:p>
    <w:p w14:paraId="2ECB62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4102</w:t>
      </w:r>
    </w:p>
    <w:p w14:paraId="4B8F22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when subject to CCA on the serving and target cell</w:t>
      </w:r>
      <w:r>
        <w:tab/>
        <w:t>4102</w:t>
      </w:r>
    </w:p>
    <w:p w14:paraId="4D2743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4102</w:t>
      </w:r>
    </w:p>
    <w:p w14:paraId="765F61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4102</w:t>
      </w:r>
    </w:p>
    <w:p w14:paraId="442CB7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4106</w:t>
      </w:r>
    </w:p>
    <w:p w14:paraId="029AE67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A.11.1.2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 with source NR carrier frequency under CCA</w:t>
      </w:r>
      <w:r>
        <w:tab/>
        <w:t>4106</w:t>
      </w:r>
    </w:p>
    <w:p w14:paraId="0B88F5C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when serving cell is subject to CCA</w:t>
      </w:r>
      <w:r>
        <w:tab/>
        <w:t>4106</w:t>
      </w:r>
    </w:p>
    <w:p w14:paraId="20494E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4106</w:t>
      </w:r>
    </w:p>
    <w:p w14:paraId="37527D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4107</w:t>
      </w:r>
    </w:p>
    <w:p w14:paraId="72A4DD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4113</w:t>
      </w:r>
    </w:p>
    <w:p w14:paraId="39C2B83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A.11.1.3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from NR carrier with target NR carrier frequency under CCA</w:t>
      </w:r>
      <w:r>
        <w:tab/>
        <w:t>4114</w:t>
      </w:r>
    </w:p>
    <w:p w14:paraId="7E20D49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when target cell is subject to CCA</w:t>
      </w:r>
      <w:r>
        <w:tab/>
        <w:t>4114</w:t>
      </w:r>
    </w:p>
    <w:p w14:paraId="4C8885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4114</w:t>
      </w:r>
    </w:p>
    <w:p w14:paraId="2C8258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4114</w:t>
      </w:r>
    </w:p>
    <w:p w14:paraId="1F7E7B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4120</w:t>
      </w:r>
    </w:p>
    <w:p w14:paraId="52675C1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A.11.1.4</w:t>
      </w:r>
      <w:r>
        <w:rPr>
          <w:rFonts w:ascii="Calibri" w:eastAsia="Malgun Gothic" w:hAnsi="Calibri"/>
          <w:sz w:val="22"/>
          <w:szCs w:val="22"/>
        </w:rPr>
        <w:tab/>
      </w:r>
      <w:r>
        <w:t>Inter-RAT cell re-selection to E-UTRAN with source NR carrier frequency under CCA</w:t>
      </w:r>
      <w:r>
        <w:tab/>
        <w:t>4121</w:t>
      </w:r>
    </w:p>
    <w:p w14:paraId="6245E8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higher priority E-UTRAN when serving cell is subject to CCA</w:t>
      </w:r>
      <w:r>
        <w:tab/>
        <w:t>4121</w:t>
      </w:r>
    </w:p>
    <w:p w14:paraId="2EF47A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4121</w:t>
      </w:r>
    </w:p>
    <w:p w14:paraId="7411DC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4121</w:t>
      </w:r>
    </w:p>
    <w:p w14:paraId="6C362C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A.11.1.4.1.3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4124</w:t>
      </w:r>
    </w:p>
    <w:p w14:paraId="7543431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lower priority E-UTRAN when serving cell is subject to CCA</w:t>
      </w:r>
      <w:r>
        <w:tab/>
        <w:t>4125</w:t>
      </w:r>
    </w:p>
    <w:p w14:paraId="30716E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4125</w:t>
      </w:r>
    </w:p>
    <w:p w14:paraId="0AA122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A.11.1.4.2.2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4128</w:t>
      </w:r>
    </w:p>
    <w:p w14:paraId="62AA723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A.11.2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4129</w:t>
      </w:r>
    </w:p>
    <w:p w14:paraId="3FEBB6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A.11.2.1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4129</w:t>
      </w:r>
    </w:p>
    <w:p w14:paraId="50BE063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carrier under CCA to FR1 carrier under CCA; known target cell</w:t>
      </w:r>
      <w:r>
        <w:tab/>
        <w:t>4129</w:t>
      </w:r>
    </w:p>
    <w:p w14:paraId="250115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4129</w:t>
      </w:r>
    </w:p>
    <w:p w14:paraId="35AAED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4129</w:t>
      </w:r>
    </w:p>
    <w:p w14:paraId="7978DA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A.11.2.1.1.3 Test Requirements</w:t>
      </w:r>
      <w:r>
        <w:tab/>
        <w:t>4132</w:t>
      </w:r>
    </w:p>
    <w:p w14:paraId="2C7486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carrier under CCA to FR1 carrier under CCA; unknown target cell</w:t>
      </w:r>
      <w:r>
        <w:tab/>
        <w:t>4132</w:t>
      </w:r>
    </w:p>
    <w:p w14:paraId="0D59B2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4132</w:t>
      </w:r>
    </w:p>
    <w:p w14:paraId="451DC6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4132</w:t>
      </w:r>
    </w:p>
    <w:p w14:paraId="224A6A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4135</w:t>
      </w:r>
    </w:p>
    <w:p w14:paraId="1BDFAD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carrier under CCA to FR1 carrier under CCA; unknown target cell</w:t>
      </w:r>
      <w:r>
        <w:tab/>
        <w:t>4135</w:t>
      </w:r>
    </w:p>
    <w:p w14:paraId="6F0C42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4135</w:t>
      </w:r>
    </w:p>
    <w:p w14:paraId="444DD8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4135</w:t>
      </w:r>
    </w:p>
    <w:p w14:paraId="79838E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A.11.2.1.3.3 Test Requirements</w:t>
      </w:r>
      <w:r>
        <w:tab/>
        <w:t>4138</w:t>
      </w:r>
    </w:p>
    <w:p w14:paraId="46FE0C9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carrier under CCA to FR1; known target cell</w:t>
      </w:r>
      <w:r>
        <w:tab/>
        <w:t>4138</w:t>
      </w:r>
    </w:p>
    <w:p w14:paraId="1B365C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4138</w:t>
      </w:r>
    </w:p>
    <w:p w14:paraId="0F9954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4138</w:t>
      </w:r>
    </w:p>
    <w:p w14:paraId="084EC4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A.11.2.1.4.3 Test Requirements</w:t>
      </w:r>
      <w:r>
        <w:tab/>
        <w:t>4142</w:t>
      </w:r>
    </w:p>
    <w:p w14:paraId="50DCE8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carrier under CCA to FR1; unknown target cell</w:t>
      </w:r>
      <w:r>
        <w:tab/>
        <w:t>4143</w:t>
      </w:r>
    </w:p>
    <w:p w14:paraId="45CDC9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4143</w:t>
      </w:r>
    </w:p>
    <w:p w14:paraId="02AEC8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4143</w:t>
      </w:r>
    </w:p>
    <w:p w14:paraId="0640B46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A.11.2.1.5.3 Test Requirements</w:t>
      </w:r>
      <w:r>
        <w:tab/>
        <w:t>4146</w:t>
      </w:r>
    </w:p>
    <w:p w14:paraId="7B562E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FR1 carrier under CCA; unknown target cell</w:t>
      </w:r>
      <w:r>
        <w:tab/>
        <w:t>4147</w:t>
      </w:r>
    </w:p>
    <w:p w14:paraId="3437A7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4147</w:t>
      </w:r>
    </w:p>
    <w:p w14:paraId="561149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4147</w:t>
      </w:r>
    </w:p>
    <w:p w14:paraId="704F35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A.11.2.1.6.3 Test Requirements</w:t>
      </w:r>
      <w:r>
        <w:tab/>
        <w:t>4150</w:t>
      </w:r>
    </w:p>
    <w:p w14:paraId="29D139E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en-US"/>
        </w:rPr>
        <w:t>A.11.2.1.7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en-US"/>
        </w:rPr>
        <w:t xml:space="preserve"> SA NR FR1 carrier under CCA </w:t>
      </w:r>
      <w:r w:rsidRPr="00825DA5">
        <w:rPr>
          <w:lang w:val="en-US"/>
        </w:rPr>
        <w:t>- E-UTRAN handover with known target cell</w:t>
      </w:r>
      <w:r>
        <w:tab/>
        <w:t>4151</w:t>
      </w:r>
    </w:p>
    <w:p w14:paraId="5AA7CA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4151</w:t>
      </w:r>
    </w:p>
    <w:p w14:paraId="721E0F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4157</w:t>
      </w:r>
    </w:p>
    <w:p w14:paraId="063CB0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</w:rPr>
        <w:t>A.11.2.1.8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</w:rPr>
        <w:t xml:space="preserve">SA NR FR1 carrier under CCA </w:t>
      </w:r>
      <w:r>
        <w:t>- E-UTRAN handover with unknown target cell</w:t>
      </w:r>
      <w:r>
        <w:tab/>
        <w:t>4157</w:t>
      </w:r>
    </w:p>
    <w:p w14:paraId="614BB7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4157</w:t>
      </w:r>
    </w:p>
    <w:p w14:paraId="30C3E3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4162</w:t>
      </w:r>
    </w:p>
    <w:p w14:paraId="65FCBB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sv-FI"/>
        </w:rPr>
        <w:t>A.11.2.1.9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FI"/>
        </w:rPr>
        <w:t>Handover with PSCell from NR SA to EN-DC with known target PSCell using CCA</w:t>
      </w:r>
      <w:r>
        <w:tab/>
        <w:t>4162</w:t>
      </w:r>
    </w:p>
    <w:p w14:paraId="2BA21D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4162</w:t>
      </w:r>
    </w:p>
    <w:p w14:paraId="054AD2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4171</w:t>
      </w:r>
    </w:p>
    <w:p w14:paraId="2277E6C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A.11.2.2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4172</w:t>
      </w:r>
    </w:p>
    <w:p w14:paraId="6CDC72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A.11.2.2.1</w:t>
      </w:r>
      <w:r>
        <w:rPr>
          <w:rFonts w:ascii="Calibri" w:eastAsia="Malgun Gothic" w:hAnsi="Calibri"/>
          <w:sz w:val="22"/>
          <w:szCs w:val="22"/>
        </w:rPr>
        <w:tab/>
      </w:r>
      <w:r>
        <w:t>RRC re-establishment</w:t>
      </w:r>
      <w:r>
        <w:tab/>
        <w:t>4172</w:t>
      </w:r>
    </w:p>
    <w:p w14:paraId="602814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</w:t>
      </w:r>
      <w:r>
        <w:t>frequency</w:t>
      </w:r>
      <w:r w:rsidRPr="00825DA5">
        <w:rPr>
          <w:snapToGrid w:val="0"/>
        </w:rPr>
        <w:t xml:space="preserve"> RRC Re-establishment with CCA in FR1</w:t>
      </w:r>
      <w:r>
        <w:tab/>
        <w:t>4172</w:t>
      </w:r>
    </w:p>
    <w:p w14:paraId="7C9F32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with CCA in FR1</w:t>
      </w:r>
      <w:r>
        <w:tab/>
        <w:t>4175</w:t>
      </w:r>
    </w:p>
    <w:p w14:paraId="0265F2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A.11.2.2.1.4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Inter-frequency RRC Re-establishment from NR FR1 carrier </w:t>
      </w:r>
      <w:r>
        <w:t>without</w:t>
      </w:r>
      <w:r w:rsidRPr="00825DA5">
        <w:rPr>
          <w:snapToGrid w:val="0"/>
        </w:rPr>
        <w:t xml:space="preserve"> CCA to NR FR1 carrier under CCA</w:t>
      </w:r>
      <w:r>
        <w:tab/>
        <w:t>4182</w:t>
      </w:r>
    </w:p>
    <w:p w14:paraId="1C14F2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A.11.2.2.2</w:t>
      </w:r>
      <w:r>
        <w:rPr>
          <w:rFonts w:ascii="Calibri" w:eastAsia="Malgun Gothic" w:hAnsi="Calibri"/>
          <w:sz w:val="22"/>
          <w:szCs w:val="22"/>
        </w:rPr>
        <w:tab/>
      </w:r>
      <w:r>
        <w:t>Random Access</w:t>
      </w:r>
      <w:r>
        <w:tab/>
        <w:t>4187</w:t>
      </w:r>
    </w:p>
    <w:p w14:paraId="6AA1C5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contention-based random access for NR PCell with CCA</w:t>
      </w:r>
      <w:r>
        <w:tab/>
        <w:t>4187</w:t>
      </w:r>
    </w:p>
    <w:p w14:paraId="5B1A252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4187</w:t>
      </w:r>
    </w:p>
    <w:p w14:paraId="1511679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4190</w:t>
      </w:r>
    </w:p>
    <w:p w14:paraId="57C02528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Random Access Preamble Transmission</w:t>
      </w:r>
      <w:r>
        <w:tab/>
        <w:t>4190</w:t>
      </w:r>
    </w:p>
    <w:p w14:paraId="015E61CD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Random Access Response Reception</w:t>
      </w:r>
      <w:r>
        <w:tab/>
        <w:t>4190</w:t>
      </w:r>
    </w:p>
    <w:p w14:paraId="1CDAA907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No Random Access Response Reception</w:t>
      </w:r>
      <w:r>
        <w:tab/>
        <w:t>4191</w:t>
      </w:r>
    </w:p>
    <w:p w14:paraId="0B9323D3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Receiving </w:t>
      </w:r>
      <w:r>
        <w:rPr>
          <w:lang w:eastAsia="zh-CN"/>
        </w:rPr>
        <w:t>an UL grant for msg3 retransmission</w:t>
      </w:r>
      <w:r>
        <w:tab/>
        <w:t>4191</w:t>
      </w:r>
    </w:p>
    <w:p w14:paraId="26D21010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Reception of an Incorrect Message over Temporary C-RNTI</w:t>
      </w:r>
      <w:r>
        <w:tab/>
        <w:t>4191</w:t>
      </w:r>
    </w:p>
    <w:p w14:paraId="63BEECB2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t>Reception of a Correct Message over Temporary C-RNTI</w:t>
      </w:r>
      <w:r>
        <w:tab/>
        <w:t>4192</w:t>
      </w:r>
    </w:p>
    <w:p w14:paraId="2E8B57AC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7</w:t>
      </w:r>
      <w:r>
        <w:rPr>
          <w:rFonts w:ascii="Calibri" w:eastAsia="Malgun Gothic" w:hAnsi="Calibri"/>
          <w:sz w:val="22"/>
          <w:szCs w:val="22"/>
        </w:rPr>
        <w:tab/>
      </w:r>
      <w:r>
        <w:t>Contention Resolution Timer expiry</w:t>
      </w:r>
      <w:r>
        <w:tab/>
        <w:t>4192</w:t>
      </w:r>
    </w:p>
    <w:p w14:paraId="32AF2B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A.11.2.2.2.2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non-contention based random access for NR PSCell with CCA</w:t>
      </w:r>
      <w:r>
        <w:tab/>
        <w:t>4192</w:t>
      </w:r>
    </w:p>
    <w:p w14:paraId="05366B5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4192</w:t>
      </w:r>
    </w:p>
    <w:p w14:paraId="13C09C7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4195</w:t>
      </w:r>
    </w:p>
    <w:p w14:paraId="5F3F02A7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lastRenderedPageBreak/>
        <w:t>A.11.2.2.2.2.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SSB-based Random Access Preamble Transmission</w:t>
      </w:r>
      <w:r>
        <w:tab/>
        <w:t>4195</w:t>
      </w:r>
    </w:p>
    <w:p w14:paraId="0F55ABD2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Random Access Response Reception</w:t>
      </w:r>
      <w:r>
        <w:tab/>
        <w:t>4196</w:t>
      </w:r>
    </w:p>
    <w:p w14:paraId="64AD4106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No Random Access Response Reception</w:t>
      </w:r>
      <w:r>
        <w:tab/>
        <w:t>4196</w:t>
      </w:r>
    </w:p>
    <w:p w14:paraId="65A463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A.11.2.2.2.3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contention-based random access for NR PCell with CCA</w:t>
      </w:r>
      <w:r>
        <w:tab/>
        <w:t>4196</w:t>
      </w:r>
    </w:p>
    <w:p w14:paraId="6E912EF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4196</w:t>
      </w:r>
    </w:p>
    <w:p w14:paraId="52C4171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4200</w:t>
      </w:r>
    </w:p>
    <w:p w14:paraId="47B5D6E5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A.11.2.2.2.3.</w:t>
      </w:r>
      <w:r>
        <w:rPr>
          <w:lang w:eastAsia="zh-CN"/>
        </w:rPr>
        <w:t>2.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MsgA Transmission</w:t>
      </w:r>
      <w:r>
        <w:tab/>
        <w:t>4200</w:t>
      </w:r>
    </w:p>
    <w:p w14:paraId="2601E25D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A.11.2.2.2.3.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</w:rPr>
        <w:tab/>
      </w:r>
      <w:r>
        <w:t>MsgB Reception</w:t>
      </w:r>
      <w:r>
        <w:tab/>
        <w:t>4200</w:t>
      </w:r>
    </w:p>
    <w:p w14:paraId="3155D517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A.11.2.2.2.3.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</w:rPr>
        <w:tab/>
      </w:r>
      <w:r>
        <w:t>No MsgB Reception</w:t>
      </w:r>
      <w:r>
        <w:tab/>
        <w:t>4201</w:t>
      </w:r>
    </w:p>
    <w:p w14:paraId="44DC9B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A.11.2.2.2.4</w:t>
      </w:r>
      <w:r>
        <w:rPr>
          <w:rFonts w:ascii="Calibri" w:eastAsia="Malgun Gothic" w:hAnsi="Calibri"/>
          <w:sz w:val="22"/>
          <w:szCs w:val="22"/>
        </w:rPr>
        <w:tab/>
      </w:r>
      <w:r>
        <w:t>2-step RA type non-contention-based random access for NR PCell with CCA</w:t>
      </w:r>
      <w:r>
        <w:tab/>
        <w:t>4201</w:t>
      </w:r>
    </w:p>
    <w:p w14:paraId="5E5526B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4201</w:t>
      </w:r>
    </w:p>
    <w:p w14:paraId="03BAE66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A.11.2.2.2.4.2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4205</w:t>
      </w:r>
    </w:p>
    <w:p w14:paraId="34254EBD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MsgA</w:t>
      </w:r>
      <w:r>
        <w:t xml:space="preserve"> Transmission</w:t>
      </w:r>
      <w:r>
        <w:tab/>
        <w:t>4205</w:t>
      </w:r>
    </w:p>
    <w:p w14:paraId="164A7C48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A.11.2.2.2.4.2.</w:t>
      </w:r>
      <w:r w:rsidRPr="00825DA5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MsgB</w:t>
      </w:r>
      <w:r>
        <w:t xml:space="preserve"> Reception</w:t>
      </w:r>
      <w:r>
        <w:tab/>
        <w:t>4206</w:t>
      </w:r>
    </w:p>
    <w:p w14:paraId="428EA4E8" w14:textId="77777777" w:rsidR="009E39BA" w:rsidRDefault="009E39BA">
      <w:pPr>
        <w:pStyle w:val="TOC7"/>
        <w:rPr>
          <w:rFonts w:ascii="Calibri" w:eastAsia="Malgun Gothic" w:hAnsi="Calibri"/>
          <w:sz w:val="22"/>
          <w:szCs w:val="22"/>
        </w:rPr>
      </w:pPr>
      <w:r>
        <w:t>A.11.2.2.2.4.2.</w:t>
      </w:r>
      <w:r w:rsidRPr="00825DA5">
        <w:rPr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No </w:t>
      </w:r>
      <w:r w:rsidRPr="00825DA5">
        <w:rPr>
          <w:lang w:val="en-US" w:eastAsia="zh-CN"/>
        </w:rPr>
        <w:t>MsgB</w:t>
      </w:r>
      <w:r>
        <w:t xml:space="preserve"> Reception</w:t>
      </w:r>
      <w:r>
        <w:tab/>
        <w:t>4206</w:t>
      </w:r>
    </w:p>
    <w:p w14:paraId="75592E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A.11.2.2.3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release with redirection</w:t>
      </w:r>
      <w:r>
        <w:tab/>
        <w:t>4207</w:t>
      </w:r>
    </w:p>
    <w:p w14:paraId="7957C7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A.11.2.2.3.1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Redirection from NR </w:t>
      </w:r>
      <w:r w:rsidRPr="00825DA5">
        <w:rPr>
          <w:snapToGrid w:val="0"/>
        </w:rPr>
        <w:t xml:space="preserve">FR1 carrier under CCA </w:t>
      </w:r>
      <w:r>
        <w:t xml:space="preserve">to NR </w:t>
      </w:r>
      <w:r w:rsidRPr="00825DA5">
        <w:rPr>
          <w:snapToGrid w:val="0"/>
        </w:rPr>
        <w:t>FR1 carrier under CCA</w:t>
      </w:r>
      <w:r>
        <w:tab/>
        <w:t>4207</w:t>
      </w:r>
    </w:p>
    <w:p w14:paraId="378485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A.11.2.2.3.2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Redirection from NR </w:t>
      </w:r>
      <w:r w:rsidRPr="00825DA5">
        <w:rPr>
          <w:snapToGrid w:val="0"/>
        </w:rPr>
        <w:t xml:space="preserve">FR1 carrier without CCA </w:t>
      </w:r>
      <w:r>
        <w:t xml:space="preserve">to NR </w:t>
      </w:r>
      <w:r w:rsidRPr="00825DA5">
        <w:rPr>
          <w:snapToGrid w:val="0"/>
        </w:rPr>
        <w:t>FR1 carrier with CCA</w:t>
      </w:r>
      <w:r>
        <w:tab/>
        <w:t>4211</w:t>
      </w:r>
    </w:p>
    <w:p w14:paraId="7207F43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A.11.3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4216</w:t>
      </w:r>
    </w:p>
    <w:p w14:paraId="3630C3B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A.11.3.1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4216</w:t>
      </w:r>
    </w:p>
    <w:p w14:paraId="07D00B6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A.11.3.1.1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 Test with PCell under DL CCA</w:t>
      </w:r>
      <w:r>
        <w:tab/>
        <w:t>4216</w:t>
      </w:r>
    </w:p>
    <w:p w14:paraId="53517D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A.11.3.1.1.1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4216</w:t>
      </w:r>
    </w:p>
    <w:p w14:paraId="783FDB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A.11.3.1.1.2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4219</w:t>
      </w:r>
    </w:p>
    <w:p w14:paraId="44E778E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A.11.3.2</w:t>
      </w:r>
      <w:r>
        <w:rPr>
          <w:rFonts w:ascii="Calibri" w:eastAsia="Malgun Gothic" w:hAnsi="Calibri"/>
          <w:sz w:val="22"/>
          <w:szCs w:val="22"/>
        </w:rPr>
        <w:tab/>
      </w:r>
      <w:r>
        <w:t>UE timing advance</w:t>
      </w:r>
      <w:r>
        <w:tab/>
        <w:t>4220</w:t>
      </w:r>
    </w:p>
    <w:p w14:paraId="7F157F9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A.11.3.2.1</w:t>
      </w:r>
      <w:r>
        <w:rPr>
          <w:rFonts w:ascii="Calibri" w:eastAsia="Malgun Gothic" w:hAnsi="Calibri"/>
          <w:sz w:val="22"/>
          <w:szCs w:val="22"/>
        </w:rPr>
        <w:tab/>
      </w:r>
      <w:r>
        <w:t>UE Timing Advance Adjustment Accuracy with PCell under DL CCA</w:t>
      </w:r>
      <w:r>
        <w:tab/>
        <w:t>4220</w:t>
      </w:r>
    </w:p>
    <w:p w14:paraId="76CCCF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A.11.3.2.1.1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4220</w:t>
      </w:r>
    </w:p>
    <w:p w14:paraId="2A5350B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A.11.3.2.1.2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4220</w:t>
      </w:r>
    </w:p>
    <w:p w14:paraId="594C14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A.11.3.2.1.3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4224</w:t>
      </w:r>
    </w:p>
    <w:p w14:paraId="56AB4BC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A.11.4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4224</w:t>
      </w:r>
    </w:p>
    <w:p w14:paraId="048735E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A.11.4.1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4224</w:t>
      </w:r>
    </w:p>
    <w:p w14:paraId="522C07F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4224</w:t>
      </w:r>
    </w:p>
    <w:p w14:paraId="7E3A137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PCell configured with SSB-based RLM RS in non-DRX mode</w:t>
      </w:r>
      <w:r>
        <w:tab/>
        <w:t>4225</w:t>
      </w:r>
    </w:p>
    <w:p w14:paraId="15090D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4225</w:t>
      </w:r>
    </w:p>
    <w:p w14:paraId="175C8D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4229</w:t>
      </w:r>
    </w:p>
    <w:p w14:paraId="54BB2FD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PCell configured with SSB-based RLM RS in non-DRX mode</w:t>
      </w:r>
      <w:r>
        <w:tab/>
        <w:t>4229</w:t>
      </w:r>
    </w:p>
    <w:p w14:paraId="2C278C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4229</w:t>
      </w:r>
    </w:p>
    <w:p w14:paraId="0445B6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4235</w:t>
      </w:r>
    </w:p>
    <w:p w14:paraId="0184DD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PCell configured with SSB-based RLM RS in DRX mode</w:t>
      </w:r>
      <w:r>
        <w:tab/>
        <w:t>4235</w:t>
      </w:r>
    </w:p>
    <w:p w14:paraId="613CFC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4235</w:t>
      </w:r>
    </w:p>
    <w:p w14:paraId="7BB17E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4235</w:t>
      </w:r>
    </w:p>
    <w:p w14:paraId="63441D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PCell configured with SSB-based RLM RS in DRX mode</w:t>
      </w:r>
      <w:r>
        <w:tab/>
        <w:t>4235</w:t>
      </w:r>
    </w:p>
    <w:p w14:paraId="472165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4235</w:t>
      </w:r>
    </w:p>
    <w:p w14:paraId="674490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4235</w:t>
      </w:r>
    </w:p>
    <w:p w14:paraId="4C5A162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A.11.4.2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4236</w:t>
      </w:r>
    </w:p>
    <w:p w14:paraId="370FEF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A.11.4.2.1</w:t>
      </w:r>
      <w:r>
        <w:rPr>
          <w:rFonts w:ascii="Calibri" w:eastAsia="Malgun Gothic" w:hAnsi="Calibri"/>
          <w:sz w:val="22"/>
          <w:szCs w:val="22"/>
        </w:rPr>
        <w:tab/>
      </w:r>
      <w:r>
        <w:t>NR interruptions during Scell operations with CCA on PCell and SCell</w:t>
      </w:r>
      <w:r>
        <w:tab/>
        <w:t>4236</w:t>
      </w:r>
    </w:p>
    <w:p w14:paraId="79647A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A.11.4.2.1</w:t>
      </w:r>
      <w:r>
        <w:rPr>
          <w:lang w:eastAsia="zh-CN"/>
        </w:rPr>
        <w:t>.1 Test Purpose and Environment</w:t>
      </w:r>
      <w:r>
        <w:tab/>
        <w:t>4236</w:t>
      </w:r>
    </w:p>
    <w:p w14:paraId="1EC197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A.11.4.2.1.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4240</w:t>
      </w:r>
    </w:p>
    <w:p w14:paraId="03D762B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A.11.4.3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4240</w:t>
      </w:r>
    </w:p>
    <w:p w14:paraId="78F38B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A.11.4.3.1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known SCell with PCell and SCell under CCA, 160 ms SCell measurement cycle</w:t>
      </w:r>
      <w:r>
        <w:tab/>
        <w:t>4240</w:t>
      </w:r>
    </w:p>
    <w:p w14:paraId="3236F4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4240</w:t>
      </w:r>
    </w:p>
    <w:p w14:paraId="01438B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4245</w:t>
      </w:r>
    </w:p>
    <w:p w14:paraId="1753CBF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A.11.4.3.2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known SCell with PCell and SCell under CCA, 640 ms SCell measurement cycle</w:t>
      </w:r>
      <w:r>
        <w:tab/>
        <w:t>4245</w:t>
      </w:r>
    </w:p>
    <w:p w14:paraId="04C580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4245</w:t>
      </w:r>
    </w:p>
    <w:p w14:paraId="27F0E0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4246</w:t>
      </w:r>
    </w:p>
    <w:p w14:paraId="5ECF44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A.11.4.3.3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unknown SCell with PCell and SCell under CCA</w:t>
      </w:r>
      <w:r>
        <w:tab/>
        <w:t>4246</w:t>
      </w:r>
    </w:p>
    <w:p w14:paraId="507FC2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4246</w:t>
      </w:r>
    </w:p>
    <w:p w14:paraId="505D33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A.11.4.3.3.2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4247</w:t>
      </w:r>
    </w:p>
    <w:p w14:paraId="22946E3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A.11.4.4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4247</w:t>
      </w:r>
    </w:p>
    <w:p w14:paraId="3354B2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non-DRX mode</w:t>
      </w:r>
      <w:r>
        <w:tab/>
        <w:t>4247</w:t>
      </w:r>
    </w:p>
    <w:p w14:paraId="535000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4247</w:t>
      </w:r>
    </w:p>
    <w:p w14:paraId="3F3438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A.11.4.4.1.2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4252</w:t>
      </w:r>
    </w:p>
    <w:p w14:paraId="5156A9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DRX mode</w:t>
      </w:r>
      <w:r>
        <w:tab/>
        <w:t>4252</w:t>
      </w:r>
    </w:p>
    <w:p w14:paraId="04B28E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A.11.4.4.2.1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4252</w:t>
      </w:r>
    </w:p>
    <w:p w14:paraId="510B61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A.11.4.4.2.2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4258</w:t>
      </w:r>
    </w:p>
    <w:p w14:paraId="3CA7057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A.11.4.5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switching</w:t>
      </w:r>
      <w:r>
        <w:tab/>
        <w:t>4258</w:t>
      </w:r>
    </w:p>
    <w:p w14:paraId="6E89B4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A.11.4.5.1</w:t>
      </w:r>
      <w:r>
        <w:rPr>
          <w:rFonts w:ascii="Calibri" w:eastAsia="Malgun Gothic" w:hAnsi="Calibri"/>
          <w:sz w:val="22"/>
          <w:szCs w:val="22"/>
        </w:rPr>
        <w:tab/>
      </w:r>
      <w:r>
        <w:t>UL active BWP switch delay with consistent UL LBT failure on PCell subject to UL CCA</w:t>
      </w:r>
      <w:r>
        <w:tab/>
        <w:t>4258</w:t>
      </w:r>
    </w:p>
    <w:p w14:paraId="33D969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A.11.4.5.1.1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4258</w:t>
      </w:r>
    </w:p>
    <w:p w14:paraId="36C21C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cs="Arial"/>
        </w:rPr>
        <w:t>A.11.4.5.1.2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4262</w:t>
      </w:r>
    </w:p>
    <w:p w14:paraId="4FD379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A.11.4.5.2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4263</w:t>
      </w:r>
    </w:p>
    <w:p w14:paraId="7EE852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A.11.4.5.2.1</w:t>
      </w:r>
      <w:r>
        <w:rPr>
          <w:rFonts w:ascii="Calibri" w:eastAsia="Malgun Gothic" w:hAnsi="Calibri"/>
          <w:sz w:val="22"/>
          <w:szCs w:val="22"/>
        </w:rPr>
        <w:tab/>
      </w:r>
      <w:r>
        <w:t>NR FR1- NR FR1 DL active BWP switch of PCell with non-DRX in SA</w:t>
      </w:r>
      <w:r>
        <w:tab/>
        <w:t>4263</w:t>
      </w:r>
    </w:p>
    <w:p w14:paraId="31C32A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A.11.4.5.2.2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NR FR1 DL active BWP switch </w:t>
      </w:r>
      <w:r>
        <w:rPr>
          <w:lang w:eastAsia="zh-CN"/>
        </w:rPr>
        <w:t>with</w:t>
      </w:r>
      <w:r>
        <w:t xml:space="preserve"> non-DRX in </w:t>
      </w:r>
      <w:r>
        <w:rPr>
          <w:lang w:eastAsia="zh-CN"/>
        </w:rPr>
        <w:t>SA</w:t>
      </w:r>
      <w:r>
        <w:tab/>
        <w:t>4266</w:t>
      </w:r>
    </w:p>
    <w:p w14:paraId="273D15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A.11.4.5.3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4269</w:t>
      </w:r>
    </w:p>
    <w:p w14:paraId="6D7AB9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A.11.4.5.3.1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of Cell with non-DRX in SA</w:t>
      </w:r>
      <w:r>
        <w:tab/>
        <w:t>4269</w:t>
      </w:r>
    </w:p>
    <w:p w14:paraId="18200EA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A.11.4.6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4272</w:t>
      </w:r>
    </w:p>
    <w:p w14:paraId="20DE116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A.11.5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4272</w:t>
      </w:r>
    </w:p>
    <w:p w14:paraId="024D766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A.11.5.1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4272</w:t>
      </w:r>
    </w:p>
    <w:p w14:paraId="70C32D4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A.11.5.1.1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PCC without gaps under non-DRX</w:t>
      </w:r>
      <w:r>
        <w:tab/>
        <w:t>4272</w:t>
      </w:r>
    </w:p>
    <w:p w14:paraId="0AAD90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4272</w:t>
      </w:r>
    </w:p>
    <w:p w14:paraId="3F7D4D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4272</w:t>
      </w:r>
    </w:p>
    <w:p w14:paraId="4513C3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4273</w:t>
      </w:r>
    </w:p>
    <w:p w14:paraId="2244C8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A.11.5.1.2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PCC without gaps under DRX</w:t>
      </w:r>
      <w:r>
        <w:tab/>
        <w:t>4273</w:t>
      </w:r>
    </w:p>
    <w:p w14:paraId="43DD63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4273</w:t>
      </w:r>
    </w:p>
    <w:p w14:paraId="1F4598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4273</w:t>
      </w:r>
    </w:p>
    <w:p w14:paraId="4BE7DB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4273</w:t>
      </w:r>
    </w:p>
    <w:p w14:paraId="18DDC6F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A.11.5.1.3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PCC with per-UE gaps under non-DRX</w:t>
      </w:r>
      <w:r>
        <w:tab/>
        <w:t>4274</w:t>
      </w:r>
    </w:p>
    <w:p w14:paraId="0F262A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4274</w:t>
      </w:r>
    </w:p>
    <w:p w14:paraId="462FA8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4274</w:t>
      </w:r>
    </w:p>
    <w:p w14:paraId="2D529D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4274</w:t>
      </w:r>
    </w:p>
    <w:p w14:paraId="5580C0E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A.11.5.1.4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PCC with per-UE gaps under DRX</w:t>
      </w:r>
      <w:r>
        <w:tab/>
        <w:t>4274</w:t>
      </w:r>
    </w:p>
    <w:p w14:paraId="4774F5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4274</w:t>
      </w:r>
    </w:p>
    <w:p w14:paraId="6CF8F1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4274</w:t>
      </w:r>
    </w:p>
    <w:p w14:paraId="25597C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4274</w:t>
      </w:r>
    </w:p>
    <w:p w14:paraId="751B9E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A.11.5.1.5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non-DRX</w:t>
      </w:r>
      <w:r>
        <w:tab/>
        <w:t>4275</w:t>
      </w:r>
    </w:p>
    <w:p w14:paraId="3FAD58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4275</w:t>
      </w:r>
    </w:p>
    <w:p w14:paraId="7829BF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4275</w:t>
      </w:r>
    </w:p>
    <w:p w14:paraId="74A691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A.11.5.1.6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DRX</w:t>
      </w:r>
      <w:r>
        <w:tab/>
        <w:t>4275</w:t>
      </w:r>
    </w:p>
    <w:p w14:paraId="351EA5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4275</w:t>
      </w:r>
    </w:p>
    <w:p w14:paraId="73B87A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4275</w:t>
      </w:r>
    </w:p>
    <w:p w14:paraId="074340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4275</w:t>
      </w:r>
    </w:p>
    <w:p w14:paraId="39FD2D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A.11.5.1.7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non-DRX</w:t>
      </w:r>
      <w:r>
        <w:tab/>
        <w:t>4276</w:t>
      </w:r>
    </w:p>
    <w:p w14:paraId="40BD09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4276</w:t>
      </w:r>
    </w:p>
    <w:p w14:paraId="2F2612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A.11.5.1.7.2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4276</w:t>
      </w:r>
    </w:p>
    <w:p w14:paraId="629792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4276</w:t>
      </w:r>
    </w:p>
    <w:p w14:paraId="6BE84D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A.11.5.1.8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DRX</w:t>
      </w:r>
      <w:r>
        <w:tab/>
        <w:t>4276</w:t>
      </w:r>
    </w:p>
    <w:p w14:paraId="49E449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4276</w:t>
      </w:r>
    </w:p>
    <w:p w14:paraId="55E585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A.11.5.1.8.2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4276</w:t>
      </w:r>
    </w:p>
    <w:p w14:paraId="614AE7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4276</w:t>
      </w:r>
    </w:p>
    <w:p w14:paraId="119D5EA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A.11.5.1.9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 on PCC</w:t>
      </w:r>
      <w:r>
        <w:tab/>
        <w:t>4277</w:t>
      </w:r>
    </w:p>
    <w:p w14:paraId="5D43D6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4277</w:t>
      </w:r>
    </w:p>
    <w:p w14:paraId="0E8F67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A.11.5.1.9.2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4277</w:t>
      </w:r>
    </w:p>
    <w:p w14:paraId="2E7B58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A.11.5.1.10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 on PCC</w:t>
      </w:r>
      <w:r>
        <w:tab/>
        <w:t>4277</w:t>
      </w:r>
    </w:p>
    <w:p w14:paraId="4CF785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4277</w:t>
      </w:r>
    </w:p>
    <w:p w14:paraId="4ED983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A.11.5.1.10.2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4277</w:t>
      </w:r>
    </w:p>
    <w:p w14:paraId="0998A9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A.11.5.1.11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 on SCC</w:t>
      </w:r>
      <w:r>
        <w:tab/>
        <w:t>4277</w:t>
      </w:r>
    </w:p>
    <w:p w14:paraId="40B498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4277</w:t>
      </w:r>
    </w:p>
    <w:p w14:paraId="6B4FC0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4278</w:t>
      </w:r>
    </w:p>
    <w:p w14:paraId="6DA795F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A.11.5.1.12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 on SCC</w:t>
      </w:r>
      <w:r>
        <w:tab/>
        <w:t>4278</w:t>
      </w:r>
    </w:p>
    <w:p w14:paraId="5131D6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A.11.5.1.12.1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4278</w:t>
      </w:r>
    </w:p>
    <w:p w14:paraId="7FF984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A.11.5.1.12.2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4278</w:t>
      </w:r>
    </w:p>
    <w:p w14:paraId="22565C7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A.11.5.2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4278</w:t>
      </w:r>
    </w:p>
    <w:p w14:paraId="6626F6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A.11.5.2.1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</w:t>
      </w:r>
      <w:r>
        <w:tab/>
        <w:t>4278</w:t>
      </w:r>
    </w:p>
    <w:p w14:paraId="7FC9D8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4278</w:t>
      </w:r>
    </w:p>
    <w:p w14:paraId="7D8537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4279</w:t>
      </w:r>
    </w:p>
    <w:p w14:paraId="7ABD24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A.11.5.2.2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</w:t>
      </w:r>
      <w:r>
        <w:tab/>
        <w:t>4279</w:t>
      </w:r>
    </w:p>
    <w:p w14:paraId="4536CE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4279</w:t>
      </w:r>
    </w:p>
    <w:p w14:paraId="62A6C4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4279</w:t>
      </w:r>
    </w:p>
    <w:p w14:paraId="32CFAB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without SSB time index detection when DRX is not used</w:t>
      </w:r>
      <w:r>
        <w:tab/>
        <w:t>4279</w:t>
      </w:r>
    </w:p>
    <w:p w14:paraId="63E8543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4279</w:t>
      </w:r>
    </w:p>
    <w:p w14:paraId="62F2B5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4283</w:t>
      </w:r>
    </w:p>
    <w:p w14:paraId="1420C6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A.11.5.2.4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without SSB time index detection when DRX is used</w:t>
      </w:r>
      <w:r>
        <w:tab/>
        <w:t>4284</w:t>
      </w:r>
    </w:p>
    <w:p w14:paraId="487B2D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4284</w:t>
      </w:r>
    </w:p>
    <w:p w14:paraId="388156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4289</w:t>
      </w:r>
    </w:p>
    <w:p w14:paraId="54EB60B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A.11.5.2.5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 SSB time index detection when DRX is not used</w:t>
      </w:r>
      <w:r>
        <w:tab/>
        <w:t>4289</w:t>
      </w:r>
    </w:p>
    <w:p w14:paraId="64EB3F4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4289</w:t>
      </w:r>
    </w:p>
    <w:p w14:paraId="2FE844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4293</w:t>
      </w:r>
    </w:p>
    <w:p w14:paraId="7C984F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A.11.5.2.6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 SSB time index detection when DRX is used</w:t>
      </w:r>
      <w:r>
        <w:tab/>
        <w:t>4294</w:t>
      </w:r>
    </w:p>
    <w:p w14:paraId="7A24E3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4294</w:t>
      </w:r>
    </w:p>
    <w:p w14:paraId="743B67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4299</w:t>
      </w:r>
    </w:p>
    <w:p w14:paraId="25FF79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A.11.5.2.7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without SSB time index detection when DRX is not used</w:t>
      </w:r>
      <w:r>
        <w:tab/>
        <w:t>4299</w:t>
      </w:r>
    </w:p>
    <w:p w14:paraId="54F3DD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4299</w:t>
      </w:r>
    </w:p>
    <w:p w14:paraId="2A7997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4303</w:t>
      </w:r>
    </w:p>
    <w:p w14:paraId="15C6A4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A.11.5.2.8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without SSB time index detection when DRX is used</w:t>
      </w:r>
      <w:r>
        <w:tab/>
        <w:t>4304</w:t>
      </w:r>
    </w:p>
    <w:p w14:paraId="00A8A6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4304</w:t>
      </w:r>
    </w:p>
    <w:p w14:paraId="611740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4309</w:t>
      </w:r>
    </w:p>
    <w:p w14:paraId="54025B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A.11.5.2.9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SSB time index detection when DRX is not used</w:t>
      </w:r>
      <w:r>
        <w:tab/>
        <w:t>4309</w:t>
      </w:r>
    </w:p>
    <w:p w14:paraId="798B2AB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4309</w:t>
      </w:r>
    </w:p>
    <w:p w14:paraId="6AF28A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4314</w:t>
      </w:r>
    </w:p>
    <w:p w14:paraId="75C63F2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A.11.5.2.10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SSB time index detection when DRX is used</w:t>
      </w:r>
      <w:r>
        <w:tab/>
        <w:t>4315</w:t>
      </w:r>
    </w:p>
    <w:p w14:paraId="51710F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4315</w:t>
      </w:r>
    </w:p>
    <w:p w14:paraId="796BE5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A.11.5.2.10.2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4320</w:t>
      </w:r>
    </w:p>
    <w:p w14:paraId="3B60CC2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A.11.5.3</w:t>
      </w:r>
      <w:r>
        <w:rPr>
          <w:rFonts w:ascii="Calibri" w:eastAsia="Malgun Gothic" w:hAnsi="Calibri"/>
          <w:sz w:val="22"/>
          <w:szCs w:val="22"/>
        </w:rPr>
        <w:tab/>
      </w:r>
      <w:r>
        <w:t>Inter-RAT E-UTRAN measurements</w:t>
      </w:r>
      <w:r>
        <w:tab/>
        <w:t>4321</w:t>
      </w:r>
    </w:p>
    <w:p w14:paraId="0B84D53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A.11.5.4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beam reporting</w:t>
      </w:r>
      <w:r>
        <w:tab/>
        <w:t>4321</w:t>
      </w:r>
    </w:p>
    <w:p w14:paraId="01F3E7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A.11.5.4.1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4321</w:t>
      </w:r>
    </w:p>
    <w:p w14:paraId="05177B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4321</w:t>
      </w:r>
    </w:p>
    <w:p w14:paraId="70FAE5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4321</w:t>
      </w:r>
    </w:p>
    <w:p w14:paraId="643426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4323</w:t>
      </w:r>
    </w:p>
    <w:p w14:paraId="3FBF58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A.11.5.4.2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4324</w:t>
      </w:r>
    </w:p>
    <w:p w14:paraId="2AABB0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4324</w:t>
      </w:r>
    </w:p>
    <w:p w14:paraId="17959A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4324</w:t>
      </w:r>
    </w:p>
    <w:p w14:paraId="61545D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4326</w:t>
      </w:r>
    </w:p>
    <w:p w14:paraId="7CA59B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A.11.5.4.3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SCC when DRX is not used</w:t>
      </w:r>
      <w:r>
        <w:tab/>
        <w:t>4327</w:t>
      </w:r>
    </w:p>
    <w:p w14:paraId="783F14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4327</w:t>
      </w:r>
    </w:p>
    <w:p w14:paraId="26FD40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4327</w:t>
      </w:r>
    </w:p>
    <w:p w14:paraId="5C97AD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4330</w:t>
      </w:r>
    </w:p>
    <w:p w14:paraId="41E5DD7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A.11.5.4.4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on SCC when DRX is used</w:t>
      </w:r>
      <w:r>
        <w:tab/>
        <w:t>4331</w:t>
      </w:r>
    </w:p>
    <w:p w14:paraId="2A6DB2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4331</w:t>
      </w:r>
    </w:p>
    <w:p w14:paraId="4D6CD3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4331</w:t>
      </w:r>
    </w:p>
    <w:p w14:paraId="630C96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A.11.5.4.4.3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4334</w:t>
      </w:r>
    </w:p>
    <w:p w14:paraId="74ED083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A.11.6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4335</w:t>
      </w:r>
    </w:p>
    <w:p w14:paraId="44600B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A.11.6.1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4335</w:t>
      </w:r>
    </w:p>
    <w:p w14:paraId="33ADD26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a carrier frequency with CCA</w:t>
      </w:r>
      <w:r>
        <w:tab/>
        <w:t>4335</w:t>
      </w:r>
    </w:p>
    <w:p w14:paraId="2E6CB2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4335</w:t>
      </w:r>
    </w:p>
    <w:p w14:paraId="1B15FF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4335</w:t>
      </w:r>
    </w:p>
    <w:p w14:paraId="360A0F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4337</w:t>
      </w:r>
    </w:p>
    <w:p w14:paraId="3AF45C9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SCC on a carrier frequency with CCA</w:t>
      </w:r>
      <w:r>
        <w:tab/>
        <w:t>4337</w:t>
      </w:r>
    </w:p>
    <w:p w14:paraId="4B916F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A.11.6.1.2.1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4337</w:t>
      </w:r>
    </w:p>
    <w:p w14:paraId="256D00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4337</w:t>
      </w:r>
    </w:p>
    <w:p w14:paraId="61B1FB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4339</w:t>
      </w:r>
    </w:p>
    <w:p w14:paraId="03FA8F2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SS-RSRQ</w:t>
      </w:r>
      <w:r>
        <w:tab/>
        <w:t>4339</w:t>
      </w:r>
    </w:p>
    <w:p w14:paraId="3E519C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Intra-frequency measurement accuracy</w:t>
      </w:r>
      <w:r>
        <w:tab/>
        <w:t>4339</w:t>
      </w:r>
    </w:p>
    <w:p w14:paraId="5BEB38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4339</w:t>
      </w:r>
    </w:p>
    <w:p w14:paraId="69D209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4339</w:t>
      </w:r>
    </w:p>
    <w:p w14:paraId="39C3C8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4342</w:t>
      </w:r>
    </w:p>
    <w:p w14:paraId="26F63F6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measurement accuracy</w:t>
      </w:r>
      <w:r>
        <w:tab/>
        <w:t>4342</w:t>
      </w:r>
    </w:p>
    <w:p w14:paraId="4FEB59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4342</w:t>
      </w:r>
    </w:p>
    <w:p w14:paraId="12CA64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4342</w:t>
      </w:r>
    </w:p>
    <w:p w14:paraId="796D35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4345</w:t>
      </w:r>
    </w:p>
    <w:p w14:paraId="6D9AA2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Intra-frequency measurement accuracy on SCC</w:t>
      </w:r>
      <w:r>
        <w:tab/>
        <w:t>4345</w:t>
      </w:r>
    </w:p>
    <w:p w14:paraId="605AC3F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4345</w:t>
      </w:r>
    </w:p>
    <w:p w14:paraId="151D36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4345</w:t>
      </w:r>
    </w:p>
    <w:p w14:paraId="1CAF37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4348</w:t>
      </w:r>
    </w:p>
    <w:p w14:paraId="08E6E0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A.11.6.2.4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measurement accuracy</w:t>
      </w:r>
      <w:r>
        <w:tab/>
        <w:t>4348</w:t>
      </w:r>
    </w:p>
    <w:p w14:paraId="1C4230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A.11.6.2.4.1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4348</w:t>
      </w:r>
    </w:p>
    <w:p w14:paraId="3258358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A.11.6.2.4.2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4348</w:t>
      </w:r>
    </w:p>
    <w:p w14:paraId="7D09F6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A.11.6.2.4.3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4357</w:t>
      </w:r>
    </w:p>
    <w:p w14:paraId="0242556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SS-SINR</w:t>
      </w:r>
      <w:r>
        <w:tab/>
        <w:t>4357</w:t>
      </w:r>
    </w:p>
    <w:p w14:paraId="45D346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</w:t>
      </w:r>
      <w:r>
        <w:tab/>
        <w:t>4357</w:t>
      </w:r>
    </w:p>
    <w:p w14:paraId="554786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4357</w:t>
      </w:r>
    </w:p>
    <w:p w14:paraId="3409E6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4357</w:t>
      </w:r>
    </w:p>
    <w:p w14:paraId="7AD783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4360</w:t>
      </w:r>
    </w:p>
    <w:p w14:paraId="38E95A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measurement accuracy</w:t>
      </w:r>
      <w:r>
        <w:tab/>
        <w:t>4360</w:t>
      </w:r>
    </w:p>
    <w:p w14:paraId="6B4184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4360</w:t>
      </w:r>
    </w:p>
    <w:p w14:paraId="4B97C95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4360</w:t>
      </w:r>
    </w:p>
    <w:p w14:paraId="1914942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4363</w:t>
      </w:r>
    </w:p>
    <w:p w14:paraId="458586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SCC</w:t>
      </w:r>
      <w:r>
        <w:tab/>
        <w:t>4363</w:t>
      </w:r>
    </w:p>
    <w:p w14:paraId="2E8C45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4363</w:t>
      </w:r>
    </w:p>
    <w:p w14:paraId="565DE6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4363</w:t>
      </w:r>
    </w:p>
    <w:p w14:paraId="6B632B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4366</w:t>
      </w:r>
    </w:p>
    <w:p w14:paraId="5688E4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A.11.6.3.4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Inter-frequency measurement accuracy</w:t>
      </w:r>
      <w:r>
        <w:tab/>
        <w:t>4366</w:t>
      </w:r>
    </w:p>
    <w:p w14:paraId="5CA3BD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A.11.6.3.4.1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4366</w:t>
      </w:r>
    </w:p>
    <w:p w14:paraId="10AB60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4366</w:t>
      </w:r>
    </w:p>
    <w:p w14:paraId="1998608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A.11.6.3.4.3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4374</w:t>
      </w:r>
    </w:p>
    <w:p w14:paraId="05BBD66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A.11.6.4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 with CCA serving cell</w:t>
      </w:r>
      <w:r>
        <w:tab/>
        <w:t>4374</w:t>
      </w:r>
    </w:p>
    <w:p w14:paraId="121C686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A.11.6.4.1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4374</w:t>
      </w:r>
    </w:p>
    <w:p w14:paraId="66DE52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4374</w:t>
      </w:r>
    </w:p>
    <w:p w14:paraId="7A1C11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4375</w:t>
      </w:r>
    </w:p>
    <w:p w14:paraId="21D7C20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4378</w:t>
      </w:r>
    </w:p>
    <w:p w14:paraId="6D3B434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A.11.6.5</w:t>
      </w:r>
      <w:r>
        <w:rPr>
          <w:rFonts w:ascii="Calibri" w:eastAsia="Malgun Gothic" w:hAnsi="Calibri"/>
          <w:sz w:val="22"/>
          <w:szCs w:val="22"/>
        </w:rPr>
        <w:tab/>
      </w:r>
      <w:r>
        <w:t>RSSI</w:t>
      </w:r>
      <w:r>
        <w:tab/>
        <w:t>4378</w:t>
      </w:r>
    </w:p>
    <w:p w14:paraId="159213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A.11.6.5.1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RSSI measurement accuracy </w:t>
      </w:r>
      <w:r w:rsidRPr="00825DA5">
        <w:rPr>
          <w:snapToGrid w:val="0"/>
        </w:rPr>
        <w:t>on PCC with CCA</w:t>
      </w:r>
      <w:r>
        <w:tab/>
        <w:t>4378</w:t>
      </w:r>
    </w:p>
    <w:p w14:paraId="200116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4378</w:t>
      </w:r>
    </w:p>
    <w:p w14:paraId="64C4DE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4378</w:t>
      </w:r>
    </w:p>
    <w:p w14:paraId="6F9BD5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4381</w:t>
      </w:r>
    </w:p>
    <w:p w14:paraId="485360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A.11.6.5.2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RSSI measurement accuracy </w:t>
      </w:r>
      <w:r w:rsidRPr="00825DA5">
        <w:rPr>
          <w:snapToGrid w:val="0"/>
        </w:rPr>
        <w:t>on SCC with CCA</w:t>
      </w:r>
      <w:r>
        <w:tab/>
        <w:t>4381</w:t>
      </w:r>
    </w:p>
    <w:p w14:paraId="41A784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4381</w:t>
      </w:r>
    </w:p>
    <w:p w14:paraId="5297C3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4381</w:t>
      </w:r>
    </w:p>
    <w:p w14:paraId="232448D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4384</w:t>
      </w:r>
    </w:p>
    <w:p w14:paraId="420A05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A.11.6.5.3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RSSI measurement accuracy </w:t>
      </w:r>
      <w:r w:rsidRPr="00825DA5">
        <w:rPr>
          <w:snapToGrid w:val="0"/>
        </w:rPr>
        <w:t>on a carrier with CCA</w:t>
      </w:r>
      <w:r>
        <w:tab/>
        <w:t>4384</w:t>
      </w:r>
    </w:p>
    <w:p w14:paraId="1591BE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4384</w:t>
      </w:r>
    </w:p>
    <w:p w14:paraId="133C41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4384</w:t>
      </w:r>
    </w:p>
    <w:p w14:paraId="09A47B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A.11.6.5.3.3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4387</w:t>
      </w:r>
    </w:p>
    <w:p w14:paraId="062C755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A.11.6.6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Channel occupancy</w:t>
      </w:r>
      <w:r>
        <w:tab/>
        <w:t>4387</w:t>
      </w:r>
    </w:p>
    <w:p w14:paraId="729DE5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A.11.6.6.1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channel occupancy measurement accuracy </w:t>
      </w:r>
      <w:r w:rsidRPr="00825DA5">
        <w:rPr>
          <w:snapToGrid w:val="0"/>
        </w:rPr>
        <w:t>on PCC with CCA</w:t>
      </w:r>
      <w:r>
        <w:tab/>
        <w:t>4387</w:t>
      </w:r>
    </w:p>
    <w:p w14:paraId="2E8095E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4387</w:t>
      </w:r>
    </w:p>
    <w:p w14:paraId="1603B5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4387</w:t>
      </w:r>
    </w:p>
    <w:p w14:paraId="2757EA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4390</w:t>
      </w:r>
    </w:p>
    <w:p w14:paraId="72CB8D3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A.11.6.6.2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channel occupancy measurement accuracy </w:t>
      </w:r>
      <w:r w:rsidRPr="00825DA5">
        <w:rPr>
          <w:snapToGrid w:val="0"/>
        </w:rPr>
        <w:t>on SCC with CCA</w:t>
      </w:r>
      <w:r>
        <w:tab/>
        <w:t>4390</w:t>
      </w:r>
    </w:p>
    <w:p w14:paraId="05F515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4390</w:t>
      </w:r>
    </w:p>
    <w:p w14:paraId="263D20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A.11.6.6.2.2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4390</w:t>
      </w:r>
    </w:p>
    <w:p w14:paraId="121F34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4393</w:t>
      </w:r>
    </w:p>
    <w:p w14:paraId="5234CE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A.11.6.6.3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channel occupancy measurement accuracy </w:t>
      </w:r>
      <w:r w:rsidRPr="00825DA5">
        <w:rPr>
          <w:snapToGrid w:val="0"/>
        </w:rPr>
        <w:t>on a carrier with CCA</w:t>
      </w:r>
      <w:r>
        <w:tab/>
        <w:t>4393</w:t>
      </w:r>
    </w:p>
    <w:p w14:paraId="4EE2F5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4393</w:t>
      </w:r>
    </w:p>
    <w:p w14:paraId="73FC38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4393</w:t>
      </w:r>
    </w:p>
    <w:p w14:paraId="2E1BD1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A.11.6.6.3.3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4396</w:t>
      </w:r>
    </w:p>
    <w:p w14:paraId="7C529AE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A.11.6.7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 RSRP</w:t>
      </w:r>
      <w:r>
        <w:tab/>
        <w:t>4396</w:t>
      </w:r>
    </w:p>
    <w:p w14:paraId="080DE6F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A.11.6.8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 RSRQ</w:t>
      </w:r>
      <w:r>
        <w:tab/>
        <w:t>4396</w:t>
      </w:r>
    </w:p>
    <w:p w14:paraId="1862513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A.11.6.9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E-UTRAN SINR</w:t>
      </w:r>
      <w:r>
        <w:tab/>
        <w:t>4396</w:t>
      </w:r>
    </w:p>
    <w:p w14:paraId="0ED1BF3D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A.12</w:t>
      </w:r>
      <w:r>
        <w:rPr>
          <w:rFonts w:ascii="Calibri" w:eastAsia="Malgun Gothic" w:hAnsi="Calibri"/>
          <w:szCs w:val="22"/>
        </w:rPr>
        <w:tab/>
      </w:r>
      <w:r>
        <w:t>E-UTRA Standalone Tests with at Least One NR Cell under CCA</w:t>
      </w:r>
      <w:r>
        <w:tab/>
        <w:t>4396</w:t>
      </w:r>
    </w:p>
    <w:p w14:paraId="1FA232F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A.12.1</w:t>
      </w:r>
      <w:r>
        <w:rPr>
          <w:rFonts w:ascii="Calibri" w:eastAsia="Malgun Gothic" w:hAnsi="Calibri"/>
          <w:sz w:val="22"/>
          <w:szCs w:val="22"/>
        </w:rPr>
        <w:tab/>
      </w:r>
      <w:r>
        <w:t>RRC_IDLE state mobility</w:t>
      </w:r>
      <w:r>
        <w:tab/>
        <w:t>4396</w:t>
      </w:r>
    </w:p>
    <w:p w14:paraId="2C8B1E1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A.12.1.1</w:t>
      </w:r>
      <w:r>
        <w:rPr>
          <w:rFonts w:ascii="Calibri" w:eastAsia="Malgun Gothic" w:hAnsi="Calibri"/>
          <w:sz w:val="22"/>
          <w:szCs w:val="22"/>
        </w:rPr>
        <w:tab/>
      </w:r>
      <w:r>
        <w:t>Inter-RAT cell re-selection to NR on a carrier frequency with CCA</w:t>
      </w:r>
      <w:r>
        <w:tab/>
        <w:t>4396</w:t>
      </w:r>
    </w:p>
    <w:p w14:paraId="700DBD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A.12.1.1.1</w:t>
      </w:r>
      <w:r>
        <w:rPr>
          <w:rFonts w:ascii="Calibri" w:eastAsia="Malgun Gothic" w:hAnsi="Calibri"/>
          <w:sz w:val="22"/>
          <w:szCs w:val="22"/>
        </w:rPr>
        <w:tab/>
      </w:r>
      <w:r>
        <w:t>E-UTRA Cell reselection to higher priority NR target Cell in FR1</w:t>
      </w:r>
      <w:r>
        <w:rPr>
          <w:lang w:eastAsia="zh-CN"/>
        </w:rPr>
        <w:t xml:space="preserve"> when target cell is subject to CCA</w:t>
      </w:r>
      <w:r>
        <w:tab/>
        <w:t>4396</w:t>
      </w:r>
    </w:p>
    <w:p w14:paraId="5A18C4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A.12.1.1.1.1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4396</w:t>
      </w:r>
    </w:p>
    <w:p w14:paraId="0327F3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A.12.1.1.1.2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4401</w:t>
      </w:r>
    </w:p>
    <w:p w14:paraId="2EAD093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A.12.2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4402</w:t>
      </w:r>
    </w:p>
    <w:p w14:paraId="3F46763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A.12.2.1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4402</w:t>
      </w:r>
    </w:p>
    <w:p w14:paraId="0D311B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en-US"/>
        </w:rPr>
        <w:t>A.12.2.1.1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 xml:space="preserve">E-UTRAN - </w:t>
      </w:r>
      <w:r w:rsidRPr="00825DA5">
        <w:rPr>
          <w:rFonts w:cs="v4.2.0"/>
          <w:lang w:val="en-US"/>
        </w:rPr>
        <w:t xml:space="preserve">NR </w:t>
      </w:r>
      <w:r w:rsidRPr="00825DA5">
        <w:rPr>
          <w:lang w:val="en-US"/>
        </w:rPr>
        <w:t>with CCA handover</w:t>
      </w:r>
      <w:r>
        <w:tab/>
        <w:t>4402</w:t>
      </w:r>
    </w:p>
    <w:p w14:paraId="2FE6C4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A.12.2.1.1.1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4402</w:t>
      </w:r>
    </w:p>
    <w:p w14:paraId="4310C8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A.12.2.1.1.2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4407</w:t>
      </w:r>
    </w:p>
    <w:p w14:paraId="75D6489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A.12.3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4408</w:t>
      </w:r>
    </w:p>
    <w:p w14:paraId="38ACEFA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A.12.3.1</w:t>
      </w:r>
      <w:r>
        <w:rPr>
          <w:rFonts w:ascii="Calibri" w:eastAsia="Malgun Gothic" w:hAnsi="Calibri"/>
          <w:sz w:val="22"/>
          <w:szCs w:val="22"/>
        </w:rPr>
        <w:tab/>
      </w:r>
      <w:r>
        <w:t>Interruptions</w:t>
      </w:r>
      <w:r>
        <w:tab/>
        <w:t>4408</w:t>
      </w:r>
    </w:p>
    <w:p w14:paraId="5D7399A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A.12.4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4408</w:t>
      </w:r>
    </w:p>
    <w:p w14:paraId="36DBC69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A.12.4.1</w:t>
      </w:r>
      <w:r>
        <w:rPr>
          <w:rFonts w:ascii="Calibri" w:eastAsia="Malgun Gothic" w:hAnsi="Calibri"/>
          <w:sz w:val="22"/>
          <w:szCs w:val="22"/>
        </w:rPr>
        <w:tab/>
      </w:r>
      <w:r>
        <w:t>E-UTRAN</w:t>
      </w:r>
      <w:r w:rsidRPr="007275DF">
        <w:sym w:font="Symbol" w:char="F02D"/>
      </w:r>
      <w:r>
        <w:t>NR inter-RAT SFTD measurements</w:t>
      </w:r>
      <w:r>
        <w:tab/>
        <w:t>4408</w:t>
      </w:r>
    </w:p>
    <w:p w14:paraId="285F28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A.12.4.1.1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SFTD Measurement Delay with NR under CCA in non-DRX</w:t>
      </w:r>
      <w:r>
        <w:tab/>
        <w:t>4408</w:t>
      </w:r>
    </w:p>
    <w:p w14:paraId="6590BC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A.12.4.1.1.1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4408</w:t>
      </w:r>
    </w:p>
    <w:p w14:paraId="7C8A97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A.12.4.1.1.2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4412</w:t>
      </w:r>
    </w:p>
    <w:p w14:paraId="6BDE7CF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A.12.4.2</w:t>
      </w:r>
      <w:r>
        <w:rPr>
          <w:rFonts w:ascii="Calibri" w:eastAsia="Malgun Gothic" w:hAnsi="Calibri"/>
          <w:sz w:val="22"/>
          <w:szCs w:val="22"/>
        </w:rPr>
        <w:tab/>
      </w:r>
      <w:r>
        <w:t>E-UTRAN</w:t>
      </w:r>
      <w:r w:rsidRPr="007275DF">
        <w:sym w:font="Symbol" w:char="F02D"/>
      </w:r>
      <w:r>
        <w:t>NR inter-RAT measurements on NR carrier frequency under CCA</w:t>
      </w:r>
      <w:r>
        <w:tab/>
        <w:t>4412</w:t>
      </w:r>
    </w:p>
    <w:p w14:paraId="516C0A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A.12.4.2.1</w:t>
      </w:r>
      <w:r>
        <w:rPr>
          <w:rFonts w:ascii="Calibri" w:eastAsia="Malgun Gothic" w:hAnsi="Calibri"/>
          <w:sz w:val="22"/>
          <w:szCs w:val="22"/>
        </w:rPr>
        <w:tab/>
      </w:r>
      <w:r>
        <w:t>E-UTRA-NR inter-RAT event triggered reporting tests for FR1 without SSB time index detection when DRX is not used</w:t>
      </w:r>
      <w:r>
        <w:tab/>
        <w:t>4412</w:t>
      </w:r>
    </w:p>
    <w:p w14:paraId="38DED8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4412</w:t>
      </w:r>
    </w:p>
    <w:p w14:paraId="582A9F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4416</w:t>
      </w:r>
    </w:p>
    <w:p w14:paraId="763FE9E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A.12.4.2.2</w:t>
      </w:r>
      <w:r>
        <w:rPr>
          <w:rFonts w:ascii="Calibri" w:eastAsia="Malgun Gothic" w:hAnsi="Calibri"/>
          <w:sz w:val="22"/>
          <w:szCs w:val="22"/>
        </w:rPr>
        <w:tab/>
      </w:r>
      <w:r>
        <w:t>E-UTRA</w:t>
      </w:r>
      <w:r>
        <w:rPr>
          <w:lang w:eastAsia="zh-CN"/>
        </w:rPr>
        <w:t>-</w:t>
      </w:r>
      <w:r>
        <w:t xml:space="preserve">NR </w:t>
      </w:r>
      <w:r>
        <w:rPr>
          <w:lang w:eastAsia="zh-CN"/>
        </w:rPr>
        <w:t>i</w:t>
      </w:r>
      <w:r>
        <w:t>nter-RAT event triggered reporting tests for FR1 without SSB time index detection when DRX is used</w:t>
      </w:r>
      <w:r>
        <w:tab/>
        <w:t>4417</w:t>
      </w:r>
    </w:p>
    <w:p w14:paraId="0CFD62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4417</w:t>
      </w:r>
    </w:p>
    <w:p w14:paraId="6FCA76F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4421</w:t>
      </w:r>
    </w:p>
    <w:p w14:paraId="4542EE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A.12.4.2.3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not used</w:t>
      </w:r>
      <w:r>
        <w:tab/>
        <w:t>4421</w:t>
      </w:r>
    </w:p>
    <w:p w14:paraId="33CDE9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4421</w:t>
      </w:r>
    </w:p>
    <w:p w14:paraId="7D84DF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4425</w:t>
      </w:r>
    </w:p>
    <w:p w14:paraId="6D81C3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A.12.4.2.4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used</w:t>
      </w:r>
      <w:r>
        <w:tab/>
        <w:t>4426</w:t>
      </w:r>
    </w:p>
    <w:p w14:paraId="263E68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4426</w:t>
      </w:r>
    </w:p>
    <w:p w14:paraId="4337E2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4430</w:t>
      </w:r>
    </w:p>
    <w:p w14:paraId="520A72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A.12.4.2.5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</w:t>
      </w:r>
      <w:r>
        <w:tab/>
        <w:t>4430</w:t>
      </w:r>
    </w:p>
    <w:p w14:paraId="75DA33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4430</w:t>
      </w:r>
    </w:p>
    <w:p w14:paraId="4EED84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4430</w:t>
      </w:r>
    </w:p>
    <w:p w14:paraId="090409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A.12.4.2.6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</w:t>
      </w:r>
      <w:r>
        <w:tab/>
        <w:t>4431</w:t>
      </w:r>
    </w:p>
    <w:p w14:paraId="7AF4A2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4431</w:t>
      </w:r>
    </w:p>
    <w:p w14:paraId="16114C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A.12.4.2.6.2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4431</w:t>
      </w:r>
    </w:p>
    <w:p w14:paraId="309E23D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A.12.5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4431</w:t>
      </w:r>
    </w:p>
    <w:p w14:paraId="3DD11E7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en-US"/>
        </w:rPr>
        <w:t>A.12.5.1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/>
        </w:rPr>
        <w:t>E-UTRAN</w:t>
      </w:r>
      <w:r w:rsidRPr="007275DF">
        <w:sym w:font="Symbol" w:char="F02D"/>
      </w:r>
      <w:r w:rsidRPr="00825DA5">
        <w:rPr>
          <w:lang w:val="en-US"/>
        </w:rPr>
        <w:t>NR SFTD</w:t>
      </w:r>
      <w:r>
        <w:tab/>
        <w:t>4431</w:t>
      </w:r>
    </w:p>
    <w:p w14:paraId="1A8B43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A.12.5.1.1</w:t>
      </w:r>
      <w:r>
        <w:rPr>
          <w:rFonts w:ascii="Calibri" w:eastAsia="Malgun Gothic" w:hAnsi="Calibri"/>
          <w:sz w:val="22"/>
          <w:szCs w:val="22"/>
        </w:rPr>
        <w:tab/>
      </w:r>
      <w:r>
        <w:t>Inter-RAT SFTD accuracy with NR target cell under CCA</w:t>
      </w:r>
      <w:r>
        <w:tab/>
        <w:t>4431</w:t>
      </w:r>
    </w:p>
    <w:p w14:paraId="6BB4F7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A.12.5.1.1.1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</w:t>
      </w:r>
      <w:r>
        <w:tab/>
        <w:t>4431</w:t>
      </w:r>
    </w:p>
    <w:p w14:paraId="188C7B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A.12.5.1.1.2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Environment</w:t>
      </w:r>
      <w:r>
        <w:tab/>
        <w:t>4432</w:t>
      </w:r>
    </w:p>
    <w:p w14:paraId="6058CD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A.12.5.1.1.3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4437</w:t>
      </w:r>
    </w:p>
    <w:p w14:paraId="49DF00C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A.12.5.2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</w:t>
      </w:r>
      <w:r w:rsidRPr="007275DF">
        <w:sym w:font="Symbol" w:char="F02D"/>
      </w:r>
      <w:r w:rsidRPr="00825DA5">
        <w:rPr>
          <w:lang w:val="sv-SE"/>
        </w:rPr>
        <w:t>NR SS-RSRP</w:t>
      </w:r>
      <w:r>
        <w:tab/>
        <w:t>4437</w:t>
      </w:r>
    </w:p>
    <w:p w14:paraId="0B2D126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A.12.5.3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</w:t>
      </w:r>
      <w:r w:rsidRPr="007275DF">
        <w:sym w:font="Symbol" w:char="F02D"/>
      </w:r>
      <w:r w:rsidRPr="00825DA5">
        <w:rPr>
          <w:lang w:val="sv-SE"/>
        </w:rPr>
        <w:t>NR SS-RSRQ</w:t>
      </w:r>
      <w:r>
        <w:tab/>
        <w:t>4437</w:t>
      </w:r>
    </w:p>
    <w:p w14:paraId="5B26EF6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A.12.5.4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</w:t>
      </w:r>
      <w:r w:rsidRPr="007275DF">
        <w:sym w:font="Symbol" w:char="F02D"/>
      </w:r>
      <w:r w:rsidRPr="00825DA5">
        <w:rPr>
          <w:lang w:val="sv-SE"/>
        </w:rPr>
        <w:t>NR SS-SINR</w:t>
      </w:r>
      <w:r>
        <w:tab/>
        <w:t>4437</w:t>
      </w:r>
    </w:p>
    <w:p w14:paraId="7FBB05E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A.12.5.5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</w:t>
      </w:r>
      <w:r w:rsidRPr="007275DF">
        <w:sym w:font="Symbol" w:char="F02D"/>
      </w:r>
      <w:r w:rsidRPr="00825DA5">
        <w:rPr>
          <w:lang w:val="sv-SE"/>
        </w:rPr>
        <w:t>NR RSSI</w:t>
      </w:r>
      <w:r>
        <w:tab/>
        <w:t>4437</w:t>
      </w:r>
    </w:p>
    <w:p w14:paraId="44DF483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lastRenderedPageBreak/>
        <w:t>A.12.5.6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E-UTRAN</w:t>
      </w:r>
      <w:r w:rsidRPr="007275DF">
        <w:sym w:font="Symbol" w:char="F02D"/>
      </w:r>
      <w:r w:rsidRPr="00825DA5">
        <w:rPr>
          <w:lang w:val="sv-SE"/>
        </w:rPr>
        <w:t>NR channel occupancy</w:t>
      </w:r>
      <w:r>
        <w:tab/>
        <w:t>4437</w:t>
      </w:r>
    </w:p>
    <w:p w14:paraId="44E13347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A.13</w:t>
      </w:r>
      <w:r>
        <w:rPr>
          <w:rFonts w:ascii="Calibri" w:eastAsia="Malgun Gothic" w:hAnsi="Calibri"/>
          <w:szCs w:val="22"/>
        </w:rPr>
        <w:tab/>
      </w:r>
      <w:r>
        <w:t>NR Standalone Tests with NR SCell under CCA and All Other NR Cells in FR1</w:t>
      </w:r>
      <w:r>
        <w:tab/>
        <w:t>4442</w:t>
      </w:r>
    </w:p>
    <w:p w14:paraId="0E78FC7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A.13.1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4442</w:t>
      </w:r>
    </w:p>
    <w:p w14:paraId="527A3A9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A.13.1.1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4442</w:t>
      </w:r>
    </w:p>
    <w:p w14:paraId="3627B3F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A.13.1.2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4442</w:t>
      </w:r>
    </w:p>
    <w:p w14:paraId="2C30BCA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A.13.2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4442</w:t>
      </w:r>
    </w:p>
    <w:p w14:paraId="64C291B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A.13.2.1</w:t>
      </w:r>
      <w:r>
        <w:rPr>
          <w:rFonts w:ascii="Calibri" w:eastAsia="Malgun Gothic" w:hAnsi="Calibri"/>
          <w:sz w:val="22"/>
          <w:szCs w:val="22"/>
        </w:rPr>
        <w:tab/>
      </w:r>
      <w:r>
        <w:t>Interruption</w:t>
      </w:r>
      <w:r>
        <w:tab/>
        <w:t>4442</w:t>
      </w:r>
    </w:p>
    <w:p w14:paraId="175DBA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A.13.2.1.1</w:t>
      </w:r>
      <w:r>
        <w:rPr>
          <w:rFonts w:ascii="Calibri" w:eastAsia="Malgun Gothic" w:hAnsi="Calibri"/>
          <w:sz w:val="22"/>
          <w:szCs w:val="22"/>
        </w:rPr>
        <w:tab/>
      </w:r>
      <w:r>
        <w:t>NR interruptions during SCell operations with CCA on SCell</w:t>
      </w:r>
      <w:r>
        <w:tab/>
        <w:t>4442</w:t>
      </w:r>
    </w:p>
    <w:p w14:paraId="01BC4B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A.13.2.1.1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4442</w:t>
      </w:r>
    </w:p>
    <w:p w14:paraId="2F9EEC1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A.13.2.1</w:t>
      </w:r>
      <w:r>
        <w:rPr>
          <w:lang w:eastAsia="zh-CN"/>
        </w:rP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4446</w:t>
      </w:r>
    </w:p>
    <w:p w14:paraId="7ED3865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A.13.2.2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4446</w:t>
      </w:r>
    </w:p>
    <w:p w14:paraId="13D5CE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A.13.2.2.1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known SCell under CCA, 160 ms SCell measurement cycle</w:t>
      </w:r>
      <w:r>
        <w:tab/>
        <w:t>4446</w:t>
      </w:r>
    </w:p>
    <w:p w14:paraId="0C7189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4446</w:t>
      </w:r>
    </w:p>
    <w:p w14:paraId="7AC481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4451</w:t>
      </w:r>
    </w:p>
    <w:p w14:paraId="5FAD594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A.13.2.2.2 SCell Activation and Deactivation of known SCell under CCA, 640 ms SCell measurement cycle</w:t>
      </w:r>
      <w:r>
        <w:tab/>
        <w:t>4451</w:t>
      </w:r>
    </w:p>
    <w:p w14:paraId="18479C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4451</w:t>
      </w:r>
    </w:p>
    <w:p w14:paraId="0E56C59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4452</w:t>
      </w:r>
    </w:p>
    <w:p w14:paraId="31E785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lang w:val="en-US" w:eastAsia="zh-CN"/>
        </w:rPr>
        <w:t>A.13.2.2.3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SCell Activation and Deactivation of unknown SCell under CCA</w:t>
      </w:r>
      <w:r>
        <w:tab/>
        <w:t>4452</w:t>
      </w:r>
    </w:p>
    <w:p w14:paraId="19E92B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4452</w:t>
      </w:r>
    </w:p>
    <w:p w14:paraId="21433C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A.13.2.2.3.2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4453</w:t>
      </w:r>
    </w:p>
    <w:p w14:paraId="2B750E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A.13.2.3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4453</w:t>
      </w:r>
    </w:p>
    <w:p w14:paraId="44BC5AC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A.13.3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4453</w:t>
      </w:r>
    </w:p>
    <w:p w14:paraId="08F3E5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A.13.3.1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4453</w:t>
      </w:r>
    </w:p>
    <w:p w14:paraId="0FADC6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A.13.3.1.1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non-DRX</w:t>
      </w:r>
      <w:r>
        <w:tab/>
        <w:t>4453</w:t>
      </w:r>
    </w:p>
    <w:p w14:paraId="18B258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4453</w:t>
      </w:r>
    </w:p>
    <w:p w14:paraId="0CF77F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4453</w:t>
      </w:r>
    </w:p>
    <w:p w14:paraId="0DF0AC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4458</w:t>
      </w:r>
    </w:p>
    <w:p w14:paraId="65204AC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A.13.3.1.2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without gaps under DRX</w:t>
      </w:r>
      <w:r>
        <w:tab/>
        <w:t>4458</w:t>
      </w:r>
    </w:p>
    <w:p w14:paraId="22E230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4458</w:t>
      </w:r>
    </w:p>
    <w:p w14:paraId="5A5A48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4458</w:t>
      </w:r>
    </w:p>
    <w:p w14:paraId="549E1D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4463</w:t>
      </w:r>
    </w:p>
    <w:p w14:paraId="50D6987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A.13.3.1.3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non-DRX</w:t>
      </w:r>
      <w:r>
        <w:tab/>
        <w:t>4463</w:t>
      </w:r>
    </w:p>
    <w:p w14:paraId="53A30A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4463</w:t>
      </w:r>
    </w:p>
    <w:p w14:paraId="30E44B4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4463</w:t>
      </w:r>
    </w:p>
    <w:p w14:paraId="412997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4468</w:t>
      </w:r>
    </w:p>
    <w:p w14:paraId="73A00B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A.13.3.1.4</w:t>
      </w:r>
      <w:r>
        <w:rPr>
          <w:rFonts w:ascii="Calibri" w:eastAsia="Malgun Gothic" w:hAnsi="Calibri"/>
          <w:sz w:val="22"/>
          <w:szCs w:val="22"/>
        </w:rPr>
        <w:tab/>
      </w:r>
      <w:r>
        <w:t>E</w:t>
      </w:r>
      <w:r w:rsidRPr="00825DA5">
        <w:rPr>
          <w:snapToGrid w:val="0"/>
        </w:rPr>
        <w:t>vent-triggered reporting tests on SCC with per-UE gaps under DRX</w:t>
      </w:r>
      <w:r>
        <w:tab/>
        <w:t>4468</w:t>
      </w:r>
    </w:p>
    <w:p w14:paraId="5DD3A8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4468</w:t>
      </w:r>
    </w:p>
    <w:p w14:paraId="1C03FA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4468</w:t>
      </w:r>
    </w:p>
    <w:p w14:paraId="5FB3330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4473</w:t>
      </w:r>
    </w:p>
    <w:p w14:paraId="78BA72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A.13.3.1.5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 on SCC</w:t>
      </w:r>
      <w:r>
        <w:tab/>
        <w:t>4473</w:t>
      </w:r>
    </w:p>
    <w:p w14:paraId="23D616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4473</w:t>
      </w:r>
    </w:p>
    <w:p w14:paraId="673A5F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4473</w:t>
      </w:r>
    </w:p>
    <w:p w14:paraId="456452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A.13.3.1.6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 on SCC</w:t>
      </w:r>
      <w:r>
        <w:tab/>
        <w:t>4474</w:t>
      </w:r>
    </w:p>
    <w:p w14:paraId="34B11F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4474</w:t>
      </w:r>
    </w:p>
    <w:p w14:paraId="0A1250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A.13.3.1.6.2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4475</w:t>
      </w:r>
    </w:p>
    <w:p w14:paraId="7B9BF1D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A.13.3.2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4475</w:t>
      </w:r>
    </w:p>
    <w:p w14:paraId="289AD2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A.13.3.2.1</w:t>
      </w:r>
      <w:r>
        <w:rPr>
          <w:rFonts w:ascii="Calibri" w:eastAsia="Malgun Gothic" w:hAnsi="Calibri"/>
          <w:sz w:val="22"/>
          <w:szCs w:val="22"/>
        </w:rPr>
        <w:tab/>
      </w:r>
      <w:r>
        <w:t>RSSI measurement reporting</w:t>
      </w:r>
      <w:r>
        <w:tab/>
        <w:t>4475</w:t>
      </w:r>
    </w:p>
    <w:p w14:paraId="567A09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4475</w:t>
      </w:r>
    </w:p>
    <w:p w14:paraId="22D040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4475</w:t>
      </w:r>
    </w:p>
    <w:p w14:paraId="2A45694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A.13.3.2.2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 measurement reporting</w:t>
      </w:r>
      <w:r>
        <w:tab/>
        <w:t>4476</w:t>
      </w:r>
    </w:p>
    <w:p w14:paraId="43E37E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4476</w:t>
      </w:r>
    </w:p>
    <w:p w14:paraId="096CCB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4476</w:t>
      </w:r>
    </w:p>
    <w:p w14:paraId="2DBF6C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A.13.3.2.3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without SSB time index detection when DRX is not used</w:t>
      </w:r>
      <w:r>
        <w:tab/>
        <w:t>4476</w:t>
      </w:r>
    </w:p>
    <w:p w14:paraId="23BE31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4476</w:t>
      </w:r>
    </w:p>
    <w:p w14:paraId="5278B9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4481</w:t>
      </w:r>
    </w:p>
    <w:p w14:paraId="7C7B6D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A.13.3.2.4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without SSB time index detection when DRX is used</w:t>
      </w:r>
      <w:r>
        <w:tab/>
        <w:t>4481</w:t>
      </w:r>
    </w:p>
    <w:p w14:paraId="2616EF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4481</w:t>
      </w:r>
    </w:p>
    <w:p w14:paraId="58E41B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4486</w:t>
      </w:r>
    </w:p>
    <w:p w14:paraId="4211F7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A.13.3.2.5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 SSB time index detection when DRX is not used</w:t>
      </w:r>
      <w:r>
        <w:tab/>
        <w:t>4487</w:t>
      </w:r>
    </w:p>
    <w:p w14:paraId="46424E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4487</w:t>
      </w:r>
    </w:p>
    <w:p w14:paraId="78B866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4492</w:t>
      </w:r>
    </w:p>
    <w:p w14:paraId="554964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A.13.3.2.6</w:t>
      </w:r>
      <w:r>
        <w:rPr>
          <w:rFonts w:ascii="Calibri" w:eastAsia="Malgun Gothic" w:hAnsi="Calibri"/>
          <w:sz w:val="22"/>
          <w:szCs w:val="22"/>
        </w:rPr>
        <w:tab/>
      </w:r>
      <w:r>
        <w:t>Event triggered reporting tests for FR1 with CCA with SSB time index detection when DRX is used</w:t>
      </w:r>
      <w:r>
        <w:tab/>
        <w:t>4492</w:t>
      </w:r>
    </w:p>
    <w:p w14:paraId="7B96041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4492</w:t>
      </w:r>
    </w:p>
    <w:p w14:paraId="4528DB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4498</w:t>
      </w:r>
    </w:p>
    <w:p w14:paraId="4B8AC6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A.13.3.3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measurements for beam reporting</w:t>
      </w:r>
      <w:r>
        <w:tab/>
        <w:t>4499</w:t>
      </w:r>
    </w:p>
    <w:p w14:paraId="25E38DD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4499</w:t>
      </w:r>
    </w:p>
    <w:p w14:paraId="25C450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4499</w:t>
      </w:r>
    </w:p>
    <w:p w14:paraId="7746E84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4499</w:t>
      </w:r>
    </w:p>
    <w:p w14:paraId="764B08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4503</w:t>
      </w:r>
    </w:p>
    <w:p w14:paraId="379A7B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A.13.3.3.2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4503</w:t>
      </w:r>
    </w:p>
    <w:p w14:paraId="3C91CB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4503</w:t>
      </w:r>
    </w:p>
    <w:p w14:paraId="403ADB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4503</w:t>
      </w:r>
    </w:p>
    <w:p w14:paraId="2D112F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A.13.3.3.2.3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4507</w:t>
      </w:r>
    </w:p>
    <w:p w14:paraId="074B002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A.13.4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</w:t>
      </w:r>
      <w:r>
        <w:tab/>
        <w:t>4507</w:t>
      </w:r>
    </w:p>
    <w:p w14:paraId="6350A95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A.13.4.1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4507</w:t>
      </w:r>
    </w:p>
    <w:p w14:paraId="287E11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a carrier frequency with CCA</w:t>
      </w:r>
      <w:r>
        <w:tab/>
        <w:t>4507</w:t>
      </w:r>
    </w:p>
    <w:p w14:paraId="0765D4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4507</w:t>
      </w:r>
    </w:p>
    <w:p w14:paraId="689AB9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4507</w:t>
      </w:r>
    </w:p>
    <w:p w14:paraId="12CA05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4509</w:t>
      </w:r>
    </w:p>
    <w:p w14:paraId="6B301F4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A.13.4.2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SS-RSRQ</w:t>
      </w:r>
      <w:r>
        <w:tab/>
        <w:t>4509</w:t>
      </w:r>
    </w:p>
    <w:p w14:paraId="302DE8E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Intra-frequency measurement accuracy on SCC</w:t>
      </w:r>
      <w:r>
        <w:tab/>
        <w:t>4509</w:t>
      </w:r>
    </w:p>
    <w:p w14:paraId="6C4C99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4509</w:t>
      </w:r>
    </w:p>
    <w:p w14:paraId="519FC9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4509</w:t>
      </w:r>
    </w:p>
    <w:p w14:paraId="7A06BA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4516</w:t>
      </w:r>
    </w:p>
    <w:p w14:paraId="6F29822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 w:rsidRPr="00825DA5">
        <w:rPr>
          <w:lang w:val="sv-SE"/>
        </w:rPr>
        <w:t>A.13.4.3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SE"/>
        </w:rPr>
        <w:t>SS-SINR</w:t>
      </w:r>
      <w:r>
        <w:tab/>
        <w:t>4517</w:t>
      </w:r>
    </w:p>
    <w:p w14:paraId="26737E9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measurement accuracy on SCC</w:t>
      </w:r>
      <w:r>
        <w:tab/>
        <w:t>4517</w:t>
      </w:r>
    </w:p>
    <w:p w14:paraId="37CB5D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4517</w:t>
      </w:r>
    </w:p>
    <w:p w14:paraId="0FCF46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A.13.4.3.1.2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Parameters</w:t>
      </w:r>
      <w:r>
        <w:tab/>
        <w:t>4517</w:t>
      </w:r>
    </w:p>
    <w:p w14:paraId="1DCE9E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A.13.4.3.1.3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4524</w:t>
      </w:r>
    </w:p>
    <w:p w14:paraId="1A95A8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A.13.4.4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 with CCA serving cell</w:t>
      </w:r>
      <w:r>
        <w:tab/>
        <w:t>4524</w:t>
      </w:r>
    </w:p>
    <w:p w14:paraId="7A65F7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A.13.4.4.1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4524</w:t>
      </w:r>
    </w:p>
    <w:p w14:paraId="34CA25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4524</w:t>
      </w:r>
    </w:p>
    <w:p w14:paraId="4A0C257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4524</w:t>
      </w:r>
    </w:p>
    <w:p w14:paraId="4F061A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4528</w:t>
      </w:r>
    </w:p>
    <w:p w14:paraId="3842CD2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A.13.4.5</w:t>
      </w:r>
      <w:r>
        <w:rPr>
          <w:rFonts w:ascii="Calibri" w:eastAsia="Malgun Gothic" w:hAnsi="Calibri"/>
          <w:sz w:val="22"/>
          <w:szCs w:val="22"/>
        </w:rPr>
        <w:tab/>
      </w:r>
      <w:r>
        <w:t>RSSI</w:t>
      </w:r>
      <w:r>
        <w:tab/>
        <w:t>4528</w:t>
      </w:r>
    </w:p>
    <w:p w14:paraId="75C47A8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 xml:space="preserve">A.13.4.5.1 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RSSI measurement accuracy </w:t>
      </w:r>
      <w:r w:rsidRPr="00825DA5">
        <w:rPr>
          <w:snapToGrid w:val="0"/>
        </w:rPr>
        <w:t>on a carrier with CCA</w:t>
      </w:r>
      <w:r>
        <w:tab/>
        <w:t>4528</w:t>
      </w:r>
    </w:p>
    <w:p w14:paraId="0D9E4D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4528</w:t>
      </w:r>
    </w:p>
    <w:p w14:paraId="0D21AF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4528</w:t>
      </w:r>
    </w:p>
    <w:p w14:paraId="6043B4F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4531</w:t>
      </w:r>
    </w:p>
    <w:p w14:paraId="208369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A.13.4.5.2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RSSI measurement accuracy </w:t>
      </w:r>
      <w:r w:rsidRPr="00825DA5">
        <w:rPr>
          <w:snapToGrid w:val="0"/>
        </w:rPr>
        <w:t>on a carrier with CCA</w:t>
      </w:r>
      <w:r>
        <w:tab/>
        <w:t>4531</w:t>
      </w:r>
    </w:p>
    <w:p w14:paraId="6C6911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4531</w:t>
      </w:r>
    </w:p>
    <w:p w14:paraId="15CD07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4531</w:t>
      </w:r>
    </w:p>
    <w:p w14:paraId="7594D3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4535</w:t>
      </w:r>
    </w:p>
    <w:p w14:paraId="69882AD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A.13.4.6</w:t>
      </w:r>
      <w:r>
        <w:rPr>
          <w:rFonts w:ascii="Calibri" w:eastAsia="Malgun Gothic" w:hAnsi="Calibri"/>
          <w:sz w:val="22"/>
          <w:szCs w:val="22"/>
        </w:rPr>
        <w:tab/>
      </w:r>
      <w:r>
        <w:t>Channel occupancy</w:t>
      </w:r>
      <w:r>
        <w:tab/>
        <w:t>4535</w:t>
      </w:r>
    </w:p>
    <w:p w14:paraId="27DF98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A.13.4.6.1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Intra-frequency channel occupancy measurement accuracy </w:t>
      </w:r>
      <w:r w:rsidRPr="00825DA5">
        <w:rPr>
          <w:snapToGrid w:val="0"/>
        </w:rPr>
        <w:t>on SCC with CCA</w:t>
      </w:r>
      <w:r>
        <w:tab/>
        <w:t>4535</w:t>
      </w:r>
    </w:p>
    <w:p w14:paraId="47D800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4535</w:t>
      </w:r>
    </w:p>
    <w:p w14:paraId="44A8BA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4535</w:t>
      </w:r>
    </w:p>
    <w:p w14:paraId="17F832C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4539</w:t>
      </w:r>
    </w:p>
    <w:p w14:paraId="27C143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A.13.4.6.2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Inter-frequency channel occupancy measurement accuracy </w:t>
      </w:r>
      <w:r w:rsidRPr="00825DA5">
        <w:rPr>
          <w:snapToGrid w:val="0"/>
        </w:rPr>
        <w:t>on a carrier with CCA</w:t>
      </w:r>
      <w:r>
        <w:tab/>
        <w:t>4539</w:t>
      </w:r>
    </w:p>
    <w:p w14:paraId="3C53EA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4539</w:t>
      </w:r>
    </w:p>
    <w:p w14:paraId="7A5F577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4539</w:t>
      </w:r>
    </w:p>
    <w:p w14:paraId="36ACA3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A.13.4.6.2.3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4543</w:t>
      </w:r>
    </w:p>
    <w:p w14:paraId="17FA72AB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A.14</w:t>
      </w:r>
      <w:r>
        <w:rPr>
          <w:rFonts w:ascii="Calibri" w:eastAsia="Malgun Gothic" w:hAnsi="Calibri"/>
          <w:szCs w:val="22"/>
        </w:rPr>
        <w:tab/>
      </w:r>
      <w:r>
        <w:t>NR standalone tests for Satellite access</w:t>
      </w:r>
      <w:r>
        <w:tab/>
        <w:t>4543</w:t>
      </w:r>
    </w:p>
    <w:p w14:paraId="7E0DC98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A.14.1</w:t>
      </w:r>
      <w:r>
        <w:rPr>
          <w:rFonts w:ascii="Calibri" w:eastAsia="Malgun Gothic" w:hAnsi="Calibri"/>
          <w:sz w:val="22"/>
          <w:szCs w:val="22"/>
        </w:rPr>
        <w:tab/>
      </w:r>
      <w:r>
        <w:t>RRC_IDLE state mobility</w:t>
      </w:r>
      <w:r>
        <w:tab/>
        <w:t>4543</w:t>
      </w:r>
    </w:p>
    <w:p w14:paraId="71F873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</w:t>
      </w:r>
      <w:r>
        <w:tab/>
        <w:t>4543</w:t>
      </w:r>
    </w:p>
    <w:p w14:paraId="637B23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4543</w:t>
      </w:r>
    </w:p>
    <w:p w14:paraId="061527C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4543</w:t>
      </w:r>
    </w:p>
    <w:p w14:paraId="74A3B5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A.14.1.1.3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4545</w:t>
      </w:r>
    </w:p>
    <w:p w14:paraId="47651F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cell for UE configured with [capability for enhanced requirements]</w:t>
      </w:r>
      <w:r>
        <w:tab/>
        <w:t>4546</w:t>
      </w:r>
    </w:p>
    <w:p w14:paraId="0D845C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4546</w:t>
      </w:r>
    </w:p>
    <w:p w14:paraId="29D952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4546</w:t>
      </w:r>
    </w:p>
    <w:p w14:paraId="114D40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4550</w:t>
      </w:r>
    </w:p>
    <w:p w14:paraId="5BAE7D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Time-based cell reselection to FR1 intra-frequency NR cell</w:t>
      </w:r>
      <w:r>
        <w:tab/>
        <w:t>4550</w:t>
      </w:r>
    </w:p>
    <w:p w14:paraId="5007FBA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4550</w:t>
      </w:r>
    </w:p>
    <w:p w14:paraId="5D4E3C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4550</w:t>
      </w:r>
    </w:p>
    <w:p w14:paraId="1D6412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4552</w:t>
      </w:r>
    </w:p>
    <w:p w14:paraId="2337D0E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Location-based cell reselection to FR1 intra-frequency NR cell</w:t>
      </w:r>
      <w:r>
        <w:tab/>
        <w:t>4553</w:t>
      </w:r>
    </w:p>
    <w:p w14:paraId="2F5581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4553</w:t>
      </w:r>
    </w:p>
    <w:p w14:paraId="7E60D66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4553</w:t>
      </w:r>
    </w:p>
    <w:p w14:paraId="640D49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4555</w:t>
      </w:r>
    </w:p>
    <w:p w14:paraId="6CD0C7E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</w:t>
      </w:r>
      <w:r>
        <w:tab/>
        <w:t>4556</w:t>
      </w:r>
    </w:p>
    <w:p w14:paraId="20925A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4556</w:t>
      </w:r>
    </w:p>
    <w:p w14:paraId="299AB8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4556</w:t>
      </w:r>
    </w:p>
    <w:p w14:paraId="2FAFA6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4558</w:t>
      </w:r>
    </w:p>
    <w:p w14:paraId="0088C32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cell for UE configured with [capability for enhanced requirements]</w:t>
      </w:r>
      <w:r>
        <w:tab/>
        <w:t>4559</w:t>
      </w:r>
    </w:p>
    <w:p w14:paraId="19B499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4559</w:t>
      </w:r>
    </w:p>
    <w:p w14:paraId="407DEC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4559</w:t>
      </w:r>
    </w:p>
    <w:p w14:paraId="39E7B0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4561</w:t>
      </w:r>
    </w:p>
    <w:p w14:paraId="087867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Time-based Cell reselection to FR1 inter-frequency NR satellite access case</w:t>
      </w:r>
      <w:r>
        <w:tab/>
        <w:t>4562</w:t>
      </w:r>
    </w:p>
    <w:p w14:paraId="0E1524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4562</w:t>
      </w:r>
    </w:p>
    <w:p w14:paraId="5C17BC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4562</w:t>
      </w:r>
    </w:p>
    <w:p w14:paraId="15A2F6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A.14.1.7.3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4563</w:t>
      </w:r>
    </w:p>
    <w:p w14:paraId="27E528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Location-based Cell reselection to FR1 inter-frequency NR satellite access case</w:t>
      </w:r>
      <w:r>
        <w:tab/>
        <w:t>4564</w:t>
      </w:r>
    </w:p>
    <w:p w14:paraId="1D3E0A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4564</w:t>
      </w:r>
    </w:p>
    <w:p w14:paraId="703269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4564</w:t>
      </w:r>
    </w:p>
    <w:p w14:paraId="58FC3D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4566</w:t>
      </w:r>
    </w:p>
    <w:p w14:paraId="5FD11A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A.14.1.9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</w:t>
      </w:r>
      <w:r>
        <w:t>reselection</w:t>
      </w:r>
      <w:r>
        <w:rPr>
          <w:lang w:eastAsia="zh-CN"/>
        </w:rPr>
        <w:t xml:space="preserve"> to FR1 inter-frequency NR case for UE fulfilling low mobility relaxed measurement criterion</w:t>
      </w:r>
      <w:r>
        <w:tab/>
        <w:t>4567</w:t>
      </w:r>
    </w:p>
    <w:p w14:paraId="740455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A.14.1.9.1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4567</w:t>
      </w:r>
    </w:p>
    <w:p w14:paraId="653F3C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A.14.1.9.2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4567</w:t>
      </w:r>
    </w:p>
    <w:p w14:paraId="45F802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A.14.1.9.3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4570</w:t>
      </w:r>
    </w:p>
    <w:p w14:paraId="5688982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A.14.1.10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UE fulfilling not-at-cell edge relaxed measurement criterion</w:t>
      </w:r>
      <w:r>
        <w:tab/>
        <w:t>4570</w:t>
      </w:r>
    </w:p>
    <w:p w14:paraId="5140D6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A.14.1.10.1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4570</w:t>
      </w:r>
    </w:p>
    <w:p w14:paraId="3F7A3B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A.14.1.10.2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4570</w:t>
      </w:r>
    </w:p>
    <w:p w14:paraId="4F4B10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A.14.1.10.3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4572</w:t>
      </w:r>
    </w:p>
    <w:p w14:paraId="0DB754A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A.14.2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4573</w:t>
      </w:r>
    </w:p>
    <w:p w14:paraId="4D3846A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A.14.2.1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4573</w:t>
      </w:r>
    </w:p>
    <w:p w14:paraId="02FADA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SAN Handover from FR1 to FR1</w:t>
      </w:r>
      <w:r>
        <w:tab/>
        <w:t>4573</w:t>
      </w:r>
    </w:p>
    <w:p w14:paraId="6CA0CA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4573</w:t>
      </w:r>
    </w:p>
    <w:p w14:paraId="6F9746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4573</w:t>
      </w:r>
    </w:p>
    <w:p w14:paraId="1968C1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4575</w:t>
      </w:r>
    </w:p>
    <w:p w14:paraId="62D595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SAN Handover from FR1 to FR1</w:t>
      </w:r>
      <w:r>
        <w:tab/>
        <w:t>4576</w:t>
      </w:r>
    </w:p>
    <w:p w14:paraId="36CB114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4576</w:t>
      </w:r>
    </w:p>
    <w:p w14:paraId="27630C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4576</w:t>
      </w:r>
    </w:p>
    <w:p w14:paraId="1DDD31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4578</w:t>
      </w:r>
    </w:p>
    <w:p w14:paraId="49CF817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Intra-frequency SAN time-based </w:t>
      </w:r>
      <w:r w:rsidRPr="00825DA5">
        <w:rPr>
          <w:snapToGrid w:val="0"/>
          <w:lang w:eastAsia="zh-CN"/>
        </w:rPr>
        <w:t>c</w:t>
      </w:r>
      <w:r w:rsidRPr="00825DA5">
        <w:rPr>
          <w:snapToGrid w:val="0"/>
        </w:rPr>
        <w:t>onditional Handover from FR1 to FR1</w:t>
      </w:r>
      <w:r>
        <w:tab/>
        <w:t>4578</w:t>
      </w:r>
    </w:p>
    <w:p w14:paraId="38A7A9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4578</w:t>
      </w:r>
    </w:p>
    <w:p w14:paraId="1311D4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4578</w:t>
      </w:r>
    </w:p>
    <w:p w14:paraId="2E03B2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4582</w:t>
      </w:r>
    </w:p>
    <w:p w14:paraId="5EF61B7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</w:t>
      </w:r>
      <w:r w:rsidRPr="00825DA5">
        <w:rPr>
          <w:snapToGrid w:val="0"/>
          <w:lang w:eastAsia="zh-CN"/>
        </w:rPr>
        <w:t>er</w:t>
      </w:r>
      <w:r w:rsidRPr="00825DA5">
        <w:rPr>
          <w:snapToGrid w:val="0"/>
        </w:rPr>
        <w:t xml:space="preserve">-frequency SAN time-based </w:t>
      </w:r>
      <w:r w:rsidRPr="00825DA5">
        <w:rPr>
          <w:snapToGrid w:val="0"/>
          <w:lang w:eastAsia="zh-CN"/>
        </w:rPr>
        <w:t>c</w:t>
      </w:r>
      <w:r w:rsidRPr="00825DA5">
        <w:rPr>
          <w:snapToGrid w:val="0"/>
        </w:rPr>
        <w:t>onditional Handover from FR1 to FR1</w:t>
      </w:r>
      <w:r>
        <w:tab/>
        <w:t>4582</w:t>
      </w:r>
    </w:p>
    <w:p w14:paraId="2288FE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4582</w:t>
      </w:r>
    </w:p>
    <w:p w14:paraId="7C954C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4582</w:t>
      </w:r>
    </w:p>
    <w:p w14:paraId="06AB61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4584</w:t>
      </w:r>
    </w:p>
    <w:p w14:paraId="77D06D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Intra-frequency SAN distance-based </w:t>
      </w:r>
      <w:r w:rsidRPr="00825DA5">
        <w:rPr>
          <w:snapToGrid w:val="0"/>
          <w:lang w:eastAsia="zh-CN"/>
        </w:rPr>
        <w:t>c</w:t>
      </w:r>
      <w:r w:rsidRPr="00825DA5">
        <w:rPr>
          <w:snapToGrid w:val="0"/>
        </w:rPr>
        <w:t>onditional Handover from FR1 to FR1</w:t>
      </w:r>
      <w:r>
        <w:tab/>
        <w:t>4584</w:t>
      </w:r>
    </w:p>
    <w:p w14:paraId="120358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4584</w:t>
      </w:r>
    </w:p>
    <w:p w14:paraId="255C6A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4585</w:t>
      </w:r>
    </w:p>
    <w:p w14:paraId="656820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A.14.2.1.5.3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4588</w:t>
      </w:r>
    </w:p>
    <w:p w14:paraId="66BCAE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</w:t>
      </w:r>
      <w:r w:rsidRPr="00825DA5">
        <w:rPr>
          <w:snapToGrid w:val="0"/>
          <w:lang w:eastAsia="zh-CN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</w:t>
      </w:r>
      <w:r w:rsidRPr="00825DA5">
        <w:rPr>
          <w:snapToGrid w:val="0"/>
          <w:lang w:eastAsia="zh-CN"/>
        </w:rPr>
        <w:t>er</w:t>
      </w:r>
      <w:r w:rsidRPr="00825DA5">
        <w:rPr>
          <w:snapToGrid w:val="0"/>
        </w:rPr>
        <w:t xml:space="preserve">-frequency SAN distance-based </w:t>
      </w:r>
      <w:r w:rsidRPr="00825DA5">
        <w:rPr>
          <w:snapToGrid w:val="0"/>
          <w:lang w:eastAsia="zh-CN"/>
        </w:rPr>
        <w:t>c</w:t>
      </w:r>
      <w:r w:rsidRPr="00825DA5">
        <w:rPr>
          <w:snapToGrid w:val="0"/>
        </w:rPr>
        <w:t>onditional Handover from FR1 to FR1</w:t>
      </w:r>
      <w:r>
        <w:tab/>
        <w:t>4588</w:t>
      </w:r>
    </w:p>
    <w:p w14:paraId="6F860F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4588</w:t>
      </w:r>
    </w:p>
    <w:p w14:paraId="0512FC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4588</w:t>
      </w:r>
    </w:p>
    <w:p w14:paraId="447C89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4592</w:t>
      </w:r>
    </w:p>
    <w:p w14:paraId="78B2CE3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A.14.2.2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4592</w:t>
      </w:r>
    </w:p>
    <w:p w14:paraId="7E9DAC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Re-establishment for SAN</w:t>
      </w:r>
      <w:r>
        <w:tab/>
        <w:t>4592</w:t>
      </w:r>
    </w:p>
    <w:p w14:paraId="01F4938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A.14.2.2.1.1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</w:t>
      </w:r>
      <w:r>
        <w:tab/>
        <w:t>4592</w:t>
      </w:r>
    </w:p>
    <w:p w14:paraId="1ECD53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A.14.2.2.1.2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FR1</w:t>
      </w:r>
      <w:r>
        <w:tab/>
        <w:t>4595</w:t>
      </w:r>
    </w:p>
    <w:p w14:paraId="4615AA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4598</w:t>
      </w:r>
    </w:p>
    <w:p w14:paraId="4829DB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en-US"/>
        </w:rPr>
        <w:t>14.2.2.2.1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contention based random access test in FR1 for NR standalone</w:t>
      </w:r>
      <w:r>
        <w:tab/>
        <w:t>4598</w:t>
      </w:r>
    </w:p>
    <w:p w14:paraId="08CB97B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14.2.2.2.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4598</w:t>
      </w:r>
    </w:p>
    <w:p w14:paraId="0586F21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14.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4601</w:t>
      </w:r>
    </w:p>
    <w:p w14:paraId="250203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14.2.2.2.2</w:t>
      </w:r>
      <w:r>
        <w:rPr>
          <w:rFonts w:ascii="Calibri" w:eastAsia="Malgun Gothic" w:hAnsi="Calibri"/>
          <w:sz w:val="22"/>
          <w:szCs w:val="22"/>
        </w:rPr>
        <w:tab/>
      </w:r>
      <w:r>
        <w:t>4-step RA type n</w:t>
      </w:r>
      <w:r>
        <w:rPr>
          <w:lang w:eastAsia="zh-CN"/>
        </w:rPr>
        <w:t>on-c</w:t>
      </w:r>
      <w:r>
        <w:t>ontention based random access test in FR1 for NR standalone</w:t>
      </w:r>
      <w:r>
        <w:tab/>
        <w:t>4602</w:t>
      </w:r>
    </w:p>
    <w:p w14:paraId="595A44BE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14.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4602</w:t>
      </w:r>
    </w:p>
    <w:p w14:paraId="770C0D9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14.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4606</w:t>
      </w:r>
    </w:p>
    <w:p w14:paraId="2472D25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A.14.2.2.3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Release with Redirection</w:t>
      </w:r>
      <w:r>
        <w:tab/>
        <w:t>4607</w:t>
      </w:r>
    </w:p>
    <w:p w14:paraId="63FB53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A.14.2.2.3.1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NR in FR1</w:t>
      </w:r>
      <w:r>
        <w:tab/>
        <w:t>4607</w:t>
      </w:r>
    </w:p>
    <w:p w14:paraId="3BC1382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A.14.2.2.3.1.1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4607</w:t>
      </w:r>
    </w:p>
    <w:p w14:paraId="7E948B5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A.14.2.2.3.1.2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4607</w:t>
      </w:r>
    </w:p>
    <w:p w14:paraId="23B2212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A.14.2.2.3.1.3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4610</w:t>
      </w:r>
    </w:p>
    <w:p w14:paraId="03AFD1B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Timing for Satellite Access</w:t>
      </w:r>
      <w:r>
        <w:tab/>
        <w:t>4610</w:t>
      </w:r>
    </w:p>
    <w:p w14:paraId="0B0DBB9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A.14.3.1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UE transmit timing for Satellite Access</w:t>
      </w:r>
      <w:r>
        <w:tab/>
        <w:t>4610</w:t>
      </w:r>
    </w:p>
    <w:p w14:paraId="28E357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ko-KR"/>
        </w:rPr>
        <w:t>A.14.3.1.1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ko-KR"/>
        </w:rPr>
        <w:t>NR UE Transmit Timing Test for FR1</w:t>
      </w:r>
      <w:r>
        <w:tab/>
        <w:t>4610</w:t>
      </w:r>
    </w:p>
    <w:p w14:paraId="3495C9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A.14.3.1.1.1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Purpose and environment</w:t>
      </w:r>
      <w:r>
        <w:tab/>
        <w:t>4610</w:t>
      </w:r>
    </w:p>
    <w:p w14:paraId="715B2D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ko-KR"/>
        </w:rPr>
        <w:t>A.14.3.1.1.2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ko-KR"/>
        </w:rPr>
        <w:t>Test requirements</w:t>
      </w:r>
      <w:r>
        <w:tab/>
        <w:t>4612</w:t>
      </w:r>
    </w:p>
    <w:p w14:paraId="51DB7ED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A.14.3.2</w:t>
      </w:r>
      <w:r>
        <w:rPr>
          <w:rFonts w:ascii="Calibri" w:eastAsia="Malgun Gothic" w:hAnsi="Calibri"/>
          <w:sz w:val="22"/>
          <w:szCs w:val="22"/>
        </w:rPr>
        <w:tab/>
      </w:r>
      <w:r>
        <w:t>Timing advance for satellite access</w:t>
      </w:r>
      <w:r>
        <w:tab/>
        <w:t>4613</w:t>
      </w:r>
    </w:p>
    <w:p w14:paraId="6C9E16E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A.14.3.2.1</w:t>
      </w:r>
      <w:r>
        <w:rPr>
          <w:rFonts w:ascii="Calibri" w:eastAsia="Malgun Gothic" w:hAnsi="Calibri"/>
          <w:sz w:val="22"/>
          <w:szCs w:val="22"/>
        </w:rPr>
        <w:tab/>
      </w:r>
      <w:r>
        <w:t>SA FR1 timing advance adjustment accuracy</w:t>
      </w:r>
      <w:r>
        <w:tab/>
        <w:t>4613</w:t>
      </w:r>
    </w:p>
    <w:p w14:paraId="07E0C3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A.14.3.2.1.1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4613</w:t>
      </w:r>
    </w:p>
    <w:p w14:paraId="54CA383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A.14.3.2.1.2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4613</w:t>
      </w:r>
    </w:p>
    <w:p w14:paraId="6CDA6D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A.14.3.2.1.3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4616</w:t>
      </w:r>
    </w:p>
    <w:p w14:paraId="12A37B0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A.14.4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</w:t>
      </w:r>
      <w:r>
        <w:tab/>
        <w:t>4616</w:t>
      </w:r>
    </w:p>
    <w:p w14:paraId="24B2C1F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A.14.4.1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4616</w:t>
      </w:r>
    </w:p>
    <w:p w14:paraId="78C6CF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SAN PCell configured with SSB-based RLM RS in non-DRX mode</w:t>
      </w:r>
      <w:r>
        <w:tab/>
        <w:t>4616</w:t>
      </w:r>
    </w:p>
    <w:p w14:paraId="7E08E9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4616</w:t>
      </w:r>
    </w:p>
    <w:p w14:paraId="36ED9A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4621</w:t>
      </w:r>
    </w:p>
    <w:p w14:paraId="5448765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SAN PCell configured with SSB-based RLM RS in non-DRX mode</w:t>
      </w:r>
      <w:r>
        <w:tab/>
        <w:t>4621</w:t>
      </w:r>
    </w:p>
    <w:p w14:paraId="7AF0F8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4621</w:t>
      </w:r>
    </w:p>
    <w:p w14:paraId="097AC5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4627</w:t>
      </w:r>
    </w:p>
    <w:p w14:paraId="45E59F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SAN PCell configured with SSB-based RLM RS in DRX mode</w:t>
      </w:r>
      <w:r>
        <w:tab/>
        <w:t>4627</w:t>
      </w:r>
    </w:p>
    <w:p w14:paraId="151537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4627</w:t>
      </w:r>
    </w:p>
    <w:p w14:paraId="6A07DC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4631</w:t>
      </w:r>
    </w:p>
    <w:p w14:paraId="4AB12B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SAN PCell configured with SSB-based RLM RS in DRX mode</w:t>
      </w:r>
      <w:r>
        <w:tab/>
        <w:t>4631</w:t>
      </w:r>
    </w:p>
    <w:p w14:paraId="09F1154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4631</w:t>
      </w:r>
    </w:p>
    <w:p w14:paraId="00C9F7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4636</w:t>
      </w:r>
    </w:p>
    <w:p w14:paraId="5F1B22A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SAN PCell configured with CSI-RS-based RLM in non-DRX mode</w:t>
      </w:r>
      <w:r>
        <w:tab/>
        <w:t>4636</w:t>
      </w:r>
    </w:p>
    <w:p w14:paraId="2F0E37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A.14.4.1.5.1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4636</w:t>
      </w:r>
    </w:p>
    <w:p w14:paraId="4F7B55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A.14.4.1.5.2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4641</w:t>
      </w:r>
    </w:p>
    <w:p w14:paraId="4986EFB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SAN PCell configured with CSI-RS-based RLM in non-DRX mode</w:t>
      </w:r>
      <w:r>
        <w:tab/>
        <w:t>4641</w:t>
      </w:r>
    </w:p>
    <w:p w14:paraId="58A6D6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A.14.4.1.6.1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4641</w:t>
      </w:r>
    </w:p>
    <w:p w14:paraId="138203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A.14.4.1.6.2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4646</w:t>
      </w:r>
    </w:p>
    <w:p w14:paraId="7DD46B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A.14.4.1.7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SAN PCell configured with CSI-RS-based RLM in DRX mode</w:t>
      </w:r>
      <w:r>
        <w:tab/>
        <w:t>4646</w:t>
      </w:r>
    </w:p>
    <w:p w14:paraId="5933A5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A.14.4.1.7.1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4646</w:t>
      </w:r>
    </w:p>
    <w:p w14:paraId="2D6262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A.14.4.1.7.2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4651</w:t>
      </w:r>
    </w:p>
    <w:p w14:paraId="327AA02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A.14.4.1.8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SAN PCell configured with CSI-RS-based RLM in DRX mode</w:t>
      </w:r>
      <w:r>
        <w:tab/>
        <w:t>4651</w:t>
      </w:r>
    </w:p>
    <w:p w14:paraId="255EC1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A.14.4.1.8.1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4651</w:t>
      </w:r>
    </w:p>
    <w:p w14:paraId="3F3304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A.14.4.1.8.2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4656</w:t>
      </w:r>
    </w:p>
    <w:p w14:paraId="234DEA8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A.14.4.2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 for satellite access</w:t>
      </w:r>
      <w:r>
        <w:tab/>
        <w:t>4656</w:t>
      </w:r>
    </w:p>
    <w:p w14:paraId="7F29F9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Beam Failure Detection and Link Recovery Test for FR1 PCell for satellite access configured with SSB-based BFD and LR in non-DRX mode</w:t>
      </w:r>
      <w:r>
        <w:tab/>
        <w:t>4656</w:t>
      </w:r>
    </w:p>
    <w:p w14:paraId="08437B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4656</w:t>
      </w:r>
    </w:p>
    <w:p w14:paraId="1FD859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4662</w:t>
      </w:r>
    </w:p>
    <w:p w14:paraId="49EEE8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Beam Failure Detection and Link Recovery Test for FR1 PCell for satellite access configured with SSB-based BFD and LR in DRX mode</w:t>
      </w:r>
      <w:r>
        <w:tab/>
        <w:t>4662</w:t>
      </w:r>
    </w:p>
    <w:p w14:paraId="6D53D4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4662</w:t>
      </w:r>
    </w:p>
    <w:p w14:paraId="44075C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4667</w:t>
      </w:r>
    </w:p>
    <w:p w14:paraId="696F2E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Beam Failure Detection and Link Recovery Test for FR1 PCell for satellite access configured with CSI-RS-based BFD and LR in non-DRX mode</w:t>
      </w:r>
      <w:r>
        <w:tab/>
        <w:t>4667</w:t>
      </w:r>
    </w:p>
    <w:p w14:paraId="695519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4667</w:t>
      </w:r>
    </w:p>
    <w:p w14:paraId="00B512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4673</w:t>
      </w:r>
    </w:p>
    <w:p w14:paraId="3D80344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Beam Failure Detection and Link Recovery Test for FR1 PCell for satellite access configured with CSI-RS-based BFD and LR in DRX mode</w:t>
      </w:r>
      <w:r>
        <w:tab/>
        <w:t>4673</w:t>
      </w:r>
    </w:p>
    <w:p w14:paraId="7A61B2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4673</w:t>
      </w:r>
    </w:p>
    <w:p w14:paraId="11190E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4678</w:t>
      </w:r>
    </w:p>
    <w:p w14:paraId="0951025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 xml:space="preserve">Beam Failure Detection and Link Recovery Test for FR1 SCell for satellite access configured with </w:t>
      </w:r>
      <w:r>
        <w:t xml:space="preserve">CSI-RS-based BFD and SSB-based LR </w:t>
      </w:r>
      <w:r w:rsidRPr="00825DA5">
        <w:rPr>
          <w:rFonts w:eastAsia="MS Mincho"/>
        </w:rPr>
        <w:t>in non-DRX mode</w:t>
      </w:r>
      <w:r>
        <w:tab/>
        <w:t>4678</w:t>
      </w:r>
    </w:p>
    <w:p w14:paraId="03D344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4678</w:t>
      </w:r>
    </w:p>
    <w:p w14:paraId="5AE6AA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4683</w:t>
      </w:r>
    </w:p>
    <w:p w14:paraId="5E22DDD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A.14.4.2.6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 xml:space="preserve">Beam Failure Detection and Link Recovery Test for FR1 SCell for satellite access configured with </w:t>
      </w:r>
      <w:r>
        <w:t xml:space="preserve">CSI-RS-based BFD and SSB-based LR </w:t>
      </w:r>
      <w:r w:rsidRPr="00825DA5">
        <w:rPr>
          <w:rFonts w:eastAsia="MS Mincho"/>
        </w:rPr>
        <w:t>in DRX mode</w:t>
      </w:r>
      <w:r>
        <w:tab/>
        <w:t>4683</w:t>
      </w:r>
    </w:p>
    <w:p w14:paraId="7AA49C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4683</w:t>
      </w:r>
    </w:p>
    <w:p w14:paraId="18250F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A.14.4.2.6.2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4688</w:t>
      </w:r>
    </w:p>
    <w:p w14:paraId="60D2A44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A.14.4.3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 for satellite access</w:t>
      </w:r>
      <w:r>
        <w:tab/>
        <w:t>4688</w:t>
      </w:r>
    </w:p>
    <w:p w14:paraId="0BF64FD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A.14.4.3.1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4688</w:t>
      </w:r>
    </w:p>
    <w:p w14:paraId="036240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Arial"/>
        </w:rPr>
        <w:t xml:space="preserve">NR FR1 DL active BWP switch </w:t>
      </w:r>
      <w:r>
        <w:rPr>
          <w:lang w:eastAsia="zh-CN"/>
        </w:rPr>
        <w:t>with</w:t>
      </w:r>
      <w:r>
        <w:t xml:space="preserve"> non-DRX in </w:t>
      </w:r>
      <w:r>
        <w:rPr>
          <w:lang w:eastAsia="zh-CN"/>
        </w:rPr>
        <w:t>SA</w:t>
      </w:r>
      <w:r>
        <w:tab/>
        <w:t>4688</w:t>
      </w:r>
    </w:p>
    <w:p w14:paraId="6B48B4B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A.14.4.3.1.1.1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4688</w:t>
      </w:r>
    </w:p>
    <w:p w14:paraId="5F49B0E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A.14.4.3.1.1.2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4693</w:t>
      </w:r>
    </w:p>
    <w:p w14:paraId="2914D22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A.14.4.3.2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4693</w:t>
      </w:r>
    </w:p>
    <w:p w14:paraId="1ECF17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A.14.4.3.2.1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of Cell with non-DRX in SA</w:t>
      </w:r>
      <w:r>
        <w:tab/>
        <w:t>4693</w:t>
      </w:r>
    </w:p>
    <w:p w14:paraId="09C59AF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A.14.4.3.2.1.1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4693</w:t>
      </w:r>
    </w:p>
    <w:p w14:paraId="7CD5B25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A.14.4.3.2.1.2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4697</w:t>
      </w:r>
    </w:p>
    <w:p w14:paraId="2D26B20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A.14.4.4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for satellite access</w:t>
      </w:r>
      <w:r>
        <w:tab/>
        <w:t>4697</w:t>
      </w:r>
    </w:p>
    <w:p w14:paraId="40899A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A.14.4.4.1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on PCell in FR1 in non-DRX</w:t>
      </w:r>
      <w:r>
        <w:tab/>
        <w:t>4697</w:t>
      </w:r>
    </w:p>
    <w:p w14:paraId="7A0585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4697</w:t>
      </w:r>
    </w:p>
    <w:p w14:paraId="40DB27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A.14.4.4.1.2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4701</w:t>
      </w:r>
    </w:p>
    <w:p w14:paraId="3274AE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A.14.4.</w:t>
      </w:r>
      <w:r w:rsidRPr="00825DA5">
        <w:rPr>
          <w:lang w:val="en-US"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t>Pathloss reference signal switching delay</w:t>
      </w:r>
      <w:r>
        <w:tab/>
        <w:t>4701</w:t>
      </w:r>
    </w:p>
    <w:p w14:paraId="415C18B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A.14.4.</w:t>
      </w:r>
      <w:r w:rsidRPr="00825DA5">
        <w:rPr>
          <w:lang w:val="en-US" w:eastAsia="zh-CN"/>
        </w:rPr>
        <w:t>5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pathloss reference signal switch delay</w:t>
      </w:r>
      <w:r>
        <w:tab/>
        <w:t>4701</w:t>
      </w:r>
    </w:p>
    <w:p w14:paraId="052D60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</w:t>
      </w:r>
      <w:r w:rsidRPr="00825DA5">
        <w:rPr>
          <w:lang w:val="en-US" w:eastAsia="zh-CN"/>
        </w:rPr>
        <w:t>5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4701</w:t>
      </w:r>
    </w:p>
    <w:p w14:paraId="38EC37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A.14.4.</w:t>
      </w:r>
      <w:r w:rsidRPr="00825DA5">
        <w:rPr>
          <w:lang w:val="en-US" w:eastAsia="zh-CN"/>
        </w:rPr>
        <w:t>5</w:t>
      </w:r>
      <w:r>
        <w:t>.1.</w:t>
      </w:r>
      <w:r w:rsidRPr="00825DA5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4703</w:t>
      </w:r>
    </w:p>
    <w:p w14:paraId="59111D5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A.14.5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4704</w:t>
      </w:r>
    </w:p>
    <w:p w14:paraId="00A08E0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A.14.5.1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4704</w:t>
      </w:r>
    </w:p>
    <w:p w14:paraId="2A760F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non-DRX</w:t>
      </w:r>
      <w:r>
        <w:tab/>
        <w:t>4704</w:t>
      </w:r>
    </w:p>
    <w:p w14:paraId="0E338F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4704</w:t>
      </w:r>
    </w:p>
    <w:p w14:paraId="6B2055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4704</w:t>
      </w:r>
    </w:p>
    <w:p w14:paraId="526A83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4706</w:t>
      </w:r>
    </w:p>
    <w:p w14:paraId="5B33B23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DRX</w:t>
      </w:r>
      <w:r>
        <w:tab/>
        <w:t>4707</w:t>
      </w:r>
    </w:p>
    <w:p w14:paraId="6947DB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4707</w:t>
      </w:r>
    </w:p>
    <w:p w14:paraId="04B954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4707</w:t>
      </w:r>
    </w:p>
    <w:p w14:paraId="54F0D6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4709</w:t>
      </w:r>
    </w:p>
    <w:p w14:paraId="3673B53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non-DRX with SSB index reading</w:t>
      </w:r>
      <w:r>
        <w:tab/>
        <w:t>4710</w:t>
      </w:r>
    </w:p>
    <w:p w14:paraId="0FFB15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4710</w:t>
      </w:r>
    </w:p>
    <w:p w14:paraId="2E73F3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4710</w:t>
      </w:r>
    </w:p>
    <w:p w14:paraId="31427AC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4712</w:t>
      </w:r>
    </w:p>
    <w:p w14:paraId="5E6DC71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SA event triggered reporting tests with single measurement gap under non-DRX </w:t>
      </w:r>
      <w:r w:rsidRPr="00825DA5">
        <w:rPr>
          <w:color w:val="000000"/>
        </w:rPr>
        <w:t>for satellite access</w:t>
      </w:r>
      <w:r>
        <w:tab/>
        <w:t>4713</w:t>
      </w:r>
    </w:p>
    <w:p w14:paraId="347B952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A.14.5.1.4.1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4713</w:t>
      </w:r>
    </w:p>
    <w:p w14:paraId="04168E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4713</w:t>
      </w:r>
    </w:p>
    <w:p w14:paraId="705F021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4715</w:t>
      </w:r>
    </w:p>
    <w:p w14:paraId="07DFCA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SA event triggered reporting tests with FNO concurrent gaps under DRX </w:t>
      </w:r>
      <w:r w:rsidRPr="00825DA5">
        <w:rPr>
          <w:color w:val="000000"/>
        </w:rPr>
        <w:t>for satellite access</w:t>
      </w:r>
      <w:r>
        <w:tab/>
        <w:t>4716</w:t>
      </w:r>
    </w:p>
    <w:p w14:paraId="2F5925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4716</w:t>
      </w:r>
    </w:p>
    <w:p w14:paraId="0A0577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4716</w:t>
      </w:r>
    </w:p>
    <w:p w14:paraId="0ECD91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A.15.5.1.5.3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4718</w:t>
      </w:r>
    </w:p>
    <w:p w14:paraId="7F6115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SA event triggered reporting tests with PPO concurrent gaps under non-DRX with SSB index reading </w:t>
      </w:r>
      <w:r w:rsidRPr="00825DA5">
        <w:rPr>
          <w:color w:val="000000"/>
        </w:rPr>
        <w:t>for satellite access</w:t>
      </w:r>
      <w:r>
        <w:tab/>
        <w:t>4719</w:t>
      </w:r>
    </w:p>
    <w:p w14:paraId="4A8DA5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4719</w:t>
      </w:r>
    </w:p>
    <w:p w14:paraId="371A8A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4719</w:t>
      </w:r>
    </w:p>
    <w:p w14:paraId="103601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4721</w:t>
      </w:r>
    </w:p>
    <w:p w14:paraId="02D906D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A.14.5.2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4722</w:t>
      </w:r>
    </w:p>
    <w:p w14:paraId="5AE7ABC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not used</w:t>
      </w:r>
      <w:r>
        <w:rPr>
          <w:lang w:eastAsia="zh-TW"/>
        </w:rPr>
        <w:t xml:space="preserve"> with single gap </w:t>
      </w:r>
      <w:r>
        <w:rPr>
          <w:lang w:eastAsia="zh-CN"/>
        </w:rPr>
        <w:t>for satellite access</w:t>
      </w:r>
      <w:r>
        <w:tab/>
        <w:t>4722</w:t>
      </w:r>
    </w:p>
    <w:p w14:paraId="04B718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4722</w:t>
      </w:r>
    </w:p>
    <w:p w14:paraId="7F2AC1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4726</w:t>
      </w:r>
    </w:p>
    <w:p w14:paraId="263CA2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used</w:t>
      </w:r>
      <w:r>
        <w:rPr>
          <w:lang w:eastAsia="zh-TW"/>
        </w:rPr>
        <w:t xml:space="preserve"> with single gap for satellite access</w:t>
      </w:r>
      <w:r>
        <w:tab/>
        <w:t>4726</w:t>
      </w:r>
    </w:p>
    <w:p w14:paraId="7F3CA5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4726</w:t>
      </w:r>
    </w:p>
    <w:p w14:paraId="54A01C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4730</w:t>
      </w:r>
    </w:p>
    <w:p w14:paraId="1D5F0F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A.14.5.2.3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 SSB time index detection when DRX is not used</w:t>
      </w:r>
      <w:r>
        <w:rPr>
          <w:lang w:eastAsia="zh-TW"/>
        </w:rPr>
        <w:t xml:space="preserve"> with single gap for satellite access</w:t>
      </w:r>
      <w:r>
        <w:tab/>
        <w:t>4730</w:t>
      </w:r>
    </w:p>
    <w:p w14:paraId="62EB49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4730</w:t>
      </w:r>
    </w:p>
    <w:p w14:paraId="777777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4734</w:t>
      </w:r>
    </w:p>
    <w:p w14:paraId="3D26AB9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A.14.5.2.4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not used</w:t>
      </w:r>
      <w:r>
        <w:rPr>
          <w:lang w:eastAsia="zh-TW"/>
        </w:rPr>
        <w:t xml:space="preserve"> with two gaps in fully non-overlapped </w:t>
      </w:r>
      <w:r>
        <w:rPr>
          <w:lang w:eastAsia="zh-CN"/>
        </w:rPr>
        <w:t>for satellite access</w:t>
      </w:r>
      <w:r>
        <w:tab/>
        <w:t>4734</w:t>
      </w:r>
    </w:p>
    <w:p w14:paraId="0F90A0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4734</w:t>
      </w:r>
    </w:p>
    <w:p w14:paraId="3A7AC0B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4738</w:t>
      </w:r>
    </w:p>
    <w:p w14:paraId="123F5E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A.14.5.2.5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4738</w:t>
      </w:r>
    </w:p>
    <w:p w14:paraId="241E2A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A.14.5.2.5.1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4738</w:t>
      </w:r>
    </w:p>
    <w:p w14:paraId="346055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A.14.5.2.5.2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4738</w:t>
      </w:r>
    </w:p>
    <w:p w14:paraId="6ECE45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A.14.5.2.6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not used</w:t>
      </w:r>
      <w:r>
        <w:rPr>
          <w:lang w:eastAsia="zh-TW"/>
        </w:rPr>
        <w:t xml:space="preserve"> with two gaps in partially partial overalpping </w:t>
      </w:r>
      <w:r>
        <w:rPr>
          <w:lang w:eastAsia="zh-CN"/>
        </w:rPr>
        <w:t>for satellite access</w:t>
      </w:r>
      <w:r>
        <w:tab/>
        <w:t>4738</w:t>
      </w:r>
    </w:p>
    <w:p w14:paraId="7A49A9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4738</w:t>
      </w:r>
    </w:p>
    <w:p w14:paraId="77051E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4742</w:t>
      </w:r>
    </w:p>
    <w:p w14:paraId="1A6B4C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A.14.5.2.7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Event triggered reporting test without gap under non-DRX</w:t>
      </w:r>
      <w:r>
        <w:tab/>
        <w:t>4742</w:t>
      </w:r>
    </w:p>
    <w:p w14:paraId="216390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4742</w:t>
      </w:r>
    </w:p>
    <w:p w14:paraId="039A986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A.14.5.2.7.2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4742</w:t>
      </w:r>
    </w:p>
    <w:p w14:paraId="5CD61C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4744</w:t>
      </w:r>
    </w:p>
    <w:p w14:paraId="1D0507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Event triggered reporting tests without gap under DRX</w:t>
      </w:r>
      <w:r>
        <w:tab/>
        <w:t>4745</w:t>
      </w:r>
    </w:p>
    <w:p w14:paraId="64F229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4745</w:t>
      </w:r>
    </w:p>
    <w:p w14:paraId="393235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4745</w:t>
      </w:r>
    </w:p>
    <w:p w14:paraId="56302A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A.14.5.2.8.3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4747</w:t>
      </w:r>
    </w:p>
    <w:p w14:paraId="10E191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A.14.5.3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L1-RSRP measurement for beam reporting </w:t>
      </w:r>
      <w:r w:rsidRPr="00825DA5">
        <w:rPr>
          <w:rFonts w:eastAsia="MS Mincho" w:cs="Arial"/>
        </w:rPr>
        <w:t>for satellite access</w:t>
      </w:r>
      <w:r>
        <w:tab/>
        <w:t>4748</w:t>
      </w:r>
    </w:p>
    <w:p w14:paraId="389C871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SSB based L1-RSRP measurement </w:t>
      </w:r>
      <w:r w:rsidRPr="00825DA5">
        <w:rPr>
          <w:rFonts w:eastAsia="MS Mincho" w:cs="Arial"/>
        </w:rPr>
        <w:t>for satellite access</w:t>
      </w:r>
      <w:r w:rsidRPr="00825DA5">
        <w:rPr>
          <w:snapToGrid w:val="0"/>
        </w:rPr>
        <w:t xml:space="preserve"> when DRX is not used</w:t>
      </w:r>
      <w:r>
        <w:tab/>
        <w:t>4748</w:t>
      </w:r>
    </w:p>
    <w:p w14:paraId="67F80AC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4748</w:t>
      </w:r>
    </w:p>
    <w:p w14:paraId="31C314D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4748</w:t>
      </w:r>
    </w:p>
    <w:p w14:paraId="240369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4751</w:t>
      </w:r>
    </w:p>
    <w:p w14:paraId="31E1F5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SSB based L1-RSRP measurement </w:t>
      </w:r>
      <w:r w:rsidRPr="00825DA5">
        <w:rPr>
          <w:rFonts w:eastAsia="MS Mincho" w:cs="Arial"/>
        </w:rPr>
        <w:t>for satellite access</w:t>
      </w:r>
      <w:r w:rsidRPr="00825DA5">
        <w:rPr>
          <w:snapToGrid w:val="0"/>
        </w:rPr>
        <w:t xml:space="preserve"> when DRX is used</w:t>
      </w:r>
      <w:r>
        <w:tab/>
        <w:t>4751</w:t>
      </w:r>
    </w:p>
    <w:p w14:paraId="44982C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4751</w:t>
      </w:r>
    </w:p>
    <w:p w14:paraId="1CDCDD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4751</w:t>
      </w:r>
    </w:p>
    <w:p w14:paraId="60185E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4755</w:t>
      </w:r>
    </w:p>
    <w:p w14:paraId="21E8E3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CSI-RS based L1-RSRP measurement </w:t>
      </w:r>
      <w:r w:rsidRPr="00825DA5">
        <w:rPr>
          <w:rFonts w:eastAsia="MS Mincho" w:cs="Arial"/>
        </w:rPr>
        <w:t>for satellite access</w:t>
      </w:r>
      <w:r w:rsidRPr="00825DA5">
        <w:rPr>
          <w:snapToGrid w:val="0"/>
        </w:rPr>
        <w:t xml:space="preserve"> when DRX is not used</w:t>
      </w:r>
      <w:r>
        <w:tab/>
        <w:t>4755</w:t>
      </w:r>
    </w:p>
    <w:p w14:paraId="7E6074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4755</w:t>
      </w:r>
    </w:p>
    <w:p w14:paraId="555927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4755</w:t>
      </w:r>
    </w:p>
    <w:p w14:paraId="5852E8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4759</w:t>
      </w:r>
    </w:p>
    <w:p w14:paraId="7FA088F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A.14.5.3.4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 xml:space="preserve">CSI-RS based L1-RSRP measurement </w:t>
      </w:r>
      <w:r w:rsidRPr="00825DA5">
        <w:rPr>
          <w:rFonts w:eastAsia="MS Mincho" w:cs="Arial"/>
        </w:rPr>
        <w:t>for satellite access</w:t>
      </w:r>
      <w:r w:rsidRPr="00825DA5">
        <w:rPr>
          <w:snapToGrid w:val="0"/>
        </w:rPr>
        <w:t xml:space="preserve"> when DRX is used</w:t>
      </w:r>
      <w:r>
        <w:tab/>
        <w:t>4759</w:t>
      </w:r>
    </w:p>
    <w:p w14:paraId="4CB253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4759</w:t>
      </w:r>
    </w:p>
    <w:p w14:paraId="703C25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4760</w:t>
      </w:r>
    </w:p>
    <w:p w14:paraId="4E77CB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A.14.5.3.4.3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4763</w:t>
      </w:r>
    </w:p>
    <w:p w14:paraId="64C8226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A.14.6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4763</w:t>
      </w:r>
    </w:p>
    <w:p w14:paraId="6CDCCF3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A.14.6.1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 SS-RSRP for SAN</w:t>
      </w:r>
      <w:r>
        <w:tab/>
        <w:t>4763</w:t>
      </w:r>
    </w:p>
    <w:p w14:paraId="6E0740B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case measurement accuracy with FR1 serving cell and FR1 target cell</w:t>
      </w:r>
      <w:r>
        <w:tab/>
        <w:t>4763</w:t>
      </w:r>
    </w:p>
    <w:p w14:paraId="274B43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4763</w:t>
      </w:r>
    </w:p>
    <w:p w14:paraId="0D6CC2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4763</w:t>
      </w:r>
    </w:p>
    <w:p w14:paraId="207C44F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4767</w:t>
      </w:r>
    </w:p>
    <w:p w14:paraId="5A6DB5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FR1 serving cell and FR1 target cell</w:t>
      </w:r>
      <w:r>
        <w:tab/>
        <w:t>4767</w:t>
      </w:r>
    </w:p>
    <w:p w14:paraId="3DD05B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4767</w:t>
      </w:r>
    </w:p>
    <w:p w14:paraId="7D638B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4767</w:t>
      </w:r>
    </w:p>
    <w:p w14:paraId="6EFD0F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4770</w:t>
      </w:r>
    </w:p>
    <w:p w14:paraId="7D41840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A.14.6.2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4770</w:t>
      </w:r>
    </w:p>
    <w:p w14:paraId="557390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A.14.6.2.1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SA: </w:t>
      </w:r>
      <w:r>
        <w:rPr>
          <w:lang w:eastAsia="zh-CN"/>
        </w:rPr>
        <w:t>Intra-frequency measurement accuracy with FR1 serving cell and FR1 target cell for satellite access</w:t>
      </w:r>
      <w:r>
        <w:tab/>
        <w:t>4770</w:t>
      </w:r>
    </w:p>
    <w:p w14:paraId="4D73F9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4770</w:t>
      </w:r>
    </w:p>
    <w:p w14:paraId="75318C3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4770</w:t>
      </w:r>
    </w:p>
    <w:p w14:paraId="08DD25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4773</w:t>
      </w:r>
    </w:p>
    <w:p w14:paraId="26FCFAE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A.14.6.2.2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 for satellite access</w:t>
      </w:r>
      <w:r>
        <w:tab/>
        <w:t>4773</w:t>
      </w:r>
    </w:p>
    <w:p w14:paraId="523261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4773</w:t>
      </w:r>
    </w:p>
    <w:p w14:paraId="71DF1F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4773</w:t>
      </w:r>
    </w:p>
    <w:p w14:paraId="17CD77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4776</w:t>
      </w:r>
    </w:p>
    <w:p w14:paraId="405ECDA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A.14.6.3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4776</w:t>
      </w:r>
    </w:p>
    <w:p w14:paraId="1003614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FR1 serving cell and FR1 target cell</w:t>
      </w:r>
      <w:r>
        <w:tab/>
        <w:t>4776</w:t>
      </w:r>
    </w:p>
    <w:p w14:paraId="6CB76E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4776</w:t>
      </w:r>
    </w:p>
    <w:p w14:paraId="54116E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4776</w:t>
      </w:r>
    </w:p>
    <w:p w14:paraId="3BBC9B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4780</w:t>
      </w:r>
    </w:p>
    <w:p w14:paraId="4DA1825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A.14.6.3.2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4780</w:t>
      </w:r>
    </w:p>
    <w:p w14:paraId="48126D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4780</w:t>
      </w:r>
    </w:p>
    <w:p w14:paraId="05F8A63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4780</w:t>
      </w:r>
    </w:p>
    <w:p w14:paraId="2F0DC4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4784</w:t>
      </w:r>
    </w:p>
    <w:p w14:paraId="3E44D6F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A.14.6.4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4784</w:t>
      </w:r>
    </w:p>
    <w:p w14:paraId="71F8061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4784</w:t>
      </w:r>
    </w:p>
    <w:p w14:paraId="530F89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4784</w:t>
      </w:r>
    </w:p>
    <w:p w14:paraId="1626AD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4784</w:t>
      </w:r>
    </w:p>
    <w:p w14:paraId="64C8D5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4787</w:t>
      </w:r>
    </w:p>
    <w:p w14:paraId="07BE5D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A.14.6.4.2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4788</w:t>
      </w:r>
    </w:p>
    <w:p w14:paraId="2D19D8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4788</w:t>
      </w:r>
    </w:p>
    <w:p w14:paraId="5385352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4788</w:t>
      </w:r>
    </w:p>
    <w:p w14:paraId="385487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A.14.6.4.2.3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4791</w:t>
      </w:r>
    </w:p>
    <w:p w14:paraId="1DCD3FC2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A.15</w:t>
      </w:r>
      <w:r>
        <w:rPr>
          <w:rFonts w:ascii="Calibri" w:eastAsia="Malgun Gothic" w:hAnsi="Calibri"/>
          <w:szCs w:val="22"/>
        </w:rPr>
        <w:tab/>
      </w:r>
      <w:r>
        <w:t xml:space="preserve">NR standalone tests </w:t>
      </w:r>
      <w:r>
        <w:rPr>
          <w:lang w:eastAsia="zh-CN"/>
        </w:rPr>
        <w:t>with one or more NR cells in FR2-2</w:t>
      </w:r>
      <w:r>
        <w:tab/>
        <w:t>4792</w:t>
      </w:r>
    </w:p>
    <w:p w14:paraId="6613C6F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A.15.1</w:t>
      </w:r>
      <w:r>
        <w:rPr>
          <w:rFonts w:ascii="Calibri" w:eastAsia="Malgun Gothic" w:hAnsi="Calibri"/>
          <w:sz w:val="22"/>
          <w:szCs w:val="22"/>
        </w:rPr>
        <w:tab/>
      </w:r>
      <w:r>
        <w:t>SA: RRC_IDLE state mobility</w:t>
      </w:r>
      <w:r>
        <w:tab/>
        <w:t>4792</w:t>
      </w:r>
    </w:p>
    <w:p w14:paraId="1FC616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A.15.</w:t>
      </w:r>
      <w:r>
        <w:rPr>
          <w:lang w:eastAsia="zh-CN"/>
        </w:rPr>
        <w:t>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</w:t>
      </w:r>
      <w:r>
        <w:tab/>
        <w:t>4792</w:t>
      </w:r>
    </w:p>
    <w:p w14:paraId="0D58369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FR2-2 intra-frequency NR case</w:t>
      </w:r>
      <w:r>
        <w:tab/>
        <w:t>4792</w:t>
      </w:r>
    </w:p>
    <w:p w14:paraId="0C33C9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4792</w:t>
      </w:r>
    </w:p>
    <w:p w14:paraId="39CCC4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4792</w:t>
      </w:r>
    </w:p>
    <w:p w14:paraId="7FA95C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4796</w:t>
      </w:r>
    </w:p>
    <w:p w14:paraId="1F49C6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FR2-2 inter-frequency NR case</w:t>
      </w:r>
      <w:r>
        <w:tab/>
        <w:t>4796</w:t>
      </w:r>
    </w:p>
    <w:p w14:paraId="6C3E33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4796</w:t>
      </w:r>
    </w:p>
    <w:p w14:paraId="29539A8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4796</w:t>
      </w:r>
    </w:p>
    <w:p w14:paraId="075CD26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4800</w:t>
      </w:r>
    </w:p>
    <w:p w14:paraId="0EFFFE8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FR2-2 intra-frequency NR case</w:t>
      </w:r>
      <w:r w:rsidRPr="00825DA5">
        <w:rPr>
          <w:lang w:val="en-US" w:eastAsia="zh-CN"/>
        </w:rPr>
        <w:t xml:space="preserve"> </w:t>
      </w:r>
      <w:r>
        <w:rPr>
          <w:lang w:eastAsia="zh-CN"/>
        </w:rPr>
        <w:t>for UE fulfilling low mobility relaxed measurement criterion</w:t>
      </w:r>
      <w:r>
        <w:tab/>
        <w:t>4800</w:t>
      </w:r>
    </w:p>
    <w:p w14:paraId="0DD43D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4800</w:t>
      </w:r>
    </w:p>
    <w:p w14:paraId="2242D4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4800</w:t>
      </w:r>
    </w:p>
    <w:p w14:paraId="78E7C9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4803</w:t>
      </w:r>
    </w:p>
    <w:p w14:paraId="6F2622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FR2-2 intra-frequency NR case</w:t>
      </w:r>
      <w:r w:rsidRPr="00825DA5">
        <w:rPr>
          <w:lang w:val="en-US" w:eastAsia="zh-CN"/>
        </w:rPr>
        <w:t xml:space="preserve"> </w:t>
      </w:r>
      <w:r>
        <w:rPr>
          <w:lang w:eastAsia="zh-CN"/>
        </w:rPr>
        <w:t xml:space="preserve">for UE </w:t>
      </w:r>
      <w:r w:rsidRPr="00825DA5">
        <w:rPr>
          <w:lang w:val="en-US" w:eastAsia="zh-CN"/>
        </w:rPr>
        <w:t>fulfilling not-at-cell edge relaxed measurement criterion</w:t>
      </w:r>
      <w:r>
        <w:tab/>
        <w:t>4803</w:t>
      </w:r>
    </w:p>
    <w:p w14:paraId="24F7F7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4803</w:t>
      </w:r>
    </w:p>
    <w:p w14:paraId="57F0D6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4803</w:t>
      </w:r>
    </w:p>
    <w:p w14:paraId="4D717F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4806</w:t>
      </w:r>
    </w:p>
    <w:p w14:paraId="162646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FR2-2 inter-frequency NR case for UE fulfilling low mobility relaxed measurement criterion</w:t>
      </w:r>
      <w:r>
        <w:tab/>
        <w:t>4806</w:t>
      </w:r>
    </w:p>
    <w:p w14:paraId="556CEF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A.15.1.5.1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4806</w:t>
      </w:r>
    </w:p>
    <w:p w14:paraId="4F1F8E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4806</w:t>
      </w:r>
    </w:p>
    <w:p w14:paraId="08B9DE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4810</w:t>
      </w:r>
    </w:p>
    <w:p w14:paraId="5D930F0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reselection to FR2-2 inter-frequency NR case for UE </w:t>
      </w:r>
      <w:r w:rsidRPr="00825DA5">
        <w:rPr>
          <w:lang w:val="en-US" w:eastAsia="zh-CN"/>
        </w:rPr>
        <w:t>fulfilling not-at-cell edge relaxed measurement criterion</w:t>
      </w:r>
      <w:r>
        <w:tab/>
        <w:t>4810</w:t>
      </w:r>
    </w:p>
    <w:p w14:paraId="6DB3BF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4810</w:t>
      </w:r>
    </w:p>
    <w:p w14:paraId="23C2C00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4810</w:t>
      </w:r>
    </w:p>
    <w:p w14:paraId="014E0F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A.15.1.6.3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4813</w:t>
      </w:r>
    </w:p>
    <w:p w14:paraId="2AB899B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A.15.2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</w:t>
      </w:r>
      <w:r>
        <w:tab/>
        <w:t>4814</w:t>
      </w:r>
    </w:p>
    <w:p w14:paraId="06ED485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A.15.2.1</w:t>
      </w:r>
      <w:r>
        <w:rPr>
          <w:rFonts w:ascii="Calibri" w:eastAsia="Malgun Gothic" w:hAnsi="Calibri"/>
          <w:sz w:val="22"/>
          <w:szCs w:val="22"/>
        </w:rPr>
        <w:tab/>
      </w:r>
      <w:r>
        <w:t>SCell Activation and Deactivation Delay</w:t>
      </w:r>
      <w:r>
        <w:tab/>
        <w:t>4814</w:t>
      </w:r>
    </w:p>
    <w:p w14:paraId="57FBF3B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A.15.2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FR2-2 intra-band in non-DRX</w:t>
      </w:r>
      <w:r>
        <w:tab/>
        <w:t>4814</w:t>
      </w:r>
    </w:p>
    <w:p w14:paraId="77C0F8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4814</w:t>
      </w:r>
    </w:p>
    <w:p w14:paraId="411A64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4816</w:t>
      </w:r>
    </w:p>
    <w:p w14:paraId="2C9347B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A.15.2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 FR1+FR2-2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SCell in FR2-2</w:t>
      </w:r>
      <w:r>
        <w:tab/>
        <w:t>4816</w:t>
      </w:r>
    </w:p>
    <w:p w14:paraId="2933C99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4816</w:t>
      </w:r>
    </w:p>
    <w:p w14:paraId="42C8AA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4821</w:t>
      </w:r>
    </w:p>
    <w:p w14:paraId="273FD1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A.15.2.1.3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FR2-2 inter-band in non-DRX</w:t>
      </w:r>
      <w:r>
        <w:tab/>
        <w:t>4822</w:t>
      </w:r>
    </w:p>
    <w:p w14:paraId="565104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4822</w:t>
      </w:r>
    </w:p>
    <w:p w14:paraId="7D3229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A.15.2.1.3.2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4825</w:t>
      </w:r>
    </w:p>
    <w:p w14:paraId="085BE0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A.15.2.1.4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SCell addition of known SCell in FR2-2</w:t>
      </w:r>
      <w:r>
        <w:tab/>
        <w:t>4826</w:t>
      </w:r>
    </w:p>
    <w:p w14:paraId="47CE15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A.15.2.1.4.1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4826</w:t>
      </w:r>
    </w:p>
    <w:p w14:paraId="480DC8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A.15.2.1.4.2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4829</w:t>
      </w:r>
    </w:p>
    <w:p w14:paraId="53E193B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A.15.2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.5</w:t>
      </w:r>
      <w:r>
        <w:rPr>
          <w:rFonts w:ascii="Calibri" w:eastAsia="Malgun Gothic" w:hAnsi="Calibri"/>
          <w:sz w:val="22"/>
          <w:szCs w:val="22"/>
        </w:rPr>
        <w:tab/>
      </w:r>
      <w:r>
        <w:t>Direct SCell activation at handover with known SCell in FR2-2</w:t>
      </w:r>
      <w:r>
        <w:tab/>
        <w:t>4830</w:t>
      </w:r>
    </w:p>
    <w:p w14:paraId="0FEDDE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A.15.2.1.5.1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4830</w:t>
      </w:r>
    </w:p>
    <w:p w14:paraId="338F04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A.15.2.1.5.2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4834</w:t>
      </w:r>
    </w:p>
    <w:p w14:paraId="10BD644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A.15.3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4835</w:t>
      </w:r>
    </w:p>
    <w:p w14:paraId="4CBC994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A.15.3.1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4835</w:t>
      </w:r>
    </w:p>
    <w:p w14:paraId="7A5166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FR2-2 carrier with CCA to FR2-2 carrier with CCA; unknown target cell</w:t>
      </w:r>
      <w:r>
        <w:tab/>
        <w:t>4835</w:t>
      </w:r>
    </w:p>
    <w:p w14:paraId="1FE0B1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4835</w:t>
      </w:r>
    </w:p>
    <w:p w14:paraId="09FE4B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4835</w:t>
      </w:r>
    </w:p>
    <w:p w14:paraId="7B9DDC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4839</w:t>
      </w:r>
    </w:p>
    <w:p w14:paraId="721AE0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FR2-2 carrier with CCA; unknown target cell</w:t>
      </w:r>
      <w:r>
        <w:tab/>
        <w:t>4839</w:t>
      </w:r>
    </w:p>
    <w:p w14:paraId="0C18FD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4839</w:t>
      </w:r>
    </w:p>
    <w:p w14:paraId="35B61E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4839</w:t>
      </w:r>
    </w:p>
    <w:p w14:paraId="26C9D0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4843</w:t>
      </w:r>
    </w:p>
    <w:p w14:paraId="273DB58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A.15.4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4844</w:t>
      </w:r>
    </w:p>
    <w:p w14:paraId="05696C2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A.15.4.1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4844</w:t>
      </w:r>
    </w:p>
    <w:p w14:paraId="3867274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 for FR2-2 with CCA</w:t>
      </w:r>
      <w:r>
        <w:tab/>
        <w:t>4844</w:t>
      </w:r>
    </w:p>
    <w:p w14:paraId="6859B1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A.15.4.1.1.1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4844</w:t>
      </w:r>
    </w:p>
    <w:p w14:paraId="53FEEA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A.15.4.1.1.2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4846</w:t>
      </w:r>
    </w:p>
    <w:p w14:paraId="7586CC8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A.15.4.2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4847</w:t>
      </w:r>
    </w:p>
    <w:p w14:paraId="4F622A3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A.15.4.2.1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FR2-2 with CCA without SSB time index detection when DRX is not used (PCell in FR2-2)</w:t>
      </w:r>
      <w:r>
        <w:tab/>
        <w:t>4847</w:t>
      </w:r>
    </w:p>
    <w:p w14:paraId="03FB717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A.15.4.2.1.1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4847</w:t>
      </w:r>
    </w:p>
    <w:p w14:paraId="603C3C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A.15.4.2.1.2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4850</w:t>
      </w:r>
    </w:p>
    <w:p w14:paraId="01E2CCB7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A.16</w:t>
      </w:r>
      <w:r>
        <w:rPr>
          <w:rFonts w:ascii="Calibri" w:eastAsia="Malgun Gothic" w:hAnsi="Calibri"/>
          <w:szCs w:val="22"/>
        </w:rPr>
        <w:tab/>
      </w:r>
      <w:r>
        <w:t>NR standalone tests with all NR cells in FR1 for RedCap</w:t>
      </w:r>
      <w:r>
        <w:tab/>
        <w:t>4851</w:t>
      </w:r>
    </w:p>
    <w:p w14:paraId="74D4416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A.16.1</w:t>
      </w:r>
      <w:r>
        <w:rPr>
          <w:rFonts w:ascii="Calibri" w:eastAsia="Malgun Gothic" w:hAnsi="Calibri"/>
          <w:sz w:val="22"/>
          <w:szCs w:val="22"/>
        </w:rPr>
        <w:tab/>
      </w:r>
      <w:r>
        <w:t>SA: RRC_IDLE state mobility for RedCap</w:t>
      </w:r>
      <w:r>
        <w:tab/>
        <w:t>4851</w:t>
      </w:r>
    </w:p>
    <w:p w14:paraId="0DDECE3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A.16.1.1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</w:t>
      </w:r>
      <w:r>
        <w:tab/>
        <w:t>4851</w:t>
      </w:r>
    </w:p>
    <w:p w14:paraId="379ACA4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 for 1 Rx UE</w:t>
      </w:r>
      <w:r>
        <w:tab/>
        <w:t>4851</w:t>
      </w:r>
    </w:p>
    <w:p w14:paraId="484E267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4851</w:t>
      </w:r>
    </w:p>
    <w:p w14:paraId="79273B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4851</w:t>
      </w:r>
    </w:p>
    <w:p w14:paraId="7112A5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4855</w:t>
      </w:r>
    </w:p>
    <w:p w14:paraId="735A04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 for 2 Rx UE</w:t>
      </w:r>
      <w:r>
        <w:tab/>
        <w:t>4855</w:t>
      </w:r>
    </w:p>
    <w:p w14:paraId="5F79FE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4855</w:t>
      </w:r>
    </w:p>
    <w:p w14:paraId="6637DB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4855</w:t>
      </w:r>
    </w:p>
    <w:p w14:paraId="07FBAB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4859</w:t>
      </w:r>
    </w:p>
    <w:p w14:paraId="5CF1CF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1 Rx UE</w:t>
      </w:r>
      <w:r>
        <w:tab/>
        <w:t>4859</w:t>
      </w:r>
    </w:p>
    <w:p w14:paraId="43B3B04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4859</w:t>
      </w:r>
    </w:p>
    <w:p w14:paraId="5F7DA69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4859</w:t>
      </w:r>
    </w:p>
    <w:p w14:paraId="726E09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4864</w:t>
      </w:r>
    </w:p>
    <w:p w14:paraId="025C9D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A.16.1.1.4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2 Rx UE</w:t>
      </w:r>
      <w:r>
        <w:tab/>
        <w:t>4864</w:t>
      </w:r>
    </w:p>
    <w:p w14:paraId="3611D54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4864</w:t>
      </w:r>
    </w:p>
    <w:p w14:paraId="653069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4864</w:t>
      </w:r>
    </w:p>
    <w:p w14:paraId="0D56C5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4869</w:t>
      </w:r>
    </w:p>
    <w:p w14:paraId="54DE8B5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Cell reselection to FR1 intra-frequency NR case for UE fulfilling stationary relaxed </w:t>
      </w:r>
      <w:r w:rsidRPr="00825DA5">
        <w:rPr>
          <w:lang w:val="en-US" w:eastAsia="zh-CN"/>
        </w:rPr>
        <w:t>measurement</w:t>
      </w:r>
      <w:r>
        <w:rPr>
          <w:lang w:eastAsia="zh-CN"/>
        </w:rPr>
        <w:t xml:space="preserve"> criterion for 1 Rx UE</w:t>
      </w:r>
      <w:r>
        <w:tab/>
        <w:t>4869</w:t>
      </w:r>
    </w:p>
    <w:p w14:paraId="7893E9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4869</w:t>
      </w:r>
    </w:p>
    <w:p w14:paraId="5D7AB1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4869</w:t>
      </w:r>
    </w:p>
    <w:p w14:paraId="46F5A4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4874</w:t>
      </w:r>
    </w:p>
    <w:p w14:paraId="58B8610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intra-frequency NR case for UE fulfilling stationary relaxed measurement criterion for 2 Rx UE</w:t>
      </w:r>
      <w:r>
        <w:tab/>
        <w:t>4874</w:t>
      </w:r>
    </w:p>
    <w:p w14:paraId="346FA6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4874</w:t>
      </w:r>
    </w:p>
    <w:p w14:paraId="3A4816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4874</w:t>
      </w:r>
    </w:p>
    <w:p w14:paraId="7A92E3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4879</w:t>
      </w:r>
    </w:p>
    <w:p w14:paraId="703E7E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A.16.1.1.7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UE fulfilling stationary relaxed measurement criterion for 1 Rx UE</w:t>
      </w:r>
      <w:r>
        <w:tab/>
        <w:t>4879</w:t>
      </w:r>
    </w:p>
    <w:p w14:paraId="288982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A.16.1.1.7.1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4879</w:t>
      </w:r>
    </w:p>
    <w:p w14:paraId="3E51C1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A.16.1.1.7.2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4879</w:t>
      </w:r>
    </w:p>
    <w:p w14:paraId="616D5E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A.16.1.1.7.3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4884</w:t>
      </w:r>
    </w:p>
    <w:p w14:paraId="3BC1C07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A.16.1.1.8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FR1 inter-frequency NR case for UE fulfilling stationary relaxed measurement criterion for 2 Rx UE</w:t>
      </w:r>
      <w:r>
        <w:tab/>
        <w:t>4884</w:t>
      </w:r>
    </w:p>
    <w:p w14:paraId="1301FF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A.16.1.1.8.1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4884</w:t>
      </w:r>
    </w:p>
    <w:p w14:paraId="4EA0BE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A.16.1.1.8.2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4885</w:t>
      </w:r>
    </w:p>
    <w:p w14:paraId="07C3A3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A.16.1.1.8.3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4889</w:t>
      </w:r>
    </w:p>
    <w:p w14:paraId="77764C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A.16.1.2</w:t>
      </w:r>
      <w:r>
        <w:rPr>
          <w:rFonts w:ascii="Calibri" w:eastAsia="Malgun Gothic" w:hAnsi="Calibri"/>
          <w:sz w:val="22"/>
          <w:szCs w:val="22"/>
        </w:rPr>
        <w:tab/>
      </w:r>
      <w:r>
        <w:t>Inter-RAT E-UTRAN cell re-selection for RedCap</w:t>
      </w:r>
      <w:r>
        <w:tab/>
        <w:t>4890</w:t>
      </w:r>
    </w:p>
    <w:p w14:paraId="1060563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higher priority E-UTRAN for 1RX</w:t>
      </w:r>
      <w:r>
        <w:tab/>
        <w:t>4890</w:t>
      </w:r>
    </w:p>
    <w:p w14:paraId="5AD90F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4890</w:t>
      </w:r>
    </w:p>
    <w:p w14:paraId="544569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4890</w:t>
      </w:r>
    </w:p>
    <w:p w14:paraId="05F5712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4893</w:t>
      </w:r>
    </w:p>
    <w:p w14:paraId="340330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higher priority E-UTRAN for 2RX</w:t>
      </w:r>
      <w:r>
        <w:tab/>
        <w:t>4894</w:t>
      </w:r>
    </w:p>
    <w:p w14:paraId="79639DB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4894</w:t>
      </w:r>
    </w:p>
    <w:p w14:paraId="7DA6D4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4894</w:t>
      </w:r>
    </w:p>
    <w:p w14:paraId="042089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4897</w:t>
      </w:r>
    </w:p>
    <w:p w14:paraId="6F4AAA6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4898</w:t>
      </w:r>
    </w:p>
    <w:p w14:paraId="1E7962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 16.1.2.3.2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4898</w:t>
      </w:r>
    </w:p>
    <w:p w14:paraId="31D603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4901</w:t>
      </w:r>
    </w:p>
    <w:p w14:paraId="7A5435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4902</w:t>
      </w:r>
    </w:p>
    <w:p w14:paraId="0BA4E9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4902</w:t>
      </w:r>
    </w:p>
    <w:p w14:paraId="50A8A7A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A.16.1.3.1.3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4905</w:t>
      </w:r>
    </w:p>
    <w:p w14:paraId="71343B8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A.16.1.2.5</w:t>
      </w:r>
      <w:r>
        <w:rPr>
          <w:rFonts w:ascii="Calibri" w:eastAsia="Malgun Gothic" w:hAnsi="Calibri"/>
          <w:sz w:val="22"/>
          <w:szCs w:val="22"/>
        </w:rPr>
        <w:tab/>
      </w:r>
      <w:r>
        <w:t>Cell reselection to lower priority E-UTRAN for UE fulfilling stationary relaxed measurement criterion for 1 Rx UE</w:t>
      </w:r>
      <w:r>
        <w:tab/>
        <w:t>4906</w:t>
      </w:r>
    </w:p>
    <w:p w14:paraId="7BDDB5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4906</w:t>
      </w:r>
    </w:p>
    <w:p w14:paraId="0397B6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4906</w:t>
      </w:r>
    </w:p>
    <w:p w14:paraId="6E481C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4909</w:t>
      </w:r>
    </w:p>
    <w:p w14:paraId="5F8324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A.16.1.2.6</w:t>
      </w:r>
      <w:r>
        <w:rPr>
          <w:rFonts w:ascii="Calibri" w:eastAsia="Malgun Gothic" w:hAnsi="Calibri"/>
          <w:sz w:val="22"/>
          <w:szCs w:val="22"/>
        </w:rPr>
        <w:tab/>
      </w:r>
      <w:r>
        <w:t>Cell reselection to lower priority E-UTRAN for UE fulfilling stationary relaxed measurement criterion for 2 Rx UE</w:t>
      </w:r>
      <w:r>
        <w:tab/>
        <w:t>4910</w:t>
      </w:r>
    </w:p>
    <w:p w14:paraId="452A71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4910</w:t>
      </w:r>
    </w:p>
    <w:p w14:paraId="084E4A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A.16.1.2.6.2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4910</w:t>
      </w:r>
    </w:p>
    <w:p w14:paraId="3E8AEE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A.16.1.2.6.3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4913</w:t>
      </w:r>
    </w:p>
    <w:p w14:paraId="72E00A5D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A.16.2</w:t>
      </w:r>
      <w:r>
        <w:rPr>
          <w:rFonts w:ascii="Calibri" w:eastAsia="Malgun Gothic" w:hAnsi="Calibri"/>
          <w:sz w:val="22"/>
          <w:szCs w:val="22"/>
        </w:rPr>
        <w:tab/>
      </w:r>
      <w:r>
        <w:t>SA: RRC_INACTIVE state mobility for RedCap</w:t>
      </w:r>
      <w:r>
        <w:tab/>
        <w:t>4914</w:t>
      </w:r>
    </w:p>
    <w:p w14:paraId="17FA7FB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 for RedCap</w:t>
      </w:r>
      <w:r>
        <w:tab/>
        <w:t>4914</w:t>
      </w:r>
    </w:p>
    <w:p w14:paraId="0002083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A.16.3.1</w:t>
      </w:r>
      <w:r>
        <w:rPr>
          <w:rFonts w:ascii="Calibri" w:eastAsia="Malgun Gothic" w:hAnsi="Calibri"/>
          <w:sz w:val="22"/>
          <w:szCs w:val="22"/>
        </w:rPr>
        <w:tab/>
      </w:r>
      <w:r>
        <w:t>Handover</w:t>
      </w:r>
      <w:r>
        <w:tab/>
        <w:t>4914</w:t>
      </w:r>
    </w:p>
    <w:p w14:paraId="6901E81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known target cell for 1 Rx UE</w:t>
      </w:r>
      <w:r>
        <w:tab/>
        <w:t>4914</w:t>
      </w:r>
    </w:p>
    <w:p w14:paraId="0930B5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4914</w:t>
      </w:r>
    </w:p>
    <w:p w14:paraId="2CC161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4914</w:t>
      </w:r>
    </w:p>
    <w:p w14:paraId="11BDC2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4918</w:t>
      </w:r>
    </w:p>
    <w:p w14:paraId="37DB7C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known target cell for 2 Rx UE</w:t>
      </w:r>
      <w:r>
        <w:tab/>
        <w:t>4918</w:t>
      </w:r>
    </w:p>
    <w:p w14:paraId="7A551E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4918</w:t>
      </w:r>
    </w:p>
    <w:p w14:paraId="2E8356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4918</w:t>
      </w:r>
    </w:p>
    <w:p w14:paraId="7F8930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4922</w:t>
      </w:r>
    </w:p>
    <w:p w14:paraId="4D21060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unknown target cell for 1 Rx UE</w:t>
      </w:r>
      <w:r>
        <w:tab/>
        <w:t>4922</w:t>
      </w:r>
    </w:p>
    <w:p w14:paraId="06F11C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4922</w:t>
      </w:r>
    </w:p>
    <w:p w14:paraId="6AD2B7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A.16.3.1.3.2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4922</w:t>
      </w:r>
    </w:p>
    <w:p w14:paraId="30E2EC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4926</w:t>
      </w:r>
    </w:p>
    <w:p w14:paraId="0C95C6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FR1 to FR1; unknown target cell for 2 Rx UE</w:t>
      </w:r>
      <w:r>
        <w:tab/>
        <w:t>4926</w:t>
      </w:r>
    </w:p>
    <w:p w14:paraId="68F3BE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4926</w:t>
      </w:r>
    </w:p>
    <w:p w14:paraId="69F163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4927</w:t>
      </w:r>
    </w:p>
    <w:p w14:paraId="6C9206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FR1; unknown target cell for 1 Rx UE</w:t>
      </w:r>
      <w:r>
        <w:tab/>
        <w:t>4930</w:t>
      </w:r>
    </w:p>
    <w:p w14:paraId="39002E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4930</w:t>
      </w:r>
    </w:p>
    <w:p w14:paraId="5710E40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4930</w:t>
      </w:r>
    </w:p>
    <w:p w14:paraId="3E0829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A.16.3.1.5.3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4934</w:t>
      </w:r>
    </w:p>
    <w:p w14:paraId="5A3FEC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FR1 to FR1; unknown target cell for 2 Rx UE</w:t>
      </w:r>
      <w:r>
        <w:tab/>
        <w:t>4934</w:t>
      </w:r>
    </w:p>
    <w:p w14:paraId="61602A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4934</w:t>
      </w:r>
    </w:p>
    <w:p w14:paraId="414BB8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4934</w:t>
      </w:r>
    </w:p>
    <w:p w14:paraId="10FCBE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A.16.3.1.6.3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4938</w:t>
      </w:r>
    </w:p>
    <w:p w14:paraId="4B2AD9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A.16.3.1.7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SA NR </w:t>
      </w:r>
      <w:r w:rsidRPr="00825DA5">
        <w:rPr>
          <w:lang w:val="sv-FI"/>
        </w:rPr>
        <w:t>- E-UTRAN handover for 1Rx UE</w:t>
      </w:r>
      <w:r>
        <w:tab/>
        <w:t>4938</w:t>
      </w:r>
    </w:p>
    <w:p w14:paraId="45D472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4938</w:t>
      </w:r>
    </w:p>
    <w:p w14:paraId="022D0E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4944</w:t>
      </w:r>
    </w:p>
    <w:p w14:paraId="1596E7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A.16.3.1.8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  <w:lang w:val="sv-FI"/>
        </w:rPr>
        <w:t xml:space="preserve"> SA NR </w:t>
      </w:r>
      <w:r w:rsidRPr="00825DA5">
        <w:rPr>
          <w:lang w:val="sv-FI"/>
        </w:rPr>
        <w:t>- E-UTRAN handover for 2Rx UE</w:t>
      </w:r>
      <w:r>
        <w:tab/>
        <w:t>4944</w:t>
      </w:r>
    </w:p>
    <w:p w14:paraId="59415E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4944</w:t>
      </w:r>
    </w:p>
    <w:p w14:paraId="3BCFDF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4950</w:t>
      </w:r>
    </w:p>
    <w:p w14:paraId="30B287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</w:rPr>
        <w:t>A.16.3.1.9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</w:rPr>
        <w:t>SA NR - E-UTRAN handover with unknown target cell for 1 Rx UE</w:t>
      </w:r>
      <w:r>
        <w:tab/>
        <w:t>4950</w:t>
      </w:r>
    </w:p>
    <w:p w14:paraId="4C029A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4950</w:t>
      </w:r>
    </w:p>
    <w:p w14:paraId="1AE806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4957</w:t>
      </w:r>
    </w:p>
    <w:p w14:paraId="525A92D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</w:rPr>
        <w:t>A.16.3.1.10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cs="v4.2.0"/>
        </w:rPr>
        <w:t xml:space="preserve">SA NR - E-UTRAN handover with unknown target cell for </w:t>
      </w:r>
      <w:r w:rsidRPr="00825DA5">
        <w:rPr>
          <w:rFonts w:cs="v4.2.0"/>
          <w:lang w:eastAsia="zh-CN"/>
        </w:rPr>
        <w:t>2</w:t>
      </w:r>
      <w:r w:rsidRPr="00825DA5">
        <w:rPr>
          <w:rFonts w:cs="v4.2.0"/>
        </w:rPr>
        <w:t xml:space="preserve"> Rx UE</w:t>
      </w:r>
      <w:r>
        <w:tab/>
        <w:t>4957</w:t>
      </w:r>
    </w:p>
    <w:p w14:paraId="77C0E3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4957</w:t>
      </w:r>
    </w:p>
    <w:p w14:paraId="3DDDEC7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4963</w:t>
      </w:r>
    </w:p>
    <w:p w14:paraId="05C4D70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</w:t>
      </w:r>
      <w:r>
        <w:tab/>
        <w:t>4963</w:t>
      </w:r>
    </w:p>
    <w:p w14:paraId="6B7962C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Re-establishment</w:t>
      </w:r>
      <w:r>
        <w:tab/>
        <w:t>4963</w:t>
      </w:r>
    </w:p>
    <w:p w14:paraId="2ACE90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 for 1 Rx UE</w:t>
      </w:r>
      <w:r>
        <w:tab/>
        <w:t>4963</w:t>
      </w:r>
    </w:p>
    <w:p w14:paraId="5179525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 for 2 Rx UE</w:t>
      </w:r>
      <w:r>
        <w:tab/>
        <w:t>4967</w:t>
      </w:r>
    </w:p>
    <w:p w14:paraId="365975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FR1 for 1 Rx UE</w:t>
      </w:r>
      <w:r>
        <w:tab/>
        <w:t>4971</w:t>
      </w:r>
    </w:p>
    <w:p w14:paraId="20EF476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FR1 for 2 Rx UE</w:t>
      </w:r>
      <w:r>
        <w:tab/>
        <w:t>4976</w:t>
      </w:r>
    </w:p>
    <w:p w14:paraId="16943C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 for 1 Rx UE without serving cell timing</w:t>
      </w:r>
      <w:r>
        <w:tab/>
        <w:t>4981</w:t>
      </w:r>
    </w:p>
    <w:p w14:paraId="4FCE9B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A.16.3.2.1.6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FR1 for 2 Rx UE without serving cell timing</w:t>
      </w:r>
      <w:r>
        <w:tab/>
        <w:t>4985</w:t>
      </w:r>
    </w:p>
    <w:p w14:paraId="4424CD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4989</w:t>
      </w:r>
    </w:p>
    <w:p w14:paraId="52DEC1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4-step RA type contention based random access test in FR1 for NR standalone for 1 </w:t>
      </w:r>
      <w:r>
        <w:t>Rx</w:t>
      </w:r>
      <w:r>
        <w:rPr>
          <w:lang w:eastAsia="zh-CN"/>
        </w:rPr>
        <w:t xml:space="preserve"> UE</w:t>
      </w:r>
      <w:r>
        <w:tab/>
        <w:t>4989</w:t>
      </w:r>
    </w:p>
    <w:p w14:paraId="46A6F4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4-step RA type contention based random access test in FR1 for NR standalone for 2 Rx UE</w:t>
      </w:r>
      <w:r>
        <w:tab/>
        <w:t>4995</w:t>
      </w:r>
    </w:p>
    <w:p w14:paraId="0DEBBD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4-step RA type non-contention based random access test in FR1 for NR standalone for 1 Rx UE</w:t>
      </w:r>
      <w:r>
        <w:tab/>
        <w:t>5000</w:t>
      </w:r>
    </w:p>
    <w:p w14:paraId="27DE44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A.16.3.2.2.5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contention based random access test in FR1 for NR standalone for 1 </w:t>
      </w:r>
      <w:r>
        <w:rPr>
          <w:lang w:eastAsia="zh-CN"/>
        </w:rPr>
        <w:t>Rx</w:t>
      </w:r>
      <w:r>
        <w:t xml:space="preserve"> UE</w:t>
      </w:r>
      <w:r>
        <w:tab/>
        <w:t>5010</w:t>
      </w:r>
    </w:p>
    <w:p w14:paraId="14F0545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</w:t>
      </w:r>
      <w:r>
        <w:rPr>
          <w:lang w:eastAsia="zh-CN"/>
        </w:rPr>
        <w:t>6.3.2.2.6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contention based random access test in FR1 for NR standalone for </w:t>
      </w:r>
      <w:r>
        <w:rPr>
          <w:lang w:eastAsia="zh-CN"/>
        </w:rPr>
        <w:t>2</w:t>
      </w:r>
      <w:r>
        <w:t xml:space="preserve"> </w:t>
      </w:r>
      <w:r>
        <w:rPr>
          <w:lang w:eastAsia="zh-CN"/>
        </w:rPr>
        <w:t>Rx</w:t>
      </w:r>
      <w:r>
        <w:t xml:space="preserve"> UE</w:t>
      </w:r>
      <w:r>
        <w:tab/>
        <w:t>5014</w:t>
      </w:r>
    </w:p>
    <w:p w14:paraId="62DF35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A.16.3.2.2.7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2-step RA type n</w:t>
      </w:r>
      <w:r>
        <w:rPr>
          <w:lang w:eastAsia="zh-CN"/>
        </w:rPr>
        <w:t>on-</w:t>
      </w:r>
      <w:r w:rsidRPr="00825DA5">
        <w:rPr>
          <w:lang w:val="en-US" w:eastAsia="zh-CN"/>
        </w:rPr>
        <w:t>c</w:t>
      </w:r>
      <w:r>
        <w:t xml:space="preserve">ontention based test in FR1 for NR standalone </w:t>
      </w:r>
      <w:r>
        <w:rPr>
          <w:lang w:eastAsia="zh-CN"/>
        </w:rPr>
        <w:t>for</w:t>
      </w:r>
      <w:r>
        <w:t xml:space="preserve"> 1 RX UE</w:t>
      </w:r>
      <w:r>
        <w:tab/>
        <w:t>5018</w:t>
      </w:r>
    </w:p>
    <w:p w14:paraId="2826015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A.16.3.2.2.8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en-US" w:eastAsia="zh-CN"/>
        </w:rPr>
        <w:t>2-step RA type n</w:t>
      </w:r>
      <w:r>
        <w:rPr>
          <w:lang w:eastAsia="zh-CN"/>
        </w:rPr>
        <w:t>on-</w:t>
      </w:r>
      <w:r w:rsidRPr="00825DA5">
        <w:rPr>
          <w:lang w:val="en-US" w:eastAsia="zh-CN"/>
        </w:rPr>
        <w:t>c</w:t>
      </w:r>
      <w:r>
        <w:t xml:space="preserve">ontention based test in FR1 for NR standalone </w:t>
      </w:r>
      <w:r>
        <w:rPr>
          <w:lang w:eastAsia="zh-CN"/>
        </w:rPr>
        <w:t>for</w:t>
      </w:r>
      <w:r>
        <w:t xml:space="preserve"> 2 RX UE</w:t>
      </w:r>
      <w:r>
        <w:tab/>
        <w:t>5022</w:t>
      </w:r>
    </w:p>
    <w:p w14:paraId="550E8B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A.16.3.2.3</w:t>
      </w:r>
      <w:r>
        <w:rPr>
          <w:rFonts w:ascii="Calibri" w:eastAsia="Malgun Gothic" w:hAnsi="Calibri"/>
          <w:sz w:val="22"/>
          <w:szCs w:val="22"/>
        </w:rPr>
        <w:tab/>
      </w:r>
      <w:r>
        <w:t>SA: RRC Connection Release with Redirection</w:t>
      </w:r>
      <w:r>
        <w:tab/>
        <w:t>5026</w:t>
      </w:r>
    </w:p>
    <w:p w14:paraId="29FD06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A.16.3.2.3.1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NR in FR1 for 1 Rx UE</w:t>
      </w:r>
      <w:r>
        <w:tab/>
        <w:t>5026</w:t>
      </w:r>
    </w:p>
    <w:p w14:paraId="6AE1B5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A.16.3.2.3.2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NR in FR1 for 2 Rx UE</w:t>
      </w:r>
      <w:r>
        <w:tab/>
        <w:t>5030</w:t>
      </w:r>
    </w:p>
    <w:p w14:paraId="6FF7E7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A.16.3.2.3.3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E-UTRAN for 1 Rx UE</w:t>
      </w:r>
      <w:r>
        <w:tab/>
        <w:t>5034</w:t>
      </w:r>
    </w:p>
    <w:p w14:paraId="148B8C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A.16.3.2.3.4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FR1 to E-UTRAN for 2 Rx UE</w:t>
      </w:r>
      <w:r>
        <w:tab/>
        <w:t>5041</w:t>
      </w:r>
    </w:p>
    <w:p w14:paraId="48A2C83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A.16.4</w:t>
      </w:r>
      <w:r>
        <w:rPr>
          <w:rFonts w:ascii="Calibri" w:eastAsia="Malgun Gothic" w:hAnsi="Calibri"/>
          <w:sz w:val="22"/>
          <w:szCs w:val="22"/>
        </w:rPr>
        <w:tab/>
      </w:r>
      <w:r>
        <w:t>Timing for RedCap</w:t>
      </w:r>
      <w:r>
        <w:tab/>
        <w:t>5048</w:t>
      </w:r>
    </w:p>
    <w:p w14:paraId="27E7972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5048</w:t>
      </w:r>
    </w:p>
    <w:p w14:paraId="7A9DD3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A.16.4.1.1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FR1 for 1Rx RedCap UE</w:t>
      </w:r>
      <w:r>
        <w:tab/>
        <w:t>5048</w:t>
      </w:r>
    </w:p>
    <w:p w14:paraId="13BB98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A.16.4.1.1.1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5048</w:t>
      </w:r>
    </w:p>
    <w:p w14:paraId="1EC7ECC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A.16.4.1.1.2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5050</w:t>
      </w:r>
    </w:p>
    <w:p w14:paraId="76D255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A.16.4.1.2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FR1 for 2Rx RedCap UE</w:t>
      </w:r>
      <w:r>
        <w:tab/>
        <w:t>5051</w:t>
      </w:r>
    </w:p>
    <w:p w14:paraId="7E27AC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A.16.4.1.2.1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5051</w:t>
      </w:r>
    </w:p>
    <w:p w14:paraId="52FE70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A.16.4.1.2.2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5053</w:t>
      </w:r>
    </w:p>
    <w:p w14:paraId="06297D1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5053</w:t>
      </w:r>
    </w:p>
    <w:p w14:paraId="00AFFA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5053</w:t>
      </w:r>
    </w:p>
    <w:p w14:paraId="7A3732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A.16.4.3.1</w:t>
      </w:r>
      <w:r>
        <w:rPr>
          <w:rFonts w:ascii="Calibri" w:eastAsia="Malgun Gothic" w:hAnsi="Calibri"/>
          <w:sz w:val="22"/>
          <w:szCs w:val="22"/>
        </w:rPr>
        <w:tab/>
      </w:r>
      <w:r>
        <w:t>SA FR1 timing advance adjustment accuracy for 1 Rx UE</w:t>
      </w:r>
      <w:r>
        <w:tab/>
        <w:t>5053</w:t>
      </w:r>
    </w:p>
    <w:p w14:paraId="329805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5053</w:t>
      </w:r>
    </w:p>
    <w:p w14:paraId="0D06B8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5053</w:t>
      </w:r>
    </w:p>
    <w:p w14:paraId="55EDBF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1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5057</w:t>
      </w:r>
    </w:p>
    <w:p w14:paraId="1CE8232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A.16.4.3.2</w:t>
      </w:r>
      <w:r>
        <w:rPr>
          <w:rFonts w:ascii="Calibri" w:eastAsia="Malgun Gothic" w:hAnsi="Calibri"/>
          <w:sz w:val="22"/>
          <w:szCs w:val="22"/>
        </w:rPr>
        <w:tab/>
      </w:r>
      <w:r>
        <w:t>SA FR1 timing advance adjustment accuracy for 2 Rx UE</w:t>
      </w:r>
      <w:r>
        <w:tab/>
        <w:t>5057</w:t>
      </w:r>
    </w:p>
    <w:p w14:paraId="1098D93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5057</w:t>
      </w:r>
    </w:p>
    <w:p w14:paraId="52D21B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5058</w:t>
      </w:r>
    </w:p>
    <w:p w14:paraId="6178B5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6.4.3.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5061</w:t>
      </w:r>
    </w:p>
    <w:p w14:paraId="6ECEA38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A.16.5</w:t>
      </w:r>
      <w:r>
        <w:rPr>
          <w:rFonts w:ascii="Calibri" w:eastAsia="Malgun Gothic" w:hAnsi="Calibri"/>
          <w:sz w:val="22"/>
          <w:szCs w:val="22"/>
        </w:rPr>
        <w:tab/>
      </w:r>
      <w:r>
        <w:t>Signalling characteristics for RedCap</w:t>
      </w:r>
      <w:r>
        <w:tab/>
        <w:t>5062</w:t>
      </w:r>
    </w:p>
    <w:p w14:paraId="08646A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</w:t>
      </w:r>
      <w:r>
        <w:tab/>
        <w:t>5062</w:t>
      </w:r>
    </w:p>
    <w:p w14:paraId="0F4C1A6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non-DRX mode for 1 Rx UE</w:t>
      </w:r>
      <w:r>
        <w:tab/>
        <w:t>5062</w:t>
      </w:r>
    </w:p>
    <w:p w14:paraId="759D81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5062</w:t>
      </w:r>
    </w:p>
    <w:p w14:paraId="366C29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5067</w:t>
      </w:r>
    </w:p>
    <w:p w14:paraId="6E72E8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non-DRX mode for 2 Rx UE</w:t>
      </w:r>
      <w:r>
        <w:tab/>
        <w:t>5067</w:t>
      </w:r>
    </w:p>
    <w:p w14:paraId="4956E6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5067</w:t>
      </w:r>
    </w:p>
    <w:p w14:paraId="25CA79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5073</w:t>
      </w:r>
    </w:p>
    <w:p w14:paraId="63AE07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non-DRX mode for 1 Rx UE</w:t>
      </w:r>
      <w:r>
        <w:tab/>
        <w:t>5073</w:t>
      </w:r>
    </w:p>
    <w:p w14:paraId="264F91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5073</w:t>
      </w:r>
    </w:p>
    <w:p w14:paraId="557C517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5079</w:t>
      </w:r>
    </w:p>
    <w:p w14:paraId="1D4E80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non-DRX mode for 2 Rx UE</w:t>
      </w:r>
      <w:r>
        <w:tab/>
        <w:t>5079</w:t>
      </w:r>
    </w:p>
    <w:p w14:paraId="679803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5079</w:t>
      </w:r>
    </w:p>
    <w:p w14:paraId="4DC87E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5085</w:t>
      </w:r>
    </w:p>
    <w:p w14:paraId="1FBA66D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DRX mode for 1 Rx UE</w:t>
      </w:r>
      <w:r>
        <w:tab/>
        <w:t>5085</w:t>
      </w:r>
    </w:p>
    <w:p w14:paraId="4D086C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5085</w:t>
      </w:r>
    </w:p>
    <w:p w14:paraId="573254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5091</w:t>
      </w:r>
    </w:p>
    <w:p w14:paraId="40E7345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SSB-based RLM RS in DRX mode for 2 Rx UE</w:t>
      </w:r>
      <w:r>
        <w:tab/>
        <w:t>5091</w:t>
      </w:r>
    </w:p>
    <w:p w14:paraId="00D07A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5091</w:t>
      </w:r>
    </w:p>
    <w:p w14:paraId="58EADDA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5096</w:t>
      </w:r>
    </w:p>
    <w:p w14:paraId="4545D49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A.16.5.1.7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DRX mode for 1 Rx UE</w:t>
      </w:r>
      <w:r>
        <w:tab/>
        <w:t>5096</w:t>
      </w:r>
    </w:p>
    <w:p w14:paraId="22FA6F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5096</w:t>
      </w:r>
    </w:p>
    <w:p w14:paraId="7CA3440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5101</w:t>
      </w:r>
    </w:p>
    <w:p w14:paraId="1E75EEA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A.16.5.1.8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SSB-based RLM RS in DRX mode for 2 Rx UE</w:t>
      </w:r>
      <w:r>
        <w:tab/>
        <w:t>5101</w:t>
      </w:r>
    </w:p>
    <w:p w14:paraId="2D5241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5101</w:t>
      </w:r>
    </w:p>
    <w:p w14:paraId="47B274D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5107</w:t>
      </w:r>
    </w:p>
    <w:p w14:paraId="243843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A.16.5.1.9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non-DRX mode for 1 Rx UE</w:t>
      </w:r>
      <w:r>
        <w:tab/>
        <w:t>5107</w:t>
      </w:r>
    </w:p>
    <w:p w14:paraId="1D8738D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A.16.5.1.9.1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5107</w:t>
      </w:r>
    </w:p>
    <w:p w14:paraId="679BDF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A.16.5.1.9.2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5113</w:t>
      </w:r>
    </w:p>
    <w:p w14:paraId="61D9299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A.16.5.1.10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non-DRX mode for 2 Rx UE</w:t>
      </w:r>
      <w:r>
        <w:tab/>
        <w:t>5113</w:t>
      </w:r>
    </w:p>
    <w:p w14:paraId="631CFFE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A.16.5.1.10.1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5113</w:t>
      </w:r>
    </w:p>
    <w:p w14:paraId="6A93669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5119</w:t>
      </w:r>
    </w:p>
    <w:p w14:paraId="33D4795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non-DRX mode for 1 Rx UE</w:t>
      </w:r>
      <w:r>
        <w:tab/>
        <w:t>5119</w:t>
      </w:r>
    </w:p>
    <w:p w14:paraId="7940C6F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5119</w:t>
      </w:r>
    </w:p>
    <w:p w14:paraId="451CE3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5125</w:t>
      </w:r>
    </w:p>
    <w:p w14:paraId="004E427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non-DRX mode for 2 Rx UE</w:t>
      </w:r>
      <w:r>
        <w:tab/>
        <w:t>5125</w:t>
      </w:r>
    </w:p>
    <w:p w14:paraId="55579B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5125</w:t>
      </w:r>
    </w:p>
    <w:p w14:paraId="1CE61B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5130</w:t>
      </w:r>
    </w:p>
    <w:p w14:paraId="42AD50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DRX mode for 1 Rx UE</w:t>
      </w:r>
      <w:r>
        <w:tab/>
        <w:t>5130</w:t>
      </w:r>
    </w:p>
    <w:p w14:paraId="0DEFB5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5130</w:t>
      </w:r>
    </w:p>
    <w:p w14:paraId="4014D8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5136</w:t>
      </w:r>
    </w:p>
    <w:p w14:paraId="7AD231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FR1 PCell configured with CSI-RS-based RLM in DRX mode for 2 Rx UE</w:t>
      </w:r>
      <w:r>
        <w:tab/>
        <w:t>5136</w:t>
      </w:r>
    </w:p>
    <w:p w14:paraId="6CC945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5136</w:t>
      </w:r>
    </w:p>
    <w:p w14:paraId="0076062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5142</w:t>
      </w:r>
    </w:p>
    <w:p w14:paraId="4AD5EC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lastRenderedPageBreak/>
        <w:t>A.16.5.1.15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DRX mode for 1 Rx UE</w:t>
      </w:r>
      <w:r>
        <w:tab/>
        <w:t>5142</w:t>
      </w:r>
    </w:p>
    <w:p w14:paraId="0BE422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5142</w:t>
      </w:r>
    </w:p>
    <w:p w14:paraId="4A0A77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5148</w:t>
      </w:r>
    </w:p>
    <w:p w14:paraId="0E8565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A.16.5.1.16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FR1 PCell configured with CSI-RS-based RLM in DRX mode for 2 Rx UE</w:t>
      </w:r>
      <w:r>
        <w:tab/>
        <w:t>5148</w:t>
      </w:r>
    </w:p>
    <w:p w14:paraId="2E8AC9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A.16.5.1.16.1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5148</w:t>
      </w:r>
    </w:p>
    <w:p w14:paraId="1D51DD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A.16.5.1.16.2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5154</w:t>
      </w:r>
    </w:p>
    <w:p w14:paraId="68B54A3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A.16.5.2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5154</w:t>
      </w:r>
    </w:p>
    <w:p w14:paraId="0DED320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non-DRX mode for 1 Rx UE</w:t>
      </w:r>
      <w:r>
        <w:tab/>
        <w:t>5154</w:t>
      </w:r>
    </w:p>
    <w:p w14:paraId="5FA49D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5154</w:t>
      </w:r>
    </w:p>
    <w:p w14:paraId="494CF6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5160</w:t>
      </w:r>
    </w:p>
    <w:p w14:paraId="28A324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 w:cs="Arial"/>
        </w:rPr>
        <w:t>Beam Failure Detection and Link Recovery Test for FR1 PCell configured with SSB-based BFD and LR in non-DRX mode for 2 Rx UE</w:t>
      </w:r>
      <w:r>
        <w:tab/>
        <w:t>5160</w:t>
      </w:r>
    </w:p>
    <w:p w14:paraId="15C6B7E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5160</w:t>
      </w:r>
    </w:p>
    <w:p w14:paraId="0389784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5166</w:t>
      </w:r>
    </w:p>
    <w:p w14:paraId="4BD7019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A.16.5.2.3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SSB-based BFD and LR in DRX mode for 1 Rx UE</w:t>
      </w:r>
      <w:r>
        <w:tab/>
        <w:t>5166</w:t>
      </w:r>
    </w:p>
    <w:p w14:paraId="126515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5166</w:t>
      </w:r>
    </w:p>
    <w:p w14:paraId="4B084D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5173</w:t>
      </w:r>
    </w:p>
    <w:p w14:paraId="18A00CC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A.16.5.2.4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SSB-based BFD and LR in DRX mode for 2 Rx UE</w:t>
      </w:r>
      <w:r>
        <w:tab/>
        <w:t>5173</w:t>
      </w:r>
    </w:p>
    <w:p w14:paraId="4F16DA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5173</w:t>
      </w:r>
    </w:p>
    <w:p w14:paraId="3ACC20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5179</w:t>
      </w:r>
    </w:p>
    <w:p w14:paraId="440D8C0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A.16.5.2.5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CSI-RS-based BFD and LR in non-DRX mode for 1 Rx UE</w:t>
      </w:r>
      <w:r>
        <w:tab/>
        <w:t>5179</w:t>
      </w:r>
    </w:p>
    <w:p w14:paraId="56C278F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5179</w:t>
      </w:r>
    </w:p>
    <w:p w14:paraId="7DA8201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5185</w:t>
      </w:r>
    </w:p>
    <w:p w14:paraId="35E48D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A.16.5.2.6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CSI-RS-based BFD and LR in non-DRX mode for 2 Rx UE</w:t>
      </w:r>
      <w:r>
        <w:tab/>
        <w:t>5185</w:t>
      </w:r>
    </w:p>
    <w:p w14:paraId="1C1015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5185</w:t>
      </w:r>
    </w:p>
    <w:p w14:paraId="302164B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5191</w:t>
      </w:r>
    </w:p>
    <w:p w14:paraId="0C20A0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A.16.5.2.7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CSI-RS-based BFD and LR in DRX mode for 1 Rx UE</w:t>
      </w:r>
      <w:r>
        <w:tab/>
        <w:t>5191</w:t>
      </w:r>
    </w:p>
    <w:p w14:paraId="5ABA7C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5191</w:t>
      </w:r>
    </w:p>
    <w:p w14:paraId="3F4C31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5197</w:t>
      </w:r>
    </w:p>
    <w:p w14:paraId="691ECB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A.16.5.2.8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FR1 PCell configured with CSI-RS-based BFD and LR in DRX mode for 2 Rx UE</w:t>
      </w:r>
      <w:r>
        <w:tab/>
        <w:t>5197</w:t>
      </w:r>
    </w:p>
    <w:p w14:paraId="5D6571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A.16.5.2.8.1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5197</w:t>
      </w:r>
    </w:p>
    <w:p w14:paraId="17BCB0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A.16.5.2.8.2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5203</w:t>
      </w:r>
    </w:p>
    <w:p w14:paraId="3CD937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A.16.5.3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</w:t>
      </w:r>
      <w:r>
        <w:tab/>
        <w:t>5203</w:t>
      </w:r>
    </w:p>
    <w:p w14:paraId="742B168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A.16.5.3.1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5203</w:t>
      </w:r>
    </w:p>
    <w:p w14:paraId="340B400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A.16.5.3.1.1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with non-DRX in SA for 1 Rx UE</w:t>
      </w:r>
      <w:r>
        <w:tab/>
        <w:t>5203</w:t>
      </w:r>
    </w:p>
    <w:p w14:paraId="2EA465C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6.5.</w:t>
      </w:r>
      <w:r>
        <w:rPr>
          <w:lang w:eastAsia="zh-CN"/>
        </w:rPr>
        <w:t>3</w:t>
      </w:r>
      <w:r w:rsidRPr="00825DA5">
        <w:rPr>
          <w:rFonts w:eastAsia="MS Mincho"/>
        </w:rPr>
        <w:t>.1.</w:t>
      </w:r>
      <w:r>
        <w:rPr>
          <w:lang w:eastAsia="zh-CN"/>
        </w:rPr>
        <w:t>1</w:t>
      </w:r>
      <w:r w:rsidRPr="00825DA5">
        <w:rPr>
          <w:rFonts w:eastAsia="MS Mincho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5203</w:t>
      </w:r>
    </w:p>
    <w:p w14:paraId="73E121DC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</w:t>
      </w:r>
      <w:r w:rsidRPr="00825DA5">
        <w:rPr>
          <w:rFonts w:eastAsia="MS Mincho"/>
          <w:bCs/>
        </w:rPr>
        <w:t>6.5.3.1.1.</w:t>
      </w:r>
      <w:r w:rsidRPr="00825DA5">
        <w:rPr>
          <w:snapToGrid w:val="0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5208</w:t>
      </w:r>
    </w:p>
    <w:p w14:paraId="1EDCF95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A.16.5.3.1.2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with non-DRX in SA for 2 Rx UE</w:t>
      </w:r>
      <w:r>
        <w:tab/>
        <w:t>5208</w:t>
      </w:r>
    </w:p>
    <w:p w14:paraId="1E55972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6.5.</w:t>
      </w:r>
      <w:r>
        <w:rPr>
          <w:lang w:eastAsia="zh-CN"/>
        </w:rPr>
        <w:t>3</w:t>
      </w:r>
      <w:r w:rsidRPr="00825DA5">
        <w:rPr>
          <w:rFonts w:eastAsia="MS Mincho"/>
        </w:rPr>
        <w:t>.1.</w:t>
      </w:r>
      <w:r>
        <w:rPr>
          <w:lang w:eastAsia="zh-CN"/>
        </w:rPr>
        <w:t>1</w:t>
      </w:r>
      <w:r w:rsidRPr="00825DA5">
        <w:rPr>
          <w:rFonts w:eastAsia="MS Mincho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5208</w:t>
      </w:r>
    </w:p>
    <w:p w14:paraId="5493ACB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rFonts w:eastAsia="MS Mincho"/>
          <w:bCs/>
        </w:rPr>
        <w:t>6.5.</w:t>
      </w:r>
      <w:r w:rsidRPr="00825DA5">
        <w:rPr>
          <w:bCs/>
          <w:lang w:eastAsia="zh-CN"/>
        </w:rPr>
        <w:t>3.</w:t>
      </w:r>
      <w:r w:rsidRPr="00825DA5">
        <w:rPr>
          <w:rFonts w:eastAsia="MS Mincho"/>
          <w:bCs/>
        </w:rPr>
        <w:t>1.2.</w:t>
      </w:r>
      <w:r w:rsidRPr="00825DA5">
        <w:rPr>
          <w:snapToGrid w:val="0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5213</w:t>
      </w:r>
    </w:p>
    <w:p w14:paraId="4056FA7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A.16.5.3.2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5213</w:t>
      </w:r>
    </w:p>
    <w:p w14:paraId="63D3BA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A.16.5.3.2.1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of Cell with non-DRX in SA for 1 Rx UE</w:t>
      </w:r>
      <w:r>
        <w:tab/>
        <w:t>5213</w:t>
      </w:r>
    </w:p>
    <w:p w14:paraId="4CADDDC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3</w:t>
      </w:r>
      <w:r>
        <w:t>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5213</w:t>
      </w:r>
    </w:p>
    <w:p w14:paraId="452143E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3</w:t>
      </w:r>
      <w:r>
        <w:t>.2.</w:t>
      </w:r>
      <w:r>
        <w:rPr>
          <w:lang w:eastAsia="zh-CN"/>
        </w:rPr>
        <w:t>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5217</w:t>
      </w:r>
    </w:p>
    <w:p w14:paraId="2837BC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A.16.5.3.2.2</w:t>
      </w:r>
      <w:r>
        <w:rPr>
          <w:rFonts w:ascii="Calibri" w:eastAsia="Malgun Gothic" w:hAnsi="Calibri"/>
          <w:sz w:val="22"/>
          <w:szCs w:val="22"/>
        </w:rPr>
        <w:tab/>
      </w:r>
      <w:r>
        <w:t>NR FR1 DL active BWP switch of Cell with non-DRX in SA for 2 Rx UE</w:t>
      </w:r>
      <w:r>
        <w:tab/>
        <w:t>5217</w:t>
      </w:r>
    </w:p>
    <w:p w14:paraId="7D55DF2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3</w:t>
      </w:r>
      <w:r>
        <w:t>.2.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5217</w:t>
      </w:r>
    </w:p>
    <w:p w14:paraId="625EA5B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16.5.3.2.2.2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5221</w:t>
      </w:r>
    </w:p>
    <w:p w14:paraId="640879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A.16.5.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</w:t>
      </w:r>
      <w:r>
        <w:tab/>
        <w:t>5221</w:t>
      </w:r>
    </w:p>
    <w:p w14:paraId="3437A3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A.16.5.8.1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on PCell in FR1 in non-DRX for 1 Rx UE</w:t>
      </w:r>
      <w:r>
        <w:tab/>
        <w:t>5221</w:t>
      </w:r>
    </w:p>
    <w:p w14:paraId="558CD5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8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5221</w:t>
      </w:r>
    </w:p>
    <w:p w14:paraId="16DA944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8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5225</w:t>
      </w:r>
    </w:p>
    <w:p w14:paraId="5A76864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A.16.5.8.2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 on PCell in FR1 in non-DRX for 2 Rx UE</w:t>
      </w:r>
      <w:r>
        <w:tab/>
        <w:t>5225</w:t>
      </w:r>
    </w:p>
    <w:p w14:paraId="100B78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6.5.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5225</w:t>
      </w:r>
    </w:p>
    <w:p w14:paraId="232798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A.6.5.</w:t>
      </w:r>
      <w:r>
        <w:rPr>
          <w:lang w:eastAsia="zh-CN"/>
        </w:rPr>
        <w:t>8</w:t>
      </w:r>
      <w:r>
        <w:t>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5229</w:t>
      </w:r>
    </w:p>
    <w:p w14:paraId="410ED8D9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 for RedCap</w:t>
      </w:r>
      <w:r>
        <w:tab/>
        <w:t>5229</w:t>
      </w:r>
    </w:p>
    <w:p w14:paraId="71A1DB7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5229</w:t>
      </w:r>
    </w:p>
    <w:p w14:paraId="696D4DE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without gap under non-DRX for 1 Rx UE</w:t>
      </w:r>
      <w:r>
        <w:tab/>
        <w:t>5229</w:t>
      </w:r>
    </w:p>
    <w:p w14:paraId="21518F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5229</w:t>
      </w:r>
    </w:p>
    <w:p w14:paraId="50EA99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5229</w:t>
      </w:r>
    </w:p>
    <w:p w14:paraId="5316708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5233</w:t>
      </w:r>
    </w:p>
    <w:p w14:paraId="1EE75C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without gap under non-DRX for 2 Rx UE</w:t>
      </w:r>
      <w:r>
        <w:tab/>
        <w:t>5233</w:t>
      </w:r>
    </w:p>
    <w:p w14:paraId="2CDA77A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5233</w:t>
      </w:r>
    </w:p>
    <w:p w14:paraId="542D9E6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5233</w:t>
      </w:r>
    </w:p>
    <w:p w14:paraId="7522D9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5237</w:t>
      </w:r>
    </w:p>
    <w:p w14:paraId="5510BEE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DRX for 1 Rx UE</w:t>
      </w:r>
      <w:r>
        <w:tab/>
        <w:t>5237</w:t>
      </w:r>
    </w:p>
    <w:p w14:paraId="7E79A7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5237</w:t>
      </w:r>
    </w:p>
    <w:p w14:paraId="1C16CB7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5237</w:t>
      </w:r>
    </w:p>
    <w:p w14:paraId="31887A0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5241</w:t>
      </w:r>
    </w:p>
    <w:p w14:paraId="5BBF65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without gap under DRX for 2 Rx UE</w:t>
      </w:r>
      <w:r>
        <w:tab/>
        <w:t>5241</w:t>
      </w:r>
    </w:p>
    <w:p w14:paraId="58A6718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5241</w:t>
      </w:r>
    </w:p>
    <w:p w14:paraId="045D926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5241</w:t>
      </w:r>
    </w:p>
    <w:p w14:paraId="14C6046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5245</w:t>
      </w:r>
    </w:p>
    <w:p w14:paraId="0BA4E4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A.16.6.1.5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 per-UE gaps under non-DRX for 1 Rx UE</w:t>
      </w:r>
      <w:r>
        <w:tab/>
        <w:t>5245</w:t>
      </w:r>
    </w:p>
    <w:p w14:paraId="4FE680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5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5245</w:t>
      </w:r>
    </w:p>
    <w:p w14:paraId="58E4D6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5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5245</w:t>
      </w:r>
    </w:p>
    <w:p w14:paraId="5E08CD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5</w:t>
      </w:r>
      <w:r w:rsidRPr="00825DA5">
        <w:rPr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5249</w:t>
      </w:r>
    </w:p>
    <w:p w14:paraId="12BC8F8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A.16.6.1.6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 per-UE gaps under non-DRX for 2 Rx UE</w:t>
      </w:r>
      <w:r>
        <w:tab/>
        <w:t>5249</w:t>
      </w:r>
    </w:p>
    <w:p w14:paraId="66DB273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6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5249</w:t>
      </w:r>
    </w:p>
    <w:p w14:paraId="007BC4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6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5249</w:t>
      </w:r>
    </w:p>
    <w:p w14:paraId="27367D9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6</w:t>
      </w:r>
      <w:r w:rsidRPr="00825DA5">
        <w:rPr>
          <w:snapToGrid w:val="0"/>
        </w:rPr>
        <w:t>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5253</w:t>
      </w:r>
    </w:p>
    <w:p w14:paraId="707DE7C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DRX for 1 Rx UE</w:t>
      </w:r>
      <w:r>
        <w:tab/>
        <w:t>5253</w:t>
      </w:r>
    </w:p>
    <w:p w14:paraId="29315F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5253</w:t>
      </w:r>
    </w:p>
    <w:p w14:paraId="663AB4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5253</w:t>
      </w:r>
    </w:p>
    <w:p w14:paraId="7526FBE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5257</w:t>
      </w:r>
    </w:p>
    <w:p w14:paraId="739AA0C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DRX for 2 Rx UE</w:t>
      </w:r>
      <w:r>
        <w:tab/>
        <w:t>5257</w:t>
      </w:r>
    </w:p>
    <w:p w14:paraId="0E163C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5257</w:t>
      </w:r>
    </w:p>
    <w:p w14:paraId="061E7D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A.16.6.1.8.2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5257</w:t>
      </w:r>
    </w:p>
    <w:p w14:paraId="5AD046E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A.16.6.1.8.3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5261</w:t>
      </w:r>
    </w:p>
    <w:p w14:paraId="033DED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A.16.6.1.9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without gap under non-DRX with SSB index reading for 1 Rx UE</w:t>
      </w:r>
      <w:r>
        <w:tab/>
        <w:t>5261</w:t>
      </w:r>
    </w:p>
    <w:p w14:paraId="79D30DA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9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5261</w:t>
      </w:r>
    </w:p>
    <w:p w14:paraId="30BFFF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9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5261</w:t>
      </w:r>
    </w:p>
    <w:p w14:paraId="50AAC98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A.16.6.1.9.3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5264</w:t>
      </w:r>
    </w:p>
    <w:p w14:paraId="430269F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A.16.6.1.10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without gap under non-DRX with SSB index reading for 2 Rx UE</w:t>
      </w:r>
      <w:r>
        <w:tab/>
        <w:t>5264</w:t>
      </w:r>
    </w:p>
    <w:p w14:paraId="4EA89A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6.6.1.</w:t>
      </w:r>
      <w:r w:rsidRPr="00825DA5">
        <w:rPr>
          <w:snapToGrid w:val="0"/>
          <w:lang w:eastAsia="zh-CN"/>
        </w:rPr>
        <w:t>10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5264</w:t>
      </w:r>
    </w:p>
    <w:p w14:paraId="353CE67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A.16.6.1.10.2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5264</w:t>
      </w:r>
    </w:p>
    <w:p w14:paraId="7C6135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A.16.6.1.10.3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5266</w:t>
      </w:r>
    </w:p>
    <w:p w14:paraId="3858B3A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non-DRX with SSB index reading for 1 Rx UE</w:t>
      </w:r>
      <w:r>
        <w:tab/>
        <w:t>5267</w:t>
      </w:r>
    </w:p>
    <w:p w14:paraId="3DF146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5267</w:t>
      </w:r>
    </w:p>
    <w:p w14:paraId="6C1F946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5267</w:t>
      </w:r>
    </w:p>
    <w:p w14:paraId="128E21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5269</w:t>
      </w:r>
    </w:p>
    <w:p w14:paraId="71B1518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per-UE gaps under non-DRX with SSB index reading for 2 Rx UE</w:t>
      </w:r>
      <w:r>
        <w:tab/>
        <w:t>5270</w:t>
      </w:r>
    </w:p>
    <w:p w14:paraId="3A90E01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5270</w:t>
      </w:r>
    </w:p>
    <w:p w14:paraId="62F283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5270</w:t>
      </w:r>
    </w:p>
    <w:p w14:paraId="0CBE576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A.16.6.1.12.3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5272</w:t>
      </w:r>
    </w:p>
    <w:p w14:paraId="7D2AEF3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5273</w:t>
      </w:r>
    </w:p>
    <w:p w14:paraId="7328F08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used for 1 Rx UE</w:t>
      </w:r>
      <w:r>
        <w:tab/>
        <w:t>5273</w:t>
      </w:r>
    </w:p>
    <w:p w14:paraId="04A0E83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5273</w:t>
      </w:r>
    </w:p>
    <w:p w14:paraId="2BF9C9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5278</w:t>
      </w:r>
    </w:p>
    <w:p w14:paraId="28C415D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A.16.6.2.2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FR1 without SSB time index detection when DRX is used for 2 Rx UE</w:t>
      </w:r>
      <w:r>
        <w:tab/>
        <w:t>5278</w:t>
      </w:r>
    </w:p>
    <w:p w14:paraId="058687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A.16.6.2.2.1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5278</w:t>
      </w:r>
    </w:p>
    <w:p w14:paraId="1519C9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5283</w:t>
      </w:r>
    </w:p>
    <w:p w14:paraId="196049A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without SSB time index detection when DRX is used for 1 Rx UE</w:t>
      </w:r>
      <w:r>
        <w:tab/>
        <w:t>5283</w:t>
      </w:r>
    </w:p>
    <w:p w14:paraId="1DF5F5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5283</w:t>
      </w:r>
    </w:p>
    <w:p w14:paraId="7FE8DE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5286</w:t>
      </w:r>
    </w:p>
    <w:p w14:paraId="23AB52C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without SSB time index detection when DRX is used for 2 Rx UE</w:t>
      </w:r>
      <w:r>
        <w:tab/>
        <w:t>5287</w:t>
      </w:r>
    </w:p>
    <w:p w14:paraId="7E9249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5287</w:t>
      </w:r>
    </w:p>
    <w:p w14:paraId="4D0FCF6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5290</w:t>
      </w:r>
    </w:p>
    <w:p w14:paraId="72943E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 SSB time index detection when DRX is not used for 1 Rx UE</w:t>
      </w:r>
      <w:r>
        <w:tab/>
        <w:t>5291</w:t>
      </w:r>
    </w:p>
    <w:p w14:paraId="3C3AABB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 SSB time index detection when DRX is not used for 2 Rx UE</w:t>
      </w:r>
      <w:r>
        <w:tab/>
        <w:t>5291</w:t>
      </w:r>
    </w:p>
    <w:p w14:paraId="31D9A8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 SSB time index detection when DRX is used for 1 Rx UE</w:t>
      </w:r>
      <w:r>
        <w:tab/>
        <w:t>5291</w:t>
      </w:r>
    </w:p>
    <w:p w14:paraId="062212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5291</w:t>
      </w:r>
    </w:p>
    <w:p w14:paraId="642747C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5295</w:t>
      </w:r>
    </w:p>
    <w:p w14:paraId="51F9C7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with SSB time index detection when DRX is used for 2 Rx UE</w:t>
      </w:r>
      <w:r>
        <w:tab/>
        <w:t>5296</w:t>
      </w:r>
    </w:p>
    <w:p w14:paraId="765CFA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5296</w:t>
      </w:r>
    </w:p>
    <w:p w14:paraId="680D5DB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5300</w:t>
      </w:r>
    </w:p>
    <w:p w14:paraId="63D0082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A.16.6.2.9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additional mandatory gap pattern for 1 Rx UE</w:t>
      </w:r>
      <w:r>
        <w:tab/>
        <w:t>5301</w:t>
      </w:r>
    </w:p>
    <w:p w14:paraId="3ED654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A.16.6.2.9.1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5301</w:t>
      </w:r>
    </w:p>
    <w:p w14:paraId="3F7A6E3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A.16.6.2.9.2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5303</w:t>
      </w:r>
    </w:p>
    <w:p w14:paraId="56E450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A.16.6.2.10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with additional mandatory gap pattern for 2 Rx UE</w:t>
      </w:r>
      <w:r>
        <w:tab/>
        <w:t>5304</w:t>
      </w:r>
    </w:p>
    <w:p w14:paraId="0FE136B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A.16.6.2.10.1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5304</w:t>
      </w:r>
    </w:p>
    <w:p w14:paraId="4DFD7C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A.16.6.2.10.2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5306</w:t>
      </w:r>
    </w:p>
    <w:p w14:paraId="109E08C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A.16.6.2.11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when DRX is used for 1 Rx UE</w:t>
      </w:r>
      <w:r>
        <w:tab/>
        <w:t>5307</w:t>
      </w:r>
    </w:p>
    <w:p w14:paraId="19C473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5307</w:t>
      </w:r>
    </w:p>
    <w:p w14:paraId="20840D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5310</w:t>
      </w:r>
    </w:p>
    <w:p w14:paraId="04F45A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A.16.6.2.12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tests for FR1 when DRX is used for 2 Rx UE</w:t>
      </w:r>
      <w:r>
        <w:tab/>
        <w:t>5310</w:t>
      </w:r>
    </w:p>
    <w:p w14:paraId="2D305B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5310</w:t>
      </w:r>
    </w:p>
    <w:p w14:paraId="33426D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A.16.6.2.12.2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5314</w:t>
      </w:r>
    </w:p>
    <w:p w14:paraId="16811CF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A.16.6.3</w:t>
      </w:r>
      <w:r>
        <w:rPr>
          <w:rFonts w:ascii="Calibri" w:eastAsia="Malgun Gothic" w:hAnsi="Calibri"/>
          <w:sz w:val="22"/>
          <w:szCs w:val="22"/>
        </w:rPr>
        <w:tab/>
      </w:r>
      <w:r>
        <w:t>Inter-RAT Measurements</w:t>
      </w:r>
      <w:r>
        <w:tab/>
        <w:t>5315</w:t>
      </w:r>
    </w:p>
    <w:p w14:paraId="7240AB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NR - E-UTRAN event-triggered reporting in non-DRX in FR1 for 1 Rx UE</w:t>
      </w:r>
      <w:r>
        <w:tab/>
        <w:t>5315</w:t>
      </w:r>
    </w:p>
    <w:p w14:paraId="35FBBA4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5315</w:t>
      </w:r>
    </w:p>
    <w:p w14:paraId="1525EA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A.16.6.3.1.2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5320</w:t>
      </w:r>
    </w:p>
    <w:p w14:paraId="6A8F8C7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NR - E-UTRAN event-triggered reporting in non-DRX in FR1 for 2 Rx UE</w:t>
      </w:r>
      <w:r>
        <w:tab/>
        <w:t>5320</w:t>
      </w:r>
    </w:p>
    <w:p w14:paraId="200BC7F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5320</w:t>
      </w:r>
    </w:p>
    <w:p w14:paraId="7F02D3F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A.16.6.3.2.2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5325</w:t>
      </w:r>
    </w:p>
    <w:p w14:paraId="2A8AECB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NR - E-UTRAN event-triggered reporting in DRX in FR1 for 1 Rx UE</w:t>
      </w:r>
      <w:r>
        <w:tab/>
        <w:t>5325</w:t>
      </w:r>
    </w:p>
    <w:p w14:paraId="2EA833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5325</w:t>
      </w:r>
    </w:p>
    <w:p w14:paraId="05BA416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A.16.6.3.3.2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5330</w:t>
      </w:r>
    </w:p>
    <w:p w14:paraId="556BC63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NR - E-UTRAN event-triggered reporting in DRX in FR1 for 2 Rx UE</w:t>
      </w:r>
      <w:r>
        <w:tab/>
        <w:t>5330</w:t>
      </w:r>
    </w:p>
    <w:p w14:paraId="229EFB0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A.16.6.3.4.1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5330</w:t>
      </w:r>
    </w:p>
    <w:p w14:paraId="481007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A.16.6.3.4.2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5335</w:t>
      </w:r>
    </w:p>
    <w:p w14:paraId="29FC341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A.16.6.4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5335</w:t>
      </w:r>
    </w:p>
    <w:p w14:paraId="4B67C6A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 for 1 Rx UE</w:t>
      </w:r>
      <w:r>
        <w:tab/>
        <w:t>5335</w:t>
      </w:r>
    </w:p>
    <w:p w14:paraId="673CBC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5335</w:t>
      </w:r>
    </w:p>
    <w:p w14:paraId="200AE2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5335</w:t>
      </w:r>
    </w:p>
    <w:p w14:paraId="5CA353B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5338</w:t>
      </w:r>
    </w:p>
    <w:p w14:paraId="00D0127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 for 2 Rx UE</w:t>
      </w:r>
      <w:r>
        <w:tab/>
        <w:t>5338</w:t>
      </w:r>
    </w:p>
    <w:p w14:paraId="4961176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5338</w:t>
      </w:r>
    </w:p>
    <w:p w14:paraId="2CCC93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5339</w:t>
      </w:r>
    </w:p>
    <w:p w14:paraId="3F3AF8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5342</w:t>
      </w:r>
    </w:p>
    <w:p w14:paraId="545E8A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 for 1 Rx UE</w:t>
      </w:r>
      <w:r>
        <w:tab/>
        <w:t>5342</w:t>
      </w:r>
    </w:p>
    <w:p w14:paraId="49E5B0F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5342</w:t>
      </w:r>
    </w:p>
    <w:p w14:paraId="0BC398B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5343</w:t>
      </w:r>
    </w:p>
    <w:p w14:paraId="69C5ED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5346</w:t>
      </w:r>
    </w:p>
    <w:p w14:paraId="69261C1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 for 2 Rx UE</w:t>
      </w:r>
      <w:r>
        <w:tab/>
        <w:t>5346</w:t>
      </w:r>
    </w:p>
    <w:p w14:paraId="7610A52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5346</w:t>
      </w:r>
    </w:p>
    <w:p w14:paraId="779C9A3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A.16.6.4.4.2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5347</w:t>
      </w:r>
    </w:p>
    <w:p w14:paraId="4DD604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5350</w:t>
      </w:r>
    </w:p>
    <w:p w14:paraId="267E5E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A.16.6.4.5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 for 1 Rx UE</w:t>
      </w:r>
      <w:r>
        <w:tab/>
        <w:t>5350</w:t>
      </w:r>
    </w:p>
    <w:p w14:paraId="58EB06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5350</w:t>
      </w:r>
    </w:p>
    <w:p w14:paraId="4B67CD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A.16.6.4.5.2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5351</w:t>
      </w:r>
    </w:p>
    <w:p w14:paraId="6841C0B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A.16.6.4.5.3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5354</w:t>
      </w:r>
    </w:p>
    <w:p w14:paraId="3D8C1E8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A.16.6.4.6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 for 2 Rx UE</w:t>
      </w:r>
      <w:r>
        <w:tab/>
        <w:t>5354</w:t>
      </w:r>
    </w:p>
    <w:p w14:paraId="437CE5C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A.16.6.4.6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5354</w:t>
      </w:r>
    </w:p>
    <w:p w14:paraId="29880C5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A.16.6.4.6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5355</w:t>
      </w:r>
    </w:p>
    <w:p w14:paraId="634E21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A.16.6.4.6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5358</w:t>
      </w:r>
    </w:p>
    <w:p w14:paraId="4769DD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A.16.6.4.7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 for 1 Rx UE</w:t>
      </w:r>
      <w:r>
        <w:tab/>
        <w:t>5358</w:t>
      </w:r>
    </w:p>
    <w:p w14:paraId="436A7D0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A.16.6.4.7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5358</w:t>
      </w:r>
    </w:p>
    <w:p w14:paraId="674A87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A.16.6.4.7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5359</w:t>
      </w:r>
    </w:p>
    <w:p w14:paraId="314D4C8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A.16.6.4.7.</w:t>
      </w:r>
      <w: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5362</w:t>
      </w:r>
    </w:p>
    <w:p w14:paraId="7D7E21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A.16.6.4.8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 for 2 Rx UE</w:t>
      </w:r>
      <w:r>
        <w:tab/>
        <w:t>5362</w:t>
      </w:r>
    </w:p>
    <w:p w14:paraId="6AE65C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A.16.6.4.8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5362</w:t>
      </w:r>
    </w:p>
    <w:p w14:paraId="22810B9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A.16.6.4.8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5363</w:t>
      </w:r>
    </w:p>
    <w:p w14:paraId="4BA6719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A.16.6.4.8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5366</w:t>
      </w:r>
    </w:p>
    <w:p w14:paraId="4B61014D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A.16.6.7</w:t>
      </w:r>
      <w:r>
        <w:rPr>
          <w:rFonts w:ascii="Calibri" w:eastAsia="Malgun Gothic" w:hAnsi="Calibri"/>
          <w:sz w:val="22"/>
          <w:szCs w:val="22"/>
        </w:rPr>
        <w:tab/>
      </w:r>
      <w:r>
        <w:t>NR measurements with autonomous gaps</w:t>
      </w:r>
      <w:r>
        <w:tab/>
        <w:t>5366</w:t>
      </w:r>
    </w:p>
    <w:p w14:paraId="637BD77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CGI identification of NR neighbor cell in FR1 for 1 Rx UE</w:t>
      </w:r>
      <w:r>
        <w:tab/>
        <w:t>5366</w:t>
      </w:r>
    </w:p>
    <w:p w14:paraId="2104D6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5366</w:t>
      </w:r>
    </w:p>
    <w:p w14:paraId="51996B2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5366</w:t>
      </w:r>
    </w:p>
    <w:p w14:paraId="05B11CE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5369</w:t>
      </w:r>
    </w:p>
    <w:p w14:paraId="76AE79F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CGI identification of NR neighbor cell in FR1 for 2 Rx UE</w:t>
      </w:r>
      <w:r>
        <w:tab/>
        <w:t>5369</w:t>
      </w:r>
    </w:p>
    <w:p w14:paraId="1E89235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5369</w:t>
      </w:r>
    </w:p>
    <w:p w14:paraId="0E1C8B3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5369</w:t>
      </w:r>
    </w:p>
    <w:p w14:paraId="78152D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5372</w:t>
      </w:r>
    </w:p>
    <w:p w14:paraId="5F759E2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Identification of a new CGI of inter-RAT E-UTRA cell using autonomous gaps in NR SA for 1 Rx UE</w:t>
      </w:r>
      <w:r>
        <w:tab/>
        <w:t>5372</w:t>
      </w:r>
    </w:p>
    <w:p w14:paraId="3E4231E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5372</w:t>
      </w:r>
    </w:p>
    <w:p w14:paraId="0C80AFE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5379</w:t>
      </w:r>
    </w:p>
    <w:p w14:paraId="3FE7F91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Identification of a new CGI of inter-RAT E-UTRA cell using autonomous gaps in NR SA for 2 Rx UE</w:t>
      </w:r>
      <w:r>
        <w:tab/>
        <w:t>5379</w:t>
      </w:r>
    </w:p>
    <w:p w14:paraId="414CDE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5379</w:t>
      </w:r>
    </w:p>
    <w:p w14:paraId="3CFEA0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A.16.6.7.4.2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5386</w:t>
      </w:r>
    </w:p>
    <w:p w14:paraId="0F5FDCE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A.16.7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 for RedCap</w:t>
      </w:r>
      <w:r>
        <w:tab/>
        <w:t>5386</w:t>
      </w:r>
    </w:p>
    <w:p w14:paraId="6BA9C58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5386</w:t>
      </w:r>
    </w:p>
    <w:p w14:paraId="6B0AEC4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case measurement accuracy with FR1 serving cell and FR1 target cell for 1 Rx UE</w:t>
      </w:r>
      <w:r>
        <w:tab/>
        <w:t>5386</w:t>
      </w:r>
    </w:p>
    <w:p w14:paraId="1D1781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5386</w:t>
      </w:r>
    </w:p>
    <w:p w14:paraId="29C6D1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5386</w:t>
      </w:r>
    </w:p>
    <w:p w14:paraId="4B71B66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5391</w:t>
      </w:r>
    </w:p>
    <w:p w14:paraId="646FD77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case measurement accuracy with FR1 serving cell and FR1 target cell for 2Rx UE</w:t>
      </w:r>
      <w:r>
        <w:tab/>
        <w:t>5391</w:t>
      </w:r>
    </w:p>
    <w:p w14:paraId="31AB1E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5391</w:t>
      </w:r>
    </w:p>
    <w:p w14:paraId="0CCDF9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5391</w:t>
      </w:r>
    </w:p>
    <w:p w14:paraId="54F91F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5396</w:t>
      </w:r>
    </w:p>
    <w:p w14:paraId="743F685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FR1 serving cell and FR1 target cell for 1 Rx UE</w:t>
      </w:r>
      <w:r>
        <w:tab/>
        <w:t>5396</w:t>
      </w:r>
    </w:p>
    <w:p w14:paraId="3F9286F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5396</w:t>
      </w:r>
    </w:p>
    <w:p w14:paraId="7350251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5396</w:t>
      </w:r>
    </w:p>
    <w:p w14:paraId="64AAE2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5400</w:t>
      </w:r>
    </w:p>
    <w:p w14:paraId="0AC5123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FR1 serving cell and FR1 target cell for 2 Rx UE</w:t>
      </w:r>
      <w:r>
        <w:tab/>
        <w:t>5400</w:t>
      </w:r>
    </w:p>
    <w:p w14:paraId="45592FC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5400</w:t>
      </w:r>
    </w:p>
    <w:p w14:paraId="098BF1E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5401</w:t>
      </w:r>
    </w:p>
    <w:p w14:paraId="58CB7B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A.16.7.1.4.3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5405</w:t>
      </w:r>
    </w:p>
    <w:p w14:paraId="115024F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5405</w:t>
      </w:r>
    </w:p>
    <w:p w14:paraId="4AA6256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measurement accuracy with FR1 serving cell and FR1 target cell for 1 Rx UE</w:t>
      </w:r>
      <w:r>
        <w:tab/>
        <w:t>5405</w:t>
      </w:r>
    </w:p>
    <w:p w14:paraId="62F540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5405</w:t>
      </w:r>
    </w:p>
    <w:p w14:paraId="75A9DA7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5406</w:t>
      </w:r>
    </w:p>
    <w:p w14:paraId="102E4A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A.16.7.2.1.3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5411</w:t>
      </w:r>
    </w:p>
    <w:p w14:paraId="5AFCC47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Intra-frequency measurement accuracy with FR1 serving cell and FR1 target cell for 2 Rx UE</w:t>
      </w:r>
      <w:r>
        <w:tab/>
        <w:t>5411</w:t>
      </w:r>
    </w:p>
    <w:p w14:paraId="2E0980F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5411</w:t>
      </w:r>
    </w:p>
    <w:p w14:paraId="3DA644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5411</w:t>
      </w:r>
    </w:p>
    <w:p w14:paraId="2E9EAD2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5416</w:t>
      </w:r>
    </w:p>
    <w:p w14:paraId="1864A18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FR1 serving cell and FR1 target cell for 1 Rx UE</w:t>
      </w:r>
      <w:r>
        <w:tab/>
        <w:t>5416</w:t>
      </w:r>
    </w:p>
    <w:p w14:paraId="6795B0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5416</w:t>
      </w:r>
    </w:p>
    <w:p w14:paraId="749C482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A.16.7.2.3.2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5416</w:t>
      </w:r>
    </w:p>
    <w:p w14:paraId="2A884AD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A.16.7.2.3.3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5421</w:t>
      </w:r>
    </w:p>
    <w:p w14:paraId="49AB27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FR1 serving cell and FR1 target cell for 2 Rx UE</w:t>
      </w:r>
      <w:r>
        <w:tab/>
        <w:t>5421</w:t>
      </w:r>
    </w:p>
    <w:p w14:paraId="4618BD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A.16.7.2.4.1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5421</w:t>
      </w:r>
    </w:p>
    <w:p w14:paraId="3E265A2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A.16.7.2.4.2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5421</w:t>
      </w:r>
    </w:p>
    <w:p w14:paraId="605D66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A.16.7.2.4.3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5427</w:t>
      </w:r>
    </w:p>
    <w:p w14:paraId="7A25CEA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A.16.7.3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5427</w:t>
      </w:r>
    </w:p>
    <w:p w14:paraId="17758B4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FR1 serving cell and FR1 target cell for 1 Rx UE</w:t>
      </w:r>
      <w:r>
        <w:tab/>
        <w:t>5427</w:t>
      </w:r>
    </w:p>
    <w:p w14:paraId="136CD5A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5427</w:t>
      </w:r>
    </w:p>
    <w:p w14:paraId="514DE7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5428</w:t>
      </w:r>
    </w:p>
    <w:p w14:paraId="34C16AE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5432</w:t>
      </w:r>
    </w:p>
    <w:p w14:paraId="7B2FD1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FR1 serving cell and FR1 target cell for 2 Rx UE</w:t>
      </w:r>
      <w:r>
        <w:tab/>
        <w:t>5432</w:t>
      </w:r>
    </w:p>
    <w:p w14:paraId="747E451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5432</w:t>
      </w:r>
    </w:p>
    <w:p w14:paraId="2B2CE7B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5433</w:t>
      </w:r>
    </w:p>
    <w:p w14:paraId="74C1E3B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FR1 serving cell and FR1 target cell for 1 Rx UE</w:t>
      </w:r>
      <w:r>
        <w:tab/>
        <w:t>5437</w:t>
      </w:r>
    </w:p>
    <w:p w14:paraId="4D48EE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5437</w:t>
      </w:r>
    </w:p>
    <w:p w14:paraId="01F049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A.16.7.3.3.2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5437</w:t>
      </w:r>
    </w:p>
    <w:p w14:paraId="7A476F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5442</w:t>
      </w:r>
    </w:p>
    <w:p w14:paraId="219BD2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FR1 serving cell and FR1 target cell for 2 Rx UE</w:t>
      </w:r>
      <w:r>
        <w:tab/>
        <w:t>5443</w:t>
      </w:r>
    </w:p>
    <w:p w14:paraId="71D9CA4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A.16.7.3.4.1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5443</w:t>
      </w:r>
    </w:p>
    <w:p w14:paraId="4B3100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A.16.7.3.4.2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5443</w:t>
      </w:r>
    </w:p>
    <w:p w14:paraId="31E43D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A.16.7.3.4.3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5447</w:t>
      </w:r>
    </w:p>
    <w:p w14:paraId="1C0C70B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A.16.7.4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5448</w:t>
      </w:r>
    </w:p>
    <w:p w14:paraId="244E111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for 1 Rx UE</w:t>
      </w:r>
      <w:r>
        <w:tab/>
        <w:t>5448</w:t>
      </w:r>
    </w:p>
    <w:p w14:paraId="61F2D16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for 2 Rx UE</w:t>
      </w:r>
      <w:r>
        <w:tab/>
        <w:t>5448</w:t>
      </w:r>
    </w:p>
    <w:p w14:paraId="3B578C9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A.16.7.4.3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 for 1 Rx UE</w:t>
      </w:r>
      <w:r>
        <w:tab/>
        <w:t>5448</w:t>
      </w:r>
    </w:p>
    <w:p w14:paraId="28BA78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A.16.7.4.4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 for 2 Rx UE</w:t>
      </w:r>
      <w:r>
        <w:tab/>
        <w:t>5448</w:t>
      </w:r>
    </w:p>
    <w:p w14:paraId="14AB68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A.16.7.5</w:t>
      </w:r>
      <w:r>
        <w:rPr>
          <w:rFonts w:ascii="Calibri" w:eastAsia="Malgun Gothic" w:hAnsi="Calibri"/>
          <w:sz w:val="22"/>
          <w:szCs w:val="22"/>
        </w:rPr>
        <w:tab/>
      </w:r>
      <w:r>
        <w:t>E-UTRAN RSRP</w:t>
      </w:r>
      <w:r>
        <w:tab/>
        <w:t>5448</w:t>
      </w:r>
    </w:p>
    <w:p w14:paraId="0ECA8FD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1 Rx UE</w:t>
      </w:r>
      <w:r>
        <w:tab/>
        <w:t>5448</w:t>
      </w:r>
    </w:p>
    <w:p w14:paraId="0BFC7D2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5448</w:t>
      </w:r>
    </w:p>
    <w:p w14:paraId="705AF3E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5448</w:t>
      </w:r>
    </w:p>
    <w:p w14:paraId="6C4C96F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5454</w:t>
      </w:r>
    </w:p>
    <w:p w14:paraId="5149B4F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2 Rx UE</w:t>
      </w:r>
      <w:r>
        <w:tab/>
        <w:t>5455</w:t>
      </w:r>
    </w:p>
    <w:p w14:paraId="13B12D9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5455</w:t>
      </w:r>
    </w:p>
    <w:p w14:paraId="0F2EF85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5455</w:t>
      </w:r>
    </w:p>
    <w:p w14:paraId="17F9C6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A.16.7.5.2.3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5461</w:t>
      </w:r>
    </w:p>
    <w:p w14:paraId="6431722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A.16.7.6</w:t>
      </w:r>
      <w:r>
        <w:rPr>
          <w:rFonts w:ascii="Calibri" w:eastAsia="Malgun Gothic" w:hAnsi="Calibri"/>
          <w:sz w:val="22"/>
          <w:szCs w:val="22"/>
        </w:rPr>
        <w:tab/>
      </w:r>
      <w:r>
        <w:t>E-UTRAN RSRQ</w:t>
      </w:r>
      <w:r>
        <w:tab/>
        <w:t>5462</w:t>
      </w:r>
    </w:p>
    <w:p w14:paraId="57F5A13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1 Rx UE</w:t>
      </w:r>
      <w:r>
        <w:tab/>
        <w:t>5462</w:t>
      </w:r>
    </w:p>
    <w:p w14:paraId="053724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5462</w:t>
      </w:r>
    </w:p>
    <w:p w14:paraId="2F7E760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5462</w:t>
      </w:r>
    </w:p>
    <w:p w14:paraId="218360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5468</w:t>
      </w:r>
    </w:p>
    <w:p w14:paraId="480CC86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2 Rx UE</w:t>
      </w:r>
      <w:r>
        <w:tab/>
        <w:t>5469</w:t>
      </w:r>
    </w:p>
    <w:p w14:paraId="2D710A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5469</w:t>
      </w:r>
    </w:p>
    <w:p w14:paraId="64ACF7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5469</w:t>
      </w:r>
    </w:p>
    <w:p w14:paraId="5A8F18D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A.16.7.6.2.3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5475</w:t>
      </w:r>
    </w:p>
    <w:p w14:paraId="3EB916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A.16.7.7</w:t>
      </w:r>
      <w:r>
        <w:rPr>
          <w:rFonts w:ascii="Calibri" w:eastAsia="Malgun Gothic" w:hAnsi="Calibri"/>
          <w:sz w:val="22"/>
          <w:szCs w:val="22"/>
        </w:rPr>
        <w:tab/>
      </w:r>
      <w:r>
        <w:t>E-UTRAN RS-SINR</w:t>
      </w:r>
      <w:r>
        <w:tab/>
        <w:t>5476</w:t>
      </w:r>
    </w:p>
    <w:p w14:paraId="5D9656E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1 Rx UE</w:t>
      </w:r>
      <w:r>
        <w:tab/>
        <w:t>5476</w:t>
      </w:r>
    </w:p>
    <w:p w14:paraId="6B91DA9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A.16.7.7.2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inter-RAT measurement accuracy with FR1 serving cell for 2 Rx UE</w:t>
      </w:r>
      <w:r>
        <w:tab/>
        <w:t>5476</w:t>
      </w:r>
    </w:p>
    <w:p w14:paraId="557B2BBE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lastRenderedPageBreak/>
        <w:t>A.17</w:t>
      </w:r>
      <w:r>
        <w:rPr>
          <w:rFonts w:ascii="Calibri" w:eastAsia="Malgun Gothic" w:hAnsi="Calibri"/>
          <w:szCs w:val="22"/>
        </w:rPr>
        <w:tab/>
      </w:r>
      <w:r>
        <w:t xml:space="preserve">NR standalone tests </w:t>
      </w:r>
      <w:r>
        <w:rPr>
          <w:lang w:eastAsia="zh-CN"/>
        </w:rPr>
        <w:t>with one or more NR cells in FR2 for RedCap</w:t>
      </w:r>
      <w:r>
        <w:tab/>
        <w:t>5476</w:t>
      </w:r>
    </w:p>
    <w:p w14:paraId="7149F90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A.17.1</w:t>
      </w:r>
      <w:r>
        <w:rPr>
          <w:rFonts w:ascii="Calibri" w:eastAsia="Malgun Gothic" w:hAnsi="Calibri"/>
          <w:sz w:val="22"/>
          <w:szCs w:val="22"/>
        </w:rPr>
        <w:tab/>
      </w:r>
      <w:r>
        <w:t>SA: RRC_IDLE state mobility for RedCap</w:t>
      </w:r>
      <w:r>
        <w:tab/>
        <w:t>5476</w:t>
      </w:r>
    </w:p>
    <w:p w14:paraId="3DE4708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A.17.1.1</w:t>
      </w:r>
      <w:r>
        <w:rPr>
          <w:rFonts w:ascii="Calibri" w:eastAsia="Malgun Gothic" w:hAnsi="Calibri"/>
          <w:sz w:val="22"/>
          <w:szCs w:val="22"/>
        </w:rPr>
        <w:tab/>
      </w:r>
      <w:r>
        <w:t>Cell re-selection to NR</w:t>
      </w:r>
      <w:r>
        <w:tab/>
        <w:t>5476</w:t>
      </w:r>
    </w:p>
    <w:p w14:paraId="7FBE520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 for 2 Rx</w:t>
      </w:r>
      <w:r>
        <w:tab/>
        <w:t>5476</w:t>
      </w:r>
    </w:p>
    <w:p w14:paraId="435E70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5476</w:t>
      </w:r>
    </w:p>
    <w:p w14:paraId="1900467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5476</w:t>
      </w:r>
    </w:p>
    <w:p w14:paraId="3A9CA1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5480</w:t>
      </w:r>
    </w:p>
    <w:p w14:paraId="25F6C8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inter-frequency NR case</w:t>
      </w:r>
      <w:r>
        <w:tab/>
        <w:t>5480</w:t>
      </w:r>
    </w:p>
    <w:p w14:paraId="076A36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5480</w:t>
      </w:r>
    </w:p>
    <w:p w14:paraId="10B4B40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5480</w:t>
      </w:r>
    </w:p>
    <w:p w14:paraId="7F6C32E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5484</w:t>
      </w:r>
    </w:p>
    <w:p w14:paraId="74E8F1F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intra-frequency NR case</w:t>
      </w:r>
      <w:r w:rsidRPr="00825DA5">
        <w:rPr>
          <w:lang w:val="en-US" w:eastAsia="zh-CN"/>
        </w:rPr>
        <w:t xml:space="preserve"> </w:t>
      </w:r>
      <w:r>
        <w:rPr>
          <w:lang w:eastAsia="zh-CN"/>
        </w:rPr>
        <w:t>for UE fulfilling stationary relaxed measurement criterion for 2 Rx UE</w:t>
      </w:r>
      <w:r>
        <w:tab/>
        <w:t>5484</w:t>
      </w:r>
    </w:p>
    <w:p w14:paraId="2797D0A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5484</w:t>
      </w:r>
    </w:p>
    <w:p w14:paraId="062B44A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A.17.1.1.3.2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5484</w:t>
      </w:r>
    </w:p>
    <w:p w14:paraId="44F5427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A.17.1.1.3.3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5487</w:t>
      </w:r>
    </w:p>
    <w:p w14:paraId="10037E8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Cell reselection to FR2 inter-frequency NR case for UE fulfilling stationary mobility relaxed measurement criterion for 2 Rx UE</w:t>
      </w:r>
      <w:r>
        <w:tab/>
        <w:t>5487</w:t>
      </w:r>
    </w:p>
    <w:p w14:paraId="711932A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A.17.1.1.4.1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Purpose and Environment</w:t>
      </w:r>
      <w:r>
        <w:tab/>
        <w:t>5487</w:t>
      </w:r>
    </w:p>
    <w:p w14:paraId="6EB9A41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A.17.1.1.4.2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Parameters</w:t>
      </w:r>
      <w:r>
        <w:tab/>
        <w:t>5487</w:t>
      </w:r>
    </w:p>
    <w:p w14:paraId="62D9A5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A.17.1.1.4.3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Test Requirements</w:t>
      </w:r>
      <w:r>
        <w:tab/>
        <w:t>5490</w:t>
      </w:r>
    </w:p>
    <w:p w14:paraId="52BC9AC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A.17.2</w:t>
      </w:r>
      <w:r>
        <w:rPr>
          <w:rFonts w:ascii="Calibri" w:eastAsia="Malgun Gothic" w:hAnsi="Calibri"/>
          <w:sz w:val="22"/>
          <w:szCs w:val="22"/>
        </w:rPr>
        <w:tab/>
      </w:r>
      <w:r>
        <w:t>SA: RRC_INACTIVE state mobility for RedCap</w:t>
      </w:r>
      <w:r>
        <w:tab/>
        <w:t>5490</w:t>
      </w:r>
    </w:p>
    <w:p w14:paraId="2889899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A.17.3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 for RedCap</w:t>
      </w:r>
      <w:r>
        <w:tab/>
        <w:t>5490</w:t>
      </w:r>
    </w:p>
    <w:p w14:paraId="3F6F8D5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A.17.3.1</w:t>
      </w:r>
      <w:r>
        <w:rPr>
          <w:rFonts w:ascii="Calibri" w:eastAsia="Malgun Gothic" w:hAnsi="Calibri"/>
          <w:sz w:val="22"/>
          <w:szCs w:val="22"/>
        </w:rPr>
        <w:tab/>
      </w:r>
      <w:r>
        <w:t>Handover for RedCap</w:t>
      </w:r>
      <w:r>
        <w:tab/>
        <w:t>5490</w:t>
      </w:r>
    </w:p>
    <w:p w14:paraId="358F15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handover from FR2 to FR2; unknown target cell for 2 Rx</w:t>
      </w:r>
      <w:r>
        <w:tab/>
        <w:t>5490</w:t>
      </w:r>
    </w:p>
    <w:p w14:paraId="4D2A85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5490</w:t>
      </w:r>
    </w:p>
    <w:p w14:paraId="735DE77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5490</w:t>
      </w:r>
    </w:p>
    <w:p w14:paraId="7486AA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5493</w:t>
      </w:r>
    </w:p>
    <w:p w14:paraId="6D539F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handover from FR2 to FR2; unknown target cell for 2 Rx</w:t>
      </w:r>
      <w:r>
        <w:tab/>
        <w:t>5493</w:t>
      </w:r>
    </w:p>
    <w:p w14:paraId="3C1C50F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5493</w:t>
      </w:r>
    </w:p>
    <w:p w14:paraId="255AF9D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5493</w:t>
      </w:r>
    </w:p>
    <w:p w14:paraId="2E3036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A.17.3.1.2.3 Test Requirements</w:t>
      </w:r>
      <w:r>
        <w:tab/>
        <w:t>5495</w:t>
      </w:r>
    </w:p>
    <w:p w14:paraId="0AA7B49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A.17.3.2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Mobility Control for RedCap</w:t>
      </w:r>
      <w:r>
        <w:tab/>
        <w:t>5496</w:t>
      </w:r>
    </w:p>
    <w:p w14:paraId="5EC750B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Re-establishment</w:t>
      </w:r>
      <w:r>
        <w:tab/>
        <w:t>5496</w:t>
      </w:r>
    </w:p>
    <w:p w14:paraId="1F6FF96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</w:t>
      </w:r>
      <w:r>
        <w:tab/>
        <w:t>5496</w:t>
      </w:r>
    </w:p>
    <w:p w14:paraId="25BFF9D4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5496</w:t>
      </w:r>
    </w:p>
    <w:p w14:paraId="50DFF4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Inter-frequency RRC Re-establishment in FR2</w:t>
      </w:r>
      <w:r>
        <w:tab/>
        <w:t>5499</w:t>
      </w:r>
    </w:p>
    <w:p w14:paraId="3AC07FC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5499</w:t>
      </w:r>
    </w:p>
    <w:p w14:paraId="05F2941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Intra-frequency RRC Re-establishment in FR2 without serving cell timing</w:t>
      </w:r>
      <w:r>
        <w:tab/>
        <w:t>5502</w:t>
      </w:r>
    </w:p>
    <w:p w14:paraId="462802E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5502</w:t>
      </w:r>
    </w:p>
    <w:p w14:paraId="080556BB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5504</w:t>
      </w:r>
    </w:p>
    <w:p w14:paraId="4FDCF77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Random Access</w:t>
      </w:r>
      <w:r>
        <w:tab/>
        <w:t>5505</w:t>
      </w:r>
    </w:p>
    <w:p w14:paraId="6B0F28A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A.17.3.2.2.1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4-step RA type contention based random access test in FR2 for NR Standalone</w:t>
      </w:r>
      <w:r>
        <w:tab/>
        <w:t>5505</w:t>
      </w:r>
    </w:p>
    <w:p w14:paraId="3F98BD3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5505</w:t>
      </w:r>
    </w:p>
    <w:p w14:paraId="619F690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5507</w:t>
      </w:r>
    </w:p>
    <w:p w14:paraId="3B8C218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</w:t>
      </w:r>
      <w:r>
        <w:rPr>
          <w:lang w:eastAsia="zh-CN"/>
        </w:rPr>
        <w:t>.17.3.2.2.2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4-step RA type non-contention based random access test in FR2 for NR Standalone</w:t>
      </w:r>
      <w:r>
        <w:tab/>
        <w:t>5509</w:t>
      </w:r>
    </w:p>
    <w:p w14:paraId="09EF33E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A.17.3.2.2.2</w:t>
      </w:r>
      <w:r>
        <w:rPr>
          <w:lang w:eastAsia="zh-CN"/>
        </w:rPr>
        <w:t>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5509</w:t>
      </w:r>
    </w:p>
    <w:p w14:paraId="38A6E20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5511</w:t>
      </w:r>
    </w:p>
    <w:p w14:paraId="753B3BA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A.17.3.2.2.3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contention based random access test in FR2 for </w:t>
      </w:r>
      <w:r>
        <w:rPr>
          <w:lang w:eastAsia="zh-CN"/>
        </w:rPr>
        <w:t>NR Standalone</w:t>
      </w:r>
      <w:r>
        <w:tab/>
        <w:t>5513</w:t>
      </w:r>
    </w:p>
    <w:p w14:paraId="7C6D6111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A.17.3.2.2.3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5513</w:t>
      </w:r>
    </w:p>
    <w:p w14:paraId="0B31C7E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5515</w:t>
      </w:r>
    </w:p>
    <w:p w14:paraId="0FCDE2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A.17.3.2.2.4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2-step RA type non-contention based random access test in FR2 for </w:t>
      </w:r>
      <w:r>
        <w:rPr>
          <w:lang w:eastAsia="zh-CN"/>
        </w:rPr>
        <w:t>NR Standalone</w:t>
      </w:r>
      <w:r>
        <w:tab/>
        <w:t>5516</w:t>
      </w:r>
    </w:p>
    <w:p w14:paraId="6879E11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A.17.3.2.2.4</w:t>
      </w:r>
      <w:r>
        <w:rPr>
          <w:lang w:eastAsia="zh-CN"/>
        </w:rPr>
        <w:t>.</w:t>
      </w:r>
      <w: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5516</w:t>
      </w:r>
    </w:p>
    <w:p w14:paraId="26BD1855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A.17.3.2.2.4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5518</w:t>
      </w:r>
    </w:p>
    <w:p w14:paraId="3F5B3AB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SA: RRC Connection Release with Redirection</w:t>
      </w:r>
      <w:r>
        <w:tab/>
        <w:t>5519</w:t>
      </w:r>
    </w:p>
    <w:p w14:paraId="29E83D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A.17.3.2.3.1</w:t>
      </w:r>
      <w:r>
        <w:rPr>
          <w:rFonts w:ascii="Calibri" w:eastAsia="Malgun Gothic" w:hAnsi="Calibri"/>
          <w:sz w:val="22"/>
          <w:szCs w:val="22"/>
        </w:rPr>
        <w:tab/>
      </w:r>
      <w:r>
        <w:t>Redirection from NR in FR2 to NR in FR2</w:t>
      </w:r>
      <w:r>
        <w:tab/>
        <w:t>5519</w:t>
      </w:r>
    </w:p>
    <w:p w14:paraId="4D7AC289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A.17.3.2.3.1.1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5519</w:t>
      </w:r>
    </w:p>
    <w:p w14:paraId="7985DF0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A.17.3.2.3.1.2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5519</w:t>
      </w:r>
    </w:p>
    <w:p w14:paraId="1FCAFB6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A.17.3.2.3.1.3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5523</w:t>
      </w:r>
    </w:p>
    <w:p w14:paraId="491B2D5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A.17.4</w:t>
      </w:r>
      <w:r>
        <w:rPr>
          <w:rFonts w:ascii="Calibri" w:eastAsia="Malgun Gothic" w:hAnsi="Calibri"/>
          <w:sz w:val="22"/>
          <w:szCs w:val="22"/>
        </w:rPr>
        <w:tab/>
      </w:r>
      <w:r>
        <w:t>Timing</w:t>
      </w:r>
      <w:r>
        <w:tab/>
        <w:t>5523</w:t>
      </w:r>
    </w:p>
    <w:p w14:paraId="32A6CEF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A.17.4.1</w:t>
      </w:r>
      <w:r>
        <w:rPr>
          <w:rFonts w:ascii="Calibri" w:eastAsia="Malgun Gothic" w:hAnsi="Calibri"/>
          <w:sz w:val="22"/>
          <w:szCs w:val="22"/>
        </w:rPr>
        <w:tab/>
      </w:r>
      <w:r>
        <w:t>UE transmit timing</w:t>
      </w:r>
      <w:r>
        <w:tab/>
        <w:t>5523</w:t>
      </w:r>
    </w:p>
    <w:p w14:paraId="445F10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A.17.4.1.1</w:t>
      </w:r>
      <w:r>
        <w:rPr>
          <w:rFonts w:ascii="Calibri" w:eastAsia="Malgun Gothic" w:hAnsi="Calibri"/>
          <w:sz w:val="22"/>
          <w:szCs w:val="22"/>
        </w:rPr>
        <w:tab/>
      </w:r>
      <w:r>
        <w:t>NR UE Transmit Timing Test for FR2</w:t>
      </w:r>
      <w:r>
        <w:tab/>
        <w:t>5523</w:t>
      </w:r>
    </w:p>
    <w:p w14:paraId="0DF6DA2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lastRenderedPageBreak/>
        <w:t>A.</w:t>
      </w:r>
      <w:r>
        <w:rPr>
          <w:lang w:eastAsia="zh-CN"/>
        </w:rPr>
        <w:t>1</w:t>
      </w:r>
      <w:r>
        <w:t>7.4.1.</w:t>
      </w:r>
      <w:r>
        <w:rPr>
          <w:lang w:eastAsia="zh-CN"/>
        </w:rPr>
        <w:t>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5523</w:t>
      </w:r>
    </w:p>
    <w:p w14:paraId="521AC19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7.4.1.</w:t>
      </w:r>
      <w:r>
        <w:rPr>
          <w:lang w:eastAsia="zh-CN"/>
        </w:rPr>
        <w:t>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5526</w:t>
      </w:r>
    </w:p>
    <w:p w14:paraId="678167A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5527</w:t>
      </w:r>
    </w:p>
    <w:p w14:paraId="6A72CC3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5527</w:t>
      </w:r>
    </w:p>
    <w:p w14:paraId="5111EDB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A.17.4.3.1</w:t>
      </w:r>
      <w:r>
        <w:rPr>
          <w:rFonts w:ascii="Calibri" w:eastAsia="Malgun Gothic" w:hAnsi="Calibri"/>
          <w:sz w:val="22"/>
          <w:szCs w:val="22"/>
        </w:rPr>
        <w:tab/>
      </w:r>
      <w:r>
        <w:t>SA FR2 timing advance adjustment accuracy</w:t>
      </w:r>
      <w:r>
        <w:tab/>
        <w:t>5527</w:t>
      </w:r>
    </w:p>
    <w:p w14:paraId="37D970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7.4.3.</w:t>
      </w:r>
      <w:r>
        <w:rPr>
          <w:lang w:eastAsia="zh-CN"/>
        </w:rPr>
        <w:t>1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5527</w:t>
      </w:r>
    </w:p>
    <w:p w14:paraId="2BAE81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7.4.3.</w:t>
      </w:r>
      <w:r>
        <w:rPr>
          <w:lang w:eastAsia="zh-CN"/>
        </w:rPr>
        <w:t>1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5527</w:t>
      </w:r>
    </w:p>
    <w:p w14:paraId="60AA95C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7.4.3.</w:t>
      </w:r>
      <w:r>
        <w:rPr>
          <w:lang w:eastAsia="zh-CN"/>
        </w:rPr>
        <w:t>1</w:t>
      </w:r>
      <w:r>
        <w:t>.3 Test Requirements</w:t>
      </w:r>
      <w:r>
        <w:tab/>
        <w:t>5530</w:t>
      </w:r>
    </w:p>
    <w:p w14:paraId="0B4055A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A.17.4.2</w:t>
      </w:r>
      <w:r>
        <w:rPr>
          <w:rFonts w:ascii="Calibri" w:eastAsia="Malgun Gothic" w:hAnsi="Calibri"/>
          <w:sz w:val="22"/>
          <w:szCs w:val="22"/>
        </w:rPr>
        <w:tab/>
      </w:r>
      <w:r>
        <w:t>UE timer accuracy</w:t>
      </w:r>
      <w:r>
        <w:tab/>
        <w:t>5530</w:t>
      </w:r>
    </w:p>
    <w:p w14:paraId="3E2191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A.17.4.3</w:t>
      </w:r>
      <w:r>
        <w:rPr>
          <w:rFonts w:ascii="Calibri" w:eastAsia="Malgun Gothic" w:hAnsi="Calibri"/>
          <w:sz w:val="22"/>
          <w:szCs w:val="22"/>
        </w:rPr>
        <w:tab/>
      </w:r>
      <w:r>
        <w:t>Timing advance</w:t>
      </w:r>
      <w:r>
        <w:tab/>
        <w:t>5530</w:t>
      </w:r>
    </w:p>
    <w:p w14:paraId="28CFF6F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A.17.4.3.1</w:t>
      </w:r>
      <w:r>
        <w:rPr>
          <w:rFonts w:ascii="Calibri" w:eastAsia="Malgun Gothic" w:hAnsi="Calibri"/>
          <w:sz w:val="22"/>
          <w:szCs w:val="22"/>
        </w:rPr>
        <w:tab/>
      </w:r>
      <w:r>
        <w:t>SA FR2 timing advance adjustment accuracy</w:t>
      </w:r>
      <w:r>
        <w:tab/>
        <w:t>5530</w:t>
      </w:r>
    </w:p>
    <w:p w14:paraId="4D4219D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A.17.5</w:t>
      </w:r>
      <w:r>
        <w:rPr>
          <w:rFonts w:ascii="Calibri" w:eastAsia="Malgun Gothic" w:hAnsi="Calibri"/>
          <w:sz w:val="22"/>
          <w:szCs w:val="22"/>
        </w:rPr>
        <w:tab/>
      </w:r>
      <w:r>
        <w:t>Signaling characteristics for RedCap</w:t>
      </w:r>
      <w:r>
        <w:tab/>
        <w:t>5530</w:t>
      </w:r>
    </w:p>
    <w:p w14:paraId="7BE69BE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for RedCap</w:t>
      </w:r>
      <w:r>
        <w:tab/>
        <w:t>5530</w:t>
      </w:r>
    </w:p>
    <w:p w14:paraId="58F7F9B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A.17.5.1.1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SSB-based RLM RS in non-DRX mode</w:t>
      </w:r>
      <w:r>
        <w:tab/>
        <w:t>5530</w:t>
      </w:r>
    </w:p>
    <w:p w14:paraId="3C337A4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5530</w:t>
      </w:r>
    </w:p>
    <w:p w14:paraId="1DE6FAB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5533</w:t>
      </w:r>
    </w:p>
    <w:p w14:paraId="412D21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A.17.5.1.2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SSB-based RLM RS in non-DRX mode</w:t>
      </w:r>
      <w:r>
        <w:tab/>
        <w:t>5534</w:t>
      </w:r>
    </w:p>
    <w:p w14:paraId="7B5E04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5534</w:t>
      </w:r>
    </w:p>
    <w:p w14:paraId="60D3FE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5538</w:t>
      </w:r>
    </w:p>
    <w:p w14:paraId="3FD1BD3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A.17.5.1.3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SSB-based RLM RS in DRX mode</w:t>
      </w:r>
      <w:r>
        <w:tab/>
        <w:t>5539</w:t>
      </w:r>
    </w:p>
    <w:p w14:paraId="6C544D0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A.17.5.1.4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SSB-based RLM RS in DRX mode</w:t>
      </w:r>
      <w:r>
        <w:tab/>
        <w:t>5539</w:t>
      </w:r>
    </w:p>
    <w:p w14:paraId="791CF1C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5539</w:t>
      </w:r>
    </w:p>
    <w:p w14:paraId="6673EAC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5543</w:t>
      </w:r>
    </w:p>
    <w:p w14:paraId="0801E66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A.17.5.1.5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CSI-RS-based RLM in non-DRX mode</w:t>
      </w:r>
      <w:r>
        <w:tab/>
        <w:t>5543</w:t>
      </w:r>
    </w:p>
    <w:p w14:paraId="4BEFB8C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5543</w:t>
      </w:r>
    </w:p>
    <w:p w14:paraId="46919F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5548</w:t>
      </w:r>
    </w:p>
    <w:p w14:paraId="5B8FF5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A.17.5.1.6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CSI-RS-based RLM in non-DRX mode</w:t>
      </w:r>
      <w:r>
        <w:tab/>
        <w:t>5548</w:t>
      </w:r>
    </w:p>
    <w:p w14:paraId="3CD148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A.17.5.1.6.1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5548</w:t>
      </w:r>
    </w:p>
    <w:p w14:paraId="43DF5DE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A.17.5.1.6.2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5552</w:t>
      </w:r>
    </w:p>
    <w:p w14:paraId="6B228DC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A.17.5.1.7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Out-of-sync Test for FR2 PCell configured with CSI-RS-based RLM in DRX mode</w:t>
      </w:r>
      <w:r>
        <w:tab/>
        <w:t>5552</w:t>
      </w:r>
    </w:p>
    <w:p w14:paraId="27A61F3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A.17.5.1.7.1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5552</w:t>
      </w:r>
    </w:p>
    <w:p w14:paraId="2B07D6F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A.17.5.1.7.2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5556</w:t>
      </w:r>
    </w:p>
    <w:p w14:paraId="66CDDF9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A.17.5.1.8</w:t>
      </w:r>
      <w:r>
        <w:rPr>
          <w:rFonts w:ascii="Calibri" w:eastAsia="Malgun Gothic" w:hAnsi="Calibri"/>
          <w:sz w:val="22"/>
          <w:szCs w:val="22"/>
        </w:rPr>
        <w:tab/>
      </w:r>
      <w:r>
        <w:t>Radio Link Monitoring In-sync Test for FR2 PCell configured with CSI-RS-based RLM in DRX mode</w:t>
      </w:r>
      <w:r>
        <w:tab/>
        <w:t>5556</w:t>
      </w:r>
    </w:p>
    <w:p w14:paraId="0306E63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A.17.5.1.8.1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5556</w:t>
      </w:r>
    </w:p>
    <w:p w14:paraId="3AB9ACD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A.17.5.1.8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5561</w:t>
      </w:r>
    </w:p>
    <w:p w14:paraId="002848B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A.17.5.1.9</w:t>
      </w:r>
      <w:r>
        <w:rPr>
          <w:rFonts w:ascii="Calibri" w:eastAsia="Malgun Gothic" w:hAnsi="Calibri"/>
          <w:sz w:val="22"/>
          <w:szCs w:val="22"/>
        </w:rPr>
        <w:tab/>
      </w:r>
      <w:r>
        <w:t>UE Radio Link Monitoring Scheduling Restrictions on FR2</w:t>
      </w:r>
      <w:r>
        <w:tab/>
        <w:t>5561</w:t>
      </w:r>
    </w:p>
    <w:p w14:paraId="247A5D1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A.17.5.1.9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5561</w:t>
      </w:r>
    </w:p>
    <w:p w14:paraId="0551EF3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A.17.5.1.9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5564</w:t>
      </w:r>
    </w:p>
    <w:p w14:paraId="3352A0C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procedures</w:t>
      </w:r>
      <w:r>
        <w:tab/>
        <w:t>5564</w:t>
      </w:r>
    </w:p>
    <w:p w14:paraId="03EF4BB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A.17.5.2.1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SSB-based BFD and LR in non-DRX mode</w:t>
      </w:r>
      <w:r>
        <w:tab/>
        <w:t>5564</w:t>
      </w:r>
    </w:p>
    <w:p w14:paraId="0E3949C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A.17.5.2.2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SSB-based BFD and LR in DRX mode</w:t>
      </w:r>
      <w:r>
        <w:tab/>
        <w:t>5564</w:t>
      </w:r>
    </w:p>
    <w:p w14:paraId="46D0595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A.17.5.2.3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CSI-RS-based BFD and LR in non-DRX mode</w:t>
      </w:r>
      <w:r>
        <w:tab/>
        <w:t>5564</w:t>
      </w:r>
    </w:p>
    <w:p w14:paraId="420151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A.17.5.2.3</w:t>
      </w:r>
      <w:r w:rsidRPr="00825DA5">
        <w:rPr>
          <w:snapToGrid w:val="0"/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5564</w:t>
      </w:r>
    </w:p>
    <w:p w14:paraId="47A359D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A.17.5.2.3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5568</w:t>
      </w:r>
    </w:p>
    <w:p w14:paraId="60BAFE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A.17.5.2.4</w:t>
      </w:r>
      <w:r>
        <w:rPr>
          <w:rFonts w:ascii="Calibri" w:eastAsia="Malgun Gothic" w:hAnsi="Calibri"/>
          <w:sz w:val="22"/>
          <w:szCs w:val="22"/>
        </w:rPr>
        <w:tab/>
      </w:r>
      <w:r>
        <w:t>Beam Failure Detection and Link Recovery Test for FR2 PCell configured with CSI-RS-based BFD and LR in DRX mode</w:t>
      </w:r>
      <w:r>
        <w:tab/>
        <w:t>5568</w:t>
      </w:r>
    </w:p>
    <w:p w14:paraId="00B4DE9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A.17.5.2.4</w:t>
      </w:r>
      <w:r w:rsidRPr="00825DA5">
        <w:rPr>
          <w:snapToGrid w:val="0"/>
          <w:lang w:eastAsia="zh-CN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5568</w:t>
      </w:r>
    </w:p>
    <w:p w14:paraId="35CCC23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A.17.5.2.4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5572</w:t>
      </w:r>
    </w:p>
    <w:p w14:paraId="0B44878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A.17.5.2.5</w:t>
      </w:r>
      <w:r>
        <w:rPr>
          <w:rFonts w:ascii="Calibri" w:eastAsia="Malgun Gothic" w:hAnsi="Calibri"/>
          <w:sz w:val="22"/>
          <w:szCs w:val="22"/>
        </w:rPr>
        <w:tab/>
      </w:r>
      <w:r>
        <w:t>Scheduling availability restriction during Beam Failure Detection and Link Recovery for FR2 PCell configured with SSB-based BFD and LR in non-DRX mode for 2 Rx UE</w:t>
      </w:r>
      <w:r>
        <w:tab/>
        <w:t>5572</w:t>
      </w:r>
    </w:p>
    <w:p w14:paraId="5F0F7A5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A.17.5.2.5.1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5572</w:t>
      </w:r>
    </w:p>
    <w:p w14:paraId="6FD6307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lastRenderedPageBreak/>
        <w:t>A.17.5.2.5.2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5576</w:t>
      </w:r>
    </w:p>
    <w:p w14:paraId="070DB6D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A.17.5.3</w:t>
      </w:r>
      <w:r>
        <w:rPr>
          <w:rFonts w:ascii="Calibri" w:eastAsia="Malgun Gothic" w:hAnsi="Calibri"/>
          <w:sz w:val="22"/>
          <w:szCs w:val="22"/>
        </w:rPr>
        <w:tab/>
      </w:r>
      <w:r>
        <w:t>Active BWP switch for RedCap</w:t>
      </w:r>
      <w:r>
        <w:tab/>
        <w:t>5576</w:t>
      </w:r>
    </w:p>
    <w:p w14:paraId="342C5B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A.17.5.3.1</w:t>
      </w:r>
      <w:r>
        <w:rPr>
          <w:rFonts w:ascii="Calibri" w:eastAsia="Malgun Gothic" w:hAnsi="Calibri"/>
          <w:sz w:val="22"/>
          <w:szCs w:val="22"/>
        </w:rPr>
        <w:tab/>
      </w:r>
      <w:r>
        <w:t>DCI-based and Timer-based Active BWP Switch</w:t>
      </w:r>
      <w:r>
        <w:tab/>
        <w:t>5576</w:t>
      </w:r>
    </w:p>
    <w:p w14:paraId="24AFDE1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A.17.5.3.1.1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FR2 DL active BWP switch with non-DRX in SA</w:t>
      </w:r>
      <w:r>
        <w:tab/>
        <w:t>5576</w:t>
      </w:r>
    </w:p>
    <w:p w14:paraId="09E81CE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7.5.</w:t>
      </w:r>
      <w:r>
        <w:rPr>
          <w:lang w:eastAsia="zh-CN"/>
        </w:rPr>
        <w:t>3</w:t>
      </w:r>
      <w:r w:rsidRPr="00825DA5">
        <w:rPr>
          <w:rFonts w:eastAsia="MS Mincho"/>
        </w:rPr>
        <w:t>.1.</w:t>
      </w:r>
      <w:r>
        <w:rPr>
          <w:lang w:eastAsia="zh-CN"/>
        </w:rPr>
        <w:t>1</w:t>
      </w:r>
      <w:r w:rsidRPr="00825DA5">
        <w:rPr>
          <w:rFonts w:eastAsia="MS Mincho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5576</w:t>
      </w:r>
    </w:p>
    <w:p w14:paraId="28A9B01F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7.5.</w:t>
      </w:r>
      <w:r>
        <w:rPr>
          <w:lang w:eastAsia="zh-CN"/>
        </w:rPr>
        <w:t>3</w:t>
      </w:r>
      <w:r w:rsidRPr="00825DA5">
        <w:rPr>
          <w:rFonts w:eastAsia="MS Mincho"/>
        </w:rPr>
        <w:t>.1.</w:t>
      </w:r>
      <w:r>
        <w:rPr>
          <w:lang w:eastAsia="zh-CN"/>
        </w:rPr>
        <w:t>1</w:t>
      </w:r>
      <w:r w:rsidRPr="00825DA5">
        <w:rPr>
          <w:rFonts w:eastAsia="MS Mincho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5579</w:t>
      </w:r>
    </w:p>
    <w:p w14:paraId="10D665D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A.17.5.3.2</w:t>
      </w:r>
      <w:r>
        <w:rPr>
          <w:rFonts w:ascii="Calibri" w:eastAsia="Malgun Gothic" w:hAnsi="Calibri"/>
          <w:sz w:val="22"/>
          <w:szCs w:val="22"/>
        </w:rPr>
        <w:tab/>
      </w:r>
      <w:r>
        <w:t>RRC-based Active BWP Switch</w:t>
      </w:r>
      <w:r>
        <w:tab/>
        <w:t>5579</w:t>
      </w:r>
    </w:p>
    <w:p w14:paraId="0C0C9A2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A.17.5.3.2.1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FR2 DL active BWP switch of PCell with non-DRX in SA</w:t>
      </w:r>
      <w:r>
        <w:tab/>
        <w:t>5579</w:t>
      </w:r>
    </w:p>
    <w:p w14:paraId="5A82AFD8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7.5.</w:t>
      </w:r>
      <w:r>
        <w:rPr>
          <w:lang w:eastAsia="zh-CN"/>
        </w:rPr>
        <w:t>3</w:t>
      </w:r>
      <w:r>
        <w:t>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5579</w:t>
      </w:r>
    </w:p>
    <w:p w14:paraId="62A0DDF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>
        <w:t>A.17.5.3.2.1.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5582</w:t>
      </w:r>
    </w:p>
    <w:p w14:paraId="5070272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A.17.5.4</w:t>
      </w:r>
      <w:r>
        <w:rPr>
          <w:rFonts w:ascii="Calibri" w:eastAsia="Malgun Gothic" w:hAnsi="Calibri"/>
          <w:sz w:val="22"/>
          <w:szCs w:val="22"/>
        </w:rPr>
        <w:tab/>
      </w:r>
      <w:r>
        <w:t>Active TCI state switch delay</w:t>
      </w:r>
      <w:r>
        <w:tab/>
        <w:t>5583</w:t>
      </w:r>
    </w:p>
    <w:p w14:paraId="799B7FA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A.17.5.4.1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active TCI state switch</w:t>
      </w:r>
      <w:r>
        <w:tab/>
        <w:t>5583</w:t>
      </w:r>
    </w:p>
    <w:p w14:paraId="5D7DEE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A.17.5.4.1.1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PCell FR2 active TCI state switch for a known TCI state</w:t>
      </w:r>
      <w:r>
        <w:tab/>
        <w:t>5583</w:t>
      </w:r>
    </w:p>
    <w:p w14:paraId="43388E26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7.5.</w:t>
      </w:r>
      <w:r>
        <w:rPr>
          <w:lang w:eastAsia="zh-CN"/>
        </w:rPr>
        <w:t>4</w:t>
      </w:r>
      <w:r w:rsidRPr="00825DA5">
        <w:rPr>
          <w:rFonts w:eastAsia="MS Mincho"/>
        </w:rPr>
        <w:t>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5583</w:t>
      </w:r>
    </w:p>
    <w:p w14:paraId="6BB224B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A.17.5.4.1.1.2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Requirements</w:t>
      </w:r>
      <w:r>
        <w:tab/>
        <w:t>5586</w:t>
      </w:r>
    </w:p>
    <w:p w14:paraId="2C37635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A.17.5.4.2</w:t>
      </w:r>
      <w:r>
        <w:rPr>
          <w:rFonts w:ascii="Calibri" w:eastAsia="Malgun Gothic" w:hAnsi="Calibri"/>
          <w:sz w:val="22"/>
          <w:szCs w:val="22"/>
        </w:rPr>
        <w:tab/>
      </w:r>
      <w:r>
        <w:t>RRC based active TCI state switch</w:t>
      </w:r>
      <w:r>
        <w:tab/>
        <w:t>5586</w:t>
      </w:r>
    </w:p>
    <w:p w14:paraId="63E9BE0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PCell FR2 active TCI state switch for a known TCI state</w:t>
      </w:r>
      <w:r>
        <w:tab/>
        <w:t>5586</w:t>
      </w:r>
    </w:p>
    <w:p w14:paraId="192B8402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7.5.</w:t>
      </w:r>
      <w:r>
        <w:rPr>
          <w:lang w:eastAsia="zh-CN"/>
        </w:rPr>
        <w:t>4</w:t>
      </w:r>
      <w:r w:rsidRPr="00825DA5">
        <w:rPr>
          <w:rFonts w:eastAsia="MS Mincho"/>
        </w:rPr>
        <w:t>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5586</w:t>
      </w:r>
    </w:p>
    <w:p w14:paraId="3574116D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A.17.5.4.2.1.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5590</w:t>
      </w:r>
    </w:p>
    <w:p w14:paraId="40CD4E2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A.17.5.5</w:t>
      </w:r>
      <w:r>
        <w:rPr>
          <w:rFonts w:ascii="Calibri" w:eastAsia="Malgun Gothic" w:hAnsi="Calibri"/>
          <w:sz w:val="22"/>
          <w:szCs w:val="22"/>
        </w:rPr>
        <w:tab/>
      </w:r>
      <w:r>
        <w:t>Uplink spatial relation switch delay</w:t>
      </w:r>
      <w:r>
        <w:tab/>
        <w:t>5590</w:t>
      </w:r>
    </w:p>
    <w:p w14:paraId="1F3AFF1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A.17.5.5.1</w:t>
      </w:r>
      <w:r>
        <w:rPr>
          <w:rFonts w:ascii="Calibri" w:eastAsia="Malgun Gothic" w:hAnsi="Calibri"/>
          <w:sz w:val="22"/>
          <w:szCs w:val="22"/>
        </w:rPr>
        <w:tab/>
      </w:r>
      <w:r>
        <w:t>MAC-CE based Spatial Relation switch</w:t>
      </w:r>
      <w:r>
        <w:tab/>
        <w:t>5590</w:t>
      </w:r>
    </w:p>
    <w:p w14:paraId="3557CFB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A.17.5.5.1.1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 NR PCell FR2 spatial relation associated with known DL-RS</w:t>
      </w:r>
      <w:r>
        <w:tab/>
        <w:t>5590</w:t>
      </w:r>
    </w:p>
    <w:p w14:paraId="04C7B310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A.</w:t>
      </w:r>
      <w:r>
        <w:rPr>
          <w:lang w:eastAsia="zh-CN"/>
        </w:rPr>
        <w:t>1</w:t>
      </w:r>
      <w:r w:rsidRPr="00825DA5">
        <w:rPr>
          <w:rFonts w:eastAsia="MS Mincho"/>
        </w:rPr>
        <w:t>7.5.</w:t>
      </w:r>
      <w:r>
        <w:rPr>
          <w:lang w:eastAsia="zh-CN"/>
        </w:rPr>
        <w:t>5</w:t>
      </w:r>
      <w:r w:rsidRPr="00825DA5">
        <w:rPr>
          <w:rFonts w:eastAsia="MS Mincho"/>
        </w:rPr>
        <w:t>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Test Purpose and Environment</w:t>
      </w:r>
      <w:r>
        <w:tab/>
        <w:t>5590</w:t>
      </w:r>
    </w:p>
    <w:p w14:paraId="7C2D26A7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  <w:snapToGrid w:val="0"/>
        </w:rPr>
        <w:t>A.17.5.5.1.1.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  <w:snapToGrid w:val="0"/>
        </w:rPr>
        <w:t>Test Requirements</w:t>
      </w:r>
      <w:r>
        <w:tab/>
        <w:t>5593</w:t>
      </w:r>
    </w:p>
    <w:p w14:paraId="6B30DD8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A.17.5.5.2</w:t>
      </w:r>
      <w:r>
        <w:rPr>
          <w:rFonts w:ascii="Calibri" w:eastAsia="Malgun Gothic" w:hAnsi="Calibri"/>
          <w:sz w:val="22"/>
          <w:szCs w:val="22"/>
        </w:rPr>
        <w:tab/>
      </w:r>
      <w:r>
        <w:t>RRC based spatial relation switch</w:t>
      </w:r>
      <w:r>
        <w:tab/>
        <w:t>5593</w:t>
      </w:r>
    </w:p>
    <w:p w14:paraId="4CB0B1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A.17.5.5.2.1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NR PCell FR2 spatial relation switch associated with a known DL-RS</w:t>
      </w:r>
      <w:r>
        <w:tab/>
        <w:t>5593</w:t>
      </w:r>
    </w:p>
    <w:p w14:paraId="31A02E3A" w14:textId="77777777" w:rsidR="009E39BA" w:rsidRDefault="009E39BA">
      <w:pPr>
        <w:pStyle w:val="TOC6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A.17.5.5.2.1.</w:t>
      </w:r>
      <w:r w:rsidRPr="00825DA5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5596</w:t>
      </w:r>
    </w:p>
    <w:p w14:paraId="691A3D3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A.17.5.6</w:t>
      </w:r>
      <w:r>
        <w:rPr>
          <w:rFonts w:ascii="Calibri" w:eastAsia="Malgun Gothic" w:hAnsi="Calibri"/>
          <w:sz w:val="22"/>
          <w:szCs w:val="22"/>
        </w:rPr>
        <w:tab/>
      </w:r>
      <w:r>
        <w:t>UE specific CBW change</w:t>
      </w:r>
      <w:r>
        <w:tab/>
        <w:t>5596</w:t>
      </w:r>
    </w:p>
    <w:p w14:paraId="2EAC22A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A.17.5.6.1</w:t>
      </w:r>
      <w:r>
        <w:rPr>
          <w:rFonts w:ascii="Calibri" w:eastAsia="Malgun Gothic" w:hAnsi="Calibri"/>
          <w:sz w:val="22"/>
          <w:szCs w:val="22"/>
        </w:rPr>
        <w:tab/>
      </w:r>
      <w:r>
        <w:t>NR FR2 UE specific CBW change of PCell with non-DRX in SA</w:t>
      </w:r>
      <w:r>
        <w:tab/>
        <w:t>5596</w:t>
      </w:r>
    </w:p>
    <w:p w14:paraId="1CBA442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7.5.</w:t>
      </w:r>
      <w:r>
        <w:rPr>
          <w:lang w:eastAsia="zh-CN"/>
        </w:rPr>
        <w:t>6</w:t>
      </w:r>
      <w:r>
        <w:t>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5596</w:t>
      </w:r>
    </w:p>
    <w:p w14:paraId="30D62E3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A.17.5.6.1.2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Test </w:t>
      </w:r>
      <w:r w:rsidRPr="00825DA5">
        <w:rPr>
          <w:snapToGrid w:val="0"/>
        </w:rPr>
        <w:t>Requirements</w:t>
      </w:r>
      <w:r>
        <w:tab/>
        <w:t>5599</w:t>
      </w:r>
    </w:p>
    <w:p w14:paraId="23B7D2D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A.17.6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 for RedCap</w:t>
      </w:r>
      <w:r>
        <w:tab/>
        <w:t>5600</w:t>
      </w:r>
    </w:p>
    <w:p w14:paraId="5E205A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A.17.6.1</w:t>
      </w:r>
      <w:r>
        <w:rPr>
          <w:rFonts w:ascii="Calibri" w:eastAsia="Malgun Gothic" w:hAnsi="Calibri"/>
          <w:sz w:val="22"/>
          <w:szCs w:val="22"/>
        </w:rPr>
        <w:tab/>
      </w:r>
      <w:r>
        <w:t>Intra-frequency Measurements</w:t>
      </w:r>
      <w:r>
        <w:tab/>
        <w:t>5600</w:t>
      </w:r>
    </w:p>
    <w:p w14:paraId="1A34E76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</w:t>
      </w:r>
      <w:r w:rsidRPr="00825DA5">
        <w:rPr>
          <w:snapToGrid w:val="0"/>
          <w:lang w:eastAsia="zh-CN"/>
        </w:rPr>
        <w:t xml:space="preserve"> test without gap under non-DRX</w:t>
      </w:r>
      <w:r>
        <w:tab/>
        <w:t>5600</w:t>
      </w:r>
    </w:p>
    <w:p w14:paraId="7A9F4E4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5600</w:t>
      </w:r>
    </w:p>
    <w:p w14:paraId="4C8B32D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5603</w:t>
      </w:r>
    </w:p>
    <w:p w14:paraId="132B3B4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 without gap under DRX</w:t>
      </w:r>
      <w:r>
        <w:tab/>
        <w:t>5603</w:t>
      </w:r>
    </w:p>
    <w:p w14:paraId="7C8ECB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5603</w:t>
      </w:r>
    </w:p>
    <w:p w14:paraId="0D2EF34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A.7.6.1.</w:t>
      </w:r>
      <w:r w:rsidRPr="00825DA5">
        <w:rPr>
          <w:snapToGrid w:val="0"/>
          <w:lang w:eastAsia="zh-CN"/>
        </w:rPr>
        <w:t>2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5603</w:t>
      </w:r>
    </w:p>
    <w:p w14:paraId="5D372A6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 with per-UE gaps under non-DRX</w:t>
      </w:r>
      <w:r>
        <w:tab/>
        <w:t>5604</w:t>
      </w:r>
    </w:p>
    <w:p w14:paraId="286396A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7.6.1.3.1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5604</w:t>
      </w:r>
    </w:p>
    <w:p w14:paraId="0F98471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</w:t>
      </w:r>
      <w:r w:rsidRPr="00825DA5">
        <w:rPr>
          <w:snapToGrid w:val="0"/>
          <w:lang w:eastAsia="zh-CN"/>
        </w:rPr>
        <w:t>1</w:t>
      </w:r>
      <w:r w:rsidRPr="00825DA5">
        <w:rPr>
          <w:snapToGrid w:val="0"/>
        </w:rPr>
        <w:t>7.6.1.3.2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5608</w:t>
      </w:r>
    </w:p>
    <w:p w14:paraId="5FEBE17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A.17.6.1.4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event triggered reporting test with per-UE gaps under DRX</w:t>
      </w:r>
      <w:r>
        <w:tab/>
        <w:t>5608</w:t>
      </w:r>
    </w:p>
    <w:p w14:paraId="7735A78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A.17.6.1.4</w:t>
      </w:r>
      <w:r w:rsidRPr="00825DA5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5608</w:t>
      </w:r>
    </w:p>
    <w:p w14:paraId="606A198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rFonts w:eastAsia="SimSun"/>
          <w:snapToGrid w:val="0"/>
          <w:lang w:eastAsia="zh-CN"/>
        </w:rPr>
        <w:t>A.17.6.1.4</w:t>
      </w:r>
      <w:r w:rsidRPr="00825DA5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5611</w:t>
      </w:r>
    </w:p>
    <w:p w14:paraId="61621E3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A.17.6.2</w:t>
      </w:r>
      <w:r>
        <w:rPr>
          <w:rFonts w:ascii="Calibri" w:eastAsia="Malgun Gothic" w:hAnsi="Calibri"/>
          <w:sz w:val="22"/>
          <w:szCs w:val="22"/>
        </w:rPr>
        <w:tab/>
      </w:r>
      <w:r>
        <w:t>Inter-frequency Measurements</w:t>
      </w:r>
      <w:r>
        <w:tab/>
        <w:t>5612</w:t>
      </w:r>
    </w:p>
    <w:p w14:paraId="0C2D28F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A.17.6.2.1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not used (PCell in FR2)</w:t>
      </w:r>
      <w:r>
        <w:tab/>
        <w:t>5612</w:t>
      </w:r>
    </w:p>
    <w:p w14:paraId="3B88C2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7.6.2.1.1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5612</w:t>
      </w:r>
    </w:p>
    <w:p w14:paraId="0895BD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</w:t>
      </w:r>
      <w:r>
        <w:rPr>
          <w:lang w:eastAsia="zh-CN"/>
        </w:rPr>
        <w:t>1</w:t>
      </w:r>
      <w:r>
        <w:t>7.6.2.1.2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5615</w:t>
      </w:r>
    </w:p>
    <w:p w14:paraId="738F30A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A.17.6.2.2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without SSB time index detection when DRX is used (PCell in FR2)</w:t>
      </w:r>
      <w:r>
        <w:tab/>
        <w:t>5615</w:t>
      </w:r>
    </w:p>
    <w:p w14:paraId="5749ED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5615</w:t>
      </w:r>
    </w:p>
    <w:p w14:paraId="4A35A75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5619</w:t>
      </w:r>
    </w:p>
    <w:p w14:paraId="0762BAB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A.17.6.2.3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not used (PCell in FR2)</w:t>
      </w:r>
      <w:r>
        <w:tab/>
        <w:t>5619</w:t>
      </w:r>
    </w:p>
    <w:p w14:paraId="71A096E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5619</w:t>
      </w:r>
    </w:p>
    <w:p w14:paraId="38C8FE4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5623</w:t>
      </w:r>
    </w:p>
    <w:p w14:paraId="11CF705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A.17.6.2.4</w:t>
      </w:r>
      <w:r>
        <w:rPr>
          <w:rFonts w:ascii="Calibri" w:eastAsia="Malgun Gothic" w:hAnsi="Calibri"/>
          <w:sz w:val="22"/>
          <w:szCs w:val="22"/>
        </w:rPr>
        <w:tab/>
      </w:r>
      <w:r>
        <w:t>SA event triggered reporting tests For FR2 with SSB time index detection when DRX is used (PCell in FR2) for 2 RX UE</w:t>
      </w:r>
      <w:r>
        <w:tab/>
        <w:t>5623</w:t>
      </w:r>
    </w:p>
    <w:p w14:paraId="5E147F5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5623</w:t>
      </w:r>
    </w:p>
    <w:p w14:paraId="5365CAA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A.17.6.2.4.2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5627</w:t>
      </w:r>
    </w:p>
    <w:p w14:paraId="031C3C4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lastRenderedPageBreak/>
        <w:t>A.17.6.3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5627</w:t>
      </w:r>
    </w:p>
    <w:p w14:paraId="6D41B1A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not used</w:t>
      </w:r>
      <w:r>
        <w:tab/>
        <w:t>5627</w:t>
      </w:r>
    </w:p>
    <w:p w14:paraId="0C486A0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5627</w:t>
      </w:r>
    </w:p>
    <w:p w14:paraId="51182E6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5628</w:t>
      </w:r>
    </w:p>
    <w:p w14:paraId="27B86D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A.17.6.3.1.3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5628</w:t>
      </w:r>
    </w:p>
    <w:p w14:paraId="6948B47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 when DRX is used</w:t>
      </w:r>
      <w:r>
        <w:tab/>
        <w:t>5628</w:t>
      </w:r>
    </w:p>
    <w:p w14:paraId="253F589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A.17.6.3.2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5628</w:t>
      </w:r>
    </w:p>
    <w:p w14:paraId="0A35CD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A.17.6.3.2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5628</w:t>
      </w:r>
    </w:p>
    <w:p w14:paraId="4D0A462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A.17.6.3.2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5630</w:t>
      </w:r>
    </w:p>
    <w:p w14:paraId="1E31E2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A.17.6.3.3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not used</w:t>
      </w:r>
      <w:r>
        <w:tab/>
        <w:t>5630</w:t>
      </w:r>
    </w:p>
    <w:p w14:paraId="7AC228F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A.17.6.3.3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5630</w:t>
      </w:r>
    </w:p>
    <w:p w14:paraId="05AA528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A.17.6.3.3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5631</w:t>
      </w:r>
    </w:p>
    <w:p w14:paraId="722D44A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A.17.6.3.3</w:t>
      </w:r>
      <w:r>
        <w:t>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5633</w:t>
      </w:r>
    </w:p>
    <w:p w14:paraId="4DAEE62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A.17.6.3.4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when DRX is used</w:t>
      </w:r>
      <w:r>
        <w:tab/>
        <w:t>5634</w:t>
      </w:r>
    </w:p>
    <w:p w14:paraId="49C01D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A.17.6.3.4</w:t>
      </w:r>
      <w:r>
        <w:t>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5634</w:t>
      </w:r>
    </w:p>
    <w:p w14:paraId="6A45995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A.17.6.3.4</w:t>
      </w:r>
      <w:r>
        <w:t>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5634</w:t>
      </w:r>
    </w:p>
    <w:p w14:paraId="0B19AA4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A.7.6.3.3.3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5636</w:t>
      </w:r>
    </w:p>
    <w:p w14:paraId="72A72F2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interfrequency CGI reporting in autonomous gaps test (PCell in FR2) for 2 RX UE</w:t>
      </w:r>
      <w:r>
        <w:tab/>
        <w:t>5637</w:t>
      </w:r>
    </w:p>
    <w:p w14:paraId="12C9BE1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5637</w:t>
      </w:r>
    </w:p>
    <w:p w14:paraId="608D819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A.17.6.4.1.2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5640</w:t>
      </w:r>
    </w:p>
    <w:p w14:paraId="2FB181E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A.17.7</w:t>
      </w:r>
      <w:r>
        <w:rPr>
          <w:rFonts w:ascii="Calibri" w:eastAsia="Malgun Gothic" w:hAnsi="Calibri"/>
          <w:sz w:val="22"/>
          <w:szCs w:val="22"/>
        </w:rPr>
        <w:tab/>
      </w:r>
      <w:r>
        <w:t>Measurement Performance requirements</w:t>
      </w:r>
      <w:r>
        <w:tab/>
        <w:t>5640</w:t>
      </w:r>
    </w:p>
    <w:p w14:paraId="47D0708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A.17.7.1</w:t>
      </w:r>
      <w:r>
        <w:rPr>
          <w:rFonts w:ascii="Calibri" w:eastAsia="Malgun Gothic" w:hAnsi="Calibri"/>
          <w:sz w:val="22"/>
          <w:szCs w:val="22"/>
        </w:rPr>
        <w:tab/>
      </w:r>
      <w:r>
        <w:t>SS-RSRP</w:t>
      </w:r>
      <w:r>
        <w:tab/>
        <w:t>5640</w:t>
      </w:r>
    </w:p>
    <w:p w14:paraId="2279B21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case measurement accuracy with FR2 serving cell and FR2 target cell</w:t>
      </w:r>
      <w:r>
        <w:tab/>
        <w:t>5640</w:t>
      </w:r>
    </w:p>
    <w:p w14:paraId="31B1643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5640</w:t>
      </w:r>
    </w:p>
    <w:p w14:paraId="7D5F29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A.17.7.1.1.2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5640</w:t>
      </w:r>
    </w:p>
    <w:p w14:paraId="46D2011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A.17.7.1.1.3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5644</w:t>
      </w:r>
    </w:p>
    <w:p w14:paraId="0181CFA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case measurement accuracy with FR2 serving cell and FR2 target cell</w:t>
      </w:r>
      <w:r>
        <w:tab/>
        <w:t>5645</w:t>
      </w:r>
    </w:p>
    <w:p w14:paraId="6C0878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A.17.7.1.2.1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5645</w:t>
      </w:r>
    </w:p>
    <w:p w14:paraId="1C06E57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A.17.7.1.2.2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5645</w:t>
      </w:r>
    </w:p>
    <w:p w14:paraId="4F9CE21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A.17.7.1.2.3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5649</w:t>
      </w:r>
    </w:p>
    <w:p w14:paraId="50995AA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A.17.7.2</w:t>
      </w:r>
      <w:r>
        <w:rPr>
          <w:rFonts w:ascii="Calibri" w:eastAsia="Malgun Gothic" w:hAnsi="Calibri"/>
          <w:sz w:val="22"/>
          <w:szCs w:val="22"/>
        </w:rPr>
        <w:tab/>
      </w:r>
      <w:r>
        <w:t>SS-RSRQ</w:t>
      </w:r>
      <w:r>
        <w:tab/>
        <w:t>5650</w:t>
      </w:r>
    </w:p>
    <w:p w14:paraId="26368BA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measurement accuracy with FR2 serving cell and FR2 target cell</w:t>
      </w:r>
      <w:r>
        <w:tab/>
        <w:t>5650</w:t>
      </w:r>
    </w:p>
    <w:p w14:paraId="15989C94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5650</w:t>
      </w:r>
    </w:p>
    <w:p w14:paraId="1ABB86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5650</w:t>
      </w:r>
    </w:p>
    <w:p w14:paraId="2723A0D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5652</w:t>
      </w:r>
    </w:p>
    <w:p w14:paraId="1CDDFE6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FR2 serving cell and FR2 TDD target cell for 2 Rx UE</w:t>
      </w:r>
      <w:r>
        <w:tab/>
        <w:t>5652</w:t>
      </w:r>
    </w:p>
    <w:p w14:paraId="0B753B9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5652</w:t>
      </w:r>
    </w:p>
    <w:p w14:paraId="2B7AD9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A.17.7.2.2.2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5652</w:t>
      </w:r>
    </w:p>
    <w:p w14:paraId="22E7B9D3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A.17.7.2.2.3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5654</w:t>
      </w:r>
    </w:p>
    <w:p w14:paraId="2ED0A56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A.17.7.2.3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Inter-frequency measurement accuracy with FR2 serving cell and FR2 TDD target cell</w:t>
      </w:r>
      <w:r>
        <w:tab/>
        <w:t>5654</w:t>
      </w:r>
    </w:p>
    <w:p w14:paraId="15661A6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A.17.7.3</w:t>
      </w:r>
      <w:r>
        <w:rPr>
          <w:rFonts w:ascii="Calibri" w:eastAsia="Malgun Gothic" w:hAnsi="Calibri"/>
          <w:sz w:val="22"/>
          <w:szCs w:val="22"/>
        </w:rPr>
        <w:tab/>
      </w:r>
      <w:r>
        <w:t>L1-RSRP measurement for beam reporting</w:t>
      </w:r>
      <w:r>
        <w:tab/>
        <w:t>5654</w:t>
      </w:r>
    </w:p>
    <w:p w14:paraId="09101E9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SSB based L1-RSRP measurement</w:t>
      </w:r>
      <w:r>
        <w:tab/>
        <w:t>5654</w:t>
      </w:r>
    </w:p>
    <w:p w14:paraId="4A733929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5654</w:t>
      </w:r>
    </w:p>
    <w:p w14:paraId="4164C8B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5655</w:t>
      </w:r>
    </w:p>
    <w:p w14:paraId="5274E0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5655</w:t>
      </w:r>
    </w:p>
    <w:p w14:paraId="68DF48DE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CSI-RS based L1-RSRP measurement on resource set with repetition off</w:t>
      </w:r>
      <w:r>
        <w:tab/>
        <w:t>5655</w:t>
      </w:r>
    </w:p>
    <w:p w14:paraId="58FB570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5655</w:t>
      </w:r>
    </w:p>
    <w:p w14:paraId="3D473E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A.17.7.3.2.2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5655</w:t>
      </w:r>
    </w:p>
    <w:p w14:paraId="713597D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A.17.7.3.2.3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5656</w:t>
      </w:r>
    </w:p>
    <w:p w14:paraId="300F80D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A.17.7.4</w:t>
      </w:r>
      <w:r>
        <w:rPr>
          <w:rFonts w:ascii="Calibri" w:eastAsia="Malgun Gothic" w:hAnsi="Calibri"/>
          <w:sz w:val="22"/>
          <w:szCs w:val="22"/>
        </w:rPr>
        <w:tab/>
      </w:r>
      <w:r>
        <w:t>SS-SINR</w:t>
      </w:r>
      <w:r>
        <w:tab/>
        <w:t>5656</w:t>
      </w:r>
    </w:p>
    <w:p w14:paraId="5DCF125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A.17.7.4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SA intra-frequency case measurement accuracy with FR2 serving cell and FR2 target cell</w:t>
      </w:r>
      <w:r w:rsidRPr="00825DA5">
        <w:rPr>
          <w:snapToGrid w:val="0"/>
          <w:lang w:eastAsia="zh-CN"/>
        </w:rPr>
        <w:t xml:space="preserve"> </w:t>
      </w:r>
      <w:r w:rsidRPr="00825DA5">
        <w:rPr>
          <w:snapToGrid w:val="0"/>
        </w:rPr>
        <w:t>for 2Rx UE</w:t>
      </w:r>
      <w:r>
        <w:tab/>
        <w:t>5656</w:t>
      </w:r>
    </w:p>
    <w:p w14:paraId="6C00A4E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A.17.7.4.1.1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5656</w:t>
      </w:r>
    </w:p>
    <w:p w14:paraId="6FC3C67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A.17.7.4.1.2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</w:t>
      </w:r>
      <w:r>
        <w:tab/>
        <w:t>5656</w:t>
      </w:r>
    </w:p>
    <w:p w14:paraId="44A220F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A.17.7.4.1.3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5658</w:t>
      </w:r>
    </w:p>
    <w:p w14:paraId="1AD6A9AD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A.18</w:t>
      </w:r>
      <w:r>
        <w:rPr>
          <w:rFonts w:ascii="Calibri" w:eastAsia="Malgun Gothic" w:hAnsi="Calibri"/>
          <w:szCs w:val="22"/>
        </w:rPr>
        <w:tab/>
      </w:r>
      <w:r>
        <w:t>E-UTRA standalone tests for NR RRM for RedCap</w:t>
      </w:r>
      <w:r>
        <w:tab/>
        <w:t>5658</w:t>
      </w:r>
    </w:p>
    <w:p w14:paraId="3838097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A.18.1</w:t>
      </w:r>
      <w:r>
        <w:rPr>
          <w:rFonts w:ascii="Calibri" w:eastAsia="Malgun Gothic" w:hAnsi="Calibri"/>
          <w:sz w:val="22"/>
          <w:szCs w:val="22"/>
        </w:rPr>
        <w:tab/>
      </w:r>
      <w:r>
        <w:t>RRC_IDLE state mobility</w:t>
      </w:r>
      <w:r>
        <w:tab/>
        <w:t>5658</w:t>
      </w:r>
    </w:p>
    <w:p w14:paraId="58CF2BB6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A.18.1.1</w:t>
      </w:r>
      <w:r>
        <w:rPr>
          <w:rFonts w:ascii="Calibri" w:eastAsia="Malgun Gothic" w:hAnsi="Calibri"/>
          <w:sz w:val="22"/>
          <w:szCs w:val="22"/>
        </w:rPr>
        <w:tab/>
      </w:r>
      <w:r>
        <w:t>Inter-RAT NR Cell re-selection</w:t>
      </w:r>
      <w:r>
        <w:tab/>
        <w:t>5658</w:t>
      </w:r>
    </w:p>
    <w:p w14:paraId="1ECCC20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A.18.1.1.1</w:t>
      </w:r>
      <w:r>
        <w:rPr>
          <w:rFonts w:ascii="Calibri" w:eastAsia="Malgun Gothic" w:hAnsi="Calibri"/>
          <w:sz w:val="22"/>
          <w:szCs w:val="22"/>
        </w:rPr>
        <w:tab/>
      </w:r>
      <w:r>
        <w:t>E-UTRA Cell reselection to higher priority NR target Cell in FR1</w:t>
      </w:r>
      <w:r>
        <w:tab/>
        <w:t>5658</w:t>
      </w:r>
    </w:p>
    <w:p w14:paraId="303C69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t>A.18.1.1.1.1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Purpose and Environment</w:t>
      </w:r>
      <w:r>
        <w:tab/>
        <w:t>5658</w:t>
      </w:r>
    </w:p>
    <w:p w14:paraId="18A351C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  <w:lang w:eastAsia="zh-CN"/>
        </w:rPr>
        <w:lastRenderedPageBreak/>
        <w:t>A.18.2.1.1.2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  <w:lang w:eastAsia="zh-CN"/>
        </w:rPr>
        <w:t>Test Requirements</w:t>
      </w:r>
      <w:r>
        <w:tab/>
        <w:t>5663</w:t>
      </w:r>
    </w:p>
    <w:p w14:paraId="4C8436B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A.18.2</w:t>
      </w:r>
      <w:r>
        <w:rPr>
          <w:rFonts w:ascii="Calibri" w:eastAsia="Malgun Gothic" w:hAnsi="Calibri"/>
          <w:sz w:val="22"/>
          <w:szCs w:val="22"/>
        </w:rPr>
        <w:tab/>
      </w:r>
      <w:r>
        <w:t>RRC_CONNECTED state mobility</w:t>
      </w:r>
      <w:r>
        <w:tab/>
        <w:t>5663</w:t>
      </w:r>
    </w:p>
    <w:p w14:paraId="073345D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A.18.2.1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Handover</w:t>
      </w:r>
      <w:r>
        <w:tab/>
        <w:t>5663</w:t>
      </w:r>
    </w:p>
    <w:p w14:paraId="550B60FC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cs="v4.2.0"/>
          <w:lang w:val="sv-FI"/>
        </w:rPr>
        <w:t>A.18.2.1.1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lang w:val="sv-FI"/>
        </w:rPr>
        <w:t xml:space="preserve">E-UTRAN - </w:t>
      </w:r>
      <w:r w:rsidRPr="00825DA5">
        <w:rPr>
          <w:rFonts w:cs="v4.2.0"/>
          <w:lang w:val="sv-FI"/>
        </w:rPr>
        <w:t xml:space="preserve">NR </w:t>
      </w:r>
      <w:r w:rsidRPr="00825DA5">
        <w:rPr>
          <w:lang w:val="sv-FI"/>
        </w:rPr>
        <w:t>handover in FR1</w:t>
      </w:r>
      <w:r>
        <w:tab/>
        <w:t>5663</w:t>
      </w:r>
    </w:p>
    <w:p w14:paraId="3094848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A.18.2.1.1.1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5663</w:t>
      </w:r>
    </w:p>
    <w:p w14:paraId="4CAC245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A.18.2.1.1.2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5668</w:t>
      </w:r>
    </w:p>
    <w:p w14:paraId="02FB623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A.18.2.2</w:t>
      </w:r>
      <w:r>
        <w:rPr>
          <w:rFonts w:ascii="Calibri" w:eastAsia="Malgun Gothic" w:hAnsi="Calibri"/>
          <w:sz w:val="22"/>
          <w:szCs w:val="22"/>
        </w:rPr>
        <w:tab/>
      </w:r>
      <w:r>
        <w:t>RRC connection release with redirection</w:t>
      </w:r>
      <w:r>
        <w:tab/>
        <w:t>5668</w:t>
      </w:r>
    </w:p>
    <w:p w14:paraId="00F3C9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Redirection from E-UTRA to NR FR1 for redcap UE</w:t>
      </w:r>
      <w:r>
        <w:tab/>
        <w:t>5668</w:t>
      </w:r>
    </w:p>
    <w:p w14:paraId="23916D9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A.18.2.2.1.1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Purpose and Environment</w:t>
      </w:r>
      <w:r>
        <w:tab/>
        <w:t>5668</w:t>
      </w:r>
    </w:p>
    <w:p w14:paraId="1D25A8C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A.18.2.2.1.2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Parameters</w:t>
      </w:r>
      <w:r>
        <w:tab/>
        <w:t>5668</w:t>
      </w:r>
    </w:p>
    <w:p w14:paraId="48C8446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 w:rsidRPr="00825DA5">
        <w:rPr>
          <w:snapToGrid w:val="0"/>
        </w:rPr>
        <w:t>A.18.2.2.1.3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snapToGrid w:val="0"/>
        </w:rPr>
        <w:t>Test Requirements</w:t>
      </w:r>
      <w:r>
        <w:tab/>
        <w:t>5675</w:t>
      </w:r>
    </w:p>
    <w:p w14:paraId="45F3FEE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A.18.3</w:t>
      </w:r>
      <w:r>
        <w:rPr>
          <w:rFonts w:ascii="Calibri" w:eastAsia="Malgun Gothic" w:hAnsi="Calibri"/>
          <w:sz w:val="22"/>
          <w:szCs w:val="22"/>
        </w:rPr>
        <w:tab/>
      </w:r>
      <w:r>
        <w:t>Measurement procedure</w:t>
      </w:r>
      <w:r>
        <w:tab/>
        <w:t>5675</w:t>
      </w:r>
    </w:p>
    <w:p w14:paraId="3C8725A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A.18.3.1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E-UTRA – NR Inter-RAT Measurements</w:t>
      </w:r>
      <w:r>
        <w:tab/>
        <w:t>5675</w:t>
      </w:r>
    </w:p>
    <w:p w14:paraId="27BD79C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A.18.3.1.1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without SSB time index detection when DRX is not used</w:t>
      </w:r>
      <w:r>
        <w:tab/>
        <w:t>5675</w:t>
      </w:r>
    </w:p>
    <w:p w14:paraId="2AF57A8C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A.18.3.1.1.1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5675</w:t>
      </w:r>
    </w:p>
    <w:p w14:paraId="266B09A1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A.18.3.1.1.2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5681</w:t>
      </w:r>
    </w:p>
    <w:p w14:paraId="735D24E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A.18.3.1.2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without SSB time index detection when DRX is used</w:t>
      </w:r>
      <w:r>
        <w:tab/>
        <w:t>5681</w:t>
      </w:r>
    </w:p>
    <w:p w14:paraId="575C98D7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A.18.3.1.2.1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5681</w:t>
      </w:r>
    </w:p>
    <w:p w14:paraId="1660468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A.18.3.1.2.2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5687</w:t>
      </w:r>
    </w:p>
    <w:p w14:paraId="067D608A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A.18.3.1.3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not used</w:t>
      </w:r>
      <w:r>
        <w:tab/>
        <w:t>5687</w:t>
      </w:r>
    </w:p>
    <w:p w14:paraId="12ED3EE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A.18.3.1.3.1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5687</w:t>
      </w:r>
    </w:p>
    <w:p w14:paraId="3293540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A.18.3.1.3.2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5693</w:t>
      </w:r>
    </w:p>
    <w:p w14:paraId="590A584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A.18.3.1.4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FR1 with SSB time index detection when DRX is used</w:t>
      </w:r>
      <w:r>
        <w:tab/>
        <w:t>5693</w:t>
      </w:r>
    </w:p>
    <w:p w14:paraId="7CEA1C58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A.18.3.1.4.1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5693</w:t>
      </w:r>
    </w:p>
    <w:p w14:paraId="3C4E59C6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A.18.3.1.4.2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5699</w:t>
      </w:r>
    </w:p>
    <w:p w14:paraId="24D6D9D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A.18.3.1.5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without SSB time index detection when DRX is not used</w:t>
      </w:r>
      <w:r>
        <w:tab/>
        <w:t>5699</w:t>
      </w:r>
    </w:p>
    <w:p w14:paraId="61710ACA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A.18.3.1.5.1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5699</w:t>
      </w:r>
    </w:p>
    <w:p w14:paraId="48B7CBDD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A.18.3.1.5.2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5701</w:t>
      </w:r>
    </w:p>
    <w:p w14:paraId="4E14A70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A.18.3.1.6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without SSB time index detection when DRX is used</w:t>
      </w:r>
      <w:r>
        <w:tab/>
        <w:t>5702</w:t>
      </w:r>
    </w:p>
    <w:p w14:paraId="0958141B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A.18.3.1.6.1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5702</w:t>
      </w:r>
    </w:p>
    <w:p w14:paraId="13080682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A.18.3.1.6.2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5704</w:t>
      </w:r>
    </w:p>
    <w:p w14:paraId="35EE73A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A.18.3.1.7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 SSB time index detection when DRX is not used</w:t>
      </w:r>
      <w:r>
        <w:tab/>
        <w:t>5705</w:t>
      </w:r>
    </w:p>
    <w:p w14:paraId="17D6CF7E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A.18.3.1.7.1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5705</w:t>
      </w:r>
    </w:p>
    <w:p w14:paraId="26E2CCBF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A.18.3.1.7.2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5707</w:t>
      </w:r>
    </w:p>
    <w:p w14:paraId="65D58929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A.18.3.1.8</w:t>
      </w:r>
      <w:r>
        <w:rPr>
          <w:rFonts w:ascii="Calibri" w:eastAsia="Malgun Gothic" w:hAnsi="Calibri"/>
          <w:sz w:val="22"/>
          <w:szCs w:val="22"/>
        </w:rPr>
        <w:tab/>
      </w:r>
      <w:r>
        <w:t>NR Inter-RAT event triggered reporting tests for FR2 with SSB time index detection when DRX is used</w:t>
      </w:r>
      <w:r>
        <w:tab/>
        <w:t>5708</w:t>
      </w:r>
    </w:p>
    <w:p w14:paraId="4BFBD890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A.18.3.1.8.1</w:t>
      </w:r>
      <w:r>
        <w:rPr>
          <w:rFonts w:ascii="Calibri" w:eastAsia="Malgun Gothic" w:hAnsi="Calibri"/>
          <w:sz w:val="22"/>
          <w:szCs w:val="22"/>
        </w:rPr>
        <w:tab/>
      </w:r>
      <w:r>
        <w:t>Test Purpose and Environment</w:t>
      </w:r>
      <w:r>
        <w:tab/>
        <w:t>5708</w:t>
      </w:r>
    </w:p>
    <w:p w14:paraId="17AFF105" w14:textId="77777777" w:rsidR="009E39BA" w:rsidRDefault="009E39BA">
      <w:pPr>
        <w:pStyle w:val="TOC5"/>
        <w:rPr>
          <w:rFonts w:ascii="Calibri" w:eastAsia="Malgun Gothic" w:hAnsi="Calibri"/>
          <w:sz w:val="22"/>
          <w:szCs w:val="22"/>
        </w:rPr>
      </w:pPr>
      <w:r>
        <w:t>A.18.3.1.8.2</w:t>
      </w:r>
      <w:r>
        <w:rPr>
          <w:rFonts w:ascii="Calibri" w:eastAsia="Malgun Gothic" w:hAnsi="Calibri"/>
          <w:sz w:val="22"/>
          <w:szCs w:val="22"/>
        </w:rPr>
        <w:tab/>
      </w:r>
      <w:r>
        <w:t>Test Requirements</w:t>
      </w:r>
      <w:r>
        <w:tab/>
        <w:t>5710</w:t>
      </w:r>
    </w:p>
    <w:p w14:paraId="53BE0516" w14:textId="77777777" w:rsidR="009E39BA" w:rsidRDefault="009E39BA">
      <w:pPr>
        <w:pStyle w:val="TOC8"/>
        <w:rPr>
          <w:rFonts w:ascii="Calibri" w:eastAsia="Malgun Gothic" w:hAnsi="Calibri"/>
          <w:b w:val="0"/>
          <w:szCs w:val="22"/>
        </w:rPr>
      </w:pPr>
      <w:r>
        <w:t>Annex B (normative): Conditions for RRM requirements applicability for operating bands</w:t>
      </w:r>
      <w:r>
        <w:tab/>
        <w:t>5149</w:t>
      </w:r>
    </w:p>
    <w:p w14:paraId="3BD606A4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B.1</w:t>
      </w:r>
      <w:r>
        <w:rPr>
          <w:rFonts w:ascii="Calibri" w:eastAsia="Malgun Gothic" w:hAnsi="Calibri"/>
          <w:szCs w:val="22"/>
        </w:rPr>
        <w:tab/>
      </w:r>
      <w:r>
        <w:t>Conditions for NR RRC_IDLE state mobility</w:t>
      </w:r>
      <w:r>
        <w:tab/>
        <w:t>5149</w:t>
      </w:r>
    </w:p>
    <w:p w14:paraId="1CC99FC4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5149</w:t>
      </w:r>
    </w:p>
    <w:p w14:paraId="7E02E20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intra-frequency cells for cell re-selection</w:t>
      </w:r>
      <w:r>
        <w:tab/>
        <w:t>5149</w:t>
      </w:r>
    </w:p>
    <w:p w14:paraId="4FA6908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B.1.3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inter-frequency cells for cell re-selection</w:t>
      </w:r>
      <w:r>
        <w:tab/>
        <w:t>5150</w:t>
      </w:r>
    </w:p>
    <w:p w14:paraId="4404088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B.1.4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intra-frequency cells for cell re-selection for RedCap</w:t>
      </w:r>
      <w:r>
        <w:tab/>
        <w:t>5150</w:t>
      </w:r>
    </w:p>
    <w:p w14:paraId="69C7E95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B.1.5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inter-frequency cells for cell re-selection for RedCap</w:t>
      </w:r>
      <w:r>
        <w:tab/>
        <w:t>5152</w:t>
      </w:r>
    </w:p>
    <w:p w14:paraId="354EFD8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B.1.6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intra-frequency cells for cell re-selection for satellite access</w:t>
      </w:r>
      <w:r>
        <w:tab/>
        <w:t>5152</w:t>
      </w:r>
    </w:p>
    <w:p w14:paraId="3260FED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B.1.7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measurements on NR inter-frequency cells for cell re-selection for satellite access</w:t>
      </w:r>
      <w:r>
        <w:tab/>
        <w:t>5153</w:t>
      </w:r>
    </w:p>
    <w:p w14:paraId="4E1DF717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B.2</w:t>
      </w:r>
      <w:r>
        <w:rPr>
          <w:rFonts w:ascii="Calibri" w:eastAsia="Malgun Gothic" w:hAnsi="Calibri"/>
          <w:szCs w:val="22"/>
        </w:rPr>
        <w:tab/>
      </w:r>
      <w:r>
        <w:t>Conditions for UE measurements procedures and performance requirements in RRC_CONNECTED state</w:t>
      </w:r>
      <w:r>
        <w:tab/>
        <w:t>5153</w:t>
      </w:r>
    </w:p>
    <w:p w14:paraId="6E9D1DE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5153</w:t>
      </w:r>
    </w:p>
    <w:p w14:paraId="1C90D3A7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General</w:t>
      </w:r>
      <w:r>
        <w:tab/>
        <w:t>5153</w:t>
      </w:r>
    </w:p>
    <w:p w14:paraId="7B14721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Derivation of Minimum SSB_RP values for </w:t>
      </w:r>
      <w:r>
        <w:t>FR1</w:t>
      </w:r>
      <w:r>
        <w:tab/>
        <w:t>5153</w:t>
      </w:r>
    </w:p>
    <w:p w14:paraId="5A693CE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Derivation of Minimum SSB_RP values for </w:t>
      </w:r>
      <w:r>
        <w:t>FR2</w:t>
      </w:r>
      <w:r>
        <w:tab/>
        <w:t>5153</w:t>
      </w:r>
    </w:p>
    <w:p w14:paraId="12519F38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B.2.1.3.1</w:t>
      </w:r>
      <w:r>
        <w:rPr>
          <w:rFonts w:ascii="Calibri" w:eastAsia="Malgun Gothic" w:hAnsi="Calibri"/>
          <w:sz w:val="22"/>
          <w:szCs w:val="22"/>
        </w:rPr>
        <w:tab/>
      </w:r>
      <w:r>
        <w:t>Minimum SSB_RP values for</w:t>
      </w:r>
      <w:r w:rsidRPr="00825DA5">
        <w:rPr>
          <w:rFonts w:cs="Arial"/>
        </w:rPr>
        <w:t xml:space="preserve"> </w:t>
      </w:r>
      <w:r>
        <w:t>Rx Beam Peak angle of arrival</w:t>
      </w:r>
      <w:r>
        <w:tab/>
        <w:t>5153</w:t>
      </w:r>
    </w:p>
    <w:p w14:paraId="6055D72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B.2.1.3.2</w:t>
      </w:r>
      <w:r>
        <w:rPr>
          <w:rFonts w:ascii="Calibri" w:eastAsia="Malgun Gothic" w:hAnsi="Calibri"/>
          <w:sz w:val="22"/>
          <w:szCs w:val="22"/>
        </w:rPr>
        <w:tab/>
      </w:r>
      <w:r>
        <w:t>Minimum SSB_RP values for</w:t>
      </w:r>
      <w:r w:rsidRPr="00825DA5">
        <w:rPr>
          <w:rFonts w:cs="Arial"/>
        </w:rPr>
        <w:t xml:space="preserve"> </w:t>
      </w:r>
      <w:r>
        <w:t>angle of arrival within Spherical coverage</w:t>
      </w:r>
      <w:r>
        <w:tab/>
        <w:t>5154</w:t>
      </w:r>
    </w:p>
    <w:p w14:paraId="582BA24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Gain to SS-RSRP </w:t>
      </w:r>
      <w:r>
        <w:t xml:space="preserve">and CSI-RSRP </w:t>
      </w:r>
      <w:r>
        <w:rPr>
          <w:lang w:eastAsia="zh-CN"/>
        </w:rPr>
        <w:t xml:space="preserve">measurement point for </w:t>
      </w:r>
      <w:r>
        <w:t>FR1</w:t>
      </w:r>
      <w:r>
        <w:tab/>
        <w:t>5155</w:t>
      </w:r>
    </w:p>
    <w:p w14:paraId="1CFE211E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Gain to SS-RSRP</w:t>
      </w:r>
      <w:r>
        <w:t xml:space="preserve"> and CSI-RSRP</w:t>
      </w:r>
      <w:r>
        <w:rPr>
          <w:lang w:eastAsia="zh-CN"/>
        </w:rPr>
        <w:t xml:space="preserve"> measurement point for </w:t>
      </w:r>
      <w:r>
        <w:t>FR2</w:t>
      </w:r>
      <w:r>
        <w:tab/>
        <w:t>5155</w:t>
      </w:r>
    </w:p>
    <w:p w14:paraId="5C4937C4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B.2.1.5.1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Gain to SS-RSRP</w:t>
      </w:r>
      <w:r>
        <w:t xml:space="preserve"> and CSI-RSRP</w:t>
      </w:r>
      <w:r>
        <w:rPr>
          <w:lang w:eastAsia="zh-CN"/>
        </w:rPr>
        <w:t xml:space="preserve"> measurement point</w:t>
      </w:r>
      <w:r>
        <w:t xml:space="preserve"> for</w:t>
      </w:r>
      <w:r w:rsidRPr="00825DA5">
        <w:rPr>
          <w:rFonts w:cs="Arial"/>
        </w:rPr>
        <w:t xml:space="preserve"> </w:t>
      </w:r>
      <w:r>
        <w:t>Rx Beam Peak angle of arrival</w:t>
      </w:r>
      <w:r>
        <w:tab/>
        <w:t>5155</w:t>
      </w:r>
    </w:p>
    <w:p w14:paraId="7FED390F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B.2.1.5.2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Gain to SS-RSRP measurement point</w:t>
      </w:r>
      <w:r>
        <w:rPr>
          <w:rFonts w:eastAsia="Malgun Gothic"/>
        </w:rPr>
        <w:t xml:space="preserve"> for</w:t>
      </w:r>
      <w:r>
        <w:rPr>
          <w:rFonts w:eastAsia="Malgun Gothic" w:cs="Arial"/>
        </w:rPr>
        <w:t xml:space="preserve"> </w:t>
      </w:r>
      <w:r>
        <w:rPr>
          <w:rFonts w:eastAsia="Malgun Gothic"/>
        </w:rPr>
        <w:t>different frequency</w:t>
      </w:r>
      <w:r>
        <w:tab/>
        <w:t>5156</w:t>
      </w:r>
    </w:p>
    <w:p w14:paraId="4AB2F301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rFonts w:eastAsia="Malgun Gothic"/>
        </w:rPr>
        <w:t>B.2.1.5.3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rFonts w:eastAsia="Malgun Gothic"/>
          <w:lang w:eastAsia="zh-CN"/>
        </w:rPr>
        <w:t>Alignment of Rough beam to Rx beam Peak</w:t>
      </w:r>
      <w:r>
        <w:tab/>
        <w:t>5156</w:t>
      </w:r>
    </w:p>
    <w:p w14:paraId="4E213F4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6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 xml:space="preserve">Gain to PRS-RSRP measurement point for </w:t>
      </w:r>
      <w:r>
        <w:t>FR2</w:t>
      </w:r>
      <w:r>
        <w:tab/>
        <w:t>5156</w:t>
      </w:r>
    </w:p>
    <w:p w14:paraId="6C84B54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B.2.1.6.1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Gain to PRS-RSRP measurement point</w:t>
      </w:r>
      <w:r>
        <w:t xml:space="preserve"> for</w:t>
      </w:r>
      <w:r w:rsidRPr="00825DA5">
        <w:rPr>
          <w:rFonts w:cs="Arial"/>
        </w:rPr>
        <w:t xml:space="preserve"> </w:t>
      </w:r>
      <w:r>
        <w:t>Rx Beam Peak angle of arrival</w:t>
      </w:r>
      <w:r>
        <w:tab/>
        <w:t>5156</w:t>
      </w:r>
    </w:p>
    <w:p w14:paraId="3A2B004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intra-frequency measurements</w:t>
      </w:r>
      <w:r>
        <w:tab/>
        <w:t>5157</w:t>
      </w:r>
    </w:p>
    <w:p w14:paraId="1EB70A3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B.2.3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inter-frequency measurements</w:t>
      </w:r>
      <w:r>
        <w:tab/>
        <w:t>5158</w:t>
      </w:r>
    </w:p>
    <w:p w14:paraId="6F0F0EE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B.2.4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L1-RSRP reporting</w:t>
      </w:r>
      <w:r>
        <w:tab/>
        <w:t>5159</w:t>
      </w:r>
    </w:p>
    <w:p w14:paraId="2FBBC5F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B.2.4.1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SSB based L1-RSRP reporting</w:t>
      </w:r>
      <w:r>
        <w:tab/>
        <w:t>5159</w:t>
      </w:r>
    </w:p>
    <w:p w14:paraId="51A5FC3A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B.2.4.2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CSI-RS based L1-RSRP reporting</w:t>
      </w:r>
      <w:r>
        <w:tab/>
        <w:t>5160</w:t>
      </w:r>
    </w:p>
    <w:p w14:paraId="67CA2E0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B.2.5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RRC connection release with redirection to NR</w:t>
      </w:r>
      <w:r>
        <w:tab/>
        <w:t>5162</w:t>
      </w:r>
    </w:p>
    <w:p w14:paraId="5255F25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B.2.6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5163</w:t>
      </w:r>
    </w:p>
    <w:p w14:paraId="463F5F0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B.2.6.1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5163</w:t>
      </w:r>
    </w:p>
    <w:p w14:paraId="082D84C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B.2.6.2</w:t>
      </w:r>
      <w:r>
        <w:rPr>
          <w:rFonts w:ascii="Calibri" w:eastAsia="Malgun Gothic" w:hAnsi="Calibri"/>
          <w:sz w:val="22"/>
          <w:szCs w:val="22"/>
        </w:rPr>
        <w:tab/>
      </w:r>
      <w:r>
        <w:t>Void</w:t>
      </w:r>
      <w:r>
        <w:tab/>
        <w:t>5163</w:t>
      </w:r>
    </w:p>
    <w:p w14:paraId="554CB6F0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B.2.7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SRS-RSRP measurements</w:t>
      </w:r>
      <w:r>
        <w:tab/>
        <w:t>5163</w:t>
      </w:r>
    </w:p>
    <w:p w14:paraId="7B1308C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B.2.8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L1-SINR reporting</w:t>
      </w:r>
      <w:r>
        <w:tab/>
        <w:t>5164</w:t>
      </w:r>
    </w:p>
    <w:p w14:paraId="244584BB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B.2.8.1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L1-SINR reporting with CSI-RS based CMR and no dedicated IMR configured</w:t>
      </w:r>
      <w:r>
        <w:tab/>
        <w:t>5164</w:t>
      </w:r>
    </w:p>
    <w:p w14:paraId="1A01AEE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B.2.8.2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L1-SINR reporting with SSB based CMR and dedicated IMR configured</w:t>
      </w:r>
      <w:r>
        <w:tab/>
        <w:t>5165</w:t>
      </w:r>
    </w:p>
    <w:p w14:paraId="4D9FE43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B.2.8.2.1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L1-SINR reporting with SSB based CMR and dedicated ZP-IMR configured</w:t>
      </w:r>
      <w:r>
        <w:tab/>
        <w:t>5165</w:t>
      </w:r>
    </w:p>
    <w:p w14:paraId="0A037F22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B.2.8.2.2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L1-SINR reporting with SSB based CMR and dedicated NZP-IMR configured</w:t>
      </w:r>
      <w:r>
        <w:tab/>
        <w:t>5165</w:t>
      </w:r>
    </w:p>
    <w:p w14:paraId="4330EAB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B.2.8.3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L1-SINR reporting with CSI-RS based CMR and dedicated IMR configured</w:t>
      </w:r>
      <w:r>
        <w:tab/>
        <w:t>5167</w:t>
      </w:r>
    </w:p>
    <w:p w14:paraId="46A8F3CD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B.2.8.3.1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L1-SINR reporting with CSI-RS based CMR and dedicated ZP-IMR configured</w:t>
      </w:r>
      <w:r>
        <w:tab/>
        <w:t>5167</w:t>
      </w:r>
    </w:p>
    <w:p w14:paraId="5A9DD557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B.2.8.3.2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L1-SINR reporting with CSI-RS based CMR and dedicated NZP-IMR configured</w:t>
      </w:r>
      <w:r>
        <w:tab/>
        <w:t>5168</w:t>
      </w:r>
    </w:p>
    <w:p w14:paraId="740E4A96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B.2.9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intra-frequency measurements under CCA</w:t>
      </w:r>
      <w:r>
        <w:tab/>
        <w:t>5169</w:t>
      </w:r>
    </w:p>
    <w:p w14:paraId="6350507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B.2.10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inter-frequency measurements under CCA</w:t>
      </w:r>
      <w:r>
        <w:tab/>
        <w:t>5169</w:t>
      </w:r>
    </w:p>
    <w:p w14:paraId="1B2C5F6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B.2.11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L1-RSRP reporting under CCA</w:t>
      </w:r>
      <w:r>
        <w:tab/>
        <w:t>5169</w:t>
      </w:r>
    </w:p>
    <w:p w14:paraId="10555275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B.2.11.1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SSB based L1-RSRP reporting</w:t>
      </w:r>
      <w:r>
        <w:tab/>
        <w:t>5169</w:t>
      </w:r>
    </w:p>
    <w:p w14:paraId="34490A0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B.2.12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Conditions for NR </w:t>
      </w:r>
      <w:r>
        <w:rPr>
          <w:lang w:eastAsia="zh-CN"/>
        </w:rPr>
        <w:t xml:space="preserve">CSI-RS based </w:t>
      </w:r>
      <w:r>
        <w:t>intra-frequency measurements</w:t>
      </w:r>
      <w:r>
        <w:tab/>
        <w:t>5170</w:t>
      </w:r>
    </w:p>
    <w:p w14:paraId="711278DF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B.2.13</w:t>
      </w:r>
      <w:r>
        <w:rPr>
          <w:rFonts w:ascii="Calibri" w:eastAsia="Malgun Gothic" w:hAnsi="Calibri"/>
          <w:sz w:val="22"/>
          <w:szCs w:val="22"/>
        </w:rPr>
        <w:tab/>
      </w:r>
      <w:r>
        <w:t xml:space="preserve">Conditions for NR </w:t>
      </w:r>
      <w:r>
        <w:rPr>
          <w:lang w:eastAsia="zh-CN"/>
        </w:rPr>
        <w:t xml:space="preserve">CSI-RS based </w:t>
      </w:r>
      <w:r>
        <w:t>inter-frequency measurements</w:t>
      </w:r>
      <w:r>
        <w:tab/>
        <w:t>5171</w:t>
      </w:r>
    </w:p>
    <w:p w14:paraId="6CB3E40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B.2.14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</w:t>
      </w:r>
      <w:r>
        <w:rPr>
          <w:lang w:eastAsia="zh-CN"/>
        </w:rPr>
        <w:t xml:space="preserve"> PRS-based</w:t>
      </w:r>
      <w:r>
        <w:t xml:space="preserve"> measurements</w:t>
      </w:r>
      <w:r>
        <w:tab/>
        <w:t>5173</w:t>
      </w:r>
    </w:p>
    <w:p w14:paraId="4C405C87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B.2.15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intra-frequency measurements</w:t>
      </w:r>
      <w:r>
        <w:tab/>
        <w:t>5174</w:t>
      </w:r>
    </w:p>
    <w:p w14:paraId="5C2A7B7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B.2.16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inter-frequency measurements</w:t>
      </w:r>
      <w:r>
        <w:tab/>
        <w:t>5176</w:t>
      </w:r>
    </w:p>
    <w:p w14:paraId="64D0391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B.2.17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intra-frequency measurements for satellite access</w:t>
      </w:r>
      <w:r>
        <w:tab/>
        <w:t>5178</w:t>
      </w:r>
    </w:p>
    <w:p w14:paraId="232AD03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B.2.18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inter-frequency measurements for satellite access</w:t>
      </w:r>
      <w:r>
        <w:tab/>
        <w:t>5179</w:t>
      </w:r>
    </w:p>
    <w:p w14:paraId="3C81C16A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B.2.19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NR L1-RSRP reporting for satellite access</w:t>
      </w:r>
      <w:r>
        <w:tab/>
        <w:t>5179</w:t>
      </w:r>
    </w:p>
    <w:p w14:paraId="58E5E2A3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B.2.19.1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SSB based L1-RSRP reporting for satellite access</w:t>
      </w:r>
      <w:r>
        <w:tab/>
        <w:t>5179</w:t>
      </w:r>
    </w:p>
    <w:p w14:paraId="06346CF9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B.2.19.2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CSI-RS based L1-RSRP reporting for satellite access</w:t>
      </w:r>
      <w:r>
        <w:tab/>
        <w:t>5179</w:t>
      </w:r>
    </w:p>
    <w:p w14:paraId="24453332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B.2.20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RRC connection release with redirection to NR for satellite access</w:t>
      </w:r>
      <w:r>
        <w:tab/>
        <w:t>5180</w:t>
      </w:r>
    </w:p>
    <w:p w14:paraId="0DC9DB7C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B.3</w:t>
      </w:r>
      <w:r>
        <w:rPr>
          <w:rFonts w:ascii="Calibri" w:eastAsia="Malgun Gothic" w:hAnsi="Calibri"/>
          <w:szCs w:val="22"/>
        </w:rPr>
        <w:tab/>
      </w:r>
      <w:r>
        <w:t>RRM Requirements Exceptions</w:t>
      </w:r>
      <w:r>
        <w:tab/>
        <w:t>5180</w:t>
      </w:r>
    </w:p>
    <w:p w14:paraId="13F5E11E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B.3.1</w:t>
      </w:r>
      <w:r>
        <w:rPr>
          <w:rFonts w:ascii="Calibri" w:eastAsia="Malgun Gothic" w:hAnsi="Calibri"/>
          <w:sz w:val="22"/>
          <w:szCs w:val="22"/>
        </w:rPr>
        <w:tab/>
      </w:r>
      <w:r>
        <w:t>Introduction</w:t>
      </w:r>
      <w:r>
        <w:tab/>
        <w:t>5180</w:t>
      </w:r>
    </w:p>
    <w:p w14:paraId="5AC9F0C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B.3.2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CA</w:t>
      </w:r>
      <w:r>
        <w:tab/>
        <w:t>5180</w:t>
      </w:r>
    </w:p>
    <w:p w14:paraId="1027A518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B.3.2.1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supporting CA in FR1</w:t>
      </w:r>
      <w:r>
        <w:tab/>
        <w:t>5180</w:t>
      </w:r>
    </w:p>
    <w:p w14:paraId="5BF53B2C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B.3.2.2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configured with CA in FR1</w:t>
      </w:r>
      <w:r>
        <w:tab/>
        <w:t>5180</w:t>
      </w:r>
    </w:p>
    <w:p w14:paraId="69EBDC53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B.3.2.2.1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Inter-band carrier aggregation</w:t>
      </w:r>
      <w:r>
        <w:tab/>
        <w:t>5180</w:t>
      </w:r>
    </w:p>
    <w:p w14:paraId="1870581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t>B.3.2.2.2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Reference sensitivity exceptions due to UL harmonic interference for CA</w:t>
      </w:r>
      <w:r>
        <w:tab/>
        <w:t>5180</w:t>
      </w:r>
    </w:p>
    <w:p w14:paraId="28F0081B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t>B.3.2.2.3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Reference sensitivity exceptions due to intermodulation interference due to 2UL CA</w:t>
      </w:r>
      <w:r>
        <w:tab/>
        <w:t>5181</w:t>
      </w:r>
    </w:p>
    <w:p w14:paraId="1B73AB8F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B.3.2.3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supporting CA in FR2</w:t>
      </w:r>
      <w:r>
        <w:tab/>
        <w:t>5181</w:t>
      </w:r>
    </w:p>
    <w:p w14:paraId="3F8945D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B.3.2.4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configured with CA in FR2</w:t>
      </w:r>
      <w:r>
        <w:tab/>
        <w:t>5181</w:t>
      </w:r>
    </w:p>
    <w:p w14:paraId="10485DF6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B.3.2.4.1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Intra-band contiguous carrier aggregation</w:t>
      </w:r>
      <w:r>
        <w:tab/>
        <w:t>5181</w:t>
      </w:r>
    </w:p>
    <w:p w14:paraId="43496395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 w:rsidRPr="00825DA5">
        <w:rPr>
          <w:rFonts w:eastAsia="MS Mincho"/>
        </w:rPr>
        <w:t>B.3.2.4.2</w:t>
      </w:r>
      <w:r>
        <w:rPr>
          <w:rFonts w:ascii="Calibri" w:eastAsia="Malgun Gothic" w:hAnsi="Calibri"/>
          <w:sz w:val="22"/>
          <w:szCs w:val="22"/>
        </w:rPr>
        <w:tab/>
      </w:r>
      <w:r w:rsidRPr="00825DA5">
        <w:rPr>
          <w:rFonts w:eastAsia="MS Mincho"/>
        </w:rPr>
        <w:t>Intra-band non-contiguous carrier aggregation</w:t>
      </w:r>
      <w:r>
        <w:tab/>
        <w:t>5181</w:t>
      </w:r>
    </w:p>
    <w:p w14:paraId="717E3453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B.3.3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DC</w:t>
      </w:r>
      <w:r>
        <w:tab/>
        <w:t>5181</w:t>
      </w:r>
    </w:p>
    <w:p w14:paraId="11AA5542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B.3.3.1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EN-DC</w:t>
      </w:r>
      <w:r>
        <w:tab/>
        <w:t>5181</w:t>
      </w:r>
    </w:p>
    <w:p w14:paraId="4E957741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B.3.3.2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NE-DC</w:t>
      </w:r>
      <w:r>
        <w:tab/>
        <w:t>5181</w:t>
      </w:r>
    </w:p>
    <w:p w14:paraId="570CCDE1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B.3.4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SUL</w:t>
      </w:r>
      <w:r>
        <w:tab/>
        <w:t>5181</w:t>
      </w:r>
    </w:p>
    <w:p w14:paraId="214325B4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B.3.4.1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supporting SUL in FR1</w:t>
      </w:r>
      <w:r>
        <w:tab/>
        <w:t>5181</w:t>
      </w:r>
    </w:p>
    <w:p w14:paraId="280A32A0" w14:textId="77777777" w:rsidR="009E39BA" w:rsidRDefault="009E39BA">
      <w:pPr>
        <w:pStyle w:val="TOC3"/>
        <w:rPr>
          <w:rFonts w:ascii="Calibri" w:eastAsia="Malgun Gothic" w:hAnsi="Calibri"/>
          <w:sz w:val="22"/>
          <w:szCs w:val="22"/>
        </w:rPr>
      </w:pPr>
      <w:r>
        <w:t>B.3.4.2</w:t>
      </w:r>
      <w:r>
        <w:rPr>
          <w:rFonts w:ascii="Calibri" w:eastAsia="Malgun Gothic" w:hAnsi="Calibri"/>
          <w:sz w:val="22"/>
          <w:szCs w:val="22"/>
        </w:rPr>
        <w:tab/>
      </w:r>
      <w:r>
        <w:t>Receiver sensitivity relaxation for UE configured with SUL in FR1</w:t>
      </w:r>
      <w:r>
        <w:tab/>
        <w:t>5182</w:t>
      </w:r>
    </w:p>
    <w:p w14:paraId="2A44DB80" w14:textId="77777777" w:rsidR="009E39BA" w:rsidRDefault="009E39BA">
      <w:pPr>
        <w:pStyle w:val="TOC4"/>
        <w:rPr>
          <w:rFonts w:ascii="Calibri" w:eastAsia="Malgun Gothic" w:hAnsi="Calibri"/>
          <w:sz w:val="22"/>
          <w:szCs w:val="22"/>
        </w:rPr>
      </w:pPr>
      <w:r>
        <w:rPr>
          <w:lang w:eastAsia="zh-CN"/>
        </w:rPr>
        <w:lastRenderedPageBreak/>
        <w:t>B.3.4.2.1</w:t>
      </w:r>
      <w:r>
        <w:rPr>
          <w:rFonts w:ascii="Calibri" w:eastAsia="Malgun Gothic" w:hAnsi="Calibri"/>
          <w:sz w:val="22"/>
          <w:szCs w:val="22"/>
        </w:rPr>
        <w:tab/>
      </w:r>
      <w:r>
        <w:rPr>
          <w:lang w:eastAsia="zh-CN"/>
        </w:rPr>
        <w:t>Reference sensitivity exceptions due to UL harmonic interference for SUL</w:t>
      </w:r>
      <w:r>
        <w:tab/>
        <w:t>5182</w:t>
      </w:r>
    </w:p>
    <w:p w14:paraId="2EA579E5" w14:textId="77777777" w:rsidR="009E39BA" w:rsidRDefault="009E39BA">
      <w:pPr>
        <w:pStyle w:val="TOC1"/>
        <w:rPr>
          <w:rFonts w:ascii="Calibri" w:eastAsia="Malgun Gothic" w:hAnsi="Calibri"/>
          <w:szCs w:val="22"/>
        </w:rPr>
      </w:pPr>
      <w:r>
        <w:t>B.4</w:t>
      </w:r>
      <w:r>
        <w:rPr>
          <w:rFonts w:ascii="Calibri" w:eastAsia="Malgun Gothic" w:hAnsi="Calibri"/>
          <w:szCs w:val="22"/>
        </w:rPr>
        <w:tab/>
      </w:r>
      <w:r>
        <w:t>Conditions for V2X</w:t>
      </w:r>
      <w:r>
        <w:tab/>
        <w:t>5182</w:t>
      </w:r>
    </w:p>
    <w:p w14:paraId="1D42091B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B.4.1</w:t>
      </w:r>
      <w:r>
        <w:rPr>
          <w:rFonts w:ascii="Calibri" w:eastAsia="Malgun Gothic" w:hAnsi="Calibri"/>
          <w:sz w:val="22"/>
          <w:szCs w:val="22"/>
        </w:rPr>
        <w:tab/>
      </w:r>
      <w:r>
        <w:t>Test parameters for GNSS signals</w:t>
      </w:r>
      <w:r>
        <w:tab/>
        <w:t>5182</w:t>
      </w:r>
    </w:p>
    <w:p w14:paraId="09640C28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B.4.2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PSBCH-RSRP Accuracy Requirements</w:t>
      </w:r>
      <w:r>
        <w:tab/>
        <w:t>5182</w:t>
      </w:r>
    </w:p>
    <w:p w14:paraId="5E33089C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B.4.3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Selection/Reselection to Intra-frequency SyncRef UE</w:t>
      </w:r>
      <w:r>
        <w:tab/>
        <w:t>5183</w:t>
      </w:r>
    </w:p>
    <w:p w14:paraId="66DE3DB5" w14:textId="77777777" w:rsidR="009E39BA" w:rsidRDefault="009E39BA">
      <w:pPr>
        <w:pStyle w:val="TOC2"/>
        <w:rPr>
          <w:rFonts w:ascii="Calibri" w:eastAsia="Malgun Gothic" w:hAnsi="Calibri"/>
          <w:sz w:val="22"/>
          <w:szCs w:val="22"/>
        </w:rPr>
      </w:pPr>
      <w:r>
        <w:t>B.4.4</w:t>
      </w:r>
      <w:r>
        <w:rPr>
          <w:rFonts w:ascii="Calibri" w:eastAsia="Malgun Gothic" w:hAnsi="Calibri"/>
          <w:sz w:val="22"/>
          <w:szCs w:val="22"/>
        </w:rPr>
        <w:tab/>
      </w:r>
      <w:r>
        <w:t>Conditions for L1 SL-RSRP Accuracy Requirements</w:t>
      </w:r>
      <w:r>
        <w:tab/>
        <w:t>5183</w:t>
      </w:r>
    </w:p>
    <w:p w14:paraId="76F23E50" w14:textId="77777777" w:rsidR="009E39BA" w:rsidRDefault="009E39BA">
      <w:pPr>
        <w:pStyle w:val="TOC8"/>
        <w:rPr>
          <w:rFonts w:ascii="Calibri" w:eastAsia="Malgun Gothic" w:hAnsi="Calibri"/>
          <w:b w:val="0"/>
          <w:szCs w:val="22"/>
        </w:rPr>
      </w:pPr>
      <w:r>
        <w:t>Annex C (informative): Change history</w:t>
      </w:r>
      <w:r>
        <w:tab/>
        <w:t>5184</w:t>
      </w:r>
    </w:p>
    <w:p w14:paraId="631770CD" w14:textId="464D830A" w:rsidR="003C3971" w:rsidRPr="00235394" w:rsidRDefault="009E39BA" w:rsidP="000334B8">
      <w:r>
        <w:rPr>
          <w:noProof/>
          <w:sz w:val="22"/>
        </w:rPr>
        <w:fldChar w:fldCharType="end"/>
      </w:r>
    </w:p>
    <w:p w14:paraId="188EE913" w14:textId="7C623AD9" w:rsidR="000B799C" w:rsidRPr="00B92048" w:rsidRDefault="000334B8" w:rsidP="000B799C">
      <w:pPr>
        <w:rPr>
          <w:rFonts w:eastAsia="SimSun"/>
          <w:noProof/>
        </w:rPr>
      </w:pP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</w:instrText>
      </w:r>
      <w:r w:rsidR="00D5370C">
        <w:rPr>
          <w:noProof/>
        </w:rPr>
        <w:instrText>h</w:instrText>
      </w:r>
      <w:r w:rsidR="00603FB0">
        <w:rPr>
          <w:noProof/>
        </w:rPr>
        <w:instrText>8</w:instrText>
      </w:r>
      <w:r w:rsidRPr="00B840AC">
        <w:rPr>
          <w:noProof/>
        </w:rPr>
        <w:instrText>0_s0-11.doc</w:instrText>
      </w:r>
      <w:r w:rsidR="00983F1D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</w:instrText>
      </w:r>
      <w:r w:rsidR="00D5370C">
        <w:rPr>
          <w:noProof/>
        </w:rPr>
        <w:instrText>h</w:instrText>
      </w:r>
      <w:r w:rsidR="00603FB0">
        <w:rPr>
          <w:noProof/>
        </w:rPr>
        <w:instrText>8</w:instrText>
      </w:r>
      <w:r w:rsidR="00D5370C">
        <w:rPr>
          <w:noProof/>
        </w:rPr>
        <w:instrText>0</w:instrText>
      </w:r>
      <w:r w:rsidRPr="00B840AC">
        <w:rPr>
          <w:noProof/>
        </w:rPr>
        <w:instrText>_sA.1-A.5.doc</w:instrText>
      </w:r>
      <w:r w:rsidR="00983F1D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="00562553" w:rsidRPr="00B840AC">
        <w:rPr>
          <w:noProof/>
        </w:rPr>
        <w:fldChar w:fldCharType="begin"/>
      </w:r>
      <w:r w:rsidR="00562553" w:rsidRPr="00B840AC">
        <w:rPr>
          <w:noProof/>
        </w:rPr>
        <w:instrText xml:space="preserve"> RD "38133-</w:instrText>
      </w:r>
      <w:r w:rsidR="00562553">
        <w:rPr>
          <w:noProof/>
        </w:rPr>
        <w:instrText>h</w:instrText>
      </w:r>
      <w:r w:rsidR="00603FB0">
        <w:rPr>
          <w:noProof/>
        </w:rPr>
        <w:instrText>8</w:instrText>
      </w:r>
      <w:r w:rsidR="00562553">
        <w:rPr>
          <w:noProof/>
        </w:rPr>
        <w:instrText>0</w:instrText>
      </w:r>
      <w:r w:rsidR="00562553" w:rsidRPr="00B840AC">
        <w:rPr>
          <w:noProof/>
        </w:rPr>
        <w:instrText>_sA.6-A.</w:instrText>
      </w:r>
      <w:r w:rsidR="00562553">
        <w:rPr>
          <w:noProof/>
        </w:rPr>
        <w:instrText>6</w:instrText>
      </w:r>
      <w:r w:rsidR="00562553" w:rsidRPr="00B840AC">
        <w:rPr>
          <w:noProof/>
        </w:rPr>
        <w:instrText>.doc</w:instrText>
      </w:r>
      <w:r w:rsidR="00562553">
        <w:rPr>
          <w:noProof/>
        </w:rPr>
        <w:instrText>x</w:instrText>
      </w:r>
      <w:r w:rsidR="00562553" w:rsidRPr="00B840AC">
        <w:rPr>
          <w:noProof/>
        </w:rPr>
        <w:instrText xml:space="preserve">" \f  </w:instrText>
      </w:r>
      <w:r w:rsidR="00562553" w:rsidRPr="00B840AC">
        <w:rPr>
          <w:noProof/>
        </w:rPr>
        <w:fldChar w:fldCharType="end"/>
      </w: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</w:instrText>
      </w:r>
      <w:r w:rsidR="00D5370C">
        <w:rPr>
          <w:noProof/>
        </w:rPr>
        <w:instrText>h</w:instrText>
      </w:r>
      <w:r w:rsidR="00603FB0">
        <w:rPr>
          <w:noProof/>
        </w:rPr>
        <w:instrText>8</w:instrText>
      </w:r>
      <w:r w:rsidR="00D5370C">
        <w:rPr>
          <w:noProof/>
        </w:rPr>
        <w:instrText>0</w:instrText>
      </w:r>
      <w:r w:rsidRPr="00B840AC">
        <w:rPr>
          <w:noProof/>
        </w:rPr>
        <w:instrText>_sA.</w:instrText>
      </w:r>
      <w:r w:rsidR="00562553">
        <w:rPr>
          <w:noProof/>
        </w:rPr>
        <w:instrText>7</w:instrText>
      </w:r>
      <w:r w:rsidRPr="00B840AC">
        <w:rPr>
          <w:noProof/>
        </w:rPr>
        <w:instrText>-A.</w:instrText>
      </w:r>
      <w:r w:rsidR="007B1296">
        <w:rPr>
          <w:noProof/>
        </w:rPr>
        <w:instrText>7</w:instrText>
      </w:r>
      <w:r w:rsidRPr="00B840AC">
        <w:rPr>
          <w:noProof/>
        </w:rPr>
        <w:instrText>.doc</w:instrText>
      </w:r>
      <w:r w:rsidR="00983F1D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="007B1296" w:rsidRPr="00B840AC">
        <w:rPr>
          <w:noProof/>
        </w:rPr>
        <w:fldChar w:fldCharType="begin"/>
      </w:r>
      <w:r w:rsidR="007B1296" w:rsidRPr="00B840AC">
        <w:rPr>
          <w:noProof/>
        </w:rPr>
        <w:instrText xml:space="preserve"> RD "38133-</w:instrText>
      </w:r>
      <w:r w:rsidR="007B1296">
        <w:rPr>
          <w:noProof/>
        </w:rPr>
        <w:instrText>h</w:instrText>
      </w:r>
      <w:r w:rsidR="00603FB0">
        <w:rPr>
          <w:noProof/>
        </w:rPr>
        <w:instrText>8</w:instrText>
      </w:r>
      <w:r w:rsidR="007B1296">
        <w:rPr>
          <w:noProof/>
        </w:rPr>
        <w:instrText>0</w:instrText>
      </w:r>
      <w:r w:rsidR="007B1296" w:rsidRPr="00B840AC">
        <w:rPr>
          <w:noProof/>
        </w:rPr>
        <w:instrText>_sA.</w:instrText>
      </w:r>
      <w:r w:rsidR="007B1296">
        <w:rPr>
          <w:noProof/>
        </w:rPr>
        <w:instrText>8</w:instrText>
      </w:r>
      <w:r w:rsidR="007B1296" w:rsidRPr="00B840AC">
        <w:rPr>
          <w:noProof/>
        </w:rPr>
        <w:instrText>-A.</w:instrText>
      </w:r>
      <w:r w:rsidR="007B1296">
        <w:rPr>
          <w:noProof/>
        </w:rPr>
        <w:instrText>9</w:instrText>
      </w:r>
      <w:r w:rsidR="007B1296" w:rsidRPr="00B840AC">
        <w:rPr>
          <w:noProof/>
        </w:rPr>
        <w:instrText>.doc</w:instrText>
      </w:r>
      <w:r w:rsidR="007B1296">
        <w:rPr>
          <w:noProof/>
        </w:rPr>
        <w:instrText>x</w:instrText>
      </w:r>
      <w:r w:rsidR="007B1296" w:rsidRPr="00B840AC">
        <w:rPr>
          <w:noProof/>
        </w:rPr>
        <w:instrText xml:space="preserve">" \f  </w:instrText>
      </w:r>
      <w:r w:rsidR="007B1296" w:rsidRPr="00B840AC">
        <w:rPr>
          <w:noProof/>
        </w:rPr>
        <w:fldChar w:fldCharType="end"/>
      </w:r>
      <w:r w:rsidR="007B1296" w:rsidRPr="00B840AC">
        <w:rPr>
          <w:noProof/>
        </w:rPr>
        <w:fldChar w:fldCharType="begin"/>
      </w:r>
      <w:r w:rsidR="007B1296" w:rsidRPr="00B840AC">
        <w:rPr>
          <w:noProof/>
        </w:rPr>
        <w:instrText xml:space="preserve"> RD "38133-</w:instrText>
      </w:r>
      <w:r w:rsidR="007B1296">
        <w:rPr>
          <w:noProof/>
        </w:rPr>
        <w:instrText>h</w:instrText>
      </w:r>
      <w:r w:rsidR="00603FB0">
        <w:rPr>
          <w:noProof/>
        </w:rPr>
        <w:instrText>8</w:instrText>
      </w:r>
      <w:r w:rsidR="007B1296">
        <w:rPr>
          <w:noProof/>
        </w:rPr>
        <w:instrText>0</w:instrText>
      </w:r>
      <w:r w:rsidR="007B1296" w:rsidRPr="00B840AC">
        <w:rPr>
          <w:noProof/>
        </w:rPr>
        <w:instrText>_sA.</w:instrText>
      </w:r>
      <w:r w:rsidR="007B1296">
        <w:rPr>
          <w:noProof/>
        </w:rPr>
        <w:instrText>10</w:instrText>
      </w:r>
      <w:r w:rsidR="007B1296" w:rsidRPr="00B840AC">
        <w:rPr>
          <w:noProof/>
        </w:rPr>
        <w:instrText>-A.</w:instrText>
      </w:r>
      <w:r w:rsidR="007B1296">
        <w:rPr>
          <w:noProof/>
        </w:rPr>
        <w:instrText>12</w:instrText>
      </w:r>
      <w:r w:rsidR="007B1296" w:rsidRPr="00B840AC">
        <w:rPr>
          <w:noProof/>
        </w:rPr>
        <w:instrText>.doc</w:instrText>
      </w:r>
      <w:r w:rsidR="007B1296">
        <w:rPr>
          <w:noProof/>
        </w:rPr>
        <w:instrText>x</w:instrText>
      </w:r>
      <w:r w:rsidR="007B1296" w:rsidRPr="00B840AC">
        <w:rPr>
          <w:noProof/>
        </w:rPr>
        <w:instrText xml:space="preserve">" \f  </w:instrText>
      </w:r>
      <w:r w:rsidR="007B1296" w:rsidRPr="00B840AC">
        <w:rPr>
          <w:noProof/>
        </w:rPr>
        <w:fldChar w:fldCharType="end"/>
      </w:r>
      <w:r w:rsidR="007B1296" w:rsidRPr="00B840AC">
        <w:rPr>
          <w:noProof/>
        </w:rPr>
        <w:fldChar w:fldCharType="begin"/>
      </w:r>
      <w:r w:rsidR="007B1296" w:rsidRPr="00B840AC">
        <w:rPr>
          <w:noProof/>
        </w:rPr>
        <w:instrText xml:space="preserve"> RD "38133-</w:instrText>
      </w:r>
      <w:r w:rsidR="007B1296">
        <w:rPr>
          <w:noProof/>
        </w:rPr>
        <w:instrText>h</w:instrText>
      </w:r>
      <w:r w:rsidR="00603FB0">
        <w:rPr>
          <w:noProof/>
        </w:rPr>
        <w:instrText>8</w:instrText>
      </w:r>
      <w:r w:rsidR="007B1296">
        <w:rPr>
          <w:noProof/>
        </w:rPr>
        <w:instrText>0</w:instrText>
      </w:r>
      <w:r w:rsidR="007B1296" w:rsidRPr="00B840AC">
        <w:rPr>
          <w:noProof/>
        </w:rPr>
        <w:instrText>_sA.</w:instrText>
      </w:r>
      <w:r w:rsidR="007B1296">
        <w:rPr>
          <w:noProof/>
        </w:rPr>
        <w:instrText>13</w:instrText>
      </w:r>
      <w:r w:rsidR="007B1296" w:rsidRPr="00B840AC">
        <w:rPr>
          <w:noProof/>
        </w:rPr>
        <w:instrText>-A.</w:instrText>
      </w:r>
      <w:r w:rsidR="007B1296">
        <w:rPr>
          <w:noProof/>
        </w:rPr>
        <w:instrText>18</w:instrText>
      </w:r>
      <w:r w:rsidR="007B1296" w:rsidRPr="00B840AC">
        <w:rPr>
          <w:noProof/>
        </w:rPr>
        <w:instrText>.doc</w:instrText>
      </w:r>
      <w:r w:rsidR="007B1296">
        <w:rPr>
          <w:noProof/>
        </w:rPr>
        <w:instrText>x</w:instrText>
      </w:r>
      <w:r w:rsidR="007B1296" w:rsidRPr="00B840AC">
        <w:rPr>
          <w:noProof/>
        </w:rPr>
        <w:instrText xml:space="preserve">" \f  </w:instrText>
      </w:r>
      <w:r w:rsidR="007B1296" w:rsidRPr="00B840AC">
        <w:rPr>
          <w:noProof/>
        </w:rPr>
        <w:fldChar w:fldCharType="end"/>
      </w:r>
      <w:r w:rsidR="000B799C" w:rsidRPr="00B92048">
        <w:rPr>
          <w:rFonts w:eastAsia="SimSun"/>
          <w:noProof/>
        </w:rPr>
        <w:fldChar w:fldCharType="begin"/>
      </w:r>
      <w:r w:rsidR="000B799C" w:rsidRPr="00B92048">
        <w:rPr>
          <w:rFonts w:eastAsia="SimSun"/>
          <w:noProof/>
        </w:rPr>
        <w:instrText xml:space="preserve"> RD "38133-</w:instrText>
      </w:r>
      <w:r w:rsidR="000B799C">
        <w:rPr>
          <w:rFonts w:eastAsia="SimSun"/>
          <w:noProof/>
        </w:rPr>
        <w:instrText>h</w:instrText>
      </w:r>
      <w:r w:rsidR="00603FB0">
        <w:rPr>
          <w:rFonts w:eastAsia="SimSun"/>
          <w:noProof/>
        </w:rPr>
        <w:instrText>8</w:instrText>
      </w:r>
      <w:r w:rsidR="000B799C" w:rsidRPr="00B92048">
        <w:rPr>
          <w:rFonts w:eastAsia="SimSun"/>
          <w:noProof/>
        </w:rPr>
        <w:instrText xml:space="preserve">0_sB.1-XX.docx" \f  </w:instrText>
      </w:r>
      <w:r w:rsidR="000B799C" w:rsidRPr="00B92048">
        <w:rPr>
          <w:rFonts w:eastAsia="SimSun"/>
          <w:noProof/>
        </w:rPr>
        <w:fldChar w:fldCharType="end"/>
      </w:r>
    </w:p>
    <w:sectPr w:rsidR="000B799C" w:rsidRPr="00B92048">
      <w:headerReference w:type="default" r:id="rId11"/>
      <w:footerReference w:type="default" r:id="rId12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676E" w14:textId="77777777" w:rsidR="00FC1531" w:rsidRDefault="00FC1531">
      <w:r>
        <w:separator/>
      </w:r>
    </w:p>
  </w:endnote>
  <w:endnote w:type="continuationSeparator" w:id="0">
    <w:p w14:paraId="22C05AC2" w14:textId="77777777" w:rsidR="00FC1531" w:rsidRDefault="00FC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4.2.0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?? ??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70E0" w14:textId="77777777" w:rsidR="00597B11" w:rsidRDefault="00597B11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9D3C" w14:textId="77777777" w:rsidR="00FC1531" w:rsidRDefault="00FC1531">
      <w:r>
        <w:separator/>
      </w:r>
    </w:p>
  </w:footnote>
  <w:footnote w:type="continuationSeparator" w:id="0">
    <w:p w14:paraId="7BE7BBCC" w14:textId="77777777" w:rsidR="00FC1531" w:rsidRDefault="00FC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70DC" w14:textId="3195301D" w:rsidR="00597B11" w:rsidRDefault="00597B11">
    <w:pPr>
      <w:framePr w:h="284" w:hRule="exact" w:wrap="around" w:vAnchor="text" w:hAnchor="margin" w:xAlign="right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ZA </w:instrText>
    </w:r>
    <w:r>
      <w:rPr>
        <w:rFonts w:ascii="Arial" w:hAnsi="Arial" w:cs="Arial"/>
        <w:b/>
        <w:sz w:val="18"/>
        <w:szCs w:val="18"/>
      </w:rPr>
      <w:fldChar w:fldCharType="separate"/>
    </w:r>
    <w:r w:rsidR="009E39BA">
      <w:rPr>
        <w:rFonts w:ascii="Arial" w:hAnsi="Arial" w:cs="Arial"/>
        <w:b/>
        <w:noProof/>
        <w:sz w:val="18"/>
        <w:szCs w:val="18"/>
      </w:rPr>
      <w:t>3GPP TS 38.133 V17.8.0 (2022-12)</w:t>
    </w:r>
    <w:r>
      <w:rPr>
        <w:rFonts w:ascii="Arial" w:hAnsi="Arial" w:cs="Arial"/>
        <w:b/>
        <w:sz w:val="18"/>
        <w:szCs w:val="18"/>
      </w:rPr>
      <w:fldChar w:fldCharType="end"/>
    </w:r>
  </w:p>
  <w:p w14:paraId="631770DD" w14:textId="77777777" w:rsidR="00597B11" w:rsidRDefault="00597B11">
    <w:pPr>
      <w:framePr w:h="284" w:hRule="exact" w:wrap="around" w:vAnchor="text" w:hAnchor="margin" w:xAlign="center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PAGE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noProof/>
        <w:sz w:val="18"/>
        <w:szCs w:val="18"/>
      </w:rPr>
      <w:t>14</w:t>
    </w:r>
    <w:r>
      <w:rPr>
        <w:rFonts w:ascii="Arial" w:hAnsi="Arial" w:cs="Arial"/>
        <w:b/>
        <w:sz w:val="18"/>
        <w:szCs w:val="18"/>
      </w:rPr>
      <w:fldChar w:fldCharType="end"/>
    </w:r>
  </w:p>
  <w:p w14:paraId="631770DE" w14:textId="5C459D7E" w:rsidR="00597B11" w:rsidRDefault="00597B11">
    <w:pPr>
      <w:framePr w:h="284" w:hRule="exact" w:wrap="around" w:vAnchor="text" w:hAnchor="margin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ZGSM </w:instrText>
    </w:r>
    <w:r>
      <w:rPr>
        <w:rFonts w:ascii="Arial" w:hAnsi="Arial" w:cs="Arial"/>
        <w:b/>
        <w:sz w:val="18"/>
        <w:szCs w:val="18"/>
      </w:rPr>
      <w:fldChar w:fldCharType="separate"/>
    </w:r>
    <w:r w:rsidR="009E39BA">
      <w:rPr>
        <w:rFonts w:ascii="Arial" w:hAnsi="Arial" w:cs="Arial"/>
        <w:b/>
        <w:noProof/>
        <w:sz w:val="18"/>
        <w:szCs w:val="18"/>
      </w:rPr>
      <w:t>Release 17</w:t>
    </w:r>
    <w:r>
      <w:rPr>
        <w:rFonts w:ascii="Arial" w:hAnsi="Arial" w:cs="Arial"/>
        <w:b/>
        <w:sz w:val="18"/>
        <w:szCs w:val="18"/>
      </w:rPr>
      <w:fldChar w:fldCharType="end"/>
    </w:r>
  </w:p>
  <w:p w14:paraId="631770DF" w14:textId="77777777" w:rsidR="00597B11" w:rsidRDefault="00597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9217601"/>
    <w:multiLevelType w:val="hybridMultilevel"/>
    <w:tmpl w:val="CEB47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24504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4032128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830877545">
    <w:abstractNumId w:val="1"/>
  </w:num>
  <w:num w:numId="4" w16cid:durableId="2109547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70"/>
  <w:printFractionalCharacterWidth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213A"/>
    <w:rsid w:val="00033397"/>
    <w:rsid w:val="000334B8"/>
    <w:rsid w:val="0003788F"/>
    <w:rsid w:val="00040095"/>
    <w:rsid w:val="00051834"/>
    <w:rsid w:val="00054A22"/>
    <w:rsid w:val="00062023"/>
    <w:rsid w:val="00063F79"/>
    <w:rsid w:val="000655A6"/>
    <w:rsid w:val="00080512"/>
    <w:rsid w:val="000B6371"/>
    <w:rsid w:val="000B799C"/>
    <w:rsid w:val="000C47C3"/>
    <w:rsid w:val="000C5892"/>
    <w:rsid w:val="000D58AB"/>
    <w:rsid w:val="000E29FA"/>
    <w:rsid w:val="00133525"/>
    <w:rsid w:val="001505EC"/>
    <w:rsid w:val="00154999"/>
    <w:rsid w:val="00190945"/>
    <w:rsid w:val="001A4C42"/>
    <w:rsid w:val="001A7420"/>
    <w:rsid w:val="001B3CA5"/>
    <w:rsid w:val="001B6637"/>
    <w:rsid w:val="001C21C3"/>
    <w:rsid w:val="001D02C2"/>
    <w:rsid w:val="001F0C1D"/>
    <w:rsid w:val="001F1132"/>
    <w:rsid w:val="001F168B"/>
    <w:rsid w:val="002274AD"/>
    <w:rsid w:val="002347A2"/>
    <w:rsid w:val="00245446"/>
    <w:rsid w:val="002675F0"/>
    <w:rsid w:val="002A5657"/>
    <w:rsid w:val="002B6339"/>
    <w:rsid w:val="002D51FF"/>
    <w:rsid w:val="002E00EE"/>
    <w:rsid w:val="003172DC"/>
    <w:rsid w:val="00322CE5"/>
    <w:rsid w:val="003341EA"/>
    <w:rsid w:val="0035462D"/>
    <w:rsid w:val="003765B8"/>
    <w:rsid w:val="003A5877"/>
    <w:rsid w:val="003B1F8C"/>
    <w:rsid w:val="003C3971"/>
    <w:rsid w:val="003F2EEA"/>
    <w:rsid w:val="004126FD"/>
    <w:rsid w:val="00423334"/>
    <w:rsid w:val="004345EC"/>
    <w:rsid w:val="00465515"/>
    <w:rsid w:val="00494C35"/>
    <w:rsid w:val="004D3578"/>
    <w:rsid w:val="004D63AC"/>
    <w:rsid w:val="004E213A"/>
    <w:rsid w:val="004E648A"/>
    <w:rsid w:val="004F0988"/>
    <w:rsid w:val="004F3340"/>
    <w:rsid w:val="00510085"/>
    <w:rsid w:val="0053388B"/>
    <w:rsid w:val="00535773"/>
    <w:rsid w:val="00543E6C"/>
    <w:rsid w:val="0054709D"/>
    <w:rsid w:val="00562553"/>
    <w:rsid w:val="00565087"/>
    <w:rsid w:val="005668BA"/>
    <w:rsid w:val="00597B11"/>
    <w:rsid w:val="005D2E01"/>
    <w:rsid w:val="005D7526"/>
    <w:rsid w:val="005E4BB2"/>
    <w:rsid w:val="00602AEA"/>
    <w:rsid w:val="00603FB0"/>
    <w:rsid w:val="00614FDF"/>
    <w:rsid w:val="0063543D"/>
    <w:rsid w:val="00647114"/>
    <w:rsid w:val="00665394"/>
    <w:rsid w:val="00667297"/>
    <w:rsid w:val="006906D5"/>
    <w:rsid w:val="00697C39"/>
    <w:rsid w:val="006A323F"/>
    <w:rsid w:val="006B30D0"/>
    <w:rsid w:val="006C3D95"/>
    <w:rsid w:val="006E5C86"/>
    <w:rsid w:val="00701116"/>
    <w:rsid w:val="00713C44"/>
    <w:rsid w:val="00734A5B"/>
    <w:rsid w:val="0074026F"/>
    <w:rsid w:val="007429F6"/>
    <w:rsid w:val="00744E76"/>
    <w:rsid w:val="00774DA4"/>
    <w:rsid w:val="00781F0F"/>
    <w:rsid w:val="007B1296"/>
    <w:rsid w:val="007B600E"/>
    <w:rsid w:val="007F0F4A"/>
    <w:rsid w:val="00801426"/>
    <w:rsid w:val="008028A4"/>
    <w:rsid w:val="00830747"/>
    <w:rsid w:val="008617AE"/>
    <w:rsid w:val="008768CA"/>
    <w:rsid w:val="00897168"/>
    <w:rsid w:val="008C384C"/>
    <w:rsid w:val="0090271F"/>
    <w:rsid w:val="00902E23"/>
    <w:rsid w:val="009114D7"/>
    <w:rsid w:val="0091348E"/>
    <w:rsid w:val="00917CCB"/>
    <w:rsid w:val="00942EC2"/>
    <w:rsid w:val="0094308E"/>
    <w:rsid w:val="00983F1D"/>
    <w:rsid w:val="009C559F"/>
    <w:rsid w:val="009E39BA"/>
    <w:rsid w:val="009E6C88"/>
    <w:rsid w:val="009F37B7"/>
    <w:rsid w:val="00A10F02"/>
    <w:rsid w:val="00A164B4"/>
    <w:rsid w:val="00A26956"/>
    <w:rsid w:val="00A27486"/>
    <w:rsid w:val="00A53724"/>
    <w:rsid w:val="00A56066"/>
    <w:rsid w:val="00A73129"/>
    <w:rsid w:val="00A82346"/>
    <w:rsid w:val="00A91CF0"/>
    <w:rsid w:val="00A92BA1"/>
    <w:rsid w:val="00A95535"/>
    <w:rsid w:val="00AA7239"/>
    <w:rsid w:val="00AC6BC6"/>
    <w:rsid w:val="00AD2A5F"/>
    <w:rsid w:val="00AE65E2"/>
    <w:rsid w:val="00B15449"/>
    <w:rsid w:val="00B93086"/>
    <w:rsid w:val="00BA19ED"/>
    <w:rsid w:val="00BA4B8D"/>
    <w:rsid w:val="00BC0F7D"/>
    <w:rsid w:val="00BD7D31"/>
    <w:rsid w:val="00BE3255"/>
    <w:rsid w:val="00BF128E"/>
    <w:rsid w:val="00C04A89"/>
    <w:rsid w:val="00C052F9"/>
    <w:rsid w:val="00C074DD"/>
    <w:rsid w:val="00C1496A"/>
    <w:rsid w:val="00C33079"/>
    <w:rsid w:val="00C45231"/>
    <w:rsid w:val="00C60788"/>
    <w:rsid w:val="00C72833"/>
    <w:rsid w:val="00C7658C"/>
    <w:rsid w:val="00C77226"/>
    <w:rsid w:val="00C80F1D"/>
    <w:rsid w:val="00C93F40"/>
    <w:rsid w:val="00CA3D0C"/>
    <w:rsid w:val="00CC0C7E"/>
    <w:rsid w:val="00CC598F"/>
    <w:rsid w:val="00D01480"/>
    <w:rsid w:val="00D16CBA"/>
    <w:rsid w:val="00D34D5B"/>
    <w:rsid w:val="00D5370C"/>
    <w:rsid w:val="00D57972"/>
    <w:rsid w:val="00D675A9"/>
    <w:rsid w:val="00D738D6"/>
    <w:rsid w:val="00D755EB"/>
    <w:rsid w:val="00D76048"/>
    <w:rsid w:val="00D82576"/>
    <w:rsid w:val="00D87E00"/>
    <w:rsid w:val="00D9134D"/>
    <w:rsid w:val="00DA7A03"/>
    <w:rsid w:val="00DB1818"/>
    <w:rsid w:val="00DC309B"/>
    <w:rsid w:val="00DC4DA2"/>
    <w:rsid w:val="00DD4C17"/>
    <w:rsid w:val="00DD74A5"/>
    <w:rsid w:val="00DE2665"/>
    <w:rsid w:val="00DF2B1F"/>
    <w:rsid w:val="00DF4AE8"/>
    <w:rsid w:val="00DF62CD"/>
    <w:rsid w:val="00E16509"/>
    <w:rsid w:val="00E44582"/>
    <w:rsid w:val="00E77645"/>
    <w:rsid w:val="00E8048A"/>
    <w:rsid w:val="00EA15B0"/>
    <w:rsid w:val="00EA5EA7"/>
    <w:rsid w:val="00EC4A25"/>
    <w:rsid w:val="00F025A2"/>
    <w:rsid w:val="00F04712"/>
    <w:rsid w:val="00F13360"/>
    <w:rsid w:val="00F22EC7"/>
    <w:rsid w:val="00F325C8"/>
    <w:rsid w:val="00F653B8"/>
    <w:rsid w:val="00F9008D"/>
    <w:rsid w:val="00FA1266"/>
    <w:rsid w:val="00FC1192"/>
    <w:rsid w:val="00FC1531"/>
    <w:rsid w:val="00FF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76809"/>
  <w15:chartTrackingRefBased/>
  <w15:docId w15:val="{C1E256F0-A0B3-411F-BCCB-5F2ECFD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39BA"/>
    <w:pPr>
      <w:overflowPunct w:val="0"/>
      <w:autoSpaceDE w:val="0"/>
      <w:autoSpaceDN w:val="0"/>
      <w:adjustRightInd w:val="0"/>
      <w:spacing w:after="180"/>
      <w:textAlignment w:val="baseline"/>
    </w:pPr>
  </w:style>
  <w:style w:type="paragraph" w:styleId="Heading1">
    <w:name w:val="heading 1"/>
    <w:next w:val="Normal"/>
    <w:qFormat/>
    <w:rsid w:val="009E39BA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</w:rPr>
  </w:style>
  <w:style w:type="paragraph" w:styleId="Heading2">
    <w:name w:val="heading 2"/>
    <w:basedOn w:val="Heading1"/>
    <w:next w:val="Normal"/>
    <w:qFormat/>
    <w:rsid w:val="009E39BA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9E39BA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9E39BA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9E39BA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9E39BA"/>
    <w:pPr>
      <w:outlineLvl w:val="5"/>
    </w:pPr>
  </w:style>
  <w:style w:type="paragraph" w:styleId="Heading7">
    <w:name w:val="heading 7"/>
    <w:basedOn w:val="H6"/>
    <w:next w:val="Normal"/>
    <w:qFormat/>
    <w:rsid w:val="009E39BA"/>
    <w:pPr>
      <w:outlineLvl w:val="6"/>
    </w:pPr>
  </w:style>
  <w:style w:type="paragraph" w:styleId="Heading8">
    <w:name w:val="heading 8"/>
    <w:basedOn w:val="Heading1"/>
    <w:next w:val="Normal"/>
    <w:qFormat/>
    <w:rsid w:val="009E39BA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9E39BA"/>
    <w:pPr>
      <w:outlineLvl w:val="8"/>
    </w:pPr>
  </w:style>
  <w:style w:type="character" w:default="1" w:styleId="DefaultParagraphFont">
    <w:name w:val="Default Paragraph Font"/>
    <w:semiHidden/>
    <w:rsid w:val="009E39B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E39BA"/>
  </w:style>
  <w:style w:type="paragraph" w:customStyle="1" w:styleId="H6">
    <w:name w:val="H6"/>
    <w:basedOn w:val="Heading5"/>
    <w:next w:val="Normal"/>
    <w:rsid w:val="009E39BA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9E39BA"/>
    <w:pPr>
      <w:ind w:left="1418" w:hanging="1418"/>
    </w:pPr>
  </w:style>
  <w:style w:type="paragraph" w:styleId="TOC8">
    <w:name w:val="toc 8"/>
    <w:basedOn w:val="TOC1"/>
    <w:uiPriority w:val="39"/>
    <w:rsid w:val="009E39BA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9E39BA"/>
    <w:pPr>
      <w:keepNext/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</w:rPr>
  </w:style>
  <w:style w:type="paragraph" w:customStyle="1" w:styleId="EQ">
    <w:name w:val="EQ"/>
    <w:basedOn w:val="Normal"/>
    <w:next w:val="Normal"/>
    <w:rsid w:val="009E39BA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9E39BA"/>
  </w:style>
  <w:style w:type="paragraph" w:styleId="Header">
    <w:name w:val="header"/>
    <w:rsid w:val="009E39B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</w:rPr>
  </w:style>
  <w:style w:type="paragraph" w:customStyle="1" w:styleId="ZD">
    <w:name w:val="ZD"/>
    <w:rsid w:val="009E39BA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</w:rPr>
  </w:style>
  <w:style w:type="paragraph" w:styleId="TOC5">
    <w:name w:val="toc 5"/>
    <w:basedOn w:val="TOC4"/>
    <w:uiPriority w:val="39"/>
    <w:rsid w:val="009E39BA"/>
    <w:pPr>
      <w:ind w:left="1701" w:hanging="1701"/>
    </w:pPr>
  </w:style>
  <w:style w:type="paragraph" w:styleId="TOC4">
    <w:name w:val="toc 4"/>
    <w:basedOn w:val="TOC3"/>
    <w:uiPriority w:val="39"/>
    <w:rsid w:val="009E39BA"/>
    <w:pPr>
      <w:ind w:left="1418" w:hanging="1418"/>
    </w:pPr>
  </w:style>
  <w:style w:type="paragraph" w:styleId="TOC3">
    <w:name w:val="toc 3"/>
    <w:basedOn w:val="TOC2"/>
    <w:uiPriority w:val="39"/>
    <w:rsid w:val="009E39BA"/>
    <w:pPr>
      <w:ind w:left="1134" w:hanging="1134"/>
    </w:pPr>
  </w:style>
  <w:style w:type="paragraph" w:styleId="TOC2">
    <w:name w:val="toc 2"/>
    <w:basedOn w:val="TOC1"/>
    <w:uiPriority w:val="39"/>
    <w:rsid w:val="009E39BA"/>
    <w:pPr>
      <w:keepNext w:val="0"/>
      <w:spacing w:before="0"/>
      <w:ind w:left="851" w:hanging="851"/>
    </w:pPr>
    <w:rPr>
      <w:sz w:val="20"/>
    </w:rPr>
  </w:style>
  <w:style w:type="paragraph" w:styleId="Footer">
    <w:name w:val="footer"/>
    <w:basedOn w:val="Header"/>
    <w:rsid w:val="009E39BA"/>
    <w:pPr>
      <w:jc w:val="center"/>
    </w:pPr>
    <w:rPr>
      <w:i/>
    </w:rPr>
  </w:style>
  <w:style w:type="paragraph" w:customStyle="1" w:styleId="TT">
    <w:name w:val="TT"/>
    <w:basedOn w:val="Heading1"/>
    <w:next w:val="Normal"/>
    <w:rsid w:val="009E39BA"/>
    <w:pPr>
      <w:outlineLvl w:val="9"/>
    </w:pPr>
  </w:style>
  <w:style w:type="paragraph" w:customStyle="1" w:styleId="NF">
    <w:name w:val="NF"/>
    <w:basedOn w:val="NO"/>
    <w:rsid w:val="009E39BA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rsid w:val="009E39BA"/>
    <w:pPr>
      <w:keepLines/>
      <w:ind w:left="1135" w:hanging="851"/>
    </w:pPr>
  </w:style>
  <w:style w:type="paragraph" w:customStyle="1" w:styleId="PL">
    <w:name w:val="PL"/>
    <w:rsid w:val="009E39BA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</w:rPr>
  </w:style>
  <w:style w:type="paragraph" w:customStyle="1" w:styleId="TAR">
    <w:name w:val="TAR"/>
    <w:basedOn w:val="TAL"/>
    <w:rsid w:val="009E39BA"/>
    <w:pPr>
      <w:jc w:val="right"/>
    </w:pPr>
  </w:style>
  <w:style w:type="paragraph" w:customStyle="1" w:styleId="TAL">
    <w:name w:val="TAL"/>
    <w:basedOn w:val="Normal"/>
    <w:rsid w:val="009E39BA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sid w:val="009E39BA"/>
    <w:rPr>
      <w:b/>
    </w:rPr>
  </w:style>
  <w:style w:type="paragraph" w:customStyle="1" w:styleId="TAC">
    <w:name w:val="TAC"/>
    <w:basedOn w:val="TAL"/>
    <w:rsid w:val="009E39BA"/>
    <w:pPr>
      <w:jc w:val="center"/>
    </w:pPr>
  </w:style>
  <w:style w:type="paragraph" w:customStyle="1" w:styleId="LD">
    <w:name w:val="LD"/>
    <w:rsid w:val="009E39BA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</w:rPr>
  </w:style>
  <w:style w:type="paragraph" w:customStyle="1" w:styleId="EX">
    <w:name w:val="EX"/>
    <w:basedOn w:val="Normal"/>
    <w:rsid w:val="009E39BA"/>
    <w:pPr>
      <w:keepLines/>
      <w:ind w:left="1702" w:hanging="1418"/>
    </w:pPr>
  </w:style>
  <w:style w:type="paragraph" w:customStyle="1" w:styleId="FP">
    <w:name w:val="FP"/>
    <w:basedOn w:val="Normal"/>
    <w:rsid w:val="009E39BA"/>
    <w:pPr>
      <w:spacing w:after="0"/>
    </w:pPr>
  </w:style>
  <w:style w:type="paragraph" w:customStyle="1" w:styleId="NW">
    <w:name w:val="NW"/>
    <w:basedOn w:val="NO"/>
    <w:rsid w:val="009E39BA"/>
    <w:pPr>
      <w:spacing w:after="0"/>
    </w:pPr>
  </w:style>
  <w:style w:type="paragraph" w:customStyle="1" w:styleId="EW">
    <w:name w:val="EW"/>
    <w:basedOn w:val="EX"/>
    <w:rsid w:val="009E39BA"/>
    <w:pPr>
      <w:spacing w:after="0"/>
    </w:pPr>
  </w:style>
  <w:style w:type="paragraph" w:customStyle="1" w:styleId="B1">
    <w:name w:val="B1"/>
    <w:basedOn w:val="List"/>
    <w:rsid w:val="009E39BA"/>
  </w:style>
  <w:style w:type="paragraph" w:styleId="TOC6">
    <w:name w:val="toc 6"/>
    <w:basedOn w:val="TOC5"/>
    <w:next w:val="Normal"/>
    <w:uiPriority w:val="39"/>
    <w:rsid w:val="009E39BA"/>
    <w:pPr>
      <w:ind w:left="1985" w:hanging="1985"/>
    </w:pPr>
  </w:style>
  <w:style w:type="paragraph" w:styleId="TOC7">
    <w:name w:val="toc 7"/>
    <w:basedOn w:val="TOC6"/>
    <w:next w:val="Normal"/>
    <w:uiPriority w:val="39"/>
    <w:rsid w:val="009E39BA"/>
    <w:pPr>
      <w:ind w:left="2268" w:hanging="2268"/>
    </w:pPr>
  </w:style>
  <w:style w:type="paragraph" w:customStyle="1" w:styleId="EditorsNote">
    <w:name w:val="Editor's Note"/>
    <w:basedOn w:val="NO"/>
    <w:rsid w:val="009E39BA"/>
    <w:rPr>
      <w:color w:val="FF0000"/>
    </w:rPr>
  </w:style>
  <w:style w:type="paragraph" w:customStyle="1" w:styleId="TH">
    <w:name w:val="TH"/>
    <w:basedOn w:val="Normal"/>
    <w:rsid w:val="009E39BA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rsid w:val="009E39B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</w:rPr>
  </w:style>
  <w:style w:type="paragraph" w:customStyle="1" w:styleId="ZB">
    <w:name w:val="ZB"/>
    <w:rsid w:val="009E39BA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</w:rPr>
  </w:style>
  <w:style w:type="paragraph" w:customStyle="1" w:styleId="ZT">
    <w:name w:val="ZT"/>
    <w:rsid w:val="009E39BA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hAnsi="Arial"/>
      <w:b/>
      <w:sz w:val="34"/>
    </w:rPr>
  </w:style>
  <w:style w:type="paragraph" w:customStyle="1" w:styleId="ZU">
    <w:name w:val="ZU"/>
    <w:rsid w:val="009E39BA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</w:rPr>
  </w:style>
  <w:style w:type="paragraph" w:customStyle="1" w:styleId="TAN">
    <w:name w:val="TAN"/>
    <w:basedOn w:val="TAL"/>
    <w:rsid w:val="009E39BA"/>
    <w:pPr>
      <w:ind w:left="851" w:hanging="851"/>
    </w:pPr>
  </w:style>
  <w:style w:type="paragraph" w:customStyle="1" w:styleId="ZH">
    <w:name w:val="ZH"/>
    <w:rsid w:val="009E39BA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</w:rPr>
  </w:style>
  <w:style w:type="paragraph" w:customStyle="1" w:styleId="TF">
    <w:name w:val="TF"/>
    <w:basedOn w:val="TH"/>
    <w:rsid w:val="009E39BA"/>
    <w:pPr>
      <w:keepNext w:val="0"/>
      <w:spacing w:before="0" w:after="240"/>
    </w:pPr>
  </w:style>
  <w:style w:type="paragraph" w:customStyle="1" w:styleId="ZG">
    <w:name w:val="ZG"/>
    <w:rsid w:val="009E39BA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</w:rPr>
  </w:style>
  <w:style w:type="paragraph" w:customStyle="1" w:styleId="B2">
    <w:name w:val="B2"/>
    <w:basedOn w:val="List2"/>
    <w:rsid w:val="009E39BA"/>
  </w:style>
  <w:style w:type="paragraph" w:customStyle="1" w:styleId="B3">
    <w:name w:val="B3"/>
    <w:basedOn w:val="List3"/>
    <w:rsid w:val="009E39BA"/>
  </w:style>
  <w:style w:type="paragraph" w:customStyle="1" w:styleId="B4">
    <w:name w:val="B4"/>
    <w:basedOn w:val="List4"/>
    <w:rsid w:val="009E39BA"/>
  </w:style>
  <w:style w:type="paragraph" w:customStyle="1" w:styleId="B5">
    <w:name w:val="B5"/>
    <w:basedOn w:val="List5"/>
    <w:rsid w:val="009E39BA"/>
  </w:style>
  <w:style w:type="paragraph" w:customStyle="1" w:styleId="ZTD">
    <w:name w:val="ZTD"/>
    <w:basedOn w:val="ZB"/>
    <w:rsid w:val="009E39BA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E39BA"/>
    <w:pPr>
      <w:framePr w:wrap="notBeside" w:y="16161"/>
    </w:pPr>
  </w:style>
  <w:style w:type="paragraph" w:customStyle="1" w:styleId="TAJ">
    <w:name w:val="TAJ"/>
    <w:basedOn w:val="TH"/>
  </w:style>
  <w:style w:type="paragraph" w:customStyle="1" w:styleId="Guidance">
    <w:name w:val="Guidance"/>
    <w:basedOn w:val="Normal"/>
    <w:rPr>
      <w:i/>
      <w:color w:val="0000FF"/>
    </w:rPr>
  </w:style>
  <w:style w:type="paragraph" w:styleId="BalloonText">
    <w:name w:val="Balloon Text"/>
    <w:basedOn w:val="Normal"/>
    <w:link w:val="BalloonTextChar"/>
    <w:rsid w:val="004F09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0988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4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4026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4026F"/>
    <w:rPr>
      <w:color w:val="605E5C"/>
      <w:shd w:val="clear" w:color="auto" w:fill="E1DFDD"/>
    </w:rPr>
  </w:style>
  <w:style w:type="character" w:styleId="FollowedHyperlink">
    <w:name w:val="FollowedHyperlink"/>
    <w:rsid w:val="00F13360"/>
    <w:rPr>
      <w:color w:val="954F72"/>
      <w:u w:val="single"/>
    </w:rPr>
  </w:style>
  <w:style w:type="paragraph" w:styleId="Index2">
    <w:name w:val="index 2"/>
    <w:basedOn w:val="Index1"/>
    <w:rsid w:val="009E39BA"/>
    <w:pPr>
      <w:ind w:left="284"/>
    </w:pPr>
  </w:style>
  <w:style w:type="paragraph" w:styleId="Index1">
    <w:name w:val="index 1"/>
    <w:basedOn w:val="Normal"/>
    <w:rsid w:val="009E39BA"/>
    <w:pPr>
      <w:keepLines/>
      <w:spacing w:after="0"/>
    </w:pPr>
  </w:style>
  <w:style w:type="paragraph" w:styleId="ListNumber2">
    <w:name w:val="List Number 2"/>
    <w:basedOn w:val="ListNumber"/>
    <w:rsid w:val="009E39BA"/>
    <w:pPr>
      <w:ind w:left="851"/>
    </w:pPr>
  </w:style>
  <w:style w:type="character" w:styleId="FootnoteReference">
    <w:name w:val="footnote reference"/>
    <w:rsid w:val="009E39BA"/>
    <w:rPr>
      <w:b/>
      <w:position w:val="6"/>
      <w:sz w:val="16"/>
    </w:rPr>
  </w:style>
  <w:style w:type="paragraph" w:styleId="FootnoteText">
    <w:name w:val="footnote text"/>
    <w:basedOn w:val="Normal"/>
    <w:link w:val="FootnoteTextChar"/>
    <w:rsid w:val="009E39BA"/>
    <w:pPr>
      <w:keepLines/>
      <w:spacing w:after="0"/>
      <w:ind w:left="454" w:hanging="454"/>
    </w:pPr>
    <w:rPr>
      <w:sz w:val="16"/>
    </w:rPr>
  </w:style>
  <w:style w:type="character" w:customStyle="1" w:styleId="FootnoteTextChar">
    <w:name w:val="Footnote Text Char"/>
    <w:link w:val="FootnoteText"/>
    <w:rsid w:val="00A91CF0"/>
    <w:rPr>
      <w:sz w:val="16"/>
    </w:rPr>
  </w:style>
  <w:style w:type="paragraph" w:styleId="ListBullet2">
    <w:name w:val="List Bullet 2"/>
    <w:basedOn w:val="ListBullet"/>
    <w:rsid w:val="009E39BA"/>
    <w:pPr>
      <w:ind w:left="851"/>
    </w:pPr>
  </w:style>
  <w:style w:type="paragraph" w:styleId="ListBullet3">
    <w:name w:val="List Bullet 3"/>
    <w:basedOn w:val="ListBullet2"/>
    <w:rsid w:val="009E39BA"/>
    <w:pPr>
      <w:ind w:left="1135"/>
    </w:pPr>
  </w:style>
  <w:style w:type="paragraph" w:styleId="ListNumber">
    <w:name w:val="List Number"/>
    <w:basedOn w:val="List"/>
    <w:rsid w:val="009E39BA"/>
  </w:style>
  <w:style w:type="paragraph" w:styleId="List2">
    <w:name w:val="List 2"/>
    <w:basedOn w:val="List"/>
    <w:rsid w:val="009E39BA"/>
    <w:pPr>
      <w:ind w:left="851"/>
    </w:pPr>
  </w:style>
  <w:style w:type="paragraph" w:styleId="List3">
    <w:name w:val="List 3"/>
    <w:basedOn w:val="List2"/>
    <w:rsid w:val="009E39BA"/>
    <w:pPr>
      <w:ind w:left="1135"/>
    </w:pPr>
  </w:style>
  <w:style w:type="paragraph" w:styleId="List4">
    <w:name w:val="List 4"/>
    <w:basedOn w:val="List3"/>
    <w:rsid w:val="009E39BA"/>
    <w:pPr>
      <w:ind w:left="1418"/>
    </w:pPr>
  </w:style>
  <w:style w:type="paragraph" w:styleId="List5">
    <w:name w:val="List 5"/>
    <w:basedOn w:val="List4"/>
    <w:rsid w:val="009E39BA"/>
    <w:pPr>
      <w:ind w:left="1702"/>
    </w:pPr>
  </w:style>
  <w:style w:type="paragraph" w:styleId="List">
    <w:name w:val="List"/>
    <w:basedOn w:val="Normal"/>
    <w:rsid w:val="009E39BA"/>
    <w:pPr>
      <w:ind w:left="568" w:hanging="284"/>
    </w:pPr>
  </w:style>
  <w:style w:type="paragraph" w:styleId="ListBullet">
    <w:name w:val="List Bullet"/>
    <w:basedOn w:val="List"/>
    <w:rsid w:val="009E39BA"/>
  </w:style>
  <w:style w:type="paragraph" w:styleId="ListBullet4">
    <w:name w:val="List Bullet 4"/>
    <w:basedOn w:val="ListBullet3"/>
    <w:rsid w:val="009E39BA"/>
    <w:pPr>
      <w:ind w:left="1418"/>
    </w:pPr>
  </w:style>
  <w:style w:type="paragraph" w:styleId="ListBullet5">
    <w:name w:val="List Bullet 5"/>
    <w:basedOn w:val="ListBullet4"/>
    <w:rsid w:val="009E39BA"/>
    <w:pPr>
      <w:ind w:left="1702"/>
    </w:pPr>
  </w:style>
  <w:style w:type="paragraph" w:styleId="Revision">
    <w:name w:val="Revision"/>
    <w:hidden/>
    <w:uiPriority w:val="99"/>
    <w:semiHidden/>
    <w:rsid w:val="00DE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carol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4B38D-0875-4B64-A763-F431721A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94</TotalTime>
  <Pages>118</Pages>
  <Words>53724</Words>
  <Characters>306229</Characters>
  <Application>Microsoft Office Word</Application>
  <DocSecurity>0</DocSecurity>
  <Lines>2551</Lines>
  <Paragraphs>718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ab.cde</vt:lpstr>
    </vt:vector>
  </TitlesOfParts>
  <Company>ETSI</Company>
  <LinksUpToDate>false</LinksUpToDate>
  <CharactersWithSpaces>359235</CharactersWithSpaces>
  <SharedDoc>false</SharedDoc>
  <HyperlinkBase/>
  <HLinks>
    <vt:vector size="6" baseType="variant">
      <vt:variant>
        <vt:i4>4128872</vt:i4>
      </vt:variant>
      <vt:variant>
        <vt:i4>69</vt:i4>
      </vt:variant>
      <vt:variant>
        <vt:i4>0</vt:i4>
      </vt:variant>
      <vt:variant>
        <vt:i4>5</vt:i4>
      </vt:variant>
      <vt:variant>
        <vt:lpwstr>ftp://ftp.3gpp.org/Information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ab.cde</dc:title>
  <dc:subject>&lt;Title 1; Title 2&gt; (Release 14 | 13 |12)</dc:subject>
  <dc:creator>MCC Support</dc:creator>
  <cp:keywords>&lt;keyword[, keyword, ]&gt;</cp:keywords>
  <cp:lastModifiedBy>MCC</cp:lastModifiedBy>
  <cp:revision>47</cp:revision>
  <cp:lastPrinted>2019-02-25T14:05:00Z</cp:lastPrinted>
  <dcterms:created xsi:type="dcterms:W3CDTF">2020-09-16T08:21:00Z</dcterms:created>
  <dcterms:modified xsi:type="dcterms:W3CDTF">2023-01-11T20:22:00Z</dcterms:modified>
</cp:coreProperties>
</file>