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4FA70" w14:textId="1886C569" w:rsidR="00080512" w:rsidRPr="00850D93" w:rsidRDefault="0052516E">
      <w:pPr>
        <w:pStyle w:val="ZA"/>
        <w:framePr w:wrap="notBeside"/>
      </w:pPr>
      <w:bookmarkStart w:id="0" w:name="page1"/>
      <w:r w:rsidRPr="00850D93">
        <w:rPr>
          <w:sz w:val="64"/>
        </w:rPr>
        <w:t>3GPP TS 38</w:t>
      </w:r>
      <w:r w:rsidR="00080512" w:rsidRPr="00850D93">
        <w:rPr>
          <w:sz w:val="64"/>
        </w:rPr>
        <w:t>.</w:t>
      </w:r>
      <w:r w:rsidRPr="00850D93">
        <w:rPr>
          <w:sz w:val="64"/>
        </w:rPr>
        <w:t>323</w:t>
      </w:r>
      <w:r w:rsidR="00080512" w:rsidRPr="00850D93">
        <w:rPr>
          <w:sz w:val="64"/>
        </w:rPr>
        <w:t xml:space="preserve"> </w:t>
      </w:r>
      <w:r w:rsidRPr="00850D93">
        <w:t>V15.</w:t>
      </w:r>
      <w:r w:rsidR="00333B1E" w:rsidRPr="00850D93">
        <w:t>8</w:t>
      </w:r>
      <w:r w:rsidR="00E57EAC" w:rsidRPr="00850D93">
        <w:t>.0</w:t>
      </w:r>
      <w:r w:rsidR="00080512" w:rsidRPr="00850D93">
        <w:t xml:space="preserve"> </w:t>
      </w:r>
      <w:r w:rsidRPr="00850D93">
        <w:rPr>
          <w:sz w:val="32"/>
        </w:rPr>
        <w:t>(20</w:t>
      </w:r>
      <w:r w:rsidR="000C0549" w:rsidRPr="00850D93">
        <w:rPr>
          <w:sz w:val="32"/>
        </w:rPr>
        <w:t>2</w:t>
      </w:r>
      <w:r w:rsidR="00333B1E" w:rsidRPr="00850D93">
        <w:rPr>
          <w:sz w:val="32"/>
        </w:rPr>
        <w:t>1</w:t>
      </w:r>
      <w:r w:rsidRPr="00850D93">
        <w:rPr>
          <w:sz w:val="32"/>
        </w:rPr>
        <w:t>-</w:t>
      </w:r>
      <w:r w:rsidR="00916C5A" w:rsidRPr="00850D93">
        <w:rPr>
          <w:sz w:val="32"/>
        </w:rPr>
        <w:t>0</w:t>
      </w:r>
      <w:r w:rsidR="00333B1E" w:rsidRPr="00850D93">
        <w:rPr>
          <w:sz w:val="32"/>
        </w:rPr>
        <w:t>6</w:t>
      </w:r>
      <w:r w:rsidR="00080512" w:rsidRPr="00850D93">
        <w:rPr>
          <w:sz w:val="32"/>
        </w:rPr>
        <w:t>)</w:t>
      </w:r>
    </w:p>
    <w:p w14:paraId="69F89ABD" w14:textId="77777777" w:rsidR="00080512" w:rsidRPr="00850D93" w:rsidRDefault="00080512">
      <w:pPr>
        <w:pStyle w:val="ZB"/>
        <w:framePr w:wrap="notBeside"/>
      </w:pPr>
      <w:r w:rsidRPr="00850D93">
        <w:t>Technical Specification</w:t>
      </w:r>
    </w:p>
    <w:p w14:paraId="01552ED6" w14:textId="77777777" w:rsidR="0052516E" w:rsidRPr="00850D93" w:rsidRDefault="0052516E" w:rsidP="0052516E">
      <w:pPr>
        <w:pStyle w:val="ZT"/>
        <w:framePr w:wrap="notBeside"/>
      </w:pPr>
      <w:r w:rsidRPr="00850D93">
        <w:t>3rd Generation Partnership Project;</w:t>
      </w:r>
    </w:p>
    <w:p w14:paraId="3BF289FB" w14:textId="77777777" w:rsidR="0052516E" w:rsidRPr="00850D93" w:rsidRDefault="0052516E" w:rsidP="0052516E">
      <w:pPr>
        <w:pStyle w:val="ZT"/>
        <w:framePr w:wrap="notBeside"/>
      </w:pPr>
      <w:r w:rsidRPr="00850D93">
        <w:t>Technical Specification Group Radio Access Network;</w:t>
      </w:r>
    </w:p>
    <w:p w14:paraId="62A42B8A" w14:textId="77777777" w:rsidR="0052516E" w:rsidRPr="00850D93" w:rsidRDefault="0052516E" w:rsidP="0052516E">
      <w:pPr>
        <w:pStyle w:val="ZT"/>
        <w:framePr w:wrap="notBeside"/>
      </w:pPr>
      <w:r w:rsidRPr="00850D93">
        <w:t>NR;</w:t>
      </w:r>
    </w:p>
    <w:p w14:paraId="4F272BC4" w14:textId="77777777" w:rsidR="0052516E" w:rsidRPr="00850D93" w:rsidRDefault="0052516E" w:rsidP="0052516E">
      <w:pPr>
        <w:pStyle w:val="ZT"/>
        <w:framePr w:wrap="notBeside"/>
      </w:pPr>
      <w:r w:rsidRPr="00850D93">
        <w:t>Packet Data Convergence Protocol (PDCP) specification</w:t>
      </w:r>
    </w:p>
    <w:p w14:paraId="2CC6E7DA" w14:textId="77777777" w:rsidR="00080512" w:rsidRPr="00850D93" w:rsidRDefault="0052516E" w:rsidP="0052516E">
      <w:pPr>
        <w:pStyle w:val="ZT"/>
        <w:framePr w:wrap="notBeside"/>
        <w:rPr>
          <w:i/>
          <w:sz w:val="28"/>
        </w:rPr>
      </w:pPr>
      <w:r w:rsidRPr="00850D93">
        <w:t xml:space="preserve"> </w:t>
      </w:r>
      <w:r w:rsidR="00FC1192" w:rsidRPr="00850D93">
        <w:t>(</w:t>
      </w:r>
      <w:r w:rsidR="00FC1192" w:rsidRPr="00850D93">
        <w:rPr>
          <w:rStyle w:val="ZGSM"/>
        </w:rPr>
        <w:t xml:space="preserve">Release </w:t>
      </w:r>
      <w:r w:rsidR="00054A22" w:rsidRPr="00850D93">
        <w:rPr>
          <w:rStyle w:val="ZGSM"/>
        </w:rPr>
        <w:t>15</w:t>
      </w:r>
      <w:r w:rsidR="00FC1192" w:rsidRPr="00850D93">
        <w:t>)</w:t>
      </w:r>
    </w:p>
    <w:p w14:paraId="65B97461" w14:textId="77777777" w:rsidR="00917CCB" w:rsidRPr="00850D93" w:rsidRDefault="005A64EB" w:rsidP="00917CCB">
      <w:pPr>
        <w:pStyle w:val="ZU"/>
        <w:framePr w:h="4929" w:hRule="exact" w:wrap="notBeside"/>
        <w:tabs>
          <w:tab w:val="right" w:pos="10206"/>
        </w:tabs>
        <w:jc w:val="left"/>
      </w:pPr>
      <w:r w:rsidRPr="00850D93">
        <w:object w:dxaOrig="1321" w:dyaOrig="931" w14:anchorId="6A168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72.75pt" o:ole="">
            <v:imagedata r:id="rId8" o:title=""/>
          </v:shape>
          <o:OLEObject Type="Embed" ProgID="Visio.Drawing.15" ShapeID="_x0000_i1025" DrawAspect="Content" ObjectID="_1687161926" r:id="rId9"/>
        </w:object>
      </w:r>
      <w:r w:rsidR="00917CCB" w:rsidRPr="00850D93">
        <w:tab/>
      </w:r>
      <w:r w:rsidRPr="00850D93">
        <w:object w:dxaOrig="1771" w:dyaOrig="1051" w14:anchorId="7E7C962F">
          <v:shape id="_x0000_i1026" type="#_x0000_t75" style="width:129pt;height:76.5pt" o:ole="">
            <v:imagedata r:id="rId10" o:title=""/>
          </v:shape>
          <o:OLEObject Type="Embed" ProgID="Visio.Drawing.15" ShapeID="_x0000_i1026" DrawAspect="Content" ObjectID="_1687161927" r:id="rId11"/>
        </w:object>
      </w:r>
    </w:p>
    <w:p w14:paraId="16B29371" w14:textId="77777777" w:rsidR="00080512" w:rsidRPr="00850D93" w:rsidRDefault="00080512">
      <w:pPr>
        <w:pStyle w:val="ZU"/>
        <w:framePr w:h="4929" w:hRule="exact" w:wrap="notBeside"/>
        <w:tabs>
          <w:tab w:val="right" w:pos="10206"/>
        </w:tabs>
        <w:jc w:val="left"/>
      </w:pPr>
    </w:p>
    <w:p w14:paraId="5BCF2699" w14:textId="77777777" w:rsidR="00080512" w:rsidRPr="00850D93" w:rsidRDefault="00080512" w:rsidP="00734A5B">
      <w:pPr>
        <w:framePr w:h="1377" w:hRule="exact" w:wrap="notBeside" w:vAnchor="page" w:hAnchor="margin" w:y="15305"/>
        <w:rPr>
          <w:sz w:val="16"/>
        </w:rPr>
      </w:pPr>
      <w:r w:rsidRPr="00850D93">
        <w:rPr>
          <w:sz w:val="16"/>
        </w:rPr>
        <w:t>The present document has been developed within the 3</w:t>
      </w:r>
      <w:r w:rsidR="00F04712" w:rsidRPr="00850D93">
        <w:rPr>
          <w:sz w:val="16"/>
        </w:rPr>
        <w:t>rd</w:t>
      </w:r>
      <w:r w:rsidRPr="00850D93">
        <w:rPr>
          <w:sz w:val="16"/>
        </w:rPr>
        <w:t xml:space="preserve"> Generation Partnership Project (3GPP</w:t>
      </w:r>
      <w:r w:rsidRPr="00850D93">
        <w:rPr>
          <w:sz w:val="16"/>
          <w:vertAlign w:val="superscript"/>
        </w:rPr>
        <w:t xml:space="preserve"> TM</w:t>
      </w:r>
      <w:r w:rsidRPr="00850D93">
        <w:rPr>
          <w:sz w:val="16"/>
        </w:rPr>
        <w:t>) and may be further elaborated for the purposes of 3GPP.</w:t>
      </w:r>
      <w:r w:rsidRPr="00850D93">
        <w:rPr>
          <w:sz w:val="16"/>
        </w:rPr>
        <w:br/>
        <w:t>The present document has not been subject to any approval process by the 3GPP</w:t>
      </w:r>
      <w:r w:rsidRPr="00850D93">
        <w:rPr>
          <w:sz w:val="16"/>
          <w:vertAlign w:val="superscript"/>
        </w:rPr>
        <w:t xml:space="preserve"> </w:t>
      </w:r>
      <w:r w:rsidRPr="00850D93">
        <w:rPr>
          <w:sz w:val="16"/>
        </w:rPr>
        <w:t>Organizational Partners and shall not be implemented.</w:t>
      </w:r>
      <w:r w:rsidRPr="00850D93">
        <w:rPr>
          <w:sz w:val="16"/>
        </w:rPr>
        <w:br/>
        <w:t>This Specification is provided for future development work within 3GPP</w:t>
      </w:r>
      <w:r w:rsidRPr="00850D93">
        <w:rPr>
          <w:sz w:val="16"/>
          <w:vertAlign w:val="superscript"/>
        </w:rPr>
        <w:t xml:space="preserve"> </w:t>
      </w:r>
      <w:r w:rsidRPr="00850D93">
        <w:rPr>
          <w:sz w:val="16"/>
        </w:rPr>
        <w:t>only. The Organizational Partners accept no liability for any use of this Specification.</w:t>
      </w:r>
      <w:r w:rsidRPr="00850D93">
        <w:rPr>
          <w:sz w:val="16"/>
        </w:rPr>
        <w:br/>
        <w:t xml:space="preserve">Specifications and </w:t>
      </w:r>
      <w:r w:rsidR="00F653B8" w:rsidRPr="00850D93">
        <w:rPr>
          <w:sz w:val="16"/>
        </w:rPr>
        <w:t>Reports</w:t>
      </w:r>
      <w:r w:rsidRPr="00850D93">
        <w:rPr>
          <w:sz w:val="16"/>
        </w:rPr>
        <w:t xml:space="preserve"> for implementation of the 3GPP</w:t>
      </w:r>
      <w:r w:rsidRPr="00850D93">
        <w:rPr>
          <w:sz w:val="16"/>
          <w:vertAlign w:val="superscript"/>
        </w:rPr>
        <w:t xml:space="preserve"> TM</w:t>
      </w:r>
      <w:r w:rsidRPr="00850D93">
        <w:rPr>
          <w:sz w:val="16"/>
        </w:rPr>
        <w:t xml:space="preserve"> system should be obtained via the 3GPP Organizational Partners' Publications Offices.</w:t>
      </w:r>
    </w:p>
    <w:p w14:paraId="35089F8A" w14:textId="77777777" w:rsidR="00080512" w:rsidRPr="00850D93" w:rsidRDefault="00080512">
      <w:pPr>
        <w:pStyle w:val="ZV"/>
        <w:framePr w:wrap="notBeside"/>
      </w:pPr>
    </w:p>
    <w:p w14:paraId="26DD3073" w14:textId="77777777" w:rsidR="00080512" w:rsidRPr="00850D93" w:rsidRDefault="00080512"/>
    <w:bookmarkEnd w:id="0"/>
    <w:p w14:paraId="0E9871EA" w14:textId="77777777" w:rsidR="00080512" w:rsidRPr="00850D93" w:rsidRDefault="00080512">
      <w:pPr>
        <w:sectPr w:rsidR="00080512" w:rsidRPr="00850D93">
          <w:footnotePr>
            <w:numRestart w:val="eachSect"/>
          </w:footnotePr>
          <w:pgSz w:w="11907" w:h="16840"/>
          <w:pgMar w:top="2268" w:right="851" w:bottom="10773" w:left="851" w:header="0" w:footer="0" w:gutter="0"/>
          <w:cols w:space="720"/>
        </w:sectPr>
      </w:pPr>
    </w:p>
    <w:p w14:paraId="0956D216" w14:textId="77777777" w:rsidR="00080512" w:rsidRPr="00850D93" w:rsidRDefault="00080512">
      <w:bookmarkStart w:id="1" w:name="page2"/>
    </w:p>
    <w:p w14:paraId="62C652AF" w14:textId="77777777" w:rsidR="00080512" w:rsidRPr="00850D93" w:rsidRDefault="00080512"/>
    <w:p w14:paraId="6D5EE25B" w14:textId="77777777" w:rsidR="00080512" w:rsidRPr="00850D93" w:rsidRDefault="00080512">
      <w:pPr>
        <w:pStyle w:val="FP"/>
        <w:framePr w:wrap="notBeside" w:hAnchor="margin" w:yAlign="center"/>
        <w:spacing w:after="240"/>
        <w:ind w:left="2835" w:right="2835"/>
        <w:jc w:val="center"/>
        <w:rPr>
          <w:rFonts w:ascii="Arial" w:hAnsi="Arial"/>
          <w:b/>
          <w:i/>
        </w:rPr>
      </w:pPr>
      <w:r w:rsidRPr="00850D93">
        <w:rPr>
          <w:rFonts w:ascii="Arial" w:hAnsi="Arial"/>
          <w:b/>
          <w:i/>
        </w:rPr>
        <w:t>3GPP</w:t>
      </w:r>
    </w:p>
    <w:p w14:paraId="6C1EB4A4" w14:textId="77777777" w:rsidR="00080512" w:rsidRPr="00850D93" w:rsidRDefault="00080512">
      <w:pPr>
        <w:pStyle w:val="FP"/>
        <w:framePr w:wrap="notBeside" w:hAnchor="margin" w:yAlign="center"/>
        <w:pBdr>
          <w:bottom w:val="single" w:sz="6" w:space="1" w:color="auto"/>
        </w:pBdr>
        <w:ind w:left="2835" w:right="2835"/>
        <w:jc w:val="center"/>
      </w:pPr>
      <w:r w:rsidRPr="00850D93">
        <w:t>Postal address</w:t>
      </w:r>
    </w:p>
    <w:p w14:paraId="7104F3E2" w14:textId="77777777" w:rsidR="00080512" w:rsidRPr="00850D93" w:rsidRDefault="00080512">
      <w:pPr>
        <w:pStyle w:val="FP"/>
        <w:framePr w:wrap="notBeside" w:hAnchor="margin" w:yAlign="center"/>
        <w:ind w:left="2835" w:right="2835"/>
        <w:jc w:val="center"/>
        <w:rPr>
          <w:rFonts w:ascii="Arial" w:hAnsi="Arial"/>
          <w:sz w:val="18"/>
        </w:rPr>
      </w:pPr>
    </w:p>
    <w:p w14:paraId="660D0C20" w14:textId="77777777" w:rsidR="00080512" w:rsidRPr="00850D93" w:rsidRDefault="00080512">
      <w:pPr>
        <w:pStyle w:val="FP"/>
        <w:framePr w:wrap="notBeside" w:hAnchor="margin" w:yAlign="center"/>
        <w:pBdr>
          <w:bottom w:val="single" w:sz="6" w:space="1" w:color="auto"/>
        </w:pBdr>
        <w:spacing w:before="240"/>
        <w:ind w:left="2835" w:right="2835"/>
        <w:jc w:val="center"/>
      </w:pPr>
      <w:r w:rsidRPr="00850D93">
        <w:t>3GPP support office address</w:t>
      </w:r>
    </w:p>
    <w:p w14:paraId="1D971E8A" w14:textId="77777777" w:rsidR="00080512" w:rsidRPr="00850D93" w:rsidRDefault="00080512">
      <w:pPr>
        <w:pStyle w:val="FP"/>
        <w:framePr w:wrap="notBeside" w:hAnchor="margin" w:yAlign="center"/>
        <w:ind w:left="2835" w:right="2835"/>
        <w:jc w:val="center"/>
        <w:rPr>
          <w:rFonts w:ascii="Arial" w:hAnsi="Arial"/>
          <w:sz w:val="18"/>
        </w:rPr>
      </w:pPr>
      <w:r w:rsidRPr="00850D93">
        <w:rPr>
          <w:rFonts w:ascii="Arial" w:hAnsi="Arial"/>
          <w:sz w:val="18"/>
        </w:rPr>
        <w:t>650 Route des Lucioles - Sophia Antipolis</w:t>
      </w:r>
    </w:p>
    <w:p w14:paraId="497B51B9" w14:textId="77777777" w:rsidR="00080512" w:rsidRPr="00850D93" w:rsidRDefault="00080512">
      <w:pPr>
        <w:pStyle w:val="FP"/>
        <w:framePr w:wrap="notBeside" w:hAnchor="margin" w:yAlign="center"/>
        <w:ind w:left="2835" w:right="2835"/>
        <w:jc w:val="center"/>
        <w:rPr>
          <w:rFonts w:ascii="Arial" w:hAnsi="Arial"/>
          <w:sz w:val="18"/>
        </w:rPr>
      </w:pPr>
      <w:r w:rsidRPr="00850D93">
        <w:rPr>
          <w:rFonts w:ascii="Arial" w:hAnsi="Arial"/>
          <w:sz w:val="18"/>
        </w:rPr>
        <w:t>Valbonne - FRANCE</w:t>
      </w:r>
    </w:p>
    <w:p w14:paraId="1AFB0BE3" w14:textId="77777777" w:rsidR="00080512" w:rsidRPr="00850D93" w:rsidRDefault="00080512">
      <w:pPr>
        <w:pStyle w:val="FP"/>
        <w:framePr w:wrap="notBeside" w:hAnchor="margin" w:yAlign="center"/>
        <w:spacing w:after="20"/>
        <w:ind w:left="2835" w:right="2835"/>
        <w:jc w:val="center"/>
        <w:rPr>
          <w:rFonts w:ascii="Arial" w:hAnsi="Arial"/>
          <w:sz w:val="18"/>
        </w:rPr>
      </w:pPr>
      <w:r w:rsidRPr="00850D93">
        <w:rPr>
          <w:rFonts w:ascii="Arial" w:hAnsi="Arial"/>
          <w:sz w:val="18"/>
        </w:rPr>
        <w:t>Tel.: +33 4 92 94 42 00 Fax: +33 4 93 65 47 16</w:t>
      </w:r>
    </w:p>
    <w:p w14:paraId="2C03C999" w14:textId="77777777" w:rsidR="00080512" w:rsidRPr="00850D93" w:rsidRDefault="00080512">
      <w:pPr>
        <w:pStyle w:val="FP"/>
        <w:framePr w:wrap="notBeside" w:hAnchor="margin" w:yAlign="center"/>
        <w:pBdr>
          <w:bottom w:val="single" w:sz="6" w:space="1" w:color="auto"/>
        </w:pBdr>
        <w:spacing w:before="240"/>
        <w:ind w:left="2835" w:right="2835"/>
        <w:jc w:val="center"/>
      </w:pPr>
      <w:r w:rsidRPr="00850D93">
        <w:t>Internet</w:t>
      </w:r>
    </w:p>
    <w:p w14:paraId="2859CD06" w14:textId="77777777" w:rsidR="00080512" w:rsidRPr="00850D93" w:rsidRDefault="00080512">
      <w:pPr>
        <w:pStyle w:val="FP"/>
        <w:framePr w:wrap="notBeside" w:hAnchor="margin" w:yAlign="center"/>
        <w:ind w:left="2835" w:right="2835"/>
        <w:jc w:val="center"/>
        <w:rPr>
          <w:rFonts w:ascii="Arial" w:hAnsi="Arial"/>
          <w:sz w:val="18"/>
        </w:rPr>
      </w:pPr>
      <w:r w:rsidRPr="00850D93">
        <w:rPr>
          <w:rFonts w:ascii="Arial" w:hAnsi="Arial"/>
          <w:sz w:val="18"/>
        </w:rPr>
        <w:t>http://www.3gpp.org</w:t>
      </w:r>
    </w:p>
    <w:p w14:paraId="181B1BE0" w14:textId="77777777" w:rsidR="00080512" w:rsidRPr="00850D93" w:rsidRDefault="00080512"/>
    <w:p w14:paraId="630918CB" w14:textId="77777777" w:rsidR="00080512" w:rsidRPr="00850D93"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850D93">
        <w:rPr>
          <w:rFonts w:ascii="Arial" w:hAnsi="Arial"/>
          <w:b/>
          <w:i/>
          <w:noProof/>
        </w:rPr>
        <w:t>Copyright Notification</w:t>
      </w:r>
    </w:p>
    <w:p w14:paraId="6F091B54" w14:textId="77777777" w:rsidR="00080512" w:rsidRPr="00850D93" w:rsidRDefault="00080512" w:rsidP="00FA1266">
      <w:pPr>
        <w:pStyle w:val="FP"/>
        <w:framePr w:h="3057" w:hRule="exact" w:wrap="notBeside" w:vAnchor="page" w:hAnchor="margin" w:y="12605"/>
        <w:jc w:val="center"/>
        <w:rPr>
          <w:noProof/>
        </w:rPr>
      </w:pPr>
      <w:r w:rsidRPr="00850D93">
        <w:rPr>
          <w:noProof/>
        </w:rPr>
        <w:t>No part may be reproduced except as authorized by written permission.</w:t>
      </w:r>
      <w:r w:rsidRPr="00850D93">
        <w:rPr>
          <w:noProof/>
        </w:rPr>
        <w:br/>
        <w:t>The copyright and the foregoing restriction extend to reproduction in all media.</w:t>
      </w:r>
    </w:p>
    <w:p w14:paraId="4B6A61D2" w14:textId="77777777" w:rsidR="00080512" w:rsidRPr="00850D93" w:rsidRDefault="00080512" w:rsidP="00FA1266">
      <w:pPr>
        <w:pStyle w:val="FP"/>
        <w:framePr w:h="3057" w:hRule="exact" w:wrap="notBeside" w:vAnchor="page" w:hAnchor="margin" w:y="12605"/>
        <w:jc w:val="center"/>
        <w:rPr>
          <w:noProof/>
        </w:rPr>
      </w:pPr>
    </w:p>
    <w:p w14:paraId="4B379C51" w14:textId="6673AAAE" w:rsidR="00080512" w:rsidRPr="00850D93" w:rsidRDefault="00DC309B" w:rsidP="00FA1266">
      <w:pPr>
        <w:pStyle w:val="FP"/>
        <w:framePr w:h="3057" w:hRule="exact" w:wrap="notBeside" w:vAnchor="page" w:hAnchor="margin" w:y="12605"/>
        <w:jc w:val="center"/>
        <w:rPr>
          <w:noProof/>
          <w:sz w:val="18"/>
        </w:rPr>
      </w:pPr>
      <w:r w:rsidRPr="00850D93">
        <w:rPr>
          <w:noProof/>
          <w:sz w:val="18"/>
        </w:rPr>
        <w:t>© 20</w:t>
      </w:r>
      <w:r w:rsidR="000C0549" w:rsidRPr="00850D93">
        <w:rPr>
          <w:noProof/>
          <w:sz w:val="18"/>
        </w:rPr>
        <w:t>2</w:t>
      </w:r>
      <w:r w:rsidR="00333B1E" w:rsidRPr="00850D93">
        <w:rPr>
          <w:noProof/>
          <w:sz w:val="18"/>
        </w:rPr>
        <w:t>1</w:t>
      </w:r>
      <w:r w:rsidR="00080512" w:rsidRPr="00850D93">
        <w:rPr>
          <w:noProof/>
          <w:sz w:val="18"/>
        </w:rPr>
        <w:t>, 3GPP Organizational Partners (ARIB, ATIS, CCSA, ETSI,</w:t>
      </w:r>
      <w:r w:rsidR="00F22EC7" w:rsidRPr="00850D93">
        <w:rPr>
          <w:noProof/>
          <w:sz w:val="18"/>
        </w:rPr>
        <w:t xml:space="preserve"> TSDSI, </w:t>
      </w:r>
      <w:r w:rsidR="00080512" w:rsidRPr="00850D93">
        <w:rPr>
          <w:noProof/>
          <w:sz w:val="18"/>
        </w:rPr>
        <w:t>TTA, TTC).</w:t>
      </w:r>
      <w:bookmarkStart w:id="2" w:name="copyrightaddon"/>
      <w:bookmarkEnd w:id="2"/>
    </w:p>
    <w:p w14:paraId="2F749FE6" w14:textId="77777777" w:rsidR="00734A5B" w:rsidRPr="00850D93" w:rsidRDefault="00080512" w:rsidP="00FA1266">
      <w:pPr>
        <w:pStyle w:val="FP"/>
        <w:framePr w:h="3057" w:hRule="exact" w:wrap="notBeside" w:vAnchor="page" w:hAnchor="margin" w:y="12605"/>
        <w:jc w:val="center"/>
        <w:rPr>
          <w:noProof/>
          <w:sz w:val="18"/>
        </w:rPr>
      </w:pPr>
      <w:r w:rsidRPr="00850D93">
        <w:rPr>
          <w:noProof/>
          <w:sz w:val="18"/>
        </w:rPr>
        <w:t>All rights reserved.</w:t>
      </w:r>
    </w:p>
    <w:p w14:paraId="2827178B" w14:textId="77777777" w:rsidR="00FC1192" w:rsidRPr="00850D93" w:rsidRDefault="00FC1192" w:rsidP="00FA1266">
      <w:pPr>
        <w:pStyle w:val="FP"/>
        <w:framePr w:h="3057" w:hRule="exact" w:wrap="notBeside" w:vAnchor="page" w:hAnchor="margin" w:y="12605"/>
        <w:rPr>
          <w:noProof/>
          <w:sz w:val="18"/>
        </w:rPr>
      </w:pPr>
    </w:p>
    <w:p w14:paraId="7EBEF2EE" w14:textId="77777777" w:rsidR="00734A5B" w:rsidRPr="00850D93" w:rsidRDefault="00734A5B" w:rsidP="00FA1266">
      <w:pPr>
        <w:pStyle w:val="FP"/>
        <w:framePr w:h="3057" w:hRule="exact" w:wrap="notBeside" w:vAnchor="page" w:hAnchor="margin" w:y="12605"/>
        <w:rPr>
          <w:noProof/>
          <w:sz w:val="18"/>
        </w:rPr>
      </w:pPr>
      <w:r w:rsidRPr="00850D93">
        <w:rPr>
          <w:noProof/>
          <w:sz w:val="18"/>
        </w:rPr>
        <w:t>UMTS™ is a Trade Mark of ETSI registered for the benefit of its members</w:t>
      </w:r>
    </w:p>
    <w:p w14:paraId="7E7A8094" w14:textId="77777777" w:rsidR="00080512" w:rsidRPr="00850D93" w:rsidRDefault="00734A5B" w:rsidP="00FA1266">
      <w:pPr>
        <w:pStyle w:val="FP"/>
        <w:framePr w:h="3057" w:hRule="exact" w:wrap="notBeside" w:vAnchor="page" w:hAnchor="margin" w:y="12605"/>
        <w:rPr>
          <w:noProof/>
          <w:sz w:val="18"/>
        </w:rPr>
      </w:pPr>
      <w:r w:rsidRPr="00850D93">
        <w:rPr>
          <w:noProof/>
          <w:sz w:val="18"/>
        </w:rPr>
        <w:t>3GPP™ is a Trade Mark of ETSI registered for the benefit of its Members and of the 3GPP Organizational Partners</w:t>
      </w:r>
      <w:r w:rsidR="00080512" w:rsidRPr="00850D93">
        <w:rPr>
          <w:noProof/>
          <w:sz w:val="18"/>
        </w:rPr>
        <w:br/>
      </w:r>
      <w:r w:rsidR="00FA1266" w:rsidRPr="00850D93">
        <w:rPr>
          <w:noProof/>
          <w:sz w:val="18"/>
        </w:rPr>
        <w:t>LTE™ is a Trade Mark of ETSI registered for the benefit of its Members and of the 3GPP Organizational Partners</w:t>
      </w:r>
    </w:p>
    <w:p w14:paraId="3CA3B22A" w14:textId="77777777" w:rsidR="00FA1266" w:rsidRPr="00850D93" w:rsidRDefault="00FA1266" w:rsidP="00FA1266">
      <w:pPr>
        <w:pStyle w:val="FP"/>
        <w:framePr w:h="3057" w:hRule="exact" w:wrap="notBeside" w:vAnchor="page" w:hAnchor="margin" w:y="12605"/>
        <w:rPr>
          <w:noProof/>
          <w:sz w:val="18"/>
        </w:rPr>
      </w:pPr>
      <w:r w:rsidRPr="00850D93">
        <w:rPr>
          <w:noProof/>
          <w:sz w:val="18"/>
        </w:rPr>
        <w:t>GSM® and the GSM logo are registered and owned by the GSM Association</w:t>
      </w:r>
    </w:p>
    <w:bookmarkEnd w:id="1"/>
    <w:p w14:paraId="6EF6CD99" w14:textId="77777777" w:rsidR="00080512" w:rsidRPr="00850D93" w:rsidRDefault="00080512">
      <w:pPr>
        <w:pStyle w:val="TT"/>
      </w:pPr>
      <w:r w:rsidRPr="00850D93">
        <w:br w:type="page"/>
      </w:r>
      <w:r w:rsidRPr="00850D93">
        <w:lastRenderedPageBreak/>
        <w:t>Contents</w:t>
      </w:r>
    </w:p>
    <w:p w14:paraId="6F8BD403" w14:textId="0FEA27A2" w:rsidR="00850D93" w:rsidRDefault="00C936B7">
      <w:pPr>
        <w:pStyle w:val="TOC1"/>
        <w:rPr>
          <w:rFonts w:asciiTheme="minorHAnsi" w:eastAsiaTheme="minorEastAsia" w:hAnsiTheme="minorHAnsi" w:cstheme="minorBidi"/>
          <w:szCs w:val="22"/>
        </w:rPr>
      </w:pPr>
      <w:r w:rsidRPr="00850D93">
        <w:fldChar w:fldCharType="begin" w:fldLock="1"/>
      </w:r>
      <w:r w:rsidRPr="00850D93">
        <w:instrText xml:space="preserve"> TOC \o "1-9" </w:instrText>
      </w:r>
      <w:r w:rsidRPr="00850D93">
        <w:fldChar w:fldCharType="separate"/>
      </w:r>
      <w:r w:rsidR="00850D93">
        <w:t>Foreword</w:t>
      </w:r>
      <w:r w:rsidR="00850D93">
        <w:tab/>
      </w:r>
      <w:r w:rsidR="00850D93">
        <w:fldChar w:fldCharType="begin" w:fldLock="1"/>
      </w:r>
      <w:r w:rsidR="00850D93">
        <w:instrText xml:space="preserve"> PAGEREF _Toc76549121 \h </w:instrText>
      </w:r>
      <w:r w:rsidR="00850D93">
        <w:fldChar w:fldCharType="separate"/>
      </w:r>
      <w:r w:rsidR="00850D93">
        <w:t>5</w:t>
      </w:r>
      <w:r w:rsidR="00850D93">
        <w:fldChar w:fldCharType="end"/>
      </w:r>
    </w:p>
    <w:p w14:paraId="62517558" w14:textId="4FA9B5C3" w:rsidR="00850D93" w:rsidRDefault="00850D9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_Toc76549122 \h </w:instrText>
      </w:r>
      <w:r>
        <w:fldChar w:fldCharType="separate"/>
      </w:r>
      <w:r>
        <w:t>6</w:t>
      </w:r>
      <w:r>
        <w:fldChar w:fldCharType="end"/>
      </w:r>
    </w:p>
    <w:p w14:paraId="6A0F8D5A" w14:textId="1B20BEB2" w:rsidR="00850D93" w:rsidRDefault="00850D9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_Toc76549123 \h </w:instrText>
      </w:r>
      <w:r>
        <w:fldChar w:fldCharType="separate"/>
      </w:r>
      <w:r>
        <w:t>6</w:t>
      </w:r>
      <w:r>
        <w:fldChar w:fldCharType="end"/>
      </w:r>
    </w:p>
    <w:p w14:paraId="71AEB479" w14:textId="0BC942AF" w:rsidR="00850D93" w:rsidRDefault="00850D9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fldLock="1"/>
      </w:r>
      <w:r>
        <w:instrText xml:space="preserve"> PAGEREF _Toc76549124 \h </w:instrText>
      </w:r>
      <w:r>
        <w:fldChar w:fldCharType="separate"/>
      </w:r>
      <w:r>
        <w:t>6</w:t>
      </w:r>
      <w:r>
        <w:fldChar w:fldCharType="end"/>
      </w:r>
    </w:p>
    <w:p w14:paraId="564E6CAF" w14:textId="6292FB4D" w:rsidR="00850D93" w:rsidRDefault="00850D9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_Toc76549125 \h </w:instrText>
      </w:r>
      <w:r>
        <w:fldChar w:fldCharType="separate"/>
      </w:r>
      <w:r>
        <w:t>6</w:t>
      </w:r>
      <w:r>
        <w:fldChar w:fldCharType="end"/>
      </w:r>
    </w:p>
    <w:p w14:paraId="19AC509D" w14:textId="29D5A7F2" w:rsidR="00850D93" w:rsidRDefault="00850D9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_Toc76549126 \h </w:instrText>
      </w:r>
      <w:r>
        <w:fldChar w:fldCharType="separate"/>
      </w:r>
      <w:r>
        <w:t>7</w:t>
      </w:r>
      <w:r>
        <w:fldChar w:fldCharType="end"/>
      </w:r>
    </w:p>
    <w:p w14:paraId="029D651D" w14:textId="55AC5D8C" w:rsidR="00850D93" w:rsidRDefault="00850D93">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_Toc76549127 \h </w:instrText>
      </w:r>
      <w:r>
        <w:fldChar w:fldCharType="separate"/>
      </w:r>
      <w:r>
        <w:t>7</w:t>
      </w:r>
      <w:r>
        <w:fldChar w:fldCharType="end"/>
      </w:r>
    </w:p>
    <w:p w14:paraId="6B3CC759" w14:textId="1359DC80" w:rsidR="00850D93" w:rsidRDefault="00850D93">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_Toc76549128 \h </w:instrText>
      </w:r>
      <w:r>
        <w:fldChar w:fldCharType="separate"/>
      </w:r>
      <w:r>
        <w:t>7</w:t>
      </w:r>
      <w:r>
        <w:fldChar w:fldCharType="end"/>
      </w:r>
    </w:p>
    <w:p w14:paraId="15B89BEC" w14:textId="644EA742" w:rsidR="00850D93" w:rsidRDefault="00850D93">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Architecture</w:t>
      </w:r>
      <w:r>
        <w:tab/>
      </w:r>
      <w:r>
        <w:fldChar w:fldCharType="begin" w:fldLock="1"/>
      </w:r>
      <w:r>
        <w:instrText xml:space="preserve"> PAGEREF _Toc76549129 \h </w:instrText>
      </w:r>
      <w:r>
        <w:fldChar w:fldCharType="separate"/>
      </w:r>
      <w:r>
        <w:t>7</w:t>
      </w:r>
      <w:r>
        <w:fldChar w:fldCharType="end"/>
      </w:r>
    </w:p>
    <w:p w14:paraId="66425737" w14:textId="0769146A" w:rsidR="00850D93" w:rsidRDefault="00850D93">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PDCP structure</w:t>
      </w:r>
      <w:r>
        <w:tab/>
      </w:r>
      <w:r>
        <w:fldChar w:fldCharType="begin" w:fldLock="1"/>
      </w:r>
      <w:r>
        <w:instrText xml:space="preserve"> PAGEREF _Toc76549130 \h </w:instrText>
      </w:r>
      <w:r>
        <w:fldChar w:fldCharType="separate"/>
      </w:r>
      <w:r>
        <w:t>7</w:t>
      </w:r>
      <w:r>
        <w:fldChar w:fldCharType="end"/>
      </w:r>
    </w:p>
    <w:p w14:paraId="1A18D8D0" w14:textId="35FF2ACC" w:rsidR="00850D93" w:rsidRDefault="00850D93">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PDCP entities</w:t>
      </w:r>
      <w:r>
        <w:tab/>
      </w:r>
      <w:r>
        <w:fldChar w:fldCharType="begin" w:fldLock="1"/>
      </w:r>
      <w:r>
        <w:instrText xml:space="preserve"> PAGEREF _Toc76549131 \h </w:instrText>
      </w:r>
      <w:r>
        <w:fldChar w:fldCharType="separate"/>
      </w:r>
      <w:r>
        <w:t>8</w:t>
      </w:r>
      <w:r>
        <w:fldChar w:fldCharType="end"/>
      </w:r>
    </w:p>
    <w:p w14:paraId="46425265" w14:textId="749381EB" w:rsidR="00850D93" w:rsidRDefault="00850D93">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Services</w:t>
      </w:r>
      <w:r>
        <w:tab/>
      </w:r>
      <w:r>
        <w:fldChar w:fldCharType="begin" w:fldLock="1"/>
      </w:r>
      <w:r>
        <w:instrText xml:space="preserve"> PAGEREF _Toc76549132 \h </w:instrText>
      </w:r>
      <w:r>
        <w:fldChar w:fldCharType="separate"/>
      </w:r>
      <w:r>
        <w:t>9</w:t>
      </w:r>
      <w:r>
        <w:fldChar w:fldCharType="end"/>
      </w:r>
    </w:p>
    <w:p w14:paraId="795FB452" w14:textId="76363970" w:rsidR="00850D93" w:rsidRDefault="00850D93">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Services provided to upper layers</w:t>
      </w:r>
      <w:r>
        <w:tab/>
      </w:r>
      <w:r>
        <w:fldChar w:fldCharType="begin" w:fldLock="1"/>
      </w:r>
      <w:r>
        <w:instrText xml:space="preserve"> PAGEREF _Toc76549133 \h </w:instrText>
      </w:r>
      <w:r>
        <w:fldChar w:fldCharType="separate"/>
      </w:r>
      <w:r>
        <w:t>9</w:t>
      </w:r>
      <w:r>
        <w:fldChar w:fldCharType="end"/>
      </w:r>
    </w:p>
    <w:p w14:paraId="6795A081" w14:textId="3C081B21" w:rsidR="00850D93" w:rsidRDefault="00850D93">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Services expected from lower layers</w:t>
      </w:r>
      <w:r>
        <w:tab/>
      </w:r>
      <w:r>
        <w:fldChar w:fldCharType="begin" w:fldLock="1"/>
      </w:r>
      <w:r>
        <w:instrText xml:space="preserve"> PAGEREF _Toc76549134 \h </w:instrText>
      </w:r>
      <w:r>
        <w:fldChar w:fldCharType="separate"/>
      </w:r>
      <w:r>
        <w:t>9</w:t>
      </w:r>
      <w:r>
        <w:fldChar w:fldCharType="end"/>
      </w:r>
    </w:p>
    <w:p w14:paraId="723B524C" w14:textId="008EE02D" w:rsidR="00850D93" w:rsidRDefault="00850D93">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Functions</w:t>
      </w:r>
      <w:r>
        <w:tab/>
      </w:r>
      <w:r>
        <w:fldChar w:fldCharType="begin" w:fldLock="1"/>
      </w:r>
      <w:r>
        <w:instrText xml:space="preserve"> PAGEREF _Toc76549135 \h </w:instrText>
      </w:r>
      <w:r>
        <w:fldChar w:fldCharType="separate"/>
      </w:r>
      <w:r>
        <w:t>10</w:t>
      </w:r>
      <w:r>
        <w:fldChar w:fldCharType="end"/>
      </w:r>
    </w:p>
    <w:p w14:paraId="68D11ADA" w14:textId="64D922D5" w:rsidR="00850D93" w:rsidRDefault="00850D93">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Procedures</w:t>
      </w:r>
      <w:r>
        <w:tab/>
      </w:r>
      <w:r>
        <w:fldChar w:fldCharType="begin" w:fldLock="1"/>
      </w:r>
      <w:r>
        <w:instrText xml:space="preserve"> PAGEREF _Toc76549136 \h </w:instrText>
      </w:r>
      <w:r>
        <w:fldChar w:fldCharType="separate"/>
      </w:r>
      <w:r>
        <w:t>10</w:t>
      </w:r>
      <w:r>
        <w:fldChar w:fldCharType="end"/>
      </w:r>
    </w:p>
    <w:p w14:paraId="3900171B" w14:textId="04FEE016" w:rsidR="00850D93" w:rsidRDefault="00850D93">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rPr>
          <w:lang w:eastAsia="ko-KR"/>
        </w:rPr>
        <w:t>PDCP entity handling</w:t>
      </w:r>
      <w:r>
        <w:tab/>
      </w:r>
      <w:r>
        <w:fldChar w:fldCharType="begin" w:fldLock="1"/>
      </w:r>
      <w:r>
        <w:instrText xml:space="preserve"> PAGEREF _Toc76549137 \h </w:instrText>
      </w:r>
      <w:r>
        <w:fldChar w:fldCharType="separate"/>
      </w:r>
      <w:r>
        <w:t>10</w:t>
      </w:r>
      <w:r>
        <w:fldChar w:fldCharType="end"/>
      </w:r>
    </w:p>
    <w:p w14:paraId="53832E97" w14:textId="6A82A5B8" w:rsidR="00850D93" w:rsidRDefault="00850D93">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rPr>
          <w:lang w:eastAsia="ko-KR"/>
        </w:rPr>
        <w:t>PDCP entity establishment</w:t>
      </w:r>
      <w:r>
        <w:tab/>
      </w:r>
      <w:r>
        <w:fldChar w:fldCharType="begin" w:fldLock="1"/>
      </w:r>
      <w:r>
        <w:instrText xml:space="preserve"> PAGEREF _Toc76549138 \h </w:instrText>
      </w:r>
      <w:r>
        <w:fldChar w:fldCharType="separate"/>
      </w:r>
      <w:r>
        <w:t>10</w:t>
      </w:r>
      <w:r>
        <w:fldChar w:fldCharType="end"/>
      </w:r>
    </w:p>
    <w:p w14:paraId="6A9F3124" w14:textId="0935EB5C" w:rsidR="00850D93" w:rsidRDefault="00850D93">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rPr>
          <w:lang w:eastAsia="ko-KR"/>
        </w:rPr>
        <w:t>PDCP entity re-establishment</w:t>
      </w:r>
      <w:r>
        <w:tab/>
      </w:r>
      <w:r>
        <w:fldChar w:fldCharType="begin" w:fldLock="1"/>
      </w:r>
      <w:r>
        <w:instrText xml:space="preserve"> PAGEREF _Toc76549139 \h </w:instrText>
      </w:r>
      <w:r>
        <w:fldChar w:fldCharType="separate"/>
      </w:r>
      <w:r>
        <w:t>10</w:t>
      </w:r>
      <w:r>
        <w:fldChar w:fldCharType="end"/>
      </w:r>
    </w:p>
    <w:p w14:paraId="782D2D8F" w14:textId="7F56F6CD" w:rsidR="00850D93" w:rsidRDefault="00850D93">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rPr>
          <w:lang w:eastAsia="ko-KR"/>
        </w:rPr>
        <w:t>PDCP entity release</w:t>
      </w:r>
      <w:r>
        <w:tab/>
      </w:r>
      <w:r>
        <w:fldChar w:fldCharType="begin" w:fldLock="1"/>
      </w:r>
      <w:r>
        <w:instrText xml:space="preserve"> PAGEREF _Toc76549140 \h </w:instrText>
      </w:r>
      <w:r>
        <w:fldChar w:fldCharType="separate"/>
      </w:r>
      <w:r>
        <w:t>11</w:t>
      </w:r>
      <w:r>
        <w:fldChar w:fldCharType="end"/>
      </w:r>
    </w:p>
    <w:p w14:paraId="7839ADF9" w14:textId="4B1E7C20" w:rsidR="00850D93" w:rsidRDefault="00850D93">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rPr>
          <w:lang w:eastAsia="ko-KR"/>
        </w:rPr>
        <w:t>PDCP entity suspend</w:t>
      </w:r>
      <w:r>
        <w:tab/>
      </w:r>
      <w:r>
        <w:fldChar w:fldCharType="begin" w:fldLock="1"/>
      </w:r>
      <w:r>
        <w:instrText xml:space="preserve"> PAGEREF _Toc76549141 \h </w:instrText>
      </w:r>
      <w:r>
        <w:fldChar w:fldCharType="separate"/>
      </w:r>
      <w:r>
        <w:t>12</w:t>
      </w:r>
      <w:r>
        <w:fldChar w:fldCharType="end"/>
      </w:r>
    </w:p>
    <w:p w14:paraId="57D4205E" w14:textId="2B8FA4A9" w:rsidR="00850D93" w:rsidRDefault="00850D93">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Data transfer</w:t>
      </w:r>
      <w:r>
        <w:tab/>
      </w:r>
      <w:r>
        <w:fldChar w:fldCharType="begin" w:fldLock="1"/>
      </w:r>
      <w:r>
        <w:instrText xml:space="preserve"> PAGEREF _Toc76549142 \h </w:instrText>
      </w:r>
      <w:r>
        <w:fldChar w:fldCharType="separate"/>
      </w:r>
      <w:r>
        <w:t>12</w:t>
      </w:r>
      <w:r>
        <w:fldChar w:fldCharType="end"/>
      </w:r>
    </w:p>
    <w:p w14:paraId="7FEA9A2D" w14:textId="15E963A7" w:rsidR="00850D93" w:rsidRDefault="00850D93">
      <w:pPr>
        <w:pStyle w:val="TOC3"/>
        <w:rPr>
          <w:rFonts w:asciiTheme="minorHAnsi" w:eastAsiaTheme="minorEastAsia" w:hAnsiTheme="minorHAnsi" w:cstheme="minorBidi"/>
          <w:sz w:val="22"/>
          <w:szCs w:val="22"/>
        </w:rPr>
      </w:pPr>
      <w:r>
        <w:t>5.2.</w:t>
      </w:r>
      <w:r>
        <w:rPr>
          <w:lang w:eastAsia="ko-KR"/>
        </w:rPr>
        <w:t>1</w:t>
      </w:r>
      <w:r>
        <w:rPr>
          <w:rFonts w:asciiTheme="minorHAnsi" w:eastAsiaTheme="minorEastAsia" w:hAnsiTheme="minorHAnsi" w:cstheme="minorBidi"/>
          <w:sz w:val="22"/>
          <w:szCs w:val="22"/>
        </w:rPr>
        <w:tab/>
      </w:r>
      <w:r>
        <w:t>Transmit operation</w:t>
      </w:r>
      <w:r>
        <w:tab/>
      </w:r>
      <w:r>
        <w:fldChar w:fldCharType="begin" w:fldLock="1"/>
      </w:r>
      <w:r>
        <w:instrText xml:space="preserve"> PAGEREF _Toc76549143 \h </w:instrText>
      </w:r>
      <w:r>
        <w:fldChar w:fldCharType="separate"/>
      </w:r>
      <w:r>
        <w:t>12</w:t>
      </w:r>
      <w:r>
        <w:fldChar w:fldCharType="end"/>
      </w:r>
    </w:p>
    <w:p w14:paraId="66299CFE" w14:textId="3A7B843C" w:rsidR="00850D93" w:rsidRDefault="00850D93">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Receive operation</w:t>
      </w:r>
      <w:r>
        <w:tab/>
      </w:r>
      <w:r>
        <w:fldChar w:fldCharType="begin" w:fldLock="1"/>
      </w:r>
      <w:r>
        <w:instrText xml:space="preserve"> PAGEREF _Toc76549144 \h </w:instrText>
      </w:r>
      <w:r>
        <w:fldChar w:fldCharType="separate"/>
      </w:r>
      <w:r>
        <w:t>13</w:t>
      </w:r>
      <w:r>
        <w:fldChar w:fldCharType="end"/>
      </w:r>
    </w:p>
    <w:p w14:paraId="6578A4CC" w14:textId="4147AD43" w:rsidR="00850D93" w:rsidRDefault="00850D93">
      <w:pPr>
        <w:pStyle w:val="TOC4"/>
        <w:rPr>
          <w:rFonts w:asciiTheme="minorHAnsi" w:eastAsiaTheme="minorEastAsia" w:hAnsiTheme="minorHAnsi" w:cstheme="minorBidi"/>
          <w:sz w:val="22"/>
          <w:szCs w:val="22"/>
        </w:rPr>
      </w:pPr>
      <w:r>
        <w:t>5.2.2.1</w:t>
      </w:r>
      <w:r>
        <w:rPr>
          <w:rFonts w:asciiTheme="minorHAnsi" w:eastAsiaTheme="minorEastAsia" w:hAnsiTheme="minorHAnsi" w:cstheme="minorBidi"/>
          <w:sz w:val="22"/>
          <w:szCs w:val="22"/>
        </w:rPr>
        <w:tab/>
      </w:r>
      <w:r>
        <w:rPr>
          <w:lang w:eastAsia="ko-KR"/>
        </w:rPr>
        <w:t>Actions when a PDCP Data PDU is received from lower layers</w:t>
      </w:r>
      <w:r>
        <w:tab/>
      </w:r>
      <w:r>
        <w:fldChar w:fldCharType="begin" w:fldLock="1"/>
      </w:r>
      <w:r>
        <w:instrText xml:space="preserve"> PAGEREF _Toc76549145 \h </w:instrText>
      </w:r>
      <w:r>
        <w:fldChar w:fldCharType="separate"/>
      </w:r>
      <w:r>
        <w:t>13</w:t>
      </w:r>
      <w:r>
        <w:fldChar w:fldCharType="end"/>
      </w:r>
    </w:p>
    <w:p w14:paraId="60570EDC" w14:textId="5B406F0A" w:rsidR="00850D93" w:rsidRDefault="00850D93">
      <w:pPr>
        <w:pStyle w:val="TOC4"/>
        <w:rPr>
          <w:rFonts w:asciiTheme="minorHAnsi" w:eastAsiaTheme="minorEastAsia" w:hAnsiTheme="minorHAnsi" w:cstheme="minorBidi"/>
          <w:sz w:val="22"/>
          <w:szCs w:val="22"/>
        </w:rPr>
      </w:pPr>
      <w:r>
        <w:t>5.2.2.2</w:t>
      </w:r>
      <w:r>
        <w:rPr>
          <w:rFonts w:asciiTheme="minorHAnsi" w:eastAsiaTheme="minorEastAsia" w:hAnsiTheme="minorHAnsi" w:cstheme="minorBidi"/>
          <w:sz w:val="22"/>
          <w:szCs w:val="22"/>
        </w:rPr>
        <w:tab/>
      </w:r>
      <w:r>
        <w:rPr>
          <w:lang w:eastAsia="ko-KR"/>
        </w:rPr>
        <w:t xml:space="preserve">Actions when a </w:t>
      </w:r>
      <w:r w:rsidRPr="004C7D1D">
        <w:rPr>
          <w:i/>
          <w:lang w:eastAsia="ko-KR"/>
        </w:rPr>
        <w:t>t-Reordering</w:t>
      </w:r>
      <w:r>
        <w:rPr>
          <w:lang w:eastAsia="ko-KR"/>
        </w:rPr>
        <w:t xml:space="preserve"> expires</w:t>
      </w:r>
      <w:r>
        <w:tab/>
      </w:r>
      <w:r>
        <w:fldChar w:fldCharType="begin" w:fldLock="1"/>
      </w:r>
      <w:r>
        <w:instrText xml:space="preserve"> PAGEREF _Toc76549146 \h </w:instrText>
      </w:r>
      <w:r>
        <w:fldChar w:fldCharType="separate"/>
      </w:r>
      <w:r>
        <w:t>14</w:t>
      </w:r>
      <w:r>
        <w:fldChar w:fldCharType="end"/>
      </w:r>
    </w:p>
    <w:p w14:paraId="06E1E538" w14:textId="1563EE97" w:rsidR="00850D93" w:rsidRDefault="00850D93">
      <w:pPr>
        <w:pStyle w:val="TOC4"/>
        <w:rPr>
          <w:rFonts w:asciiTheme="minorHAnsi" w:eastAsiaTheme="minorEastAsia" w:hAnsiTheme="minorHAnsi" w:cstheme="minorBidi"/>
          <w:sz w:val="22"/>
          <w:szCs w:val="22"/>
        </w:rPr>
      </w:pPr>
      <w:r>
        <w:t>5.2.2.3</w:t>
      </w:r>
      <w:r>
        <w:rPr>
          <w:rFonts w:asciiTheme="minorHAnsi" w:eastAsiaTheme="minorEastAsia" w:hAnsiTheme="minorHAnsi" w:cstheme="minorBidi"/>
          <w:sz w:val="22"/>
          <w:szCs w:val="22"/>
        </w:rPr>
        <w:tab/>
      </w:r>
      <w:r>
        <w:rPr>
          <w:lang w:eastAsia="ko-KR"/>
        </w:rPr>
        <w:t xml:space="preserve">Actions when the value of </w:t>
      </w:r>
      <w:r w:rsidRPr="004C7D1D">
        <w:rPr>
          <w:i/>
          <w:lang w:eastAsia="ko-KR"/>
        </w:rPr>
        <w:t>t-Reordering</w:t>
      </w:r>
      <w:r>
        <w:rPr>
          <w:lang w:eastAsia="ko-KR"/>
        </w:rPr>
        <w:t xml:space="preserve"> is reconfigured</w:t>
      </w:r>
      <w:r>
        <w:tab/>
      </w:r>
      <w:r>
        <w:fldChar w:fldCharType="begin" w:fldLock="1"/>
      </w:r>
      <w:r>
        <w:instrText xml:space="preserve"> PAGEREF _Toc76549147 \h </w:instrText>
      </w:r>
      <w:r>
        <w:fldChar w:fldCharType="separate"/>
      </w:r>
      <w:r>
        <w:t>14</w:t>
      </w:r>
      <w:r>
        <w:fldChar w:fldCharType="end"/>
      </w:r>
    </w:p>
    <w:p w14:paraId="232339E9" w14:textId="0E976E16" w:rsidR="00850D93" w:rsidRDefault="00850D93">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SDU discard</w:t>
      </w:r>
      <w:r>
        <w:tab/>
      </w:r>
      <w:r>
        <w:fldChar w:fldCharType="begin" w:fldLock="1"/>
      </w:r>
      <w:r>
        <w:instrText xml:space="preserve"> PAGEREF _Toc76549148 \h </w:instrText>
      </w:r>
      <w:r>
        <w:fldChar w:fldCharType="separate"/>
      </w:r>
      <w:r>
        <w:t>15</w:t>
      </w:r>
      <w:r>
        <w:fldChar w:fldCharType="end"/>
      </w:r>
    </w:p>
    <w:p w14:paraId="19716BB3" w14:textId="53101466" w:rsidR="00850D93" w:rsidRDefault="00850D93">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Status reporting</w:t>
      </w:r>
      <w:r>
        <w:tab/>
      </w:r>
      <w:r>
        <w:fldChar w:fldCharType="begin" w:fldLock="1"/>
      </w:r>
      <w:r>
        <w:instrText xml:space="preserve"> PAGEREF _Toc76549149 \h </w:instrText>
      </w:r>
      <w:r>
        <w:fldChar w:fldCharType="separate"/>
      </w:r>
      <w:r>
        <w:t>15</w:t>
      </w:r>
      <w:r>
        <w:fldChar w:fldCharType="end"/>
      </w:r>
    </w:p>
    <w:p w14:paraId="2F3D7384" w14:textId="5860C01C" w:rsidR="00850D93" w:rsidRDefault="00850D93">
      <w:pPr>
        <w:pStyle w:val="TOC3"/>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Transmit operation</w:t>
      </w:r>
      <w:r>
        <w:tab/>
      </w:r>
      <w:r>
        <w:fldChar w:fldCharType="begin" w:fldLock="1"/>
      </w:r>
      <w:r>
        <w:instrText xml:space="preserve"> PAGEREF _Toc76549150 \h </w:instrText>
      </w:r>
      <w:r>
        <w:fldChar w:fldCharType="separate"/>
      </w:r>
      <w:r>
        <w:t>15</w:t>
      </w:r>
      <w:r>
        <w:fldChar w:fldCharType="end"/>
      </w:r>
    </w:p>
    <w:p w14:paraId="63855F59" w14:textId="6BE75761" w:rsidR="00850D93" w:rsidRDefault="00850D93">
      <w:pPr>
        <w:pStyle w:val="TOC3"/>
        <w:rPr>
          <w:rFonts w:asciiTheme="minorHAnsi" w:eastAsiaTheme="minorEastAsia" w:hAnsiTheme="minorHAnsi" w:cstheme="minorBidi"/>
          <w:sz w:val="22"/>
          <w:szCs w:val="22"/>
        </w:rPr>
      </w:pPr>
      <w:r>
        <w:t>5.4.2</w:t>
      </w:r>
      <w:r>
        <w:rPr>
          <w:rFonts w:asciiTheme="minorHAnsi" w:eastAsiaTheme="minorEastAsia" w:hAnsiTheme="minorHAnsi" w:cstheme="minorBidi"/>
          <w:sz w:val="22"/>
          <w:szCs w:val="22"/>
        </w:rPr>
        <w:tab/>
      </w:r>
      <w:r>
        <w:t>Receive operation</w:t>
      </w:r>
      <w:r>
        <w:tab/>
      </w:r>
      <w:r>
        <w:fldChar w:fldCharType="begin" w:fldLock="1"/>
      </w:r>
      <w:r>
        <w:instrText xml:space="preserve"> PAGEREF _Toc76549151 \h </w:instrText>
      </w:r>
      <w:r>
        <w:fldChar w:fldCharType="separate"/>
      </w:r>
      <w:r>
        <w:t>15</w:t>
      </w:r>
      <w:r>
        <w:fldChar w:fldCharType="end"/>
      </w:r>
    </w:p>
    <w:p w14:paraId="0EA7D5B7" w14:textId="2A13FB20" w:rsidR="00850D93" w:rsidRDefault="00850D93">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rPr>
          <w:lang w:eastAsia="ko-KR"/>
        </w:rPr>
        <w:t>Data recovery</w:t>
      </w:r>
      <w:r>
        <w:tab/>
      </w:r>
      <w:r>
        <w:fldChar w:fldCharType="begin" w:fldLock="1"/>
      </w:r>
      <w:r>
        <w:instrText xml:space="preserve"> PAGEREF _Toc76549152 \h </w:instrText>
      </w:r>
      <w:r>
        <w:fldChar w:fldCharType="separate"/>
      </w:r>
      <w:r>
        <w:t>15</w:t>
      </w:r>
      <w:r>
        <w:fldChar w:fldCharType="end"/>
      </w:r>
    </w:p>
    <w:p w14:paraId="57BE9509" w14:textId="5219F38C" w:rsidR="00850D93" w:rsidRDefault="00850D93">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rPr>
          <w:lang w:eastAsia="ko-KR"/>
        </w:rPr>
        <w:t>Data volume calculation</w:t>
      </w:r>
      <w:r>
        <w:tab/>
      </w:r>
      <w:r>
        <w:fldChar w:fldCharType="begin" w:fldLock="1"/>
      </w:r>
      <w:r>
        <w:instrText xml:space="preserve"> PAGEREF _Toc76549153 \h </w:instrText>
      </w:r>
      <w:r>
        <w:fldChar w:fldCharType="separate"/>
      </w:r>
      <w:r>
        <w:t>16</w:t>
      </w:r>
      <w:r>
        <w:fldChar w:fldCharType="end"/>
      </w:r>
    </w:p>
    <w:p w14:paraId="45686604" w14:textId="6F1C51A0" w:rsidR="00850D93" w:rsidRDefault="00850D93">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Header compression</w:t>
      </w:r>
      <w:r>
        <w:rPr>
          <w:lang w:eastAsia="ko-KR"/>
        </w:rPr>
        <w:t xml:space="preserve"> and decompression</w:t>
      </w:r>
      <w:r>
        <w:tab/>
      </w:r>
      <w:r>
        <w:fldChar w:fldCharType="begin" w:fldLock="1"/>
      </w:r>
      <w:r>
        <w:instrText xml:space="preserve"> PAGEREF _Toc76549154 \h </w:instrText>
      </w:r>
      <w:r>
        <w:fldChar w:fldCharType="separate"/>
      </w:r>
      <w:r>
        <w:t>16</w:t>
      </w:r>
      <w:r>
        <w:fldChar w:fldCharType="end"/>
      </w:r>
    </w:p>
    <w:p w14:paraId="511E88EF" w14:textId="61D43BA7" w:rsidR="00850D93" w:rsidRDefault="00850D93">
      <w:pPr>
        <w:pStyle w:val="TOC3"/>
        <w:rPr>
          <w:rFonts w:asciiTheme="minorHAnsi" w:eastAsiaTheme="minorEastAsia" w:hAnsiTheme="minorHAnsi" w:cstheme="minorBidi"/>
          <w:sz w:val="22"/>
          <w:szCs w:val="22"/>
        </w:rPr>
      </w:pPr>
      <w:r>
        <w:t>5.7.1</w:t>
      </w:r>
      <w:r>
        <w:rPr>
          <w:rFonts w:asciiTheme="minorHAnsi" w:eastAsiaTheme="minorEastAsia" w:hAnsiTheme="minorHAnsi" w:cstheme="minorBidi"/>
          <w:sz w:val="22"/>
          <w:szCs w:val="22"/>
        </w:rPr>
        <w:tab/>
      </w:r>
      <w:r>
        <w:t>Supported header compression protocols and profiles</w:t>
      </w:r>
      <w:r>
        <w:tab/>
      </w:r>
      <w:r>
        <w:fldChar w:fldCharType="begin" w:fldLock="1"/>
      </w:r>
      <w:r>
        <w:instrText xml:space="preserve"> PAGEREF _Toc76549155 \h </w:instrText>
      </w:r>
      <w:r>
        <w:fldChar w:fldCharType="separate"/>
      </w:r>
      <w:r>
        <w:t>16</w:t>
      </w:r>
      <w:r>
        <w:fldChar w:fldCharType="end"/>
      </w:r>
    </w:p>
    <w:p w14:paraId="1B781EBB" w14:textId="194688C7" w:rsidR="00850D93" w:rsidRDefault="00850D93">
      <w:pPr>
        <w:pStyle w:val="TOC3"/>
        <w:rPr>
          <w:rFonts w:asciiTheme="minorHAnsi" w:eastAsiaTheme="minorEastAsia" w:hAnsiTheme="minorHAnsi" w:cstheme="minorBidi"/>
          <w:sz w:val="22"/>
          <w:szCs w:val="22"/>
        </w:rPr>
      </w:pPr>
      <w:r>
        <w:t>5.</w:t>
      </w:r>
      <w:r>
        <w:rPr>
          <w:lang w:eastAsia="ko-KR"/>
        </w:rPr>
        <w:t>7</w:t>
      </w:r>
      <w:r>
        <w:t>.2</w:t>
      </w:r>
      <w:r>
        <w:rPr>
          <w:rFonts w:asciiTheme="minorHAnsi" w:eastAsiaTheme="minorEastAsia" w:hAnsiTheme="minorHAnsi" w:cstheme="minorBidi"/>
          <w:sz w:val="22"/>
          <w:szCs w:val="22"/>
        </w:rPr>
        <w:tab/>
      </w:r>
      <w:r>
        <w:t>Configuration of header compression</w:t>
      </w:r>
      <w:r>
        <w:tab/>
      </w:r>
      <w:r>
        <w:fldChar w:fldCharType="begin" w:fldLock="1"/>
      </w:r>
      <w:r>
        <w:instrText xml:space="preserve"> PAGEREF _Toc76549156 \h </w:instrText>
      </w:r>
      <w:r>
        <w:fldChar w:fldCharType="separate"/>
      </w:r>
      <w:r>
        <w:t>17</w:t>
      </w:r>
      <w:r>
        <w:fldChar w:fldCharType="end"/>
      </w:r>
    </w:p>
    <w:p w14:paraId="6A3FA09B" w14:textId="6A445891" w:rsidR="00850D93" w:rsidRDefault="00850D93">
      <w:pPr>
        <w:pStyle w:val="TOC3"/>
        <w:rPr>
          <w:rFonts w:asciiTheme="minorHAnsi" w:eastAsiaTheme="minorEastAsia" w:hAnsiTheme="minorHAnsi" w:cstheme="minorBidi"/>
          <w:sz w:val="22"/>
          <w:szCs w:val="22"/>
        </w:rPr>
      </w:pPr>
      <w:r>
        <w:t>5.</w:t>
      </w:r>
      <w:r>
        <w:rPr>
          <w:lang w:eastAsia="ko-KR"/>
        </w:rPr>
        <w:t>7</w:t>
      </w:r>
      <w:r>
        <w:t>.3</w:t>
      </w:r>
      <w:r>
        <w:rPr>
          <w:rFonts w:asciiTheme="minorHAnsi" w:eastAsiaTheme="minorEastAsia" w:hAnsiTheme="minorHAnsi" w:cstheme="minorBidi"/>
          <w:sz w:val="22"/>
          <w:szCs w:val="22"/>
        </w:rPr>
        <w:tab/>
      </w:r>
      <w:r>
        <w:t>Protocol parameters</w:t>
      </w:r>
      <w:r>
        <w:tab/>
      </w:r>
      <w:r>
        <w:fldChar w:fldCharType="begin" w:fldLock="1"/>
      </w:r>
      <w:r>
        <w:instrText xml:space="preserve"> PAGEREF _Toc76549157 \h </w:instrText>
      </w:r>
      <w:r>
        <w:fldChar w:fldCharType="separate"/>
      </w:r>
      <w:r>
        <w:t>17</w:t>
      </w:r>
      <w:r>
        <w:fldChar w:fldCharType="end"/>
      </w:r>
    </w:p>
    <w:p w14:paraId="26014EC0" w14:textId="5BF98E91" w:rsidR="00850D93" w:rsidRDefault="00850D93">
      <w:pPr>
        <w:pStyle w:val="TOC3"/>
        <w:rPr>
          <w:rFonts w:asciiTheme="minorHAnsi" w:eastAsiaTheme="minorEastAsia" w:hAnsiTheme="minorHAnsi" w:cstheme="minorBidi"/>
          <w:sz w:val="22"/>
          <w:szCs w:val="22"/>
        </w:rPr>
      </w:pPr>
      <w:r>
        <w:t>5.</w:t>
      </w:r>
      <w:r>
        <w:rPr>
          <w:lang w:eastAsia="ko-KR"/>
        </w:rPr>
        <w:t>7</w:t>
      </w:r>
      <w:r>
        <w:t>.4</w:t>
      </w:r>
      <w:r>
        <w:rPr>
          <w:rFonts w:asciiTheme="minorHAnsi" w:eastAsiaTheme="minorEastAsia" w:hAnsiTheme="minorHAnsi" w:cstheme="minorBidi"/>
          <w:sz w:val="22"/>
          <w:szCs w:val="22"/>
        </w:rPr>
        <w:tab/>
      </w:r>
      <w:r>
        <w:t>Header compression</w:t>
      </w:r>
      <w:r>
        <w:tab/>
      </w:r>
      <w:r>
        <w:fldChar w:fldCharType="begin" w:fldLock="1"/>
      </w:r>
      <w:r>
        <w:instrText xml:space="preserve"> PAGEREF _Toc76549158 \h </w:instrText>
      </w:r>
      <w:r>
        <w:fldChar w:fldCharType="separate"/>
      </w:r>
      <w:r>
        <w:t>17</w:t>
      </w:r>
      <w:r>
        <w:fldChar w:fldCharType="end"/>
      </w:r>
    </w:p>
    <w:p w14:paraId="1B36D992" w14:textId="5B0B7F9F" w:rsidR="00850D93" w:rsidRDefault="00850D93">
      <w:pPr>
        <w:pStyle w:val="TOC3"/>
        <w:rPr>
          <w:rFonts w:asciiTheme="minorHAnsi" w:eastAsiaTheme="minorEastAsia" w:hAnsiTheme="minorHAnsi" w:cstheme="minorBidi"/>
          <w:sz w:val="22"/>
          <w:szCs w:val="22"/>
        </w:rPr>
      </w:pPr>
      <w:r>
        <w:t>5.</w:t>
      </w:r>
      <w:r>
        <w:rPr>
          <w:lang w:eastAsia="ko-KR"/>
        </w:rPr>
        <w:t>7</w:t>
      </w:r>
      <w:r>
        <w:t>.5</w:t>
      </w:r>
      <w:r>
        <w:rPr>
          <w:rFonts w:asciiTheme="minorHAnsi" w:eastAsiaTheme="minorEastAsia" w:hAnsiTheme="minorHAnsi" w:cstheme="minorBidi"/>
          <w:sz w:val="22"/>
          <w:szCs w:val="22"/>
        </w:rPr>
        <w:tab/>
      </w:r>
      <w:r>
        <w:t>Header decompression</w:t>
      </w:r>
      <w:r>
        <w:tab/>
      </w:r>
      <w:r>
        <w:fldChar w:fldCharType="begin" w:fldLock="1"/>
      </w:r>
      <w:r>
        <w:instrText xml:space="preserve"> PAGEREF _Toc76549159 \h </w:instrText>
      </w:r>
      <w:r>
        <w:fldChar w:fldCharType="separate"/>
      </w:r>
      <w:r>
        <w:t>18</w:t>
      </w:r>
      <w:r>
        <w:fldChar w:fldCharType="end"/>
      </w:r>
    </w:p>
    <w:p w14:paraId="224563E6" w14:textId="79F04449" w:rsidR="00850D93" w:rsidRDefault="00850D93">
      <w:pPr>
        <w:pStyle w:val="TOC3"/>
        <w:rPr>
          <w:rFonts w:asciiTheme="minorHAnsi" w:eastAsiaTheme="minorEastAsia" w:hAnsiTheme="minorHAnsi" w:cstheme="minorBidi"/>
          <w:sz w:val="22"/>
          <w:szCs w:val="22"/>
        </w:rPr>
      </w:pPr>
      <w:r>
        <w:t>5.7.6</w:t>
      </w:r>
      <w:r>
        <w:rPr>
          <w:rFonts w:asciiTheme="minorHAnsi" w:eastAsiaTheme="minorEastAsia" w:hAnsiTheme="minorHAnsi" w:cstheme="minorBidi"/>
          <w:sz w:val="22"/>
          <w:szCs w:val="22"/>
        </w:rPr>
        <w:tab/>
      </w:r>
      <w:r>
        <w:t>PDCP Control PDU for interspersed ROHC feedback</w:t>
      </w:r>
      <w:r>
        <w:tab/>
      </w:r>
      <w:r>
        <w:fldChar w:fldCharType="begin" w:fldLock="1"/>
      </w:r>
      <w:r>
        <w:instrText xml:space="preserve"> PAGEREF _Toc76549160 \h </w:instrText>
      </w:r>
      <w:r>
        <w:fldChar w:fldCharType="separate"/>
      </w:r>
      <w:r>
        <w:t>18</w:t>
      </w:r>
      <w:r>
        <w:fldChar w:fldCharType="end"/>
      </w:r>
    </w:p>
    <w:p w14:paraId="5B162853" w14:textId="49918895" w:rsidR="00850D93" w:rsidRDefault="00850D93">
      <w:pPr>
        <w:pStyle w:val="TOC4"/>
        <w:rPr>
          <w:rFonts w:asciiTheme="minorHAnsi" w:eastAsiaTheme="minorEastAsia" w:hAnsiTheme="minorHAnsi" w:cstheme="minorBidi"/>
          <w:sz w:val="22"/>
          <w:szCs w:val="22"/>
        </w:rPr>
      </w:pPr>
      <w:r>
        <w:t>5.7.6.1</w:t>
      </w:r>
      <w:r>
        <w:rPr>
          <w:rFonts w:asciiTheme="minorHAnsi" w:eastAsiaTheme="minorEastAsia" w:hAnsiTheme="minorHAnsi" w:cstheme="minorBidi"/>
          <w:sz w:val="22"/>
          <w:szCs w:val="22"/>
        </w:rPr>
        <w:tab/>
      </w:r>
      <w:r>
        <w:t>Transmit Operation</w:t>
      </w:r>
      <w:r>
        <w:tab/>
      </w:r>
      <w:r>
        <w:fldChar w:fldCharType="begin" w:fldLock="1"/>
      </w:r>
      <w:r>
        <w:instrText xml:space="preserve"> PAGEREF _Toc76549161 \h </w:instrText>
      </w:r>
      <w:r>
        <w:fldChar w:fldCharType="separate"/>
      </w:r>
      <w:r>
        <w:t>18</w:t>
      </w:r>
      <w:r>
        <w:fldChar w:fldCharType="end"/>
      </w:r>
    </w:p>
    <w:p w14:paraId="7C15D3B6" w14:textId="7BC19ECE" w:rsidR="00850D93" w:rsidRDefault="00850D93">
      <w:pPr>
        <w:pStyle w:val="TOC4"/>
        <w:rPr>
          <w:rFonts w:asciiTheme="minorHAnsi" w:eastAsiaTheme="minorEastAsia" w:hAnsiTheme="minorHAnsi" w:cstheme="minorBidi"/>
          <w:sz w:val="22"/>
          <w:szCs w:val="22"/>
        </w:rPr>
      </w:pPr>
      <w:r>
        <w:t>5.7.6.2</w:t>
      </w:r>
      <w:r>
        <w:rPr>
          <w:rFonts w:asciiTheme="minorHAnsi" w:eastAsiaTheme="minorEastAsia" w:hAnsiTheme="minorHAnsi" w:cstheme="minorBidi"/>
          <w:sz w:val="22"/>
          <w:szCs w:val="22"/>
        </w:rPr>
        <w:tab/>
      </w:r>
      <w:r>
        <w:t>Receive Operation</w:t>
      </w:r>
      <w:r>
        <w:tab/>
      </w:r>
      <w:r>
        <w:fldChar w:fldCharType="begin" w:fldLock="1"/>
      </w:r>
      <w:r>
        <w:instrText xml:space="preserve"> PAGEREF _Toc76549162 \h </w:instrText>
      </w:r>
      <w:r>
        <w:fldChar w:fldCharType="separate"/>
      </w:r>
      <w:r>
        <w:t>18</w:t>
      </w:r>
      <w:r>
        <w:fldChar w:fldCharType="end"/>
      </w:r>
    </w:p>
    <w:p w14:paraId="6C67EBF8" w14:textId="5B0DB180" w:rsidR="00850D93" w:rsidRDefault="00850D93">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Ciphering and deciphering</w:t>
      </w:r>
      <w:r>
        <w:tab/>
      </w:r>
      <w:r>
        <w:fldChar w:fldCharType="begin" w:fldLock="1"/>
      </w:r>
      <w:r>
        <w:instrText xml:space="preserve"> PAGEREF _Toc76549163 \h </w:instrText>
      </w:r>
      <w:r>
        <w:fldChar w:fldCharType="separate"/>
      </w:r>
      <w:r>
        <w:t>18</w:t>
      </w:r>
      <w:r>
        <w:fldChar w:fldCharType="end"/>
      </w:r>
    </w:p>
    <w:p w14:paraId="69D476DD" w14:textId="689D2631" w:rsidR="00850D93" w:rsidRDefault="00850D93">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Integrity protection and verification</w:t>
      </w:r>
      <w:r>
        <w:tab/>
      </w:r>
      <w:r>
        <w:fldChar w:fldCharType="begin" w:fldLock="1"/>
      </w:r>
      <w:r>
        <w:instrText xml:space="preserve"> PAGEREF _Toc76549164 \h </w:instrText>
      </w:r>
      <w:r>
        <w:fldChar w:fldCharType="separate"/>
      </w:r>
      <w:r>
        <w:t>19</w:t>
      </w:r>
      <w:r>
        <w:fldChar w:fldCharType="end"/>
      </w:r>
    </w:p>
    <w:p w14:paraId="16E0DA2C" w14:textId="3B3F7CAF" w:rsidR="00850D93" w:rsidRDefault="00850D93">
      <w:pPr>
        <w:pStyle w:val="TOC2"/>
        <w:rPr>
          <w:rFonts w:asciiTheme="minorHAnsi" w:eastAsiaTheme="minorEastAsia" w:hAnsiTheme="minorHAnsi" w:cstheme="minorBidi"/>
          <w:sz w:val="22"/>
          <w:szCs w:val="22"/>
        </w:rPr>
      </w:pPr>
      <w:r>
        <w:t>5.10</w:t>
      </w:r>
      <w:r>
        <w:rPr>
          <w:rFonts w:asciiTheme="minorHAnsi" w:eastAsiaTheme="minorEastAsia" w:hAnsiTheme="minorHAnsi" w:cstheme="minorBidi"/>
          <w:sz w:val="22"/>
          <w:szCs w:val="22"/>
        </w:rPr>
        <w:tab/>
      </w:r>
      <w:r>
        <w:t>Handling of unknown, unforeseen, and erroneous protocol data</w:t>
      </w:r>
      <w:r>
        <w:tab/>
      </w:r>
      <w:r>
        <w:fldChar w:fldCharType="begin" w:fldLock="1"/>
      </w:r>
      <w:r>
        <w:instrText xml:space="preserve"> PAGEREF _Toc76549165 \h </w:instrText>
      </w:r>
      <w:r>
        <w:fldChar w:fldCharType="separate"/>
      </w:r>
      <w:r>
        <w:t>19</w:t>
      </w:r>
      <w:r>
        <w:fldChar w:fldCharType="end"/>
      </w:r>
    </w:p>
    <w:p w14:paraId="4B1E9450" w14:textId="4AF1D18A" w:rsidR="00850D93" w:rsidRDefault="00850D93">
      <w:pPr>
        <w:pStyle w:val="TOC2"/>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rPr>
          <w:lang w:eastAsia="ko-KR"/>
        </w:rPr>
        <w:t>PDCP duplication</w:t>
      </w:r>
      <w:r>
        <w:tab/>
      </w:r>
      <w:r>
        <w:fldChar w:fldCharType="begin" w:fldLock="1"/>
      </w:r>
      <w:r>
        <w:instrText xml:space="preserve"> PAGEREF _Toc76549166 \h </w:instrText>
      </w:r>
      <w:r>
        <w:fldChar w:fldCharType="separate"/>
      </w:r>
      <w:r>
        <w:t>19</w:t>
      </w:r>
      <w:r>
        <w:fldChar w:fldCharType="end"/>
      </w:r>
    </w:p>
    <w:p w14:paraId="6F2CA218" w14:textId="7730D682" w:rsidR="00850D93" w:rsidRDefault="00850D93">
      <w:pPr>
        <w:pStyle w:val="TOC3"/>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rPr>
          <w:lang w:eastAsia="ko-KR"/>
        </w:rPr>
        <w:t>Activation/Deactivation of PDCP duplication</w:t>
      </w:r>
      <w:r>
        <w:tab/>
      </w:r>
      <w:r>
        <w:fldChar w:fldCharType="begin" w:fldLock="1"/>
      </w:r>
      <w:r>
        <w:instrText xml:space="preserve"> PAGEREF _Toc76549167 \h </w:instrText>
      </w:r>
      <w:r>
        <w:fldChar w:fldCharType="separate"/>
      </w:r>
      <w:r>
        <w:t>19</w:t>
      </w:r>
      <w:r>
        <w:fldChar w:fldCharType="end"/>
      </w:r>
    </w:p>
    <w:p w14:paraId="1E53552D" w14:textId="22083EC5" w:rsidR="00850D93" w:rsidRDefault="00850D93">
      <w:pPr>
        <w:pStyle w:val="TOC3"/>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rPr>
          <w:lang w:eastAsia="ko-KR"/>
        </w:rPr>
        <w:t>Duplicate PDU discard</w:t>
      </w:r>
      <w:r>
        <w:tab/>
      </w:r>
      <w:r>
        <w:fldChar w:fldCharType="begin" w:fldLock="1"/>
      </w:r>
      <w:r>
        <w:instrText xml:space="preserve"> PAGEREF _Toc76549168 \h </w:instrText>
      </w:r>
      <w:r>
        <w:fldChar w:fldCharType="separate"/>
      </w:r>
      <w:r>
        <w:t>20</w:t>
      </w:r>
      <w:r>
        <w:fldChar w:fldCharType="end"/>
      </w:r>
    </w:p>
    <w:p w14:paraId="7DF76CE5" w14:textId="7FB87920" w:rsidR="00850D93" w:rsidRDefault="00850D93">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Protocol data units, formats, and parameters</w:t>
      </w:r>
      <w:r>
        <w:tab/>
      </w:r>
      <w:r>
        <w:fldChar w:fldCharType="begin" w:fldLock="1"/>
      </w:r>
      <w:r>
        <w:instrText xml:space="preserve"> PAGEREF _Toc76549169 \h </w:instrText>
      </w:r>
      <w:r>
        <w:fldChar w:fldCharType="separate"/>
      </w:r>
      <w:r>
        <w:t>20</w:t>
      </w:r>
      <w:r>
        <w:fldChar w:fldCharType="end"/>
      </w:r>
    </w:p>
    <w:p w14:paraId="18198D52" w14:textId="3DA5FCBE" w:rsidR="00850D93" w:rsidRDefault="00850D93">
      <w:pPr>
        <w:pStyle w:val="TOC2"/>
        <w:rPr>
          <w:rFonts w:asciiTheme="minorHAnsi" w:eastAsiaTheme="minorEastAsia" w:hAnsiTheme="minorHAnsi" w:cstheme="minorBidi"/>
          <w:sz w:val="22"/>
          <w:szCs w:val="22"/>
        </w:rPr>
      </w:pPr>
      <w:r w:rsidRPr="00850D93">
        <w:t>6.1</w:t>
      </w:r>
      <w:r w:rsidRPr="00850D93">
        <w:rPr>
          <w:rFonts w:asciiTheme="minorHAnsi" w:eastAsiaTheme="minorEastAsia" w:hAnsiTheme="minorHAnsi" w:cstheme="minorBidi"/>
          <w:sz w:val="22"/>
          <w:szCs w:val="22"/>
        </w:rPr>
        <w:tab/>
      </w:r>
      <w:r w:rsidRPr="004C7D1D">
        <w:rPr>
          <w:kern w:val="2"/>
          <w:lang w:eastAsia="zh-CN"/>
        </w:rPr>
        <w:t xml:space="preserve">Protocol data </w:t>
      </w:r>
      <w:r>
        <w:t>units</w:t>
      </w:r>
      <w:r>
        <w:tab/>
      </w:r>
      <w:r>
        <w:fldChar w:fldCharType="begin" w:fldLock="1"/>
      </w:r>
      <w:r>
        <w:instrText xml:space="preserve"> PAGEREF _Toc76549170 \h </w:instrText>
      </w:r>
      <w:r>
        <w:fldChar w:fldCharType="separate"/>
      </w:r>
      <w:r>
        <w:t>20</w:t>
      </w:r>
      <w:r>
        <w:fldChar w:fldCharType="end"/>
      </w:r>
    </w:p>
    <w:p w14:paraId="274F4DA5" w14:textId="5D175B5A" w:rsidR="00850D93" w:rsidRDefault="00850D93">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Data PDU</w:t>
      </w:r>
      <w:r>
        <w:tab/>
      </w:r>
      <w:r>
        <w:fldChar w:fldCharType="begin" w:fldLock="1"/>
      </w:r>
      <w:r>
        <w:instrText xml:space="preserve"> PAGEREF _Toc76549171 \h </w:instrText>
      </w:r>
      <w:r>
        <w:fldChar w:fldCharType="separate"/>
      </w:r>
      <w:r>
        <w:t>20</w:t>
      </w:r>
      <w:r>
        <w:fldChar w:fldCharType="end"/>
      </w:r>
    </w:p>
    <w:p w14:paraId="28627807" w14:textId="1B2FF73D" w:rsidR="00850D93" w:rsidRDefault="00850D93">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rPr>
          <w:lang w:eastAsia="ko-KR"/>
        </w:rPr>
        <w:t>Control PDU</w:t>
      </w:r>
      <w:r>
        <w:tab/>
      </w:r>
      <w:r>
        <w:fldChar w:fldCharType="begin" w:fldLock="1"/>
      </w:r>
      <w:r>
        <w:instrText xml:space="preserve"> PAGEREF _Toc76549172 \h </w:instrText>
      </w:r>
      <w:r>
        <w:fldChar w:fldCharType="separate"/>
      </w:r>
      <w:r>
        <w:t>20</w:t>
      </w:r>
      <w:r>
        <w:fldChar w:fldCharType="end"/>
      </w:r>
    </w:p>
    <w:p w14:paraId="64A36A26" w14:textId="5B0570CE" w:rsidR="00850D93" w:rsidRDefault="00850D93">
      <w:pPr>
        <w:pStyle w:val="TOC2"/>
        <w:rPr>
          <w:rFonts w:asciiTheme="minorHAnsi" w:eastAsiaTheme="minorEastAsia" w:hAnsiTheme="minorHAnsi" w:cstheme="minorBidi"/>
          <w:sz w:val="22"/>
          <w:szCs w:val="22"/>
        </w:rPr>
      </w:pPr>
      <w:r w:rsidRPr="00850D93">
        <w:t>6.2</w:t>
      </w:r>
      <w:r w:rsidRPr="00850D93">
        <w:rPr>
          <w:rFonts w:asciiTheme="minorHAnsi" w:hAnsiTheme="minorHAnsi" w:cstheme="minorBidi"/>
          <w:sz w:val="22"/>
          <w:szCs w:val="22"/>
        </w:rPr>
        <w:tab/>
      </w:r>
      <w:r w:rsidRPr="004C7D1D">
        <w:rPr>
          <w:rFonts w:eastAsia="SimSun"/>
          <w:kern w:val="2"/>
          <w:lang w:eastAsia="zh-CN"/>
        </w:rPr>
        <w:t>Formats</w:t>
      </w:r>
      <w:r>
        <w:tab/>
      </w:r>
      <w:r>
        <w:fldChar w:fldCharType="begin" w:fldLock="1"/>
      </w:r>
      <w:r>
        <w:instrText xml:space="preserve"> PAGEREF _Toc76549173 \h </w:instrText>
      </w:r>
      <w:r>
        <w:fldChar w:fldCharType="separate"/>
      </w:r>
      <w:r>
        <w:t>20</w:t>
      </w:r>
      <w:r>
        <w:fldChar w:fldCharType="end"/>
      </w:r>
    </w:p>
    <w:p w14:paraId="6C2C2A30" w14:textId="66AD176F" w:rsidR="00850D93" w:rsidRDefault="00850D93">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_Toc76549174 \h </w:instrText>
      </w:r>
      <w:r>
        <w:fldChar w:fldCharType="separate"/>
      </w:r>
      <w:r>
        <w:t>20</w:t>
      </w:r>
      <w:r>
        <w:fldChar w:fldCharType="end"/>
      </w:r>
    </w:p>
    <w:p w14:paraId="755B7356" w14:textId="7045A9D7" w:rsidR="00850D93" w:rsidRDefault="00850D93">
      <w:pPr>
        <w:pStyle w:val="TOC3"/>
        <w:rPr>
          <w:rFonts w:asciiTheme="minorHAnsi" w:eastAsiaTheme="minorEastAsia" w:hAnsiTheme="minorHAnsi" w:cstheme="minorBidi"/>
          <w:sz w:val="22"/>
          <w:szCs w:val="22"/>
        </w:rPr>
      </w:pPr>
      <w:r>
        <w:lastRenderedPageBreak/>
        <w:t>6.2.2</w:t>
      </w:r>
      <w:r>
        <w:rPr>
          <w:rFonts w:asciiTheme="minorHAnsi" w:eastAsiaTheme="minorEastAsia" w:hAnsiTheme="minorHAnsi" w:cstheme="minorBidi"/>
          <w:sz w:val="22"/>
          <w:szCs w:val="22"/>
        </w:rPr>
        <w:tab/>
      </w:r>
      <w:r>
        <w:rPr>
          <w:lang w:eastAsia="ko-KR"/>
        </w:rPr>
        <w:t>Data PDU</w:t>
      </w:r>
      <w:r>
        <w:tab/>
      </w:r>
      <w:r>
        <w:fldChar w:fldCharType="begin" w:fldLock="1"/>
      </w:r>
      <w:r>
        <w:instrText xml:space="preserve"> PAGEREF _Toc76549175 \h </w:instrText>
      </w:r>
      <w:r>
        <w:fldChar w:fldCharType="separate"/>
      </w:r>
      <w:r>
        <w:t>20</w:t>
      </w:r>
      <w:r>
        <w:fldChar w:fldCharType="end"/>
      </w:r>
    </w:p>
    <w:p w14:paraId="5064ACD7" w14:textId="24A76CA7" w:rsidR="00850D93" w:rsidRDefault="00850D93">
      <w:pPr>
        <w:pStyle w:val="TOC4"/>
        <w:rPr>
          <w:rFonts w:asciiTheme="minorHAnsi" w:eastAsiaTheme="minorEastAsia" w:hAnsiTheme="minorHAnsi" w:cstheme="minorBidi"/>
          <w:sz w:val="22"/>
          <w:szCs w:val="22"/>
        </w:rPr>
      </w:pPr>
      <w:r>
        <w:t>6.2.2.1</w:t>
      </w:r>
      <w:r>
        <w:rPr>
          <w:rFonts w:asciiTheme="minorHAnsi" w:eastAsiaTheme="minorEastAsia" w:hAnsiTheme="minorHAnsi" w:cstheme="minorBidi"/>
          <w:sz w:val="22"/>
          <w:szCs w:val="22"/>
        </w:rPr>
        <w:tab/>
      </w:r>
      <w:r>
        <w:rPr>
          <w:lang w:eastAsia="ko-KR"/>
        </w:rPr>
        <w:t>Data PDU for SRBs</w:t>
      </w:r>
      <w:r>
        <w:tab/>
      </w:r>
      <w:r>
        <w:fldChar w:fldCharType="begin" w:fldLock="1"/>
      </w:r>
      <w:r>
        <w:instrText xml:space="preserve"> PAGEREF _Toc76549176 \h </w:instrText>
      </w:r>
      <w:r>
        <w:fldChar w:fldCharType="separate"/>
      </w:r>
      <w:r>
        <w:t>20</w:t>
      </w:r>
      <w:r>
        <w:fldChar w:fldCharType="end"/>
      </w:r>
    </w:p>
    <w:p w14:paraId="4147A506" w14:textId="4A621545" w:rsidR="00850D93" w:rsidRDefault="00850D93">
      <w:pPr>
        <w:pStyle w:val="TOC4"/>
        <w:rPr>
          <w:rFonts w:asciiTheme="minorHAnsi" w:eastAsiaTheme="minorEastAsia" w:hAnsiTheme="minorHAnsi" w:cstheme="minorBidi"/>
          <w:sz w:val="22"/>
          <w:szCs w:val="22"/>
        </w:rPr>
      </w:pPr>
      <w:r>
        <w:t>6.2.2.2</w:t>
      </w:r>
      <w:r>
        <w:rPr>
          <w:rFonts w:asciiTheme="minorHAnsi" w:eastAsiaTheme="minorEastAsia" w:hAnsiTheme="minorHAnsi" w:cstheme="minorBidi"/>
          <w:sz w:val="22"/>
          <w:szCs w:val="22"/>
        </w:rPr>
        <w:tab/>
      </w:r>
      <w:r>
        <w:t>Data PDU for DRBs with 12 bits PDCP SN</w:t>
      </w:r>
      <w:r>
        <w:tab/>
      </w:r>
      <w:r>
        <w:fldChar w:fldCharType="begin" w:fldLock="1"/>
      </w:r>
      <w:r>
        <w:instrText xml:space="preserve"> PAGEREF _Toc76549177 \h </w:instrText>
      </w:r>
      <w:r>
        <w:fldChar w:fldCharType="separate"/>
      </w:r>
      <w:r>
        <w:t>21</w:t>
      </w:r>
      <w:r>
        <w:fldChar w:fldCharType="end"/>
      </w:r>
    </w:p>
    <w:p w14:paraId="7492A6C0" w14:textId="22324CB6" w:rsidR="00850D93" w:rsidRDefault="00850D93">
      <w:pPr>
        <w:pStyle w:val="TOC4"/>
        <w:rPr>
          <w:rFonts w:asciiTheme="minorHAnsi" w:eastAsiaTheme="minorEastAsia" w:hAnsiTheme="minorHAnsi" w:cstheme="minorBidi"/>
          <w:sz w:val="22"/>
          <w:szCs w:val="22"/>
        </w:rPr>
      </w:pPr>
      <w:r>
        <w:t>6.2.2.3</w:t>
      </w:r>
      <w:r>
        <w:rPr>
          <w:rFonts w:asciiTheme="minorHAnsi" w:eastAsiaTheme="minorEastAsia" w:hAnsiTheme="minorHAnsi" w:cstheme="minorBidi"/>
          <w:sz w:val="22"/>
          <w:szCs w:val="22"/>
        </w:rPr>
        <w:tab/>
      </w:r>
      <w:r>
        <w:t>Data PDU for DRBs with 18 bits PDCP SN</w:t>
      </w:r>
      <w:r>
        <w:tab/>
      </w:r>
      <w:r>
        <w:fldChar w:fldCharType="begin" w:fldLock="1"/>
      </w:r>
      <w:r>
        <w:instrText xml:space="preserve"> PAGEREF _Toc76549178 \h </w:instrText>
      </w:r>
      <w:r>
        <w:fldChar w:fldCharType="separate"/>
      </w:r>
      <w:r>
        <w:t>21</w:t>
      </w:r>
      <w:r>
        <w:fldChar w:fldCharType="end"/>
      </w:r>
    </w:p>
    <w:p w14:paraId="39141035" w14:textId="22F79FB2" w:rsidR="00850D93" w:rsidRDefault="00850D93">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rPr>
          <w:lang w:eastAsia="ko-KR"/>
        </w:rPr>
        <w:t>Control PDU</w:t>
      </w:r>
      <w:r>
        <w:tab/>
      </w:r>
      <w:r>
        <w:fldChar w:fldCharType="begin" w:fldLock="1"/>
      </w:r>
      <w:r>
        <w:instrText xml:space="preserve"> PAGEREF _Toc76549179 \h </w:instrText>
      </w:r>
      <w:r>
        <w:fldChar w:fldCharType="separate"/>
      </w:r>
      <w:r>
        <w:t>22</w:t>
      </w:r>
      <w:r>
        <w:fldChar w:fldCharType="end"/>
      </w:r>
    </w:p>
    <w:p w14:paraId="51BE8FDA" w14:textId="6C44324F" w:rsidR="00850D93" w:rsidRDefault="00850D93">
      <w:pPr>
        <w:pStyle w:val="TOC4"/>
        <w:rPr>
          <w:rFonts w:asciiTheme="minorHAnsi" w:eastAsiaTheme="minorEastAsia" w:hAnsiTheme="minorHAnsi" w:cstheme="minorBidi"/>
          <w:sz w:val="22"/>
          <w:szCs w:val="22"/>
        </w:rPr>
      </w:pPr>
      <w:r>
        <w:t>6.2.3.1</w:t>
      </w:r>
      <w:r>
        <w:rPr>
          <w:rFonts w:asciiTheme="minorHAnsi" w:eastAsiaTheme="minorEastAsia" w:hAnsiTheme="minorHAnsi" w:cstheme="minorBidi"/>
          <w:sz w:val="22"/>
          <w:szCs w:val="22"/>
        </w:rPr>
        <w:tab/>
      </w:r>
      <w:r>
        <w:t>Control PDU for PDCP status report</w:t>
      </w:r>
      <w:r>
        <w:tab/>
      </w:r>
      <w:r>
        <w:fldChar w:fldCharType="begin" w:fldLock="1"/>
      </w:r>
      <w:r>
        <w:instrText xml:space="preserve"> PAGEREF _Toc76549180 \h </w:instrText>
      </w:r>
      <w:r>
        <w:fldChar w:fldCharType="separate"/>
      </w:r>
      <w:r>
        <w:t>22</w:t>
      </w:r>
      <w:r>
        <w:fldChar w:fldCharType="end"/>
      </w:r>
    </w:p>
    <w:p w14:paraId="16A18CCB" w14:textId="043EF2EF" w:rsidR="00850D93" w:rsidRDefault="00850D93">
      <w:pPr>
        <w:pStyle w:val="TOC4"/>
        <w:rPr>
          <w:rFonts w:asciiTheme="minorHAnsi" w:eastAsiaTheme="minorEastAsia" w:hAnsiTheme="minorHAnsi" w:cstheme="minorBidi"/>
          <w:sz w:val="22"/>
          <w:szCs w:val="22"/>
        </w:rPr>
      </w:pPr>
      <w:r w:rsidRPr="00850D93">
        <w:t>6.2.3.2</w:t>
      </w:r>
      <w:r w:rsidRPr="00850D93">
        <w:rPr>
          <w:rFonts w:asciiTheme="minorHAnsi" w:eastAsiaTheme="minorEastAsia" w:hAnsiTheme="minorHAnsi" w:cstheme="minorBidi"/>
          <w:sz w:val="22"/>
          <w:szCs w:val="22"/>
        </w:rPr>
        <w:tab/>
      </w:r>
      <w:r w:rsidRPr="004C7D1D">
        <w:rPr>
          <w:snapToGrid w:val="0"/>
        </w:rPr>
        <w:t xml:space="preserve">Control PDU for </w:t>
      </w:r>
      <w:r>
        <w:t>interspersed ROHC feedback</w:t>
      </w:r>
      <w:r>
        <w:tab/>
      </w:r>
      <w:r>
        <w:fldChar w:fldCharType="begin" w:fldLock="1"/>
      </w:r>
      <w:r>
        <w:instrText xml:space="preserve"> PAGEREF _Toc76549181 \h </w:instrText>
      </w:r>
      <w:r>
        <w:fldChar w:fldCharType="separate"/>
      </w:r>
      <w:r>
        <w:t>22</w:t>
      </w:r>
      <w:r>
        <w:fldChar w:fldCharType="end"/>
      </w:r>
    </w:p>
    <w:p w14:paraId="4EA2FF1E" w14:textId="0D15805D" w:rsidR="00850D93" w:rsidRDefault="00850D93">
      <w:pPr>
        <w:pStyle w:val="TOC2"/>
        <w:rPr>
          <w:rFonts w:asciiTheme="minorHAnsi" w:eastAsiaTheme="minorEastAsia" w:hAnsiTheme="minorHAnsi" w:cstheme="minorBidi"/>
          <w:sz w:val="22"/>
          <w:szCs w:val="22"/>
        </w:rPr>
      </w:pPr>
      <w:r w:rsidRPr="00850D93">
        <w:t>6.3</w:t>
      </w:r>
      <w:r w:rsidRPr="00850D93">
        <w:rPr>
          <w:rFonts w:asciiTheme="minorHAnsi" w:hAnsiTheme="minorHAnsi" w:cstheme="minorBidi"/>
          <w:sz w:val="22"/>
          <w:szCs w:val="22"/>
        </w:rPr>
        <w:tab/>
      </w:r>
      <w:r w:rsidRPr="004C7D1D">
        <w:rPr>
          <w:rFonts w:eastAsia="SimSun"/>
          <w:kern w:val="2"/>
          <w:lang w:eastAsia="zh-CN"/>
        </w:rPr>
        <w:t>Parameters</w:t>
      </w:r>
      <w:r>
        <w:tab/>
      </w:r>
      <w:r>
        <w:fldChar w:fldCharType="begin" w:fldLock="1"/>
      </w:r>
      <w:r>
        <w:instrText xml:space="preserve"> PAGEREF _Toc76549182 \h </w:instrText>
      </w:r>
      <w:r>
        <w:fldChar w:fldCharType="separate"/>
      </w:r>
      <w:r>
        <w:t>23</w:t>
      </w:r>
      <w:r>
        <w:fldChar w:fldCharType="end"/>
      </w:r>
    </w:p>
    <w:p w14:paraId="5E2204A7" w14:textId="5099DE95" w:rsidR="00850D93" w:rsidRDefault="00850D93">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General</w:t>
      </w:r>
      <w:r>
        <w:tab/>
      </w:r>
      <w:r>
        <w:fldChar w:fldCharType="begin" w:fldLock="1"/>
      </w:r>
      <w:r>
        <w:instrText xml:space="preserve"> PAGEREF _Toc76549183 \h </w:instrText>
      </w:r>
      <w:r>
        <w:fldChar w:fldCharType="separate"/>
      </w:r>
      <w:r>
        <w:t>23</w:t>
      </w:r>
      <w:r>
        <w:fldChar w:fldCharType="end"/>
      </w:r>
    </w:p>
    <w:p w14:paraId="5A1963F1" w14:textId="29755D17" w:rsidR="00850D93" w:rsidRDefault="00850D93">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PDCP SN</w:t>
      </w:r>
      <w:r>
        <w:tab/>
      </w:r>
      <w:r>
        <w:fldChar w:fldCharType="begin" w:fldLock="1"/>
      </w:r>
      <w:r>
        <w:instrText xml:space="preserve"> PAGEREF _Toc76549184 \h </w:instrText>
      </w:r>
      <w:r>
        <w:fldChar w:fldCharType="separate"/>
      </w:r>
      <w:r>
        <w:t>23</w:t>
      </w:r>
      <w:r>
        <w:fldChar w:fldCharType="end"/>
      </w:r>
    </w:p>
    <w:p w14:paraId="1B1BF643" w14:textId="1C4D3A95" w:rsidR="00850D93" w:rsidRDefault="00850D93">
      <w:pPr>
        <w:pStyle w:val="TOC3"/>
        <w:rPr>
          <w:rFonts w:asciiTheme="minorHAnsi" w:eastAsiaTheme="minorEastAsia" w:hAnsiTheme="minorHAnsi" w:cstheme="minorBidi"/>
          <w:sz w:val="22"/>
          <w:szCs w:val="22"/>
        </w:rPr>
      </w:pPr>
      <w:r>
        <w:t>6.3.</w:t>
      </w:r>
      <w:r>
        <w:rPr>
          <w:lang w:eastAsia="ko-KR"/>
        </w:rPr>
        <w:t>3</w:t>
      </w:r>
      <w:r>
        <w:rPr>
          <w:rFonts w:asciiTheme="minorHAnsi" w:eastAsiaTheme="minorEastAsia" w:hAnsiTheme="minorHAnsi" w:cstheme="minorBidi"/>
          <w:sz w:val="22"/>
          <w:szCs w:val="22"/>
        </w:rPr>
        <w:tab/>
      </w:r>
      <w:r>
        <w:t>Data</w:t>
      </w:r>
      <w:r>
        <w:tab/>
      </w:r>
      <w:r>
        <w:fldChar w:fldCharType="begin" w:fldLock="1"/>
      </w:r>
      <w:r>
        <w:instrText xml:space="preserve"> PAGEREF _Toc76549185 \h </w:instrText>
      </w:r>
      <w:r>
        <w:fldChar w:fldCharType="separate"/>
      </w:r>
      <w:r>
        <w:t>23</w:t>
      </w:r>
      <w:r>
        <w:fldChar w:fldCharType="end"/>
      </w:r>
    </w:p>
    <w:p w14:paraId="1AC3166C" w14:textId="2BD3FA96" w:rsidR="00850D93" w:rsidRDefault="00850D93">
      <w:pPr>
        <w:pStyle w:val="TOC3"/>
        <w:rPr>
          <w:rFonts w:asciiTheme="minorHAnsi" w:eastAsiaTheme="minorEastAsia" w:hAnsiTheme="minorHAnsi" w:cstheme="minorBidi"/>
          <w:sz w:val="22"/>
          <w:szCs w:val="22"/>
        </w:rPr>
      </w:pPr>
      <w:r>
        <w:t>6.3.</w:t>
      </w:r>
      <w:r>
        <w:rPr>
          <w:lang w:eastAsia="ko-KR"/>
        </w:rPr>
        <w:t>4</w:t>
      </w:r>
      <w:r>
        <w:rPr>
          <w:rFonts w:asciiTheme="minorHAnsi" w:eastAsiaTheme="minorEastAsia" w:hAnsiTheme="minorHAnsi" w:cstheme="minorBidi"/>
          <w:sz w:val="22"/>
          <w:szCs w:val="22"/>
        </w:rPr>
        <w:tab/>
      </w:r>
      <w:r>
        <w:t>MAC-I</w:t>
      </w:r>
      <w:r>
        <w:tab/>
      </w:r>
      <w:r>
        <w:fldChar w:fldCharType="begin" w:fldLock="1"/>
      </w:r>
      <w:r>
        <w:instrText xml:space="preserve"> PAGEREF _Toc76549186 \h </w:instrText>
      </w:r>
      <w:r>
        <w:fldChar w:fldCharType="separate"/>
      </w:r>
      <w:r>
        <w:t>23</w:t>
      </w:r>
      <w:r>
        <w:fldChar w:fldCharType="end"/>
      </w:r>
    </w:p>
    <w:p w14:paraId="493FFBE9" w14:textId="47A765A0" w:rsidR="00850D93" w:rsidRDefault="00850D93">
      <w:pPr>
        <w:pStyle w:val="TOC3"/>
        <w:rPr>
          <w:rFonts w:asciiTheme="minorHAnsi" w:eastAsiaTheme="minorEastAsia" w:hAnsiTheme="minorHAnsi" w:cstheme="minorBidi"/>
          <w:sz w:val="22"/>
          <w:szCs w:val="22"/>
        </w:rPr>
      </w:pPr>
      <w:r>
        <w:t>6.3.</w:t>
      </w:r>
      <w:r>
        <w:rPr>
          <w:lang w:eastAsia="ko-KR"/>
        </w:rPr>
        <w:t>5</w:t>
      </w:r>
      <w:r>
        <w:rPr>
          <w:rFonts w:asciiTheme="minorHAnsi" w:eastAsiaTheme="minorEastAsia" w:hAnsiTheme="minorHAnsi" w:cstheme="minorBidi"/>
          <w:sz w:val="22"/>
          <w:szCs w:val="22"/>
        </w:rPr>
        <w:tab/>
      </w:r>
      <w:r>
        <w:t>COUNT</w:t>
      </w:r>
      <w:r>
        <w:tab/>
      </w:r>
      <w:r>
        <w:fldChar w:fldCharType="begin" w:fldLock="1"/>
      </w:r>
      <w:r>
        <w:instrText xml:space="preserve"> PAGEREF _Toc76549187 \h </w:instrText>
      </w:r>
      <w:r>
        <w:fldChar w:fldCharType="separate"/>
      </w:r>
      <w:r>
        <w:t>23</w:t>
      </w:r>
      <w:r>
        <w:fldChar w:fldCharType="end"/>
      </w:r>
    </w:p>
    <w:p w14:paraId="36AFE8D8" w14:textId="01B7C36E" w:rsidR="00850D93" w:rsidRDefault="00850D93">
      <w:pPr>
        <w:pStyle w:val="TOC3"/>
        <w:rPr>
          <w:rFonts w:asciiTheme="minorHAnsi" w:eastAsiaTheme="minorEastAsia" w:hAnsiTheme="minorHAnsi" w:cstheme="minorBidi"/>
          <w:sz w:val="22"/>
          <w:szCs w:val="22"/>
        </w:rPr>
      </w:pPr>
      <w:r>
        <w:t>6.3.</w:t>
      </w:r>
      <w:r>
        <w:rPr>
          <w:lang w:eastAsia="ko-KR"/>
        </w:rPr>
        <w:t>6</w:t>
      </w:r>
      <w:r>
        <w:rPr>
          <w:rFonts w:asciiTheme="minorHAnsi" w:eastAsiaTheme="minorEastAsia" w:hAnsiTheme="minorHAnsi" w:cstheme="minorBidi"/>
          <w:sz w:val="22"/>
          <w:szCs w:val="22"/>
        </w:rPr>
        <w:tab/>
      </w:r>
      <w:r>
        <w:t>R</w:t>
      </w:r>
      <w:r>
        <w:tab/>
      </w:r>
      <w:r>
        <w:fldChar w:fldCharType="begin" w:fldLock="1"/>
      </w:r>
      <w:r>
        <w:instrText xml:space="preserve"> PAGEREF _Toc76549188 \h </w:instrText>
      </w:r>
      <w:r>
        <w:fldChar w:fldCharType="separate"/>
      </w:r>
      <w:r>
        <w:t>24</w:t>
      </w:r>
      <w:r>
        <w:fldChar w:fldCharType="end"/>
      </w:r>
    </w:p>
    <w:p w14:paraId="15848016" w14:textId="4D24D054" w:rsidR="00850D93" w:rsidRDefault="00850D93">
      <w:pPr>
        <w:pStyle w:val="TOC3"/>
        <w:rPr>
          <w:rFonts w:asciiTheme="minorHAnsi" w:eastAsiaTheme="minorEastAsia" w:hAnsiTheme="minorHAnsi" w:cstheme="minorBidi"/>
          <w:sz w:val="22"/>
          <w:szCs w:val="22"/>
        </w:rPr>
      </w:pPr>
      <w:r>
        <w:t>6.3.</w:t>
      </w:r>
      <w:r>
        <w:rPr>
          <w:lang w:eastAsia="ko-KR"/>
        </w:rPr>
        <w:t>7</w:t>
      </w:r>
      <w:r>
        <w:rPr>
          <w:rFonts w:asciiTheme="minorHAnsi" w:eastAsiaTheme="minorEastAsia" w:hAnsiTheme="minorHAnsi" w:cstheme="minorBidi"/>
          <w:sz w:val="22"/>
          <w:szCs w:val="22"/>
        </w:rPr>
        <w:tab/>
      </w:r>
      <w:r>
        <w:t>D/C</w:t>
      </w:r>
      <w:r>
        <w:tab/>
      </w:r>
      <w:r>
        <w:fldChar w:fldCharType="begin" w:fldLock="1"/>
      </w:r>
      <w:r>
        <w:instrText xml:space="preserve"> PAGEREF _Toc76549189 \h </w:instrText>
      </w:r>
      <w:r>
        <w:fldChar w:fldCharType="separate"/>
      </w:r>
      <w:r>
        <w:t>24</w:t>
      </w:r>
      <w:r>
        <w:fldChar w:fldCharType="end"/>
      </w:r>
    </w:p>
    <w:p w14:paraId="173288C3" w14:textId="064CD141" w:rsidR="00850D93" w:rsidRDefault="00850D93">
      <w:pPr>
        <w:pStyle w:val="TOC3"/>
        <w:rPr>
          <w:rFonts w:asciiTheme="minorHAnsi" w:eastAsiaTheme="minorEastAsia" w:hAnsiTheme="minorHAnsi" w:cstheme="minorBidi"/>
          <w:sz w:val="22"/>
          <w:szCs w:val="22"/>
        </w:rPr>
      </w:pPr>
      <w:r>
        <w:t>6.3.8</w:t>
      </w:r>
      <w:r>
        <w:rPr>
          <w:rFonts w:asciiTheme="minorHAnsi" w:eastAsiaTheme="minorEastAsia" w:hAnsiTheme="minorHAnsi" w:cstheme="minorBidi"/>
          <w:sz w:val="22"/>
          <w:szCs w:val="22"/>
        </w:rPr>
        <w:tab/>
      </w:r>
      <w:r>
        <w:t>PDU type</w:t>
      </w:r>
      <w:r>
        <w:tab/>
      </w:r>
      <w:r>
        <w:fldChar w:fldCharType="begin" w:fldLock="1"/>
      </w:r>
      <w:r>
        <w:instrText xml:space="preserve"> PAGEREF _Toc76549190 \h </w:instrText>
      </w:r>
      <w:r>
        <w:fldChar w:fldCharType="separate"/>
      </w:r>
      <w:r>
        <w:t>24</w:t>
      </w:r>
      <w:r>
        <w:fldChar w:fldCharType="end"/>
      </w:r>
    </w:p>
    <w:p w14:paraId="08B5603C" w14:textId="2F968880" w:rsidR="00850D93" w:rsidRDefault="00850D93">
      <w:pPr>
        <w:pStyle w:val="TOC3"/>
        <w:rPr>
          <w:rFonts w:asciiTheme="minorHAnsi" w:eastAsiaTheme="minorEastAsia" w:hAnsiTheme="minorHAnsi" w:cstheme="minorBidi"/>
          <w:sz w:val="22"/>
          <w:szCs w:val="22"/>
        </w:rPr>
      </w:pPr>
      <w:r>
        <w:t>6.3.9</w:t>
      </w:r>
      <w:r>
        <w:rPr>
          <w:rFonts w:asciiTheme="minorHAnsi" w:eastAsiaTheme="minorEastAsia" w:hAnsiTheme="minorHAnsi" w:cstheme="minorBidi"/>
          <w:sz w:val="22"/>
          <w:szCs w:val="22"/>
        </w:rPr>
        <w:tab/>
      </w:r>
      <w:r>
        <w:t>FMC</w:t>
      </w:r>
      <w:r>
        <w:tab/>
      </w:r>
      <w:r>
        <w:fldChar w:fldCharType="begin" w:fldLock="1"/>
      </w:r>
      <w:r>
        <w:instrText xml:space="preserve"> PAGEREF _Toc76549191 \h </w:instrText>
      </w:r>
      <w:r>
        <w:fldChar w:fldCharType="separate"/>
      </w:r>
      <w:r>
        <w:t>24</w:t>
      </w:r>
      <w:r>
        <w:fldChar w:fldCharType="end"/>
      </w:r>
    </w:p>
    <w:p w14:paraId="31398489" w14:textId="784BB9EF" w:rsidR="00850D93" w:rsidRDefault="00850D93">
      <w:pPr>
        <w:pStyle w:val="TOC3"/>
        <w:rPr>
          <w:rFonts w:asciiTheme="minorHAnsi" w:eastAsiaTheme="minorEastAsia" w:hAnsiTheme="minorHAnsi" w:cstheme="minorBidi"/>
          <w:sz w:val="22"/>
          <w:szCs w:val="22"/>
        </w:rPr>
      </w:pPr>
      <w:r>
        <w:t>6.3.10</w:t>
      </w:r>
      <w:r>
        <w:rPr>
          <w:rFonts w:asciiTheme="minorHAnsi" w:eastAsiaTheme="minorEastAsia" w:hAnsiTheme="minorHAnsi" w:cstheme="minorBidi"/>
          <w:sz w:val="22"/>
          <w:szCs w:val="22"/>
        </w:rPr>
        <w:tab/>
      </w:r>
      <w:r>
        <w:t>Bitmap</w:t>
      </w:r>
      <w:r>
        <w:tab/>
      </w:r>
      <w:r>
        <w:fldChar w:fldCharType="begin" w:fldLock="1"/>
      </w:r>
      <w:r>
        <w:instrText xml:space="preserve"> PAGEREF _Toc76549192 \h </w:instrText>
      </w:r>
      <w:r>
        <w:fldChar w:fldCharType="separate"/>
      </w:r>
      <w:r>
        <w:t>24</w:t>
      </w:r>
      <w:r>
        <w:fldChar w:fldCharType="end"/>
      </w:r>
    </w:p>
    <w:p w14:paraId="069E5217" w14:textId="63DC4303" w:rsidR="00850D93" w:rsidRDefault="00850D93">
      <w:pPr>
        <w:pStyle w:val="TOC3"/>
        <w:rPr>
          <w:rFonts w:asciiTheme="minorHAnsi" w:eastAsiaTheme="minorEastAsia" w:hAnsiTheme="minorHAnsi" w:cstheme="minorBidi"/>
          <w:sz w:val="22"/>
          <w:szCs w:val="22"/>
        </w:rPr>
      </w:pPr>
      <w:r>
        <w:t>6.3.11</w:t>
      </w:r>
      <w:r>
        <w:rPr>
          <w:rFonts w:asciiTheme="minorHAnsi" w:eastAsiaTheme="minorEastAsia" w:hAnsiTheme="minorHAnsi" w:cstheme="minorBidi"/>
          <w:sz w:val="22"/>
          <w:szCs w:val="22"/>
        </w:rPr>
        <w:tab/>
      </w:r>
      <w:r>
        <w:t>Interspersed ROHC feedback</w:t>
      </w:r>
      <w:r>
        <w:tab/>
      </w:r>
      <w:r>
        <w:fldChar w:fldCharType="begin" w:fldLock="1"/>
      </w:r>
      <w:r>
        <w:instrText xml:space="preserve"> PAGEREF _Toc76549193 \h </w:instrText>
      </w:r>
      <w:r>
        <w:fldChar w:fldCharType="separate"/>
      </w:r>
      <w:r>
        <w:t>25</w:t>
      </w:r>
      <w:r>
        <w:fldChar w:fldCharType="end"/>
      </w:r>
    </w:p>
    <w:p w14:paraId="02BFF96D" w14:textId="18CB84A8" w:rsidR="00850D93" w:rsidRDefault="00850D93">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State variables, constants, and timers</w:t>
      </w:r>
      <w:r>
        <w:tab/>
      </w:r>
      <w:r>
        <w:fldChar w:fldCharType="begin" w:fldLock="1"/>
      </w:r>
      <w:r>
        <w:instrText xml:space="preserve"> PAGEREF _Toc76549194 \h </w:instrText>
      </w:r>
      <w:r>
        <w:fldChar w:fldCharType="separate"/>
      </w:r>
      <w:r>
        <w:t>25</w:t>
      </w:r>
      <w:r>
        <w:fldChar w:fldCharType="end"/>
      </w:r>
    </w:p>
    <w:p w14:paraId="19D07F80" w14:textId="2F868CFE" w:rsidR="00850D93" w:rsidRDefault="00850D93">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State variables</w:t>
      </w:r>
      <w:r>
        <w:tab/>
      </w:r>
      <w:r>
        <w:fldChar w:fldCharType="begin" w:fldLock="1"/>
      </w:r>
      <w:r>
        <w:instrText xml:space="preserve"> PAGEREF _Toc76549195 \h </w:instrText>
      </w:r>
      <w:r>
        <w:fldChar w:fldCharType="separate"/>
      </w:r>
      <w:r>
        <w:t>25</w:t>
      </w:r>
      <w:r>
        <w:fldChar w:fldCharType="end"/>
      </w:r>
    </w:p>
    <w:p w14:paraId="6EB80E1E" w14:textId="031C34B1" w:rsidR="00850D93" w:rsidRDefault="00850D93">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Constants</w:t>
      </w:r>
      <w:r>
        <w:tab/>
      </w:r>
      <w:r>
        <w:fldChar w:fldCharType="begin" w:fldLock="1"/>
      </w:r>
      <w:r>
        <w:instrText xml:space="preserve"> PAGEREF _Toc76549196 \h </w:instrText>
      </w:r>
      <w:r>
        <w:fldChar w:fldCharType="separate"/>
      </w:r>
      <w:r>
        <w:t>25</w:t>
      </w:r>
      <w:r>
        <w:fldChar w:fldCharType="end"/>
      </w:r>
    </w:p>
    <w:p w14:paraId="260283B8" w14:textId="273E1565" w:rsidR="00850D93" w:rsidRDefault="00850D93">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Timers</w:t>
      </w:r>
      <w:r>
        <w:tab/>
      </w:r>
      <w:r>
        <w:fldChar w:fldCharType="begin" w:fldLock="1"/>
      </w:r>
      <w:r>
        <w:instrText xml:space="preserve"> PAGEREF _Toc76549197 \h </w:instrText>
      </w:r>
      <w:r>
        <w:fldChar w:fldCharType="separate"/>
      </w:r>
      <w:r>
        <w:t>25</w:t>
      </w:r>
      <w:r>
        <w:fldChar w:fldCharType="end"/>
      </w:r>
    </w:p>
    <w:p w14:paraId="4983F632" w14:textId="4C3332F5" w:rsidR="00850D93" w:rsidRDefault="00850D93" w:rsidP="00850D93">
      <w:pPr>
        <w:pStyle w:val="TOC8"/>
        <w:tabs>
          <w:tab w:val="right" w:leader="dot" w:pos="9639"/>
        </w:tabs>
        <w:rPr>
          <w:rFonts w:asciiTheme="minorHAnsi" w:eastAsiaTheme="minorEastAsia" w:hAnsiTheme="minorHAnsi" w:cstheme="minorBidi"/>
          <w:b w:val="0"/>
          <w:szCs w:val="22"/>
        </w:rPr>
      </w:pPr>
      <w:r>
        <w:t>Annex A (informative):</w:t>
      </w:r>
      <w:r>
        <w:tab/>
        <w:t>Change history</w:t>
      </w:r>
      <w:r>
        <w:tab/>
      </w:r>
      <w:r>
        <w:fldChar w:fldCharType="begin" w:fldLock="1"/>
      </w:r>
      <w:r>
        <w:instrText xml:space="preserve"> PAGEREF _Toc76549198 \h </w:instrText>
      </w:r>
      <w:r>
        <w:fldChar w:fldCharType="separate"/>
      </w:r>
      <w:r>
        <w:t>26</w:t>
      </w:r>
      <w:r>
        <w:fldChar w:fldCharType="end"/>
      </w:r>
    </w:p>
    <w:p w14:paraId="2614448B" w14:textId="6688B986" w:rsidR="00080512" w:rsidRPr="00850D93" w:rsidRDefault="00C936B7">
      <w:r w:rsidRPr="00850D93">
        <w:rPr>
          <w:noProof/>
          <w:sz w:val="22"/>
        </w:rPr>
        <w:fldChar w:fldCharType="end"/>
      </w:r>
    </w:p>
    <w:p w14:paraId="72964BEE" w14:textId="77777777" w:rsidR="0052516E" w:rsidRPr="00850D93" w:rsidRDefault="00080512" w:rsidP="0052516E">
      <w:pPr>
        <w:pStyle w:val="Heading1"/>
      </w:pPr>
      <w:r w:rsidRPr="00850D93">
        <w:br w:type="page"/>
      </w:r>
      <w:bookmarkStart w:id="3" w:name="_Toc12616313"/>
      <w:bookmarkStart w:id="4" w:name="_Toc76549121"/>
      <w:r w:rsidR="0052516E" w:rsidRPr="00850D93">
        <w:lastRenderedPageBreak/>
        <w:t>Foreword</w:t>
      </w:r>
      <w:bookmarkEnd w:id="3"/>
      <w:bookmarkEnd w:id="4"/>
    </w:p>
    <w:p w14:paraId="0AEBE3F9" w14:textId="77777777" w:rsidR="0052516E" w:rsidRPr="00850D93" w:rsidRDefault="0052516E" w:rsidP="0052516E">
      <w:r w:rsidRPr="00850D93">
        <w:t>This Technical Specification has been produced by the 3rd Generation Partnership Project (3GPP).</w:t>
      </w:r>
    </w:p>
    <w:p w14:paraId="16957A56" w14:textId="77777777" w:rsidR="0052516E" w:rsidRPr="00850D93" w:rsidRDefault="0052516E" w:rsidP="0052516E">
      <w:r w:rsidRPr="00850D9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F82F587" w14:textId="77777777" w:rsidR="0052516E" w:rsidRPr="00850D93" w:rsidRDefault="0052516E" w:rsidP="0052516E">
      <w:pPr>
        <w:pStyle w:val="B1"/>
      </w:pPr>
      <w:r w:rsidRPr="00850D93">
        <w:t>Version x.y.z</w:t>
      </w:r>
    </w:p>
    <w:p w14:paraId="5E123666" w14:textId="77777777" w:rsidR="0052516E" w:rsidRPr="00850D93" w:rsidRDefault="0052516E" w:rsidP="0052516E">
      <w:pPr>
        <w:pStyle w:val="B1"/>
      </w:pPr>
      <w:r w:rsidRPr="00850D93">
        <w:t>where:</w:t>
      </w:r>
    </w:p>
    <w:p w14:paraId="7BBDD8B8" w14:textId="77777777" w:rsidR="0052516E" w:rsidRPr="00850D93" w:rsidRDefault="0052516E" w:rsidP="0052516E">
      <w:pPr>
        <w:pStyle w:val="B2"/>
      </w:pPr>
      <w:r w:rsidRPr="00850D93">
        <w:t>x</w:t>
      </w:r>
      <w:r w:rsidRPr="00850D93">
        <w:tab/>
        <w:t>the first digit:</w:t>
      </w:r>
    </w:p>
    <w:p w14:paraId="3D2FF9BD" w14:textId="77777777" w:rsidR="0052516E" w:rsidRPr="00850D93" w:rsidRDefault="0052516E" w:rsidP="0052516E">
      <w:pPr>
        <w:pStyle w:val="B3"/>
      </w:pPr>
      <w:r w:rsidRPr="00850D93">
        <w:t>1</w:t>
      </w:r>
      <w:r w:rsidRPr="00850D93">
        <w:tab/>
        <w:t>presented to TSG for information;</w:t>
      </w:r>
    </w:p>
    <w:p w14:paraId="748C9AE7" w14:textId="77777777" w:rsidR="0052516E" w:rsidRPr="00850D93" w:rsidRDefault="0052516E" w:rsidP="0052516E">
      <w:pPr>
        <w:pStyle w:val="B3"/>
      </w:pPr>
      <w:r w:rsidRPr="00850D93">
        <w:t>2</w:t>
      </w:r>
      <w:r w:rsidRPr="00850D93">
        <w:tab/>
        <w:t>presented to TSG for approval;</w:t>
      </w:r>
    </w:p>
    <w:p w14:paraId="511F888D" w14:textId="77777777" w:rsidR="0052516E" w:rsidRPr="00850D93" w:rsidRDefault="0052516E" w:rsidP="0052516E">
      <w:pPr>
        <w:pStyle w:val="B3"/>
      </w:pPr>
      <w:r w:rsidRPr="00850D93">
        <w:t>3</w:t>
      </w:r>
      <w:r w:rsidRPr="00850D93">
        <w:tab/>
        <w:t>or greater indicates TSG approved document under change control.</w:t>
      </w:r>
    </w:p>
    <w:p w14:paraId="41C67425" w14:textId="77777777" w:rsidR="0052516E" w:rsidRPr="00850D93" w:rsidRDefault="0052516E" w:rsidP="0052516E">
      <w:pPr>
        <w:pStyle w:val="B2"/>
      </w:pPr>
      <w:r w:rsidRPr="00850D93">
        <w:t>y</w:t>
      </w:r>
      <w:r w:rsidRPr="00850D93">
        <w:tab/>
        <w:t>the second digit is incremented for all changes of substance, i.e. technical enhancements, corrections, updates, etc.</w:t>
      </w:r>
    </w:p>
    <w:p w14:paraId="756290FF" w14:textId="77777777" w:rsidR="0052516E" w:rsidRPr="00850D93" w:rsidRDefault="0052516E" w:rsidP="0052516E">
      <w:pPr>
        <w:pStyle w:val="B2"/>
      </w:pPr>
      <w:r w:rsidRPr="00850D93">
        <w:t>z</w:t>
      </w:r>
      <w:r w:rsidRPr="00850D93">
        <w:tab/>
        <w:t>the third digit is incremented when editorial only changes have been incorporated in the document.</w:t>
      </w:r>
    </w:p>
    <w:p w14:paraId="61617381" w14:textId="77777777" w:rsidR="0052516E" w:rsidRPr="00850D93" w:rsidRDefault="0052516E" w:rsidP="0052516E">
      <w:pPr>
        <w:pStyle w:val="Heading1"/>
      </w:pPr>
      <w:r w:rsidRPr="00850D93">
        <w:br w:type="page"/>
      </w:r>
      <w:bookmarkStart w:id="5" w:name="_Toc12616314"/>
      <w:bookmarkStart w:id="6" w:name="_Toc76549122"/>
      <w:r w:rsidRPr="00850D93">
        <w:lastRenderedPageBreak/>
        <w:t>1</w:t>
      </w:r>
      <w:r w:rsidRPr="00850D93">
        <w:tab/>
        <w:t>Scope</w:t>
      </w:r>
      <w:bookmarkEnd w:id="5"/>
      <w:bookmarkEnd w:id="6"/>
    </w:p>
    <w:p w14:paraId="72991937" w14:textId="77777777" w:rsidR="0052516E" w:rsidRPr="00850D93" w:rsidRDefault="0052516E" w:rsidP="0052516E">
      <w:r w:rsidRPr="00850D93">
        <w:t>The present document provides the description of the Packet Data Convergence Protocol (PDCP).</w:t>
      </w:r>
    </w:p>
    <w:p w14:paraId="76694EC2" w14:textId="77777777" w:rsidR="0052516E" w:rsidRPr="00850D93" w:rsidRDefault="0052516E" w:rsidP="0052516E"/>
    <w:p w14:paraId="40FF6B60" w14:textId="77777777" w:rsidR="0052516E" w:rsidRPr="00850D93" w:rsidRDefault="0052516E" w:rsidP="0052516E">
      <w:pPr>
        <w:pStyle w:val="Heading1"/>
      </w:pPr>
      <w:bookmarkStart w:id="7" w:name="_Toc12616315"/>
      <w:bookmarkStart w:id="8" w:name="_Toc76549123"/>
      <w:r w:rsidRPr="00850D93">
        <w:t>2</w:t>
      </w:r>
      <w:r w:rsidRPr="00850D93">
        <w:tab/>
        <w:t>References</w:t>
      </w:r>
      <w:bookmarkEnd w:id="7"/>
      <w:bookmarkEnd w:id="8"/>
    </w:p>
    <w:p w14:paraId="21C7284E" w14:textId="77777777" w:rsidR="0052516E" w:rsidRPr="00850D93" w:rsidRDefault="0052516E" w:rsidP="0052516E">
      <w:r w:rsidRPr="00850D93">
        <w:t>The following documents contain provisions which, through reference in this text, constitute provisions of the present document.</w:t>
      </w:r>
    </w:p>
    <w:p w14:paraId="7061F76C" w14:textId="77777777" w:rsidR="0052516E" w:rsidRPr="00850D93" w:rsidRDefault="0052516E" w:rsidP="0052516E">
      <w:pPr>
        <w:pStyle w:val="B1"/>
      </w:pPr>
      <w:bookmarkStart w:id="9" w:name="OLE_LINK1"/>
      <w:bookmarkStart w:id="10" w:name="OLE_LINK2"/>
      <w:bookmarkStart w:id="11" w:name="OLE_LINK3"/>
      <w:bookmarkStart w:id="12" w:name="OLE_LINK4"/>
      <w:r w:rsidRPr="00850D93">
        <w:t>-</w:t>
      </w:r>
      <w:r w:rsidRPr="00850D93">
        <w:tab/>
        <w:t>References are either specific (identified by date of publication, edition number, version number, etc.) or non</w:t>
      </w:r>
      <w:r w:rsidRPr="00850D93">
        <w:noBreakHyphen/>
        <w:t>specific.</w:t>
      </w:r>
    </w:p>
    <w:p w14:paraId="795DE830" w14:textId="77777777" w:rsidR="0052516E" w:rsidRPr="00850D93" w:rsidRDefault="0052516E" w:rsidP="0052516E">
      <w:pPr>
        <w:pStyle w:val="B1"/>
      </w:pPr>
      <w:r w:rsidRPr="00850D93">
        <w:t>-</w:t>
      </w:r>
      <w:r w:rsidRPr="00850D93">
        <w:tab/>
        <w:t>For a specific reference, subsequent revisions do not apply.</w:t>
      </w:r>
    </w:p>
    <w:p w14:paraId="22A16051" w14:textId="77777777" w:rsidR="0052516E" w:rsidRPr="00850D93" w:rsidRDefault="0052516E" w:rsidP="0052516E">
      <w:pPr>
        <w:pStyle w:val="B1"/>
      </w:pPr>
      <w:r w:rsidRPr="00850D93">
        <w:t>-</w:t>
      </w:r>
      <w:r w:rsidRPr="00850D93">
        <w:tab/>
        <w:t>For a non-specific reference, the latest version applies. In the case of a reference to a 3GPP document (including a GSM document), a non-specific reference implicitly refers to the latest version of that document</w:t>
      </w:r>
      <w:r w:rsidRPr="00850D93">
        <w:rPr>
          <w:i/>
        </w:rPr>
        <w:t xml:space="preserve"> in the same Release as the present document</w:t>
      </w:r>
      <w:r w:rsidRPr="00850D93">
        <w:t>.</w:t>
      </w:r>
    </w:p>
    <w:bookmarkEnd w:id="9"/>
    <w:bookmarkEnd w:id="10"/>
    <w:bookmarkEnd w:id="11"/>
    <w:bookmarkEnd w:id="12"/>
    <w:p w14:paraId="23F8C60A" w14:textId="77777777" w:rsidR="0052516E" w:rsidRPr="00850D93" w:rsidRDefault="007B696D" w:rsidP="0052516E">
      <w:pPr>
        <w:pStyle w:val="EX"/>
      </w:pPr>
      <w:r w:rsidRPr="00850D93">
        <w:t>[1]</w:t>
      </w:r>
      <w:r w:rsidRPr="00850D93">
        <w:tab/>
        <w:t xml:space="preserve">3GPP TR </w:t>
      </w:r>
      <w:r w:rsidR="0052516E" w:rsidRPr="00850D93">
        <w:t>21.905: "Vocabulary for 3GPP Specifications".</w:t>
      </w:r>
    </w:p>
    <w:p w14:paraId="19D23378" w14:textId="77777777" w:rsidR="0052516E" w:rsidRPr="00850D93" w:rsidRDefault="0052516E" w:rsidP="0052516E">
      <w:pPr>
        <w:pStyle w:val="EX"/>
      </w:pPr>
      <w:r w:rsidRPr="00850D93">
        <w:t>[2]</w:t>
      </w:r>
      <w:r w:rsidRPr="00850D93">
        <w:tab/>
        <w:t>3GPP TS 38.300: "NG Radio Access Network; Overall description".</w:t>
      </w:r>
    </w:p>
    <w:p w14:paraId="300D4129" w14:textId="77777777" w:rsidR="0052516E" w:rsidRPr="00850D93" w:rsidRDefault="0052516E" w:rsidP="0052516E">
      <w:pPr>
        <w:pStyle w:val="EX"/>
      </w:pPr>
      <w:r w:rsidRPr="00850D93">
        <w:t>[3]</w:t>
      </w:r>
      <w:r w:rsidRPr="00850D93">
        <w:tab/>
        <w:t>3GPP TS 38.331: "NR Radio Resource Control (RRC); Protocol Specification".</w:t>
      </w:r>
    </w:p>
    <w:p w14:paraId="07898F13" w14:textId="77777777" w:rsidR="0052516E" w:rsidRPr="00850D93" w:rsidRDefault="0052516E" w:rsidP="0052516E">
      <w:pPr>
        <w:pStyle w:val="EX"/>
      </w:pPr>
      <w:r w:rsidRPr="00850D93">
        <w:t>[4]</w:t>
      </w:r>
      <w:r w:rsidRPr="00850D93">
        <w:tab/>
        <w:t>3GPP TS 38.321: "NR Medium Access Control (MAC) protocol specification".</w:t>
      </w:r>
    </w:p>
    <w:p w14:paraId="434282D3" w14:textId="77777777" w:rsidR="0052516E" w:rsidRPr="00850D93" w:rsidRDefault="0052516E" w:rsidP="0052516E">
      <w:pPr>
        <w:pStyle w:val="EX"/>
      </w:pPr>
      <w:r w:rsidRPr="00850D93">
        <w:t>[5]</w:t>
      </w:r>
      <w:r w:rsidRPr="00850D93">
        <w:tab/>
        <w:t>3GPP TS 38.322: "NR Radio Link Control (RLC) protocol specification".</w:t>
      </w:r>
    </w:p>
    <w:p w14:paraId="69A1B7F5" w14:textId="77777777" w:rsidR="0052516E" w:rsidRPr="00850D93" w:rsidRDefault="0052516E" w:rsidP="0052516E">
      <w:pPr>
        <w:pStyle w:val="EX"/>
        <w:rPr>
          <w:snapToGrid w:val="0"/>
        </w:rPr>
      </w:pPr>
      <w:r w:rsidRPr="00850D93">
        <w:t>[6]</w:t>
      </w:r>
      <w:r w:rsidRPr="00850D93">
        <w:tab/>
        <w:t>3GPP TS 33.501: "</w:t>
      </w:r>
      <w:r w:rsidRPr="00850D93">
        <w:rPr>
          <w:lang w:eastAsia="ko-KR"/>
        </w:rPr>
        <w:t>Security Architecture and Procedures for 5G System</w:t>
      </w:r>
      <w:r w:rsidRPr="00850D93">
        <w:t xml:space="preserve"> "</w:t>
      </w:r>
      <w:r w:rsidRPr="00850D93">
        <w:rPr>
          <w:snapToGrid w:val="0"/>
        </w:rPr>
        <w:t>.</w:t>
      </w:r>
    </w:p>
    <w:p w14:paraId="7C1B3400" w14:textId="77777777" w:rsidR="0052516E" w:rsidRPr="00850D93" w:rsidRDefault="0052516E" w:rsidP="0052516E">
      <w:pPr>
        <w:pStyle w:val="EX"/>
      </w:pPr>
      <w:r w:rsidRPr="00850D93">
        <w:t>[7]</w:t>
      </w:r>
      <w:r w:rsidRPr="00850D93">
        <w:tab/>
        <w:t xml:space="preserve">IETF RFC 5795: </w:t>
      </w:r>
      <w:bookmarkStart w:id="13" w:name="_Ref153017648"/>
      <w:bookmarkStart w:id="14" w:name="_Ref137269927"/>
      <w:bookmarkStart w:id="15" w:name="_Ref174772434"/>
      <w:r w:rsidRPr="00850D93">
        <w:t>"The RObust Header Compression (ROHC) Framework</w:t>
      </w:r>
      <w:bookmarkEnd w:id="13"/>
      <w:bookmarkEnd w:id="14"/>
      <w:bookmarkEnd w:id="15"/>
      <w:r w:rsidRPr="00850D93">
        <w:t>".</w:t>
      </w:r>
    </w:p>
    <w:p w14:paraId="3AA6E9D3" w14:textId="77777777" w:rsidR="0052516E" w:rsidRPr="00850D93" w:rsidRDefault="0052516E" w:rsidP="0052516E">
      <w:pPr>
        <w:pStyle w:val="EX"/>
      </w:pPr>
      <w:r w:rsidRPr="00850D93">
        <w:t>[8]</w:t>
      </w:r>
      <w:r w:rsidRPr="00850D93">
        <w:tab/>
        <w:t>IETF RFC 3095: "RObust Header Compression (ROHC): Framework and four profiles: RTP, UDP, ESP and uncompressed".</w:t>
      </w:r>
    </w:p>
    <w:p w14:paraId="30650704" w14:textId="77777777" w:rsidR="0052516E" w:rsidRPr="00850D93" w:rsidRDefault="0052516E" w:rsidP="0052516E">
      <w:pPr>
        <w:pStyle w:val="EX"/>
      </w:pPr>
      <w:r w:rsidRPr="00850D93">
        <w:t>[9]</w:t>
      </w:r>
      <w:r w:rsidRPr="00850D93">
        <w:tab/>
        <w:t>IETF RFC 4815: "RObust Header Compression (ROHC): Corrections and Clarifications to RFC 3095".</w:t>
      </w:r>
    </w:p>
    <w:p w14:paraId="2ECAE33F" w14:textId="77777777" w:rsidR="0052516E" w:rsidRPr="00850D93" w:rsidRDefault="0052516E" w:rsidP="0052516E">
      <w:pPr>
        <w:pStyle w:val="EX"/>
      </w:pPr>
      <w:r w:rsidRPr="00850D93">
        <w:t>[10]</w:t>
      </w:r>
      <w:r w:rsidRPr="00850D93">
        <w:tab/>
        <w:t>IETF RFC 6846: "RObust Header Compression (ROHC): A Profile for TCP/IP (ROHC-TCP)".</w:t>
      </w:r>
    </w:p>
    <w:p w14:paraId="387CA39B" w14:textId="77777777" w:rsidR="0052516E" w:rsidRPr="00850D93" w:rsidRDefault="0052516E" w:rsidP="0052516E">
      <w:pPr>
        <w:pStyle w:val="EX"/>
      </w:pPr>
      <w:r w:rsidRPr="00850D93">
        <w:t>[11]</w:t>
      </w:r>
      <w:r w:rsidRPr="00850D93">
        <w:tab/>
        <w:t>IETF RFC 5225: "RObust Header Compression (ROHC) Version 2: Profiles for RTP, UDP, IP, ESP and UDP Lite".</w:t>
      </w:r>
    </w:p>
    <w:p w14:paraId="209D423C" w14:textId="77777777" w:rsidR="0052516E" w:rsidRPr="00850D93" w:rsidRDefault="0052516E" w:rsidP="0052516E">
      <w:pPr>
        <w:pStyle w:val="EX"/>
      </w:pPr>
      <w:r w:rsidRPr="00850D93">
        <w:t>[12]</w:t>
      </w:r>
      <w:r w:rsidRPr="00850D93">
        <w:tab/>
        <w:t>3GPP TS 36.321: "Evolved Universal Terrestrial Radio Access (E-UTRA) Medium Access Control (MAC) protocol specification".</w:t>
      </w:r>
    </w:p>
    <w:p w14:paraId="4C02B1DE" w14:textId="77777777" w:rsidR="0052516E" w:rsidRPr="00850D93" w:rsidRDefault="0052516E" w:rsidP="0052516E">
      <w:pPr>
        <w:pStyle w:val="Heading1"/>
      </w:pPr>
      <w:bookmarkStart w:id="16" w:name="_Toc12616316"/>
      <w:bookmarkStart w:id="17" w:name="_Toc76549124"/>
      <w:r w:rsidRPr="00850D93">
        <w:t>3</w:t>
      </w:r>
      <w:r w:rsidRPr="00850D93">
        <w:tab/>
        <w:t>Definitions and abbreviations</w:t>
      </w:r>
      <w:bookmarkEnd w:id="16"/>
      <w:bookmarkEnd w:id="17"/>
    </w:p>
    <w:p w14:paraId="1E6E62B9" w14:textId="77777777" w:rsidR="0052516E" w:rsidRPr="00850D93" w:rsidRDefault="0052516E" w:rsidP="0052516E">
      <w:pPr>
        <w:pStyle w:val="Heading2"/>
      </w:pPr>
      <w:bookmarkStart w:id="18" w:name="_Toc12616317"/>
      <w:bookmarkStart w:id="19" w:name="_Toc76549125"/>
      <w:r w:rsidRPr="00850D93">
        <w:t>3.1</w:t>
      </w:r>
      <w:r w:rsidRPr="00850D93">
        <w:tab/>
        <w:t>Definitions</w:t>
      </w:r>
      <w:bookmarkEnd w:id="18"/>
      <w:bookmarkEnd w:id="19"/>
    </w:p>
    <w:p w14:paraId="0BCE1B37" w14:textId="77777777" w:rsidR="0052516E" w:rsidRPr="00850D93" w:rsidRDefault="0052516E" w:rsidP="0052516E">
      <w:pPr>
        <w:rPr>
          <w:lang w:eastAsia="ko-KR"/>
        </w:rPr>
      </w:pPr>
      <w:r w:rsidRPr="00850D93">
        <w:t xml:space="preserve">For the purposes of the present document, the terms and definitions given in </w:t>
      </w:r>
      <w:r w:rsidR="007B696D" w:rsidRPr="00850D93">
        <w:t xml:space="preserve">TR </w:t>
      </w:r>
      <w:r w:rsidRPr="00850D93">
        <w:t>21.905 [1] and the following apply. A term defined in the present document takes precedence over the definition of th</w:t>
      </w:r>
      <w:r w:rsidR="007B696D" w:rsidRPr="00850D93">
        <w:t xml:space="preserve">e same term, if any, in TR </w:t>
      </w:r>
      <w:r w:rsidRPr="00850D93">
        <w:t>21.905 [1].</w:t>
      </w:r>
    </w:p>
    <w:p w14:paraId="7CF6D5CF" w14:textId="77777777" w:rsidR="0052516E" w:rsidRPr="00850D93" w:rsidRDefault="0052516E" w:rsidP="0052516E">
      <w:pPr>
        <w:rPr>
          <w:b/>
          <w:lang w:eastAsia="ko-KR"/>
        </w:rPr>
      </w:pPr>
      <w:r w:rsidRPr="00850D93">
        <w:rPr>
          <w:b/>
          <w:lang w:eastAsia="ko-KR"/>
        </w:rPr>
        <w:t>AM DRB</w:t>
      </w:r>
      <w:r w:rsidRPr="00850D93">
        <w:rPr>
          <w:lang w:eastAsia="ko-KR"/>
        </w:rPr>
        <w:t>:</w:t>
      </w:r>
      <w:r w:rsidRPr="00850D93">
        <w:rPr>
          <w:b/>
          <w:lang w:eastAsia="ko-KR"/>
        </w:rPr>
        <w:t xml:space="preserve"> </w:t>
      </w:r>
      <w:r w:rsidRPr="00850D93">
        <w:rPr>
          <w:lang w:eastAsia="ko-KR"/>
        </w:rPr>
        <w:t>a data radio bearer which utilizes RLC AM.</w:t>
      </w:r>
    </w:p>
    <w:p w14:paraId="24755552" w14:textId="77777777" w:rsidR="0052516E" w:rsidRPr="00850D93" w:rsidRDefault="0052516E" w:rsidP="0052516E">
      <w:pPr>
        <w:rPr>
          <w:lang w:eastAsia="ko-KR"/>
        </w:rPr>
      </w:pPr>
      <w:r w:rsidRPr="00850D93">
        <w:rPr>
          <w:b/>
        </w:rPr>
        <w:t>Non-split bearer</w:t>
      </w:r>
      <w:r w:rsidRPr="00850D93">
        <w:t xml:space="preserve">: </w:t>
      </w:r>
      <w:r w:rsidRPr="00850D93">
        <w:rPr>
          <w:lang w:eastAsia="ko-KR"/>
        </w:rPr>
        <w:t xml:space="preserve">a bearer whose </w:t>
      </w:r>
      <w:r w:rsidRPr="00850D93">
        <w:t>radio protocols</w:t>
      </w:r>
      <w:r w:rsidRPr="00850D93">
        <w:rPr>
          <w:lang w:eastAsia="ko-KR"/>
        </w:rPr>
        <w:t xml:space="preserve"> are</w:t>
      </w:r>
      <w:r w:rsidRPr="00850D93">
        <w:t xml:space="preserve"> located in either the MgNB or the SgNB to use MgNB or SgNB resource, respectively</w:t>
      </w:r>
      <w:r w:rsidRPr="00850D93">
        <w:rPr>
          <w:lang w:eastAsia="ko-KR"/>
        </w:rPr>
        <w:t>.</w:t>
      </w:r>
    </w:p>
    <w:p w14:paraId="4456ECA7" w14:textId="77777777" w:rsidR="0052516E" w:rsidRPr="00850D93" w:rsidRDefault="0052516E" w:rsidP="0052516E">
      <w:pPr>
        <w:rPr>
          <w:b/>
        </w:rPr>
      </w:pPr>
      <w:r w:rsidRPr="00850D93">
        <w:rPr>
          <w:b/>
          <w:lang w:eastAsia="ko-KR"/>
        </w:rPr>
        <w:lastRenderedPageBreak/>
        <w:t>PDCP data volume</w:t>
      </w:r>
      <w:r w:rsidRPr="00850D93">
        <w:rPr>
          <w:lang w:eastAsia="ko-KR"/>
        </w:rPr>
        <w:t>: the amount of data available for transmission in a PDCP entity.</w:t>
      </w:r>
    </w:p>
    <w:p w14:paraId="55C18F8B" w14:textId="77777777" w:rsidR="0052516E" w:rsidRPr="00850D93" w:rsidRDefault="0052516E" w:rsidP="0052516E">
      <w:r w:rsidRPr="00850D93">
        <w:rPr>
          <w:b/>
        </w:rPr>
        <w:t>Split bearer</w:t>
      </w:r>
      <w:r w:rsidRPr="00850D93">
        <w:t xml:space="preserve">: in dual connectivity, </w:t>
      </w:r>
      <w:r w:rsidRPr="00850D93">
        <w:rPr>
          <w:lang w:eastAsia="ko-KR"/>
        </w:rPr>
        <w:t xml:space="preserve">a bearer whose </w:t>
      </w:r>
      <w:r w:rsidRPr="00850D93">
        <w:t>radio protocols</w:t>
      </w:r>
      <w:r w:rsidRPr="00850D93">
        <w:rPr>
          <w:lang w:eastAsia="ko-KR"/>
        </w:rPr>
        <w:t xml:space="preserve"> are</w:t>
      </w:r>
      <w:r w:rsidRPr="00850D93">
        <w:t xml:space="preserve"> located in both the MgNB and the SgNB to use both MgNB and SgNB resources</w:t>
      </w:r>
      <w:r w:rsidRPr="00850D93">
        <w:rPr>
          <w:lang w:eastAsia="ko-KR"/>
        </w:rPr>
        <w:t>.</w:t>
      </w:r>
    </w:p>
    <w:p w14:paraId="7DACAF45" w14:textId="77777777" w:rsidR="0052516E" w:rsidRPr="00850D93" w:rsidRDefault="0052516E" w:rsidP="0052516E">
      <w:pPr>
        <w:rPr>
          <w:b/>
          <w:lang w:eastAsia="ko-KR"/>
        </w:rPr>
      </w:pPr>
      <w:r w:rsidRPr="00850D93">
        <w:rPr>
          <w:b/>
          <w:lang w:eastAsia="ko-KR"/>
        </w:rPr>
        <w:t>UM DRB</w:t>
      </w:r>
      <w:r w:rsidRPr="00850D93">
        <w:rPr>
          <w:lang w:eastAsia="ko-KR"/>
        </w:rPr>
        <w:t>:</w:t>
      </w:r>
      <w:r w:rsidRPr="00850D93">
        <w:rPr>
          <w:b/>
          <w:lang w:eastAsia="ko-KR"/>
        </w:rPr>
        <w:t xml:space="preserve"> </w:t>
      </w:r>
      <w:r w:rsidRPr="00850D93">
        <w:rPr>
          <w:lang w:eastAsia="ko-KR"/>
        </w:rPr>
        <w:t>a data radio bearer which utilizes RLC UM.</w:t>
      </w:r>
    </w:p>
    <w:p w14:paraId="64CCD9DC" w14:textId="77777777" w:rsidR="0052516E" w:rsidRPr="00850D93" w:rsidRDefault="0052516E" w:rsidP="0052516E">
      <w:pPr>
        <w:pStyle w:val="Heading2"/>
      </w:pPr>
      <w:bookmarkStart w:id="20" w:name="_Toc12616318"/>
      <w:bookmarkStart w:id="21" w:name="_Toc76549126"/>
      <w:r w:rsidRPr="00850D93">
        <w:t>3.2</w:t>
      </w:r>
      <w:r w:rsidRPr="00850D93">
        <w:tab/>
        <w:t>Abbreviations</w:t>
      </w:r>
      <w:bookmarkEnd w:id="20"/>
      <w:bookmarkEnd w:id="21"/>
    </w:p>
    <w:p w14:paraId="21CEA710" w14:textId="77777777" w:rsidR="0052516E" w:rsidRPr="00850D93" w:rsidRDefault="0052516E" w:rsidP="007B696D">
      <w:pPr>
        <w:tabs>
          <w:tab w:val="left" w:pos="5812"/>
        </w:tabs>
      </w:pPr>
      <w:r w:rsidRPr="00850D93">
        <w:t xml:space="preserve">For the purposes of the present document, </w:t>
      </w:r>
      <w:r w:rsidR="007B696D" w:rsidRPr="00850D93">
        <w:t xml:space="preserve">the abbreviations given in TR </w:t>
      </w:r>
      <w:r w:rsidRPr="00850D93">
        <w:t>21.905 [1] and the following apply. An abbreviation defined in the present document takes precedence over the definition of the same a</w:t>
      </w:r>
      <w:r w:rsidR="007B696D" w:rsidRPr="00850D93">
        <w:t xml:space="preserve">bbreviation, if any, in TR </w:t>
      </w:r>
      <w:r w:rsidRPr="00850D93">
        <w:t>21.905 [1].</w:t>
      </w:r>
    </w:p>
    <w:p w14:paraId="0FEBD7FF" w14:textId="77777777" w:rsidR="0052516E" w:rsidRPr="00850D93" w:rsidRDefault="0052516E" w:rsidP="0052516E">
      <w:pPr>
        <w:pStyle w:val="EW"/>
      </w:pPr>
      <w:r w:rsidRPr="00850D93">
        <w:t>AM</w:t>
      </w:r>
      <w:r w:rsidRPr="00850D93">
        <w:tab/>
        <w:t>Acknowledged Mode</w:t>
      </w:r>
    </w:p>
    <w:p w14:paraId="65CA1A8A" w14:textId="77777777" w:rsidR="0052516E" w:rsidRPr="00850D93" w:rsidRDefault="0052516E" w:rsidP="0052516E">
      <w:pPr>
        <w:pStyle w:val="EW"/>
      </w:pPr>
      <w:r w:rsidRPr="00850D93">
        <w:t>CID</w:t>
      </w:r>
      <w:r w:rsidRPr="00850D93">
        <w:tab/>
        <w:t>Context Identifier</w:t>
      </w:r>
    </w:p>
    <w:p w14:paraId="15691639" w14:textId="77777777" w:rsidR="0052516E" w:rsidRPr="00850D93" w:rsidRDefault="0052516E" w:rsidP="0052516E">
      <w:pPr>
        <w:pStyle w:val="EW"/>
      </w:pPr>
      <w:r w:rsidRPr="00850D93">
        <w:t>DRB</w:t>
      </w:r>
      <w:r w:rsidRPr="00850D93">
        <w:tab/>
        <w:t>Data Radio Bearer carrying user plane data</w:t>
      </w:r>
    </w:p>
    <w:p w14:paraId="7B86465F" w14:textId="77777777" w:rsidR="0052516E" w:rsidRPr="00850D93" w:rsidRDefault="0052516E" w:rsidP="0052516E">
      <w:pPr>
        <w:pStyle w:val="EW"/>
      </w:pPr>
      <w:r w:rsidRPr="00850D93">
        <w:t>gNB</w:t>
      </w:r>
      <w:r w:rsidRPr="00850D93">
        <w:tab/>
        <w:t>NR Node B</w:t>
      </w:r>
    </w:p>
    <w:p w14:paraId="69469728" w14:textId="77777777" w:rsidR="0052516E" w:rsidRPr="00850D93" w:rsidRDefault="0052516E" w:rsidP="0052516E">
      <w:pPr>
        <w:pStyle w:val="EW"/>
      </w:pPr>
      <w:r w:rsidRPr="00850D93">
        <w:t>HFN</w:t>
      </w:r>
      <w:r w:rsidRPr="00850D93">
        <w:tab/>
        <w:t>Hyper Frame Number</w:t>
      </w:r>
    </w:p>
    <w:p w14:paraId="5421C20E" w14:textId="77777777" w:rsidR="0052516E" w:rsidRPr="00850D93" w:rsidRDefault="0052516E" w:rsidP="0052516E">
      <w:pPr>
        <w:pStyle w:val="EW"/>
      </w:pPr>
      <w:r w:rsidRPr="00850D93">
        <w:t>IETF</w:t>
      </w:r>
      <w:r w:rsidRPr="00850D93">
        <w:tab/>
        <w:t>Internet Engineering Task Force</w:t>
      </w:r>
    </w:p>
    <w:p w14:paraId="2E1E7BD6" w14:textId="77777777" w:rsidR="0052516E" w:rsidRPr="00850D93" w:rsidRDefault="0052516E" w:rsidP="0052516E">
      <w:pPr>
        <w:pStyle w:val="EW"/>
      </w:pPr>
      <w:r w:rsidRPr="00850D93">
        <w:t>IP</w:t>
      </w:r>
      <w:r w:rsidRPr="00850D93">
        <w:tab/>
        <w:t>Internet Protocol</w:t>
      </w:r>
    </w:p>
    <w:p w14:paraId="62819808" w14:textId="77777777" w:rsidR="0052516E" w:rsidRPr="00850D93" w:rsidRDefault="0052516E" w:rsidP="0052516E">
      <w:pPr>
        <w:pStyle w:val="EW"/>
        <w:rPr>
          <w:lang w:eastAsia="zh-CN"/>
        </w:rPr>
      </w:pPr>
      <w:r w:rsidRPr="00850D93">
        <w:t>MAC</w:t>
      </w:r>
      <w:r w:rsidRPr="00850D93">
        <w:tab/>
        <w:t>Medium Access Control</w:t>
      </w:r>
    </w:p>
    <w:p w14:paraId="20B25C33" w14:textId="77777777" w:rsidR="0052516E" w:rsidRPr="00850D93" w:rsidRDefault="0052516E" w:rsidP="0052516E">
      <w:pPr>
        <w:pStyle w:val="EW"/>
        <w:rPr>
          <w:lang w:eastAsia="ko-KR"/>
        </w:rPr>
      </w:pPr>
      <w:r w:rsidRPr="00850D93">
        <w:t>MAC-I</w:t>
      </w:r>
      <w:r w:rsidRPr="00850D93">
        <w:tab/>
        <w:t>Message Authentication Code</w:t>
      </w:r>
      <w:r w:rsidRPr="00850D93">
        <w:rPr>
          <w:lang w:eastAsia="zh-CN"/>
        </w:rPr>
        <w:t xml:space="preserve"> for I</w:t>
      </w:r>
      <w:r w:rsidRPr="00850D93">
        <w:t>ntegrity</w:t>
      </w:r>
    </w:p>
    <w:p w14:paraId="7587DC94" w14:textId="77777777" w:rsidR="0052516E" w:rsidRPr="00850D93" w:rsidRDefault="0052516E" w:rsidP="0052516E">
      <w:pPr>
        <w:pStyle w:val="EW"/>
      </w:pPr>
      <w:r w:rsidRPr="00850D93">
        <w:t>PDCP</w:t>
      </w:r>
      <w:r w:rsidRPr="00850D93">
        <w:tab/>
        <w:t>Packet Data Convergence Protocol</w:t>
      </w:r>
    </w:p>
    <w:p w14:paraId="7826019D" w14:textId="77777777" w:rsidR="0052516E" w:rsidRPr="00850D93" w:rsidRDefault="0052516E" w:rsidP="0052516E">
      <w:pPr>
        <w:pStyle w:val="EW"/>
      </w:pPr>
      <w:r w:rsidRPr="00850D93">
        <w:t>PDU</w:t>
      </w:r>
      <w:r w:rsidRPr="00850D93">
        <w:tab/>
        <w:t>Protocol Data Unit</w:t>
      </w:r>
    </w:p>
    <w:p w14:paraId="6518DAF2" w14:textId="77777777" w:rsidR="0052516E" w:rsidRPr="00850D93" w:rsidRDefault="0052516E" w:rsidP="0052516E">
      <w:pPr>
        <w:pStyle w:val="EW"/>
      </w:pPr>
      <w:r w:rsidRPr="00850D93">
        <w:t>RB</w:t>
      </w:r>
      <w:r w:rsidRPr="00850D93">
        <w:tab/>
        <w:t>Radio Bearer</w:t>
      </w:r>
    </w:p>
    <w:p w14:paraId="059459F2" w14:textId="77777777" w:rsidR="0052516E" w:rsidRPr="00850D93" w:rsidRDefault="0052516E" w:rsidP="0052516E">
      <w:pPr>
        <w:pStyle w:val="EW"/>
      </w:pPr>
      <w:r w:rsidRPr="00850D93">
        <w:t>RFC</w:t>
      </w:r>
      <w:r w:rsidRPr="00850D93">
        <w:tab/>
        <w:t>Request For Comments</w:t>
      </w:r>
    </w:p>
    <w:p w14:paraId="274B5F33" w14:textId="77777777" w:rsidR="0052516E" w:rsidRPr="00850D93" w:rsidRDefault="0052516E" w:rsidP="0052516E">
      <w:pPr>
        <w:pStyle w:val="EW"/>
      </w:pPr>
      <w:r w:rsidRPr="00850D93">
        <w:t>RLC</w:t>
      </w:r>
      <w:r w:rsidRPr="00850D93">
        <w:tab/>
        <w:t>Radio Link Control</w:t>
      </w:r>
    </w:p>
    <w:p w14:paraId="118FE98B" w14:textId="77777777" w:rsidR="0052516E" w:rsidRPr="00850D93" w:rsidRDefault="0052516E" w:rsidP="0052516E">
      <w:pPr>
        <w:pStyle w:val="EW"/>
      </w:pPr>
      <w:r w:rsidRPr="00850D93">
        <w:t>ROHC</w:t>
      </w:r>
      <w:r w:rsidRPr="00850D93">
        <w:tab/>
        <w:t>RObust Header Compression</w:t>
      </w:r>
    </w:p>
    <w:p w14:paraId="58FF2DF2" w14:textId="77777777" w:rsidR="0052516E" w:rsidRPr="00850D93" w:rsidRDefault="0052516E" w:rsidP="0052516E">
      <w:pPr>
        <w:pStyle w:val="EW"/>
      </w:pPr>
      <w:r w:rsidRPr="00850D93">
        <w:t>RRC</w:t>
      </w:r>
      <w:r w:rsidRPr="00850D93">
        <w:tab/>
        <w:t>Radio Resource Control</w:t>
      </w:r>
    </w:p>
    <w:p w14:paraId="50927C72" w14:textId="77777777" w:rsidR="0052516E" w:rsidRPr="00850D93" w:rsidRDefault="0052516E" w:rsidP="0052516E">
      <w:pPr>
        <w:pStyle w:val="EW"/>
      </w:pPr>
      <w:r w:rsidRPr="00850D93">
        <w:t>RTP</w:t>
      </w:r>
      <w:r w:rsidRPr="00850D93">
        <w:tab/>
        <w:t>Real Time Protocol</w:t>
      </w:r>
    </w:p>
    <w:p w14:paraId="1EBD11F5" w14:textId="77777777" w:rsidR="0052516E" w:rsidRPr="00850D93" w:rsidRDefault="0052516E" w:rsidP="0052516E">
      <w:pPr>
        <w:pStyle w:val="EW"/>
        <w:rPr>
          <w:lang w:eastAsia="ko-KR"/>
        </w:rPr>
      </w:pPr>
      <w:r w:rsidRPr="00850D93">
        <w:t>SAP</w:t>
      </w:r>
      <w:r w:rsidRPr="00850D93">
        <w:tab/>
        <w:t>Service Access Point</w:t>
      </w:r>
    </w:p>
    <w:p w14:paraId="5666B719" w14:textId="77777777" w:rsidR="0052516E" w:rsidRPr="00850D93" w:rsidRDefault="0052516E" w:rsidP="0052516E">
      <w:pPr>
        <w:pStyle w:val="EW"/>
      </w:pPr>
      <w:r w:rsidRPr="00850D93">
        <w:t>SDU</w:t>
      </w:r>
      <w:r w:rsidRPr="00850D93">
        <w:tab/>
        <w:t>Service Data Unit</w:t>
      </w:r>
    </w:p>
    <w:p w14:paraId="3D8B24C8" w14:textId="77777777" w:rsidR="0052516E" w:rsidRPr="00850D93" w:rsidRDefault="0052516E" w:rsidP="0052516E">
      <w:pPr>
        <w:pStyle w:val="EW"/>
      </w:pPr>
      <w:r w:rsidRPr="00850D93">
        <w:t>SN</w:t>
      </w:r>
      <w:r w:rsidRPr="00850D93">
        <w:tab/>
        <w:t>Sequence Number</w:t>
      </w:r>
    </w:p>
    <w:p w14:paraId="1E0ED94F" w14:textId="77777777" w:rsidR="0052516E" w:rsidRPr="00850D93" w:rsidRDefault="0052516E" w:rsidP="0052516E">
      <w:pPr>
        <w:pStyle w:val="EW"/>
      </w:pPr>
      <w:r w:rsidRPr="00850D93">
        <w:t>SRB</w:t>
      </w:r>
      <w:r w:rsidRPr="00850D93">
        <w:tab/>
        <w:t>Signalling Radio Bearer carrying control plane data</w:t>
      </w:r>
    </w:p>
    <w:p w14:paraId="3AB37E92" w14:textId="77777777" w:rsidR="0052516E" w:rsidRPr="00850D93" w:rsidRDefault="0052516E" w:rsidP="0052516E">
      <w:pPr>
        <w:pStyle w:val="EW"/>
      </w:pPr>
      <w:r w:rsidRPr="00850D93">
        <w:t>TCP</w:t>
      </w:r>
      <w:r w:rsidRPr="00850D93">
        <w:tab/>
        <w:t>Transmission Control Protocol</w:t>
      </w:r>
    </w:p>
    <w:p w14:paraId="130B7CD6" w14:textId="77777777" w:rsidR="0052516E" w:rsidRPr="00850D93" w:rsidRDefault="0052516E" w:rsidP="0052516E">
      <w:pPr>
        <w:pStyle w:val="EW"/>
      </w:pPr>
      <w:r w:rsidRPr="00850D93">
        <w:t>UDP</w:t>
      </w:r>
      <w:r w:rsidRPr="00850D93">
        <w:tab/>
        <w:t>User Datagram Protocol</w:t>
      </w:r>
    </w:p>
    <w:p w14:paraId="3AC0D065" w14:textId="77777777" w:rsidR="0052516E" w:rsidRPr="00850D93" w:rsidRDefault="0052516E" w:rsidP="0052516E">
      <w:pPr>
        <w:pStyle w:val="EW"/>
      </w:pPr>
      <w:r w:rsidRPr="00850D93">
        <w:t>UE</w:t>
      </w:r>
      <w:r w:rsidRPr="00850D93">
        <w:tab/>
        <w:t>User Equipment</w:t>
      </w:r>
    </w:p>
    <w:p w14:paraId="12078471" w14:textId="77777777" w:rsidR="0052516E" w:rsidRPr="00850D93" w:rsidRDefault="0052516E" w:rsidP="0052516E">
      <w:pPr>
        <w:pStyle w:val="EW"/>
      </w:pPr>
      <w:bookmarkStart w:id="22" w:name="Signet45"/>
      <w:r w:rsidRPr="00850D93">
        <w:t>UM</w:t>
      </w:r>
      <w:r w:rsidRPr="00850D93">
        <w:tab/>
        <w:t>Unacknowledged Mode</w:t>
      </w:r>
    </w:p>
    <w:p w14:paraId="45709D0C" w14:textId="77777777" w:rsidR="0052516E" w:rsidRPr="00850D93" w:rsidRDefault="0052516E" w:rsidP="0052516E">
      <w:pPr>
        <w:pStyle w:val="EX"/>
      </w:pPr>
      <w:r w:rsidRPr="00850D93">
        <w:t>X-MAC</w:t>
      </w:r>
      <w:r w:rsidRPr="00850D93">
        <w:tab/>
        <w:t>Computed MAC-I</w:t>
      </w:r>
      <w:bookmarkEnd w:id="22"/>
    </w:p>
    <w:p w14:paraId="0C459F78" w14:textId="77777777" w:rsidR="0052516E" w:rsidRPr="00850D93" w:rsidRDefault="0052516E" w:rsidP="0052516E">
      <w:pPr>
        <w:pStyle w:val="Heading1"/>
      </w:pPr>
      <w:bookmarkStart w:id="23" w:name="_Toc12616319"/>
      <w:bookmarkStart w:id="24" w:name="_Toc76549127"/>
      <w:r w:rsidRPr="00850D93">
        <w:t>4</w:t>
      </w:r>
      <w:r w:rsidRPr="00850D93">
        <w:tab/>
        <w:t>General</w:t>
      </w:r>
      <w:bookmarkEnd w:id="23"/>
      <w:bookmarkEnd w:id="24"/>
    </w:p>
    <w:p w14:paraId="6603645B" w14:textId="77777777" w:rsidR="0052516E" w:rsidRPr="00850D93" w:rsidRDefault="0052516E" w:rsidP="0052516E">
      <w:pPr>
        <w:pStyle w:val="Heading2"/>
      </w:pPr>
      <w:bookmarkStart w:id="25" w:name="_Toc12616320"/>
      <w:bookmarkStart w:id="26" w:name="_Toc76549128"/>
      <w:r w:rsidRPr="00850D93">
        <w:t>4.1</w:t>
      </w:r>
      <w:r w:rsidRPr="00850D93">
        <w:tab/>
        <w:t>Introduction</w:t>
      </w:r>
      <w:bookmarkEnd w:id="25"/>
      <w:bookmarkEnd w:id="26"/>
    </w:p>
    <w:p w14:paraId="2B2DE5E1" w14:textId="77777777" w:rsidR="0052516E" w:rsidRPr="00850D93" w:rsidRDefault="0052516E" w:rsidP="0052516E">
      <w:r w:rsidRPr="00850D93">
        <w:t>The present document describes the functionality of the PDCP.</w:t>
      </w:r>
    </w:p>
    <w:p w14:paraId="1AD8B505" w14:textId="77777777" w:rsidR="0052516E" w:rsidRPr="00850D93" w:rsidRDefault="0052516E" w:rsidP="0052516E">
      <w:pPr>
        <w:pStyle w:val="Heading2"/>
      </w:pPr>
      <w:bookmarkStart w:id="27" w:name="_Toc12616321"/>
      <w:bookmarkStart w:id="28" w:name="_Toc76549129"/>
      <w:r w:rsidRPr="00850D93">
        <w:t>4.2</w:t>
      </w:r>
      <w:r w:rsidRPr="00850D93">
        <w:tab/>
        <w:t>Architecture</w:t>
      </w:r>
      <w:bookmarkEnd w:id="27"/>
      <w:bookmarkEnd w:id="28"/>
    </w:p>
    <w:p w14:paraId="06A530D9" w14:textId="77777777" w:rsidR="0052516E" w:rsidRPr="00850D93" w:rsidRDefault="0052516E" w:rsidP="0052516E">
      <w:pPr>
        <w:pStyle w:val="Heading3"/>
      </w:pPr>
      <w:bookmarkStart w:id="29" w:name="_Toc12616322"/>
      <w:bookmarkStart w:id="30" w:name="_Toc76549130"/>
      <w:r w:rsidRPr="00850D93">
        <w:t>4.2.1</w:t>
      </w:r>
      <w:r w:rsidRPr="00850D93">
        <w:tab/>
        <w:t>PDCP structure</w:t>
      </w:r>
      <w:bookmarkEnd w:id="29"/>
      <w:bookmarkEnd w:id="30"/>
    </w:p>
    <w:p w14:paraId="0A4FB8DF" w14:textId="77777777" w:rsidR="0052516E" w:rsidRPr="00850D93" w:rsidRDefault="0052516E" w:rsidP="0052516E">
      <w:r w:rsidRPr="00850D93">
        <w:t>Figure 4.2.1.1 represents one possible structure for the PDCP sublayer; it should not restrict implementation. The figure is based on the radio interface protocol architecture defined in TS 38.300 [2].</w:t>
      </w:r>
    </w:p>
    <w:p w14:paraId="2F73F3CB" w14:textId="77777777" w:rsidR="0052516E" w:rsidRPr="00850D93" w:rsidRDefault="0052516E" w:rsidP="0052516E">
      <w:pPr>
        <w:pStyle w:val="TH"/>
        <w:rPr>
          <w:lang w:eastAsia="ko-KR"/>
        </w:rPr>
      </w:pPr>
      <w:r w:rsidRPr="00850D93">
        <w:object w:dxaOrig="11359" w:dyaOrig="6514" w14:anchorId="0C9A7CB1">
          <v:shape id="_x0000_i1027" type="#_x0000_t75" style="width:459.75pt;height:265.5pt" o:ole="">
            <v:imagedata r:id="rId12" o:title=""/>
          </v:shape>
          <o:OLEObject Type="Embed" ProgID="Visio.Drawing.11" ShapeID="_x0000_i1027" DrawAspect="Content" ObjectID="_1687161928" r:id="rId13"/>
        </w:object>
      </w:r>
    </w:p>
    <w:p w14:paraId="0E5C6FBE" w14:textId="77777777" w:rsidR="0052516E" w:rsidRPr="00850D93" w:rsidRDefault="0052516E" w:rsidP="0052516E">
      <w:pPr>
        <w:pStyle w:val="TF"/>
      </w:pPr>
      <w:r w:rsidRPr="00850D93">
        <w:t>Figure 4.2.1-1: PDCP layer, structure view</w:t>
      </w:r>
    </w:p>
    <w:p w14:paraId="0B3779F5" w14:textId="77777777" w:rsidR="0052516E" w:rsidRPr="00850D93" w:rsidRDefault="0052516E" w:rsidP="0052516E">
      <w:r w:rsidRPr="00850D93">
        <w:t>The PDCP sublayer is configured by upper layers TS 38.331 [3]. The PDCP sublayer is used for RBs mapped on DCCH and DTCH type of logical channels. The PDCP sublayer is not used for any other type of logical channels.</w:t>
      </w:r>
    </w:p>
    <w:p w14:paraId="6A4E6CBD" w14:textId="77777777" w:rsidR="00250EE2" w:rsidRPr="00850D93" w:rsidRDefault="0052516E" w:rsidP="0052516E">
      <w:r w:rsidRPr="00850D93">
        <w:t>Each RB (except for SRB0) is associated with one PDCP entity. Each PDCP entity is associated with one,</w:t>
      </w:r>
      <w:r w:rsidRPr="00850D93">
        <w:rPr>
          <w:lang w:eastAsia="ko-KR"/>
        </w:rPr>
        <w:t xml:space="preserve"> two, or four </w:t>
      </w:r>
      <w:r w:rsidRPr="00850D93">
        <w:t xml:space="preserve">RLC entities </w:t>
      </w:r>
      <w:r w:rsidRPr="00850D93">
        <w:rPr>
          <w:lang w:eastAsia="ko-KR"/>
        </w:rPr>
        <w:t>depending on the RB characteristic (e.g</w:t>
      </w:r>
      <w:r w:rsidR="004F4CB4" w:rsidRPr="00850D93">
        <w:rPr>
          <w:lang w:eastAsia="ko-KR"/>
        </w:rPr>
        <w:t>.</w:t>
      </w:r>
      <w:r w:rsidRPr="00850D93">
        <w:rPr>
          <w:lang w:eastAsia="ko-KR"/>
        </w:rPr>
        <w:t xml:space="preserve"> uni-directional/bi-directional or split/non-split) or RLC mode</w:t>
      </w:r>
      <w:r w:rsidR="00250EE2" w:rsidRPr="00850D93">
        <w:rPr>
          <w:lang w:eastAsia="ko-KR"/>
        </w:rPr>
        <w:t>:</w:t>
      </w:r>
    </w:p>
    <w:p w14:paraId="5DAE8C77" w14:textId="77777777" w:rsidR="00250EE2" w:rsidRPr="00850D93" w:rsidRDefault="00250EE2" w:rsidP="005444B8">
      <w:pPr>
        <w:pStyle w:val="B1"/>
        <w:rPr>
          <w:lang w:eastAsia="ko-KR"/>
        </w:rPr>
      </w:pPr>
      <w:r w:rsidRPr="00850D93">
        <w:t>-</w:t>
      </w:r>
      <w:r w:rsidRPr="00850D93">
        <w:tab/>
      </w:r>
      <w:r w:rsidR="0052516E" w:rsidRPr="00850D93">
        <w:rPr>
          <w:lang w:eastAsia="ko-KR"/>
        </w:rPr>
        <w:t>For split bearers</w:t>
      </w:r>
      <w:r w:rsidRPr="00850D93">
        <w:rPr>
          <w:lang w:eastAsia="ko-KR"/>
        </w:rPr>
        <w:t xml:space="preserve"> or for RBs configured with PDCP duplication</w:t>
      </w:r>
      <w:r w:rsidR="0052516E" w:rsidRPr="00850D93">
        <w:rPr>
          <w:lang w:eastAsia="ko-KR"/>
        </w:rPr>
        <w:t>, each PDCP entity is associated with two UM RLC entities (for same direction), four UM RLC entities (two for each direction), or two AM RLC entities</w:t>
      </w:r>
      <w:r w:rsidRPr="00850D93">
        <w:rPr>
          <w:lang w:eastAsia="ko-KR"/>
        </w:rPr>
        <w:t>;</w:t>
      </w:r>
    </w:p>
    <w:p w14:paraId="0C4F8A19" w14:textId="77777777" w:rsidR="0052516E" w:rsidRPr="00850D93" w:rsidRDefault="00250EE2" w:rsidP="005444B8">
      <w:pPr>
        <w:pStyle w:val="B1"/>
        <w:rPr>
          <w:u w:val="single"/>
        </w:rPr>
      </w:pPr>
      <w:r w:rsidRPr="00850D93">
        <w:t>-</w:t>
      </w:r>
      <w:r w:rsidRPr="00850D93">
        <w:tab/>
        <w:t>Otherwise, each PDCP entity is associated with one UM RLC entity, two UM RLC entities (one for each direction), or one AM RLC entity.</w:t>
      </w:r>
    </w:p>
    <w:p w14:paraId="6271A4E4" w14:textId="77777777" w:rsidR="0052516E" w:rsidRPr="00850D93" w:rsidRDefault="0052516E" w:rsidP="0052516E">
      <w:pPr>
        <w:pStyle w:val="Heading3"/>
      </w:pPr>
      <w:bookmarkStart w:id="31" w:name="_Toc12616323"/>
      <w:bookmarkStart w:id="32" w:name="_Toc76549131"/>
      <w:r w:rsidRPr="00850D93">
        <w:t>4.2.2</w:t>
      </w:r>
      <w:r w:rsidRPr="00850D93">
        <w:tab/>
        <w:t>PDCP entities</w:t>
      </w:r>
      <w:bookmarkEnd w:id="31"/>
      <w:bookmarkEnd w:id="32"/>
    </w:p>
    <w:p w14:paraId="3CCFA76E" w14:textId="77777777" w:rsidR="0052516E" w:rsidRPr="00850D93" w:rsidRDefault="0052516E" w:rsidP="0052516E">
      <w:r w:rsidRPr="00850D93">
        <w:t>The PDCP entities are located in the PDCP sublayer. Several PDCP entities may be defined for a UE. Each PDCP entity is carrying the data of one radio bearer.</w:t>
      </w:r>
    </w:p>
    <w:p w14:paraId="0556F052" w14:textId="77777777" w:rsidR="0052516E" w:rsidRPr="00850D93" w:rsidRDefault="0052516E" w:rsidP="0052516E">
      <w:r w:rsidRPr="00850D93">
        <w:t>A PDCP entity is associated either to the control plane or the user plane depending on which radio bearer it is carrying data for.</w:t>
      </w:r>
    </w:p>
    <w:p w14:paraId="734E2698" w14:textId="77777777" w:rsidR="0052516E" w:rsidRPr="00850D93" w:rsidRDefault="0052516E" w:rsidP="0052516E">
      <w:r w:rsidRPr="00850D93">
        <w:t>Figure 4.2.2.1 represents the functional view of the PDCP entity for the PDCP sublayer; it should not restrict implementation. The figure is based on the radio interface protocol architecture defined in TS 38.300 [2].</w:t>
      </w:r>
    </w:p>
    <w:p w14:paraId="182B86E3" w14:textId="77777777" w:rsidR="0052516E" w:rsidRPr="00850D93" w:rsidRDefault="0052516E" w:rsidP="0052516E">
      <w:pPr>
        <w:rPr>
          <w:lang w:eastAsia="ko-KR"/>
        </w:rPr>
      </w:pPr>
      <w:r w:rsidRPr="00850D93">
        <w:rPr>
          <w:lang w:eastAsia="ko-KR"/>
        </w:rPr>
        <w:t>For split bearers, routing is performed in the transmitting PDCP entity.</w:t>
      </w:r>
    </w:p>
    <w:p w14:paraId="58E27B12" w14:textId="77777777" w:rsidR="0052516E" w:rsidRPr="00850D93" w:rsidRDefault="0052516E" w:rsidP="0052516E">
      <w:pPr>
        <w:pStyle w:val="TH"/>
        <w:rPr>
          <w:lang w:eastAsia="ko-KR"/>
        </w:rPr>
      </w:pPr>
      <w:r w:rsidRPr="00850D93">
        <w:object w:dxaOrig="9145" w:dyaOrig="8758" w14:anchorId="1DAE5045">
          <v:shape id="_x0000_i1028" type="#_x0000_t75" style="width:396pt;height:379.5pt" o:ole="">
            <v:imagedata r:id="rId14" o:title=""/>
          </v:shape>
          <o:OLEObject Type="Embed" ProgID="Visio.Drawing.11" ShapeID="_x0000_i1028" DrawAspect="Content" ObjectID="_1687161929" r:id="rId15"/>
        </w:object>
      </w:r>
    </w:p>
    <w:p w14:paraId="03983BC2" w14:textId="77777777" w:rsidR="0052516E" w:rsidRPr="00850D93" w:rsidRDefault="0052516E" w:rsidP="0052516E">
      <w:pPr>
        <w:pStyle w:val="TF"/>
        <w:rPr>
          <w:lang w:eastAsia="ko-KR"/>
        </w:rPr>
      </w:pPr>
      <w:r w:rsidRPr="00850D93">
        <w:t>Figure 4.2.2-1: PDCP layer, functional view</w:t>
      </w:r>
    </w:p>
    <w:p w14:paraId="02392945" w14:textId="77777777" w:rsidR="0052516E" w:rsidRPr="00850D93" w:rsidRDefault="0052516E" w:rsidP="0052516E">
      <w:pPr>
        <w:pStyle w:val="Heading2"/>
      </w:pPr>
      <w:bookmarkStart w:id="33" w:name="_Toc12616324"/>
      <w:bookmarkStart w:id="34" w:name="_Toc76549132"/>
      <w:r w:rsidRPr="00850D93">
        <w:t>4.3</w:t>
      </w:r>
      <w:r w:rsidRPr="00850D93">
        <w:tab/>
        <w:t>Services</w:t>
      </w:r>
      <w:bookmarkEnd w:id="33"/>
      <w:bookmarkEnd w:id="34"/>
    </w:p>
    <w:p w14:paraId="65F0DA7C" w14:textId="77777777" w:rsidR="0052516E" w:rsidRPr="00850D93" w:rsidRDefault="0052516E" w:rsidP="0052516E">
      <w:pPr>
        <w:pStyle w:val="Heading3"/>
      </w:pPr>
      <w:bookmarkStart w:id="35" w:name="_Toc12616325"/>
      <w:bookmarkStart w:id="36" w:name="_Toc76549133"/>
      <w:r w:rsidRPr="00850D93">
        <w:t>4.3.1</w:t>
      </w:r>
      <w:r w:rsidRPr="00850D93">
        <w:tab/>
        <w:t>Services provided to upper layers</w:t>
      </w:r>
      <w:bookmarkEnd w:id="35"/>
      <w:bookmarkEnd w:id="36"/>
    </w:p>
    <w:p w14:paraId="63FABD82" w14:textId="77777777" w:rsidR="0052516E" w:rsidRPr="00850D93" w:rsidRDefault="0052516E" w:rsidP="0052516E">
      <w:r w:rsidRPr="00850D93">
        <w:t>The PDCP layer provides its services to the RRC or SDAP layers. The following services are provided by PDCP to upper layers:</w:t>
      </w:r>
    </w:p>
    <w:p w14:paraId="25451BBD" w14:textId="77777777" w:rsidR="0052516E" w:rsidRPr="00850D93" w:rsidRDefault="0052516E" w:rsidP="0052516E">
      <w:pPr>
        <w:pStyle w:val="B1"/>
      </w:pPr>
      <w:r w:rsidRPr="00850D93">
        <w:t>-</w:t>
      </w:r>
      <w:r w:rsidRPr="00850D93">
        <w:tab/>
        <w:t>transfer of user plane data;</w:t>
      </w:r>
    </w:p>
    <w:p w14:paraId="6745F0A2" w14:textId="77777777" w:rsidR="0052516E" w:rsidRPr="00850D93" w:rsidRDefault="0052516E" w:rsidP="0052516E">
      <w:pPr>
        <w:pStyle w:val="B1"/>
      </w:pPr>
      <w:r w:rsidRPr="00850D93">
        <w:t>-</w:t>
      </w:r>
      <w:r w:rsidRPr="00850D93">
        <w:tab/>
        <w:t>transfer of control plane data;</w:t>
      </w:r>
    </w:p>
    <w:p w14:paraId="012D61EE" w14:textId="77777777" w:rsidR="0052516E" w:rsidRPr="00850D93" w:rsidRDefault="0052516E" w:rsidP="0052516E">
      <w:pPr>
        <w:pStyle w:val="B1"/>
      </w:pPr>
      <w:r w:rsidRPr="00850D93">
        <w:t>-</w:t>
      </w:r>
      <w:r w:rsidRPr="00850D93">
        <w:tab/>
        <w:t>header compression;</w:t>
      </w:r>
    </w:p>
    <w:p w14:paraId="45128A3A" w14:textId="77777777" w:rsidR="0052516E" w:rsidRPr="00850D93" w:rsidRDefault="0052516E" w:rsidP="0052516E">
      <w:pPr>
        <w:pStyle w:val="B1"/>
      </w:pPr>
      <w:r w:rsidRPr="00850D93">
        <w:t>-</w:t>
      </w:r>
      <w:r w:rsidRPr="00850D93">
        <w:tab/>
        <w:t>ciphering;</w:t>
      </w:r>
    </w:p>
    <w:p w14:paraId="734DB7B3" w14:textId="77777777" w:rsidR="0052516E" w:rsidRPr="00850D93" w:rsidRDefault="0052516E" w:rsidP="0052516E">
      <w:pPr>
        <w:pStyle w:val="B1"/>
      </w:pPr>
      <w:r w:rsidRPr="00850D93">
        <w:t>-</w:t>
      </w:r>
      <w:r w:rsidRPr="00850D93">
        <w:tab/>
        <w:t>integrity protection.</w:t>
      </w:r>
    </w:p>
    <w:p w14:paraId="078D3129" w14:textId="77777777" w:rsidR="0052516E" w:rsidRPr="00850D93" w:rsidRDefault="0052516E" w:rsidP="0052516E">
      <w:pPr>
        <w:rPr>
          <w:i/>
          <w:lang w:eastAsia="ko-KR"/>
        </w:rPr>
      </w:pPr>
      <w:r w:rsidRPr="00850D93">
        <w:t>The maximum supported size of a PDCP SDU is 9000 bytes.</w:t>
      </w:r>
      <w:r w:rsidRPr="00850D93">
        <w:rPr>
          <w:lang w:eastAsia="ko-KR"/>
        </w:rPr>
        <w:t xml:space="preserve"> The maximum supported size of a PDCP Control PDU is 9000 bytes.</w:t>
      </w:r>
    </w:p>
    <w:p w14:paraId="4EA3B15C" w14:textId="77777777" w:rsidR="0052516E" w:rsidRPr="00850D93" w:rsidRDefault="0052516E" w:rsidP="0052516E">
      <w:pPr>
        <w:pStyle w:val="Heading3"/>
      </w:pPr>
      <w:bookmarkStart w:id="37" w:name="_Toc12616326"/>
      <w:bookmarkStart w:id="38" w:name="_Toc76549134"/>
      <w:r w:rsidRPr="00850D93">
        <w:t>4.3.2</w:t>
      </w:r>
      <w:r w:rsidRPr="00850D93">
        <w:tab/>
        <w:t>Services expected from lower layers</w:t>
      </w:r>
      <w:bookmarkEnd w:id="37"/>
      <w:bookmarkEnd w:id="38"/>
    </w:p>
    <w:p w14:paraId="78D7EA7D" w14:textId="77777777" w:rsidR="0052516E" w:rsidRPr="00850D93" w:rsidRDefault="0052516E" w:rsidP="0052516E">
      <w:pPr>
        <w:numPr>
          <w:ilvl w:val="12"/>
          <w:numId w:val="0"/>
        </w:numPr>
      </w:pPr>
      <w:r w:rsidRPr="00850D93">
        <w:t xml:space="preserve">A PDCP entity expects the following services from lower layers per RLC entity (for a detailed description see </w:t>
      </w:r>
      <w:r w:rsidR="007C4B03" w:rsidRPr="00850D93">
        <w:t>TS 38.322 [5]</w:t>
      </w:r>
      <w:r w:rsidRPr="00850D93">
        <w:t>):</w:t>
      </w:r>
    </w:p>
    <w:p w14:paraId="0E4BB5F9" w14:textId="77777777" w:rsidR="0052516E" w:rsidRPr="00850D93" w:rsidRDefault="0052516E" w:rsidP="0052516E">
      <w:pPr>
        <w:pStyle w:val="B1"/>
      </w:pPr>
      <w:r w:rsidRPr="00850D93">
        <w:lastRenderedPageBreak/>
        <w:t>-</w:t>
      </w:r>
      <w:r w:rsidRPr="00850D93">
        <w:tab/>
        <w:t>acknowledged data transfer service, including indication of successful delivery of PDCP PDUs;</w:t>
      </w:r>
    </w:p>
    <w:p w14:paraId="0990CEFA" w14:textId="77777777" w:rsidR="0052516E" w:rsidRPr="00850D93" w:rsidRDefault="0052516E" w:rsidP="0052516E">
      <w:pPr>
        <w:pStyle w:val="B1"/>
      </w:pPr>
      <w:r w:rsidRPr="00850D93">
        <w:t>-</w:t>
      </w:r>
      <w:r w:rsidRPr="00850D93">
        <w:tab/>
        <w:t>unacknowledged data transfer service.</w:t>
      </w:r>
    </w:p>
    <w:p w14:paraId="1361052B" w14:textId="77777777" w:rsidR="0052516E" w:rsidRPr="00850D93" w:rsidRDefault="0052516E" w:rsidP="0052516E">
      <w:pPr>
        <w:pStyle w:val="Heading2"/>
      </w:pPr>
      <w:bookmarkStart w:id="39" w:name="_Toc12616327"/>
      <w:bookmarkStart w:id="40" w:name="_Toc76549135"/>
      <w:r w:rsidRPr="00850D93">
        <w:t>4.4</w:t>
      </w:r>
      <w:r w:rsidRPr="00850D93">
        <w:tab/>
        <w:t>Functions</w:t>
      </w:r>
      <w:bookmarkEnd w:id="39"/>
      <w:bookmarkEnd w:id="40"/>
    </w:p>
    <w:p w14:paraId="0C100CE1" w14:textId="77777777" w:rsidR="0052516E" w:rsidRPr="00850D93" w:rsidRDefault="0052516E" w:rsidP="0052516E">
      <w:r w:rsidRPr="00850D93">
        <w:t>The PDCP layer supports the following functions:</w:t>
      </w:r>
    </w:p>
    <w:p w14:paraId="5ECAC770" w14:textId="77777777" w:rsidR="0052516E" w:rsidRPr="00850D93" w:rsidRDefault="0052516E" w:rsidP="0052516E">
      <w:pPr>
        <w:pStyle w:val="B1"/>
      </w:pPr>
      <w:r w:rsidRPr="00850D93">
        <w:t>-</w:t>
      </w:r>
      <w:r w:rsidRPr="00850D93">
        <w:tab/>
        <w:t>transfer of data (user plane or control plane);</w:t>
      </w:r>
    </w:p>
    <w:p w14:paraId="2451FA44" w14:textId="77777777" w:rsidR="0052516E" w:rsidRPr="00850D93" w:rsidRDefault="0052516E" w:rsidP="0052516E">
      <w:pPr>
        <w:pStyle w:val="B1"/>
      </w:pPr>
      <w:r w:rsidRPr="00850D93">
        <w:t>-</w:t>
      </w:r>
      <w:r w:rsidRPr="00850D93">
        <w:tab/>
        <w:t>maintenance of PDCP SNs;</w:t>
      </w:r>
    </w:p>
    <w:p w14:paraId="77FACFBA" w14:textId="77777777" w:rsidR="0052516E" w:rsidRPr="00850D93" w:rsidRDefault="0052516E" w:rsidP="0052516E">
      <w:pPr>
        <w:pStyle w:val="B1"/>
      </w:pPr>
      <w:r w:rsidRPr="00850D93">
        <w:t>-</w:t>
      </w:r>
      <w:r w:rsidRPr="00850D93">
        <w:tab/>
        <w:t>header compression and decompression using the ROHC protocol;</w:t>
      </w:r>
    </w:p>
    <w:p w14:paraId="6C000848" w14:textId="77777777" w:rsidR="0052516E" w:rsidRPr="00850D93" w:rsidRDefault="0052516E" w:rsidP="0052516E">
      <w:pPr>
        <w:pStyle w:val="B1"/>
      </w:pPr>
      <w:r w:rsidRPr="00850D93">
        <w:t>-</w:t>
      </w:r>
      <w:r w:rsidRPr="00850D93">
        <w:tab/>
        <w:t>ciphering and deciphering;</w:t>
      </w:r>
    </w:p>
    <w:p w14:paraId="584A99C8" w14:textId="77777777" w:rsidR="0052516E" w:rsidRPr="00850D93" w:rsidRDefault="0052516E" w:rsidP="0052516E">
      <w:pPr>
        <w:pStyle w:val="B1"/>
        <w:rPr>
          <w:lang w:eastAsia="zh-CN"/>
        </w:rPr>
      </w:pPr>
      <w:r w:rsidRPr="00850D93">
        <w:t>-</w:t>
      </w:r>
      <w:r w:rsidRPr="00850D93">
        <w:tab/>
        <w:t>integrity protection and integrity verification;</w:t>
      </w:r>
    </w:p>
    <w:p w14:paraId="40FA6F96" w14:textId="77777777" w:rsidR="0052516E" w:rsidRPr="00850D93" w:rsidRDefault="0052516E" w:rsidP="0052516E">
      <w:pPr>
        <w:pStyle w:val="B1"/>
        <w:rPr>
          <w:lang w:eastAsia="ko-KR"/>
        </w:rPr>
      </w:pPr>
      <w:r w:rsidRPr="00850D93">
        <w:rPr>
          <w:lang w:eastAsia="ko-KR"/>
        </w:rPr>
        <w:t>-</w:t>
      </w:r>
      <w:r w:rsidRPr="00850D93">
        <w:rPr>
          <w:lang w:eastAsia="ko-KR"/>
        </w:rPr>
        <w:tab/>
        <w:t>timer based SDU discard;</w:t>
      </w:r>
    </w:p>
    <w:p w14:paraId="6297B6D7" w14:textId="77777777" w:rsidR="0052516E" w:rsidRPr="00850D93" w:rsidRDefault="0052516E" w:rsidP="0052516E">
      <w:pPr>
        <w:pStyle w:val="B1"/>
        <w:rPr>
          <w:lang w:eastAsia="ko-KR"/>
        </w:rPr>
      </w:pPr>
      <w:r w:rsidRPr="00850D93">
        <w:rPr>
          <w:lang w:eastAsia="ko-KR"/>
        </w:rPr>
        <w:t>-</w:t>
      </w:r>
      <w:r w:rsidRPr="00850D93">
        <w:rPr>
          <w:lang w:eastAsia="ko-KR"/>
        </w:rPr>
        <w:tab/>
        <w:t>for split bearers, routing;</w:t>
      </w:r>
    </w:p>
    <w:p w14:paraId="714E3EC7" w14:textId="77777777" w:rsidR="0052516E" w:rsidRPr="00850D93" w:rsidRDefault="0052516E" w:rsidP="0052516E">
      <w:pPr>
        <w:pStyle w:val="B1"/>
        <w:rPr>
          <w:lang w:eastAsia="ko-KR"/>
        </w:rPr>
      </w:pPr>
      <w:r w:rsidRPr="00850D93">
        <w:rPr>
          <w:lang w:eastAsia="ko-KR"/>
        </w:rPr>
        <w:t>-</w:t>
      </w:r>
      <w:r w:rsidRPr="00850D93">
        <w:rPr>
          <w:lang w:eastAsia="ko-KR"/>
        </w:rPr>
        <w:tab/>
        <w:t>duplication;</w:t>
      </w:r>
    </w:p>
    <w:p w14:paraId="61CB4EFA" w14:textId="77777777" w:rsidR="0052516E" w:rsidRPr="00850D93" w:rsidRDefault="0052516E" w:rsidP="0052516E">
      <w:pPr>
        <w:pStyle w:val="B1"/>
      </w:pPr>
      <w:r w:rsidRPr="00850D93">
        <w:t>-</w:t>
      </w:r>
      <w:r w:rsidRPr="00850D93">
        <w:tab/>
        <w:t>reordering and in-order delivery;</w:t>
      </w:r>
    </w:p>
    <w:p w14:paraId="4FA1C23B" w14:textId="77777777" w:rsidR="0052516E" w:rsidRPr="00850D93" w:rsidRDefault="0052516E" w:rsidP="0052516E">
      <w:pPr>
        <w:pStyle w:val="B1"/>
      </w:pPr>
      <w:r w:rsidRPr="00850D93">
        <w:t>-</w:t>
      </w:r>
      <w:r w:rsidRPr="00850D93">
        <w:tab/>
        <w:t>out-of-order delivery;</w:t>
      </w:r>
    </w:p>
    <w:p w14:paraId="0BA5437A" w14:textId="77777777" w:rsidR="0052516E" w:rsidRPr="00850D93" w:rsidRDefault="0052516E" w:rsidP="0052516E">
      <w:pPr>
        <w:pStyle w:val="B1"/>
      </w:pPr>
      <w:r w:rsidRPr="00850D93">
        <w:t>-</w:t>
      </w:r>
      <w:r w:rsidRPr="00850D93">
        <w:tab/>
        <w:t>duplicate discarding.</w:t>
      </w:r>
    </w:p>
    <w:p w14:paraId="5E1A6454" w14:textId="77777777" w:rsidR="0052516E" w:rsidRPr="00850D93" w:rsidRDefault="0052516E" w:rsidP="0052516E">
      <w:pPr>
        <w:pStyle w:val="Heading1"/>
      </w:pPr>
      <w:bookmarkStart w:id="41" w:name="_Toc12616328"/>
      <w:bookmarkStart w:id="42" w:name="_Toc76549136"/>
      <w:r w:rsidRPr="00850D93">
        <w:t>5</w:t>
      </w:r>
      <w:r w:rsidRPr="00850D93">
        <w:tab/>
        <w:t>Procedures</w:t>
      </w:r>
      <w:bookmarkEnd w:id="41"/>
      <w:bookmarkEnd w:id="42"/>
    </w:p>
    <w:p w14:paraId="3587CF85" w14:textId="77777777" w:rsidR="0052516E" w:rsidRPr="00850D93" w:rsidRDefault="0052516E" w:rsidP="0052516E">
      <w:pPr>
        <w:pStyle w:val="Heading2"/>
        <w:rPr>
          <w:lang w:eastAsia="ko-KR"/>
        </w:rPr>
      </w:pPr>
      <w:bookmarkStart w:id="43" w:name="Signet1"/>
      <w:bookmarkStart w:id="44" w:name="Signet2"/>
      <w:bookmarkStart w:id="45" w:name="_Toc12616329"/>
      <w:bookmarkStart w:id="46" w:name="_Toc76549137"/>
      <w:bookmarkEnd w:id="43"/>
      <w:bookmarkEnd w:id="44"/>
      <w:r w:rsidRPr="00850D93">
        <w:rPr>
          <w:lang w:eastAsia="ko-KR"/>
        </w:rPr>
        <w:t>5.1</w:t>
      </w:r>
      <w:r w:rsidRPr="00850D93">
        <w:rPr>
          <w:lang w:eastAsia="ko-KR"/>
        </w:rPr>
        <w:tab/>
        <w:t>PDCP entity handling</w:t>
      </w:r>
      <w:bookmarkEnd w:id="45"/>
      <w:bookmarkEnd w:id="46"/>
    </w:p>
    <w:p w14:paraId="3630F576" w14:textId="77777777" w:rsidR="0052516E" w:rsidRPr="00850D93" w:rsidRDefault="0052516E" w:rsidP="0052516E">
      <w:pPr>
        <w:pStyle w:val="Heading3"/>
        <w:rPr>
          <w:lang w:eastAsia="ko-KR"/>
        </w:rPr>
      </w:pPr>
      <w:bookmarkStart w:id="47" w:name="_Toc12616330"/>
      <w:bookmarkStart w:id="48" w:name="_Toc76549138"/>
      <w:r w:rsidRPr="00850D93">
        <w:rPr>
          <w:lang w:eastAsia="ko-KR"/>
        </w:rPr>
        <w:t>5.1.1</w:t>
      </w:r>
      <w:r w:rsidRPr="00850D93">
        <w:rPr>
          <w:lang w:eastAsia="ko-KR"/>
        </w:rPr>
        <w:tab/>
        <w:t>PDCP entity establishment</w:t>
      </w:r>
      <w:bookmarkEnd w:id="47"/>
      <w:bookmarkEnd w:id="48"/>
    </w:p>
    <w:p w14:paraId="0F458909" w14:textId="77777777" w:rsidR="0052516E" w:rsidRPr="00850D93" w:rsidRDefault="0052516E" w:rsidP="0052516E">
      <w:pPr>
        <w:rPr>
          <w:lang w:eastAsia="ko-KR"/>
        </w:rPr>
      </w:pPr>
      <w:r w:rsidRPr="00850D93">
        <w:t>When upper layers request a PDCP entity establishment for a radio bearer</w:t>
      </w:r>
      <w:r w:rsidRPr="00850D93">
        <w:rPr>
          <w:lang w:eastAsia="ko-KR"/>
        </w:rPr>
        <w:t>, the UE shall:</w:t>
      </w:r>
    </w:p>
    <w:p w14:paraId="79A6D796" w14:textId="77777777" w:rsidR="0052516E" w:rsidRPr="00850D93" w:rsidRDefault="0052516E" w:rsidP="0052516E">
      <w:pPr>
        <w:pStyle w:val="B1"/>
        <w:rPr>
          <w:lang w:eastAsia="ko-KR"/>
        </w:rPr>
      </w:pPr>
      <w:r w:rsidRPr="00850D93">
        <w:rPr>
          <w:lang w:eastAsia="ko-KR"/>
        </w:rPr>
        <w:t>-</w:t>
      </w:r>
      <w:r w:rsidRPr="00850D93">
        <w:rPr>
          <w:lang w:eastAsia="ko-KR"/>
        </w:rPr>
        <w:tab/>
        <w:t>establish a PDCP entity for the radio bearer;</w:t>
      </w:r>
    </w:p>
    <w:p w14:paraId="10A993F9" w14:textId="77777777" w:rsidR="0052516E" w:rsidRPr="00850D93" w:rsidRDefault="0052516E" w:rsidP="0052516E">
      <w:pPr>
        <w:pStyle w:val="B1"/>
        <w:rPr>
          <w:lang w:eastAsia="ko-KR"/>
        </w:rPr>
      </w:pPr>
      <w:r w:rsidRPr="00850D93">
        <w:rPr>
          <w:lang w:eastAsia="ko-KR"/>
        </w:rPr>
        <w:t>-</w:t>
      </w:r>
      <w:r w:rsidRPr="00850D93">
        <w:rPr>
          <w:lang w:eastAsia="ko-KR"/>
        </w:rPr>
        <w:tab/>
        <w:t>set the state variables of the PDCP entity to initial values;</w:t>
      </w:r>
    </w:p>
    <w:p w14:paraId="549E824F" w14:textId="77777777" w:rsidR="0052516E" w:rsidRPr="00850D93" w:rsidRDefault="0052516E" w:rsidP="0052516E">
      <w:pPr>
        <w:pStyle w:val="B1"/>
        <w:rPr>
          <w:lang w:eastAsia="ko-KR"/>
        </w:rPr>
      </w:pPr>
      <w:r w:rsidRPr="00850D93">
        <w:rPr>
          <w:lang w:eastAsia="ko-KR"/>
        </w:rPr>
        <w:t>-</w:t>
      </w:r>
      <w:r w:rsidRPr="00850D93">
        <w:rPr>
          <w:lang w:eastAsia="ko-KR"/>
        </w:rPr>
        <w:tab/>
        <w:t>follow the procedures in clause 5.2.</w:t>
      </w:r>
    </w:p>
    <w:p w14:paraId="5FF9FC25" w14:textId="77777777" w:rsidR="0052516E" w:rsidRPr="00850D93" w:rsidRDefault="0052516E" w:rsidP="0052516E">
      <w:pPr>
        <w:pStyle w:val="Heading3"/>
        <w:rPr>
          <w:lang w:eastAsia="ko-KR"/>
        </w:rPr>
      </w:pPr>
      <w:bookmarkStart w:id="49" w:name="_Toc12616331"/>
      <w:bookmarkStart w:id="50" w:name="_Toc76549139"/>
      <w:r w:rsidRPr="00850D93">
        <w:rPr>
          <w:lang w:eastAsia="ko-KR"/>
        </w:rPr>
        <w:t>5.1.2</w:t>
      </w:r>
      <w:r w:rsidRPr="00850D93">
        <w:rPr>
          <w:lang w:eastAsia="ko-KR"/>
        </w:rPr>
        <w:tab/>
        <w:t>PDCP entity re-establishment</w:t>
      </w:r>
      <w:bookmarkEnd w:id="49"/>
      <w:bookmarkEnd w:id="50"/>
    </w:p>
    <w:p w14:paraId="144B036B" w14:textId="77777777" w:rsidR="0052516E" w:rsidRPr="00850D93" w:rsidRDefault="0052516E" w:rsidP="0052516E">
      <w:pPr>
        <w:rPr>
          <w:lang w:eastAsia="ko-KR"/>
        </w:rPr>
      </w:pPr>
      <w:r w:rsidRPr="00850D93">
        <w:t>When upper layers request a PDCP entity re-establishment</w:t>
      </w:r>
      <w:r w:rsidRPr="00850D93">
        <w:rPr>
          <w:lang w:eastAsia="ko-KR"/>
        </w:rPr>
        <w:t xml:space="preserve">, the UE shall additionally perform once the procedures described in this </w:t>
      </w:r>
      <w:r w:rsidR="005444B8" w:rsidRPr="00850D93">
        <w:rPr>
          <w:lang w:eastAsia="ko-KR"/>
        </w:rPr>
        <w:t>clause</w:t>
      </w:r>
      <w:r w:rsidRPr="00850D93">
        <w:rPr>
          <w:lang w:eastAsia="ko-KR"/>
        </w:rPr>
        <w:t xml:space="preserve">. After performing the procedures in this </w:t>
      </w:r>
      <w:r w:rsidR="00836486" w:rsidRPr="00850D93">
        <w:rPr>
          <w:lang w:eastAsia="ko-KR"/>
        </w:rPr>
        <w:t>clause</w:t>
      </w:r>
      <w:r w:rsidRPr="00850D93">
        <w:rPr>
          <w:lang w:eastAsia="ko-KR"/>
        </w:rPr>
        <w:t>, the UE shall follow the procedures in clause 5.2.</w:t>
      </w:r>
    </w:p>
    <w:p w14:paraId="1CCEC989" w14:textId="77777777" w:rsidR="0052516E" w:rsidRPr="00850D93" w:rsidRDefault="0052516E" w:rsidP="0052516E">
      <w:pPr>
        <w:rPr>
          <w:lang w:eastAsia="ko-KR"/>
        </w:rPr>
      </w:pPr>
      <w:r w:rsidRPr="00850D93">
        <w:t xml:space="preserve">When upper layers request a PDCP entity re-establishment, </w:t>
      </w:r>
      <w:r w:rsidRPr="00850D93">
        <w:rPr>
          <w:lang w:eastAsia="ko-KR"/>
        </w:rPr>
        <w:t xml:space="preserve">the </w:t>
      </w:r>
      <w:r w:rsidRPr="00850D93">
        <w:t>transmitting PDCP entity shall</w:t>
      </w:r>
      <w:r w:rsidRPr="00850D93">
        <w:rPr>
          <w:lang w:eastAsia="ko-KR"/>
        </w:rPr>
        <w:t>:</w:t>
      </w:r>
    </w:p>
    <w:p w14:paraId="44163FF2" w14:textId="77777777" w:rsidR="0052516E" w:rsidRPr="00850D93" w:rsidRDefault="0052516E" w:rsidP="0052516E">
      <w:pPr>
        <w:pStyle w:val="B1"/>
        <w:rPr>
          <w:lang w:eastAsia="ko-KR"/>
        </w:rPr>
      </w:pPr>
      <w:r w:rsidRPr="00850D93">
        <w:rPr>
          <w:lang w:eastAsia="ko-KR"/>
        </w:rPr>
        <w:t>-</w:t>
      </w:r>
      <w:r w:rsidRPr="00850D93">
        <w:rPr>
          <w:lang w:eastAsia="ko-KR"/>
        </w:rPr>
        <w:tab/>
      </w:r>
      <w:r w:rsidRPr="00850D93">
        <w:t xml:space="preserve">for UM DRBs </w:t>
      </w:r>
      <w:r w:rsidRPr="00850D93">
        <w:rPr>
          <w:lang w:eastAsia="ko-KR"/>
        </w:rPr>
        <w:t>and AM DRBs</w:t>
      </w:r>
      <w:r w:rsidRPr="00850D93">
        <w:t>,</w:t>
      </w:r>
      <w:r w:rsidRPr="00850D93">
        <w:rPr>
          <w:lang w:eastAsia="ko-KR"/>
        </w:rPr>
        <w:t xml:space="preserve"> reset the header compression protocol for uplink and start with an IR state in U-mode (as defined in </w:t>
      </w:r>
      <w:r w:rsidRPr="00850D93">
        <w:t>RFC 3095</w:t>
      </w:r>
      <w:r w:rsidRPr="00850D93">
        <w:rPr>
          <w:lang w:eastAsia="ko-KR"/>
        </w:rPr>
        <w:t xml:space="preserve"> [8] and </w:t>
      </w:r>
      <w:r w:rsidRPr="00850D93">
        <w:t>RFC 4815</w:t>
      </w:r>
      <w:r w:rsidRPr="00850D93">
        <w:rPr>
          <w:lang w:eastAsia="ko-KR"/>
        </w:rPr>
        <w:t xml:space="preserve"> [9]) if </w:t>
      </w:r>
      <w:r w:rsidRPr="00850D93">
        <w:rPr>
          <w:i/>
          <w:lang w:eastAsia="ko-KR"/>
        </w:rPr>
        <w:t>drb-ContinueROHC</w:t>
      </w:r>
      <w:r w:rsidRPr="00850D93">
        <w:rPr>
          <w:lang w:eastAsia="ko-KR"/>
        </w:rPr>
        <w:t xml:space="preserve"> is not configured in </w:t>
      </w:r>
      <w:r w:rsidRPr="00850D93">
        <w:t>TS 38.331</w:t>
      </w:r>
      <w:r w:rsidRPr="00850D93">
        <w:rPr>
          <w:lang w:eastAsia="ko-KR"/>
        </w:rPr>
        <w:t xml:space="preserve"> [3];</w:t>
      </w:r>
    </w:p>
    <w:p w14:paraId="24A00314" w14:textId="77777777" w:rsidR="0052516E" w:rsidRPr="00850D93" w:rsidRDefault="0052516E" w:rsidP="0052516E">
      <w:pPr>
        <w:pStyle w:val="B1"/>
        <w:rPr>
          <w:lang w:eastAsia="ko-KR"/>
        </w:rPr>
      </w:pPr>
      <w:r w:rsidRPr="00850D93">
        <w:rPr>
          <w:lang w:eastAsia="ko-KR"/>
        </w:rPr>
        <w:t>-</w:t>
      </w:r>
      <w:r w:rsidRPr="00850D93">
        <w:rPr>
          <w:lang w:eastAsia="ko-KR"/>
        </w:rPr>
        <w:tab/>
      </w:r>
      <w:r w:rsidRPr="00850D93">
        <w:t xml:space="preserve">for UM DRBs and SRBs, </w:t>
      </w:r>
      <w:r w:rsidRPr="00850D93">
        <w:rPr>
          <w:lang w:eastAsia="ko-KR"/>
        </w:rPr>
        <w:t>set TX_NEXT to the initial value;</w:t>
      </w:r>
    </w:p>
    <w:p w14:paraId="29A2D9C7" w14:textId="77777777" w:rsidR="0052516E" w:rsidRPr="00850D93" w:rsidRDefault="0052516E" w:rsidP="0052516E">
      <w:pPr>
        <w:pStyle w:val="B1"/>
        <w:rPr>
          <w:lang w:eastAsia="ko-KR"/>
        </w:rPr>
      </w:pPr>
      <w:r w:rsidRPr="00850D93">
        <w:rPr>
          <w:lang w:eastAsia="ko-KR"/>
        </w:rPr>
        <w:t>-</w:t>
      </w:r>
      <w:r w:rsidRPr="00850D93">
        <w:rPr>
          <w:lang w:eastAsia="ko-KR"/>
        </w:rPr>
        <w:tab/>
        <w:t>for SRBs, discard all stored PDCP SDUs and PDCP PDUs;</w:t>
      </w:r>
    </w:p>
    <w:p w14:paraId="67897404" w14:textId="77777777" w:rsidR="0052516E" w:rsidRPr="00850D93" w:rsidRDefault="0052516E" w:rsidP="0052516E">
      <w:pPr>
        <w:pStyle w:val="B1"/>
        <w:rPr>
          <w:lang w:eastAsia="ko-KR"/>
        </w:rPr>
      </w:pPr>
      <w:r w:rsidRPr="00850D93">
        <w:rPr>
          <w:lang w:eastAsia="ko-KR"/>
        </w:rPr>
        <w:t>-</w:t>
      </w:r>
      <w:r w:rsidRPr="00850D93">
        <w:rPr>
          <w:lang w:eastAsia="ko-KR"/>
        </w:rPr>
        <w:tab/>
        <w:t>apply</w:t>
      </w:r>
      <w:r w:rsidRPr="00850D93">
        <w:t xml:space="preserve"> the ciphering algorithm and key provided by upper layers during the PDCP entity re-establishment procedure</w:t>
      </w:r>
      <w:r w:rsidRPr="00850D93">
        <w:rPr>
          <w:lang w:eastAsia="ko-KR"/>
        </w:rPr>
        <w:t>;</w:t>
      </w:r>
    </w:p>
    <w:p w14:paraId="1F34BDA8" w14:textId="77777777" w:rsidR="0052516E" w:rsidRPr="00850D93" w:rsidRDefault="0052516E" w:rsidP="0052516E">
      <w:pPr>
        <w:pStyle w:val="B1"/>
        <w:rPr>
          <w:lang w:eastAsia="ko-KR"/>
        </w:rPr>
      </w:pPr>
      <w:r w:rsidRPr="00850D93">
        <w:lastRenderedPageBreak/>
        <w:t>-</w:t>
      </w:r>
      <w:r w:rsidRPr="00850D93">
        <w:tab/>
      </w:r>
      <w:r w:rsidRPr="00850D93">
        <w:rPr>
          <w:lang w:eastAsia="ko-KR"/>
        </w:rPr>
        <w:t>apply</w:t>
      </w:r>
      <w:r w:rsidRPr="00850D93">
        <w:t xml:space="preserve"> the integrity protection algorithm and key provided by upper layers during the PDCP entity re-establishment procedure;</w:t>
      </w:r>
    </w:p>
    <w:p w14:paraId="455CA7B4" w14:textId="77777777" w:rsidR="00916C5A" w:rsidRPr="00850D93" w:rsidRDefault="0052516E" w:rsidP="00916C5A">
      <w:pPr>
        <w:pStyle w:val="B1"/>
        <w:rPr>
          <w:lang w:eastAsia="ko-KR"/>
        </w:rPr>
      </w:pPr>
      <w:r w:rsidRPr="00850D93">
        <w:rPr>
          <w:lang w:eastAsia="ko-KR"/>
        </w:rPr>
        <w:t>-</w:t>
      </w:r>
      <w:r w:rsidRPr="00850D93">
        <w:rPr>
          <w:lang w:eastAsia="ko-KR"/>
        </w:rPr>
        <w:tab/>
        <w:t xml:space="preserve">for UM DRBs, for </w:t>
      </w:r>
      <w:r w:rsidRPr="00850D93">
        <w:t xml:space="preserve">each PDCP SDU already associated with a PDCP </w:t>
      </w:r>
      <w:r w:rsidRPr="00850D93">
        <w:rPr>
          <w:lang w:eastAsia="ko-KR"/>
        </w:rPr>
        <w:t>SN</w:t>
      </w:r>
      <w:r w:rsidRPr="00850D93">
        <w:t xml:space="preserve"> but for which a corresponding PDU has not previously been submitted to lower layers</w:t>
      </w:r>
      <w:r w:rsidR="00916C5A" w:rsidRPr="00850D93">
        <w:t>, and;</w:t>
      </w:r>
    </w:p>
    <w:p w14:paraId="0E9A7DC9" w14:textId="447A7CF0" w:rsidR="0052516E" w:rsidRPr="00850D93" w:rsidRDefault="00916C5A" w:rsidP="00916C5A">
      <w:pPr>
        <w:pStyle w:val="B1"/>
        <w:rPr>
          <w:lang w:eastAsia="ko-KR"/>
        </w:rPr>
      </w:pPr>
      <w:r w:rsidRPr="00850D93">
        <w:rPr>
          <w:lang w:eastAsia="ko-KR"/>
        </w:rPr>
        <w:t>-</w:t>
      </w:r>
      <w:r w:rsidRPr="00850D93">
        <w:rPr>
          <w:lang w:eastAsia="ko-KR"/>
        </w:rPr>
        <w:tab/>
        <w:t>for AM DRBs</w:t>
      </w:r>
      <w:r w:rsidR="00333B1E" w:rsidRPr="00850D93">
        <w:t xml:space="preserve"> </w:t>
      </w:r>
      <w:r w:rsidR="00333B1E" w:rsidRPr="00850D93">
        <w:rPr>
          <w:lang w:eastAsia="ko-KR"/>
        </w:rPr>
        <w:t>whose PDCP entities were suspended</w:t>
      </w:r>
      <w:r w:rsidRPr="00850D93">
        <w:rPr>
          <w:lang w:eastAsia="ko-KR"/>
        </w:rPr>
        <w:t>, from the first PDCP SDU for which the successful delivery of the corresponding PDCP Data PDU has not been confirmed by lower layers, for each PDCP SDU already associated with a PDCP SN:</w:t>
      </w:r>
    </w:p>
    <w:p w14:paraId="57D82FE1" w14:textId="77777777" w:rsidR="0052516E" w:rsidRPr="00850D93" w:rsidRDefault="0052516E" w:rsidP="0052516E">
      <w:pPr>
        <w:pStyle w:val="B2"/>
        <w:rPr>
          <w:lang w:eastAsia="ko-KR"/>
        </w:rPr>
      </w:pPr>
      <w:r w:rsidRPr="00850D93">
        <w:rPr>
          <w:lang w:eastAsia="ko-KR"/>
        </w:rPr>
        <w:t>-</w:t>
      </w:r>
      <w:r w:rsidRPr="00850D93">
        <w:rPr>
          <w:lang w:eastAsia="ko-KR"/>
        </w:rPr>
        <w:tab/>
        <w:t>consider the PDCP SDUs as received from upper layer;</w:t>
      </w:r>
    </w:p>
    <w:p w14:paraId="1BB1BCDB" w14:textId="77777777" w:rsidR="0052516E" w:rsidRPr="00850D93" w:rsidRDefault="0052516E" w:rsidP="0052516E">
      <w:pPr>
        <w:pStyle w:val="B2"/>
        <w:rPr>
          <w:lang w:eastAsia="ko-KR"/>
        </w:rPr>
      </w:pPr>
      <w:r w:rsidRPr="00850D93">
        <w:rPr>
          <w:lang w:eastAsia="ko-KR"/>
        </w:rPr>
        <w:t>-</w:t>
      </w:r>
      <w:r w:rsidRPr="00850D93">
        <w:rPr>
          <w:lang w:eastAsia="ko-KR"/>
        </w:rPr>
        <w:tab/>
      </w:r>
      <w:r w:rsidRPr="00850D93">
        <w:t>perform transmission</w:t>
      </w:r>
      <w:r w:rsidRPr="00850D93">
        <w:rPr>
          <w:lang w:eastAsia="ko-KR"/>
        </w:rPr>
        <w:t xml:space="preserve"> of the PDCP SDUs </w:t>
      </w:r>
      <w:r w:rsidRPr="00850D93">
        <w:t xml:space="preserve">in ascending order of the COUNT value associated to the </w:t>
      </w:r>
      <w:r w:rsidRPr="00850D93">
        <w:rPr>
          <w:lang w:eastAsia="ko-KR"/>
        </w:rPr>
        <w:t xml:space="preserve">PDCP </w:t>
      </w:r>
      <w:r w:rsidRPr="00850D93">
        <w:t xml:space="preserve">SDU prior to the PDCP re-establishment without </w:t>
      </w:r>
      <w:r w:rsidRPr="00850D93">
        <w:rPr>
          <w:lang w:eastAsia="ko-KR"/>
        </w:rPr>
        <w:t>re</w:t>
      </w:r>
      <w:r w:rsidRPr="00850D93">
        <w:t xml:space="preserve">starting the </w:t>
      </w:r>
      <w:r w:rsidRPr="00850D93">
        <w:rPr>
          <w:i/>
        </w:rPr>
        <w:t>discardTimer</w:t>
      </w:r>
      <w:r w:rsidRPr="00850D93">
        <w:t>, as specified in clause 5.2.1</w:t>
      </w:r>
      <w:r w:rsidRPr="00850D93">
        <w:rPr>
          <w:lang w:eastAsia="ko-KR"/>
        </w:rPr>
        <w:t>;</w:t>
      </w:r>
    </w:p>
    <w:p w14:paraId="0CA6E98A" w14:textId="57B697BF" w:rsidR="0052516E" w:rsidRPr="00850D93" w:rsidRDefault="0052516E" w:rsidP="0052516E">
      <w:pPr>
        <w:pStyle w:val="B1"/>
        <w:rPr>
          <w:lang w:eastAsia="ko-KR"/>
        </w:rPr>
      </w:pPr>
      <w:r w:rsidRPr="00850D93">
        <w:rPr>
          <w:lang w:eastAsia="ko-KR"/>
        </w:rPr>
        <w:t>-</w:t>
      </w:r>
      <w:r w:rsidRPr="00850D93">
        <w:rPr>
          <w:lang w:eastAsia="ko-KR"/>
        </w:rPr>
        <w:tab/>
        <w:t>for AM DRBs</w:t>
      </w:r>
      <w:r w:rsidR="00916C5A" w:rsidRPr="00850D93">
        <w:rPr>
          <w:lang w:eastAsia="ko-KR"/>
        </w:rPr>
        <w:t xml:space="preserve"> </w:t>
      </w:r>
      <w:r w:rsidR="00333B1E" w:rsidRPr="00850D93">
        <w:rPr>
          <w:lang w:eastAsia="ko-KR"/>
        </w:rPr>
        <w:t xml:space="preserve">whose PDCP entities </w:t>
      </w:r>
      <w:r w:rsidR="00916C5A" w:rsidRPr="00850D93">
        <w:rPr>
          <w:lang w:eastAsia="ko-KR"/>
        </w:rPr>
        <w:t>were not suspended</w:t>
      </w:r>
      <w:r w:rsidRPr="00850D93">
        <w:rPr>
          <w:lang w:eastAsia="ko-KR"/>
        </w:rPr>
        <w:t>, from the first PDCP SDU for which the successful delivery of the corresponding PDCP Data PDU has not been confirmed by lower layers,</w:t>
      </w:r>
      <w:r w:rsidRPr="00850D93">
        <w:t xml:space="preserve"> perform </w:t>
      </w:r>
      <w:r w:rsidRPr="00850D93">
        <w:rPr>
          <w:lang w:eastAsia="ko-KR"/>
        </w:rPr>
        <w:t xml:space="preserve">retransmission or </w:t>
      </w:r>
      <w:r w:rsidRPr="00850D93">
        <w:t>transmission</w:t>
      </w:r>
      <w:r w:rsidRPr="00850D93">
        <w:rPr>
          <w:lang w:eastAsia="ko-KR"/>
        </w:rPr>
        <w:t xml:space="preserve"> of all the PDCP SDUs already associated with PDCP SNs </w:t>
      </w:r>
      <w:r w:rsidRPr="00850D93">
        <w:t>in ascending order of the COUNT value</w:t>
      </w:r>
      <w:r w:rsidRPr="00850D93">
        <w:rPr>
          <w:lang w:eastAsia="ko-KR"/>
        </w:rPr>
        <w:t xml:space="preserve">s </w:t>
      </w:r>
      <w:r w:rsidRPr="00850D93">
        <w:t xml:space="preserve">associated to the </w:t>
      </w:r>
      <w:r w:rsidRPr="00850D93">
        <w:rPr>
          <w:lang w:eastAsia="ko-KR"/>
        </w:rPr>
        <w:t xml:space="preserve">PDCP </w:t>
      </w:r>
      <w:r w:rsidRPr="00850D93">
        <w:t xml:space="preserve">SDU prior to the PDCP entity re-establishment </w:t>
      </w:r>
      <w:r w:rsidRPr="00850D93">
        <w:rPr>
          <w:lang w:eastAsia="ko-KR"/>
        </w:rPr>
        <w:t>as specified below:</w:t>
      </w:r>
    </w:p>
    <w:p w14:paraId="7A5A0DA6" w14:textId="77777777" w:rsidR="0052516E" w:rsidRPr="00850D93" w:rsidRDefault="0052516E" w:rsidP="0052516E">
      <w:pPr>
        <w:pStyle w:val="B2"/>
        <w:rPr>
          <w:lang w:eastAsia="ko-KR"/>
        </w:rPr>
      </w:pPr>
      <w:r w:rsidRPr="00850D93">
        <w:rPr>
          <w:lang w:eastAsia="ko-KR"/>
        </w:rPr>
        <w:t>-</w:t>
      </w:r>
      <w:r w:rsidRPr="00850D93">
        <w:rPr>
          <w:lang w:eastAsia="ko-KR"/>
        </w:rPr>
        <w:tab/>
        <w:t>perform header compression of the PDCP SDU as specified in the clause 5.7.4;</w:t>
      </w:r>
    </w:p>
    <w:p w14:paraId="6BCA942F" w14:textId="77777777" w:rsidR="0052516E" w:rsidRPr="00850D93" w:rsidRDefault="0052516E" w:rsidP="0052516E">
      <w:pPr>
        <w:pStyle w:val="B2"/>
        <w:rPr>
          <w:lang w:eastAsia="ko-KR"/>
        </w:rPr>
      </w:pPr>
      <w:r w:rsidRPr="00850D93">
        <w:rPr>
          <w:lang w:eastAsia="ko-KR"/>
        </w:rPr>
        <w:t>-</w:t>
      </w:r>
      <w:r w:rsidRPr="00850D93">
        <w:rPr>
          <w:lang w:eastAsia="ko-KR"/>
        </w:rPr>
        <w:tab/>
        <w:t>perform integrity protection and ciphering of the PDCP SDU using the COUNT value associated with this PDCP SDU as specified in the clause 5.9 and 5.8;</w:t>
      </w:r>
    </w:p>
    <w:p w14:paraId="55A3CB14" w14:textId="77777777" w:rsidR="0052516E" w:rsidRPr="00850D93" w:rsidRDefault="0052516E" w:rsidP="0052516E">
      <w:pPr>
        <w:pStyle w:val="B2"/>
        <w:rPr>
          <w:lang w:eastAsia="ko-KR"/>
        </w:rPr>
      </w:pPr>
      <w:r w:rsidRPr="00850D93">
        <w:rPr>
          <w:lang w:eastAsia="ko-KR"/>
        </w:rPr>
        <w:t>-</w:t>
      </w:r>
      <w:r w:rsidRPr="00850D93">
        <w:rPr>
          <w:lang w:eastAsia="ko-KR"/>
        </w:rPr>
        <w:tab/>
        <w:t>submit the resulting PDCP Data PDU to lower layer, as specified in clause 5.2.1.</w:t>
      </w:r>
    </w:p>
    <w:p w14:paraId="07B2AFC9" w14:textId="77777777" w:rsidR="0052516E" w:rsidRPr="00850D93" w:rsidRDefault="0052516E" w:rsidP="0052516E">
      <w:r w:rsidRPr="00850D93">
        <w:t>When upper layers request a PDCP entity re-establishment, the receiving PDCP entity shall:</w:t>
      </w:r>
    </w:p>
    <w:p w14:paraId="6D0E6C9C" w14:textId="77777777" w:rsidR="0052516E" w:rsidRPr="00850D93" w:rsidRDefault="0052516E" w:rsidP="0052516E">
      <w:pPr>
        <w:pStyle w:val="B1"/>
        <w:rPr>
          <w:lang w:eastAsia="ko-KR"/>
        </w:rPr>
      </w:pPr>
      <w:bookmarkStart w:id="51" w:name="Signet15"/>
      <w:bookmarkEnd w:id="51"/>
      <w:r w:rsidRPr="00850D93">
        <w:rPr>
          <w:lang w:eastAsia="zh-CN"/>
        </w:rPr>
        <w:t>-</w:t>
      </w:r>
      <w:r w:rsidRPr="00850D93">
        <w:rPr>
          <w:lang w:eastAsia="zh-CN"/>
        </w:rPr>
        <w:tab/>
      </w:r>
      <w:r w:rsidRPr="00850D93">
        <w:rPr>
          <w:lang w:eastAsia="ko-KR"/>
        </w:rPr>
        <w:t>process the PDCP Data PDUs that are received from lower layers due to the re-establishment of the lower layers, as specified in the clause 5.2.2.1;</w:t>
      </w:r>
    </w:p>
    <w:p w14:paraId="5D699E85" w14:textId="77777777" w:rsidR="0052516E" w:rsidRPr="00850D93" w:rsidRDefault="0052516E" w:rsidP="0052516E">
      <w:pPr>
        <w:pStyle w:val="B1"/>
        <w:rPr>
          <w:lang w:eastAsia="zh-CN"/>
        </w:rPr>
      </w:pPr>
      <w:r w:rsidRPr="00850D93">
        <w:rPr>
          <w:lang w:eastAsia="zh-CN"/>
        </w:rPr>
        <w:t>-</w:t>
      </w:r>
      <w:r w:rsidRPr="00850D93">
        <w:rPr>
          <w:lang w:eastAsia="zh-CN"/>
        </w:rPr>
        <w:tab/>
        <w:t>for SRBs, discard</w:t>
      </w:r>
      <w:r w:rsidRPr="00850D93">
        <w:rPr>
          <w:lang w:eastAsia="ko-KR"/>
        </w:rPr>
        <w:t xml:space="preserve"> </w:t>
      </w:r>
      <w:r w:rsidRPr="00850D93">
        <w:t>all stored PDCP SDUs and PDCP PDUs;</w:t>
      </w:r>
    </w:p>
    <w:p w14:paraId="37F34C47" w14:textId="77777777" w:rsidR="0052516E" w:rsidRPr="00850D93" w:rsidRDefault="0052516E" w:rsidP="0052516E">
      <w:pPr>
        <w:pStyle w:val="B1"/>
        <w:rPr>
          <w:lang w:eastAsia="ko-KR"/>
        </w:rPr>
      </w:pPr>
      <w:r w:rsidRPr="00850D93">
        <w:rPr>
          <w:lang w:eastAsia="ko-KR"/>
        </w:rPr>
        <w:t>-</w:t>
      </w:r>
      <w:r w:rsidRPr="00850D93">
        <w:rPr>
          <w:lang w:eastAsia="ko-KR"/>
        </w:rPr>
        <w:tab/>
        <w:t xml:space="preserve">for SRBs and UM DRBs, if </w:t>
      </w:r>
      <w:r w:rsidRPr="00850D93">
        <w:rPr>
          <w:i/>
          <w:lang w:eastAsia="ko-KR"/>
        </w:rPr>
        <w:t>t-Reordering</w:t>
      </w:r>
      <w:r w:rsidRPr="00850D93">
        <w:rPr>
          <w:lang w:eastAsia="ko-KR"/>
        </w:rPr>
        <w:t xml:space="preserve"> is running:</w:t>
      </w:r>
    </w:p>
    <w:p w14:paraId="0BC21238" w14:textId="77777777" w:rsidR="0052516E" w:rsidRPr="00850D93" w:rsidRDefault="0052516E" w:rsidP="0052516E">
      <w:pPr>
        <w:pStyle w:val="B2"/>
        <w:rPr>
          <w:lang w:eastAsia="ko-KR"/>
        </w:rPr>
      </w:pPr>
      <w:r w:rsidRPr="00850D93">
        <w:rPr>
          <w:lang w:eastAsia="ko-KR"/>
        </w:rPr>
        <w:t>-</w:t>
      </w:r>
      <w:r w:rsidRPr="00850D93">
        <w:rPr>
          <w:lang w:eastAsia="ko-KR"/>
        </w:rPr>
        <w:tab/>
        <w:t xml:space="preserve">stop and reset </w:t>
      </w:r>
      <w:r w:rsidRPr="00850D93">
        <w:rPr>
          <w:i/>
          <w:lang w:eastAsia="ko-KR"/>
        </w:rPr>
        <w:t>t-Reordering</w:t>
      </w:r>
      <w:r w:rsidRPr="00850D93">
        <w:rPr>
          <w:lang w:eastAsia="ko-KR"/>
        </w:rPr>
        <w:t>;</w:t>
      </w:r>
    </w:p>
    <w:p w14:paraId="2F419A54" w14:textId="77777777" w:rsidR="0052516E" w:rsidRPr="00850D93" w:rsidRDefault="0052516E" w:rsidP="0052516E">
      <w:pPr>
        <w:pStyle w:val="B2"/>
        <w:rPr>
          <w:lang w:eastAsia="ko-KR"/>
        </w:rPr>
      </w:pPr>
      <w:r w:rsidRPr="00850D93">
        <w:rPr>
          <w:lang w:eastAsia="ko-KR"/>
        </w:rPr>
        <w:t>-</w:t>
      </w:r>
      <w:r w:rsidRPr="00850D93">
        <w:rPr>
          <w:lang w:eastAsia="ko-KR"/>
        </w:rPr>
        <w:tab/>
        <w:t>for UM DRBs, deliver all stored PDCP SDUs to the upper layers in ascending order of associated COUNT values after performing header decompression;</w:t>
      </w:r>
    </w:p>
    <w:p w14:paraId="02CA53E6" w14:textId="77777777" w:rsidR="0052516E" w:rsidRPr="00850D93" w:rsidRDefault="0052516E" w:rsidP="0052516E">
      <w:pPr>
        <w:pStyle w:val="B1"/>
        <w:rPr>
          <w:lang w:eastAsia="ko-KR"/>
        </w:rPr>
      </w:pPr>
      <w:r w:rsidRPr="00850D93">
        <w:rPr>
          <w:lang w:eastAsia="ko-KR"/>
        </w:rPr>
        <w:t>-</w:t>
      </w:r>
      <w:r w:rsidRPr="00850D93">
        <w:rPr>
          <w:lang w:eastAsia="ko-KR"/>
        </w:rPr>
        <w:tab/>
        <w:t xml:space="preserve">for AM DRBs, perform header decompression for all stored PDCP SDUs if </w:t>
      </w:r>
      <w:r w:rsidRPr="00850D93">
        <w:rPr>
          <w:i/>
          <w:lang w:eastAsia="ko-KR"/>
        </w:rPr>
        <w:t>drb-ContinueROHC</w:t>
      </w:r>
      <w:r w:rsidRPr="00850D93">
        <w:rPr>
          <w:lang w:eastAsia="ko-KR"/>
        </w:rPr>
        <w:t xml:space="preserve"> is not configured in </w:t>
      </w:r>
      <w:r w:rsidRPr="00850D93">
        <w:t>TS 38.331</w:t>
      </w:r>
      <w:r w:rsidRPr="00850D93">
        <w:rPr>
          <w:lang w:eastAsia="ko-KR"/>
        </w:rPr>
        <w:t xml:space="preserve"> [3];</w:t>
      </w:r>
    </w:p>
    <w:p w14:paraId="270147B1" w14:textId="77777777" w:rsidR="0052516E" w:rsidRPr="00850D93" w:rsidRDefault="0052516E" w:rsidP="0052516E">
      <w:pPr>
        <w:pStyle w:val="B1"/>
      </w:pPr>
      <w:r w:rsidRPr="00850D93">
        <w:t>-</w:t>
      </w:r>
      <w:r w:rsidRPr="00850D93">
        <w:tab/>
        <w:t xml:space="preserve">for UM DRBs </w:t>
      </w:r>
      <w:r w:rsidRPr="00850D93">
        <w:rPr>
          <w:lang w:eastAsia="ko-KR"/>
        </w:rPr>
        <w:t>and AM DRBs</w:t>
      </w:r>
      <w:r w:rsidRPr="00850D93">
        <w:t xml:space="preserve">, reset the header compression </w:t>
      </w:r>
      <w:r w:rsidRPr="00850D93">
        <w:rPr>
          <w:lang w:eastAsia="ko-KR"/>
        </w:rPr>
        <w:t>protocol for downlink</w:t>
      </w:r>
      <w:r w:rsidRPr="00850D93">
        <w:t xml:space="preserve"> and start with NC state in U-mode (as defined in RFC 3095 [8] and RFC 4815 [9])</w:t>
      </w:r>
      <w:r w:rsidRPr="00850D93">
        <w:rPr>
          <w:lang w:eastAsia="ko-KR"/>
        </w:rPr>
        <w:t xml:space="preserve"> if </w:t>
      </w:r>
      <w:r w:rsidRPr="00850D93">
        <w:rPr>
          <w:i/>
          <w:iCs/>
        </w:rPr>
        <w:t>drb-ContinueROHC</w:t>
      </w:r>
      <w:r w:rsidRPr="00850D93">
        <w:rPr>
          <w:lang w:eastAsia="ko-KR"/>
        </w:rPr>
        <w:t xml:space="preserve"> is not configured in </w:t>
      </w:r>
      <w:r w:rsidRPr="00850D93">
        <w:t>TS 38.331</w:t>
      </w:r>
      <w:r w:rsidRPr="00850D93">
        <w:rPr>
          <w:lang w:eastAsia="ko-KR"/>
        </w:rPr>
        <w:t xml:space="preserve"> [3]</w:t>
      </w:r>
      <w:r w:rsidRPr="00850D93">
        <w:t>;</w:t>
      </w:r>
    </w:p>
    <w:p w14:paraId="7728206D" w14:textId="77777777" w:rsidR="0052516E" w:rsidRPr="00850D93" w:rsidRDefault="0052516E" w:rsidP="0052516E">
      <w:pPr>
        <w:pStyle w:val="B1"/>
        <w:rPr>
          <w:lang w:eastAsia="ko-KR"/>
        </w:rPr>
      </w:pPr>
      <w:r w:rsidRPr="00850D93">
        <w:t>-</w:t>
      </w:r>
      <w:r w:rsidRPr="00850D93">
        <w:tab/>
        <w:t xml:space="preserve">for UM DRBs and SRBs, set RX_NEXT and RX_DELIV to </w:t>
      </w:r>
      <w:r w:rsidRPr="00850D93">
        <w:rPr>
          <w:lang w:eastAsia="ko-KR"/>
        </w:rPr>
        <w:t>the initial value</w:t>
      </w:r>
      <w:r w:rsidRPr="00850D93">
        <w:t>;</w:t>
      </w:r>
    </w:p>
    <w:p w14:paraId="5970DF3F" w14:textId="77777777" w:rsidR="0052516E" w:rsidRPr="00850D93" w:rsidRDefault="0052516E" w:rsidP="0052516E">
      <w:pPr>
        <w:pStyle w:val="B1"/>
      </w:pPr>
      <w:r w:rsidRPr="00850D93">
        <w:rPr>
          <w:lang w:eastAsia="ko-KR"/>
        </w:rPr>
        <w:t>-</w:t>
      </w:r>
      <w:r w:rsidRPr="00850D93">
        <w:rPr>
          <w:lang w:eastAsia="ko-KR"/>
        </w:rPr>
        <w:tab/>
        <w:t>apply</w:t>
      </w:r>
      <w:r w:rsidRPr="00850D93">
        <w:t xml:space="preserve"> the ciphering algorithm and key provided by upper layers during the PDCP entity re-establishment procedure;</w:t>
      </w:r>
    </w:p>
    <w:p w14:paraId="5A315238" w14:textId="77777777" w:rsidR="0052516E" w:rsidRPr="00850D93" w:rsidRDefault="0052516E" w:rsidP="0052516E">
      <w:pPr>
        <w:pStyle w:val="B1"/>
      </w:pPr>
      <w:r w:rsidRPr="00850D93">
        <w:t>-</w:t>
      </w:r>
      <w:r w:rsidRPr="00850D93">
        <w:tab/>
      </w:r>
      <w:r w:rsidRPr="00850D93">
        <w:rPr>
          <w:lang w:eastAsia="ko-KR"/>
        </w:rPr>
        <w:t>apply</w:t>
      </w:r>
      <w:r w:rsidRPr="00850D93">
        <w:t xml:space="preserve"> the integrity protection algorithm and key provided by upper layers during the PDCP entity re-establishment procedure.</w:t>
      </w:r>
    </w:p>
    <w:p w14:paraId="312C227C" w14:textId="77777777" w:rsidR="0052516E" w:rsidRPr="00850D93" w:rsidRDefault="0052516E" w:rsidP="0052516E">
      <w:pPr>
        <w:pStyle w:val="Heading3"/>
        <w:rPr>
          <w:lang w:eastAsia="ko-KR"/>
        </w:rPr>
      </w:pPr>
      <w:bookmarkStart w:id="52" w:name="_Toc12616332"/>
      <w:bookmarkStart w:id="53" w:name="_Toc76549140"/>
      <w:r w:rsidRPr="00850D93">
        <w:rPr>
          <w:lang w:eastAsia="ko-KR"/>
        </w:rPr>
        <w:t>5.1.3</w:t>
      </w:r>
      <w:r w:rsidRPr="00850D93">
        <w:rPr>
          <w:lang w:eastAsia="ko-KR"/>
        </w:rPr>
        <w:tab/>
        <w:t>PDCP entity release</w:t>
      </w:r>
      <w:bookmarkEnd w:id="52"/>
      <w:bookmarkEnd w:id="53"/>
    </w:p>
    <w:p w14:paraId="0533B75B" w14:textId="77777777" w:rsidR="0052516E" w:rsidRPr="00850D93" w:rsidRDefault="0052516E" w:rsidP="0052516E">
      <w:pPr>
        <w:rPr>
          <w:lang w:eastAsia="ko-KR"/>
        </w:rPr>
      </w:pPr>
      <w:r w:rsidRPr="00850D93">
        <w:t>When upper layers request a PDCP entity release for a radio bearer</w:t>
      </w:r>
      <w:r w:rsidRPr="00850D93">
        <w:rPr>
          <w:lang w:eastAsia="ko-KR"/>
        </w:rPr>
        <w:t>, the UE shall:</w:t>
      </w:r>
    </w:p>
    <w:p w14:paraId="2C0DDC67" w14:textId="77777777" w:rsidR="0052516E" w:rsidRPr="00850D93" w:rsidRDefault="0052516E" w:rsidP="0052516E">
      <w:pPr>
        <w:pStyle w:val="B1"/>
        <w:rPr>
          <w:lang w:eastAsia="ko-KR"/>
        </w:rPr>
      </w:pPr>
      <w:r w:rsidRPr="00850D93">
        <w:rPr>
          <w:lang w:eastAsia="ko-KR"/>
        </w:rPr>
        <w:t>-</w:t>
      </w:r>
      <w:r w:rsidRPr="00850D93">
        <w:rPr>
          <w:lang w:eastAsia="ko-KR"/>
        </w:rPr>
        <w:tab/>
        <w:t xml:space="preserve">discard </w:t>
      </w:r>
      <w:r w:rsidRPr="00850D93">
        <w:t>all stored PDCP SDUs and PDCP PDUs in the transmitting PDCP entity;</w:t>
      </w:r>
    </w:p>
    <w:p w14:paraId="2ACD13B1" w14:textId="77777777" w:rsidR="0052516E" w:rsidRPr="00850D93" w:rsidRDefault="0052516E" w:rsidP="0052516E">
      <w:pPr>
        <w:pStyle w:val="B1"/>
        <w:rPr>
          <w:lang w:eastAsia="ko-KR"/>
        </w:rPr>
      </w:pPr>
      <w:r w:rsidRPr="00850D93">
        <w:rPr>
          <w:lang w:eastAsia="ko-KR"/>
        </w:rPr>
        <w:t>-</w:t>
      </w:r>
      <w:r w:rsidRPr="00850D93">
        <w:rPr>
          <w:lang w:eastAsia="ko-KR"/>
        </w:rPr>
        <w:tab/>
        <w:t>for UM DRBs and AM DRBs, deliver the PDCP SDUs stored in the receiving PDCP entity to upper layers in ascending order of associated COUNT values after performing header decompression, if not decompressed before;</w:t>
      </w:r>
    </w:p>
    <w:p w14:paraId="18793097" w14:textId="77777777" w:rsidR="0052516E" w:rsidRPr="00850D93" w:rsidRDefault="0052516E" w:rsidP="0052516E">
      <w:pPr>
        <w:pStyle w:val="B1"/>
        <w:rPr>
          <w:lang w:eastAsia="ko-KR"/>
        </w:rPr>
      </w:pPr>
      <w:r w:rsidRPr="00850D93">
        <w:rPr>
          <w:lang w:eastAsia="ko-KR"/>
        </w:rPr>
        <w:t>-</w:t>
      </w:r>
      <w:r w:rsidRPr="00850D93">
        <w:rPr>
          <w:lang w:eastAsia="ko-KR"/>
        </w:rPr>
        <w:tab/>
        <w:t>release the PDCP entity for the radio bearer.</w:t>
      </w:r>
    </w:p>
    <w:p w14:paraId="7C49C8AC" w14:textId="77777777" w:rsidR="005F12E2" w:rsidRPr="00850D93" w:rsidRDefault="005F12E2" w:rsidP="005F12E2">
      <w:pPr>
        <w:pStyle w:val="Heading3"/>
        <w:rPr>
          <w:lang w:eastAsia="ko-KR"/>
        </w:rPr>
      </w:pPr>
      <w:bookmarkStart w:id="54" w:name="_Toc12616333"/>
      <w:bookmarkStart w:id="55" w:name="_Toc76549141"/>
      <w:r w:rsidRPr="00850D93">
        <w:rPr>
          <w:lang w:eastAsia="ko-KR"/>
        </w:rPr>
        <w:lastRenderedPageBreak/>
        <w:t>5.1.4</w:t>
      </w:r>
      <w:r w:rsidRPr="00850D93">
        <w:rPr>
          <w:lang w:eastAsia="ko-KR"/>
        </w:rPr>
        <w:tab/>
        <w:t>PDCP entity suspend</w:t>
      </w:r>
      <w:bookmarkEnd w:id="54"/>
      <w:bookmarkEnd w:id="55"/>
    </w:p>
    <w:p w14:paraId="35A47B0D" w14:textId="77777777" w:rsidR="005F12E2" w:rsidRPr="00850D93" w:rsidRDefault="005F12E2" w:rsidP="005F12E2">
      <w:pPr>
        <w:rPr>
          <w:lang w:eastAsia="ko-KR"/>
        </w:rPr>
      </w:pPr>
      <w:r w:rsidRPr="00850D93">
        <w:rPr>
          <w:lang w:eastAsia="ko-KR"/>
        </w:rPr>
        <w:t>When upper layers request a PDCP entity suspend, the transmitting PDCP entity shall:</w:t>
      </w:r>
    </w:p>
    <w:p w14:paraId="02117246" w14:textId="77777777" w:rsidR="005F12E2" w:rsidRPr="00850D93" w:rsidRDefault="005F12E2" w:rsidP="005F12E2">
      <w:pPr>
        <w:pStyle w:val="B1"/>
        <w:rPr>
          <w:lang w:eastAsia="ko-KR"/>
        </w:rPr>
      </w:pPr>
      <w:r w:rsidRPr="00850D93">
        <w:rPr>
          <w:lang w:eastAsia="ko-KR"/>
        </w:rPr>
        <w:t>-</w:t>
      </w:r>
      <w:r w:rsidRPr="00850D93">
        <w:rPr>
          <w:lang w:eastAsia="ko-KR"/>
        </w:rPr>
        <w:tab/>
        <w:t>set TX_NEXT to the initial value;</w:t>
      </w:r>
    </w:p>
    <w:p w14:paraId="7259A505" w14:textId="77777777" w:rsidR="005F12E2" w:rsidRPr="00850D93" w:rsidRDefault="005F12E2" w:rsidP="005F12E2">
      <w:pPr>
        <w:pStyle w:val="B1"/>
        <w:rPr>
          <w:lang w:eastAsia="ko-KR"/>
        </w:rPr>
      </w:pPr>
      <w:r w:rsidRPr="00850D93">
        <w:rPr>
          <w:lang w:eastAsia="ko-KR"/>
        </w:rPr>
        <w:t>-</w:t>
      </w:r>
      <w:r w:rsidRPr="00850D93">
        <w:rPr>
          <w:lang w:eastAsia="ko-KR"/>
        </w:rPr>
        <w:tab/>
        <w:t>discard all stored PDCP PDUs;</w:t>
      </w:r>
    </w:p>
    <w:p w14:paraId="741C967E" w14:textId="77777777" w:rsidR="005F12E2" w:rsidRPr="00850D93" w:rsidRDefault="005F12E2" w:rsidP="005F12E2">
      <w:pPr>
        <w:rPr>
          <w:lang w:eastAsia="ko-KR"/>
        </w:rPr>
      </w:pPr>
      <w:r w:rsidRPr="00850D93">
        <w:rPr>
          <w:lang w:eastAsia="ko-KR"/>
        </w:rPr>
        <w:t>When upper layers request a PDCP entity suspend, the receiving PDCP entity shall:</w:t>
      </w:r>
    </w:p>
    <w:p w14:paraId="07C66347" w14:textId="77777777" w:rsidR="005F12E2" w:rsidRPr="00850D93" w:rsidRDefault="005F12E2" w:rsidP="005F12E2">
      <w:pPr>
        <w:pStyle w:val="B1"/>
        <w:rPr>
          <w:lang w:eastAsia="ko-KR"/>
        </w:rPr>
      </w:pPr>
      <w:r w:rsidRPr="00850D93">
        <w:rPr>
          <w:lang w:eastAsia="ko-KR"/>
        </w:rPr>
        <w:t>-</w:t>
      </w:r>
      <w:r w:rsidRPr="00850D93">
        <w:rPr>
          <w:lang w:eastAsia="ko-KR"/>
        </w:rPr>
        <w:tab/>
        <w:t>if t-</w:t>
      </w:r>
      <w:r w:rsidRPr="00850D93">
        <w:rPr>
          <w:i/>
          <w:lang w:eastAsia="ko-KR"/>
        </w:rPr>
        <w:t>Reordering</w:t>
      </w:r>
      <w:r w:rsidRPr="00850D93">
        <w:rPr>
          <w:lang w:eastAsia="ko-KR"/>
        </w:rPr>
        <w:t xml:space="preserve"> is running:</w:t>
      </w:r>
    </w:p>
    <w:p w14:paraId="60DB45E0" w14:textId="77777777" w:rsidR="005F12E2" w:rsidRPr="00850D93" w:rsidRDefault="005F12E2" w:rsidP="004F79A2">
      <w:pPr>
        <w:pStyle w:val="B2"/>
        <w:rPr>
          <w:lang w:eastAsia="ko-KR"/>
        </w:rPr>
      </w:pPr>
      <w:r w:rsidRPr="00850D93">
        <w:rPr>
          <w:lang w:eastAsia="ko-KR"/>
        </w:rPr>
        <w:t>-</w:t>
      </w:r>
      <w:r w:rsidRPr="00850D93">
        <w:rPr>
          <w:lang w:eastAsia="ko-KR"/>
        </w:rPr>
        <w:tab/>
        <w:t xml:space="preserve">stop and reset </w:t>
      </w:r>
      <w:r w:rsidRPr="00850D93">
        <w:rPr>
          <w:i/>
          <w:lang w:eastAsia="ko-KR"/>
        </w:rPr>
        <w:t>t-Reordering</w:t>
      </w:r>
      <w:r w:rsidRPr="00850D93">
        <w:rPr>
          <w:lang w:eastAsia="ko-KR"/>
        </w:rPr>
        <w:t>;</w:t>
      </w:r>
    </w:p>
    <w:p w14:paraId="57148D39" w14:textId="77777777" w:rsidR="005F12E2" w:rsidRPr="00850D93" w:rsidRDefault="005F12E2" w:rsidP="004F79A2">
      <w:pPr>
        <w:pStyle w:val="B2"/>
        <w:rPr>
          <w:lang w:eastAsia="ko-KR"/>
        </w:rPr>
      </w:pPr>
      <w:r w:rsidRPr="00850D93">
        <w:rPr>
          <w:lang w:eastAsia="ko-KR"/>
        </w:rPr>
        <w:t>-</w:t>
      </w:r>
      <w:r w:rsidRPr="00850D93">
        <w:rPr>
          <w:lang w:eastAsia="ko-KR"/>
        </w:rPr>
        <w:tab/>
        <w:t>deliver all stored PDCP SDUs to the upper layers in ascending order of associated COUNT values after performing header decompression;</w:t>
      </w:r>
    </w:p>
    <w:p w14:paraId="4A7A9E4C" w14:textId="77777777" w:rsidR="005F12E2" w:rsidRPr="00850D93" w:rsidRDefault="005F12E2" w:rsidP="005F12E2">
      <w:pPr>
        <w:pStyle w:val="B1"/>
        <w:rPr>
          <w:lang w:eastAsia="ko-KR"/>
        </w:rPr>
      </w:pPr>
      <w:r w:rsidRPr="00850D93">
        <w:rPr>
          <w:lang w:eastAsia="ko-KR"/>
        </w:rPr>
        <w:t>-</w:t>
      </w:r>
      <w:r w:rsidRPr="00850D93">
        <w:rPr>
          <w:lang w:eastAsia="ko-KR"/>
        </w:rPr>
        <w:tab/>
        <w:t>set RX_NEXT and RX_DELIV to the initial value.</w:t>
      </w:r>
    </w:p>
    <w:p w14:paraId="5D17943D" w14:textId="77777777" w:rsidR="0052516E" w:rsidRPr="00850D93" w:rsidRDefault="0052516E" w:rsidP="0052516E">
      <w:pPr>
        <w:pStyle w:val="Heading2"/>
      </w:pPr>
      <w:bookmarkStart w:id="56" w:name="_Toc12616334"/>
      <w:bookmarkStart w:id="57" w:name="_Toc76549142"/>
      <w:r w:rsidRPr="00850D93">
        <w:t>5.2</w:t>
      </w:r>
      <w:r w:rsidRPr="00850D93">
        <w:rPr>
          <w:sz w:val="24"/>
          <w:szCs w:val="24"/>
          <w:lang w:eastAsia="en-GB"/>
        </w:rPr>
        <w:tab/>
      </w:r>
      <w:r w:rsidRPr="00850D93">
        <w:t>Data transfer</w:t>
      </w:r>
      <w:bookmarkEnd w:id="56"/>
      <w:bookmarkEnd w:id="57"/>
    </w:p>
    <w:p w14:paraId="6C9EBEB3" w14:textId="77777777" w:rsidR="0052516E" w:rsidRPr="00850D93" w:rsidRDefault="0052516E" w:rsidP="0052516E">
      <w:pPr>
        <w:pStyle w:val="Heading3"/>
        <w:rPr>
          <w:lang w:eastAsia="ko-KR"/>
        </w:rPr>
      </w:pPr>
      <w:bookmarkStart w:id="58" w:name="_Toc12616335"/>
      <w:bookmarkStart w:id="59" w:name="_Toc76549143"/>
      <w:r w:rsidRPr="00850D93">
        <w:t>5.2.</w:t>
      </w:r>
      <w:r w:rsidRPr="00850D93">
        <w:rPr>
          <w:lang w:eastAsia="ko-KR"/>
        </w:rPr>
        <w:t>1</w:t>
      </w:r>
      <w:r w:rsidRPr="00850D93">
        <w:tab/>
        <w:t>Transmit operation</w:t>
      </w:r>
      <w:bookmarkEnd w:id="58"/>
      <w:bookmarkEnd w:id="59"/>
    </w:p>
    <w:p w14:paraId="2106D15D" w14:textId="77777777" w:rsidR="0052516E" w:rsidRPr="00850D93" w:rsidRDefault="0052516E" w:rsidP="0052516E">
      <w:pPr>
        <w:rPr>
          <w:snapToGrid w:val="0"/>
        </w:rPr>
      </w:pPr>
      <w:r w:rsidRPr="00850D93">
        <w:t>At reception of a PDCP SDU from upper layers</w:t>
      </w:r>
      <w:r w:rsidRPr="00850D93">
        <w:rPr>
          <w:lang w:eastAsia="ko-KR"/>
        </w:rPr>
        <w:t>,</w:t>
      </w:r>
      <w:r w:rsidRPr="00850D93">
        <w:rPr>
          <w:snapToGrid w:val="0"/>
        </w:rPr>
        <w:t xml:space="preserve"> the transmitting PDCP entity shall:</w:t>
      </w:r>
    </w:p>
    <w:p w14:paraId="1D9AABD6" w14:textId="77777777" w:rsidR="0052516E" w:rsidRPr="00850D93" w:rsidRDefault="0052516E" w:rsidP="0052516E">
      <w:pPr>
        <w:pStyle w:val="B1"/>
      </w:pPr>
      <w:r w:rsidRPr="00850D93">
        <w:t>-</w:t>
      </w:r>
      <w:r w:rsidRPr="00850D93">
        <w:tab/>
        <w:t xml:space="preserve">start the </w:t>
      </w:r>
      <w:r w:rsidRPr="00850D93">
        <w:rPr>
          <w:i/>
        </w:rPr>
        <w:t>discardTimer</w:t>
      </w:r>
      <w:r w:rsidRPr="00850D93">
        <w:t xml:space="preserve"> associated with this PDCP SDU</w:t>
      </w:r>
      <w:r w:rsidRPr="00850D93">
        <w:rPr>
          <w:lang w:eastAsia="ko-KR"/>
        </w:rPr>
        <w:t xml:space="preserve"> (if configured)</w:t>
      </w:r>
      <w:r w:rsidRPr="00850D93">
        <w:t>.</w:t>
      </w:r>
    </w:p>
    <w:p w14:paraId="51BEFC6B" w14:textId="77777777" w:rsidR="0052516E" w:rsidRPr="00850D93" w:rsidRDefault="0052516E" w:rsidP="0052516E">
      <w:pPr>
        <w:rPr>
          <w:snapToGrid w:val="0"/>
          <w:lang w:eastAsia="ko-KR"/>
        </w:rPr>
      </w:pPr>
      <w:r w:rsidRPr="00850D93">
        <w:rPr>
          <w:lang w:eastAsia="ko-KR"/>
        </w:rPr>
        <w:t>For</w:t>
      </w:r>
      <w:r w:rsidRPr="00850D93">
        <w:t xml:space="preserve"> a PDCP SDU </w:t>
      </w:r>
      <w:r w:rsidRPr="00850D93">
        <w:rPr>
          <w:lang w:eastAsia="ko-KR"/>
        </w:rPr>
        <w:t xml:space="preserve">received </w:t>
      </w:r>
      <w:r w:rsidRPr="00850D93">
        <w:t>from upper layers</w:t>
      </w:r>
      <w:r w:rsidRPr="00850D93">
        <w:rPr>
          <w:lang w:eastAsia="ko-KR"/>
        </w:rPr>
        <w:t>,</w:t>
      </w:r>
      <w:r w:rsidRPr="00850D93">
        <w:rPr>
          <w:snapToGrid w:val="0"/>
        </w:rPr>
        <w:t xml:space="preserve"> the transmitting PDCP entity shall:</w:t>
      </w:r>
    </w:p>
    <w:p w14:paraId="26E6803F" w14:textId="77777777" w:rsidR="0052516E" w:rsidRPr="00850D93" w:rsidRDefault="0052516E" w:rsidP="0052516E">
      <w:pPr>
        <w:pStyle w:val="B1"/>
      </w:pPr>
      <w:r w:rsidRPr="00850D93">
        <w:rPr>
          <w:snapToGrid w:val="0"/>
        </w:rPr>
        <w:t>-</w:t>
      </w:r>
      <w:r w:rsidRPr="00850D93">
        <w:rPr>
          <w:snapToGrid w:val="0"/>
        </w:rPr>
        <w:tab/>
        <w:t>associate the COUNT value corresponding to TX_NEXT</w:t>
      </w:r>
      <w:r w:rsidRPr="00850D93">
        <w:t xml:space="preserve"> to this PDCP SDU;</w:t>
      </w:r>
    </w:p>
    <w:p w14:paraId="73D2AF86" w14:textId="77777777" w:rsidR="0052516E" w:rsidRPr="00850D93" w:rsidRDefault="0052516E" w:rsidP="0052516E">
      <w:pPr>
        <w:pStyle w:val="NO"/>
      </w:pPr>
      <w:r w:rsidRPr="00850D93">
        <w:t>NOTE 1:</w:t>
      </w:r>
      <w:r w:rsidRPr="00850D93">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74A4A22F" w14:textId="77777777" w:rsidR="0052516E" w:rsidRPr="00850D93" w:rsidRDefault="0052516E" w:rsidP="0052516E">
      <w:pPr>
        <w:pStyle w:val="B1"/>
      </w:pPr>
      <w:r w:rsidRPr="00850D93">
        <w:t>-</w:t>
      </w:r>
      <w:r w:rsidRPr="00850D93">
        <w:tab/>
        <w:t xml:space="preserve">perform header compression of the </w:t>
      </w:r>
      <w:r w:rsidRPr="00850D93">
        <w:rPr>
          <w:lang w:eastAsia="ko-KR"/>
        </w:rPr>
        <w:t xml:space="preserve">PDCP </w:t>
      </w:r>
      <w:r w:rsidRPr="00850D93">
        <w:t>SDU</w:t>
      </w:r>
      <w:r w:rsidRPr="00850D93">
        <w:rPr>
          <w:lang w:eastAsia="ko-KR"/>
        </w:rPr>
        <w:t xml:space="preserve"> as specified in the clause 5.7.4</w:t>
      </w:r>
      <w:r w:rsidRPr="00850D93">
        <w:t>;</w:t>
      </w:r>
    </w:p>
    <w:p w14:paraId="6AEEE4AD" w14:textId="77777777" w:rsidR="0052516E" w:rsidRPr="00850D93" w:rsidRDefault="0052516E" w:rsidP="0052516E">
      <w:pPr>
        <w:pStyle w:val="B1"/>
      </w:pPr>
      <w:r w:rsidRPr="00850D93">
        <w:t>-</w:t>
      </w:r>
      <w:r w:rsidRPr="00850D93">
        <w:tab/>
        <w:t>perform integrity protection</w:t>
      </w:r>
      <w:r w:rsidRPr="00850D93">
        <w:rPr>
          <w:lang w:eastAsia="ko-KR"/>
        </w:rPr>
        <w:t>,</w:t>
      </w:r>
      <w:r w:rsidRPr="00850D93">
        <w:t xml:space="preserve"> and ciphering</w:t>
      </w:r>
      <w:r w:rsidRPr="00850D93">
        <w:rPr>
          <w:lang w:eastAsia="ko-KR"/>
        </w:rPr>
        <w:t xml:space="preserve"> </w:t>
      </w:r>
      <w:r w:rsidRPr="00850D93">
        <w:t>using the TX_NEXT</w:t>
      </w:r>
      <w:r w:rsidRPr="00850D93">
        <w:rPr>
          <w:lang w:eastAsia="ko-KR"/>
        </w:rPr>
        <w:t xml:space="preserve"> as specified in the clause 5.9 and 5.8, respectively</w:t>
      </w:r>
      <w:r w:rsidRPr="00850D93">
        <w:t>;</w:t>
      </w:r>
    </w:p>
    <w:p w14:paraId="69C7A792" w14:textId="77777777" w:rsidR="0052516E" w:rsidRPr="00850D93" w:rsidRDefault="0052516E" w:rsidP="0052516E">
      <w:pPr>
        <w:pStyle w:val="B1"/>
        <w:rPr>
          <w:lang w:eastAsia="ko-KR"/>
        </w:rPr>
      </w:pPr>
      <w:r w:rsidRPr="00850D93">
        <w:t>-</w:t>
      </w:r>
      <w:r w:rsidRPr="00850D93">
        <w:tab/>
        <w:t>set the PDCP SN of the PDCP Data PDU to TX_NEXT modulo 2</w:t>
      </w:r>
      <w:r w:rsidRPr="00850D93">
        <w:rPr>
          <w:vertAlign w:val="superscript"/>
        </w:rPr>
        <w:t>[</w:t>
      </w:r>
      <w:r w:rsidRPr="00850D93">
        <w:rPr>
          <w:rFonts w:eastAsia="MS Mincho"/>
          <w:i/>
          <w:vertAlign w:val="superscript"/>
        </w:rPr>
        <w:t>pdcp-SN-Size</w:t>
      </w:r>
      <w:r w:rsidR="009C572F" w:rsidRPr="00850D93">
        <w:rPr>
          <w:rFonts w:eastAsia="MS Mincho"/>
          <w:i/>
          <w:vertAlign w:val="superscript"/>
        </w:rPr>
        <w:t>UL</w:t>
      </w:r>
      <w:r w:rsidRPr="00850D93">
        <w:rPr>
          <w:vertAlign w:val="superscript"/>
        </w:rPr>
        <w:t>]</w:t>
      </w:r>
      <w:r w:rsidRPr="00850D93">
        <w:t>;</w:t>
      </w:r>
    </w:p>
    <w:p w14:paraId="2B748D71" w14:textId="77777777" w:rsidR="0052516E" w:rsidRPr="00850D93" w:rsidRDefault="0052516E" w:rsidP="0052516E">
      <w:pPr>
        <w:pStyle w:val="B1"/>
      </w:pPr>
      <w:r w:rsidRPr="00850D93">
        <w:t>-</w:t>
      </w:r>
      <w:r w:rsidRPr="00850D93">
        <w:tab/>
        <w:t>increment TX_NEXT by one;</w:t>
      </w:r>
    </w:p>
    <w:p w14:paraId="3162F621" w14:textId="77777777" w:rsidR="0052516E" w:rsidRPr="00850D93" w:rsidRDefault="0052516E" w:rsidP="0052516E">
      <w:pPr>
        <w:pStyle w:val="B1"/>
      </w:pPr>
      <w:r w:rsidRPr="00850D93">
        <w:t>-</w:t>
      </w:r>
      <w:r w:rsidRPr="00850D93">
        <w:tab/>
        <w:t xml:space="preserve">submit </w:t>
      </w:r>
      <w:r w:rsidRPr="00850D93">
        <w:rPr>
          <w:lang w:eastAsia="ko-KR"/>
        </w:rPr>
        <w:t>the resulting PDCP Data PDU to lower layer as specified below.</w:t>
      </w:r>
    </w:p>
    <w:p w14:paraId="3C890DCE" w14:textId="77777777" w:rsidR="0052516E" w:rsidRPr="00850D93" w:rsidRDefault="0052516E" w:rsidP="0052516E">
      <w:pPr>
        <w:rPr>
          <w:lang w:eastAsia="ko-KR"/>
        </w:rPr>
      </w:pPr>
      <w:r w:rsidRPr="00850D93">
        <w:rPr>
          <w:lang w:eastAsia="ko-KR"/>
        </w:rPr>
        <w:t>When submitting a PDCP PDU to lower layer, the transmitting PDCP entity shall:</w:t>
      </w:r>
    </w:p>
    <w:p w14:paraId="70E36C0D" w14:textId="77777777" w:rsidR="0052516E" w:rsidRPr="00850D93" w:rsidRDefault="0052516E" w:rsidP="0052516E">
      <w:pPr>
        <w:pStyle w:val="B1"/>
        <w:rPr>
          <w:lang w:eastAsia="ko-KR"/>
        </w:rPr>
      </w:pPr>
      <w:r w:rsidRPr="00850D93">
        <w:rPr>
          <w:lang w:eastAsia="ko-KR"/>
        </w:rPr>
        <w:t>-</w:t>
      </w:r>
      <w:r w:rsidRPr="00850D93">
        <w:rPr>
          <w:lang w:eastAsia="ko-KR"/>
        </w:rPr>
        <w:tab/>
        <w:t>if the transmitting PDCP entity is associated with one RLC entity:</w:t>
      </w:r>
    </w:p>
    <w:p w14:paraId="5FB53538" w14:textId="77777777" w:rsidR="0052516E" w:rsidRPr="00850D93" w:rsidRDefault="0052516E" w:rsidP="0052516E">
      <w:pPr>
        <w:pStyle w:val="B2"/>
        <w:rPr>
          <w:lang w:eastAsia="ko-KR"/>
        </w:rPr>
      </w:pPr>
      <w:r w:rsidRPr="00850D93">
        <w:rPr>
          <w:lang w:eastAsia="ko-KR"/>
        </w:rPr>
        <w:t>-</w:t>
      </w:r>
      <w:r w:rsidRPr="00850D93">
        <w:rPr>
          <w:lang w:eastAsia="ko-KR"/>
        </w:rPr>
        <w:tab/>
        <w:t>submit the PDCP PDU to the associated RLC entity;</w:t>
      </w:r>
    </w:p>
    <w:p w14:paraId="45C780FB" w14:textId="77777777" w:rsidR="0052516E" w:rsidRPr="00850D93" w:rsidRDefault="0052516E" w:rsidP="0052516E">
      <w:pPr>
        <w:pStyle w:val="B1"/>
        <w:rPr>
          <w:lang w:eastAsia="ko-KR"/>
        </w:rPr>
      </w:pPr>
      <w:r w:rsidRPr="00850D93">
        <w:rPr>
          <w:lang w:eastAsia="ko-KR"/>
        </w:rPr>
        <w:t>-</w:t>
      </w:r>
      <w:r w:rsidRPr="00850D93">
        <w:rPr>
          <w:lang w:eastAsia="ko-KR"/>
        </w:rPr>
        <w:tab/>
        <w:t>else, if the transmitting PDCP entity is associated with two RLC entities:</w:t>
      </w:r>
    </w:p>
    <w:p w14:paraId="11ABFCA5" w14:textId="77777777" w:rsidR="0052516E" w:rsidRPr="00850D93" w:rsidRDefault="0052516E" w:rsidP="0052516E">
      <w:pPr>
        <w:pStyle w:val="B2"/>
        <w:rPr>
          <w:lang w:eastAsia="ko-KR"/>
        </w:rPr>
      </w:pPr>
      <w:r w:rsidRPr="00850D93">
        <w:rPr>
          <w:lang w:eastAsia="ko-KR"/>
        </w:rPr>
        <w:t>-</w:t>
      </w:r>
      <w:r w:rsidRPr="00850D93">
        <w:rPr>
          <w:lang w:eastAsia="ko-KR"/>
        </w:rPr>
        <w:tab/>
        <w:t xml:space="preserve">if the PDCP duplication is </w:t>
      </w:r>
      <w:r w:rsidRPr="00850D93">
        <w:t>activated:</w:t>
      </w:r>
    </w:p>
    <w:p w14:paraId="0E080928" w14:textId="77777777" w:rsidR="0052516E" w:rsidRPr="00850D93" w:rsidRDefault="0052516E" w:rsidP="0052516E">
      <w:pPr>
        <w:pStyle w:val="B3"/>
        <w:rPr>
          <w:lang w:eastAsia="ko-KR"/>
        </w:rPr>
      </w:pPr>
      <w:r w:rsidRPr="00850D93">
        <w:rPr>
          <w:lang w:eastAsia="ko-KR"/>
        </w:rPr>
        <w:t>-</w:t>
      </w:r>
      <w:r w:rsidRPr="00850D93">
        <w:rPr>
          <w:lang w:eastAsia="ko-KR"/>
        </w:rPr>
        <w:tab/>
        <w:t>if the PDCP PDU is a PDCP Data PDU:</w:t>
      </w:r>
    </w:p>
    <w:p w14:paraId="6553F462" w14:textId="77777777" w:rsidR="0052516E" w:rsidRPr="00850D93" w:rsidRDefault="0052516E" w:rsidP="0052516E">
      <w:pPr>
        <w:pStyle w:val="B4"/>
        <w:rPr>
          <w:lang w:eastAsia="ko-KR"/>
        </w:rPr>
      </w:pPr>
      <w:r w:rsidRPr="00850D93">
        <w:rPr>
          <w:lang w:eastAsia="ko-KR"/>
        </w:rPr>
        <w:t>-</w:t>
      </w:r>
      <w:r w:rsidRPr="00850D93">
        <w:rPr>
          <w:lang w:eastAsia="ko-KR"/>
        </w:rPr>
        <w:tab/>
        <w:t>duplicate the PDCP Data PDU and submit the PDCP Data PDU to both associated RLC entities;</w:t>
      </w:r>
    </w:p>
    <w:p w14:paraId="60D33DEC" w14:textId="77777777" w:rsidR="0052516E" w:rsidRPr="00850D93" w:rsidRDefault="0052516E" w:rsidP="0052516E">
      <w:pPr>
        <w:pStyle w:val="B3"/>
        <w:rPr>
          <w:lang w:eastAsia="ko-KR"/>
        </w:rPr>
      </w:pPr>
      <w:r w:rsidRPr="00850D93">
        <w:rPr>
          <w:lang w:eastAsia="ko-KR"/>
        </w:rPr>
        <w:t>-</w:t>
      </w:r>
      <w:r w:rsidRPr="00850D93">
        <w:rPr>
          <w:lang w:eastAsia="ko-KR"/>
        </w:rPr>
        <w:tab/>
        <w:t>else:</w:t>
      </w:r>
    </w:p>
    <w:p w14:paraId="22FB7D46" w14:textId="77777777" w:rsidR="0052516E" w:rsidRPr="00850D93" w:rsidRDefault="0052516E" w:rsidP="0052516E">
      <w:pPr>
        <w:pStyle w:val="B4"/>
        <w:rPr>
          <w:lang w:eastAsia="ko-KR"/>
        </w:rPr>
      </w:pPr>
      <w:r w:rsidRPr="00850D93">
        <w:rPr>
          <w:lang w:eastAsia="ko-KR"/>
        </w:rPr>
        <w:t>-</w:t>
      </w:r>
      <w:r w:rsidRPr="00850D93">
        <w:rPr>
          <w:lang w:eastAsia="ko-KR"/>
        </w:rPr>
        <w:tab/>
        <w:t>submit the PDCP Control PDU to the primary RLC entity;</w:t>
      </w:r>
    </w:p>
    <w:p w14:paraId="2501A78B" w14:textId="77777777" w:rsidR="0052516E" w:rsidRPr="00850D93" w:rsidRDefault="0052516E" w:rsidP="0052516E">
      <w:pPr>
        <w:pStyle w:val="B2"/>
        <w:rPr>
          <w:lang w:eastAsia="ko-KR"/>
        </w:rPr>
      </w:pPr>
      <w:r w:rsidRPr="00850D93">
        <w:rPr>
          <w:lang w:eastAsia="ko-KR"/>
        </w:rPr>
        <w:lastRenderedPageBreak/>
        <w:t>-</w:t>
      </w:r>
      <w:r w:rsidRPr="00850D93">
        <w:rPr>
          <w:lang w:eastAsia="ko-KR"/>
        </w:rPr>
        <w:tab/>
        <w:t>else:</w:t>
      </w:r>
    </w:p>
    <w:p w14:paraId="4B85536A" w14:textId="77777777" w:rsidR="0052516E" w:rsidRPr="00850D93" w:rsidRDefault="0052516E" w:rsidP="0052516E">
      <w:pPr>
        <w:pStyle w:val="B3"/>
        <w:rPr>
          <w:lang w:eastAsia="ko-KR"/>
        </w:rPr>
      </w:pPr>
      <w:r w:rsidRPr="00850D93">
        <w:rPr>
          <w:lang w:eastAsia="ko-KR"/>
        </w:rPr>
        <w:t>-</w:t>
      </w:r>
      <w:r w:rsidRPr="00850D93">
        <w:rPr>
          <w:lang w:eastAsia="ko-KR"/>
        </w:rPr>
        <w:tab/>
        <w:t>if the two associated RLC entities belong to the different Cell Groups; and</w:t>
      </w:r>
    </w:p>
    <w:p w14:paraId="54DDF421" w14:textId="77777777" w:rsidR="0052516E" w:rsidRPr="00850D93" w:rsidRDefault="0052516E" w:rsidP="0052516E">
      <w:pPr>
        <w:pStyle w:val="B3"/>
        <w:rPr>
          <w:lang w:eastAsia="ko-KR"/>
        </w:rPr>
      </w:pPr>
      <w:r w:rsidRPr="00850D93">
        <w:rPr>
          <w:lang w:eastAsia="ko-KR"/>
        </w:rPr>
        <w:t>-</w:t>
      </w:r>
      <w:r w:rsidRPr="00850D93">
        <w:rPr>
          <w:lang w:eastAsia="ko-KR"/>
        </w:rPr>
        <w:tab/>
        <w:t xml:space="preserve">if the total amount of PDCP data volume and RLC data volume pending for initial transmission (as specified in TS 38.322 [5]) in the two associated RLC entities is equal to or larger than </w:t>
      </w:r>
      <w:r w:rsidRPr="00850D93">
        <w:rPr>
          <w:i/>
          <w:lang w:eastAsia="ko-KR"/>
        </w:rPr>
        <w:t>ul-DataSplitThreshold</w:t>
      </w:r>
      <w:r w:rsidRPr="00850D93">
        <w:rPr>
          <w:lang w:eastAsia="ko-KR"/>
        </w:rPr>
        <w:t>:</w:t>
      </w:r>
    </w:p>
    <w:p w14:paraId="61EB8208" w14:textId="77777777" w:rsidR="0052516E" w:rsidRPr="00850D93" w:rsidRDefault="0052516E" w:rsidP="0052516E">
      <w:pPr>
        <w:pStyle w:val="B4"/>
        <w:rPr>
          <w:lang w:eastAsia="ko-KR"/>
        </w:rPr>
      </w:pPr>
      <w:r w:rsidRPr="00850D93">
        <w:rPr>
          <w:lang w:eastAsia="ko-KR"/>
        </w:rPr>
        <w:t>-</w:t>
      </w:r>
      <w:r w:rsidRPr="00850D93">
        <w:rPr>
          <w:lang w:eastAsia="ko-KR"/>
        </w:rPr>
        <w:tab/>
        <w:t>submit the PDCP PDU to either the primary RLC entity or the secondary RLC entity;</w:t>
      </w:r>
    </w:p>
    <w:p w14:paraId="22E86A43" w14:textId="77777777" w:rsidR="0052516E" w:rsidRPr="00850D93" w:rsidRDefault="0052516E" w:rsidP="0052516E">
      <w:pPr>
        <w:pStyle w:val="B3"/>
        <w:rPr>
          <w:lang w:eastAsia="ko-KR"/>
        </w:rPr>
      </w:pPr>
      <w:r w:rsidRPr="00850D93">
        <w:rPr>
          <w:lang w:eastAsia="ko-KR"/>
        </w:rPr>
        <w:t>-</w:t>
      </w:r>
      <w:r w:rsidRPr="00850D93">
        <w:rPr>
          <w:lang w:eastAsia="ko-KR"/>
        </w:rPr>
        <w:tab/>
        <w:t>else:</w:t>
      </w:r>
    </w:p>
    <w:p w14:paraId="494161C2" w14:textId="77777777" w:rsidR="0052516E" w:rsidRPr="00850D93" w:rsidRDefault="0052516E" w:rsidP="0052516E">
      <w:pPr>
        <w:pStyle w:val="B4"/>
        <w:rPr>
          <w:lang w:eastAsia="ko-KR"/>
        </w:rPr>
      </w:pPr>
      <w:r w:rsidRPr="00850D93">
        <w:rPr>
          <w:lang w:eastAsia="ko-KR"/>
        </w:rPr>
        <w:t>-</w:t>
      </w:r>
      <w:r w:rsidRPr="00850D93">
        <w:rPr>
          <w:lang w:eastAsia="ko-KR"/>
        </w:rPr>
        <w:tab/>
        <w:t>submit the PDCP PDU to the primary RLC entity.</w:t>
      </w:r>
    </w:p>
    <w:p w14:paraId="6C502C03" w14:textId="77777777" w:rsidR="0052516E" w:rsidRPr="00850D93" w:rsidRDefault="0052516E" w:rsidP="0052516E">
      <w:pPr>
        <w:pStyle w:val="NO"/>
      </w:pPr>
      <w:r w:rsidRPr="00850D93">
        <w:t>NOTE 2:</w:t>
      </w:r>
      <w:r w:rsidRPr="00850D93">
        <w:tab/>
        <w:t>If the transmitting PDCP entity is associated with two RLC entities, the UE should minimize the amount of PDCP PDUs submitted to lower layers before receiving request from lower layers and minimize the PDCP SN gap between PDCP PDUs submitted to two associated RLC entities to minimize PDCP reordering delay in the receiving PDCP entity.</w:t>
      </w:r>
    </w:p>
    <w:p w14:paraId="5AB55571" w14:textId="77777777" w:rsidR="0052516E" w:rsidRPr="00850D93" w:rsidRDefault="0052516E" w:rsidP="0052516E">
      <w:pPr>
        <w:pStyle w:val="Heading3"/>
      </w:pPr>
      <w:bookmarkStart w:id="60" w:name="Signet11"/>
      <w:bookmarkStart w:id="61" w:name="_Toc12616336"/>
      <w:bookmarkStart w:id="62" w:name="_Toc76549144"/>
      <w:bookmarkEnd w:id="60"/>
      <w:r w:rsidRPr="00850D93">
        <w:t>5.2.2</w:t>
      </w:r>
      <w:r w:rsidRPr="00850D93">
        <w:tab/>
        <w:t>Receive operation</w:t>
      </w:r>
      <w:bookmarkEnd w:id="61"/>
      <w:bookmarkEnd w:id="62"/>
    </w:p>
    <w:p w14:paraId="799BAEAF" w14:textId="77777777" w:rsidR="0052516E" w:rsidRPr="00850D93" w:rsidRDefault="0052516E" w:rsidP="0052516E">
      <w:pPr>
        <w:pStyle w:val="Heading4"/>
        <w:rPr>
          <w:b/>
          <w:bCs/>
          <w:lang w:eastAsia="ko-KR"/>
        </w:rPr>
      </w:pPr>
      <w:bookmarkStart w:id="63" w:name="_Toc12616337"/>
      <w:bookmarkStart w:id="64" w:name="_Toc76549145"/>
      <w:r w:rsidRPr="00850D93">
        <w:rPr>
          <w:lang w:eastAsia="ko-KR"/>
        </w:rPr>
        <w:t>5.2.2.1</w:t>
      </w:r>
      <w:r w:rsidRPr="00850D93">
        <w:rPr>
          <w:lang w:eastAsia="ko-KR"/>
        </w:rPr>
        <w:tab/>
        <w:t>Actions when a PDCP Data PDU is received from lower layers</w:t>
      </w:r>
      <w:bookmarkEnd w:id="63"/>
      <w:bookmarkEnd w:id="64"/>
    </w:p>
    <w:p w14:paraId="64895939" w14:textId="77777777" w:rsidR="0052516E" w:rsidRPr="00850D93" w:rsidRDefault="0052516E" w:rsidP="0052516E">
      <w:r w:rsidRPr="00850D93">
        <w:t xml:space="preserve">In this </w:t>
      </w:r>
      <w:r w:rsidR="0082129D" w:rsidRPr="00850D93">
        <w:t>clause</w:t>
      </w:r>
      <w:r w:rsidRPr="00850D93">
        <w:t>, following definitions are used:</w:t>
      </w:r>
    </w:p>
    <w:p w14:paraId="0430BE0C" w14:textId="77777777" w:rsidR="0052516E" w:rsidRPr="00850D93" w:rsidRDefault="0052516E" w:rsidP="0052516E">
      <w:pPr>
        <w:pStyle w:val="B1"/>
        <w:rPr>
          <w:lang w:eastAsia="ko-KR"/>
        </w:rPr>
      </w:pPr>
      <w:r w:rsidRPr="00850D93">
        <w:rPr>
          <w:lang w:eastAsia="ko-KR"/>
        </w:rPr>
        <w:t>-</w:t>
      </w:r>
      <w:r w:rsidRPr="00850D93">
        <w:rPr>
          <w:lang w:eastAsia="ko-KR"/>
        </w:rPr>
        <w:tab/>
        <w:t>HFN(State Variable): the HFN part (i.e. the number of most significant bits equal to HFN length) of the State Variable;</w:t>
      </w:r>
    </w:p>
    <w:p w14:paraId="5CF779C5" w14:textId="77777777" w:rsidR="0052516E" w:rsidRPr="00850D93" w:rsidRDefault="0052516E" w:rsidP="0052516E">
      <w:pPr>
        <w:pStyle w:val="B1"/>
        <w:rPr>
          <w:lang w:eastAsia="ko-KR"/>
        </w:rPr>
      </w:pPr>
      <w:r w:rsidRPr="00850D93">
        <w:rPr>
          <w:lang w:eastAsia="ko-KR"/>
        </w:rPr>
        <w:t>-</w:t>
      </w:r>
      <w:r w:rsidRPr="00850D93">
        <w:rPr>
          <w:lang w:eastAsia="ko-KR"/>
        </w:rPr>
        <w:tab/>
        <w:t>SN(State Variable): the SN part (i.e. the number of least significant bits equal to PDCP SN length) of the State Variable;</w:t>
      </w:r>
    </w:p>
    <w:p w14:paraId="1D07693D" w14:textId="77777777" w:rsidR="0052516E" w:rsidRPr="00850D93" w:rsidRDefault="0052516E" w:rsidP="0052516E">
      <w:pPr>
        <w:pStyle w:val="B1"/>
        <w:rPr>
          <w:lang w:eastAsia="ko-KR"/>
        </w:rPr>
      </w:pPr>
      <w:r w:rsidRPr="00850D93">
        <w:rPr>
          <w:lang w:eastAsia="ko-KR"/>
        </w:rPr>
        <w:t>-</w:t>
      </w:r>
      <w:r w:rsidRPr="00850D93">
        <w:rPr>
          <w:lang w:eastAsia="ko-KR"/>
        </w:rPr>
        <w:tab/>
        <w:t>RCVD_SN: the PDCP SN of the received PDCP Data PDU, included in the PDU header;</w:t>
      </w:r>
    </w:p>
    <w:p w14:paraId="405D0780" w14:textId="77777777" w:rsidR="0052516E" w:rsidRPr="00850D93" w:rsidRDefault="0052516E" w:rsidP="0052516E">
      <w:pPr>
        <w:pStyle w:val="B1"/>
        <w:rPr>
          <w:lang w:eastAsia="ko-KR"/>
        </w:rPr>
      </w:pPr>
      <w:r w:rsidRPr="00850D93">
        <w:rPr>
          <w:lang w:eastAsia="ko-KR"/>
        </w:rPr>
        <w:t>-</w:t>
      </w:r>
      <w:r w:rsidRPr="00850D93">
        <w:rPr>
          <w:lang w:eastAsia="ko-KR"/>
        </w:rPr>
        <w:tab/>
        <w:t>RCVD_HFN: the HFN of the received PDCP Data PDU, calculated by the receiving PDCP entity;</w:t>
      </w:r>
    </w:p>
    <w:p w14:paraId="4BF59822" w14:textId="77777777" w:rsidR="0052516E" w:rsidRPr="00850D93" w:rsidRDefault="0052516E" w:rsidP="0052516E">
      <w:pPr>
        <w:pStyle w:val="B1"/>
      </w:pPr>
      <w:r w:rsidRPr="00850D93">
        <w:rPr>
          <w:lang w:eastAsia="ko-KR"/>
        </w:rPr>
        <w:t>-</w:t>
      </w:r>
      <w:r w:rsidRPr="00850D93">
        <w:rPr>
          <w:lang w:eastAsia="ko-KR"/>
        </w:rPr>
        <w:tab/>
        <w:t>RCVD_COUNT: the COUNT of the received PDCP Data PDU = [RCVD_HFN, RCVD_SN].</w:t>
      </w:r>
    </w:p>
    <w:p w14:paraId="27DA3A01" w14:textId="77777777" w:rsidR="0052516E" w:rsidRPr="00850D93" w:rsidRDefault="0052516E" w:rsidP="0052516E">
      <w:r w:rsidRPr="00850D93">
        <w:t xml:space="preserve">At reception of a PDCP Data PDU from lower layers, the receiving PDCP entity shall determine the COUNT value of the received PDCP </w:t>
      </w:r>
      <w:r w:rsidRPr="00850D93">
        <w:rPr>
          <w:lang w:eastAsia="ko-KR"/>
        </w:rPr>
        <w:t>Data</w:t>
      </w:r>
      <w:r w:rsidRPr="00850D93">
        <w:t xml:space="preserve"> PDU, i.e. RCVD_COUNT, as follows</w:t>
      </w:r>
      <w:r w:rsidRPr="00850D93">
        <w:rPr>
          <w:lang w:eastAsia="ko-KR"/>
        </w:rPr>
        <w:t>:</w:t>
      </w:r>
    </w:p>
    <w:p w14:paraId="79EFF02F" w14:textId="77777777" w:rsidR="0052516E" w:rsidRPr="00850D93" w:rsidRDefault="0052516E" w:rsidP="0052516E">
      <w:pPr>
        <w:pStyle w:val="B1"/>
        <w:rPr>
          <w:rFonts w:ascii="MS Mincho" w:hAnsi="MS Mincho"/>
          <w:iCs/>
        </w:rPr>
      </w:pPr>
      <w:r w:rsidRPr="00850D93">
        <w:rPr>
          <w:iCs/>
        </w:rPr>
        <w:t>-</w:t>
      </w:r>
      <w:r w:rsidRPr="00850D93">
        <w:rPr>
          <w:iCs/>
        </w:rPr>
        <w:tab/>
        <w:t xml:space="preserve">if RCVD_SN &lt; SN(RX_DELIV) </w:t>
      </w:r>
      <w:r w:rsidRPr="00850D93">
        <w:t>–</w:t>
      </w:r>
      <w:r w:rsidRPr="00850D93">
        <w:rPr>
          <w:iCs/>
        </w:rPr>
        <w:t xml:space="preserve"> </w:t>
      </w:r>
      <w:r w:rsidRPr="00850D93">
        <w:t>Window_Size</w:t>
      </w:r>
      <w:r w:rsidRPr="00850D93">
        <w:rPr>
          <w:iCs/>
        </w:rPr>
        <w:t>:</w:t>
      </w:r>
    </w:p>
    <w:p w14:paraId="04DE2148" w14:textId="77777777" w:rsidR="0052516E" w:rsidRPr="00850D93" w:rsidRDefault="0052516E" w:rsidP="0052516E">
      <w:pPr>
        <w:pStyle w:val="B2"/>
        <w:rPr>
          <w:iCs/>
        </w:rPr>
      </w:pPr>
      <w:r w:rsidRPr="00850D93">
        <w:rPr>
          <w:iCs/>
        </w:rPr>
        <w:t>-</w:t>
      </w:r>
      <w:r w:rsidRPr="00850D93">
        <w:rPr>
          <w:iCs/>
        </w:rPr>
        <w:tab/>
        <w:t>RCVD_HFN = HFN(RX_DELIV) + 1.</w:t>
      </w:r>
    </w:p>
    <w:p w14:paraId="58AF7157" w14:textId="77777777" w:rsidR="0052516E" w:rsidRPr="00850D93" w:rsidRDefault="0052516E" w:rsidP="0052516E">
      <w:pPr>
        <w:pStyle w:val="B1"/>
        <w:rPr>
          <w:iCs/>
        </w:rPr>
      </w:pPr>
      <w:r w:rsidRPr="00850D93">
        <w:rPr>
          <w:iCs/>
        </w:rPr>
        <w:t>-</w:t>
      </w:r>
      <w:r w:rsidRPr="00850D93">
        <w:rPr>
          <w:iCs/>
        </w:rPr>
        <w:tab/>
        <w:t xml:space="preserve">else if RCVD_SN &gt;= SN(RX_DELIV) + </w:t>
      </w:r>
      <w:r w:rsidRPr="00850D93">
        <w:t>Window_Size</w:t>
      </w:r>
      <w:r w:rsidRPr="00850D93">
        <w:rPr>
          <w:iCs/>
        </w:rPr>
        <w:t>:</w:t>
      </w:r>
    </w:p>
    <w:p w14:paraId="5D9BFA8F" w14:textId="77777777" w:rsidR="0052516E" w:rsidRPr="00850D93" w:rsidRDefault="0052516E" w:rsidP="0052516E">
      <w:pPr>
        <w:pStyle w:val="B2"/>
        <w:rPr>
          <w:iCs/>
        </w:rPr>
      </w:pPr>
      <w:r w:rsidRPr="00850D93">
        <w:rPr>
          <w:iCs/>
        </w:rPr>
        <w:t>-</w:t>
      </w:r>
      <w:r w:rsidRPr="00850D93">
        <w:rPr>
          <w:iCs/>
        </w:rPr>
        <w:tab/>
        <w:t>RCVD_HFN = HFN(RX_DELIV) – 1.</w:t>
      </w:r>
    </w:p>
    <w:p w14:paraId="43E825A1" w14:textId="77777777" w:rsidR="0052516E" w:rsidRPr="00850D93" w:rsidRDefault="0052516E" w:rsidP="0052516E">
      <w:pPr>
        <w:pStyle w:val="B1"/>
        <w:rPr>
          <w:lang w:eastAsia="ko-KR"/>
        </w:rPr>
      </w:pPr>
      <w:r w:rsidRPr="00850D93">
        <w:rPr>
          <w:lang w:eastAsia="ko-KR"/>
        </w:rPr>
        <w:t>-</w:t>
      </w:r>
      <w:r w:rsidRPr="00850D93">
        <w:rPr>
          <w:lang w:eastAsia="ko-KR"/>
        </w:rPr>
        <w:tab/>
        <w:t>else:</w:t>
      </w:r>
    </w:p>
    <w:p w14:paraId="3BF8579F" w14:textId="77777777" w:rsidR="0052516E" w:rsidRPr="00850D93" w:rsidRDefault="0052516E" w:rsidP="0052516E">
      <w:pPr>
        <w:pStyle w:val="B2"/>
        <w:rPr>
          <w:iCs/>
        </w:rPr>
      </w:pPr>
      <w:r w:rsidRPr="00850D93">
        <w:t>-</w:t>
      </w:r>
      <w:r w:rsidRPr="00850D93">
        <w:tab/>
        <w:t>RCVD_HFN = HFN(RX_DELIV);</w:t>
      </w:r>
    </w:p>
    <w:p w14:paraId="41464933" w14:textId="77777777" w:rsidR="0052516E" w:rsidRPr="00850D93" w:rsidRDefault="0052516E" w:rsidP="0052516E">
      <w:pPr>
        <w:pStyle w:val="B1"/>
      </w:pPr>
      <w:r w:rsidRPr="00850D93">
        <w:t>-</w:t>
      </w:r>
      <w:r w:rsidRPr="00850D93">
        <w:tab/>
        <w:t>RCVD_COUNT = [RCVD_HFN, RCVD_SN].</w:t>
      </w:r>
    </w:p>
    <w:p w14:paraId="40730C95" w14:textId="77777777" w:rsidR="0052516E" w:rsidRPr="00850D93" w:rsidRDefault="0052516E" w:rsidP="0052516E">
      <w:pPr>
        <w:rPr>
          <w:lang w:eastAsia="ko-KR"/>
        </w:rPr>
      </w:pPr>
      <w:r w:rsidRPr="00850D93">
        <w:rPr>
          <w:lang w:eastAsia="ko-KR"/>
        </w:rPr>
        <w:t>After determining the COUNT value of the received PDCP Data PDU = RCVD_COUNT, the receiving PDCP entity shall:</w:t>
      </w:r>
    </w:p>
    <w:p w14:paraId="18B68EEA" w14:textId="77777777" w:rsidR="0052516E" w:rsidRPr="00850D93" w:rsidRDefault="0052516E" w:rsidP="0052516E">
      <w:pPr>
        <w:pStyle w:val="B1"/>
      </w:pPr>
      <w:r w:rsidRPr="00850D93">
        <w:rPr>
          <w:lang w:eastAsia="ko-KR"/>
        </w:rPr>
        <w:t>-</w:t>
      </w:r>
      <w:r w:rsidRPr="00850D93">
        <w:rPr>
          <w:lang w:eastAsia="ko-KR"/>
        </w:rPr>
        <w:tab/>
      </w:r>
      <w:r w:rsidRPr="00850D93">
        <w:t xml:space="preserve">perform deciphering and integrity verification of the PDCP </w:t>
      </w:r>
      <w:r w:rsidRPr="00850D93">
        <w:rPr>
          <w:lang w:eastAsia="ko-KR"/>
        </w:rPr>
        <w:t>Data</w:t>
      </w:r>
      <w:r w:rsidRPr="00850D93">
        <w:t xml:space="preserve"> PDU using COUNT = RCVD_COUNT;</w:t>
      </w:r>
    </w:p>
    <w:p w14:paraId="2E95783B" w14:textId="77777777" w:rsidR="0052516E" w:rsidRPr="00850D93" w:rsidRDefault="0052516E" w:rsidP="0052516E">
      <w:pPr>
        <w:pStyle w:val="B2"/>
      </w:pPr>
      <w:r w:rsidRPr="00850D93">
        <w:t>-</w:t>
      </w:r>
      <w:r w:rsidRPr="00850D93">
        <w:tab/>
        <w:t>if integrity verification fails:</w:t>
      </w:r>
    </w:p>
    <w:p w14:paraId="37324561" w14:textId="77777777" w:rsidR="0052516E" w:rsidRPr="00850D93" w:rsidRDefault="0052516E" w:rsidP="0052516E">
      <w:pPr>
        <w:pStyle w:val="B3"/>
      </w:pPr>
      <w:r w:rsidRPr="00850D93">
        <w:t>-</w:t>
      </w:r>
      <w:r w:rsidRPr="00850D93">
        <w:tab/>
        <w:t>indicate the integrity verification failure to upper layer;</w:t>
      </w:r>
    </w:p>
    <w:p w14:paraId="1E9C5AD4" w14:textId="77777777" w:rsidR="0052516E" w:rsidRPr="00850D93" w:rsidRDefault="0052516E" w:rsidP="0052516E">
      <w:pPr>
        <w:pStyle w:val="B3"/>
      </w:pPr>
      <w:r w:rsidRPr="00850D93">
        <w:t>-</w:t>
      </w:r>
      <w:r w:rsidRPr="00850D93">
        <w:tab/>
        <w:t xml:space="preserve">discard the PDCP </w:t>
      </w:r>
      <w:r w:rsidRPr="00850D93">
        <w:rPr>
          <w:lang w:eastAsia="ko-KR"/>
        </w:rPr>
        <w:t>Data</w:t>
      </w:r>
      <w:r w:rsidRPr="00850D93">
        <w:t xml:space="preserve"> PDU;</w:t>
      </w:r>
    </w:p>
    <w:p w14:paraId="6F554085" w14:textId="77777777" w:rsidR="0052516E" w:rsidRPr="00850D93" w:rsidRDefault="0052516E" w:rsidP="0052516E">
      <w:pPr>
        <w:pStyle w:val="B1"/>
      </w:pPr>
      <w:r w:rsidRPr="00850D93">
        <w:t>-</w:t>
      </w:r>
      <w:r w:rsidRPr="00850D93">
        <w:tab/>
        <w:t>if RCVD_COUNT &lt; RX_DELIV; or</w:t>
      </w:r>
    </w:p>
    <w:p w14:paraId="34990F6D" w14:textId="77777777" w:rsidR="0052516E" w:rsidRPr="00850D93" w:rsidRDefault="0052516E" w:rsidP="0052516E">
      <w:pPr>
        <w:pStyle w:val="B1"/>
      </w:pPr>
      <w:r w:rsidRPr="00850D93">
        <w:lastRenderedPageBreak/>
        <w:t>-</w:t>
      </w:r>
      <w:r w:rsidRPr="00850D93">
        <w:tab/>
        <w:t xml:space="preserve">if the PDCP </w:t>
      </w:r>
      <w:r w:rsidRPr="00850D93">
        <w:rPr>
          <w:lang w:eastAsia="ko-KR"/>
        </w:rPr>
        <w:t>Data</w:t>
      </w:r>
      <w:r w:rsidRPr="00850D93">
        <w:t xml:space="preserve"> PDU with COUNT = RCVD_COUNT has been received before:</w:t>
      </w:r>
    </w:p>
    <w:p w14:paraId="6EF18BA8" w14:textId="77777777" w:rsidR="0052516E" w:rsidRPr="00850D93" w:rsidRDefault="0052516E" w:rsidP="0052516E">
      <w:pPr>
        <w:pStyle w:val="B2"/>
      </w:pPr>
      <w:r w:rsidRPr="00850D93">
        <w:t>-</w:t>
      </w:r>
      <w:r w:rsidRPr="00850D93">
        <w:tab/>
        <w:t xml:space="preserve">discard the PDCP </w:t>
      </w:r>
      <w:r w:rsidRPr="00850D93">
        <w:rPr>
          <w:lang w:eastAsia="ko-KR"/>
        </w:rPr>
        <w:t>Data</w:t>
      </w:r>
      <w:r w:rsidRPr="00850D93">
        <w:t xml:space="preserve"> PDU;</w:t>
      </w:r>
    </w:p>
    <w:p w14:paraId="43879BAD" w14:textId="77777777" w:rsidR="0052516E" w:rsidRPr="00850D93" w:rsidRDefault="0052516E" w:rsidP="0052516E">
      <w:r w:rsidRPr="00850D93">
        <w:rPr>
          <w:lang w:eastAsia="ko-KR"/>
        </w:rPr>
        <w:t>If the received PDCP Data PDU with COUNT value = RCVD_COUNT is not discarded above, the receiving PDCP entity shall:</w:t>
      </w:r>
    </w:p>
    <w:p w14:paraId="446C0833" w14:textId="77777777" w:rsidR="0052516E" w:rsidRPr="00850D93" w:rsidRDefault="0052516E" w:rsidP="0052516E">
      <w:pPr>
        <w:pStyle w:val="B1"/>
      </w:pPr>
      <w:r w:rsidRPr="00850D93">
        <w:t>-</w:t>
      </w:r>
      <w:r w:rsidRPr="00850D93">
        <w:tab/>
        <w:t>store the resulting PDCP SDU in the reception buffer;</w:t>
      </w:r>
    </w:p>
    <w:p w14:paraId="7F8369E2" w14:textId="77777777" w:rsidR="0052516E" w:rsidRPr="00850D93" w:rsidRDefault="0052516E" w:rsidP="0052516E">
      <w:pPr>
        <w:pStyle w:val="B1"/>
      </w:pPr>
      <w:r w:rsidRPr="00850D93">
        <w:t>-</w:t>
      </w:r>
      <w:r w:rsidRPr="00850D93">
        <w:tab/>
        <w:t>if RCVD_COUNT &gt;= RX_NEXT:</w:t>
      </w:r>
    </w:p>
    <w:p w14:paraId="6F820FBD" w14:textId="77777777" w:rsidR="0052516E" w:rsidRPr="00850D93" w:rsidRDefault="0052516E" w:rsidP="0052516E">
      <w:pPr>
        <w:pStyle w:val="B2"/>
        <w:rPr>
          <w:lang w:eastAsia="ko-KR"/>
        </w:rPr>
      </w:pPr>
      <w:r w:rsidRPr="00850D93">
        <w:rPr>
          <w:lang w:eastAsia="ko-KR"/>
        </w:rPr>
        <w:t>-</w:t>
      </w:r>
      <w:r w:rsidRPr="00850D93">
        <w:rPr>
          <w:lang w:eastAsia="ko-KR"/>
        </w:rPr>
        <w:tab/>
        <w:t>update RX_NEXT to RCVD_COUNT + 1.</w:t>
      </w:r>
    </w:p>
    <w:p w14:paraId="6BA2C39D" w14:textId="77777777" w:rsidR="0052516E" w:rsidRPr="00850D93" w:rsidRDefault="0052516E" w:rsidP="0052516E">
      <w:pPr>
        <w:pStyle w:val="B1"/>
        <w:rPr>
          <w:lang w:eastAsia="ko-KR"/>
        </w:rPr>
      </w:pPr>
      <w:r w:rsidRPr="00850D93">
        <w:rPr>
          <w:lang w:eastAsia="ko-KR"/>
        </w:rPr>
        <w:t>-</w:t>
      </w:r>
      <w:r w:rsidRPr="00850D93">
        <w:rPr>
          <w:lang w:eastAsia="ko-KR"/>
        </w:rPr>
        <w:tab/>
        <w:t xml:space="preserve">if </w:t>
      </w:r>
      <w:r w:rsidRPr="00850D93">
        <w:rPr>
          <w:i/>
          <w:lang w:eastAsia="ko-KR"/>
        </w:rPr>
        <w:t>outOfOrderDelivery</w:t>
      </w:r>
      <w:r w:rsidRPr="00850D93">
        <w:rPr>
          <w:lang w:eastAsia="ko-KR"/>
        </w:rPr>
        <w:t xml:space="preserve"> is configured:</w:t>
      </w:r>
    </w:p>
    <w:p w14:paraId="5E3744E9" w14:textId="77777777" w:rsidR="0052516E" w:rsidRPr="00850D93" w:rsidRDefault="0052516E" w:rsidP="0052516E">
      <w:pPr>
        <w:pStyle w:val="B2"/>
        <w:rPr>
          <w:lang w:eastAsia="ko-KR"/>
        </w:rPr>
      </w:pPr>
      <w:r w:rsidRPr="00850D93">
        <w:t>-</w:t>
      </w:r>
      <w:r w:rsidRPr="00850D93">
        <w:tab/>
        <w:t>deliver the resulting PDCP SDU to upper layers.</w:t>
      </w:r>
    </w:p>
    <w:p w14:paraId="095B879F" w14:textId="77777777" w:rsidR="0052516E" w:rsidRPr="00850D93" w:rsidRDefault="0052516E" w:rsidP="0052516E">
      <w:pPr>
        <w:pStyle w:val="B1"/>
        <w:rPr>
          <w:lang w:eastAsia="ko-KR"/>
        </w:rPr>
      </w:pPr>
      <w:r w:rsidRPr="00850D93">
        <w:t>-</w:t>
      </w:r>
      <w:r w:rsidRPr="00850D93">
        <w:tab/>
      </w:r>
      <w:r w:rsidRPr="00850D93">
        <w:rPr>
          <w:lang w:eastAsia="ko-KR"/>
        </w:rPr>
        <w:t>if RCVD_COUNT = RX_DELIV:</w:t>
      </w:r>
    </w:p>
    <w:p w14:paraId="176EA499" w14:textId="77777777" w:rsidR="0052516E" w:rsidRPr="00850D93" w:rsidRDefault="0052516E" w:rsidP="0052516E">
      <w:pPr>
        <w:pStyle w:val="B2"/>
        <w:rPr>
          <w:lang w:eastAsia="ko-KR"/>
        </w:rPr>
      </w:pPr>
      <w:r w:rsidRPr="00850D93">
        <w:rPr>
          <w:lang w:eastAsia="ko-KR"/>
        </w:rPr>
        <w:t>-</w:t>
      </w:r>
      <w:r w:rsidRPr="00850D93">
        <w:rPr>
          <w:lang w:eastAsia="ko-KR"/>
        </w:rPr>
        <w:tab/>
        <w:t>deliver to upper layers in ascending order of the associated COUNT value after performing header decompression, if not decompressed before;</w:t>
      </w:r>
    </w:p>
    <w:p w14:paraId="0AAD4027" w14:textId="77777777" w:rsidR="0052516E" w:rsidRPr="00850D93" w:rsidRDefault="0052516E" w:rsidP="0052516E">
      <w:pPr>
        <w:pStyle w:val="B3"/>
      </w:pPr>
      <w:r w:rsidRPr="00850D93">
        <w:t>-</w:t>
      </w:r>
      <w:r w:rsidRPr="00850D93">
        <w:tab/>
        <w:t>all stored PDCP SDU(s) with consecutively associated COUNT value(s) starting from COUNT = RX_DELIV;</w:t>
      </w:r>
    </w:p>
    <w:p w14:paraId="3382BEFB" w14:textId="77777777" w:rsidR="0052516E" w:rsidRPr="00850D93" w:rsidRDefault="0052516E" w:rsidP="0052516E">
      <w:pPr>
        <w:pStyle w:val="B2"/>
        <w:rPr>
          <w:lang w:eastAsia="ko-KR"/>
        </w:rPr>
      </w:pPr>
      <w:r w:rsidRPr="00850D93">
        <w:rPr>
          <w:lang w:eastAsia="ko-KR"/>
        </w:rPr>
        <w:t>-</w:t>
      </w:r>
      <w:r w:rsidRPr="00850D93">
        <w:rPr>
          <w:lang w:eastAsia="ko-KR"/>
        </w:rPr>
        <w:tab/>
        <w:t>update RX_DELIV to the COUNT value of the first PDCP SDU which has not been delivered to upper layers</w:t>
      </w:r>
      <w:r w:rsidRPr="00850D93">
        <w:t>, with COUNT value &gt; RX_DELIV</w:t>
      </w:r>
      <w:r w:rsidRPr="00850D93">
        <w:rPr>
          <w:lang w:eastAsia="ko-KR"/>
        </w:rPr>
        <w:t>;</w:t>
      </w:r>
    </w:p>
    <w:p w14:paraId="39E58078" w14:textId="77777777" w:rsidR="0052516E" w:rsidRPr="00850D93" w:rsidRDefault="0052516E" w:rsidP="0052516E">
      <w:pPr>
        <w:pStyle w:val="B1"/>
        <w:rPr>
          <w:lang w:eastAsia="ko-KR"/>
        </w:rPr>
      </w:pPr>
      <w:r w:rsidRPr="00850D93">
        <w:t>-</w:t>
      </w:r>
      <w:r w:rsidRPr="00850D93">
        <w:tab/>
        <w:t xml:space="preserve">if </w:t>
      </w:r>
      <w:r w:rsidRPr="00850D93">
        <w:rPr>
          <w:i/>
          <w:lang w:eastAsia="zh-TW"/>
        </w:rPr>
        <w:t>t-R</w:t>
      </w:r>
      <w:r w:rsidRPr="00850D93">
        <w:rPr>
          <w:i/>
          <w:lang w:eastAsia="ko-KR"/>
        </w:rPr>
        <w:t>eordering</w:t>
      </w:r>
      <w:r w:rsidRPr="00850D93">
        <w:t xml:space="preserve"> is </w:t>
      </w:r>
      <w:r w:rsidRPr="00850D93">
        <w:rPr>
          <w:lang w:eastAsia="ko-KR"/>
        </w:rPr>
        <w:t>running</w:t>
      </w:r>
      <w:r w:rsidRPr="00850D93">
        <w:t>, and if RX_DELIV &gt;= RX_REORD</w:t>
      </w:r>
      <w:r w:rsidRPr="00850D93">
        <w:rPr>
          <w:lang w:eastAsia="ko-KR"/>
        </w:rPr>
        <w:t>:</w:t>
      </w:r>
    </w:p>
    <w:p w14:paraId="347E5AE7" w14:textId="77777777" w:rsidR="0052516E" w:rsidRPr="00850D93" w:rsidRDefault="0052516E" w:rsidP="0052516E">
      <w:pPr>
        <w:pStyle w:val="B2"/>
      </w:pPr>
      <w:r w:rsidRPr="00850D93">
        <w:t>-</w:t>
      </w:r>
      <w:r w:rsidRPr="00850D93">
        <w:rPr>
          <w:lang w:eastAsia="ko-KR"/>
        </w:rPr>
        <w:tab/>
        <w:t>stop</w:t>
      </w:r>
      <w:r w:rsidRPr="00850D93">
        <w:t xml:space="preserve"> and reset </w:t>
      </w:r>
      <w:r w:rsidRPr="00850D93">
        <w:rPr>
          <w:i/>
          <w:lang w:eastAsia="zh-TW"/>
        </w:rPr>
        <w:t>t-R</w:t>
      </w:r>
      <w:r w:rsidRPr="00850D93">
        <w:rPr>
          <w:i/>
          <w:lang w:eastAsia="ko-KR"/>
        </w:rPr>
        <w:t>eordering</w:t>
      </w:r>
      <w:r w:rsidRPr="00850D93">
        <w:t>.</w:t>
      </w:r>
    </w:p>
    <w:p w14:paraId="6E722B8E" w14:textId="77777777" w:rsidR="0052516E" w:rsidRPr="00850D93" w:rsidRDefault="0052516E" w:rsidP="0052516E">
      <w:pPr>
        <w:pStyle w:val="B1"/>
        <w:rPr>
          <w:lang w:eastAsia="ko-KR"/>
        </w:rPr>
      </w:pPr>
      <w:r w:rsidRPr="00850D93">
        <w:t>-</w:t>
      </w:r>
      <w:r w:rsidRPr="00850D93">
        <w:tab/>
      </w:r>
      <w:r w:rsidRPr="00850D93">
        <w:rPr>
          <w:lang w:eastAsia="ko-KR"/>
        </w:rPr>
        <w:t xml:space="preserve">if </w:t>
      </w:r>
      <w:r w:rsidRPr="00850D93">
        <w:rPr>
          <w:i/>
          <w:lang w:eastAsia="zh-TW"/>
        </w:rPr>
        <w:t>t-R</w:t>
      </w:r>
      <w:r w:rsidRPr="00850D93">
        <w:rPr>
          <w:i/>
          <w:lang w:eastAsia="ko-KR"/>
        </w:rPr>
        <w:t>eordering</w:t>
      </w:r>
      <w:r w:rsidRPr="00850D93">
        <w:rPr>
          <w:lang w:eastAsia="ko-KR"/>
        </w:rPr>
        <w:t xml:space="preserve"> is not </w:t>
      </w:r>
      <w:r w:rsidRPr="00850D93">
        <w:t>running</w:t>
      </w:r>
      <w:r w:rsidRPr="00850D93">
        <w:rPr>
          <w:lang w:eastAsia="ko-KR"/>
        </w:rPr>
        <w:t xml:space="preserve"> (</w:t>
      </w:r>
      <w:r w:rsidRPr="00850D93">
        <w:t xml:space="preserve">includes the case when </w:t>
      </w:r>
      <w:r w:rsidRPr="00850D93">
        <w:rPr>
          <w:i/>
          <w:lang w:eastAsia="zh-TW"/>
        </w:rPr>
        <w:t>t-R</w:t>
      </w:r>
      <w:r w:rsidRPr="00850D93">
        <w:rPr>
          <w:i/>
          <w:lang w:eastAsia="ko-KR"/>
        </w:rPr>
        <w:t>eordering</w:t>
      </w:r>
      <w:r w:rsidRPr="00850D93">
        <w:t xml:space="preserve"> is stopped due to actions above</w:t>
      </w:r>
      <w:r w:rsidRPr="00850D93">
        <w:rPr>
          <w:lang w:eastAsia="ko-KR"/>
        </w:rPr>
        <w:t>), and RX_DELIV &lt; RX_NEXT:</w:t>
      </w:r>
    </w:p>
    <w:p w14:paraId="2CFDC60C" w14:textId="77777777" w:rsidR="0052516E" w:rsidRPr="00850D93" w:rsidRDefault="0052516E" w:rsidP="0052516E">
      <w:pPr>
        <w:pStyle w:val="B2"/>
        <w:rPr>
          <w:lang w:eastAsia="ko-KR"/>
        </w:rPr>
      </w:pPr>
      <w:r w:rsidRPr="00850D93">
        <w:rPr>
          <w:lang w:eastAsia="ko-KR"/>
        </w:rPr>
        <w:t>-</w:t>
      </w:r>
      <w:r w:rsidRPr="00850D93">
        <w:rPr>
          <w:lang w:eastAsia="ko-KR"/>
        </w:rPr>
        <w:tab/>
        <w:t xml:space="preserve">update </w:t>
      </w:r>
      <w:r w:rsidRPr="00850D93">
        <w:t>RX_REORD</w:t>
      </w:r>
      <w:r w:rsidRPr="00850D93">
        <w:rPr>
          <w:lang w:eastAsia="ko-KR"/>
        </w:rPr>
        <w:t xml:space="preserve"> to RX_NEXT;</w:t>
      </w:r>
    </w:p>
    <w:p w14:paraId="1EA37DB9" w14:textId="77777777" w:rsidR="0052516E" w:rsidRPr="00850D93" w:rsidRDefault="0052516E" w:rsidP="0052516E">
      <w:pPr>
        <w:pStyle w:val="B2"/>
        <w:rPr>
          <w:lang w:eastAsia="ko-KR"/>
        </w:rPr>
      </w:pPr>
      <w:r w:rsidRPr="00850D93">
        <w:t>-</w:t>
      </w:r>
      <w:r w:rsidRPr="00850D93">
        <w:tab/>
      </w:r>
      <w:r w:rsidRPr="00850D93">
        <w:rPr>
          <w:lang w:eastAsia="ko-KR"/>
        </w:rPr>
        <w:t xml:space="preserve">start </w:t>
      </w:r>
      <w:r w:rsidRPr="00850D93">
        <w:rPr>
          <w:i/>
          <w:lang w:eastAsia="zh-TW"/>
        </w:rPr>
        <w:t>t-R</w:t>
      </w:r>
      <w:r w:rsidRPr="00850D93">
        <w:rPr>
          <w:i/>
          <w:lang w:eastAsia="ko-KR"/>
        </w:rPr>
        <w:t>eordering</w:t>
      </w:r>
      <w:r w:rsidRPr="00850D93">
        <w:rPr>
          <w:lang w:eastAsia="ko-KR"/>
        </w:rPr>
        <w:t>.</w:t>
      </w:r>
    </w:p>
    <w:p w14:paraId="011AE100" w14:textId="77777777" w:rsidR="0052516E" w:rsidRPr="00850D93" w:rsidRDefault="0052516E" w:rsidP="0052516E">
      <w:pPr>
        <w:pStyle w:val="Heading4"/>
        <w:rPr>
          <w:b/>
          <w:bCs/>
          <w:lang w:eastAsia="ko-KR"/>
        </w:rPr>
      </w:pPr>
      <w:bookmarkStart w:id="65" w:name="_Toc12616338"/>
      <w:bookmarkStart w:id="66" w:name="_Toc76549146"/>
      <w:r w:rsidRPr="00850D93">
        <w:rPr>
          <w:lang w:eastAsia="ko-KR"/>
        </w:rPr>
        <w:t>5.2.2.2</w:t>
      </w:r>
      <w:r w:rsidRPr="00850D93">
        <w:rPr>
          <w:lang w:eastAsia="ko-KR"/>
        </w:rPr>
        <w:tab/>
        <w:t xml:space="preserve">Actions when a </w:t>
      </w:r>
      <w:r w:rsidRPr="00850D93">
        <w:rPr>
          <w:i/>
          <w:lang w:eastAsia="ko-KR"/>
        </w:rPr>
        <w:t>t-Reordering</w:t>
      </w:r>
      <w:r w:rsidRPr="00850D93">
        <w:rPr>
          <w:lang w:eastAsia="ko-KR"/>
        </w:rPr>
        <w:t xml:space="preserve"> expires</w:t>
      </w:r>
      <w:bookmarkEnd w:id="65"/>
      <w:bookmarkEnd w:id="66"/>
    </w:p>
    <w:p w14:paraId="7F3678B7" w14:textId="77777777" w:rsidR="0052516E" w:rsidRPr="00850D93" w:rsidRDefault="0052516E" w:rsidP="0052516E">
      <w:r w:rsidRPr="00850D93">
        <w:t xml:space="preserve">When </w:t>
      </w:r>
      <w:r w:rsidRPr="00850D93">
        <w:rPr>
          <w:i/>
          <w:lang w:eastAsia="zh-TW"/>
        </w:rPr>
        <w:t>t-R</w:t>
      </w:r>
      <w:r w:rsidRPr="00850D93">
        <w:rPr>
          <w:i/>
          <w:lang w:eastAsia="ko-KR"/>
        </w:rPr>
        <w:t>eordering</w:t>
      </w:r>
      <w:r w:rsidRPr="00850D93">
        <w:t xml:space="preserve"> expires, the receiving PDCP entity shall:</w:t>
      </w:r>
    </w:p>
    <w:p w14:paraId="67C1FBC4" w14:textId="77777777" w:rsidR="0052516E" w:rsidRPr="00850D93" w:rsidRDefault="0052516E" w:rsidP="0052516E">
      <w:pPr>
        <w:pStyle w:val="B1"/>
        <w:rPr>
          <w:lang w:eastAsia="ko-KR"/>
        </w:rPr>
      </w:pPr>
      <w:r w:rsidRPr="00850D93">
        <w:rPr>
          <w:lang w:eastAsia="ko-KR"/>
        </w:rPr>
        <w:t>-</w:t>
      </w:r>
      <w:r w:rsidRPr="00850D93">
        <w:rPr>
          <w:lang w:eastAsia="ko-KR"/>
        </w:rPr>
        <w:tab/>
        <w:t>deliver to upper layers in ascending order of the associated COUNT value after performing header decompression, if not decompressed before:</w:t>
      </w:r>
    </w:p>
    <w:p w14:paraId="17E47A2D" w14:textId="77777777" w:rsidR="0052516E" w:rsidRPr="00850D93" w:rsidRDefault="0052516E" w:rsidP="0052516E">
      <w:pPr>
        <w:pStyle w:val="B2"/>
        <w:rPr>
          <w:lang w:eastAsia="ko-KR"/>
        </w:rPr>
      </w:pPr>
      <w:r w:rsidRPr="00850D93">
        <w:rPr>
          <w:lang w:eastAsia="ko-KR"/>
        </w:rPr>
        <w:t>-</w:t>
      </w:r>
      <w:r w:rsidRPr="00850D93">
        <w:rPr>
          <w:lang w:eastAsia="ko-KR"/>
        </w:rPr>
        <w:tab/>
      </w:r>
      <w:r w:rsidRPr="00850D93">
        <w:t xml:space="preserve">all stored PDCP </w:t>
      </w:r>
      <w:r w:rsidRPr="00850D93">
        <w:rPr>
          <w:lang w:eastAsia="ko-KR"/>
        </w:rPr>
        <w:t xml:space="preserve">SDU(s) </w:t>
      </w:r>
      <w:r w:rsidRPr="00850D93">
        <w:t>with associated COUNT value</w:t>
      </w:r>
      <w:r w:rsidRPr="00850D93">
        <w:rPr>
          <w:lang w:eastAsia="ko-KR"/>
        </w:rPr>
        <w:t>(s)</w:t>
      </w:r>
      <w:r w:rsidRPr="00850D93">
        <w:t xml:space="preserve"> &lt; RX_REORD;</w:t>
      </w:r>
    </w:p>
    <w:p w14:paraId="332FE05F" w14:textId="77777777" w:rsidR="0052516E" w:rsidRPr="00850D93" w:rsidRDefault="0052516E" w:rsidP="0052516E">
      <w:pPr>
        <w:pStyle w:val="B2"/>
        <w:rPr>
          <w:lang w:eastAsia="ko-KR"/>
        </w:rPr>
      </w:pPr>
      <w:r w:rsidRPr="00850D93">
        <w:rPr>
          <w:lang w:eastAsia="ko-KR"/>
        </w:rPr>
        <w:t>-</w:t>
      </w:r>
      <w:r w:rsidRPr="00850D93">
        <w:rPr>
          <w:lang w:eastAsia="ko-KR"/>
        </w:rPr>
        <w:tab/>
      </w:r>
      <w:r w:rsidRPr="00850D93">
        <w:t xml:space="preserve">all stored PDCP </w:t>
      </w:r>
      <w:r w:rsidRPr="00850D93">
        <w:rPr>
          <w:lang w:eastAsia="ko-KR"/>
        </w:rPr>
        <w:t xml:space="preserve">SDU(s) </w:t>
      </w:r>
      <w:r w:rsidRPr="00850D93">
        <w:t>with consecutive</w:t>
      </w:r>
      <w:r w:rsidRPr="00850D93">
        <w:rPr>
          <w:lang w:eastAsia="ko-KR"/>
        </w:rPr>
        <w:t>ly</w:t>
      </w:r>
      <w:r w:rsidRPr="00850D93">
        <w:t xml:space="preserve"> associated COUNT value(s) starting from RX_REORD</w:t>
      </w:r>
      <w:r w:rsidRPr="00850D93">
        <w:rPr>
          <w:lang w:eastAsia="ko-KR"/>
        </w:rPr>
        <w:t>;</w:t>
      </w:r>
    </w:p>
    <w:p w14:paraId="4EBF760D" w14:textId="77777777" w:rsidR="0052516E" w:rsidRPr="00850D93" w:rsidRDefault="0052516E" w:rsidP="0052516E">
      <w:pPr>
        <w:pStyle w:val="B1"/>
        <w:rPr>
          <w:lang w:eastAsia="ko-KR"/>
        </w:rPr>
      </w:pPr>
      <w:r w:rsidRPr="00850D93">
        <w:rPr>
          <w:lang w:eastAsia="ko-KR"/>
        </w:rPr>
        <w:t>-</w:t>
      </w:r>
      <w:r w:rsidRPr="00850D93">
        <w:rPr>
          <w:lang w:eastAsia="ko-KR"/>
        </w:rPr>
        <w:tab/>
        <w:t>update RX_DELIV to the COUNT value of the first PDCP SDU which has not been delivered to upper layers, with COUNT value &gt;= RX_REORD;</w:t>
      </w:r>
    </w:p>
    <w:p w14:paraId="2220ACE3" w14:textId="77777777" w:rsidR="0052516E" w:rsidRPr="00850D93" w:rsidRDefault="0052516E" w:rsidP="0052516E">
      <w:pPr>
        <w:pStyle w:val="B1"/>
        <w:rPr>
          <w:lang w:eastAsia="ko-KR"/>
        </w:rPr>
      </w:pPr>
      <w:r w:rsidRPr="00850D93">
        <w:rPr>
          <w:lang w:eastAsia="ko-KR"/>
        </w:rPr>
        <w:t>-</w:t>
      </w:r>
      <w:r w:rsidRPr="00850D93">
        <w:rPr>
          <w:lang w:eastAsia="ko-KR"/>
        </w:rPr>
        <w:tab/>
        <w:t>if RX_DELIV &lt; RX_NEXT:</w:t>
      </w:r>
    </w:p>
    <w:p w14:paraId="5A9543F9" w14:textId="77777777" w:rsidR="0052516E" w:rsidRPr="00850D93" w:rsidRDefault="0052516E" w:rsidP="0052516E">
      <w:pPr>
        <w:pStyle w:val="B2"/>
        <w:rPr>
          <w:lang w:eastAsia="ko-KR"/>
        </w:rPr>
      </w:pPr>
      <w:r w:rsidRPr="00850D93">
        <w:rPr>
          <w:lang w:eastAsia="ko-KR"/>
        </w:rPr>
        <w:t>-</w:t>
      </w:r>
      <w:r w:rsidRPr="00850D93">
        <w:rPr>
          <w:lang w:eastAsia="ko-KR"/>
        </w:rPr>
        <w:tab/>
        <w:t>update RX_REORD to RX_NEXT;</w:t>
      </w:r>
    </w:p>
    <w:p w14:paraId="2B5D9A8C" w14:textId="77777777" w:rsidR="0052516E" w:rsidRPr="00850D93" w:rsidRDefault="0052516E" w:rsidP="0052516E">
      <w:pPr>
        <w:pStyle w:val="B2"/>
        <w:rPr>
          <w:lang w:eastAsia="ko-KR"/>
        </w:rPr>
      </w:pPr>
      <w:r w:rsidRPr="00850D93">
        <w:t>-</w:t>
      </w:r>
      <w:r w:rsidRPr="00850D93">
        <w:tab/>
      </w:r>
      <w:r w:rsidRPr="00850D93">
        <w:rPr>
          <w:lang w:eastAsia="ko-KR"/>
        </w:rPr>
        <w:t xml:space="preserve">start </w:t>
      </w:r>
      <w:r w:rsidRPr="00850D93">
        <w:rPr>
          <w:i/>
          <w:lang w:eastAsia="zh-TW"/>
        </w:rPr>
        <w:t>t-R</w:t>
      </w:r>
      <w:r w:rsidRPr="00850D93">
        <w:rPr>
          <w:i/>
          <w:lang w:eastAsia="ko-KR"/>
        </w:rPr>
        <w:t>eordering</w:t>
      </w:r>
      <w:r w:rsidRPr="00850D93">
        <w:rPr>
          <w:lang w:eastAsia="ko-KR"/>
        </w:rPr>
        <w:t>.</w:t>
      </w:r>
    </w:p>
    <w:p w14:paraId="40FEC6B3" w14:textId="77777777" w:rsidR="0052516E" w:rsidRPr="00850D93" w:rsidRDefault="0052516E" w:rsidP="0052516E">
      <w:pPr>
        <w:pStyle w:val="Heading4"/>
        <w:rPr>
          <w:b/>
          <w:bCs/>
          <w:lang w:eastAsia="ko-KR"/>
        </w:rPr>
      </w:pPr>
      <w:bookmarkStart w:id="67" w:name="_Toc12616339"/>
      <w:bookmarkStart w:id="68" w:name="_Toc76549147"/>
      <w:r w:rsidRPr="00850D93">
        <w:rPr>
          <w:lang w:eastAsia="ko-KR"/>
        </w:rPr>
        <w:t>5.2.2.3</w:t>
      </w:r>
      <w:r w:rsidRPr="00850D93">
        <w:rPr>
          <w:lang w:eastAsia="ko-KR"/>
        </w:rPr>
        <w:tab/>
        <w:t xml:space="preserve">Actions when the value of </w:t>
      </w:r>
      <w:r w:rsidRPr="00850D93">
        <w:rPr>
          <w:i/>
          <w:lang w:eastAsia="ko-KR"/>
        </w:rPr>
        <w:t>t-Reordering</w:t>
      </w:r>
      <w:r w:rsidRPr="00850D93">
        <w:rPr>
          <w:lang w:eastAsia="ko-KR"/>
        </w:rPr>
        <w:t xml:space="preserve"> is reconfigured</w:t>
      </w:r>
      <w:bookmarkEnd w:id="67"/>
      <w:bookmarkEnd w:id="68"/>
    </w:p>
    <w:p w14:paraId="091992B4" w14:textId="77777777" w:rsidR="0052516E" w:rsidRPr="00850D93" w:rsidRDefault="0052516E" w:rsidP="0052516E">
      <w:pPr>
        <w:rPr>
          <w:lang w:eastAsia="ko-KR"/>
        </w:rPr>
      </w:pPr>
      <w:r w:rsidRPr="00850D93">
        <w:rPr>
          <w:lang w:eastAsia="ko-KR"/>
        </w:rPr>
        <w:t xml:space="preserve">When the value of the </w:t>
      </w:r>
      <w:r w:rsidRPr="00850D93">
        <w:rPr>
          <w:i/>
          <w:lang w:eastAsia="zh-TW"/>
        </w:rPr>
        <w:t>t-R</w:t>
      </w:r>
      <w:r w:rsidRPr="00850D93">
        <w:rPr>
          <w:i/>
          <w:lang w:eastAsia="ko-KR"/>
        </w:rPr>
        <w:t>eordering</w:t>
      </w:r>
      <w:r w:rsidRPr="00850D93">
        <w:rPr>
          <w:lang w:eastAsia="ko-KR"/>
        </w:rPr>
        <w:t xml:space="preserve"> is reconfigured by upper layers while the </w:t>
      </w:r>
      <w:r w:rsidRPr="00850D93">
        <w:rPr>
          <w:i/>
          <w:lang w:eastAsia="zh-TW"/>
        </w:rPr>
        <w:t>t-R</w:t>
      </w:r>
      <w:r w:rsidRPr="00850D93">
        <w:rPr>
          <w:i/>
          <w:lang w:eastAsia="ko-KR"/>
        </w:rPr>
        <w:t>eordering</w:t>
      </w:r>
      <w:r w:rsidRPr="00850D93">
        <w:rPr>
          <w:lang w:eastAsia="ko-KR"/>
        </w:rPr>
        <w:t xml:space="preserve"> is running, the receiving PDCP entity shall:</w:t>
      </w:r>
    </w:p>
    <w:p w14:paraId="351DB66B" w14:textId="77777777" w:rsidR="0052516E" w:rsidRPr="00850D93" w:rsidRDefault="0052516E" w:rsidP="0052516E">
      <w:pPr>
        <w:pStyle w:val="B1"/>
        <w:rPr>
          <w:lang w:eastAsia="ko-KR"/>
        </w:rPr>
      </w:pPr>
      <w:r w:rsidRPr="00850D93">
        <w:rPr>
          <w:lang w:eastAsia="ko-KR"/>
        </w:rPr>
        <w:t>-</w:t>
      </w:r>
      <w:r w:rsidRPr="00850D93">
        <w:rPr>
          <w:lang w:eastAsia="ko-KR"/>
        </w:rPr>
        <w:tab/>
        <w:t>update RX_REORD to RX_NEXT;</w:t>
      </w:r>
    </w:p>
    <w:p w14:paraId="4FEBF518" w14:textId="77777777" w:rsidR="0052516E" w:rsidRPr="00850D93" w:rsidRDefault="0052516E" w:rsidP="0052516E">
      <w:pPr>
        <w:pStyle w:val="B1"/>
        <w:rPr>
          <w:lang w:eastAsia="ko-KR"/>
        </w:rPr>
      </w:pPr>
      <w:r w:rsidRPr="00850D93">
        <w:rPr>
          <w:lang w:eastAsia="ko-KR"/>
        </w:rPr>
        <w:lastRenderedPageBreak/>
        <w:t>-</w:t>
      </w:r>
      <w:r w:rsidRPr="00850D93">
        <w:rPr>
          <w:lang w:eastAsia="ko-KR"/>
        </w:rPr>
        <w:tab/>
        <w:t xml:space="preserve">stop and restart </w:t>
      </w:r>
      <w:r w:rsidRPr="00850D93">
        <w:rPr>
          <w:i/>
          <w:lang w:eastAsia="zh-TW"/>
        </w:rPr>
        <w:t>t-R</w:t>
      </w:r>
      <w:r w:rsidRPr="00850D93">
        <w:rPr>
          <w:i/>
          <w:lang w:eastAsia="ko-KR"/>
        </w:rPr>
        <w:t>eordering</w:t>
      </w:r>
      <w:r w:rsidRPr="00850D93">
        <w:rPr>
          <w:lang w:eastAsia="ko-KR"/>
        </w:rPr>
        <w:t>.</w:t>
      </w:r>
    </w:p>
    <w:p w14:paraId="2A268BD6" w14:textId="77777777" w:rsidR="0052516E" w:rsidRPr="00850D93" w:rsidRDefault="0052516E" w:rsidP="0052516E">
      <w:pPr>
        <w:pStyle w:val="Heading2"/>
      </w:pPr>
      <w:bookmarkStart w:id="69" w:name="_Toc12616340"/>
      <w:bookmarkStart w:id="70" w:name="_Toc76549148"/>
      <w:r w:rsidRPr="00850D93">
        <w:t>5.3</w:t>
      </w:r>
      <w:r w:rsidRPr="00850D93">
        <w:tab/>
        <w:t>SDU discard</w:t>
      </w:r>
      <w:bookmarkEnd w:id="69"/>
      <w:bookmarkEnd w:id="70"/>
    </w:p>
    <w:p w14:paraId="23CF5CB9" w14:textId="77777777" w:rsidR="0052516E" w:rsidRPr="00850D93" w:rsidRDefault="0052516E" w:rsidP="0052516E">
      <w:r w:rsidRPr="00850D93">
        <w:t xml:space="preserve">When the </w:t>
      </w:r>
      <w:r w:rsidRPr="00850D93">
        <w:rPr>
          <w:i/>
        </w:rPr>
        <w:t>discardTimer</w:t>
      </w:r>
      <w:r w:rsidRPr="00850D93">
        <w:t xml:space="preserve"> expires for a PDCP SDU</w:t>
      </w:r>
      <w:r w:rsidRPr="00850D93">
        <w:rPr>
          <w:lang w:eastAsia="ko-KR"/>
        </w:rPr>
        <w:t>,</w:t>
      </w:r>
      <w:r w:rsidRPr="00850D93">
        <w:t xml:space="preserve"> </w:t>
      </w:r>
      <w:r w:rsidRPr="00850D93">
        <w:rPr>
          <w:lang w:eastAsia="ko-KR"/>
        </w:rPr>
        <w:t xml:space="preserve">or the successful delivery of a PDCP SDU is confirmed by PDCP status report, </w:t>
      </w:r>
      <w:r w:rsidRPr="00850D93">
        <w:t xml:space="preserve">the transmitting PDCP entity shall discard the PDCP </w:t>
      </w:r>
      <w:r w:rsidRPr="00850D93">
        <w:rPr>
          <w:lang w:eastAsia="ko-KR"/>
        </w:rPr>
        <w:t>S</w:t>
      </w:r>
      <w:r w:rsidRPr="00850D93">
        <w:t xml:space="preserve">DU along with the corresponding PDCP </w:t>
      </w:r>
      <w:r w:rsidRPr="00850D93">
        <w:rPr>
          <w:lang w:eastAsia="ko-KR"/>
        </w:rPr>
        <w:t>Data P</w:t>
      </w:r>
      <w:r w:rsidRPr="00850D93">
        <w:t xml:space="preserve">DU. If the corresponding PDCP </w:t>
      </w:r>
      <w:r w:rsidRPr="00850D93">
        <w:rPr>
          <w:lang w:eastAsia="ko-KR"/>
        </w:rPr>
        <w:t>Data</w:t>
      </w:r>
      <w:r w:rsidRPr="00850D93">
        <w:t xml:space="preserve"> PDU has already been submitted to lower layers, the discard is indicated to lower layers.</w:t>
      </w:r>
    </w:p>
    <w:p w14:paraId="6524DFB9" w14:textId="77777777" w:rsidR="0052516E" w:rsidRPr="00850D93" w:rsidRDefault="0052516E" w:rsidP="0052516E">
      <w:pPr>
        <w:rPr>
          <w:lang w:eastAsia="ko-KR"/>
        </w:rPr>
      </w:pPr>
      <w:r w:rsidRPr="00850D93">
        <w:t>For SRBs, when upper layers request a PDCP SDU discard, the PDCP entity shall discard all stored PDCP SDUs and PDCP PDUs.</w:t>
      </w:r>
    </w:p>
    <w:p w14:paraId="52A7B717" w14:textId="77777777" w:rsidR="0052516E" w:rsidRPr="00850D93" w:rsidRDefault="0052516E" w:rsidP="0052516E">
      <w:pPr>
        <w:pStyle w:val="NO"/>
        <w:rPr>
          <w:lang w:eastAsia="ko-KR"/>
        </w:rPr>
      </w:pPr>
      <w:r w:rsidRPr="00850D93">
        <w:rPr>
          <w:lang w:eastAsia="ko-KR"/>
        </w:rPr>
        <w:t>NOTE:</w:t>
      </w:r>
      <w:r w:rsidRPr="00850D93">
        <w:rPr>
          <w:lang w:eastAsia="ko-KR"/>
        </w:rPr>
        <w:tab/>
        <w:t>Discarding a PDCP SDU already associated with a PDCP SN causes a SN gap in the transmitted PDCP Data PDUs, which increases PDCP reordering delay in the receiving PDCP entity.</w:t>
      </w:r>
      <w:r w:rsidRPr="00850D93">
        <w:t xml:space="preserve"> </w:t>
      </w:r>
      <w:r w:rsidRPr="00850D93">
        <w:rPr>
          <w:lang w:eastAsia="ko-KR"/>
        </w:rPr>
        <w:t>It is up to UE implementation how to minimize SN gap after SDU discard.</w:t>
      </w:r>
    </w:p>
    <w:p w14:paraId="0727C301" w14:textId="77777777" w:rsidR="0052516E" w:rsidRPr="00850D93" w:rsidRDefault="0052516E" w:rsidP="0052516E">
      <w:pPr>
        <w:pStyle w:val="Heading2"/>
      </w:pPr>
      <w:bookmarkStart w:id="71" w:name="Signet22"/>
      <w:bookmarkStart w:id="72" w:name="_Toc12616341"/>
      <w:bookmarkStart w:id="73" w:name="_Toc76549149"/>
      <w:bookmarkEnd w:id="71"/>
      <w:r w:rsidRPr="00850D93">
        <w:t>5.4</w:t>
      </w:r>
      <w:r w:rsidRPr="00850D93">
        <w:rPr>
          <w:lang w:eastAsia="ko-KR"/>
        </w:rPr>
        <w:tab/>
      </w:r>
      <w:r w:rsidRPr="00850D93">
        <w:t>Status reporting</w:t>
      </w:r>
      <w:bookmarkEnd w:id="72"/>
      <w:bookmarkEnd w:id="73"/>
    </w:p>
    <w:p w14:paraId="1B70A215" w14:textId="77777777" w:rsidR="0052516E" w:rsidRPr="00850D93" w:rsidRDefault="0052516E" w:rsidP="0052516E">
      <w:pPr>
        <w:pStyle w:val="Heading3"/>
      </w:pPr>
      <w:bookmarkStart w:id="74" w:name="_Toc12616342"/>
      <w:bookmarkStart w:id="75" w:name="_Toc76549150"/>
      <w:r w:rsidRPr="00850D93">
        <w:t>5.4.1</w:t>
      </w:r>
      <w:r w:rsidRPr="00850D93">
        <w:tab/>
        <w:t>Transmit operation</w:t>
      </w:r>
      <w:bookmarkEnd w:id="74"/>
      <w:bookmarkEnd w:id="75"/>
    </w:p>
    <w:p w14:paraId="4B06B341" w14:textId="77777777" w:rsidR="0052516E" w:rsidRPr="00850D93" w:rsidRDefault="0052516E" w:rsidP="0052516E">
      <w:pPr>
        <w:rPr>
          <w:lang w:eastAsia="ko-KR"/>
        </w:rPr>
      </w:pPr>
      <w:r w:rsidRPr="00850D93">
        <w:rPr>
          <w:lang w:eastAsia="ko-KR"/>
        </w:rPr>
        <w:t xml:space="preserve">For AM DRBs </w:t>
      </w:r>
      <w:r w:rsidRPr="00850D93">
        <w:t>configured by upper layers to send a PDCP status report</w:t>
      </w:r>
      <w:r w:rsidRPr="00850D93">
        <w:rPr>
          <w:lang w:eastAsia="ko-KR"/>
        </w:rPr>
        <w:t xml:space="preserve"> in the uplink (</w:t>
      </w:r>
      <w:r w:rsidRPr="00850D93">
        <w:rPr>
          <w:i/>
        </w:rPr>
        <w:t>statusReportRequired</w:t>
      </w:r>
      <w:r w:rsidRPr="00850D93">
        <w:rPr>
          <w:i/>
          <w:lang w:eastAsia="ko-KR"/>
        </w:rPr>
        <w:t xml:space="preserve"> </w:t>
      </w:r>
      <w:r w:rsidRPr="00850D93">
        <w:rPr>
          <w:lang w:eastAsia="ko-KR"/>
        </w:rPr>
        <w:t xml:space="preserve">in </w:t>
      </w:r>
      <w:r w:rsidRPr="00850D93">
        <w:t>TS 38.331</w:t>
      </w:r>
      <w:r w:rsidRPr="00850D93">
        <w:rPr>
          <w:lang w:eastAsia="ko-KR"/>
        </w:rPr>
        <w:t xml:space="preserve"> [3]), the receiving PDCP entity shall trigger a PDCP status report when:</w:t>
      </w:r>
    </w:p>
    <w:p w14:paraId="5B17A438" w14:textId="77777777" w:rsidR="0052516E" w:rsidRPr="00850D93" w:rsidRDefault="0052516E" w:rsidP="0052516E">
      <w:pPr>
        <w:pStyle w:val="B1"/>
      </w:pPr>
      <w:r w:rsidRPr="00850D93">
        <w:t>-</w:t>
      </w:r>
      <w:r w:rsidRPr="00850D93">
        <w:tab/>
        <w:t>upper layer requests a PDCP entity re-establishment;</w:t>
      </w:r>
    </w:p>
    <w:p w14:paraId="3503EFDB" w14:textId="77777777" w:rsidR="0052516E" w:rsidRPr="00850D93" w:rsidRDefault="0052516E" w:rsidP="0052516E">
      <w:pPr>
        <w:pStyle w:val="B1"/>
      </w:pPr>
      <w:r w:rsidRPr="00850D93">
        <w:t>-</w:t>
      </w:r>
      <w:r w:rsidRPr="00850D93">
        <w:tab/>
        <w:t>upper layer requests a PDCP data recovery.</w:t>
      </w:r>
    </w:p>
    <w:p w14:paraId="73157388" w14:textId="77777777" w:rsidR="0052516E" w:rsidRPr="00850D93" w:rsidRDefault="0052516E" w:rsidP="0052516E">
      <w:pPr>
        <w:rPr>
          <w:lang w:eastAsia="ko-KR"/>
        </w:rPr>
      </w:pPr>
      <w:r w:rsidRPr="00850D93">
        <w:rPr>
          <w:lang w:eastAsia="ko-KR"/>
        </w:rPr>
        <w:t>If a PDCP status report is triggered, the receiving PDCP entity shall:</w:t>
      </w:r>
    </w:p>
    <w:p w14:paraId="18FE137B" w14:textId="77777777" w:rsidR="0052516E" w:rsidRPr="00850D93" w:rsidRDefault="0052516E" w:rsidP="0052516E">
      <w:pPr>
        <w:pStyle w:val="B1"/>
      </w:pPr>
      <w:r w:rsidRPr="00850D93">
        <w:t>-</w:t>
      </w:r>
      <w:r w:rsidRPr="00850D93">
        <w:tab/>
        <w:t>compile a PDCP status report as indicated below by:</w:t>
      </w:r>
    </w:p>
    <w:p w14:paraId="663E1EE3" w14:textId="77777777" w:rsidR="0052516E" w:rsidRPr="00850D93" w:rsidRDefault="0052516E" w:rsidP="0052516E">
      <w:pPr>
        <w:pStyle w:val="B2"/>
      </w:pPr>
      <w:r w:rsidRPr="00850D93">
        <w:t>-</w:t>
      </w:r>
      <w:r w:rsidRPr="00850D93">
        <w:tab/>
        <w:t>setting the FMC field to RX_DELIV;</w:t>
      </w:r>
    </w:p>
    <w:p w14:paraId="7833D60F" w14:textId="77777777" w:rsidR="0052516E" w:rsidRPr="00850D93" w:rsidRDefault="0052516E" w:rsidP="0052516E">
      <w:pPr>
        <w:pStyle w:val="B2"/>
      </w:pPr>
      <w:r w:rsidRPr="00850D93">
        <w:t>-</w:t>
      </w:r>
      <w:r w:rsidRPr="00850D93">
        <w:tab/>
        <w:t>if RX_DELIV &lt; RX_NEXT:</w:t>
      </w:r>
    </w:p>
    <w:p w14:paraId="77A7F75B" w14:textId="77777777" w:rsidR="0052516E" w:rsidRPr="00850D93" w:rsidRDefault="0052516E" w:rsidP="0052516E">
      <w:pPr>
        <w:pStyle w:val="B3"/>
      </w:pPr>
      <w:r w:rsidRPr="00850D93">
        <w:t>-</w:t>
      </w:r>
      <w:r w:rsidRPr="00850D93">
        <w:tab/>
        <w:t xml:space="preserve">allocating a Bitmap field of length in bits equal to the number of COUNTs </w:t>
      </w:r>
      <w:r w:rsidRPr="00850D93">
        <w:rPr>
          <w:lang w:eastAsia="ko-KR"/>
        </w:rPr>
        <w:t xml:space="preserve">from and not including the first missing PDCP SDU up to and including </w:t>
      </w:r>
      <w:r w:rsidRPr="00850D93">
        <w:t xml:space="preserve">the last out-of-sequence PDCP </w:t>
      </w:r>
      <w:r w:rsidRPr="00850D93">
        <w:rPr>
          <w:lang w:eastAsia="ko-KR"/>
        </w:rPr>
        <w:t>S</w:t>
      </w:r>
      <w:r w:rsidRPr="00850D93">
        <w:t>DUs, rounded up to the next multiple of 8</w:t>
      </w:r>
      <w:r w:rsidRPr="00850D93">
        <w:rPr>
          <w:lang w:eastAsia="ko-KR"/>
        </w:rPr>
        <w:t>, or up to and including a PDCP SDU for which the resulting PDCP Control PDU size is equal to 9000 bytes, whichever comes first</w:t>
      </w:r>
      <w:r w:rsidRPr="00850D93">
        <w:t>;</w:t>
      </w:r>
    </w:p>
    <w:p w14:paraId="01C94C48" w14:textId="77777777" w:rsidR="0052516E" w:rsidRPr="00850D93" w:rsidRDefault="0052516E" w:rsidP="0052516E">
      <w:pPr>
        <w:pStyle w:val="B3"/>
      </w:pPr>
      <w:r w:rsidRPr="00850D93">
        <w:t>-</w:t>
      </w:r>
      <w:r w:rsidRPr="00850D93">
        <w:tab/>
        <w:t xml:space="preserve">setting in the bitmap field as '0' </w:t>
      </w:r>
      <w:r w:rsidRPr="00850D93">
        <w:rPr>
          <w:lang w:eastAsia="ko-KR"/>
        </w:rPr>
        <w:t xml:space="preserve">for </w:t>
      </w:r>
      <w:r w:rsidRPr="00850D93">
        <w:t>all PDCP SDUs that have not been received, and optionally PDCP SDUs for which decompression have failed;</w:t>
      </w:r>
    </w:p>
    <w:p w14:paraId="22802120" w14:textId="77777777" w:rsidR="0052516E" w:rsidRPr="00850D93" w:rsidRDefault="0052516E" w:rsidP="0052516E">
      <w:pPr>
        <w:pStyle w:val="B3"/>
      </w:pPr>
      <w:r w:rsidRPr="00850D93">
        <w:t>-</w:t>
      </w:r>
      <w:r w:rsidRPr="00850D93">
        <w:tab/>
        <w:t xml:space="preserve">setting in the bitmap field as '1' </w:t>
      </w:r>
      <w:r w:rsidRPr="00850D93">
        <w:rPr>
          <w:lang w:eastAsia="ko-KR"/>
        </w:rPr>
        <w:t xml:space="preserve">for </w:t>
      </w:r>
      <w:r w:rsidRPr="00850D93">
        <w:t>all PDCP SDUs that have been received;</w:t>
      </w:r>
    </w:p>
    <w:p w14:paraId="2883A098" w14:textId="77777777" w:rsidR="0052516E" w:rsidRPr="00850D93" w:rsidRDefault="0052516E" w:rsidP="0052516E">
      <w:pPr>
        <w:pStyle w:val="B1"/>
        <w:rPr>
          <w:lang w:eastAsia="ko-KR"/>
        </w:rPr>
      </w:pPr>
      <w:r w:rsidRPr="00850D93">
        <w:rPr>
          <w:lang w:eastAsia="ko-KR"/>
        </w:rPr>
        <w:t>-</w:t>
      </w:r>
      <w:r w:rsidRPr="00850D93">
        <w:rPr>
          <w:lang w:eastAsia="ko-KR"/>
        </w:rPr>
        <w:tab/>
      </w:r>
      <w:r w:rsidRPr="00850D93">
        <w:t>submit the PDCP status report to lower layers as the first PDCP PDU for transmission via the transmitting PDCP entity as specified in clause 5.2.1.</w:t>
      </w:r>
    </w:p>
    <w:p w14:paraId="5CB4BB23" w14:textId="77777777" w:rsidR="0052516E" w:rsidRPr="00850D93" w:rsidRDefault="0052516E" w:rsidP="0052516E">
      <w:pPr>
        <w:pStyle w:val="Heading3"/>
        <w:rPr>
          <w:lang w:eastAsia="ko-KR"/>
        </w:rPr>
      </w:pPr>
      <w:bookmarkStart w:id="76" w:name="_Toc12616343"/>
      <w:bookmarkStart w:id="77" w:name="_Toc76549151"/>
      <w:r w:rsidRPr="00850D93">
        <w:t>5.4.2</w:t>
      </w:r>
      <w:r w:rsidRPr="00850D93">
        <w:tab/>
        <w:t>Receive operation</w:t>
      </w:r>
      <w:bookmarkEnd w:id="76"/>
      <w:bookmarkEnd w:id="77"/>
    </w:p>
    <w:p w14:paraId="1C7C1857" w14:textId="77777777" w:rsidR="0052516E" w:rsidRPr="00850D93" w:rsidRDefault="0052516E" w:rsidP="0052516E">
      <w:r w:rsidRPr="00850D93">
        <w:t>For AM DRBs, when a PDCP status report is received in the downlink, the transmitting PDCP entity shall:</w:t>
      </w:r>
    </w:p>
    <w:p w14:paraId="5FBE874A" w14:textId="77777777" w:rsidR="0052516E" w:rsidRPr="00850D93" w:rsidRDefault="0052516E" w:rsidP="0052516E">
      <w:pPr>
        <w:pStyle w:val="B1"/>
        <w:rPr>
          <w:lang w:eastAsia="ko-KR"/>
        </w:rPr>
      </w:pPr>
      <w:r w:rsidRPr="00850D93">
        <w:t>-</w:t>
      </w:r>
      <w:r w:rsidRPr="00850D93">
        <w:tab/>
        <w:t xml:space="preserve">consider for each PDCP SDU, if any, with the bit in the bitmap set to '1', or with the associated COUNT value less than the value of FMC field as </w:t>
      </w:r>
      <w:r w:rsidRPr="00850D93">
        <w:rPr>
          <w:lang w:eastAsia="ko-KR"/>
        </w:rPr>
        <w:t>successfully delivered, and discard the PDCP SDU as specified in clause 5.3</w:t>
      </w:r>
      <w:r w:rsidRPr="00850D93">
        <w:t>.</w:t>
      </w:r>
    </w:p>
    <w:p w14:paraId="2B58F8E0" w14:textId="77777777" w:rsidR="0052516E" w:rsidRPr="00850D93" w:rsidRDefault="0052516E" w:rsidP="0052516E">
      <w:pPr>
        <w:pStyle w:val="Heading2"/>
        <w:rPr>
          <w:lang w:eastAsia="ko-KR"/>
        </w:rPr>
      </w:pPr>
      <w:bookmarkStart w:id="78" w:name="_Toc12616344"/>
      <w:bookmarkStart w:id="79" w:name="_Toc76549152"/>
      <w:r w:rsidRPr="00850D93">
        <w:rPr>
          <w:lang w:eastAsia="ko-KR"/>
        </w:rPr>
        <w:t>5.5</w:t>
      </w:r>
      <w:r w:rsidRPr="00850D93">
        <w:rPr>
          <w:lang w:eastAsia="ko-KR"/>
        </w:rPr>
        <w:tab/>
        <w:t>Data recovery</w:t>
      </w:r>
      <w:bookmarkEnd w:id="78"/>
      <w:bookmarkEnd w:id="79"/>
    </w:p>
    <w:p w14:paraId="0F507ECC" w14:textId="77777777" w:rsidR="0052516E" w:rsidRPr="00850D93" w:rsidRDefault="0052516E" w:rsidP="0052516E">
      <w:pPr>
        <w:rPr>
          <w:lang w:eastAsia="ko-KR"/>
        </w:rPr>
      </w:pPr>
      <w:r w:rsidRPr="00850D93">
        <w:t xml:space="preserve">For AM DRBs, when upper layers </w:t>
      </w:r>
      <w:r w:rsidRPr="00850D93">
        <w:rPr>
          <w:lang w:eastAsia="ko-KR"/>
        </w:rPr>
        <w:t>request a PDCP data recovery for a radio bearer, the transmitting PDCP entity shall:</w:t>
      </w:r>
    </w:p>
    <w:p w14:paraId="1E1D0E49" w14:textId="77777777" w:rsidR="0052516E" w:rsidRPr="00850D93" w:rsidRDefault="0052516E" w:rsidP="0052516E">
      <w:pPr>
        <w:pStyle w:val="B1"/>
        <w:rPr>
          <w:lang w:eastAsia="ko-KR"/>
        </w:rPr>
      </w:pPr>
      <w:r w:rsidRPr="00850D93">
        <w:rPr>
          <w:lang w:eastAsia="ko-KR"/>
        </w:rPr>
        <w:lastRenderedPageBreak/>
        <w:t>-</w:t>
      </w:r>
      <w:r w:rsidRPr="00850D93">
        <w:rPr>
          <w:lang w:eastAsia="ko-KR"/>
        </w:rPr>
        <w:tab/>
      </w:r>
      <w:r w:rsidRPr="00850D93">
        <w:t xml:space="preserve">perform </w:t>
      </w:r>
      <w:r w:rsidRPr="00850D93">
        <w:rPr>
          <w:snapToGrid w:val="0"/>
        </w:rPr>
        <w:t>retransmission</w:t>
      </w:r>
      <w:r w:rsidRPr="00850D93">
        <w:rPr>
          <w:lang w:eastAsia="ko-KR"/>
        </w:rPr>
        <w:t xml:space="preserve"> of all the PDCP Data PDUs previously submitted to re-established or released AM RLC entity</w:t>
      </w:r>
      <w:r w:rsidRPr="00850D93">
        <w:t xml:space="preserve"> in ascending order of the</w:t>
      </w:r>
      <w:r w:rsidRPr="00850D93">
        <w:rPr>
          <w:lang w:eastAsia="ko-KR"/>
        </w:rPr>
        <w:t xml:space="preserve"> associated</w:t>
      </w:r>
      <w:r w:rsidRPr="00850D93">
        <w:t xml:space="preserve"> COUNT value</w:t>
      </w:r>
      <w:r w:rsidRPr="00850D93">
        <w:rPr>
          <w:lang w:eastAsia="ko-KR"/>
        </w:rPr>
        <w:t>s for which the successful delivery has not been confirmed by lower layers, following the data submission procedure in clause 5.2.1.</w:t>
      </w:r>
    </w:p>
    <w:p w14:paraId="5BB9C682" w14:textId="77777777" w:rsidR="0052516E" w:rsidRPr="00850D93" w:rsidRDefault="0052516E" w:rsidP="0052516E">
      <w:pPr>
        <w:rPr>
          <w:lang w:eastAsia="ko-KR"/>
        </w:rPr>
      </w:pPr>
      <w:r w:rsidRPr="00850D93">
        <w:t>After performing the above procedures, the transmitting PDCP entity shall follow the procedures in clause 5.2.1.</w:t>
      </w:r>
    </w:p>
    <w:p w14:paraId="010147B7" w14:textId="77777777" w:rsidR="0052516E" w:rsidRPr="00850D93" w:rsidRDefault="0052516E" w:rsidP="0052516E">
      <w:pPr>
        <w:pStyle w:val="Heading2"/>
        <w:rPr>
          <w:lang w:eastAsia="ko-KR"/>
        </w:rPr>
      </w:pPr>
      <w:bookmarkStart w:id="80" w:name="_Toc12616345"/>
      <w:bookmarkStart w:id="81" w:name="_Toc76549153"/>
      <w:r w:rsidRPr="00850D93">
        <w:t>5.6</w:t>
      </w:r>
      <w:r w:rsidRPr="00850D93">
        <w:tab/>
      </w:r>
      <w:r w:rsidRPr="00850D93">
        <w:rPr>
          <w:lang w:eastAsia="ko-KR"/>
        </w:rPr>
        <w:t>Data volume calculation</w:t>
      </w:r>
      <w:bookmarkEnd w:id="80"/>
      <w:bookmarkEnd w:id="81"/>
    </w:p>
    <w:p w14:paraId="2928ECD5" w14:textId="77777777" w:rsidR="0052516E" w:rsidRPr="00850D93" w:rsidRDefault="0052516E" w:rsidP="0052516E">
      <w:r w:rsidRPr="00850D93">
        <w:t>For the purpose of MAC buffer status reporting, the transmitting PDCP entity shall consider the following as PDCP data volume:</w:t>
      </w:r>
    </w:p>
    <w:p w14:paraId="22126772" w14:textId="77777777" w:rsidR="0052516E" w:rsidRPr="00850D93" w:rsidRDefault="0052516E" w:rsidP="0052516E">
      <w:pPr>
        <w:pStyle w:val="B1"/>
      </w:pPr>
      <w:r w:rsidRPr="00850D93">
        <w:t>-</w:t>
      </w:r>
      <w:r w:rsidRPr="00850D93">
        <w:tab/>
        <w:t>the PDCP SDUs for which no PDCP Data PDUs have been constructed;</w:t>
      </w:r>
    </w:p>
    <w:p w14:paraId="37174B02" w14:textId="77777777" w:rsidR="0052516E" w:rsidRPr="00850D93" w:rsidRDefault="0052516E" w:rsidP="0052516E">
      <w:pPr>
        <w:pStyle w:val="B1"/>
      </w:pPr>
      <w:r w:rsidRPr="00850D93">
        <w:t>-</w:t>
      </w:r>
      <w:r w:rsidRPr="00850D93">
        <w:tab/>
        <w:t>the PDCP Data PDUs that have not been submitted to lower layers;</w:t>
      </w:r>
    </w:p>
    <w:p w14:paraId="13A54B9B" w14:textId="77777777" w:rsidR="0052516E" w:rsidRPr="00850D93" w:rsidRDefault="0052516E" w:rsidP="0052516E">
      <w:pPr>
        <w:pStyle w:val="B1"/>
      </w:pPr>
      <w:r w:rsidRPr="00850D93">
        <w:t>-</w:t>
      </w:r>
      <w:r w:rsidRPr="00850D93">
        <w:tab/>
        <w:t>the PDCP Control PDUs;</w:t>
      </w:r>
    </w:p>
    <w:p w14:paraId="47523A32" w14:textId="77777777" w:rsidR="0052516E" w:rsidRPr="00850D93" w:rsidRDefault="0052516E" w:rsidP="0052516E">
      <w:pPr>
        <w:pStyle w:val="B1"/>
      </w:pPr>
      <w:r w:rsidRPr="00850D93">
        <w:t>-</w:t>
      </w:r>
      <w:r w:rsidRPr="00850D93">
        <w:tab/>
        <w:t>for AM DRBs, the PDCP SDUs to be retransmitted according to clause 5.1.2;</w:t>
      </w:r>
    </w:p>
    <w:p w14:paraId="388F758B" w14:textId="77777777" w:rsidR="0052516E" w:rsidRPr="00850D93" w:rsidRDefault="0052516E" w:rsidP="0052516E">
      <w:pPr>
        <w:pStyle w:val="B1"/>
      </w:pPr>
      <w:r w:rsidRPr="00850D93">
        <w:t>-</w:t>
      </w:r>
      <w:r w:rsidRPr="00850D93">
        <w:tab/>
        <w:t>for AM DRBs, the PDCP Data PDUs to be retransmitted according to clause 5.5.</w:t>
      </w:r>
    </w:p>
    <w:p w14:paraId="729D261E" w14:textId="77777777" w:rsidR="0052516E" w:rsidRPr="00850D93" w:rsidRDefault="0052516E" w:rsidP="0052516E">
      <w:r w:rsidRPr="00850D93">
        <w:t xml:space="preserve">If the transmitting PDCP entity is associated with two RLC entities, when indicating the PDCP data volume to a MAC </w:t>
      </w:r>
      <w:r w:rsidRPr="00850D93">
        <w:rPr>
          <w:lang w:eastAsia="ko-KR"/>
        </w:rPr>
        <w:t>entity for BSR triggering and Buffer Size calculation (as specified in TS 38.321 [4] and TS 36.321 [12])</w:t>
      </w:r>
      <w:r w:rsidRPr="00850D93">
        <w:t>, the transmitting PDCP entity</w:t>
      </w:r>
      <w:r w:rsidR="00B83DF5" w:rsidRPr="00850D93">
        <w:t xml:space="preserve"> </w:t>
      </w:r>
      <w:r w:rsidRPr="00850D93">
        <w:t>shall:</w:t>
      </w:r>
    </w:p>
    <w:p w14:paraId="11CC37D3" w14:textId="77777777" w:rsidR="0052516E" w:rsidRPr="00850D93" w:rsidRDefault="0052516E" w:rsidP="0052516E">
      <w:pPr>
        <w:pStyle w:val="B1"/>
      </w:pPr>
      <w:r w:rsidRPr="00850D93">
        <w:t>-</w:t>
      </w:r>
      <w:r w:rsidRPr="00850D93">
        <w:tab/>
        <w:t>if the PDCP duplication is activated:</w:t>
      </w:r>
    </w:p>
    <w:p w14:paraId="628654EB" w14:textId="77777777" w:rsidR="0052516E" w:rsidRPr="00850D93" w:rsidRDefault="0052516E" w:rsidP="0052516E">
      <w:pPr>
        <w:pStyle w:val="B2"/>
      </w:pPr>
      <w:r w:rsidRPr="00850D93">
        <w:t>-</w:t>
      </w:r>
      <w:r w:rsidRPr="00850D93">
        <w:tab/>
        <w:t>indicate the PDCP data volume to the MAC entity associated with the primary RLC entity;</w:t>
      </w:r>
    </w:p>
    <w:p w14:paraId="5674AF36" w14:textId="77777777" w:rsidR="0052516E" w:rsidRPr="00850D93" w:rsidRDefault="0052516E" w:rsidP="0052516E">
      <w:pPr>
        <w:pStyle w:val="B2"/>
      </w:pPr>
      <w:r w:rsidRPr="00850D93">
        <w:t>-</w:t>
      </w:r>
      <w:r w:rsidRPr="00850D93">
        <w:tab/>
        <w:t>indicate the PDCP data volume excluding the PDCP Control PDU to the MAC entity associated with the secondary RLC entity;</w:t>
      </w:r>
    </w:p>
    <w:p w14:paraId="55727D69" w14:textId="77777777" w:rsidR="0052516E" w:rsidRPr="00850D93" w:rsidRDefault="0052516E" w:rsidP="0052516E">
      <w:pPr>
        <w:pStyle w:val="B1"/>
      </w:pPr>
      <w:r w:rsidRPr="00850D93">
        <w:t>-</w:t>
      </w:r>
      <w:r w:rsidRPr="00850D93">
        <w:tab/>
        <w:t>else:</w:t>
      </w:r>
    </w:p>
    <w:p w14:paraId="24421A56" w14:textId="77777777" w:rsidR="0052516E" w:rsidRPr="00850D93" w:rsidRDefault="0052516E" w:rsidP="0052516E">
      <w:pPr>
        <w:pStyle w:val="B2"/>
        <w:rPr>
          <w:lang w:eastAsia="ko-KR"/>
        </w:rPr>
      </w:pPr>
      <w:r w:rsidRPr="00850D93">
        <w:t>-</w:t>
      </w:r>
      <w:r w:rsidRPr="00850D93">
        <w:tab/>
        <w:t>if the two associated RLC entities belong to the different Cell Groups; and</w:t>
      </w:r>
    </w:p>
    <w:p w14:paraId="16F90C05" w14:textId="77777777" w:rsidR="0052516E" w:rsidRPr="00850D93" w:rsidRDefault="0052516E" w:rsidP="0052516E">
      <w:pPr>
        <w:pStyle w:val="B2"/>
        <w:rPr>
          <w:lang w:eastAsia="ko-KR"/>
        </w:rPr>
      </w:pPr>
      <w:r w:rsidRPr="00850D93">
        <w:rPr>
          <w:lang w:eastAsia="ko-KR"/>
        </w:rPr>
        <w:t>-</w:t>
      </w:r>
      <w:r w:rsidRPr="00850D93">
        <w:rPr>
          <w:lang w:eastAsia="ko-KR"/>
        </w:rPr>
        <w:tab/>
        <w:t xml:space="preserve">if the total amount of PDCP data volume and RLC data volume pending for initial transmission (as specified in TS 38.322 [5]) in the two associated RLC entities is equal to or larger than </w:t>
      </w:r>
      <w:r w:rsidRPr="00850D93">
        <w:rPr>
          <w:i/>
          <w:lang w:eastAsia="ko-KR"/>
        </w:rPr>
        <w:t>ul-DataSplitThreshold</w:t>
      </w:r>
      <w:r w:rsidRPr="00850D93">
        <w:rPr>
          <w:lang w:eastAsia="ko-KR"/>
        </w:rPr>
        <w:t>:</w:t>
      </w:r>
    </w:p>
    <w:p w14:paraId="6B4EC6D3" w14:textId="77777777" w:rsidR="0052516E" w:rsidRPr="00850D93" w:rsidRDefault="0052516E" w:rsidP="0052516E">
      <w:pPr>
        <w:pStyle w:val="B3"/>
        <w:rPr>
          <w:lang w:eastAsia="ko-KR"/>
        </w:rPr>
      </w:pPr>
      <w:r w:rsidRPr="00850D93">
        <w:rPr>
          <w:lang w:eastAsia="ko-KR"/>
        </w:rPr>
        <w:t>-</w:t>
      </w:r>
      <w:r w:rsidRPr="00850D93">
        <w:rPr>
          <w:lang w:eastAsia="ko-KR"/>
        </w:rPr>
        <w:tab/>
        <w:t>indicate the PDCP data volume to both the MAC entity associated with the primary RLC entity and the MAC entity associated with the secondary RLC entity;</w:t>
      </w:r>
    </w:p>
    <w:p w14:paraId="482E7088" w14:textId="77777777" w:rsidR="0052516E" w:rsidRPr="00850D93" w:rsidRDefault="0052516E" w:rsidP="0052516E">
      <w:pPr>
        <w:pStyle w:val="B2"/>
        <w:rPr>
          <w:lang w:eastAsia="ko-KR"/>
        </w:rPr>
      </w:pPr>
      <w:r w:rsidRPr="00850D93">
        <w:rPr>
          <w:lang w:eastAsia="ko-KR"/>
        </w:rPr>
        <w:t>-</w:t>
      </w:r>
      <w:r w:rsidRPr="00850D93">
        <w:rPr>
          <w:lang w:eastAsia="ko-KR"/>
        </w:rPr>
        <w:tab/>
        <w:t>else:</w:t>
      </w:r>
    </w:p>
    <w:p w14:paraId="389FF031" w14:textId="77777777" w:rsidR="0052516E" w:rsidRPr="00850D93" w:rsidRDefault="0052516E" w:rsidP="0052516E">
      <w:pPr>
        <w:pStyle w:val="B3"/>
      </w:pPr>
      <w:r w:rsidRPr="00850D93">
        <w:t>-</w:t>
      </w:r>
      <w:r w:rsidRPr="00850D93">
        <w:tab/>
        <w:t>indicate the PDCP data volume to the MAC entity associated with the primary RLC entity;</w:t>
      </w:r>
    </w:p>
    <w:p w14:paraId="6ACE5905" w14:textId="77777777" w:rsidR="0052516E" w:rsidRPr="00850D93" w:rsidRDefault="0052516E" w:rsidP="0052516E">
      <w:pPr>
        <w:pStyle w:val="B3"/>
      </w:pPr>
      <w:r w:rsidRPr="00850D93">
        <w:t>-</w:t>
      </w:r>
      <w:r w:rsidRPr="00850D93">
        <w:tab/>
        <w:t>indicate the PDCP data volume as 0 to the MAC entity associated with the secondary RLC entity.</w:t>
      </w:r>
    </w:p>
    <w:p w14:paraId="093A1120" w14:textId="77777777" w:rsidR="0052516E" w:rsidRPr="00850D93" w:rsidRDefault="0052516E" w:rsidP="0052516E">
      <w:pPr>
        <w:pStyle w:val="Heading2"/>
        <w:rPr>
          <w:lang w:eastAsia="ko-KR"/>
        </w:rPr>
      </w:pPr>
      <w:bookmarkStart w:id="82" w:name="_Toc12616346"/>
      <w:bookmarkStart w:id="83" w:name="_Toc76549154"/>
      <w:r w:rsidRPr="00850D93">
        <w:t>5.7</w:t>
      </w:r>
      <w:r w:rsidRPr="00850D93">
        <w:rPr>
          <w:sz w:val="24"/>
          <w:lang w:eastAsia="en-GB"/>
        </w:rPr>
        <w:tab/>
      </w:r>
      <w:r w:rsidRPr="00850D93">
        <w:t>Header compression</w:t>
      </w:r>
      <w:r w:rsidRPr="00850D93">
        <w:rPr>
          <w:lang w:eastAsia="ko-KR"/>
        </w:rPr>
        <w:t xml:space="preserve"> and decompression</w:t>
      </w:r>
      <w:bookmarkEnd w:id="82"/>
      <w:bookmarkEnd w:id="83"/>
    </w:p>
    <w:p w14:paraId="13AFB94B" w14:textId="77777777" w:rsidR="0052516E" w:rsidRPr="00850D93" w:rsidRDefault="0052516E" w:rsidP="0052516E">
      <w:pPr>
        <w:pStyle w:val="Heading3"/>
      </w:pPr>
      <w:bookmarkStart w:id="84" w:name="_Toc12616347"/>
      <w:bookmarkStart w:id="85" w:name="_Toc76549155"/>
      <w:r w:rsidRPr="00850D93">
        <w:t>5.7.1</w:t>
      </w:r>
      <w:r w:rsidRPr="00850D93">
        <w:tab/>
        <w:t>Supported header compression protocols and profiles</w:t>
      </w:r>
      <w:bookmarkEnd w:id="84"/>
      <w:bookmarkEnd w:id="85"/>
    </w:p>
    <w:p w14:paraId="57641C5B" w14:textId="77777777" w:rsidR="0052516E" w:rsidRPr="00850D93" w:rsidRDefault="0052516E" w:rsidP="0052516E">
      <w:r w:rsidRPr="00850D93">
        <w:t>The header compression protocol is based on the Robust Header Compression (R</w:t>
      </w:r>
      <w:r w:rsidRPr="00850D93">
        <w:rPr>
          <w:lang w:eastAsia="ko-KR"/>
        </w:rPr>
        <w:t>O</w:t>
      </w:r>
      <w:r w:rsidRPr="00850D93">
        <w:t>HC) framework defined in RFC 5795 [7]. There are multiple header compression algorithms, called profiles, defined for the R</w:t>
      </w:r>
      <w:r w:rsidRPr="00850D93">
        <w:rPr>
          <w:lang w:eastAsia="ko-KR"/>
        </w:rPr>
        <w:t>O</w:t>
      </w:r>
      <w:r w:rsidRPr="00850D93">
        <w:t>HC framework. Each profile is specific to the particular network layer, transport layer or upper layer protocol combination e.g. TCP/IP and RTP/UDP/IP.</w:t>
      </w:r>
    </w:p>
    <w:p w14:paraId="36A0AC0C" w14:textId="77777777" w:rsidR="0052516E" w:rsidRPr="00850D93" w:rsidRDefault="0052516E" w:rsidP="0052516E">
      <w:r w:rsidRPr="00850D93">
        <w:t>The detailed definition of the R</w:t>
      </w:r>
      <w:r w:rsidRPr="00850D93">
        <w:rPr>
          <w:lang w:eastAsia="ko-KR"/>
        </w:rPr>
        <w:t>O</w:t>
      </w:r>
      <w:r w:rsidRPr="00850D93">
        <w:t>HC channel is specified as part of the R</w:t>
      </w:r>
      <w:r w:rsidRPr="00850D93">
        <w:rPr>
          <w:lang w:eastAsia="ko-KR"/>
        </w:rPr>
        <w:t>O</w:t>
      </w:r>
      <w:r w:rsidRPr="00850D93">
        <w:t>HC framework defined in RFC 5795 [7]. This includes how to multiplex different flows (header compressed or not) over the R</w:t>
      </w:r>
      <w:r w:rsidRPr="00850D93">
        <w:rPr>
          <w:lang w:eastAsia="ko-KR"/>
        </w:rPr>
        <w:t>O</w:t>
      </w:r>
      <w:r w:rsidRPr="00850D93">
        <w:t>HC channel, as well as how to associate a specific IP flow with a specific context state during initialization of the compression algorithm for that flow.</w:t>
      </w:r>
    </w:p>
    <w:p w14:paraId="4CF50BCB" w14:textId="77777777" w:rsidR="0052516E" w:rsidRPr="00850D93" w:rsidRDefault="0052516E" w:rsidP="0052516E">
      <w:r w:rsidRPr="00850D93">
        <w:t>The implementation of the functionality of the R</w:t>
      </w:r>
      <w:r w:rsidRPr="00850D93">
        <w:rPr>
          <w:lang w:eastAsia="ko-KR"/>
        </w:rPr>
        <w:t>O</w:t>
      </w:r>
      <w:r w:rsidRPr="00850D93">
        <w:t>HC framework and of the functionality of the supported header compression profiles is not covered in this specification.</w:t>
      </w:r>
    </w:p>
    <w:p w14:paraId="6FD256DD" w14:textId="77777777" w:rsidR="0052516E" w:rsidRPr="00850D93" w:rsidRDefault="0052516E" w:rsidP="0052516E">
      <w:pPr>
        <w:rPr>
          <w:snapToGrid w:val="0"/>
        </w:rPr>
      </w:pPr>
      <w:r w:rsidRPr="00850D93">
        <w:rPr>
          <w:snapToGrid w:val="0"/>
        </w:rPr>
        <w:lastRenderedPageBreak/>
        <w:t>In this version of the specification the support of the following profiles is described:</w:t>
      </w:r>
    </w:p>
    <w:p w14:paraId="735B609B" w14:textId="77777777" w:rsidR="0052516E" w:rsidRPr="00850D93" w:rsidRDefault="0052516E" w:rsidP="0052516E">
      <w:pPr>
        <w:pStyle w:val="TH"/>
        <w:rPr>
          <w:snapToGrid w:val="0"/>
        </w:rPr>
      </w:pPr>
      <w:r w:rsidRPr="00850D93">
        <w:rPr>
          <w:snapToGrid w:val="0"/>
        </w:rPr>
        <w:t>Table 5.</w:t>
      </w:r>
      <w:r w:rsidRPr="00850D93">
        <w:rPr>
          <w:snapToGrid w:val="0"/>
          <w:lang w:eastAsia="ko-KR"/>
        </w:rPr>
        <w:t>7</w:t>
      </w:r>
      <w:r w:rsidRPr="00850D93">
        <w:rPr>
          <w:snapToGrid w:val="0"/>
        </w:rPr>
        <w:t xml:space="preserve">.1-1: </w:t>
      </w:r>
      <w:r w:rsidRPr="00850D93">
        <w:t>Supported header compression protocols and profiles</w:t>
      </w: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1866"/>
        <w:gridCol w:w="2409"/>
      </w:tblGrid>
      <w:tr w:rsidR="00850D93" w:rsidRPr="00850D93" w14:paraId="77AE6B7D" w14:textId="77777777" w:rsidTr="00FF557C">
        <w:trPr>
          <w:trHeight w:val="209"/>
          <w:jc w:val="center"/>
        </w:trPr>
        <w:tc>
          <w:tcPr>
            <w:tcW w:w="1957" w:type="dxa"/>
            <w:vAlign w:val="center"/>
          </w:tcPr>
          <w:p w14:paraId="1396121F" w14:textId="77777777" w:rsidR="0052516E" w:rsidRPr="00850D93" w:rsidRDefault="0052516E" w:rsidP="00FF557C">
            <w:pPr>
              <w:pStyle w:val="TAH"/>
            </w:pPr>
            <w:r w:rsidRPr="00850D93">
              <w:t>Profile Identifier</w:t>
            </w:r>
          </w:p>
        </w:tc>
        <w:tc>
          <w:tcPr>
            <w:tcW w:w="1866" w:type="dxa"/>
            <w:vAlign w:val="center"/>
          </w:tcPr>
          <w:p w14:paraId="7F41F3D1" w14:textId="77777777" w:rsidR="0052516E" w:rsidRPr="00850D93" w:rsidRDefault="0052516E" w:rsidP="00FF557C">
            <w:pPr>
              <w:pStyle w:val="TAH"/>
            </w:pPr>
            <w:r w:rsidRPr="00850D93">
              <w:t>Usage</w:t>
            </w:r>
          </w:p>
        </w:tc>
        <w:tc>
          <w:tcPr>
            <w:tcW w:w="2409" w:type="dxa"/>
            <w:vAlign w:val="center"/>
          </w:tcPr>
          <w:p w14:paraId="2033A0D9" w14:textId="77777777" w:rsidR="0052516E" w:rsidRPr="00850D93" w:rsidRDefault="0052516E" w:rsidP="00FF557C">
            <w:pPr>
              <w:pStyle w:val="TAH"/>
            </w:pPr>
            <w:r w:rsidRPr="00850D93">
              <w:t>Reference</w:t>
            </w:r>
          </w:p>
        </w:tc>
      </w:tr>
      <w:tr w:rsidR="00850D93" w:rsidRPr="00850D93" w14:paraId="11F94250" w14:textId="77777777" w:rsidTr="00FF557C">
        <w:trPr>
          <w:jc w:val="center"/>
        </w:trPr>
        <w:tc>
          <w:tcPr>
            <w:tcW w:w="1957" w:type="dxa"/>
          </w:tcPr>
          <w:p w14:paraId="795E7F43" w14:textId="77777777" w:rsidR="0052516E" w:rsidRPr="00850D93" w:rsidRDefault="0052516E" w:rsidP="00FF557C">
            <w:pPr>
              <w:pStyle w:val="TAL"/>
              <w:jc w:val="center"/>
            </w:pPr>
            <w:r w:rsidRPr="00850D93">
              <w:t>0x0000</w:t>
            </w:r>
          </w:p>
        </w:tc>
        <w:tc>
          <w:tcPr>
            <w:tcW w:w="1866" w:type="dxa"/>
          </w:tcPr>
          <w:p w14:paraId="39451A10" w14:textId="77777777" w:rsidR="0052516E" w:rsidRPr="00850D93" w:rsidRDefault="0052516E" w:rsidP="00FF557C">
            <w:pPr>
              <w:pStyle w:val="TAL"/>
            </w:pPr>
            <w:r w:rsidRPr="00850D93">
              <w:t>No compression</w:t>
            </w:r>
          </w:p>
        </w:tc>
        <w:tc>
          <w:tcPr>
            <w:tcW w:w="2409" w:type="dxa"/>
          </w:tcPr>
          <w:p w14:paraId="2B05A0DF" w14:textId="77777777" w:rsidR="0052516E" w:rsidRPr="00850D93" w:rsidRDefault="0052516E" w:rsidP="00FF557C">
            <w:pPr>
              <w:pStyle w:val="TAL"/>
            </w:pPr>
            <w:r w:rsidRPr="00850D93">
              <w:t>RFC 5795</w:t>
            </w:r>
          </w:p>
        </w:tc>
      </w:tr>
      <w:tr w:rsidR="00850D93" w:rsidRPr="00850D93" w14:paraId="2D1F85A5" w14:textId="77777777" w:rsidTr="00FF557C">
        <w:trPr>
          <w:jc w:val="center"/>
        </w:trPr>
        <w:tc>
          <w:tcPr>
            <w:tcW w:w="1957" w:type="dxa"/>
          </w:tcPr>
          <w:p w14:paraId="2271AC7D" w14:textId="77777777" w:rsidR="0052516E" w:rsidRPr="00850D93" w:rsidRDefault="0052516E" w:rsidP="00FF557C">
            <w:pPr>
              <w:pStyle w:val="TAL"/>
              <w:jc w:val="center"/>
            </w:pPr>
            <w:r w:rsidRPr="00850D93">
              <w:t>0x0001</w:t>
            </w:r>
          </w:p>
        </w:tc>
        <w:tc>
          <w:tcPr>
            <w:tcW w:w="1866" w:type="dxa"/>
          </w:tcPr>
          <w:p w14:paraId="7DF2FE70" w14:textId="77777777" w:rsidR="0052516E" w:rsidRPr="00850D93" w:rsidRDefault="0052516E" w:rsidP="00FF557C">
            <w:pPr>
              <w:pStyle w:val="TAL"/>
            </w:pPr>
            <w:r w:rsidRPr="00850D93">
              <w:t>RTP/UDP/IP</w:t>
            </w:r>
          </w:p>
        </w:tc>
        <w:tc>
          <w:tcPr>
            <w:tcW w:w="2409" w:type="dxa"/>
          </w:tcPr>
          <w:p w14:paraId="6E181661" w14:textId="77777777" w:rsidR="0052516E" w:rsidRPr="00850D93" w:rsidRDefault="0052516E" w:rsidP="00FF557C">
            <w:pPr>
              <w:pStyle w:val="TAL"/>
            </w:pPr>
            <w:r w:rsidRPr="00850D93">
              <w:t>RFC 3095, RFC 4815</w:t>
            </w:r>
          </w:p>
        </w:tc>
      </w:tr>
      <w:tr w:rsidR="00850D93" w:rsidRPr="00850D93" w14:paraId="49687860" w14:textId="77777777" w:rsidTr="00FF557C">
        <w:trPr>
          <w:jc w:val="center"/>
        </w:trPr>
        <w:tc>
          <w:tcPr>
            <w:tcW w:w="1957" w:type="dxa"/>
          </w:tcPr>
          <w:p w14:paraId="2D56CEE7" w14:textId="77777777" w:rsidR="0052516E" w:rsidRPr="00850D93" w:rsidRDefault="0052516E" w:rsidP="00FF557C">
            <w:pPr>
              <w:pStyle w:val="TAL"/>
              <w:jc w:val="center"/>
            </w:pPr>
            <w:r w:rsidRPr="00850D93">
              <w:t>0x0002</w:t>
            </w:r>
          </w:p>
        </w:tc>
        <w:tc>
          <w:tcPr>
            <w:tcW w:w="1866" w:type="dxa"/>
          </w:tcPr>
          <w:p w14:paraId="764C4417" w14:textId="77777777" w:rsidR="0052516E" w:rsidRPr="00850D93" w:rsidRDefault="0052516E" w:rsidP="00FF557C">
            <w:pPr>
              <w:pStyle w:val="TAL"/>
            </w:pPr>
            <w:r w:rsidRPr="00850D93">
              <w:t>UDP/IP</w:t>
            </w:r>
          </w:p>
        </w:tc>
        <w:tc>
          <w:tcPr>
            <w:tcW w:w="2409" w:type="dxa"/>
          </w:tcPr>
          <w:p w14:paraId="66DD0DD4" w14:textId="77777777" w:rsidR="0052516E" w:rsidRPr="00850D93" w:rsidRDefault="0052516E" w:rsidP="00FF557C">
            <w:pPr>
              <w:pStyle w:val="TAL"/>
            </w:pPr>
            <w:r w:rsidRPr="00850D93">
              <w:t>RFC 3095, RFC 4815</w:t>
            </w:r>
          </w:p>
        </w:tc>
      </w:tr>
      <w:tr w:rsidR="00850D93" w:rsidRPr="00850D93" w14:paraId="376A43A3" w14:textId="77777777" w:rsidTr="00FF557C">
        <w:trPr>
          <w:jc w:val="center"/>
        </w:trPr>
        <w:tc>
          <w:tcPr>
            <w:tcW w:w="1957" w:type="dxa"/>
          </w:tcPr>
          <w:p w14:paraId="47DEC61A" w14:textId="77777777" w:rsidR="0052516E" w:rsidRPr="00850D93" w:rsidRDefault="0052516E" w:rsidP="00FF557C">
            <w:pPr>
              <w:pStyle w:val="TAL"/>
              <w:jc w:val="center"/>
            </w:pPr>
            <w:r w:rsidRPr="00850D93">
              <w:t>0x0003</w:t>
            </w:r>
          </w:p>
        </w:tc>
        <w:tc>
          <w:tcPr>
            <w:tcW w:w="1866" w:type="dxa"/>
          </w:tcPr>
          <w:p w14:paraId="4862BB5F" w14:textId="77777777" w:rsidR="0052516E" w:rsidRPr="00850D93" w:rsidRDefault="0052516E" w:rsidP="00FF557C">
            <w:pPr>
              <w:pStyle w:val="TAL"/>
            </w:pPr>
            <w:r w:rsidRPr="00850D93">
              <w:t>ESP/IP</w:t>
            </w:r>
          </w:p>
        </w:tc>
        <w:tc>
          <w:tcPr>
            <w:tcW w:w="2409" w:type="dxa"/>
          </w:tcPr>
          <w:p w14:paraId="0EBB02E2" w14:textId="77777777" w:rsidR="0052516E" w:rsidRPr="00850D93" w:rsidRDefault="0052516E" w:rsidP="00FF557C">
            <w:pPr>
              <w:pStyle w:val="TAL"/>
            </w:pPr>
            <w:r w:rsidRPr="00850D93">
              <w:t>RFC 3095, RFC 4815</w:t>
            </w:r>
          </w:p>
        </w:tc>
      </w:tr>
      <w:tr w:rsidR="00850D93" w:rsidRPr="00850D93" w14:paraId="006B787F" w14:textId="77777777" w:rsidTr="00FF557C">
        <w:trPr>
          <w:jc w:val="center"/>
        </w:trPr>
        <w:tc>
          <w:tcPr>
            <w:tcW w:w="1957" w:type="dxa"/>
          </w:tcPr>
          <w:p w14:paraId="02B18C26" w14:textId="77777777" w:rsidR="0052516E" w:rsidRPr="00850D93" w:rsidRDefault="0052516E" w:rsidP="00FF557C">
            <w:pPr>
              <w:pStyle w:val="TAL"/>
              <w:jc w:val="center"/>
            </w:pPr>
            <w:r w:rsidRPr="00850D93">
              <w:t>0x0004</w:t>
            </w:r>
          </w:p>
        </w:tc>
        <w:tc>
          <w:tcPr>
            <w:tcW w:w="1866" w:type="dxa"/>
          </w:tcPr>
          <w:p w14:paraId="705A4FAA" w14:textId="77777777" w:rsidR="0052516E" w:rsidRPr="00850D93" w:rsidRDefault="0052516E" w:rsidP="00FF557C">
            <w:pPr>
              <w:pStyle w:val="TAL"/>
            </w:pPr>
            <w:r w:rsidRPr="00850D93">
              <w:t>IP</w:t>
            </w:r>
          </w:p>
        </w:tc>
        <w:tc>
          <w:tcPr>
            <w:tcW w:w="2409" w:type="dxa"/>
          </w:tcPr>
          <w:p w14:paraId="53AF2000" w14:textId="77777777" w:rsidR="0052516E" w:rsidRPr="00850D93" w:rsidRDefault="0052516E" w:rsidP="00FF557C">
            <w:pPr>
              <w:pStyle w:val="TAL"/>
            </w:pPr>
            <w:r w:rsidRPr="00850D93">
              <w:t>RFC 3843, RFC 4815</w:t>
            </w:r>
          </w:p>
        </w:tc>
      </w:tr>
      <w:tr w:rsidR="00850D93" w:rsidRPr="00850D93" w14:paraId="0EE0EFCD" w14:textId="77777777" w:rsidTr="00FF557C">
        <w:trPr>
          <w:jc w:val="center"/>
        </w:trPr>
        <w:tc>
          <w:tcPr>
            <w:tcW w:w="1957" w:type="dxa"/>
          </w:tcPr>
          <w:p w14:paraId="35FA411B" w14:textId="77777777" w:rsidR="0052516E" w:rsidRPr="00850D93" w:rsidRDefault="0052516E" w:rsidP="00FF557C">
            <w:pPr>
              <w:pStyle w:val="TAL"/>
              <w:jc w:val="center"/>
            </w:pPr>
            <w:r w:rsidRPr="00850D93">
              <w:t>0x0006</w:t>
            </w:r>
          </w:p>
        </w:tc>
        <w:tc>
          <w:tcPr>
            <w:tcW w:w="1866" w:type="dxa"/>
          </w:tcPr>
          <w:p w14:paraId="5CA07FA6" w14:textId="77777777" w:rsidR="0052516E" w:rsidRPr="00850D93" w:rsidRDefault="0052516E" w:rsidP="00FF557C">
            <w:pPr>
              <w:pStyle w:val="TAL"/>
            </w:pPr>
            <w:r w:rsidRPr="00850D93">
              <w:t>TCP/IP</w:t>
            </w:r>
          </w:p>
        </w:tc>
        <w:tc>
          <w:tcPr>
            <w:tcW w:w="2409" w:type="dxa"/>
          </w:tcPr>
          <w:p w14:paraId="144DFC9E" w14:textId="77777777" w:rsidR="0052516E" w:rsidRPr="00850D93" w:rsidRDefault="0052516E" w:rsidP="00FF557C">
            <w:pPr>
              <w:pStyle w:val="TAL"/>
            </w:pPr>
            <w:r w:rsidRPr="00850D93">
              <w:t>RFC 6846</w:t>
            </w:r>
          </w:p>
        </w:tc>
      </w:tr>
      <w:tr w:rsidR="00850D93" w:rsidRPr="00850D93" w14:paraId="53C4A10A" w14:textId="77777777" w:rsidTr="00FF557C">
        <w:trPr>
          <w:jc w:val="center"/>
        </w:trPr>
        <w:tc>
          <w:tcPr>
            <w:tcW w:w="1957" w:type="dxa"/>
          </w:tcPr>
          <w:p w14:paraId="665C3A00" w14:textId="77777777" w:rsidR="0052516E" w:rsidRPr="00850D93" w:rsidRDefault="0052516E" w:rsidP="00FF557C">
            <w:pPr>
              <w:pStyle w:val="TAL"/>
              <w:jc w:val="center"/>
            </w:pPr>
            <w:r w:rsidRPr="00850D93">
              <w:t>0x0101</w:t>
            </w:r>
          </w:p>
        </w:tc>
        <w:tc>
          <w:tcPr>
            <w:tcW w:w="1866" w:type="dxa"/>
          </w:tcPr>
          <w:p w14:paraId="7B2A0A7B" w14:textId="77777777" w:rsidR="0052516E" w:rsidRPr="00850D93" w:rsidRDefault="0052516E" w:rsidP="00FF557C">
            <w:pPr>
              <w:pStyle w:val="TAL"/>
            </w:pPr>
            <w:r w:rsidRPr="00850D93">
              <w:t>RTP/UDP/IP</w:t>
            </w:r>
          </w:p>
        </w:tc>
        <w:tc>
          <w:tcPr>
            <w:tcW w:w="2409" w:type="dxa"/>
          </w:tcPr>
          <w:p w14:paraId="16E113E3" w14:textId="77777777" w:rsidR="0052516E" w:rsidRPr="00850D93" w:rsidRDefault="0052516E" w:rsidP="00FF557C">
            <w:pPr>
              <w:pStyle w:val="TAL"/>
            </w:pPr>
            <w:r w:rsidRPr="00850D93">
              <w:t>RFC 5225</w:t>
            </w:r>
          </w:p>
        </w:tc>
      </w:tr>
      <w:tr w:rsidR="00850D93" w:rsidRPr="00850D93" w14:paraId="480496C9" w14:textId="77777777" w:rsidTr="00FF557C">
        <w:trPr>
          <w:jc w:val="center"/>
        </w:trPr>
        <w:tc>
          <w:tcPr>
            <w:tcW w:w="1957" w:type="dxa"/>
          </w:tcPr>
          <w:p w14:paraId="3962D19A" w14:textId="77777777" w:rsidR="0052516E" w:rsidRPr="00850D93" w:rsidRDefault="0052516E" w:rsidP="00FF557C">
            <w:pPr>
              <w:pStyle w:val="TAL"/>
              <w:jc w:val="center"/>
            </w:pPr>
            <w:r w:rsidRPr="00850D93">
              <w:t>0x0102</w:t>
            </w:r>
          </w:p>
        </w:tc>
        <w:tc>
          <w:tcPr>
            <w:tcW w:w="1866" w:type="dxa"/>
          </w:tcPr>
          <w:p w14:paraId="1F0FDA0A" w14:textId="77777777" w:rsidR="0052516E" w:rsidRPr="00850D93" w:rsidRDefault="0052516E" w:rsidP="00FF557C">
            <w:pPr>
              <w:pStyle w:val="TAL"/>
            </w:pPr>
            <w:r w:rsidRPr="00850D93">
              <w:t>UDP/IP</w:t>
            </w:r>
          </w:p>
        </w:tc>
        <w:tc>
          <w:tcPr>
            <w:tcW w:w="2409" w:type="dxa"/>
          </w:tcPr>
          <w:p w14:paraId="3E2C63FC" w14:textId="77777777" w:rsidR="0052516E" w:rsidRPr="00850D93" w:rsidRDefault="0052516E" w:rsidP="00FF557C">
            <w:pPr>
              <w:pStyle w:val="TAL"/>
            </w:pPr>
            <w:r w:rsidRPr="00850D93">
              <w:t>RFC 5225</w:t>
            </w:r>
          </w:p>
        </w:tc>
      </w:tr>
      <w:tr w:rsidR="00850D93" w:rsidRPr="00850D93" w14:paraId="1DC31434" w14:textId="77777777" w:rsidTr="00FF557C">
        <w:trPr>
          <w:jc w:val="center"/>
        </w:trPr>
        <w:tc>
          <w:tcPr>
            <w:tcW w:w="1957" w:type="dxa"/>
          </w:tcPr>
          <w:p w14:paraId="7319677F" w14:textId="77777777" w:rsidR="0052516E" w:rsidRPr="00850D93" w:rsidRDefault="0052516E" w:rsidP="00FF557C">
            <w:pPr>
              <w:pStyle w:val="TAL"/>
              <w:jc w:val="center"/>
            </w:pPr>
            <w:r w:rsidRPr="00850D93">
              <w:t>0x0103</w:t>
            </w:r>
          </w:p>
        </w:tc>
        <w:tc>
          <w:tcPr>
            <w:tcW w:w="1866" w:type="dxa"/>
          </w:tcPr>
          <w:p w14:paraId="30A4621B" w14:textId="77777777" w:rsidR="0052516E" w:rsidRPr="00850D93" w:rsidRDefault="0052516E" w:rsidP="00FF557C">
            <w:pPr>
              <w:pStyle w:val="TAL"/>
            </w:pPr>
            <w:r w:rsidRPr="00850D93">
              <w:t>ESP/IP</w:t>
            </w:r>
          </w:p>
        </w:tc>
        <w:tc>
          <w:tcPr>
            <w:tcW w:w="2409" w:type="dxa"/>
          </w:tcPr>
          <w:p w14:paraId="2D548019" w14:textId="77777777" w:rsidR="0052516E" w:rsidRPr="00850D93" w:rsidRDefault="0052516E" w:rsidP="00FF557C">
            <w:pPr>
              <w:pStyle w:val="TAL"/>
            </w:pPr>
            <w:r w:rsidRPr="00850D93">
              <w:t>RFC 5225</w:t>
            </w:r>
          </w:p>
        </w:tc>
      </w:tr>
      <w:tr w:rsidR="0052516E" w:rsidRPr="00850D93" w14:paraId="7D8D9B1F" w14:textId="77777777" w:rsidTr="00FF557C">
        <w:trPr>
          <w:jc w:val="center"/>
        </w:trPr>
        <w:tc>
          <w:tcPr>
            <w:tcW w:w="1957" w:type="dxa"/>
          </w:tcPr>
          <w:p w14:paraId="5FEACF8D" w14:textId="77777777" w:rsidR="0052516E" w:rsidRPr="00850D93" w:rsidRDefault="0052516E" w:rsidP="00FF557C">
            <w:pPr>
              <w:pStyle w:val="TAL"/>
              <w:jc w:val="center"/>
            </w:pPr>
            <w:r w:rsidRPr="00850D93">
              <w:t>0x0104</w:t>
            </w:r>
          </w:p>
        </w:tc>
        <w:tc>
          <w:tcPr>
            <w:tcW w:w="1866" w:type="dxa"/>
          </w:tcPr>
          <w:p w14:paraId="4E294B0F" w14:textId="77777777" w:rsidR="0052516E" w:rsidRPr="00850D93" w:rsidRDefault="0052516E" w:rsidP="00FF557C">
            <w:pPr>
              <w:pStyle w:val="TAL"/>
            </w:pPr>
            <w:r w:rsidRPr="00850D93">
              <w:t>IP</w:t>
            </w:r>
          </w:p>
        </w:tc>
        <w:tc>
          <w:tcPr>
            <w:tcW w:w="2409" w:type="dxa"/>
          </w:tcPr>
          <w:p w14:paraId="21315B70" w14:textId="77777777" w:rsidR="0052516E" w:rsidRPr="00850D93" w:rsidRDefault="0052516E" w:rsidP="00FF557C">
            <w:pPr>
              <w:pStyle w:val="TAL"/>
            </w:pPr>
            <w:r w:rsidRPr="00850D93">
              <w:t>RFC 5225</w:t>
            </w:r>
          </w:p>
        </w:tc>
      </w:tr>
    </w:tbl>
    <w:p w14:paraId="3C84E062" w14:textId="77777777" w:rsidR="0052516E" w:rsidRPr="00850D93" w:rsidRDefault="0052516E" w:rsidP="0052516E"/>
    <w:p w14:paraId="50A0EDA3" w14:textId="77777777" w:rsidR="0052516E" w:rsidRPr="00850D93" w:rsidRDefault="0052516E" w:rsidP="0052516E">
      <w:pPr>
        <w:pStyle w:val="Heading3"/>
      </w:pPr>
      <w:bookmarkStart w:id="86" w:name="_Toc12616348"/>
      <w:bookmarkStart w:id="87" w:name="_Toc76549156"/>
      <w:r w:rsidRPr="00850D93">
        <w:t>5.</w:t>
      </w:r>
      <w:r w:rsidRPr="00850D93">
        <w:rPr>
          <w:lang w:eastAsia="ko-KR"/>
        </w:rPr>
        <w:t>7</w:t>
      </w:r>
      <w:r w:rsidRPr="00850D93">
        <w:t>.2</w:t>
      </w:r>
      <w:r w:rsidRPr="00850D93">
        <w:tab/>
        <w:t>Configuration of header compression</w:t>
      </w:r>
      <w:bookmarkEnd w:id="86"/>
      <w:bookmarkEnd w:id="87"/>
    </w:p>
    <w:p w14:paraId="48C95E7B" w14:textId="77777777" w:rsidR="0052516E" w:rsidRPr="00850D93" w:rsidRDefault="0052516E" w:rsidP="0052516E">
      <w:r w:rsidRPr="00850D93">
        <w:t>PDCP entities associated with DRBs can be configured by upper layers TS 38.331 [3] to use header compression</w:t>
      </w:r>
      <w:r w:rsidRPr="00850D93">
        <w:rPr>
          <w:lang w:eastAsia="ko-KR"/>
        </w:rPr>
        <w:t>.</w:t>
      </w:r>
      <w:r w:rsidRPr="00850D93">
        <w:t xml:space="preserve"> Each PDCP entity carrying user plane data may be configured to use header compression. In this version of the specification, only the robust header compression protocol (ROHC) is supported. Every PDCP entity uses at most one ROHC compressor instance and at most one ROHC decompressor instance.</w:t>
      </w:r>
    </w:p>
    <w:p w14:paraId="703A6D79" w14:textId="77777777" w:rsidR="0052516E" w:rsidRPr="00850D93" w:rsidRDefault="0052516E" w:rsidP="0052516E">
      <w:pPr>
        <w:pStyle w:val="Heading3"/>
      </w:pPr>
      <w:bookmarkStart w:id="88" w:name="_Toc12616349"/>
      <w:bookmarkStart w:id="89" w:name="_Toc76549157"/>
      <w:r w:rsidRPr="00850D93">
        <w:t>5.</w:t>
      </w:r>
      <w:r w:rsidRPr="00850D93">
        <w:rPr>
          <w:lang w:eastAsia="ko-KR"/>
        </w:rPr>
        <w:t>7</w:t>
      </w:r>
      <w:r w:rsidRPr="00850D93">
        <w:t>.3</w:t>
      </w:r>
      <w:r w:rsidRPr="00850D93">
        <w:tab/>
        <w:t>Protocol parameters</w:t>
      </w:r>
      <w:bookmarkEnd w:id="88"/>
      <w:bookmarkEnd w:id="89"/>
    </w:p>
    <w:p w14:paraId="0C869E2A" w14:textId="77777777" w:rsidR="0052516E" w:rsidRPr="00850D93" w:rsidRDefault="0052516E" w:rsidP="0052516E">
      <w:r w:rsidRPr="00850D93">
        <w:t xml:space="preserve">RFC 5795 [7] has configuration parameters that are mandatory and that must be configured by upper layers between compressor and decompressor peers ; these parameters define the ROHC channel. The ROHC channel is a unidirectional channel, i.e. if </w:t>
      </w:r>
      <w:r w:rsidRPr="00850D93">
        <w:rPr>
          <w:i/>
          <w:lang w:eastAsia="ko-KR"/>
        </w:rPr>
        <w:t>rohc</w:t>
      </w:r>
      <w:r w:rsidRPr="00850D93">
        <w:t xml:space="preserve"> is configured there is one channel for the downlink and one for the uplink, and if </w:t>
      </w:r>
      <w:r w:rsidRPr="00850D93">
        <w:rPr>
          <w:i/>
        </w:rPr>
        <w:t>uplinkOnlyROHC</w:t>
      </w:r>
      <w:r w:rsidRPr="00850D93">
        <w:t xml:space="preserve"> is configured there is only one channel for the uplink. There is thus one set of parameters for each channel, and if </w:t>
      </w:r>
      <w:r w:rsidRPr="00850D93">
        <w:rPr>
          <w:i/>
        </w:rPr>
        <w:t>rohc</w:t>
      </w:r>
      <w:r w:rsidRPr="00850D93">
        <w:t xml:space="preserve"> is configured the same values shall be used for both channels belonging to the same PDCP entity.</w:t>
      </w:r>
    </w:p>
    <w:p w14:paraId="236E779E" w14:textId="77777777" w:rsidR="0052516E" w:rsidRPr="00850D93" w:rsidRDefault="0052516E" w:rsidP="0052516E">
      <w:r w:rsidRPr="00850D93">
        <w:t>These parameters are categorized in two different groups, as defined below:</w:t>
      </w:r>
    </w:p>
    <w:p w14:paraId="5FEFB161" w14:textId="77777777" w:rsidR="0052516E" w:rsidRPr="00850D93" w:rsidRDefault="0052516E" w:rsidP="0052516E">
      <w:pPr>
        <w:pStyle w:val="B1"/>
      </w:pPr>
      <w:r w:rsidRPr="00850D93">
        <w:t>-</w:t>
      </w:r>
      <w:r w:rsidRPr="00850D93">
        <w:tab/>
        <w:t>M:</w:t>
      </w:r>
      <w:r w:rsidRPr="00850D93">
        <w:tab/>
        <w:t>Mandatory and configured by upper layers;</w:t>
      </w:r>
    </w:p>
    <w:p w14:paraId="0974ACEF" w14:textId="77777777" w:rsidR="0052516E" w:rsidRPr="00850D93" w:rsidRDefault="0052516E" w:rsidP="0052516E">
      <w:pPr>
        <w:pStyle w:val="B1"/>
      </w:pPr>
      <w:r w:rsidRPr="00850D93">
        <w:t>-</w:t>
      </w:r>
      <w:r w:rsidRPr="00850D93">
        <w:tab/>
        <w:t xml:space="preserve">N/A: </w:t>
      </w:r>
      <w:r w:rsidRPr="00850D93">
        <w:rPr>
          <w:lang w:eastAsia="ko-KR"/>
        </w:rPr>
        <w:t>N</w:t>
      </w:r>
      <w:r w:rsidRPr="00850D93">
        <w:t>ot used in this specification.</w:t>
      </w:r>
    </w:p>
    <w:p w14:paraId="5C1B065E" w14:textId="77777777" w:rsidR="0052516E" w:rsidRPr="00850D93" w:rsidRDefault="0052516E" w:rsidP="0052516E">
      <w:r w:rsidRPr="00850D93">
        <w:t>The usage and definition of the parameters shall be as specified below.</w:t>
      </w:r>
    </w:p>
    <w:p w14:paraId="13D0312C" w14:textId="77777777" w:rsidR="0052516E" w:rsidRPr="00850D93" w:rsidRDefault="0052516E" w:rsidP="0052516E">
      <w:pPr>
        <w:pStyle w:val="B1"/>
      </w:pPr>
      <w:r w:rsidRPr="00850D93">
        <w:t>-</w:t>
      </w:r>
      <w:r w:rsidRPr="00850D93">
        <w:tab/>
        <w:t>MAX_CID (M): This is the maximum CID value that can be used. One CID value shall always be reserved for uncompressed flows. The parameter MAX_CID is configured by upper layers (</w:t>
      </w:r>
      <w:r w:rsidRPr="00850D93">
        <w:rPr>
          <w:i/>
        </w:rPr>
        <w:t>maxCID</w:t>
      </w:r>
      <w:r w:rsidRPr="00850D93">
        <w:t xml:space="preserve"> in TS 38.331 [3]);</w:t>
      </w:r>
    </w:p>
    <w:p w14:paraId="34FB237A" w14:textId="77777777" w:rsidR="0052516E" w:rsidRPr="00850D93" w:rsidRDefault="0052516E" w:rsidP="0052516E">
      <w:pPr>
        <w:pStyle w:val="B1"/>
      </w:pPr>
      <w:r w:rsidRPr="00850D93">
        <w:t>-</w:t>
      </w:r>
      <w:r w:rsidRPr="00850D93">
        <w:tab/>
        <w:t>LARGE_CIDS: This value is not configured by upper layers, but rather it is inferred from the configured value of MAX_CID according to the following rule:</w:t>
      </w:r>
    </w:p>
    <w:p w14:paraId="218CC588" w14:textId="77777777" w:rsidR="0052516E" w:rsidRPr="00850D93" w:rsidRDefault="0052516E" w:rsidP="0052516E">
      <w:pPr>
        <w:pStyle w:val="B2"/>
      </w:pPr>
      <w:r w:rsidRPr="00850D93">
        <w:t>-</w:t>
      </w:r>
      <w:r w:rsidRPr="00850D93">
        <w:tab/>
        <w:t>If MAX_CID &gt; 15 then LARGE_CIDS = TRUE else LARGE_CIDS = FALSE;</w:t>
      </w:r>
    </w:p>
    <w:p w14:paraId="3082AD73" w14:textId="77777777" w:rsidR="0052516E" w:rsidRPr="00850D93" w:rsidRDefault="0052516E" w:rsidP="0052516E">
      <w:pPr>
        <w:pStyle w:val="B1"/>
      </w:pPr>
      <w:r w:rsidRPr="00850D93">
        <w:t>-</w:t>
      </w:r>
      <w:r w:rsidRPr="00850D93">
        <w:tab/>
        <w:t xml:space="preserve">PROFILES (M): Profiles are used to define which profiles are allowed to be used by the UE. The list of supported profiles is described in </w:t>
      </w:r>
      <w:r w:rsidR="007B696D" w:rsidRPr="00850D93">
        <w:t>clause</w:t>
      </w:r>
      <w:r w:rsidRPr="00850D93">
        <w:t xml:space="preserve"> 5.</w:t>
      </w:r>
      <w:r w:rsidRPr="00850D93">
        <w:rPr>
          <w:lang w:eastAsia="ko-KR"/>
        </w:rPr>
        <w:t>7</w:t>
      </w:r>
      <w:r w:rsidRPr="00850D93">
        <w:t>.1. The parameter PROFILES is configured by upper layers (</w:t>
      </w:r>
      <w:r w:rsidRPr="00850D93">
        <w:rPr>
          <w:i/>
        </w:rPr>
        <w:t>profiles</w:t>
      </w:r>
      <w:r w:rsidRPr="00850D93">
        <w:t xml:space="preserve"> </w:t>
      </w:r>
      <w:r w:rsidRPr="00850D93">
        <w:rPr>
          <w:lang w:eastAsia="zh-CN"/>
        </w:rPr>
        <w:t xml:space="preserve">for uplink and downlink in </w:t>
      </w:r>
      <w:r w:rsidRPr="00850D93">
        <w:t>TS 38.331 [3]);</w:t>
      </w:r>
    </w:p>
    <w:p w14:paraId="2044F3B7" w14:textId="77777777" w:rsidR="0052516E" w:rsidRPr="00850D93" w:rsidRDefault="0052516E" w:rsidP="0052516E">
      <w:pPr>
        <w:pStyle w:val="B1"/>
      </w:pPr>
      <w:r w:rsidRPr="00850D93">
        <w:t>-</w:t>
      </w:r>
      <w:r w:rsidRPr="00850D93">
        <w:tab/>
        <w:t>FEEDBACK_FOR (N/A): This is a reference to the channel in the opposite direction between two compression endpoints and indicates to what channel any feedback sent refers to. Feedback received on one ROHC channel for this PDCP entity shall always refer to the ROHC channel in the opposite direction for this same PDCP entity;</w:t>
      </w:r>
    </w:p>
    <w:p w14:paraId="10466C48" w14:textId="77777777" w:rsidR="0052516E" w:rsidRPr="00850D93" w:rsidRDefault="0052516E" w:rsidP="0052516E">
      <w:pPr>
        <w:pStyle w:val="B1"/>
      </w:pPr>
      <w:r w:rsidRPr="00850D93">
        <w:t>-</w:t>
      </w:r>
      <w:r w:rsidRPr="00850D93">
        <w:tab/>
        <w:t>MRRU (N/A): ROHC segmentation is not used.</w:t>
      </w:r>
    </w:p>
    <w:p w14:paraId="78B4AD7E" w14:textId="77777777" w:rsidR="0052516E" w:rsidRPr="00850D93" w:rsidRDefault="0052516E" w:rsidP="0052516E">
      <w:pPr>
        <w:pStyle w:val="Heading3"/>
      </w:pPr>
      <w:bookmarkStart w:id="90" w:name="_Toc12616350"/>
      <w:bookmarkStart w:id="91" w:name="_Toc76549158"/>
      <w:r w:rsidRPr="00850D93">
        <w:t>5.</w:t>
      </w:r>
      <w:r w:rsidRPr="00850D93">
        <w:rPr>
          <w:lang w:eastAsia="ko-KR"/>
        </w:rPr>
        <w:t>7</w:t>
      </w:r>
      <w:r w:rsidRPr="00850D93">
        <w:t>.4</w:t>
      </w:r>
      <w:r w:rsidRPr="00850D93">
        <w:tab/>
        <w:t>Header compression</w:t>
      </w:r>
      <w:bookmarkEnd w:id="90"/>
      <w:bookmarkEnd w:id="91"/>
    </w:p>
    <w:p w14:paraId="4670A279" w14:textId="77777777" w:rsidR="0052516E" w:rsidRPr="00850D93" w:rsidRDefault="0052516E" w:rsidP="0052516E">
      <w:r w:rsidRPr="00850D93">
        <w:t>If header compression is configured, the header compression protocol generates two types of output packets:</w:t>
      </w:r>
    </w:p>
    <w:p w14:paraId="6A15E4C8" w14:textId="77777777" w:rsidR="0052516E" w:rsidRPr="00850D93" w:rsidRDefault="0052516E" w:rsidP="0052516E">
      <w:pPr>
        <w:pStyle w:val="B1"/>
      </w:pPr>
      <w:r w:rsidRPr="00850D93">
        <w:t>-</w:t>
      </w:r>
      <w:r w:rsidRPr="00850D93">
        <w:tab/>
        <w:t>compressed packets, each associated with one PDCP SDU;</w:t>
      </w:r>
    </w:p>
    <w:p w14:paraId="64F6AAEA" w14:textId="77777777" w:rsidR="0052516E" w:rsidRPr="00850D93" w:rsidRDefault="0052516E" w:rsidP="0052516E">
      <w:pPr>
        <w:pStyle w:val="B1"/>
      </w:pPr>
      <w:r w:rsidRPr="00850D93">
        <w:lastRenderedPageBreak/>
        <w:t>-</w:t>
      </w:r>
      <w:r w:rsidRPr="00850D93">
        <w:tab/>
        <w:t>standalone packets not associated with a PDCP SDU, i.e. interspersed ROHC feedback.</w:t>
      </w:r>
    </w:p>
    <w:p w14:paraId="6607C02D" w14:textId="77777777" w:rsidR="0052516E" w:rsidRPr="00850D93" w:rsidRDefault="0052516E" w:rsidP="0052516E">
      <w:r w:rsidRPr="00850D93">
        <w:t xml:space="preserve">A compressed packet is associated with the same </w:t>
      </w:r>
      <w:r w:rsidRPr="00850D93">
        <w:rPr>
          <w:lang w:eastAsia="ko-KR"/>
        </w:rPr>
        <w:t xml:space="preserve">PDCP SN and </w:t>
      </w:r>
      <w:r w:rsidRPr="00850D93">
        <w:t>COUNT value as the related PDCP SDU. The header compression is not applicable to the SDAP header and the SDAP Control PDU if included in the PDCP SDU.</w:t>
      </w:r>
    </w:p>
    <w:p w14:paraId="52647123" w14:textId="77777777" w:rsidR="0052516E" w:rsidRPr="00850D93" w:rsidRDefault="0052516E" w:rsidP="0052516E">
      <w:r w:rsidRPr="00850D93">
        <w:t>Interspersed ROHC feedback are not associated with a PDCP SDU. They are not associated with a PDCP</w:t>
      </w:r>
      <w:r w:rsidRPr="00850D93">
        <w:rPr>
          <w:lang w:eastAsia="ko-KR"/>
        </w:rPr>
        <w:t xml:space="preserve"> SN </w:t>
      </w:r>
      <w:r w:rsidRPr="00850D93">
        <w:t>and are not ciphered.</w:t>
      </w:r>
    </w:p>
    <w:p w14:paraId="7255300B" w14:textId="77777777" w:rsidR="0052516E" w:rsidRPr="00850D93" w:rsidRDefault="0052516E" w:rsidP="0052516E">
      <w:pPr>
        <w:pStyle w:val="NO"/>
      </w:pPr>
      <w:r w:rsidRPr="00850D93">
        <w:t>NOTE:</w:t>
      </w:r>
      <w:r w:rsidRPr="00850D93">
        <w:tab/>
        <w:t xml:space="preserve">If the MAX_CID </w:t>
      </w:r>
      <w:r w:rsidRPr="00850D93">
        <w:rPr>
          <w:lang w:eastAsia="ko-KR"/>
        </w:rPr>
        <w:t>number</w:t>
      </w:r>
      <w:r w:rsidRPr="00850D93">
        <w:t xml:space="preserve"> of ROHC contexts are already established for the compressed flows and a </w:t>
      </w:r>
      <w:r w:rsidRPr="00850D93">
        <w:rPr>
          <w:lang w:eastAsia="ko-KR"/>
        </w:rPr>
        <w:t xml:space="preserve">new IP flow </w:t>
      </w:r>
      <w:r w:rsidRPr="00850D93">
        <w:t xml:space="preserve">does not match any established </w:t>
      </w:r>
      <w:r w:rsidRPr="00850D93">
        <w:rPr>
          <w:lang w:eastAsia="ko-KR"/>
        </w:rPr>
        <w:t xml:space="preserve">ROHC </w:t>
      </w:r>
      <w:r w:rsidRPr="00850D93">
        <w:t xml:space="preserve">context, the compressor should associate </w:t>
      </w:r>
      <w:r w:rsidRPr="00850D93">
        <w:rPr>
          <w:lang w:eastAsia="ko-KR"/>
        </w:rPr>
        <w:t xml:space="preserve">the new IP flow </w:t>
      </w:r>
      <w:r w:rsidRPr="00850D93">
        <w:t xml:space="preserve">with one of the ROHC CIDs allocated for the existing compressed flows </w:t>
      </w:r>
      <w:r w:rsidRPr="00850D93">
        <w:rPr>
          <w:lang w:eastAsia="ko-KR"/>
        </w:rPr>
        <w:t xml:space="preserve">or </w:t>
      </w:r>
      <w:r w:rsidRPr="00850D93">
        <w:t>send PDCP SDUs belonging to the IP flow as uncompressed packet.</w:t>
      </w:r>
    </w:p>
    <w:p w14:paraId="4920F827" w14:textId="77777777" w:rsidR="0052516E" w:rsidRPr="00850D93" w:rsidRDefault="0052516E" w:rsidP="0052516E">
      <w:pPr>
        <w:pStyle w:val="Heading3"/>
      </w:pPr>
      <w:bookmarkStart w:id="92" w:name="_Toc12616351"/>
      <w:bookmarkStart w:id="93" w:name="_Toc76549159"/>
      <w:r w:rsidRPr="00850D93">
        <w:t>5.</w:t>
      </w:r>
      <w:r w:rsidRPr="00850D93">
        <w:rPr>
          <w:lang w:eastAsia="ko-KR"/>
        </w:rPr>
        <w:t>7</w:t>
      </w:r>
      <w:r w:rsidRPr="00850D93">
        <w:t>.5</w:t>
      </w:r>
      <w:r w:rsidRPr="00850D93">
        <w:tab/>
        <w:t>Header decompression</w:t>
      </w:r>
      <w:bookmarkEnd w:id="92"/>
      <w:bookmarkEnd w:id="93"/>
    </w:p>
    <w:p w14:paraId="10DCC836" w14:textId="77777777" w:rsidR="0052516E" w:rsidRPr="00850D93" w:rsidRDefault="0052516E" w:rsidP="0052516E">
      <w:r w:rsidRPr="00850D93">
        <w:t xml:space="preserve">If header compression is configured by upper layers for PDCP entities associated with user plane data, the PDCP </w:t>
      </w:r>
      <w:r w:rsidRPr="00850D93">
        <w:rPr>
          <w:lang w:eastAsia="ko-KR"/>
        </w:rPr>
        <w:t>Data</w:t>
      </w:r>
      <w:r w:rsidRPr="00850D93">
        <w:t xml:space="preserve"> PDUs are decompressed by the header compression protocol after performing deciphering as explained in clause 5.8. The header decompression is not applicable to the SDAP header and the SDAP Control PDU if included in the PDCP Data PDU.</w:t>
      </w:r>
    </w:p>
    <w:p w14:paraId="00F98382" w14:textId="77777777" w:rsidR="0052516E" w:rsidRPr="00850D93" w:rsidRDefault="0052516E" w:rsidP="0052516E">
      <w:pPr>
        <w:pStyle w:val="Heading3"/>
      </w:pPr>
      <w:bookmarkStart w:id="94" w:name="_Toc12616352"/>
      <w:bookmarkStart w:id="95" w:name="_Toc76549160"/>
      <w:r w:rsidRPr="00850D93">
        <w:t>5.7.6</w:t>
      </w:r>
      <w:r w:rsidRPr="00850D93">
        <w:tab/>
        <w:t>PDCP Control PDU for interspersed ROHC feedback</w:t>
      </w:r>
      <w:bookmarkEnd w:id="94"/>
      <w:bookmarkEnd w:id="95"/>
    </w:p>
    <w:p w14:paraId="7F36B511" w14:textId="77777777" w:rsidR="0052516E" w:rsidRPr="00850D93" w:rsidRDefault="0052516E" w:rsidP="0052516E">
      <w:pPr>
        <w:pStyle w:val="Heading4"/>
      </w:pPr>
      <w:bookmarkStart w:id="96" w:name="_Toc12616353"/>
      <w:bookmarkStart w:id="97" w:name="_Toc76549161"/>
      <w:r w:rsidRPr="00850D93">
        <w:t>5.7.6.1</w:t>
      </w:r>
      <w:r w:rsidRPr="00850D93">
        <w:tab/>
        <w:t>Transmit Operation</w:t>
      </w:r>
      <w:bookmarkEnd w:id="96"/>
      <w:bookmarkEnd w:id="97"/>
    </w:p>
    <w:p w14:paraId="70CD38C5" w14:textId="77777777" w:rsidR="0052516E" w:rsidRPr="00850D93" w:rsidRDefault="0052516E" w:rsidP="0052516E">
      <w:pPr>
        <w:rPr>
          <w:snapToGrid w:val="0"/>
        </w:rPr>
      </w:pPr>
      <w:r w:rsidRPr="00850D93">
        <w:rPr>
          <w:lang w:eastAsia="ko-KR"/>
        </w:rPr>
        <w:t xml:space="preserve">When an </w:t>
      </w:r>
      <w:r w:rsidRPr="00850D93">
        <w:t>interspersed ROHC feedback is generated by the header compression protocol</w:t>
      </w:r>
      <w:r w:rsidRPr="00850D93">
        <w:rPr>
          <w:lang w:eastAsia="ko-KR"/>
        </w:rPr>
        <w:t>,</w:t>
      </w:r>
      <w:r w:rsidRPr="00850D93">
        <w:rPr>
          <w:snapToGrid w:val="0"/>
        </w:rPr>
        <w:t xml:space="preserve"> the transmitting PDCP entity shall:</w:t>
      </w:r>
    </w:p>
    <w:p w14:paraId="0C07E304" w14:textId="77777777" w:rsidR="0052516E" w:rsidRPr="00850D93" w:rsidRDefault="0052516E" w:rsidP="0052516E">
      <w:pPr>
        <w:pStyle w:val="B1"/>
        <w:rPr>
          <w:snapToGrid w:val="0"/>
          <w:lang w:eastAsia="ko-KR"/>
        </w:rPr>
      </w:pPr>
      <w:r w:rsidRPr="00850D93">
        <w:rPr>
          <w:snapToGrid w:val="0"/>
        </w:rPr>
        <w:t>-</w:t>
      </w:r>
      <w:r w:rsidRPr="00850D93">
        <w:rPr>
          <w:snapToGrid w:val="0"/>
        </w:rPr>
        <w:tab/>
        <w:t xml:space="preserve">submit to lower layers the corresponding PDCP Control PDU </w:t>
      </w:r>
      <w:r w:rsidRPr="00850D93">
        <w:rPr>
          <w:lang w:eastAsia="ko-KR"/>
        </w:rPr>
        <w:t xml:space="preserve">as specified in clause 6.2.3.2 i.e. </w:t>
      </w:r>
      <w:r w:rsidRPr="00850D93">
        <w:rPr>
          <w:snapToGrid w:val="0"/>
        </w:rPr>
        <w:t>without associating a PDCP SN, nor performing ciphering.</w:t>
      </w:r>
    </w:p>
    <w:p w14:paraId="259CD743" w14:textId="77777777" w:rsidR="0052516E" w:rsidRPr="00850D93" w:rsidRDefault="0052516E" w:rsidP="0052516E">
      <w:pPr>
        <w:pStyle w:val="Heading4"/>
      </w:pPr>
      <w:bookmarkStart w:id="98" w:name="_Toc12616354"/>
      <w:bookmarkStart w:id="99" w:name="_Toc76549162"/>
      <w:r w:rsidRPr="00850D93">
        <w:t>5.7.6.2</w:t>
      </w:r>
      <w:r w:rsidRPr="00850D93">
        <w:tab/>
        <w:t>Receive Operation</w:t>
      </w:r>
      <w:bookmarkEnd w:id="98"/>
      <w:bookmarkEnd w:id="99"/>
    </w:p>
    <w:p w14:paraId="0CFAF1C5" w14:textId="77777777" w:rsidR="0052516E" w:rsidRPr="00850D93" w:rsidRDefault="0052516E" w:rsidP="0052516E">
      <w:r w:rsidRPr="00850D93">
        <w:t>At reception of a PDCP Control PDU for interspersed ROHC feedback from lower layers, the receiving PDCP entity shall:</w:t>
      </w:r>
    </w:p>
    <w:p w14:paraId="1219D089" w14:textId="77777777" w:rsidR="0052516E" w:rsidRPr="00850D93" w:rsidRDefault="0052516E" w:rsidP="0052516E">
      <w:pPr>
        <w:pStyle w:val="B1"/>
      </w:pPr>
      <w:r w:rsidRPr="00850D93">
        <w:t>-</w:t>
      </w:r>
      <w:r w:rsidRPr="00850D93">
        <w:tab/>
        <w:t xml:space="preserve">deliver the </w:t>
      </w:r>
      <w:r w:rsidRPr="00850D93">
        <w:rPr>
          <w:snapToGrid w:val="0"/>
        </w:rPr>
        <w:t>corresponding</w:t>
      </w:r>
      <w:r w:rsidRPr="00850D93">
        <w:t xml:space="preserve"> interspersed ROHC feedback to the header compression protocol without performing deciphering.</w:t>
      </w:r>
    </w:p>
    <w:p w14:paraId="0361D391" w14:textId="77777777" w:rsidR="0052516E" w:rsidRPr="00850D93" w:rsidRDefault="0052516E" w:rsidP="0052516E">
      <w:pPr>
        <w:pStyle w:val="Heading2"/>
      </w:pPr>
      <w:bookmarkStart w:id="100" w:name="_Toc12616355"/>
      <w:bookmarkStart w:id="101" w:name="_Toc76549163"/>
      <w:r w:rsidRPr="00850D93">
        <w:t>5.8</w:t>
      </w:r>
      <w:r w:rsidRPr="00850D93">
        <w:tab/>
        <w:t>Ciphering and deciphering</w:t>
      </w:r>
      <w:bookmarkEnd w:id="100"/>
      <w:bookmarkEnd w:id="101"/>
    </w:p>
    <w:p w14:paraId="5AFE1334" w14:textId="77777777" w:rsidR="0052516E" w:rsidRPr="00850D93" w:rsidRDefault="0052516E" w:rsidP="0052516E">
      <w:r w:rsidRPr="00850D93">
        <w:t xml:space="preserve">The ciphering function includes both ciphering and deciphering and is performed in PDCP, if configured. The data unit that is ciphered is the </w:t>
      </w:r>
      <w:r w:rsidR="00322028" w:rsidRPr="00850D93">
        <w:t xml:space="preserve">MAC-I (see clause 6.3.4) and the </w:t>
      </w:r>
      <w:r w:rsidRPr="00850D93">
        <w:t xml:space="preserve">data part of the PDCP </w:t>
      </w:r>
      <w:r w:rsidRPr="00850D93">
        <w:rPr>
          <w:lang w:eastAsia="ko-KR"/>
        </w:rPr>
        <w:t>Data</w:t>
      </w:r>
      <w:r w:rsidRPr="00850D93">
        <w:t xml:space="preserve"> PDU (see clause 6.3.3) except the SDAP header and the SDAP Control PDU if included in the PDCP </w:t>
      </w:r>
      <w:r w:rsidRPr="00850D93">
        <w:rPr>
          <w:lang w:eastAsia="ko-KR"/>
        </w:rPr>
        <w:t>S</w:t>
      </w:r>
      <w:r w:rsidRPr="00850D93">
        <w:t>DU. The ciphering is not applicable to PDCP Control PDUs.</w:t>
      </w:r>
    </w:p>
    <w:p w14:paraId="60338E33" w14:textId="77777777" w:rsidR="0052516E" w:rsidRPr="00850D93" w:rsidRDefault="0052516E" w:rsidP="0052516E">
      <w:pPr>
        <w:rPr>
          <w:lang w:eastAsia="ko-KR"/>
        </w:rPr>
      </w:pPr>
      <w:r w:rsidRPr="00850D93">
        <w:t>The ciphering algorithm and key to be used by the PDCP entity are configured by upper layers TS 38.331 [3] and the ciphering method shal</w:t>
      </w:r>
      <w:r w:rsidR="007B696D" w:rsidRPr="00850D93">
        <w:t xml:space="preserve">l be applied as specified in TS </w:t>
      </w:r>
      <w:r w:rsidRPr="00850D93">
        <w:t>33.501 [6].</w:t>
      </w:r>
    </w:p>
    <w:p w14:paraId="34E33257" w14:textId="77777777" w:rsidR="0052516E" w:rsidRPr="00850D93" w:rsidRDefault="0052516E" w:rsidP="0052516E">
      <w:pPr>
        <w:rPr>
          <w:b/>
          <w:bCs/>
          <w:szCs w:val="22"/>
        </w:rPr>
      </w:pPr>
      <w:r w:rsidRPr="00850D93">
        <w:t>The ciphering function is activated</w:t>
      </w:r>
      <w:r w:rsidR="000F5E64" w:rsidRPr="00850D93">
        <w:t>/suspended/resumed</w:t>
      </w:r>
      <w:r w:rsidRPr="00850D93">
        <w:t xml:space="preserve"> by upper layers TS 38.331 [3]. When</w:t>
      </w:r>
      <w:r w:rsidRPr="00850D93">
        <w:rPr>
          <w:szCs w:val="22"/>
        </w:rPr>
        <w:t xml:space="preserve"> security is activated</w:t>
      </w:r>
      <w:r w:rsidR="000F5E64" w:rsidRPr="00850D93">
        <w:rPr>
          <w:szCs w:val="22"/>
        </w:rPr>
        <w:t xml:space="preserve"> and not suspended</w:t>
      </w:r>
      <w:r w:rsidRPr="00850D93">
        <w:rPr>
          <w:szCs w:val="22"/>
        </w:rPr>
        <w:t>, the ciphering function shall be appl</w:t>
      </w:r>
      <w:r w:rsidRPr="00850D93">
        <w:t xml:space="preserve">ied to all PDCP </w:t>
      </w:r>
      <w:r w:rsidRPr="00850D93">
        <w:rPr>
          <w:lang w:eastAsia="ko-KR"/>
        </w:rPr>
        <w:t>Data</w:t>
      </w:r>
      <w:r w:rsidRPr="00850D93">
        <w:t xml:space="preserve"> PDUs indicated by upper layers TS 38.331 [3] for the downlink and the uplink, respectively</w:t>
      </w:r>
      <w:r w:rsidRPr="00850D93">
        <w:rPr>
          <w:szCs w:val="22"/>
        </w:rPr>
        <w:t>.</w:t>
      </w:r>
    </w:p>
    <w:p w14:paraId="0B0EF818" w14:textId="77777777" w:rsidR="0052516E" w:rsidRPr="00850D93" w:rsidRDefault="0052516E" w:rsidP="0052516E">
      <w:r w:rsidRPr="00850D93">
        <w:rPr>
          <w:lang w:eastAsia="zh-CN"/>
        </w:rPr>
        <w:t>For downlink and uplink ciphering and deciphering, t</w:t>
      </w:r>
      <w:r w:rsidRPr="00850D93">
        <w:t xml:space="preserve">he parameters that are required by PDCP </w:t>
      </w:r>
      <w:r w:rsidR="007B696D" w:rsidRPr="00850D93">
        <w:t xml:space="preserve">for ciphering are defined in TS </w:t>
      </w:r>
      <w:r w:rsidRPr="00850D93">
        <w:t>33.501 [6] and are input to the ciphering algorithm. The required inputs to the ciphering function include the COUNT value, and DIRECTION (direction of the trans</w:t>
      </w:r>
      <w:r w:rsidR="007B696D" w:rsidRPr="00850D93">
        <w:t xml:space="preserve">mission: set as specified in TS </w:t>
      </w:r>
      <w:r w:rsidRPr="00850D93">
        <w:t>33.501 [6]).The parameters required by PDCP which are provided by upper layers TS 38.331 [3] are listed below:</w:t>
      </w:r>
    </w:p>
    <w:p w14:paraId="585064F1" w14:textId="77777777" w:rsidR="0052516E" w:rsidRPr="00850D93" w:rsidRDefault="0052516E" w:rsidP="0052516E">
      <w:pPr>
        <w:pStyle w:val="B1"/>
      </w:pPr>
      <w:r w:rsidRPr="00850D93">
        <w:t>-</w:t>
      </w:r>
      <w:r w:rsidRPr="00850D93">
        <w:tab/>
        <w:t>BEARER (defined as th</w:t>
      </w:r>
      <w:r w:rsidR="007B696D" w:rsidRPr="00850D93">
        <w:t xml:space="preserve">e radio bearer identifier in TS </w:t>
      </w:r>
      <w:r w:rsidRPr="00850D93">
        <w:t>33.501 [6]. It will use the value RB identity –1 as in TS 38.331 [3]);</w:t>
      </w:r>
    </w:p>
    <w:p w14:paraId="1F3D628C" w14:textId="77777777" w:rsidR="0052516E" w:rsidRPr="00850D93" w:rsidRDefault="0052516E" w:rsidP="0052516E">
      <w:pPr>
        <w:pStyle w:val="B1"/>
      </w:pPr>
      <w:r w:rsidRPr="00850D93">
        <w:t>-</w:t>
      </w:r>
      <w:r w:rsidRPr="00850D93">
        <w:tab/>
        <w:t xml:space="preserve">KEY (the ciphering keys for </w:t>
      </w:r>
      <w:r w:rsidRPr="00850D93">
        <w:rPr>
          <w:bCs/>
        </w:rPr>
        <w:t xml:space="preserve">the control plane and for the user plane are </w:t>
      </w:r>
      <w:r w:rsidRPr="00850D93">
        <w:t>K</w:t>
      </w:r>
      <w:r w:rsidRPr="00850D93">
        <w:rPr>
          <w:vertAlign w:val="subscript"/>
        </w:rPr>
        <w:t>RRCenc</w:t>
      </w:r>
      <w:r w:rsidRPr="00850D93">
        <w:t xml:space="preserve"> and K</w:t>
      </w:r>
      <w:r w:rsidRPr="00850D93">
        <w:rPr>
          <w:vertAlign w:val="subscript"/>
        </w:rPr>
        <w:t>UPenc</w:t>
      </w:r>
      <w:r w:rsidRPr="00850D93">
        <w:t>, respectively).</w:t>
      </w:r>
    </w:p>
    <w:p w14:paraId="10FA450B" w14:textId="77777777" w:rsidR="0052516E" w:rsidRPr="00850D93" w:rsidRDefault="0052516E" w:rsidP="0052516E">
      <w:pPr>
        <w:pStyle w:val="Heading2"/>
      </w:pPr>
      <w:bookmarkStart w:id="102" w:name="_Toc12616356"/>
      <w:bookmarkStart w:id="103" w:name="_Toc76549164"/>
      <w:r w:rsidRPr="00850D93">
        <w:lastRenderedPageBreak/>
        <w:t>5.9</w:t>
      </w:r>
      <w:r w:rsidRPr="00850D93">
        <w:rPr>
          <w:sz w:val="24"/>
          <w:lang w:eastAsia="en-GB"/>
        </w:rPr>
        <w:tab/>
      </w:r>
      <w:r w:rsidRPr="00850D93">
        <w:t>Integrity protection and verification</w:t>
      </w:r>
      <w:bookmarkEnd w:id="102"/>
      <w:bookmarkEnd w:id="103"/>
    </w:p>
    <w:p w14:paraId="6C37629A" w14:textId="77777777" w:rsidR="0052516E" w:rsidRPr="00850D93" w:rsidRDefault="0052516E" w:rsidP="0052516E">
      <w:r w:rsidRPr="00850D93">
        <w:t>The integrity protection function includes both integrity protection and integrity verification and is performed in PDCP, if configured. The data unit that is integrity protected is the PDU header and the data part of the PDU before ciphering. The integrity protection is always applied to PDCP Data PDUs of SRBs. The integrity protection is applied to PDCP Data PDUs of DRBs for which integrity protection is configured. The integrity protection is not applicable to PDCP Control PDUs.</w:t>
      </w:r>
    </w:p>
    <w:p w14:paraId="23CEA336" w14:textId="77777777" w:rsidR="0052516E" w:rsidRPr="00850D93" w:rsidRDefault="0052516E" w:rsidP="0052516E">
      <w:r w:rsidRPr="00850D93">
        <w:t xml:space="preserve">The integrity protection algorithm and key to be used </w:t>
      </w:r>
      <w:r w:rsidRPr="00850D93">
        <w:rPr>
          <w:lang w:eastAsia="ko-KR"/>
        </w:rPr>
        <w:t>by the</w:t>
      </w:r>
      <w:r w:rsidRPr="00850D93">
        <w:t xml:space="preserve"> PDCP entit</w:t>
      </w:r>
      <w:r w:rsidRPr="00850D93">
        <w:rPr>
          <w:lang w:eastAsia="ko-KR"/>
        </w:rPr>
        <w:t>y</w:t>
      </w:r>
      <w:r w:rsidRPr="00850D93">
        <w:t xml:space="preserve"> are configured by upper layers TS 38.331 [3] and the integrity protection method shal</w:t>
      </w:r>
      <w:r w:rsidR="007B696D" w:rsidRPr="00850D93">
        <w:t xml:space="preserve">l be applied as specified in TS </w:t>
      </w:r>
      <w:r w:rsidRPr="00850D93">
        <w:t>33.501 [6].</w:t>
      </w:r>
    </w:p>
    <w:p w14:paraId="49580C6F" w14:textId="77777777" w:rsidR="0052516E" w:rsidRPr="00850D93" w:rsidRDefault="0052516E" w:rsidP="0052516E">
      <w:r w:rsidRPr="00850D93">
        <w:rPr>
          <w:snapToGrid w:val="0"/>
        </w:rPr>
        <w:t>The integrity protection function is activated</w:t>
      </w:r>
      <w:r w:rsidR="000F5E64" w:rsidRPr="00850D93">
        <w:rPr>
          <w:snapToGrid w:val="0"/>
        </w:rPr>
        <w:t>/suspended/resumed</w:t>
      </w:r>
      <w:r w:rsidRPr="00850D93">
        <w:rPr>
          <w:snapToGrid w:val="0"/>
        </w:rPr>
        <w:t xml:space="preserve"> by upper layers </w:t>
      </w:r>
      <w:r w:rsidRPr="00850D93">
        <w:t>TS 38.331</w:t>
      </w:r>
      <w:r w:rsidRPr="00850D93">
        <w:rPr>
          <w:snapToGrid w:val="0"/>
        </w:rPr>
        <w:t xml:space="preserve"> [3]. When</w:t>
      </w:r>
      <w:r w:rsidRPr="00850D93">
        <w:t xml:space="preserve"> security is activated</w:t>
      </w:r>
      <w:r w:rsidR="000F5E64" w:rsidRPr="00850D93">
        <w:t xml:space="preserve"> and not suspended</w:t>
      </w:r>
      <w:r w:rsidRPr="00850D93">
        <w:t>, the integrity protection function shall be applied to all PDUs including and subsequent to the PDU indicated by upper layers TS 38.331 [3] for the downlink and the uplink, respectively.</w:t>
      </w:r>
    </w:p>
    <w:p w14:paraId="51E1D28B" w14:textId="77777777" w:rsidR="0052516E" w:rsidRPr="00850D93" w:rsidRDefault="0052516E" w:rsidP="0052516E">
      <w:pPr>
        <w:pStyle w:val="NO"/>
      </w:pPr>
      <w:r w:rsidRPr="00850D93">
        <w:t>NOTE:</w:t>
      </w:r>
      <w:r w:rsidRPr="00850D93">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5F56FEA1" w14:textId="77777777" w:rsidR="0052516E" w:rsidRPr="00850D93" w:rsidRDefault="0052516E" w:rsidP="0052516E">
      <w:r w:rsidRPr="00850D93">
        <w:rPr>
          <w:lang w:eastAsia="zh-CN"/>
        </w:rPr>
        <w:t>For downlink and uplink integrity protection and verification, t</w:t>
      </w:r>
      <w:r w:rsidRPr="00850D93">
        <w:t>he parameters that are required by PDCP for integri</w:t>
      </w:r>
      <w:r w:rsidR="007B696D" w:rsidRPr="00850D93">
        <w:t xml:space="preserve">ty protection are defined in TS </w:t>
      </w:r>
      <w:r w:rsidRPr="00850D93">
        <w:t>33.501 [6] and are input to the integrity protection algorithm. The required inputs to the integrity protection function include the COUNT value, and DIRECTION (direction of the trans</w:t>
      </w:r>
      <w:r w:rsidR="007B696D" w:rsidRPr="00850D93">
        <w:t xml:space="preserve">mission: set as specified in TS </w:t>
      </w:r>
      <w:r w:rsidRPr="00850D93">
        <w:t>33.501 [6]). The parameters required by PDCP which are provided by upper layers TS 38.331 [3] are listed below:</w:t>
      </w:r>
    </w:p>
    <w:p w14:paraId="2773420D" w14:textId="77777777" w:rsidR="0052516E" w:rsidRPr="00850D93" w:rsidRDefault="0052516E" w:rsidP="0052516E">
      <w:pPr>
        <w:pStyle w:val="B1"/>
      </w:pPr>
      <w:r w:rsidRPr="00850D93">
        <w:t>-</w:t>
      </w:r>
      <w:r w:rsidRPr="00850D93">
        <w:tab/>
        <w:t>BEARER (defined as th</w:t>
      </w:r>
      <w:r w:rsidR="007B696D" w:rsidRPr="00850D93">
        <w:t xml:space="preserve">e radio bearer identifier in TS </w:t>
      </w:r>
      <w:r w:rsidRPr="00850D93">
        <w:t>33.501 [6]. It will use the value RB identity –1 as in TS 38.331 [3]);</w:t>
      </w:r>
    </w:p>
    <w:p w14:paraId="0BB9C537" w14:textId="77777777" w:rsidR="0052516E" w:rsidRPr="00850D93" w:rsidRDefault="0052516E" w:rsidP="0052516E">
      <w:pPr>
        <w:pStyle w:val="B1"/>
      </w:pPr>
      <w:r w:rsidRPr="00850D93">
        <w:t>-</w:t>
      </w:r>
      <w:r w:rsidRPr="00850D93">
        <w:tab/>
        <w:t xml:space="preserve">KEY (the integrity protection keys for </w:t>
      </w:r>
      <w:r w:rsidRPr="00850D93">
        <w:rPr>
          <w:bCs/>
        </w:rPr>
        <w:t xml:space="preserve">the control plane and for the user plane are </w:t>
      </w:r>
      <w:r w:rsidRPr="00850D93">
        <w:t>K</w:t>
      </w:r>
      <w:r w:rsidRPr="00850D93">
        <w:rPr>
          <w:vertAlign w:val="subscript"/>
        </w:rPr>
        <w:t>RRCint</w:t>
      </w:r>
      <w:r w:rsidRPr="00850D93">
        <w:t xml:space="preserve"> and K</w:t>
      </w:r>
      <w:r w:rsidRPr="00850D93">
        <w:rPr>
          <w:vertAlign w:val="subscript"/>
        </w:rPr>
        <w:t>UPint</w:t>
      </w:r>
      <w:r w:rsidRPr="00850D93">
        <w:t>, respectively).</w:t>
      </w:r>
    </w:p>
    <w:p w14:paraId="70CF964F" w14:textId="77777777" w:rsidR="0052516E" w:rsidRPr="00850D93" w:rsidRDefault="0052516E" w:rsidP="0052516E">
      <w:pPr>
        <w:rPr>
          <w:lang w:eastAsia="ko-KR"/>
        </w:rPr>
      </w:pPr>
      <w:r w:rsidRPr="00850D93">
        <w:t xml:space="preserve">At transmission, the UE computes the value of the MAC-I field and at reception it verifies the integrity of the PDCP </w:t>
      </w:r>
      <w:r w:rsidRPr="00850D93">
        <w:rPr>
          <w:lang w:eastAsia="ko-KR"/>
        </w:rPr>
        <w:t>Data</w:t>
      </w:r>
      <w:r w:rsidRPr="00850D93">
        <w:t xml:space="preserve"> PDU by calculating the X-MAC based on the input parameters as specified above. If the calculated X-MAC corresponds to the received MAC-I, integrity protection is verified successfully</w:t>
      </w:r>
      <w:r w:rsidRPr="00850D93">
        <w:rPr>
          <w:lang w:eastAsia="ko-KR"/>
        </w:rPr>
        <w:t>.</w:t>
      </w:r>
    </w:p>
    <w:p w14:paraId="66C651E7" w14:textId="77777777" w:rsidR="0052516E" w:rsidRPr="00850D93" w:rsidRDefault="0052516E" w:rsidP="0052516E">
      <w:pPr>
        <w:pStyle w:val="Heading2"/>
      </w:pPr>
      <w:bookmarkStart w:id="104" w:name="_Toc12616357"/>
      <w:bookmarkStart w:id="105" w:name="_Toc76549165"/>
      <w:r w:rsidRPr="00850D93">
        <w:t>5.10</w:t>
      </w:r>
      <w:r w:rsidRPr="00850D93">
        <w:tab/>
        <w:t>Handling of unknown, unforeseen, and erroneous protocol data</w:t>
      </w:r>
      <w:bookmarkEnd w:id="104"/>
      <w:bookmarkEnd w:id="105"/>
    </w:p>
    <w:p w14:paraId="6140F8D6" w14:textId="77777777" w:rsidR="0052516E" w:rsidRPr="00850D93" w:rsidRDefault="0052516E" w:rsidP="0052516E">
      <w:pPr>
        <w:rPr>
          <w:noProof/>
        </w:rPr>
      </w:pPr>
      <w:r w:rsidRPr="00850D93">
        <w:rPr>
          <w:noProof/>
        </w:rPr>
        <w:t>When a PDCP PDU that contains reserved or invalid values is received, the receiving PDCP entity shall:</w:t>
      </w:r>
    </w:p>
    <w:p w14:paraId="1497157E" w14:textId="77777777" w:rsidR="0052516E" w:rsidRPr="00850D93" w:rsidRDefault="0052516E" w:rsidP="0052516E">
      <w:pPr>
        <w:pStyle w:val="B1"/>
        <w:rPr>
          <w:noProof/>
        </w:rPr>
      </w:pPr>
      <w:r w:rsidRPr="00850D93">
        <w:rPr>
          <w:noProof/>
        </w:rPr>
        <w:t>-</w:t>
      </w:r>
      <w:r w:rsidRPr="00850D93">
        <w:rPr>
          <w:noProof/>
        </w:rPr>
        <w:tab/>
        <w:t>discard the received PDU.</w:t>
      </w:r>
    </w:p>
    <w:p w14:paraId="03203DE5" w14:textId="77777777" w:rsidR="0052516E" w:rsidRPr="00850D93" w:rsidRDefault="0052516E" w:rsidP="0052516E">
      <w:pPr>
        <w:pStyle w:val="Heading2"/>
        <w:rPr>
          <w:lang w:eastAsia="ko-KR"/>
        </w:rPr>
      </w:pPr>
      <w:bookmarkStart w:id="106" w:name="_Toc12616358"/>
      <w:bookmarkStart w:id="107" w:name="_Toc76549166"/>
      <w:r w:rsidRPr="00850D93">
        <w:rPr>
          <w:lang w:eastAsia="ko-KR"/>
        </w:rPr>
        <w:t>5.11</w:t>
      </w:r>
      <w:r w:rsidRPr="00850D93">
        <w:rPr>
          <w:lang w:eastAsia="ko-KR"/>
        </w:rPr>
        <w:tab/>
        <w:t>PDCP duplication</w:t>
      </w:r>
      <w:bookmarkEnd w:id="106"/>
      <w:bookmarkEnd w:id="107"/>
    </w:p>
    <w:p w14:paraId="06F339BC" w14:textId="77777777" w:rsidR="0052516E" w:rsidRPr="00850D93" w:rsidRDefault="0052516E" w:rsidP="0052516E">
      <w:pPr>
        <w:pStyle w:val="Heading3"/>
        <w:rPr>
          <w:lang w:eastAsia="ko-KR"/>
        </w:rPr>
      </w:pPr>
      <w:bookmarkStart w:id="108" w:name="_Toc12616359"/>
      <w:bookmarkStart w:id="109" w:name="_Toc76549167"/>
      <w:r w:rsidRPr="00850D93">
        <w:rPr>
          <w:lang w:eastAsia="ko-KR"/>
        </w:rPr>
        <w:t>5.11.1</w:t>
      </w:r>
      <w:r w:rsidRPr="00850D93">
        <w:rPr>
          <w:lang w:eastAsia="ko-KR"/>
        </w:rPr>
        <w:tab/>
        <w:t>Activation/Deactivation of PDCP duplication</w:t>
      </w:r>
      <w:bookmarkEnd w:id="108"/>
      <w:bookmarkEnd w:id="109"/>
    </w:p>
    <w:p w14:paraId="3BFA95F9" w14:textId="77777777" w:rsidR="0052516E" w:rsidRPr="00850D93" w:rsidRDefault="0052516E" w:rsidP="0052516E">
      <w:pPr>
        <w:rPr>
          <w:lang w:eastAsia="ko-KR"/>
        </w:rPr>
      </w:pPr>
      <w:r w:rsidRPr="00850D93">
        <w:rPr>
          <w:lang w:eastAsia="ko-KR"/>
        </w:rPr>
        <w:t xml:space="preserve">For the PDCP entity configured with </w:t>
      </w:r>
      <w:r w:rsidRPr="00850D93">
        <w:rPr>
          <w:i/>
          <w:lang w:eastAsia="ko-KR"/>
        </w:rPr>
        <w:t>pdcp-Duplication</w:t>
      </w:r>
      <w:r w:rsidRPr="00850D93">
        <w:rPr>
          <w:lang w:eastAsia="ko-KR"/>
        </w:rPr>
        <w:t>, the transmitting PDCP entity shall:</w:t>
      </w:r>
    </w:p>
    <w:p w14:paraId="17585687" w14:textId="77777777" w:rsidR="0052516E" w:rsidRPr="00850D93" w:rsidRDefault="0052516E" w:rsidP="0052516E">
      <w:pPr>
        <w:pStyle w:val="B1"/>
        <w:rPr>
          <w:lang w:eastAsia="ko-KR"/>
        </w:rPr>
      </w:pPr>
      <w:r w:rsidRPr="00850D93">
        <w:rPr>
          <w:lang w:eastAsia="ko-KR"/>
        </w:rPr>
        <w:t>-</w:t>
      </w:r>
      <w:r w:rsidRPr="00850D93">
        <w:rPr>
          <w:lang w:eastAsia="ko-KR"/>
        </w:rPr>
        <w:tab/>
        <w:t>for SRBs:</w:t>
      </w:r>
    </w:p>
    <w:p w14:paraId="32FC44DF" w14:textId="77777777" w:rsidR="0052516E" w:rsidRPr="00850D93" w:rsidRDefault="0052516E" w:rsidP="0052516E">
      <w:pPr>
        <w:pStyle w:val="B2"/>
        <w:rPr>
          <w:lang w:eastAsia="ko-KR"/>
        </w:rPr>
      </w:pPr>
      <w:r w:rsidRPr="00850D93">
        <w:rPr>
          <w:lang w:eastAsia="ko-KR"/>
        </w:rPr>
        <w:t>-</w:t>
      </w:r>
      <w:r w:rsidRPr="00850D93">
        <w:rPr>
          <w:lang w:eastAsia="ko-KR"/>
        </w:rPr>
        <w:tab/>
        <w:t>activate the PDCP duplication;</w:t>
      </w:r>
    </w:p>
    <w:p w14:paraId="12EAF1F6" w14:textId="77777777" w:rsidR="0052516E" w:rsidRPr="00850D93" w:rsidRDefault="0052516E" w:rsidP="0052516E">
      <w:pPr>
        <w:pStyle w:val="B1"/>
        <w:rPr>
          <w:lang w:eastAsia="ko-KR"/>
        </w:rPr>
      </w:pPr>
      <w:r w:rsidRPr="00850D93">
        <w:rPr>
          <w:lang w:eastAsia="ko-KR"/>
        </w:rPr>
        <w:t>-</w:t>
      </w:r>
      <w:r w:rsidRPr="00850D93">
        <w:rPr>
          <w:lang w:eastAsia="ko-KR"/>
        </w:rPr>
        <w:tab/>
        <w:t>for DRBs:</w:t>
      </w:r>
    </w:p>
    <w:p w14:paraId="5A5120C4" w14:textId="77777777" w:rsidR="0052516E" w:rsidRPr="00850D93" w:rsidRDefault="0052516E" w:rsidP="0052516E">
      <w:pPr>
        <w:pStyle w:val="B2"/>
        <w:rPr>
          <w:lang w:eastAsia="ko-KR"/>
        </w:rPr>
      </w:pPr>
      <w:r w:rsidRPr="00850D93">
        <w:rPr>
          <w:lang w:eastAsia="ko-KR"/>
        </w:rPr>
        <w:t>-</w:t>
      </w:r>
      <w:r w:rsidRPr="00850D93">
        <w:rPr>
          <w:lang w:eastAsia="ko-KR"/>
        </w:rPr>
        <w:tab/>
        <w:t>if the activation of PDCP duplication is indicated:</w:t>
      </w:r>
    </w:p>
    <w:p w14:paraId="7562D418" w14:textId="77777777" w:rsidR="0052516E" w:rsidRPr="00850D93" w:rsidRDefault="0052516E" w:rsidP="0052516E">
      <w:pPr>
        <w:pStyle w:val="B3"/>
        <w:rPr>
          <w:lang w:eastAsia="ko-KR"/>
        </w:rPr>
      </w:pPr>
      <w:r w:rsidRPr="00850D93">
        <w:rPr>
          <w:lang w:eastAsia="ko-KR"/>
        </w:rPr>
        <w:t>-</w:t>
      </w:r>
      <w:r w:rsidRPr="00850D93">
        <w:rPr>
          <w:lang w:eastAsia="ko-KR"/>
        </w:rPr>
        <w:tab/>
        <w:t>activate the PDCP duplication;</w:t>
      </w:r>
    </w:p>
    <w:p w14:paraId="6B6F9533" w14:textId="77777777" w:rsidR="0052516E" w:rsidRPr="00850D93" w:rsidRDefault="0052516E" w:rsidP="0052516E">
      <w:pPr>
        <w:pStyle w:val="B2"/>
        <w:rPr>
          <w:lang w:eastAsia="ko-KR"/>
        </w:rPr>
      </w:pPr>
      <w:r w:rsidRPr="00850D93">
        <w:rPr>
          <w:lang w:eastAsia="ko-KR"/>
        </w:rPr>
        <w:t>-</w:t>
      </w:r>
      <w:r w:rsidRPr="00850D93">
        <w:rPr>
          <w:lang w:eastAsia="ko-KR"/>
        </w:rPr>
        <w:tab/>
        <w:t>if the deactivation of PDCP duplication is indicated:</w:t>
      </w:r>
    </w:p>
    <w:p w14:paraId="32BBC8BA" w14:textId="77777777" w:rsidR="0052516E" w:rsidRPr="00850D93" w:rsidRDefault="0052516E" w:rsidP="0052516E">
      <w:pPr>
        <w:pStyle w:val="B3"/>
        <w:rPr>
          <w:lang w:eastAsia="ko-KR"/>
        </w:rPr>
      </w:pPr>
      <w:r w:rsidRPr="00850D93">
        <w:rPr>
          <w:lang w:eastAsia="ko-KR"/>
        </w:rPr>
        <w:t>-</w:t>
      </w:r>
      <w:r w:rsidRPr="00850D93">
        <w:rPr>
          <w:lang w:eastAsia="ko-KR"/>
        </w:rPr>
        <w:tab/>
        <w:t>deactivate the PDCP duplication.</w:t>
      </w:r>
    </w:p>
    <w:p w14:paraId="69106381" w14:textId="77777777" w:rsidR="0052516E" w:rsidRPr="00850D93" w:rsidRDefault="0052516E" w:rsidP="0052516E">
      <w:pPr>
        <w:pStyle w:val="Heading3"/>
        <w:rPr>
          <w:lang w:eastAsia="ko-KR"/>
        </w:rPr>
      </w:pPr>
      <w:bookmarkStart w:id="110" w:name="_Toc12616360"/>
      <w:bookmarkStart w:id="111" w:name="_Toc76549168"/>
      <w:r w:rsidRPr="00850D93">
        <w:rPr>
          <w:lang w:eastAsia="ko-KR"/>
        </w:rPr>
        <w:lastRenderedPageBreak/>
        <w:t>5.11.2</w:t>
      </w:r>
      <w:r w:rsidRPr="00850D93">
        <w:rPr>
          <w:lang w:eastAsia="ko-KR"/>
        </w:rPr>
        <w:tab/>
        <w:t>Duplicate PDU discard</w:t>
      </w:r>
      <w:bookmarkEnd w:id="110"/>
      <w:bookmarkEnd w:id="111"/>
    </w:p>
    <w:p w14:paraId="34C64732" w14:textId="77777777" w:rsidR="0052516E" w:rsidRPr="00850D93" w:rsidRDefault="0052516E" w:rsidP="0052516E">
      <w:pPr>
        <w:rPr>
          <w:lang w:eastAsia="ko-KR"/>
        </w:rPr>
      </w:pPr>
      <w:r w:rsidRPr="00850D93">
        <w:rPr>
          <w:lang w:eastAsia="ko-KR"/>
        </w:rPr>
        <w:t xml:space="preserve">For the PDCP entity configured with </w:t>
      </w:r>
      <w:r w:rsidRPr="00850D93">
        <w:rPr>
          <w:i/>
          <w:lang w:eastAsia="ko-KR"/>
        </w:rPr>
        <w:t>pdcp-Duplication</w:t>
      </w:r>
      <w:r w:rsidRPr="00850D93">
        <w:rPr>
          <w:lang w:eastAsia="ko-KR"/>
        </w:rPr>
        <w:t>, the transmitting PDCP entity shall:</w:t>
      </w:r>
    </w:p>
    <w:p w14:paraId="35A62241" w14:textId="77777777" w:rsidR="0052516E" w:rsidRPr="00850D93" w:rsidRDefault="0052516E" w:rsidP="0052516E">
      <w:pPr>
        <w:pStyle w:val="B1"/>
        <w:rPr>
          <w:lang w:eastAsia="ko-KR"/>
        </w:rPr>
      </w:pPr>
      <w:r w:rsidRPr="00850D93">
        <w:rPr>
          <w:lang w:eastAsia="ko-KR"/>
        </w:rPr>
        <w:t>-</w:t>
      </w:r>
      <w:r w:rsidRPr="00850D93">
        <w:rPr>
          <w:lang w:eastAsia="ko-KR"/>
        </w:rPr>
        <w:tab/>
        <w:t>if the successful delivery of a PDCP Data PDU is confirmed by one of the two associated AM RLC entities:</w:t>
      </w:r>
    </w:p>
    <w:p w14:paraId="417CF054" w14:textId="77777777" w:rsidR="0052516E" w:rsidRPr="00850D93" w:rsidRDefault="0052516E" w:rsidP="0052516E">
      <w:pPr>
        <w:pStyle w:val="B2"/>
        <w:rPr>
          <w:lang w:eastAsia="ko-KR"/>
        </w:rPr>
      </w:pPr>
      <w:r w:rsidRPr="00850D93">
        <w:rPr>
          <w:lang w:eastAsia="ko-KR"/>
        </w:rPr>
        <w:t>-</w:t>
      </w:r>
      <w:r w:rsidRPr="00850D93">
        <w:rPr>
          <w:lang w:eastAsia="ko-KR"/>
        </w:rPr>
        <w:tab/>
        <w:t>indicate to the other AM RLC entity to discard the duplicated PDCP Data PDU;</w:t>
      </w:r>
    </w:p>
    <w:p w14:paraId="711CA2C0" w14:textId="77777777" w:rsidR="0052516E" w:rsidRPr="00850D93" w:rsidRDefault="0052516E" w:rsidP="0052516E">
      <w:pPr>
        <w:pStyle w:val="B1"/>
        <w:rPr>
          <w:lang w:eastAsia="ko-KR"/>
        </w:rPr>
      </w:pPr>
      <w:r w:rsidRPr="00850D93">
        <w:rPr>
          <w:lang w:eastAsia="ko-KR"/>
        </w:rPr>
        <w:t>-</w:t>
      </w:r>
      <w:r w:rsidRPr="00850D93">
        <w:rPr>
          <w:lang w:eastAsia="ko-KR"/>
        </w:rPr>
        <w:tab/>
        <w:t>if the deactivation of PDCP duplication is indicated:</w:t>
      </w:r>
    </w:p>
    <w:p w14:paraId="729C9097" w14:textId="77777777" w:rsidR="0052516E" w:rsidRPr="00850D93" w:rsidRDefault="0052516E" w:rsidP="0052516E">
      <w:pPr>
        <w:pStyle w:val="B2"/>
        <w:rPr>
          <w:lang w:eastAsia="ko-KR"/>
        </w:rPr>
      </w:pPr>
      <w:r w:rsidRPr="00850D93">
        <w:rPr>
          <w:lang w:eastAsia="ko-KR"/>
        </w:rPr>
        <w:t>-</w:t>
      </w:r>
      <w:r w:rsidRPr="00850D93">
        <w:rPr>
          <w:lang w:eastAsia="ko-KR"/>
        </w:rPr>
        <w:tab/>
        <w:t>indicate to the secondary RLC entity to discard all duplicated PDCP Data PDUs.</w:t>
      </w:r>
    </w:p>
    <w:p w14:paraId="7B63DFF9" w14:textId="77777777" w:rsidR="0052516E" w:rsidRPr="00850D93" w:rsidRDefault="0052516E" w:rsidP="0052516E">
      <w:pPr>
        <w:pStyle w:val="Heading1"/>
      </w:pPr>
      <w:bookmarkStart w:id="112" w:name="Signet19"/>
      <w:bookmarkStart w:id="113" w:name="_Toc12616361"/>
      <w:bookmarkStart w:id="114" w:name="_Toc76549169"/>
      <w:bookmarkEnd w:id="112"/>
      <w:r w:rsidRPr="00850D93">
        <w:t>6</w:t>
      </w:r>
      <w:r w:rsidRPr="00850D93">
        <w:tab/>
        <w:t>Protocol data units, formats, and parameters</w:t>
      </w:r>
      <w:bookmarkEnd w:id="113"/>
      <w:bookmarkEnd w:id="114"/>
    </w:p>
    <w:p w14:paraId="41943BAF" w14:textId="77777777" w:rsidR="0052516E" w:rsidRPr="00850D93" w:rsidRDefault="0052516E" w:rsidP="0052516E">
      <w:pPr>
        <w:pStyle w:val="Heading2"/>
        <w:rPr>
          <w:kern w:val="2"/>
          <w:lang w:eastAsia="zh-CN"/>
        </w:rPr>
      </w:pPr>
      <w:bookmarkStart w:id="115" w:name="_Toc12616362"/>
      <w:bookmarkStart w:id="116" w:name="_Toc76549170"/>
      <w:r w:rsidRPr="00850D93">
        <w:rPr>
          <w:kern w:val="2"/>
          <w:lang w:eastAsia="zh-CN"/>
        </w:rPr>
        <w:t>6.1</w:t>
      </w:r>
      <w:r w:rsidRPr="00850D93">
        <w:rPr>
          <w:kern w:val="2"/>
          <w:lang w:eastAsia="zh-CN"/>
        </w:rPr>
        <w:tab/>
        <w:t xml:space="preserve">Protocol data </w:t>
      </w:r>
      <w:r w:rsidRPr="00850D93">
        <w:t>units</w:t>
      </w:r>
      <w:bookmarkEnd w:id="115"/>
      <w:bookmarkEnd w:id="116"/>
    </w:p>
    <w:p w14:paraId="6EC27586" w14:textId="77777777" w:rsidR="0052516E" w:rsidRPr="00850D93" w:rsidRDefault="0052516E" w:rsidP="0052516E">
      <w:pPr>
        <w:pStyle w:val="Heading3"/>
      </w:pPr>
      <w:bookmarkStart w:id="117" w:name="_Toc12616363"/>
      <w:bookmarkStart w:id="118" w:name="_Toc76549171"/>
      <w:r w:rsidRPr="00850D93">
        <w:t>6.1.1</w:t>
      </w:r>
      <w:r w:rsidRPr="00850D93">
        <w:tab/>
        <w:t>Data PDU</w:t>
      </w:r>
      <w:bookmarkEnd w:id="117"/>
      <w:bookmarkEnd w:id="118"/>
    </w:p>
    <w:p w14:paraId="3523846D" w14:textId="77777777" w:rsidR="0052516E" w:rsidRPr="00850D93" w:rsidRDefault="0052516E" w:rsidP="0052516E">
      <w:r w:rsidRPr="00850D93">
        <w:t>The PDCP Data PDU is used to convey one or more of followings in addition to the PDU header:</w:t>
      </w:r>
    </w:p>
    <w:p w14:paraId="2E9C0F0F" w14:textId="77777777" w:rsidR="0052516E" w:rsidRPr="00850D93" w:rsidRDefault="0052516E" w:rsidP="0052516E">
      <w:pPr>
        <w:pStyle w:val="B1"/>
        <w:rPr>
          <w:lang w:eastAsia="ko-KR"/>
        </w:rPr>
      </w:pPr>
      <w:r w:rsidRPr="00850D93">
        <w:rPr>
          <w:lang w:eastAsia="ko-KR"/>
        </w:rPr>
        <w:t>-</w:t>
      </w:r>
      <w:r w:rsidRPr="00850D93">
        <w:rPr>
          <w:lang w:eastAsia="ko-KR"/>
        </w:rPr>
        <w:tab/>
        <w:t>user plane data;</w:t>
      </w:r>
    </w:p>
    <w:p w14:paraId="33FA7489" w14:textId="77777777" w:rsidR="0052516E" w:rsidRPr="00850D93" w:rsidRDefault="0052516E" w:rsidP="0052516E">
      <w:pPr>
        <w:pStyle w:val="B1"/>
        <w:rPr>
          <w:lang w:eastAsia="ko-KR"/>
        </w:rPr>
      </w:pPr>
      <w:r w:rsidRPr="00850D93">
        <w:rPr>
          <w:lang w:eastAsia="ko-KR"/>
        </w:rPr>
        <w:t>-</w:t>
      </w:r>
      <w:r w:rsidRPr="00850D93">
        <w:rPr>
          <w:lang w:eastAsia="ko-KR"/>
        </w:rPr>
        <w:tab/>
        <w:t>control plane data;</w:t>
      </w:r>
    </w:p>
    <w:p w14:paraId="2A558D8D" w14:textId="77777777" w:rsidR="0052516E" w:rsidRPr="00850D93" w:rsidRDefault="0052516E" w:rsidP="0052516E">
      <w:pPr>
        <w:pStyle w:val="B1"/>
        <w:rPr>
          <w:lang w:eastAsia="ko-KR"/>
        </w:rPr>
      </w:pPr>
      <w:r w:rsidRPr="00850D93">
        <w:rPr>
          <w:lang w:eastAsia="ko-KR"/>
        </w:rPr>
        <w:t>-</w:t>
      </w:r>
      <w:r w:rsidRPr="00850D93">
        <w:rPr>
          <w:lang w:eastAsia="ko-KR"/>
        </w:rPr>
        <w:tab/>
        <w:t>a MAC-I.</w:t>
      </w:r>
    </w:p>
    <w:p w14:paraId="2F2435A3" w14:textId="77777777" w:rsidR="0052516E" w:rsidRPr="00850D93" w:rsidRDefault="0052516E" w:rsidP="0052516E">
      <w:pPr>
        <w:pStyle w:val="Heading3"/>
        <w:rPr>
          <w:lang w:eastAsia="ko-KR"/>
        </w:rPr>
      </w:pPr>
      <w:bookmarkStart w:id="119" w:name="_Toc12616364"/>
      <w:bookmarkStart w:id="120" w:name="_Toc76549172"/>
      <w:r w:rsidRPr="00850D93">
        <w:t>6.1.2</w:t>
      </w:r>
      <w:r w:rsidRPr="00850D93">
        <w:rPr>
          <w:lang w:eastAsia="ko-KR"/>
        </w:rPr>
        <w:tab/>
        <w:t>Control PDU</w:t>
      </w:r>
      <w:bookmarkEnd w:id="119"/>
      <w:bookmarkEnd w:id="120"/>
    </w:p>
    <w:p w14:paraId="1B2A78C5" w14:textId="77777777" w:rsidR="0052516E" w:rsidRPr="00850D93" w:rsidRDefault="0052516E" w:rsidP="0052516E">
      <w:r w:rsidRPr="00850D93">
        <w:t>The PDCP Control PDU is used to convey one of followings in addition to the PDU header:</w:t>
      </w:r>
    </w:p>
    <w:p w14:paraId="4767ED24" w14:textId="77777777" w:rsidR="0052516E" w:rsidRPr="00850D93" w:rsidRDefault="0052516E" w:rsidP="0052516E">
      <w:pPr>
        <w:pStyle w:val="B1"/>
      </w:pPr>
      <w:r w:rsidRPr="00850D93">
        <w:t>-</w:t>
      </w:r>
      <w:r w:rsidRPr="00850D93">
        <w:tab/>
        <w:t>a PDCP status report;</w:t>
      </w:r>
    </w:p>
    <w:p w14:paraId="7901542B" w14:textId="77777777" w:rsidR="0052516E" w:rsidRPr="00850D93" w:rsidRDefault="0052516E" w:rsidP="0052516E">
      <w:pPr>
        <w:pStyle w:val="B1"/>
      </w:pPr>
      <w:r w:rsidRPr="00850D93">
        <w:t>-</w:t>
      </w:r>
      <w:r w:rsidRPr="00850D93">
        <w:tab/>
        <w:t>an interspersed ROHC feedback.</w:t>
      </w:r>
    </w:p>
    <w:p w14:paraId="4306EA82" w14:textId="77777777" w:rsidR="0052516E" w:rsidRPr="00850D93" w:rsidRDefault="0052516E" w:rsidP="0052516E">
      <w:pPr>
        <w:pStyle w:val="Heading2"/>
        <w:rPr>
          <w:rFonts w:eastAsia="SimSun"/>
          <w:kern w:val="2"/>
          <w:lang w:eastAsia="zh-CN"/>
        </w:rPr>
      </w:pPr>
      <w:bookmarkStart w:id="121" w:name="_Toc12616365"/>
      <w:bookmarkStart w:id="122" w:name="_Toc76549173"/>
      <w:r w:rsidRPr="00850D93">
        <w:rPr>
          <w:rFonts w:eastAsia="SimSun"/>
          <w:kern w:val="2"/>
          <w:lang w:eastAsia="zh-CN"/>
        </w:rPr>
        <w:t>6.2</w:t>
      </w:r>
      <w:r w:rsidRPr="00850D93">
        <w:rPr>
          <w:rFonts w:eastAsia="SimSun"/>
          <w:kern w:val="2"/>
          <w:lang w:eastAsia="zh-CN"/>
        </w:rPr>
        <w:tab/>
        <w:t>Formats</w:t>
      </w:r>
      <w:bookmarkEnd w:id="121"/>
      <w:bookmarkEnd w:id="122"/>
    </w:p>
    <w:p w14:paraId="7B5F64D9" w14:textId="77777777" w:rsidR="0052516E" w:rsidRPr="00850D93" w:rsidRDefault="0052516E" w:rsidP="0052516E">
      <w:pPr>
        <w:pStyle w:val="Heading3"/>
        <w:rPr>
          <w:lang w:eastAsia="zh-CN"/>
        </w:rPr>
      </w:pPr>
      <w:bookmarkStart w:id="123" w:name="_Toc12616366"/>
      <w:bookmarkStart w:id="124" w:name="_Toc76549174"/>
      <w:r w:rsidRPr="00850D93">
        <w:t>6.2.1</w:t>
      </w:r>
      <w:r w:rsidRPr="00850D93">
        <w:rPr>
          <w:lang w:eastAsia="ko-KR"/>
        </w:rPr>
        <w:tab/>
        <w:t>General</w:t>
      </w:r>
      <w:bookmarkEnd w:id="123"/>
      <w:bookmarkEnd w:id="124"/>
    </w:p>
    <w:p w14:paraId="15ACE10E" w14:textId="77777777" w:rsidR="0052516E" w:rsidRPr="00850D93" w:rsidRDefault="0052516E" w:rsidP="0052516E">
      <w:r w:rsidRPr="00850D93">
        <w:t xml:space="preserve">A PDCP PDU is a bit string that is </w:t>
      </w:r>
      <w:r w:rsidRPr="00850D93">
        <w:rPr>
          <w:rFonts w:eastAsia="MS Mincho"/>
        </w:rPr>
        <w:t>byte aligned (i.e. multiple of 8 bits) in length</w:t>
      </w:r>
      <w:r w:rsidRPr="00850D93">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24429241" w14:textId="77777777" w:rsidR="0052516E" w:rsidRPr="00850D93" w:rsidRDefault="0052516E" w:rsidP="0052516E">
      <w:r w:rsidRPr="00850D93">
        <w:t xml:space="preserve">PDCP SDUs are bit strings that are byte aligned (i.e. multiple of 8 bits) in length. A compressed or uncompressed SDU is included into a PDCP </w:t>
      </w:r>
      <w:r w:rsidRPr="00850D93">
        <w:rPr>
          <w:lang w:eastAsia="ko-KR"/>
        </w:rPr>
        <w:t>Data</w:t>
      </w:r>
      <w:r w:rsidRPr="00850D93">
        <w:t xml:space="preserve"> PDU from the first bit onward.</w:t>
      </w:r>
    </w:p>
    <w:p w14:paraId="28F19BFC" w14:textId="77777777" w:rsidR="0052516E" w:rsidRPr="00850D93" w:rsidRDefault="0052516E" w:rsidP="0052516E">
      <w:pPr>
        <w:pStyle w:val="Heading3"/>
        <w:rPr>
          <w:lang w:eastAsia="zh-CN"/>
        </w:rPr>
      </w:pPr>
      <w:bookmarkStart w:id="125" w:name="_Toc12616367"/>
      <w:bookmarkStart w:id="126" w:name="_Toc76549175"/>
      <w:r w:rsidRPr="00850D93">
        <w:t>6.2.2</w:t>
      </w:r>
      <w:r w:rsidRPr="00850D93">
        <w:rPr>
          <w:lang w:eastAsia="ko-KR"/>
        </w:rPr>
        <w:tab/>
        <w:t>Data PDU</w:t>
      </w:r>
      <w:bookmarkEnd w:id="125"/>
      <w:bookmarkEnd w:id="126"/>
    </w:p>
    <w:p w14:paraId="57F9DA41" w14:textId="77777777" w:rsidR="0052516E" w:rsidRPr="00850D93" w:rsidRDefault="0052516E" w:rsidP="0052516E">
      <w:pPr>
        <w:pStyle w:val="Heading4"/>
        <w:rPr>
          <w:lang w:eastAsia="ko-KR"/>
        </w:rPr>
      </w:pPr>
      <w:bookmarkStart w:id="127" w:name="_Toc12616368"/>
      <w:bookmarkStart w:id="128" w:name="_Toc76549176"/>
      <w:r w:rsidRPr="00850D93">
        <w:rPr>
          <w:lang w:eastAsia="ko-KR"/>
        </w:rPr>
        <w:t>6.2.2.1</w:t>
      </w:r>
      <w:r w:rsidRPr="00850D93">
        <w:rPr>
          <w:lang w:eastAsia="ko-KR"/>
        </w:rPr>
        <w:tab/>
        <w:t>Data PDU for SRBs</w:t>
      </w:r>
      <w:bookmarkEnd w:id="127"/>
      <w:bookmarkEnd w:id="128"/>
    </w:p>
    <w:p w14:paraId="2736C2EF" w14:textId="77777777" w:rsidR="0052516E" w:rsidRPr="00850D93" w:rsidRDefault="0052516E" w:rsidP="0052516E">
      <w:r w:rsidRPr="00850D93">
        <w:rPr>
          <w:lang w:eastAsia="ko-KR"/>
        </w:rPr>
        <w:t>Figure 6.2.2.1-1 shows the format of the PDCP Data PDU with 12 bits PDCP SN. This format is applicable for SRBs.</w:t>
      </w:r>
    </w:p>
    <w:p w14:paraId="7AE1240F" w14:textId="77777777" w:rsidR="0052516E" w:rsidRPr="00850D93" w:rsidRDefault="0052516E" w:rsidP="0052516E">
      <w:pPr>
        <w:pStyle w:val="TH"/>
      </w:pPr>
      <w:r w:rsidRPr="00850D93">
        <w:object w:dxaOrig="5687" w:dyaOrig="4723" w14:anchorId="434A22DC">
          <v:shape id="_x0000_i1029" type="#_x0000_t75" style="width:283.5pt;height:236.25pt" o:ole="">
            <v:imagedata r:id="rId16" o:title=""/>
          </v:shape>
          <o:OLEObject Type="Embed" ProgID="Visio.Drawing.11" ShapeID="_x0000_i1029" DrawAspect="Content" ObjectID="_1687161930" r:id="rId17"/>
        </w:object>
      </w:r>
    </w:p>
    <w:p w14:paraId="2A316077" w14:textId="77777777" w:rsidR="0052516E" w:rsidRPr="00850D93" w:rsidRDefault="0052516E" w:rsidP="0052516E">
      <w:pPr>
        <w:pStyle w:val="TF"/>
      </w:pPr>
      <w:r w:rsidRPr="00850D93">
        <w:t>Figure 6.2.2.1-1: PDCP Data PDU format for SRBs</w:t>
      </w:r>
    </w:p>
    <w:p w14:paraId="434E8960" w14:textId="77777777" w:rsidR="0052516E" w:rsidRPr="00850D93" w:rsidRDefault="0052516E" w:rsidP="0052516E">
      <w:pPr>
        <w:pStyle w:val="Heading4"/>
      </w:pPr>
      <w:bookmarkStart w:id="129" w:name="_Toc12616369"/>
      <w:bookmarkStart w:id="130" w:name="_Toc76549177"/>
      <w:r w:rsidRPr="00850D93">
        <w:t>6.2.2.2</w:t>
      </w:r>
      <w:r w:rsidRPr="00850D93">
        <w:tab/>
        <w:t>Data PDU for DRBs with 12 bits PDCP SN</w:t>
      </w:r>
      <w:bookmarkEnd w:id="129"/>
      <w:bookmarkEnd w:id="130"/>
    </w:p>
    <w:p w14:paraId="36F9010A" w14:textId="77777777" w:rsidR="0052516E" w:rsidRPr="00850D93" w:rsidRDefault="0052516E" w:rsidP="0052516E">
      <w:r w:rsidRPr="00850D93">
        <w:rPr>
          <w:lang w:eastAsia="ko-KR"/>
        </w:rPr>
        <w:t>Figure 6.2.2.2-1 shows the format of the PDCP Data PDU with 12 bits PDCP SN. This format is applicable for UM DRBs and AM DRBs.</w:t>
      </w:r>
    </w:p>
    <w:p w14:paraId="09A9BC52" w14:textId="77777777" w:rsidR="0052516E" w:rsidRPr="00850D93" w:rsidRDefault="0052516E" w:rsidP="0052516E">
      <w:pPr>
        <w:pStyle w:val="TH"/>
      </w:pPr>
      <w:r w:rsidRPr="00850D93">
        <w:object w:dxaOrig="5687" w:dyaOrig="4737" w14:anchorId="0E2829D1">
          <v:shape id="_x0000_i1030" type="#_x0000_t75" style="width:283.5pt;height:237.75pt" o:ole="">
            <v:imagedata r:id="rId18" o:title=""/>
          </v:shape>
          <o:OLEObject Type="Embed" ProgID="Visio.Drawing.11" ShapeID="_x0000_i1030" DrawAspect="Content" ObjectID="_1687161931" r:id="rId19"/>
        </w:object>
      </w:r>
    </w:p>
    <w:p w14:paraId="4FAA478A" w14:textId="77777777" w:rsidR="0052516E" w:rsidRPr="00850D93" w:rsidRDefault="0052516E" w:rsidP="0052516E">
      <w:pPr>
        <w:pStyle w:val="TF"/>
      </w:pPr>
      <w:r w:rsidRPr="00850D93">
        <w:t>Figure 6.2.2.2-1: PDCP Data PDU format with 12 bits PDCP SN</w:t>
      </w:r>
    </w:p>
    <w:p w14:paraId="52876A59" w14:textId="77777777" w:rsidR="0052516E" w:rsidRPr="00850D93" w:rsidRDefault="0052516E" w:rsidP="0052516E">
      <w:pPr>
        <w:pStyle w:val="Heading4"/>
      </w:pPr>
      <w:bookmarkStart w:id="131" w:name="_Toc12616370"/>
      <w:bookmarkStart w:id="132" w:name="_Toc76549178"/>
      <w:r w:rsidRPr="00850D93">
        <w:t>6.2.2.3</w:t>
      </w:r>
      <w:r w:rsidRPr="00850D93">
        <w:tab/>
        <w:t>Data PDU for DRBs with 18 bits PDCP SN</w:t>
      </w:r>
      <w:bookmarkEnd w:id="131"/>
      <w:bookmarkEnd w:id="132"/>
    </w:p>
    <w:p w14:paraId="3007C3C8" w14:textId="77777777" w:rsidR="0052516E" w:rsidRPr="00850D93" w:rsidRDefault="0052516E" w:rsidP="0052516E">
      <w:r w:rsidRPr="00850D93">
        <w:rPr>
          <w:lang w:eastAsia="ko-KR"/>
        </w:rPr>
        <w:t>Figure 6.2.2.3-1 shows the format of the PDCP Data PDU with 18 bits PDCP SN. This format is applicable for UM DRBs and AM DRBs</w:t>
      </w:r>
      <w:r w:rsidRPr="00850D93">
        <w:t>.</w:t>
      </w:r>
    </w:p>
    <w:p w14:paraId="34EE9544" w14:textId="77777777" w:rsidR="0052516E" w:rsidRPr="00850D93" w:rsidRDefault="0052516E" w:rsidP="0052516E">
      <w:pPr>
        <w:pStyle w:val="TH"/>
      </w:pPr>
      <w:r w:rsidRPr="00850D93">
        <w:object w:dxaOrig="5687" w:dyaOrig="5238" w14:anchorId="35D8ECE0">
          <v:shape id="_x0000_i1031" type="#_x0000_t75" style="width:283.5pt;height:262.5pt" o:ole="">
            <v:imagedata r:id="rId20" o:title=""/>
          </v:shape>
          <o:OLEObject Type="Embed" ProgID="Visio.Drawing.11" ShapeID="_x0000_i1031" DrawAspect="Content" ObjectID="_1687161932" r:id="rId21"/>
        </w:object>
      </w:r>
    </w:p>
    <w:p w14:paraId="3FE121BA" w14:textId="77777777" w:rsidR="0052516E" w:rsidRPr="00850D93" w:rsidRDefault="0052516E" w:rsidP="0052516E">
      <w:pPr>
        <w:pStyle w:val="TF"/>
      </w:pPr>
      <w:r w:rsidRPr="00850D93">
        <w:t>Figure 6.2.2.3-1: PDCP Data PDU format for DRBs with 18 bits PDCP SN</w:t>
      </w:r>
    </w:p>
    <w:p w14:paraId="3AD7B61C" w14:textId="77777777" w:rsidR="0052516E" w:rsidRPr="00850D93" w:rsidRDefault="0052516E" w:rsidP="0052516E">
      <w:pPr>
        <w:pStyle w:val="Heading3"/>
        <w:rPr>
          <w:lang w:eastAsia="zh-CN"/>
        </w:rPr>
      </w:pPr>
      <w:bookmarkStart w:id="133" w:name="_Toc12616371"/>
      <w:bookmarkStart w:id="134" w:name="_Toc76549179"/>
      <w:r w:rsidRPr="00850D93">
        <w:t>6.2.3</w:t>
      </w:r>
      <w:r w:rsidRPr="00850D93">
        <w:rPr>
          <w:lang w:eastAsia="ko-KR"/>
        </w:rPr>
        <w:tab/>
        <w:t>Control PDU</w:t>
      </w:r>
      <w:bookmarkEnd w:id="133"/>
      <w:bookmarkEnd w:id="134"/>
    </w:p>
    <w:p w14:paraId="00722C56" w14:textId="77777777" w:rsidR="0052516E" w:rsidRPr="00850D93" w:rsidRDefault="0052516E" w:rsidP="0052516E">
      <w:pPr>
        <w:pStyle w:val="Heading4"/>
      </w:pPr>
      <w:bookmarkStart w:id="135" w:name="_Toc12616372"/>
      <w:bookmarkStart w:id="136" w:name="_Toc76549180"/>
      <w:r w:rsidRPr="00850D93">
        <w:t>6.2.3.1</w:t>
      </w:r>
      <w:r w:rsidRPr="00850D93">
        <w:tab/>
        <w:t>Control PDU for PDCP status report</w:t>
      </w:r>
      <w:bookmarkEnd w:id="135"/>
      <w:bookmarkEnd w:id="136"/>
    </w:p>
    <w:p w14:paraId="371BA2C1" w14:textId="77777777" w:rsidR="0052516E" w:rsidRPr="00850D93" w:rsidRDefault="0052516E" w:rsidP="0052516E">
      <w:r w:rsidRPr="00850D93">
        <w:t xml:space="preserve">Figure 6.2.3.1-1 shows the format of the PDCP Control PDU carrying </w:t>
      </w:r>
      <w:r w:rsidRPr="00850D93">
        <w:rPr>
          <w:lang w:eastAsia="ko-KR"/>
        </w:rPr>
        <w:t>one</w:t>
      </w:r>
      <w:r w:rsidRPr="00850D93">
        <w:t xml:space="preserve"> PDCP status report. </w:t>
      </w:r>
      <w:r w:rsidRPr="00850D93">
        <w:rPr>
          <w:lang w:eastAsia="ko-KR"/>
        </w:rPr>
        <w:t>This format is applicable for AM DRBs.</w:t>
      </w:r>
    </w:p>
    <w:p w14:paraId="3A3F92D7" w14:textId="77777777" w:rsidR="0052516E" w:rsidRPr="00850D93" w:rsidRDefault="0052516E" w:rsidP="0052516E">
      <w:pPr>
        <w:pStyle w:val="TH"/>
      </w:pPr>
      <w:r w:rsidRPr="00850D93">
        <w:object w:dxaOrig="5914" w:dyaOrig="4723" w14:anchorId="5E041ED2">
          <v:shape id="_x0000_i1032" type="#_x0000_t75" style="width:297pt;height:236.25pt" o:ole="">
            <v:imagedata r:id="rId22" o:title=""/>
          </v:shape>
          <o:OLEObject Type="Embed" ProgID="Visio.Drawing.11" ShapeID="_x0000_i1032" DrawAspect="Content" ObjectID="_1687161933" r:id="rId23"/>
        </w:object>
      </w:r>
    </w:p>
    <w:p w14:paraId="33F12769" w14:textId="77777777" w:rsidR="0052516E" w:rsidRPr="00850D93" w:rsidRDefault="0052516E" w:rsidP="0052516E">
      <w:pPr>
        <w:pStyle w:val="TF"/>
      </w:pPr>
      <w:r w:rsidRPr="00850D93">
        <w:t xml:space="preserve">Figure 6.2.3.1-1: PDCP </w:t>
      </w:r>
      <w:r w:rsidRPr="00850D93">
        <w:rPr>
          <w:lang w:eastAsia="ko-KR"/>
        </w:rPr>
        <w:t>Control</w:t>
      </w:r>
      <w:r w:rsidRPr="00850D93">
        <w:t xml:space="preserve"> PDU format for PDCP status report</w:t>
      </w:r>
    </w:p>
    <w:p w14:paraId="4581B0CD" w14:textId="77777777" w:rsidR="0052516E" w:rsidRPr="00850D93" w:rsidRDefault="0052516E" w:rsidP="0052516E">
      <w:pPr>
        <w:pStyle w:val="Heading4"/>
      </w:pPr>
      <w:bookmarkStart w:id="137" w:name="_Toc12616373"/>
      <w:bookmarkStart w:id="138" w:name="_Toc76549181"/>
      <w:r w:rsidRPr="00850D93">
        <w:rPr>
          <w:snapToGrid w:val="0"/>
        </w:rPr>
        <w:t>6.2.3.2</w:t>
      </w:r>
      <w:r w:rsidRPr="00850D93">
        <w:rPr>
          <w:snapToGrid w:val="0"/>
        </w:rPr>
        <w:tab/>
        <w:t xml:space="preserve">Control PDU for </w:t>
      </w:r>
      <w:r w:rsidRPr="00850D93">
        <w:t>interspersed ROHC feedback</w:t>
      </w:r>
      <w:bookmarkEnd w:id="137"/>
      <w:bookmarkEnd w:id="138"/>
    </w:p>
    <w:p w14:paraId="1B687128" w14:textId="77777777" w:rsidR="0052516E" w:rsidRPr="00850D93" w:rsidRDefault="0052516E" w:rsidP="0052516E">
      <w:r w:rsidRPr="00850D93">
        <w:t>Figure 6.2.3.2-1 shows the format of the PDCP Control PDU carrying one interspersed ROHC feedback.</w:t>
      </w:r>
      <w:r w:rsidRPr="00850D93">
        <w:rPr>
          <w:lang w:eastAsia="ko-KR"/>
        </w:rPr>
        <w:t xml:space="preserve"> This format is applicable for UM DRBs and AM DRBs.</w:t>
      </w:r>
    </w:p>
    <w:p w14:paraId="10C9C65A" w14:textId="77777777" w:rsidR="0052516E" w:rsidRPr="00850D93" w:rsidRDefault="0052516E" w:rsidP="0052516E">
      <w:pPr>
        <w:pStyle w:val="TH"/>
      </w:pPr>
      <w:r w:rsidRPr="00850D93">
        <w:object w:dxaOrig="5744" w:dyaOrig="2015" w14:anchorId="5F1F4923">
          <v:shape id="_x0000_i1033" type="#_x0000_t75" style="width:286.5pt;height:100.5pt" o:ole="">
            <v:imagedata r:id="rId24" o:title=""/>
          </v:shape>
          <o:OLEObject Type="Embed" ProgID="Visio.Drawing.11" ShapeID="_x0000_i1033" DrawAspect="Content" ObjectID="_1687161934" r:id="rId25"/>
        </w:object>
      </w:r>
    </w:p>
    <w:p w14:paraId="27CB34BA" w14:textId="77777777" w:rsidR="0052516E" w:rsidRPr="00850D93" w:rsidRDefault="0052516E" w:rsidP="0052516E">
      <w:pPr>
        <w:pStyle w:val="TF"/>
      </w:pPr>
      <w:r w:rsidRPr="00850D93">
        <w:t xml:space="preserve">Figure 6.2.3.2-1: PDCP </w:t>
      </w:r>
      <w:r w:rsidRPr="00850D93">
        <w:rPr>
          <w:lang w:eastAsia="ko-KR"/>
        </w:rPr>
        <w:t>Control</w:t>
      </w:r>
      <w:r w:rsidRPr="00850D93">
        <w:t xml:space="preserve"> PDU format for interspersed ROHC feedback</w:t>
      </w:r>
    </w:p>
    <w:p w14:paraId="39B288BB" w14:textId="77777777" w:rsidR="0052516E" w:rsidRPr="00850D93" w:rsidRDefault="0052516E" w:rsidP="0052516E">
      <w:pPr>
        <w:pStyle w:val="Heading2"/>
        <w:rPr>
          <w:rFonts w:eastAsia="SimSun"/>
          <w:kern w:val="2"/>
          <w:lang w:eastAsia="zh-CN"/>
        </w:rPr>
      </w:pPr>
      <w:bookmarkStart w:id="139" w:name="_Toc12616374"/>
      <w:bookmarkStart w:id="140" w:name="_Toc76549182"/>
      <w:r w:rsidRPr="00850D93">
        <w:rPr>
          <w:rFonts w:eastAsia="SimSun"/>
          <w:kern w:val="2"/>
          <w:lang w:eastAsia="zh-CN"/>
        </w:rPr>
        <w:t>6.3</w:t>
      </w:r>
      <w:r w:rsidRPr="00850D93">
        <w:rPr>
          <w:rFonts w:eastAsia="SimSun"/>
          <w:kern w:val="2"/>
          <w:lang w:eastAsia="zh-CN"/>
        </w:rPr>
        <w:tab/>
        <w:t>Parameters</w:t>
      </w:r>
      <w:bookmarkEnd w:id="139"/>
      <w:bookmarkEnd w:id="140"/>
    </w:p>
    <w:p w14:paraId="11343A83" w14:textId="77777777" w:rsidR="0052516E" w:rsidRPr="00850D93" w:rsidRDefault="0052516E" w:rsidP="0052516E">
      <w:pPr>
        <w:pStyle w:val="Heading3"/>
      </w:pPr>
      <w:bookmarkStart w:id="141" w:name="_Toc12616375"/>
      <w:bookmarkStart w:id="142" w:name="_Toc76549183"/>
      <w:r w:rsidRPr="00850D93">
        <w:t>6.3.1</w:t>
      </w:r>
      <w:r w:rsidRPr="00850D93">
        <w:tab/>
        <w:t>General</w:t>
      </w:r>
      <w:bookmarkEnd w:id="141"/>
      <w:bookmarkEnd w:id="142"/>
    </w:p>
    <w:p w14:paraId="1BB57F7F" w14:textId="77777777" w:rsidR="0052516E" w:rsidRPr="00850D93" w:rsidRDefault="0052516E" w:rsidP="0052516E">
      <w:r w:rsidRPr="00850D93">
        <w:t>If not otherwise mentioned in the definition of each field then the bits in the parameters shall be interpreted as follows: the left most bit string is the first and most significant and the right most bit is the last and least significant bit.</w:t>
      </w:r>
    </w:p>
    <w:p w14:paraId="1CE8DEB1" w14:textId="77777777" w:rsidR="0052516E" w:rsidRPr="00850D93" w:rsidRDefault="0052516E" w:rsidP="0052516E">
      <w:r w:rsidRPr="00850D93">
        <w:t>Unless otherwise mentioned, integers are encoded in standard binary encoding for unsigned integers. In all cases the bits appear ordered from MSB to LSB when read in the PDU.</w:t>
      </w:r>
    </w:p>
    <w:p w14:paraId="2CB3DE94" w14:textId="77777777" w:rsidR="0052516E" w:rsidRPr="00850D93" w:rsidRDefault="0052516E" w:rsidP="0052516E">
      <w:pPr>
        <w:pStyle w:val="Heading3"/>
      </w:pPr>
      <w:bookmarkStart w:id="143" w:name="_Toc12616376"/>
      <w:bookmarkStart w:id="144" w:name="_Toc76549184"/>
      <w:r w:rsidRPr="00850D93">
        <w:t>6.3.2</w:t>
      </w:r>
      <w:r w:rsidRPr="00850D93">
        <w:tab/>
        <w:t>PDCP SN</w:t>
      </w:r>
      <w:bookmarkEnd w:id="143"/>
      <w:bookmarkEnd w:id="144"/>
    </w:p>
    <w:p w14:paraId="0B6EA90A" w14:textId="77777777" w:rsidR="0052516E" w:rsidRPr="00850D93" w:rsidRDefault="0052516E" w:rsidP="0052516E">
      <w:r w:rsidRPr="00850D93">
        <w:t xml:space="preserve">Length: 12, </w:t>
      </w:r>
      <w:r w:rsidRPr="00850D93">
        <w:rPr>
          <w:lang w:eastAsia="ko-KR"/>
        </w:rPr>
        <w:t>or 18</w:t>
      </w:r>
      <w:r w:rsidRPr="00850D93">
        <w:t xml:space="preserve"> bits as indicated in table 6.3.2.1. The length of the PDCP SN is configured by upper layers (</w:t>
      </w:r>
      <w:r w:rsidR="009C572F" w:rsidRPr="00850D93">
        <w:rPr>
          <w:i/>
        </w:rPr>
        <w:t>pdcp-SN-SizeUL</w:t>
      </w:r>
      <w:r w:rsidR="009C572F" w:rsidRPr="00850D93">
        <w:t xml:space="preserve"> or </w:t>
      </w:r>
      <w:r w:rsidR="009C572F" w:rsidRPr="00850D93">
        <w:rPr>
          <w:i/>
        </w:rPr>
        <w:t>pdcp-SN-SizeDL</w:t>
      </w:r>
      <w:r w:rsidRPr="00850D93">
        <w:t xml:space="preserve"> in TS 38.331 [3]).</w:t>
      </w:r>
    </w:p>
    <w:p w14:paraId="2F578CDF" w14:textId="77777777" w:rsidR="0052516E" w:rsidRPr="00850D93" w:rsidRDefault="0052516E" w:rsidP="0052516E">
      <w:pPr>
        <w:pStyle w:val="TH"/>
      </w:pPr>
      <w:r w:rsidRPr="00850D93">
        <w:t>Table 6.3.2-1: PDCP SN 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850D93" w:rsidRPr="00850D93" w14:paraId="721615BB" w14:textId="77777777" w:rsidTr="00FF557C">
        <w:trPr>
          <w:jc w:val="center"/>
        </w:trPr>
        <w:tc>
          <w:tcPr>
            <w:tcW w:w="857" w:type="dxa"/>
          </w:tcPr>
          <w:p w14:paraId="4CC40F3E" w14:textId="77777777" w:rsidR="0052516E" w:rsidRPr="00850D93" w:rsidRDefault="0052516E" w:rsidP="00FF557C">
            <w:pPr>
              <w:pStyle w:val="TAH"/>
            </w:pPr>
            <w:r w:rsidRPr="00850D93">
              <w:t>Length</w:t>
            </w:r>
          </w:p>
        </w:tc>
        <w:tc>
          <w:tcPr>
            <w:tcW w:w="4961" w:type="dxa"/>
          </w:tcPr>
          <w:p w14:paraId="18899B43" w14:textId="77777777" w:rsidR="0052516E" w:rsidRPr="00850D93" w:rsidRDefault="0052516E" w:rsidP="00FF557C">
            <w:pPr>
              <w:pStyle w:val="TAH"/>
            </w:pPr>
            <w:r w:rsidRPr="00850D93">
              <w:t>Description</w:t>
            </w:r>
          </w:p>
        </w:tc>
      </w:tr>
      <w:tr w:rsidR="00850D93" w:rsidRPr="00850D93" w14:paraId="2F5DEBAF" w14:textId="77777777" w:rsidTr="00FF557C">
        <w:trPr>
          <w:jc w:val="center"/>
        </w:trPr>
        <w:tc>
          <w:tcPr>
            <w:tcW w:w="857" w:type="dxa"/>
          </w:tcPr>
          <w:p w14:paraId="544C9035" w14:textId="77777777" w:rsidR="0052516E" w:rsidRPr="00850D93" w:rsidRDefault="0052516E" w:rsidP="00FF557C">
            <w:pPr>
              <w:pStyle w:val="TAC"/>
            </w:pPr>
            <w:r w:rsidRPr="00850D93">
              <w:t>12</w:t>
            </w:r>
          </w:p>
        </w:tc>
        <w:tc>
          <w:tcPr>
            <w:tcW w:w="4961" w:type="dxa"/>
          </w:tcPr>
          <w:p w14:paraId="1845230A" w14:textId="77777777" w:rsidR="0052516E" w:rsidRPr="00850D93" w:rsidRDefault="0052516E" w:rsidP="00FF557C">
            <w:pPr>
              <w:pStyle w:val="TAL"/>
            </w:pPr>
            <w:r w:rsidRPr="00850D93">
              <w:t>UM DRBs, AM DRBs, and SRBs</w:t>
            </w:r>
          </w:p>
        </w:tc>
      </w:tr>
      <w:tr w:rsidR="0052516E" w:rsidRPr="00850D93" w14:paraId="2C3F4268" w14:textId="77777777" w:rsidTr="00FF557C">
        <w:trPr>
          <w:jc w:val="center"/>
        </w:trPr>
        <w:tc>
          <w:tcPr>
            <w:tcW w:w="857" w:type="dxa"/>
          </w:tcPr>
          <w:p w14:paraId="41276321" w14:textId="77777777" w:rsidR="0052516E" w:rsidRPr="00850D93" w:rsidRDefault="0052516E" w:rsidP="00FF557C">
            <w:pPr>
              <w:pStyle w:val="TAC"/>
              <w:rPr>
                <w:lang w:eastAsia="ko-KR"/>
              </w:rPr>
            </w:pPr>
            <w:r w:rsidRPr="00850D93">
              <w:rPr>
                <w:lang w:eastAsia="ko-KR"/>
              </w:rPr>
              <w:t>18</w:t>
            </w:r>
          </w:p>
        </w:tc>
        <w:tc>
          <w:tcPr>
            <w:tcW w:w="4961" w:type="dxa"/>
          </w:tcPr>
          <w:p w14:paraId="1F12B891" w14:textId="77777777" w:rsidR="0052516E" w:rsidRPr="00850D93" w:rsidRDefault="0052516E" w:rsidP="00FF557C">
            <w:pPr>
              <w:pStyle w:val="TAL"/>
              <w:rPr>
                <w:lang w:eastAsia="ko-KR"/>
              </w:rPr>
            </w:pPr>
            <w:r w:rsidRPr="00850D93">
              <w:rPr>
                <w:lang w:eastAsia="ko-KR"/>
              </w:rPr>
              <w:t>UM DRBs, and AM DRBs</w:t>
            </w:r>
          </w:p>
        </w:tc>
      </w:tr>
    </w:tbl>
    <w:p w14:paraId="11E35E4F" w14:textId="77777777" w:rsidR="0052516E" w:rsidRPr="00850D93" w:rsidRDefault="0052516E" w:rsidP="0052516E">
      <w:pPr>
        <w:rPr>
          <w:snapToGrid w:val="0"/>
        </w:rPr>
      </w:pPr>
    </w:p>
    <w:p w14:paraId="5AA5BDF6" w14:textId="77777777" w:rsidR="0052516E" w:rsidRPr="00850D93" w:rsidRDefault="0052516E" w:rsidP="0052516E">
      <w:pPr>
        <w:pStyle w:val="Heading3"/>
      </w:pPr>
      <w:bookmarkStart w:id="145" w:name="_Toc12616377"/>
      <w:bookmarkStart w:id="146" w:name="_Toc76549185"/>
      <w:r w:rsidRPr="00850D93">
        <w:t>6.3.</w:t>
      </w:r>
      <w:r w:rsidRPr="00850D93">
        <w:rPr>
          <w:lang w:eastAsia="ko-KR"/>
        </w:rPr>
        <w:t>3</w:t>
      </w:r>
      <w:r w:rsidRPr="00850D93">
        <w:tab/>
        <w:t>Data</w:t>
      </w:r>
      <w:bookmarkEnd w:id="145"/>
      <w:bookmarkEnd w:id="146"/>
    </w:p>
    <w:p w14:paraId="2375683A" w14:textId="77777777" w:rsidR="0052516E" w:rsidRPr="00850D93" w:rsidRDefault="0052516E" w:rsidP="0052516E">
      <w:r w:rsidRPr="00850D93">
        <w:t>Length: Variable</w:t>
      </w:r>
    </w:p>
    <w:p w14:paraId="6A2C3516" w14:textId="77777777" w:rsidR="0052516E" w:rsidRPr="00850D93" w:rsidRDefault="0052516E" w:rsidP="0052516E">
      <w:pPr>
        <w:rPr>
          <w:lang w:eastAsia="ko-KR"/>
        </w:rPr>
      </w:pPr>
      <w:r w:rsidRPr="00850D93">
        <w:rPr>
          <w:lang w:eastAsia="ko-KR"/>
        </w:rPr>
        <w:t>This field includes one of the followings:</w:t>
      </w:r>
    </w:p>
    <w:p w14:paraId="3CFD79CA" w14:textId="77777777" w:rsidR="0052516E" w:rsidRPr="00850D93" w:rsidRDefault="0052516E" w:rsidP="0052516E">
      <w:pPr>
        <w:pStyle w:val="B1"/>
        <w:rPr>
          <w:lang w:eastAsia="ko-KR"/>
        </w:rPr>
      </w:pPr>
      <w:r w:rsidRPr="00850D93">
        <w:rPr>
          <w:lang w:eastAsia="ko-KR"/>
        </w:rPr>
        <w:t>-</w:t>
      </w:r>
      <w:r w:rsidRPr="00850D93">
        <w:rPr>
          <w:lang w:eastAsia="ko-KR"/>
        </w:rPr>
        <w:tab/>
        <w:t xml:space="preserve">Uncompressed PDCP SDU (user plane data, or </w:t>
      </w:r>
      <w:r w:rsidRPr="00850D93">
        <w:t>control plane data</w:t>
      </w:r>
      <w:r w:rsidRPr="00850D93">
        <w:rPr>
          <w:lang w:eastAsia="ko-KR"/>
        </w:rPr>
        <w:t>);</w:t>
      </w:r>
    </w:p>
    <w:p w14:paraId="63360A54" w14:textId="77777777" w:rsidR="0052516E" w:rsidRPr="00850D93" w:rsidRDefault="0052516E" w:rsidP="0052516E">
      <w:pPr>
        <w:pStyle w:val="B1"/>
        <w:rPr>
          <w:lang w:eastAsia="ko-KR"/>
        </w:rPr>
      </w:pPr>
      <w:r w:rsidRPr="00850D93">
        <w:rPr>
          <w:lang w:eastAsia="ko-KR"/>
        </w:rPr>
        <w:t>-</w:t>
      </w:r>
      <w:r w:rsidRPr="00850D93">
        <w:rPr>
          <w:lang w:eastAsia="ko-KR"/>
        </w:rPr>
        <w:tab/>
        <w:t>Compressed PDCP SDU (user plane data only).</w:t>
      </w:r>
    </w:p>
    <w:p w14:paraId="2B373174" w14:textId="77777777" w:rsidR="0052516E" w:rsidRPr="00850D93" w:rsidRDefault="0052516E" w:rsidP="0052516E">
      <w:pPr>
        <w:pStyle w:val="Heading3"/>
      </w:pPr>
      <w:bookmarkStart w:id="147" w:name="_Toc12616378"/>
      <w:bookmarkStart w:id="148" w:name="_Toc76549186"/>
      <w:r w:rsidRPr="00850D93">
        <w:t>6.3.</w:t>
      </w:r>
      <w:r w:rsidRPr="00850D93">
        <w:rPr>
          <w:lang w:eastAsia="ko-KR"/>
        </w:rPr>
        <w:t>4</w:t>
      </w:r>
      <w:r w:rsidRPr="00850D93">
        <w:tab/>
        <w:t>MAC-I</w:t>
      </w:r>
      <w:bookmarkEnd w:id="147"/>
      <w:bookmarkEnd w:id="148"/>
    </w:p>
    <w:p w14:paraId="7F70E90F" w14:textId="77777777" w:rsidR="0052516E" w:rsidRPr="00850D93" w:rsidRDefault="0052516E" w:rsidP="0052516E">
      <w:pPr>
        <w:rPr>
          <w:lang w:eastAsia="ko-KR"/>
        </w:rPr>
      </w:pPr>
      <w:r w:rsidRPr="00850D93">
        <w:t>Length: 32 bits</w:t>
      </w:r>
    </w:p>
    <w:p w14:paraId="29A9CDF3" w14:textId="77777777" w:rsidR="0052516E" w:rsidRPr="00850D93" w:rsidRDefault="0052516E" w:rsidP="0052516E">
      <w:pPr>
        <w:rPr>
          <w:lang w:eastAsia="ko-KR"/>
        </w:rPr>
      </w:pPr>
      <w:r w:rsidRPr="00850D93">
        <w:rPr>
          <w:lang w:eastAsia="ko-KR"/>
        </w:rPr>
        <w:t>This field carries a message authentication code calculated as specified in clause 5.9.</w:t>
      </w:r>
    </w:p>
    <w:p w14:paraId="724EB386" w14:textId="77777777" w:rsidR="0052516E" w:rsidRPr="00850D93" w:rsidRDefault="0052516E" w:rsidP="0052516E">
      <w:pPr>
        <w:rPr>
          <w:lang w:eastAsia="ko-KR"/>
        </w:rPr>
      </w:pPr>
      <w:r w:rsidRPr="00850D93">
        <w:rPr>
          <w:lang w:eastAsia="ko-KR"/>
        </w:rPr>
        <w:t>For SRBs, the MAC-I field is always present. If integrity protection is not configured, the MAC-I field is still present but should be padded with padding bits set to 0.</w:t>
      </w:r>
    </w:p>
    <w:p w14:paraId="504A0A20" w14:textId="77777777" w:rsidR="0052516E" w:rsidRPr="00850D93" w:rsidRDefault="0052516E" w:rsidP="0052516E">
      <w:pPr>
        <w:rPr>
          <w:lang w:eastAsia="ko-KR"/>
        </w:rPr>
      </w:pPr>
      <w:r w:rsidRPr="00850D93">
        <w:rPr>
          <w:lang w:eastAsia="ko-KR"/>
        </w:rPr>
        <w:t>For DRBs, the MAC-I field is present only when the DRB is configured with integrity protection.</w:t>
      </w:r>
    </w:p>
    <w:p w14:paraId="43733D93" w14:textId="77777777" w:rsidR="0052516E" w:rsidRPr="00850D93" w:rsidRDefault="0052516E" w:rsidP="0052516E">
      <w:pPr>
        <w:pStyle w:val="Heading3"/>
      </w:pPr>
      <w:bookmarkStart w:id="149" w:name="_Toc12616379"/>
      <w:bookmarkStart w:id="150" w:name="_Toc76549187"/>
      <w:r w:rsidRPr="00850D93">
        <w:t>6.3.</w:t>
      </w:r>
      <w:r w:rsidRPr="00850D93">
        <w:rPr>
          <w:lang w:eastAsia="ko-KR"/>
        </w:rPr>
        <w:t>5</w:t>
      </w:r>
      <w:r w:rsidRPr="00850D93">
        <w:tab/>
        <w:t>COUNT</w:t>
      </w:r>
      <w:bookmarkEnd w:id="149"/>
      <w:bookmarkEnd w:id="150"/>
    </w:p>
    <w:p w14:paraId="370E02F9" w14:textId="77777777" w:rsidR="0052516E" w:rsidRPr="00850D93" w:rsidRDefault="0052516E" w:rsidP="0052516E">
      <w:r w:rsidRPr="00850D93">
        <w:t>Length: 32 bits</w:t>
      </w:r>
    </w:p>
    <w:p w14:paraId="2F94EABE" w14:textId="77777777" w:rsidR="0052516E" w:rsidRPr="00850D93" w:rsidRDefault="0052516E" w:rsidP="0052516E">
      <w:r w:rsidRPr="00850D93">
        <w:lastRenderedPageBreak/>
        <w:t>The COUNT value is composed of a HFN and the PDCP SN. The size of the HFN part in bits is equal to 32 minus the length of the PDCP SN.</w:t>
      </w:r>
    </w:p>
    <w:p w14:paraId="7EFE3E28" w14:textId="77777777" w:rsidR="0052516E" w:rsidRPr="00850D93" w:rsidRDefault="0052516E" w:rsidP="0052516E">
      <w:pPr>
        <w:pStyle w:val="TH"/>
      </w:pPr>
      <w:r w:rsidRPr="00850D93">
        <w:object w:dxaOrig="4823" w:dyaOrig="1238" w14:anchorId="4E459E4D">
          <v:shape id="_x0000_i1034" type="#_x0000_t75" style="width:198.75pt;height:50.25pt" o:ole="">
            <v:imagedata r:id="rId26" o:title=""/>
          </v:shape>
          <o:OLEObject Type="Embed" ProgID="Visio.Drawing.11" ShapeID="_x0000_i1034" DrawAspect="Content" ObjectID="_1687161935" r:id="rId27"/>
        </w:object>
      </w:r>
    </w:p>
    <w:p w14:paraId="7AA37B24" w14:textId="77777777" w:rsidR="0052516E" w:rsidRPr="00850D93" w:rsidRDefault="0052516E" w:rsidP="0052516E">
      <w:pPr>
        <w:pStyle w:val="TF"/>
      </w:pPr>
      <w:r w:rsidRPr="00850D93">
        <w:t>Figure 6.3.5-1: Format of COUNT</w:t>
      </w:r>
    </w:p>
    <w:p w14:paraId="6CB80298" w14:textId="77777777" w:rsidR="0052516E" w:rsidRPr="00850D93" w:rsidRDefault="0052516E" w:rsidP="0052516E">
      <w:pPr>
        <w:pStyle w:val="NO"/>
      </w:pPr>
      <w:r w:rsidRPr="00850D93">
        <w:t>NOTE:</w:t>
      </w:r>
      <w:r w:rsidRPr="00850D93">
        <w:tab/>
        <w:t>COUNT does not wrap around.</w:t>
      </w:r>
    </w:p>
    <w:p w14:paraId="6A487E6C" w14:textId="77777777" w:rsidR="0052516E" w:rsidRPr="00850D93" w:rsidRDefault="0052516E" w:rsidP="0052516E">
      <w:pPr>
        <w:pStyle w:val="Heading3"/>
      </w:pPr>
      <w:bookmarkStart w:id="151" w:name="_Toc12616380"/>
      <w:bookmarkStart w:id="152" w:name="_Toc76549188"/>
      <w:r w:rsidRPr="00850D93">
        <w:t>6.3.</w:t>
      </w:r>
      <w:r w:rsidRPr="00850D93">
        <w:rPr>
          <w:lang w:eastAsia="ko-KR"/>
        </w:rPr>
        <w:t>6</w:t>
      </w:r>
      <w:r w:rsidRPr="00850D93">
        <w:tab/>
        <w:t>R</w:t>
      </w:r>
      <w:bookmarkEnd w:id="151"/>
      <w:bookmarkEnd w:id="152"/>
    </w:p>
    <w:p w14:paraId="7A26E327" w14:textId="77777777" w:rsidR="0052516E" w:rsidRPr="00850D93" w:rsidRDefault="0052516E" w:rsidP="0052516E">
      <w:r w:rsidRPr="00850D93">
        <w:t>Length: 1 bit</w:t>
      </w:r>
    </w:p>
    <w:p w14:paraId="40E53AEA" w14:textId="77777777" w:rsidR="0052516E" w:rsidRPr="00850D93" w:rsidRDefault="0052516E" w:rsidP="0052516E">
      <w:r w:rsidRPr="00850D93">
        <w:t>Reserved. In this version of the specification reserved bits shall be set to 0. Reserved bits shall be ignored by the receiver.</w:t>
      </w:r>
    </w:p>
    <w:p w14:paraId="351204A4" w14:textId="77777777" w:rsidR="0052516E" w:rsidRPr="00850D93" w:rsidRDefault="0052516E" w:rsidP="0052516E">
      <w:pPr>
        <w:pStyle w:val="Heading3"/>
      </w:pPr>
      <w:bookmarkStart w:id="153" w:name="_Toc12616381"/>
      <w:bookmarkStart w:id="154" w:name="_Toc76549189"/>
      <w:r w:rsidRPr="00850D93">
        <w:t>6.3.</w:t>
      </w:r>
      <w:r w:rsidRPr="00850D93">
        <w:rPr>
          <w:lang w:eastAsia="ko-KR"/>
        </w:rPr>
        <w:t>7</w:t>
      </w:r>
      <w:r w:rsidRPr="00850D93">
        <w:tab/>
        <w:t>D/C</w:t>
      </w:r>
      <w:bookmarkEnd w:id="153"/>
      <w:bookmarkEnd w:id="154"/>
    </w:p>
    <w:p w14:paraId="0F48D50F" w14:textId="77777777" w:rsidR="0052516E" w:rsidRPr="00850D93" w:rsidRDefault="0052516E" w:rsidP="0052516E">
      <w:r w:rsidRPr="00850D93">
        <w:t>Length: 1 bit</w:t>
      </w:r>
    </w:p>
    <w:p w14:paraId="78224CE1" w14:textId="77777777" w:rsidR="0052516E" w:rsidRPr="00850D93" w:rsidRDefault="0052516E" w:rsidP="0052516E">
      <w:r w:rsidRPr="00850D93">
        <w:t>This field indicates whether the corresponding PDCP PDU is a PDCP Data PDU or a PDCP Control PDU.</w:t>
      </w:r>
    </w:p>
    <w:p w14:paraId="56EC48ED" w14:textId="77777777" w:rsidR="0052516E" w:rsidRPr="00850D93" w:rsidRDefault="0052516E" w:rsidP="0052516E">
      <w:pPr>
        <w:pStyle w:val="TH"/>
      </w:pPr>
      <w:r w:rsidRPr="00850D93">
        <w:t>Table 6.3.7-1: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50D93" w:rsidRPr="00850D93" w14:paraId="41301980" w14:textId="77777777" w:rsidTr="00FF557C">
        <w:trPr>
          <w:jc w:val="center"/>
        </w:trPr>
        <w:tc>
          <w:tcPr>
            <w:tcW w:w="720" w:type="dxa"/>
          </w:tcPr>
          <w:p w14:paraId="41B6893C" w14:textId="77777777" w:rsidR="0052516E" w:rsidRPr="00850D93" w:rsidRDefault="0052516E" w:rsidP="00FF557C">
            <w:pPr>
              <w:pStyle w:val="TAH"/>
            </w:pPr>
            <w:r w:rsidRPr="00850D93">
              <w:t>Bit</w:t>
            </w:r>
          </w:p>
        </w:tc>
        <w:tc>
          <w:tcPr>
            <w:tcW w:w="4680" w:type="dxa"/>
          </w:tcPr>
          <w:p w14:paraId="12BB942C" w14:textId="77777777" w:rsidR="0052516E" w:rsidRPr="00850D93" w:rsidRDefault="0052516E" w:rsidP="00FF557C">
            <w:pPr>
              <w:pStyle w:val="TAH"/>
            </w:pPr>
            <w:r w:rsidRPr="00850D93">
              <w:t>Description</w:t>
            </w:r>
          </w:p>
        </w:tc>
      </w:tr>
      <w:tr w:rsidR="00850D93" w:rsidRPr="00850D93" w14:paraId="2865B427" w14:textId="77777777" w:rsidTr="00FF557C">
        <w:trPr>
          <w:jc w:val="center"/>
        </w:trPr>
        <w:tc>
          <w:tcPr>
            <w:tcW w:w="720" w:type="dxa"/>
          </w:tcPr>
          <w:p w14:paraId="6D4F2235" w14:textId="77777777" w:rsidR="0052516E" w:rsidRPr="00850D93" w:rsidRDefault="0052516E" w:rsidP="00FF557C">
            <w:pPr>
              <w:pStyle w:val="TAC"/>
            </w:pPr>
            <w:r w:rsidRPr="00850D93">
              <w:t>0</w:t>
            </w:r>
          </w:p>
        </w:tc>
        <w:tc>
          <w:tcPr>
            <w:tcW w:w="4680" w:type="dxa"/>
          </w:tcPr>
          <w:p w14:paraId="0FE03BE0" w14:textId="77777777" w:rsidR="0052516E" w:rsidRPr="00850D93" w:rsidRDefault="0052516E" w:rsidP="00FF557C">
            <w:pPr>
              <w:pStyle w:val="TAL"/>
            </w:pPr>
            <w:r w:rsidRPr="00850D93">
              <w:t>Control PDU</w:t>
            </w:r>
          </w:p>
        </w:tc>
      </w:tr>
      <w:tr w:rsidR="0052516E" w:rsidRPr="00850D93" w14:paraId="168B4FAC" w14:textId="77777777" w:rsidTr="00FF557C">
        <w:trPr>
          <w:jc w:val="center"/>
        </w:trPr>
        <w:tc>
          <w:tcPr>
            <w:tcW w:w="720" w:type="dxa"/>
          </w:tcPr>
          <w:p w14:paraId="60BD0359" w14:textId="77777777" w:rsidR="0052516E" w:rsidRPr="00850D93" w:rsidRDefault="0052516E" w:rsidP="00FF557C">
            <w:pPr>
              <w:pStyle w:val="TAC"/>
            </w:pPr>
            <w:r w:rsidRPr="00850D93">
              <w:t>1</w:t>
            </w:r>
          </w:p>
        </w:tc>
        <w:tc>
          <w:tcPr>
            <w:tcW w:w="4680" w:type="dxa"/>
          </w:tcPr>
          <w:p w14:paraId="4E365C9A" w14:textId="77777777" w:rsidR="0052516E" w:rsidRPr="00850D93" w:rsidRDefault="0052516E" w:rsidP="00FF557C">
            <w:pPr>
              <w:pStyle w:val="TAL"/>
            </w:pPr>
            <w:r w:rsidRPr="00850D93">
              <w:t>Data PDU</w:t>
            </w:r>
          </w:p>
        </w:tc>
      </w:tr>
    </w:tbl>
    <w:p w14:paraId="797C3726" w14:textId="77777777" w:rsidR="0052516E" w:rsidRPr="00850D93" w:rsidRDefault="0052516E" w:rsidP="0052516E"/>
    <w:p w14:paraId="2D5C9974" w14:textId="77777777" w:rsidR="0052516E" w:rsidRPr="00850D93" w:rsidRDefault="0052516E" w:rsidP="0052516E">
      <w:pPr>
        <w:pStyle w:val="Heading3"/>
      </w:pPr>
      <w:bookmarkStart w:id="155" w:name="_Toc12616382"/>
      <w:bookmarkStart w:id="156" w:name="_Toc76549190"/>
      <w:r w:rsidRPr="00850D93">
        <w:t>6.3.8</w:t>
      </w:r>
      <w:r w:rsidRPr="00850D93">
        <w:tab/>
        <w:t>PDU type</w:t>
      </w:r>
      <w:bookmarkEnd w:id="155"/>
      <w:bookmarkEnd w:id="156"/>
    </w:p>
    <w:p w14:paraId="5477B94D" w14:textId="77777777" w:rsidR="0052516E" w:rsidRPr="00850D93" w:rsidRDefault="0052516E" w:rsidP="0052516E">
      <w:r w:rsidRPr="00850D93">
        <w:t>Length: 3 bits</w:t>
      </w:r>
    </w:p>
    <w:p w14:paraId="100CA7BA" w14:textId="77777777" w:rsidR="0052516E" w:rsidRPr="00850D93" w:rsidRDefault="0052516E" w:rsidP="0052516E">
      <w:r w:rsidRPr="00850D93">
        <w:t>This field indicates the type of control information included in the corresponding PDCP Control PDU.</w:t>
      </w:r>
    </w:p>
    <w:p w14:paraId="508B3B7F" w14:textId="77777777" w:rsidR="0052516E" w:rsidRPr="00850D93" w:rsidRDefault="0052516E" w:rsidP="0052516E">
      <w:pPr>
        <w:pStyle w:val="TH"/>
      </w:pPr>
      <w:r w:rsidRPr="00850D93">
        <w:t>Table 6.3.8-1: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4129"/>
      </w:tblGrid>
      <w:tr w:rsidR="00850D93" w:rsidRPr="00850D93" w14:paraId="75202AF0" w14:textId="77777777" w:rsidTr="00FF557C">
        <w:trPr>
          <w:jc w:val="center"/>
        </w:trPr>
        <w:tc>
          <w:tcPr>
            <w:tcW w:w="1271" w:type="dxa"/>
          </w:tcPr>
          <w:p w14:paraId="0876686F" w14:textId="77777777" w:rsidR="0052516E" w:rsidRPr="00850D93" w:rsidRDefault="0052516E" w:rsidP="00FF557C">
            <w:pPr>
              <w:pStyle w:val="TAH"/>
            </w:pPr>
            <w:r w:rsidRPr="00850D93">
              <w:t>Bit</w:t>
            </w:r>
          </w:p>
        </w:tc>
        <w:tc>
          <w:tcPr>
            <w:tcW w:w="4129" w:type="dxa"/>
          </w:tcPr>
          <w:p w14:paraId="41911003" w14:textId="77777777" w:rsidR="0052516E" w:rsidRPr="00850D93" w:rsidRDefault="0052516E" w:rsidP="00FF557C">
            <w:pPr>
              <w:pStyle w:val="TAH"/>
            </w:pPr>
            <w:r w:rsidRPr="00850D93">
              <w:t>Description</w:t>
            </w:r>
          </w:p>
        </w:tc>
      </w:tr>
      <w:tr w:rsidR="00850D93" w:rsidRPr="00850D93" w14:paraId="1F53321D" w14:textId="77777777" w:rsidTr="00FF557C">
        <w:trPr>
          <w:jc w:val="center"/>
        </w:trPr>
        <w:tc>
          <w:tcPr>
            <w:tcW w:w="1271" w:type="dxa"/>
          </w:tcPr>
          <w:p w14:paraId="6E1C2FF2" w14:textId="77777777" w:rsidR="0052516E" w:rsidRPr="00850D93" w:rsidRDefault="0052516E" w:rsidP="00FF557C">
            <w:pPr>
              <w:pStyle w:val="TAC"/>
            </w:pPr>
            <w:r w:rsidRPr="00850D93">
              <w:t>000</w:t>
            </w:r>
          </w:p>
        </w:tc>
        <w:tc>
          <w:tcPr>
            <w:tcW w:w="4129" w:type="dxa"/>
          </w:tcPr>
          <w:p w14:paraId="4A68535F" w14:textId="77777777" w:rsidR="0052516E" w:rsidRPr="00850D93" w:rsidRDefault="0052516E" w:rsidP="00FF557C">
            <w:pPr>
              <w:pStyle w:val="TAL"/>
            </w:pPr>
            <w:r w:rsidRPr="00850D93">
              <w:t>PDCP status report</w:t>
            </w:r>
          </w:p>
        </w:tc>
      </w:tr>
      <w:tr w:rsidR="00850D93" w:rsidRPr="00850D93" w14:paraId="5532BFF1" w14:textId="77777777" w:rsidTr="00FF557C">
        <w:trPr>
          <w:jc w:val="center"/>
        </w:trPr>
        <w:tc>
          <w:tcPr>
            <w:tcW w:w="1271" w:type="dxa"/>
          </w:tcPr>
          <w:p w14:paraId="55B64AC4" w14:textId="77777777" w:rsidR="0052516E" w:rsidRPr="00850D93" w:rsidRDefault="0052516E" w:rsidP="00FF557C">
            <w:pPr>
              <w:pStyle w:val="TAC"/>
            </w:pPr>
            <w:r w:rsidRPr="00850D93">
              <w:t>001</w:t>
            </w:r>
          </w:p>
        </w:tc>
        <w:tc>
          <w:tcPr>
            <w:tcW w:w="4129" w:type="dxa"/>
          </w:tcPr>
          <w:p w14:paraId="4D5F1EF0" w14:textId="77777777" w:rsidR="0052516E" w:rsidRPr="00850D93" w:rsidRDefault="0052516E" w:rsidP="00FF557C">
            <w:pPr>
              <w:pStyle w:val="TAL"/>
            </w:pPr>
            <w:r w:rsidRPr="00850D93">
              <w:rPr>
                <w:lang w:eastAsia="zh-CN"/>
              </w:rPr>
              <w:t>I</w:t>
            </w:r>
            <w:r w:rsidRPr="00850D93">
              <w:t>nterspersed ROHC feedback</w:t>
            </w:r>
          </w:p>
        </w:tc>
      </w:tr>
      <w:tr w:rsidR="0052516E" w:rsidRPr="00850D93" w14:paraId="56668EDD" w14:textId="77777777" w:rsidTr="00FF557C">
        <w:trPr>
          <w:jc w:val="center"/>
        </w:trPr>
        <w:tc>
          <w:tcPr>
            <w:tcW w:w="1271" w:type="dxa"/>
          </w:tcPr>
          <w:p w14:paraId="16FA69D4" w14:textId="77777777" w:rsidR="0052516E" w:rsidRPr="00850D93" w:rsidRDefault="0052516E" w:rsidP="00FF557C">
            <w:pPr>
              <w:pStyle w:val="TAC"/>
            </w:pPr>
            <w:r w:rsidRPr="00850D93">
              <w:t>010-111</w:t>
            </w:r>
          </w:p>
        </w:tc>
        <w:tc>
          <w:tcPr>
            <w:tcW w:w="4129" w:type="dxa"/>
          </w:tcPr>
          <w:p w14:paraId="1FBAA55C" w14:textId="77777777" w:rsidR="0052516E" w:rsidRPr="00850D93" w:rsidRDefault="0052516E" w:rsidP="00FF557C">
            <w:pPr>
              <w:pStyle w:val="TAL"/>
            </w:pPr>
            <w:r w:rsidRPr="00850D93">
              <w:t>Reserved</w:t>
            </w:r>
          </w:p>
        </w:tc>
      </w:tr>
    </w:tbl>
    <w:p w14:paraId="3783A953" w14:textId="77777777" w:rsidR="0052516E" w:rsidRPr="00850D93" w:rsidRDefault="0052516E" w:rsidP="0052516E"/>
    <w:p w14:paraId="5103A45A" w14:textId="77777777" w:rsidR="0052516E" w:rsidRPr="00850D93" w:rsidRDefault="0052516E" w:rsidP="0052516E">
      <w:pPr>
        <w:pStyle w:val="Heading3"/>
      </w:pPr>
      <w:bookmarkStart w:id="157" w:name="_Toc12616383"/>
      <w:bookmarkStart w:id="158" w:name="_Toc76549191"/>
      <w:r w:rsidRPr="00850D93">
        <w:t>6.3.9</w:t>
      </w:r>
      <w:r w:rsidRPr="00850D93">
        <w:tab/>
        <w:t>FMC</w:t>
      </w:r>
      <w:bookmarkEnd w:id="157"/>
      <w:bookmarkEnd w:id="158"/>
    </w:p>
    <w:p w14:paraId="13C4EA50" w14:textId="77777777" w:rsidR="0052516E" w:rsidRPr="00850D93" w:rsidRDefault="0052516E" w:rsidP="0052516E">
      <w:r w:rsidRPr="00850D93">
        <w:t>Length: 32 bits</w:t>
      </w:r>
    </w:p>
    <w:p w14:paraId="045DBBD5" w14:textId="77777777" w:rsidR="0052516E" w:rsidRPr="00850D93" w:rsidRDefault="0052516E" w:rsidP="0052516E">
      <w:r w:rsidRPr="00850D93">
        <w:rPr>
          <w:lang w:eastAsia="ko-KR"/>
        </w:rPr>
        <w:t>First Missing COUNT. This field indicates the COUNT</w:t>
      </w:r>
      <w:r w:rsidRPr="00850D93">
        <w:t xml:space="preserve"> value of the first missing PDCP SDU within the reordering window, i.e. RX_DELIV.</w:t>
      </w:r>
    </w:p>
    <w:p w14:paraId="1AFB99C5" w14:textId="77777777" w:rsidR="0052516E" w:rsidRPr="00850D93" w:rsidRDefault="0052516E" w:rsidP="0052516E">
      <w:pPr>
        <w:pStyle w:val="Heading3"/>
      </w:pPr>
      <w:bookmarkStart w:id="159" w:name="_Toc12616384"/>
      <w:bookmarkStart w:id="160" w:name="_Toc76549192"/>
      <w:r w:rsidRPr="00850D93">
        <w:t>6.3.10</w:t>
      </w:r>
      <w:r w:rsidRPr="00850D93">
        <w:tab/>
        <w:t>Bitmap</w:t>
      </w:r>
      <w:bookmarkEnd w:id="159"/>
      <w:bookmarkEnd w:id="160"/>
    </w:p>
    <w:p w14:paraId="4146E7AB" w14:textId="77777777" w:rsidR="0052516E" w:rsidRPr="00850D93" w:rsidRDefault="0052516E" w:rsidP="0052516E">
      <w:r w:rsidRPr="00850D93">
        <w:t>Length: Variable. The length of the bitmap field can be 0.</w:t>
      </w:r>
    </w:p>
    <w:p w14:paraId="58326170" w14:textId="77777777" w:rsidR="0052516E" w:rsidRPr="00850D93" w:rsidRDefault="0052516E" w:rsidP="0052516E">
      <w:r w:rsidRPr="00850D93">
        <w:t>This field indicates which SDUs are missing and which SDUs are correctly received in the receiving PDCP entity.</w:t>
      </w:r>
      <w:r w:rsidRPr="00850D93">
        <w:rPr>
          <w:lang w:eastAsia="ko-KR"/>
        </w:rPr>
        <w:t xml:space="preserve"> The bit position of N</w:t>
      </w:r>
      <w:r w:rsidRPr="00850D93">
        <w:rPr>
          <w:szCs w:val="18"/>
          <w:vertAlign w:val="superscript"/>
          <w:lang w:eastAsia="ko-KR"/>
        </w:rPr>
        <w:t>th</w:t>
      </w:r>
      <w:r w:rsidRPr="00850D93">
        <w:rPr>
          <w:lang w:eastAsia="ko-KR"/>
        </w:rPr>
        <w:t xml:space="preserve"> bit in the Bitmap is N, i.e., the bit position of the first bit in the Bitmap is 1.</w:t>
      </w:r>
    </w:p>
    <w:p w14:paraId="1FD0E91F" w14:textId="77777777" w:rsidR="0052516E" w:rsidRPr="00850D93" w:rsidRDefault="0052516E" w:rsidP="0052516E">
      <w:pPr>
        <w:pStyle w:val="TH"/>
      </w:pPr>
      <w:r w:rsidRPr="00850D93">
        <w:lastRenderedPageBreak/>
        <w:t>Table 6.3.10-1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788"/>
      </w:tblGrid>
      <w:tr w:rsidR="00850D93" w:rsidRPr="00850D93" w14:paraId="5A502B31" w14:textId="77777777" w:rsidTr="00FF557C">
        <w:trPr>
          <w:jc w:val="center"/>
        </w:trPr>
        <w:tc>
          <w:tcPr>
            <w:tcW w:w="720" w:type="dxa"/>
          </w:tcPr>
          <w:p w14:paraId="2C8BFF2A" w14:textId="77777777" w:rsidR="0052516E" w:rsidRPr="00850D93" w:rsidRDefault="0052516E" w:rsidP="00FF557C">
            <w:pPr>
              <w:pStyle w:val="TAH"/>
            </w:pPr>
            <w:r w:rsidRPr="00850D93">
              <w:t>Bit</w:t>
            </w:r>
          </w:p>
        </w:tc>
        <w:tc>
          <w:tcPr>
            <w:tcW w:w="6788" w:type="dxa"/>
          </w:tcPr>
          <w:p w14:paraId="11C8AAE1" w14:textId="77777777" w:rsidR="0052516E" w:rsidRPr="00850D93" w:rsidRDefault="0052516E" w:rsidP="00FF557C">
            <w:pPr>
              <w:pStyle w:val="TAH"/>
            </w:pPr>
            <w:r w:rsidRPr="00850D93">
              <w:t>Description</w:t>
            </w:r>
          </w:p>
        </w:tc>
      </w:tr>
      <w:tr w:rsidR="00850D93" w:rsidRPr="00850D93" w14:paraId="3C59A033" w14:textId="77777777" w:rsidTr="00FF557C">
        <w:trPr>
          <w:jc w:val="center"/>
        </w:trPr>
        <w:tc>
          <w:tcPr>
            <w:tcW w:w="720" w:type="dxa"/>
          </w:tcPr>
          <w:p w14:paraId="5095CC25" w14:textId="77777777" w:rsidR="0052516E" w:rsidRPr="00850D93" w:rsidRDefault="0052516E" w:rsidP="00FF557C">
            <w:pPr>
              <w:pStyle w:val="TAL"/>
              <w:jc w:val="center"/>
            </w:pPr>
            <w:r w:rsidRPr="00850D93">
              <w:t>0</w:t>
            </w:r>
          </w:p>
        </w:tc>
        <w:tc>
          <w:tcPr>
            <w:tcW w:w="6788" w:type="dxa"/>
          </w:tcPr>
          <w:p w14:paraId="1DC57D03" w14:textId="77777777" w:rsidR="0052516E" w:rsidRPr="00850D93" w:rsidRDefault="0052516E" w:rsidP="00FF557C">
            <w:pPr>
              <w:pStyle w:val="TAL"/>
            </w:pPr>
            <w:r w:rsidRPr="00850D93">
              <w:t>PDCP SDU with COUNT = (FMC + bit position) modulo 2</w:t>
            </w:r>
            <w:r w:rsidRPr="00850D93">
              <w:rPr>
                <w:vertAlign w:val="superscript"/>
              </w:rPr>
              <w:t>32</w:t>
            </w:r>
            <w:r w:rsidRPr="00850D93">
              <w:t xml:space="preserve"> is missing.</w:t>
            </w:r>
            <w:r w:rsidRPr="00850D93">
              <w:rPr>
                <w:lang w:eastAsia="ko-KR"/>
              </w:rPr>
              <w:t xml:space="preserve"> </w:t>
            </w:r>
          </w:p>
        </w:tc>
      </w:tr>
      <w:tr w:rsidR="0052516E" w:rsidRPr="00850D93" w14:paraId="78C6DE71" w14:textId="77777777" w:rsidTr="00FF557C">
        <w:trPr>
          <w:trHeight w:val="51"/>
          <w:jc w:val="center"/>
        </w:trPr>
        <w:tc>
          <w:tcPr>
            <w:tcW w:w="720" w:type="dxa"/>
          </w:tcPr>
          <w:p w14:paraId="5563A2A3" w14:textId="77777777" w:rsidR="0052516E" w:rsidRPr="00850D93" w:rsidRDefault="0052516E" w:rsidP="00FF557C">
            <w:pPr>
              <w:pStyle w:val="TAL"/>
              <w:jc w:val="center"/>
            </w:pPr>
            <w:r w:rsidRPr="00850D93">
              <w:t>1</w:t>
            </w:r>
          </w:p>
        </w:tc>
        <w:tc>
          <w:tcPr>
            <w:tcW w:w="6788" w:type="dxa"/>
          </w:tcPr>
          <w:p w14:paraId="6A632672" w14:textId="77777777" w:rsidR="0052516E" w:rsidRPr="00850D93" w:rsidRDefault="0052516E" w:rsidP="00FF557C">
            <w:pPr>
              <w:pStyle w:val="TAL"/>
            </w:pPr>
            <w:r w:rsidRPr="00850D93">
              <w:t>PDCP SDU with COUNT = (FMC + bit position) modulo 2</w:t>
            </w:r>
            <w:r w:rsidRPr="00850D93">
              <w:rPr>
                <w:vertAlign w:val="superscript"/>
              </w:rPr>
              <w:t>32</w:t>
            </w:r>
            <w:r w:rsidRPr="00850D93">
              <w:t xml:space="preserve"> is correctly received.</w:t>
            </w:r>
            <w:r w:rsidRPr="00850D93">
              <w:rPr>
                <w:lang w:eastAsia="ko-KR"/>
              </w:rPr>
              <w:t xml:space="preserve"> </w:t>
            </w:r>
          </w:p>
        </w:tc>
      </w:tr>
    </w:tbl>
    <w:p w14:paraId="00509EFF" w14:textId="77777777" w:rsidR="0052516E" w:rsidRPr="00850D93" w:rsidRDefault="0052516E" w:rsidP="0052516E"/>
    <w:p w14:paraId="2FF05F8D" w14:textId="77777777" w:rsidR="0052516E" w:rsidRPr="00850D93" w:rsidRDefault="0052516E" w:rsidP="0052516E">
      <w:pPr>
        <w:pStyle w:val="Heading3"/>
      </w:pPr>
      <w:bookmarkStart w:id="161" w:name="_Toc12616385"/>
      <w:bookmarkStart w:id="162" w:name="_Toc76549193"/>
      <w:r w:rsidRPr="00850D93">
        <w:t>6.3.11</w:t>
      </w:r>
      <w:r w:rsidRPr="00850D93">
        <w:tab/>
        <w:t>Interspersed ROHC feedback</w:t>
      </w:r>
      <w:bookmarkEnd w:id="161"/>
      <w:bookmarkEnd w:id="162"/>
    </w:p>
    <w:p w14:paraId="338E5F92" w14:textId="77777777" w:rsidR="0052516E" w:rsidRPr="00850D93" w:rsidRDefault="0052516E" w:rsidP="0052516E">
      <w:r w:rsidRPr="00850D93">
        <w:t>Length: Variable</w:t>
      </w:r>
    </w:p>
    <w:p w14:paraId="77F52081" w14:textId="77777777" w:rsidR="0052516E" w:rsidRPr="00850D93" w:rsidRDefault="0052516E" w:rsidP="0052516E">
      <w:pPr>
        <w:rPr>
          <w:lang w:eastAsia="ko-KR"/>
        </w:rPr>
      </w:pPr>
      <w:r w:rsidRPr="00850D93">
        <w:rPr>
          <w:lang w:eastAsia="ko-KR"/>
        </w:rPr>
        <w:t xml:space="preserve">This field contains one </w:t>
      </w:r>
      <w:r w:rsidRPr="00850D93">
        <w:t>ROHC packet with only feedback, i.e. a ROHC packet</w:t>
      </w:r>
      <w:r w:rsidRPr="00850D93">
        <w:rPr>
          <w:lang w:eastAsia="ko-KR"/>
        </w:rPr>
        <w:t xml:space="preserve"> that is not associated with a PDCP SDU as defined in clause 5.7.4.</w:t>
      </w:r>
    </w:p>
    <w:p w14:paraId="11ECE51C" w14:textId="77777777" w:rsidR="0052516E" w:rsidRPr="00850D93" w:rsidRDefault="0052516E" w:rsidP="0052516E">
      <w:pPr>
        <w:pStyle w:val="Heading1"/>
      </w:pPr>
      <w:bookmarkStart w:id="163" w:name="_Toc12616386"/>
      <w:bookmarkStart w:id="164" w:name="_Toc76549194"/>
      <w:r w:rsidRPr="00850D93">
        <w:t>7</w:t>
      </w:r>
      <w:r w:rsidRPr="00850D93">
        <w:tab/>
        <w:t>State variables, constants, and timers</w:t>
      </w:r>
      <w:bookmarkEnd w:id="163"/>
      <w:bookmarkEnd w:id="164"/>
    </w:p>
    <w:p w14:paraId="481E1A8B" w14:textId="77777777" w:rsidR="0052516E" w:rsidRPr="00850D93" w:rsidRDefault="0052516E" w:rsidP="0052516E">
      <w:pPr>
        <w:pStyle w:val="Heading2"/>
      </w:pPr>
      <w:bookmarkStart w:id="165" w:name="_Toc12616387"/>
      <w:bookmarkStart w:id="166" w:name="_Toc76549195"/>
      <w:r w:rsidRPr="00850D93">
        <w:t>7.1</w:t>
      </w:r>
      <w:r w:rsidRPr="00850D93">
        <w:tab/>
        <w:t>State variables</w:t>
      </w:r>
      <w:bookmarkEnd w:id="165"/>
      <w:bookmarkEnd w:id="166"/>
    </w:p>
    <w:p w14:paraId="45ED2940" w14:textId="263FBF08" w:rsidR="0052516E" w:rsidRPr="00850D93" w:rsidRDefault="0052516E" w:rsidP="0052516E">
      <w:pPr>
        <w:rPr>
          <w:rFonts w:eastAsia="MS Mincho"/>
        </w:rPr>
      </w:pPr>
      <w:bookmarkStart w:id="167" w:name="Signet14"/>
      <w:bookmarkEnd w:id="167"/>
      <w:r w:rsidRPr="00850D93">
        <w:t xml:space="preserve">This clause describes the state variables used in PDCP </w:t>
      </w:r>
      <w:r w:rsidRPr="00850D93">
        <w:rPr>
          <w:rFonts w:eastAsia="MS Mincho"/>
        </w:rPr>
        <w:t xml:space="preserve">entities </w:t>
      </w:r>
      <w:r w:rsidRPr="00850D93">
        <w:t xml:space="preserve">in order to specify the </w:t>
      </w:r>
      <w:r w:rsidRPr="00850D93">
        <w:rPr>
          <w:rFonts w:eastAsia="MS Mincho"/>
        </w:rPr>
        <w:t xml:space="preserve">PDCP </w:t>
      </w:r>
      <w:r w:rsidRPr="00850D93">
        <w:t>protocol. The state variables defined in this clause are normative.</w:t>
      </w:r>
    </w:p>
    <w:p w14:paraId="36546586" w14:textId="77777777" w:rsidR="0052516E" w:rsidRPr="00850D93" w:rsidRDefault="0052516E" w:rsidP="0052516E">
      <w:pPr>
        <w:rPr>
          <w:rFonts w:eastAsia="MS Mincho"/>
        </w:rPr>
      </w:pPr>
      <w:r w:rsidRPr="00850D93">
        <w:t>All state variables are non-negative integers</w:t>
      </w:r>
      <w:r w:rsidRPr="00850D93">
        <w:rPr>
          <w:rFonts w:eastAsia="MS Mincho"/>
        </w:rPr>
        <w:t xml:space="preserve">, and </w:t>
      </w:r>
      <w:r w:rsidRPr="00850D93">
        <w:t>take values from 0 to [2</w:t>
      </w:r>
      <w:r w:rsidRPr="00850D93">
        <w:rPr>
          <w:rFonts w:eastAsia="MS Mincho"/>
          <w:vertAlign w:val="superscript"/>
        </w:rPr>
        <w:t>32</w:t>
      </w:r>
      <w:r w:rsidRPr="00850D93">
        <w:t xml:space="preserve"> – 1].</w:t>
      </w:r>
    </w:p>
    <w:p w14:paraId="5EC7A762" w14:textId="77777777" w:rsidR="0052516E" w:rsidRPr="00850D93" w:rsidRDefault="0052516E" w:rsidP="0052516E">
      <w:pPr>
        <w:rPr>
          <w:rFonts w:eastAsia="MS Mincho"/>
        </w:rPr>
      </w:pPr>
      <w:r w:rsidRPr="00850D93">
        <w:rPr>
          <w:rFonts w:eastAsia="MS Mincho"/>
        </w:rPr>
        <w:t>PDCP Data PDUs</w:t>
      </w:r>
      <w:r w:rsidRPr="00850D93">
        <w:t xml:space="preserve"> are numbered integer sequence numbers (SN) cycling through the field: 0 to </w:t>
      </w:r>
      <w:r w:rsidRPr="00850D93">
        <w:rPr>
          <w:rFonts w:eastAsia="MS Mincho"/>
        </w:rPr>
        <w:t>[</w:t>
      </w:r>
      <w:r w:rsidRPr="00850D93">
        <w:t>2</w:t>
      </w:r>
      <w:r w:rsidRPr="00850D93">
        <w:rPr>
          <w:rFonts w:eastAsia="MS Mincho"/>
          <w:vertAlign w:val="superscript"/>
        </w:rPr>
        <w:t>[</w:t>
      </w:r>
      <w:r w:rsidRPr="00850D93">
        <w:rPr>
          <w:rFonts w:eastAsia="MS Mincho"/>
          <w:i/>
          <w:vertAlign w:val="superscript"/>
        </w:rPr>
        <w:t>pdcp-SN-Size</w:t>
      </w:r>
      <w:r w:rsidR="009C572F" w:rsidRPr="00850D93">
        <w:rPr>
          <w:rFonts w:eastAsia="MS Mincho"/>
          <w:i/>
          <w:vertAlign w:val="superscript"/>
        </w:rPr>
        <w:t>UL</w:t>
      </w:r>
      <w:r w:rsidRPr="00850D93">
        <w:rPr>
          <w:rFonts w:eastAsia="MS Mincho"/>
          <w:vertAlign w:val="superscript"/>
        </w:rPr>
        <w:t>]</w:t>
      </w:r>
      <w:r w:rsidRPr="00850D93">
        <w:t xml:space="preserve"> – 1</w:t>
      </w:r>
      <w:r w:rsidRPr="00850D93">
        <w:rPr>
          <w:rFonts w:eastAsia="MS Mincho"/>
        </w:rPr>
        <w:t>]</w:t>
      </w:r>
      <w:r w:rsidR="009C572F" w:rsidRPr="00850D93">
        <w:rPr>
          <w:rFonts w:eastAsia="MS Mincho"/>
        </w:rPr>
        <w:t xml:space="preserve"> or </w:t>
      </w:r>
      <w:r w:rsidR="009C572F" w:rsidRPr="00850D93">
        <w:t xml:space="preserve">0 to </w:t>
      </w:r>
      <w:r w:rsidR="009C572F" w:rsidRPr="00850D93">
        <w:rPr>
          <w:rFonts w:eastAsia="MS Mincho"/>
        </w:rPr>
        <w:t>[</w:t>
      </w:r>
      <w:r w:rsidR="009C572F" w:rsidRPr="00850D93">
        <w:t>2</w:t>
      </w:r>
      <w:r w:rsidR="009C572F" w:rsidRPr="00850D93">
        <w:rPr>
          <w:rFonts w:eastAsia="MS Mincho"/>
          <w:vertAlign w:val="superscript"/>
        </w:rPr>
        <w:t>[</w:t>
      </w:r>
      <w:r w:rsidR="009C572F" w:rsidRPr="00850D93">
        <w:rPr>
          <w:rFonts w:eastAsia="MS Mincho"/>
          <w:i/>
          <w:vertAlign w:val="superscript"/>
        </w:rPr>
        <w:t>pdcp-SN-SizeDL</w:t>
      </w:r>
      <w:r w:rsidR="009C572F" w:rsidRPr="00850D93">
        <w:rPr>
          <w:rFonts w:eastAsia="MS Mincho"/>
          <w:vertAlign w:val="superscript"/>
        </w:rPr>
        <w:t>]</w:t>
      </w:r>
      <w:r w:rsidR="009C572F" w:rsidRPr="00850D93">
        <w:t xml:space="preserve"> – 1</w:t>
      </w:r>
      <w:r w:rsidR="009C572F" w:rsidRPr="00850D93">
        <w:rPr>
          <w:rFonts w:eastAsia="MS Mincho"/>
        </w:rPr>
        <w:t>]</w:t>
      </w:r>
      <w:r w:rsidRPr="00850D93">
        <w:t>.</w:t>
      </w:r>
    </w:p>
    <w:p w14:paraId="2C6D5569" w14:textId="77777777" w:rsidR="0052516E" w:rsidRPr="00850D93" w:rsidRDefault="0052516E" w:rsidP="0052516E">
      <w:pPr>
        <w:rPr>
          <w:rFonts w:eastAsia="MS Mincho"/>
        </w:rPr>
      </w:pPr>
      <w:r w:rsidRPr="00850D93">
        <w:rPr>
          <w:rFonts w:eastAsia="MS Mincho"/>
        </w:rPr>
        <w:t>The transmitting PDCP entity shall maintain the following state variables:</w:t>
      </w:r>
    </w:p>
    <w:p w14:paraId="79726BD1" w14:textId="77777777" w:rsidR="0052516E" w:rsidRPr="00850D93" w:rsidRDefault="0052516E" w:rsidP="0052516E">
      <w:r w:rsidRPr="00850D93">
        <w:t>a)</w:t>
      </w:r>
      <w:r w:rsidRPr="00850D93">
        <w:tab/>
        <w:t>TX_NEXT</w:t>
      </w:r>
    </w:p>
    <w:p w14:paraId="359F267D" w14:textId="77777777" w:rsidR="0052516E" w:rsidRPr="00850D93" w:rsidRDefault="0052516E" w:rsidP="0052516E">
      <w:pPr>
        <w:rPr>
          <w:rFonts w:eastAsia="MS Mincho"/>
        </w:rPr>
      </w:pPr>
      <w:r w:rsidRPr="00850D93">
        <w:t>This state variable indicates the COUNT value of the next PDCP SDU to be transmitted. The initial value is 0.</w:t>
      </w:r>
    </w:p>
    <w:p w14:paraId="3594631A" w14:textId="77777777" w:rsidR="0052516E" w:rsidRPr="00850D93" w:rsidRDefault="0052516E" w:rsidP="0052516E">
      <w:pPr>
        <w:rPr>
          <w:rFonts w:eastAsia="MS Mincho"/>
        </w:rPr>
      </w:pPr>
      <w:r w:rsidRPr="00850D93">
        <w:rPr>
          <w:rFonts w:eastAsia="MS Mincho"/>
        </w:rPr>
        <w:t>The receiving PDCP entity shall maintain the following state variables:</w:t>
      </w:r>
    </w:p>
    <w:p w14:paraId="18AAA02F" w14:textId="77777777" w:rsidR="0052516E" w:rsidRPr="00850D93" w:rsidRDefault="0052516E" w:rsidP="0052516E">
      <w:r w:rsidRPr="00850D93">
        <w:t>a)</w:t>
      </w:r>
      <w:r w:rsidRPr="00850D93">
        <w:tab/>
        <w:t>RX_NEXT</w:t>
      </w:r>
    </w:p>
    <w:p w14:paraId="64CFE657" w14:textId="77777777" w:rsidR="0052516E" w:rsidRPr="00850D93" w:rsidRDefault="0052516E" w:rsidP="0052516E">
      <w:r w:rsidRPr="00850D93">
        <w:t>This state variable indicates the COUNT value of the next PDCP SDU expected to be received. The initial value is 0.</w:t>
      </w:r>
    </w:p>
    <w:p w14:paraId="16C48B73" w14:textId="77777777" w:rsidR="0052516E" w:rsidRPr="00850D93" w:rsidRDefault="0052516E" w:rsidP="0052516E">
      <w:r w:rsidRPr="00850D93">
        <w:t>b)</w:t>
      </w:r>
      <w:r w:rsidRPr="00850D93">
        <w:tab/>
        <w:t>RX_DELIV</w:t>
      </w:r>
    </w:p>
    <w:p w14:paraId="0D266737" w14:textId="77777777" w:rsidR="0052516E" w:rsidRPr="00850D93" w:rsidRDefault="0052516E" w:rsidP="0052516E">
      <w:pPr>
        <w:rPr>
          <w:lang w:eastAsia="ko-KR"/>
        </w:rPr>
      </w:pPr>
      <w:r w:rsidRPr="00850D93">
        <w:rPr>
          <w:lang w:eastAsia="ko-KR"/>
        </w:rPr>
        <w:t>This state variable indicates the COUNT</w:t>
      </w:r>
      <w:r w:rsidRPr="00850D93">
        <w:t xml:space="preserve"> value of the first PDCP SDU not delivered to the upper layers, but still waited for. The initial value is 0.</w:t>
      </w:r>
    </w:p>
    <w:p w14:paraId="15525172" w14:textId="77777777" w:rsidR="0052516E" w:rsidRPr="00850D93" w:rsidRDefault="0052516E" w:rsidP="0052516E">
      <w:pPr>
        <w:rPr>
          <w:rFonts w:eastAsia="MS Mincho"/>
        </w:rPr>
      </w:pPr>
      <w:r w:rsidRPr="00850D93">
        <w:rPr>
          <w:rFonts w:eastAsia="MS Mincho"/>
        </w:rPr>
        <w:t>c)</w:t>
      </w:r>
      <w:r w:rsidRPr="00850D93">
        <w:rPr>
          <w:rFonts w:eastAsia="MS Mincho"/>
        </w:rPr>
        <w:tab/>
        <w:t>RX_REORD</w:t>
      </w:r>
    </w:p>
    <w:p w14:paraId="120B3931" w14:textId="77777777" w:rsidR="0052516E" w:rsidRPr="00850D93" w:rsidRDefault="0052516E" w:rsidP="0052516E">
      <w:r w:rsidRPr="00850D93">
        <w:rPr>
          <w:lang w:eastAsia="ko-KR"/>
        </w:rPr>
        <w:t xml:space="preserve">This state variable indicates </w:t>
      </w:r>
      <w:r w:rsidRPr="00850D93">
        <w:rPr>
          <w:rFonts w:eastAsia="MS Mincho"/>
        </w:rPr>
        <w:t xml:space="preserve">the </w:t>
      </w:r>
      <w:r w:rsidRPr="00850D93">
        <w:rPr>
          <w:lang w:eastAsia="ko-KR"/>
        </w:rPr>
        <w:t>COUNT</w:t>
      </w:r>
      <w:r w:rsidRPr="00850D93">
        <w:rPr>
          <w:rFonts w:eastAsia="MS Mincho"/>
        </w:rPr>
        <w:t xml:space="preserve"> value following the </w:t>
      </w:r>
      <w:r w:rsidRPr="00850D93">
        <w:rPr>
          <w:lang w:eastAsia="ko-KR"/>
        </w:rPr>
        <w:t xml:space="preserve">COUNT value associated with </w:t>
      </w:r>
      <w:r w:rsidRPr="00850D93">
        <w:rPr>
          <w:rFonts w:eastAsia="MS Mincho"/>
        </w:rPr>
        <w:t xml:space="preserve">the </w:t>
      </w:r>
      <w:r w:rsidRPr="00850D93">
        <w:rPr>
          <w:lang w:eastAsia="ko-KR"/>
        </w:rPr>
        <w:t>PDCP Data</w:t>
      </w:r>
      <w:r w:rsidRPr="00850D93">
        <w:rPr>
          <w:rFonts w:eastAsia="MS Mincho"/>
        </w:rPr>
        <w:t xml:space="preserve"> PDU which triggered </w:t>
      </w:r>
      <w:r w:rsidRPr="00850D93">
        <w:rPr>
          <w:i/>
          <w:lang w:eastAsia="zh-TW"/>
        </w:rPr>
        <w:t>t-R</w:t>
      </w:r>
      <w:r w:rsidRPr="00850D93">
        <w:rPr>
          <w:i/>
          <w:lang w:eastAsia="ko-KR"/>
        </w:rPr>
        <w:t>eordering</w:t>
      </w:r>
      <w:r w:rsidRPr="00850D93">
        <w:rPr>
          <w:rFonts w:eastAsia="MS Mincho"/>
        </w:rPr>
        <w:t>.</w:t>
      </w:r>
    </w:p>
    <w:p w14:paraId="539DB7CF" w14:textId="77777777" w:rsidR="0052516E" w:rsidRPr="00850D93" w:rsidRDefault="0052516E" w:rsidP="0052516E">
      <w:pPr>
        <w:pStyle w:val="Heading2"/>
      </w:pPr>
      <w:bookmarkStart w:id="168" w:name="_Toc12616388"/>
      <w:bookmarkStart w:id="169" w:name="_Toc76549196"/>
      <w:r w:rsidRPr="00850D93">
        <w:t>7.2</w:t>
      </w:r>
      <w:r w:rsidRPr="00850D93">
        <w:tab/>
        <w:t>Constants</w:t>
      </w:r>
      <w:bookmarkEnd w:id="168"/>
      <w:bookmarkEnd w:id="169"/>
    </w:p>
    <w:p w14:paraId="64A16414" w14:textId="77777777" w:rsidR="0052516E" w:rsidRPr="00850D93" w:rsidRDefault="0052516E" w:rsidP="0052516E">
      <w:r w:rsidRPr="00850D93">
        <w:t>a) Window_Size</w:t>
      </w:r>
    </w:p>
    <w:p w14:paraId="1E8931FA" w14:textId="77777777" w:rsidR="0052516E" w:rsidRPr="00850D93" w:rsidRDefault="0052516E" w:rsidP="0052516E">
      <w:r w:rsidRPr="00850D93">
        <w:t>This constant indicates the size of the reordering window. The value equals to 2</w:t>
      </w:r>
      <w:r w:rsidRPr="00850D93">
        <w:rPr>
          <w:vertAlign w:val="superscript"/>
        </w:rPr>
        <w:t>[</w:t>
      </w:r>
      <w:r w:rsidRPr="00850D93">
        <w:rPr>
          <w:rFonts w:eastAsia="MS Mincho"/>
          <w:i/>
          <w:vertAlign w:val="superscript"/>
        </w:rPr>
        <w:t>pdcp-SN-Size</w:t>
      </w:r>
      <w:r w:rsidR="009C572F" w:rsidRPr="00850D93">
        <w:rPr>
          <w:rFonts w:eastAsia="MS Mincho"/>
          <w:i/>
          <w:vertAlign w:val="superscript"/>
        </w:rPr>
        <w:t>DL</w:t>
      </w:r>
      <w:r w:rsidRPr="00850D93">
        <w:rPr>
          <w:vertAlign w:val="superscript"/>
        </w:rPr>
        <w:t>] – 1</w:t>
      </w:r>
      <w:r w:rsidRPr="00850D93">
        <w:t>.</w:t>
      </w:r>
    </w:p>
    <w:p w14:paraId="104F0E14" w14:textId="77777777" w:rsidR="0052516E" w:rsidRPr="00850D93" w:rsidRDefault="0052516E" w:rsidP="0052516E">
      <w:pPr>
        <w:pStyle w:val="Heading2"/>
      </w:pPr>
      <w:bookmarkStart w:id="170" w:name="Signet39"/>
      <w:bookmarkStart w:id="171" w:name="_Toc12616389"/>
      <w:bookmarkStart w:id="172" w:name="_Toc76549197"/>
      <w:bookmarkEnd w:id="170"/>
      <w:r w:rsidRPr="00850D93">
        <w:t>7.3</w:t>
      </w:r>
      <w:r w:rsidRPr="00850D93">
        <w:tab/>
        <w:t>Timers</w:t>
      </w:r>
      <w:bookmarkEnd w:id="171"/>
      <w:bookmarkEnd w:id="172"/>
    </w:p>
    <w:p w14:paraId="43DBC8F7" w14:textId="77777777" w:rsidR="0052516E" w:rsidRPr="00850D93" w:rsidRDefault="0052516E" w:rsidP="0052516E">
      <w:pPr>
        <w:rPr>
          <w:rFonts w:eastAsia="MS Mincho"/>
        </w:rPr>
      </w:pPr>
      <w:r w:rsidRPr="00850D93">
        <w:rPr>
          <w:rFonts w:eastAsia="MS Mincho"/>
        </w:rPr>
        <w:t>The transmitting PDCP entity shall maintain the following timers:</w:t>
      </w:r>
    </w:p>
    <w:p w14:paraId="61B9924E" w14:textId="77777777" w:rsidR="0052516E" w:rsidRPr="00850D93" w:rsidRDefault="0052516E" w:rsidP="0052516E">
      <w:r w:rsidRPr="00850D93">
        <w:t xml:space="preserve">a) </w:t>
      </w:r>
      <w:r w:rsidRPr="00850D93">
        <w:rPr>
          <w:i/>
        </w:rPr>
        <w:t>discardTimer</w:t>
      </w:r>
    </w:p>
    <w:p w14:paraId="272EADBA" w14:textId="77777777" w:rsidR="0052516E" w:rsidRPr="00850D93" w:rsidRDefault="0052516E" w:rsidP="0052516E">
      <w:pPr>
        <w:rPr>
          <w:lang w:eastAsia="ko-KR"/>
        </w:rPr>
      </w:pPr>
      <w:r w:rsidRPr="00850D93">
        <w:lastRenderedPageBreak/>
        <w:t>This timer is configured only for DRBs. The duration of the timer is configured by upper layers TS 38.331 [3]. In the transmitter, a new timer is started upon reception of an SDU from upper layer.</w:t>
      </w:r>
    </w:p>
    <w:p w14:paraId="44CB87EB" w14:textId="77777777" w:rsidR="0052516E" w:rsidRPr="00850D93" w:rsidRDefault="0052516E" w:rsidP="0052516E">
      <w:pPr>
        <w:rPr>
          <w:lang w:eastAsia="ko-KR"/>
        </w:rPr>
      </w:pPr>
      <w:r w:rsidRPr="00850D93">
        <w:rPr>
          <w:rFonts w:eastAsia="MS Mincho"/>
        </w:rPr>
        <w:t xml:space="preserve">The </w:t>
      </w:r>
      <w:r w:rsidRPr="00850D93">
        <w:rPr>
          <w:lang w:eastAsia="ko-KR"/>
        </w:rPr>
        <w:t>receiving</w:t>
      </w:r>
      <w:r w:rsidRPr="00850D93">
        <w:rPr>
          <w:rFonts w:eastAsia="MS Mincho"/>
        </w:rPr>
        <w:t xml:space="preserve"> PDCP entity shall maintain the following timers:</w:t>
      </w:r>
    </w:p>
    <w:p w14:paraId="4F2A29EC" w14:textId="77777777" w:rsidR="0052516E" w:rsidRPr="00850D93" w:rsidRDefault="0052516E" w:rsidP="0052516E">
      <w:pPr>
        <w:rPr>
          <w:lang w:eastAsia="ko-KR"/>
        </w:rPr>
      </w:pPr>
      <w:r w:rsidRPr="00850D93">
        <w:rPr>
          <w:lang w:eastAsia="ko-KR"/>
        </w:rPr>
        <w:t xml:space="preserve">b) </w:t>
      </w:r>
      <w:r w:rsidRPr="00850D93">
        <w:rPr>
          <w:i/>
          <w:lang w:eastAsia="zh-TW"/>
        </w:rPr>
        <w:t>t-R</w:t>
      </w:r>
      <w:r w:rsidRPr="00850D93">
        <w:rPr>
          <w:i/>
          <w:lang w:eastAsia="ko-KR"/>
        </w:rPr>
        <w:t>eordering</w:t>
      </w:r>
    </w:p>
    <w:p w14:paraId="1F971DA0" w14:textId="77777777" w:rsidR="0052516E" w:rsidRPr="00850D93" w:rsidRDefault="0052516E" w:rsidP="0052516E">
      <w:r w:rsidRPr="00850D93">
        <w:rPr>
          <w:lang w:eastAsia="ko-KR"/>
        </w:rPr>
        <w:t xml:space="preserve">The duration of the timer is configured by upper layers </w:t>
      </w:r>
      <w:r w:rsidRPr="00850D93">
        <w:t>TS 38.331</w:t>
      </w:r>
      <w:r w:rsidRPr="00850D93">
        <w:rPr>
          <w:lang w:eastAsia="ko-KR"/>
        </w:rPr>
        <w:t xml:space="preserve"> [3]. This timer is used to detect loss of PDCP Data PDUs as specified in clause 5.2.2. If </w:t>
      </w:r>
      <w:r w:rsidRPr="00850D93">
        <w:rPr>
          <w:i/>
          <w:lang w:eastAsia="zh-TW"/>
        </w:rPr>
        <w:t>t-R</w:t>
      </w:r>
      <w:r w:rsidRPr="00850D93">
        <w:rPr>
          <w:i/>
          <w:lang w:eastAsia="ko-KR"/>
        </w:rPr>
        <w:t>eordering</w:t>
      </w:r>
      <w:r w:rsidRPr="00850D93">
        <w:rPr>
          <w:lang w:eastAsia="ko-KR"/>
        </w:rPr>
        <w:t xml:space="preserve"> is running, </w:t>
      </w:r>
      <w:r w:rsidRPr="00850D93">
        <w:rPr>
          <w:i/>
          <w:lang w:eastAsia="zh-TW"/>
        </w:rPr>
        <w:t>t-R</w:t>
      </w:r>
      <w:r w:rsidRPr="00850D93">
        <w:rPr>
          <w:i/>
          <w:lang w:eastAsia="ko-KR"/>
        </w:rPr>
        <w:t>eordering</w:t>
      </w:r>
      <w:r w:rsidRPr="00850D93">
        <w:rPr>
          <w:lang w:eastAsia="ko-KR"/>
        </w:rPr>
        <w:t xml:space="preserve"> shall not be started additionally, i.e. only one </w:t>
      </w:r>
      <w:r w:rsidRPr="00850D93">
        <w:rPr>
          <w:i/>
          <w:lang w:eastAsia="zh-TW"/>
        </w:rPr>
        <w:t>t-R</w:t>
      </w:r>
      <w:r w:rsidRPr="00850D93">
        <w:rPr>
          <w:i/>
          <w:lang w:eastAsia="ko-KR"/>
        </w:rPr>
        <w:t>eordering</w:t>
      </w:r>
      <w:r w:rsidRPr="00850D93">
        <w:rPr>
          <w:lang w:eastAsia="ko-KR"/>
        </w:rPr>
        <w:t xml:space="preserve"> per receiving PDCP entity is running at a given time.</w:t>
      </w:r>
    </w:p>
    <w:p w14:paraId="03584345" w14:textId="77777777" w:rsidR="0052516E" w:rsidRPr="00850D93" w:rsidRDefault="0052516E" w:rsidP="0052516E">
      <w:pPr>
        <w:pStyle w:val="Heading8"/>
      </w:pPr>
      <w:bookmarkStart w:id="173" w:name="historyclause"/>
      <w:bookmarkStart w:id="174" w:name="_Toc12616390"/>
      <w:bookmarkStart w:id="175" w:name="_Toc76549198"/>
      <w:r w:rsidRPr="00850D93">
        <w:rPr>
          <w:lang w:eastAsia="en-GB"/>
        </w:rPr>
        <w:t>Annex A (</w:t>
      </w:r>
      <w:r w:rsidRPr="00850D93">
        <w:t>informative</w:t>
      </w:r>
      <w:r w:rsidRPr="00850D93">
        <w:rPr>
          <w:lang w:eastAsia="en-GB"/>
        </w:rPr>
        <w:t>):</w:t>
      </w:r>
      <w:r w:rsidRPr="00850D93">
        <w:rPr>
          <w:lang w:eastAsia="en-GB"/>
        </w:rPr>
        <w:br/>
      </w:r>
      <w:bookmarkEnd w:id="173"/>
      <w:r w:rsidRPr="00850D93">
        <w:rPr>
          <w:lang w:eastAsia="en-GB"/>
        </w:rPr>
        <w:t>Change history</w:t>
      </w:r>
      <w:bookmarkEnd w:id="174"/>
      <w:bookmarkEnd w:id="175"/>
    </w:p>
    <w:tbl>
      <w:tblPr>
        <w:tblW w:w="9639"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20"/>
        <w:gridCol w:w="749"/>
        <w:gridCol w:w="992"/>
        <w:gridCol w:w="567"/>
        <w:gridCol w:w="425"/>
        <w:gridCol w:w="426"/>
        <w:gridCol w:w="5055"/>
        <w:gridCol w:w="705"/>
      </w:tblGrid>
      <w:tr w:rsidR="00850D93" w:rsidRPr="00850D93" w14:paraId="21C90550" w14:textId="77777777" w:rsidTr="00FF557C">
        <w:trPr>
          <w:cantSplit/>
        </w:trPr>
        <w:tc>
          <w:tcPr>
            <w:tcW w:w="9639" w:type="dxa"/>
            <w:gridSpan w:val="8"/>
            <w:tcBorders>
              <w:bottom w:val="nil"/>
            </w:tcBorders>
            <w:shd w:val="solid" w:color="FFFFFF" w:fill="auto"/>
          </w:tcPr>
          <w:p w14:paraId="6C194DC2" w14:textId="77777777" w:rsidR="0052516E" w:rsidRPr="00850D93" w:rsidRDefault="0052516E" w:rsidP="00FF557C">
            <w:pPr>
              <w:pStyle w:val="TAL"/>
              <w:jc w:val="center"/>
              <w:rPr>
                <w:b/>
                <w:sz w:val="16"/>
              </w:rPr>
            </w:pPr>
            <w:r w:rsidRPr="00850D93">
              <w:rPr>
                <w:b/>
              </w:rPr>
              <w:t>Change history</w:t>
            </w:r>
          </w:p>
        </w:tc>
      </w:tr>
      <w:tr w:rsidR="00850D93" w:rsidRPr="00850D93" w14:paraId="55F13FD2" w14:textId="77777777" w:rsidTr="00FF557C">
        <w:tc>
          <w:tcPr>
            <w:tcW w:w="720" w:type="dxa"/>
            <w:shd w:val="pct10" w:color="auto" w:fill="FFFFFF"/>
          </w:tcPr>
          <w:p w14:paraId="37DD8F07" w14:textId="77777777" w:rsidR="0052516E" w:rsidRPr="00850D93" w:rsidRDefault="0052516E" w:rsidP="00FF557C">
            <w:pPr>
              <w:pStyle w:val="TAL"/>
              <w:jc w:val="center"/>
              <w:rPr>
                <w:b/>
                <w:sz w:val="16"/>
              </w:rPr>
            </w:pPr>
            <w:r w:rsidRPr="00850D93">
              <w:rPr>
                <w:b/>
                <w:sz w:val="16"/>
              </w:rPr>
              <w:t>Date</w:t>
            </w:r>
          </w:p>
        </w:tc>
        <w:tc>
          <w:tcPr>
            <w:tcW w:w="749" w:type="dxa"/>
            <w:shd w:val="pct10" w:color="auto" w:fill="FFFFFF"/>
          </w:tcPr>
          <w:p w14:paraId="49C4C587" w14:textId="77777777" w:rsidR="0052516E" w:rsidRPr="00850D93" w:rsidRDefault="0052516E" w:rsidP="00FF557C">
            <w:pPr>
              <w:pStyle w:val="TAL"/>
              <w:jc w:val="center"/>
              <w:rPr>
                <w:b/>
                <w:sz w:val="16"/>
              </w:rPr>
            </w:pPr>
            <w:r w:rsidRPr="00850D93">
              <w:rPr>
                <w:b/>
                <w:sz w:val="16"/>
              </w:rPr>
              <w:t>Meeting</w:t>
            </w:r>
          </w:p>
        </w:tc>
        <w:tc>
          <w:tcPr>
            <w:tcW w:w="992" w:type="dxa"/>
            <w:shd w:val="pct10" w:color="auto" w:fill="FFFFFF"/>
          </w:tcPr>
          <w:p w14:paraId="1CDA988C" w14:textId="77777777" w:rsidR="0052516E" w:rsidRPr="00850D93" w:rsidRDefault="0052516E" w:rsidP="00FF557C">
            <w:pPr>
              <w:pStyle w:val="TAL"/>
              <w:jc w:val="center"/>
              <w:rPr>
                <w:b/>
                <w:sz w:val="16"/>
              </w:rPr>
            </w:pPr>
            <w:r w:rsidRPr="00850D93">
              <w:rPr>
                <w:b/>
                <w:sz w:val="16"/>
              </w:rPr>
              <w:t>TDoc</w:t>
            </w:r>
          </w:p>
        </w:tc>
        <w:tc>
          <w:tcPr>
            <w:tcW w:w="567" w:type="dxa"/>
            <w:shd w:val="pct10" w:color="auto" w:fill="FFFFFF"/>
          </w:tcPr>
          <w:p w14:paraId="091AF7CC" w14:textId="77777777" w:rsidR="0052516E" w:rsidRPr="00850D93" w:rsidRDefault="0052516E" w:rsidP="00FF557C">
            <w:pPr>
              <w:pStyle w:val="TAL"/>
              <w:jc w:val="center"/>
              <w:rPr>
                <w:b/>
                <w:sz w:val="16"/>
              </w:rPr>
            </w:pPr>
            <w:r w:rsidRPr="00850D93">
              <w:rPr>
                <w:b/>
                <w:sz w:val="16"/>
              </w:rPr>
              <w:t>CR</w:t>
            </w:r>
          </w:p>
        </w:tc>
        <w:tc>
          <w:tcPr>
            <w:tcW w:w="425" w:type="dxa"/>
            <w:shd w:val="pct10" w:color="auto" w:fill="FFFFFF"/>
          </w:tcPr>
          <w:p w14:paraId="6AA104C7" w14:textId="77777777" w:rsidR="0052516E" w:rsidRPr="00850D93" w:rsidRDefault="0052516E" w:rsidP="00FF557C">
            <w:pPr>
              <w:pStyle w:val="TAL"/>
              <w:jc w:val="center"/>
              <w:rPr>
                <w:b/>
                <w:sz w:val="16"/>
              </w:rPr>
            </w:pPr>
            <w:r w:rsidRPr="00850D93">
              <w:rPr>
                <w:b/>
                <w:sz w:val="16"/>
              </w:rPr>
              <w:t>Rev</w:t>
            </w:r>
          </w:p>
        </w:tc>
        <w:tc>
          <w:tcPr>
            <w:tcW w:w="426" w:type="dxa"/>
            <w:shd w:val="pct10" w:color="auto" w:fill="FFFFFF"/>
          </w:tcPr>
          <w:p w14:paraId="3E4144EC" w14:textId="77777777" w:rsidR="0052516E" w:rsidRPr="00850D93" w:rsidRDefault="0052516E" w:rsidP="00FF557C">
            <w:pPr>
              <w:pStyle w:val="TAL"/>
              <w:jc w:val="center"/>
              <w:rPr>
                <w:b/>
                <w:sz w:val="16"/>
              </w:rPr>
            </w:pPr>
            <w:r w:rsidRPr="00850D93">
              <w:rPr>
                <w:b/>
                <w:sz w:val="16"/>
              </w:rPr>
              <w:t>Cat</w:t>
            </w:r>
          </w:p>
        </w:tc>
        <w:tc>
          <w:tcPr>
            <w:tcW w:w="5055" w:type="dxa"/>
            <w:shd w:val="pct10" w:color="auto" w:fill="FFFFFF"/>
          </w:tcPr>
          <w:p w14:paraId="68FDEA86" w14:textId="77777777" w:rsidR="0052516E" w:rsidRPr="00850D93" w:rsidRDefault="0052516E" w:rsidP="00FF557C">
            <w:pPr>
              <w:pStyle w:val="TAL"/>
              <w:rPr>
                <w:b/>
                <w:sz w:val="16"/>
              </w:rPr>
            </w:pPr>
            <w:r w:rsidRPr="00850D93">
              <w:rPr>
                <w:b/>
                <w:sz w:val="16"/>
              </w:rPr>
              <w:t>Subject/Comment</w:t>
            </w:r>
          </w:p>
        </w:tc>
        <w:tc>
          <w:tcPr>
            <w:tcW w:w="705" w:type="dxa"/>
            <w:shd w:val="pct10" w:color="auto" w:fill="FFFFFF"/>
          </w:tcPr>
          <w:p w14:paraId="701AF9E2" w14:textId="77777777" w:rsidR="0052516E" w:rsidRPr="00850D93" w:rsidRDefault="0052516E" w:rsidP="00FF557C">
            <w:pPr>
              <w:pStyle w:val="TAL"/>
              <w:rPr>
                <w:b/>
                <w:sz w:val="16"/>
              </w:rPr>
            </w:pPr>
            <w:r w:rsidRPr="00850D93">
              <w:rPr>
                <w:b/>
                <w:sz w:val="16"/>
              </w:rPr>
              <w:t>New Version</w:t>
            </w:r>
          </w:p>
        </w:tc>
      </w:tr>
      <w:tr w:rsidR="00850D93" w:rsidRPr="00850D93" w14:paraId="08658BF5" w14:textId="77777777" w:rsidTr="00FF557C">
        <w:tc>
          <w:tcPr>
            <w:tcW w:w="720" w:type="dxa"/>
            <w:shd w:val="solid" w:color="FFFFFF" w:fill="auto"/>
          </w:tcPr>
          <w:p w14:paraId="232A4AB6" w14:textId="77777777" w:rsidR="0052516E" w:rsidRPr="00850D93" w:rsidRDefault="0052516E" w:rsidP="00FF557C">
            <w:pPr>
              <w:pStyle w:val="TAC"/>
              <w:rPr>
                <w:sz w:val="16"/>
                <w:szCs w:val="16"/>
              </w:rPr>
            </w:pPr>
            <w:r w:rsidRPr="00850D93">
              <w:rPr>
                <w:sz w:val="16"/>
                <w:szCs w:val="16"/>
              </w:rPr>
              <w:t>2017.03</w:t>
            </w:r>
          </w:p>
        </w:tc>
        <w:tc>
          <w:tcPr>
            <w:tcW w:w="749" w:type="dxa"/>
            <w:shd w:val="solid" w:color="FFFFFF" w:fill="auto"/>
          </w:tcPr>
          <w:p w14:paraId="2880DF6B" w14:textId="77777777" w:rsidR="0052516E" w:rsidRPr="00850D93" w:rsidRDefault="0052516E" w:rsidP="00FF557C">
            <w:pPr>
              <w:pStyle w:val="TAL"/>
              <w:rPr>
                <w:sz w:val="16"/>
                <w:szCs w:val="16"/>
              </w:rPr>
            </w:pPr>
            <w:r w:rsidRPr="00850D93">
              <w:rPr>
                <w:sz w:val="16"/>
                <w:szCs w:val="16"/>
              </w:rPr>
              <w:t>RAN2#97bis</w:t>
            </w:r>
          </w:p>
        </w:tc>
        <w:tc>
          <w:tcPr>
            <w:tcW w:w="992" w:type="dxa"/>
            <w:shd w:val="solid" w:color="FFFFFF" w:fill="auto"/>
          </w:tcPr>
          <w:p w14:paraId="7307C14B" w14:textId="77777777" w:rsidR="0052516E" w:rsidRPr="00850D93" w:rsidRDefault="0052516E" w:rsidP="00FF557C">
            <w:pPr>
              <w:pStyle w:val="TAL"/>
              <w:rPr>
                <w:sz w:val="16"/>
                <w:szCs w:val="16"/>
              </w:rPr>
            </w:pPr>
            <w:r w:rsidRPr="00850D93">
              <w:rPr>
                <w:sz w:val="16"/>
                <w:szCs w:val="16"/>
              </w:rPr>
              <w:t>R2-1703512</w:t>
            </w:r>
          </w:p>
        </w:tc>
        <w:tc>
          <w:tcPr>
            <w:tcW w:w="567" w:type="dxa"/>
            <w:shd w:val="solid" w:color="FFFFFF" w:fill="auto"/>
          </w:tcPr>
          <w:p w14:paraId="0B8F47A5" w14:textId="77777777" w:rsidR="0052516E" w:rsidRPr="00850D93" w:rsidRDefault="0052516E" w:rsidP="00FF557C">
            <w:pPr>
              <w:pStyle w:val="TAL"/>
              <w:jc w:val="center"/>
              <w:rPr>
                <w:sz w:val="16"/>
                <w:szCs w:val="16"/>
              </w:rPr>
            </w:pPr>
            <w:r w:rsidRPr="00850D93">
              <w:rPr>
                <w:sz w:val="16"/>
                <w:szCs w:val="16"/>
              </w:rPr>
              <w:t>-</w:t>
            </w:r>
          </w:p>
        </w:tc>
        <w:tc>
          <w:tcPr>
            <w:tcW w:w="425" w:type="dxa"/>
            <w:shd w:val="solid" w:color="FFFFFF" w:fill="auto"/>
          </w:tcPr>
          <w:p w14:paraId="12BC3FEA" w14:textId="77777777" w:rsidR="0052516E" w:rsidRPr="00850D93" w:rsidRDefault="0052516E" w:rsidP="00FF557C">
            <w:pPr>
              <w:pStyle w:val="TAR"/>
              <w:jc w:val="center"/>
              <w:rPr>
                <w:sz w:val="16"/>
                <w:szCs w:val="16"/>
              </w:rPr>
            </w:pPr>
            <w:r w:rsidRPr="00850D93">
              <w:rPr>
                <w:sz w:val="16"/>
                <w:szCs w:val="16"/>
              </w:rPr>
              <w:t>-</w:t>
            </w:r>
          </w:p>
        </w:tc>
        <w:tc>
          <w:tcPr>
            <w:tcW w:w="426" w:type="dxa"/>
            <w:shd w:val="solid" w:color="FFFFFF" w:fill="auto"/>
          </w:tcPr>
          <w:p w14:paraId="5AECA59C" w14:textId="77777777" w:rsidR="0052516E" w:rsidRPr="00850D93" w:rsidRDefault="0052516E" w:rsidP="00FF557C">
            <w:pPr>
              <w:pStyle w:val="TAC"/>
              <w:rPr>
                <w:sz w:val="16"/>
                <w:szCs w:val="16"/>
              </w:rPr>
            </w:pPr>
            <w:r w:rsidRPr="00850D93">
              <w:rPr>
                <w:sz w:val="16"/>
                <w:szCs w:val="16"/>
              </w:rPr>
              <w:t>-</w:t>
            </w:r>
          </w:p>
        </w:tc>
        <w:tc>
          <w:tcPr>
            <w:tcW w:w="5055" w:type="dxa"/>
            <w:shd w:val="solid" w:color="FFFFFF" w:fill="auto"/>
          </w:tcPr>
          <w:p w14:paraId="439A34F4" w14:textId="77777777" w:rsidR="0052516E" w:rsidRPr="00850D93" w:rsidRDefault="0052516E" w:rsidP="00FF557C">
            <w:pPr>
              <w:pStyle w:val="TAL"/>
              <w:rPr>
                <w:sz w:val="16"/>
                <w:szCs w:val="16"/>
              </w:rPr>
            </w:pPr>
            <w:r w:rsidRPr="00850D93">
              <w:rPr>
                <w:sz w:val="16"/>
                <w:szCs w:val="16"/>
              </w:rPr>
              <w:t>First version.</w:t>
            </w:r>
          </w:p>
        </w:tc>
        <w:tc>
          <w:tcPr>
            <w:tcW w:w="705" w:type="dxa"/>
            <w:shd w:val="solid" w:color="FFFFFF" w:fill="auto"/>
          </w:tcPr>
          <w:p w14:paraId="0DEE41F8" w14:textId="77777777" w:rsidR="0052516E" w:rsidRPr="00850D93" w:rsidRDefault="0052516E" w:rsidP="00FF557C">
            <w:pPr>
              <w:pStyle w:val="TAC"/>
              <w:jc w:val="left"/>
              <w:rPr>
                <w:sz w:val="16"/>
                <w:szCs w:val="16"/>
              </w:rPr>
            </w:pPr>
            <w:r w:rsidRPr="00850D93">
              <w:rPr>
                <w:sz w:val="16"/>
                <w:szCs w:val="16"/>
                <w:lang w:eastAsia="ko-KR"/>
              </w:rPr>
              <w:t>x.y.z</w:t>
            </w:r>
          </w:p>
        </w:tc>
      </w:tr>
      <w:tr w:rsidR="00850D93" w:rsidRPr="00850D93" w14:paraId="3B694341" w14:textId="77777777" w:rsidTr="00FF557C">
        <w:tc>
          <w:tcPr>
            <w:tcW w:w="720" w:type="dxa"/>
            <w:shd w:val="solid" w:color="FFFFFF" w:fill="auto"/>
          </w:tcPr>
          <w:p w14:paraId="3AB6E6B5" w14:textId="77777777" w:rsidR="0052516E" w:rsidRPr="00850D93" w:rsidRDefault="0052516E" w:rsidP="00FF557C">
            <w:pPr>
              <w:pStyle w:val="TAC"/>
              <w:rPr>
                <w:sz w:val="16"/>
                <w:szCs w:val="16"/>
              </w:rPr>
            </w:pPr>
            <w:r w:rsidRPr="00850D93">
              <w:rPr>
                <w:sz w:val="16"/>
                <w:szCs w:val="16"/>
              </w:rPr>
              <w:t>2017.04</w:t>
            </w:r>
          </w:p>
        </w:tc>
        <w:tc>
          <w:tcPr>
            <w:tcW w:w="749" w:type="dxa"/>
            <w:shd w:val="solid" w:color="FFFFFF" w:fill="auto"/>
          </w:tcPr>
          <w:p w14:paraId="15BD8A25" w14:textId="77777777" w:rsidR="0052516E" w:rsidRPr="00850D93" w:rsidRDefault="0052516E" w:rsidP="00FF557C">
            <w:pPr>
              <w:pStyle w:val="TAL"/>
              <w:rPr>
                <w:sz w:val="16"/>
                <w:szCs w:val="16"/>
              </w:rPr>
            </w:pPr>
            <w:r w:rsidRPr="00850D93">
              <w:rPr>
                <w:sz w:val="16"/>
                <w:szCs w:val="16"/>
              </w:rPr>
              <w:t>RAN2#97bis</w:t>
            </w:r>
          </w:p>
        </w:tc>
        <w:tc>
          <w:tcPr>
            <w:tcW w:w="992" w:type="dxa"/>
            <w:shd w:val="solid" w:color="FFFFFF" w:fill="auto"/>
          </w:tcPr>
          <w:p w14:paraId="23695F7F" w14:textId="77777777" w:rsidR="0052516E" w:rsidRPr="00850D93" w:rsidRDefault="0052516E" w:rsidP="00FF557C">
            <w:pPr>
              <w:pStyle w:val="TAL"/>
              <w:rPr>
                <w:sz w:val="16"/>
                <w:szCs w:val="16"/>
              </w:rPr>
            </w:pPr>
            <w:r w:rsidRPr="00850D93">
              <w:rPr>
                <w:sz w:val="16"/>
                <w:szCs w:val="16"/>
              </w:rPr>
              <w:t>R2-1703916</w:t>
            </w:r>
          </w:p>
        </w:tc>
        <w:tc>
          <w:tcPr>
            <w:tcW w:w="567" w:type="dxa"/>
            <w:shd w:val="solid" w:color="FFFFFF" w:fill="auto"/>
          </w:tcPr>
          <w:p w14:paraId="1C814B81" w14:textId="77777777" w:rsidR="0052516E" w:rsidRPr="00850D93" w:rsidRDefault="0052516E" w:rsidP="00FF557C">
            <w:pPr>
              <w:pStyle w:val="TAL"/>
              <w:jc w:val="center"/>
              <w:rPr>
                <w:sz w:val="16"/>
                <w:szCs w:val="16"/>
              </w:rPr>
            </w:pPr>
            <w:r w:rsidRPr="00850D93">
              <w:rPr>
                <w:sz w:val="16"/>
                <w:szCs w:val="16"/>
              </w:rPr>
              <w:t>-</w:t>
            </w:r>
          </w:p>
        </w:tc>
        <w:tc>
          <w:tcPr>
            <w:tcW w:w="425" w:type="dxa"/>
            <w:shd w:val="solid" w:color="FFFFFF" w:fill="auto"/>
          </w:tcPr>
          <w:p w14:paraId="273A4877" w14:textId="77777777" w:rsidR="0052516E" w:rsidRPr="00850D93" w:rsidRDefault="0052516E" w:rsidP="00FF557C">
            <w:pPr>
              <w:pStyle w:val="TAR"/>
              <w:jc w:val="center"/>
              <w:rPr>
                <w:sz w:val="16"/>
                <w:szCs w:val="16"/>
              </w:rPr>
            </w:pPr>
            <w:r w:rsidRPr="00850D93">
              <w:rPr>
                <w:sz w:val="16"/>
                <w:szCs w:val="16"/>
              </w:rPr>
              <w:t>-</w:t>
            </w:r>
          </w:p>
        </w:tc>
        <w:tc>
          <w:tcPr>
            <w:tcW w:w="426" w:type="dxa"/>
            <w:shd w:val="solid" w:color="FFFFFF" w:fill="auto"/>
          </w:tcPr>
          <w:p w14:paraId="01FAC457" w14:textId="77777777" w:rsidR="0052516E" w:rsidRPr="00850D93" w:rsidRDefault="0052516E" w:rsidP="00FF557C">
            <w:pPr>
              <w:pStyle w:val="TAC"/>
              <w:rPr>
                <w:sz w:val="16"/>
                <w:szCs w:val="16"/>
              </w:rPr>
            </w:pPr>
            <w:r w:rsidRPr="00850D93">
              <w:rPr>
                <w:sz w:val="16"/>
                <w:szCs w:val="16"/>
              </w:rPr>
              <w:t>-</w:t>
            </w:r>
          </w:p>
        </w:tc>
        <w:tc>
          <w:tcPr>
            <w:tcW w:w="5055" w:type="dxa"/>
            <w:shd w:val="solid" w:color="FFFFFF" w:fill="auto"/>
          </w:tcPr>
          <w:p w14:paraId="0C4AFF8C" w14:textId="77777777" w:rsidR="0052516E" w:rsidRPr="00850D93" w:rsidRDefault="0052516E" w:rsidP="00FF557C">
            <w:pPr>
              <w:pStyle w:val="TAL"/>
              <w:rPr>
                <w:sz w:val="16"/>
                <w:szCs w:val="16"/>
                <w:lang w:eastAsia="ko-KR"/>
              </w:rPr>
            </w:pPr>
            <w:r w:rsidRPr="00850D93">
              <w:rPr>
                <w:sz w:val="16"/>
                <w:szCs w:val="16"/>
                <w:lang w:eastAsia="ko-KR"/>
              </w:rPr>
              <w:t>Change section name "Retransmission" to "Data recovery"</w:t>
            </w:r>
          </w:p>
        </w:tc>
        <w:tc>
          <w:tcPr>
            <w:tcW w:w="705" w:type="dxa"/>
            <w:shd w:val="solid" w:color="FFFFFF" w:fill="auto"/>
          </w:tcPr>
          <w:p w14:paraId="343A4B58" w14:textId="77777777" w:rsidR="0052516E" w:rsidRPr="00850D93" w:rsidRDefault="0052516E" w:rsidP="00FF557C">
            <w:pPr>
              <w:pStyle w:val="TAC"/>
              <w:jc w:val="left"/>
              <w:rPr>
                <w:sz w:val="16"/>
                <w:szCs w:val="16"/>
              </w:rPr>
            </w:pPr>
            <w:r w:rsidRPr="00850D93">
              <w:rPr>
                <w:sz w:val="16"/>
                <w:szCs w:val="16"/>
              </w:rPr>
              <w:t>0.0.1</w:t>
            </w:r>
          </w:p>
        </w:tc>
      </w:tr>
      <w:tr w:rsidR="00850D93" w:rsidRPr="00850D93" w14:paraId="3D75A832" w14:textId="77777777" w:rsidTr="00FF557C">
        <w:tc>
          <w:tcPr>
            <w:tcW w:w="720" w:type="dxa"/>
            <w:shd w:val="solid" w:color="FFFFFF" w:fill="auto"/>
          </w:tcPr>
          <w:p w14:paraId="5045EC77" w14:textId="77777777" w:rsidR="0052516E" w:rsidRPr="00850D93" w:rsidRDefault="0052516E" w:rsidP="00FF557C">
            <w:pPr>
              <w:pStyle w:val="TAC"/>
              <w:rPr>
                <w:sz w:val="16"/>
                <w:szCs w:val="16"/>
                <w:lang w:eastAsia="ko-KR"/>
              </w:rPr>
            </w:pPr>
            <w:r w:rsidRPr="00850D93">
              <w:rPr>
                <w:sz w:val="16"/>
                <w:szCs w:val="16"/>
                <w:lang w:eastAsia="ko-KR"/>
              </w:rPr>
              <w:t>2017.05</w:t>
            </w:r>
          </w:p>
        </w:tc>
        <w:tc>
          <w:tcPr>
            <w:tcW w:w="749" w:type="dxa"/>
            <w:shd w:val="solid" w:color="FFFFFF" w:fill="auto"/>
          </w:tcPr>
          <w:p w14:paraId="258D7D47" w14:textId="77777777" w:rsidR="0052516E" w:rsidRPr="00850D93" w:rsidRDefault="0052516E" w:rsidP="00FF557C">
            <w:pPr>
              <w:pStyle w:val="TAL"/>
              <w:rPr>
                <w:sz w:val="16"/>
                <w:szCs w:val="16"/>
                <w:lang w:eastAsia="ko-KR"/>
              </w:rPr>
            </w:pPr>
            <w:r w:rsidRPr="00850D93">
              <w:rPr>
                <w:sz w:val="16"/>
                <w:szCs w:val="16"/>
                <w:lang w:eastAsia="ko-KR"/>
              </w:rPr>
              <w:t>RAN2#98</w:t>
            </w:r>
          </w:p>
        </w:tc>
        <w:tc>
          <w:tcPr>
            <w:tcW w:w="992" w:type="dxa"/>
            <w:shd w:val="solid" w:color="FFFFFF" w:fill="auto"/>
          </w:tcPr>
          <w:p w14:paraId="400BE3C9" w14:textId="77777777" w:rsidR="0052516E" w:rsidRPr="00850D93" w:rsidRDefault="0052516E" w:rsidP="00FF557C">
            <w:pPr>
              <w:pStyle w:val="TAL"/>
              <w:rPr>
                <w:sz w:val="16"/>
                <w:szCs w:val="16"/>
                <w:lang w:eastAsia="ko-KR"/>
              </w:rPr>
            </w:pPr>
            <w:r w:rsidRPr="00850D93">
              <w:rPr>
                <w:sz w:val="16"/>
                <w:szCs w:val="16"/>
                <w:lang w:eastAsia="ko-KR"/>
              </w:rPr>
              <w:t>R2-1704076</w:t>
            </w:r>
          </w:p>
        </w:tc>
        <w:tc>
          <w:tcPr>
            <w:tcW w:w="567" w:type="dxa"/>
            <w:shd w:val="solid" w:color="FFFFFF" w:fill="auto"/>
          </w:tcPr>
          <w:p w14:paraId="232E6B71"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46DC8439"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14C96510"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0D36CEF0" w14:textId="77777777" w:rsidR="0052516E" w:rsidRPr="00850D93" w:rsidRDefault="0052516E" w:rsidP="00FF557C">
            <w:pPr>
              <w:pStyle w:val="TAL"/>
              <w:rPr>
                <w:sz w:val="16"/>
                <w:szCs w:val="16"/>
                <w:lang w:eastAsia="ko-KR"/>
              </w:rPr>
            </w:pPr>
            <w:r w:rsidRPr="00850D93">
              <w:rPr>
                <w:sz w:val="16"/>
                <w:szCs w:val="16"/>
                <w:lang w:eastAsia="ko-KR"/>
              </w:rPr>
              <w:t>Initial draft TS capturing outcome of e-mail discussion [97bis#24]</w:t>
            </w:r>
          </w:p>
        </w:tc>
        <w:tc>
          <w:tcPr>
            <w:tcW w:w="705" w:type="dxa"/>
            <w:shd w:val="solid" w:color="FFFFFF" w:fill="auto"/>
          </w:tcPr>
          <w:p w14:paraId="0AAD828A" w14:textId="77777777" w:rsidR="0052516E" w:rsidRPr="00850D93" w:rsidRDefault="0052516E" w:rsidP="00FF557C">
            <w:pPr>
              <w:pStyle w:val="TAC"/>
              <w:jc w:val="left"/>
              <w:rPr>
                <w:sz w:val="16"/>
                <w:szCs w:val="16"/>
                <w:lang w:eastAsia="ko-KR"/>
              </w:rPr>
            </w:pPr>
            <w:r w:rsidRPr="00850D93">
              <w:rPr>
                <w:sz w:val="16"/>
                <w:szCs w:val="16"/>
                <w:lang w:eastAsia="ko-KR"/>
              </w:rPr>
              <w:t>0.0.5</w:t>
            </w:r>
          </w:p>
        </w:tc>
      </w:tr>
      <w:tr w:rsidR="00850D93" w:rsidRPr="00850D93" w14:paraId="2DE21FB8" w14:textId="77777777" w:rsidTr="00FF557C">
        <w:tc>
          <w:tcPr>
            <w:tcW w:w="720" w:type="dxa"/>
            <w:shd w:val="solid" w:color="FFFFFF" w:fill="auto"/>
          </w:tcPr>
          <w:p w14:paraId="65C26B9D" w14:textId="77777777" w:rsidR="0052516E" w:rsidRPr="00850D93" w:rsidRDefault="0052516E" w:rsidP="00FF557C">
            <w:pPr>
              <w:pStyle w:val="TAC"/>
              <w:rPr>
                <w:sz w:val="16"/>
                <w:szCs w:val="16"/>
                <w:lang w:eastAsia="ko-KR"/>
              </w:rPr>
            </w:pPr>
            <w:r w:rsidRPr="00850D93">
              <w:rPr>
                <w:sz w:val="16"/>
                <w:szCs w:val="16"/>
                <w:lang w:eastAsia="ko-KR"/>
              </w:rPr>
              <w:t>2017.06</w:t>
            </w:r>
          </w:p>
        </w:tc>
        <w:tc>
          <w:tcPr>
            <w:tcW w:w="749" w:type="dxa"/>
            <w:shd w:val="solid" w:color="FFFFFF" w:fill="auto"/>
          </w:tcPr>
          <w:p w14:paraId="6EA763FD" w14:textId="77777777" w:rsidR="0052516E" w:rsidRPr="00850D93" w:rsidRDefault="0052516E" w:rsidP="00FF557C">
            <w:pPr>
              <w:pStyle w:val="TAL"/>
              <w:rPr>
                <w:sz w:val="16"/>
                <w:szCs w:val="16"/>
                <w:lang w:eastAsia="ko-KR"/>
              </w:rPr>
            </w:pPr>
            <w:r w:rsidRPr="00850D93">
              <w:rPr>
                <w:sz w:val="16"/>
                <w:szCs w:val="16"/>
                <w:lang w:eastAsia="ko-KR"/>
              </w:rPr>
              <w:t>RAN2 NR AH</w:t>
            </w:r>
          </w:p>
        </w:tc>
        <w:tc>
          <w:tcPr>
            <w:tcW w:w="992" w:type="dxa"/>
            <w:shd w:val="solid" w:color="FFFFFF" w:fill="auto"/>
          </w:tcPr>
          <w:p w14:paraId="26B3C7B7" w14:textId="77777777" w:rsidR="0052516E" w:rsidRPr="00850D93" w:rsidRDefault="0052516E" w:rsidP="00FF557C">
            <w:pPr>
              <w:pStyle w:val="TAL"/>
              <w:rPr>
                <w:sz w:val="16"/>
                <w:szCs w:val="16"/>
                <w:lang w:eastAsia="ko-KR"/>
              </w:rPr>
            </w:pPr>
            <w:r w:rsidRPr="00850D93">
              <w:rPr>
                <w:sz w:val="16"/>
                <w:szCs w:val="16"/>
                <w:lang w:eastAsia="ko-KR"/>
              </w:rPr>
              <w:t>R2-1706868</w:t>
            </w:r>
          </w:p>
        </w:tc>
        <w:tc>
          <w:tcPr>
            <w:tcW w:w="567" w:type="dxa"/>
            <w:shd w:val="solid" w:color="FFFFFF" w:fill="auto"/>
          </w:tcPr>
          <w:p w14:paraId="5A01730C"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04A77CB6"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2868146E"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3BE49049" w14:textId="77777777" w:rsidR="0052516E" w:rsidRPr="00850D93" w:rsidRDefault="0052516E" w:rsidP="00FF557C">
            <w:pPr>
              <w:pStyle w:val="TAL"/>
              <w:rPr>
                <w:sz w:val="16"/>
                <w:szCs w:val="16"/>
                <w:lang w:eastAsia="ko-KR"/>
              </w:rPr>
            </w:pPr>
            <w:r w:rsidRPr="00850D93">
              <w:rPr>
                <w:sz w:val="16"/>
                <w:szCs w:val="16"/>
                <w:lang w:eastAsia="ko-KR"/>
              </w:rPr>
              <w:t>Capture agreements made in RAN2#98</w:t>
            </w:r>
          </w:p>
        </w:tc>
        <w:tc>
          <w:tcPr>
            <w:tcW w:w="705" w:type="dxa"/>
            <w:shd w:val="solid" w:color="FFFFFF" w:fill="auto"/>
          </w:tcPr>
          <w:p w14:paraId="4A800F92" w14:textId="77777777" w:rsidR="0052516E" w:rsidRPr="00850D93" w:rsidRDefault="0052516E" w:rsidP="00FF557C">
            <w:pPr>
              <w:pStyle w:val="TAC"/>
              <w:jc w:val="left"/>
              <w:rPr>
                <w:sz w:val="16"/>
                <w:szCs w:val="16"/>
                <w:lang w:eastAsia="ko-KR"/>
              </w:rPr>
            </w:pPr>
            <w:r w:rsidRPr="00850D93">
              <w:rPr>
                <w:sz w:val="16"/>
                <w:szCs w:val="16"/>
                <w:lang w:eastAsia="ko-KR"/>
              </w:rPr>
              <w:t>0.1.0</w:t>
            </w:r>
          </w:p>
        </w:tc>
      </w:tr>
      <w:tr w:rsidR="00850D93" w:rsidRPr="00850D93" w14:paraId="653DADF6" w14:textId="77777777" w:rsidTr="00FF557C">
        <w:tc>
          <w:tcPr>
            <w:tcW w:w="720" w:type="dxa"/>
            <w:shd w:val="solid" w:color="FFFFFF" w:fill="auto"/>
          </w:tcPr>
          <w:p w14:paraId="56E79ADA" w14:textId="77777777" w:rsidR="0052516E" w:rsidRPr="00850D93" w:rsidRDefault="0052516E" w:rsidP="00FF557C">
            <w:pPr>
              <w:pStyle w:val="TAC"/>
              <w:rPr>
                <w:sz w:val="16"/>
                <w:szCs w:val="16"/>
                <w:lang w:eastAsia="ko-KR"/>
              </w:rPr>
            </w:pPr>
            <w:r w:rsidRPr="00850D93">
              <w:rPr>
                <w:sz w:val="16"/>
                <w:szCs w:val="16"/>
                <w:lang w:eastAsia="ko-KR"/>
              </w:rPr>
              <w:t>2017.08</w:t>
            </w:r>
          </w:p>
        </w:tc>
        <w:tc>
          <w:tcPr>
            <w:tcW w:w="749" w:type="dxa"/>
            <w:shd w:val="solid" w:color="FFFFFF" w:fill="auto"/>
          </w:tcPr>
          <w:p w14:paraId="0E2C8234" w14:textId="77777777" w:rsidR="0052516E" w:rsidRPr="00850D93" w:rsidRDefault="0052516E" w:rsidP="00FF557C">
            <w:pPr>
              <w:pStyle w:val="TAL"/>
              <w:rPr>
                <w:sz w:val="16"/>
                <w:szCs w:val="16"/>
                <w:lang w:eastAsia="ko-KR"/>
              </w:rPr>
            </w:pPr>
            <w:r w:rsidRPr="00850D93">
              <w:rPr>
                <w:sz w:val="16"/>
                <w:szCs w:val="16"/>
                <w:lang w:eastAsia="ko-KR"/>
              </w:rPr>
              <w:t>RAN2 NR AH</w:t>
            </w:r>
          </w:p>
        </w:tc>
        <w:tc>
          <w:tcPr>
            <w:tcW w:w="992" w:type="dxa"/>
            <w:shd w:val="solid" w:color="FFFFFF" w:fill="auto"/>
          </w:tcPr>
          <w:p w14:paraId="5C8BB2AC" w14:textId="77777777" w:rsidR="0052516E" w:rsidRPr="00850D93" w:rsidRDefault="0052516E" w:rsidP="00FF557C">
            <w:pPr>
              <w:pStyle w:val="TAL"/>
              <w:rPr>
                <w:sz w:val="16"/>
                <w:szCs w:val="16"/>
                <w:lang w:eastAsia="ko-KR"/>
              </w:rPr>
            </w:pPr>
            <w:r w:rsidRPr="00850D93">
              <w:rPr>
                <w:sz w:val="16"/>
                <w:szCs w:val="16"/>
                <w:lang w:eastAsia="ko-KR"/>
              </w:rPr>
              <w:t>R2-1707507</w:t>
            </w:r>
          </w:p>
        </w:tc>
        <w:tc>
          <w:tcPr>
            <w:tcW w:w="567" w:type="dxa"/>
            <w:shd w:val="solid" w:color="FFFFFF" w:fill="auto"/>
          </w:tcPr>
          <w:p w14:paraId="765249A5"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4DE044FD"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2FC3761A"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78969544" w14:textId="77777777" w:rsidR="0052516E" w:rsidRPr="00850D93" w:rsidRDefault="0052516E" w:rsidP="00FF557C">
            <w:pPr>
              <w:pStyle w:val="TAL"/>
              <w:rPr>
                <w:sz w:val="16"/>
                <w:szCs w:val="16"/>
              </w:rPr>
            </w:pPr>
            <w:r w:rsidRPr="00850D93">
              <w:rPr>
                <w:sz w:val="16"/>
                <w:szCs w:val="16"/>
                <w:lang w:eastAsia="ko-KR"/>
              </w:rPr>
              <w:t>Capture agreements made in RAN2 NR AH#2</w:t>
            </w:r>
          </w:p>
        </w:tc>
        <w:tc>
          <w:tcPr>
            <w:tcW w:w="705" w:type="dxa"/>
            <w:shd w:val="solid" w:color="FFFFFF" w:fill="auto"/>
          </w:tcPr>
          <w:p w14:paraId="43E93908" w14:textId="77777777" w:rsidR="0052516E" w:rsidRPr="00850D93" w:rsidRDefault="0052516E" w:rsidP="00FF557C">
            <w:pPr>
              <w:pStyle w:val="TAC"/>
              <w:jc w:val="left"/>
              <w:rPr>
                <w:sz w:val="16"/>
                <w:szCs w:val="16"/>
                <w:lang w:eastAsia="ko-KR"/>
              </w:rPr>
            </w:pPr>
            <w:r w:rsidRPr="00850D93">
              <w:rPr>
                <w:sz w:val="16"/>
                <w:szCs w:val="16"/>
                <w:lang w:eastAsia="ko-KR"/>
              </w:rPr>
              <w:t>0.2.0</w:t>
            </w:r>
          </w:p>
        </w:tc>
      </w:tr>
      <w:tr w:rsidR="00850D93" w:rsidRPr="00850D93" w14:paraId="655FE351" w14:textId="77777777" w:rsidTr="00FF557C">
        <w:tc>
          <w:tcPr>
            <w:tcW w:w="720" w:type="dxa"/>
            <w:shd w:val="solid" w:color="FFFFFF" w:fill="auto"/>
          </w:tcPr>
          <w:p w14:paraId="0A47B034" w14:textId="77777777" w:rsidR="0052516E" w:rsidRPr="00850D93" w:rsidRDefault="0052516E" w:rsidP="00FF557C">
            <w:pPr>
              <w:pStyle w:val="TAC"/>
              <w:rPr>
                <w:sz w:val="16"/>
                <w:szCs w:val="16"/>
                <w:lang w:eastAsia="ko-KR"/>
              </w:rPr>
            </w:pPr>
            <w:r w:rsidRPr="00850D93">
              <w:rPr>
                <w:sz w:val="16"/>
                <w:szCs w:val="16"/>
                <w:lang w:eastAsia="ko-KR"/>
              </w:rPr>
              <w:t>2017.08</w:t>
            </w:r>
          </w:p>
        </w:tc>
        <w:tc>
          <w:tcPr>
            <w:tcW w:w="749" w:type="dxa"/>
            <w:shd w:val="solid" w:color="FFFFFF" w:fill="auto"/>
          </w:tcPr>
          <w:p w14:paraId="7B3F7BB3" w14:textId="77777777" w:rsidR="0052516E" w:rsidRPr="00850D93" w:rsidRDefault="0052516E" w:rsidP="00FF557C">
            <w:pPr>
              <w:pStyle w:val="TAL"/>
              <w:rPr>
                <w:sz w:val="16"/>
                <w:szCs w:val="16"/>
                <w:lang w:eastAsia="ko-KR"/>
              </w:rPr>
            </w:pPr>
            <w:r w:rsidRPr="00850D93">
              <w:rPr>
                <w:sz w:val="16"/>
                <w:szCs w:val="16"/>
                <w:lang w:eastAsia="ko-KR"/>
              </w:rPr>
              <w:t>RAN2#99</w:t>
            </w:r>
          </w:p>
        </w:tc>
        <w:tc>
          <w:tcPr>
            <w:tcW w:w="992" w:type="dxa"/>
            <w:shd w:val="solid" w:color="FFFFFF" w:fill="auto"/>
          </w:tcPr>
          <w:p w14:paraId="4D7986CD" w14:textId="77777777" w:rsidR="0052516E" w:rsidRPr="00850D93" w:rsidRDefault="0052516E" w:rsidP="00FF557C">
            <w:pPr>
              <w:pStyle w:val="TAL"/>
              <w:rPr>
                <w:sz w:val="16"/>
                <w:szCs w:val="16"/>
                <w:lang w:eastAsia="ko-KR"/>
              </w:rPr>
            </w:pPr>
            <w:r w:rsidRPr="00850D93">
              <w:rPr>
                <w:sz w:val="16"/>
                <w:szCs w:val="16"/>
                <w:lang w:eastAsia="ko-KR"/>
              </w:rPr>
              <w:t>R2-1709097</w:t>
            </w:r>
          </w:p>
        </w:tc>
        <w:tc>
          <w:tcPr>
            <w:tcW w:w="567" w:type="dxa"/>
            <w:shd w:val="solid" w:color="FFFFFF" w:fill="auto"/>
          </w:tcPr>
          <w:p w14:paraId="4A353B37"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772D9787"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2B1AFB1F"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4520AF73" w14:textId="77777777" w:rsidR="0052516E" w:rsidRPr="00850D93" w:rsidRDefault="0052516E" w:rsidP="00FF557C">
            <w:pPr>
              <w:pStyle w:val="TAL"/>
              <w:rPr>
                <w:sz w:val="16"/>
                <w:szCs w:val="16"/>
                <w:lang w:eastAsia="ko-KR"/>
              </w:rPr>
            </w:pPr>
            <w:r w:rsidRPr="00850D93">
              <w:rPr>
                <w:sz w:val="16"/>
                <w:szCs w:val="16"/>
                <w:lang w:eastAsia="ko-KR"/>
              </w:rPr>
              <w:t>Adding integrity protection in section 5.1.2</w:t>
            </w:r>
          </w:p>
        </w:tc>
        <w:tc>
          <w:tcPr>
            <w:tcW w:w="705" w:type="dxa"/>
            <w:shd w:val="solid" w:color="FFFFFF" w:fill="auto"/>
          </w:tcPr>
          <w:p w14:paraId="11F7AACB" w14:textId="77777777" w:rsidR="0052516E" w:rsidRPr="00850D93" w:rsidRDefault="0052516E" w:rsidP="00FF557C">
            <w:pPr>
              <w:pStyle w:val="TAC"/>
              <w:jc w:val="left"/>
              <w:rPr>
                <w:sz w:val="16"/>
                <w:szCs w:val="16"/>
              </w:rPr>
            </w:pPr>
            <w:r w:rsidRPr="00850D93">
              <w:rPr>
                <w:sz w:val="16"/>
                <w:szCs w:val="16"/>
              </w:rPr>
              <w:t>0.2.1</w:t>
            </w:r>
          </w:p>
        </w:tc>
      </w:tr>
      <w:tr w:rsidR="00850D93" w:rsidRPr="00850D93" w14:paraId="50E682D2" w14:textId="77777777" w:rsidTr="00FF557C">
        <w:tc>
          <w:tcPr>
            <w:tcW w:w="720" w:type="dxa"/>
            <w:shd w:val="solid" w:color="FFFFFF" w:fill="auto"/>
          </w:tcPr>
          <w:p w14:paraId="2AA095C2" w14:textId="77777777" w:rsidR="0052516E" w:rsidRPr="00850D93" w:rsidRDefault="0052516E" w:rsidP="00FF557C">
            <w:pPr>
              <w:pStyle w:val="TAC"/>
              <w:rPr>
                <w:sz w:val="16"/>
                <w:szCs w:val="16"/>
              </w:rPr>
            </w:pPr>
            <w:r w:rsidRPr="00850D93">
              <w:rPr>
                <w:sz w:val="16"/>
                <w:szCs w:val="16"/>
                <w:lang w:eastAsia="ko-KR"/>
              </w:rPr>
              <w:t>2017.08</w:t>
            </w:r>
          </w:p>
        </w:tc>
        <w:tc>
          <w:tcPr>
            <w:tcW w:w="749" w:type="dxa"/>
            <w:shd w:val="solid" w:color="FFFFFF" w:fill="auto"/>
          </w:tcPr>
          <w:p w14:paraId="6D9E0C90" w14:textId="77777777" w:rsidR="0052516E" w:rsidRPr="00850D93" w:rsidRDefault="0052516E" w:rsidP="00FF557C">
            <w:pPr>
              <w:pStyle w:val="TAL"/>
              <w:rPr>
                <w:sz w:val="16"/>
                <w:szCs w:val="16"/>
              </w:rPr>
            </w:pPr>
            <w:r w:rsidRPr="00850D93">
              <w:rPr>
                <w:sz w:val="16"/>
                <w:szCs w:val="16"/>
                <w:lang w:eastAsia="ko-KR"/>
              </w:rPr>
              <w:t>RAN2#99</w:t>
            </w:r>
          </w:p>
        </w:tc>
        <w:tc>
          <w:tcPr>
            <w:tcW w:w="992" w:type="dxa"/>
            <w:shd w:val="solid" w:color="FFFFFF" w:fill="auto"/>
          </w:tcPr>
          <w:p w14:paraId="6354EF64" w14:textId="77777777" w:rsidR="0052516E" w:rsidRPr="00850D93" w:rsidRDefault="0052516E" w:rsidP="00FF557C">
            <w:pPr>
              <w:pStyle w:val="TAL"/>
              <w:rPr>
                <w:sz w:val="16"/>
                <w:szCs w:val="16"/>
              </w:rPr>
            </w:pPr>
            <w:r w:rsidRPr="00850D93">
              <w:rPr>
                <w:sz w:val="16"/>
                <w:szCs w:val="16"/>
                <w:lang w:eastAsia="ko-KR"/>
              </w:rPr>
              <w:t>R2-1709753</w:t>
            </w:r>
          </w:p>
        </w:tc>
        <w:tc>
          <w:tcPr>
            <w:tcW w:w="567" w:type="dxa"/>
            <w:shd w:val="solid" w:color="FFFFFF" w:fill="auto"/>
          </w:tcPr>
          <w:p w14:paraId="4C70AB90"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1972A428"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5E105B23"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348527EE" w14:textId="77777777" w:rsidR="0052516E" w:rsidRPr="00850D93" w:rsidRDefault="0052516E" w:rsidP="00FF557C">
            <w:pPr>
              <w:pStyle w:val="TAL"/>
              <w:rPr>
                <w:sz w:val="16"/>
                <w:szCs w:val="16"/>
              </w:rPr>
            </w:pPr>
            <w:r w:rsidRPr="00850D93">
              <w:rPr>
                <w:sz w:val="16"/>
                <w:szCs w:val="16"/>
                <w:lang w:eastAsia="ko-KR"/>
              </w:rPr>
              <w:t>Capture agreements made in RAN2#99</w:t>
            </w:r>
          </w:p>
        </w:tc>
        <w:tc>
          <w:tcPr>
            <w:tcW w:w="705" w:type="dxa"/>
            <w:shd w:val="solid" w:color="FFFFFF" w:fill="auto"/>
          </w:tcPr>
          <w:p w14:paraId="7359A39C" w14:textId="77777777" w:rsidR="0052516E" w:rsidRPr="00850D93" w:rsidRDefault="0052516E" w:rsidP="00FF557C">
            <w:pPr>
              <w:pStyle w:val="TAC"/>
              <w:jc w:val="left"/>
              <w:rPr>
                <w:sz w:val="16"/>
                <w:szCs w:val="16"/>
                <w:lang w:eastAsia="ko-KR"/>
              </w:rPr>
            </w:pPr>
            <w:r w:rsidRPr="00850D93">
              <w:rPr>
                <w:sz w:val="16"/>
                <w:szCs w:val="16"/>
                <w:lang w:eastAsia="ko-KR"/>
              </w:rPr>
              <w:t>0.3.0</w:t>
            </w:r>
          </w:p>
        </w:tc>
      </w:tr>
      <w:tr w:rsidR="00850D93" w:rsidRPr="00850D93" w14:paraId="3BF9D70F" w14:textId="77777777" w:rsidTr="00FF557C">
        <w:tc>
          <w:tcPr>
            <w:tcW w:w="720" w:type="dxa"/>
            <w:shd w:val="solid" w:color="FFFFFF" w:fill="auto"/>
          </w:tcPr>
          <w:p w14:paraId="3635828A" w14:textId="77777777" w:rsidR="0052516E" w:rsidRPr="00850D93" w:rsidRDefault="0052516E" w:rsidP="00FF557C">
            <w:pPr>
              <w:pStyle w:val="TAC"/>
              <w:rPr>
                <w:sz w:val="16"/>
                <w:szCs w:val="16"/>
              </w:rPr>
            </w:pPr>
            <w:r w:rsidRPr="00850D93">
              <w:rPr>
                <w:sz w:val="16"/>
                <w:szCs w:val="16"/>
                <w:lang w:eastAsia="ko-KR"/>
              </w:rPr>
              <w:t>2017.09</w:t>
            </w:r>
          </w:p>
        </w:tc>
        <w:tc>
          <w:tcPr>
            <w:tcW w:w="749" w:type="dxa"/>
            <w:shd w:val="solid" w:color="FFFFFF" w:fill="auto"/>
          </w:tcPr>
          <w:p w14:paraId="3DDDB037" w14:textId="77777777" w:rsidR="0052516E" w:rsidRPr="00850D93" w:rsidRDefault="0052516E" w:rsidP="00FF557C">
            <w:pPr>
              <w:pStyle w:val="TAL"/>
              <w:rPr>
                <w:sz w:val="16"/>
                <w:szCs w:val="16"/>
              </w:rPr>
            </w:pPr>
            <w:r w:rsidRPr="00850D93">
              <w:rPr>
                <w:sz w:val="16"/>
                <w:szCs w:val="16"/>
                <w:lang w:eastAsia="ko-KR"/>
              </w:rPr>
              <w:t>RANP#77</w:t>
            </w:r>
          </w:p>
        </w:tc>
        <w:tc>
          <w:tcPr>
            <w:tcW w:w="992" w:type="dxa"/>
            <w:shd w:val="solid" w:color="FFFFFF" w:fill="auto"/>
          </w:tcPr>
          <w:p w14:paraId="7CBDFDC7" w14:textId="77777777" w:rsidR="0052516E" w:rsidRPr="00850D93" w:rsidRDefault="0052516E" w:rsidP="00FF557C">
            <w:pPr>
              <w:pStyle w:val="TAL"/>
              <w:rPr>
                <w:sz w:val="16"/>
                <w:szCs w:val="16"/>
              </w:rPr>
            </w:pPr>
            <w:r w:rsidRPr="00850D93">
              <w:rPr>
                <w:sz w:val="16"/>
                <w:szCs w:val="16"/>
                <w:lang w:eastAsia="ko-KR"/>
              </w:rPr>
              <w:t>RP-171993</w:t>
            </w:r>
          </w:p>
        </w:tc>
        <w:tc>
          <w:tcPr>
            <w:tcW w:w="567" w:type="dxa"/>
            <w:shd w:val="solid" w:color="FFFFFF" w:fill="auto"/>
          </w:tcPr>
          <w:p w14:paraId="1FBDA64B"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49A14D68"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4C237788"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07AD73B4" w14:textId="77777777" w:rsidR="0052516E" w:rsidRPr="00850D93" w:rsidRDefault="0052516E" w:rsidP="00FF557C">
            <w:pPr>
              <w:pStyle w:val="TAL"/>
              <w:rPr>
                <w:sz w:val="16"/>
                <w:szCs w:val="16"/>
              </w:rPr>
            </w:pPr>
            <w:r w:rsidRPr="00850D93">
              <w:rPr>
                <w:sz w:val="16"/>
                <w:szCs w:val="16"/>
              </w:rPr>
              <w:t>Provided for information to RAN</w:t>
            </w:r>
          </w:p>
        </w:tc>
        <w:tc>
          <w:tcPr>
            <w:tcW w:w="705" w:type="dxa"/>
            <w:shd w:val="solid" w:color="FFFFFF" w:fill="auto"/>
          </w:tcPr>
          <w:p w14:paraId="243C64F5" w14:textId="77777777" w:rsidR="0052516E" w:rsidRPr="00850D93" w:rsidRDefault="0052516E" w:rsidP="00FF557C">
            <w:pPr>
              <w:pStyle w:val="TAC"/>
              <w:jc w:val="left"/>
              <w:rPr>
                <w:sz w:val="16"/>
                <w:szCs w:val="16"/>
                <w:lang w:eastAsia="ko-KR"/>
              </w:rPr>
            </w:pPr>
            <w:r w:rsidRPr="00850D93">
              <w:rPr>
                <w:sz w:val="16"/>
                <w:szCs w:val="16"/>
                <w:lang w:eastAsia="ko-KR"/>
              </w:rPr>
              <w:t>1.0.0</w:t>
            </w:r>
          </w:p>
        </w:tc>
      </w:tr>
      <w:tr w:rsidR="00850D93" w:rsidRPr="00850D93" w14:paraId="1B651AD3" w14:textId="77777777" w:rsidTr="00FF557C">
        <w:tc>
          <w:tcPr>
            <w:tcW w:w="720" w:type="dxa"/>
            <w:shd w:val="solid" w:color="FFFFFF" w:fill="auto"/>
          </w:tcPr>
          <w:p w14:paraId="7ABC1BEF" w14:textId="77777777" w:rsidR="0052516E" w:rsidRPr="00850D93" w:rsidRDefault="0052516E" w:rsidP="00FF557C">
            <w:pPr>
              <w:pStyle w:val="TAC"/>
              <w:rPr>
                <w:sz w:val="16"/>
                <w:szCs w:val="16"/>
                <w:lang w:eastAsia="ko-KR"/>
              </w:rPr>
            </w:pPr>
            <w:r w:rsidRPr="00850D93">
              <w:rPr>
                <w:sz w:val="16"/>
                <w:szCs w:val="16"/>
                <w:lang w:eastAsia="ko-KR"/>
              </w:rPr>
              <w:t>2017.10</w:t>
            </w:r>
          </w:p>
        </w:tc>
        <w:tc>
          <w:tcPr>
            <w:tcW w:w="749" w:type="dxa"/>
            <w:shd w:val="solid" w:color="FFFFFF" w:fill="auto"/>
          </w:tcPr>
          <w:p w14:paraId="1D889697" w14:textId="77777777" w:rsidR="0052516E" w:rsidRPr="00850D93" w:rsidRDefault="0052516E" w:rsidP="00FF557C">
            <w:pPr>
              <w:pStyle w:val="TAL"/>
              <w:rPr>
                <w:sz w:val="16"/>
                <w:szCs w:val="16"/>
                <w:lang w:eastAsia="ko-KR"/>
              </w:rPr>
            </w:pPr>
            <w:r w:rsidRPr="00850D93">
              <w:rPr>
                <w:sz w:val="16"/>
                <w:szCs w:val="16"/>
                <w:lang w:eastAsia="ko-KR"/>
              </w:rPr>
              <w:t xml:space="preserve">RAN2#99bis </w:t>
            </w:r>
          </w:p>
        </w:tc>
        <w:tc>
          <w:tcPr>
            <w:tcW w:w="992" w:type="dxa"/>
            <w:shd w:val="solid" w:color="FFFFFF" w:fill="auto"/>
          </w:tcPr>
          <w:p w14:paraId="1C05CE96" w14:textId="77777777" w:rsidR="0052516E" w:rsidRPr="00850D93" w:rsidRDefault="0052516E" w:rsidP="00FF557C">
            <w:pPr>
              <w:pStyle w:val="TAL"/>
              <w:rPr>
                <w:sz w:val="16"/>
                <w:szCs w:val="16"/>
                <w:lang w:eastAsia="ko-KR"/>
              </w:rPr>
            </w:pPr>
            <w:r w:rsidRPr="00850D93">
              <w:rPr>
                <w:sz w:val="16"/>
                <w:szCs w:val="16"/>
                <w:lang w:eastAsia="ko-KR"/>
              </w:rPr>
              <w:t xml:space="preserve">R2-1713660 </w:t>
            </w:r>
          </w:p>
        </w:tc>
        <w:tc>
          <w:tcPr>
            <w:tcW w:w="567" w:type="dxa"/>
            <w:shd w:val="solid" w:color="FFFFFF" w:fill="auto"/>
          </w:tcPr>
          <w:p w14:paraId="25D31F05"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2F59C415"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21C41520"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7A6B28A4" w14:textId="77777777" w:rsidR="0052516E" w:rsidRPr="00850D93" w:rsidRDefault="0052516E" w:rsidP="00FF557C">
            <w:pPr>
              <w:pStyle w:val="TAL"/>
              <w:rPr>
                <w:sz w:val="16"/>
                <w:szCs w:val="16"/>
                <w:lang w:eastAsia="ko-KR"/>
              </w:rPr>
            </w:pPr>
            <w:r w:rsidRPr="00850D93">
              <w:rPr>
                <w:sz w:val="16"/>
                <w:szCs w:val="16"/>
                <w:lang w:eastAsia="ko-KR"/>
              </w:rPr>
              <w:t xml:space="preserve">Capture agreements made in RAN2#99bis </w:t>
            </w:r>
          </w:p>
        </w:tc>
        <w:tc>
          <w:tcPr>
            <w:tcW w:w="705" w:type="dxa"/>
            <w:shd w:val="solid" w:color="FFFFFF" w:fill="auto"/>
          </w:tcPr>
          <w:p w14:paraId="7C03085F" w14:textId="77777777" w:rsidR="0052516E" w:rsidRPr="00850D93" w:rsidRDefault="0052516E" w:rsidP="00FF557C">
            <w:pPr>
              <w:pStyle w:val="TAC"/>
              <w:jc w:val="left"/>
              <w:rPr>
                <w:sz w:val="16"/>
                <w:szCs w:val="16"/>
                <w:lang w:eastAsia="ko-KR"/>
              </w:rPr>
            </w:pPr>
            <w:r w:rsidRPr="00850D93">
              <w:rPr>
                <w:sz w:val="16"/>
                <w:szCs w:val="16"/>
                <w:lang w:eastAsia="ko-KR"/>
              </w:rPr>
              <w:t>1.0.1</w:t>
            </w:r>
          </w:p>
        </w:tc>
      </w:tr>
      <w:tr w:rsidR="00850D93" w:rsidRPr="00850D93" w14:paraId="13726114" w14:textId="77777777" w:rsidTr="00FF557C">
        <w:tc>
          <w:tcPr>
            <w:tcW w:w="720" w:type="dxa"/>
            <w:shd w:val="solid" w:color="FFFFFF" w:fill="auto"/>
          </w:tcPr>
          <w:p w14:paraId="10C2E34D" w14:textId="77777777" w:rsidR="0052516E" w:rsidRPr="00850D93" w:rsidRDefault="0052516E" w:rsidP="00FF557C">
            <w:pPr>
              <w:pStyle w:val="TAC"/>
              <w:rPr>
                <w:sz w:val="16"/>
                <w:szCs w:val="16"/>
                <w:lang w:eastAsia="ko-KR"/>
              </w:rPr>
            </w:pPr>
            <w:r w:rsidRPr="00850D93">
              <w:rPr>
                <w:sz w:val="16"/>
                <w:szCs w:val="16"/>
                <w:lang w:eastAsia="ko-KR"/>
              </w:rPr>
              <w:t>2017.11</w:t>
            </w:r>
          </w:p>
        </w:tc>
        <w:tc>
          <w:tcPr>
            <w:tcW w:w="749" w:type="dxa"/>
            <w:shd w:val="solid" w:color="FFFFFF" w:fill="auto"/>
          </w:tcPr>
          <w:p w14:paraId="1F96C1DD" w14:textId="77777777" w:rsidR="0052516E" w:rsidRPr="00850D93" w:rsidRDefault="0052516E" w:rsidP="00FF557C">
            <w:pPr>
              <w:pStyle w:val="TAL"/>
              <w:rPr>
                <w:sz w:val="16"/>
                <w:szCs w:val="16"/>
                <w:lang w:eastAsia="ko-KR"/>
              </w:rPr>
            </w:pPr>
            <w:r w:rsidRPr="00850D93">
              <w:rPr>
                <w:sz w:val="16"/>
                <w:szCs w:val="16"/>
                <w:lang w:eastAsia="ko-KR"/>
              </w:rPr>
              <w:t>RAN2#100</w:t>
            </w:r>
          </w:p>
        </w:tc>
        <w:tc>
          <w:tcPr>
            <w:tcW w:w="992" w:type="dxa"/>
            <w:shd w:val="solid" w:color="FFFFFF" w:fill="auto"/>
          </w:tcPr>
          <w:p w14:paraId="7597FA4C" w14:textId="77777777" w:rsidR="0052516E" w:rsidRPr="00850D93" w:rsidRDefault="0052516E" w:rsidP="00FF557C">
            <w:pPr>
              <w:pStyle w:val="TAL"/>
              <w:rPr>
                <w:sz w:val="16"/>
                <w:szCs w:val="16"/>
                <w:lang w:eastAsia="ko-KR"/>
              </w:rPr>
            </w:pPr>
            <w:r w:rsidRPr="00850D93">
              <w:rPr>
                <w:sz w:val="16"/>
                <w:szCs w:val="16"/>
                <w:lang w:eastAsia="ko-KR"/>
              </w:rPr>
              <w:t>R2-1714273</w:t>
            </w:r>
          </w:p>
        </w:tc>
        <w:tc>
          <w:tcPr>
            <w:tcW w:w="567" w:type="dxa"/>
            <w:shd w:val="solid" w:color="FFFFFF" w:fill="auto"/>
          </w:tcPr>
          <w:p w14:paraId="626A2C98"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1E3DAE25"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3F4E7CA3"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41103FB9" w14:textId="77777777" w:rsidR="0052516E" w:rsidRPr="00850D93" w:rsidRDefault="0052516E" w:rsidP="00FF557C">
            <w:pPr>
              <w:pStyle w:val="TAL"/>
              <w:rPr>
                <w:sz w:val="16"/>
                <w:szCs w:val="16"/>
              </w:rPr>
            </w:pPr>
            <w:r w:rsidRPr="00850D93">
              <w:rPr>
                <w:sz w:val="16"/>
                <w:szCs w:val="16"/>
                <w:lang w:eastAsia="ko-KR"/>
              </w:rPr>
              <w:t>Capture agreements made in RAN2#100</w:t>
            </w:r>
          </w:p>
        </w:tc>
        <w:tc>
          <w:tcPr>
            <w:tcW w:w="705" w:type="dxa"/>
            <w:shd w:val="solid" w:color="FFFFFF" w:fill="auto"/>
          </w:tcPr>
          <w:p w14:paraId="27697320" w14:textId="77777777" w:rsidR="0052516E" w:rsidRPr="00850D93" w:rsidRDefault="0052516E" w:rsidP="00FF557C">
            <w:pPr>
              <w:pStyle w:val="TAC"/>
              <w:jc w:val="left"/>
              <w:rPr>
                <w:sz w:val="16"/>
                <w:szCs w:val="16"/>
              </w:rPr>
            </w:pPr>
            <w:r w:rsidRPr="00850D93">
              <w:rPr>
                <w:sz w:val="16"/>
                <w:szCs w:val="16"/>
              </w:rPr>
              <w:t>1.1.0</w:t>
            </w:r>
          </w:p>
        </w:tc>
      </w:tr>
      <w:tr w:rsidR="00850D93" w:rsidRPr="00850D93" w14:paraId="543F8A98" w14:textId="77777777" w:rsidTr="00FF557C">
        <w:tc>
          <w:tcPr>
            <w:tcW w:w="720" w:type="dxa"/>
            <w:shd w:val="solid" w:color="FFFFFF" w:fill="auto"/>
          </w:tcPr>
          <w:p w14:paraId="2602F690" w14:textId="77777777" w:rsidR="0052516E" w:rsidRPr="00850D93" w:rsidRDefault="0052516E" w:rsidP="00FF557C">
            <w:pPr>
              <w:pStyle w:val="TAC"/>
              <w:rPr>
                <w:sz w:val="16"/>
                <w:szCs w:val="16"/>
                <w:lang w:eastAsia="ko-KR"/>
              </w:rPr>
            </w:pPr>
            <w:r w:rsidRPr="00850D93">
              <w:rPr>
                <w:sz w:val="16"/>
                <w:szCs w:val="16"/>
                <w:lang w:eastAsia="ko-KR"/>
              </w:rPr>
              <w:t>2017.12</w:t>
            </w:r>
          </w:p>
        </w:tc>
        <w:tc>
          <w:tcPr>
            <w:tcW w:w="749" w:type="dxa"/>
            <w:shd w:val="solid" w:color="FFFFFF" w:fill="auto"/>
          </w:tcPr>
          <w:p w14:paraId="5AB9B1ED" w14:textId="77777777" w:rsidR="0052516E" w:rsidRPr="00850D93" w:rsidRDefault="0052516E" w:rsidP="00FF557C">
            <w:pPr>
              <w:pStyle w:val="TAL"/>
              <w:rPr>
                <w:sz w:val="16"/>
                <w:szCs w:val="16"/>
                <w:lang w:eastAsia="ko-KR"/>
              </w:rPr>
            </w:pPr>
            <w:r w:rsidRPr="00850D93">
              <w:rPr>
                <w:sz w:val="16"/>
                <w:szCs w:val="16"/>
                <w:lang w:eastAsia="ko-KR"/>
              </w:rPr>
              <w:t>RP-78</w:t>
            </w:r>
          </w:p>
        </w:tc>
        <w:tc>
          <w:tcPr>
            <w:tcW w:w="992" w:type="dxa"/>
            <w:shd w:val="solid" w:color="FFFFFF" w:fill="auto"/>
          </w:tcPr>
          <w:p w14:paraId="20EBB31B" w14:textId="77777777" w:rsidR="0052516E" w:rsidRPr="00850D93" w:rsidRDefault="0052516E" w:rsidP="00FF557C">
            <w:pPr>
              <w:pStyle w:val="TAL"/>
              <w:rPr>
                <w:sz w:val="16"/>
                <w:szCs w:val="16"/>
                <w:lang w:eastAsia="ko-KR"/>
              </w:rPr>
            </w:pPr>
            <w:r w:rsidRPr="00850D93">
              <w:rPr>
                <w:sz w:val="16"/>
                <w:szCs w:val="16"/>
                <w:lang w:eastAsia="ko-KR"/>
              </w:rPr>
              <w:t>RP-172335</w:t>
            </w:r>
          </w:p>
        </w:tc>
        <w:tc>
          <w:tcPr>
            <w:tcW w:w="567" w:type="dxa"/>
            <w:shd w:val="solid" w:color="FFFFFF" w:fill="auto"/>
          </w:tcPr>
          <w:p w14:paraId="0D42DCC4" w14:textId="77777777" w:rsidR="0052516E" w:rsidRPr="00850D93" w:rsidRDefault="0052516E" w:rsidP="00FF557C">
            <w:pPr>
              <w:pStyle w:val="TAL"/>
              <w:jc w:val="center"/>
              <w:rPr>
                <w:sz w:val="16"/>
                <w:szCs w:val="16"/>
                <w:lang w:eastAsia="ko-KR"/>
              </w:rPr>
            </w:pPr>
            <w:r w:rsidRPr="00850D93">
              <w:rPr>
                <w:sz w:val="16"/>
                <w:szCs w:val="16"/>
                <w:lang w:eastAsia="ko-KR"/>
              </w:rPr>
              <w:t>-</w:t>
            </w:r>
          </w:p>
        </w:tc>
        <w:tc>
          <w:tcPr>
            <w:tcW w:w="425" w:type="dxa"/>
            <w:shd w:val="solid" w:color="FFFFFF" w:fill="auto"/>
          </w:tcPr>
          <w:p w14:paraId="591C0964" w14:textId="77777777" w:rsidR="0052516E" w:rsidRPr="00850D93" w:rsidRDefault="0052516E" w:rsidP="00FF557C">
            <w:pPr>
              <w:pStyle w:val="TAR"/>
              <w:jc w:val="center"/>
              <w:rPr>
                <w:sz w:val="16"/>
                <w:szCs w:val="16"/>
                <w:lang w:eastAsia="ko-KR"/>
              </w:rPr>
            </w:pPr>
            <w:r w:rsidRPr="00850D93">
              <w:rPr>
                <w:sz w:val="16"/>
                <w:szCs w:val="16"/>
                <w:lang w:eastAsia="ko-KR"/>
              </w:rPr>
              <w:t>-</w:t>
            </w:r>
          </w:p>
        </w:tc>
        <w:tc>
          <w:tcPr>
            <w:tcW w:w="426" w:type="dxa"/>
            <w:shd w:val="solid" w:color="FFFFFF" w:fill="auto"/>
          </w:tcPr>
          <w:p w14:paraId="23A13864" w14:textId="77777777" w:rsidR="0052516E" w:rsidRPr="00850D93" w:rsidRDefault="0052516E" w:rsidP="00FF557C">
            <w:pPr>
              <w:pStyle w:val="TAC"/>
              <w:rPr>
                <w:sz w:val="16"/>
                <w:szCs w:val="16"/>
                <w:lang w:eastAsia="ko-KR"/>
              </w:rPr>
            </w:pPr>
            <w:r w:rsidRPr="00850D93">
              <w:rPr>
                <w:sz w:val="16"/>
                <w:szCs w:val="16"/>
                <w:lang w:eastAsia="ko-KR"/>
              </w:rPr>
              <w:t>-</w:t>
            </w:r>
          </w:p>
        </w:tc>
        <w:tc>
          <w:tcPr>
            <w:tcW w:w="5055" w:type="dxa"/>
            <w:shd w:val="solid" w:color="FFFFFF" w:fill="auto"/>
          </w:tcPr>
          <w:p w14:paraId="7AFD1FDA" w14:textId="77777777" w:rsidR="0052516E" w:rsidRPr="00850D93" w:rsidRDefault="0052516E" w:rsidP="00FF557C">
            <w:pPr>
              <w:pStyle w:val="TAL"/>
              <w:rPr>
                <w:sz w:val="16"/>
                <w:szCs w:val="16"/>
              </w:rPr>
            </w:pPr>
            <w:r w:rsidRPr="00850D93">
              <w:rPr>
                <w:sz w:val="16"/>
                <w:szCs w:val="16"/>
              </w:rPr>
              <w:t>Provided for approval to RAN</w:t>
            </w:r>
          </w:p>
        </w:tc>
        <w:tc>
          <w:tcPr>
            <w:tcW w:w="705" w:type="dxa"/>
            <w:shd w:val="solid" w:color="FFFFFF" w:fill="auto"/>
          </w:tcPr>
          <w:p w14:paraId="5BBBF1FE" w14:textId="77777777" w:rsidR="0052516E" w:rsidRPr="00850D93" w:rsidRDefault="0052516E" w:rsidP="00FF557C">
            <w:pPr>
              <w:pStyle w:val="TAC"/>
              <w:jc w:val="left"/>
              <w:rPr>
                <w:sz w:val="16"/>
                <w:szCs w:val="16"/>
              </w:rPr>
            </w:pPr>
            <w:r w:rsidRPr="00850D93">
              <w:rPr>
                <w:sz w:val="16"/>
                <w:szCs w:val="16"/>
              </w:rPr>
              <w:t>2.0.0</w:t>
            </w:r>
          </w:p>
        </w:tc>
      </w:tr>
      <w:tr w:rsidR="00850D93" w:rsidRPr="00850D93" w14:paraId="5AB318AE" w14:textId="77777777" w:rsidTr="00FF557C">
        <w:tc>
          <w:tcPr>
            <w:tcW w:w="720" w:type="dxa"/>
            <w:shd w:val="solid" w:color="FFFFFF" w:fill="auto"/>
          </w:tcPr>
          <w:p w14:paraId="24B4C396" w14:textId="77777777" w:rsidR="0052516E" w:rsidRPr="00850D93" w:rsidRDefault="0052516E" w:rsidP="00FF557C">
            <w:pPr>
              <w:pStyle w:val="TAC"/>
              <w:rPr>
                <w:sz w:val="16"/>
                <w:szCs w:val="16"/>
              </w:rPr>
            </w:pPr>
            <w:r w:rsidRPr="00850D93">
              <w:rPr>
                <w:sz w:val="16"/>
                <w:szCs w:val="16"/>
              </w:rPr>
              <w:t>2017/12</w:t>
            </w:r>
          </w:p>
        </w:tc>
        <w:tc>
          <w:tcPr>
            <w:tcW w:w="749" w:type="dxa"/>
            <w:shd w:val="solid" w:color="FFFFFF" w:fill="auto"/>
          </w:tcPr>
          <w:p w14:paraId="45C00737" w14:textId="77777777" w:rsidR="0052516E" w:rsidRPr="00850D93" w:rsidRDefault="0052516E" w:rsidP="00FF557C">
            <w:pPr>
              <w:pStyle w:val="TAC"/>
              <w:jc w:val="left"/>
              <w:rPr>
                <w:sz w:val="16"/>
                <w:szCs w:val="16"/>
              </w:rPr>
            </w:pPr>
            <w:r w:rsidRPr="00850D93">
              <w:rPr>
                <w:sz w:val="16"/>
                <w:szCs w:val="16"/>
              </w:rPr>
              <w:t>RP-78</w:t>
            </w:r>
          </w:p>
        </w:tc>
        <w:tc>
          <w:tcPr>
            <w:tcW w:w="992" w:type="dxa"/>
            <w:shd w:val="solid" w:color="FFFFFF" w:fill="auto"/>
          </w:tcPr>
          <w:p w14:paraId="72E1ABE2" w14:textId="77777777" w:rsidR="0052516E" w:rsidRPr="00850D93" w:rsidRDefault="0052516E" w:rsidP="00FF557C">
            <w:pPr>
              <w:pStyle w:val="TAC"/>
              <w:rPr>
                <w:sz w:val="16"/>
                <w:szCs w:val="16"/>
              </w:rPr>
            </w:pPr>
          </w:p>
        </w:tc>
        <w:tc>
          <w:tcPr>
            <w:tcW w:w="567" w:type="dxa"/>
            <w:shd w:val="solid" w:color="FFFFFF" w:fill="auto"/>
          </w:tcPr>
          <w:p w14:paraId="568BF450" w14:textId="77777777" w:rsidR="0052516E" w:rsidRPr="00850D93" w:rsidRDefault="0052516E" w:rsidP="00FF557C">
            <w:pPr>
              <w:pStyle w:val="TAL"/>
              <w:jc w:val="center"/>
              <w:rPr>
                <w:sz w:val="16"/>
                <w:szCs w:val="16"/>
              </w:rPr>
            </w:pPr>
          </w:p>
        </w:tc>
        <w:tc>
          <w:tcPr>
            <w:tcW w:w="425" w:type="dxa"/>
            <w:shd w:val="solid" w:color="FFFFFF" w:fill="auto"/>
          </w:tcPr>
          <w:p w14:paraId="52287A9A" w14:textId="77777777" w:rsidR="0052516E" w:rsidRPr="00850D93" w:rsidRDefault="0052516E" w:rsidP="00FF557C">
            <w:pPr>
              <w:pStyle w:val="TAR"/>
              <w:jc w:val="center"/>
              <w:rPr>
                <w:sz w:val="16"/>
                <w:szCs w:val="16"/>
              </w:rPr>
            </w:pPr>
          </w:p>
        </w:tc>
        <w:tc>
          <w:tcPr>
            <w:tcW w:w="426" w:type="dxa"/>
            <w:shd w:val="solid" w:color="FFFFFF" w:fill="auto"/>
          </w:tcPr>
          <w:p w14:paraId="75F4421B" w14:textId="77777777" w:rsidR="0052516E" w:rsidRPr="00850D93" w:rsidRDefault="0052516E" w:rsidP="00FF557C">
            <w:pPr>
              <w:pStyle w:val="TAC"/>
              <w:rPr>
                <w:sz w:val="16"/>
                <w:szCs w:val="16"/>
              </w:rPr>
            </w:pPr>
          </w:p>
        </w:tc>
        <w:tc>
          <w:tcPr>
            <w:tcW w:w="5055" w:type="dxa"/>
            <w:shd w:val="solid" w:color="FFFFFF" w:fill="auto"/>
          </w:tcPr>
          <w:p w14:paraId="3698EFAF" w14:textId="77777777" w:rsidR="0052516E" w:rsidRPr="00850D93" w:rsidRDefault="0052516E" w:rsidP="00FF557C">
            <w:pPr>
              <w:pStyle w:val="TAL"/>
              <w:rPr>
                <w:sz w:val="16"/>
                <w:szCs w:val="16"/>
              </w:rPr>
            </w:pPr>
            <w:r w:rsidRPr="00850D93">
              <w:rPr>
                <w:sz w:val="16"/>
                <w:szCs w:val="16"/>
              </w:rPr>
              <w:t>Upgraded to Rel-15 (MCC)</w:t>
            </w:r>
          </w:p>
        </w:tc>
        <w:tc>
          <w:tcPr>
            <w:tcW w:w="705" w:type="dxa"/>
            <w:shd w:val="solid" w:color="FFFFFF" w:fill="auto"/>
          </w:tcPr>
          <w:p w14:paraId="242FD961" w14:textId="77777777" w:rsidR="0052516E" w:rsidRPr="00850D93" w:rsidRDefault="0052516E" w:rsidP="00FF557C">
            <w:pPr>
              <w:pStyle w:val="TAC"/>
              <w:jc w:val="left"/>
              <w:rPr>
                <w:sz w:val="16"/>
                <w:szCs w:val="16"/>
              </w:rPr>
            </w:pPr>
            <w:r w:rsidRPr="00850D93">
              <w:rPr>
                <w:sz w:val="16"/>
                <w:szCs w:val="16"/>
              </w:rPr>
              <w:t>15.0.0</w:t>
            </w:r>
          </w:p>
        </w:tc>
      </w:tr>
      <w:tr w:rsidR="00850D93" w:rsidRPr="00850D93" w14:paraId="1C08EB3F" w14:textId="77777777" w:rsidTr="00FF557C">
        <w:tc>
          <w:tcPr>
            <w:tcW w:w="720" w:type="dxa"/>
            <w:shd w:val="solid" w:color="FFFFFF" w:fill="auto"/>
          </w:tcPr>
          <w:p w14:paraId="23C6BF21" w14:textId="77777777" w:rsidR="0052516E" w:rsidRPr="00850D93" w:rsidRDefault="0052516E" w:rsidP="00FF557C">
            <w:pPr>
              <w:pStyle w:val="TAL"/>
              <w:jc w:val="center"/>
              <w:rPr>
                <w:sz w:val="16"/>
                <w:szCs w:val="16"/>
              </w:rPr>
            </w:pPr>
            <w:r w:rsidRPr="00850D93">
              <w:rPr>
                <w:sz w:val="16"/>
                <w:szCs w:val="16"/>
              </w:rPr>
              <w:t>2018/03</w:t>
            </w:r>
          </w:p>
        </w:tc>
        <w:tc>
          <w:tcPr>
            <w:tcW w:w="749" w:type="dxa"/>
            <w:shd w:val="solid" w:color="FFFFFF" w:fill="auto"/>
          </w:tcPr>
          <w:p w14:paraId="1A9F0864" w14:textId="77777777" w:rsidR="0052516E" w:rsidRPr="00850D93" w:rsidRDefault="0052516E" w:rsidP="00FF557C">
            <w:pPr>
              <w:pStyle w:val="TAL"/>
              <w:rPr>
                <w:sz w:val="16"/>
                <w:szCs w:val="16"/>
              </w:rPr>
            </w:pPr>
            <w:r w:rsidRPr="00850D93">
              <w:rPr>
                <w:sz w:val="16"/>
                <w:szCs w:val="16"/>
              </w:rPr>
              <w:t>RP-79</w:t>
            </w:r>
          </w:p>
        </w:tc>
        <w:tc>
          <w:tcPr>
            <w:tcW w:w="992" w:type="dxa"/>
            <w:shd w:val="solid" w:color="FFFFFF" w:fill="auto"/>
          </w:tcPr>
          <w:p w14:paraId="6211AF08" w14:textId="77777777" w:rsidR="0052516E" w:rsidRPr="00850D93" w:rsidRDefault="0052516E" w:rsidP="00FF557C">
            <w:pPr>
              <w:pStyle w:val="TAL"/>
              <w:rPr>
                <w:sz w:val="16"/>
                <w:szCs w:val="16"/>
              </w:rPr>
            </w:pPr>
            <w:r w:rsidRPr="00850D93">
              <w:rPr>
                <w:sz w:val="16"/>
                <w:szCs w:val="16"/>
              </w:rPr>
              <w:t>RP-180440</w:t>
            </w:r>
          </w:p>
        </w:tc>
        <w:tc>
          <w:tcPr>
            <w:tcW w:w="567" w:type="dxa"/>
            <w:shd w:val="solid" w:color="FFFFFF" w:fill="auto"/>
          </w:tcPr>
          <w:p w14:paraId="5B74A36A" w14:textId="77777777" w:rsidR="0052516E" w:rsidRPr="00850D93" w:rsidRDefault="0052516E" w:rsidP="00FF557C">
            <w:pPr>
              <w:pStyle w:val="TAL"/>
              <w:rPr>
                <w:sz w:val="16"/>
                <w:szCs w:val="16"/>
              </w:rPr>
            </w:pPr>
            <w:r w:rsidRPr="00850D93">
              <w:rPr>
                <w:sz w:val="16"/>
                <w:szCs w:val="16"/>
              </w:rPr>
              <w:t>0002</w:t>
            </w:r>
          </w:p>
        </w:tc>
        <w:tc>
          <w:tcPr>
            <w:tcW w:w="425" w:type="dxa"/>
            <w:shd w:val="solid" w:color="FFFFFF" w:fill="auto"/>
          </w:tcPr>
          <w:p w14:paraId="24AE0DB9" w14:textId="77777777" w:rsidR="0052516E" w:rsidRPr="00850D93" w:rsidRDefault="0052516E" w:rsidP="00FF557C">
            <w:pPr>
              <w:pStyle w:val="TAL"/>
              <w:jc w:val="center"/>
              <w:rPr>
                <w:sz w:val="16"/>
                <w:szCs w:val="16"/>
              </w:rPr>
            </w:pPr>
            <w:r w:rsidRPr="00850D93">
              <w:rPr>
                <w:sz w:val="16"/>
                <w:szCs w:val="16"/>
              </w:rPr>
              <w:t>1</w:t>
            </w:r>
          </w:p>
        </w:tc>
        <w:tc>
          <w:tcPr>
            <w:tcW w:w="426" w:type="dxa"/>
            <w:shd w:val="solid" w:color="FFFFFF" w:fill="auto"/>
          </w:tcPr>
          <w:p w14:paraId="4451417B" w14:textId="77777777" w:rsidR="0052516E" w:rsidRPr="00850D93" w:rsidRDefault="0052516E" w:rsidP="00FF557C">
            <w:pPr>
              <w:pStyle w:val="TAL"/>
              <w:jc w:val="center"/>
              <w:rPr>
                <w:sz w:val="16"/>
                <w:szCs w:val="16"/>
              </w:rPr>
            </w:pPr>
            <w:r w:rsidRPr="00850D93">
              <w:rPr>
                <w:sz w:val="16"/>
                <w:szCs w:val="16"/>
              </w:rPr>
              <w:t>F</w:t>
            </w:r>
          </w:p>
        </w:tc>
        <w:tc>
          <w:tcPr>
            <w:tcW w:w="5055" w:type="dxa"/>
            <w:shd w:val="solid" w:color="FFFFFF" w:fill="auto"/>
          </w:tcPr>
          <w:p w14:paraId="7C49EC43" w14:textId="77777777" w:rsidR="0052516E" w:rsidRPr="00850D93" w:rsidRDefault="0052516E" w:rsidP="00FF557C">
            <w:pPr>
              <w:pStyle w:val="TAL"/>
              <w:rPr>
                <w:sz w:val="16"/>
                <w:szCs w:val="16"/>
              </w:rPr>
            </w:pPr>
            <w:r w:rsidRPr="00850D93">
              <w:rPr>
                <w:sz w:val="16"/>
                <w:szCs w:val="16"/>
              </w:rPr>
              <w:t>Corrections to PDCP specification</w:t>
            </w:r>
          </w:p>
        </w:tc>
        <w:tc>
          <w:tcPr>
            <w:tcW w:w="705" w:type="dxa"/>
            <w:shd w:val="solid" w:color="FFFFFF" w:fill="auto"/>
          </w:tcPr>
          <w:p w14:paraId="3AF9CBB6" w14:textId="77777777" w:rsidR="0052516E" w:rsidRPr="00850D93" w:rsidRDefault="0052516E" w:rsidP="00FF557C">
            <w:pPr>
              <w:pStyle w:val="TAL"/>
              <w:rPr>
                <w:sz w:val="16"/>
                <w:szCs w:val="16"/>
              </w:rPr>
            </w:pPr>
            <w:r w:rsidRPr="00850D93">
              <w:rPr>
                <w:sz w:val="16"/>
                <w:szCs w:val="16"/>
              </w:rPr>
              <w:t>15.1.0</w:t>
            </w:r>
          </w:p>
        </w:tc>
      </w:tr>
      <w:tr w:rsidR="00850D93" w:rsidRPr="00850D93" w14:paraId="63311229" w14:textId="77777777" w:rsidTr="00FF557C">
        <w:tc>
          <w:tcPr>
            <w:tcW w:w="720" w:type="dxa"/>
            <w:shd w:val="solid" w:color="FFFFFF" w:fill="auto"/>
          </w:tcPr>
          <w:p w14:paraId="1D359978" w14:textId="77777777" w:rsidR="0052516E" w:rsidRPr="00850D93" w:rsidRDefault="0052516E" w:rsidP="00FF557C">
            <w:pPr>
              <w:pStyle w:val="TAL"/>
              <w:jc w:val="center"/>
              <w:rPr>
                <w:sz w:val="16"/>
                <w:szCs w:val="16"/>
              </w:rPr>
            </w:pPr>
            <w:r w:rsidRPr="00850D93">
              <w:rPr>
                <w:sz w:val="16"/>
                <w:szCs w:val="16"/>
              </w:rPr>
              <w:t>2018/06</w:t>
            </w:r>
          </w:p>
        </w:tc>
        <w:tc>
          <w:tcPr>
            <w:tcW w:w="749" w:type="dxa"/>
            <w:shd w:val="solid" w:color="FFFFFF" w:fill="auto"/>
          </w:tcPr>
          <w:p w14:paraId="2C4D524F" w14:textId="77777777" w:rsidR="0052516E" w:rsidRPr="00850D93" w:rsidRDefault="0052516E" w:rsidP="00FF557C">
            <w:pPr>
              <w:pStyle w:val="TAL"/>
              <w:rPr>
                <w:sz w:val="16"/>
                <w:szCs w:val="16"/>
              </w:rPr>
            </w:pPr>
            <w:r w:rsidRPr="00850D93">
              <w:rPr>
                <w:sz w:val="16"/>
                <w:szCs w:val="16"/>
              </w:rPr>
              <w:t>RP-80</w:t>
            </w:r>
          </w:p>
        </w:tc>
        <w:tc>
          <w:tcPr>
            <w:tcW w:w="992" w:type="dxa"/>
            <w:shd w:val="solid" w:color="FFFFFF" w:fill="auto"/>
          </w:tcPr>
          <w:p w14:paraId="2D5B5FA4" w14:textId="77777777" w:rsidR="0052516E" w:rsidRPr="00850D93" w:rsidRDefault="0052516E" w:rsidP="00FF557C">
            <w:pPr>
              <w:pStyle w:val="TAL"/>
              <w:rPr>
                <w:sz w:val="16"/>
                <w:szCs w:val="16"/>
              </w:rPr>
            </w:pPr>
            <w:r w:rsidRPr="00850D93">
              <w:rPr>
                <w:sz w:val="16"/>
                <w:szCs w:val="16"/>
              </w:rPr>
              <w:t>RP-181215</w:t>
            </w:r>
          </w:p>
        </w:tc>
        <w:tc>
          <w:tcPr>
            <w:tcW w:w="567" w:type="dxa"/>
            <w:shd w:val="solid" w:color="FFFFFF" w:fill="auto"/>
          </w:tcPr>
          <w:p w14:paraId="2570E03C" w14:textId="77777777" w:rsidR="0052516E" w:rsidRPr="00850D93" w:rsidRDefault="0052516E" w:rsidP="00FF557C">
            <w:pPr>
              <w:pStyle w:val="TAL"/>
              <w:rPr>
                <w:sz w:val="16"/>
                <w:szCs w:val="16"/>
              </w:rPr>
            </w:pPr>
            <w:r w:rsidRPr="00850D93">
              <w:rPr>
                <w:sz w:val="16"/>
                <w:szCs w:val="16"/>
              </w:rPr>
              <w:t>0006</w:t>
            </w:r>
          </w:p>
        </w:tc>
        <w:tc>
          <w:tcPr>
            <w:tcW w:w="425" w:type="dxa"/>
            <w:shd w:val="solid" w:color="FFFFFF" w:fill="auto"/>
          </w:tcPr>
          <w:p w14:paraId="76572679" w14:textId="77777777" w:rsidR="0052516E" w:rsidRPr="00850D93" w:rsidRDefault="0052516E" w:rsidP="00FF557C">
            <w:pPr>
              <w:pStyle w:val="TAL"/>
              <w:jc w:val="center"/>
              <w:rPr>
                <w:sz w:val="16"/>
                <w:szCs w:val="16"/>
              </w:rPr>
            </w:pPr>
            <w:r w:rsidRPr="00850D93">
              <w:rPr>
                <w:sz w:val="16"/>
                <w:szCs w:val="16"/>
              </w:rPr>
              <w:t>3</w:t>
            </w:r>
          </w:p>
        </w:tc>
        <w:tc>
          <w:tcPr>
            <w:tcW w:w="426" w:type="dxa"/>
            <w:shd w:val="solid" w:color="FFFFFF" w:fill="auto"/>
          </w:tcPr>
          <w:p w14:paraId="086BF782" w14:textId="77777777" w:rsidR="0052516E" w:rsidRPr="00850D93" w:rsidRDefault="0052516E" w:rsidP="00FF557C">
            <w:pPr>
              <w:pStyle w:val="TAL"/>
              <w:jc w:val="center"/>
              <w:rPr>
                <w:sz w:val="16"/>
                <w:szCs w:val="16"/>
              </w:rPr>
            </w:pPr>
            <w:r w:rsidRPr="00850D93">
              <w:rPr>
                <w:sz w:val="16"/>
                <w:szCs w:val="16"/>
              </w:rPr>
              <w:t>F</w:t>
            </w:r>
          </w:p>
        </w:tc>
        <w:tc>
          <w:tcPr>
            <w:tcW w:w="5055" w:type="dxa"/>
            <w:shd w:val="solid" w:color="FFFFFF" w:fill="auto"/>
          </w:tcPr>
          <w:p w14:paraId="3102D9F8" w14:textId="77777777" w:rsidR="0052516E" w:rsidRPr="00850D93" w:rsidRDefault="0052516E" w:rsidP="00FF557C">
            <w:pPr>
              <w:pStyle w:val="TAL"/>
              <w:rPr>
                <w:sz w:val="16"/>
                <w:szCs w:val="16"/>
              </w:rPr>
            </w:pPr>
            <w:r w:rsidRPr="00850D93">
              <w:rPr>
                <w:sz w:val="16"/>
                <w:szCs w:val="16"/>
              </w:rPr>
              <w:t>Corrections to PDCP specification</w:t>
            </w:r>
          </w:p>
        </w:tc>
        <w:tc>
          <w:tcPr>
            <w:tcW w:w="705" w:type="dxa"/>
            <w:shd w:val="solid" w:color="FFFFFF" w:fill="auto"/>
          </w:tcPr>
          <w:p w14:paraId="5570CB38" w14:textId="77777777" w:rsidR="0052516E" w:rsidRPr="00850D93" w:rsidRDefault="0052516E" w:rsidP="00FF557C">
            <w:pPr>
              <w:pStyle w:val="TAL"/>
              <w:rPr>
                <w:sz w:val="16"/>
                <w:szCs w:val="16"/>
              </w:rPr>
            </w:pPr>
            <w:r w:rsidRPr="00850D93">
              <w:rPr>
                <w:sz w:val="16"/>
                <w:szCs w:val="16"/>
              </w:rPr>
              <w:t>15.2.0</w:t>
            </w:r>
          </w:p>
        </w:tc>
      </w:tr>
      <w:tr w:rsidR="00850D93" w:rsidRPr="00850D93" w14:paraId="221F41E6" w14:textId="77777777" w:rsidTr="00FF557C">
        <w:tc>
          <w:tcPr>
            <w:tcW w:w="720" w:type="dxa"/>
            <w:shd w:val="solid" w:color="FFFFFF" w:fill="auto"/>
          </w:tcPr>
          <w:p w14:paraId="6C92A188" w14:textId="77777777" w:rsidR="0052516E" w:rsidRPr="00850D93" w:rsidRDefault="0052516E" w:rsidP="00FF557C">
            <w:pPr>
              <w:pStyle w:val="TAL"/>
              <w:jc w:val="center"/>
              <w:rPr>
                <w:sz w:val="16"/>
                <w:szCs w:val="16"/>
              </w:rPr>
            </w:pPr>
          </w:p>
        </w:tc>
        <w:tc>
          <w:tcPr>
            <w:tcW w:w="749" w:type="dxa"/>
            <w:shd w:val="solid" w:color="FFFFFF" w:fill="auto"/>
          </w:tcPr>
          <w:p w14:paraId="504BDB29" w14:textId="77777777" w:rsidR="0052516E" w:rsidRPr="00850D93" w:rsidRDefault="0052516E" w:rsidP="00FF557C">
            <w:pPr>
              <w:pStyle w:val="TAL"/>
              <w:rPr>
                <w:sz w:val="16"/>
                <w:szCs w:val="16"/>
              </w:rPr>
            </w:pPr>
            <w:r w:rsidRPr="00850D93">
              <w:rPr>
                <w:sz w:val="16"/>
                <w:szCs w:val="16"/>
              </w:rPr>
              <w:t>RP-80</w:t>
            </w:r>
          </w:p>
        </w:tc>
        <w:tc>
          <w:tcPr>
            <w:tcW w:w="992" w:type="dxa"/>
            <w:shd w:val="solid" w:color="FFFFFF" w:fill="auto"/>
          </w:tcPr>
          <w:p w14:paraId="09239E5F" w14:textId="77777777" w:rsidR="0052516E" w:rsidRPr="00850D93" w:rsidRDefault="0052516E" w:rsidP="00FF557C">
            <w:pPr>
              <w:pStyle w:val="TAL"/>
              <w:rPr>
                <w:sz w:val="16"/>
                <w:szCs w:val="16"/>
              </w:rPr>
            </w:pPr>
            <w:r w:rsidRPr="00850D93">
              <w:rPr>
                <w:sz w:val="16"/>
                <w:szCs w:val="16"/>
              </w:rPr>
              <w:t>RP-181215</w:t>
            </w:r>
          </w:p>
        </w:tc>
        <w:tc>
          <w:tcPr>
            <w:tcW w:w="567" w:type="dxa"/>
            <w:shd w:val="solid" w:color="FFFFFF" w:fill="auto"/>
          </w:tcPr>
          <w:p w14:paraId="367F5A42" w14:textId="77777777" w:rsidR="0052516E" w:rsidRPr="00850D93" w:rsidRDefault="0052516E" w:rsidP="00FF557C">
            <w:pPr>
              <w:pStyle w:val="TAL"/>
              <w:rPr>
                <w:sz w:val="16"/>
                <w:szCs w:val="16"/>
              </w:rPr>
            </w:pPr>
            <w:r w:rsidRPr="00850D93">
              <w:rPr>
                <w:sz w:val="16"/>
                <w:szCs w:val="16"/>
              </w:rPr>
              <w:t>0009</w:t>
            </w:r>
          </w:p>
        </w:tc>
        <w:tc>
          <w:tcPr>
            <w:tcW w:w="425" w:type="dxa"/>
            <w:shd w:val="solid" w:color="FFFFFF" w:fill="auto"/>
          </w:tcPr>
          <w:p w14:paraId="4EB67536" w14:textId="77777777" w:rsidR="0052516E" w:rsidRPr="00850D93" w:rsidRDefault="0052516E" w:rsidP="00FF557C">
            <w:pPr>
              <w:pStyle w:val="TAL"/>
              <w:jc w:val="center"/>
              <w:rPr>
                <w:sz w:val="16"/>
                <w:szCs w:val="16"/>
              </w:rPr>
            </w:pPr>
            <w:r w:rsidRPr="00850D93">
              <w:rPr>
                <w:sz w:val="16"/>
                <w:szCs w:val="16"/>
              </w:rPr>
              <w:t>1</w:t>
            </w:r>
          </w:p>
        </w:tc>
        <w:tc>
          <w:tcPr>
            <w:tcW w:w="426" w:type="dxa"/>
            <w:shd w:val="solid" w:color="FFFFFF" w:fill="auto"/>
          </w:tcPr>
          <w:p w14:paraId="48BB6D49" w14:textId="77777777" w:rsidR="0052516E" w:rsidRPr="00850D93" w:rsidRDefault="0052516E" w:rsidP="00FF557C">
            <w:pPr>
              <w:pStyle w:val="TAL"/>
              <w:jc w:val="center"/>
              <w:rPr>
                <w:sz w:val="16"/>
                <w:szCs w:val="16"/>
              </w:rPr>
            </w:pPr>
            <w:r w:rsidRPr="00850D93">
              <w:rPr>
                <w:sz w:val="16"/>
                <w:szCs w:val="16"/>
              </w:rPr>
              <w:t>B</w:t>
            </w:r>
          </w:p>
        </w:tc>
        <w:tc>
          <w:tcPr>
            <w:tcW w:w="5055" w:type="dxa"/>
            <w:shd w:val="solid" w:color="FFFFFF" w:fill="auto"/>
          </w:tcPr>
          <w:p w14:paraId="595C6D19" w14:textId="77777777" w:rsidR="0052516E" w:rsidRPr="00850D93" w:rsidRDefault="0052516E" w:rsidP="00FF557C">
            <w:pPr>
              <w:pStyle w:val="TAL"/>
              <w:rPr>
                <w:sz w:val="16"/>
                <w:szCs w:val="16"/>
              </w:rPr>
            </w:pPr>
            <w:r w:rsidRPr="00850D93">
              <w:rPr>
                <w:sz w:val="16"/>
                <w:szCs w:val="16"/>
              </w:rPr>
              <w:t>Introduction of PDCP duplication</w:t>
            </w:r>
          </w:p>
        </w:tc>
        <w:tc>
          <w:tcPr>
            <w:tcW w:w="705" w:type="dxa"/>
            <w:shd w:val="solid" w:color="FFFFFF" w:fill="auto"/>
          </w:tcPr>
          <w:p w14:paraId="49D24148" w14:textId="77777777" w:rsidR="0052516E" w:rsidRPr="00850D93" w:rsidRDefault="0052516E" w:rsidP="00FF557C">
            <w:pPr>
              <w:pStyle w:val="TAL"/>
              <w:rPr>
                <w:sz w:val="16"/>
                <w:szCs w:val="16"/>
              </w:rPr>
            </w:pPr>
            <w:r w:rsidRPr="00850D93">
              <w:rPr>
                <w:sz w:val="16"/>
                <w:szCs w:val="16"/>
              </w:rPr>
              <w:t>15.2.0</w:t>
            </w:r>
          </w:p>
        </w:tc>
      </w:tr>
      <w:tr w:rsidR="00850D93" w:rsidRPr="00850D93" w14:paraId="657B0EE4" w14:textId="77777777" w:rsidTr="00FF557C">
        <w:tc>
          <w:tcPr>
            <w:tcW w:w="720" w:type="dxa"/>
            <w:shd w:val="solid" w:color="FFFFFF" w:fill="auto"/>
          </w:tcPr>
          <w:p w14:paraId="242FC6C2" w14:textId="77777777" w:rsidR="0052516E" w:rsidRPr="00850D93" w:rsidRDefault="0052516E" w:rsidP="00FF557C">
            <w:pPr>
              <w:pStyle w:val="TAL"/>
              <w:jc w:val="center"/>
              <w:rPr>
                <w:sz w:val="16"/>
                <w:szCs w:val="16"/>
              </w:rPr>
            </w:pPr>
            <w:r w:rsidRPr="00850D93">
              <w:rPr>
                <w:sz w:val="16"/>
                <w:szCs w:val="16"/>
              </w:rPr>
              <w:t>2018/09</w:t>
            </w:r>
          </w:p>
        </w:tc>
        <w:tc>
          <w:tcPr>
            <w:tcW w:w="749" w:type="dxa"/>
            <w:shd w:val="solid" w:color="FFFFFF" w:fill="auto"/>
          </w:tcPr>
          <w:p w14:paraId="57E8CEC7" w14:textId="77777777" w:rsidR="0052516E" w:rsidRPr="00850D93" w:rsidRDefault="0052516E" w:rsidP="00FF557C">
            <w:pPr>
              <w:pStyle w:val="TAL"/>
              <w:rPr>
                <w:sz w:val="16"/>
                <w:szCs w:val="16"/>
              </w:rPr>
            </w:pPr>
            <w:r w:rsidRPr="00850D93">
              <w:rPr>
                <w:sz w:val="16"/>
                <w:szCs w:val="16"/>
              </w:rPr>
              <w:t>RP-81</w:t>
            </w:r>
          </w:p>
        </w:tc>
        <w:tc>
          <w:tcPr>
            <w:tcW w:w="992" w:type="dxa"/>
            <w:shd w:val="solid" w:color="FFFFFF" w:fill="auto"/>
          </w:tcPr>
          <w:p w14:paraId="19517B04" w14:textId="77777777" w:rsidR="0052516E" w:rsidRPr="00850D93" w:rsidRDefault="0052516E" w:rsidP="00FF557C">
            <w:pPr>
              <w:pStyle w:val="TAL"/>
              <w:rPr>
                <w:sz w:val="16"/>
                <w:szCs w:val="16"/>
              </w:rPr>
            </w:pPr>
            <w:r w:rsidRPr="00850D93">
              <w:rPr>
                <w:sz w:val="16"/>
                <w:szCs w:val="16"/>
              </w:rPr>
              <w:t>RP-181942</w:t>
            </w:r>
          </w:p>
        </w:tc>
        <w:tc>
          <w:tcPr>
            <w:tcW w:w="567" w:type="dxa"/>
            <w:shd w:val="solid" w:color="FFFFFF" w:fill="auto"/>
          </w:tcPr>
          <w:p w14:paraId="65E9104F" w14:textId="77777777" w:rsidR="0052516E" w:rsidRPr="00850D93" w:rsidRDefault="0052516E" w:rsidP="00FF557C">
            <w:pPr>
              <w:pStyle w:val="TAL"/>
              <w:rPr>
                <w:sz w:val="16"/>
                <w:szCs w:val="16"/>
              </w:rPr>
            </w:pPr>
            <w:r w:rsidRPr="00850D93">
              <w:rPr>
                <w:sz w:val="16"/>
                <w:szCs w:val="16"/>
              </w:rPr>
              <w:t>0011</w:t>
            </w:r>
          </w:p>
        </w:tc>
        <w:tc>
          <w:tcPr>
            <w:tcW w:w="425" w:type="dxa"/>
            <w:shd w:val="solid" w:color="FFFFFF" w:fill="auto"/>
          </w:tcPr>
          <w:p w14:paraId="392387F5" w14:textId="77777777" w:rsidR="0052516E" w:rsidRPr="00850D93" w:rsidRDefault="0052516E" w:rsidP="00FF557C">
            <w:pPr>
              <w:pStyle w:val="TAL"/>
              <w:jc w:val="center"/>
              <w:rPr>
                <w:sz w:val="16"/>
                <w:szCs w:val="16"/>
              </w:rPr>
            </w:pPr>
            <w:r w:rsidRPr="00850D93">
              <w:rPr>
                <w:sz w:val="16"/>
                <w:szCs w:val="16"/>
              </w:rPr>
              <w:t>4</w:t>
            </w:r>
          </w:p>
        </w:tc>
        <w:tc>
          <w:tcPr>
            <w:tcW w:w="426" w:type="dxa"/>
            <w:shd w:val="solid" w:color="FFFFFF" w:fill="auto"/>
          </w:tcPr>
          <w:p w14:paraId="23239301" w14:textId="77777777" w:rsidR="0052516E" w:rsidRPr="00850D93" w:rsidRDefault="0052516E" w:rsidP="00FF557C">
            <w:pPr>
              <w:pStyle w:val="TAL"/>
              <w:jc w:val="center"/>
              <w:rPr>
                <w:sz w:val="16"/>
                <w:szCs w:val="16"/>
              </w:rPr>
            </w:pPr>
            <w:r w:rsidRPr="00850D93">
              <w:rPr>
                <w:sz w:val="16"/>
                <w:szCs w:val="16"/>
              </w:rPr>
              <w:t>F</w:t>
            </w:r>
          </w:p>
        </w:tc>
        <w:tc>
          <w:tcPr>
            <w:tcW w:w="5055" w:type="dxa"/>
            <w:shd w:val="solid" w:color="FFFFFF" w:fill="auto"/>
          </w:tcPr>
          <w:p w14:paraId="26CB4E67" w14:textId="77777777" w:rsidR="0052516E" w:rsidRPr="00850D93" w:rsidRDefault="0052516E" w:rsidP="00FF557C">
            <w:pPr>
              <w:pStyle w:val="TAL"/>
              <w:rPr>
                <w:sz w:val="16"/>
                <w:szCs w:val="16"/>
              </w:rPr>
            </w:pPr>
            <w:r w:rsidRPr="00850D93">
              <w:rPr>
                <w:sz w:val="16"/>
                <w:szCs w:val="16"/>
              </w:rPr>
              <w:t>Clarification on PDCP transmission</w:t>
            </w:r>
          </w:p>
        </w:tc>
        <w:tc>
          <w:tcPr>
            <w:tcW w:w="705" w:type="dxa"/>
            <w:shd w:val="solid" w:color="FFFFFF" w:fill="auto"/>
          </w:tcPr>
          <w:p w14:paraId="608B925E" w14:textId="77777777" w:rsidR="0052516E" w:rsidRPr="00850D93" w:rsidRDefault="0052516E" w:rsidP="00FF557C">
            <w:pPr>
              <w:pStyle w:val="TAL"/>
              <w:rPr>
                <w:sz w:val="16"/>
                <w:szCs w:val="16"/>
              </w:rPr>
            </w:pPr>
            <w:r w:rsidRPr="00850D93">
              <w:rPr>
                <w:sz w:val="16"/>
                <w:szCs w:val="16"/>
              </w:rPr>
              <w:t>15.3.0</w:t>
            </w:r>
          </w:p>
        </w:tc>
      </w:tr>
      <w:tr w:rsidR="00850D93" w:rsidRPr="00850D93" w14:paraId="2D29B8D5" w14:textId="77777777" w:rsidTr="00FF557C">
        <w:tc>
          <w:tcPr>
            <w:tcW w:w="720" w:type="dxa"/>
            <w:shd w:val="solid" w:color="FFFFFF" w:fill="auto"/>
          </w:tcPr>
          <w:p w14:paraId="3CF72C80" w14:textId="77777777" w:rsidR="000F5E64" w:rsidRPr="00850D93" w:rsidRDefault="000F5E64" w:rsidP="00FF557C">
            <w:pPr>
              <w:pStyle w:val="TAL"/>
              <w:jc w:val="center"/>
              <w:rPr>
                <w:sz w:val="16"/>
                <w:szCs w:val="16"/>
              </w:rPr>
            </w:pPr>
            <w:r w:rsidRPr="00850D93">
              <w:rPr>
                <w:sz w:val="16"/>
                <w:szCs w:val="16"/>
              </w:rPr>
              <w:t>2018/12</w:t>
            </w:r>
          </w:p>
        </w:tc>
        <w:tc>
          <w:tcPr>
            <w:tcW w:w="749" w:type="dxa"/>
            <w:shd w:val="solid" w:color="FFFFFF" w:fill="auto"/>
          </w:tcPr>
          <w:p w14:paraId="71730503" w14:textId="77777777" w:rsidR="000F5E64" w:rsidRPr="00850D93" w:rsidRDefault="000F5E64" w:rsidP="00FF557C">
            <w:pPr>
              <w:pStyle w:val="TAL"/>
              <w:rPr>
                <w:sz w:val="16"/>
                <w:szCs w:val="16"/>
              </w:rPr>
            </w:pPr>
            <w:r w:rsidRPr="00850D93">
              <w:rPr>
                <w:sz w:val="16"/>
                <w:szCs w:val="16"/>
              </w:rPr>
              <w:t>RP-82</w:t>
            </w:r>
          </w:p>
        </w:tc>
        <w:tc>
          <w:tcPr>
            <w:tcW w:w="992" w:type="dxa"/>
            <w:shd w:val="solid" w:color="FFFFFF" w:fill="auto"/>
          </w:tcPr>
          <w:p w14:paraId="64942E1D" w14:textId="77777777" w:rsidR="000F5E64" w:rsidRPr="00850D93" w:rsidRDefault="000F5E64" w:rsidP="00FF557C">
            <w:pPr>
              <w:pStyle w:val="TAL"/>
              <w:rPr>
                <w:sz w:val="16"/>
                <w:szCs w:val="16"/>
              </w:rPr>
            </w:pPr>
            <w:r w:rsidRPr="00850D93">
              <w:rPr>
                <w:sz w:val="16"/>
                <w:szCs w:val="16"/>
              </w:rPr>
              <w:t>RP-182650</w:t>
            </w:r>
          </w:p>
        </w:tc>
        <w:tc>
          <w:tcPr>
            <w:tcW w:w="567" w:type="dxa"/>
            <w:shd w:val="solid" w:color="FFFFFF" w:fill="auto"/>
          </w:tcPr>
          <w:p w14:paraId="23B9E946" w14:textId="77777777" w:rsidR="000F5E64" w:rsidRPr="00850D93" w:rsidRDefault="000F5E64" w:rsidP="00FF557C">
            <w:pPr>
              <w:pStyle w:val="TAL"/>
              <w:rPr>
                <w:sz w:val="16"/>
                <w:szCs w:val="16"/>
              </w:rPr>
            </w:pPr>
            <w:r w:rsidRPr="00850D93">
              <w:rPr>
                <w:sz w:val="16"/>
                <w:szCs w:val="16"/>
              </w:rPr>
              <w:t>0022</w:t>
            </w:r>
          </w:p>
        </w:tc>
        <w:tc>
          <w:tcPr>
            <w:tcW w:w="425" w:type="dxa"/>
            <w:shd w:val="solid" w:color="FFFFFF" w:fill="auto"/>
          </w:tcPr>
          <w:p w14:paraId="2E36FAFF" w14:textId="77777777" w:rsidR="000F5E64" w:rsidRPr="00850D93" w:rsidRDefault="000F5E64" w:rsidP="00FF557C">
            <w:pPr>
              <w:pStyle w:val="TAL"/>
              <w:jc w:val="center"/>
              <w:rPr>
                <w:sz w:val="16"/>
                <w:szCs w:val="16"/>
              </w:rPr>
            </w:pPr>
            <w:r w:rsidRPr="00850D93">
              <w:rPr>
                <w:sz w:val="16"/>
                <w:szCs w:val="16"/>
              </w:rPr>
              <w:t>1</w:t>
            </w:r>
          </w:p>
        </w:tc>
        <w:tc>
          <w:tcPr>
            <w:tcW w:w="426" w:type="dxa"/>
            <w:shd w:val="solid" w:color="FFFFFF" w:fill="auto"/>
          </w:tcPr>
          <w:p w14:paraId="0E47D6F1" w14:textId="77777777" w:rsidR="000F5E64" w:rsidRPr="00850D93" w:rsidRDefault="000F5E64" w:rsidP="00FF557C">
            <w:pPr>
              <w:pStyle w:val="TAL"/>
              <w:jc w:val="center"/>
              <w:rPr>
                <w:sz w:val="16"/>
                <w:szCs w:val="16"/>
              </w:rPr>
            </w:pPr>
            <w:r w:rsidRPr="00850D93">
              <w:rPr>
                <w:sz w:val="16"/>
                <w:szCs w:val="16"/>
              </w:rPr>
              <w:t>F</w:t>
            </w:r>
          </w:p>
        </w:tc>
        <w:tc>
          <w:tcPr>
            <w:tcW w:w="5055" w:type="dxa"/>
            <w:shd w:val="solid" w:color="FFFFFF" w:fill="auto"/>
          </w:tcPr>
          <w:p w14:paraId="750D87E8" w14:textId="77777777" w:rsidR="000F5E64" w:rsidRPr="00850D93" w:rsidRDefault="000F5E64" w:rsidP="00FF557C">
            <w:pPr>
              <w:pStyle w:val="TAL"/>
              <w:rPr>
                <w:sz w:val="16"/>
                <w:szCs w:val="16"/>
              </w:rPr>
            </w:pPr>
            <w:r w:rsidRPr="00850D93">
              <w:rPr>
                <w:sz w:val="16"/>
                <w:szCs w:val="16"/>
              </w:rPr>
              <w:t>Suspend and resume of security</w:t>
            </w:r>
          </w:p>
        </w:tc>
        <w:tc>
          <w:tcPr>
            <w:tcW w:w="705" w:type="dxa"/>
            <w:shd w:val="solid" w:color="FFFFFF" w:fill="auto"/>
          </w:tcPr>
          <w:p w14:paraId="2323BD81" w14:textId="77777777" w:rsidR="000F5E64" w:rsidRPr="00850D93" w:rsidRDefault="000F5E64" w:rsidP="00FF557C">
            <w:pPr>
              <w:pStyle w:val="TAL"/>
              <w:rPr>
                <w:sz w:val="16"/>
                <w:szCs w:val="16"/>
              </w:rPr>
            </w:pPr>
            <w:r w:rsidRPr="00850D93">
              <w:rPr>
                <w:sz w:val="16"/>
                <w:szCs w:val="16"/>
              </w:rPr>
              <w:t>15.4.0</w:t>
            </w:r>
          </w:p>
        </w:tc>
      </w:tr>
      <w:tr w:rsidR="00850D93" w:rsidRPr="00850D93" w14:paraId="7D9E73B2" w14:textId="77777777" w:rsidTr="00FF557C">
        <w:tc>
          <w:tcPr>
            <w:tcW w:w="720" w:type="dxa"/>
            <w:shd w:val="solid" w:color="FFFFFF" w:fill="auto"/>
          </w:tcPr>
          <w:p w14:paraId="34A49B59" w14:textId="77777777" w:rsidR="004F79A2" w:rsidRPr="00850D93" w:rsidRDefault="004F79A2" w:rsidP="00FF557C">
            <w:pPr>
              <w:pStyle w:val="TAL"/>
              <w:jc w:val="center"/>
              <w:rPr>
                <w:sz w:val="16"/>
                <w:szCs w:val="16"/>
              </w:rPr>
            </w:pPr>
          </w:p>
        </w:tc>
        <w:tc>
          <w:tcPr>
            <w:tcW w:w="749" w:type="dxa"/>
            <w:shd w:val="solid" w:color="FFFFFF" w:fill="auto"/>
          </w:tcPr>
          <w:p w14:paraId="29E86240" w14:textId="77777777" w:rsidR="004F79A2" w:rsidRPr="00850D93" w:rsidRDefault="004F79A2" w:rsidP="00FF557C">
            <w:pPr>
              <w:pStyle w:val="TAL"/>
              <w:rPr>
                <w:sz w:val="16"/>
                <w:szCs w:val="16"/>
              </w:rPr>
            </w:pPr>
            <w:r w:rsidRPr="00850D93">
              <w:rPr>
                <w:sz w:val="16"/>
                <w:szCs w:val="16"/>
              </w:rPr>
              <w:t>RP-82</w:t>
            </w:r>
          </w:p>
        </w:tc>
        <w:tc>
          <w:tcPr>
            <w:tcW w:w="992" w:type="dxa"/>
            <w:shd w:val="solid" w:color="FFFFFF" w:fill="auto"/>
          </w:tcPr>
          <w:p w14:paraId="530DFE93" w14:textId="77777777" w:rsidR="004F79A2" w:rsidRPr="00850D93" w:rsidRDefault="004F79A2" w:rsidP="00FF557C">
            <w:pPr>
              <w:pStyle w:val="TAL"/>
              <w:rPr>
                <w:sz w:val="16"/>
                <w:szCs w:val="16"/>
              </w:rPr>
            </w:pPr>
            <w:r w:rsidRPr="00850D93">
              <w:rPr>
                <w:sz w:val="16"/>
                <w:szCs w:val="16"/>
              </w:rPr>
              <w:t>RP-182655</w:t>
            </w:r>
          </w:p>
        </w:tc>
        <w:tc>
          <w:tcPr>
            <w:tcW w:w="567" w:type="dxa"/>
            <w:shd w:val="solid" w:color="FFFFFF" w:fill="auto"/>
          </w:tcPr>
          <w:p w14:paraId="5AEC38A0" w14:textId="77777777" w:rsidR="004F79A2" w:rsidRPr="00850D93" w:rsidRDefault="004F79A2" w:rsidP="00FF557C">
            <w:pPr>
              <w:pStyle w:val="TAL"/>
              <w:rPr>
                <w:sz w:val="16"/>
                <w:szCs w:val="16"/>
              </w:rPr>
            </w:pPr>
            <w:r w:rsidRPr="00850D93">
              <w:rPr>
                <w:sz w:val="16"/>
                <w:szCs w:val="16"/>
              </w:rPr>
              <w:t>0023</w:t>
            </w:r>
          </w:p>
        </w:tc>
        <w:tc>
          <w:tcPr>
            <w:tcW w:w="425" w:type="dxa"/>
            <w:shd w:val="solid" w:color="FFFFFF" w:fill="auto"/>
          </w:tcPr>
          <w:p w14:paraId="33452931" w14:textId="77777777" w:rsidR="004F79A2" w:rsidRPr="00850D93" w:rsidRDefault="004F79A2" w:rsidP="00FF557C">
            <w:pPr>
              <w:pStyle w:val="TAL"/>
              <w:jc w:val="center"/>
              <w:rPr>
                <w:sz w:val="16"/>
                <w:szCs w:val="16"/>
              </w:rPr>
            </w:pPr>
            <w:r w:rsidRPr="00850D93">
              <w:rPr>
                <w:sz w:val="16"/>
                <w:szCs w:val="16"/>
              </w:rPr>
              <w:t>-</w:t>
            </w:r>
          </w:p>
        </w:tc>
        <w:tc>
          <w:tcPr>
            <w:tcW w:w="426" w:type="dxa"/>
            <w:shd w:val="solid" w:color="FFFFFF" w:fill="auto"/>
          </w:tcPr>
          <w:p w14:paraId="7F4A192F" w14:textId="77777777" w:rsidR="004F79A2" w:rsidRPr="00850D93" w:rsidRDefault="004F79A2" w:rsidP="00FF557C">
            <w:pPr>
              <w:pStyle w:val="TAL"/>
              <w:jc w:val="center"/>
              <w:rPr>
                <w:sz w:val="16"/>
                <w:szCs w:val="16"/>
              </w:rPr>
            </w:pPr>
            <w:r w:rsidRPr="00850D93">
              <w:rPr>
                <w:sz w:val="16"/>
                <w:szCs w:val="16"/>
              </w:rPr>
              <w:t>F</w:t>
            </w:r>
          </w:p>
        </w:tc>
        <w:tc>
          <w:tcPr>
            <w:tcW w:w="5055" w:type="dxa"/>
            <w:shd w:val="solid" w:color="FFFFFF" w:fill="auto"/>
          </w:tcPr>
          <w:p w14:paraId="58B51EDA" w14:textId="77777777" w:rsidR="004F79A2" w:rsidRPr="00850D93" w:rsidRDefault="004F79A2" w:rsidP="00FF557C">
            <w:pPr>
              <w:pStyle w:val="TAL"/>
              <w:rPr>
                <w:sz w:val="16"/>
                <w:szCs w:val="16"/>
              </w:rPr>
            </w:pPr>
            <w:r w:rsidRPr="00850D93">
              <w:rPr>
                <w:sz w:val="16"/>
                <w:szCs w:val="16"/>
              </w:rPr>
              <w:t>Introducing PDCP suspend procedure</w:t>
            </w:r>
          </w:p>
        </w:tc>
        <w:tc>
          <w:tcPr>
            <w:tcW w:w="705" w:type="dxa"/>
            <w:shd w:val="solid" w:color="FFFFFF" w:fill="auto"/>
          </w:tcPr>
          <w:p w14:paraId="376D77EC" w14:textId="77777777" w:rsidR="004F79A2" w:rsidRPr="00850D93" w:rsidRDefault="004F79A2" w:rsidP="00FF557C">
            <w:pPr>
              <w:pStyle w:val="TAL"/>
              <w:rPr>
                <w:sz w:val="16"/>
                <w:szCs w:val="16"/>
              </w:rPr>
            </w:pPr>
            <w:r w:rsidRPr="00850D93">
              <w:rPr>
                <w:sz w:val="16"/>
                <w:szCs w:val="16"/>
              </w:rPr>
              <w:t>15.4.0</w:t>
            </w:r>
          </w:p>
        </w:tc>
      </w:tr>
      <w:tr w:rsidR="00850D93" w:rsidRPr="00850D93" w14:paraId="014BA067" w14:textId="77777777" w:rsidTr="00FF557C">
        <w:tc>
          <w:tcPr>
            <w:tcW w:w="720" w:type="dxa"/>
            <w:shd w:val="solid" w:color="FFFFFF" w:fill="auto"/>
          </w:tcPr>
          <w:p w14:paraId="42C96122" w14:textId="77777777" w:rsidR="00322028" w:rsidRPr="00850D93" w:rsidRDefault="00322028" w:rsidP="00FF557C">
            <w:pPr>
              <w:pStyle w:val="TAL"/>
              <w:jc w:val="center"/>
              <w:rPr>
                <w:sz w:val="16"/>
                <w:szCs w:val="16"/>
              </w:rPr>
            </w:pPr>
          </w:p>
        </w:tc>
        <w:tc>
          <w:tcPr>
            <w:tcW w:w="749" w:type="dxa"/>
            <w:shd w:val="solid" w:color="FFFFFF" w:fill="auto"/>
          </w:tcPr>
          <w:p w14:paraId="42A03DBA" w14:textId="77777777" w:rsidR="00322028" w:rsidRPr="00850D93" w:rsidRDefault="00322028" w:rsidP="00FF557C">
            <w:pPr>
              <w:pStyle w:val="TAL"/>
              <w:rPr>
                <w:sz w:val="16"/>
                <w:szCs w:val="16"/>
              </w:rPr>
            </w:pPr>
            <w:r w:rsidRPr="00850D93">
              <w:rPr>
                <w:sz w:val="16"/>
                <w:szCs w:val="16"/>
              </w:rPr>
              <w:t>RP-82</w:t>
            </w:r>
          </w:p>
        </w:tc>
        <w:tc>
          <w:tcPr>
            <w:tcW w:w="992" w:type="dxa"/>
            <w:shd w:val="solid" w:color="FFFFFF" w:fill="auto"/>
          </w:tcPr>
          <w:p w14:paraId="186CE363" w14:textId="77777777" w:rsidR="00322028" w:rsidRPr="00850D93" w:rsidRDefault="00322028" w:rsidP="00FF557C">
            <w:pPr>
              <w:pStyle w:val="TAL"/>
              <w:rPr>
                <w:sz w:val="16"/>
                <w:szCs w:val="16"/>
              </w:rPr>
            </w:pPr>
            <w:r w:rsidRPr="00850D93">
              <w:rPr>
                <w:sz w:val="16"/>
                <w:szCs w:val="16"/>
              </w:rPr>
              <w:t>RP-182656</w:t>
            </w:r>
          </w:p>
        </w:tc>
        <w:tc>
          <w:tcPr>
            <w:tcW w:w="567" w:type="dxa"/>
            <w:shd w:val="solid" w:color="FFFFFF" w:fill="auto"/>
          </w:tcPr>
          <w:p w14:paraId="245C0623" w14:textId="77777777" w:rsidR="00322028" w:rsidRPr="00850D93" w:rsidRDefault="00322028" w:rsidP="00FF557C">
            <w:pPr>
              <w:pStyle w:val="TAL"/>
              <w:rPr>
                <w:sz w:val="16"/>
                <w:szCs w:val="16"/>
              </w:rPr>
            </w:pPr>
            <w:r w:rsidRPr="00850D93">
              <w:rPr>
                <w:sz w:val="16"/>
                <w:szCs w:val="16"/>
              </w:rPr>
              <w:t>0024</w:t>
            </w:r>
          </w:p>
        </w:tc>
        <w:tc>
          <w:tcPr>
            <w:tcW w:w="425" w:type="dxa"/>
            <w:shd w:val="solid" w:color="FFFFFF" w:fill="auto"/>
          </w:tcPr>
          <w:p w14:paraId="796436E4" w14:textId="77777777" w:rsidR="00322028" w:rsidRPr="00850D93" w:rsidRDefault="00322028" w:rsidP="00FF557C">
            <w:pPr>
              <w:pStyle w:val="TAL"/>
              <w:jc w:val="center"/>
              <w:rPr>
                <w:sz w:val="16"/>
                <w:szCs w:val="16"/>
              </w:rPr>
            </w:pPr>
            <w:r w:rsidRPr="00850D93">
              <w:rPr>
                <w:sz w:val="16"/>
                <w:szCs w:val="16"/>
              </w:rPr>
              <w:t>-</w:t>
            </w:r>
          </w:p>
        </w:tc>
        <w:tc>
          <w:tcPr>
            <w:tcW w:w="426" w:type="dxa"/>
            <w:shd w:val="solid" w:color="FFFFFF" w:fill="auto"/>
          </w:tcPr>
          <w:p w14:paraId="149AC24A" w14:textId="77777777" w:rsidR="00322028" w:rsidRPr="00850D93" w:rsidRDefault="00322028" w:rsidP="00FF557C">
            <w:pPr>
              <w:pStyle w:val="TAL"/>
              <w:jc w:val="center"/>
              <w:rPr>
                <w:sz w:val="16"/>
                <w:szCs w:val="16"/>
              </w:rPr>
            </w:pPr>
            <w:r w:rsidRPr="00850D93">
              <w:rPr>
                <w:sz w:val="16"/>
                <w:szCs w:val="16"/>
              </w:rPr>
              <w:t>F</w:t>
            </w:r>
          </w:p>
        </w:tc>
        <w:tc>
          <w:tcPr>
            <w:tcW w:w="5055" w:type="dxa"/>
            <w:shd w:val="solid" w:color="FFFFFF" w:fill="auto"/>
          </w:tcPr>
          <w:p w14:paraId="101C554C" w14:textId="77777777" w:rsidR="00322028" w:rsidRPr="00850D93" w:rsidRDefault="00322028" w:rsidP="00FF557C">
            <w:pPr>
              <w:pStyle w:val="TAL"/>
              <w:rPr>
                <w:sz w:val="16"/>
                <w:szCs w:val="16"/>
              </w:rPr>
            </w:pPr>
            <w:r w:rsidRPr="00850D93">
              <w:rPr>
                <w:sz w:val="16"/>
                <w:szCs w:val="16"/>
              </w:rPr>
              <w:t>Clarification on ciphering MAC-I</w:t>
            </w:r>
          </w:p>
        </w:tc>
        <w:tc>
          <w:tcPr>
            <w:tcW w:w="705" w:type="dxa"/>
            <w:shd w:val="solid" w:color="FFFFFF" w:fill="auto"/>
          </w:tcPr>
          <w:p w14:paraId="2A00F1DE" w14:textId="77777777" w:rsidR="00322028" w:rsidRPr="00850D93" w:rsidRDefault="00322028" w:rsidP="00FF557C">
            <w:pPr>
              <w:pStyle w:val="TAL"/>
              <w:rPr>
                <w:sz w:val="16"/>
                <w:szCs w:val="16"/>
              </w:rPr>
            </w:pPr>
            <w:r w:rsidRPr="00850D93">
              <w:rPr>
                <w:sz w:val="16"/>
                <w:szCs w:val="16"/>
              </w:rPr>
              <w:t>15.4.0</w:t>
            </w:r>
          </w:p>
        </w:tc>
      </w:tr>
      <w:tr w:rsidR="00850D93" w:rsidRPr="00850D93" w14:paraId="3FE3BDC4" w14:textId="77777777" w:rsidTr="00FF557C">
        <w:tc>
          <w:tcPr>
            <w:tcW w:w="720" w:type="dxa"/>
            <w:shd w:val="solid" w:color="FFFFFF" w:fill="auto"/>
          </w:tcPr>
          <w:p w14:paraId="4D553F39" w14:textId="77777777" w:rsidR="00916C5A" w:rsidRPr="00850D93" w:rsidRDefault="00916C5A" w:rsidP="00FF557C">
            <w:pPr>
              <w:pStyle w:val="TAL"/>
              <w:jc w:val="center"/>
              <w:rPr>
                <w:sz w:val="16"/>
                <w:szCs w:val="16"/>
              </w:rPr>
            </w:pPr>
            <w:r w:rsidRPr="00850D93">
              <w:rPr>
                <w:sz w:val="16"/>
                <w:szCs w:val="16"/>
              </w:rPr>
              <w:t>2019/03</w:t>
            </w:r>
          </w:p>
        </w:tc>
        <w:tc>
          <w:tcPr>
            <w:tcW w:w="749" w:type="dxa"/>
            <w:shd w:val="solid" w:color="FFFFFF" w:fill="auto"/>
          </w:tcPr>
          <w:p w14:paraId="5A674333" w14:textId="77777777" w:rsidR="00916C5A" w:rsidRPr="00850D93" w:rsidRDefault="00916C5A" w:rsidP="00FF557C">
            <w:pPr>
              <w:pStyle w:val="TAL"/>
              <w:rPr>
                <w:sz w:val="16"/>
                <w:szCs w:val="16"/>
              </w:rPr>
            </w:pPr>
            <w:r w:rsidRPr="00850D93">
              <w:rPr>
                <w:sz w:val="16"/>
                <w:szCs w:val="16"/>
              </w:rPr>
              <w:t>RP-83</w:t>
            </w:r>
          </w:p>
        </w:tc>
        <w:tc>
          <w:tcPr>
            <w:tcW w:w="992" w:type="dxa"/>
            <w:shd w:val="solid" w:color="FFFFFF" w:fill="auto"/>
          </w:tcPr>
          <w:p w14:paraId="4689EA7F" w14:textId="77777777" w:rsidR="00916C5A" w:rsidRPr="00850D93" w:rsidRDefault="00916C5A" w:rsidP="00FF557C">
            <w:pPr>
              <w:pStyle w:val="TAL"/>
              <w:rPr>
                <w:sz w:val="16"/>
                <w:szCs w:val="16"/>
              </w:rPr>
            </w:pPr>
            <w:r w:rsidRPr="00850D93">
              <w:rPr>
                <w:sz w:val="16"/>
                <w:szCs w:val="16"/>
              </w:rPr>
              <w:t>RP-1905</w:t>
            </w:r>
            <w:r w:rsidR="008F1050" w:rsidRPr="00850D93">
              <w:rPr>
                <w:sz w:val="16"/>
                <w:szCs w:val="16"/>
              </w:rPr>
              <w:t>44</w:t>
            </w:r>
          </w:p>
        </w:tc>
        <w:tc>
          <w:tcPr>
            <w:tcW w:w="567" w:type="dxa"/>
            <w:shd w:val="solid" w:color="FFFFFF" w:fill="auto"/>
          </w:tcPr>
          <w:p w14:paraId="33F5E45A" w14:textId="77777777" w:rsidR="00916C5A" w:rsidRPr="00850D93" w:rsidRDefault="00916C5A" w:rsidP="00FF557C">
            <w:pPr>
              <w:pStyle w:val="TAL"/>
              <w:rPr>
                <w:sz w:val="16"/>
                <w:szCs w:val="16"/>
              </w:rPr>
            </w:pPr>
            <w:r w:rsidRPr="00850D93">
              <w:rPr>
                <w:sz w:val="16"/>
                <w:szCs w:val="16"/>
              </w:rPr>
              <w:t>0025</w:t>
            </w:r>
          </w:p>
        </w:tc>
        <w:tc>
          <w:tcPr>
            <w:tcW w:w="425" w:type="dxa"/>
            <w:shd w:val="solid" w:color="FFFFFF" w:fill="auto"/>
          </w:tcPr>
          <w:p w14:paraId="7B461ED8" w14:textId="77777777" w:rsidR="00916C5A" w:rsidRPr="00850D93" w:rsidRDefault="00916C5A" w:rsidP="00FF557C">
            <w:pPr>
              <w:pStyle w:val="TAL"/>
              <w:jc w:val="center"/>
              <w:rPr>
                <w:sz w:val="16"/>
                <w:szCs w:val="16"/>
              </w:rPr>
            </w:pPr>
            <w:r w:rsidRPr="00850D93">
              <w:rPr>
                <w:sz w:val="16"/>
                <w:szCs w:val="16"/>
              </w:rPr>
              <w:t>2</w:t>
            </w:r>
          </w:p>
        </w:tc>
        <w:tc>
          <w:tcPr>
            <w:tcW w:w="426" w:type="dxa"/>
            <w:shd w:val="solid" w:color="FFFFFF" w:fill="auto"/>
          </w:tcPr>
          <w:p w14:paraId="4C1A2F9E" w14:textId="77777777" w:rsidR="00916C5A" w:rsidRPr="00850D93" w:rsidRDefault="008F1050" w:rsidP="00FF557C">
            <w:pPr>
              <w:pStyle w:val="TAL"/>
              <w:jc w:val="center"/>
              <w:rPr>
                <w:sz w:val="16"/>
                <w:szCs w:val="16"/>
              </w:rPr>
            </w:pPr>
            <w:r w:rsidRPr="00850D93">
              <w:rPr>
                <w:sz w:val="16"/>
                <w:szCs w:val="16"/>
              </w:rPr>
              <w:t>F</w:t>
            </w:r>
          </w:p>
        </w:tc>
        <w:tc>
          <w:tcPr>
            <w:tcW w:w="5055" w:type="dxa"/>
            <w:shd w:val="solid" w:color="FFFFFF" w:fill="auto"/>
          </w:tcPr>
          <w:p w14:paraId="23A190A6" w14:textId="77777777" w:rsidR="00916C5A" w:rsidRPr="00850D93" w:rsidRDefault="008F1050" w:rsidP="00FF557C">
            <w:pPr>
              <w:pStyle w:val="TAL"/>
              <w:rPr>
                <w:sz w:val="16"/>
                <w:szCs w:val="16"/>
              </w:rPr>
            </w:pPr>
            <w:r w:rsidRPr="00850D93">
              <w:rPr>
                <w:sz w:val="16"/>
                <w:szCs w:val="16"/>
              </w:rPr>
              <w:t>Correction on the PDCP re-establishment for AM DRB</w:t>
            </w:r>
          </w:p>
        </w:tc>
        <w:tc>
          <w:tcPr>
            <w:tcW w:w="705" w:type="dxa"/>
            <w:shd w:val="solid" w:color="FFFFFF" w:fill="auto"/>
          </w:tcPr>
          <w:p w14:paraId="0836F864" w14:textId="77777777" w:rsidR="00916C5A" w:rsidRPr="00850D93" w:rsidRDefault="008F1050" w:rsidP="00FF557C">
            <w:pPr>
              <w:pStyle w:val="TAL"/>
              <w:rPr>
                <w:sz w:val="16"/>
                <w:szCs w:val="16"/>
              </w:rPr>
            </w:pPr>
            <w:r w:rsidRPr="00850D93">
              <w:rPr>
                <w:sz w:val="16"/>
                <w:szCs w:val="16"/>
              </w:rPr>
              <w:t>15.5.0</w:t>
            </w:r>
          </w:p>
        </w:tc>
      </w:tr>
      <w:tr w:rsidR="00850D93" w:rsidRPr="00850D93" w14:paraId="29FF3AD0" w14:textId="77777777" w:rsidTr="00FF557C">
        <w:tc>
          <w:tcPr>
            <w:tcW w:w="720" w:type="dxa"/>
            <w:shd w:val="solid" w:color="FFFFFF" w:fill="auto"/>
          </w:tcPr>
          <w:p w14:paraId="1EF3CCD7" w14:textId="77777777" w:rsidR="009C572F" w:rsidRPr="00850D93" w:rsidRDefault="009C572F" w:rsidP="00FF557C">
            <w:pPr>
              <w:pStyle w:val="TAL"/>
              <w:jc w:val="center"/>
              <w:rPr>
                <w:sz w:val="16"/>
                <w:szCs w:val="16"/>
              </w:rPr>
            </w:pPr>
          </w:p>
        </w:tc>
        <w:tc>
          <w:tcPr>
            <w:tcW w:w="749" w:type="dxa"/>
            <w:shd w:val="solid" w:color="FFFFFF" w:fill="auto"/>
          </w:tcPr>
          <w:p w14:paraId="0A061645" w14:textId="77777777" w:rsidR="009C572F" w:rsidRPr="00850D93" w:rsidRDefault="009C572F" w:rsidP="00FF557C">
            <w:pPr>
              <w:pStyle w:val="TAL"/>
              <w:rPr>
                <w:sz w:val="16"/>
                <w:szCs w:val="16"/>
              </w:rPr>
            </w:pPr>
            <w:r w:rsidRPr="00850D93">
              <w:rPr>
                <w:sz w:val="16"/>
                <w:szCs w:val="16"/>
              </w:rPr>
              <w:t>RP-83</w:t>
            </w:r>
          </w:p>
        </w:tc>
        <w:tc>
          <w:tcPr>
            <w:tcW w:w="992" w:type="dxa"/>
            <w:shd w:val="solid" w:color="FFFFFF" w:fill="auto"/>
          </w:tcPr>
          <w:p w14:paraId="26911774" w14:textId="77777777" w:rsidR="009C572F" w:rsidRPr="00850D93" w:rsidRDefault="009C572F" w:rsidP="00FF557C">
            <w:pPr>
              <w:pStyle w:val="TAL"/>
              <w:rPr>
                <w:sz w:val="16"/>
                <w:szCs w:val="16"/>
              </w:rPr>
            </w:pPr>
            <w:r w:rsidRPr="00850D93">
              <w:rPr>
                <w:sz w:val="16"/>
                <w:szCs w:val="16"/>
              </w:rPr>
              <w:t>RP-190540</w:t>
            </w:r>
          </w:p>
        </w:tc>
        <w:tc>
          <w:tcPr>
            <w:tcW w:w="567" w:type="dxa"/>
            <w:shd w:val="solid" w:color="FFFFFF" w:fill="auto"/>
          </w:tcPr>
          <w:p w14:paraId="273D946F" w14:textId="77777777" w:rsidR="009C572F" w:rsidRPr="00850D93" w:rsidRDefault="009C572F" w:rsidP="00FF557C">
            <w:pPr>
              <w:pStyle w:val="TAL"/>
              <w:rPr>
                <w:sz w:val="16"/>
                <w:szCs w:val="16"/>
              </w:rPr>
            </w:pPr>
            <w:r w:rsidRPr="00850D93">
              <w:rPr>
                <w:sz w:val="16"/>
                <w:szCs w:val="16"/>
              </w:rPr>
              <w:t>0027</w:t>
            </w:r>
          </w:p>
        </w:tc>
        <w:tc>
          <w:tcPr>
            <w:tcW w:w="425" w:type="dxa"/>
            <w:shd w:val="solid" w:color="FFFFFF" w:fill="auto"/>
          </w:tcPr>
          <w:p w14:paraId="00743142" w14:textId="77777777" w:rsidR="009C572F" w:rsidRPr="00850D93" w:rsidRDefault="009C572F" w:rsidP="00FF557C">
            <w:pPr>
              <w:pStyle w:val="TAL"/>
              <w:jc w:val="center"/>
              <w:rPr>
                <w:sz w:val="16"/>
                <w:szCs w:val="16"/>
              </w:rPr>
            </w:pPr>
            <w:r w:rsidRPr="00850D93">
              <w:rPr>
                <w:sz w:val="16"/>
                <w:szCs w:val="16"/>
              </w:rPr>
              <w:t>1</w:t>
            </w:r>
          </w:p>
        </w:tc>
        <w:tc>
          <w:tcPr>
            <w:tcW w:w="426" w:type="dxa"/>
            <w:shd w:val="solid" w:color="FFFFFF" w:fill="auto"/>
          </w:tcPr>
          <w:p w14:paraId="049256AB" w14:textId="77777777" w:rsidR="009C572F" w:rsidRPr="00850D93" w:rsidRDefault="009C572F" w:rsidP="00FF557C">
            <w:pPr>
              <w:pStyle w:val="TAL"/>
              <w:jc w:val="center"/>
              <w:rPr>
                <w:sz w:val="16"/>
                <w:szCs w:val="16"/>
              </w:rPr>
            </w:pPr>
            <w:r w:rsidRPr="00850D93">
              <w:rPr>
                <w:sz w:val="16"/>
                <w:szCs w:val="16"/>
              </w:rPr>
              <w:t>F</w:t>
            </w:r>
          </w:p>
        </w:tc>
        <w:tc>
          <w:tcPr>
            <w:tcW w:w="5055" w:type="dxa"/>
            <w:shd w:val="solid" w:color="FFFFFF" w:fill="auto"/>
          </w:tcPr>
          <w:p w14:paraId="7D139F9B" w14:textId="77777777" w:rsidR="009C572F" w:rsidRPr="00850D93" w:rsidRDefault="009C572F" w:rsidP="00FF557C">
            <w:pPr>
              <w:pStyle w:val="TAL"/>
              <w:rPr>
                <w:sz w:val="16"/>
                <w:szCs w:val="16"/>
              </w:rPr>
            </w:pPr>
            <w:r w:rsidRPr="00850D93">
              <w:rPr>
                <w:sz w:val="16"/>
                <w:szCs w:val="16"/>
              </w:rPr>
              <w:t>Correction on PDCP SN length</w:t>
            </w:r>
          </w:p>
        </w:tc>
        <w:tc>
          <w:tcPr>
            <w:tcW w:w="705" w:type="dxa"/>
            <w:shd w:val="solid" w:color="FFFFFF" w:fill="auto"/>
          </w:tcPr>
          <w:p w14:paraId="74DEFF90" w14:textId="77777777" w:rsidR="009C572F" w:rsidRPr="00850D93" w:rsidRDefault="009C572F" w:rsidP="00FF557C">
            <w:pPr>
              <w:pStyle w:val="TAL"/>
              <w:rPr>
                <w:sz w:val="16"/>
                <w:szCs w:val="16"/>
              </w:rPr>
            </w:pPr>
            <w:r w:rsidRPr="00850D93">
              <w:rPr>
                <w:sz w:val="16"/>
                <w:szCs w:val="16"/>
              </w:rPr>
              <w:t>15.5.0</w:t>
            </w:r>
          </w:p>
        </w:tc>
      </w:tr>
      <w:tr w:rsidR="00850D93" w:rsidRPr="00850D93" w14:paraId="6482DAD8" w14:textId="77777777" w:rsidTr="00FF557C">
        <w:tc>
          <w:tcPr>
            <w:tcW w:w="720" w:type="dxa"/>
            <w:shd w:val="solid" w:color="FFFFFF" w:fill="auto"/>
          </w:tcPr>
          <w:p w14:paraId="3F800F03" w14:textId="77777777" w:rsidR="00250EE2" w:rsidRPr="00850D93" w:rsidRDefault="00250EE2" w:rsidP="00FF557C">
            <w:pPr>
              <w:pStyle w:val="TAL"/>
              <w:jc w:val="center"/>
              <w:rPr>
                <w:sz w:val="16"/>
                <w:szCs w:val="16"/>
              </w:rPr>
            </w:pPr>
            <w:r w:rsidRPr="00850D93">
              <w:rPr>
                <w:sz w:val="16"/>
                <w:szCs w:val="16"/>
              </w:rPr>
              <w:t>2019/06</w:t>
            </w:r>
          </w:p>
        </w:tc>
        <w:tc>
          <w:tcPr>
            <w:tcW w:w="749" w:type="dxa"/>
            <w:shd w:val="solid" w:color="FFFFFF" w:fill="auto"/>
          </w:tcPr>
          <w:p w14:paraId="2ECCAA93" w14:textId="77777777" w:rsidR="00250EE2" w:rsidRPr="00850D93" w:rsidRDefault="00250EE2" w:rsidP="00FF557C">
            <w:pPr>
              <w:pStyle w:val="TAL"/>
              <w:rPr>
                <w:sz w:val="16"/>
                <w:szCs w:val="16"/>
              </w:rPr>
            </w:pPr>
            <w:r w:rsidRPr="00850D93">
              <w:rPr>
                <w:sz w:val="16"/>
                <w:szCs w:val="16"/>
              </w:rPr>
              <w:t>RP-84</w:t>
            </w:r>
          </w:p>
        </w:tc>
        <w:tc>
          <w:tcPr>
            <w:tcW w:w="992" w:type="dxa"/>
            <w:shd w:val="solid" w:color="FFFFFF" w:fill="auto"/>
          </w:tcPr>
          <w:p w14:paraId="7CB8A3FD" w14:textId="77777777" w:rsidR="00250EE2" w:rsidRPr="00850D93" w:rsidRDefault="00250EE2" w:rsidP="00FF557C">
            <w:pPr>
              <w:pStyle w:val="TAL"/>
              <w:rPr>
                <w:sz w:val="16"/>
                <w:szCs w:val="16"/>
              </w:rPr>
            </w:pPr>
            <w:r w:rsidRPr="00850D93">
              <w:rPr>
                <w:sz w:val="16"/>
                <w:szCs w:val="16"/>
              </w:rPr>
              <w:t>RP-191375</w:t>
            </w:r>
          </w:p>
        </w:tc>
        <w:tc>
          <w:tcPr>
            <w:tcW w:w="567" w:type="dxa"/>
            <w:shd w:val="solid" w:color="FFFFFF" w:fill="auto"/>
          </w:tcPr>
          <w:p w14:paraId="527811E7" w14:textId="77777777" w:rsidR="00250EE2" w:rsidRPr="00850D93" w:rsidRDefault="00250EE2" w:rsidP="00FF557C">
            <w:pPr>
              <w:pStyle w:val="TAL"/>
              <w:rPr>
                <w:sz w:val="16"/>
                <w:szCs w:val="16"/>
              </w:rPr>
            </w:pPr>
            <w:r w:rsidRPr="00850D93">
              <w:rPr>
                <w:sz w:val="16"/>
                <w:szCs w:val="16"/>
              </w:rPr>
              <w:t>0031</w:t>
            </w:r>
          </w:p>
        </w:tc>
        <w:tc>
          <w:tcPr>
            <w:tcW w:w="425" w:type="dxa"/>
            <w:shd w:val="solid" w:color="FFFFFF" w:fill="auto"/>
          </w:tcPr>
          <w:p w14:paraId="6353A175" w14:textId="77777777" w:rsidR="00250EE2" w:rsidRPr="00850D93" w:rsidRDefault="00250EE2" w:rsidP="00FF557C">
            <w:pPr>
              <w:pStyle w:val="TAL"/>
              <w:jc w:val="center"/>
              <w:rPr>
                <w:sz w:val="16"/>
                <w:szCs w:val="16"/>
              </w:rPr>
            </w:pPr>
            <w:r w:rsidRPr="00850D93">
              <w:rPr>
                <w:sz w:val="16"/>
                <w:szCs w:val="16"/>
              </w:rPr>
              <w:t>1</w:t>
            </w:r>
          </w:p>
        </w:tc>
        <w:tc>
          <w:tcPr>
            <w:tcW w:w="426" w:type="dxa"/>
            <w:shd w:val="solid" w:color="FFFFFF" w:fill="auto"/>
          </w:tcPr>
          <w:p w14:paraId="1A65FDD7" w14:textId="77777777" w:rsidR="00250EE2" w:rsidRPr="00850D93" w:rsidRDefault="00250EE2" w:rsidP="00FF557C">
            <w:pPr>
              <w:pStyle w:val="TAL"/>
              <w:jc w:val="center"/>
              <w:rPr>
                <w:sz w:val="16"/>
                <w:szCs w:val="16"/>
              </w:rPr>
            </w:pPr>
            <w:r w:rsidRPr="00850D93">
              <w:rPr>
                <w:sz w:val="16"/>
                <w:szCs w:val="16"/>
              </w:rPr>
              <w:t>F</w:t>
            </w:r>
          </w:p>
        </w:tc>
        <w:tc>
          <w:tcPr>
            <w:tcW w:w="5055" w:type="dxa"/>
            <w:shd w:val="solid" w:color="FFFFFF" w:fill="auto"/>
          </w:tcPr>
          <w:p w14:paraId="55C7F001" w14:textId="77777777" w:rsidR="00250EE2" w:rsidRPr="00850D93" w:rsidRDefault="00250EE2" w:rsidP="00FF557C">
            <w:pPr>
              <w:pStyle w:val="TAL"/>
              <w:rPr>
                <w:sz w:val="16"/>
                <w:szCs w:val="16"/>
              </w:rPr>
            </w:pPr>
            <w:r w:rsidRPr="00850D93">
              <w:rPr>
                <w:sz w:val="16"/>
                <w:szCs w:val="16"/>
              </w:rPr>
              <w:t>PDCP association with RLC for RBs configured with PDCP duplication</w:t>
            </w:r>
          </w:p>
        </w:tc>
        <w:tc>
          <w:tcPr>
            <w:tcW w:w="705" w:type="dxa"/>
            <w:shd w:val="solid" w:color="FFFFFF" w:fill="auto"/>
          </w:tcPr>
          <w:p w14:paraId="724F3A77" w14:textId="77777777" w:rsidR="00250EE2" w:rsidRPr="00850D93" w:rsidRDefault="00250EE2" w:rsidP="00FF557C">
            <w:pPr>
              <w:pStyle w:val="TAL"/>
              <w:rPr>
                <w:sz w:val="16"/>
                <w:szCs w:val="16"/>
              </w:rPr>
            </w:pPr>
            <w:r w:rsidRPr="00850D93">
              <w:rPr>
                <w:sz w:val="16"/>
                <w:szCs w:val="16"/>
              </w:rPr>
              <w:t>15.6.0</w:t>
            </w:r>
          </w:p>
        </w:tc>
      </w:tr>
      <w:tr w:rsidR="00850D93" w:rsidRPr="00850D93" w14:paraId="4796F3CE" w14:textId="77777777" w:rsidTr="00FF557C">
        <w:tc>
          <w:tcPr>
            <w:tcW w:w="720" w:type="dxa"/>
            <w:shd w:val="solid" w:color="FFFFFF" w:fill="auto"/>
          </w:tcPr>
          <w:p w14:paraId="0B1274CD" w14:textId="77777777" w:rsidR="004F4CB4" w:rsidRPr="00850D93" w:rsidRDefault="004F4CB4" w:rsidP="00FF557C">
            <w:pPr>
              <w:pStyle w:val="TAL"/>
              <w:jc w:val="center"/>
              <w:rPr>
                <w:sz w:val="16"/>
                <w:szCs w:val="16"/>
              </w:rPr>
            </w:pPr>
            <w:r w:rsidRPr="00850D93">
              <w:rPr>
                <w:sz w:val="16"/>
                <w:szCs w:val="16"/>
              </w:rPr>
              <w:t>2020/09</w:t>
            </w:r>
          </w:p>
        </w:tc>
        <w:tc>
          <w:tcPr>
            <w:tcW w:w="749" w:type="dxa"/>
            <w:shd w:val="solid" w:color="FFFFFF" w:fill="auto"/>
          </w:tcPr>
          <w:p w14:paraId="5E179844" w14:textId="77777777" w:rsidR="004F4CB4" w:rsidRPr="00850D93" w:rsidRDefault="004F4CB4" w:rsidP="00FF557C">
            <w:pPr>
              <w:pStyle w:val="TAL"/>
              <w:rPr>
                <w:sz w:val="16"/>
                <w:szCs w:val="16"/>
              </w:rPr>
            </w:pPr>
            <w:r w:rsidRPr="00850D93">
              <w:rPr>
                <w:sz w:val="16"/>
                <w:szCs w:val="16"/>
              </w:rPr>
              <w:t>RP-89</w:t>
            </w:r>
          </w:p>
        </w:tc>
        <w:tc>
          <w:tcPr>
            <w:tcW w:w="992" w:type="dxa"/>
            <w:shd w:val="solid" w:color="FFFFFF" w:fill="auto"/>
          </w:tcPr>
          <w:p w14:paraId="4A394098" w14:textId="77777777" w:rsidR="004F4CB4" w:rsidRPr="00850D93" w:rsidRDefault="004F4CB4" w:rsidP="00FF557C">
            <w:pPr>
              <w:pStyle w:val="TAL"/>
              <w:rPr>
                <w:sz w:val="16"/>
                <w:szCs w:val="16"/>
              </w:rPr>
            </w:pPr>
            <w:r w:rsidRPr="00850D93">
              <w:rPr>
                <w:sz w:val="16"/>
                <w:szCs w:val="16"/>
              </w:rPr>
              <w:t>RP-201936</w:t>
            </w:r>
          </w:p>
        </w:tc>
        <w:tc>
          <w:tcPr>
            <w:tcW w:w="567" w:type="dxa"/>
            <w:shd w:val="solid" w:color="FFFFFF" w:fill="auto"/>
          </w:tcPr>
          <w:p w14:paraId="116FE389" w14:textId="77777777" w:rsidR="004F4CB4" w:rsidRPr="00850D93" w:rsidRDefault="004F4CB4" w:rsidP="00FF557C">
            <w:pPr>
              <w:pStyle w:val="TAL"/>
              <w:rPr>
                <w:sz w:val="16"/>
                <w:szCs w:val="16"/>
              </w:rPr>
            </w:pPr>
            <w:r w:rsidRPr="00850D93">
              <w:rPr>
                <w:sz w:val="16"/>
                <w:szCs w:val="16"/>
              </w:rPr>
              <w:t>0051</w:t>
            </w:r>
          </w:p>
        </w:tc>
        <w:tc>
          <w:tcPr>
            <w:tcW w:w="425" w:type="dxa"/>
            <w:shd w:val="solid" w:color="FFFFFF" w:fill="auto"/>
          </w:tcPr>
          <w:p w14:paraId="0C78A9DB" w14:textId="77777777" w:rsidR="004F4CB4" w:rsidRPr="00850D93" w:rsidRDefault="004F4CB4" w:rsidP="00FF557C">
            <w:pPr>
              <w:pStyle w:val="TAL"/>
              <w:jc w:val="center"/>
              <w:rPr>
                <w:sz w:val="16"/>
                <w:szCs w:val="16"/>
              </w:rPr>
            </w:pPr>
            <w:r w:rsidRPr="00850D93">
              <w:rPr>
                <w:sz w:val="16"/>
                <w:szCs w:val="16"/>
              </w:rPr>
              <w:t>1</w:t>
            </w:r>
          </w:p>
        </w:tc>
        <w:tc>
          <w:tcPr>
            <w:tcW w:w="426" w:type="dxa"/>
            <w:shd w:val="solid" w:color="FFFFFF" w:fill="auto"/>
          </w:tcPr>
          <w:p w14:paraId="0C18FB0C" w14:textId="77777777" w:rsidR="004F4CB4" w:rsidRPr="00850D93" w:rsidRDefault="004F4CB4" w:rsidP="00FF557C">
            <w:pPr>
              <w:pStyle w:val="TAL"/>
              <w:jc w:val="center"/>
              <w:rPr>
                <w:sz w:val="16"/>
                <w:szCs w:val="16"/>
              </w:rPr>
            </w:pPr>
            <w:r w:rsidRPr="00850D93">
              <w:rPr>
                <w:sz w:val="16"/>
                <w:szCs w:val="16"/>
              </w:rPr>
              <w:t>F</w:t>
            </w:r>
          </w:p>
        </w:tc>
        <w:tc>
          <w:tcPr>
            <w:tcW w:w="5055" w:type="dxa"/>
            <w:shd w:val="solid" w:color="FFFFFF" w:fill="auto"/>
          </w:tcPr>
          <w:p w14:paraId="3563AF96" w14:textId="77777777" w:rsidR="004F4CB4" w:rsidRPr="00850D93" w:rsidRDefault="004F4CB4" w:rsidP="00FF557C">
            <w:pPr>
              <w:pStyle w:val="TAL"/>
              <w:rPr>
                <w:sz w:val="16"/>
                <w:szCs w:val="16"/>
              </w:rPr>
            </w:pPr>
            <w:r w:rsidRPr="00850D93">
              <w:rPr>
                <w:sz w:val="16"/>
                <w:szCs w:val="16"/>
              </w:rPr>
              <w:t>PDCP entity associated with AM RLC entity</w:t>
            </w:r>
          </w:p>
        </w:tc>
        <w:tc>
          <w:tcPr>
            <w:tcW w:w="705" w:type="dxa"/>
            <w:shd w:val="solid" w:color="FFFFFF" w:fill="auto"/>
          </w:tcPr>
          <w:p w14:paraId="4C53D81F" w14:textId="77777777" w:rsidR="004F4CB4" w:rsidRPr="00850D93" w:rsidRDefault="004F4CB4" w:rsidP="00FF557C">
            <w:pPr>
              <w:pStyle w:val="TAL"/>
              <w:rPr>
                <w:sz w:val="16"/>
                <w:szCs w:val="16"/>
              </w:rPr>
            </w:pPr>
            <w:r w:rsidRPr="00850D93">
              <w:rPr>
                <w:sz w:val="16"/>
                <w:szCs w:val="16"/>
              </w:rPr>
              <w:t>15.7.0</w:t>
            </w:r>
          </w:p>
        </w:tc>
      </w:tr>
      <w:tr w:rsidR="00850D93" w:rsidRPr="00850D93" w14:paraId="7A6201FC" w14:textId="77777777" w:rsidTr="00FF557C">
        <w:tc>
          <w:tcPr>
            <w:tcW w:w="720" w:type="dxa"/>
            <w:shd w:val="solid" w:color="FFFFFF" w:fill="auto"/>
          </w:tcPr>
          <w:p w14:paraId="6442790D" w14:textId="0FA2C446" w:rsidR="00333B1E" w:rsidRPr="00850D93" w:rsidRDefault="00333B1E" w:rsidP="00FF557C">
            <w:pPr>
              <w:pStyle w:val="TAL"/>
              <w:jc w:val="center"/>
              <w:rPr>
                <w:sz w:val="16"/>
                <w:szCs w:val="16"/>
              </w:rPr>
            </w:pPr>
            <w:r w:rsidRPr="00850D93">
              <w:rPr>
                <w:sz w:val="16"/>
                <w:szCs w:val="16"/>
              </w:rPr>
              <w:t>2021/06</w:t>
            </w:r>
          </w:p>
        </w:tc>
        <w:tc>
          <w:tcPr>
            <w:tcW w:w="749" w:type="dxa"/>
            <w:shd w:val="solid" w:color="FFFFFF" w:fill="auto"/>
          </w:tcPr>
          <w:p w14:paraId="652ACB9A" w14:textId="60C6AD90" w:rsidR="00333B1E" w:rsidRPr="00850D93" w:rsidRDefault="00333B1E" w:rsidP="00FF557C">
            <w:pPr>
              <w:pStyle w:val="TAL"/>
              <w:rPr>
                <w:sz w:val="16"/>
                <w:szCs w:val="16"/>
              </w:rPr>
            </w:pPr>
            <w:r w:rsidRPr="00850D93">
              <w:rPr>
                <w:sz w:val="16"/>
                <w:szCs w:val="16"/>
              </w:rPr>
              <w:t>RP-92</w:t>
            </w:r>
          </w:p>
        </w:tc>
        <w:tc>
          <w:tcPr>
            <w:tcW w:w="992" w:type="dxa"/>
            <w:shd w:val="solid" w:color="FFFFFF" w:fill="auto"/>
          </w:tcPr>
          <w:p w14:paraId="35D1B1A8" w14:textId="5F537D4F" w:rsidR="00333B1E" w:rsidRPr="00850D93" w:rsidRDefault="00333B1E" w:rsidP="00FF557C">
            <w:pPr>
              <w:pStyle w:val="TAL"/>
              <w:rPr>
                <w:sz w:val="16"/>
                <w:szCs w:val="16"/>
              </w:rPr>
            </w:pPr>
            <w:r w:rsidRPr="00850D93">
              <w:rPr>
                <w:sz w:val="16"/>
                <w:szCs w:val="16"/>
              </w:rPr>
              <w:t>RP-211485</w:t>
            </w:r>
          </w:p>
        </w:tc>
        <w:tc>
          <w:tcPr>
            <w:tcW w:w="567" w:type="dxa"/>
            <w:shd w:val="solid" w:color="FFFFFF" w:fill="auto"/>
          </w:tcPr>
          <w:p w14:paraId="48994449" w14:textId="2C8B5ED0" w:rsidR="00333B1E" w:rsidRPr="00850D93" w:rsidRDefault="00333B1E" w:rsidP="00FF557C">
            <w:pPr>
              <w:pStyle w:val="TAL"/>
              <w:rPr>
                <w:sz w:val="16"/>
                <w:szCs w:val="16"/>
              </w:rPr>
            </w:pPr>
            <w:r w:rsidRPr="00850D93">
              <w:rPr>
                <w:sz w:val="16"/>
                <w:szCs w:val="16"/>
              </w:rPr>
              <w:t>0073</w:t>
            </w:r>
          </w:p>
        </w:tc>
        <w:tc>
          <w:tcPr>
            <w:tcW w:w="425" w:type="dxa"/>
            <w:shd w:val="solid" w:color="FFFFFF" w:fill="auto"/>
          </w:tcPr>
          <w:p w14:paraId="3ADD7E95" w14:textId="2E7552D0" w:rsidR="00333B1E" w:rsidRPr="00850D93" w:rsidRDefault="00333B1E" w:rsidP="00FF557C">
            <w:pPr>
              <w:pStyle w:val="TAL"/>
              <w:jc w:val="center"/>
              <w:rPr>
                <w:sz w:val="16"/>
                <w:szCs w:val="16"/>
              </w:rPr>
            </w:pPr>
            <w:r w:rsidRPr="00850D93">
              <w:rPr>
                <w:sz w:val="16"/>
                <w:szCs w:val="16"/>
              </w:rPr>
              <w:t>1</w:t>
            </w:r>
          </w:p>
        </w:tc>
        <w:tc>
          <w:tcPr>
            <w:tcW w:w="426" w:type="dxa"/>
            <w:shd w:val="solid" w:color="FFFFFF" w:fill="auto"/>
          </w:tcPr>
          <w:p w14:paraId="5E4E00B4" w14:textId="6E354EA8" w:rsidR="00333B1E" w:rsidRPr="00850D93" w:rsidRDefault="00333B1E" w:rsidP="00FF557C">
            <w:pPr>
              <w:pStyle w:val="TAL"/>
              <w:jc w:val="center"/>
              <w:rPr>
                <w:sz w:val="16"/>
                <w:szCs w:val="16"/>
              </w:rPr>
            </w:pPr>
            <w:r w:rsidRPr="00850D93">
              <w:rPr>
                <w:sz w:val="16"/>
                <w:szCs w:val="16"/>
              </w:rPr>
              <w:t>F</w:t>
            </w:r>
          </w:p>
        </w:tc>
        <w:tc>
          <w:tcPr>
            <w:tcW w:w="5055" w:type="dxa"/>
            <w:shd w:val="solid" w:color="FFFFFF" w:fill="auto"/>
          </w:tcPr>
          <w:p w14:paraId="717DECC7" w14:textId="58EFDF79" w:rsidR="00333B1E" w:rsidRPr="00850D93" w:rsidRDefault="00333B1E" w:rsidP="00FF557C">
            <w:pPr>
              <w:pStyle w:val="TAL"/>
              <w:rPr>
                <w:sz w:val="16"/>
                <w:szCs w:val="16"/>
              </w:rPr>
            </w:pPr>
            <w:r w:rsidRPr="00850D93">
              <w:rPr>
                <w:sz w:val="16"/>
                <w:szCs w:val="16"/>
              </w:rPr>
              <w:t>Correction on suspended AM DRB in PDCP re-establishment</w:t>
            </w:r>
          </w:p>
        </w:tc>
        <w:tc>
          <w:tcPr>
            <w:tcW w:w="705" w:type="dxa"/>
            <w:shd w:val="solid" w:color="FFFFFF" w:fill="auto"/>
          </w:tcPr>
          <w:p w14:paraId="06F18402" w14:textId="3D444E29" w:rsidR="00333B1E" w:rsidRPr="00850D93" w:rsidRDefault="00333B1E" w:rsidP="00FF557C">
            <w:pPr>
              <w:pStyle w:val="TAL"/>
              <w:rPr>
                <w:sz w:val="16"/>
                <w:szCs w:val="16"/>
              </w:rPr>
            </w:pPr>
            <w:r w:rsidRPr="00850D93">
              <w:rPr>
                <w:sz w:val="16"/>
                <w:szCs w:val="16"/>
              </w:rPr>
              <w:t>15.8.0</w:t>
            </w:r>
          </w:p>
        </w:tc>
      </w:tr>
    </w:tbl>
    <w:p w14:paraId="0513F7D0" w14:textId="77777777" w:rsidR="003C3971" w:rsidRPr="00850D93" w:rsidRDefault="003C3971"/>
    <w:sectPr w:rsidR="003C3971" w:rsidRPr="00850D93">
      <w:headerReference w:type="default" r:id="rId28"/>
      <w:footerReference w:type="default" r:id="rId2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12016" w14:textId="77777777" w:rsidR="00247E82" w:rsidRDefault="00247E82">
      <w:r>
        <w:separator/>
      </w:r>
    </w:p>
  </w:endnote>
  <w:endnote w:type="continuationSeparator" w:id="0">
    <w:p w14:paraId="5B5D27C5" w14:textId="77777777" w:rsidR="00247E82" w:rsidRDefault="00247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7EC03"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104BA" w14:textId="77777777" w:rsidR="00247E82" w:rsidRDefault="00247E82">
      <w:r>
        <w:separator/>
      </w:r>
    </w:p>
  </w:footnote>
  <w:footnote w:type="continuationSeparator" w:id="0">
    <w:p w14:paraId="28A593D3" w14:textId="77777777" w:rsidR="00247E82" w:rsidRDefault="00247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EF9A9" w14:textId="708A5E77"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50D93">
      <w:rPr>
        <w:rFonts w:ascii="Arial" w:hAnsi="Arial" w:cs="Arial"/>
        <w:b/>
        <w:noProof/>
        <w:sz w:val="18"/>
        <w:szCs w:val="18"/>
      </w:rPr>
      <w:t>3GPP TS 38.323 V15.8.0 (2021-06)</w:t>
    </w:r>
    <w:r>
      <w:rPr>
        <w:rFonts w:ascii="Arial" w:hAnsi="Arial" w:cs="Arial"/>
        <w:b/>
        <w:sz w:val="18"/>
        <w:szCs w:val="18"/>
      </w:rPr>
      <w:fldChar w:fldCharType="end"/>
    </w:r>
  </w:p>
  <w:p w14:paraId="255C7E58"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7B696D">
      <w:rPr>
        <w:rFonts w:ascii="Arial" w:hAnsi="Arial" w:cs="Arial"/>
        <w:b/>
        <w:noProof/>
        <w:sz w:val="18"/>
        <w:szCs w:val="18"/>
      </w:rPr>
      <w:t>26</w:t>
    </w:r>
    <w:r>
      <w:rPr>
        <w:rFonts w:ascii="Arial" w:hAnsi="Arial" w:cs="Arial"/>
        <w:b/>
        <w:sz w:val="18"/>
        <w:szCs w:val="18"/>
      </w:rPr>
      <w:fldChar w:fldCharType="end"/>
    </w:r>
  </w:p>
  <w:p w14:paraId="6867C76A" w14:textId="2FA23B84"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50D93">
      <w:rPr>
        <w:rFonts w:ascii="Arial" w:hAnsi="Arial" w:cs="Arial"/>
        <w:b/>
        <w:noProof/>
        <w:sz w:val="18"/>
        <w:szCs w:val="18"/>
      </w:rPr>
      <w:t>Release 15</w:t>
    </w:r>
    <w:r>
      <w:rPr>
        <w:rFonts w:ascii="Arial" w:hAnsi="Arial" w:cs="Arial"/>
        <w:b/>
        <w:sz w:val="18"/>
        <w:szCs w:val="18"/>
      </w:rPr>
      <w:fldChar w:fldCharType="end"/>
    </w:r>
  </w:p>
  <w:p w14:paraId="705A185A"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04AA4A14"/>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DD82FC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912C0DA"/>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EE03D7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A94D0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59CBD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B7E11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B856CEA"/>
    <w:multiLevelType w:val="hybridMultilevel"/>
    <w:tmpl w:val="32C62E6E"/>
    <w:lvl w:ilvl="0" w:tplc="D9B6DD58">
      <w:start w:val="5"/>
      <w:numFmt w:val="bullet"/>
      <w:lvlText w:val="-"/>
      <w:lvlJc w:val="left"/>
      <w:pPr>
        <w:ind w:left="644" w:hanging="360"/>
      </w:pPr>
      <w:rPr>
        <w:rFonts w:ascii="Times New Roman" w:eastAsia="MS Mincho"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0" w15:restartNumberingAfterBreak="0">
    <w:nsid w:val="54C00BF6"/>
    <w:multiLevelType w:val="hybridMultilevel"/>
    <w:tmpl w:val="E35245EA"/>
    <w:lvl w:ilvl="0" w:tplc="7DA0D6EE">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1" w15:restartNumberingAfterBreak="0">
    <w:nsid w:val="66534EC7"/>
    <w:multiLevelType w:val="hybridMultilevel"/>
    <w:tmpl w:val="7E90C30C"/>
    <w:lvl w:ilvl="0" w:tplc="11183B32">
      <w:start w:val="1"/>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2" w15:restartNumberingAfterBreak="0">
    <w:nsid w:val="689A3C12"/>
    <w:multiLevelType w:val="hybridMultilevel"/>
    <w:tmpl w:val="F152704C"/>
    <w:lvl w:ilvl="0" w:tplc="827EA0BC">
      <w:start w:val="7"/>
      <w:numFmt w:val="bullet"/>
      <w:lvlText w:val="-"/>
      <w:lvlJc w:val="left"/>
      <w:pPr>
        <w:ind w:left="760" w:hanging="360"/>
      </w:pPr>
      <w:rPr>
        <w:rFonts w:ascii="Times New Roman" w:eastAsia="MS Mincho"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12"/>
  </w:num>
  <w:num w:numId="5">
    <w:abstractNumId w:val="9"/>
  </w:num>
  <w:num w:numId="6">
    <w:abstractNumId w:val="6"/>
  </w:num>
  <w:num w:numId="7">
    <w:abstractNumId w:val="4"/>
  </w:num>
  <w:num w:numId="8">
    <w:abstractNumId w:val="3"/>
  </w:num>
  <w:num w:numId="9">
    <w:abstractNumId w:val="2"/>
  </w:num>
  <w:num w:numId="10">
    <w:abstractNumId w:val="1"/>
  </w:num>
  <w:num w:numId="11">
    <w:abstractNumId w:val="5"/>
  </w:num>
  <w:num w:numId="12">
    <w:abstractNumId w:val="0"/>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55A6"/>
    <w:rsid w:val="00080512"/>
    <w:rsid w:val="000C0549"/>
    <w:rsid w:val="000D58AB"/>
    <w:rsid w:val="000F5E64"/>
    <w:rsid w:val="001A13C0"/>
    <w:rsid w:val="001A7A06"/>
    <w:rsid w:val="001D02C2"/>
    <w:rsid w:val="001F168B"/>
    <w:rsid w:val="00207C74"/>
    <w:rsid w:val="002347A2"/>
    <w:rsid w:val="002453D1"/>
    <w:rsid w:val="00247E82"/>
    <w:rsid w:val="00250EE2"/>
    <w:rsid w:val="003172DC"/>
    <w:rsid w:val="00322028"/>
    <w:rsid w:val="00333B1E"/>
    <w:rsid w:val="0035462D"/>
    <w:rsid w:val="00376E56"/>
    <w:rsid w:val="003C3971"/>
    <w:rsid w:val="00402A84"/>
    <w:rsid w:val="00442DA9"/>
    <w:rsid w:val="004D3578"/>
    <w:rsid w:val="004E213A"/>
    <w:rsid w:val="004E65ED"/>
    <w:rsid w:val="004F4CB4"/>
    <w:rsid w:val="004F79A2"/>
    <w:rsid w:val="0051498C"/>
    <w:rsid w:val="0052516E"/>
    <w:rsid w:val="005402CE"/>
    <w:rsid w:val="00543E6C"/>
    <w:rsid w:val="005444B8"/>
    <w:rsid w:val="00565087"/>
    <w:rsid w:val="00570528"/>
    <w:rsid w:val="00574A91"/>
    <w:rsid w:val="005A64EB"/>
    <w:rsid w:val="005D2E01"/>
    <w:rsid w:val="005E0F05"/>
    <w:rsid w:val="005F12E2"/>
    <w:rsid w:val="00614FDF"/>
    <w:rsid w:val="00662E09"/>
    <w:rsid w:val="006E5C86"/>
    <w:rsid w:val="007335CA"/>
    <w:rsid w:val="00734A5B"/>
    <w:rsid w:val="007365DB"/>
    <w:rsid w:val="00744E76"/>
    <w:rsid w:val="00756D79"/>
    <w:rsid w:val="00781F0F"/>
    <w:rsid w:val="007B696D"/>
    <w:rsid w:val="007C4B03"/>
    <w:rsid w:val="008028A4"/>
    <w:rsid w:val="0082129D"/>
    <w:rsid w:val="00836486"/>
    <w:rsid w:val="00850D93"/>
    <w:rsid w:val="008768CA"/>
    <w:rsid w:val="008F1050"/>
    <w:rsid w:val="0090271F"/>
    <w:rsid w:val="00902E23"/>
    <w:rsid w:val="0091348E"/>
    <w:rsid w:val="00916C5A"/>
    <w:rsid w:val="00917CCB"/>
    <w:rsid w:val="00927D32"/>
    <w:rsid w:val="00942EC2"/>
    <w:rsid w:val="009C572F"/>
    <w:rsid w:val="009F37B7"/>
    <w:rsid w:val="00A10F02"/>
    <w:rsid w:val="00A164B4"/>
    <w:rsid w:val="00A53724"/>
    <w:rsid w:val="00A82346"/>
    <w:rsid w:val="00AF7D60"/>
    <w:rsid w:val="00B15449"/>
    <w:rsid w:val="00B56830"/>
    <w:rsid w:val="00B83DF5"/>
    <w:rsid w:val="00BB1F19"/>
    <w:rsid w:val="00BC0F7D"/>
    <w:rsid w:val="00C33079"/>
    <w:rsid w:val="00C45231"/>
    <w:rsid w:val="00C72833"/>
    <w:rsid w:val="00C91317"/>
    <w:rsid w:val="00C9135C"/>
    <w:rsid w:val="00C936B7"/>
    <w:rsid w:val="00C93F40"/>
    <w:rsid w:val="00CA3D0C"/>
    <w:rsid w:val="00D51A0F"/>
    <w:rsid w:val="00D738D6"/>
    <w:rsid w:val="00D755EB"/>
    <w:rsid w:val="00D87E00"/>
    <w:rsid w:val="00D9134D"/>
    <w:rsid w:val="00DA35A2"/>
    <w:rsid w:val="00DA7A03"/>
    <w:rsid w:val="00DB1818"/>
    <w:rsid w:val="00DB32EB"/>
    <w:rsid w:val="00DC309B"/>
    <w:rsid w:val="00DC4DA2"/>
    <w:rsid w:val="00DF2B1F"/>
    <w:rsid w:val="00DF62CD"/>
    <w:rsid w:val="00E44E0A"/>
    <w:rsid w:val="00E57EAC"/>
    <w:rsid w:val="00E77645"/>
    <w:rsid w:val="00EC4A25"/>
    <w:rsid w:val="00F025A2"/>
    <w:rsid w:val="00F04712"/>
    <w:rsid w:val="00F22EC7"/>
    <w:rsid w:val="00F26E26"/>
    <w:rsid w:val="00F64218"/>
    <w:rsid w:val="00F653B8"/>
    <w:rsid w:val="00F77C42"/>
    <w:rsid w:val="00FA1266"/>
    <w:rsid w:val="00FC1192"/>
    <w:rsid w:val="00FF557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4A5E"/>
  <w15:chartTrackingRefBased/>
  <w15:docId w15:val="{18B21D7B-E49F-438F-930A-81DF5A5A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36B7"/>
    <w:pPr>
      <w:overflowPunct w:val="0"/>
      <w:autoSpaceDE w:val="0"/>
      <w:autoSpaceDN w:val="0"/>
      <w:adjustRightInd w:val="0"/>
      <w:spacing w:after="180"/>
      <w:textAlignment w:val="baseline"/>
    </w:pPr>
  </w:style>
  <w:style w:type="paragraph" w:styleId="Heading1">
    <w:name w:val="heading 1"/>
    <w:next w:val="Normal"/>
    <w:qFormat/>
    <w:rsid w:val="00C936B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C936B7"/>
    <w:pPr>
      <w:pBdr>
        <w:top w:val="none" w:sz="0" w:space="0" w:color="auto"/>
      </w:pBdr>
      <w:spacing w:before="180"/>
      <w:outlineLvl w:val="1"/>
    </w:pPr>
    <w:rPr>
      <w:sz w:val="32"/>
    </w:rPr>
  </w:style>
  <w:style w:type="paragraph" w:styleId="Heading3">
    <w:name w:val="heading 3"/>
    <w:basedOn w:val="Heading2"/>
    <w:next w:val="Normal"/>
    <w:qFormat/>
    <w:rsid w:val="00C936B7"/>
    <w:pPr>
      <w:spacing w:before="120"/>
      <w:outlineLvl w:val="2"/>
    </w:pPr>
    <w:rPr>
      <w:sz w:val="28"/>
    </w:rPr>
  </w:style>
  <w:style w:type="paragraph" w:styleId="Heading4">
    <w:name w:val="heading 4"/>
    <w:basedOn w:val="Heading3"/>
    <w:next w:val="Normal"/>
    <w:qFormat/>
    <w:rsid w:val="00C936B7"/>
    <w:pPr>
      <w:ind w:left="1418" w:hanging="1418"/>
      <w:outlineLvl w:val="3"/>
    </w:pPr>
    <w:rPr>
      <w:sz w:val="24"/>
    </w:rPr>
  </w:style>
  <w:style w:type="paragraph" w:styleId="Heading5">
    <w:name w:val="heading 5"/>
    <w:basedOn w:val="Heading4"/>
    <w:next w:val="Normal"/>
    <w:qFormat/>
    <w:rsid w:val="00C936B7"/>
    <w:pPr>
      <w:ind w:left="1701" w:hanging="1701"/>
      <w:outlineLvl w:val="4"/>
    </w:pPr>
    <w:rPr>
      <w:sz w:val="22"/>
    </w:rPr>
  </w:style>
  <w:style w:type="paragraph" w:styleId="Heading6">
    <w:name w:val="heading 6"/>
    <w:basedOn w:val="H6"/>
    <w:next w:val="Normal"/>
    <w:qFormat/>
    <w:rsid w:val="00C936B7"/>
    <w:pPr>
      <w:outlineLvl w:val="5"/>
    </w:pPr>
  </w:style>
  <w:style w:type="paragraph" w:styleId="Heading7">
    <w:name w:val="heading 7"/>
    <w:basedOn w:val="H6"/>
    <w:next w:val="Normal"/>
    <w:qFormat/>
    <w:rsid w:val="00C936B7"/>
    <w:pPr>
      <w:outlineLvl w:val="6"/>
    </w:pPr>
  </w:style>
  <w:style w:type="paragraph" w:styleId="Heading8">
    <w:name w:val="heading 8"/>
    <w:basedOn w:val="Heading1"/>
    <w:next w:val="Normal"/>
    <w:qFormat/>
    <w:rsid w:val="00C936B7"/>
    <w:pPr>
      <w:ind w:left="0" w:firstLine="0"/>
      <w:outlineLvl w:val="7"/>
    </w:pPr>
  </w:style>
  <w:style w:type="paragraph" w:styleId="Heading9">
    <w:name w:val="heading 9"/>
    <w:basedOn w:val="Heading8"/>
    <w:next w:val="Normal"/>
    <w:qFormat/>
    <w:rsid w:val="00C936B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936B7"/>
    <w:pPr>
      <w:ind w:left="1985" w:hanging="1985"/>
      <w:outlineLvl w:val="9"/>
    </w:pPr>
    <w:rPr>
      <w:sz w:val="20"/>
    </w:rPr>
  </w:style>
  <w:style w:type="paragraph" w:styleId="TOC9">
    <w:name w:val="toc 9"/>
    <w:basedOn w:val="TOC8"/>
    <w:semiHidden/>
    <w:rsid w:val="00C936B7"/>
    <w:pPr>
      <w:ind w:left="1418" w:hanging="1418"/>
    </w:pPr>
  </w:style>
  <w:style w:type="paragraph" w:styleId="TOC8">
    <w:name w:val="toc 8"/>
    <w:basedOn w:val="TOC1"/>
    <w:uiPriority w:val="39"/>
    <w:rsid w:val="00C936B7"/>
    <w:pPr>
      <w:spacing w:before="180"/>
      <w:ind w:left="2693" w:hanging="2693"/>
    </w:pPr>
    <w:rPr>
      <w:b/>
    </w:rPr>
  </w:style>
  <w:style w:type="paragraph" w:styleId="TOC1">
    <w:name w:val="toc 1"/>
    <w:uiPriority w:val="39"/>
    <w:rsid w:val="00C936B7"/>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C936B7"/>
    <w:pPr>
      <w:keepLines/>
      <w:tabs>
        <w:tab w:val="center" w:pos="4536"/>
        <w:tab w:val="right" w:pos="9072"/>
      </w:tabs>
    </w:pPr>
    <w:rPr>
      <w:noProof/>
    </w:rPr>
  </w:style>
  <w:style w:type="character" w:customStyle="1" w:styleId="ZGSM">
    <w:name w:val="ZGSM"/>
    <w:rsid w:val="00C936B7"/>
  </w:style>
  <w:style w:type="paragraph" w:styleId="Header">
    <w:name w:val="header"/>
    <w:rsid w:val="00C936B7"/>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C936B7"/>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C936B7"/>
    <w:pPr>
      <w:ind w:left="1701" w:hanging="1701"/>
    </w:pPr>
  </w:style>
  <w:style w:type="paragraph" w:styleId="TOC4">
    <w:name w:val="toc 4"/>
    <w:basedOn w:val="TOC3"/>
    <w:uiPriority w:val="39"/>
    <w:rsid w:val="00C936B7"/>
    <w:pPr>
      <w:ind w:left="1418" w:hanging="1418"/>
    </w:pPr>
  </w:style>
  <w:style w:type="paragraph" w:styleId="TOC3">
    <w:name w:val="toc 3"/>
    <w:basedOn w:val="TOC2"/>
    <w:uiPriority w:val="39"/>
    <w:rsid w:val="00C936B7"/>
    <w:pPr>
      <w:ind w:left="1134" w:hanging="1134"/>
    </w:pPr>
  </w:style>
  <w:style w:type="paragraph" w:styleId="TOC2">
    <w:name w:val="toc 2"/>
    <w:basedOn w:val="TOC1"/>
    <w:uiPriority w:val="39"/>
    <w:rsid w:val="00C936B7"/>
    <w:pPr>
      <w:keepNext w:val="0"/>
      <w:spacing w:before="0"/>
      <w:ind w:left="851" w:hanging="851"/>
    </w:pPr>
    <w:rPr>
      <w:sz w:val="20"/>
    </w:rPr>
  </w:style>
  <w:style w:type="paragraph" w:styleId="Footer">
    <w:name w:val="footer"/>
    <w:basedOn w:val="Header"/>
    <w:rsid w:val="00C936B7"/>
    <w:pPr>
      <w:jc w:val="center"/>
    </w:pPr>
    <w:rPr>
      <w:i/>
    </w:rPr>
  </w:style>
  <w:style w:type="paragraph" w:customStyle="1" w:styleId="TT">
    <w:name w:val="TT"/>
    <w:basedOn w:val="Heading1"/>
    <w:next w:val="Normal"/>
    <w:rsid w:val="00C936B7"/>
    <w:pPr>
      <w:outlineLvl w:val="9"/>
    </w:pPr>
  </w:style>
  <w:style w:type="paragraph" w:customStyle="1" w:styleId="NF">
    <w:name w:val="NF"/>
    <w:basedOn w:val="NO"/>
    <w:rsid w:val="00C936B7"/>
    <w:pPr>
      <w:keepNext/>
      <w:spacing w:after="0"/>
    </w:pPr>
    <w:rPr>
      <w:rFonts w:ascii="Arial" w:hAnsi="Arial"/>
      <w:sz w:val="18"/>
    </w:rPr>
  </w:style>
  <w:style w:type="paragraph" w:customStyle="1" w:styleId="NO">
    <w:name w:val="NO"/>
    <w:basedOn w:val="Normal"/>
    <w:link w:val="NOChar"/>
    <w:rsid w:val="00C936B7"/>
    <w:pPr>
      <w:keepLines/>
      <w:ind w:left="1135" w:hanging="851"/>
    </w:pPr>
  </w:style>
  <w:style w:type="paragraph" w:customStyle="1" w:styleId="PL">
    <w:name w:val="PL"/>
    <w:rsid w:val="00C936B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C936B7"/>
    <w:pPr>
      <w:jc w:val="right"/>
    </w:pPr>
  </w:style>
  <w:style w:type="paragraph" w:customStyle="1" w:styleId="TAL">
    <w:name w:val="TAL"/>
    <w:basedOn w:val="Normal"/>
    <w:link w:val="TALCar"/>
    <w:rsid w:val="00C936B7"/>
    <w:pPr>
      <w:keepNext/>
      <w:keepLines/>
      <w:spacing w:after="0"/>
    </w:pPr>
    <w:rPr>
      <w:rFonts w:ascii="Arial" w:hAnsi="Arial"/>
      <w:sz w:val="18"/>
    </w:rPr>
  </w:style>
  <w:style w:type="paragraph" w:customStyle="1" w:styleId="TAH">
    <w:name w:val="TAH"/>
    <w:basedOn w:val="TAC"/>
    <w:link w:val="TAHCar"/>
    <w:rsid w:val="00C936B7"/>
    <w:rPr>
      <w:b/>
    </w:rPr>
  </w:style>
  <w:style w:type="paragraph" w:customStyle="1" w:styleId="TAC">
    <w:name w:val="TAC"/>
    <w:basedOn w:val="TAL"/>
    <w:link w:val="TACChar"/>
    <w:rsid w:val="00C936B7"/>
    <w:pPr>
      <w:jc w:val="center"/>
    </w:pPr>
  </w:style>
  <w:style w:type="paragraph" w:customStyle="1" w:styleId="LD">
    <w:name w:val="LD"/>
    <w:rsid w:val="00C936B7"/>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C936B7"/>
    <w:pPr>
      <w:keepLines/>
      <w:ind w:left="1702" w:hanging="1418"/>
    </w:pPr>
  </w:style>
  <w:style w:type="paragraph" w:customStyle="1" w:styleId="FP">
    <w:name w:val="FP"/>
    <w:basedOn w:val="Normal"/>
    <w:rsid w:val="00C936B7"/>
    <w:pPr>
      <w:spacing w:after="0"/>
    </w:pPr>
  </w:style>
  <w:style w:type="paragraph" w:customStyle="1" w:styleId="NW">
    <w:name w:val="NW"/>
    <w:basedOn w:val="NO"/>
    <w:rsid w:val="00C936B7"/>
    <w:pPr>
      <w:spacing w:after="0"/>
    </w:pPr>
  </w:style>
  <w:style w:type="paragraph" w:customStyle="1" w:styleId="EW">
    <w:name w:val="EW"/>
    <w:basedOn w:val="EX"/>
    <w:rsid w:val="00C936B7"/>
    <w:pPr>
      <w:spacing w:after="0"/>
    </w:pPr>
  </w:style>
  <w:style w:type="paragraph" w:customStyle="1" w:styleId="B1">
    <w:name w:val="B1"/>
    <w:basedOn w:val="List"/>
    <w:link w:val="B1Char"/>
    <w:rsid w:val="00C936B7"/>
  </w:style>
  <w:style w:type="paragraph" w:styleId="TOC6">
    <w:name w:val="toc 6"/>
    <w:basedOn w:val="TOC5"/>
    <w:next w:val="Normal"/>
    <w:semiHidden/>
    <w:rsid w:val="00C936B7"/>
    <w:pPr>
      <w:ind w:left="1985" w:hanging="1985"/>
    </w:pPr>
  </w:style>
  <w:style w:type="paragraph" w:styleId="TOC7">
    <w:name w:val="toc 7"/>
    <w:basedOn w:val="TOC6"/>
    <w:next w:val="Normal"/>
    <w:semiHidden/>
    <w:rsid w:val="00C936B7"/>
    <w:pPr>
      <w:ind w:left="2268" w:hanging="2268"/>
    </w:pPr>
  </w:style>
  <w:style w:type="paragraph" w:customStyle="1" w:styleId="EditorsNote">
    <w:name w:val="Editor's Note"/>
    <w:basedOn w:val="NO"/>
    <w:rsid w:val="00C936B7"/>
    <w:rPr>
      <w:color w:val="FF0000"/>
    </w:rPr>
  </w:style>
  <w:style w:type="paragraph" w:customStyle="1" w:styleId="TH">
    <w:name w:val="TH"/>
    <w:basedOn w:val="Normal"/>
    <w:link w:val="THChar"/>
    <w:rsid w:val="00C936B7"/>
    <w:pPr>
      <w:keepNext/>
      <w:keepLines/>
      <w:spacing w:before="60"/>
      <w:jc w:val="center"/>
    </w:pPr>
    <w:rPr>
      <w:rFonts w:ascii="Arial" w:hAnsi="Arial"/>
      <w:b/>
    </w:rPr>
  </w:style>
  <w:style w:type="paragraph" w:customStyle="1" w:styleId="ZA">
    <w:name w:val="ZA"/>
    <w:rsid w:val="00C936B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C936B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C936B7"/>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C936B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C936B7"/>
    <w:pPr>
      <w:ind w:left="851" w:hanging="851"/>
    </w:pPr>
  </w:style>
  <w:style w:type="paragraph" w:customStyle="1" w:styleId="ZH">
    <w:name w:val="ZH"/>
    <w:rsid w:val="00C936B7"/>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Zchn"/>
    <w:rsid w:val="00C936B7"/>
    <w:pPr>
      <w:keepNext w:val="0"/>
      <w:spacing w:before="0" w:after="240"/>
    </w:pPr>
  </w:style>
  <w:style w:type="paragraph" w:customStyle="1" w:styleId="ZG">
    <w:name w:val="ZG"/>
    <w:rsid w:val="00C936B7"/>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ar"/>
    <w:rsid w:val="00C936B7"/>
  </w:style>
  <w:style w:type="paragraph" w:customStyle="1" w:styleId="B3">
    <w:name w:val="B3"/>
    <w:basedOn w:val="List3"/>
    <w:link w:val="B3Char"/>
    <w:rsid w:val="00C936B7"/>
  </w:style>
  <w:style w:type="paragraph" w:customStyle="1" w:styleId="B4">
    <w:name w:val="B4"/>
    <w:basedOn w:val="List4"/>
    <w:rsid w:val="00C936B7"/>
  </w:style>
  <w:style w:type="paragraph" w:customStyle="1" w:styleId="B5">
    <w:name w:val="B5"/>
    <w:basedOn w:val="List5"/>
    <w:rsid w:val="00C936B7"/>
  </w:style>
  <w:style w:type="paragraph" w:customStyle="1" w:styleId="ZTD">
    <w:name w:val="ZTD"/>
    <w:basedOn w:val="ZB"/>
    <w:rsid w:val="00C936B7"/>
    <w:pPr>
      <w:framePr w:hRule="auto" w:wrap="notBeside" w:y="852"/>
    </w:pPr>
    <w:rPr>
      <w:i w:val="0"/>
      <w:sz w:val="40"/>
    </w:rPr>
  </w:style>
  <w:style w:type="paragraph" w:customStyle="1" w:styleId="ZV">
    <w:name w:val="ZV"/>
    <w:basedOn w:val="ZU"/>
    <w:rsid w:val="00C936B7"/>
    <w:pPr>
      <w:framePr w:wrap="notBeside" w:y="16161"/>
    </w:pPr>
  </w:style>
  <w:style w:type="paragraph" w:styleId="BalloonText">
    <w:name w:val="Balloon Text"/>
    <w:basedOn w:val="Normal"/>
    <w:link w:val="BalloonTextChar"/>
    <w:semiHidden/>
    <w:unhideWhenUsed/>
    <w:rsid w:val="00C936B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36B7"/>
    <w:rPr>
      <w:rFonts w:ascii="Segoe UI" w:hAnsi="Segoe UI" w:cs="Segoe UI"/>
      <w:sz w:val="18"/>
      <w:szCs w:val="18"/>
    </w:rPr>
  </w:style>
  <w:style w:type="character" w:customStyle="1" w:styleId="NOChar">
    <w:name w:val="NO Char"/>
    <w:link w:val="NO"/>
    <w:rsid w:val="0052516E"/>
  </w:style>
  <w:style w:type="character" w:customStyle="1" w:styleId="TALCar">
    <w:name w:val="TAL Car"/>
    <w:link w:val="TAL"/>
    <w:rsid w:val="0052516E"/>
    <w:rPr>
      <w:rFonts w:ascii="Arial" w:hAnsi="Arial"/>
      <w:sz w:val="18"/>
    </w:rPr>
  </w:style>
  <w:style w:type="character" w:customStyle="1" w:styleId="TACChar">
    <w:name w:val="TAC Char"/>
    <w:link w:val="TAC"/>
    <w:rsid w:val="0052516E"/>
    <w:rPr>
      <w:rFonts w:ascii="Arial" w:hAnsi="Arial"/>
      <w:sz w:val="18"/>
    </w:rPr>
  </w:style>
  <w:style w:type="character" w:customStyle="1" w:styleId="TAHCar">
    <w:name w:val="TAH Car"/>
    <w:link w:val="TAH"/>
    <w:locked/>
    <w:rsid w:val="0052516E"/>
    <w:rPr>
      <w:rFonts w:ascii="Arial" w:hAnsi="Arial"/>
      <w:b/>
      <w:sz w:val="18"/>
    </w:rPr>
  </w:style>
  <w:style w:type="paragraph" w:styleId="List">
    <w:name w:val="List"/>
    <w:basedOn w:val="Normal"/>
    <w:rsid w:val="00C936B7"/>
    <w:pPr>
      <w:ind w:left="568" w:hanging="284"/>
    </w:pPr>
  </w:style>
  <w:style w:type="character" w:customStyle="1" w:styleId="B1Char">
    <w:name w:val="B1 Char"/>
    <w:link w:val="B1"/>
    <w:rsid w:val="0052516E"/>
  </w:style>
  <w:style w:type="character" w:customStyle="1" w:styleId="THChar">
    <w:name w:val="TH Char"/>
    <w:link w:val="TH"/>
    <w:rsid w:val="0052516E"/>
    <w:rPr>
      <w:rFonts w:ascii="Arial" w:hAnsi="Arial"/>
      <w:b/>
    </w:rPr>
  </w:style>
  <w:style w:type="character" w:customStyle="1" w:styleId="TFZchn">
    <w:name w:val="TF Zchn"/>
    <w:link w:val="TF"/>
    <w:locked/>
    <w:rsid w:val="0052516E"/>
    <w:rPr>
      <w:rFonts w:ascii="Arial" w:hAnsi="Arial"/>
      <w:b/>
    </w:rPr>
  </w:style>
  <w:style w:type="paragraph" w:styleId="List2">
    <w:name w:val="List 2"/>
    <w:basedOn w:val="List"/>
    <w:rsid w:val="00C936B7"/>
    <w:pPr>
      <w:ind w:left="851"/>
    </w:pPr>
  </w:style>
  <w:style w:type="character" w:customStyle="1" w:styleId="B2Car">
    <w:name w:val="B2 Car"/>
    <w:basedOn w:val="DefaultParagraphFont"/>
    <w:link w:val="B2"/>
    <w:rsid w:val="0052516E"/>
  </w:style>
  <w:style w:type="paragraph" w:styleId="List3">
    <w:name w:val="List 3"/>
    <w:basedOn w:val="List2"/>
    <w:rsid w:val="00C936B7"/>
    <w:pPr>
      <w:ind w:left="1135"/>
    </w:pPr>
  </w:style>
  <w:style w:type="character" w:customStyle="1" w:styleId="B3Char">
    <w:name w:val="B3 Char"/>
    <w:link w:val="B3"/>
    <w:rsid w:val="0052516E"/>
  </w:style>
  <w:style w:type="paragraph" w:styleId="List4">
    <w:name w:val="List 4"/>
    <w:basedOn w:val="List3"/>
    <w:rsid w:val="00C936B7"/>
    <w:pPr>
      <w:ind w:left="1418"/>
    </w:pPr>
  </w:style>
  <w:style w:type="paragraph" w:styleId="List5">
    <w:name w:val="List 5"/>
    <w:basedOn w:val="List4"/>
    <w:rsid w:val="00C936B7"/>
    <w:pPr>
      <w:ind w:left="1702"/>
    </w:pPr>
  </w:style>
  <w:style w:type="character" w:styleId="FootnoteReference">
    <w:name w:val="footnote reference"/>
    <w:basedOn w:val="DefaultParagraphFont"/>
    <w:rsid w:val="00C936B7"/>
    <w:rPr>
      <w:b/>
      <w:position w:val="6"/>
      <w:sz w:val="16"/>
    </w:rPr>
  </w:style>
  <w:style w:type="paragraph" w:styleId="FootnoteText">
    <w:name w:val="footnote text"/>
    <w:basedOn w:val="Normal"/>
    <w:link w:val="FootnoteTextChar"/>
    <w:rsid w:val="00C936B7"/>
    <w:pPr>
      <w:keepLines/>
      <w:spacing w:after="0"/>
      <w:ind w:left="454" w:hanging="454"/>
    </w:pPr>
    <w:rPr>
      <w:sz w:val="16"/>
    </w:rPr>
  </w:style>
  <w:style w:type="character" w:customStyle="1" w:styleId="FootnoteTextChar">
    <w:name w:val="Footnote Text Char"/>
    <w:basedOn w:val="DefaultParagraphFont"/>
    <w:link w:val="FootnoteText"/>
    <w:rsid w:val="0052516E"/>
    <w:rPr>
      <w:sz w:val="16"/>
    </w:rPr>
  </w:style>
  <w:style w:type="paragraph" w:styleId="Index1">
    <w:name w:val="index 1"/>
    <w:basedOn w:val="Normal"/>
    <w:rsid w:val="00C936B7"/>
    <w:pPr>
      <w:keepLines/>
      <w:spacing w:after="0"/>
    </w:pPr>
  </w:style>
  <w:style w:type="paragraph" w:styleId="Index2">
    <w:name w:val="index 2"/>
    <w:basedOn w:val="Index1"/>
    <w:rsid w:val="00C936B7"/>
    <w:pPr>
      <w:ind w:left="284"/>
    </w:pPr>
  </w:style>
  <w:style w:type="paragraph" w:styleId="ListBullet">
    <w:name w:val="List Bullet"/>
    <w:basedOn w:val="List"/>
    <w:rsid w:val="00C936B7"/>
  </w:style>
  <w:style w:type="paragraph" w:styleId="ListBullet2">
    <w:name w:val="List Bullet 2"/>
    <w:basedOn w:val="ListBullet"/>
    <w:rsid w:val="00C936B7"/>
    <w:pPr>
      <w:ind w:left="851"/>
    </w:pPr>
  </w:style>
  <w:style w:type="paragraph" w:styleId="ListBullet3">
    <w:name w:val="List Bullet 3"/>
    <w:basedOn w:val="ListBullet2"/>
    <w:rsid w:val="00C936B7"/>
    <w:pPr>
      <w:ind w:left="1135"/>
    </w:pPr>
  </w:style>
  <w:style w:type="paragraph" w:styleId="ListBullet4">
    <w:name w:val="List Bullet 4"/>
    <w:basedOn w:val="ListBullet3"/>
    <w:rsid w:val="00C936B7"/>
    <w:pPr>
      <w:ind w:left="1418"/>
    </w:pPr>
  </w:style>
  <w:style w:type="paragraph" w:styleId="ListBullet5">
    <w:name w:val="List Bullet 5"/>
    <w:basedOn w:val="ListBullet4"/>
    <w:rsid w:val="00C936B7"/>
    <w:pPr>
      <w:ind w:left="1702"/>
    </w:pPr>
  </w:style>
  <w:style w:type="paragraph" w:styleId="ListNumber">
    <w:name w:val="List Number"/>
    <w:basedOn w:val="List"/>
    <w:rsid w:val="00C936B7"/>
  </w:style>
  <w:style w:type="paragraph" w:styleId="ListNumber2">
    <w:name w:val="List Number 2"/>
    <w:basedOn w:val="ListNumber"/>
    <w:rsid w:val="00C936B7"/>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oleObject" Target="embeddings/Microsoft_Visio_2003-2010_Drawing4.vsd"/><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Visio_2003-2010_Drawing2.vsd"/><Relationship Id="rId25" Type="http://schemas.openxmlformats.org/officeDocument/2006/relationships/oleObject" Target="embeddings/Microsoft_Visio_2003-2010_Drawing6.vsd"/><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5.vsd"/><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oleObject" Target="embeddings/Microsoft_Visio_2003-2010_Drawing3.vsd"/><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7.vsd"/><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0</TotalTime>
  <Pages>26</Pages>
  <Words>7635</Words>
  <Characters>38445</Characters>
  <Application>Microsoft Office Word</Application>
  <DocSecurity>0</DocSecurity>
  <Lines>1035</Lines>
  <Paragraphs>806</Paragraphs>
  <ScaleCrop>false</ScaleCrop>
  <HeadingPairs>
    <vt:vector size="2" baseType="variant">
      <vt:variant>
        <vt:lpstr>Title</vt:lpstr>
      </vt:variant>
      <vt:variant>
        <vt:i4>1</vt:i4>
      </vt:variant>
    </vt:vector>
  </HeadingPairs>
  <TitlesOfParts>
    <vt:vector size="1" baseType="lpstr">
      <vt:lpstr>3GPP TS 38.323</vt:lpstr>
    </vt:vector>
  </TitlesOfParts>
  <Manager/>
  <Company/>
  <LinksUpToDate>false</LinksUpToDate>
  <CharactersWithSpaces>45287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38.323</dc:title>
  <dc:subject>NR; Packet Data Convergence Protocol (PDCP) specification (Release 15)</dc:subject>
  <dc:creator>MCC Support</dc:creator>
  <cp:keywords/>
  <dc:description/>
  <cp:lastModifiedBy>Draft v2</cp:lastModifiedBy>
  <cp:revision>2</cp:revision>
  <dcterms:created xsi:type="dcterms:W3CDTF">2021-07-07T09:18:00Z</dcterms:created>
  <dcterms:modified xsi:type="dcterms:W3CDTF">2021-07-07T09:18:00Z</dcterms:modified>
</cp:coreProperties>
</file>